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CC" w:rsidRDefault="009A0DCC" w:rsidP="003B5E91">
      <w:pPr>
        <w:pStyle w:val="libCenterBold1"/>
      </w:pPr>
      <w:r>
        <w:rPr>
          <w:rtl/>
        </w:rPr>
        <w:t>نفحات عاشوراء</w:t>
      </w:r>
    </w:p>
    <w:p w:rsidR="009A0DCC" w:rsidRDefault="009A0DCC" w:rsidP="003B5E91">
      <w:pPr>
        <w:pStyle w:val="libCenterBold1"/>
        <w:rPr>
          <w:rtl/>
        </w:rPr>
      </w:pPr>
      <w:r w:rsidRPr="008A60E8">
        <w:rPr>
          <w:rtl/>
        </w:rPr>
        <w:t>تأليف</w:t>
      </w:r>
      <w:r w:rsidR="008A60E8">
        <w:rPr>
          <w:rtl/>
        </w:rPr>
        <w:t>:</w:t>
      </w:r>
      <w:r w:rsidRPr="008A60E8">
        <w:rPr>
          <w:rtl/>
        </w:rPr>
        <w:t xml:space="preserve"> الشيخ كاظم البهادلي</w:t>
      </w:r>
    </w:p>
    <w:p w:rsidR="008A60E8" w:rsidRDefault="008A60E8" w:rsidP="008A60E8">
      <w:pPr>
        <w:pStyle w:val="libNormal"/>
        <w:rPr>
          <w:rtl/>
        </w:rPr>
      </w:pPr>
      <w:r>
        <w:rPr>
          <w:rFonts w:eastAsia="Calibri"/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Fonts w:eastAsia="Calibri"/>
          <w:rtl/>
        </w:rPr>
        <w:lastRenderedPageBreak/>
        <w:br w:type="page"/>
      </w:r>
    </w:p>
    <w:p w:rsidR="009A0DCC" w:rsidRDefault="009A0DCC" w:rsidP="003B5E91">
      <w:pPr>
        <w:pStyle w:val="libCenterBold1"/>
      </w:pPr>
      <w:r>
        <w:rPr>
          <w:rtl/>
        </w:rPr>
        <w:lastRenderedPageBreak/>
        <w:t>بسم الله الرحمن الرحيم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Fonts w:eastAsia="Calibri"/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Fonts w:eastAsia="Calibri"/>
          <w:rtl/>
        </w:rPr>
        <w:lastRenderedPageBreak/>
        <w:br w:type="page"/>
      </w:r>
    </w:p>
    <w:p w:rsidR="009A0DCC" w:rsidRDefault="009A0DCC" w:rsidP="003B5E91">
      <w:pPr>
        <w:pStyle w:val="libCenterBold2"/>
      </w:pPr>
      <w:r>
        <w:rPr>
          <w:rtl/>
        </w:rPr>
        <w:lastRenderedPageBreak/>
        <w:t>اللّهمّ كُنْ لوليك الحجّة بن الحسن</w:t>
      </w:r>
    </w:p>
    <w:p w:rsidR="009A0DCC" w:rsidRDefault="009A0DCC" w:rsidP="003B5E91">
      <w:pPr>
        <w:pStyle w:val="libCenterBold2"/>
      </w:pPr>
      <w:r>
        <w:rPr>
          <w:rtl/>
        </w:rPr>
        <w:t>صلواتُك عليه وعلى آبائه</w:t>
      </w:r>
    </w:p>
    <w:p w:rsidR="009A0DCC" w:rsidRDefault="009A0DCC" w:rsidP="003B5E91">
      <w:pPr>
        <w:pStyle w:val="libCenterBold2"/>
      </w:pPr>
      <w:r>
        <w:rPr>
          <w:rtl/>
        </w:rPr>
        <w:t>في هذه الساعة وفي كلّ ساعة</w:t>
      </w:r>
    </w:p>
    <w:p w:rsidR="009A0DCC" w:rsidRDefault="009A0DCC" w:rsidP="003B5E91">
      <w:pPr>
        <w:pStyle w:val="libCenterBold2"/>
      </w:pPr>
      <w:r>
        <w:rPr>
          <w:rtl/>
        </w:rPr>
        <w:t>ولياً وحافظاً</w:t>
      </w:r>
      <w:r w:rsidR="008A60E8">
        <w:rPr>
          <w:rtl/>
        </w:rPr>
        <w:t>،</w:t>
      </w:r>
      <w:r>
        <w:rPr>
          <w:rtl/>
        </w:rPr>
        <w:t xml:space="preserve"> وقائداً وناصراً</w:t>
      </w:r>
    </w:p>
    <w:p w:rsidR="009A0DCC" w:rsidRDefault="009A0DCC" w:rsidP="003B5E91">
      <w:pPr>
        <w:pStyle w:val="libCenterBold2"/>
      </w:pPr>
      <w:r>
        <w:rPr>
          <w:rtl/>
        </w:rPr>
        <w:t>ودليلاً وعيناً</w:t>
      </w:r>
    </w:p>
    <w:p w:rsidR="009A0DCC" w:rsidRDefault="009A0DCC" w:rsidP="003B5E91">
      <w:pPr>
        <w:pStyle w:val="libCenterBold2"/>
      </w:pPr>
      <w:r>
        <w:rPr>
          <w:rtl/>
        </w:rPr>
        <w:t>حتّى تسكنه أرضك طوعاً</w:t>
      </w:r>
    </w:p>
    <w:p w:rsidR="009A0DCC" w:rsidRDefault="009A0DCC" w:rsidP="003B5E91">
      <w:pPr>
        <w:pStyle w:val="libCenterBold2"/>
      </w:pPr>
      <w:r>
        <w:rPr>
          <w:rtl/>
        </w:rPr>
        <w:t>وتمتعه فيها طويلاً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Fonts w:eastAsia="Calibri"/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Fonts w:eastAsia="Calibri"/>
          <w:rtl/>
        </w:rPr>
        <w:lastRenderedPageBreak/>
        <w:br w:type="page"/>
      </w:r>
    </w:p>
    <w:p w:rsidR="009A0DCC" w:rsidRDefault="009A0DCC" w:rsidP="003B5E91">
      <w:pPr>
        <w:pStyle w:val="Heading2Center"/>
      </w:pPr>
      <w:bookmarkStart w:id="0" w:name="_Toc436482580"/>
      <w:r>
        <w:rPr>
          <w:rtl/>
        </w:rPr>
        <w:lastRenderedPageBreak/>
        <w:t>الإهداء</w:t>
      </w:r>
      <w:bookmarkStart w:id="1" w:name="الإهداء"/>
      <w:bookmarkEnd w:id="1"/>
      <w:bookmarkEnd w:id="0"/>
    </w:p>
    <w:p w:rsidR="009A0DCC" w:rsidRDefault="009A0DCC" w:rsidP="008A60E8">
      <w:pPr>
        <w:pStyle w:val="libNormal"/>
      </w:pPr>
      <w:r>
        <w:rPr>
          <w:rtl/>
        </w:rPr>
        <w:t xml:space="preserve">* إلى مَنْ كانت اُمّاً لأبناءِ الإمام أمير المؤمنين </w:t>
      </w:r>
      <w:r w:rsidR="00EE7E9B" w:rsidRPr="00EE7E9B">
        <w:rPr>
          <w:rStyle w:val="libAlaemChar"/>
          <w:rtl/>
        </w:rPr>
        <w:t>عليه‌السلام</w:t>
      </w:r>
      <w:r w:rsidR="008A60E8" w:rsidRPr="00EE7E9B">
        <w:rPr>
          <w:rtl/>
        </w:rPr>
        <w:t>.</w:t>
      </w:r>
    </w:p>
    <w:p w:rsidR="009A0DCC" w:rsidRDefault="009A0DCC" w:rsidP="008A60E8">
      <w:pPr>
        <w:pStyle w:val="libNormal"/>
      </w:pPr>
      <w:r>
        <w:rPr>
          <w:rtl/>
        </w:rPr>
        <w:t xml:space="preserve">* إلى مَنْ واست سيّدة نساء العالمين </w:t>
      </w:r>
      <w:r w:rsidR="00EE7E9B" w:rsidRPr="00EE7E9B">
        <w:rPr>
          <w:rStyle w:val="libAlaemChar"/>
          <w:rtl/>
        </w:rPr>
        <w:t>عليها‌السلام</w:t>
      </w:r>
      <w:r w:rsidR="008A60E8" w:rsidRPr="00EE7E9B">
        <w:rPr>
          <w:rtl/>
        </w:rPr>
        <w:t>.</w:t>
      </w:r>
    </w:p>
    <w:p w:rsidR="009A0DCC" w:rsidRDefault="009A0DCC" w:rsidP="008A60E8">
      <w:pPr>
        <w:pStyle w:val="libNormal"/>
      </w:pPr>
      <w:r>
        <w:rPr>
          <w:rtl/>
        </w:rPr>
        <w:t>* إلى مَنْ قدمّت أولادها في سبيل الدين</w:t>
      </w:r>
      <w:r w:rsidR="008A60E8" w:rsidRPr="00EE7E9B">
        <w:rPr>
          <w:rtl/>
        </w:rPr>
        <w:t>.</w:t>
      </w:r>
    </w:p>
    <w:p w:rsidR="009A0DCC" w:rsidRDefault="009A0DCC" w:rsidP="008A60E8">
      <w:pPr>
        <w:pStyle w:val="libNormal"/>
      </w:pPr>
      <w:r>
        <w:rPr>
          <w:rtl/>
        </w:rPr>
        <w:t>* إلى مَنْ كانت ولا زالت سبيلاً في قضاء حوائج المؤمنين</w:t>
      </w:r>
      <w:r w:rsidR="008A60E8" w:rsidRPr="00EE7E9B">
        <w:rPr>
          <w:rtl/>
        </w:rPr>
        <w:t>.</w:t>
      </w:r>
    </w:p>
    <w:p w:rsidR="009A0DCC" w:rsidRDefault="009A0DCC" w:rsidP="008A60E8">
      <w:pPr>
        <w:pStyle w:val="libNormal"/>
      </w:pPr>
      <w:r>
        <w:rPr>
          <w:rtl/>
        </w:rPr>
        <w:t>* إلى اُمّ قمر بني هاشم وإخوته الميامين</w:t>
      </w:r>
      <w:r w:rsidR="008A60E8" w:rsidRPr="00EE7E9B">
        <w:rPr>
          <w:rtl/>
        </w:rPr>
        <w:t>.</w:t>
      </w:r>
    </w:p>
    <w:p w:rsidR="009A0DCC" w:rsidRDefault="009A0DCC" w:rsidP="008A60E8">
      <w:pPr>
        <w:pStyle w:val="libNormal"/>
      </w:pPr>
      <w:r>
        <w:rPr>
          <w:rtl/>
        </w:rPr>
        <w:t>* إليك يا سيّدتي يا أُمّ البنين اُقدم تعابير ولائي بين يديك</w:t>
      </w:r>
      <w:r w:rsidR="008A60E8" w:rsidRPr="00EE7E9B">
        <w:rPr>
          <w:rtl/>
        </w:rPr>
        <w:t>،</w:t>
      </w:r>
      <w:r>
        <w:rPr>
          <w:rtl/>
        </w:rPr>
        <w:t xml:space="preserve"> عسى أن تشملني شفاعتُك</w:t>
      </w:r>
      <w:r w:rsidR="008A60E8" w:rsidRPr="00EE7E9B">
        <w:rPr>
          <w:rtl/>
        </w:rPr>
        <w:t>،</w:t>
      </w:r>
      <w:r>
        <w:rPr>
          <w:rtl/>
        </w:rPr>
        <w:t xml:space="preserve"> وشفاعة أولادِك الطّاهرين </w:t>
      </w:r>
      <w:r w:rsidR="00EE7E9B" w:rsidRPr="00EE7E9B">
        <w:rPr>
          <w:rStyle w:val="libAlaemChar"/>
          <w:rtl/>
        </w:rPr>
        <w:t>عليهم‌السلام</w:t>
      </w:r>
      <w:r w:rsidR="008A60E8" w:rsidRPr="00EE7E9B">
        <w:rPr>
          <w:rtl/>
        </w:rPr>
        <w:t>.</w:t>
      </w:r>
    </w:p>
    <w:p w:rsidR="009A0DCC" w:rsidRDefault="009A0DCC" w:rsidP="003B5E91">
      <w:pPr>
        <w:pStyle w:val="libLeftBold"/>
      </w:pPr>
      <w:r>
        <w:rPr>
          <w:rtl/>
        </w:rPr>
        <w:t xml:space="preserve">المحبّ للعترة الطّاهرة </w:t>
      </w:r>
      <w:r w:rsidR="00EE7E9B" w:rsidRPr="00EE7E9B">
        <w:rPr>
          <w:rStyle w:val="libAlaemChar"/>
          <w:rtl/>
        </w:rPr>
        <w:t>عليهم‌السلام</w:t>
      </w:r>
    </w:p>
    <w:p w:rsidR="009A0DCC" w:rsidRDefault="009A0DCC" w:rsidP="003B5E91">
      <w:pPr>
        <w:pStyle w:val="libLeftBold"/>
      </w:pPr>
      <w:r>
        <w:rPr>
          <w:rtl/>
        </w:rPr>
        <w:t>الشيخ كاظم البهادلي</w:t>
      </w:r>
      <w:r w:rsidR="003B5E91">
        <w:rPr>
          <w:rFonts w:hint="cs"/>
          <w:rtl/>
        </w:rPr>
        <w:tab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172AAC">
      <w:pPr>
        <w:pStyle w:val="Heading2Center"/>
      </w:pPr>
      <w:bookmarkStart w:id="2" w:name="_Toc436482581"/>
      <w:r>
        <w:rPr>
          <w:rtl/>
        </w:rPr>
        <w:lastRenderedPageBreak/>
        <w:t>كلمة الناشر</w:t>
      </w:r>
      <w:bookmarkEnd w:id="2"/>
    </w:p>
    <w:p w:rsidR="009A0DCC" w:rsidRDefault="009A0DCC" w:rsidP="008A60E8">
      <w:pPr>
        <w:pStyle w:val="libNormal"/>
      </w:pPr>
      <w:r>
        <w:rPr>
          <w:rtl/>
        </w:rPr>
        <w:t>الحمد لله ربّ العالمين</w:t>
      </w:r>
      <w:r w:rsidR="008A60E8" w:rsidRPr="00EE7E9B">
        <w:rPr>
          <w:rtl/>
        </w:rPr>
        <w:t>،</w:t>
      </w:r>
      <w:r>
        <w:rPr>
          <w:rtl/>
        </w:rPr>
        <w:t xml:space="preserve"> وصلّى الله على خير خلقه أبي القاسم محمّد وعلى آله المظلومين</w:t>
      </w:r>
      <w:r w:rsidR="008A60E8" w:rsidRPr="00EE7E9B">
        <w:rPr>
          <w:rtl/>
        </w:rPr>
        <w:t>.</w:t>
      </w:r>
    </w:p>
    <w:p w:rsidR="009A0DCC" w:rsidRDefault="009A0DCC" w:rsidP="008A60E8">
      <w:pPr>
        <w:pStyle w:val="libBold2"/>
      </w:pPr>
      <w:r>
        <w:rPr>
          <w:rtl/>
        </w:rPr>
        <w:t>السّلام على الحسين</w:t>
      </w:r>
      <w:r w:rsidR="008A60E8" w:rsidRPr="00EE7E9B">
        <w:rPr>
          <w:rtl/>
        </w:rPr>
        <w:t>،</w:t>
      </w:r>
      <w:r>
        <w:rPr>
          <w:rtl/>
        </w:rPr>
        <w:t xml:space="preserve"> وعلى علي بن الحسين</w:t>
      </w:r>
      <w:r w:rsidR="008A60E8" w:rsidRPr="00EE7E9B">
        <w:rPr>
          <w:rtl/>
        </w:rPr>
        <w:t>،</w:t>
      </w:r>
      <w:r>
        <w:rPr>
          <w:rtl/>
        </w:rPr>
        <w:t xml:space="preserve"> وعلى أولاد الحسين</w:t>
      </w:r>
      <w:r w:rsidR="008A60E8" w:rsidRPr="00EE7E9B">
        <w:rPr>
          <w:rtl/>
        </w:rPr>
        <w:t>،</w:t>
      </w:r>
      <w:r>
        <w:rPr>
          <w:rtl/>
        </w:rPr>
        <w:t xml:space="preserve"> وعلى أصحاب الحسين</w:t>
      </w:r>
      <w:r w:rsidR="008A60E8" w:rsidRPr="00EE7E9B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قال الإمام الصادق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كلّ الجزع والبكاء مكروه سوى الجزع والبكاء على الحسين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وعن بكير بن محمّد</w:t>
      </w:r>
      <w:r w:rsidR="008A60E8">
        <w:rPr>
          <w:rtl/>
        </w:rPr>
        <w:t>،</w:t>
      </w:r>
      <w:r>
        <w:rPr>
          <w:rtl/>
        </w:rPr>
        <w:t xml:space="preserve"> عن أبي عبد الله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 للفضيل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تجلسون وتتحدّثون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 جعلت فداك</w:t>
      </w:r>
      <w:r w:rsidR="008A60E8">
        <w:rPr>
          <w:rtl/>
        </w:rPr>
        <w:t>.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 تلك المجالس أحبّها</w:t>
      </w:r>
      <w:r w:rsidR="008A60E8">
        <w:rPr>
          <w:rtl/>
        </w:rPr>
        <w:t>،</w:t>
      </w:r>
      <w:r>
        <w:rPr>
          <w:rtl/>
        </w:rPr>
        <w:t xml:space="preserve"> فأحيوا أمرنا يا فضيل</w:t>
      </w:r>
      <w:r w:rsidR="008A60E8">
        <w:rPr>
          <w:rtl/>
        </w:rPr>
        <w:t>،</w:t>
      </w:r>
      <w:r>
        <w:rPr>
          <w:rtl/>
        </w:rPr>
        <w:t xml:space="preserve"> رحم الله مَنْ أحيا أمرنا</w:t>
      </w:r>
      <w:r w:rsidR="008A60E8">
        <w:rPr>
          <w:rtl/>
        </w:rPr>
        <w:t>.</w:t>
      </w:r>
      <w:r>
        <w:rPr>
          <w:rtl/>
        </w:rPr>
        <w:t xml:space="preserve"> يا فضيل</w:t>
      </w:r>
      <w:r w:rsidR="008A60E8">
        <w:rPr>
          <w:rtl/>
        </w:rPr>
        <w:t>،</w:t>
      </w:r>
      <w:r>
        <w:rPr>
          <w:rtl/>
        </w:rPr>
        <w:t xml:space="preserve"> مَنْ ذكرنا أو ذُكرنا عنده فخرج من عينه مثل جناح الذباب غفر الله ذنوبه ولو كانت أكثر من زبد البحر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وقال الإمام الرضا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 يوم الحسين أقرح جفوننا</w:t>
      </w:r>
      <w:r w:rsidR="008A60E8">
        <w:rPr>
          <w:rtl/>
        </w:rPr>
        <w:t>،</w:t>
      </w:r>
      <w:r>
        <w:rPr>
          <w:rtl/>
        </w:rPr>
        <w:t xml:space="preserve"> وأسبل دموعنا</w:t>
      </w:r>
      <w:r w:rsidR="008A60E8">
        <w:rPr>
          <w:rtl/>
        </w:rPr>
        <w:t>،</w:t>
      </w:r>
      <w:r>
        <w:rPr>
          <w:rtl/>
        </w:rPr>
        <w:t xml:space="preserve"> وأذلّ عزيزنا بأرض كرب وبلاء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1448CA" w:rsidP="00172AAC">
      <w:pPr>
        <w:pStyle w:val="libNormal"/>
      </w:pPr>
      <w:r>
        <w:rPr>
          <w:rtl/>
        </w:rPr>
        <w:t>«</w:t>
      </w:r>
      <w:r w:rsidR="009A0DCC">
        <w:rPr>
          <w:rtl/>
        </w:rPr>
        <w:t>فلئن أخّرتني الدهور</w:t>
      </w:r>
      <w:r w:rsidR="008A60E8">
        <w:rPr>
          <w:rtl/>
        </w:rPr>
        <w:t>،</w:t>
      </w:r>
      <w:r w:rsidR="009A0DCC">
        <w:rPr>
          <w:rtl/>
        </w:rPr>
        <w:t xml:space="preserve"> وعاقني عن نصرك المقدور</w:t>
      </w:r>
      <w:r w:rsidR="008A60E8">
        <w:rPr>
          <w:rtl/>
        </w:rPr>
        <w:t>،</w:t>
      </w:r>
      <w:r w:rsidR="009A0DCC">
        <w:rPr>
          <w:rtl/>
        </w:rPr>
        <w:t xml:space="preserve"> ولم أكن لمَنْ حاربك محارباً</w:t>
      </w:r>
      <w:r w:rsidR="008A60E8">
        <w:rPr>
          <w:rtl/>
        </w:rPr>
        <w:t>،</w:t>
      </w:r>
      <w:r w:rsidR="009A0DCC">
        <w:rPr>
          <w:rtl/>
        </w:rPr>
        <w:t xml:space="preserve"> ولمَنْ نصب العداوة مناصباً</w:t>
      </w:r>
      <w:r w:rsidR="008A60E8">
        <w:rPr>
          <w:rtl/>
        </w:rPr>
        <w:t>،</w:t>
      </w:r>
      <w:r w:rsidR="009A0DCC">
        <w:rPr>
          <w:rtl/>
        </w:rPr>
        <w:t xml:space="preserve"> فلأندبنَّك صباحاً ومساءً</w:t>
      </w:r>
      <w:r w:rsidR="008A60E8">
        <w:rPr>
          <w:rtl/>
        </w:rPr>
        <w:t>،</w:t>
      </w:r>
      <w:r w:rsidR="009A0DCC">
        <w:rPr>
          <w:rtl/>
        </w:rPr>
        <w:t xml:space="preserve"> ولأبكينَّ عليك بدل الدموع دماً</w:t>
      </w:r>
      <w:r w:rsidR="008A60E8">
        <w:rPr>
          <w:rtl/>
        </w:rPr>
        <w:t>؛</w:t>
      </w:r>
      <w:r w:rsidR="009A0DCC">
        <w:rPr>
          <w:rtl/>
        </w:rPr>
        <w:t xml:space="preserve"> حسرة عليك</w:t>
      </w:r>
      <w:r w:rsidR="008A60E8">
        <w:rPr>
          <w:rtl/>
        </w:rPr>
        <w:t>،</w:t>
      </w:r>
      <w:r w:rsidR="009A0DCC">
        <w:rPr>
          <w:rtl/>
        </w:rPr>
        <w:t xml:space="preserve"> وتأسّفاً على ما دهاك وتلهّفاً</w:t>
      </w:r>
      <w:r w:rsidR="008A60E8">
        <w:rPr>
          <w:rtl/>
        </w:rPr>
        <w:t>،</w:t>
      </w:r>
      <w:r w:rsidR="009A0DCC">
        <w:rPr>
          <w:rtl/>
        </w:rPr>
        <w:t xml:space="preserve"> حتّى أموت بلوعة المصاب وغصّة الاكتئاب</w:t>
      </w:r>
      <w:r>
        <w:rPr>
          <w:rtl/>
        </w:rPr>
        <w:t>»</w:t>
      </w:r>
      <w:r w:rsidR="009A0DCC" w:rsidRPr="008A60E8">
        <w:rPr>
          <w:rStyle w:val="libFootnotenumChar"/>
          <w:rtl/>
        </w:rPr>
        <w:t>(4)</w:t>
      </w:r>
      <w:r w:rsidR="008A60E8" w:rsidRPr="00172AAC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وسائل الشيعة 2 / 923</w:t>
      </w:r>
      <w:r w:rsidR="008A60E8">
        <w:rPr>
          <w:rtl/>
        </w:rPr>
        <w:t>،</w:t>
      </w:r>
      <w:r>
        <w:rPr>
          <w:rtl/>
        </w:rPr>
        <w:t xml:space="preserve"> أمالي</w:t>
      </w:r>
      <w:r w:rsidRPr="008A60E8">
        <w:rPr>
          <w:rtl/>
        </w:rPr>
        <w:t xml:space="preserve"> </w:t>
      </w:r>
      <w:r>
        <w:rPr>
          <w:rtl/>
        </w:rPr>
        <w:t>الطوسي / 62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وسائل الشيعة 14 / 501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أمالي الصدوق / 190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المزار</w:t>
      </w:r>
      <w:r w:rsidR="00EE7E9B">
        <w:rPr>
          <w:rtl/>
        </w:rPr>
        <w:t xml:space="preserve"> - </w:t>
      </w:r>
      <w:r>
        <w:rPr>
          <w:rtl/>
        </w:rPr>
        <w:t>لمحمد المشهدي / 501</w:t>
      </w:r>
      <w:r w:rsidR="008A60E8">
        <w:rPr>
          <w:rtl/>
        </w:rPr>
        <w:t>،</w:t>
      </w:r>
      <w:r>
        <w:rPr>
          <w:rtl/>
        </w:rPr>
        <w:t xml:space="preserve"> بحار الأنوار 98 / 320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وهكذا أولى الخطباء البارعون قضية 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جلَّ اهتمامهم</w:t>
      </w:r>
      <w:r w:rsidR="008A60E8">
        <w:rPr>
          <w:rtl/>
        </w:rPr>
        <w:t>،</w:t>
      </w:r>
      <w:r>
        <w:rPr>
          <w:rtl/>
        </w:rPr>
        <w:t xml:space="preserve"> بعظيم أدائهم في تبليغ رسالة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رسالة الإسلام المحمّدي الأصيل التي كانت تهدف في كلّ فصل من فصولها</w:t>
      </w:r>
      <w:r w:rsidR="008A60E8">
        <w:rPr>
          <w:rtl/>
        </w:rPr>
        <w:t>،</w:t>
      </w:r>
      <w:r>
        <w:rPr>
          <w:rtl/>
        </w:rPr>
        <w:t xml:space="preserve"> وكلمة من كلماتها لإنقاذ الأمّة من شفا جرف هار</w:t>
      </w:r>
      <w:r w:rsidR="008A60E8">
        <w:rPr>
          <w:rtl/>
        </w:rPr>
        <w:t>،</w:t>
      </w:r>
      <w:r>
        <w:rPr>
          <w:rtl/>
        </w:rPr>
        <w:t xml:space="preserve"> ومن أجل إحياء شريعتها</w:t>
      </w:r>
      <w:r w:rsidR="008A60E8">
        <w:rPr>
          <w:rtl/>
        </w:rPr>
        <w:t>،</w:t>
      </w:r>
      <w:r>
        <w:rPr>
          <w:rtl/>
        </w:rPr>
        <w:t xml:space="preserve"> وحفظ كتابها من دنس الأوغاد والفسقة في أحلك الظروف التي مرّ بها وأصعبها</w:t>
      </w:r>
      <w:r w:rsidR="008A60E8">
        <w:rPr>
          <w:rtl/>
        </w:rPr>
        <w:t>؛</w:t>
      </w:r>
      <w:r>
        <w:rPr>
          <w:rtl/>
        </w:rPr>
        <w:t xml:space="preserve"> حيث الباطل لا يُتناهى عنه</w:t>
      </w:r>
      <w:r w:rsidR="008A60E8">
        <w:rPr>
          <w:rtl/>
        </w:rPr>
        <w:t>،</w:t>
      </w:r>
      <w:r>
        <w:rPr>
          <w:rtl/>
        </w:rPr>
        <w:t xml:space="preserve"> والمعروف لا يُؤمر به كما وصفه الإمام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ألا ترون إلى الحقّ لا يُعمل به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وأنّ الباطل لا يُتناهى عنه</w:t>
      </w:r>
      <w:r w:rsidR="008A60E8" w:rsidRPr="00172AAC">
        <w:rPr>
          <w:rtl/>
        </w:rPr>
        <w:t>؟</w:t>
      </w:r>
      <w:r w:rsidRPr="00172AAC">
        <w:rPr>
          <w:rtl/>
        </w:rPr>
        <w:t>! ليرغب المؤمن في لقاء الله محقّاً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فإنّي لا أرى الموت إلاّ سعادة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والحياة مع الظالمين إلاّ برماً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وها هم اليوم أنصار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تتجدّد بهم صرخة الإمام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واستنصاره واستنهاضه للأمّة من نوم الغفلة</w:t>
      </w:r>
      <w:r w:rsidR="008A60E8">
        <w:rPr>
          <w:rtl/>
        </w:rPr>
        <w:t>؛</w:t>
      </w:r>
      <w:r>
        <w:rPr>
          <w:rtl/>
        </w:rPr>
        <w:t xml:space="preserve"> لتجعل من منبره الشريف مجالس للوعظ والإرشاد والتعليم</w:t>
      </w:r>
      <w:r w:rsidR="008A60E8">
        <w:rPr>
          <w:rtl/>
        </w:rPr>
        <w:t>،</w:t>
      </w:r>
      <w:r>
        <w:rPr>
          <w:rtl/>
        </w:rPr>
        <w:t xml:space="preserve"> ومنصّة لقمع الظلم والظالمين</w:t>
      </w:r>
      <w:r w:rsidR="008A60E8">
        <w:rPr>
          <w:rtl/>
        </w:rPr>
        <w:t>،</w:t>
      </w:r>
      <w:r>
        <w:rPr>
          <w:rtl/>
        </w:rPr>
        <w:t xml:space="preserve"> بأمرها للمعروف ونهيها للمنكر الذي كاد يكون أمره في حاضرنا آخر أمر يُفكّر به</w:t>
      </w:r>
      <w:r w:rsidR="008A60E8">
        <w:rPr>
          <w:rtl/>
        </w:rPr>
        <w:t>،</w:t>
      </w:r>
      <w:r>
        <w:rPr>
          <w:rtl/>
        </w:rPr>
        <w:t xml:space="preserve"> ويُسعى لأجل إحيائه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فقد جعلوا من منبر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أعظم وسيلة إعلامية للصوت الإسلامي الأصيل</w:t>
      </w:r>
      <w:r w:rsidR="008A60E8">
        <w:rPr>
          <w:rtl/>
        </w:rPr>
        <w:t>؛</w:t>
      </w:r>
      <w:r>
        <w:rPr>
          <w:rtl/>
        </w:rPr>
        <w:t xml:space="preserve"> ليقرعوا به مسامع الظالمين والمضلّين</w:t>
      </w:r>
      <w:r w:rsidR="008A60E8">
        <w:rPr>
          <w:rtl/>
        </w:rPr>
        <w:t>،</w:t>
      </w:r>
      <w:r>
        <w:rPr>
          <w:rtl/>
        </w:rPr>
        <w:t xml:space="preserve"> ويهدوا به المسترشدين</w:t>
      </w:r>
      <w:r w:rsidR="008A60E8">
        <w:rPr>
          <w:rtl/>
        </w:rPr>
        <w:t>؛</w:t>
      </w:r>
      <w:r>
        <w:rPr>
          <w:rtl/>
        </w:rPr>
        <w:t xml:space="preserve"> فهم اليوم بحقّ حملة الدين</w:t>
      </w:r>
      <w:r w:rsidR="008A60E8">
        <w:rPr>
          <w:rtl/>
        </w:rPr>
        <w:t>،</w:t>
      </w:r>
      <w:r>
        <w:rPr>
          <w:rtl/>
        </w:rPr>
        <w:t xml:space="preserve"> والمبلّغين عنه بصدق وأمانة لجميع المخلوقين</w:t>
      </w:r>
      <w:r w:rsidR="008A60E8">
        <w:rPr>
          <w:rtl/>
        </w:rPr>
        <w:t>؛</w:t>
      </w:r>
      <w:r>
        <w:rPr>
          <w:rtl/>
        </w:rPr>
        <w:t xml:space="preserve"> للقاصين والنائين</w:t>
      </w:r>
      <w:r w:rsidR="008A60E8">
        <w:rPr>
          <w:rtl/>
        </w:rPr>
        <w:t>،</w:t>
      </w:r>
      <w:r>
        <w:rPr>
          <w:rtl/>
        </w:rPr>
        <w:t xml:space="preserve"> ولمَنْ لم يصل إليه نور الإسلام المبين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مقتل</w:t>
      </w:r>
      <w:r w:rsidRPr="008A60E8">
        <w:rPr>
          <w:rtl/>
        </w:rPr>
        <w:t xml:space="preserve"> </w:t>
      </w:r>
      <w:r>
        <w:rPr>
          <w:rtl/>
        </w:rPr>
        <w:t>الحسين</w:t>
      </w:r>
      <w:r w:rsidR="00EE7E9B">
        <w:rPr>
          <w:rtl/>
        </w:rPr>
        <w:t xml:space="preserve"> - </w:t>
      </w:r>
      <w:r>
        <w:rPr>
          <w:rtl/>
        </w:rPr>
        <w:t>لأبي مخنف / 86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فالمنبر الحسيني اليوم كما كان بالأمس أفضل وسيلة لإيصال صوت الإسلام الحنيف</w:t>
      </w:r>
      <w:r w:rsidR="008A60E8">
        <w:rPr>
          <w:rtl/>
        </w:rPr>
        <w:t>،</w:t>
      </w:r>
      <w:r>
        <w:rPr>
          <w:rtl/>
        </w:rPr>
        <w:t xml:space="preserve"> وبيان معارفه وأحكامه لأبناء الاُمّة الإسلاميّة</w:t>
      </w:r>
      <w:r w:rsidR="008A60E8">
        <w:rPr>
          <w:rtl/>
        </w:rPr>
        <w:t>،</w:t>
      </w:r>
      <w:r>
        <w:rPr>
          <w:rtl/>
        </w:rPr>
        <w:t xml:space="preserve"> وأنفع وسيلة لتحريك العواطف</w:t>
      </w:r>
      <w:r w:rsidR="008A60E8">
        <w:rPr>
          <w:rtl/>
        </w:rPr>
        <w:t>،</w:t>
      </w:r>
      <w:r>
        <w:rPr>
          <w:rtl/>
        </w:rPr>
        <w:t xml:space="preserve"> والمشاعر الإنسانيّة</w:t>
      </w:r>
      <w:r w:rsidR="008A60E8">
        <w:rPr>
          <w:rtl/>
        </w:rPr>
        <w:t>،</w:t>
      </w:r>
      <w:r>
        <w:rPr>
          <w:rtl/>
        </w:rPr>
        <w:t xml:space="preserve"> والغيرة الدينية من خلال استنهاض الأمّة</w:t>
      </w:r>
      <w:r w:rsidR="008A60E8">
        <w:rPr>
          <w:rtl/>
        </w:rPr>
        <w:t>،</w:t>
      </w:r>
      <w:r>
        <w:rPr>
          <w:rtl/>
        </w:rPr>
        <w:t xml:space="preserve"> وإحياء روح التضحية والجهاد في سبيل الله عن تقوية إرادتها وتنشيط عزيمتها</w:t>
      </w:r>
      <w:r w:rsidR="008A60E8">
        <w:rPr>
          <w:rtl/>
        </w:rPr>
        <w:t>.</w:t>
      </w:r>
      <w:r>
        <w:rPr>
          <w:rtl/>
        </w:rPr>
        <w:t xml:space="preserve"> كلّ ذلك من أجل إحلال العدل</w:t>
      </w:r>
      <w:r w:rsidR="008A60E8">
        <w:rPr>
          <w:rtl/>
        </w:rPr>
        <w:t>،</w:t>
      </w:r>
      <w:r>
        <w:rPr>
          <w:rtl/>
        </w:rPr>
        <w:t xml:space="preserve"> ونبذ الظلم</w:t>
      </w:r>
      <w:r w:rsidR="008A60E8">
        <w:rPr>
          <w:rtl/>
        </w:rPr>
        <w:t>،</w:t>
      </w:r>
      <w:r>
        <w:rPr>
          <w:rtl/>
        </w:rPr>
        <w:t xml:space="preserve"> وإقصاء الظالمين ومحاربتهم بشتى الوسائل المتاحة لرجال الدين وأبنائه المؤمنين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لقد قام 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في نهضته بتعبئة المؤمنين المخلصين</w:t>
      </w:r>
      <w:r w:rsidR="008A60E8">
        <w:rPr>
          <w:rtl/>
        </w:rPr>
        <w:t>؛</w:t>
      </w:r>
      <w:r>
        <w:rPr>
          <w:rtl/>
        </w:rPr>
        <w:t xml:space="preserve"> شيوخاً وشباباً</w:t>
      </w:r>
      <w:r w:rsidR="008A60E8">
        <w:rPr>
          <w:rtl/>
        </w:rPr>
        <w:t>،</w:t>
      </w:r>
      <w:r>
        <w:rPr>
          <w:rtl/>
        </w:rPr>
        <w:t xml:space="preserve"> ونساءً وأطفالاً لنصرة الدين</w:t>
      </w:r>
      <w:r w:rsidR="008A60E8">
        <w:rPr>
          <w:rtl/>
        </w:rPr>
        <w:t>،</w:t>
      </w:r>
      <w:r>
        <w:rPr>
          <w:rtl/>
        </w:rPr>
        <w:t xml:space="preserve"> وإحياء شعيرة الأمر بالمعروف والنهي عن المنكر</w:t>
      </w:r>
      <w:r w:rsidR="008A60E8">
        <w:rPr>
          <w:rtl/>
        </w:rPr>
        <w:t>،</w:t>
      </w:r>
      <w:r>
        <w:rPr>
          <w:rtl/>
        </w:rPr>
        <w:t xml:space="preserve"> وذلك لمّا استفحل داء بني أُميّة في جسد الأمّة</w:t>
      </w:r>
      <w:r w:rsidR="008A60E8">
        <w:rPr>
          <w:rtl/>
        </w:rPr>
        <w:t>؛</w:t>
      </w:r>
      <w:r>
        <w:rPr>
          <w:rtl/>
        </w:rPr>
        <w:t xml:space="preserve"> حيث أخذ يتّسع يوماً بعد يوم حتّى وصل الأمر أن تكون الأمّة لقمة سائغة في حلق يزيد المجن والكفر اللعين</w:t>
      </w:r>
      <w:r w:rsidR="008A60E8">
        <w:rPr>
          <w:rtl/>
        </w:rPr>
        <w:t>،</w:t>
      </w:r>
      <w:r>
        <w:rPr>
          <w:rtl/>
        </w:rPr>
        <w:t xml:space="preserve"> كمَنْ أودع شاة عند ذئب جائع</w:t>
      </w:r>
      <w:r w:rsidR="008A60E8">
        <w:rPr>
          <w:rtl/>
        </w:rPr>
        <w:t>،</w:t>
      </w:r>
      <w:r>
        <w:rPr>
          <w:rtl/>
        </w:rPr>
        <w:t xml:space="preserve"> فعندها قال 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كلمته الحقّ</w:t>
      </w:r>
      <w:r w:rsidR="008A60E8">
        <w:rPr>
          <w:rtl/>
        </w:rPr>
        <w:t>:</w:t>
      </w:r>
      <w:r>
        <w:rPr>
          <w:rFonts w:hint="cs"/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فعلى الإسلام السّلام إذا ابتُليت الاُمّة براع مثل يزيد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ولمّا علم 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بأنّ مثل هذا الأمر لا يُجدي به النصح والإرشاد</w:t>
      </w:r>
      <w:r w:rsidR="008A60E8">
        <w:rPr>
          <w:rtl/>
        </w:rPr>
        <w:t>،</w:t>
      </w:r>
      <w:r>
        <w:rPr>
          <w:rtl/>
        </w:rPr>
        <w:t xml:space="preserve"> خصوصاً أنّه بدأ بسياسته الخاطئة</w:t>
      </w:r>
      <w:r w:rsidR="008A60E8">
        <w:rPr>
          <w:rtl/>
        </w:rPr>
        <w:t>،</w:t>
      </w:r>
      <w:r>
        <w:rPr>
          <w:rtl/>
        </w:rPr>
        <w:t xml:space="preserve"> وعدوانه المتكرر</w:t>
      </w:r>
      <w:r w:rsidR="008A60E8">
        <w:rPr>
          <w:rtl/>
        </w:rPr>
        <w:t>،</w:t>
      </w:r>
      <w:r>
        <w:rPr>
          <w:rtl/>
        </w:rPr>
        <w:t xml:space="preserve"> يستهدف الشريعة الإسلاميّة للقضاء عليها</w:t>
      </w:r>
      <w:r w:rsidR="008A60E8">
        <w:rPr>
          <w:rtl/>
        </w:rPr>
        <w:t>؛</w:t>
      </w:r>
      <w:r>
        <w:rPr>
          <w:rtl/>
        </w:rPr>
        <w:t xml:space="preserve"> وذلك من خلال استخفافه بمشاعر المسلمين</w:t>
      </w:r>
      <w:r w:rsidR="008A60E8">
        <w:rPr>
          <w:rtl/>
        </w:rPr>
        <w:t>،</w:t>
      </w:r>
      <w:r>
        <w:rPr>
          <w:rtl/>
        </w:rPr>
        <w:t xml:space="preserve"> واستهزائه بأحكام الدين علناً وأمام الحاضرين من وعّاظ السلاطين</w:t>
      </w:r>
      <w:r w:rsidR="008A60E8">
        <w:rPr>
          <w:rtl/>
        </w:rPr>
        <w:t>،</w:t>
      </w:r>
      <w:r>
        <w:rPr>
          <w:rtl/>
        </w:rPr>
        <w:t xml:space="preserve"> وقيامه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مثير الأحزان</w:t>
      </w:r>
      <w:r w:rsidR="00EE7E9B">
        <w:rPr>
          <w:rtl/>
        </w:rPr>
        <w:t xml:space="preserve"> - </w:t>
      </w:r>
      <w:r>
        <w:rPr>
          <w:rtl/>
        </w:rPr>
        <w:t>لابن نما الحلّي</w:t>
      </w:r>
      <w:r w:rsidRPr="008A60E8">
        <w:rPr>
          <w:rtl/>
        </w:rPr>
        <w:t xml:space="preserve"> / 15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EE7E9B" w:rsidP="00172AAC">
      <w:pPr>
        <w:pStyle w:val="libNormal"/>
      </w:pPr>
      <w:r>
        <w:rPr>
          <w:rtl/>
        </w:rPr>
        <w:lastRenderedPageBreak/>
        <w:t xml:space="preserve"> </w:t>
      </w:r>
      <w:r w:rsidR="009A0DCC">
        <w:rPr>
          <w:rtl/>
        </w:rPr>
        <w:t>باجتثاث المؤمنين</w:t>
      </w:r>
      <w:r w:rsidR="008A60E8">
        <w:rPr>
          <w:rtl/>
        </w:rPr>
        <w:t>،</w:t>
      </w:r>
      <w:r w:rsidR="009A0DCC">
        <w:rPr>
          <w:rtl/>
        </w:rPr>
        <w:t xml:space="preserve"> ومطاردة الصالحين</w:t>
      </w:r>
      <w:r w:rsidR="008A60E8">
        <w:rPr>
          <w:rtl/>
        </w:rPr>
        <w:t>،</w:t>
      </w:r>
      <w:r w:rsidR="009A0DCC">
        <w:rPr>
          <w:rtl/>
        </w:rPr>
        <w:t xml:space="preserve"> وقطع صلة المخلصين</w:t>
      </w:r>
      <w:r w:rsidR="008A60E8">
        <w:rPr>
          <w:rtl/>
        </w:rPr>
        <w:t>،</w:t>
      </w:r>
      <w:r w:rsidR="009A0DCC">
        <w:rPr>
          <w:rtl/>
        </w:rPr>
        <w:t xml:space="preserve"> وبأخذ البيعة بالقهر والغلبة من المسلمين</w:t>
      </w:r>
      <w:r w:rsidR="008A60E8">
        <w:rPr>
          <w:rtl/>
        </w:rPr>
        <w:t>؛</w:t>
      </w:r>
      <w:r w:rsidR="009A0DCC">
        <w:rPr>
          <w:rtl/>
        </w:rPr>
        <w:t xml:space="preserve"> فإنّ مثل هذه الأساليب تتطلب من المؤمنين</w:t>
      </w:r>
      <w:r w:rsidR="008A60E8">
        <w:rPr>
          <w:rtl/>
        </w:rPr>
        <w:t>،</w:t>
      </w:r>
      <w:r w:rsidR="009A0DCC">
        <w:rPr>
          <w:rtl/>
        </w:rPr>
        <w:t xml:space="preserve"> ومن حماة الدين وأمنائه أن يقفوا بوجهه أيّما وقفة</w:t>
      </w:r>
      <w:r w:rsidR="008A60E8">
        <w:rPr>
          <w:rtl/>
        </w:rPr>
        <w:t>،</w:t>
      </w:r>
      <w:r w:rsidR="009A0DCC">
        <w:rPr>
          <w:rtl/>
        </w:rPr>
        <w:t xml:space="preserve"> تحول دون تحقيق مآربه ونواياه السيئة تجاه الدين ورجاله الرساليين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وعلى أيّة حال قام 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بثورة عارمة هزّ بها عروش الظالمين</w:t>
      </w:r>
      <w:r w:rsidR="008A60E8">
        <w:rPr>
          <w:rtl/>
        </w:rPr>
        <w:t>،</w:t>
      </w:r>
      <w:r>
        <w:rPr>
          <w:rtl/>
        </w:rPr>
        <w:t xml:space="preserve"> صارت مناراً للمجاهدين</w:t>
      </w:r>
      <w:r w:rsidR="008A60E8">
        <w:rPr>
          <w:rtl/>
        </w:rPr>
        <w:t>،</w:t>
      </w:r>
      <w:r>
        <w:rPr>
          <w:rtl/>
        </w:rPr>
        <w:t xml:space="preserve"> وأنشودة للثائرين</w:t>
      </w:r>
      <w:r w:rsidR="008A60E8">
        <w:rPr>
          <w:rtl/>
        </w:rPr>
        <w:t>،</w:t>
      </w:r>
      <w:r>
        <w:rPr>
          <w:rtl/>
        </w:rPr>
        <w:t xml:space="preserve"> يخسأ مَنْ يقول مات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وهو حي في ضمير المجاهدين</w:t>
      </w:r>
      <w:r w:rsidR="008A60E8">
        <w:rPr>
          <w:rtl/>
        </w:rPr>
        <w:t>،</w:t>
      </w:r>
      <w:r>
        <w:rPr>
          <w:rtl/>
        </w:rPr>
        <w:t xml:space="preserve"> وكلمة حقّ ينطق بها المستضعفين والمظلومين</w:t>
      </w:r>
      <w:r w:rsidR="008A60E8">
        <w:rPr>
          <w:rtl/>
        </w:rPr>
        <w:t>،</w:t>
      </w:r>
      <w:r>
        <w:rPr>
          <w:rtl/>
        </w:rPr>
        <w:t xml:space="preserve"> وليخسأ مَنْ يقول</w:t>
      </w:r>
      <w:r w:rsidR="008A60E8">
        <w:rPr>
          <w:rtl/>
        </w:rPr>
        <w:t>:</w:t>
      </w:r>
      <w:r>
        <w:rPr>
          <w:rtl/>
        </w:rPr>
        <w:t xml:space="preserve"> مضى دور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كيف مضى وهو اليوم حيّاً في قلوب المؤمنين</w:t>
      </w:r>
      <w:r w:rsidR="008A60E8">
        <w:rPr>
          <w:rtl/>
        </w:rPr>
        <w:t>،</w:t>
      </w:r>
      <w:r>
        <w:rPr>
          <w:rtl/>
        </w:rPr>
        <w:t xml:space="preserve"> وذكره يتجدّد على ألسن الخطباء وخدام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وصوته يعلو كلّ صوت</w:t>
      </w:r>
      <w:r w:rsidR="008A60E8">
        <w:rPr>
          <w:rtl/>
        </w:rPr>
        <w:t>؛</w:t>
      </w:r>
      <w:r>
        <w:rPr>
          <w:rtl/>
        </w:rPr>
        <w:t xml:space="preserve"> لأنّه الإسلام</w:t>
      </w:r>
      <w:r w:rsidR="008A60E8">
        <w:rPr>
          <w:rtl/>
        </w:rPr>
        <w:t>،</w:t>
      </w:r>
      <w:r>
        <w:rPr>
          <w:rtl/>
        </w:rPr>
        <w:t xml:space="preserve"> لأنّه القرآن</w:t>
      </w:r>
      <w:r w:rsidR="008A60E8">
        <w:rPr>
          <w:rtl/>
        </w:rPr>
        <w:t>؛</w:t>
      </w:r>
      <w:r>
        <w:rPr>
          <w:rtl/>
        </w:rPr>
        <w:t xml:space="preserve"> فالحسين روحه روح الإسلام</w:t>
      </w:r>
      <w:r w:rsidR="008A60E8">
        <w:rPr>
          <w:rtl/>
        </w:rPr>
        <w:t>،</w:t>
      </w:r>
      <w:r>
        <w:rPr>
          <w:rtl/>
        </w:rPr>
        <w:t xml:space="preserve"> وجسده جسد الإسلام</w:t>
      </w:r>
      <w:r w:rsidR="008A60E8">
        <w:rPr>
          <w:rtl/>
        </w:rPr>
        <w:t>،</w:t>
      </w:r>
      <w:r>
        <w:rPr>
          <w:rtl/>
        </w:rPr>
        <w:t xml:space="preserve"> فما قتلوا حسيناً</w:t>
      </w:r>
      <w:r w:rsidR="008A60E8">
        <w:rPr>
          <w:rtl/>
        </w:rPr>
        <w:t>،</w:t>
      </w:r>
      <w:r>
        <w:rPr>
          <w:rtl/>
        </w:rPr>
        <w:t xml:space="preserve"> ولكن قتلوا تهليلاً وتكبيراً كما يقول أحد شعراء الطفِّ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24"/>
        <w:gridCol w:w="279"/>
        <w:gridCol w:w="3884"/>
      </w:tblGrid>
      <w:tr w:rsidR="001448CA" w:rsidTr="001448CA">
        <w:trPr>
          <w:trHeight w:val="350"/>
        </w:trPr>
        <w:tc>
          <w:tcPr>
            <w:tcW w:w="3920" w:type="dxa"/>
            <w:shd w:val="clear" w:color="auto" w:fill="auto"/>
          </w:tcPr>
          <w:p w:rsidR="001448CA" w:rsidRDefault="001448CA" w:rsidP="001448CA">
            <w:pPr>
              <w:pStyle w:val="libPoem"/>
            </w:pPr>
            <w:r>
              <w:rPr>
                <w:rtl/>
              </w:rPr>
              <w:t>ويكبّرون بأن قُتلت وإنّما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1448CA" w:rsidRDefault="001448CA" w:rsidP="001448CA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1448CA" w:rsidRDefault="001448CA" w:rsidP="001448CA">
            <w:pPr>
              <w:pStyle w:val="libPoem"/>
            </w:pPr>
            <w:r>
              <w:rPr>
                <w:rtl/>
              </w:rPr>
              <w:t>قتلوا</w:t>
            </w:r>
            <w:r w:rsidRPr="008A60E8">
              <w:rPr>
                <w:rtl/>
              </w:rPr>
              <w:t xml:space="preserve"> </w:t>
            </w:r>
            <w:r>
              <w:rPr>
                <w:rtl/>
              </w:rPr>
              <w:t>بك التكبيرَ والتهليلا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 xml:space="preserve">فما كان علينا أيّها الإخوة الأعزاء إلاّ أن نقوم بخدمة بسيطة للإمام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؛</w:t>
      </w:r>
      <w:r>
        <w:rPr>
          <w:rtl/>
        </w:rPr>
        <w:t xml:space="preserve"> تكريماً لأنصاره المؤمنين</w:t>
      </w:r>
      <w:r w:rsidR="008A60E8">
        <w:rPr>
          <w:rtl/>
        </w:rPr>
        <w:t>،</w:t>
      </w:r>
      <w:r>
        <w:rPr>
          <w:rtl/>
        </w:rPr>
        <w:t xml:space="preserve"> والعلماء الرساليِّين المبلّغين لأحكام الدين</w:t>
      </w:r>
      <w:r w:rsidR="008A60E8">
        <w:rPr>
          <w:rtl/>
        </w:rPr>
        <w:t>،</w:t>
      </w:r>
      <w:r>
        <w:rPr>
          <w:rtl/>
        </w:rPr>
        <w:t xml:space="preserve"> وتجسيداً لأهداف الإمام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؛</w:t>
      </w:r>
      <w:r>
        <w:rPr>
          <w:rtl/>
        </w:rPr>
        <w:t xml:space="preserve"> وذلك بأن نقوم بنشر آثارهم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EE7E9B" w:rsidP="00172AAC">
      <w:pPr>
        <w:pStyle w:val="libNormal"/>
      </w:pPr>
      <w:r>
        <w:rPr>
          <w:rtl/>
        </w:rPr>
        <w:lastRenderedPageBreak/>
        <w:t xml:space="preserve"> </w:t>
      </w:r>
      <w:r w:rsidR="009A0DCC">
        <w:rPr>
          <w:rtl/>
        </w:rPr>
        <w:t>القيّمة</w:t>
      </w:r>
      <w:r w:rsidR="008A60E8">
        <w:rPr>
          <w:rtl/>
        </w:rPr>
        <w:t>؛</w:t>
      </w:r>
      <w:r w:rsidR="009A0DCC">
        <w:rPr>
          <w:rtl/>
        </w:rPr>
        <w:t xml:space="preserve"> لتكون لنا ولهم حسنة نستثقل بها ميزان أعمالنا</w:t>
      </w:r>
      <w:r w:rsidR="008A60E8">
        <w:rPr>
          <w:rtl/>
        </w:rPr>
        <w:t>،</w:t>
      </w:r>
      <w:r w:rsidR="009A0DCC">
        <w:rPr>
          <w:rtl/>
        </w:rPr>
        <w:t xml:space="preserve"> ونشتري بها شفاعة ورضا الإمام الحسين </w:t>
      </w:r>
      <w:r w:rsidRPr="00EE7E9B">
        <w:rPr>
          <w:rStyle w:val="libAlaemChar"/>
          <w:rtl/>
        </w:rPr>
        <w:t>عليه‌السلام</w:t>
      </w:r>
      <w:r w:rsidR="009A0DCC">
        <w:rPr>
          <w:rtl/>
        </w:rPr>
        <w:t xml:space="preserve"> وأهل بيته الطاهرين </w:t>
      </w:r>
      <w:r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 w:rsidR="009A0DCC">
        <w:rPr>
          <w:rtl/>
        </w:rPr>
        <w:t xml:space="preserve"> فبرضاهم رضا المولى تبارك وتعالى</w:t>
      </w:r>
      <w:r w:rsidR="008A60E8">
        <w:rPr>
          <w:rtl/>
        </w:rPr>
        <w:t>.</w:t>
      </w:r>
      <w:r w:rsidR="009A0DC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وهكذا سعينا دائبين أن نقوم بنشر مجالس لأربعة عشر خطيباً من خطبائنا المعاصرين عبر سلسلة سمّيناها (نفحات عاشوراء)</w:t>
      </w:r>
      <w:r w:rsidR="008A60E8">
        <w:rPr>
          <w:rtl/>
        </w:rPr>
        <w:t>؛</w:t>
      </w:r>
      <w:r>
        <w:rPr>
          <w:rtl/>
        </w:rPr>
        <w:t xml:space="preserve"> تكريماً لهم منّا</w:t>
      </w:r>
      <w:r w:rsidR="008A60E8">
        <w:rPr>
          <w:rtl/>
        </w:rPr>
        <w:t>،</w:t>
      </w:r>
      <w:r>
        <w:rPr>
          <w:rtl/>
        </w:rPr>
        <w:t xml:space="preserve"> وتعظيماً لجهودهم المبذولة في سبيل الدين وإحياء قضية الإمام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الله نستمد العون والمساعدة</w:t>
      </w:r>
      <w:r w:rsidR="008A60E8">
        <w:rPr>
          <w:rtl/>
        </w:rPr>
        <w:t>،</w:t>
      </w:r>
      <w:r>
        <w:rPr>
          <w:rtl/>
        </w:rPr>
        <w:t xml:space="preserve"> وأملنا به كبيراً بأن يقبل منّا هذا اليسير</w:t>
      </w:r>
      <w:r w:rsidR="008A60E8">
        <w:rPr>
          <w:rtl/>
        </w:rPr>
        <w:t>،</w:t>
      </w:r>
      <w:r>
        <w:rPr>
          <w:rtl/>
        </w:rPr>
        <w:t xml:space="preserve"> إنّه نعم المولى ونعم النصير</w:t>
      </w:r>
      <w:r w:rsidR="008A60E8">
        <w:rPr>
          <w:rtl/>
        </w:rPr>
        <w:t>.</w:t>
      </w:r>
    </w:p>
    <w:p w:rsidR="009A0DCC" w:rsidRDefault="009A0DCC" w:rsidP="009A0DCC">
      <w:pPr>
        <w:pStyle w:val="libLeftBold"/>
      </w:pPr>
      <w:r>
        <w:rPr>
          <w:rtl/>
        </w:rPr>
        <w:t xml:space="preserve">دار الإمام الجواد </w:t>
      </w:r>
      <w:r w:rsidR="00EE7E9B" w:rsidRPr="00EE7E9B">
        <w:rPr>
          <w:rStyle w:val="libAlaemChar"/>
          <w:rtl/>
        </w:rPr>
        <w:t>عليه‌السلام</w:t>
      </w:r>
      <w:r w:rsidRPr="008A60E8">
        <w:rPr>
          <w:rFonts w:hint="cs"/>
          <w:rtl/>
        </w:rPr>
        <w:tab/>
      </w:r>
    </w:p>
    <w:p w:rsidR="009A0DCC" w:rsidRDefault="009A0DCC" w:rsidP="009A0DCC">
      <w:pPr>
        <w:pStyle w:val="libLeftBold"/>
      </w:pPr>
      <w:r>
        <w:rPr>
          <w:rtl/>
        </w:rPr>
        <w:t>الشيخ زهير البغدادي (عيد</w:t>
      </w:r>
      <w:r w:rsidRPr="008A60E8">
        <w:rPr>
          <w:rtl/>
        </w:rPr>
        <w:t xml:space="preserve"> </w:t>
      </w:r>
      <w:r>
        <w:rPr>
          <w:rtl/>
        </w:rPr>
        <w:t>الغدير الأغر / 1429)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172AAC">
      <w:pPr>
        <w:pStyle w:val="Heading2Center"/>
      </w:pPr>
      <w:bookmarkStart w:id="3" w:name="_Toc436482582"/>
      <w:r>
        <w:rPr>
          <w:rtl/>
        </w:rPr>
        <w:lastRenderedPageBreak/>
        <w:t>المقدّمة</w:t>
      </w:r>
      <w:bookmarkEnd w:id="3"/>
    </w:p>
    <w:p w:rsidR="009A0DCC" w:rsidRDefault="009A0DCC" w:rsidP="00172AAC">
      <w:pPr>
        <w:pStyle w:val="libNormal"/>
      </w:pPr>
      <w:r>
        <w:rPr>
          <w:rtl/>
        </w:rPr>
        <w:t>بسم الله كلمة المعتصمين</w:t>
      </w:r>
      <w:r w:rsidR="008A60E8">
        <w:rPr>
          <w:rtl/>
        </w:rPr>
        <w:t>،</w:t>
      </w:r>
      <w:r>
        <w:rPr>
          <w:rtl/>
        </w:rPr>
        <w:t xml:space="preserve"> ومقالة المتحرّزين</w:t>
      </w:r>
      <w:r w:rsidR="008A60E8">
        <w:rPr>
          <w:rtl/>
        </w:rPr>
        <w:t>،</w:t>
      </w:r>
      <w:r>
        <w:rPr>
          <w:rtl/>
        </w:rPr>
        <w:t xml:space="preserve"> والحمد لله ربّ العالمين</w:t>
      </w:r>
      <w:r w:rsidR="008A60E8">
        <w:rPr>
          <w:rtl/>
        </w:rPr>
        <w:t>،</w:t>
      </w:r>
      <w:r>
        <w:rPr>
          <w:rtl/>
        </w:rPr>
        <w:t xml:space="preserve"> والصلاة والسّلام على أشرف الخلق أجمعين</w:t>
      </w:r>
      <w:r w:rsidR="008A60E8">
        <w:rPr>
          <w:rtl/>
        </w:rPr>
        <w:t>،</w:t>
      </w:r>
      <w:r>
        <w:rPr>
          <w:rtl/>
        </w:rPr>
        <w:t xml:space="preserve"> المحمود الأحمد</w:t>
      </w:r>
      <w:r w:rsidR="008A60E8">
        <w:rPr>
          <w:rtl/>
        </w:rPr>
        <w:t>،</w:t>
      </w:r>
      <w:r>
        <w:rPr>
          <w:rtl/>
        </w:rPr>
        <w:t xml:space="preserve"> والمصطفى الأمجد</w:t>
      </w:r>
      <w:r w:rsidR="008A60E8">
        <w:rPr>
          <w:rtl/>
        </w:rPr>
        <w:t>،</w:t>
      </w:r>
      <w:r>
        <w:rPr>
          <w:rtl/>
        </w:rPr>
        <w:t xml:space="preserve"> أبي القاسم محمّد</w:t>
      </w:r>
      <w:r w:rsidR="008A60E8">
        <w:rPr>
          <w:rtl/>
        </w:rPr>
        <w:t>،</w:t>
      </w:r>
      <w:r>
        <w:rPr>
          <w:rtl/>
        </w:rPr>
        <w:t xml:space="preserve"> وعلى أهل بيته الطيبين الطاهرين المعصومين</w:t>
      </w:r>
      <w:r w:rsidR="008A60E8">
        <w:rPr>
          <w:rtl/>
        </w:rPr>
        <w:t>،</w:t>
      </w:r>
      <w:r>
        <w:rPr>
          <w:rtl/>
        </w:rPr>
        <w:t xml:space="preserve"> واللعن الدائم المؤبد على أعدائهم أجمعين</w:t>
      </w:r>
      <w:r w:rsidR="008A60E8">
        <w:rPr>
          <w:rtl/>
        </w:rPr>
        <w:t>،</w:t>
      </w:r>
      <w:r>
        <w:rPr>
          <w:rtl/>
        </w:rPr>
        <w:t xml:space="preserve"> من الآن إلى قيام يوم الدين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وبعد</w:t>
      </w:r>
      <w:r w:rsidR="008A60E8">
        <w:rPr>
          <w:rtl/>
        </w:rPr>
        <w:t>،</w:t>
      </w:r>
      <w:r>
        <w:rPr>
          <w:rtl/>
        </w:rPr>
        <w:t xml:space="preserve"> هذه مجموعة من المحاضرات والمجالس العزائية في سادتي الأطهار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كتبتها ووفقتُ لإلقاء أكثرها</w:t>
      </w:r>
      <w:r w:rsidR="008A60E8">
        <w:rPr>
          <w:rtl/>
        </w:rPr>
        <w:t>،</w:t>
      </w:r>
      <w:r>
        <w:rPr>
          <w:rtl/>
        </w:rPr>
        <w:t xml:space="preserve"> فنالت إعجاب جماعة من المؤمنين</w:t>
      </w:r>
      <w:r w:rsidR="008A60E8">
        <w:rPr>
          <w:rtl/>
        </w:rPr>
        <w:t>،</w:t>
      </w:r>
      <w:r>
        <w:rPr>
          <w:rtl/>
        </w:rPr>
        <w:t xml:space="preserve"> فالتمسوني استنساخها</w:t>
      </w:r>
      <w:r w:rsidR="008A60E8">
        <w:rPr>
          <w:rtl/>
        </w:rPr>
        <w:t>،</w:t>
      </w:r>
      <w:r>
        <w:rPr>
          <w:rtl/>
        </w:rPr>
        <w:t xml:space="preserve"> فنسخت مرّات عديدة</w:t>
      </w:r>
      <w:r w:rsidR="008A60E8">
        <w:rPr>
          <w:rtl/>
        </w:rPr>
        <w:t>،</w:t>
      </w:r>
      <w:r>
        <w:rPr>
          <w:rtl/>
        </w:rPr>
        <w:t xml:space="preserve"> ثمّ طلب منّي جماعة من الخطباء الأعزاء طباعتها ونشرها حتّى تعمّ الفائدة</w:t>
      </w:r>
      <w:r w:rsidR="008A60E8">
        <w:rPr>
          <w:rtl/>
        </w:rPr>
        <w:t>،</w:t>
      </w:r>
      <w:r>
        <w:rPr>
          <w:rtl/>
        </w:rPr>
        <w:t xml:space="preserve"> فاستجبت لهم بعد أن راجعتها</w:t>
      </w:r>
      <w:r w:rsidR="008A60E8">
        <w:rPr>
          <w:rtl/>
        </w:rPr>
        <w:t>،</w:t>
      </w:r>
      <w:r>
        <w:rPr>
          <w:rtl/>
        </w:rPr>
        <w:t xml:space="preserve"> وقمت بإجراء بعض التعديلات عليها</w:t>
      </w:r>
      <w:r w:rsidR="008A60E8">
        <w:rPr>
          <w:rtl/>
        </w:rPr>
        <w:t>،</w:t>
      </w:r>
      <w:r>
        <w:rPr>
          <w:rtl/>
        </w:rPr>
        <w:t xml:space="preserve"> فجاءت</w:t>
      </w:r>
      <w:r w:rsidR="00EE7E9B">
        <w:rPr>
          <w:rtl/>
        </w:rPr>
        <w:t xml:space="preserve"> - </w:t>
      </w:r>
      <w:r>
        <w:rPr>
          <w:rtl/>
        </w:rPr>
        <w:t>بحمد الله ومنّه</w:t>
      </w:r>
      <w:r w:rsidR="00EE7E9B">
        <w:rPr>
          <w:rtl/>
        </w:rPr>
        <w:t xml:space="preserve"> - </w:t>
      </w:r>
      <w:r>
        <w:rPr>
          <w:rtl/>
        </w:rPr>
        <w:t>بالمستوى المقبول</w:t>
      </w:r>
      <w:r w:rsidR="008A60E8">
        <w:rPr>
          <w:rtl/>
        </w:rPr>
        <w:t>،</w:t>
      </w:r>
      <w:r>
        <w:rPr>
          <w:rtl/>
        </w:rPr>
        <w:t xml:space="preserve"> وصارت أحسن حالاً ممّا كانت عليه أوّلاً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وهي ثلاثون مجلساً</w:t>
      </w:r>
      <w:r w:rsidR="008A60E8">
        <w:rPr>
          <w:rtl/>
        </w:rPr>
        <w:t>،</w:t>
      </w:r>
      <w:r>
        <w:rPr>
          <w:rtl/>
        </w:rPr>
        <w:t xml:space="preserve"> اشتملت على مجالس مُحرّم الحرام</w:t>
      </w:r>
      <w:r w:rsidR="008A60E8">
        <w:rPr>
          <w:rtl/>
        </w:rPr>
        <w:t>،</w:t>
      </w:r>
      <w:r>
        <w:rPr>
          <w:rtl/>
        </w:rPr>
        <w:t xml:space="preserve"> وبعض مناسبات شهر صفر</w:t>
      </w:r>
      <w:r w:rsidR="008A60E8">
        <w:rPr>
          <w:rtl/>
        </w:rPr>
        <w:t>،</w:t>
      </w:r>
      <w:r>
        <w:rPr>
          <w:rtl/>
        </w:rPr>
        <w:t xml:space="preserve"> وشهر رمضان</w:t>
      </w:r>
      <w:r w:rsidR="008A60E8">
        <w:rPr>
          <w:rtl/>
        </w:rPr>
        <w:t>،</w:t>
      </w:r>
      <w:r>
        <w:rPr>
          <w:rtl/>
        </w:rPr>
        <w:t xml:space="preserve"> ومجلسين اثنين في الصدّيقة الشهيدة فاطمة الزهراء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،</w:t>
      </w:r>
      <w:r>
        <w:rPr>
          <w:rtl/>
        </w:rPr>
        <w:t xml:space="preserve"> ومجلس في السيدة زينب الكبرى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،</w:t>
      </w:r>
      <w:r>
        <w:rPr>
          <w:rtl/>
        </w:rPr>
        <w:t xml:space="preserve"> ومجلس في السيدة فاطمة المعصومة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ولا يخفى على إخوتي الخطباء وأهل الفنّ أنّ بإمكانهم إجراء التغييرات عليها</w:t>
      </w:r>
      <w:r w:rsidR="008A60E8">
        <w:rPr>
          <w:rtl/>
        </w:rPr>
        <w:t>،</w:t>
      </w:r>
      <w:r>
        <w:rPr>
          <w:rtl/>
        </w:rPr>
        <w:t xml:space="preserve"> والزيادة والنقص فيها بحسب ما تقتضيه المناسبة من ولادة أو شهادة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وأخيراً أقول</w:t>
      </w:r>
      <w:r w:rsidR="008A60E8">
        <w:rPr>
          <w:rtl/>
        </w:rPr>
        <w:t>:</w:t>
      </w:r>
      <w:r>
        <w:rPr>
          <w:rtl/>
        </w:rPr>
        <w:t xml:space="preserve"> فما كان فيها من نفع وفائدة فيعود فيه لله تبارك وتعالى</w:t>
      </w:r>
      <w:r w:rsidR="008A60E8">
        <w:rPr>
          <w:rtl/>
        </w:rPr>
        <w:t>،</w:t>
      </w:r>
      <w:r>
        <w:rPr>
          <w:rtl/>
        </w:rPr>
        <w:t xml:space="preserve"> ولأساتذتي المخلصين</w:t>
      </w:r>
      <w:r w:rsidR="008A60E8">
        <w:rPr>
          <w:rtl/>
        </w:rPr>
        <w:t>،</w:t>
      </w:r>
      <w:r>
        <w:rPr>
          <w:rtl/>
        </w:rPr>
        <w:t xml:space="preserve"> وما فيها من نقص أو قصور أو عثرة أو زلّة فهو دليل قصور باعي</w:t>
      </w:r>
      <w:r w:rsidR="008A60E8">
        <w:rPr>
          <w:rtl/>
        </w:rPr>
        <w:t>،</w:t>
      </w:r>
      <w:r>
        <w:rPr>
          <w:rtl/>
        </w:rPr>
        <w:t xml:space="preserve"> وقلّة اطلاعي</w:t>
      </w:r>
      <w:r w:rsidR="008A60E8">
        <w:rPr>
          <w:rtl/>
        </w:rPr>
        <w:t>،</w:t>
      </w:r>
      <w:r>
        <w:rPr>
          <w:rtl/>
        </w:rPr>
        <w:t xml:space="preserve"> والمسؤول عنه أنا وحدي</w:t>
      </w:r>
      <w:r w:rsidR="008A60E8">
        <w:rPr>
          <w:rtl/>
        </w:rPr>
        <w:t>.</w:t>
      </w:r>
      <w:r>
        <w:rPr>
          <w:rtl/>
        </w:rPr>
        <w:t xml:space="preserve"> فأسأل الله تبارك وتعالى أن يجعلها خالصة لوجهه الكريم</w:t>
      </w:r>
      <w:r w:rsidR="008A60E8">
        <w:rPr>
          <w:rtl/>
        </w:rPr>
        <w:t>،</w:t>
      </w:r>
      <w:r>
        <w:rPr>
          <w:rtl/>
        </w:rPr>
        <w:t xml:space="preserve"> ومقبولةً عنده</w:t>
      </w:r>
      <w:r w:rsidR="008A60E8">
        <w:rPr>
          <w:rtl/>
        </w:rPr>
        <w:t>،</w:t>
      </w:r>
      <w:r>
        <w:rPr>
          <w:rtl/>
        </w:rPr>
        <w:t xml:space="preserve"> وأن يثقل بها ميزان حسناتي يوم ألقاه</w:t>
      </w:r>
      <w:r w:rsidR="008A60E8">
        <w:rPr>
          <w:rtl/>
        </w:rPr>
        <w:t>،</w:t>
      </w:r>
      <w:r>
        <w:rPr>
          <w:rtl/>
        </w:rPr>
        <w:t xml:space="preserve"> إنّه أكرم مسؤول</w:t>
      </w:r>
      <w:r w:rsidR="008A60E8">
        <w:rPr>
          <w:rtl/>
        </w:rPr>
        <w:t>،</w:t>
      </w:r>
      <w:r>
        <w:rPr>
          <w:rtl/>
        </w:rPr>
        <w:t xml:space="preserve"> وأعظم مأمول</w:t>
      </w:r>
      <w:r w:rsidR="008A60E8">
        <w:rPr>
          <w:rtl/>
        </w:rPr>
        <w:t>.</w:t>
      </w:r>
    </w:p>
    <w:p w:rsidR="009A0DCC" w:rsidRDefault="009A0DCC" w:rsidP="009A0DCC">
      <w:pPr>
        <w:pStyle w:val="libLeftBold"/>
      </w:pPr>
      <w:r>
        <w:rPr>
          <w:rtl/>
        </w:rPr>
        <w:t>كاظم البهادلي</w:t>
      </w:r>
      <w:r>
        <w:rPr>
          <w:rFonts w:hint="cs"/>
          <w:rtl/>
        </w:rPr>
        <w:tab/>
      </w:r>
    </w:p>
    <w:p w:rsidR="009A0DCC" w:rsidRDefault="009A0DCC" w:rsidP="009A0DCC">
      <w:pPr>
        <w:pStyle w:val="libLeftBold"/>
      </w:pPr>
      <w:r>
        <w:rPr>
          <w:rtl/>
        </w:rPr>
        <w:t>الأوّل من شهر صفر الخير 1429 هـ</w:t>
      </w:r>
    </w:p>
    <w:p w:rsidR="009A0DCC" w:rsidRDefault="009A0DCC" w:rsidP="009A0DCC">
      <w:pPr>
        <w:pStyle w:val="libLeftBold"/>
      </w:pPr>
      <w:r>
        <w:rPr>
          <w:rtl/>
        </w:rPr>
        <w:t>قم المقدّسة</w:t>
      </w:r>
      <w:r>
        <w:rPr>
          <w:rFonts w:hint="cs"/>
          <w:rtl/>
        </w:rPr>
        <w:tab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9A0DCC">
      <w:pPr>
        <w:pStyle w:val="Heading1Center"/>
      </w:pPr>
      <w:bookmarkStart w:id="4" w:name="_Toc436482583"/>
      <w:r>
        <w:rPr>
          <w:rtl/>
        </w:rPr>
        <w:lastRenderedPageBreak/>
        <w:t>المجلس الأوّل</w:t>
      </w:r>
      <w:bookmarkStart w:id="5" w:name="المجلس_الأوّل"/>
      <w:bookmarkEnd w:id="5"/>
      <w:bookmarkEnd w:id="4"/>
    </w:p>
    <w:p w:rsidR="009A0DCC" w:rsidRDefault="009A0DCC" w:rsidP="009A0DCC">
      <w:pPr>
        <w:pStyle w:val="Heading1Center"/>
      </w:pPr>
      <w:bookmarkStart w:id="6" w:name="_Toc436482584"/>
      <w:r>
        <w:rPr>
          <w:rtl/>
        </w:rPr>
        <w:t xml:space="preserve">وجوب تنصيب الإمام </w:t>
      </w:r>
      <w:r w:rsidR="00EE7E9B" w:rsidRPr="00EE7E9B">
        <w:rPr>
          <w:rStyle w:val="libAlaemChar"/>
          <w:rtl/>
        </w:rPr>
        <w:t>عليه‌السلام</w:t>
      </w:r>
      <w:bookmarkEnd w:id="6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172AAC">
      <w:pPr>
        <w:pStyle w:val="Heading2Center"/>
      </w:pPr>
      <w:bookmarkStart w:id="7" w:name="_Toc436482585"/>
      <w:r>
        <w:rPr>
          <w:rtl/>
        </w:rPr>
        <w:lastRenderedPageBreak/>
        <w:t>المجلس الأوّل</w:t>
      </w:r>
      <w:bookmarkEnd w:id="7"/>
    </w:p>
    <w:p w:rsidR="009A0DCC" w:rsidRDefault="009A0DCC" w:rsidP="00172AAC">
      <w:pPr>
        <w:pStyle w:val="Heading2Center"/>
        <w:rPr>
          <w:rFonts w:hint="cs"/>
          <w:rtl/>
        </w:rPr>
      </w:pPr>
      <w:bookmarkStart w:id="8" w:name="_Toc436482586"/>
      <w:r>
        <w:rPr>
          <w:rtl/>
        </w:rPr>
        <w:t xml:space="preserve">وجوب تنصيب الإمام </w:t>
      </w:r>
      <w:r w:rsidR="00EE7E9B" w:rsidRPr="00EE7E9B">
        <w:rPr>
          <w:rStyle w:val="libAlaemChar"/>
          <w:rtl/>
        </w:rPr>
        <w:t>عليه‌السلام</w:t>
      </w:r>
      <w:bookmarkEnd w:id="8"/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913"/>
        <w:gridCol w:w="301"/>
        <w:gridCol w:w="3873"/>
      </w:tblGrid>
      <w:tr w:rsidR="00F43A62" w:rsidTr="00F43A62">
        <w:trPr>
          <w:trHeight w:val="350"/>
        </w:trPr>
        <w:tc>
          <w:tcPr>
            <w:tcW w:w="3537" w:type="dxa"/>
            <w:shd w:val="clear" w:color="auto" w:fill="auto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عِـشْ في زمانك ما استطعت نبيلا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  <w:shd w:val="clear" w:color="auto" w:fill="auto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  <w:shd w:val="clear" w:color="auto" w:fill="auto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واتـرك حـديثك لـلرواةِ جـميلا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ولـعزِّك اسـترخص حـياتك إنِّه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أغلی وإلّا غـادرتـك ذلـيلا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تُـعطي الـحياةُ قـيادها لـك كُلمّا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صـيّـرتها لـلـمكرماتِ ذلـولا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الـعزُّ مـقياسُ الـحياةِ وضلُّ مَنْ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قـدْ عـدَّ مـقياسَ الـحياةِ الطولا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قل كيفَ عاشَ ولا تقلْ كم عاش مَنْ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جـعلَ الـحياةَ إلی عـلاهُ سـبيلا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لا غـرو إن طـوتِ الـمنيّةُ ماجداً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كـثَرتْ‌ مـحاسنُه وعـاشَ قـليلا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مـا كـان لـلأحـرارِ إلّا قـدوةً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بـطلٌ تـوسَّد فـي الطفوفِ قتيلا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بـعـثتهُ أسـفارُ الـحقائقِ آيـةً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لا تـقـبلُ الـتـفسيرَ والـتأويلا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يـدوي صداها في المسامعِ زاجراً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مَـنْ عَـلَّ ضـيماً واستكانَ خمولا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blPrEx>
          <w:tblLook w:val="04A0"/>
        </w:tblPrEx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لا زالَ يـقرؤها الـزمانُ مُـعظّما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 xml:space="preserve">فـي شـأنها ويـزيدها ترتيلا 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</w:pPr>
      <w:r>
        <w:rPr>
          <w:rtl/>
        </w:rPr>
        <w:t>سيدي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F43A62" w:rsidTr="0046201D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tl/>
              </w:rPr>
              <w:t>فليت أكـُفـّاً حاربتك تقطّعت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tl/>
              </w:rPr>
              <w:t>وأرجُلَ بغي ٍ جـاوبتك جُذامُ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للشاعر الحاج عبد الحسين الأزري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السيد جواد شبّر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كتابه القيّم (أدب الطّف 10 / 79)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الحاج عبد الحسين الأزري من شعراء العراق اللامعين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حرّ التفكير والعقيدة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ومن أوائل دعاة التحرير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أصدر في العهد العثماني جريدة ببغداد كانت من أوائل الجرائد إن لم تكن أوّل جريدة طالبت بحقوق العرب وحريتهم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نفاه الأتراك وحُبس في الأناضول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ولد الحاج عبد الحسين في بغداد سنة 1298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وترعرع في زمن كثرت فيه الانتفاضات على النظم السياسية وعلى العادات والتقاليد البالية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من أجل ذاك نشأ وهو ثورة أدبية اجتماعية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>.. وكان الشاعر يتقن الفرنسية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فكان محلقاً في خياله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ومبدعاً في أسلوبه القصصي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من آثاره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(بطل الحلّة) رواية عصرية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(البوران) رواية عصرية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(قصر التاج)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(ديوان شعر)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 xml:space="preserve">توفي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بغداد يوم الأحد 21 ربيع الثاني 1374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ونقل جثمانه إلى النجف الأشرف بتشييع مهيب فدفن في وادي السّلام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ونعته الصحف العراقية والعربية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ورثاه عارفوه وأبَّنوه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إنّها هي الأكُفُ الأثيمة والأرجلُ التي سعت إلی أعظم جريمة</w:t>
      </w:r>
      <w:r w:rsidR="008A60E8">
        <w:rPr>
          <w:rtl/>
        </w:rPr>
        <w:t>،</w:t>
      </w:r>
      <w:r>
        <w:rPr>
          <w:rtl/>
        </w:rPr>
        <w:t xml:space="preserve">‌ أبكت عين رسول الله وأمير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وتركت أمَّك الزهراء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تقيم مأتمها إلی جنب جسدك الطاهر ليلة الحادي عشر</w:t>
      </w:r>
      <w:r w:rsidR="008A60E8">
        <w:rPr>
          <w:rtl/>
        </w:rPr>
        <w:t>،</w:t>
      </w:r>
      <w:r>
        <w:rPr>
          <w:rtl/>
        </w:rPr>
        <w:t xml:space="preserve"> وهي تلثم نحرك وتطالُبُك بحقوق الأمومة</w:t>
      </w:r>
      <w:r w:rsidR="008A60E8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تگلك يا عزيز الروح يا سبّاح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گلبي ويـا ظـيا بـالـعين اُمَّك لاح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يـبني مـا تگلي وين راسك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آيـحسين يـومك بـيش أوصفنَّه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Fonts w:hint="cs"/>
          <w:rtl/>
        </w:rPr>
      </w:pPr>
      <w:r>
        <w:rPr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مـاني أمّك وجيت اطلب ابحكَ ارباي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يـماي الـعين يـلّي ما شربت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آنَه الكسروا ضلعها گوم واحچي اوياي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ولـهانه اعـلی صوتك وارد أسمعنه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اشكثر يبني اتعبت برباك أنه ولاليت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يـا شمعة اعـيوني أويـا عمود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يـبني أمـن الـمدينة الكربله اتعنيت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دسـولفلي عـليك اشـصار يا مچنه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F43A62" w:rsidP="0046201D">
            <w:pPr>
              <w:pStyle w:val="libPoem"/>
            </w:pPr>
            <w:r>
              <w:rPr>
                <w:rFonts w:hint="cs"/>
                <w:rtl/>
              </w:rPr>
              <w:t>إگعـد شـوف جـدّك گاعـد إگبالك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يـنادي احسين يبني اشصاير ابحالك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يـبني مـن گطـع يـمناك وشمالك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اُوصـدرك لـيش يبني الخيل رضنّه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يُـمّـه إبـيا ذنب چتلوك هـالعدوان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يـبني اُوليش جسمك عالترب عريان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يـم شـاطي الفرات اُوتنذبح عطشان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أريـد أعـرف إعـليمن تنحرم منه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يـبني وهـاي جيتي انشوفك إبياحال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أويـاهو اللي يباري البگه امن الأطفال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43A62" w:rsidTr="00F43A62">
        <w:trPr>
          <w:trHeight w:val="350"/>
        </w:trPr>
        <w:tc>
          <w:tcPr>
            <w:tcW w:w="3537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أوحمل زينب دگلي اعلی الجمل لو مال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F43A62" w:rsidRDefault="00F43A62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F43A62" w:rsidRDefault="00475A89" w:rsidP="0046201D">
            <w:pPr>
              <w:pStyle w:val="libPoem"/>
            </w:pPr>
            <w:r>
              <w:rPr>
                <w:rFonts w:hint="cs"/>
                <w:rtl/>
              </w:rPr>
              <w:t>يـاهو اللي يـعـدله اولـيه يـتدنه</w:t>
            </w:r>
            <w:r w:rsidR="00F43A62"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عن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اللّهمّ بلی</w:t>
      </w:r>
      <w:r w:rsidR="008A60E8">
        <w:rPr>
          <w:rtl/>
        </w:rPr>
        <w:t>،</w:t>
      </w:r>
      <w:r>
        <w:rPr>
          <w:rtl/>
        </w:rPr>
        <w:t xml:space="preserve"> لا تخلوا الأرض من قائم لله بحُجةٍ</w:t>
      </w:r>
      <w:r w:rsidR="008A60E8">
        <w:rPr>
          <w:rtl/>
        </w:rPr>
        <w:t>؛</w:t>
      </w:r>
      <w:r>
        <w:rPr>
          <w:rtl/>
        </w:rPr>
        <w:t xml:space="preserve"> إمّا ظاهراً مشهوراً</w:t>
      </w:r>
      <w:r w:rsidR="008A60E8">
        <w:rPr>
          <w:rtl/>
        </w:rPr>
        <w:t>،</w:t>
      </w:r>
      <w:r>
        <w:rPr>
          <w:rtl/>
        </w:rPr>
        <w:t xml:space="preserve"> وإمّا خائفاً مغموراً</w:t>
      </w:r>
      <w:r w:rsidR="008A60E8">
        <w:rPr>
          <w:rtl/>
        </w:rPr>
        <w:t>؛</w:t>
      </w:r>
      <w:r>
        <w:rPr>
          <w:rtl/>
        </w:rPr>
        <w:t xml:space="preserve"> لئلاّ تبطل حجج الله وبيّناته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هذا المقطع من كلام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سيد البلغاء والمتكلّمين</w:t>
      </w:r>
      <w:r w:rsidR="008A60E8">
        <w:rPr>
          <w:rtl/>
        </w:rPr>
        <w:t>،</w:t>
      </w:r>
      <w:r>
        <w:rPr>
          <w:rtl/>
        </w:rPr>
        <w:t xml:space="preserve"> الذي كلامه أمير الكلام</w:t>
      </w:r>
      <w:r w:rsidR="008A60E8">
        <w:rPr>
          <w:rtl/>
        </w:rPr>
        <w:t>،</w:t>
      </w:r>
      <w:r>
        <w:rPr>
          <w:rtl/>
        </w:rPr>
        <w:t xml:space="preserve"> بل كلّ شيء فيه أمير</w:t>
      </w:r>
      <w:r w:rsidR="008A60E8">
        <w:rPr>
          <w:rtl/>
        </w:rPr>
        <w:t>،</w:t>
      </w:r>
      <w:r>
        <w:rPr>
          <w:rtl/>
        </w:rPr>
        <w:t xml:space="preserve"> وهو الذي فقأ عيون البلاغة بكلمات ثلاث حسب ما عبّر العروضي الشهير الخليل بن أحمد الفراهيدي</w:t>
      </w:r>
      <w:r w:rsidR="008A60E8">
        <w:rPr>
          <w:rtl/>
        </w:rPr>
        <w:t>،</w:t>
      </w:r>
      <w:r>
        <w:rPr>
          <w:rtl/>
        </w:rPr>
        <w:t xml:space="preserve"> حيث قال</w:t>
      </w:r>
      <w:r w:rsidR="008A60E8">
        <w:rPr>
          <w:rtl/>
        </w:rPr>
        <w:t>:</w:t>
      </w:r>
      <w:r>
        <w:rPr>
          <w:rtl/>
        </w:rPr>
        <w:t xml:space="preserve"> لقد فقأ علي بن أبي طالب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عيون البلاغة عندما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إلهي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كفی بي عزّاً أن أكون لك عبداً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وكفی بي فخراً أن تكون لي ربّاً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أو قوله الآخر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المرء مخبوء تحت طيِّ لسانه لا طيلسانه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وعلی أيّة حال فهذا المقطع من كلامه الشريف كان من ضمن الحكم التي وجّهها لكميل بن زياد النخعي</w:t>
      </w:r>
      <w:r w:rsidR="008A60E8">
        <w:rPr>
          <w:rtl/>
        </w:rPr>
        <w:t>،</w:t>
      </w:r>
      <w:r>
        <w:rPr>
          <w:rtl/>
        </w:rPr>
        <w:t xml:space="preserve"> وهي من الحكم الجامعة لمحاسن الكلام</w:t>
      </w:r>
      <w:r w:rsidR="008A60E8">
        <w:rPr>
          <w:rtl/>
        </w:rPr>
        <w:t>،</w:t>
      </w:r>
      <w:r>
        <w:rPr>
          <w:rtl/>
        </w:rPr>
        <w:t xml:space="preserve"> وقد خرج بكميل نحو الجبّان</w:t>
      </w:r>
      <w:r w:rsidR="00EE7E9B">
        <w:rPr>
          <w:rtl/>
        </w:rPr>
        <w:t xml:space="preserve"> - </w:t>
      </w:r>
      <w:r>
        <w:rPr>
          <w:rtl/>
        </w:rPr>
        <w:t>أي المقبرة</w:t>
      </w:r>
      <w:r w:rsidR="00EE7E9B">
        <w:rPr>
          <w:rtl/>
        </w:rPr>
        <w:t xml:space="preserve"> - </w:t>
      </w:r>
      <w:r>
        <w:rPr>
          <w:rtl/>
        </w:rPr>
        <w:t>ثمّ أصحر به</w:t>
      </w:r>
      <w:r w:rsidR="00EE7E9B">
        <w:rPr>
          <w:rtl/>
        </w:rPr>
        <w:t xml:space="preserve"> - </w:t>
      </w:r>
      <w:r>
        <w:rPr>
          <w:rtl/>
        </w:rPr>
        <w:t>أي أخذه نحو مكان صحراء</w:t>
      </w:r>
      <w:r w:rsidR="00EE7E9B">
        <w:rPr>
          <w:rtl/>
        </w:rPr>
        <w:t xml:space="preserve"> - </w:t>
      </w:r>
      <w:r>
        <w:rPr>
          <w:rtl/>
        </w:rPr>
        <w:t>بعد ذلك تنفّس الصعداء</w:t>
      </w:r>
      <w:r w:rsidR="008A60E8">
        <w:rPr>
          <w:rtl/>
        </w:rPr>
        <w:t>،</w:t>
      </w:r>
      <w:r>
        <w:rPr>
          <w:rtl/>
        </w:rPr>
        <w:t xml:space="preserve"> ثمّ قال هذه الحكمة المشهورة التي ابتدأها من قوله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كميل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إنَّ هذه القلوب أوعية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فخيرها أوعاها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فاحفظ عنّي ما أقول لك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وبدأ يستدرج معه في الحديث إلی أن وصل به المقام إلی بيان حاجة الإمام</w:t>
      </w:r>
      <w:r w:rsidR="008A60E8">
        <w:rPr>
          <w:rtl/>
        </w:rPr>
        <w:t>،</w:t>
      </w:r>
      <w:r>
        <w:rPr>
          <w:rtl/>
        </w:rPr>
        <w:t xml:space="preserve"> فذكر هذا المقطع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اللّهمّ بلی</w:t>
      </w:r>
      <w:r w:rsidR="008A60E8">
        <w:rPr>
          <w:rtl/>
        </w:rPr>
        <w:t>،</w:t>
      </w:r>
      <w:r>
        <w:rPr>
          <w:rtl/>
        </w:rPr>
        <w:t xml:space="preserve"> لا تخلو الأرض من قائم لله بحجّةٍ</w:t>
      </w:r>
      <w:r w:rsidR="008A60E8">
        <w:rPr>
          <w:rtl/>
        </w:rPr>
        <w:t>؛</w:t>
      </w:r>
      <w:r>
        <w:rPr>
          <w:rtl/>
        </w:rPr>
        <w:t xml:space="preserve"> إمّا ظاهراً مشهوراً</w:t>
      </w:r>
      <w:r w:rsidR="008A60E8">
        <w:rPr>
          <w:rtl/>
        </w:rPr>
        <w:t>،</w:t>
      </w:r>
      <w:r>
        <w:rPr>
          <w:rtl/>
        </w:rPr>
        <w:t xml:space="preserve"> وإمّا خائفاً مغموراً</w:t>
      </w:r>
      <w:r w:rsidR="008A60E8">
        <w:rPr>
          <w:rtl/>
        </w:rPr>
        <w:t>؛</w:t>
      </w:r>
      <w:r>
        <w:rPr>
          <w:rtl/>
        </w:rPr>
        <w:t xml:space="preserve"> لئلاّ تبطل حجج الله وبيّناته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نهج البلاغة</w:t>
      </w:r>
      <w:r w:rsidR="00EE7E9B">
        <w:rPr>
          <w:rtl/>
        </w:rPr>
        <w:t xml:space="preserve"> - </w:t>
      </w:r>
      <w:r>
        <w:rPr>
          <w:rtl/>
        </w:rPr>
        <w:t>قسم الحكم</w:t>
      </w:r>
      <w:r w:rsidRPr="008A60E8">
        <w:rPr>
          <w:rtl/>
        </w:rPr>
        <w:t xml:space="preserve"> / 147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>(2</w:t>
      </w:r>
      <w:r>
        <w:rPr>
          <w:rtl/>
        </w:rPr>
        <w:t>ـ3) الخصال / 420</w:t>
      </w:r>
      <w:r w:rsidR="008A60E8">
        <w:rPr>
          <w:rtl/>
        </w:rPr>
        <w:t>،</w:t>
      </w:r>
      <w:r>
        <w:rPr>
          <w:rtl/>
        </w:rPr>
        <w:t xml:space="preserve"> رواه عن الشعبي لا عن الخليل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قال ابن أبي الحديد في شرح النهج</w:t>
      </w:r>
      <w:r w:rsidR="008A60E8">
        <w:rPr>
          <w:rtl/>
        </w:rPr>
        <w:t>:</w:t>
      </w:r>
      <w:r>
        <w:rPr>
          <w:rtl/>
        </w:rPr>
        <w:t xml:space="preserve"> كيلا يخلو الزمان ممّن هو يهيمن لله تعالی ومسيطر عليهم</w:t>
      </w:r>
      <w:r w:rsidR="008A60E8">
        <w:rPr>
          <w:rtl/>
        </w:rPr>
        <w:t>،</w:t>
      </w:r>
      <w:r>
        <w:rPr>
          <w:rtl/>
        </w:rPr>
        <w:t xml:space="preserve"> وهذا يكاد يكون تصريحاً بمذهب الإماميّة</w:t>
      </w:r>
      <w:r w:rsidR="008A60E8">
        <w:rPr>
          <w:rtl/>
        </w:rPr>
        <w:t>،</w:t>
      </w:r>
      <w:r>
        <w:rPr>
          <w:rtl/>
        </w:rPr>
        <w:t xml:space="preserve"> إلاّ أنّ أصحابنا يحملونه علی أنّ المراد به الأبدال الّذين وردت الأخبار النبوية عنهم أنّهم في الأرض سائحون</w:t>
      </w:r>
      <w:r w:rsidRPr="008A60E8">
        <w:rPr>
          <w:rStyle w:val="libFootnotenumChar"/>
          <w:rtl/>
        </w:rPr>
        <w:t>(1)</w:t>
      </w:r>
      <w:r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وهذا صرف لكلام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بلا قرينة حالية ‌أومقالية فلا يُعتنی به ولا يُلتفت إليه</w:t>
      </w:r>
      <w:r w:rsidR="008A60E8">
        <w:rPr>
          <w:rtl/>
        </w:rPr>
        <w:t>؛</w:t>
      </w:r>
      <w:r>
        <w:rPr>
          <w:rtl/>
        </w:rPr>
        <w:t xml:space="preserve"> فكلّ إنسان عاقل يفهم من كلام الأمير (سلام الله عليه) حاجة الأمّة إلی الإمام</w:t>
      </w:r>
      <w:r w:rsidR="008A60E8">
        <w:rPr>
          <w:rtl/>
        </w:rPr>
        <w:t>؛</w:t>
      </w:r>
      <w:r>
        <w:rPr>
          <w:rtl/>
        </w:rPr>
        <w:t xml:space="preserve"> إذ التعليل الذي ذكره الإمام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لا يُناسب إلاّ ذلك</w:t>
      </w:r>
      <w:r w:rsidR="008A60E8">
        <w:rPr>
          <w:rtl/>
        </w:rPr>
        <w:t>؛</w:t>
      </w:r>
      <w:r>
        <w:rPr>
          <w:rtl/>
        </w:rPr>
        <w:t xml:space="preserve"> وذلك عند قوله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لئلاّ تبطل حجج الله وبيّناته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فهو يُناسب أن يكون هناك مَنْ يكون قوله حجّة لله تعالی</w:t>
      </w:r>
      <w:r w:rsidR="008A60E8">
        <w:rPr>
          <w:rtl/>
        </w:rPr>
        <w:t>،</w:t>
      </w:r>
      <w:r>
        <w:rPr>
          <w:rtl/>
        </w:rPr>
        <w:t xml:space="preserve"> وليس هناك مَنْ يكون قوله حجّة علی الناس إلاّ حجج الله ومَنْ جعلوه هم</w:t>
      </w:r>
      <w:r w:rsidR="008A60E8">
        <w:rPr>
          <w:rtl/>
        </w:rPr>
        <w:t>.</w:t>
      </w:r>
      <w:r>
        <w:rPr>
          <w:rtl/>
        </w:rPr>
        <w:t xml:space="preserve"> فمن هنا اتضح أنّ المقصود هو الإمام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أضف إلی ذلك ما ورد من نصوص عديدة عن الأئمّة </w:t>
      </w:r>
      <w:r w:rsidR="00EE7E9B" w:rsidRPr="00EE7E9B">
        <w:rPr>
          <w:rStyle w:val="libAlaemChar"/>
          <w:rtl/>
        </w:rPr>
        <w:t>عليهم‌السلام</w:t>
      </w:r>
      <w:r>
        <w:rPr>
          <w:rtl/>
        </w:rPr>
        <w:t xml:space="preserve"> بأنّهم حجّة الله علی العباد</w:t>
      </w:r>
      <w:r w:rsidR="008A60E8">
        <w:rPr>
          <w:rtl/>
        </w:rPr>
        <w:t>،</w:t>
      </w:r>
      <w:r>
        <w:rPr>
          <w:rtl/>
        </w:rPr>
        <w:t xml:space="preserve"> كما ورد في كتاب الكافي الشريف روايات وروايات بهذا الخصوص في كتاب الحجّة منه الذي يأتي بعد كتاب التوحيد مباشرةً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ومن هذه الروايات ما روي في الكافي الشريف عن أبي عبد الله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إنّ الحجّة لا تقوم لله عزَّ وجلَّ علی خلقه إلاّ بإمام حتّی يُعرف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شرح نهج البلاغة 18</w:t>
      </w:r>
      <w:r w:rsidRPr="008A60E8">
        <w:rPr>
          <w:rtl/>
        </w:rPr>
        <w:t xml:space="preserve"> / 163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الكافي 1 / 177</w:t>
      </w:r>
      <w:r w:rsidR="008A60E8">
        <w:rPr>
          <w:rtl/>
        </w:rPr>
        <w:t>،</w:t>
      </w:r>
      <w:r>
        <w:rPr>
          <w:rtl/>
        </w:rPr>
        <w:t xml:space="preserve"> كتاب الحجة ح2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9A0DCC">
      <w:pPr>
        <w:pStyle w:val="Heading2"/>
      </w:pPr>
      <w:bookmarkStart w:id="9" w:name="_Toc436482587"/>
      <w:r w:rsidRPr="00172AAC">
        <w:rPr>
          <w:rtl/>
        </w:rPr>
        <w:lastRenderedPageBreak/>
        <w:t>الإمامة عند الشيعة</w:t>
      </w:r>
      <w:bookmarkEnd w:id="9"/>
    </w:p>
    <w:p w:rsidR="009A0DCC" w:rsidRDefault="009A0DCC" w:rsidP="00172AAC">
      <w:pPr>
        <w:pStyle w:val="libNormal"/>
      </w:pPr>
      <w:r>
        <w:rPr>
          <w:rtl/>
        </w:rPr>
        <w:t>إنّ الإمامة عند الشيعة تختلف في حقيقتها وجوهرها عمّا لدی أهل السُنة</w:t>
      </w:r>
      <w:r w:rsidR="008A60E8">
        <w:rPr>
          <w:rtl/>
        </w:rPr>
        <w:t>؛</w:t>
      </w:r>
      <w:r>
        <w:rPr>
          <w:rtl/>
        </w:rPr>
        <w:t xml:space="preserve"> فهي عندنا إمرة إلهية</w:t>
      </w:r>
      <w:r w:rsidR="008A60E8">
        <w:rPr>
          <w:rtl/>
        </w:rPr>
        <w:t>،</w:t>
      </w:r>
      <w:r>
        <w:rPr>
          <w:rtl/>
        </w:rPr>
        <w:t xml:space="preserve"> واستمرار لوظائف النبي والنبوّة سوی تحمّل الوحي الإلهي</w:t>
      </w:r>
      <w:r w:rsidR="008A60E8">
        <w:rPr>
          <w:rtl/>
        </w:rPr>
        <w:t>.</w:t>
      </w:r>
      <w:r>
        <w:rPr>
          <w:rtl/>
        </w:rPr>
        <w:t xml:space="preserve"> ومقتضی هذا اتصاف الإمام بالشروط المشترطة في النبي</w:t>
      </w:r>
      <w:r w:rsidR="008A60E8">
        <w:rPr>
          <w:rtl/>
        </w:rPr>
        <w:t>،</w:t>
      </w:r>
      <w:r>
        <w:rPr>
          <w:rtl/>
        </w:rPr>
        <w:t xml:space="preserve"> وعلی هذا سوف يَنحصر طريق ثبوت الإمامة بتنصيص من الله</w:t>
      </w:r>
      <w:r w:rsidR="008A60E8">
        <w:rPr>
          <w:rtl/>
        </w:rPr>
        <w:t>،</w:t>
      </w:r>
      <w:r>
        <w:rPr>
          <w:rtl/>
        </w:rPr>
        <w:t xml:space="preserve"> وتنصيب من النبي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أو الإمام السابق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أمّا عند غير الشيعة فهي لا تخضع إلی ميزان بل ليس لها ميزان</w:t>
      </w:r>
      <w:r w:rsidR="008A60E8">
        <w:rPr>
          <w:rtl/>
        </w:rPr>
        <w:t>؛</w:t>
      </w:r>
      <w:r>
        <w:rPr>
          <w:rtl/>
        </w:rPr>
        <w:t xml:space="preserve"> فتارةً يعتمدون علی تعيين السابق لللاحق</w:t>
      </w:r>
      <w:r w:rsidR="008A60E8">
        <w:rPr>
          <w:rtl/>
        </w:rPr>
        <w:t>،</w:t>
      </w:r>
      <w:r>
        <w:rPr>
          <w:rtl/>
        </w:rPr>
        <w:t xml:space="preserve"> وأُخری علی الشوری</w:t>
      </w:r>
      <w:r w:rsidR="008A60E8">
        <w:rPr>
          <w:rtl/>
        </w:rPr>
        <w:t>،</w:t>
      </w:r>
      <w:r>
        <w:rPr>
          <w:rtl/>
        </w:rPr>
        <w:t xml:space="preserve"> وثالثة علی السيف</w:t>
      </w:r>
      <w:r w:rsidR="008A60E8">
        <w:rPr>
          <w:rtl/>
        </w:rPr>
        <w:t>،</w:t>
      </w:r>
      <w:r>
        <w:rPr>
          <w:rtl/>
        </w:rPr>
        <w:t xml:space="preserve"> إلی غير ذلك</w:t>
      </w:r>
      <w:r w:rsidR="008A60E8">
        <w:rPr>
          <w:rtl/>
        </w:rPr>
        <w:t>،</w:t>
      </w:r>
      <w:r>
        <w:rPr>
          <w:rtl/>
        </w:rPr>
        <w:t xml:space="preserve"> وهي ليست عندهم من الاُصول الاعتقاديّة</w:t>
      </w:r>
      <w:r w:rsidR="008A60E8">
        <w:rPr>
          <w:rtl/>
        </w:rPr>
        <w:t>،</w:t>
      </w:r>
      <w:r>
        <w:rPr>
          <w:rtl/>
        </w:rPr>
        <w:t xml:space="preserve"> أمّا عندنا فهي أصل من الاُصول الاعتقاديّة</w:t>
      </w:r>
      <w:r w:rsidR="008A60E8">
        <w:rPr>
          <w:rtl/>
        </w:rPr>
        <w:t>.</w:t>
      </w:r>
    </w:p>
    <w:p w:rsidR="009A0DCC" w:rsidRDefault="009A0DCC" w:rsidP="00172AAC">
      <w:pPr>
        <w:pStyle w:val="Heading2Center"/>
      </w:pPr>
      <w:bookmarkStart w:id="10" w:name="_Toc436482588"/>
      <w:r>
        <w:rPr>
          <w:rtl/>
        </w:rPr>
        <w:t>الأدلّة على هذا الأصل</w:t>
      </w:r>
      <w:bookmarkEnd w:id="10"/>
      <w:r w:rsidRPr="00172AAC">
        <w:rPr>
          <w:rtl/>
        </w:rPr>
        <w:t xml:space="preserve"> </w:t>
      </w:r>
    </w:p>
    <w:p w:rsidR="009A0DCC" w:rsidRDefault="009A0DCC" w:rsidP="00172AAC">
      <w:pPr>
        <w:pStyle w:val="Heading2"/>
      </w:pPr>
      <w:bookmarkStart w:id="11" w:name="_Toc436482589"/>
      <w:r w:rsidRPr="00172AAC">
        <w:rPr>
          <w:rtl/>
        </w:rPr>
        <w:t>الدليل</w:t>
      </w:r>
      <w:r>
        <w:rPr>
          <w:rtl/>
        </w:rPr>
        <w:t xml:space="preserve"> الأوّل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>
        <w:rPr>
          <w:rtl/>
        </w:rPr>
        <w:t>الآيات والروايات</w:t>
      </w:r>
      <w:bookmarkEnd w:id="11"/>
    </w:p>
    <w:p w:rsidR="009A0DCC" w:rsidRDefault="009A0DCC" w:rsidP="00172AAC">
      <w:pPr>
        <w:pStyle w:val="libNormal"/>
      </w:pPr>
      <w:r>
        <w:rPr>
          <w:rtl/>
        </w:rPr>
        <w:t xml:space="preserve">إنّ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>‌ لم تكن مهمّته مقتصرة علی تلقّي الوحي الإلهي وتبليغه إلی الناس</w:t>
      </w:r>
      <w:r w:rsidR="008A60E8">
        <w:rPr>
          <w:rtl/>
        </w:rPr>
        <w:t>،</w:t>
      </w:r>
      <w:r>
        <w:rPr>
          <w:rtl/>
        </w:rPr>
        <w:t xml:space="preserve"> بل كان يقوم بعدّة أمور</w:t>
      </w:r>
      <w:r w:rsidR="008A60E8">
        <w:rPr>
          <w:rtl/>
        </w:rPr>
        <w:t>: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منها</w:t>
      </w:r>
      <w:r w:rsidR="008A60E8" w:rsidRPr="00172AAC">
        <w:rPr>
          <w:rStyle w:val="libBold2Char"/>
          <w:rtl/>
        </w:rPr>
        <w:t>:</w:t>
      </w:r>
      <w:r w:rsidRPr="00172AAC">
        <w:rPr>
          <w:rtl/>
        </w:rPr>
        <w:t xml:space="preserve"> تفسيره للكتاب العزيز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وشرح مقاصده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وكشف أسراره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قال سبحانه وتعالی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وَأَنزَلْنَا إِلَيْكَ الذِّكْرَ لِتُبَيِّنَ لِلنَّاسِ مَا نُزِّلَ إِلَيْهِمْ</w:t>
      </w:r>
      <w:r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ومنها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بيان أحكام الموضوعات التي تحدث في زمن دعوته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النحل / 44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lastRenderedPageBreak/>
        <w:t>ومنها</w:t>
      </w:r>
      <w:r w:rsidR="008A60E8" w:rsidRPr="00172AAC">
        <w:rPr>
          <w:rStyle w:val="libBold2Char"/>
          <w:rtl/>
        </w:rPr>
        <w:t>:</w:t>
      </w:r>
      <w:r w:rsidRPr="00172AAC">
        <w:rPr>
          <w:rStyle w:val="libBold2Char"/>
          <w:rtl/>
        </w:rPr>
        <w:t xml:space="preserve"> </w:t>
      </w:r>
      <w:r>
        <w:rPr>
          <w:rtl/>
        </w:rPr>
        <w:t>دفع الشبهات والجواب عن التساؤلات العويصة المريبة التي كان يثيرها أعداء الإسلام من يهود ونصاری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ومنها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أنّه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كان يصون الدين من التحريف والدسِّ</w:t>
      </w:r>
      <w:r w:rsidR="008A60E8">
        <w:rPr>
          <w:rtl/>
        </w:rPr>
        <w:t>،</w:t>
      </w:r>
      <w:r>
        <w:rPr>
          <w:rtl/>
        </w:rPr>
        <w:t xml:space="preserve"> ويراقبُ ما أخذه عنه المسلمون من اُصول وفروع حتّی لا تزلّ فيه أقدامهم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هذه جملة من الأمور التي مارسها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أيام حياته الشريفة</w:t>
      </w:r>
      <w:r w:rsidR="008A60E8">
        <w:rPr>
          <w:rtl/>
        </w:rPr>
        <w:t>،</w:t>
      </w:r>
      <w:r>
        <w:rPr>
          <w:rtl/>
        </w:rPr>
        <w:t xml:space="preserve"> ومن المعلوم أنَّ رحلته تخلّف فراغاً هائلاً في هذه المجالات</w:t>
      </w:r>
      <w:r w:rsidR="008A60E8">
        <w:rPr>
          <w:rtl/>
        </w:rPr>
        <w:t>،</w:t>
      </w:r>
      <w:r>
        <w:rPr>
          <w:rtl/>
        </w:rPr>
        <w:t xml:space="preserve"> فلا بُدّ من وجود مَنْ يسدّ هذا الفراغ الهائل</w:t>
      </w:r>
      <w:r w:rsidR="008A60E8">
        <w:rPr>
          <w:rtl/>
        </w:rPr>
        <w:t>؛</w:t>
      </w:r>
      <w:r>
        <w:rPr>
          <w:rtl/>
        </w:rPr>
        <w:t xml:space="preserve"> لأنّ الأمّة تحتاج إلی مَنْ يراقبها ويوضّح لها</w:t>
      </w:r>
      <w:r w:rsidR="008A60E8">
        <w:rPr>
          <w:rtl/>
        </w:rPr>
        <w:t>،</w:t>
      </w:r>
      <w:r>
        <w:rPr>
          <w:rtl/>
        </w:rPr>
        <w:t xml:space="preserve"> ويأخذ بها إلی الطريق المستقيم في كُلِّ زمانٍ وفي كُلِّ مكانٍ</w:t>
      </w:r>
      <w:r w:rsidR="008A60E8">
        <w:rPr>
          <w:rtl/>
        </w:rPr>
        <w:t>،</w:t>
      </w:r>
      <w:r>
        <w:rPr>
          <w:rtl/>
        </w:rPr>
        <w:t xml:space="preserve"> وإلاّ كيف يترك الله تبارك وتعالی هذه الأمّة بلا شخصٍ يُِرشدها ويفسرُّ لها</w:t>
      </w:r>
      <w:r w:rsidR="008A60E8">
        <w:rPr>
          <w:rtl/>
        </w:rPr>
        <w:t>،</w:t>
      </w:r>
      <w:r>
        <w:rPr>
          <w:rtl/>
        </w:rPr>
        <w:t xml:space="preserve"> ويردّ الشبهات التي تعرَضها أو التساؤلات التي تتلقّاها</w:t>
      </w:r>
      <w:r w:rsidR="008A60E8">
        <w:rPr>
          <w:rtl/>
        </w:rPr>
        <w:t>،</w:t>
      </w:r>
      <w:r>
        <w:rPr>
          <w:rtl/>
        </w:rPr>
        <w:t xml:space="preserve"> والأمّة لم تصل إلی مقام العصمة حتّی في زمن النبي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؟</w:t>
      </w:r>
      <w:r>
        <w:rPr>
          <w:rtl/>
        </w:rPr>
        <w:t xml:space="preserve">! </w:t>
      </w:r>
    </w:p>
    <w:p w:rsidR="009A0DCC" w:rsidRDefault="009A0DCC" w:rsidP="00172AAC">
      <w:pPr>
        <w:pStyle w:val="libNormal"/>
      </w:pPr>
      <w:r>
        <w:rPr>
          <w:rtl/>
        </w:rPr>
        <w:t>وعليه فلا يمكن أن يكون هذا الفراغ الهائل بلا مَنْ يشغله</w:t>
      </w:r>
      <w:r w:rsidR="008A60E8">
        <w:rPr>
          <w:rtl/>
        </w:rPr>
        <w:t>،</w:t>
      </w:r>
      <w:r>
        <w:rPr>
          <w:rtl/>
        </w:rPr>
        <w:t xml:space="preserve"> فلا بُدّ إذاً من وجود مَنْ يستودعه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كلّ ما تلقّاه من المعارف والأحكام بالوحي</w:t>
      </w:r>
      <w:r w:rsidR="008A60E8">
        <w:rPr>
          <w:rtl/>
        </w:rPr>
        <w:t>،</w:t>
      </w:r>
      <w:r>
        <w:rPr>
          <w:rtl/>
        </w:rPr>
        <w:t xml:space="preserve"> وأن تكون هذه الشخصية شخصية مثالية</w:t>
      </w:r>
      <w:r w:rsidR="008A60E8">
        <w:rPr>
          <w:rtl/>
        </w:rPr>
        <w:t>،</w:t>
      </w:r>
      <w:r>
        <w:rPr>
          <w:rtl/>
        </w:rPr>
        <w:t xml:space="preserve"> لها كفاءة تقبّل هذه المعارف والأحكام وتحمّلها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Heading2"/>
      </w:pPr>
      <w:bookmarkStart w:id="12" w:name="_Toc436482590"/>
      <w:r>
        <w:rPr>
          <w:rtl/>
        </w:rPr>
        <w:lastRenderedPageBreak/>
        <w:t>الدليل الثاني</w:t>
      </w:r>
      <w:r w:rsidR="008A60E8">
        <w:rPr>
          <w:rtl/>
        </w:rPr>
        <w:t>:</w:t>
      </w:r>
      <w:r>
        <w:rPr>
          <w:rtl/>
        </w:rPr>
        <w:t xml:space="preserve"> الأمّة </w:t>
      </w:r>
      <w:r w:rsidRPr="00172AAC">
        <w:rPr>
          <w:rtl/>
        </w:rPr>
        <w:t>الإسلاميّة</w:t>
      </w:r>
      <w:r>
        <w:rPr>
          <w:rtl/>
        </w:rPr>
        <w:t xml:space="preserve"> ومثلّث الخطر الداهم</w:t>
      </w:r>
      <w:bookmarkEnd w:id="12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إنّ الدولة الإسلاميّة التي أسسها النبّي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كانت محاصرةً حال وفاته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من جهتي الشمال والشرق بأكبر إمبراطوريتين عرفهما تاريخ تلك الفترة</w:t>
      </w:r>
      <w:r w:rsidR="008A60E8">
        <w:rPr>
          <w:rtl/>
        </w:rPr>
        <w:t>،</w:t>
      </w:r>
      <w:r>
        <w:rPr>
          <w:rtl/>
        </w:rPr>
        <w:t xml:space="preserve"> وكانتا علی جانب كبير من القوّة والبأس</w:t>
      </w:r>
      <w:r w:rsidR="008A60E8">
        <w:rPr>
          <w:rtl/>
        </w:rPr>
        <w:t>،</w:t>
      </w:r>
      <w:r>
        <w:rPr>
          <w:rtl/>
        </w:rPr>
        <w:t xml:space="preserve"> وهُما</w:t>
      </w:r>
      <w:r w:rsidR="008A60E8">
        <w:rPr>
          <w:rtl/>
        </w:rPr>
        <w:t>:</w:t>
      </w:r>
      <w:r>
        <w:rPr>
          <w:rtl/>
        </w:rPr>
        <w:t xml:space="preserve"> الروم والفرس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الروم من الشمال</w:t>
      </w:r>
      <w:r w:rsidR="008A60E8">
        <w:rPr>
          <w:rtl/>
        </w:rPr>
        <w:t>،</w:t>
      </w:r>
      <w:r>
        <w:rPr>
          <w:rtl/>
        </w:rPr>
        <w:t xml:space="preserve"> والفرس من الشرق</w:t>
      </w:r>
      <w:r w:rsidR="008A60E8">
        <w:rPr>
          <w:rtl/>
        </w:rPr>
        <w:t>،</w:t>
      </w:r>
      <w:r>
        <w:rPr>
          <w:rtl/>
        </w:rPr>
        <w:t xml:space="preserve"> ويكفي في خطورة إمبراطورية الفرس أنّه كتب ملكها إلی عامله باليمن</w:t>
      </w:r>
      <w:r w:rsidR="00EE7E9B">
        <w:rPr>
          <w:rtl/>
        </w:rPr>
        <w:t xml:space="preserve"> - </w:t>
      </w:r>
      <w:r>
        <w:rPr>
          <w:rtl/>
        </w:rPr>
        <w:t xml:space="preserve">بعد ما وصلت إليه رسالة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تدعوه إلی الإسلام ومزّقها</w:t>
      </w:r>
      <w:r w:rsidR="00EE7E9B">
        <w:rPr>
          <w:rtl/>
        </w:rPr>
        <w:t xml:space="preserve"> -</w:t>
      </w:r>
      <w:r w:rsidR="008A60E8">
        <w:rPr>
          <w:rtl/>
        </w:rPr>
        <w:t>:</w:t>
      </w:r>
      <w:r>
        <w:rPr>
          <w:rtl/>
        </w:rPr>
        <w:t xml:space="preserve"> « ابعث إلی هذا الرجل بالحجاز رجلين من عندك جلدين فليأتياني به 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هذه ‌هي الخطورة الخارجية التي تواجهها الأمّة الإسلاميّة من الخارج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وأمّا من الداخل</w:t>
      </w:r>
      <w:r w:rsidR="008A60E8">
        <w:rPr>
          <w:rtl/>
        </w:rPr>
        <w:t>:</w:t>
      </w:r>
      <w:r>
        <w:rPr>
          <w:rtl/>
        </w:rPr>
        <w:t xml:space="preserve"> فقد كان الإسلام والمسلمون يعانون من وطأة مؤامرات المنافقين الذين كانوا يشكّلون جبهة عُدوانية داخلية حتّی إنّ الباري عزّ وجلَّ أنزل فيهم سورة خاصة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إذاً</w:t>
      </w:r>
      <w:r w:rsidR="008A60E8">
        <w:rPr>
          <w:rtl/>
        </w:rPr>
        <w:t>،</w:t>
      </w:r>
      <w:r>
        <w:rPr>
          <w:rtl/>
        </w:rPr>
        <w:t xml:space="preserve"> عدّوان خارجيان وعدٌّو داخلي</w:t>
      </w:r>
      <w:r w:rsidR="008A60E8">
        <w:rPr>
          <w:rtl/>
        </w:rPr>
        <w:t>،</w:t>
      </w:r>
      <w:r>
        <w:rPr>
          <w:rtl/>
        </w:rPr>
        <w:t xml:space="preserve"> فالمثلّث تام</w:t>
      </w:r>
      <w:r w:rsidR="008A60E8">
        <w:rPr>
          <w:rtl/>
        </w:rPr>
        <w:t>،</w:t>
      </w:r>
      <w:r>
        <w:rPr>
          <w:rtl/>
        </w:rPr>
        <w:t xml:space="preserve"> ومن المحتمل جدّاً أن يتّحد هذا المثلث ليزلزل ما بناه النبي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.</w:t>
      </w:r>
      <w:r>
        <w:rPr>
          <w:rtl/>
        </w:rPr>
        <w:t xml:space="preserve"> فما هي الوظيفة مع وجود هذا الخطر العظيم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هل الوظيفة هي تنصيب قائدٍ عارف حكيمٍ</w:t>
      </w:r>
      <w:r w:rsidR="008A60E8">
        <w:rPr>
          <w:rtl/>
        </w:rPr>
        <w:t>،</w:t>
      </w:r>
      <w:r>
        <w:rPr>
          <w:rtl/>
        </w:rPr>
        <w:t xml:space="preserve"> له القدرة علی قيادة الأمّة ووظائفها حتّی يجتمع المسلمون تحت رايته</w:t>
      </w:r>
      <w:r w:rsidR="008A60E8">
        <w:rPr>
          <w:rtl/>
        </w:rPr>
        <w:t>،</w:t>
      </w:r>
      <w:r>
        <w:rPr>
          <w:rtl/>
        </w:rPr>
        <w:t xml:space="preserve"> ويكونوا صّفاً واحداً في مُقابل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تاريخ الطبري 2 / 296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ذاك الخطر</w:t>
      </w:r>
      <w:r w:rsidR="008A60E8">
        <w:rPr>
          <w:rtl/>
        </w:rPr>
        <w:t>؟</w:t>
      </w:r>
      <w:r>
        <w:rPr>
          <w:rtl/>
        </w:rPr>
        <w:t xml:space="preserve"> أو أنّ الوظيفة والمصلحة العامة تقتضي تفويض الأمر إلی الأمّة حتّی يختاروا لأنفسهم أميراً مع ما يحكيه لنا التاريخ من سيطرة الروح القبلية عليهم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إنَّ القائد العارف البصير هو مَنْ يعتني بالأوضاع الاجتماعية لأمتّه</w:t>
      </w:r>
      <w:r w:rsidR="008A60E8">
        <w:rPr>
          <w:rtl/>
        </w:rPr>
        <w:t>،</w:t>
      </w:r>
      <w:r>
        <w:rPr>
          <w:rtl/>
        </w:rPr>
        <w:t xml:space="preserve"> ويلاحظ الظروف المحيطة بها</w:t>
      </w:r>
      <w:r w:rsidR="008A60E8">
        <w:rPr>
          <w:rtl/>
        </w:rPr>
        <w:t>،</w:t>
      </w:r>
      <w:r>
        <w:rPr>
          <w:rtl/>
        </w:rPr>
        <w:t xml:space="preserve"> ويرسم علی ضوئها ما يراه صالحاً لمستقبلها</w:t>
      </w:r>
      <w:r w:rsidR="008A60E8">
        <w:rPr>
          <w:rtl/>
        </w:rPr>
        <w:t>،</w:t>
      </w:r>
      <w:r>
        <w:rPr>
          <w:rtl/>
        </w:rPr>
        <w:t xml:space="preserve"> وعليه فلا بدّ من تعيين القائد والمدّبر</w:t>
      </w:r>
      <w:r w:rsidR="008A60E8">
        <w:rPr>
          <w:rtl/>
        </w:rPr>
        <w:t>،</w:t>
      </w:r>
      <w:r>
        <w:rPr>
          <w:rtl/>
        </w:rPr>
        <w:t xml:space="preserve"> لا دفع الأمر إلی الأمّة</w:t>
      </w:r>
      <w:r w:rsidR="008A60E8">
        <w:rPr>
          <w:rtl/>
        </w:rPr>
        <w:t>،</w:t>
      </w:r>
      <w:r>
        <w:rPr>
          <w:rtl/>
        </w:rPr>
        <w:t xml:space="preserve"> ومتی عرفت الأمّة مصلحتها</w:t>
      </w:r>
      <w:r w:rsidR="008A60E8">
        <w:rPr>
          <w:rtl/>
        </w:rPr>
        <w:t>؟</w:t>
      </w:r>
      <w:r>
        <w:rPr>
          <w:rtl/>
        </w:rPr>
        <w:t xml:space="preserve">! </w:t>
      </w:r>
    </w:p>
    <w:p w:rsidR="009A0DCC" w:rsidRPr="00172AAC" w:rsidRDefault="009A0DCC" w:rsidP="00172AAC">
      <w:pPr>
        <w:pStyle w:val="Heading2"/>
      </w:pPr>
      <w:bookmarkStart w:id="13" w:name="_Toc436482591"/>
      <w:r w:rsidRPr="00172AAC">
        <w:rPr>
          <w:rtl/>
        </w:rPr>
        <w:t>الدليل الثالث</w:t>
      </w:r>
      <w:r w:rsidR="008A60E8" w:rsidRPr="00172AAC">
        <w:rPr>
          <w:rtl/>
        </w:rPr>
        <w:t>:</w:t>
      </w:r>
      <w:r w:rsidRPr="00172AAC">
        <w:rPr>
          <w:rtl/>
        </w:rPr>
        <w:t xml:space="preserve"> نصب الإمام لُطفٌ إلهي</w:t>
      </w:r>
      <w:bookmarkEnd w:id="13"/>
    </w:p>
    <w:p w:rsidR="009A0DCC" w:rsidRDefault="009A0DCC" w:rsidP="00172AAC">
      <w:pPr>
        <w:pStyle w:val="libNormal"/>
      </w:pPr>
      <w:r>
        <w:rPr>
          <w:rtl/>
        </w:rPr>
        <w:t xml:space="preserve">والدليل الثالث والمهم في المقام هو ما سلكه السيد المرتضی </w:t>
      </w:r>
      <w:r w:rsidR="00EE7E9B" w:rsidRPr="00EE7E9B">
        <w:rPr>
          <w:rStyle w:val="libAlaemChar"/>
          <w:rtl/>
        </w:rPr>
        <w:t>رحمه‌الله</w:t>
      </w:r>
      <w:r>
        <w:rPr>
          <w:rtl/>
        </w:rPr>
        <w:t xml:space="preserve"> في الاستدلال</w:t>
      </w:r>
      <w:r w:rsidR="008A60E8">
        <w:rPr>
          <w:rtl/>
        </w:rPr>
        <w:t>،</w:t>
      </w:r>
      <w:r>
        <w:rPr>
          <w:rtl/>
        </w:rPr>
        <w:t xml:space="preserve"> بأنَّ نصب الإمام لطف من الله علی العباد</w:t>
      </w:r>
      <w:r w:rsidR="008A60E8">
        <w:rPr>
          <w:rtl/>
        </w:rPr>
        <w:t>،</w:t>
      </w:r>
      <w:r>
        <w:rPr>
          <w:rtl/>
        </w:rPr>
        <w:t xml:space="preserve"> واللطف واجبٌ علی الله تعالی</w:t>
      </w:r>
      <w:r w:rsidR="008A60E8">
        <w:rPr>
          <w:rtl/>
        </w:rPr>
        <w:t>؛</w:t>
      </w:r>
      <w:r>
        <w:rPr>
          <w:rtl/>
        </w:rPr>
        <w:t xml:space="preserve"> لِما تقتضيه حكمته</w:t>
      </w:r>
      <w:r w:rsidR="008A60E8">
        <w:rPr>
          <w:rtl/>
        </w:rPr>
        <w:t>؛</w:t>
      </w:r>
      <w:r>
        <w:rPr>
          <w:rtl/>
        </w:rPr>
        <w:t xml:space="preserve"> وذلك لأنَّ اللطف ما يُقّرب إلی الطاعة ويُبعّد عن المعصية ولو بالإعداد</w:t>
      </w:r>
      <w:r w:rsidR="008A60E8">
        <w:rPr>
          <w:rtl/>
        </w:rPr>
        <w:t>،</w:t>
      </w:r>
      <w:r>
        <w:rPr>
          <w:rtl/>
        </w:rPr>
        <w:t xml:space="preserve"> وبالضرورة أن نصب الإمام كذلك</w:t>
      </w:r>
      <w:r w:rsidR="008A60E8">
        <w:rPr>
          <w:rtl/>
        </w:rPr>
        <w:t>؛</w:t>
      </w:r>
      <w:r>
        <w:rPr>
          <w:rtl/>
        </w:rPr>
        <w:t xml:space="preserve"> لِما به من بيان المعارف والأحكام الإلهية</w:t>
      </w:r>
      <w:r w:rsidR="008A60E8">
        <w:rPr>
          <w:rtl/>
        </w:rPr>
        <w:t>،</w:t>
      </w:r>
      <w:r>
        <w:rPr>
          <w:rtl/>
        </w:rPr>
        <w:t xml:space="preserve"> وحفظ الشريعة من الزيادة والنقصان</w:t>
      </w:r>
      <w:r w:rsidR="008A60E8">
        <w:rPr>
          <w:rtl/>
        </w:rPr>
        <w:t>،</w:t>
      </w:r>
      <w:r>
        <w:rPr>
          <w:rtl/>
        </w:rPr>
        <w:t xml:space="preserve"> وتنفيذ الأحكام</w:t>
      </w:r>
      <w:r w:rsidR="008A60E8">
        <w:rPr>
          <w:rtl/>
        </w:rPr>
        <w:t>،</w:t>
      </w:r>
      <w:r>
        <w:rPr>
          <w:rtl/>
        </w:rPr>
        <w:t xml:space="preserve"> ورفع الظلم والفساد ونحوها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وأمّا كونه واجباً عليه تعالی</w:t>
      </w:r>
      <w:r w:rsidR="008A60E8">
        <w:rPr>
          <w:rtl/>
        </w:rPr>
        <w:t>؛</w:t>
      </w:r>
      <w:r>
        <w:rPr>
          <w:rtl/>
        </w:rPr>
        <w:t xml:space="preserve"> فلأنّ ترك اللطف من الله سبحانه وتعالی إخلال بغرضه ومطلوبه</w:t>
      </w:r>
      <w:r w:rsidR="008A60E8">
        <w:rPr>
          <w:rtl/>
        </w:rPr>
        <w:t>،</w:t>
      </w:r>
      <w:r>
        <w:rPr>
          <w:rtl/>
        </w:rPr>
        <w:t xml:space="preserve"> وهو طاعة العباد له وترك معصيته فيجب نصبه لئلاّ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الكامل في التاريخ 2</w:t>
      </w:r>
      <w:r w:rsidRPr="008A60E8">
        <w:rPr>
          <w:rtl/>
        </w:rPr>
        <w:t xml:space="preserve"> / 145</w:t>
      </w:r>
      <w:r w:rsidR="008A60E8">
        <w:rPr>
          <w:rtl/>
        </w:rPr>
        <w:t>،</w:t>
      </w:r>
      <w:r w:rsidRPr="008A60E8">
        <w:rPr>
          <w:rtl/>
        </w:rPr>
        <w:t xml:space="preserve"> </w:t>
      </w:r>
      <w:r>
        <w:rPr>
          <w:rtl/>
        </w:rPr>
        <w:t>وانظر الإلهيات / 361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Normal"/>
      </w:pPr>
      <w:r>
        <w:rPr>
          <w:rtl/>
        </w:rPr>
        <w:lastRenderedPageBreak/>
        <w:t>يخلّ بغرضه</w:t>
      </w:r>
      <w:r w:rsidRPr="00EE7E9B">
        <w:rPr>
          <w:rStyle w:val="libFootnotenumChar"/>
          <w:rtl/>
        </w:rPr>
        <w:t>(1)</w:t>
      </w:r>
      <w:r w:rsidR="008A60E8" w:rsidRPr="00EE7E9B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ولذا استدلّ أصحاب الأئمّة </w:t>
      </w:r>
      <w:r w:rsidR="00EE7E9B" w:rsidRPr="00EE7E9B">
        <w:rPr>
          <w:rStyle w:val="libAlaemChar"/>
          <w:rtl/>
        </w:rPr>
        <w:t>عليهم‌السلام</w:t>
      </w:r>
      <w:r>
        <w:rPr>
          <w:rtl/>
        </w:rPr>
        <w:t xml:space="preserve"> بأدلّة قوية لبيان أهمّية الإمام</w:t>
      </w:r>
      <w:r w:rsidR="008A60E8">
        <w:rPr>
          <w:rtl/>
        </w:rPr>
        <w:t>،</w:t>
      </w:r>
      <w:r>
        <w:rPr>
          <w:rtl/>
        </w:rPr>
        <w:t xml:space="preserve"> منها هذه الرواية الشريفة</w:t>
      </w:r>
      <w:r w:rsidR="008A60E8">
        <w:rPr>
          <w:rtl/>
        </w:rPr>
        <w:t>:</w:t>
      </w:r>
      <w:r>
        <w:rPr>
          <w:rtl/>
        </w:rPr>
        <w:t xml:space="preserve"> روى عليُّ بن إبراهيم عن أبيه</w:t>
      </w:r>
      <w:r w:rsidR="008A60E8">
        <w:rPr>
          <w:rtl/>
        </w:rPr>
        <w:t>،</w:t>
      </w:r>
      <w:r>
        <w:rPr>
          <w:rtl/>
        </w:rPr>
        <w:t xml:space="preserve"> عن الحسن بن إبراهيم</w:t>
      </w:r>
      <w:r w:rsidR="008A60E8">
        <w:rPr>
          <w:rtl/>
        </w:rPr>
        <w:t>،</w:t>
      </w:r>
      <w:r>
        <w:rPr>
          <w:rtl/>
        </w:rPr>
        <w:t xml:space="preserve"> عن يونس بن يعقوب قال</w:t>
      </w:r>
      <w:r w:rsidR="008A60E8">
        <w:rPr>
          <w:rtl/>
        </w:rPr>
        <w:t>:</w:t>
      </w:r>
      <w:r>
        <w:rPr>
          <w:rtl/>
        </w:rPr>
        <w:t xml:space="preserve"> كان عند أبي عبد الله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جماعة من أصحابه</w:t>
      </w:r>
      <w:r w:rsidR="008A60E8">
        <w:rPr>
          <w:rtl/>
        </w:rPr>
        <w:t>،</w:t>
      </w:r>
      <w:r>
        <w:rPr>
          <w:rtl/>
        </w:rPr>
        <w:t xml:space="preserve"> منهم</w:t>
      </w:r>
      <w:r w:rsidR="008A60E8">
        <w:rPr>
          <w:rtl/>
        </w:rPr>
        <w:t>:</w:t>
      </w:r>
      <w:r>
        <w:rPr>
          <w:rtl/>
        </w:rPr>
        <w:t xml:space="preserve"> حمران بن أعين</w:t>
      </w:r>
      <w:r w:rsidR="008A60E8">
        <w:rPr>
          <w:rtl/>
        </w:rPr>
        <w:t>،</w:t>
      </w:r>
      <w:r>
        <w:rPr>
          <w:rtl/>
        </w:rPr>
        <w:t xml:space="preserve"> ومحمد بن النعمان</w:t>
      </w:r>
      <w:r w:rsidR="008A60E8">
        <w:rPr>
          <w:rtl/>
        </w:rPr>
        <w:t>،</w:t>
      </w:r>
      <w:r>
        <w:rPr>
          <w:rtl/>
        </w:rPr>
        <w:t xml:space="preserve"> وهشام بن سالم</w:t>
      </w:r>
      <w:r w:rsidR="008A60E8">
        <w:rPr>
          <w:rtl/>
        </w:rPr>
        <w:t>،</w:t>
      </w:r>
      <w:r>
        <w:rPr>
          <w:rtl/>
        </w:rPr>
        <w:t xml:space="preserve"> والطيّار</w:t>
      </w:r>
      <w:r w:rsidR="008A60E8">
        <w:rPr>
          <w:rtl/>
        </w:rPr>
        <w:t>،</w:t>
      </w:r>
      <w:r>
        <w:rPr>
          <w:rtl/>
        </w:rPr>
        <w:t xml:space="preserve"> وجماعة فيهم هشام بن الحكم</w:t>
      </w:r>
      <w:r w:rsidR="008A60E8">
        <w:rPr>
          <w:rtl/>
        </w:rPr>
        <w:t>،</w:t>
      </w:r>
      <w:r>
        <w:rPr>
          <w:rtl/>
        </w:rPr>
        <w:t xml:space="preserve"> وهو شابٌّ</w:t>
      </w:r>
      <w:r w:rsidR="008A60E8">
        <w:rPr>
          <w:rtl/>
        </w:rPr>
        <w:t>،</w:t>
      </w:r>
      <w:r>
        <w:rPr>
          <w:rtl/>
        </w:rPr>
        <w:t xml:space="preserve"> فقال أبو عبد الله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هشام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ألا تخبرني كيف صنعت بعمرو بن عبيد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وكيف سألته</w:t>
      </w:r>
      <w:r w:rsidR="008A60E8" w:rsidRPr="00172AAC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 هُشام</w:t>
      </w:r>
      <w:r w:rsidR="008A60E8">
        <w:rPr>
          <w:rtl/>
        </w:rPr>
        <w:t>:</w:t>
      </w:r>
      <w:r>
        <w:rPr>
          <w:rtl/>
        </w:rPr>
        <w:t xml:space="preserve"> يابن رسول الله</w:t>
      </w:r>
      <w:r w:rsidR="008A60E8">
        <w:rPr>
          <w:rtl/>
        </w:rPr>
        <w:t>،</w:t>
      </w:r>
      <w:r>
        <w:rPr>
          <w:rtl/>
        </w:rPr>
        <w:t xml:space="preserve"> إنّي أجلُّك وأستحييك</w:t>
      </w:r>
      <w:r w:rsidR="008A60E8">
        <w:rPr>
          <w:rtl/>
        </w:rPr>
        <w:t>،</w:t>
      </w:r>
      <w:r>
        <w:rPr>
          <w:rtl/>
        </w:rPr>
        <w:t xml:space="preserve"> ولا يعمل لساني بين يديك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أبو عبد الله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إذا أمرتكم بشيء فافعلوا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هشام</w:t>
      </w:r>
      <w:r w:rsidR="008A60E8">
        <w:rPr>
          <w:rtl/>
        </w:rPr>
        <w:t>:</w:t>
      </w:r>
      <w:r>
        <w:rPr>
          <w:rtl/>
        </w:rPr>
        <w:t xml:space="preserve"> بلغني ما كان فيه عمرو بن عبيد وجلوسه في مسجد البصرة</w:t>
      </w:r>
      <w:r w:rsidR="008A60E8">
        <w:rPr>
          <w:rtl/>
        </w:rPr>
        <w:t>،</w:t>
      </w:r>
      <w:r>
        <w:rPr>
          <w:rtl/>
        </w:rPr>
        <w:t xml:space="preserve"> فعظم ذلك عليّ</w:t>
      </w:r>
      <w:r w:rsidR="008A60E8">
        <w:rPr>
          <w:rtl/>
        </w:rPr>
        <w:t>،</w:t>
      </w:r>
      <w:r>
        <w:rPr>
          <w:rtl/>
        </w:rPr>
        <w:t xml:space="preserve"> فخرجتُ إليه</w:t>
      </w:r>
      <w:r w:rsidR="008A60E8">
        <w:rPr>
          <w:rtl/>
        </w:rPr>
        <w:t>،</w:t>
      </w:r>
      <w:r>
        <w:rPr>
          <w:rtl/>
        </w:rPr>
        <w:t xml:space="preserve"> ودخلتُ البصرة يوم الجُمعة</w:t>
      </w:r>
      <w:r w:rsidR="008A60E8">
        <w:rPr>
          <w:rtl/>
        </w:rPr>
        <w:t>،</w:t>
      </w:r>
      <w:r>
        <w:rPr>
          <w:rtl/>
        </w:rPr>
        <w:t xml:space="preserve"> فأتيتُ مسجد البصرة فإذا أنا بحلقةٍ كبيرة فيها عمرو بن عبيد</w:t>
      </w:r>
      <w:r w:rsidR="008A60E8">
        <w:rPr>
          <w:rtl/>
        </w:rPr>
        <w:t>،</w:t>
      </w:r>
      <w:r>
        <w:rPr>
          <w:rtl/>
        </w:rPr>
        <w:t xml:space="preserve"> وعليه شملةٌ سوداء متّزر بها من صُوفٍ</w:t>
      </w:r>
      <w:r w:rsidR="008A60E8">
        <w:rPr>
          <w:rtl/>
        </w:rPr>
        <w:t>،</w:t>
      </w:r>
      <w:r>
        <w:rPr>
          <w:rtl/>
        </w:rPr>
        <w:t xml:space="preserve"> وشملة مرتد بها</w:t>
      </w:r>
      <w:r w:rsidR="008A60E8">
        <w:rPr>
          <w:rtl/>
        </w:rPr>
        <w:t>،</w:t>
      </w:r>
      <w:r>
        <w:rPr>
          <w:rtl/>
        </w:rPr>
        <w:t xml:space="preserve"> والناس يسألونه</w:t>
      </w:r>
      <w:r w:rsidR="008A60E8">
        <w:rPr>
          <w:rtl/>
        </w:rPr>
        <w:t>،</w:t>
      </w:r>
      <w:r>
        <w:rPr>
          <w:rtl/>
        </w:rPr>
        <w:t xml:space="preserve"> فاستفرجتُ الناس فأفرجوا لي</w:t>
      </w:r>
      <w:r w:rsidR="008A60E8">
        <w:rPr>
          <w:rtl/>
        </w:rPr>
        <w:t>،</w:t>
      </w:r>
      <w:r>
        <w:rPr>
          <w:rtl/>
        </w:rPr>
        <w:t xml:space="preserve"> ثمّ قعدتُ في آخر القوم علی ركبتيّ</w:t>
      </w:r>
      <w:r w:rsidR="008A60E8">
        <w:rPr>
          <w:rtl/>
        </w:rPr>
        <w:t>،</w:t>
      </w:r>
      <w:r>
        <w:rPr>
          <w:rtl/>
        </w:rPr>
        <w:t xml:space="preserve"> ثمّ قُلتُ</w:t>
      </w:r>
      <w:r w:rsidR="008A60E8">
        <w:rPr>
          <w:rtl/>
        </w:rPr>
        <w:t>:</w:t>
      </w:r>
      <w:r>
        <w:rPr>
          <w:rtl/>
        </w:rPr>
        <w:t xml:space="preserve"> أيُّها العالم</w:t>
      </w:r>
      <w:r w:rsidR="008A60E8">
        <w:rPr>
          <w:rtl/>
        </w:rPr>
        <w:t>،</w:t>
      </w:r>
      <w:r>
        <w:rPr>
          <w:rtl/>
        </w:rPr>
        <w:t xml:space="preserve"> إنّي رجلٌ غريبٌ تأذن لي في مسألة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لي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فقلتُ له</w:t>
      </w:r>
      <w:r w:rsidR="008A60E8">
        <w:rPr>
          <w:rtl/>
        </w:rPr>
        <w:t>:</w:t>
      </w:r>
      <w:r>
        <w:rPr>
          <w:rtl/>
        </w:rPr>
        <w:t xml:space="preserve"> ألك عينٌ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‌فقال</w:t>
      </w:r>
      <w:r w:rsidR="008A60E8">
        <w:rPr>
          <w:rtl/>
        </w:rPr>
        <w:t>:</w:t>
      </w:r>
      <w:r>
        <w:rPr>
          <w:rtl/>
        </w:rPr>
        <w:t xml:space="preserve"> يا بُني</w:t>
      </w:r>
      <w:r w:rsidR="008A60E8">
        <w:rPr>
          <w:rtl/>
        </w:rPr>
        <w:t>،</w:t>
      </w:r>
      <w:r>
        <w:rPr>
          <w:rtl/>
        </w:rPr>
        <w:t xml:space="preserve"> أي شيء هذا من السؤال</w:t>
      </w:r>
      <w:r w:rsidR="008A60E8">
        <w:rPr>
          <w:rtl/>
        </w:rPr>
        <w:t>؟</w:t>
      </w:r>
      <w:r>
        <w:rPr>
          <w:rtl/>
        </w:rPr>
        <w:t>! وشيء تراه كيف تسأل عنه</w:t>
      </w:r>
      <w:r w:rsidR="008A60E8">
        <w:rPr>
          <w:rtl/>
        </w:rPr>
        <w:t>؟</w:t>
      </w:r>
      <w:r>
        <w:rPr>
          <w:rtl/>
        </w:rPr>
        <w:t xml:space="preserve">! </w:t>
      </w:r>
    </w:p>
    <w:p w:rsidR="009A0DCC" w:rsidRDefault="009A0DCC" w:rsidP="00172AAC">
      <w:pPr>
        <w:pStyle w:val="libNormal"/>
      </w:pPr>
      <w:r>
        <w:rPr>
          <w:rtl/>
        </w:rPr>
        <w:t>فقلتُ</w:t>
      </w:r>
      <w:r w:rsidR="008A60E8">
        <w:rPr>
          <w:rtl/>
        </w:rPr>
        <w:t>:</w:t>
      </w:r>
      <w:r>
        <w:rPr>
          <w:rtl/>
        </w:rPr>
        <w:t xml:space="preserve"> هكذا مسألتي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يا بُني</w:t>
      </w:r>
      <w:r w:rsidR="008A60E8">
        <w:rPr>
          <w:rtl/>
        </w:rPr>
        <w:t>،</w:t>
      </w:r>
      <w:r>
        <w:rPr>
          <w:rtl/>
        </w:rPr>
        <w:t xml:space="preserve"> سَلْ وإن كانت مسألتك حمقاء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قُلتُ</w:t>
      </w:r>
      <w:r w:rsidR="008A60E8">
        <w:rPr>
          <w:rtl/>
        </w:rPr>
        <w:t>:</w:t>
      </w:r>
      <w:r>
        <w:rPr>
          <w:rtl/>
        </w:rPr>
        <w:t xml:space="preserve"> أجبني فيها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لي</w:t>
      </w:r>
      <w:r w:rsidR="008A60E8">
        <w:rPr>
          <w:rtl/>
        </w:rPr>
        <w:t>:</w:t>
      </w:r>
      <w:r>
        <w:rPr>
          <w:rtl/>
        </w:rPr>
        <w:t xml:space="preserve"> سل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نقلنا ذلك من كتاب الإلهيات</w:t>
      </w:r>
      <w:r w:rsidR="00EE7E9B">
        <w:rPr>
          <w:rtl/>
        </w:rPr>
        <w:t xml:space="preserve"> - </w:t>
      </w:r>
      <w:r>
        <w:rPr>
          <w:rtl/>
        </w:rPr>
        <w:t>للشيخ جعفر السبحاني / 357</w:t>
      </w:r>
      <w:r w:rsidR="00EE7E9B">
        <w:rPr>
          <w:rtl/>
        </w:rPr>
        <w:t xml:space="preserve"> - </w:t>
      </w:r>
      <w:r>
        <w:rPr>
          <w:rtl/>
        </w:rPr>
        <w:t>364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448CA">
      <w:pPr>
        <w:pStyle w:val="libNormal"/>
      </w:pPr>
      <w:r>
        <w:rPr>
          <w:rtl/>
        </w:rPr>
        <w:lastRenderedPageBreak/>
        <w:t>قُلتُ</w:t>
      </w:r>
      <w:r w:rsidR="008A60E8">
        <w:rPr>
          <w:rtl/>
        </w:rPr>
        <w:t>:</w:t>
      </w:r>
      <w:r>
        <w:rPr>
          <w:rtl/>
        </w:rPr>
        <w:t xml:space="preserve"> ألك عينٌ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فما تصنع بها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أری بها الألوان والأشخاص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فلك أنفٌ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فما تصنع به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أشمُّ به الرائحة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ألك فمٌ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فما تصنع به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أذوقُ به الطعام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فلك اُذنٌ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فما تصنع بها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أسمعُ بها الصوت</w:t>
      </w:r>
      <w:r w:rsidR="008A60E8">
        <w:rPr>
          <w:rtl/>
        </w:rPr>
        <w:t>.</w:t>
      </w:r>
      <w:r>
        <w:rPr>
          <w:rtl/>
        </w:rPr>
        <w:t>‌ قلتُ</w:t>
      </w:r>
      <w:r w:rsidR="008A60E8">
        <w:rPr>
          <w:rtl/>
        </w:rPr>
        <w:t>:</w:t>
      </w:r>
      <w:r>
        <w:rPr>
          <w:rtl/>
        </w:rPr>
        <w:t xml:space="preserve"> ألك قلبٌ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قلتُ</w:t>
      </w:r>
      <w:r w:rsidR="008A60E8">
        <w:rPr>
          <w:rtl/>
        </w:rPr>
        <w:t>:</w:t>
      </w:r>
      <w:r>
        <w:rPr>
          <w:rtl/>
        </w:rPr>
        <w:t xml:space="preserve"> فما تصنع به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اُميزُّ به كلّما ورد علی هذه الجوارح والحواسّ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أوَليس في هذه الجوارح غنیً عن القلب</w:t>
      </w:r>
      <w:r w:rsidR="008A60E8">
        <w:rPr>
          <w:rtl/>
        </w:rPr>
        <w:t>؟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>‌ لا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وكيف ذلك وهي صحيحة ٌ سليمة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يا بُني</w:t>
      </w:r>
      <w:r w:rsidR="008A60E8">
        <w:rPr>
          <w:rtl/>
        </w:rPr>
        <w:t>،</w:t>
      </w:r>
      <w:r>
        <w:rPr>
          <w:rtl/>
        </w:rPr>
        <w:t xml:space="preserve"> إنَّ الجوارح إذا شكّت في شيءٍ شمّته أو رأته أو ذاقته أو سمعته ردّته إلی القلب</w:t>
      </w:r>
      <w:r w:rsidR="008A60E8">
        <w:rPr>
          <w:rtl/>
        </w:rPr>
        <w:t>؛</w:t>
      </w:r>
      <w:r>
        <w:rPr>
          <w:rtl/>
        </w:rPr>
        <w:t xml:space="preserve"> فيستيقن اليقين ويُبطل الشكّ</w:t>
      </w:r>
      <w:r w:rsidR="008A60E8">
        <w:rPr>
          <w:rtl/>
        </w:rPr>
        <w:t>.</w:t>
      </w:r>
      <w:r>
        <w:rPr>
          <w:rtl/>
        </w:rPr>
        <w:t xml:space="preserve"> قال هُشام</w:t>
      </w:r>
      <w:r w:rsidR="008A60E8">
        <w:rPr>
          <w:rtl/>
        </w:rPr>
        <w:t>:</w:t>
      </w:r>
      <w:r>
        <w:rPr>
          <w:rtl/>
        </w:rPr>
        <w:t xml:space="preserve"> فقُلت له</w:t>
      </w:r>
      <w:r w:rsidR="008A60E8">
        <w:rPr>
          <w:rtl/>
        </w:rPr>
        <w:t>:</w:t>
      </w:r>
      <w:r>
        <w:rPr>
          <w:rtl/>
        </w:rPr>
        <w:t xml:space="preserve"> فإنّما أقام الله القلب لشك الجوارح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قُلتُ</w:t>
      </w:r>
      <w:r w:rsidR="008A60E8">
        <w:rPr>
          <w:rtl/>
        </w:rPr>
        <w:t>:</w:t>
      </w:r>
      <w:r>
        <w:rPr>
          <w:rtl/>
        </w:rPr>
        <w:t xml:space="preserve"> لا بُدّ من القلب وإلاّ لم تستيقن الجوارح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فقلتُ له</w:t>
      </w:r>
      <w:r w:rsidR="008A60E8">
        <w:rPr>
          <w:rtl/>
        </w:rPr>
        <w:t>:</w:t>
      </w:r>
      <w:r>
        <w:rPr>
          <w:rtl/>
        </w:rPr>
        <w:t xml:space="preserve"> يا أبا مروان</w:t>
      </w:r>
      <w:r w:rsidR="008A60E8">
        <w:rPr>
          <w:rtl/>
        </w:rPr>
        <w:t>،</w:t>
      </w:r>
      <w:r>
        <w:rPr>
          <w:rtl/>
        </w:rPr>
        <w:t xml:space="preserve"> فالله تبارك وتعالی لم يترك جوارحك حتّی جعل لها إماماً يُصحّحُ لها الصحيح</w:t>
      </w:r>
      <w:r w:rsidR="008A60E8">
        <w:rPr>
          <w:rtl/>
        </w:rPr>
        <w:t>،</w:t>
      </w:r>
      <w:r>
        <w:rPr>
          <w:rtl/>
        </w:rPr>
        <w:t xml:space="preserve"> ويتيقن به ما شكّ فيه</w:t>
      </w:r>
      <w:r w:rsidR="008A60E8">
        <w:rPr>
          <w:rtl/>
        </w:rPr>
        <w:t>،</w:t>
      </w:r>
      <w:r>
        <w:rPr>
          <w:rtl/>
        </w:rPr>
        <w:t xml:space="preserve"> ويترك هذا الخلق كُلهم في حيرتهم وشكّهم واختلافهم لا يقيمُ لهم إماماً يردّون إليه شكّهم وحيرتهم</w:t>
      </w:r>
      <w:r w:rsidR="008A60E8">
        <w:rPr>
          <w:rtl/>
        </w:rPr>
        <w:t>،</w:t>
      </w:r>
      <w:r>
        <w:rPr>
          <w:rtl/>
        </w:rPr>
        <w:t xml:space="preserve"> ويقيمُ لك إماماً لجوارحك تردُّ إليه حيرتك وشكّك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فسكت ولم يقُلْ شيئاً</w:t>
      </w:r>
      <w:r w:rsidR="008A60E8">
        <w:rPr>
          <w:rtl/>
        </w:rPr>
        <w:t>،</w:t>
      </w:r>
      <w:r>
        <w:rPr>
          <w:rtl/>
        </w:rPr>
        <w:t xml:space="preserve"> ثمّ التفت إليّ فقال لي</w:t>
      </w:r>
      <w:r w:rsidR="008A60E8">
        <w:rPr>
          <w:rtl/>
        </w:rPr>
        <w:t>:</w:t>
      </w:r>
      <w:r>
        <w:rPr>
          <w:rtl/>
        </w:rPr>
        <w:t xml:space="preserve"> أنت هُشام بن الحكم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448CA">
      <w:pPr>
        <w:pStyle w:val="libNormal"/>
      </w:pPr>
      <w:r>
        <w:rPr>
          <w:rtl/>
        </w:rPr>
        <w:t>فقلتُ</w:t>
      </w:r>
      <w:r w:rsidR="008A60E8">
        <w:rPr>
          <w:rtl/>
        </w:rPr>
        <w:t>:</w:t>
      </w:r>
      <w:r>
        <w:rPr>
          <w:rtl/>
        </w:rPr>
        <w:t xml:space="preserve"> لا</w:t>
      </w:r>
      <w:r w:rsidR="008A60E8">
        <w:rPr>
          <w:rtl/>
        </w:rPr>
        <w:t>.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أمن جُلسائه</w:t>
      </w:r>
      <w:r w:rsidR="008A60E8">
        <w:rPr>
          <w:rtl/>
        </w:rPr>
        <w:t>؟</w:t>
      </w:r>
      <w:r>
        <w:rPr>
          <w:rtl/>
        </w:rPr>
        <w:t xml:space="preserve"> قُلت</w:t>
      </w:r>
      <w:r w:rsidR="008A60E8">
        <w:rPr>
          <w:rtl/>
        </w:rPr>
        <w:t>:</w:t>
      </w:r>
      <w:r>
        <w:rPr>
          <w:rtl/>
        </w:rPr>
        <w:t xml:space="preserve"> لا</w:t>
      </w:r>
      <w:r w:rsidR="008A60E8">
        <w:rPr>
          <w:rtl/>
        </w:rPr>
        <w:t>.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فمن أين أنت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قُلتُ من أهل الكوفة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فأنت إذاً هو</w:t>
      </w:r>
      <w:r w:rsidR="008A60E8">
        <w:rPr>
          <w:rtl/>
        </w:rPr>
        <w:t>.</w:t>
      </w:r>
      <w:r>
        <w:rPr>
          <w:rtl/>
        </w:rPr>
        <w:t xml:space="preserve"> ثمّ ضمنّي إليه</w:t>
      </w:r>
      <w:r w:rsidR="008A60E8">
        <w:rPr>
          <w:rtl/>
        </w:rPr>
        <w:t>،</w:t>
      </w:r>
      <w:r>
        <w:rPr>
          <w:rtl/>
        </w:rPr>
        <w:t xml:space="preserve"> وأقعدني في مجلسه</w:t>
      </w:r>
      <w:r w:rsidR="008A60E8">
        <w:rPr>
          <w:rtl/>
        </w:rPr>
        <w:t>،</w:t>
      </w:r>
      <w:r>
        <w:rPr>
          <w:rtl/>
        </w:rPr>
        <w:t xml:space="preserve"> وزال عن مجلسه وما نطق حتّی قُمت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قال</w:t>
      </w:r>
      <w:r w:rsidR="008A60E8">
        <w:rPr>
          <w:rtl/>
        </w:rPr>
        <w:t>:</w:t>
      </w:r>
      <w:r>
        <w:rPr>
          <w:rtl/>
        </w:rPr>
        <w:t xml:space="preserve"> فضحك أبو عبد الله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هُشام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مَنْ علَّمكَ هذا</w:t>
      </w:r>
      <w:r w:rsidR="008A60E8" w:rsidRPr="00172AAC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قُلتُ</w:t>
      </w:r>
      <w:r w:rsidR="008A60E8">
        <w:rPr>
          <w:rtl/>
        </w:rPr>
        <w:t>:</w:t>
      </w:r>
      <w:r>
        <w:rPr>
          <w:rtl/>
        </w:rPr>
        <w:t xml:space="preserve"> شيءٌ أخذته مِنْكَ وألَّفته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هذا والله مكتوبٌ في صُحف إبراهيم وموسی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فهكذا هو حال الإمام المعصوم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قلبُ الإنسان</w:t>
      </w:r>
      <w:r w:rsidR="008A60E8">
        <w:rPr>
          <w:rtl/>
        </w:rPr>
        <w:t>،</w:t>
      </w:r>
      <w:r>
        <w:rPr>
          <w:rtl/>
        </w:rPr>
        <w:t xml:space="preserve"> فهو بلا إمام كأنّما بلا قلب</w:t>
      </w:r>
      <w:r w:rsidR="008A60E8">
        <w:rPr>
          <w:rtl/>
        </w:rPr>
        <w:t>،</w:t>
      </w:r>
      <w:r>
        <w:rPr>
          <w:rtl/>
        </w:rPr>
        <w:t xml:space="preserve"> وكيف بالإنسان إذا كان بلا قلب</w:t>
      </w:r>
      <w:r w:rsidR="008A60E8">
        <w:rPr>
          <w:rtl/>
        </w:rPr>
        <w:t>،</w:t>
      </w:r>
      <w:r>
        <w:rPr>
          <w:rtl/>
        </w:rPr>
        <w:t xml:space="preserve"> أو دخل السهم المثلّث إلی قلبه</w:t>
      </w:r>
      <w:r w:rsidR="008A60E8">
        <w:rPr>
          <w:rtl/>
        </w:rPr>
        <w:t>؟</w:t>
      </w:r>
      <w:r>
        <w:rPr>
          <w:rtl/>
        </w:rPr>
        <w:t xml:space="preserve">! 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قال أربابُ المقاتل</w:t>
      </w:r>
      <w:r w:rsidR="008A60E8">
        <w:rPr>
          <w:rtl/>
        </w:rPr>
        <w:t>:</w:t>
      </w:r>
      <w:r>
        <w:rPr>
          <w:rtl/>
        </w:rPr>
        <w:t xml:space="preserve"> كان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يقول</w:t>
      </w:r>
      <w:r w:rsidR="008A60E8">
        <w:rPr>
          <w:rtl/>
        </w:rPr>
        <w:t>:</w:t>
      </w:r>
      <w:r>
        <w:rPr>
          <w:rtl/>
        </w:rPr>
        <w:t xml:space="preserve"> عندما برز إلی القتال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أنـا الحسينُ بنُ علي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آلـيت أن لا أنـثني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أحـمي عـيالات أبي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أمضي علی دين النبيّ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وأخذ يضرب فيهم يميناً وشمالاً حتّی قتل منهم خلقاً كثيراً</w:t>
      </w:r>
      <w:r w:rsidR="008A60E8">
        <w:rPr>
          <w:rtl/>
        </w:rPr>
        <w:t>،</w:t>
      </w:r>
      <w:r>
        <w:rPr>
          <w:rtl/>
        </w:rPr>
        <w:t xml:space="preserve"> فلّما نظر الشمر إلی ذلك أقبل إلی عمر بن سعد وقال</w:t>
      </w:r>
      <w:r w:rsidR="008A60E8">
        <w:rPr>
          <w:rtl/>
        </w:rPr>
        <w:t>:</w:t>
      </w:r>
      <w:r>
        <w:rPr>
          <w:rtl/>
        </w:rPr>
        <w:t xml:space="preserve"> أيُّها الأمير</w:t>
      </w:r>
      <w:r w:rsidR="008A60E8">
        <w:rPr>
          <w:rtl/>
        </w:rPr>
        <w:t>،</w:t>
      </w:r>
      <w:r>
        <w:rPr>
          <w:rtl/>
        </w:rPr>
        <w:t xml:space="preserve"> إنَّ هذا الرجل يفنينا عن آخرنا مبارزةً</w:t>
      </w:r>
      <w:r w:rsidR="008A60E8">
        <w:rPr>
          <w:rtl/>
        </w:rPr>
        <w:t>.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كيف نصنعُ به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نفترق عليه من كلِّ مكانٍ</w:t>
      </w:r>
      <w:r w:rsidR="008A60E8">
        <w:rPr>
          <w:rtl/>
        </w:rPr>
        <w:t>،</w:t>
      </w:r>
      <w:r>
        <w:rPr>
          <w:rtl/>
        </w:rPr>
        <w:t xml:space="preserve"> فافترقوا عليه</w:t>
      </w:r>
      <w:r w:rsidR="008A60E8">
        <w:rPr>
          <w:rtl/>
        </w:rPr>
        <w:t>؛</w:t>
      </w:r>
      <w:r>
        <w:rPr>
          <w:rtl/>
        </w:rPr>
        <w:t xml:space="preserve"> فرقةٌ ترميه بالنبال والسهام والحجارة</w:t>
      </w:r>
      <w:r w:rsidR="008A60E8">
        <w:rPr>
          <w:rtl/>
        </w:rPr>
        <w:t>،</w:t>
      </w:r>
      <w:r>
        <w:rPr>
          <w:rtl/>
        </w:rPr>
        <w:t xml:space="preserve"> وفرقة يطعنونه بالرماح</w:t>
      </w:r>
      <w:r w:rsidR="008A60E8">
        <w:rPr>
          <w:rtl/>
        </w:rPr>
        <w:t>،</w:t>
      </w:r>
      <w:r>
        <w:rPr>
          <w:rtl/>
        </w:rPr>
        <w:t xml:space="preserve"> وفرقة يضربونه بالسيوف حتّی أثخنوه بالجراح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في اللهوف</w:t>
      </w:r>
      <w:r w:rsidR="008A60E8">
        <w:rPr>
          <w:rtl/>
        </w:rPr>
        <w:t>:</w:t>
      </w:r>
      <w:r>
        <w:rPr>
          <w:rtl/>
        </w:rPr>
        <w:t xml:space="preserve"> حتّی أصابته اثنان وسبعون جُراحة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فوقف ليستريح ساعةً وقد ضعف عن القتال</w:t>
      </w:r>
      <w:r w:rsidR="008A60E8">
        <w:rPr>
          <w:rtl/>
        </w:rPr>
        <w:t>،</w:t>
      </w:r>
      <w:r>
        <w:rPr>
          <w:rtl/>
        </w:rPr>
        <w:t xml:space="preserve"> فبينما هو واقفٌ إذ أتاه حجرٌ فوقع في جبهته</w:t>
      </w:r>
      <w:r w:rsidR="008A60E8">
        <w:rPr>
          <w:rtl/>
        </w:rPr>
        <w:t>،</w:t>
      </w:r>
      <w:r>
        <w:rPr>
          <w:rtl/>
        </w:rPr>
        <w:t xml:space="preserve"> فسالت الدماء علی‌ وجهه ولحيته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1 / 169</w:t>
      </w:r>
      <w:r w:rsidR="00EE7E9B">
        <w:rPr>
          <w:rtl/>
        </w:rPr>
        <w:t xml:space="preserve"> - </w:t>
      </w:r>
      <w:r>
        <w:rPr>
          <w:rtl/>
        </w:rPr>
        <w:t>171</w:t>
      </w:r>
      <w:r w:rsidR="008A60E8">
        <w:rPr>
          <w:rtl/>
        </w:rPr>
        <w:t>،</w:t>
      </w:r>
      <w:r w:rsidRPr="008A60E8">
        <w:rPr>
          <w:rtl/>
        </w:rPr>
        <w:t xml:space="preserve"> </w:t>
      </w:r>
      <w:r>
        <w:rPr>
          <w:rtl/>
        </w:rPr>
        <w:t>كتاب الحجة ح3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فأخذ الثوب ليمسح الدم عن وجهه إذ أتاه سهمٌ محدّد له ثلاث شُعب فوقع في قلبه</w:t>
      </w:r>
      <w:r w:rsidR="008A60E8">
        <w:rPr>
          <w:rtl/>
        </w:rPr>
        <w:t>،</w:t>
      </w:r>
      <w:r>
        <w:rPr>
          <w:rtl/>
        </w:rPr>
        <w:t xml:space="preserve"> ثمّ أخذ السهم وأخرجه من وراء ظهره</w:t>
      </w:r>
      <w:r w:rsidR="008A60E8">
        <w:rPr>
          <w:rtl/>
        </w:rPr>
        <w:t>،</w:t>
      </w:r>
      <w:r>
        <w:rPr>
          <w:rtl/>
        </w:rPr>
        <w:t xml:space="preserve"> فانبعث الدم كالميزاب</w:t>
      </w:r>
      <w:r w:rsidR="008A60E8">
        <w:rPr>
          <w:rtl/>
        </w:rPr>
        <w:t>،</w:t>
      </w:r>
      <w:r>
        <w:rPr>
          <w:rtl/>
        </w:rPr>
        <w:t xml:space="preserve"> فوضع يده علی الجرح</w:t>
      </w:r>
      <w:r w:rsidR="008A60E8">
        <w:rPr>
          <w:rtl/>
        </w:rPr>
        <w:t>،</w:t>
      </w:r>
      <w:r>
        <w:rPr>
          <w:rtl/>
        </w:rPr>
        <w:t xml:space="preserve"> فلّما امتلأت رمی بها إلی السماء فما رجع من ذلك الدم قطرة</w:t>
      </w:r>
      <w:r w:rsidR="008A60E8">
        <w:rPr>
          <w:rtl/>
        </w:rPr>
        <w:t>،</w:t>
      </w:r>
      <w:r>
        <w:rPr>
          <w:rtl/>
        </w:rPr>
        <w:t xml:space="preserve"> ثمّ وضع يده تحت الجُراح</w:t>
      </w:r>
      <w:r w:rsidR="008A60E8">
        <w:rPr>
          <w:rtl/>
        </w:rPr>
        <w:t>،</w:t>
      </w:r>
      <w:r>
        <w:rPr>
          <w:rtl/>
        </w:rPr>
        <w:t xml:space="preserve"> فلّما امتلأت دماً لطخ بها رأسه ولحيته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هكذا والله أكونُ حتّی ألقی جدّي محمداً وأنا مخضوبٌ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وأقولُ</w:t>
      </w:r>
      <w:r w:rsidR="008A60E8" w:rsidRPr="00172AAC">
        <w:rPr>
          <w:rtl/>
        </w:rPr>
        <w:t>:</w:t>
      </w:r>
      <w:r w:rsidRPr="00172AAC">
        <w:rPr>
          <w:rtl/>
        </w:rPr>
        <w:t xml:space="preserve"> يا رسولَ الله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قتلني فلان وفلان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هذا وزينب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تنظر أخاها بلا معين</w:t>
      </w:r>
      <w:r w:rsidR="008A60E8">
        <w:rPr>
          <w:rtl/>
        </w:rPr>
        <w:t>،</w:t>
      </w:r>
      <w:r>
        <w:rPr>
          <w:rtl/>
        </w:rPr>
        <w:t xml:space="preserve"> ولا مؤازر</w:t>
      </w:r>
      <w:r w:rsidR="008A60E8">
        <w:rPr>
          <w:rtl/>
        </w:rPr>
        <w:t>،</w:t>
      </w:r>
      <w:r>
        <w:rPr>
          <w:rtl/>
        </w:rPr>
        <w:t xml:space="preserve"> ولا عشيرة بعد ما خرجت مع أهل بيتها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دنـظر لـلعشيره اشـكثر حلوه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تـحلّ الـموزمه أو تكشف البلوه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أدّوا لـبو اليمه اشـروط الأخوه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أو سـوّوا يـوم إله للحشر تذكار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الـفواطم لـو اثلاثه مـن زلمها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عگب احسين كون احضرت يمّها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چا مـحّد جـسر يـحرك خيمها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ولا سـلبوا يتيمه ولا نهب صار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أنـه اتمنيت هالنهضه انهضوها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الـزينب يـوم اجـوها ايسلبّوها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75A89" w:rsidTr="00475A89">
        <w:trPr>
          <w:trHeight w:val="350"/>
        </w:trPr>
        <w:tc>
          <w:tcPr>
            <w:tcW w:w="3537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والـذيـج الـيتيمه الـروّعوها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475A89" w:rsidRDefault="00475A89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475A89" w:rsidRDefault="00475A89" w:rsidP="0046201D">
            <w:pPr>
              <w:pStyle w:val="libPoem"/>
            </w:pPr>
            <w:r>
              <w:rPr>
                <w:rFonts w:hint="cs"/>
                <w:rtl/>
              </w:rPr>
              <w:t>ابـضربها أوتلتهب بذيالها النار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مجمع المصائب 1 / 253</w:t>
      </w:r>
      <w:r w:rsidR="00EE7E9B">
        <w:rPr>
          <w:rtl/>
        </w:rPr>
        <w:t xml:space="preserve"> - </w:t>
      </w:r>
      <w:r>
        <w:rPr>
          <w:rtl/>
        </w:rPr>
        <w:t>255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(بحراني)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537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فـرّت يـتيمة امدوهنة امن اخيام الحسين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1D0520" w:rsidRDefault="001D0520" w:rsidP="001D0520">
            <w:pPr>
              <w:pStyle w:val="libPoem"/>
            </w:pPr>
            <w:r>
              <w:rPr>
                <w:rFonts w:hint="cs"/>
                <w:rtl/>
              </w:rPr>
              <w:t>تـبچي أوتنادي ياخلكَ درب الغري منين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537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گلـها عـدوا من الگوم اسـمعي ياحزينه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ابـعيد الـغري ويـنچ يـهالحرة ويـنه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537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مـمشه ثـلث تـيّام چانچ تـوصلينه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واشـلون بـس وحدچ إبهذا البر تسيرين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537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گالـت أبـوي حـسين دلـيني بـجسمه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إيگولـون من فوگ الثری امخضّب إبدمه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537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إبـيا كتر صارت صيحته أرد أصل يمّه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بلچت يحاچيني أمن أنادي ابصوت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46201D">
        <w:trPr>
          <w:trHeight w:val="350"/>
        </w:trPr>
        <w:tc>
          <w:tcPr>
            <w:tcW w:w="3537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أحـبايَ لو غيرُ الحِمام أصبابَكُم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501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عتبتُ ولكن ما على الموتِ معَتَبُ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tl/>
        </w:rPr>
        <w:t>* * *</w:t>
      </w:r>
    </w:p>
    <w:p w:rsidR="009A0DCC" w:rsidRDefault="009A0DCC" w:rsidP="00E037B4">
      <w:pPr>
        <w:pStyle w:val="libCenterBold2"/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037B4">
      <w:pPr>
        <w:pStyle w:val="Heading1Center"/>
      </w:pPr>
      <w:bookmarkStart w:id="14" w:name="_Toc436482592"/>
      <w:r>
        <w:rPr>
          <w:rtl/>
        </w:rPr>
        <w:lastRenderedPageBreak/>
        <w:t>المجلس الثاني</w:t>
      </w:r>
      <w:bookmarkStart w:id="15" w:name="المجلس_الثاني"/>
      <w:bookmarkEnd w:id="15"/>
      <w:bookmarkEnd w:id="14"/>
    </w:p>
    <w:p w:rsidR="009A0DCC" w:rsidRDefault="009A0DCC" w:rsidP="00E037B4">
      <w:pPr>
        <w:pStyle w:val="Heading1Center"/>
      </w:pPr>
    </w:p>
    <w:p w:rsidR="009A0DCC" w:rsidRDefault="009A0DCC" w:rsidP="00E037B4">
      <w:pPr>
        <w:pStyle w:val="Heading1Center"/>
      </w:pPr>
      <w:bookmarkStart w:id="16" w:name="_Toc436482593"/>
      <w:r>
        <w:rPr>
          <w:rtl/>
        </w:rPr>
        <w:t xml:space="preserve">معجزات الحسين </w:t>
      </w:r>
      <w:r w:rsidR="00EE7E9B" w:rsidRPr="00EE7E9B">
        <w:rPr>
          <w:rStyle w:val="libAlaemChar"/>
          <w:rtl/>
        </w:rPr>
        <w:t>عليه‌السلام</w:t>
      </w:r>
      <w:bookmarkEnd w:id="16"/>
      <w:r w:rsidRPr="00E037B4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037B4">
      <w:pPr>
        <w:pStyle w:val="libCenterBold1"/>
      </w:pPr>
      <w:r>
        <w:rPr>
          <w:rtl/>
        </w:rPr>
        <w:lastRenderedPageBreak/>
        <w:t>المجلس الثاني</w:t>
      </w:r>
    </w:p>
    <w:p w:rsidR="009A0DCC" w:rsidRDefault="009A0DCC" w:rsidP="00E037B4">
      <w:pPr>
        <w:pStyle w:val="libCenterBold1"/>
        <w:rPr>
          <w:rFonts w:hint="cs"/>
          <w:rtl/>
        </w:rPr>
      </w:pPr>
      <w:r>
        <w:rPr>
          <w:rtl/>
        </w:rPr>
        <w:t xml:space="preserve">معجزات الحسين </w:t>
      </w:r>
      <w:r w:rsidR="00EE7E9B" w:rsidRPr="00EE7E9B">
        <w:rPr>
          <w:rStyle w:val="libAlaemChar"/>
          <w:rtl/>
        </w:rPr>
        <w:t>عليه‌السلام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اللهُ أيُّ دمٍ في كـربـلا سُـفكا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لم يجرِ في الأرض حتّى أوقف الفلكا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وأيُّ خيلِ ضلالٍ في الطفوفِ عدت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عـلى حـريمِ رسـولِ اللهِ فانتهكا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يـومٌ بـحاميةِ الإسـلامِ قد نهضتْ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لهُ حـمـيةُ ديـنِ اللهِ إذ تـركا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رأى بأنّ سـبيلَ الـغي مـتّبعٌ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والـرشدَ لـم تـدرِ قـومٌ أيّةً سُلكا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والـناسَ عـادت إلـيهم جاهليتهمْ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كـأنَّ مَـنْ شـرّع الإسلامَ قد أفكا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وقد تـحكّمَ بـالإسلامِ طـاغيةٌ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يُـمسي ويُـصبحُ بالفحشاءِ منهمكا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لـم أدرِ أين رجالُ المسلمينَ مضوا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وكـيفَ صـارَ يـزيدٌ بـينهم ملكا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الـعاصرُ الـخمرَ من لؤمٍ بعنصره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ومـن خـساسةِ طبعٍ يعصرُ الودكا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لـئن جـرت لفظةُ التوحيدِ في فمهِ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فـسيفهُ بـسوى الـتوحيدِ مـا فتكا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قـد أصـبحَ الدينُ منه يشتكي سقماً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ومـا إلـى أحـدٍ غيرَ الحسينِ شكا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فـما رأى السبطُ للدينِ الحنيفِ شفا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إلاّ إذا دمـهُ فـي كـربلا سُفكا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للسيد جعفر الحلّي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السيّد جواد شبّر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أدب الطفّ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السيد جعفر كمال الدين الحلّي النجفي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عُرفت هذه الأسرة بالانتماء إلى الجدّ السادس لصاحب هذه الترجمة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وهو السيد كمال الدين بن منصور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فهو جدّ الأسرة الكمالية المنتشرة في الحلّة وضواحيها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والنجف والكوفة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كتب عنها مفصّلاً الخطيب اليعقوبي في (البابليات)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كما أقام الشواهد على شاعريته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وسرعة البديهة عنده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وديوانه أصدق شاهد على سموّ شعوره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 من حقّه أن يطلق اسم (سحر بابل وسجع البلابل) على ديوانه قبل أن يُجمع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والذي جمعه أخوه السيد هاشم بعد وفاة الشاعر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توفي فجأة في شعبان لسبع بقين من سنة 1315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ودُفن في وادي السلام بالنجف الأشرف عند قبر والده على مقربة من مقام الإمام المهدي (عجّل الله تعالى فرجه)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نشأ السيد جعفر فاستطرف قدر حاجته من مبادئ النحو والصرف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والمنطق والمعاني والبيان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وصار يختلف إلى مدارس العلماء وحوزاتها الحافلة بالفقه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وهو في كل ذلك حلو المحاضرة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سريع البداهة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حسن الجواب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نبيه الخاطر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متوقد القريحة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جريّ اللسان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برع في نظم الشعر وهو دون الثلاثين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وأصبح من الشعراء المعدودين الذين تلهج الألسن بذكرهم وتتغنى بشعرهم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>.. وأشهر قصيدة له رائعته التي مطلعها</w:t>
      </w:r>
      <w:r w:rsidR="008A60E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46201D">
        <w:trPr>
          <w:trHeight w:val="350"/>
        </w:trPr>
        <w:tc>
          <w:tcPr>
            <w:tcW w:w="3662" w:type="dxa"/>
          </w:tcPr>
          <w:p w:rsidR="001D0520" w:rsidRDefault="001D0520" w:rsidP="001D0520">
            <w:pPr>
              <w:pStyle w:val="libPoemFootnote"/>
            </w:pPr>
            <w:r>
              <w:rPr>
                <w:rFonts w:hint="cs"/>
                <w:rtl/>
              </w:rPr>
              <w:t>وجهُ الصباح عليّ ليلٌ مظلمُ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1D0520">
            <w:pPr>
              <w:pStyle w:val="libPoemFootnote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1D0520">
            <w:pPr>
              <w:pStyle w:val="libPoemFootnote"/>
            </w:pPr>
            <w:r>
              <w:rPr>
                <w:rFonts w:hint="cs"/>
                <w:rtl/>
              </w:rPr>
              <w:t>وربيعُ أيامي عليّ محرّمُ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وهذه القصيدة التي تزيد على السبعين بيتاً كلّها من الشعر المنسجم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(أدب الطفّ 8 / 99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110)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ولسان حال الزهراء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لمّا نظرت إلى ولدها</w:t>
      </w:r>
      <w:r w:rsidR="008A60E8">
        <w:rPr>
          <w:rtl/>
        </w:rPr>
        <w:t>،</w:t>
      </w:r>
      <w:r>
        <w:rPr>
          <w:rtl/>
        </w:rPr>
        <w:t xml:space="preserve"> يصفها الشاعر</w:t>
      </w:r>
      <w:r w:rsidR="008A60E8">
        <w:rPr>
          <w:rtl/>
        </w:rPr>
        <w:t>: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(فايزي)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شـلتك ابـطني تسعة أشهر يا حنيني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وسـهرت لـيلي اُووسديتك عن يميني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تـاليها مرمي عله الثرى تنظرك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عگب الدلال على التريبه اتنام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D0520" w:rsidRDefault="001D0520" w:rsidP="001D0520">
      <w:pPr>
        <w:pStyle w:val="libCenter"/>
        <w:rPr>
          <w:rFonts w:hint="cs"/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يـحسين يـبني مصرعك گطّع گليبي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يـاريت دونـك يـذبحوني يا حبيبي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أبـروحي فديتك وشربت صافي حليبي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اُو برباك يوليدي اسهرت يا گرة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1D0520" w:rsidP="00172AAC">
      <w:pPr>
        <w:pStyle w:val="libBold2"/>
        <w:rPr>
          <w:rFonts w:hint="cs"/>
          <w:rtl/>
        </w:rPr>
      </w:pPr>
      <w:r>
        <w:rPr>
          <w:rtl/>
        </w:rPr>
        <w:t xml:space="preserve"> </w:t>
      </w:r>
      <w:r w:rsidR="009A0DCC">
        <w:rPr>
          <w:rtl/>
        </w:rPr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الحراير من لهيب النار هاجن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ولعد جسمك يبو السجاد هاجن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تگللك عـلينه الـليل هاجن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وانـته امـوسد الغبره رميه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وكأنّي بالحرائر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يفترّن خوات احسين من خيمة لعد خيمه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ينخن وين راحوا وين ما كو بالكفر شيمه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662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كلّ خيمه تشبّ ابنار ردّن ضربن الهيمه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2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625" w:type="dxa"/>
          </w:tcPr>
          <w:p w:rsidR="001D0520" w:rsidRDefault="001D0520" w:rsidP="001D0520">
            <w:pPr>
              <w:pStyle w:val="libPoem"/>
            </w:pPr>
            <w:r>
              <w:rPr>
                <w:rFonts w:hint="cs"/>
                <w:rtl/>
              </w:rPr>
              <w:t>والسجّاد إجوسحبوه أودمعه على الوجن ساله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روى محمّد بن مسلم عن الإمامين الباقر والصادق </w:t>
      </w:r>
      <w:r w:rsidR="00EE7E9B" w:rsidRPr="00EE7E9B">
        <w:rPr>
          <w:rStyle w:val="libAlaemChar"/>
          <w:rtl/>
        </w:rPr>
        <w:t>عليهما‌السلام</w:t>
      </w:r>
      <w:r w:rsidR="008A60E8">
        <w:rPr>
          <w:rtl/>
        </w:rPr>
        <w:t>،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سمعتهما يقولان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 xml:space="preserve">إنّ الله تعالى عوّض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من قتله أن جعل الإمامة في ذرّيته</w:t>
      </w:r>
      <w:r w:rsidR="008A60E8">
        <w:rPr>
          <w:rtl/>
        </w:rPr>
        <w:t>،</w:t>
      </w:r>
      <w:r>
        <w:rPr>
          <w:rtl/>
        </w:rPr>
        <w:t xml:space="preserve"> والشفاء في تربته</w:t>
      </w:r>
      <w:r w:rsidR="008A60E8">
        <w:rPr>
          <w:rtl/>
        </w:rPr>
        <w:t>،</w:t>
      </w:r>
      <w:r>
        <w:rPr>
          <w:rtl/>
        </w:rPr>
        <w:t xml:space="preserve"> وإجابة الدعاء عند قبره</w:t>
      </w:r>
      <w:r w:rsidR="008A60E8">
        <w:rPr>
          <w:rtl/>
        </w:rPr>
        <w:t>،</w:t>
      </w:r>
      <w:r>
        <w:rPr>
          <w:rtl/>
        </w:rPr>
        <w:t xml:space="preserve"> ولا تعدّ أيام زائره جائياً وراجعاً من عمره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محمّد بن مسلم</w:t>
      </w:r>
      <w:r w:rsidR="008A60E8">
        <w:rPr>
          <w:rtl/>
        </w:rPr>
        <w:t>:</w:t>
      </w:r>
      <w:r>
        <w:rPr>
          <w:rtl/>
        </w:rPr>
        <w:t xml:space="preserve"> فقلت لأبي عبد الله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هذه الخلال تنال بالحسين</w:t>
      </w:r>
      <w:r w:rsidR="008A60E8">
        <w:rPr>
          <w:rtl/>
        </w:rPr>
        <w:t>،</w:t>
      </w:r>
      <w:r>
        <w:rPr>
          <w:rtl/>
        </w:rPr>
        <w:t xml:space="preserve"> فما له هو في نفسه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 xml:space="preserve">إنّ الله تعالى ألحقه بالنبي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فكان معه في درجته ومنزلته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ثمّ تلا أبو عبد الله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وَالَّذِينَ آمَنُوا وَاتَّبَعَتْهُمْ ذُرِّيَّتُهُم بِإِيمَانٍ أَلْحَقْنَا بِهِمْ ذُرِّيَّتَهُم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مدهش للعقول</w:t>
      </w:r>
      <w:r w:rsidR="008A60E8">
        <w:rPr>
          <w:rtl/>
        </w:rPr>
        <w:t>،</w:t>
      </w:r>
      <w:r>
        <w:rPr>
          <w:rtl/>
        </w:rPr>
        <w:t xml:space="preserve"> محيرٌّ للألباب</w:t>
      </w:r>
      <w:r w:rsidR="008A60E8">
        <w:rPr>
          <w:rtl/>
        </w:rPr>
        <w:t>؛</w:t>
      </w:r>
      <w:r>
        <w:rPr>
          <w:rtl/>
        </w:rPr>
        <w:t xml:space="preserve"> لكثرة ما صدر منه من معجزات ظاهرات</w:t>
      </w:r>
      <w:r w:rsidR="008A60E8">
        <w:rPr>
          <w:rtl/>
        </w:rPr>
        <w:t>،</w:t>
      </w:r>
      <w:r>
        <w:rPr>
          <w:rtl/>
        </w:rPr>
        <w:t xml:space="preserve"> وكرامات باهرات</w:t>
      </w:r>
      <w:r w:rsidR="008A60E8">
        <w:rPr>
          <w:rtl/>
        </w:rPr>
        <w:t>،</w:t>
      </w:r>
      <w:r>
        <w:rPr>
          <w:rtl/>
        </w:rPr>
        <w:t xml:space="preserve"> حتّى نُقل عن السيد البحراني أنّه ذكر مئتين في كتابه « مدينة المعاجز 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ويمكن تقسيم تلك المعجزات إلى عدّة أقسام من حيث كونها قبل الولادة وبعد الولادة وبعد الشهادة إلى غير ذلك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روى الأوزاعي عن عبد الله بن شدّاد</w:t>
      </w:r>
      <w:r w:rsidR="008A60E8">
        <w:rPr>
          <w:rtl/>
        </w:rPr>
        <w:t>،</w:t>
      </w:r>
      <w:r>
        <w:rPr>
          <w:rtl/>
        </w:rPr>
        <w:t xml:space="preserve"> عن اُمّ الفضل أنّها دخلت على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فقالت</w:t>
      </w:r>
      <w:r w:rsidR="008A60E8">
        <w:rPr>
          <w:rtl/>
        </w:rPr>
        <w:t>:</w:t>
      </w:r>
      <w:r>
        <w:rPr>
          <w:rtl/>
        </w:rPr>
        <w:t xml:space="preserve"> يا رسول الله</w:t>
      </w:r>
      <w:r w:rsidR="008A60E8">
        <w:rPr>
          <w:rtl/>
        </w:rPr>
        <w:t>،</w:t>
      </w:r>
      <w:r>
        <w:rPr>
          <w:rtl/>
        </w:rPr>
        <w:t xml:space="preserve"> رأيت الليلة حُلماً منكراً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وما رأيت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فقالت</w:t>
      </w:r>
      <w:r w:rsidR="008A60E8">
        <w:rPr>
          <w:rtl/>
        </w:rPr>
        <w:t>:</w:t>
      </w:r>
      <w:r>
        <w:rPr>
          <w:rtl/>
        </w:rPr>
        <w:t xml:space="preserve"> إنّه شديد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وما هو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رأيت كأنَّ قطعةً من جسدك قُطعت ووضِعت في حجري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فقال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خيراً رأيتِ</w:t>
      </w:r>
      <w:r w:rsidR="008A60E8">
        <w:rPr>
          <w:rtl/>
        </w:rPr>
        <w:t>؛</w:t>
      </w:r>
      <w:r>
        <w:rPr>
          <w:rtl/>
        </w:rPr>
        <w:t xml:space="preserve"> تلد فاطمة غلاماً فيكون في حجرك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فولدت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وكان في حجري كما قال (صلوات الله عليه وآله)</w:t>
      </w:r>
      <w:r w:rsidR="008A60E8">
        <w:rPr>
          <w:rtl/>
        </w:rPr>
        <w:t>.</w:t>
      </w:r>
      <w:r w:rsidR="00EE7E9B">
        <w:rPr>
          <w:rtl/>
        </w:rPr>
        <w:t xml:space="preserve"> </w:t>
      </w: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دخلت به يوماً على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فوضعته في حجره</w:t>
      </w:r>
      <w:r w:rsidR="008A60E8">
        <w:rPr>
          <w:rtl/>
        </w:rPr>
        <w:t>،</w:t>
      </w:r>
      <w:r>
        <w:rPr>
          <w:rtl/>
        </w:rPr>
        <w:t xml:space="preserve"> ثمّ حانت منّي التفاتة فإذا عينا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تهرقان بالدموع</w:t>
      </w:r>
      <w:r w:rsidR="008A60E8">
        <w:rPr>
          <w:rtl/>
        </w:rPr>
        <w:t>،</w:t>
      </w:r>
      <w:r>
        <w:rPr>
          <w:rtl/>
        </w:rPr>
        <w:t xml:space="preserve"> فقلت</w:t>
      </w:r>
      <w:r w:rsidR="008A60E8">
        <w:rPr>
          <w:rtl/>
        </w:rPr>
        <w:t>:</w:t>
      </w:r>
      <w:r>
        <w:rPr>
          <w:rtl/>
        </w:rPr>
        <w:t xml:space="preserve"> بأبي أنت واُمّي يا رسول الله</w:t>
      </w:r>
      <w:r w:rsidR="008A60E8">
        <w:rPr>
          <w:rtl/>
        </w:rPr>
        <w:t>!</w:t>
      </w:r>
      <w:r>
        <w:rPr>
          <w:rtl/>
        </w:rPr>
        <w:t xml:space="preserve"> ما لك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إعلام الورى 1</w:t>
      </w:r>
      <w:r w:rsidRPr="008A60E8">
        <w:rPr>
          <w:rtl/>
        </w:rPr>
        <w:t xml:space="preserve"> / 431</w:t>
      </w:r>
      <w:r w:rsidR="008A60E8">
        <w:rPr>
          <w:rtl/>
        </w:rPr>
        <w:t>،</w:t>
      </w:r>
      <w:r>
        <w:rPr>
          <w:rtl/>
        </w:rPr>
        <w:t xml:space="preserve"> والآية من سورة الطور / 21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أتاني جبرئيل فأخبرني أنّ اُمّتي ستقتل ابني هذا</w:t>
      </w:r>
      <w:r w:rsidR="008A60E8">
        <w:rPr>
          <w:rtl/>
        </w:rPr>
        <w:t>،</w:t>
      </w:r>
      <w:r>
        <w:rPr>
          <w:rtl/>
        </w:rPr>
        <w:t xml:space="preserve"> وأتاني بتربة من تربة حمراء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وعن اُمّ سلمة (رضي الله عنها) قالت</w:t>
      </w:r>
      <w:r w:rsidR="008A60E8">
        <w:rPr>
          <w:rtl/>
        </w:rPr>
        <w:t>:</w:t>
      </w:r>
      <w:r>
        <w:rPr>
          <w:rtl/>
        </w:rPr>
        <w:t xml:space="preserve"> إنّ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خرج من عندنا ذات ليلة فغاب عنّا طويلاً</w:t>
      </w:r>
      <w:r w:rsidR="008A60E8">
        <w:rPr>
          <w:rtl/>
        </w:rPr>
        <w:t>،</w:t>
      </w:r>
      <w:r>
        <w:rPr>
          <w:rtl/>
        </w:rPr>
        <w:t xml:space="preserve"> ثمّ جاءنا وهو أشعث أغبر</w:t>
      </w:r>
      <w:r w:rsidR="008A60E8">
        <w:rPr>
          <w:rtl/>
        </w:rPr>
        <w:t>،</w:t>
      </w:r>
      <w:r>
        <w:rPr>
          <w:rtl/>
        </w:rPr>
        <w:t xml:space="preserve"> ويده مضمومة</w:t>
      </w:r>
      <w:r w:rsidR="008A60E8">
        <w:rPr>
          <w:rtl/>
        </w:rPr>
        <w:t>،</w:t>
      </w:r>
      <w:r>
        <w:rPr>
          <w:rtl/>
        </w:rPr>
        <w:t xml:space="preserve"> فقلت له</w:t>
      </w:r>
      <w:r w:rsidR="008A60E8">
        <w:rPr>
          <w:rtl/>
        </w:rPr>
        <w:t>:</w:t>
      </w:r>
      <w:r>
        <w:rPr>
          <w:rtl/>
        </w:rPr>
        <w:t xml:space="preserve"> يا رسول الله</w:t>
      </w:r>
      <w:r w:rsidR="008A60E8">
        <w:rPr>
          <w:rtl/>
        </w:rPr>
        <w:t>،</w:t>
      </w:r>
      <w:r>
        <w:rPr>
          <w:rtl/>
        </w:rPr>
        <w:t xml:space="preserve"> ما لي أراك شعثاً مغبرّاً</w:t>
      </w:r>
      <w:r w:rsidR="008A60E8">
        <w:rPr>
          <w:rtl/>
        </w:rPr>
        <w:t>؟</w:t>
      </w:r>
      <w:r>
        <w:rPr>
          <w:rtl/>
        </w:rPr>
        <w:t xml:space="preserve">!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أُسِري بي في هذه الليلة إلى موضع من العراق يُقال له</w:t>
      </w:r>
      <w:r w:rsidR="008A60E8">
        <w:rPr>
          <w:rtl/>
        </w:rPr>
        <w:t>:</w:t>
      </w:r>
      <w:r>
        <w:rPr>
          <w:rtl/>
        </w:rPr>
        <w:t xml:space="preserve"> كربلاء</w:t>
      </w:r>
      <w:r w:rsidR="008A60E8">
        <w:rPr>
          <w:rtl/>
        </w:rPr>
        <w:t>،</w:t>
      </w:r>
      <w:r>
        <w:rPr>
          <w:rtl/>
        </w:rPr>
        <w:t xml:space="preserve"> فاُريت فيه مصرع الحسين ابني</w:t>
      </w:r>
      <w:r w:rsidR="008A60E8">
        <w:rPr>
          <w:rtl/>
        </w:rPr>
        <w:t>،</w:t>
      </w:r>
      <w:r>
        <w:rPr>
          <w:rtl/>
        </w:rPr>
        <w:t xml:space="preserve"> وجماعة من ولدي وأهل بيتي</w:t>
      </w:r>
      <w:r w:rsidR="008A60E8">
        <w:rPr>
          <w:rtl/>
        </w:rPr>
        <w:t>،</w:t>
      </w:r>
      <w:r>
        <w:rPr>
          <w:rtl/>
        </w:rPr>
        <w:t xml:space="preserve"> فلم أزل ألقط من دمائهم</w:t>
      </w:r>
      <w:r w:rsidR="008A60E8">
        <w:rPr>
          <w:rtl/>
        </w:rPr>
        <w:t>،</w:t>
      </w:r>
      <w:r>
        <w:rPr>
          <w:rtl/>
        </w:rPr>
        <w:t xml:space="preserve"> فها هي في يدي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وبسطها 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خذيه واحتفظي به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فأخذته فإذا هو شبه تُراب أحمر</w:t>
      </w:r>
      <w:r w:rsidR="008A60E8">
        <w:rPr>
          <w:rtl/>
        </w:rPr>
        <w:t>،</w:t>
      </w:r>
      <w:r>
        <w:rPr>
          <w:rtl/>
        </w:rPr>
        <w:t xml:space="preserve"> فوضعته في قارورة</w:t>
      </w:r>
      <w:r w:rsidR="008A60E8">
        <w:rPr>
          <w:rtl/>
        </w:rPr>
        <w:t>،</w:t>
      </w:r>
      <w:r>
        <w:rPr>
          <w:rtl/>
        </w:rPr>
        <w:t xml:space="preserve"> وشدّدت رأسها واحتفظت بها</w:t>
      </w:r>
      <w:r w:rsidR="008A60E8">
        <w:rPr>
          <w:rtl/>
        </w:rPr>
        <w:t>،</w:t>
      </w:r>
      <w:r>
        <w:rPr>
          <w:rtl/>
        </w:rPr>
        <w:t xml:space="preserve"> فلمّا خرج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متوجّهاً نحو العراق كنت أخرج تلك القارورة في كلّ يوم وليلة فأشمّها</w:t>
      </w:r>
      <w:r w:rsidR="008A60E8">
        <w:rPr>
          <w:rtl/>
        </w:rPr>
        <w:t>،</w:t>
      </w:r>
      <w:r>
        <w:rPr>
          <w:rtl/>
        </w:rPr>
        <w:t xml:space="preserve"> وأنظر إليها ثمّ أبكي لمصابه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فلمّا كان يوم العاشر من المحرّم</w:t>
      </w:r>
      <w:r w:rsidR="00EE7E9B">
        <w:rPr>
          <w:rtl/>
        </w:rPr>
        <w:t xml:space="preserve"> - </w:t>
      </w:r>
      <w:r>
        <w:rPr>
          <w:rtl/>
        </w:rPr>
        <w:t>وهو اليوم الذي قُتل فيه</w:t>
      </w:r>
      <w:r w:rsidR="00EE7E9B">
        <w:rPr>
          <w:rtl/>
        </w:rPr>
        <w:t xml:space="preserve"> - </w:t>
      </w:r>
      <w:r>
        <w:rPr>
          <w:rtl/>
        </w:rPr>
        <w:t>أخرجتها أوّل النهار وهي بحالها</w:t>
      </w:r>
      <w:r w:rsidR="008A60E8">
        <w:rPr>
          <w:rtl/>
        </w:rPr>
        <w:t>،</w:t>
      </w:r>
      <w:r>
        <w:rPr>
          <w:rtl/>
        </w:rPr>
        <w:t xml:space="preserve"> ثمّ عُدت إليها آخر النهار فإذا هي دم عبيط</w:t>
      </w:r>
      <w:r w:rsidR="008A60E8">
        <w:rPr>
          <w:rtl/>
        </w:rPr>
        <w:t>،</w:t>
      </w:r>
      <w:r>
        <w:rPr>
          <w:rtl/>
        </w:rPr>
        <w:t xml:space="preserve"> فصحت في بيتي</w:t>
      </w:r>
      <w:r w:rsidR="008A60E8">
        <w:rPr>
          <w:rtl/>
        </w:rPr>
        <w:t>،</w:t>
      </w:r>
      <w:r>
        <w:rPr>
          <w:rtl/>
        </w:rPr>
        <w:t xml:space="preserve"> وكظمت غيظي</w:t>
      </w:r>
      <w:r w:rsidR="008A60E8">
        <w:rPr>
          <w:rtl/>
        </w:rPr>
        <w:t>؛</w:t>
      </w:r>
      <w:r>
        <w:rPr>
          <w:rtl/>
        </w:rPr>
        <w:t xml:space="preserve"> مخافة أن يسمع أعداؤهم بالمدينة فيسرعوا بالشماتة</w:t>
      </w:r>
      <w:r w:rsidR="008A60E8">
        <w:rPr>
          <w:rtl/>
        </w:rPr>
        <w:t>،</w:t>
      </w:r>
      <w:r>
        <w:rPr>
          <w:rtl/>
        </w:rPr>
        <w:t xml:space="preserve"> فلم أزل حافظة للوقت واليوم حتّى جاء الناعي ينعاه فحقّق ما رأيت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وأمّا معجزاته في يوم عاشوراء فهي عديدة</w:t>
      </w:r>
      <w:r w:rsidR="008A60E8">
        <w:rPr>
          <w:rtl/>
        </w:rPr>
        <w:t>،</w:t>
      </w:r>
      <w:r>
        <w:rPr>
          <w:rtl/>
        </w:rPr>
        <w:t xml:space="preserve"> نذكر بعضاً منها</w:t>
      </w:r>
      <w:r w:rsidR="008A60E8">
        <w:rPr>
          <w:rtl/>
        </w:rPr>
        <w:t>: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فمنها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دعا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على أحد أعدائه « حويزة » الذي قال للإمام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تعجّلت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إعلام الورى 1</w:t>
      </w:r>
      <w:r w:rsidRPr="008A60E8">
        <w:rPr>
          <w:rtl/>
        </w:rPr>
        <w:t xml:space="preserve"> / 427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المصدر</w:t>
      </w:r>
      <w:r w:rsidRPr="008A60E8">
        <w:rPr>
          <w:rtl/>
        </w:rPr>
        <w:t xml:space="preserve"> </w:t>
      </w:r>
      <w:r>
        <w:rPr>
          <w:rtl/>
        </w:rPr>
        <w:t>نفسه / 429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EE7E9B" w:rsidP="00172AAC">
      <w:pPr>
        <w:pStyle w:val="libNormal"/>
      </w:pPr>
      <w:r>
        <w:rPr>
          <w:rtl/>
        </w:rPr>
        <w:lastRenderedPageBreak/>
        <w:t xml:space="preserve"> </w:t>
      </w:r>
      <w:r w:rsidR="009A0DCC">
        <w:rPr>
          <w:rtl/>
        </w:rPr>
        <w:t>بالنار قبل يوم القيامة</w:t>
      </w:r>
      <w:r w:rsidR="008A60E8">
        <w:rPr>
          <w:rtl/>
        </w:rPr>
        <w:t>؟</w:t>
      </w:r>
      <w:r w:rsidR="009A0DC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فقال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الَّلهُمّ حزه إلى النار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فوقع في النار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ودعا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على ذاك الذي قال</w:t>
      </w:r>
      <w:r w:rsidR="008A60E8">
        <w:rPr>
          <w:rtl/>
        </w:rPr>
        <w:t>:</w:t>
      </w:r>
      <w:r>
        <w:rPr>
          <w:rtl/>
        </w:rPr>
        <w:t xml:space="preserve"> يا حسين</w:t>
      </w:r>
      <w:r w:rsidR="008A60E8">
        <w:rPr>
          <w:rtl/>
        </w:rPr>
        <w:t>،</w:t>
      </w:r>
      <w:r>
        <w:rPr>
          <w:rtl/>
        </w:rPr>
        <w:t xml:space="preserve"> لن تذوق الماء حتّى ترد الحامية فتشرب من حميمها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فقال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الَّلهُمّ اقتله عطشاً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فما زال يشرب حتّى فتقت بطنه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ودعا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على ذاك الذي اعترضه في خطابه</w:t>
      </w:r>
      <w:r w:rsidR="008A60E8">
        <w:rPr>
          <w:rtl/>
        </w:rPr>
        <w:t>،</w:t>
      </w:r>
      <w:r>
        <w:rPr>
          <w:rtl/>
        </w:rPr>
        <w:t xml:space="preserve"> فقال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الّلهمّ أرنا فيه ذلاً بارزاً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فمضى لقضاء حاجته فلسعته عقرب</w:t>
      </w:r>
      <w:r w:rsidR="008A60E8">
        <w:rPr>
          <w:rtl/>
        </w:rPr>
        <w:t>،</w:t>
      </w:r>
      <w:r>
        <w:rPr>
          <w:rtl/>
        </w:rPr>
        <w:t xml:space="preserve"> فسقط وهو يستغيث ويتقلّب على حدثه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>
        <w:rPr>
          <w:rtl/>
        </w:rPr>
        <w:t xml:space="preserve"> وغيرها من المعجزات الباهرة</w:t>
      </w:r>
      <w:r w:rsidR="008A60E8">
        <w:rPr>
          <w:rtl/>
        </w:rPr>
        <w:t>،</w:t>
      </w:r>
      <w:r>
        <w:rPr>
          <w:rtl/>
        </w:rPr>
        <w:t xml:space="preserve"> والكرامات التي حيّرت العقول</w:t>
      </w:r>
      <w:r w:rsidR="008A60E8">
        <w:rPr>
          <w:rtl/>
        </w:rPr>
        <w:t>،</w:t>
      </w:r>
      <w:r>
        <w:rPr>
          <w:rtl/>
        </w:rPr>
        <w:t xml:space="preserve"> وأذهلت البشر</w:t>
      </w:r>
      <w:r w:rsidR="008A60E8">
        <w:rPr>
          <w:rtl/>
        </w:rPr>
        <w:t>،</w:t>
      </w:r>
      <w:r>
        <w:rPr>
          <w:rtl/>
        </w:rPr>
        <w:t xml:space="preserve"> وكيف لا وهو ابن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ويكفيه فخراً (صلوات الله عليه) ما ذكرناه في الحديث الذّي افتتحنا به المجلس أن جعل الله الأئمّة من ذرّيته</w:t>
      </w:r>
      <w:r w:rsidR="008A60E8">
        <w:rPr>
          <w:rtl/>
        </w:rPr>
        <w:t>،</w:t>
      </w:r>
      <w:r>
        <w:rPr>
          <w:rtl/>
        </w:rPr>
        <w:t xml:space="preserve"> والشفاء في تربته لكثير من الأمراض المستعصية وغيرها</w:t>
      </w:r>
      <w:r w:rsidR="008A60E8">
        <w:rPr>
          <w:rtl/>
        </w:rPr>
        <w:t>،</w:t>
      </w:r>
      <w:r>
        <w:rPr>
          <w:rtl/>
        </w:rPr>
        <w:t xml:space="preserve"> حتّى روي عن العلاّمة السيد نعمة الله الجزائري أنّه كان يُطالع على ضوء القمر</w:t>
      </w:r>
      <w:r w:rsidR="008A60E8">
        <w:rPr>
          <w:rtl/>
        </w:rPr>
        <w:t>؛</w:t>
      </w:r>
      <w:r>
        <w:rPr>
          <w:rtl/>
        </w:rPr>
        <w:t xml:space="preserve"> لأنّه كان لا يمتلك ثمن زيت للسراج</w:t>
      </w:r>
      <w:r w:rsidR="008A60E8">
        <w:rPr>
          <w:rtl/>
        </w:rPr>
        <w:t>؛</w:t>
      </w:r>
      <w:r>
        <w:rPr>
          <w:rtl/>
        </w:rPr>
        <w:t xml:space="preserve"> لشدّة فقره</w:t>
      </w:r>
      <w:r w:rsidR="008A60E8">
        <w:rPr>
          <w:rtl/>
        </w:rPr>
        <w:t>،</w:t>
      </w:r>
      <w:r>
        <w:rPr>
          <w:rtl/>
        </w:rPr>
        <w:t xml:space="preserve"> فكان يضعف بصره</w:t>
      </w:r>
      <w:r w:rsidR="008A60E8">
        <w:rPr>
          <w:rtl/>
        </w:rPr>
        <w:t>،</w:t>
      </w:r>
      <w:r>
        <w:rPr>
          <w:rtl/>
        </w:rPr>
        <w:t xml:space="preserve"> فيكتحل بتربة سيد الشهداء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فيتضاعف بصره أضعافاً مضاعفةً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ومن هنا ينبغي الالتفات جيداً إلى الاهتمام بتربة الأئمّة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وبالخصوص تربة سيد الشهداء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؛</w:t>
      </w:r>
      <w:r>
        <w:rPr>
          <w:rtl/>
        </w:rPr>
        <w:t xml:space="preserve"> فقد ظهرت من التربة الشريفة كرامات مشاهدة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تاريخ الطبري4</w:t>
      </w:r>
      <w:r w:rsidRPr="008A60E8">
        <w:rPr>
          <w:rtl/>
        </w:rPr>
        <w:t xml:space="preserve"> / 327</w:t>
      </w:r>
      <w:r w:rsidR="008A60E8">
        <w:rPr>
          <w:rtl/>
        </w:rPr>
        <w:t>،</w:t>
      </w:r>
      <w:r>
        <w:rPr>
          <w:rtl/>
        </w:rPr>
        <w:t xml:space="preserve"> مناقب آل أبي طالب 3 / 214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تاريخ الطبري 4 / 312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مناقب آل أبي طالب 3 / 215</w:t>
      </w:r>
      <w:r w:rsidR="008A60E8">
        <w:rPr>
          <w:rtl/>
        </w:rPr>
        <w:t>،</w:t>
      </w:r>
      <w:r>
        <w:rPr>
          <w:rtl/>
        </w:rPr>
        <w:t xml:space="preserve"> بحار الأنوار 45 / 302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EE7E9B" w:rsidP="00172AAC">
      <w:pPr>
        <w:pStyle w:val="libNormal"/>
      </w:pPr>
      <w:r>
        <w:rPr>
          <w:rtl/>
        </w:rPr>
        <w:lastRenderedPageBreak/>
        <w:t xml:space="preserve"> </w:t>
      </w:r>
      <w:r w:rsidR="009A0DCC">
        <w:rPr>
          <w:rtl/>
        </w:rPr>
        <w:t>قال في البحار</w:t>
      </w:r>
      <w:r w:rsidR="008A60E8">
        <w:rPr>
          <w:rtl/>
        </w:rPr>
        <w:t>:</w:t>
      </w:r>
      <w:r w:rsidR="009A0DCC">
        <w:rPr>
          <w:rtl/>
        </w:rPr>
        <w:t xml:space="preserve"> روى شيخنا الطوسي </w:t>
      </w:r>
      <w:r w:rsidRPr="00EE7E9B">
        <w:rPr>
          <w:rStyle w:val="libAlaemChar"/>
          <w:rtl/>
        </w:rPr>
        <w:t>عليه‌السلام</w:t>
      </w:r>
      <w:r w:rsidR="009A0DCC">
        <w:rPr>
          <w:rtl/>
        </w:rPr>
        <w:t xml:space="preserve"> عن موسى بن عبد العزيز قال</w:t>
      </w:r>
      <w:r w:rsidR="008A60E8">
        <w:rPr>
          <w:rtl/>
        </w:rPr>
        <w:t>:</w:t>
      </w:r>
      <w:r w:rsidR="009A0DCC">
        <w:rPr>
          <w:rtl/>
        </w:rPr>
        <w:t xml:space="preserve"> لقيني يوحنّا بن سراقيون النصراني الطبيب فأستوقفني</w:t>
      </w:r>
      <w:r w:rsidR="008A60E8">
        <w:rPr>
          <w:rtl/>
        </w:rPr>
        <w:t>،</w:t>
      </w:r>
      <w:r w:rsidR="009A0DCC">
        <w:rPr>
          <w:rtl/>
        </w:rPr>
        <w:t xml:space="preserve"> وقال لي</w:t>
      </w:r>
      <w:r w:rsidR="008A60E8">
        <w:rPr>
          <w:rtl/>
        </w:rPr>
        <w:t>:</w:t>
      </w:r>
      <w:r w:rsidR="009A0DCC">
        <w:rPr>
          <w:rtl/>
        </w:rPr>
        <w:t xml:space="preserve"> بحقّ نبيّك ودينك</w:t>
      </w:r>
      <w:r w:rsidR="008A60E8">
        <w:rPr>
          <w:rtl/>
        </w:rPr>
        <w:t>،</w:t>
      </w:r>
      <w:r w:rsidR="009A0DCC">
        <w:rPr>
          <w:rtl/>
        </w:rPr>
        <w:t xml:space="preserve"> مَنْ هذا الذي يزور قبره قوم منكم بناحية قصر بن هبيرة</w:t>
      </w:r>
      <w:r w:rsidR="008A60E8">
        <w:rPr>
          <w:rtl/>
        </w:rPr>
        <w:t>؟</w:t>
      </w:r>
      <w:r>
        <w:rPr>
          <w:rtl/>
        </w:rPr>
        <w:t xml:space="preserve"> </w:t>
      </w:r>
      <w:r w:rsidR="009A0DCC">
        <w:rPr>
          <w:rtl/>
        </w:rPr>
        <w:t>مَنْ هو من أصحاب نبيّكم</w:t>
      </w:r>
      <w:r w:rsidR="008A60E8">
        <w:rPr>
          <w:rtl/>
        </w:rPr>
        <w:t>؟</w:t>
      </w:r>
      <w:r w:rsidR="009A0DC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قلت</w:t>
      </w:r>
      <w:r w:rsidR="008A60E8">
        <w:rPr>
          <w:rtl/>
        </w:rPr>
        <w:t>:</w:t>
      </w:r>
      <w:r>
        <w:rPr>
          <w:rtl/>
        </w:rPr>
        <w:t xml:space="preserve"> هو ابن بنت نبيّنا</w:t>
      </w:r>
      <w:r w:rsidR="008A60E8">
        <w:rPr>
          <w:rtl/>
        </w:rPr>
        <w:t>،</w:t>
      </w:r>
      <w:r>
        <w:rPr>
          <w:rtl/>
        </w:rPr>
        <w:t xml:space="preserve"> فما دعاك إلى المسألة عنه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عندي حديث طريف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قلت</w:t>
      </w:r>
      <w:r w:rsidR="008A60E8">
        <w:rPr>
          <w:rtl/>
        </w:rPr>
        <w:t>:</w:t>
      </w:r>
      <w:r>
        <w:rPr>
          <w:rtl/>
        </w:rPr>
        <w:t xml:space="preserve"> حدّثني به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وجّه إليّ خادم الرشيد شابور الكبير في الليل</w:t>
      </w:r>
      <w:r w:rsidR="008A60E8">
        <w:rPr>
          <w:rtl/>
        </w:rPr>
        <w:t>،</w:t>
      </w:r>
      <w:r>
        <w:rPr>
          <w:rtl/>
        </w:rPr>
        <w:t xml:space="preserve"> فصرت إليه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تعال معي</w:t>
      </w:r>
      <w:r w:rsidR="008A60E8">
        <w:rPr>
          <w:rtl/>
        </w:rPr>
        <w:t>.</w:t>
      </w:r>
      <w:r>
        <w:rPr>
          <w:rtl/>
        </w:rPr>
        <w:t xml:space="preserve"> فمضى وأنا معه حتّى دخلنا على موسى بن عيسى الهاشمي</w:t>
      </w:r>
      <w:r w:rsidR="008A60E8">
        <w:rPr>
          <w:rtl/>
        </w:rPr>
        <w:t>،</w:t>
      </w:r>
      <w:r>
        <w:rPr>
          <w:rtl/>
        </w:rPr>
        <w:t xml:space="preserve"> فوجدناه زائل العقل</w:t>
      </w:r>
      <w:r w:rsidR="008A60E8">
        <w:rPr>
          <w:rtl/>
        </w:rPr>
        <w:t>،</w:t>
      </w:r>
      <w:r>
        <w:rPr>
          <w:rtl/>
        </w:rPr>
        <w:t xml:space="preserve"> متكئاً على وسادة</w:t>
      </w:r>
      <w:r w:rsidR="008A60E8">
        <w:rPr>
          <w:rtl/>
        </w:rPr>
        <w:t>،</w:t>
      </w:r>
      <w:r>
        <w:rPr>
          <w:rtl/>
        </w:rPr>
        <w:t xml:space="preserve"> وإذا بين يديه طشت فيها حشو جوفه</w:t>
      </w:r>
      <w:r w:rsidR="008A60E8">
        <w:rPr>
          <w:rtl/>
        </w:rPr>
        <w:t>،</w:t>
      </w:r>
      <w:r>
        <w:rPr>
          <w:rtl/>
        </w:rPr>
        <w:t xml:space="preserve"> فأقبل شابور على خادم موسى وسأله عن سبب تغيّر حاله</w:t>
      </w:r>
      <w:r w:rsidR="008A60E8">
        <w:rPr>
          <w:rtl/>
        </w:rPr>
        <w:t>،</w:t>
      </w:r>
      <w:r>
        <w:rPr>
          <w:rtl/>
        </w:rPr>
        <w:t xml:space="preserve"> وقال له</w:t>
      </w:r>
      <w:r w:rsidR="008A60E8">
        <w:rPr>
          <w:rtl/>
        </w:rPr>
        <w:t>:</w:t>
      </w:r>
      <w:r>
        <w:rPr>
          <w:rtl/>
        </w:rPr>
        <w:t xml:space="preserve"> ويحك فأخبره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فقال له</w:t>
      </w:r>
      <w:r w:rsidR="008A60E8">
        <w:rPr>
          <w:rtl/>
        </w:rPr>
        <w:t>:</w:t>
      </w:r>
      <w:r>
        <w:rPr>
          <w:rtl/>
        </w:rPr>
        <w:t xml:space="preserve"> أخبرك</w:t>
      </w:r>
      <w:r w:rsidR="008A60E8">
        <w:rPr>
          <w:rtl/>
        </w:rPr>
        <w:t>؛</w:t>
      </w:r>
      <w:r>
        <w:rPr>
          <w:rtl/>
        </w:rPr>
        <w:t xml:space="preserve"> إنّه كان من ساعته جالساً وحوله ندماؤه</w:t>
      </w:r>
      <w:r w:rsidR="008A60E8">
        <w:rPr>
          <w:rtl/>
        </w:rPr>
        <w:t>،</w:t>
      </w:r>
      <w:r>
        <w:rPr>
          <w:rtl/>
        </w:rPr>
        <w:t xml:space="preserve"> وهو من أصح الناس جسماً وأطيبهم نفساً</w:t>
      </w:r>
      <w:r w:rsidR="008A60E8">
        <w:rPr>
          <w:rtl/>
        </w:rPr>
        <w:t>؛</w:t>
      </w:r>
      <w:r>
        <w:rPr>
          <w:rtl/>
        </w:rPr>
        <w:t xml:space="preserve"> إذ جرى ذكر الحسين بن علي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فقال موسى</w:t>
      </w:r>
      <w:r w:rsidR="008A60E8">
        <w:rPr>
          <w:rtl/>
        </w:rPr>
        <w:t>:</w:t>
      </w:r>
      <w:r>
        <w:rPr>
          <w:rtl/>
        </w:rPr>
        <w:t xml:space="preserve"> إنّ الرافضة ليغلون فيه حتّى أنّهم يجعلون تربته دواءً يتداوون به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لهم رجل من بني هاشم كان حاضراً</w:t>
      </w:r>
      <w:r w:rsidR="008A60E8">
        <w:rPr>
          <w:rtl/>
        </w:rPr>
        <w:t>:</w:t>
      </w:r>
      <w:r>
        <w:rPr>
          <w:rtl/>
        </w:rPr>
        <w:t xml:space="preserve"> قد كانت بي علّة غليظة فتعالجت لها بكلّ علاج فما نفعني حتّى وصف لي كاتب أن آخذ من هذه التربة</w:t>
      </w:r>
      <w:r w:rsidR="008A60E8">
        <w:rPr>
          <w:rtl/>
        </w:rPr>
        <w:t>،</w:t>
      </w:r>
      <w:r>
        <w:rPr>
          <w:rtl/>
        </w:rPr>
        <w:t xml:space="preserve"> فأخذتها فنفعني الله بها</w:t>
      </w:r>
      <w:r w:rsidR="008A60E8">
        <w:rPr>
          <w:rtl/>
        </w:rPr>
        <w:t>،</w:t>
      </w:r>
      <w:r>
        <w:rPr>
          <w:rtl/>
        </w:rPr>
        <w:t xml:space="preserve"> وزال ما كنت أجده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فسأله موسى</w:t>
      </w:r>
      <w:r w:rsidR="008A60E8">
        <w:rPr>
          <w:rtl/>
        </w:rPr>
        <w:t>:</w:t>
      </w:r>
      <w:r>
        <w:rPr>
          <w:rtl/>
        </w:rPr>
        <w:t xml:space="preserve"> هل بقي منها عندك شيء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فوجّه فجيء منها بقطعة</w:t>
      </w:r>
      <w:r w:rsidR="008A60E8">
        <w:rPr>
          <w:rtl/>
        </w:rPr>
        <w:t>،</w:t>
      </w:r>
      <w:r>
        <w:rPr>
          <w:rtl/>
        </w:rPr>
        <w:t xml:space="preserve"> فناولها إيّاه</w:t>
      </w:r>
      <w:r w:rsidR="008A60E8">
        <w:rPr>
          <w:rtl/>
        </w:rPr>
        <w:t>،</w:t>
      </w:r>
      <w:r>
        <w:rPr>
          <w:rtl/>
        </w:rPr>
        <w:t xml:space="preserve"> فأخذها موسى وأدخلها في دبره</w:t>
      </w:r>
      <w:r w:rsidR="008A60E8">
        <w:rPr>
          <w:rtl/>
        </w:rPr>
        <w:t>؛</w:t>
      </w:r>
      <w:r>
        <w:rPr>
          <w:rtl/>
        </w:rPr>
        <w:t xml:space="preserve"> استهزاءً بمَنْ تداوى بها</w:t>
      </w:r>
      <w:r w:rsidR="008A60E8">
        <w:rPr>
          <w:rtl/>
        </w:rPr>
        <w:t>،</w:t>
      </w:r>
      <w:r>
        <w:rPr>
          <w:rtl/>
        </w:rPr>
        <w:t xml:space="preserve"> واحتقاراً وتصغيراً بالحسين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فما</w:t>
      </w:r>
    </w:p>
    <w:p w:rsidR="009A0DCC" w:rsidRDefault="009A0DCC" w:rsidP="00172AAC">
      <w:pPr>
        <w:pStyle w:val="libNormal"/>
        <w:rPr>
          <w:rtl/>
        </w:rPr>
      </w:pP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هو إلاّ أن استغلها دبره حتّى صاح</w:t>
      </w:r>
      <w:r w:rsidR="008A60E8">
        <w:rPr>
          <w:rtl/>
        </w:rPr>
        <w:t>:</w:t>
      </w:r>
      <w:r>
        <w:rPr>
          <w:rtl/>
        </w:rPr>
        <w:t xml:space="preserve"> النار النار</w:t>
      </w:r>
      <w:r w:rsidR="008A60E8">
        <w:rPr>
          <w:rtl/>
        </w:rPr>
        <w:t>!</w:t>
      </w:r>
      <w:r>
        <w:rPr>
          <w:rtl/>
        </w:rPr>
        <w:t xml:space="preserve"> الطشت</w:t>
      </w:r>
      <w:r w:rsidR="008A60E8">
        <w:rPr>
          <w:rtl/>
        </w:rPr>
        <w:t>!</w:t>
      </w:r>
      <w:r>
        <w:rPr>
          <w:rtl/>
        </w:rPr>
        <w:t xml:space="preserve"> فجئناه بالطشت</w:t>
      </w:r>
      <w:r w:rsidR="008A60E8">
        <w:rPr>
          <w:rtl/>
        </w:rPr>
        <w:t>،</w:t>
      </w:r>
      <w:r>
        <w:rPr>
          <w:rtl/>
        </w:rPr>
        <w:t xml:space="preserve"> فأخرج فيها ما ترى</w:t>
      </w:r>
      <w:r w:rsidR="008A60E8">
        <w:rPr>
          <w:rtl/>
        </w:rPr>
        <w:t>،</w:t>
      </w:r>
      <w:r>
        <w:rPr>
          <w:rtl/>
        </w:rPr>
        <w:t xml:space="preserve"> فانصرف الندماء</w:t>
      </w:r>
      <w:r w:rsidR="008A60E8">
        <w:rPr>
          <w:rtl/>
        </w:rPr>
        <w:t>،</w:t>
      </w:r>
      <w:r>
        <w:rPr>
          <w:rtl/>
        </w:rPr>
        <w:t xml:space="preserve"> فصار المجلس مأتماً</w:t>
      </w:r>
      <w:r w:rsidR="008A60E8">
        <w:rPr>
          <w:rtl/>
        </w:rPr>
        <w:t>.</w:t>
      </w:r>
      <w:r>
        <w:rPr>
          <w:rtl/>
        </w:rPr>
        <w:t xml:space="preserve"> فأقبل عليّ شابور وقال</w:t>
      </w:r>
      <w:r w:rsidR="008A60E8">
        <w:rPr>
          <w:rtl/>
        </w:rPr>
        <w:t>:</w:t>
      </w:r>
      <w:r>
        <w:rPr>
          <w:rtl/>
        </w:rPr>
        <w:t xml:space="preserve"> انظر هل لك فيه حيلة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فدعوت بشمعة فنظرت فإذا كبده وطحاله</w:t>
      </w:r>
      <w:r w:rsidR="008A60E8">
        <w:rPr>
          <w:rtl/>
        </w:rPr>
        <w:t>،</w:t>
      </w:r>
      <w:r>
        <w:rPr>
          <w:rtl/>
        </w:rPr>
        <w:t xml:space="preserve"> وريته وفؤاده خرجت منه في الطشت</w:t>
      </w:r>
      <w:r w:rsidR="008A60E8">
        <w:rPr>
          <w:rtl/>
        </w:rPr>
        <w:t>،</w:t>
      </w:r>
      <w:r>
        <w:rPr>
          <w:rtl/>
        </w:rPr>
        <w:t xml:space="preserve"> فقلت</w:t>
      </w:r>
      <w:r w:rsidR="008A60E8">
        <w:rPr>
          <w:rtl/>
        </w:rPr>
        <w:t>:</w:t>
      </w:r>
      <w:r>
        <w:rPr>
          <w:rtl/>
        </w:rPr>
        <w:t xml:space="preserve"> ما لأحد في هذا صنع إلاّ أن يكون لعيسى بن مريم الذي يحيي الموتى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 شابور</w:t>
      </w:r>
      <w:r w:rsidR="008A60E8">
        <w:rPr>
          <w:rtl/>
        </w:rPr>
        <w:t>:</w:t>
      </w:r>
      <w:r>
        <w:rPr>
          <w:rtl/>
        </w:rPr>
        <w:t xml:space="preserve"> صدقت</w:t>
      </w:r>
      <w:r w:rsidR="008A60E8">
        <w:rPr>
          <w:rtl/>
        </w:rPr>
        <w:t>،</w:t>
      </w:r>
      <w:r>
        <w:rPr>
          <w:rtl/>
        </w:rPr>
        <w:t xml:space="preserve"> ولكن كن هاهنا في الدار حتّى تتبيّن ما يكون أمره</w:t>
      </w:r>
      <w:r w:rsidR="008A60E8">
        <w:rPr>
          <w:rtl/>
        </w:rPr>
        <w:t>.</w:t>
      </w:r>
      <w:r>
        <w:rPr>
          <w:rtl/>
        </w:rPr>
        <w:t xml:space="preserve"> فبتّ عندهم وهو بتلك الحالة</w:t>
      </w:r>
      <w:r w:rsidR="008A60E8">
        <w:rPr>
          <w:rtl/>
        </w:rPr>
        <w:t>،</w:t>
      </w:r>
      <w:r>
        <w:rPr>
          <w:rtl/>
        </w:rPr>
        <w:t xml:space="preserve"> ما رفع رأسه حتّى هلك في وقت السحر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الراوي</w:t>
      </w:r>
      <w:r w:rsidR="008A60E8">
        <w:rPr>
          <w:rtl/>
        </w:rPr>
        <w:t>:</w:t>
      </w:r>
      <w:r>
        <w:rPr>
          <w:rtl/>
        </w:rPr>
        <w:t xml:space="preserve"> كان يوحنّا يزور قبر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وهو على دينه</w:t>
      </w:r>
      <w:r w:rsidR="008A60E8">
        <w:rPr>
          <w:rtl/>
        </w:rPr>
        <w:t>،</w:t>
      </w:r>
      <w:r>
        <w:rPr>
          <w:rtl/>
        </w:rPr>
        <w:t xml:space="preserve"> ثمّ أسلم بعد هذا وحسن إسلامه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ومن كراماته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ومعجزاته الباهرة إجابة الدعاء عند قبره</w:t>
      </w:r>
      <w:r w:rsidR="008A60E8">
        <w:rPr>
          <w:rtl/>
        </w:rPr>
        <w:t>،</w:t>
      </w:r>
      <w:r>
        <w:rPr>
          <w:rtl/>
        </w:rPr>
        <w:t xml:space="preserve"> حتّى إنّ المعصوم نفسه يرسل أصحابه ليدعو عند قبره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قال أبو هاشم الجعفري صاحب الإمام الهادي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دخلت على أبي الحسن الهادي وهو محموم عليل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أبا هاشم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ابعث رجلاً من موالينا إلى الحائر يدعو الله لي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فخرجت من عنده</w:t>
      </w:r>
      <w:r w:rsidR="008A60E8">
        <w:rPr>
          <w:rtl/>
        </w:rPr>
        <w:t>،</w:t>
      </w:r>
      <w:r>
        <w:rPr>
          <w:rtl/>
        </w:rPr>
        <w:t xml:space="preserve"> فاستقبلني علي بن بلال فأعلمته ما قال الإمام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وسألته أن يكون هو الرجل الذي يخرج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السمع والطاعة</w:t>
      </w:r>
      <w:r w:rsidR="008A60E8">
        <w:rPr>
          <w:rtl/>
        </w:rPr>
        <w:t>،</w:t>
      </w:r>
      <w:r>
        <w:rPr>
          <w:rtl/>
        </w:rPr>
        <w:t xml:space="preserve"> ولكنّني أقول</w:t>
      </w:r>
      <w:r w:rsidR="008A60E8">
        <w:rPr>
          <w:rtl/>
        </w:rPr>
        <w:t>:</w:t>
      </w:r>
      <w:r>
        <w:rPr>
          <w:rtl/>
        </w:rPr>
        <w:t xml:space="preserve"> إنّه أفضل من الحائر إذا كان بمنزلة مَنْ في الحائر</w:t>
      </w:r>
      <w:r w:rsidR="008A60E8">
        <w:rPr>
          <w:rtl/>
        </w:rPr>
        <w:t>،</w:t>
      </w:r>
      <w:r>
        <w:rPr>
          <w:rtl/>
        </w:rPr>
        <w:t xml:space="preserve"> ودعاؤه لنفسه أفضل من دعائي له في الحائر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فأعلمته ما قال</w:t>
      </w:r>
      <w:r w:rsidR="008A60E8">
        <w:rPr>
          <w:rtl/>
        </w:rPr>
        <w:t>:</w:t>
      </w:r>
      <w:r>
        <w:rPr>
          <w:rtl/>
        </w:rPr>
        <w:t xml:space="preserve"> فقال لي</w:t>
      </w:r>
      <w:r w:rsidR="008A60E8">
        <w:rPr>
          <w:rtl/>
        </w:rPr>
        <w:t>:</w:t>
      </w:r>
      <w:r>
        <w:rPr>
          <w:rtl/>
        </w:rPr>
        <w:t xml:space="preserve"> قل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 xml:space="preserve">كان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أفضل من البيت والحجر</w:t>
      </w:r>
      <w:r w:rsidR="008A60E8">
        <w:rPr>
          <w:rtl/>
        </w:rPr>
        <w:t>،</w:t>
      </w:r>
      <w:r>
        <w:rPr>
          <w:rtl/>
        </w:rPr>
        <w:t xml:space="preserve"> وكان يطوف بالبيت ويستلم الحجر</w:t>
      </w:r>
      <w:r w:rsidR="008A60E8">
        <w:rPr>
          <w:rtl/>
        </w:rPr>
        <w:t>.</w:t>
      </w:r>
      <w:r>
        <w:rPr>
          <w:rtl/>
        </w:rPr>
        <w:t xml:space="preserve"> وإنّ لله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بحار الأنوار 45</w:t>
      </w:r>
      <w:r w:rsidRPr="008A60E8">
        <w:rPr>
          <w:rtl/>
        </w:rPr>
        <w:t xml:space="preserve"> / 399 «</w:t>
      </w:r>
      <w:r>
        <w:rPr>
          <w:rtl/>
        </w:rPr>
        <w:t>مع اختلاف</w:t>
      </w:r>
      <w:r w:rsidRPr="008A60E8">
        <w:rPr>
          <w:rtl/>
        </w:rPr>
        <w:t xml:space="preserve"> </w:t>
      </w:r>
      <w:r>
        <w:rPr>
          <w:rtl/>
        </w:rPr>
        <w:t>يسير</w:t>
      </w:r>
      <w:r w:rsidRPr="008A60E8">
        <w:rPr>
          <w:rtl/>
        </w:rPr>
        <w:t>»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تبارك وتعالى بقاعاً يحبّ أن يُدعى فيها</w:t>
      </w:r>
      <w:r w:rsidR="008A60E8">
        <w:rPr>
          <w:rtl/>
        </w:rPr>
        <w:t>،</w:t>
      </w:r>
      <w:r>
        <w:rPr>
          <w:rtl/>
        </w:rPr>
        <w:t xml:space="preserve"> فيجيب لمَنْ دعاه</w:t>
      </w:r>
      <w:r w:rsidR="008A60E8">
        <w:rPr>
          <w:rtl/>
        </w:rPr>
        <w:t>،</w:t>
      </w:r>
      <w:r>
        <w:rPr>
          <w:rtl/>
        </w:rPr>
        <w:t xml:space="preserve"> والحائر منها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ونفس زيارة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معجزة بحدّ ذاتها</w:t>
      </w:r>
      <w:r w:rsidR="008A60E8">
        <w:rPr>
          <w:rtl/>
        </w:rPr>
        <w:t>،</w:t>
      </w:r>
      <w:r>
        <w:rPr>
          <w:rtl/>
        </w:rPr>
        <w:t xml:space="preserve"> وخاصة زيارة عاشوراء</w:t>
      </w:r>
      <w:r w:rsidR="008A60E8">
        <w:rPr>
          <w:rtl/>
        </w:rPr>
        <w:t>؛</w:t>
      </w:r>
      <w:r>
        <w:rPr>
          <w:rtl/>
        </w:rPr>
        <w:t xml:space="preserve"> فإنّ لها أثراً عجيباً في حلّ المشكلات ودفع البلاءات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يروى أنّه أُصيبت مدينة سامراء بالطاعون</w:t>
      </w:r>
      <w:r w:rsidR="008A60E8">
        <w:rPr>
          <w:rtl/>
        </w:rPr>
        <w:t>،</w:t>
      </w:r>
      <w:r>
        <w:rPr>
          <w:rtl/>
        </w:rPr>
        <w:t xml:space="preserve"> فكان يتساقط عشرات الناس في كلّ يوم</w:t>
      </w:r>
      <w:r w:rsidR="008A60E8">
        <w:rPr>
          <w:rtl/>
        </w:rPr>
        <w:t>،</w:t>
      </w:r>
      <w:r>
        <w:rPr>
          <w:rtl/>
        </w:rPr>
        <w:t xml:space="preserve"> يحدّث الشيخ عبد الكريم الحائري</w:t>
      </w:r>
      <w:r w:rsidR="008A60E8">
        <w:rPr>
          <w:rtl/>
        </w:rPr>
        <w:t>:</w:t>
      </w:r>
      <w:r>
        <w:rPr>
          <w:rtl/>
        </w:rPr>
        <w:t xml:space="preserve"> إنّي كنت عند اُستاذي محمّد فشاركي</w:t>
      </w:r>
      <w:r w:rsidR="008A60E8">
        <w:rPr>
          <w:rtl/>
        </w:rPr>
        <w:t>،</w:t>
      </w:r>
      <w:r>
        <w:rPr>
          <w:rtl/>
        </w:rPr>
        <w:t xml:space="preserve"> فقدم الميرزا محمّد تقي الشيرازي وقال</w:t>
      </w:r>
      <w:r w:rsidR="008A60E8">
        <w:rPr>
          <w:rtl/>
        </w:rPr>
        <w:t>:</w:t>
      </w:r>
      <w:r>
        <w:rPr>
          <w:rtl/>
        </w:rPr>
        <w:t xml:space="preserve"> إذا حكمت بحكم تلتزمون به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فأجابوا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أحكم أن يقرأ الشيعة من اليوم وحتّى عشرة أيام زيارة عاشوراء</w:t>
      </w:r>
      <w:r w:rsidR="008A60E8">
        <w:rPr>
          <w:rtl/>
        </w:rPr>
        <w:t>،</w:t>
      </w:r>
      <w:r>
        <w:rPr>
          <w:rtl/>
        </w:rPr>
        <w:t xml:space="preserve"> ويهدون ثوابها إلى نرجس والدة الإمام الحجّة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.</w:t>
      </w:r>
      <w:r>
        <w:rPr>
          <w:rtl/>
        </w:rPr>
        <w:t xml:space="preserve"> فقام الشيعة بتنفيذ الحكم</w:t>
      </w:r>
      <w:r w:rsidR="008A60E8">
        <w:rPr>
          <w:rtl/>
        </w:rPr>
        <w:t>،</w:t>
      </w:r>
      <w:r>
        <w:rPr>
          <w:rtl/>
        </w:rPr>
        <w:t xml:space="preserve"> وبدؤوا بزيارة عاشوراء</w:t>
      </w:r>
      <w:r w:rsidR="008A60E8">
        <w:rPr>
          <w:rtl/>
        </w:rPr>
        <w:t>،</w:t>
      </w:r>
      <w:r>
        <w:rPr>
          <w:rtl/>
        </w:rPr>
        <w:t xml:space="preserve"> فارتفع الوباء ولم يسقط شيعي واحد بعد ذلك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فزيارته لا تعدّ من العمر</w:t>
      </w:r>
      <w:r w:rsidR="008A60E8">
        <w:rPr>
          <w:rtl/>
        </w:rPr>
        <w:t>،</w:t>
      </w:r>
      <w:r>
        <w:rPr>
          <w:rtl/>
        </w:rPr>
        <w:t xml:space="preserve"> بل أكثر من ذلك زيارته تهب العمر</w:t>
      </w:r>
      <w:r w:rsidR="008A60E8">
        <w:rPr>
          <w:rtl/>
        </w:rPr>
        <w:t>،</w:t>
      </w:r>
      <w:r>
        <w:rPr>
          <w:rtl/>
        </w:rPr>
        <w:t xml:space="preserve"> ولا يستطيع أيّ إنسان أن يحصي معاجزه (صلواته الله عليه)</w:t>
      </w:r>
      <w:r w:rsidR="008A60E8">
        <w:rPr>
          <w:rtl/>
        </w:rPr>
        <w:t>؛</w:t>
      </w:r>
      <w:r>
        <w:rPr>
          <w:rtl/>
        </w:rPr>
        <w:t xml:space="preserve"> ومن أجل ذلك بقي مأتم سيد الشهداء</w:t>
      </w:r>
      <w:r w:rsidR="008A60E8">
        <w:rPr>
          <w:rtl/>
        </w:rPr>
        <w:t>،</w:t>
      </w:r>
      <w:r>
        <w:rPr>
          <w:rtl/>
        </w:rPr>
        <w:t xml:space="preserve"> وشاء الله أن يبقى مجلسه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خالداً وينتشر يوماً بعد يوم بشكلٍ أوسع رغم منع المانعين وحقد الحاقدين</w:t>
      </w:r>
      <w:r w:rsidR="008A60E8">
        <w:rPr>
          <w:rtl/>
        </w:rPr>
        <w:t>؛</w:t>
      </w:r>
      <w:r>
        <w:rPr>
          <w:rtl/>
        </w:rPr>
        <w:t xml:space="preserve"> لأنّ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نور الله</w:t>
      </w:r>
      <w:r w:rsidR="008A60E8">
        <w:rPr>
          <w:rtl/>
        </w:rPr>
        <w:t>،</w:t>
      </w:r>
      <w:r>
        <w:rPr>
          <w:rtl/>
        </w:rPr>
        <w:t xml:space="preserve"> ونور الله لا يطفأ</w:t>
      </w:r>
      <w:r w:rsidR="008A60E8">
        <w:rPr>
          <w:rtl/>
        </w:rPr>
        <w:t>؛</w:t>
      </w:r>
      <w:r>
        <w:rPr>
          <w:rtl/>
        </w:rPr>
        <w:t xml:space="preserve"> ولأنّ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كلمة الله</w:t>
      </w:r>
      <w:r w:rsidR="008A60E8">
        <w:rPr>
          <w:rtl/>
        </w:rPr>
        <w:t>،</w:t>
      </w:r>
      <w:r>
        <w:rPr>
          <w:rtl/>
        </w:rPr>
        <w:t xml:space="preserve"> وكلمة الله هي العليا</w:t>
      </w:r>
      <w:r w:rsidR="008A60E8">
        <w:rPr>
          <w:rtl/>
        </w:rPr>
        <w:t>؛</w:t>
      </w:r>
      <w:r>
        <w:rPr>
          <w:rtl/>
        </w:rPr>
        <w:t xml:space="preserve"> ولأنّ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يد الله</w:t>
      </w:r>
      <w:r w:rsidR="008A60E8">
        <w:rPr>
          <w:rtl/>
        </w:rPr>
        <w:t>،</w:t>
      </w:r>
      <w:r>
        <w:rPr>
          <w:rtl/>
        </w:rPr>
        <w:t xml:space="preserve"> ويدُ الله فوق أيديهم</w:t>
      </w:r>
      <w:r w:rsidR="008A60E8">
        <w:rPr>
          <w:rtl/>
        </w:rPr>
        <w:t>؛</w:t>
      </w:r>
      <w:r>
        <w:rPr>
          <w:rtl/>
        </w:rPr>
        <w:t xml:space="preserve"> ولأنّ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ذكر الله</w:t>
      </w:r>
      <w:r w:rsidR="008A60E8">
        <w:rPr>
          <w:rtl/>
        </w:rPr>
        <w:t>،</w:t>
      </w:r>
      <w:r>
        <w:rPr>
          <w:rtl/>
        </w:rPr>
        <w:t xml:space="preserve"> وذكر الله باقٍ</w:t>
      </w:r>
      <w:r w:rsidR="008A60E8">
        <w:rPr>
          <w:rtl/>
        </w:rPr>
        <w:t>،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إِنَّا نَحْنُ نَزَّلْنَا الذِّكْرَ وَإِنَّا لَهُ لَحَافِظُونَ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وهذا ما أكّدته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>(1)</w:t>
      </w:r>
      <w:r w:rsidR="00EE7E9B">
        <w:rPr>
          <w:rtl/>
        </w:rPr>
        <w:t xml:space="preserve"> </w:t>
      </w:r>
      <w:r>
        <w:rPr>
          <w:rtl/>
        </w:rPr>
        <w:t>بحار الأنوار 98</w:t>
      </w:r>
      <w:r w:rsidRPr="008A60E8">
        <w:rPr>
          <w:rtl/>
        </w:rPr>
        <w:t xml:space="preserve"> / 114</w:t>
      </w:r>
      <w:r w:rsidR="00EE7E9B">
        <w:rPr>
          <w:rtl/>
        </w:rPr>
        <w:t xml:space="preserve"> - </w:t>
      </w:r>
      <w:r>
        <w:rPr>
          <w:rtl/>
        </w:rPr>
        <w:t>115</w:t>
      </w:r>
      <w:r w:rsidR="008A60E8">
        <w:rPr>
          <w:rtl/>
        </w:rPr>
        <w:t>،</w:t>
      </w:r>
      <w:r>
        <w:rPr>
          <w:rtl/>
        </w:rPr>
        <w:t xml:space="preserve"> ح34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الحجر / 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العقيلة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في مجلس يزيد (لعنه الله)</w:t>
      </w:r>
      <w:r w:rsidR="008A60E8">
        <w:rPr>
          <w:rtl/>
        </w:rPr>
        <w:t>،</w:t>
      </w:r>
      <w:r>
        <w:rPr>
          <w:rtl/>
        </w:rPr>
        <w:t xml:space="preserve"> حيث قالت</w:t>
      </w:r>
      <w:r w:rsidR="008A60E8">
        <w:rPr>
          <w:rtl/>
        </w:rPr>
        <w:t>:</w:t>
      </w:r>
      <w:r>
        <w:rPr>
          <w:rtl/>
        </w:rPr>
        <w:t xml:space="preserve"> « كِد كيدك</w:t>
      </w:r>
      <w:r w:rsidR="008A60E8">
        <w:rPr>
          <w:rtl/>
        </w:rPr>
        <w:t>،</w:t>
      </w:r>
      <w:r>
        <w:rPr>
          <w:rtl/>
        </w:rPr>
        <w:t xml:space="preserve"> واسعَ سعيك</w:t>
      </w:r>
      <w:r w:rsidR="008A60E8">
        <w:rPr>
          <w:rtl/>
        </w:rPr>
        <w:t>،</w:t>
      </w:r>
      <w:r>
        <w:rPr>
          <w:rtl/>
        </w:rPr>
        <w:t xml:space="preserve"> وناصب جهدك</w:t>
      </w:r>
      <w:r w:rsidR="008A60E8">
        <w:rPr>
          <w:rtl/>
        </w:rPr>
        <w:t>؛</w:t>
      </w:r>
      <w:r>
        <w:rPr>
          <w:rtl/>
        </w:rPr>
        <w:t xml:space="preserve"> فوالله لا تُميت وحينا</w:t>
      </w:r>
      <w:r w:rsidR="008A60E8">
        <w:rPr>
          <w:rtl/>
        </w:rPr>
        <w:t>،</w:t>
      </w:r>
      <w:r>
        <w:rPr>
          <w:rtl/>
        </w:rPr>
        <w:t xml:space="preserve"> ولا تمحو ذكرنا 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هذه المآتم التي كانت وما زالت لم ولن تنطفئ منذ أن انعقد أوّل مجلس على سيد الشهداء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إلى يومنا هذا</w:t>
      </w:r>
      <w:r w:rsidR="008A60E8">
        <w:rPr>
          <w:rtl/>
        </w:rPr>
        <w:t>،</w:t>
      </w:r>
      <w:r>
        <w:rPr>
          <w:rtl/>
        </w:rPr>
        <w:t xml:space="preserve"> وكان أوّل مأتم أُقيم على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بعد شهادته الشريفة كان لجموع الأنبياء والأولياء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بحضور النبي الأعظم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وأهل بيته </w:t>
      </w:r>
      <w:r w:rsidR="00EE7E9B" w:rsidRPr="00EE7E9B">
        <w:rPr>
          <w:rStyle w:val="libAlaemChar"/>
          <w:rtl/>
        </w:rPr>
        <w:t>عليهم‌السلام</w:t>
      </w:r>
      <w:r>
        <w:rPr>
          <w:rtl/>
        </w:rPr>
        <w:t xml:space="preserve"> كما ذكر ذلك الجمّال (لعنه الله) الذي جاء لسلب أبي عبد الله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يقول</w:t>
      </w:r>
      <w:r w:rsidR="008A60E8">
        <w:rPr>
          <w:rtl/>
        </w:rPr>
        <w:t>: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بينا أنا كذلك وإذا سحابتان نزلتا على مصرع أبي عبد الله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؛</w:t>
      </w:r>
      <w:r>
        <w:rPr>
          <w:rtl/>
        </w:rPr>
        <w:t xml:space="preserve"> السحابة الأولى مجموعة رجال يقدمهم شخص أزهري قمري</w:t>
      </w:r>
      <w:r w:rsidR="008A60E8">
        <w:rPr>
          <w:rtl/>
        </w:rPr>
        <w:t>،</w:t>
      </w:r>
      <w:r>
        <w:rPr>
          <w:rtl/>
        </w:rPr>
        <w:t xml:space="preserve"> أشبه الناس برسول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والسحابة الثانية مجموعة نساء تقدمهنَّ امرأة عليها ثياب سواد</w:t>
      </w:r>
      <w:r w:rsidR="008A60E8">
        <w:rPr>
          <w:rtl/>
        </w:rPr>
        <w:t>،</w:t>
      </w:r>
      <w:r>
        <w:rPr>
          <w:rtl/>
        </w:rPr>
        <w:t xml:space="preserve"> تقوم وتقع</w:t>
      </w:r>
      <w:r w:rsidR="008A60E8">
        <w:rPr>
          <w:rtl/>
        </w:rPr>
        <w:t>،</w:t>
      </w:r>
      <w:r>
        <w:rPr>
          <w:rtl/>
        </w:rPr>
        <w:t xml:space="preserve"> وهي تنادي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أي وا ولداه وا حسيناه</w:t>
      </w:r>
      <w:r w:rsidR="008A60E8" w:rsidRPr="00172AAC">
        <w:rPr>
          <w:rtl/>
        </w:rPr>
        <w:t>!</w:t>
      </w:r>
      <w:r w:rsidRPr="00172AAC">
        <w:rPr>
          <w:rtl/>
        </w:rPr>
        <w:t xml:space="preserve"> بُني حسين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قتلوك</w:t>
      </w:r>
      <w:r w:rsidR="008A60E8" w:rsidRPr="00172AAC">
        <w:rPr>
          <w:rtl/>
        </w:rPr>
        <w:t>!</w:t>
      </w:r>
      <w:r w:rsidRPr="00172AAC">
        <w:rPr>
          <w:rtl/>
        </w:rPr>
        <w:t xml:space="preserve"> ومن شرب الماء منعوك</w:t>
      </w:r>
      <w:r w:rsidR="008A60E8" w:rsidRPr="00172AAC">
        <w:rPr>
          <w:rtl/>
        </w:rPr>
        <w:t>!</w:t>
      </w:r>
      <w:r w:rsidRPr="00172AAC">
        <w:rPr>
          <w:rtl/>
        </w:rPr>
        <w:t xml:space="preserve"> وما عرفوا مَنْ اُمّك ومَنْ أبوك</w:t>
      </w:r>
      <w:r w:rsidR="008A60E8" w:rsidRPr="00172AAC">
        <w:rPr>
          <w:rtl/>
        </w:rPr>
        <w:t>!</w:t>
      </w:r>
      <w:r w:rsidR="001448CA">
        <w:rPr>
          <w:rtl/>
        </w:rPr>
        <w:t>»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أقبلت إلى مصرع ولدها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عزّ عليها أن تراه مقطّع الأعضاء</w:t>
      </w:r>
      <w:r w:rsidR="008A60E8">
        <w:rPr>
          <w:rtl/>
        </w:rPr>
        <w:t>،</w:t>
      </w:r>
      <w:r>
        <w:rPr>
          <w:rtl/>
        </w:rPr>
        <w:t xml:space="preserve"> الدماء تسيل من نحره الشريف</w:t>
      </w:r>
      <w:r w:rsidR="008A60E8">
        <w:rPr>
          <w:rtl/>
        </w:rPr>
        <w:t>،</w:t>
      </w:r>
      <w:r>
        <w:rPr>
          <w:rtl/>
        </w:rPr>
        <w:t xml:space="preserve"> وقعت عليه تضمّه</w:t>
      </w:r>
      <w:r w:rsidR="008A60E8">
        <w:rPr>
          <w:rtl/>
        </w:rPr>
        <w:t>،</w:t>
      </w:r>
      <w:r>
        <w:rPr>
          <w:rtl/>
        </w:rPr>
        <w:t xml:space="preserve"> تشمّه</w:t>
      </w:r>
      <w:r w:rsidR="008A60E8">
        <w:rPr>
          <w:rtl/>
        </w:rPr>
        <w:t>،</w:t>
      </w:r>
      <w:r>
        <w:rPr>
          <w:rtl/>
        </w:rPr>
        <w:t xml:space="preserve"> تُقبّله</w:t>
      </w:r>
      <w:r w:rsidR="008A60E8">
        <w:rPr>
          <w:rtl/>
        </w:rPr>
        <w:t>،</w:t>
      </w:r>
      <w:r>
        <w:rPr>
          <w:rtl/>
        </w:rPr>
        <w:t xml:space="preserve"> قالت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أبه يا رسول الله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دعني اُخضّب وجهي بدم ولدي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فقال لها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بُنية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أخضبي ونحن نخضب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فالسيدة الزهراء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أقامت المأتم على عزيزها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ولكن مَنْ الذي قرأ التعزية في ذلك المجلس</w:t>
      </w:r>
      <w:r w:rsidR="008A60E8">
        <w:rPr>
          <w:rtl/>
        </w:rPr>
        <w:t>؟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اللهوف في قتلى الطفوف / 218</w:t>
      </w:r>
      <w:r w:rsidR="008A60E8">
        <w:rPr>
          <w:rtl/>
        </w:rPr>
        <w:t>،</w:t>
      </w:r>
      <w:r>
        <w:rPr>
          <w:rtl/>
        </w:rPr>
        <w:t xml:space="preserve"> بحار الأنوار 45</w:t>
      </w:r>
      <w:r w:rsidRPr="008A60E8">
        <w:rPr>
          <w:rtl/>
        </w:rPr>
        <w:t xml:space="preserve"> / 135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أقول</w:t>
      </w:r>
      <w:r w:rsidR="008A60E8">
        <w:rPr>
          <w:rtl/>
        </w:rPr>
        <w:t>:</w:t>
      </w:r>
      <w:r>
        <w:rPr>
          <w:rtl/>
        </w:rPr>
        <w:t xml:space="preserve"> التي قرأت التعزية ابنتها العقيلة زينب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يقول بعض العلماء</w:t>
      </w:r>
      <w:r w:rsidR="008A60E8">
        <w:rPr>
          <w:rtl/>
        </w:rPr>
        <w:t>:</w:t>
      </w:r>
      <w:r>
        <w:rPr>
          <w:rtl/>
        </w:rPr>
        <w:t xml:space="preserve"> لمّا خرجت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من الخيمة يوم عاشوراء تمثّل لها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واقفاً على مصرع أبي عبد الله</w:t>
      </w:r>
      <w:r w:rsidR="008A60E8">
        <w:rPr>
          <w:rtl/>
        </w:rPr>
        <w:t>،</w:t>
      </w:r>
      <w:r>
        <w:rPr>
          <w:rtl/>
        </w:rPr>
        <w:t xml:space="preserve"> قابضاً على كريمته المباركة</w:t>
      </w:r>
      <w:r w:rsidR="008A60E8">
        <w:rPr>
          <w:rtl/>
        </w:rPr>
        <w:t>،</w:t>
      </w:r>
      <w:r>
        <w:rPr>
          <w:rtl/>
        </w:rPr>
        <w:t xml:space="preserve"> ودموعه تتحادر على لحيته</w:t>
      </w:r>
      <w:r w:rsidR="008A60E8">
        <w:rPr>
          <w:rtl/>
        </w:rPr>
        <w:t>؛</w:t>
      </w:r>
      <w:r>
        <w:rPr>
          <w:rtl/>
        </w:rPr>
        <w:t xml:space="preserve"> ولذا وجّهت الخطاب مباشرة إلى جدّها</w:t>
      </w:r>
      <w:r w:rsidR="008A60E8">
        <w:rPr>
          <w:rtl/>
        </w:rPr>
        <w:t>:</w:t>
      </w:r>
      <w:r>
        <w:rPr>
          <w:rtl/>
        </w:rPr>
        <w:t xml:space="preserve"> يا جدّاه يا رسول الله</w:t>
      </w:r>
      <w:r w:rsidR="008A60E8">
        <w:rPr>
          <w:rtl/>
        </w:rPr>
        <w:t>،</w:t>
      </w:r>
      <w:r>
        <w:rPr>
          <w:rtl/>
        </w:rPr>
        <w:t xml:space="preserve"> صلّى عليك ملائكة السماء</w:t>
      </w:r>
      <w:r w:rsidR="008A60E8">
        <w:rPr>
          <w:rtl/>
        </w:rPr>
        <w:t>،</w:t>
      </w:r>
      <w:r>
        <w:rPr>
          <w:rtl/>
        </w:rPr>
        <w:t xml:space="preserve"> هذا حسينك بالعراء</w:t>
      </w:r>
      <w:r w:rsidR="008A60E8">
        <w:rPr>
          <w:rtl/>
        </w:rPr>
        <w:t>،</w:t>
      </w:r>
      <w:r>
        <w:rPr>
          <w:rtl/>
        </w:rPr>
        <w:t xml:space="preserve"> محزوز الرأس من القفا</w:t>
      </w:r>
      <w:r w:rsidR="008A60E8">
        <w:rPr>
          <w:rtl/>
        </w:rPr>
        <w:t>،</w:t>
      </w:r>
      <w:r>
        <w:rPr>
          <w:rtl/>
        </w:rPr>
        <w:t xml:space="preserve"> مسلوب العمامة والرداء</w:t>
      </w:r>
      <w:r w:rsidR="008A60E8">
        <w:rPr>
          <w:rtl/>
        </w:rPr>
        <w:t>،</w:t>
      </w:r>
      <w:r>
        <w:rPr>
          <w:rtl/>
        </w:rPr>
        <w:t xml:space="preserve"> مرفوع الرأس على القنا</w:t>
      </w:r>
      <w:r w:rsidR="008A60E8">
        <w:rPr>
          <w:rtl/>
        </w:rPr>
        <w:t>،</w:t>
      </w:r>
      <w:r>
        <w:rPr>
          <w:rtl/>
        </w:rPr>
        <w:t xml:space="preserve"> وبناتك سبايا</w:t>
      </w:r>
      <w:r w:rsidR="008A60E8">
        <w:rPr>
          <w:rtl/>
        </w:rPr>
        <w:t>،</w:t>
      </w:r>
      <w:r>
        <w:rPr>
          <w:rtl/>
        </w:rPr>
        <w:t xml:space="preserve"> وإلى الله المشتكى</w:t>
      </w:r>
      <w:r w:rsidR="008A60E8">
        <w:rPr>
          <w:rtl/>
        </w:rPr>
        <w:t>،</w:t>
      </w:r>
      <w:r>
        <w:rPr>
          <w:rtl/>
        </w:rPr>
        <w:t xml:space="preserve"> ثمّ إليك يا رسول الله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يـهلنا احـسينكم رضّوا اضلوعه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وضـا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Fonts w:hint="cs"/>
                <w:rtl/>
              </w:rPr>
              <w:t xml:space="preserve"> الموت روعه بعد روعه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يـجدّي گوم شوف احسين مذبوح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عله الشاطي وعله التربان مطروح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يـجدّي ما بگتله امن الطعن 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يـجدّي گلـب خويه احسين فطّر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يـجدّي مـات مـحّد وگف دونه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ولا نـغّـار غـمـضله اعـيونه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يـعالج بـالشمس مـنخطف لونه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ولا واحـد ابـحلكه مـاي گطـر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 xml:space="preserve">الطريق إلى منبر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/ 116</w:t>
      </w:r>
      <w:r w:rsidR="00EE7E9B">
        <w:rPr>
          <w:rtl/>
        </w:rPr>
        <w:t xml:space="preserve"> - </w:t>
      </w:r>
      <w:r>
        <w:rPr>
          <w:rtl/>
        </w:rPr>
        <w:t>121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lastRenderedPageBreak/>
              <w:t>يـجدّي مـات مـحّد مـدد إيديه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ولا واحـد يـجدّي عـدل رجليه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يـعالج بـالشمس محّد وصل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يـحطله اظـلال يا جدّي مِن الحر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D0520" w:rsidRDefault="001D0520" w:rsidP="001D0520">
      <w:pPr>
        <w:pStyle w:val="libCenter"/>
        <w:rPr>
          <w:rFonts w:hint="cs"/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يـجدّي الـرمح بـفّاده تـثنّه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يـجدّي بـالوجه للسيف رنّه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يجدّي الخيل صدره رضرضنه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ويـجدّي بـالترب شيبه تعفّر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Normal"/>
        <w:rPr>
          <w:rFonts w:hint="cs"/>
          <w:rtl/>
        </w:rPr>
      </w:pPr>
      <w:r>
        <w:rPr>
          <w:rtl/>
        </w:rPr>
        <w:t xml:space="preserve">ثمّ وجّهت التعزية إلى أبيها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يـبويه تـعالوا لـبنكم غـسلوه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والچفن ويـاكـم دجـيـبوه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وجـيبوا كـطن لـلجرح نشفوه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وعـله اجـتافكم لـحسين شيلوه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D0520" w:rsidRDefault="001D0520" w:rsidP="001D0520">
      <w:pPr>
        <w:pStyle w:val="libCenter"/>
        <w:rPr>
          <w:rFonts w:hint="cs"/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يبويه گوم شوف اعزيزك إحسين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عـله التربان محزوز الوريدين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1D0520" w:rsidTr="001D0520">
        <w:trPr>
          <w:trHeight w:val="350"/>
        </w:trPr>
        <w:tc>
          <w:tcPr>
            <w:tcW w:w="391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وعـباس النفل مگطوع اليدين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1D0520" w:rsidRDefault="001D0520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1D0520" w:rsidRDefault="001D0520" w:rsidP="0046201D">
            <w:pPr>
              <w:pStyle w:val="libPoem"/>
            </w:pPr>
            <w:r>
              <w:rPr>
                <w:rFonts w:hint="cs"/>
                <w:rtl/>
              </w:rPr>
              <w:t>وباگي اقمارنه فوگ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lastRenderedPageBreak/>
              <w:t>يـبويه گوم شوف اشلون ولياي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كـلها امذبّحه وما ضاكت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يـبويه لـو تشوف اشماتة اعداي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وتـشوف ابـناتك مسلّبه بهلبر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6201D" w:rsidRDefault="0046201D" w:rsidP="0046201D">
      <w:pPr>
        <w:pStyle w:val="libCenter"/>
        <w:rPr>
          <w:rFonts w:hint="cs"/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يـبويه شـلسبب ما جيت للساع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تشوف اعزيزكم عاري عله الگاع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أريـدك تـجي لـحسين فـزاع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ونشوف اغبار ميمونك امن ايثور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 xml:space="preserve">* * *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tl/>
              </w:rPr>
              <w:t>يا ليتَ في الأحياءِ شخصك حاضرٌ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tl/>
              </w:rPr>
              <w:t>وحـسينُ مطروحٌ بعرصة 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</w:rPr>
        <w:t xml:space="preserve">* * * 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17" w:name="_Toc436482594"/>
      <w:r>
        <w:rPr>
          <w:rtl/>
        </w:rPr>
        <w:lastRenderedPageBreak/>
        <w:t>المجلس الثالث</w:t>
      </w:r>
      <w:bookmarkStart w:id="18" w:name="المجلس_الثالث"/>
      <w:bookmarkEnd w:id="18"/>
      <w:bookmarkEnd w:id="17"/>
    </w:p>
    <w:p w:rsidR="009A0DCC" w:rsidRDefault="009A0DCC" w:rsidP="00E037B4">
      <w:pPr>
        <w:pStyle w:val="Heading1Center"/>
      </w:pPr>
      <w:bookmarkStart w:id="19" w:name="_Toc436482595"/>
      <w:r>
        <w:rPr>
          <w:rtl/>
        </w:rPr>
        <w:t>الحسد</w:t>
      </w:r>
      <w:bookmarkEnd w:id="19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46201D">
      <w:pPr>
        <w:pStyle w:val="libCenterBold1"/>
      </w:pPr>
      <w:r>
        <w:rPr>
          <w:rtl/>
        </w:rPr>
        <w:lastRenderedPageBreak/>
        <w:t>المجلس الثالث</w:t>
      </w:r>
    </w:p>
    <w:p w:rsidR="009A0DCC" w:rsidRDefault="009A0DCC" w:rsidP="0046201D">
      <w:pPr>
        <w:pStyle w:val="libCenterBold1"/>
        <w:rPr>
          <w:rFonts w:hint="cs"/>
          <w:rtl/>
        </w:rPr>
      </w:pPr>
      <w:r>
        <w:rPr>
          <w:rtl/>
        </w:rPr>
        <w:t>الحسد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ولّـى الـشبابُ وأيـامُ الصبا دُرست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وشـعلةُ الـشيبِ مـنها مـفرقي التهبا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والـدهرُ شـنَّ عـليَّ الـيومَ غـارتَه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كـأنّـما ترة عـنـدي لـهُ طـلبا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ولا ملاذَ ولا مـلـجأ ألوذُ بـهِ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مـن الـزمانِ إذا طـرفُ الزمانِ كبا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سـوى إمـامِ الهُدى المهدي مُعتصمي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وجـنـةٍ أتّـقي عـنّي بـها الـنوبا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مَـنْ يـملأ الأرضَ عدلاً بعد ما مُلئت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جوراً ويـوردنـا تـيّارَهُ الـعذبا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مـتى نـراه وقـد صـفّت بـهِ زمرٌ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من آلِ هـاشمٍ والأمـلاكُ والـنقبا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يـا ثائراً غـضَّ جـفنَيهِ على مضضٍ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هـلاّ أتـاك بـأخبارِ الـطفوفِ نـبا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غـداة حـلّ أبـو الـسجادِ سـاحتَها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واُسدُ هـاشم لـلهيجا قـد انـتدبا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يـأبـى الـدنـيةَ سـبطُ الـمصطفى فلذا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عن ذلّةِ العيشِ في عزِّ الوغى رِغبا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وبـعـد مـا لـفَّ أولاهـم بـآخرِهم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وسـاقـهم فـسـقاهم أكـؤساً عـطبا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أصـابـه حَـجرٌ قـد شـجّ جـبهته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وشـيبه مـن مُـحيّاه قـد اختضبا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للسيد مهدي السيد هادي القزويني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في (أدب الطفّ 9 / 311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312)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السيد مهدي ابن السيد هادي ابن الميرزا صالح ابن العلاّمة الكبير السيد مهدي الحسيني القزويني الحلّي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علم من الأعلام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وفذّ من أفذاذ الأسرة القزوينية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ويُطلق عليه لقب الصغير</w:t>
      </w:r>
      <w:r w:rsidR="008A60E8">
        <w:rPr>
          <w:rFonts w:hint="cs"/>
          <w:rtl/>
        </w:rPr>
        <w:t>؛</w:t>
      </w:r>
      <w:r w:rsidRPr="008A60E8">
        <w:rPr>
          <w:rFonts w:hint="cs"/>
          <w:rtl/>
        </w:rPr>
        <w:t xml:space="preserve"> تمييزاً له عن جدّه الأعلى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ولد في بلدة طويريج (الهندية) عام 1307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ونشأ فيها منشأ العزّ والفخار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>.. وبعد ذلك أخذ يتملّى من دروس إخوته الأعلام</w:t>
      </w:r>
      <w:r w:rsidR="008A60E8">
        <w:rPr>
          <w:rFonts w:hint="cs"/>
          <w:rtl/>
        </w:rPr>
        <w:t>؛</w:t>
      </w:r>
      <w:r w:rsidRPr="008A60E8">
        <w:rPr>
          <w:rFonts w:hint="cs"/>
          <w:rtl/>
        </w:rPr>
        <w:t xml:space="preserve"> فحضر عند أخويه الباقر والجواد واستفاد منهما كثيراً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وهاجر إلى بلد جدّه أمير المؤمنين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Pr="008A60E8">
        <w:rPr>
          <w:rFonts w:hint="cs"/>
          <w:rtl/>
        </w:rPr>
        <w:t xml:space="preserve"> فأتمّ علومه اللسانية والبيانية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كما حضر على السيد كاظم اليزدي في الفقه والاُصول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كما حضر عند الحجة الشيخ هادي كاشف الغطاء وغيرهما من الأساطين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ثمّ هاجر إلى مسقط رأسه ليسدّ الثغرة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ويرشد الضالّ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ويهدي المجتمع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وكان على جانب من دماثة الخُلق والتواضع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رحب الصدر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يودّ جليسه أن يطيل معه الجلوس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وأن لا ينتهي المجلس مهما امتدت ساعاته الطوال</w:t>
      </w:r>
      <w:r w:rsidR="008A60E8">
        <w:rPr>
          <w:rFonts w:hint="cs"/>
          <w:rtl/>
        </w:rPr>
        <w:t>؛</w:t>
      </w:r>
      <w:r w:rsidRPr="008A60E8">
        <w:rPr>
          <w:rFonts w:hint="cs"/>
          <w:rtl/>
        </w:rPr>
        <w:t xml:space="preserve"> حيث كان لطيف المعشر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خصب المعلومات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هذا وكانت وفاة المترجم له عشية الأربعاء 13 ربيع الأوّل من سنة 1366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شُيّع إلى مرقده الأخير في مقبرة الأسرة بالنجف الأشرف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ولم يعقب من الذكور ذرّية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(نصاري)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هوت فوگه اُوگلبها عليه طاير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هذا حسين اخوي اشلون صاير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بـيت الچان مگصـد للعشاير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طـاح الواسطة اوللگاع هوّد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(موشح)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اعله الترب طايح وهو نايم جريح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اُوظـلّت اجروحه يويلي دم تسيح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وهو ابهذا الحال لن زينب تصيح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گوم يـابن الفحل واحمي العايله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هـجمت اعلينه تره اخيول العده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أو صارت اخيامك يخويه امفرهده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هـذا بـينه الصار واعليه السده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وابـنك الـسجّاد يـا خويه انوله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روحـي ما زهت ساعة وصاحت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الـمثلي مـنسبت حرّه وصاحت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عله التل اوچبت زينب وصاحت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انـهبوا يـحسين خدر الفاطميه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أَمْ يَحْسُدُونَ النَّاسَ عَلَى مَآ آتَاهُمُ اللهُ مِن فَضْلِهِ فَقَدْ آتَيْنَآ آلَ إِبْرَاهِيمَ الْكِتَابَ وَالْحِكْمَةَ وَآتَيْنَاهُم مُّلْكاً عَظِيماً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الحسد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هو تمنّي زوال النعمة عن الآخرين</w:t>
      </w:r>
      <w:r w:rsidR="008A60E8">
        <w:rPr>
          <w:rtl/>
        </w:rPr>
        <w:t>؛</w:t>
      </w:r>
      <w:r>
        <w:rPr>
          <w:rtl/>
        </w:rPr>
        <w:t xml:space="preserve"> سواء وصلت تلك النعمة إلى الحسود أم لم تصل إليه</w:t>
      </w:r>
      <w:r w:rsidR="008A60E8">
        <w:rPr>
          <w:rtl/>
        </w:rPr>
        <w:t>؛</w:t>
      </w:r>
      <w:r>
        <w:rPr>
          <w:rtl/>
        </w:rPr>
        <w:t xml:space="preserve"> وعلى هذا الأساس تنصبّ جهود الحسود على فناء ما لدى الآخرين وزواله عنهم</w:t>
      </w:r>
      <w:r w:rsidR="008A60E8">
        <w:rPr>
          <w:rtl/>
        </w:rPr>
        <w:t>،</w:t>
      </w:r>
      <w:r>
        <w:rPr>
          <w:rtl/>
        </w:rPr>
        <w:t xml:space="preserve"> أو تمنّي ذلك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والحسد مذموم</w:t>
      </w:r>
      <w:r w:rsidR="008A60E8">
        <w:rPr>
          <w:rtl/>
        </w:rPr>
        <w:t>،</w:t>
      </w:r>
      <w:r>
        <w:rPr>
          <w:rtl/>
        </w:rPr>
        <w:t xml:space="preserve"> ويدعو الإنسان إلى الحقد والبغض والكره</w:t>
      </w:r>
      <w:r w:rsidR="008A60E8">
        <w:rPr>
          <w:rtl/>
        </w:rPr>
        <w:t>،</w:t>
      </w:r>
      <w:r>
        <w:rPr>
          <w:rtl/>
        </w:rPr>
        <w:t xml:space="preserve"> وهو من الأمراض العظيمة للقلوب</w:t>
      </w:r>
      <w:r w:rsidR="008A60E8">
        <w:rPr>
          <w:rtl/>
        </w:rPr>
        <w:t>،</w:t>
      </w:r>
      <w:r>
        <w:rPr>
          <w:rtl/>
        </w:rPr>
        <w:t xml:space="preserve"> ولا تُداوى أمراض القلب إلاّ بالعلم والعمل</w:t>
      </w:r>
      <w:r w:rsidR="008A60E8">
        <w:rPr>
          <w:rtl/>
        </w:rPr>
        <w:t>؛</w:t>
      </w:r>
      <w:r>
        <w:rPr>
          <w:rtl/>
        </w:rPr>
        <w:t xml:space="preserve"> وذلك بأن تعلم حقيقة الحسد وضرره على الإنسان في دار الدنيا والآخرة</w:t>
      </w:r>
      <w:r w:rsidR="008A60E8">
        <w:rPr>
          <w:rtl/>
        </w:rPr>
        <w:t>،</w:t>
      </w:r>
      <w:r>
        <w:rPr>
          <w:rtl/>
        </w:rPr>
        <w:t xml:space="preserve"> وأنّ المحسود لا ضرر عليه</w:t>
      </w:r>
      <w:r w:rsidR="008A60E8">
        <w:rPr>
          <w:rtl/>
        </w:rPr>
        <w:t>،</w:t>
      </w:r>
      <w:r>
        <w:rPr>
          <w:rtl/>
        </w:rPr>
        <w:t xml:space="preserve"> بل يستفيد من ذلك بأن يحصل على الثواب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ويجب أن يعرف الحاسد أنّ ما عنده وعند غيره هو من قضاء الله وقدره</w:t>
      </w:r>
      <w:r w:rsidR="008A60E8">
        <w:rPr>
          <w:rtl/>
        </w:rPr>
        <w:t>،</w:t>
      </w:r>
      <w:r>
        <w:rPr>
          <w:rtl/>
        </w:rPr>
        <w:t xml:space="preserve"> وأنّ الحسد لا يورّث إلاّ التألّم والعذاب</w:t>
      </w:r>
      <w:r w:rsidR="008A60E8">
        <w:rPr>
          <w:rtl/>
        </w:rPr>
        <w:t>،</w:t>
      </w:r>
      <w:r>
        <w:rPr>
          <w:rtl/>
        </w:rPr>
        <w:t xml:space="preserve"> والهم والغم بلا مقابل وبلا فائدة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ومن هنا قال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ما رأيت ظالماً أشبه بمظلوم من الحاسد</w:t>
      </w:r>
      <w:r w:rsidR="008A60E8">
        <w:rPr>
          <w:rtl/>
        </w:rPr>
        <w:t>؛</w:t>
      </w:r>
      <w:r>
        <w:rPr>
          <w:rtl/>
        </w:rPr>
        <w:t xml:space="preserve"> نفس دائم</w:t>
      </w:r>
      <w:r w:rsidR="008A60E8">
        <w:rPr>
          <w:rtl/>
        </w:rPr>
        <w:t>،</w:t>
      </w:r>
      <w:r>
        <w:rPr>
          <w:rtl/>
        </w:rPr>
        <w:t xml:space="preserve"> وقلبٌ هائم</w:t>
      </w:r>
      <w:r w:rsidR="008A60E8">
        <w:rPr>
          <w:rtl/>
        </w:rPr>
        <w:t>،</w:t>
      </w:r>
      <w:r>
        <w:rPr>
          <w:rtl/>
        </w:rPr>
        <w:t xml:space="preserve"> وحزنٌ لازم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وقال الشاعر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اصبر على حَسدِ الحَسو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دِ فإنَّ صـبرَكَ قـاتلُه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كـالنارِ تـأكلُ نـفسها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إنْ لـم تـجدْ مـا تأكلُه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النساء / 54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بحار</w:t>
      </w:r>
      <w:r w:rsidRPr="008A60E8">
        <w:rPr>
          <w:rtl/>
        </w:rPr>
        <w:t xml:space="preserve"> </w:t>
      </w:r>
      <w:r>
        <w:rPr>
          <w:rtl/>
        </w:rPr>
        <w:t>الأنوار 70 / 256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والواقع هو هذا</w:t>
      </w:r>
      <w:r w:rsidR="008A60E8">
        <w:rPr>
          <w:rtl/>
        </w:rPr>
        <w:t>؛</w:t>
      </w:r>
      <w:r>
        <w:rPr>
          <w:rtl/>
        </w:rPr>
        <w:t xml:space="preserve"> إذ إنّك تجد الحاسد دائماً متألّماً</w:t>
      </w:r>
      <w:r w:rsidR="008A60E8">
        <w:rPr>
          <w:rtl/>
        </w:rPr>
        <w:t>،</w:t>
      </w:r>
      <w:r>
        <w:rPr>
          <w:rtl/>
        </w:rPr>
        <w:t xml:space="preserve"> يتتبّع أحوال الناس</w:t>
      </w:r>
      <w:r w:rsidR="008A60E8">
        <w:rPr>
          <w:rtl/>
        </w:rPr>
        <w:t>،</w:t>
      </w:r>
      <w:r>
        <w:rPr>
          <w:rtl/>
        </w:rPr>
        <w:t xml:space="preserve"> مراقباً لهم</w:t>
      </w:r>
      <w:r w:rsidR="008A60E8">
        <w:rPr>
          <w:rtl/>
        </w:rPr>
        <w:t>،</w:t>
      </w:r>
      <w:r>
        <w:rPr>
          <w:rtl/>
        </w:rPr>
        <w:t xml:space="preserve"> وقد قيل</w:t>
      </w:r>
      <w:r w:rsidR="008A60E8">
        <w:rPr>
          <w:rtl/>
        </w:rPr>
        <w:t>:</w:t>
      </w:r>
      <w:r>
        <w:rPr>
          <w:rtl/>
        </w:rPr>
        <w:t xml:space="preserve"> « مَنْ راقب الناس مات همّاً 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  <w:r>
        <w:rPr>
          <w:rtl/>
        </w:rPr>
        <w:t xml:space="preserve"> فتجده دائماً مهموماً مغموماً</w:t>
      </w:r>
      <w:r w:rsidR="008A60E8">
        <w:rPr>
          <w:rtl/>
        </w:rPr>
        <w:t>،</w:t>
      </w:r>
      <w:r>
        <w:rPr>
          <w:rtl/>
        </w:rPr>
        <w:t xml:space="preserve"> هائم القلب</w:t>
      </w:r>
      <w:r w:rsidR="008A60E8">
        <w:rPr>
          <w:rtl/>
        </w:rPr>
        <w:t>،</w:t>
      </w:r>
      <w:r>
        <w:rPr>
          <w:rtl/>
        </w:rPr>
        <w:t xml:space="preserve"> ملازماً للحزن كما عبّر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وهذه الخصلة الخبيثة أورثت الحزن الدائم لكثير من الناس</w:t>
      </w:r>
      <w:r w:rsidR="008A60E8">
        <w:rPr>
          <w:rtl/>
        </w:rPr>
        <w:t>؛</w:t>
      </w:r>
      <w:r>
        <w:rPr>
          <w:rtl/>
        </w:rPr>
        <w:t xml:space="preserve"> فهذا هو القرآن الكريم يُصرّح بأنّ أوّل جريمة قتل أُرتكبت في الأرض كان منشؤها الحسد</w:t>
      </w:r>
      <w:r w:rsidR="008A60E8">
        <w:rPr>
          <w:rtl/>
        </w:rPr>
        <w:t>.</w:t>
      </w:r>
      <w:r>
        <w:rPr>
          <w:rtl/>
        </w:rPr>
        <w:t xml:space="preserve"> قال تعالى</w:t>
      </w:r>
      <w:r w:rsidR="008A60E8">
        <w:rPr>
          <w:rtl/>
        </w:rPr>
        <w:t>:</w:t>
      </w:r>
      <w:r>
        <w:rPr>
          <w:rtl/>
        </w:rPr>
        <w:t xml:space="preserve"> </w:t>
      </w:r>
      <w:r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وَاتْلُ عَلَيْهِمْ نَبَأَ ابْنَيْ آدَمَ بِالْحَقِّ إِذْ قَرَّبَا قُرْبَاناً فَتُقُبِّلَ مِن أَحَدِهِمَا وَلَمْ يُتَقَبَّلْ مِنَ الآخَرِ قَالَ لأَقْتُلَنَّكَ قَالَ إِنَّمَا يَتَقَبَّلُ اللّهُ مِنَ الْمُتَّقِينَ</w:t>
      </w:r>
      <w:r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ومناشئ هذه الخصلة الذميمة</w:t>
      </w:r>
      <w:r w:rsidR="00EE7E9B">
        <w:rPr>
          <w:rtl/>
        </w:rPr>
        <w:t xml:space="preserve"> - </w:t>
      </w:r>
      <w:r>
        <w:rPr>
          <w:rtl/>
        </w:rPr>
        <w:t>من الناحية المعنوية</w:t>
      </w:r>
      <w:r w:rsidR="00EE7E9B">
        <w:rPr>
          <w:rtl/>
        </w:rPr>
        <w:t xml:space="preserve"> - </w:t>
      </w:r>
      <w:r>
        <w:rPr>
          <w:rtl/>
        </w:rPr>
        <w:t>الضعف في الشخصية</w:t>
      </w:r>
      <w:r w:rsidR="008A60E8">
        <w:rPr>
          <w:rtl/>
        </w:rPr>
        <w:t>،</w:t>
      </w:r>
      <w:r>
        <w:rPr>
          <w:rtl/>
        </w:rPr>
        <w:t xml:space="preserve"> وعقدة الحقارة والجهل</w:t>
      </w:r>
      <w:r w:rsidR="008A60E8">
        <w:rPr>
          <w:rtl/>
        </w:rPr>
        <w:t>،</w:t>
      </w:r>
      <w:r>
        <w:rPr>
          <w:rtl/>
        </w:rPr>
        <w:t xml:space="preserve"> وقصر النظر</w:t>
      </w:r>
      <w:r w:rsidR="008A60E8">
        <w:rPr>
          <w:rtl/>
        </w:rPr>
        <w:t>،</w:t>
      </w:r>
      <w:r>
        <w:rPr>
          <w:rtl/>
        </w:rPr>
        <w:t xml:space="preserve"> وقلّة الإيمان</w:t>
      </w:r>
      <w:r w:rsidR="008A60E8">
        <w:rPr>
          <w:rtl/>
        </w:rPr>
        <w:t>؛</w:t>
      </w:r>
      <w:r>
        <w:rPr>
          <w:rtl/>
        </w:rPr>
        <w:t xml:space="preserve"> لأنّ الحاسد</w:t>
      </w:r>
      <w:r w:rsidR="00EE7E9B">
        <w:rPr>
          <w:rtl/>
        </w:rPr>
        <w:t xml:space="preserve"> - </w:t>
      </w:r>
      <w:r>
        <w:rPr>
          <w:rtl/>
        </w:rPr>
        <w:t>في الحقيقة</w:t>
      </w:r>
      <w:r w:rsidR="00EE7E9B">
        <w:rPr>
          <w:rtl/>
        </w:rPr>
        <w:t xml:space="preserve"> - </w:t>
      </w:r>
      <w:r>
        <w:rPr>
          <w:rtl/>
        </w:rPr>
        <w:t>يرى نفسه أعجز وأقل من أن يبلغ ما بلغه المحسود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هذا مضافاً إلى أنّه بعمله هذا يعترض على حكمة الله سبحانه وتعالى</w:t>
      </w:r>
      <w:r w:rsidR="008A60E8">
        <w:rPr>
          <w:rtl/>
        </w:rPr>
        <w:t>،</w:t>
      </w:r>
      <w:r>
        <w:rPr>
          <w:rtl/>
        </w:rPr>
        <w:t xml:space="preserve"> واهب جميع النعِم وجميع المواهب</w:t>
      </w:r>
      <w:r w:rsidR="008A60E8">
        <w:rPr>
          <w:rtl/>
        </w:rPr>
        <w:t>،</w:t>
      </w:r>
      <w:r>
        <w:rPr>
          <w:rtl/>
        </w:rPr>
        <w:t xml:space="preserve"> وعلى إعطائه سبحانه وتعالى إلى مَنْ تفضّل بها عليه من الناس</w:t>
      </w:r>
      <w:r w:rsidR="008A60E8">
        <w:rPr>
          <w:rtl/>
        </w:rPr>
        <w:t>؛</w:t>
      </w:r>
      <w:r>
        <w:rPr>
          <w:rtl/>
        </w:rPr>
        <w:t xml:space="preserve"> ولهذا جاء في الحديث الشريف عن الإمام الصادق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الحسد أصله من عمى القلب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والجحود لفضل الله تعالى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وهما جناحان للكفر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وبالحسد وقع ابن آدم في حسرة الأبد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وهلك مهلكاً لا ينجو منه أبداً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وقد حصر بعضهم</w:t>
      </w:r>
      <w:r w:rsidR="00EE7E9B">
        <w:rPr>
          <w:rtl/>
        </w:rPr>
        <w:t xml:space="preserve"> - </w:t>
      </w:r>
      <w:r>
        <w:rPr>
          <w:rtl/>
        </w:rPr>
        <w:t xml:space="preserve">كالعلاّمة المجلسي </w:t>
      </w:r>
      <w:r w:rsidR="00EE7E9B" w:rsidRPr="00EE7E9B">
        <w:rPr>
          <w:rStyle w:val="libAlaemChar"/>
          <w:rtl/>
        </w:rPr>
        <w:t>رحمه‌الله</w:t>
      </w:r>
      <w:r w:rsidR="00EE7E9B">
        <w:rPr>
          <w:rtl/>
        </w:rPr>
        <w:t xml:space="preserve"> - </w:t>
      </w:r>
      <w:r>
        <w:rPr>
          <w:rtl/>
        </w:rPr>
        <w:t>أسباب الحسد في سبعة اُمور</w:t>
      </w:r>
      <w:r w:rsidR="008A60E8">
        <w:rPr>
          <w:rtl/>
        </w:rPr>
        <w:t>: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شرح نهج البلاغة 20 / 240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المائدة / 27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بحار</w:t>
      </w:r>
      <w:r w:rsidRPr="008A60E8">
        <w:rPr>
          <w:rtl/>
        </w:rPr>
        <w:t xml:space="preserve"> </w:t>
      </w:r>
      <w:r>
        <w:rPr>
          <w:rtl/>
        </w:rPr>
        <w:t>الأنوار 70 / 255</w:t>
      </w:r>
      <w:r w:rsidR="008A60E8">
        <w:rPr>
          <w:rtl/>
        </w:rPr>
        <w:t>،</w:t>
      </w:r>
      <w:r>
        <w:rPr>
          <w:rtl/>
        </w:rPr>
        <w:t xml:space="preserve"> وانظر تفسير الأمثل 3 / 275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الأوّل</w:t>
      </w:r>
      <w:r w:rsidR="008A60E8">
        <w:rPr>
          <w:rtl/>
        </w:rPr>
        <w:t>:</w:t>
      </w:r>
      <w:r>
        <w:rPr>
          <w:rtl/>
        </w:rPr>
        <w:t xml:space="preserve"> العداوة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الثاني</w:t>
      </w:r>
      <w:r w:rsidR="008A60E8">
        <w:rPr>
          <w:rtl/>
        </w:rPr>
        <w:t>:</w:t>
      </w:r>
      <w:r>
        <w:rPr>
          <w:rtl/>
        </w:rPr>
        <w:t xml:space="preserve"> التعزز</w:t>
      </w:r>
      <w:r w:rsidR="008A60E8">
        <w:rPr>
          <w:rtl/>
        </w:rPr>
        <w:t>،</w:t>
      </w:r>
      <w:r>
        <w:rPr>
          <w:rtl/>
        </w:rPr>
        <w:t xml:space="preserve"> أن يكون من حيث يعلم أنّه يستكبر بالنعمة عليه</w:t>
      </w:r>
      <w:r w:rsidR="008A60E8">
        <w:rPr>
          <w:rtl/>
        </w:rPr>
        <w:t>،</w:t>
      </w:r>
      <w:r>
        <w:rPr>
          <w:rtl/>
        </w:rPr>
        <w:t xml:space="preserve"> وهو لا يطيق احتمال كبره وتفاخره لعزّة نفسه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الثالث</w:t>
      </w:r>
      <w:r w:rsidR="008A60E8">
        <w:rPr>
          <w:rtl/>
        </w:rPr>
        <w:t>:</w:t>
      </w:r>
      <w:r>
        <w:rPr>
          <w:rtl/>
        </w:rPr>
        <w:t xml:space="preserve"> الكبر</w:t>
      </w:r>
      <w:r w:rsidR="008A60E8">
        <w:rPr>
          <w:rtl/>
        </w:rPr>
        <w:t>،</w:t>
      </w:r>
      <w:r>
        <w:rPr>
          <w:rtl/>
        </w:rPr>
        <w:t xml:space="preserve"> أن يكون في طبعه أن يتكبّر على الحسود</w:t>
      </w:r>
      <w:r w:rsidR="008A60E8">
        <w:rPr>
          <w:rtl/>
        </w:rPr>
        <w:t>،</w:t>
      </w:r>
      <w:r>
        <w:rPr>
          <w:rtl/>
        </w:rPr>
        <w:t xml:space="preserve"> ويمنع ذلك عليه بنعمته</w:t>
      </w:r>
      <w:r w:rsidR="008A60E8">
        <w:rPr>
          <w:rtl/>
        </w:rPr>
        <w:t>،</w:t>
      </w:r>
      <w:r>
        <w:rPr>
          <w:rtl/>
        </w:rPr>
        <w:t xml:space="preserve"> وهو المراد بالتكبّر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الرابع</w:t>
      </w:r>
      <w:r w:rsidR="008A60E8">
        <w:rPr>
          <w:rtl/>
        </w:rPr>
        <w:t>:</w:t>
      </w:r>
      <w:r>
        <w:rPr>
          <w:rtl/>
        </w:rPr>
        <w:t xml:space="preserve"> التعجّب</w:t>
      </w:r>
      <w:r w:rsidR="008A60E8">
        <w:rPr>
          <w:rtl/>
        </w:rPr>
        <w:t>،</w:t>
      </w:r>
      <w:r>
        <w:rPr>
          <w:rtl/>
        </w:rPr>
        <w:t xml:space="preserve"> أن تكون النعمة والمنصب كبيراً فيعجب من فوز مثله بمثل تلك النعمة</w:t>
      </w:r>
      <w:r w:rsidR="008A60E8">
        <w:rPr>
          <w:rtl/>
        </w:rPr>
        <w:t>،</w:t>
      </w:r>
      <w:r>
        <w:rPr>
          <w:rtl/>
        </w:rPr>
        <w:t xml:space="preserve"> كما أخبر الله تعالى عن الأمم الماضية إذ قالوا</w:t>
      </w:r>
      <w:r w:rsidR="008A60E8">
        <w:rPr>
          <w:rtl/>
        </w:rPr>
        <w:t>:</w:t>
      </w:r>
      <w:r>
        <w:rPr>
          <w:rtl/>
        </w:rPr>
        <w:t xml:space="preserve"> </w:t>
      </w:r>
      <w:r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قَالُوا مَا أَنتُمْ إِلاَّ بَشَرٌ مِّثْلُنَا</w:t>
      </w:r>
      <w:r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،</w:t>
      </w:r>
      <w:r>
        <w:rPr>
          <w:rtl/>
        </w:rPr>
        <w:t xml:space="preserve"> وأمثال ذلك كثير</w:t>
      </w:r>
      <w:r w:rsidR="008A60E8">
        <w:rPr>
          <w:rtl/>
        </w:rPr>
        <w:t>،</w:t>
      </w:r>
      <w:r>
        <w:rPr>
          <w:rtl/>
        </w:rPr>
        <w:t xml:space="preserve"> فتعجّبوا من أن يفوزوا برتبة الرسالة والوحي والقرب مع أنّهم بشّر مثلهم فحسدوهم</w:t>
      </w:r>
      <w:r w:rsidR="008A60E8">
        <w:rPr>
          <w:rtl/>
        </w:rPr>
        <w:t>،</w:t>
      </w:r>
      <w:r>
        <w:rPr>
          <w:rtl/>
        </w:rPr>
        <w:t xml:space="preserve"> وهو المراد بالتعجّب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الخامس</w:t>
      </w:r>
      <w:r w:rsidR="008A60E8">
        <w:rPr>
          <w:rtl/>
        </w:rPr>
        <w:t>:</w:t>
      </w:r>
      <w:r>
        <w:rPr>
          <w:rtl/>
        </w:rPr>
        <w:t xml:space="preserve"> الخوف</w:t>
      </w:r>
      <w:r w:rsidR="008A60E8">
        <w:rPr>
          <w:rtl/>
        </w:rPr>
        <w:t>،</w:t>
      </w:r>
      <w:r>
        <w:rPr>
          <w:rtl/>
        </w:rPr>
        <w:t xml:space="preserve"> أن يخاف من فوات مقاصده بسبب نعمة</w:t>
      </w:r>
      <w:r w:rsidR="008A60E8">
        <w:rPr>
          <w:rtl/>
        </w:rPr>
        <w:t>،</w:t>
      </w:r>
      <w:r>
        <w:rPr>
          <w:rtl/>
        </w:rPr>
        <w:t xml:space="preserve"> بأن يتوصّل بها إلى مزاحمته في أغراضه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السادس</w:t>
      </w:r>
      <w:r w:rsidR="008A60E8">
        <w:rPr>
          <w:rtl/>
        </w:rPr>
        <w:t>:</w:t>
      </w:r>
      <w:r>
        <w:rPr>
          <w:rtl/>
        </w:rPr>
        <w:t xml:space="preserve"> حبّ الرئاسة</w:t>
      </w:r>
      <w:r w:rsidR="008A60E8">
        <w:rPr>
          <w:rtl/>
        </w:rPr>
        <w:t>،</w:t>
      </w:r>
      <w:r>
        <w:rPr>
          <w:rtl/>
        </w:rPr>
        <w:t xml:space="preserve"> أن يكون يحبّ الرئاسة التي تبتني على الاختصاص بنعمة لا يساوى فيها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السابع</w:t>
      </w:r>
      <w:r w:rsidR="008A60E8">
        <w:rPr>
          <w:rtl/>
        </w:rPr>
        <w:t>:</w:t>
      </w:r>
      <w:r>
        <w:rPr>
          <w:rtl/>
        </w:rPr>
        <w:t xml:space="preserve"> خبث الطينة</w:t>
      </w:r>
      <w:r w:rsidR="008A60E8">
        <w:rPr>
          <w:rtl/>
        </w:rPr>
        <w:t>،</w:t>
      </w:r>
      <w:r>
        <w:rPr>
          <w:rtl/>
        </w:rPr>
        <w:t xml:space="preserve"> أن لا يكون بسبب من هذه الأسباب بل لخبث النفس وشحّها بالخير لعباد الله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هذه هي أهم مناشئ وأسباب حصول الحسد وصدوره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يس / 15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الأربعون حديثاً / 108</w:t>
      </w:r>
      <w:r w:rsidR="00EE7E9B">
        <w:rPr>
          <w:rtl/>
        </w:rPr>
        <w:t xml:space="preserve"> - </w:t>
      </w:r>
      <w:r>
        <w:rPr>
          <w:rtl/>
        </w:rPr>
        <w:t>109 ضمن الحديث الخامس</w:t>
      </w:r>
      <w:r w:rsidR="008A60E8">
        <w:rPr>
          <w:rtl/>
        </w:rPr>
        <w:t>،</w:t>
      </w:r>
      <w:r>
        <w:rPr>
          <w:rtl/>
        </w:rPr>
        <w:t xml:space="preserve"> وانظر</w:t>
      </w:r>
      <w:r w:rsidRPr="008A60E8">
        <w:rPr>
          <w:rtl/>
        </w:rPr>
        <w:t xml:space="preserve"> </w:t>
      </w:r>
      <w:r>
        <w:rPr>
          <w:rtl/>
        </w:rPr>
        <w:t>بحار الأنوار 70 / 240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فلو صدرت هذه الخصلة الخبيثة</w:t>
      </w:r>
      <w:r w:rsidR="00EE7E9B">
        <w:rPr>
          <w:rtl/>
        </w:rPr>
        <w:t xml:space="preserve"> - </w:t>
      </w:r>
      <w:r>
        <w:rPr>
          <w:rtl/>
        </w:rPr>
        <w:t>لا سمح الله</w:t>
      </w:r>
      <w:r w:rsidR="00EE7E9B">
        <w:rPr>
          <w:rtl/>
        </w:rPr>
        <w:t xml:space="preserve"> - </w:t>
      </w:r>
      <w:r>
        <w:rPr>
          <w:rtl/>
        </w:rPr>
        <w:t>فسوف تترتّب النتائج السلبية عليها</w:t>
      </w:r>
      <w:r w:rsidR="008A60E8">
        <w:rPr>
          <w:rtl/>
        </w:rPr>
        <w:t>،</w:t>
      </w:r>
      <w:r>
        <w:rPr>
          <w:rtl/>
        </w:rPr>
        <w:t xml:space="preserve"> وهناك عدّة نتائج وخيمة تترتّب على الحسد</w:t>
      </w:r>
      <w:r w:rsidR="008A60E8">
        <w:rPr>
          <w:rtl/>
        </w:rPr>
        <w:t>؛</w:t>
      </w:r>
      <w:r>
        <w:rPr>
          <w:rtl/>
        </w:rPr>
        <w:t xml:space="preserve"> سواء أكانت راجعة إلى نفس الحاسد من حقد وغير ذلك</w:t>
      </w:r>
      <w:r w:rsidR="008A60E8">
        <w:rPr>
          <w:rtl/>
        </w:rPr>
        <w:t>،</w:t>
      </w:r>
      <w:r>
        <w:rPr>
          <w:rtl/>
        </w:rPr>
        <w:t xml:space="preserve"> أم راجعة إلى المحسود نفسه</w:t>
      </w:r>
      <w:r w:rsidR="008A60E8">
        <w:rPr>
          <w:rtl/>
        </w:rPr>
        <w:t>،</w:t>
      </w:r>
      <w:r>
        <w:rPr>
          <w:rtl/>
        </w:rPr>
        <w:t xml:space="preserve"> أم للمجتمع الذي تقع فيه هذه الجريمة الوقحة والخصلة المذمومة عند الله عزّ وجلّ وعند الناس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أهم هذه النتائج</w:t>
      </w:r>
      <w:r w:rsidR="008A60E8">
        <w:rPr>
          <w:rtl/>
        </w:rPr>
        <w:t>:</w:t>
      </w:r>
      <w:r>
        <w:rPr>
          <w:rtl/>
        </w:rPr>
        <w:t xml:space="preserve"> إنّ الحسود يصرف كلّ أو جلّ طاقاته البدنية والفكرية</w:t>
      </w:r>
      <w:r w:rsidR="00EE7E9B">
        <w:rPr>
          <w:rtl/>
        </w:rPr>
        <w:t xml:space="preserve"> - </w:t>
      </w:r>
      <w:r>
        <w:rPr>
          <w:rtl/>
        </w:rPr>
        <w:t>التي يجب أن تُصرف في ترشيد الأهداف الاجتماعية</w:t>
      </w:r>
      <w:r w:rsidR="00EE7E9B">
        <w:rPr>
          <w:rtl/>
        </w:rPr>
        <w:t xml:space="preserve"> - </w:t>
      </w:r>
      <w:r>
        <w:rPr>
          <w:rtl/>
        </w:rPr>
        <w:t>في طريق الهدم والتحطيم لما هو قائم</w:t>
      </w:r>
      <w:r w:rsidR="008A60E8">
        <w:rPr>
          <w:rtl/>
        </w:rPr>
        <w:t>؛</w:t>
      </w:r>
      <w:r>
        <w:rPr>
          <w:rtl/>
        </w:rPr>
        <w:t xml:space="preserve"> ولهذا فهو يبدّد طاقاته الشخصية والطاقات الاجتماعية معاً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النتائج الخطيرة أيضاً</w:t>
      </w:r>
      <w:r w:rsidR="008A60E8">
        <w:rPr>
          <w:rtl/>
        </w:rPr>
        <w:t>:</w:t>
      </w:r>
      <w:r>
        <w:rPr>
          <w:rtl/>
        </w:rPr>
        <w:t xml:space="preserve"> هي أن الحسد هو الدافع لكثير من الجرائم في هذا العالم</w:t>
      </w:r>
      <w:r w:rsidR="008A60E8">
        <w:rPr>
          <w:rtl/>
        </w:rPr>
        <w:t>،</w:t>
      </w:r>
      <w:r>
        <w:rPr>
          <w:rtl/>
        </w:rPr>
        <w:t xml:space="preserve"> فلو أنّنا درسنا العلل الأصلية وراء جرائم القتل والسرقة والعدوان وما شابه ذلك لرأينا</w:t>
      </w:r>
      <w:r w:rsidR="00EE7E9B">
        <w:rPr>
          <w:rtl/>
        </w:rPr>
        <w:t xml:space="preserve"> - </w:t>
      </w:r>
      <w:r>
        <w:rPr>
          <w:rtl/>
        </w:rPr>
        <w:t>بوضوح</w:t>
      </w:r>
      <w:r w:rsidR="00EE7E9B">
        <w:rPr>
          <w:rtl/>
        </w:rPr>
        <w:t xml:space="preserve"> - </w:t>
      </w:r>
      <w:r>
        <w:rPr>
          <w:rtl/>
        </w:rPr>
        <w:t>أنّ أكثر هذه العلل تنشأ من الحسد</w:t>
      </w:r>
      <w:r w:rsidR="008A60E8">
        <w:rPr>
          <w:rtl/>
        </w:rPr>
        <w:t>،</w:t>
      </w:r>
      <w:r>
        <w:rPr>
          <w:rtl/>
        </w:rPr>
        <w:t xml:space="preserve"> ولعلّه لأجل هذا شُبّه الحسد بشرارة من النار يمكنها أن تهدّد كيان الحاسد</w:t>
      </w:r>
      <w:r w:rsidR="008A60E8">
        <w:rPr>
          <w:rtl/>
        </w:rPr>
        <w:t>،</w:t>
      </w:r>
      <w:r>
        <w:rPr>
          <w:rtl/>
        </w:rPr>
        <w:t xml:space="preserve"> أو المجتمع الذي يعيش في وسطه بالخطر وتعرضه للضرر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يقول أحد العلماء</w:t>
      </w:r>
      <w:r w:rsidR="008A60E8">
        <w:rPr>
          <w:rtl/>
        </w:rPr>
        <w:t>:</w:t>
      </w:r>
      <w:r>
        <w:rPr>
          <w:rtl/>
        </w:rPr>
        <w:t xml:space="preserve"> إنّ الحسد من أخطر الصفات</w:t>
      </w:r>
      <w:r w:rsidR="008A60E8">
        <w:rPr>
          <w:rtl/>
        </w:rPr>
        <w:t>،</w:t>
      </w:r>
      <w:r>
        <w:rPr>
          <w:rtl/>
        </w:rPr>
        <w:t xml:space="preserve"> ويجب أن يُعتبر من أعدى أعداء السعادة</w:t>
      </w:r>
      <w:r w:rsidR="008A60E8">
        <w:rPr>
          <w:rtl/>
        </w:rPr>
        <w:t>،</w:t>
      </w:r>
      <w:r>
        <w:rPr>
          <w:rtl/>
        </w:rPr>
        <w:t xml:space="preserve"> فيجب أن يجتهد الإنسان لدفعه والتخلّص منه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والملفت للنظر هو أنّ المجتمعات أصبحت اليوم أكثرها مملوءة بالأمراض والآلام الجسدية من عصبية وغيرها</w:t>
      </w:r>
      <w:r w:rsidR="008A60E8">
        <w:rPr>
          <w:rtl/>
        </w:rPr>
        <w:t>،</w:t>
      </w:r>
      <w:r>
        <w:rPr>
          <w:rtl/>
        </w:rPr>
        <w:t xml:space="preserve"> ومردّ الأكثر من هذه الأمراض إلى خبث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السريرة والحقد والحسد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ومن هنا ورد عن طبيب النفوس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صحة الجسد من قلّة الحسد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و </w:t>
      </w:r>
      <w:r w:rsidR="001448CA">
        <w:rPr>
          <w:rtl/>
        </w:rPr>
        <w:t>«</w:t>
      </w:r>
      <w:r w:rsidRPr="00172AAC">
        <w:rPr>
          <w:rtl/>
        </w:rPr>
        <w:t>العجب لغفلة الحساد عن سلامة الأجساد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بل وردت روايات تصرّح بأنّ الحسد يضرّ بالحاسد قبل أن يَضُرَّ بالمحسود بل ويؤدّي إلى القتل والموت تدريجاً</w:t>
      </w:r>
      <w:r w:rsidR="008A60E8">
        <w:rPr>
          <w:rtl/>
        </w:rPr>
        <w:t>،</w:t>
      </w:r>
      <w:r>
        <w:rPr>
          <w:rtl/>
        </w:rPr>
        <w:t xml:space="preserve"> وربما يؤدّي إلى الموت دفعه</w:t>
      </w:r>
      <w:r w:rsidR="008A60E8">
        <w:rPr>
          <w:rtl/>
        </w:rPr>
        <w:t>،</w:t>
      </w:r>
      <w:r>
        <w:rPr>
          <w:rtl/>
        </w:rPr>
        <w:t xml:space="preserve"> كما حكي ذلك في التاريخ أنّ رجلاً من أهل النعمة ببغداد في أيام موسى الهادي حسد بعض جيرانه</w:t>
      </w:r>
      <w:r w:rsidR="008A60E8">
        <w:rPr>
          <w:rtl/>
        </w:rPr>
        <w:t>،</w:t>
      </w:r>
      <w:r>
        <w:rPr>
          <w:rtl/>
        </w:rPr>
        <w:t xml:space="preserve"> وسعى عليه بكلّ ما يمكنه ممّا قدر عليه</w:t>
      </w:r>
      <w:r w:rsidR="008A60E8">
        <w:rPr>
          <w:rtl/>
        </w:rPr>
        <w:t>،</w:t>
      </w:r>
      <w:r>
        <w:rPr>
          <w:rtl/>
        </w:rPr>
        <w:t xml:space="preserve"> فاشترى غلاماً صغيراً فربّاه</w:t>
      </w:r>
      <w:r w:rsidR="008A60E8">
        <w:rPr>
          <w:rtl/>
        </w:rPr>
        <w:t>،</w:t>
      </w:r>
      <w:r>
        <w:rPr>
          <w:rtl/>
        </w:rPr>
        <w:t xml:space="preserve"> فلمّا شبّ واشتدّ أمره بأن يقتله على سطح جاره المحسود</w:t>
      </w:r>
      <w:r w:rsidR="008A60E8">
        <w:rPr>
          <w:rtl/>
        </w:rPr>
        <w:t>؛</w:t>
      </w:r>
      <w:r>
        <w:rPr>
          <w:rtl/>
        </w:rPr>
        <w:t xml:space="preserve"> ليؤخذ جاره به ويُقتل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حُكي أنّه عمد إلى سكين فشحذها ودفعها إليه</w:t>
      </w:r>
      <w:r w:rsidR="008A60E8">
        <w:rPr>
          <w:rtl/>
        </w:rPr>
        <w:t>،</w:t>
      </w:r>
      <w:r>
        <w:rPr>
          <w:rtl/>
        </w:rPr>
        <w:t xml:space="preserve"> وأشهد على نفسه أنّه دبّره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،</w:t>
      </w:r>
      <w:r>
        <w:rPr>
          <w:rtl/>
        </w:rPr>
        <w:t xml:space="preserve"> ودفع إليه من صلب ماله ثلاثة آلاف درهم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إذا فعلت ذلك فخذ في أي بلاد الله شئت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فعزم الغلام على طاعة المولى بعد التمنّع والالتواء</w:t>
      </w:r>
      <w:r w:rsidR="008A60E8">
        <w:rPr>
          <w:rtl/>
        </w:rPr>
        <w:t>،</w:t>
      </w:r>
      <w:r>
        <w:rPr>
          <w:rtl/>
        </w:rPr>
        <w:t xml:space="preserve"> وقوله له</w:t>
      </w:r>
      <w:r w:rsidR="008A60E8">
        <w:rPr>
          <w:rtl/>
        </w:rPr>
        <w:t>:</w:t>
      </w:r>
      <w:r>
        <w:rPr>
          <w:rtl/>
        </w:rPr>
        <w:t xml:space="preserve"> الله الله في نفسك يا مولاي وأنت تتلفها للأمر الذي لا يُدرى أيكون أم لا يكون</w:t>
      </w:r>
      <w:r w:rsidR="008A60E8">
        <w:rPr>
          <w:rtl/>
        </w:rPr>
        <w:t>؛</w:t>
      </w:r>
      <w:r>
        <w:rPr>
          <w:rtl/>
        </w:rPr>
        <w:t xml:space="preserve"> فإن كان لم ترَ مِنه ما أمّلت وأنت ميّت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فلمّا كان في آخر ليلة من عمره قام في وجه السحر وأيقظ الغلام</w:t>
      </w:r>
      <w:r w:rsidR="008A60E8">
        <w:rPr>
          <w:rtl/>
        </w:rPr>
        <w:t>،</w:t>
      </w:r>
      <w:r>
        <w:rPr>
          <w:rtl/>
        </w:rPr>
        <w:t xml:space="preserve"> فقام مذعوراً</w:t>
      </w:r>
      <w:r w:rsidR="008A60E8">
        <w:rPr>
          <w:rtl/>
        </w:rPr>
        <w:t>،</w:t>
      </w:r>
      <w:r>
        <w:rPr>
          <w:rtl/>
        </w:rPr>
        <w:t xml:space="preserve"> وأعطاه المُدية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،</w:t>
      </w:r>
      <w:r>
        <w:rPr>
          <w:rtl/>
        </w:rPr>
        <w:t xml:space="preserve"> فجاء حتّى تسوّر حائط جاره برفق</w:t>
      </w:r>
      <w:r w:rsidR="008A60E8">
        <w:rPr>
          <w:rtl/>
        </w:rPr>
        <w:t>،</w:t>
      </w:r>
      <w:r>
        <w:rPr>
          <w:rtl/>
        </w:rPr>
        <w:t xml:space="preserve"> فاضطجع على سطحه</w:t>
      </w:r>
      <w:r w:rsidR="008A60E8">
        <w:rPr>
          <w:rtl/>
        </w:rPr>
        <w:t>،</w:t>
      </w:r>
      <w:r>
        <w:rPr>
          <w:rtl/>
        </w:rPr>
        <w:t xml:space="preserve"> فاستقبل القبلة ببدنه وقال للغلام</w:t>
      </w:r>
      <w:r w:rsidR="008A60E8">
        <w:rPr>
          <w:rtl/>
        </w:rPr>
        <w:t>:</w:t>
      </w:r>
      <w:r>
        <w:rPr>
          <w:rtl/>
        </w:rPr>
        <w:t xml:space="preserve"> ها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نهج</w:t>
      </w:r>
      <w:r w:rsidRPr="008A60E8">
        <w:rPr>
          <w:rtl/>
        </w:rPr>
        <w:t xml:space="preserve"> </w:t>
      </w:r>
      <w:r>
        <w:rPr>
          <w:rtl/>
        </w:rPr>
        <w:t>البلاغة 4 / 50 و 55</w:t>
      </w:r>
      <w:r w:rsidR="008A60E8">
        <w:rPr>
          <w:rtl/>
        </w:rPr>
        <w:t>،</w:t>
      </w:r>
      <w:r>
        <w:rPr>
          <w:rtl/>
        </w:rPr>
        <w:t xml:space="preserve"> وعنه بحار الأنوار 70 / 256 ح28</w:t>
      </w:r>
      <w:r w:rsidR="008A60E8">
        <w:rPr>
          <w:rtl/>
        </w:rPr>
        <w:t>،</w:t>
      </w:r>
      <w:r>
        <w:rPr>
          <w:rtl/>
        </w:rPr>
        <w:t xml:space="preserve"> تفسير</w:t>
      </w:r>
      <w:r w:rsidRPr="008A60E8">
        <w:rPr>
          <w:rtl/>
        </w:rPr>
        <w:t xml:space="preserve"> </w:t>
      </w:r>
      <w:r>
        <w:rPr>
          <w:rtl/>
        </w:rPr>
        <w:t>الأمثل 3 / 274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دبّره</w:t>
      </w:r>
      <w:r w:rsidR="008A60E8">
        <w:rPr>
          <w:rtl/>
        </w:rPr>
        <w:t>:</w:t>
      </w:r>
      <w:r w:rsidRPr="008A60E8">
        <w:rPr>
          <w:rtl/>
        </w:rPr>
        <w:t xml:space="preserve"> </w:t>
      </w:r>
      <w:r>
        <w:rPr>
          <w:rtl/>
        </w:rPr>
        <w:t>بأن قال للعبد</w:t>
      </w:r>
      <w:r w:rsidR="008A60E8">
        <w:rPr>
          <w:rtl/>
        </w:rPr>
        <w:t>:</w:t>
      </w:r>
      <w:r>
        <w:rPr>
          <w:rtl/>
        </w:rPr>
        <w:t xml:space="preserve"> أنت حُر دبر</w:t>
      </w:r>
      <w:r w:rsidR="00EE7E9B">
        <w:rPr>
          <w:rtl/>
        </w:rPr>
        <w:t xml:space="preserve"> - </w:t>
      </w:r>
      <w:r>
        <w:rPr>
          <w:rtl/>
        </w:rPr>
        <w:t>أي بعد</w:t>
      </w:r>
      <w:r w:rsidR="00EE7E9B">
        <w:rPr>
          <w:rtl/>
        </w:rPr>
        <w:t xml:space="preserve"> - </w:t>
      </w:r>
      <w:r>
        <w:rPr>
          <w:rtl/>
        </w:rPr>
        <w:t>حياتي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المدية</w:t>
      </w:r>
      <w:r w:rsidR="008A60E8">
        <w:rPr>
          <w:rtl/>
        </w:rPr>
        <w:t>:</w:t>
      </w:r>
      <w:r>
        <w:rPr>
          <w:rtl/>
        </w:rPr>
        <w:t xml:space="preserve"> السكين الكبير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وعجّل</w:t>
      </w:r>
      <w:r w:rsidR="008A60E8">
        <w:rPr>
          <w:rtl/>
        </w:rPr>
        <w:t>،</w:t>
      </w:r>
      <w:r>
        <w:rPr>
          <w:rtl/>
        </w:rPr>
        <w:t xml:space="preserve"> فترك السكين على حلقه وفرى أوداجه</w:t>
      </w:r>
      <w:r w:rsidR="008A60E8">
        <w:rPr>
          <w:rtl/>
        </w:rPr>
        <w:t>،</w:t>
      </w:r>
      <w:r>
        <w:rPr>
          <w:rtl/>
        </w:rPr>
        <w:t xml:space="preserve"> ورجع إلى مضجعه وتركه يتشحّط في دمِه</w:t>
      </w:r>
      <w:r w:rsidR="008A60E8">
        <w:rPr>
          <w:rtl/>
        </w:rPr>
        <w:t>،</w:t>
      </w:r>
      <w:r>
        <w:rPr>
          <w:rtl/>
        </w:rPr>
        <w:t xml:space="preserve"> فلمّا أصبحَ أهله خفي عليهم خبره</w:t>
      </w:r>
      <w:r w:rsidR="008A60E8">
        <w:rPr>
          <w:rtl/>
        </w:rPr>
        <w:t>،</w:t>
      </w:r>
      <w:r>
        <w:rPr>
          <w:rtl/>
        </w:rPr>
        <w:t xml:space="preserve"> فلمّا كان في آخر النهار أصابوه على سطح جاره مقتولاً</w:t>
      </w:r>
      <w:r w:rsidR="008A60E8">
        <w:rPr>
          <w:rtl/>
        </w:rPr>
        <w:t>،</w:t>
      </w:r>
      <w:r>
        <w:rPr>
          <w:rtl/>
        </w:rPr>
        <w:t xml:space="preserve"> فأُخذ جاره فحبس</w:t>
      </w:r>
      <w:r w:rsidR="008A60E8">
        <w:rPr>
          <w:rtl/>
        </w:rPr>
        <w:t>،</w:t>
      </w:r>
      <w:r>
        <w:rPr>
          <w:rtl/>
        </w:rPr>
        <w:t xml:space="preserve"> فلمّا ظهر الحال أمر الهادي بإطلاقه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النتائج المهمّة أيضاً</w:t>
      </w:r>
      <w:r w:rsidR="00EE7E9B">
        <w:rPr>
          <w:rtl/>
        </w:rPr>
        <w:t xml:space="preserve"> - </w:t>
      </w:r>
      <w:r>
        <w:rPr>
          <w:rtl/>
        </w:rPr>
        <w:t>بالإضافة إلى ما تقدّم من الحزن والهمّ والضرر للنفس وغير ذلك</w:t>
      </w:r>
      <w:r w:rsidR="00EE7E9B">
        <w:rPr>
          <w:rtl/>
        </w:rPr>
        <w:t xml:space="preserve"> - </w:t>
      </w:r>
      <w:r>
        <w:rPr>
          <w:rtl/>
        </w:rPr>
        <w:t>هو ذهاب حسنات الحاسد إلى المحسود</w:t>
      </w:r>
      <w:r w:rsidR="008A60E8">
        <w:rPr>
          <w:rtl/>
        </w:rPr>
        <w:t>،</w:t>
      </w:r>
      <w:r>
        <w:rPr>
          <w:rtl/>
        </w:rPr>
        <w:t xml:space="preserve"> وغضب الله عليه</w:t>
      </w:r>
      <w:r w:rsidR="008A60E8">
        <w:rPr>
          <w:rtl/>
        </w:rPr>
        <w:t>.</w:t>
      </w:r>
      <w:r>
        <w:rPr>
          <w:rtl/>
        </w:rPr>
        <w:t xml:space="preserve"> فعن الرسول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إيّاكم والحسد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فإنّ الحسد يأكل الحسنات كما تأكل النار الحطب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وعن الإمام الباقر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إنّ الحسد ليأكل الإيمان كما تأكل النار الحطب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>
        <w:rPr>
          <w:rtl/>
        </w:rPr>
        <w:t xml:space="preserve"> بل إنّ الحسد هو أصل الكفر كما ورد ذلك عن الإمام الصادق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إيّاكم أن يحسد بعضكم بعضاً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فإنّ الكفر أصله الحسد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ولو تأمّلنا في معنى الآية التي افتتحنا بها المجلس لرأينا أنّ الآية موجّهة خطابها إلى اليهود بحسب السياق في الآيات التي قبلها</w:t>
      </w:r>
      <w:r w:rsidR="008A60E8">
        <w:rPr>
          <w:rtl/>
        </w:rPr>
        <w:t>؛</w:t>
      </w:r>
      <w:r>
        <w:rPr>
          <w:rtl/>
        </w:rPr>
        <w:t xml:space="preserve"> حيث إنّ الكلام في الآيات التي قبلها موجّه إلى اليهود من حيث اتصال الكلام لا من حيث حجية السياق دائماً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بحار الأنوار 70 / 260 عنه سفينة البحار 2</w:t>
      </w:r>
      <w:r w:rsidRPr="008A60E8">
        <w:rPr>
          <w:rtl/>
        </w:rPr>
        <w:t xml:space="preserve"> / 178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الدّر المنثور 2 / 173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الكافي 2 / 306 باب الحسد ح1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تحف العقول / 135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 xml:space="preserve">فالآيات التي قبل هذه الآية موجّهة خطابها إلى النبي الأعظم </w:t>
      </w:r>
      <w:r w:rsidR="00EE7E9B" w:rsidRPr="00EE7E9B">
        <w:rPr>
          <w:rStyle w:val="libAlaemChar"/>
          <w:rtl/>
        </w:rPr>
        <w:t>صلى‌الله‌عليه‌وآله</w:t>
      </w:r>
      <w:r w:rsidRPr="00172AAC">
        <w:rPr>
          <w:rtl/>
        </w:rPr>
        <w:t xml:space="preserve"> قال تعالى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أَلَمْ تَرَ إِلَى الَّذِينَ أُوتُواْ نَصِيباً مِّنَ الْكِتَابِ يُؤْمِنُونَ بِالْجِبْتِ وَالطَّاغُوتِ وَيَقُولُونَ لِلَّذِينَ كَفَرُواْ... أَمْ يَحْسُدُونَ النَّاسَ...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  <w:r w:rsidRPr="00172AAC">
        <w:rPr>
          <w:rtl/>
        </w:rPr>
        <w:t xml:space="preserve"> حتّى أنّ بعض المفسّرين فسّر (أم) هنا بـ (بل)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بمعنى</w:t>
      </w:r>
      <w:r w:rsidR="008A60E8" w:rsidRPr="00172AAC">
        <w:rPr>
          <w:rtl/>
        </w:rPr>
        <w:t>:</w:t>
      </w:r>
      <w:r w:rsidRPr="00172AAC">
        <w:rPr>
          <w:rtl/>
        </w:rPr>
        <w:t xml:space="preserve"> بل اليهود يحسدون الناس على ما آتاهم الله</w:t>
      </w:r>
      <w:r w:rsidR="008A60E8" w:rsidRPr="00172AAC">
        <w:rPr>
          <w:rtl/>
        </w:rPr>
        <w:t>.</w:t>
      </w:r>
      <w:r w:rsidRPr="00172AAC">
        <w:rPr>
          <w:rtl/>
        </w:rPr>
        <w:t xml:space="preserve"> ومن هنا لا بدّ من معرفة هؤلاء الناس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فمَنْ هم الناس المحسودون</w:t>
      </w:r>
      <w:r w:rsidR="008A60E8" w:rsidRPr="00172AAC">
        <w:rPr>
          <w:rtl/>
        </w:rPr>
        <w:t>؟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tl/>
        </w:rPr>
        <w:t>قلنا</w:t>
      </w:r>
      <w:r w:rsidR="008A60E8" w:rsidRPr="00172AAC">
        <w:rPr>
          <w:rtl/>
        </w:rPr>
        <w:t>:</w:t>
      </w:r>
      <w:r w:rsidRPr="00172AAC">
        <w:rPr>
          <w:rtl/>
        </w:rPr>
        <w:t xml:space="preserve"> إنّ الآية موجّهة خطابها إلى النبي </w:t>
      </w:r>
      <w:r w:rsidR="00EE7E9B" w:rsidRPr="00EE7E9B">
        <w:rPr>
          <w:rStyle w:val="libAlaemChar"/>
          <w:rtl/>
        </w:rPr>
        <w:t>صلى‌الله‌عليه‌وآله</w:t>
      </w:r>
      <w:r w:rsidRPr="00172AAC">
        <w:rPr>
          <w:rtl/>
        </w:rPr>
        <w:t xml:space="preserve"> بأن ينظر إلى اليهود بأنّهم لماذا يتعجّبون من إعطائنا النبي </w:t>
      </w:r>
      <w:r w:rsidR="00EE7E9B" w:rsidRPr="00EE7E9B">
        <w:rPr>
          <w:rStyle w:val="libAlaemChar"/>
          <w:rtl/>
        </w:rPr>
        <w:t>صلى‌الله‌عليه‌وآله</w:t>
      </w:r>
      <w:r w:rsidRPr="00172AAC">
        <w:rPr>
          <w:rtl/>
        </w:rPr>
        <w:t xml:space="preserve"> وبني هاشم ذلك المنصب الجليل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وذلك المقام الرفيع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وقد أعطاكم الله سبحانه وتعالى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وأعطى إلى إبراهيم </w:t>
      </w:r>
      <w:r w:rsidR="00EE7E9B" w:rsidRPr="00EE7E9B">
        <w:rPr>
          <w:rStyle w:val="libAlaemChar"/>
          <w:rtl/>
        </w:rPr>
        <w:t>عليه‌السلام</w:t>
      </w:r>
      <w:r w:rsidRPr="00172AAC">
        <w:rPr>
          <w:rtl/>
        </w:rPr>
        <w:t xml:space="preserve"> الكتاب السماوي والعلم والحكمة والملك العريض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مثل « ملك موسى وسليمان داود »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ولكنّكم</w:t>
      </w:r>
      <w:r w:rsidR="00EE7E9B" w:rsidRPr="00172AAC">
        <w:rPr>
          <w:rtl/>
        </w:rPr>
        <w:t xml:space="preserve"> - </w:t>
      </w:r>
      <w:r w:rsidRPr="00172AAC">
        <w:rPr>
          <w:rtl/>
        </w:rPr>
        <w:t>مع الأسف</w:t>
      </w:r>
      <w:r w:rsidR="00EE7E9B" w:rsidRPr="00172AAC">
        <w:rPr>
          <w:rtl/>
        </w:rPr>
        <w:t xml:space="preserve"> - </w:t>
      </w:r>
      <w:r w:rsidRPr="00172AAC">
        <w:rPr>
          <w:rtl/>
        </w:rPr>
        <w:t>أسأتُم خلافتهم ففقدتم تلكم النعم المادية والمعنوية القيّمة بسبب فسوقكم وشروركم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فقد آتَيْنَآ آلَ إِبْرَاهِيمَ الْكِتَابَ وَالْحِكْمَةَ وَآتَيْنَاهُم مُّلْكاً عَظِيماً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والمراد من الناس في قوله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أَمْ يَحْسُدُونَ النَّاسَ</w:t>
      </w:r>
      <w:r w:rsidR="008A60E8" w:rsidRPr="001448CA">
        <w:rPr>
          <w:rStyle w:val="libAlaemChar"/>
          <w:rtl/>
        </w:rPr>
        <w:t>)</w:t>
      </w:r>
      <w:r w:rsidR="00EE7E9B" w:rsidRPr="00172AAC">
        <w:rPr>
          <w:rtl/>
        </w:rPr>
        <w:t xml:space="preserve"> - </w:t>
      </w:r>
      <w:r w:rsidRPr="00172AAC">
        <w:rPr>
          <w:rtl/>
        </w:rPr>
        <w:t>كما أسلفنا</w:t>
      </w:r>
      <w:r w:rsidR="00EE7E9B" w:rsidRPr="00172AAC">
        <w:rPr>
          <w:rtl/>
        </w:rPr>
        <w:t xml:space="preserve"> - </w:t>
      </w:r>
      <w:r w:rsidRPr="00172AAC">
        <w:rPr>
          <w:rtl/>
        </w:rPr>
        <w:t xml:space="preserve">هم رسول الله </w:t>
      </w:r>
      <w:r w:rsidR="00EE7E9B" w:rsidRPr="00EE7E9B">
        <w:rPr>
          <w:rStyle w:val="libAlaemChar"/>
          <w:rtl/>
        </w:rPr>
        <w:t>صلى‌الله‌عليه‌وآله</w:t>
      </w:r>
      <w:r w:rsidRPr="00172AAC">
        <w:rPr>
          <w:rtl/>
        </w:rPr>
        <w:t xml:space="preserve"> وأهل بيته </w:t>
      </w:r>
      <w:r w:rsidR="00EE7E9B" w:rsidRPr="00EE7E9B">
        <w:rPr>
          <w:rStyle w:val="libAlaemChar"/>
          <w:rtl/>
        </w:rPr>
        <w:t>عليهم‌السلام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لإطلاق لفظة الناس على جماعة من الناس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وأمّا إطلاقها على شخص واحد</w:t>
      </w:r>
      <w:r w:rsidR="00EE7E9B" w:rsidRPr="00172AAC">
        <w:rPr>
          <w:rtl/>
        </w:rPr>
        <w:t xml:space="preserve"> - </w:t>
      </w:r>
      <w:r w:rsidRPr="00172AAC">
        <w:rPr>
          <w:rtl/>
        </w:rPr>
        <w:t>وهو النبي خاصة</w:t>
      </w:r>
      <w:r w:rsidR="00EE7E9B" w:rsidRPr="00172AAC">
        <w:rPr>
          <w:rtl/>
        </w:rPr>
        <w:t xml:space="preserve"> - </w:t>
      </w:r>
      <w:r w:rsidRPr="00172AAC">
        <w:rPr>
          <w:rtl/>
        </w:rPr>
        <w:t>فلا يصح ما لم تكن هناك قرينة على إرادة الواحد فقط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tl/>
        </w:rPr>
        <w:t xml:space="preserve">هذا مضافاً إلى أنّ كلمة إبراهيم قرينة اُخرى على أنّ المراد من « الناس » هو النبي </w:t>
      </w:r>
      <w:r w:rsidR="00EE7E9B" w:rsidRPr="00EE7E9B">
        <w:rPr>
          <w:rStyle w:val="libAlaemChar"/>
          <w:rtl/>
        </w:rPr>
        <w:t>صلى‌الله‌عليه‌وآله</w:t>
      </w:r>
      <w:r w:rsidRPr="00172AAC">
        <w:rPr>
          <w:rtl/>
        </w:rPr>
        <w:t xml:space="preserve"> وأهل بيته </w:t>
      </w:r>
      <w:r w:rsidR="00EE7E9B" w:rsidRPr="00EE7E9B">
        <w:rPr>
          <w:rStyle w:val="libAlaemChar"/>
          <w:rtl/>
        </w:rPr>
        <w:t>عليهم‌السلام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لأنّه يستفاد من قرينة المقابلة أنّنا إذا أعطينا لبني هاشم مثل هذا المقام ومثل هذه المكانة فلا داعي للعجب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فقد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أعطينا آل إبراهيم أيضاً تلك المقامات المعنوية والمادية بسبب أهليتهم وقابليتهم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أضف إلى ذلك كلّه ما ورد في الروايات في تفسير هذه الآية من طرق الخاصة والعامة</w:t>
      </w:r>
      <w:r w:rsidRPr="008A60E8">
        <w:rPr>
          <w:rStyle w:val="libFootnotenumChar"/>
          <w:rtl/>
        </w:rPr>
        <w:t>(2)</w:t>
      </w:r>
      <w:r>
        <w:rPr>
          <w:rtl/>
        </w:rPr>
        <w:t xml:space="preserve"> أنّ المقصود من الناس هم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وأهل بيته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والمقصود بالملك العظيم الذي أعطاه الله تبارك وتعالى لآل إبراهيم هو الطاعة لهم ولآل المصطفى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بقرينة المقابلة</w:t>
      </w:r>
      <w:r w:rsidR="008A60E8">
        <w:rPr>
          <w:rtl/>
        </w:rPr>
        <w:t>.</w:t>
      </w:r>
      <w:r>
        <w:rPr>
          <w:rtl/>
        </w:rPr>
        <w:t xml:space="preserve"> وفي بعض الروايات</w:t>
      </w:r>
      <w:r w:rsidRPr="008A60E8">
        <w:rPr>
          <w:rStyle w:val="libFootnotenumChar"/>
          <w:rtl/>
        </w:rPr>
        <w:t>(3)</w:t>
      </w:r>
      <w:r>
        <w:rPr>
          <w:rtl/>
        </w:rPr>
        <w:t xml:space="preserve"> في قوله تعالى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أَمْ يَحْسُدُونَ النَّاسَ عَلَى مَآ آتَاهُمُ اللهُ مِن فَضْلِهِ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،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نحن الناس والله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ولكن</w:t>
      </w:r>
      <w:r w:rsidR="008A60E8">
        <w:rPr>
          <w:rtl/>
        </w:rPr>
        <w:t>،</w:t>
      </w:r>
      <w:r>
        <w:rPr>
          <w:rtl/>
        </w:rPr>
        <w:t xml:space="preserve"> هلمَّ معي وانظر ماذا صنعوا بهم</w:t>
      </w:r>
      <w:r w:rsidR="008A60E8">
        <w:rPr>
          <w:rtl/>
        </w:rPr>
        <w:t>،</w:t>
      </w:r>
      <w:r>
        <w:rPr>
          <w:rtl/>
        </w:rPr>
        <w:t xml:space="preserve"> يا ليتهم اكتفوا بالحسد بالقلب واللسان</w:t>
      </w:r>
      <w:r w:rsidR="008A60E8">
        <w:rPr>
          <w:rtl/>
        </w:rPr>
        <w:t>،</w:t>
      </w:r>
      <w:r>
        <w:rPr>
          <w:rtl/>
        </w:rPr>
        <w:t xml:space="preserve"> ولكن أبى القوم إلاّ أن يجزروهم على رمضاء كربلاء</w:t>
      </w:r>
      <w:r w:rsidR="008A60E8">
        <w:rPr>
          <w:rtl/>
        </w:rPr>
        <w:t>،</w:t>
      </w:r>
      <w:r>
        <w:rPr>
          <w:rtl/>
        </w:rPr>
        <w:t xml:space="preserve"> ومن بعد ذلك سبوا العيال والأطفال حتّى وصل بهم الأمر إلى سلب النساء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قالت فاطمة بنت الإمام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كُنت واقفة بباب الخيمة وأنا أنظر إلى أبي وأصحابه مجزّرين كالأضاحي على الرمال</w:t>
      </w:r>
      <w:r w:rsidR="008A60E8">
        <w:rPr>
          <w:rtl/>
        </w:rPr>
        <w:t>،</w:t>
      </w:r>
      <w:r>
        <w:rPr>
          <w:rtl/>
        </w:rPr>
        <w:t xml:space="preserve"> والخيول على أجسادهم تجول</w:t>
      </w:r>
      <w:r w:rsidR="008A60E8">
        <w:rPr>
          <w:rtl/>
        </w:rPr>
        <w:t>،</w:t>
      </w:r>
      <w:r>
        <w:rPr>
          <w:rtl/>
        </w:rPr>
        <w:t xml:space="preserve"> وأنا أفكر فيما يقع علينا بعد أبي من بني اُميّة</w:t>
      </w:r>
      <w:r w:rsidR="008A60E8">
        <w:rPr>
          <w:rtl/>
        </w:rPr>
        <w:t>؛</w:t>
      </w:r>
      <w:r>
        <w:rPr>
          <w:rtl/>
        </w:rPr>
        <w:t xml:space="preserve"> أيقتلوننا أو يأسروننا</w:t>
      </w:r>
      <w:r w:rsidR="008A60E8">
        <w:rPr>
          <w:rtl/>
        </w:rPr>
        <w:t>!</w:t>
      </w:r>
      <w:r>
        <w:rPr>
          <w:rtl/>
        </w:rPr>
        <w:t xml:space="preserve"> فإذا برجل على ظهر جواده يسوق النساء بكعب رمحه</w:t>
      </w:r>
      <w:r w:rsidR="008A60E8">
        <w:rPr>
          <w:rtl/>
        </w:rPr>
        <w:t>،</w:t>
      </w:r>
      <w:r>
        <w:rPr>
          <w:rtl/>
        </w:rPr>
        <w:t xml:space="preserve"> وهنَّ يلذنَ بعضهنَّ ببعض</w:t>
      </w:r>
      <w:r w:rsidR="008A60E8">
        <w:rPr>
          <w:rtl/>
        </w:rPr>
        <w:t>،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</w:t>
      </w:r>
      <w:r w:rsidRPr="008A60E8">
        <w:rPr>
          <w:rtl/>
        </w:rPr>
        <w:t xml:space="preserve"> </w:t>
      </w:r>
      <w:r>
        <w:rPr>
          <w:rtl/>
        </w:rPr>
        <w:t>الأمثل 3 / 272</w:t>
      </w:r>
      <w:r w:rsidR="00EE7E9B">
        <w:rPr>
          <w:rtl/>
        </w:rPr>
        <w:t xml:space="preserve"> - </w:t>
      </w:r>
      <w:r>
        <w:rPr>
          <w:rtl/>
        </w:rPr>
        <w:t>273</w:t>
      </w:r>
      <w:r w:rsidR="008A60E8">
        <w:rPr>
          <w:rtl/>
        </w:rPr>
        <w:t>،</w:t>
      </w:r>
      <w:r>
        <w:rPr>
          <w:rtl/>
        </w:rPr>
        <w:t xml:space="preserve"> وانظر الميزان أيضاً 4 / 376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نسبه في الأمثل إلى الدرّ المنثور وروح المعاني فلاحظ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تفسير البرهان 2 / 240</w:t>
      </w:r>
      <w:r w:rsidR="00EE7E9B">
        <w:rPr>
          <w:rtl/>
        </w:rPr>
        <w:t xml:space="preserve"> - </w:t>
      </w:r>
      <w:r>
        <w:rPr>
          <w:rtl/>
        </w:rPr>
        <w:t>246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المصدر نفسه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وقد أخذ ما عليهنَّ من أخمرة وأسورة</w:t>
      </w:r>
      <w:r w:rsidR="008A60E8">
        <w:rPr>
          <w:rtl/>
        </w:rPr>
        <w:t>،</w:t>
      </w:r>
      <w:r>
        <w:rPr>
          <w:rtl/>
        </w:rPr>
        <w:t xml:space="preserve"> وهنَّ يصحنَ</w:t>
      </w:r>
      <w:r w:rsidR="008A60E8">
        <w:rPr>
          <w:rtl/>
        </w:rPr>
        <w:t>:</w:t>
      </w:r>
      <w:r>
        <w:rPr>
          <w:rtl/>
        </w:rPr>
        <w:t xml:space="preserve"> وا جدّاه</w:t>
      </w:r>
      <w:r w:rsidR="008A60E8">
        <w:rPr>
          <w:rtl/>
        </w:rPr>
        <w:t>!</w:t>
      </w:r>
      <w:r>
        <w:rPr>
          <w:rtl/>
        </w:rPr>
        <w:t xml:space="preserve"> وا بتاه</w:t>
      </w:r>
      <w:r w:rsidR="008A60E8">
        <w:rPr>
          <w:rtl/>
        </w:rPr>
        <w:t>!</w:t>
      </w:r>
      <w:r>
        <w:rPr>
          <w:rtl/>
        </w:rPr>
        <w:t xml:space="preserve"> وا عليّاه</w:t>
      </w:r>
      <w:r w:rsidR="008A60E8">
        <w:rPr>
          <w:rtl/>
        </w:rPr>
        <w:t>!</w:t>
      </w:r>
      <w:r>
        <w:rPr>
          <w:rtl/>
        </w:rPr>
        <w:t xml:space="preserve"> وا قلّة ناصراه</w:t>
      </w:r>
      <w:r w:rsidR="008A60E8">
        <w:rPr>
          <w:rtl/>
        </w:rPr>
        <w:t>!</w:t>
      </w:r>
      <w:r>
        <w:rPr>
          <w:rtl/>
        </w:rPr>
        <w:t xml:space="preserve"> وا حسيناه</w:t>
      </w:r>
      <w:r w:rsidR="008A60E8">
        <w:rPr>
          <w:rtl/>
        </w:rPr>
        <w:t>!</w:t>
      </w:r>
      <w:r>
        <w:rPr>
          <w:rtl/>
        </w:rPr>
        <w:t xml:space="preserve"> أما من مجير يجيرنا</w:t>
      </w:r>
      <w:r w:rsidR="008A60E8">
        <w:rPr>
          <w:rtl/>
        </w:rPr>
        <w:t>؟</w:t>
      </w:r>
      <w:r>
        <w:rPr>
          <w:rtl/>
        </w:rPr>
        <w:t>! أما من ذائد يذود عنّا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؟</w:t>
      </w:r>
      <w:r>
        <w:rPr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اشـصـاير بـهـلنه اُولا لـفونه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أو بـيـن الأعادي ضـيّعونه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نـنـخه اُولاهم يـسـمعونه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اُو يدرون بـينه راح اُخـونه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6201D" w:rsidRDefault="0046201D" w:rsidP="0046201D">
      <w:pPr>
        <w:pStyle w:val="libCenter"/>
        <w:rPr>
          <w:rFonts w:hint="cs"/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يـسـلبها الـعـدو اُويشتم ولـيها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اُوجـاير بـالضرب ويـلي عليها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تـهبّط راسـها اُوتـشگف بـديها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اُودمعها ايسيل على الوجنات محمر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(نعي مجاريد)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أنـه شـايطه ونده ابصوتي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يسمعوني أو يغضون اخوتي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يا ريـت گبـل احسين موتي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ولا أشوف العده تنهب ابيوتي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172AAC" w:rsidRDefault="00172AAC" w:rsidP="00172AAC">
      <w:pPr>
        <w:pStyle w:val="libNormal"/>
        <w:rPr>
          <w:rFonts w:hint="cs"/>
          <w:rtl/>
        </w:rPr>
      </w:pPr>
      <w:r>
        <w:rPr>
          <w:rtl/>
        </w:rPr>
        <w:t>مجمع المصائب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1 / 270</w:t>
      </w:r>
      <w:r w:rsidR="00EE7E9B">
        <w:rPr>
          <w:rtl/>
        </w:rPr>
        <w:t xml:space="preserve"> - </w:t>
      </w:r>
      <w:r w:rsidRPr="008A60E8">
        <w:rPr>
          <w:rtl/>
        </w:rPr>
        <w:t>271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لا تـرفـع الـشيعة بـعد هـامات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أو بنات أهل الوحي امن الخيم هامات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هـا حـيٍّ تـصيح احـسين ها مات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لـون بـيه روح مـحّد وصـل ليَّه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46201D">
      <w:pPr>
        <w:pStyle w:val="libCenter"/>
        <w:rPr>
          <w:rFonts w:hint="cs"/>
          <w:rtl/>
        </w:rPr>
      </w:pPr>
      <w:r>
        <w:rPr>
          <w:rFonts w:hint="cs"/>
          <w:rtl/>
        </w:rPr>
        <w:t>***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أخي كيف أمشي في البوادي مضامةً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وأنـت بـأسياف الأعادي موزَّعُ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tl/>
        </w:rPr>
      </w:pPr>
      <w:r>
        <w:rPr>
          <w:rFonts w:hint="cs"/>
          <w:rtl/>
        </w:rPr>
        <w:t>***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20" w:name="_Toc436482596"/>
      <w:r>
        <w:rPr>
          <w:rtl/>
        </w:rPr>
        <w:lastRenderedPageBreak/>
        <w:t>المجلس الرابع</w:t>
      </w:r>
      <w:bookmarkStart w:id="21" w:name="المجلس_الرابع"/>
      <w:bookmarkEnd w:id="21"/>
      <w:bookmarkEnd w:id="20"/>
    </w:p>
    <w:p w:rsidR="009A0DCC" w:rsidRDefault="009A0DCC" w:rsidP="00E037B4">
      <w:pPr>
        <w:pStyle w:val="Heading1Center"/>
      </w:pPr>
    </w:p>
    <w:p w:rsidR="009A0DCC" w:rsidRDefault="009A0DCC" w:rsidP="00E037B4">
      <w:pPr>
        <w:pStyle w:val="Heading1Center"/>
      </w:pPr>
      <w:bookmarkStart w:id="22" w:name="_Toc436482597"/>
      <w:r>
        <w:rPr>
          <w:rtl/>
        </w:rPr>
        <w:t>الرضا بقضاء الله</w:t>
      </w:r>
      <w:bookmarkEnd w:id="22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46201D">
      <w:pPr>
        <w:pStyle w:val="libCenterBold1"/>
      </w:pPr>
      <w:r>
        <w:rPr>
          <w:rtl/>
        </w:rPr>
        <w:lastRenderedPageBreak/>
        <w:t>المجلس الرابع</w:t>
      </w:r>
    </w:p>
    <w:p w:rsidR="009A0DCC" w:rsidRDefault="009A0DCC" w:rsidP="0046201D">
      <w:pPr>
        <w:pStyle w:val="libCenterBold1"/>
        <w:rPr>
          <w:rFonts w:hint="cs"/>
          <w:rtl/>
        </w:rPr>
      </w:pPr>
      <w:r>
        <w:rPr>
          <w:rtl/>
        </w:rPr>
        <w:t>الرضا بقضاء الله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يـا مَنْ يلومُ على البكاءِ عيوني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دعـها تُخفِّف لوعتي وشجوني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مَـن مُـبلغٌ أُمَّ الـبنين رسـالةً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مِـنْ والـهٍ بـشجونه مرهونِ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لا تـسألُ الـرُكبانَ عن أبنائها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فـي لـوعةٍ لـفراقهم وحـنينِ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أوَ مـا درت بفعالهم يومَ الوغى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فـي كـربلاءَ وهُـم أعزُّ بنينِ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فلتأتِ أرضَ الطفِّ تنظرُ ولْدَها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ثـاوينَ بـين مـقطَّعٍ وطـعينِ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ومُـوسَّدين على الصعيدِ فديتُهمْ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صـرعى بـلا غُسلٍ ولا تكفينِ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وقضوا ضحايا كالحسينِ زعيمهمْ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مـا بـلَّلوا أحـشاءَهم بمعينِ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القصيدة للشيخ حسن قفطان</w:t>
      </w:r>
      <w:r w:rsidR="008A60E8">
        <w:rPr>
          <w:rtl/>
        </w:rPr>
        <w:t>،</w:t>
      </w:r>
      <w:r>
        <w:rPr>
          <w:rtl/>
        </w:rPr>
        <w:t xml:space="preserve"> قال عنه</w:t>
      </w:r>
      <w:r w:rsidRPr="008A60E8">
        <w:rPr>
          <w:rtl/>
        </w:rPr>
        <w:t xml:space="preserve"> </w:t>
      </w:r>
      <w:r>
        <w:rPr>
          <w:rtl/>
        </w:rPr>
        <w:t>السيد جواد شبّر في أدب الطفّ</w:t>
      </w:r>
      <w:r w:rsidR="008A60E8">
        <w:rPr>
          <w:rtl/>
        </w:rPr>
        <w:t>:</w:t>
      </w:r>
      <w:r>
        <w:rPr>
          <w:rtl/>
        </w:rPr>
        <w:t xml:space="preserve"> الشيخ حسن بن علي بن عبد الحسين بن نجم</w:t>
      </w:r>
      <w:r w:rsidRPr="008A60E8">
        <w:rPr>
          <w:rtl/>
        </w:rPr>
        <w:t xml:space="preserve"> </w:t>
      </w:r>
      <w:r>
        <w:rPr>
          <w:rtl/>
        </w:rPr>
        <w:t>السعدي الرباحي</w:t>
      </w:r>
      <w:r w:rsidRPr="008A60E8">
        <w:rPr>
          <w:rtl/>
        </w:rPr>
        <w:t xml:space="preserve"> (</w:t>
      </w:r>
      <w:r>
        <w:rPr>
          <w:rtl/>
        </w:rPr>
        <w:t>نسبة إلى آل رباح</w:t>
      </w:r>
      <w:r w:rsidR="008A60E8">
        <w:rPr>
          <w:rtl/>
        </w:rPr>
        <w:t>؛</w:t>
      </w:r>
      <w:r>
        <w:rPr>
          <w:rtl/>
        </w:rPr>
        <w:t xml:space="preserve"> فخذ من بني سعد العرب المعروفين بالعراق</w:t>
      </w:r>
      <w:r w:rsidR="008A60E8">
        <w:rPr>
          <w:rtl/>
        </w:rPr>
        <w:t>،</w:t>
      </w:r>
      <w:r>
        <w:rPr>
          <w:rtl/>
        </w:rPr>
        <w:t xml:space="preserve"> قال السيد</w:t>
      </w:r>
      <w:r w:rsidRPr="008A60E8">
        <w:rPr>
          <w:rtl/>
        </w:rPr>
        <w:t xml:space="preserve"> </w:t>
      </w:r>
      <w:r>
        <w:rPr>
          <w:rtl/>
        </w:rPr>
        <w:t>مهدي القزويني في (أنساب القبائل العراقية)</w:t>
      </w:r>
      <w:r w:rsidR="008A60E8">
        <w:rPr>
          <w:rtl/>
        </w:rPr>
        <w:t>:</w:t>
      </w:r>
      <w:r>
        <w:rPr>
          <w:rtl/>
        </w:rPr>
        <w:t xml:space="preserve"> بنو سعد بطن من العرب</w:t>
      </w:r>
      <w:r w:rsidR="008A60E8">
        <w:rPr>
          <w:rtl/>
        </w:rPr>
        <w:t>،</w:t>
      </w:r>
      <w:r>
        <w:rPr>
          <w:rtl/>
        </w:rPr>
        <w:t xml:space="preserve"> منهم في الدجيل</w:t>
      </w:r>
      <w:r w:rsidR="008A60E8">
        <w:rPr>
          <w:rtl/>
        </w:rPr>
        <w:t>،</w:t>
      </w:r>
      <w:r>
        <w:rPr>
          <w:rtl/>
        </w:rPr>
        <w:t xml:space="preserve"> ومنهم في كربلاء)</w:t>
      </w:r>
      <w:r w:rsidR="008A60E8">
        <w:rPr>
          <w:rtl/>
        </w:rPr>
        <w:t>،</w:t>
      </w:r>
      <w:r>
        <w:rPr>
          <w:rtl/>
        </w:rPr>
        <w:t xml:space="preserve"> الدجيلي الأصل</w:t>
      </w:r>
      <w:r w:rsidR="008A60E8">
        <w:rPr>
          <w:rtl/>
        </w:rPr>
        <w:t>،</w:t>
      </w:r>
      <w:r>
        <w:rPr>
          <w:rtl/>
        </w:rPr>
        <w:t xml:space="preserve"> اللملومي المحتد</w:t>
      </w:r>
      <w:r w:rsidR="008A60E8">
        <w:rPr>
          <w:rtl/>
        </w:rPr>
        <w:t>،</w:t>
      </w:r>
      <w:r w:rsidRPr="008A60E8">
        <w:rPr>
          <w:rtl/>
        </w:rPr>
        <w:t xml:space="preserve"> </w:t>
      </w:r>
      <w:r>
        <w:rPr>
          <w:rtl/>
        </w:rPr>
        <w:t>النجفي المولد والمسكن والمدفن</w:t>
      </w:r>
      <w:r w:rsidR="008A60E8">
        <w:rPr>
          <w:rtl/>
        </w:rPr>
        <w:t>،</w:t>
      </w:r>
      <w:r>
        <w:rPr>
          <w:rtl/>
        </w:rPr>
        <w:t xml:space="preserve"> الشهير</w:t>
      </w:r>
      <w:r w:rsidRPr="008A60E8">
        <w:rPr>
          <w:rtl/>
        </w:rPr>
        <w:t xml:space="preserve"> </w:t>
      </w:r>
      <w:r>
        <w:rPr>
          <w:rtl/>
        </w:rPr>
        <w:t>بقفطان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>
        <w:rPr>
          <w:rtl/>
        </w:rPr>
        <w:t>ولد في النجف الأشرف سنة 1199</w:t>
      </w:r>
      <w:r w:rsidR="008A60E8">
        <w:rPr>
          <w:rtl/>
        </w:rPr>
        <w:t>،</w:t>
      </w:r>
      <w:r>
        <w:rPr>
          <w:rtl/>
        </w:rPr>
        <w:t xml:space="preserve"> وتوفي بالنجف سنة 1279 عن عمر يناهز الثمانين</w:t>
      </w:r>
      <w:r w:rsidRPr="008A60E8">
        <w:rPr>
          <w:rtl/>
        </w:rPr>
        <w:t xml:space="preserve"> </w:t>
      </w:r>
      <w:r>
        <w:rPr>
          <w:rtl/>
        </w:rPr>
        <w:t>كما في الطليعة</w:t>
      </w:r>
      <w:r w:rsidR="008A60E8">
        <w:rPr>
          <w:rtl/>
        </w:rPr>
        <w:t>،</w:t>
      </w:r>
      <w:r>
        <w:rPr>
          <w:rtl/>
        </w:rPr>
        <w:t xml:space="preserve"> ودُفن في الصحن الشريف العلوي عند الإيوان الكبير المتصل بمسجد عمران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>
        <w:rPr>
          <w:rtl/>
        </w:rPr>
        <w:t>كان فاضلاً ناسكاً تقيّاً</w:t>
      </w:r>
      <w:r w:rsidR="008A60E8">
        <w:rPr>
          <w:rtl/>
        </w:rPr>
        <w:t>،</w:t>
      </w:r>
      <w:r w:rsidRPr="008A60E8">
        <w:rPr>
          <w:rtl/>
        </w:rPr>
        <w:t xml:space="preserve"> </w:t>
      </w:r>
      <w:r>
        <w:rPr>
          <w:rtl/>
        </w:rPr>
        <w:t>محبّاً للأئمّة الطاهرين</w:t>
      </w:r>
      <w:r w:rsidR="008A60E8">
        <w:rPr>
          <w:rtl/>
        </w:rPr>
        <w:t>،</w:t>
      </w:r>
      <w:r>
        <w:rPr>
          <w:rtl/>
        </w:rPr>
        <w:t xml:space="preserve"> وأكثر شعره فيهم</w:t>
      </w:r>
      <w:r w:rsidR="008A60E8">
        <w:rPr>
          <w:rtl/>
        </w:rPr>
        <w:t>.</w:t>
      </w:r>
      <w:r>
        <w:rPr>
          <w:rtl/>
        </w:rPr>
        <w:t xml:space="preserve"> درس الفقه على الشيخ</w:t>
      </w:r>
      <w:r w:rsidRPr="008A60E8">
        <w:rPr>
          <w:rtl/>
        </w:rPr>
        <w:t xml:space="preserve"> </w:t>
      </w:r>
      <w:r>
        <w:rPr>
          <w:rtl/>
        </w:rPr>
        <w:t>علي ابن الشيخ الأكبر الشيخ جعفر حتّى نبغ فيه</w:t>
      </w:r>
      <w:r w:rsidR="008A60E8">
        <w:rPr>
          <w:rtl/>
        </w:rPr>
        <w:t>،</w:t>
      </w:r>
      <w:r>
        <w:rPr>
          <w:rtl/>
        </w:rPr>
        <w:t xml:space="preserve"> وعُدّ من الأعلام الأفاضل</w:t>
      </w:r>
      <w:r w:rsidR="008A60E8">
        <w:rPr>
          <w:rtl/>
        </w:rPr>
        <w:t>،</w:t>
      </w:r>
      <w:r>
        <w:rPr>
          <w:rtl/>
        </w:rPr>
        <w:t xml:space="preserve"> واختصّ أخيراً</w:t>
      </w:r>
      <w:r w:rsidRPr="008A60E8">
        <w:rPr>
          <w:rtl/>
        </w:rPr>
        <w:t xml:space="preserve"> </w:t>
      </w:r>
      <w:r>
        <w:rPr>
          <w:rtl/>
        </w:rPr>
        <w:t>بصاحب الجواهر</w:t>
      </w:r>
      <w:r w:rsidR="008A60E8">
        <w:rPr>
          <w:rtl/>
        </w:rPr>
        <w:t>،</w:t>
      </w:r>
      <w:r>
        <w:rPr>
          <w:rtl/>
        </w:rPr>
        <w:t xml:space="preserve"> وكان يُعدّ من أجلّ تلامذته وأفاضلهم</w:t>
      </w:r>
      <w:r w:rsidR="008A60E8">
        <w:rPr>
          <w:rtl/>
        </w:rPr>
        <w:t>،</w:t>
      </w:r>
      <w:r>
        <w:rPr>
          <w:rtl/>
        </w:rPr>
        <w:t xml:space="preserve"> اتخذ الوراقة مهنة له</w:t>
      </w:r>
      <w:r w:rsidR="008A60E8">
        <w:rPr>
          <w:rtl/>
        </w:rPr>
        <w:t>،</w:t>
      </w:r>
      <w:r>
        <w:rPr>
          <w:rtl/>
        </w:rPr>
        <w:t xml:space="preserve"> وورث ذلك</w:t>
      </w:r>
      <w:r w:rsidRPr="008A60E8">
        <w:rPr>
          <w:rtl/>
        </w:rPr>
        <w:t xml:space="preserve"> </w:t>
      </w:r>
      <w:r>
        <w:rPr>
          <w:rtl/>
        </w:rPr>
        <w:t>عنه أبناؤه وأحفاده</w:t>
      </w:r>
      <w:r w:rsidR="008A60E8">
        <w:rPr>
          <w:rtl/>
        </w:rPr>
        <w:t>،</w:t>
      </w:r>
      <w:r>
        <w:rPr>
          <w:rtl/>
        </w:rPr>
        <w:t xml:space="preserve"> إلاّ أنّه كان يمتاز عنهم بإتقان الفقه واللغة والبراعة فيهما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>
        <w:rPr>
          <w:rtl/>
        </w:rPr>
        <w:t>وهذا ما حدا باُستاذه أن يحيل</w:t>
      </w:r>
      <w:r w:rsidRPr="008A60E8">
        <w:rPr>
          <w:rtl/>
        </w:rPr>
        <w:t xml:space="preserve"> </w:t>
      </w:r>
      <w:r>
        <w:rPr>
          <w:rtl/>
        </w:rPr>
        <w:t>إليه وإلى ولده الشيخ إبراهيم تصحيح الجواهر ومراقبته</w:t>
      </w:r>
      <w:r w:rsidRPr="008A60E8">
        <w:rPr>
          <w:rtl/>
        </w:rPr>
        <w:t xml:space="preserve"> </w:t>
      </w:r>
      <w:r>
        <w:rPr>
          <w:rtl/>
        </w:rPr>
        <w:t>حتّى قيل</w:t>
      </w:r>
      <w:r w:rsidR="008A60E8">
        <w:rPr>
          <w:rtl/>
        </w:rPr>
        <w:t>:</w:t>
      </w:r>
      <w:r>
        <w:rPr>
          <w:rtl/>
        </w:rPr>
        <w:t xml:space="preserve"> إنّه لولاهما لما خرجت الجواهر</w:t>
      </w:r>
      <w:r w:rsidR="008A60E8">
        <w:rPr>
          <w:rtl/>
        </w:rPr>
        <w:t>؛</w:t>
      </w:r>
      <w:r>
        <w:rPr>
          <w:rtl/>
        </w:rPr>
        <w:t xml:space="preserve"> لأنّ خطّ المؤلّف كان رديّاً</w:t>
      </w:r>
      <w:r w:rsidR="008A60E8">
        <w:rPr>
          <w:rtl/>
        </w:rPr>
        <w:t>،</w:t>
      </w:r>
      <w:r>
        <w:rPr>
          <w:rtl/>
        </w:rPr>
        <w:t xml:space="preserve"> وقد كتب النسخة</w:t>
      </w:r>
      <w:r w:rsidRPr="008A60E8">
        <w:rPr>
          <w:rtl/>
        </w:rPr>
        <w:t xml:space="preserve"> </w:t>
      </w:r>
      <w:r>
        <w:rPr>
          <w:rtl/>
        </w:rPr>
        <w:t>الأولى عن خطّ المؤلّف</w:t>
      </w:r>
      <w:r w:rsidR="008A60E8">
        <w:rPr>
          <w:rtl/>
        </w:rPr>
        <w:t>،</w:t>
      </w:r>
      <w:r>
        <w:rPr>
          <w:rtl/>
        </w:rPr>
        <w:t xml:space="preserve"> ثمّ صارا يحترفان بكتابتها وبيعها على العلماء وطلاب العلم</w:t>
      </w:r>
      <w:r w:rsidR="008A60E8">
        <w:rPr>
          <w:rtl/>
        </w:rPr>
        <w:t>،</w:t>
      </w:r>
      <w:r>
        <w:rPr>
          <w:rtl/>
        </w:rPr>
        <w:t xml:space="preserve"> وأكثر النسخ المخطوطة بخطهما</w:t>
      </w:r>
      <w:r w:rsidR="008A60E8">
        <w:rPr>
          <w:rtl/>
        </w:rPr>
        <w:t>،</w:t>
      </w:r>
      <w:r>
        <w:rPr>
          <w:rtl/>
        </w:rPr>
        <w:t xml:space="preserve"> وهذا دليل على أنّ المترجم كان يعرف ما يكتب</w:t>
      </w:r>
      <w:r w:rsidR="008A60E8">
        <w:rPr>
          <w:rtl/>
        </w:rPr>
        <w:t>،</w:t>
      </w:r>
      <w:r>
        <w:rPr>
          <w:rtl/>
        </w:rPr>
        <w:t xml:space="preserve"> وكان جيّد</w:t>
      </w:r>
      <w:r w:rsidRPr="008A60E8">
        <w:rPr>
          <w:rtl/>
        </w:rPr>
        <w:t xml:space="preserve"> </w:t>
      </w:r>
      <w:r>
        <w:rPr>
          <w:rtl/>
        </w:rPr>
        <w:t>الخطّ والضبط</w:t>
      </w:r>
      <w:r w:rsidR="008A60E8">
        <w:rPr>
          <w:rtl/>
        </w:rPr>
        <w:t>.</w:t>
      </w:r>
    </w:p>
    <w:p w:rsidR="009A0DCC" w:rsidRDefault="009A0DCC" w:rsidP="0046201D">
      <w:pPr>
        <w:pStyle w:val="libFootnote0"/>
      </w:pPr>
      <w:r>
        <w:rPr>
          <w:rtl/>
        </w:rPr>
        <w:t>ويظهر من ترجمة سيدنا الصدر له</w:t>
      </w:r>
      <w:r w:rsidRPr="008A60E8">
        <w:rPr>
          <w:rtl/>
        </w:rPr>
        <w:t xml:space="preserve"> </w:t>
      </w:r>
      <w:r>
        <w:rPr>
          <w:rtl/>
        </w:rPr>
        <w:t>أنّه كان جامعاً مشاركاً في العلوم بأكثر</w:t>
      </w:r>
      <w:r w:rsidRPr="008A60E8">
        <w:rPr>
          <w:rtl/>
        </w:rPr>
        <w:t xml:space="preserve"> </w:t>
      </w:r>
      <w:r>
        <w:rPr>
          <w:rtl/>
        </w:rPr>
        <w:t>من ذلك</w:t>
      </w:r>
      <w:r w:rsidR="008A60E8">
        <w:rPr>
          <w:rtl/>
        </w:rPr>
        <w:t>؛</w:t>
      </w:r>
      <w:r>
        <w:rPr>
          <w:rtl/>
        </w:rPr>
        <w:t xml:space="preserve"> فقد قال في (التكملة)</w:t>
      </w:r>
      <w:r w:rsidR="008A60E8">
        <w:rPr>
          <w:rtl/>
        </w:rPr>
        <w:t>:</w:t>
      </w:r>
      <w:r>
        <w:rPr>
          <w:rtl/>
        </w:rPr>
        <w:t xml:space="preserve"> كان في مقدّمي فقهاء الطائفة</w:t>
      </w:r>
      <w:r w:rsidR="008A60E8">
        <w:rPr>
          <w:rtl/>
        </w:rPr>
        <w:t>،</w:t>
      </w:r>
      <w:r>
        <w:rPr>
          <w:rtl/>
        </w:rPr>
        <w:t xml:space="preserve"> مشاركاً في العلوم</w:t>
      </w:r>
      <w:r w:rsidR="008A60E8">
        <w:rPr>
          <w:rtl/>
        </w:rPr>
        <w:t>،</w:t>
      </w:r>
      <w:r w:rsidRPr="008A60E8">
        <w:rPr>
          <w:rtl/>
        </w:rPr>
        <w:t xml:space="preserve"> </w:t>
      </w:r>
      <w:r>
        <w:rPr>
          <w:rtl/>
        </w:rPr>
        <w:t>فقيهاً اُصولياً</w:t>
      </w:r>
      <w:r w:rsidR="008A60E8">
        <w:rPr>
          <w:rtl/>
        </w:rPr>
        <w:t>،</w:t>
      </w:r>
      <w:r>
        <w:rPr>
          <w:rtl/>
        </w:rPr>
        <w:t xml:space="preserve"> حكيماً إلهياً</w:t>
      </w:r>
      <w:r w:rsidR="008A60E8">
        <w:rPr>
          <w:rtl/>
        </w:rPr>
        <w:t>،</w:t>
      </w:r>
      <w:r>
        <w:rPr>
          <w:rtl/>
        </w:rPr>
        <w:t xml:space="preserve"> وكذلك له التقدّم والبروز في الأدب وسبك القريض</w:t>
      </w:r>
      <w:r w:rsidR="008A60E8">
        <w:rPr>
          <w:rtl/>
        </w:rPr>
        <w:t>،</w:t>
      </w:r>
      <w:r>
        <w:rPr>
          <w:rtl/>
        </w:rPr>
        <w:t xml:space="preserve"> وله شعر من</w:t>
      </w:r>
      <w:r w:rsidRPr="008A60E8">
        <w:rPr>
          <w:rtl/>
        </w:rPr>
        <w:t xml:space="preserve"> </w:t>
      </w:r>
      <w:r>
        <w:rPr>
          <w:rtl/>
        </w:rPr>
        <w:t>الطبقة العليا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  <w:r>
        <w:rPr>
          <w:rtl/>
        </w:rPr>
        <w:t>توفي سنة 1275 كما في التكملة</w:t>
      </w:r>
      <w:r w:rsidR="008A60E8">
        <w:rPr>
          <w:rtl/>
        </w:rPr>
        <w:t>،</w:t>
      </w:r>
      <w:r>
        <w:rPr>
          <w:rtl/>
        </w:rPr>
        <w:t xml:space="preserve"> أو 77 كما في (الطليعة)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ودُفن في</w:t>
      </w:r>
      <w:r w:rsidRPr="008A60E8">
        <w:rPr>
          <w:rtl/>
        </w:rPr>
        <w:t xml:space="preserve"> </w:t>
      </w:r>
      <w:r>
        <w:rPr>
          <w:rtl/>
        </w:rPr>
        <w:t>الصحن العلوي الشريف عند الإيوان الكبير المتصل بمسجد عمران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>
        <w:rPr>
          <w:rtl/>
        </w:rPr>
        <w:t>وترك آثاراً هامة</w:t>
      </w:r>
      <w:r w:rsidR="008A60E8">
        <w:rPr>
          <w:rtl/>
        </w:rPr>
        <w:t>،</w:t>
      </w:r>
      <w:r>
        <w:rPr>
          <w:rtl/>
        </w:rPr>
        <w:t xml:space="preserve"> منها</w:t>
      </w:r>
      <w:r w:rsidR="008A60E8">
        <w:rPr>
          <w:rtl/>
        </w:rPr>
        <w:t>:</w:t>
      </w:r>
      <w:r w:rsidRPr="008A60E8">
        <w:rPr>
          <w:rtl/>
        </w:rPr>
        <w:t xml:space="preserve"> (</w:t>
      </w:r>
      <w:r>
        <w:rPr>
          <w:rtl/>
        </w:rPr>
        <w:t>أمثال القاموس)</w:t>
      </w:r>
      <w:r w:rsidR="008A60E8">
        <w:rPr>
          <w:rtl/>
        </w:rPr>
        <w:t>،</w:t>
      </w:r>
      <w:r>
        <w:rPr>
          <w:rtl/>
        </w:rPr>
        <w:t xml:space="preserve"> و (الأضداد)</w:t>
      </w:r>
      <w:r w:rsidR="008A60E8">
        <w:rPr>
          <w:rtl/>
        </w:rPr>
        <w:t>،</w:t>
      </w:r>
      <w:r>
        <w:rPr>
          <w:rtl/>
        </w:rPr>
        <w:t xml:space="preserve"> و (طبّ القاموس)</w:t>
      </w:r>
      <w:r w:rsidR="008A60E8">
        <w:rPr>
          <w:rtl/>
        </w:rPr>
        <w:t>،</w:t>
      </w:r>
      <w:r>
        <w:rPr>
          <w:rtl/>
        </w:rPr>
        <w:t xml:space="preserve"> ورسالة في الأفعال اللازمة المتعدية في</w:t>
      </w:r>
      <w:r w:rsidRPr="008A60E8">
        <w:rPr>
          <w:rtl/>
        </w:rPr>
        <w:t xml:space="preserve"> </w:t>
      </w:r>
      <w:r>
        <w:rPr>
          <w:rtl/>
        </w:rPr>
        <w:t>الواحد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>
        <w:rPr>
          <w:rtl/>
        </w:rPr>
        <w:t>وخلف من الذكور الشيخ إبراهيم</w:t>
      </w:r>
      <w:r w:rsidR="008A60E8">
        <w:rPr>
          <w:rtl/>
        </w:rPr>
        <w:t>،</w:t>
      </w:r>
      <w:r>
        <w:rPr>
          <w:rtl/>
        </w:rPr>
        <w:t xml:space="preserve"> والشيخ أحمد</w:t>
      </w:r>
      <w:r w:rsidR="008A60E8">
        <w:rPr>
          <w:rtl/>
        </w:rPr>
        <w:t>،</w:t>
      </w:r>
      <w:r>
        <w:rPr>
          <w:rtl/>
        </w:rPr>
        <w:t xml:space="preserve"> والشيخ حسين</w:t>
      </w:r>
      <w:r w:rsidR="008A60E8">
        <w:rPr>
          <w:rtl/>
        </w:rPr>
        <w:t>،</w:t>
      </w:r>
      <w:r>
        <w:rPr>
          <w:rtl/>
        </w:rPr>
        <w:t xml:space="preserve"> والشيخ محمّد</w:t>
      </w:r>
      <w:r w:rsidR="008A60E8">
        <w:rPr>
          <w:rtl/>
        </w:rPr>
        <w:t>،</w:t>
      </w:r>
      <w:r>
        <w:rPr>
          <w:rtl/>
        </w:rPr>
        <w:t xml:space="preserve"> والشيخ علي</w:t>
      </w:r>
      <w:r w:rsidR="008A60E8">
        <w:rPr>
          <w:rtl/>
        </w:rPr>
        <w:t>،</w:t>
      </w:r>
      <w:r>
        <w:rPr>
          <w:rtl/>
        </w:rPr>
        <w:t xml:space="preserve"> والشيخ مهدي</w:t>
      </w:r>
      <w:r w:rsidR="008A60E8">
        <w:rPr>
          <w:rtl/>
        </w:rPr>
        <w:t>.</w:t>
      </w:r>
      <w:r>
        <w:rPr>
          <w:rtl/>
        </w:rPr>
        <w:t xml:space="preserve"> وفي (الكرام البررة) أنّ الشيخ حسين توفي في حياة أبيه حدود سنة 1255</w:t>
      </w:r>
      <w:r w:rsidRPr="008A60E8">
        <w:rPr>
          <w:rtl/>
        </w:rPr>
        <w:t>. (</w:t>
      </w:r>
      <w:r>
        <w:rPr>
          <w:rtl/>
        </w:rPr>
        <w:t>أدب الطفّ 7 / 105</w:t>
      </w:r>
      <w:r w:rsidR="00EE7E9B">
        <w:rPr>
          <w:rtl/>
        </w:rPr>
        <w:t xml:space="preserve"> - </w:t>
      </w:r>
      <w:r>
        <w:rPr>
          <w:rtl/>
        </w:rPr>
        <w:t>107)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(بحراني)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بالله اسـتعدى لـلبواچي يـم البنين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ردّوا يـتامى وانذبح عباس واحسين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اُمّ الـبنين أتـذبّحوا كلّهم على الگاع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وحسين ظل امجرّد ومكسور الاضلاع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ومـخدّرة حـيدر علي فرّت بلا اقناع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ويّـه الحرم والنار تسعر بالصواوين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اُمّ البنين الأربـعة انـذبحوا ضمايا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وظـلّوا ثـلث تـيّام بـالغبره عرايا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ليتچ نظرتي على النهر صاحب الرايه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مفضوخ راسه امگطّعه اشماله واليمين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وكأنّي بها صاحت</w:t>
      </w:r>
      <w:r w:rsidR="008A60E8">
        <w:rPr>
          <w:rtl/>
        </w:rPr>
        <w:t>: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(قطيفي)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يا ليت عندي من الولد سبعين مولود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بـالمرجله كـلها مثل عبّاس وتزود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تـنذبح وابن المصطفى لدياره يعود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سـالم ولا تـنظام زينب والخواتين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عن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يقول الله (عزّ وجلّ)</w:t>
      </w:r>
      <w:r w:rsidR="008A60E8">
        <w:rPr>
          <w:rtl/>
        </w:rPr>
        <w:t>:</w:t>
      </w:r>
      <w:r>
        <w:rPr>
          <w:rtl/>
        </w:rPr>
        <w:t xml:space="preserve"> مَنْ لم يرضَ بقضائي</w:t>
      </w:r>
      <w:r w:rsidR="008A60E8">
        <w:rPr>
          <w:rtl/>
        </w:rPr>
        <w:t>،</w:t>
      </w:r>
      <w:r>
        <w:rPr>
          <w:rtl/>
        </w:rPr>
        <w:t xml:space="preserve"> ولم يشكر لنعمائي</w:t>
      </w:r>
      <w:r w:rsidR="008A60E8">
        <w:rPr>
          <w:rtl/>
        </w:rPr>
        <w:t>،</w:t>
      </w:r>
      <w:r>
        <w:rPr>
          <w:rtl/>
        </w:rPr>
        <w:t xml:space="preserve"> ولم يصبر على بلائي</w:t>
      </w:r>
      <w:r w:rsidR="008A60E8">
        <w:rPr>
          <w:rtl/>
        </w:rPr>
        <w:t>،</w:t>
      </w:r>
      <w:r>
        <w:rPr>
          <w:rtl/>
        </w:rPr>
        <w:t xml:space="preserve"> فليتخذ ربّاً سوائي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الرضا بقضاء الله تبارك وتعالى معناه أنّ الإنسان يترك الاعتراض والسخط على قضاء الله وقدره</w:t>
      </w:r>
      <w:r w:rsidR="008A60E8">
        <w:rPr>
          <w:rtl/>
        </w:rPr>
        <w:t>.</w:t>
      </w:r>
      <w:r>
        <w:rPr>
          <w:rtl/>
        </w:rPr>
        <w:t xml:space="preserve"> والرضا بقضاء الله وقدره متعلّق بالحبّ</w:t>
      </w:r>
      <w:r w:rsidR="008A60E8">
        <w:rPr>
          <w:rtl/>
        </w:rPr>
        <w:t>،</w:t>
      </w:r>
      <w:r>
        <w:rPr>
          <w:rtl/>
        </w:rPr>
        <w:t xml:space="preserve"> فإذا حصلت المحبّة بين الإنسان وربّه حصل الرضا بالقضاء النازل من المولى (عزّ وجلّ)</w:t>
      </w:r>
      <w:r w:rsidR="008A60E8">
        <w:rPr>
          <w:rtl/>
        </w:rPr>
        <w:t>؛</w:t>
      </w:r>
      <w:r>
        <w:rPr>
          <w:rtl/>
        </w:rPr>
        <w:t xml:space="preserve"> لأنّ الحبيب لا يتوقّع من حبيبه إلاّ الخير</w:t>
      </w:r>
      <w:r w:rsidR="008A60E8">
        <w:rPr>
          <w:rtl/>
        </w:rPr>
        <w:t>،</w:t>
      </w:r>
      <w:r>
        <w:rPr>
          <w:rtl/>
        </w:rPr>
        <w:t xml:space="preserve"> بل يحمل جميعَ أفعالِه وما يَصنع به على أحسنها وأتمّها وأقومها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والرضا بقضاء الله هو أحد أركان الإيمان على ما ورد في بعض الروايات</w:t>
      </w:r>
      <w:r w:rsidR="008A60E8">
        <w:rPr>
          <w:rtl/>
        </w:rPr>
        <w:t>،</w:t>
      </w:r>
      <w:r>
        <w:rPr>
          <w:rtl/>
        </w:rPr>
        <w:t xml:space="preserve"> منها ما روي عن النبيّ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سأل طائفة من أصحابه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ما أنتم</w:t>
      </w:r>
      <w:r w:rsidR="008A60E8" w:rsidRPr="00172AAC">
        <w:rPr>
          <w:rtl/>
        </w:rPr>
        <w:t>؟</w:t>
      </w:r>
      <w:r w:rsidR="001448CA">
        <w:rPr>
          <w:rtl/>
        </w:rPr>
        <w:t>»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فقالوا</w:t>
      </w:r>
      <w:r w:rsidR="008A60E8">
        <w:rPr>
          <w:rtl/>
        </w:rPr>
        <w:t>:</w:t>
      </w:r>
      <w:r>
        <w:rPr>
          <w:rtl/>
        </w:rPr>
        <w:t xml:space="preserve"> مؤمنون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ما علامة إيمانِكم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فقالوا</w:t>
      </w:r>
      <w:r w:rsidR="008A60E8">
        <w:rPr>
          <w:rtl/>
        </w:rPr>
        <w:t>:</w:t>
      </w:r>
      <w:r>
        <w:rPr>
          <w:rtl/>
        </w:rPr>
        <w:t xml:space="preserve"> نصبر عند البلاء</w:t>
      </w:r>
      <w:r w:rsidR="008A60E8">
        <w:rPr>
          <w:rtl/>
        </w:rPr>
        <w:t>،</w:t>
      </w:r>
      <w:r>
        <w:rPr>
          <w:rtl/>
        </w:rPr>
        <w:t xml:space="preserve"> ونشكر عند الرخاء</w:t>
      </w:r>
      <w:r w:rsidR="008A60E8">
        <w:rPr>
          <w:rtl/>
        </w:rPr>
        <w:t>،</w:t>
      </w:r>
      <w:r>
        <w:rPr>
          <w:rtl/>
        </w:rPr>
        <w:t xml:space="preserve"> ونرضى بمواقع القضاء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فقال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مؤمنون وربِّ الكعبة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ونُقلَ أنّ أحد الصالحين كان له ولدٌ مريضٌ</w:t>
      </w:r>
      <w:r w:rsidR="008A60E8">
        <w:rPr>
          <w:rtl/>
        </w:rPr>
        <w:t>،</w:t>
      </w:r>
      <w:r>
        <w:rPr>
          <w:rtl/>
        </w:rPr>
        <w:t xml:space="preserve"> فرآه صاحبه في حالة من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بحار الأنوار 5 / 95 ح18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مُسكّن الفؤاد / 79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الحزن والارتباك</w:t>
      </w:r>
      <w:r w:rsidR="008A60E8">
        <w:rPr>
          <w:rtl/>
        </w:rPr>
        <w:t>،</w:t>
      </w:r>
      <w:r>
        <w:rPr>
          <w:rtl/>
        </w:rPr>
        <w:t xml:space="preserve"> والخوف على طفله</w:t>
      </w:r>
      <w:r w:rsidR="008A60E8">
        <w:rPr>
          <w:rtl/>
        </w:rPr>
        <w:t>،</w:t>
      </w:r>
      <w:r>
        <w:rPr>
          <w:rtl/>
        </w:rPr>
        <w:t xml:space="preserve"> وشاهده يدخل ويخرج من باب بيته ويدعو الله (عزّ وجلّ) أن يشفيه</w:t>
      </w:r>
      <w:r w:rsidR="008A60E8">
        <w:rPr>
          <w:rtl/>
        </w:rPr>
        <w:t>،</w:t>
      </w:r>
      <w:r>
        <w:rPr>
          <w:rtl/>
        </w:rPr>
        <w:t xml:space="preserve"> وبعد ساعات مضت رآه وقد خرج من منزله وهو مرتاح</w:t>
      </w:r>
      <w:r w:rsidR="008A60E8">
        <w:rPr>
          <w:rtl/>
        </w:rPr>
        <w:t>،</w:t>
      </w:r>
      <w:r>
        <w:rPr>
          <w:rtl/>
        </w:rPr>
        <w:t xml:space="preserve"> فظنَّ أنّ الطفلَ شُوفي</w:t>
      </w:r>
      <w:r w:rsidR="008A60E8">
        <w:rPr>
          <w:rtl/>
        </w:rPr>
        <w:t>.</w:t>
      </w:r>
      <w:r>
        <w:rPr>
          <w:rtl/>
        </w:rPr>
        <w:t>.. فقال له</w:t>
      </w:r>
      <w:r w:rsidR="008A60E8">
        <w:rPr>
          <w:rtl/>
        </w:rPr>
        <w:t>:</w:t>
      </w:r>
      <w:r>
        <w:rPr>
          <w:rtl/>
        </w:rPr>
        <w:t xml:space="preserve"> الحمدُ لله على شفاء الولد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 الرجل الصالح</w:t>
      </w:r>
      <w:r w:rsidR="008A60E8">
        <w:rPr>
          <w:rtl/>
        </w:rPr>
        <w:t>:</w:t>
      </w:r>
      <w:r>
        <w:rPr>
          <w:rtl/>
        </w:rPr>
        <w:t xml:space="preserve"> لقد مات الطفل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فتعجّب الرجل وقال له</w:t>
      </w:r>
      <w:r w:rsidR="008A60E8">
        <w:rPr>
          <w:rtl/>
        </w:rPr>
        <w:t>:</w:t>
      </w:r>
      <w:r>
        <w:rPr>
          <w:rtl/>
        </w:rPr>
        <w:t xml:space="preserve"> رأيتك أثناء مرضه وأنت حزين خائف مرتبك عليه</w:t>
      </w:r>
      <w:r w:rsidR="008A60E8">
        <w:rPr>
          <w:rtl/>
        </w:rPr>
        <w:t>،</w:t>
      </w:r>
      <w:r>
        <w:rPr>
          <w:rtl/>
        </w:rPr>
        <w:t xml:space="preserve"> والآن وقد مات أراك مرتاحاً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فقال له الرجل الصالح</w:t>
      </w:r>
      <w:r w:rsidR="008A60E8">
        <w:rPr>
          <w:rtl/>
        </w:rPr>
        <w:t>:</w:t>
      </w:r>
      <w:r>
        <w:rPr>
          <w:rtl/>
        </w:rPr>
        <w:t xml:space="preserve"> كان علينا أن ندعو الله (عزّ وجلّ) أثناء مرضه</w:t>
      </w:r>
      <w:r w:rsidR="008A60E8">
        <w:rPr>
          <w:rtl/>
        </w:rPr>
        <w:t>،</w:t>
      </w:r>
      <w:r>
        <w:rPr>
          <w:rtl/>
        </w:rPr>
        <w:t xml:space="preserve"> وأن نأتي بالطبيب والدواء</w:t>
      </w:r>
      <w:r w:rsidR="008A60E8">
        <w:rPr>
          <w:rtl/>
        </w:rPr>
        <w:t>،</w:t>
      </w:r>
      <w:r>
        <w:rPr>
          <w:rtl/>
        </w:rPr>
        <w:t xml:space="preserve"> ولكنّ الطفل قد مات</w:t>
      </w:r>
      <w:r w:rsidR="008A60E8">
        <w:rPr>
          <w:rtl/>
        </w:rPr>
        <w:t>،</w:t>
      </w:r>
      <w:r>
        <w:rPr>
          <w:rtl/>
        </w:rPr>
        <w:t xml:space="preserve"> وقد رضينا بقضاء الله وقدره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ثمّ إنّه لا شك أنّ هناك اُموراً تساعد الإنسان على الرضا بقضاء الله وقدره</w:t>
      </w:r>
      <w:r w:rsidR="008A60E8">
        <w:rPr>
          <w:rtl/>
        </w:rPr>
        <w:t>،</w:t>
      </w:r>
      <w:r>
        <w:rPr>
          <w:rtl/>
        </w:rPr>
        <w:t xml:space="preserve"> وأوّل هذه الأمور هو المعرفة والعلم</w:t>
      </w:r>
      <w:r w:rsidR="008A60E8">
        <w:rPr>
          <w:rtl/>
        </w:rPr>
        <w:t>؛</w:t>
      </w:r>
      <w:r>
        <w:rPr>
          <w:rtl/>
        </w:rPr>
        <w:t xml:space="preserve"> فالإنسان الذي يعلم أنّ الله عادل وحكيم</w:t>
      </w:r>
      <w:r w:rsidR="008A60E8">
        <w:rPr>
          <w:rtl/>
        </w:rPr>
        <w:t>،</w:t>
      </w:r>
      <w:r>
        <w:rPr>
          <w:rtl/>
        </w:rPr>
        <w:t xml:space="preserve"> ولا يقدّر لعبده إلاّ ما هو خير له</w:t>
      </w:r>
      <w:r w:rsidR="008A60E8">
        <w:rPr>
          <w:rtl/>
        </w:rPr>
        <w:t>،</w:t>
      </w:r>
      <w:r>
        <w:rPr>
          <w:rtl/>
        </w:rPr>
        <w:t xml:space="preserve"> لا يسخط على أمر الله (عزّ وجلّ)</w:t>
      </w:r>
      <w:r w:rsidR="008A60E8">
        <w:rPr>
          <w:rtl/>
        </w:rPr>
        <w:t>؛</w:t>
      </w:r>
      <w:r>
        <w:rPr>
          <w:rtl/>
        </w:rPr>
        <w:t xml:space="preserve"> فالطفل حينما يهرب من الطبيب لا يعلم أنّ هذا الطبيب سوف يعالجه</w:t>
      </w:r>
      <w:r w:rsidR="008A60E8">
        <w:rPr>
          <w:rtl/>
        </w:rPr>
        <w:t>؛</w:t>
      </w:r>
      <w:r>
        <w:rPr>
          <w:rtl/>
        </w:rPr>
        <w:t xml:space="preserve"> وذلك لمصلحته</w:t>
      </w:r>
      <w:r w:rsidR="008A60E8">
        <w:rPr>
          <w:rtl/>
        </w:rPr>
        <w:t>،</w:t>
      </w:r>
      <w:r>
        <w:rPr>
          <w:rtl/>
        </w:rPr>
        <w:t xml:space="preserve"> وكذلك الجاهل بقدرة الله وعظمته وحكمته يغضب ويسخط إذا ما أصابه قضاء الله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فعن الإمام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 أعلم الناس بالله أرضاهم بقضاء الله (عزّ وجلّ</w:t>
      </w:r>
      <w:r w:rsidR="001448CA">
        <w:rPr>
          <w:rtl/>
        </w:rPr>
        <w:t>»</w:t>
      </w:r>
      <w:r>
        <w:rPr>
          <w:rtl/>
        </w:rPr>
        <w:t>)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ومِن ثَمَّ أنّ هناك اُموراً حتمية ليس لها طريق آخر</w:t>
      </w:r>
      <w:r w:rsidR="008A60E8">
        <w:rPr>
          <w:rtl/>
        </w:rPr>
        <w:t>؛</w:t>
      </w:r>
      <w:r>
        <w:rPr>
          <w:rtl/>
        </w:rPr>
        <w:t xml:space="preserve"> فالموت مثلاً قضاء محتّم</w:t>
      </w:r>
      <w:r w:rsidR="008A60E8">
        <w:rPr>
          <w:rtl/>
        </w:rPr>
        <w:t>،</w:t>
      </w:r>
      <w:r>
        <w:rPr>
          <w:rtl/>
        </w:rPr>
        <w:t xml:space="preserve"> ولا مدخل فيه للإرادة الإنسانيّة</w:t>
      </w:r>
      <w:r w:rsidR="008A60E8">
        <w:rPr>
          <w:rtl/>
        </w:rPr>
        <w:t>،</w:t>
      </w:r>
      <w:r>
        <w:rPr>
          <w:rtl/>
        </w:rPr>
        <w:t xml:space="preserve"> فينبغي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الآداب الإسلاميّة</w:t>
      </w:r>
      <w:r w:rsidRPr="008A60E8">
        <w:rPr>
          <w:rtl/>
        </w:rPr>
        <w:t xml:space="preserve"> / 471</w:t>
      </w:r>
      <w:r w:rsidR="00EE7E9B">
        <w:rPr>
          <w:rtl/>
        </w:rPr>
        <w:t xml:space="preserve"> - </w:t>
      </w:r>
      <w:r w:rsidRPr="008A60E8">
        <w:rPr>
          <w:rtl/>
        </w:rPr>
        <w:t>473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الكافي 2 / 60</w:t>
      </w:r>
      <w:r w:rsidR="008A60E8">
        <w:rPr>
          <w:rtl/>
        </w:rPr>
        <w:t>،</w:t>
      </w:r>
      <w:r>
        <w:rPr>
          <w:rtl/>
        </w:rPr>
        <w:t xml:space="preserve"> باب الرضا بالقضاء ح2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للإنسان أن يسلّم للإرادة الإلهية</w:t>
      </w:r>
      <w:r w:rsidR="008A60E8">
        <w:rPr>
          <w:rtl/>
        </w:rPr>
        <w:t>،</w:t>
      </w:r>
      <w:r>
        <w:rPr>
          <w:rtl/>
        </w:rPr>
        <w:t xml:space="preserve"> وفوق التسليم أن يرضى بقضاء الله وقدره ولا يغضب لذلك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نعم</w:t>
      </w:r>
      <w:r w:rsidR="008A60E8">
        <w:rPr>
          <w:rtl/>
        </w:rPr>
        <w:t>،</w:t>
      </w:r>
      <w:r>
        <w:rPr>
          <w:rtl/>
        </w:rPr>
        <w:t xml:space="preserve"> بعض الاُمور تحتاج إلى السعي</w:t>
      </w:r>
      <w:r w:rsidR="008A60E8">
        <w:rPr>
          <w:rtl/>
        </w:rPr>
        <w:t>؛</w:t>
      </w:r>
      <w:r>
        <w:rPr>
          <w:rtl/>
        </w:rPr>
        <w:t xml:space="preserve"> مثل ذهاب الإنسان المريض إلى الطبيب</w:t>
      </w:r>
      <w:r w:rsidR="008A60E8">
        <w:rPr>
          <w:rtl/>
        </w:rPr>
        <w:t>،</w:t>
      </w:r>
      <w:r>
        <w:rPr>
          <w:rtl/>
        </w:rPr>
        <w:t xml:space="preserve"> وطلب الرزق</w:t>
      </w:r>
      <w:r w:rsidR="008A60E8">
        <w:rPr>
          <w:rtl/>
        </w:rPr>
        <w:t>،</w:t>
      </w:r>
      <w:r>
        <w:rPr>
          <w:rtl/>
        </w:rPr>
        <w:t xml:space="preserve"> وغير ذلك</w:t>
      </w:r>
      <w:r w:rsidR="008A60E8">
        <w:rPr>
          <w:rtl/>
        </w:rPr>
        <w:t>،</w:t>
      </w:r>
      <w:r>
        <w:rPr>
          <w:rtl/>
        </w:rPr>
        <w:t xml:space="preserve"> أمّا نفس الموت فماذا يصنع له الإنسان وقد قال 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فَإِذَا جَاء أَجَلُهُمْ لاَ يَسْتَأْخِرُونَ سَاعَةً وَلاَ يَسْتَقْدِمُونَ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إذاً</w:t>
      </w:r>
      <w:r w:rsidR="008A60E8">
        <w:rPr>
          <w:rtl/>
        </w:rPr>
        <w:t>،</w:t>
      </w:r>
      <w:r>
        <w:rPr>
          <w:rtl/>
        </w:rPr>
        <w:t xml:space="preserve"> المعرفة والعلم هما الأمران اللذان يُساعدان الإنسان على الوصول إلى الدرجات العالية لأن يرضى بقضاء الله وقدره</w:t>
      </w:r>
      <w:r w:rsidR="008A60E8">
        <w:rPr>
          <w:rtl/>
        </w:rPr>
        <w:t>؛</w:t>
      </w:r>
      <w:r>
        <w:rPr>
          <w:rtl/>
        </w:rPr>
        <w:t xml:space="preserve"> ولذا ترى النبي الأعظم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عندما توفي ابنه إبراهيم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حزن وبكى</w:t>
      </w:r>
      <w:r w:rsidR="008A60E8">
        <w:rPr>
          <w:rtl/>
        </w:rPr>
        <w:t>،</w:t>
      </w:r>
      <w:r>
        <w:rPr>
          <w:rtl/>
        </w:rPr>
        <w:t xml:space="preserve"> وروي عنه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العين تدمع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والقلب يحزن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ولا نقول إلاّ ما يُرضي ربّنا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وكيف لا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وقد قال تعالى عنه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وَإِنَّكَ لَعَلى خُلُقٍ عَظِيمٍ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فمن هنا ينبغي لنا</w:t>
      </w:r>
      <w:r w:rsidR="00EE7E9B">
        <w:rPr>
          <w:rtl/>
        </w:rPr>
        <w:t xml:space="preserve"> - </w:t>
      </w:r>
      <w:r>
        <w:rPr>
          <w:rtl/>
        </w:rPr>
        <w:t>نحن المسلمين</w:t>
      </w:r>
      <w:r w:rsidR="00EE7E9B">
        <w:rPr>
          <w:rtl/>
        </w:rPr>
        <w:t xml:space="preserve"> - </w:t>
      </w:r>
      <w:r>
        <w:rPr>
          <w:rtl/>
        </w:rPr>
        <w:t xml:space="preserve">الاقتداء بالنبي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وإذا رضي الإنسان بقضاء الله وقدره</w:t>
      </w:r>
      <w:r w:rsidR="008A60E8">
        <w:rPr>
          <w:rtl/>
        </w:rPr>
        <w:t>،</w:t>
      </w:r>
      <w:r>
        <w:rPr>
          <w:rtl/>
        </w:rPr>
        <w:t xml:space="preserve"> وصبر على ما ابتلاه به المولى (عزّ وجلّ) سوف يشعر حينئذٍ بالثمرات التي يلمسها بيده</w:t>
      </w:r>
      <w:r w:rsidR="008A60E8">
        <w:rPr>
          <w:rtl/>
        </w:rPr>
        <w:t>،</w:t>
      </w:r>
      <w:r>
        <w:rPr>
          <w:rtl/>
        </w:rPr>
        <w:t xml:space="preserve"> ويحسّها بقلبه</w:t>
      </w:r>
      <w:r w:rsidR="008A60E8">
        <w:rPr>
          <w:rtl/>
        </w:rPr>
        <w:t>،</w:t>
      </w:r>
      <w:r>
        <w:rPr>
          <w:rtl/>
        </w:rPr>
        <w:t xml:space="preserve"> ويحصل على تلك النتائج الباهرة بصورة ملموسة وظاهرة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وأوّل هذه النتائج وأهمها هو الراحة</w:t>
      </w:r>
      <w:r w:rsidR="008A60E8">
        <w:rPr>
          <w:rtl/>
        </w:rPr>
        <w:t>؛</w:t>
      </w:r>
      <w:r>
        <w:rPr>
          <w:rtl/>
        </w:rPr>
        <w:t xml:space="preserve"> فقد ورد 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الأعراف / 34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مُسكّن الفؤاد / 93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القلم / 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مَنْ رضي بما قُسم له استراح بدنه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ومنها ذهاب الحُزن</w:t>
      </w:r>
      <w:r w:rsidR="008A60E8">
        <w:rPr>
          <w:rtl/>
        </w:rPr>
        <w:t>،</w:t>
      </w:r>
      <w:r>
        <w:rPr>
          <w:rtl/>
        </w:rPr>
        <w:t xml:space="preserve"> فلم يحزن على ما فاته</w:t>
      </w:r>
      <w:r w:rsidR="008A60E8">
        <w:rPr>
          <w:rtl/>
        </w:rPr>
        <w:t>،</w:t>
      </w:r>
      <w:r>
        <w:rPr>
          <w:rtl/>
        </w:rPr>
        <w:t xml:space="preserve"> ويكون قريباً من الله تبارك وتعالى</w:t>
      </w:r>
      <w:r w:rsidR="008A60E8">
        <w:rPr>
          <w:rtl/>
        </w:rPr>
        <w:t>.</w:t>
      </w:r>
      <w:r>
        <w:rPr>
          <w:rtl/>
        </w:rPr>
        <w:t xml:space="preserve"> إلى غير ذلك من النتائج العالية الباهرة التي يلمسها الإنسان في الحياة الدنيا</w:t>
      </w:r>
      <w:r w:rsidR="008A60E8">
        <w:rPr>
          <w:rtl/>
        </w:rPr>
        <w:t>،</w:t>
      </w:r>
      <w:r>
        <w:rPr>
          <w:rtl/>
        </w:rPr>
        <w:t xml:space="preserve"> وأمّا ما أعدّه الله تبارك وتعالى له في الآخرة فهو الجنّة بإذنه (عزّ وجلّ)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ومن عجيب قصص الرضا بقضاء الله وقدره ما رواه ذو النون المصري</w:t>
      </w:r>
      <w:r w:rsidR="008A60E8">
        <w:rPr>
          <w:rtl/>
        </w:rPr>
        <w:t>،</w:t>
      </w:r>
      <w:r>
        <w:rPr>
          <w:rtl/>
        </w:rPr>
        <w:t xml:space="preserve"> حيث قال</w:t>
      </w:r>
      <w:r w:rsidR="008A60E8">
        <w:rPr>
          <w:rtl/>
        </w:rPr>
        <w:t>:</w:t>
      </w:r>
      <w:r>
        <w:rPr>
          <w:rtl/>
        </w:rPr>
        <w:t xml:space="preserve"> دخلت المقبرة فرأيت امرأة شابة جالسة وبين يديها قبور أربعة</w:t>
      </w:r>
      <w:r w:rsidR="008A60E8">
        <w:rPr>
          <w:rtl/>
        </w:rPr>
        <w:t>،</w:t>
      </w:r>
      <w:r>
        <w:rPr>
          <w:rtl/>
        </w:rPr>
        <w:t xml:space="preserve"> وهي تنشد هذه الآبيات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صـبرتُ وكانَ الصبرُ خيرَ مطيّةٍ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وهـل جـزعٌ يجدي تراه فأجزعُ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صـبرتُ على ما لو تحمّلَ بعضَه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جـبالٌ برضوى أصبحت تتصدعُ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فـسالت دمـوعُ العَينِ ثمّ رددتها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إلى ناظري والعينُ في القلبِ تدمعُ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فقلت</w:t>
      </w:r>
      <w:r w:rsidR="008A60E8">
        <w:rPr>
          <w:rtl/>
        </w:rPr>
        <w:t>:</w:t>
      </w:r>
      <w:r>
        <w:rPr>
          <w:rtl/>
        </w:rPr>
        <w:t xml:space="preserve"> ما الذي نزل بك</w:t>
      </w:r>
      <w:r w:rsidR="008A60E8">
        <w:rPr>
          <w:rtl/>
        </w:rPr>
        <w:t>،</w:t>
      </w:r>
      <w:r>
        <w:rPr>
          <w:rtl/>
        </w:rPr>
        <w:t xml:space="preserve"> وما شأنك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أعجب شأنٍ أصبحت ولي بنون ثلاثة</w:t>
      </w:r>
      <w:r w:rsidR="008A60E8">
        <w:rPr>
          <w:rtl/>
        </w:rPr>
        <w:t>،</w:t>
      </w:r>
      <w:r>
        <w:rPr>
          <w:rtl/>
        </w:rPr>
        <w:t xml:space="preserve"> ولي زوج عطوف</w:t>
      </w:r>
      <w:r w:rsidR="008A60E8">
        <w:rPr>
          <w:rtl/>
        </w:rPr>
        <w:t>،</w:t>
      </w:r>
      <w:r>
        <w:rPr>
          <w:rtl/>
        </w:rPr>
        <w:t xml:space="preserve"> وأمسيت وقد فارقتهم جميعاً</w:t>
      </w:r>
      <w:r w:rsidR="008A60E8">
        <w:rPr>
          <w:rtl/>
        </w:rPr>
        <w:t>،</w:t>
      </w:r>
      <w:r>
        <w:rPr>
          <w:rtl/>
        </w:rPr>
        <w:t xml:space="preserve"> أفنتهم أيدي الزمان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قلت</w:t>
      </w:r>
      <w:r w:rsidR="008A60E8">
        <w:rPr>
          <w:rtl/>
        </w:rPr>
        <w:t>:</w:t>
      </w:r>
      <w:r>
        <w:rPr>
          <w:rtl/>
        </w:rPr>
        <w:t xml:space="preserve"> وكيف ذلك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إنّ بعلي قام إلى شاةٍ لنا في البيت فذبحها</w:t>
      </w:r>
      <w:r w:rsidR="008A60E8">
        <w:rPr>
          <w:rtl/>
        </w:rPr>
        <w:t>،</w:t>
      </w:r>
      <w:r>
        <w:rPr>
          <w:rtl/>
        </w:rPr>
        <w:t xml:space="preserve"> وكان لي ابنان صغيران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الخصال / 632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جعلا ينظران إلى ما فعل أبوهما</w:t>
      </w:r>
      <w:r w:rsidR="008A60E8">
        <w:rPr>
          <w:rtl/>
        </w:rPr>
        <w:t>،</w:t>
      </w:r>
      <w:r>
        <w:rPr>
          <w:rtl/>
        </w:rPr>
        <w:t xml:space="preserve"> فلمّا خرج أبوهما قال أحدهما للآخر</w:t>
      </w:r>
      <w:r w:rsidR="008A60E8">
        <w:rPr>
          <w:rtl/>
        </w:rPr>
        <w:t>:</w:t>
      </w:r>
      <w:r>
        <w:rPr>
          <w:rtl/>
        </w:rPr>
        <w:t xml:space="preserve"> هَلُمَّ يا أخي حتّى أذبحَك كما ذبحَ أبوك الشاة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فقام إليه وأخذ السكين وذبحه</w:t>
      </w:r>
      <w:r w:rsidR="008A60E8">
        <w:rPr>
          <w:rtl/>
        </w:rPr>
        <w:t>،</w:t>
      </w:r>
      <w:r>
        <w:rPr>
          <w:rtl/>
        </w:rPr>
        <w:t xml:space="preserve"> وأنا كنت مشغولة ببعض الاُمور</w:t>
      </w:r>
      <w:r w:rsidR="008A60E8">
        <w:rPr>
          <w:rtl/>
        </w:rPr>
        <w:t>،</w:t>
      </w:r>
      <w:r>
        <w:rPr>
          <w:rtl/>
        </w:rPr>
        <w:t xml:space="preserve"> فلمّا أتيت إذا به يخور في دمه ويتمرّغ فيه</w:t>
      </w:r>
      <w:r w:rsidR="008A60E8">
        <w:rPr>
          <w:rtl/>
        </w:rPr>
        <w:t>،</w:t>
      </w:r>
      <w:r>
        <w:rPr>
          <w:rtl/>
        </w:rPr>
        <w:t xml:space="preserve"> فصحت به ويلك ما صنعت بأخيك</w:t>
      </w:r>
      <w:r w:rsidR="008A60E8">
        <w:rPr>
          <w:rtl/>
        </w:rPr>
        <w:t>؟</w:t>
      </w:r>
      <w:r>
        <w:rPr>
          <w:rtl/>
        </w:rPr>
        <w:t>! ذبحته</w:t>
      </w:r>
      <w:r w:rsidR="008A60E8">
        <w:rPr>
          <w:rtl/>
        </w:rPr>
        <w:t>!</w:t>
      </w:r>
      <w:r>
        <w:rPr>
          <w:rtl/>
        </w:rPr>
        <w:t xml:space="preserve"> اُفٍّ لك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فارتعد واضطرب</w:t>
      </w:r>
      <w:r w:rsidR="008A60E8">
        <w:rPr>
          <w:rtl/>
        </w:rPr>
        <w:t>،</w:t>
      </w:r>
      <w:r>
        <w:rPr>
          <w:rtl/>
        </w:rPr>
        <w:t xml:space="preserve"> وخاف وهرب إلى الصحراء</w:t>
      </w:r>
      <w:r w:rsidR="008A60E8">
        <w:rPr>
          <w:rtl/>
        </w:rPr>
        <w:t>،</w:t>
      </w:r>
      <w:r>
        <w:rPr>
          <w:rtl/>
        </w:rPr>
        <w:t xml:space="preserve"> فدخل أبوهما ووقف على الأمر</w:t>
      </w:r>
      <w:r w:rsidR="008A60E8">
        <w:rPr>
          <w:rtl/>
        </w:rPr>
        <w:t>،</w:t>
      </w:r>
      <w:r>
        <w:rPr>
          <w:rtl/>
        </w:rPr>
        <w:t xml:space="preserve"> ثمّ خرج إلى الصحراء يطلب ابنه</w:t>
      </w:r>
      <w:r w:rsidR="008A60E8">
        <w:rPr>
          <w:rtl/>
        </w:rPr>
        <w:t>،</w:t>
      </w:r>
      <w:r>
        <w:rPr>
          <w:rtl/>
        </w:rPr>
        <w:t xml:space="preserve"> وإذا هو بذئبٍ قد وثب على الغُلام ومزّقه وتناول لحمه</w:t>
      </w:r>
      <w:r w:rsidR="008A60E8">
        <w:rPr>
          <w:rtl/>
        </w:rPr>
        <w:t>،</w:t>
      </w:r>
      <w:r>
        <w:rPr>
          <w:rtl/>
        </w:rPr>
        <w:t xml:space="preserve"> وبقي بعض أعضائه</w:t>
      </w:r>
      <w:r w:rsidR="008A60E8">
        <w:rPr>
          <w:rtl/>
        </w:rPr>
        <w:t>،</w:t>
      </w:r>
      <w:r>
        <w:rPr>
          <w:rtl/>
        </w:rPr>
        <w:t xml:space="preserve"> فحمله أبوه ليدفنه</w:t>
      </w:r>
      <w:r w:rsidR="008A60E8">
        <w:rPr>
          <w:rtl/>
        </w:rPr>
        <w:t>،</w:t>
      </w:r>
      <w:r>
        <w:rPr>
          <w:rtl/>
        </w:rPr>
        <w:t xml:space="preserve"> فبينما هو يسير أصابه عطشٌ شديد</w:t>
      </w:r>
      <w:r w:rsidR="008A60E8">
        <w:rPr>
          <w:rtl/>
        </w:rPr>
        <w:t>،</w:t>
      </w:r>
      <w:r>
        <w:rPr>
          <w:rtl/>
        </w:rPr>
        <w:t xml:space="preserve"> وقد اشتدّ حُزنه على ولديه</w:t>
      </w:r>
      <w:r w:rsidR="008A60E8">
        <w:rPr>
          <w:rtl/>
        </w:rPr>
        <w:t>،</w:t>
      </w:r>
      <w:r>
        <w:rPr>
          <w:rtl/>
        </w:rPr>
        <w:t xml:space="preserve"> فسقط ومات</w:t>
      </w:r>
      <w:r w:rsidR="008A60E8">
        <w:rPr>
          <w:rtl/>
        </w:rPr>
        <w:t>،</w:t>
      </w:r>
      <w:r>
        <w:rPr>
          <w:rtl/>
        </w:rPr>
        <w:t xml:space="preserve"> فبينما أنا باكيه حزينة على ولدي المذبوح إذ اُخبرت واُنبئت بموت زوجي وولدي الآخر</w:t>
      </w:r>
      <w:r w:rsidR="008A60E8">
        <w:rPr>
          <w:rtl/>
        </w:rPr>
        <w:t>،</w:t>
      </w:r>
      <w:r>
        <w:rPr>
          <w:rtl/>
        </w:rPr>
        <w:t xml:space="preserve"> فخرجت لاستبين الخبر وإذا هو كما قالوا</w:t>
      </w:r>
      <w:r w:rsidR="008A60E8">
        <w:rPr>
          <w:rtl/>
        </w:rPr>
        <w:t>،</w:t>
      </w:r>
      <w:r>
        <w:rPr>
          <w:rtl/>
        </w:rPr>
        <w:t xml:space="preserve"> ولمّا رجعت إلى الدار إذا بولد آخر لي</w:t>
      </w:r>
      <w:r w:rsidR="008A60E8">
        <w:rPr>
          <w:rtl/>
        </w:rPr>
        <w:t>،</w:t>
      </w:r>
      <w:r>
        <w:rPr>
          <w:rtl/>
        </w:rPr>
        <w:t xml:space="preserve"> وهو طفل صغير</w:t>
      </w:r>
      <w:r w:rsidR="008A60E8">
        <w:rPr>
          <w:rtl/>
        </w:rPr>
        <w:t>،</w:t>
      </w:r>
      <w:r>
        <w:rPr>
          <w:rtl/>
        </w:rPr>
        <w:t xml:space="preserve"> قد أقبل إلى القدر وهو على النار</w:t>
      </w:r>
      <w:r w:rsidR="008A60E8">
        <w:rPr>
          <w:rtl/>
        </w:rPr>
        <w:t>،</w:t>
      </w:r>
      <w:r>
        <w:rPr>
          <w:rtl/>
        </w:rPr>
        <w:t xml:space="preserve"> فوقع في القدر ونضج ومات</w:t>
      </w:r>
      <w:r w:rsidR="008A60E8">
        <w:rPr>
          <w:rtl/>
        </w:rPr>
        <w:t>،</w:t>
      </w:r>
      <w:r>
        <w:rPr>
          <w:rtl/>
        </w:rPr>
        <w:t xml:space="preserve"> وهذه قبورهم</w:t>
      </w:r>
      <w:r w:rsidR="008A60E8">
        <w:rPr>
          <w:rtl/>
        </w:rPr>
        <w:t>،</w:t>
      </w:r>
      <w:r>
        <w:rPr>
          <w:rtl/>
        </w:rPr>
        <w:t xml:space="preserve"> وأنا أصبر على ذلك</w:t>
      </w:r>
      <w:r w:rsidR="008A60E8">
        <w:rPr>
          <w:rtl/>
        </w:rPr>
        <w:t>؛</w:t>
      </w:r>
      <w:r>
        <w:rPr>
          <w:rtl/>
        </w:rPr>
        <w:t xml:space="preserve"> لأنّي أعلم أنّ الصبر أحجى وأجمل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ذكّرني حال هذه المرأة الصالحة الصابرة حال اُمّ البنين</w:t>
      </w:r>
      <w:r w:rsidR="008A60E8">
        <w:rPr>
          <w:rtl/>
        </w:rPr>
        <w:t>،</w:t>
      </w:r>
      <w:r>
        <w:rPr>
          <w:rtl/>
        </w:rPr>
        <w:t xml:space="preserve"> كانت تأتي إلى البقيع وتعمل صور أربعة قبور</w:t>
      </w:r>
      <w:r w:rsidR="008A60E8">
        <w:rPr>
          <w:rtl/>
        </w:rPr>
        <w:t>،</w:t>
      </w:r>
      <w:r>
        <w:rPr>
          <w:rtl/>
        </w:rPr>
        <w:t xml:space="preserve"> وبين يديها يتيمي قمر بني هاشم العباس بن علي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وهما عبد الله والفضل</w:t>
      </w:r>
      <w:r w:rsidR="008A60E8">
        <w:rPr>
          <w:rtl/>
        </w:rPr>
        <w:t>،</w:t>
      </w:r>
      <w:r>
        <w:rPr>
          <w:rtl/>
        </w:rPr>
        <w:t xml:space="preserve"> وتندب بنيها أشجى ندبة وترثيهم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ولذا لمّا رجعت عائلة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إلى المدينة قالت زينب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:</w:t>
      </w:r>
      <w:r>
        <w:rPr>
          <w:rtl/>
        </w:rPr>
        <w:t xml:space="preserve"> لا اُريد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شجرة طوبى / 406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أحداً يدخل علينا إلاّ مَنْ فقدت لها عزيزاً في كربلاء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فقالت لها</w:t>
      </w:r>
      <w:r w:rsidR="008A60E8">
        <w:rPr>
          <w:rtl/>
        </w:rPr>
        <w:t>:</w:t>
      </w:r>
      <w:r>
        <w:rPr>
          <w:rtl/>
        </w:rPr>
        <w:t xml:space="preserve"> قولي لسيدتك</w:t>
      </w:r>
      <w:r w:rsidR="008A60E8">
        <w:rPr>
          <w:rtl/>
        </w:rPr>
        <w:t>:</w:t>
      </w:r>
      <w:r>
        <w:rPr>
          <w:rtl/>
        </w:rPr>
        <w:t xml:space="preserve"> إنّي شريكتها في هذا العزاء</w:t>
      </w:r>
      <w:r w:rsidR="008A60E8">
        <w:rPr>
          <w:rtl/>
        </w:rPr>
        <w:t>،</w:t>
      </w:r>
      <w:r>
        <w:rPr>
          <w:rtl/>
        </w:rPr>
        <w:t xml:space="preserve"> واُريد أن أدخل عليها واُساعدها</w:t>
      </w:r>
      <w:r w:rsidR="008A60E8">
        <w:rPr>
          <w:rtl/>
        </w:rPr>
        <w:t>؛</w:t>
      </w:r>
      <w:r>
        <w:rPr>
          <w:rtl/>
        </w:rPr>
        <w:t xml:space="preserve"> فإنّي مثلها في المصاب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فلمّا أخبرت الجارية زينب</w:t>
      </w:r>
      <w:r w:rsidR="008A60E8">
        <w:rPr>
          <w:rtl/>
        </w:rPr>
        <w:t>،</w:t>
      </w:r>
      <w:r>
        <w:rPr>
          <w:rtl/>
        </w:rPr>
        <w:t xml:space="preserve"> قالت</w:t>
      </w:r>
      <w:r w:rsidR="008A60E8">
        <w:rPr>
          <w:rtl/>
        </w:rPr>
        <w:t>:</w:t>
      </w:r>
      <w:r>
        <w:rPr>
          <w:rtl/>
        </w:rPr>
        <w:t xml:space="preserve"> سليها مَنْ هي التي تكون مثلي في المصاب</w:t>
      </w:r>
      <w:r w:rsidR="008A60E8">
        <w:rPr>
          <w:rtl/>
        </w:rPr>
        <w:t>؟</w:t>
      </w:r>
      <w:r>
        <w:rPr>
          <w:rtl/>
        </w:rPr>
        <w:t xml:space="preserve"> ثمّ قالت</w:t>
      </w:r>
      <w:r w:rsidR="008A60E8">
        <w:rPr>
          <w:rtl/>
        </w:rPr>
        <w:t>:</w:t>
      </w:r>
      <w:r>
        <w:rPr>
          <w:rtl/>
        </w:rPr>
        <w:t xml:space="preserve"> إن صدق ظنّي فإنّها اُمّ البنين</w:t>
      </w:r>
      <w:r w:rsidR="008A60E8">
        <w:rPr>
          <w:rtl/>
        </w:rPr>
        <w:t>.</w:t>
      </w:r>
      <w:r>
        <w:rPr>
          <w:rtl/>
        </w:rPr>
        <w:t xml:space="preserve"> فرجعت الجارية وقالت لها</w:t>
      </w:r>
      <w:r w:rsidR="008A60E8">
        <w:rPr>
          <w:rtl/>
        </w:rPr>
        <w:t>:</w:t>
      </w:r>
      <w:r>
        <w:rPr>
          <w:rtl/>
        </w:rPr>
        <w:t xml:space="preserve"> سيدتي تقول</w:t>
      </w:r>
      <w:r w:rsidR="008A60E8">
        <w:rPr>
          <w:rtl/>
        </w:rPr>
        <w:t>:</w:t>
      </w:r>
      <w:r>
        <w:rPr>
          <w:rtl/>
        </w:rPr>
        <w:t xml:space="preserve"> مَنْ أنتِ التي مثلها في المصاب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أنا الثاكلة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أوضحي لي مَنْ تكونين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أوَما عرفتيني</w:t>
      </w:r>
      <w:r w:rsidR="008A60E8">
        <w:rPr>
          <w:rtl/>
        </w:rPr>
        <w:t>؟</w:t>
      </w:r>
      <w:r>
        <w:rPr>
          <w:rtl/>
        </w:rPr>
        <w:t>! أنا اُمّ البنين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قالت الجارية</w:t>
      </w:r>
      <w:r w:rsidR="008A60E8">
        <w:rPr>
          <w:rtl/>
        </w:rPr>
        <w:t>:</w:t>
      </w:r>
      <w:r>
        <w:rPr>
          <w:rtl/>
        </w:rPr>
        <w:t xml:space="preserve"> لقد صدقت سيدتي في ظنّها</w:t>
      </w:r>
      <w:r w:rsidR="008A60E8">
        <w:rPr>
          <w:rtl/>
        </w:rPr>
        <w:t>،</w:t>
      </w:r>
      <w:r>
        <w:rPr>
          <w:rtl/>
        </w:rPr>
        <w:t xml:space="preserve"> وإنّك والله كما تقولين اُمّ المصيبة العظمى والفاجعة الكبرى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صـاحت صوت آيا فگد الاطياب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والله أشـو موحشه يـا دور الأحباب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اهناك اوسمعن الصرخه على الباب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أنـا أم عـباس اجـيتچ لا تفترين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ثمّ فتحت لها الباب</w:t>
      </w:r>
      <w:r w:rsidR="008A60E8">
        <w:rPr>
          <w:rtl/>
        </w:rPr>
        <w:t>،</w:t>
      </w:r>
      <w:r>
        <w:rPr>
          <w:rtl/>
        </w:rPr>
        <w:t xml:space="preserve"> فلمّا دخلت استقبلتها زينب واعتنقتها</w:t>
      </w:r>
      <w:r w:rsidR="008A60E8">
        <w:rPr>
          <w:rtl/>
        </w:rPr>
        <w:t>،</w:t>
      </w:r>
      <w:r>
        <w:rPr>
          <w:rtl/>
        </w:rPr>
        <w:t xml:space="preserve"> وقالت</w:t>
      </w:r>
      <w:r w:rsidR="008A60E8">
        <w:rPr>
          <w:rtl/>
        </w:rPr>
        <w:t>:</w:t>
      </w:r>
      <w:r>
        <w:rPr>
          <w:rtl/>
        </w:rPr>
        <w:t xml:space="preserve"> عظّم الله لك الأجر في أولادك الأربعة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فأجابتها اُمّ البنين</w:t>
      </w:r>
      <w:r w:rsidR="008A60E8">
        <w:rPr>
          <w:rtl/>
        </w:rPr>
        <w:t>:</w:t>
      </w:r>
      <w:r>
        <w:rPr>
          <w:rtl/>
        </w:rPr>
        <w:t xml:space="preserve"> وأنتِ عظّم الله لك الأجر في الحسين </w:t>
      </w:r>
      <w:r w:rsidR="00EE7E9B" w:rsidRPr="00EE7E9B">
        <w:rPr>
          <w:rStyle w:val="libAlaemChar"/>
          <w:rtl/>
        </w:rPr>
        <w:t>عليه‌السلام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بچت زيـنب اُونـادت تلگنها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بالله اُويـاي گومـن سـاعدنها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هـاي اُمّ البنين الـراح منها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صناديد أربعـة اُو بالحرب نفلين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بچت زينب اُوصاحت آيحزني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اُولـفتها اُمّ البنين ابضلع محني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تـصيح ابصوت آيحسين يبني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هـاي امصيبتك بچّت الدارين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اشلون اُمّ البنين اصياح صاحت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إهنا يحسين يبني روحي راحت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تـلگنها الـحرم عجّت اُوناحت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زيـنب بالعزه كسرت الصوبين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على الأولاد زيدي النوح يمهم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ابفرد ساعة الدهر بالطبك يمهم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أحب اگصد وجاور كون يمهم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أجـاورهم لـما اتجيني المنيّه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مجمع المصائب 2</w:t>
      </w:r>
      <w:r w:rsidRPr="008A60E8">
        <w:rPr>
          <w:rtl/>
        </w:rPr>
        <w:t xml:space="preserve"> / 196</w:t>
      </w:r>
      <w:r w:rsidR="00EE7E9B">
        <w:rPr>
          <w:rtl/>
        </w:rPr>
        <w:t xml:space="preserve"> - </w:t>
      </w:r>
      <w:r>
        <w:rPr>
          <w:rtl/>
        </w:rPr>
        <w:t>197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46201D" w:rsidP="00172AAC">
      <w:pPr>
        <w:pStyle w:val="libBold2"/>
        <w:rPr>
          <w:rFonts w:hint="cs"/>
          <w:rtl/>
        </w:rPr>
      </w:pPr>
      <w:r>
        <w:rPr>
          <w:rFonts w:hint="cs"/>
          <w:rtl/>
        </w:rPr>
        <w:lastRenderedPageBreak/>
        <w:t>(</w:t>
      </w:r>
      <w:r w:rsidR="009A0DCC">
        <w:rPr>
          <w:rtl/>
        </w:rPr>
        <w:t>تخميس)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يـا مـيّتاً تـرك الألبابَ حائرةً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تـناوشتْه سـهامُ الـبغي راميةً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46201D" w:rsidTr="0046201D">
        <w:trPr>
          <w:trHeight w:val="350"/>
        </w:trPr>
        <w:tc>
          <w:tcPr>
            <w:tcW w:w="391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وأعظمُ الخطبِ في الإسلامِ داهيةً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46201D" w:rsidRDefault="0046201D" w:rsidP="0046201D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46201D" w:rsidRDefault="0046201D" w:rsidP="0046201D">
            <w:pPr>
              <w:pStyle w:val="libPoem"/>
            </w:pPr>
            <w:r>
              <w:rPr>
                <w:rFonts w:hint="cs"/>
                <w:rtl/>
              </w:rPr>
              <w:t>عـارٍ تـجولُ عليهِ الخيلُ عاديةً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46201D" w:rsidRDefault="0046201D" w:rsidP="0046201D">
      <w:pPr>
        <w:pStyle w:val="libPoemCenter"/>
        <w:rPr>
          <w:rFonts w:hint="cs"/>
          <w:rtl/>
        </w:rPr>
      </w:pPr>
      <w:r>
        <w:rPr>
          <w:rFonts w:hint="cs"/>
          <w:rtl/>
        </w:rPr>
        <w:t>حاكت لهُ الريحُ ظافي مئزرٍ وردا</w:t>
      </w:r>
    </w:p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  <w:r w:rsidR="009A0DCC">
        <w:rPr>
          <w:rFonts w:hint="cs"/>
          <w:rtl/>
        </w:rPr>
        <w:t xml:space="preserve"> 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23" w:name="_Toc436482598"/>
      <w:r>
        <w:rPr>
          <w:rtl/>
        </w:rPr>
        <w:lastRenderedPageBreak/>
        <w:t>المجلس الخامس</w:t>
      </w:r>
      <w:bookmarkStart w:id="24" w:name="المجلس_الخامس"/>
      <w:bookmarkEnd w:id="24"/>
      <w:bookmarkEnd w:id="23"/>
    </w:p>
    <w:p w:rsidR="009A0DCC" w:rsidRDefault="009A0DCC" w:rsidP="00E037B4">
      <w:pPr>
        <w:pStyle w:val="Heading1Center"/>
      </w:pPr>
    </w:p>
    <w:p w:rsidR="009A0DCC" w:rsidRDefault="009A0DCC" w:rsidP="00E037B4">
      <w:pPr>
        <w:pStyle w:val="Heading1Center"/>
      </w:pPr>
      <w:bookmarkStart w:id="25" w:name="_Toc436482599"/>
      <w:r>
        <w:rPr>
          <w:rtl/>
        </w:rPr>
        <w:t>العبادة</w:t>
      </w:r>
      <w:bookmarkEnd w:id="25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46201D">
      <w:pPr>
        <w:pStyle w:val="libCenterBold1"/>
      </w:pPr>
      <w:r>
        <w:rPr>
          <w:rtl/>
        </w:rPr>
        <w:lastRenderedPageBreak/>
        <w:t>المجلس الخامس</w:t>
      </w:r>
    </w:p>
    <w:p w:rsidR="009A0DCC" w:rsidRDefault="009A0DCC" w:rsidP="0046201D">
      <w:pPr>
        <w:pStyle w:val="libCenterBold1"/>
        <w:rPr>
          <w:rFonts w:hint="cs"/>
          <w:rtl/>
        </w:rPr>
      </w:pPr>
      <w:r>
        <w:rPr>
          <w:rtl/>
        </w:rPr>
        <w:t>العبادة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خـانَ الـزمـانُ بـنا فـشتتنا كما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خانت بنـو صخرٍ ببيعةِ (مُسلمِ)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لـم أنـسهُ بـينَ الـعدى وجبينُه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كـالبدرِ فـي ليلِ العَجاجِ المظلمِ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أفـديهِ مـن بطلٍ مهيبٍ إن سطا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لـفَّ الـجموع مـؤخّراً بـمقدمِ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شـهمٌ دعـته إلـى البسالة هاشمٌ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والـشبلُ لـلأسدِ المجرّبِ ينتمي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حتّى إذا مـا أثـخنوهُ بـالظُّبا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ضرباً وفي وسطِ الحفيرةِ قد رُمي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جاؤوا إلى ابنِ زيادٍ فيهِ فمذ رأى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لـلقصرِ قـد وافـهُ غـير مُسلّمِ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قالَ اصعدوا للقصرِ وارموا جسمه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ومـن الـوريدينِ اخضبوهُ بالدمِ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صـعدوا بـهِ للقصرِ وهو مكبّلٌ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تـجري دمـاهُ من الجوارحِ والفمِ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قـتـلوهُ ظـامٍ لـم يـبلَّ فـؤادُه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أفـديهِ مـن ظـامِ الحشا متضرّمِ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دفعوهُ من أعلى الطمارِ إلى الثرى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فـتكسّرت منهُ حنايا الأعظمِ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9A0DCC" w:rsidRDefault="008A60E8" w:rsidP="008A60E8">
      <w:pPr>
        <w:pStyle w:val="libLine"/>
        <w:rPr>
          <w:rtl/>
        </w:rPr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للسيد مهدي الأعرجي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السيّد جواد شبّر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أدب الفّ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السيد مهدي الأعرجي ابن السيد راضي ابن السيد حسين ابن السيد علي الحسيني الأعرجي البغدادي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ولد السيد مهدي في النجف الأشرف سنة 1322 هـ ق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درس فنّ الخطابة على خاله الخطيب الشهير الشيخ قاسم الحلّي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زاول نظم الشعر وعمره أربعة عشر سنة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وأوّل قصيدة نظمها هي قصيدة في رثاء الإمام الحسن السبط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271DBE">
        <w:trPr>
          <w:trHeight w:val="350"/>
        </w:trPr>
        <w:tc>
          <w:tcPr>
            <w:tcW w:w="3913" w:type="dxa"/>
          </w:tcPr>
          <w:p w:rsidR="00642C18" w:rsidRDefault="00642C18" w:rsidP="00642C18">
            <w:pPr>
              <w:pStyle w:val="libPoemFootnote"/>
            </w:pPr>
            <w:r>
              <w:rPr>
                <w:rFonts w:hint="cs"/>
                <w:rtl/>
              </w:rPr>
              <w:t>قضى الزكيُّ فنوحوا يا محبّيه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642C18">
            <w:pPr>
              <w:pStyle w:val="libPoemFootnote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642C18">
            <w:pPr>
              <w:pStyle w:val="libPoemFootnote"/>
            </w:pPr>
            <w:r>
              <w:rPr>
                <w:rFonts w:hint="cs"/>
                <w:rtl/>
              </w:rPr>
              <w:t>وابكوا عليه فذي الأملاك تبكيه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 xml:space="preserve">درس العربية والعروض على العلاّمة الكبير شيخ الأدب السيد رضا الهندي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توفي السيد مهدي سنة 1359 هـ ق غريقاً بشط الفرات في الحلّة يوم الخامس من شهر رجب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جمع ديوانه شقيقه الخطيب السيد حبيب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وللسيد الأعرجي ظرافة وخفّة روح بالرغم من الجهمة التي لا تفارق محيّاه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فلا تكاد تفوته النادرة والنكتة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وأمّا ولاؤه لأهل البيت </w:t>
      </w:r>
      <w:r w:rsidR="00EE7E9B" w:rsidRPr="00EE7E9B">
        <w:rPr>
          <w:rStyle w:val="libAlaemChar"/>
          <w:rFonts w:hint="cs"/>
          <w:rtl/>
        </w:rPr>
        <w:t>عليهم‌السلام</w:t>
      </w:r>
      <w:r w:rsidRPr="008A60E8">
        <w:rPr>
          <w:rFonts w:hint="cs"/>
          <w:rtl/>
        </w:rPr>
        <w:t xml:space="preserve"> وتفانيه في حبّهم فهو من ألمع ميزاته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ولا زلت أتمثّله في المآتم الحسينية يجهش بالبكاء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أفنى عمره في خدمة المنبر الحسيني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(أدب الطفّ 9 / 193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198)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lastRenderedPageBreak/>
              <w:t>يـمسلم ويـن ذاك الـيوم عبّاس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يـجيك بـشيمته ومـفرّع الرأس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اُويشوفك يوم صابك نذل الارجاس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وهـويت من الگصر فوك الوطيّه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42C18" w:rsidRDefault="00642C18" w:rsidP="00642C1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يـمسلم ويـن ذاك الـيوم عـمّك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يـجيك ايـعاينك غـارج ابدمك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وحـيد ومـحّد مـن الناس يمّك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غـريب ابـهل الـبلد ما لك تچيه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وَمَا خَلَقْتُ الْجِنَّ وَالإِنسَ إِلاّ لِيَعْبُدُونِ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إنّ الغاية من خلق السماوات والأرضين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وجميع المخلوقات هي العبادة والخضوع للخالق العظيم بنيّة خالصة عن طريق معرفته (عزّ وجلّ)</w:t>
      </w:r>
      <w:r w:rsidR="008A60E8" w:rsidRPr="00172AAC">
        <w:rPr>
          <w:rtl/>
        </w:rPr>
        <w:t>.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ومن أهم الأسئلة التي تختلج في صدر كلّ إنسان هو</w:t>
      </w:r>
      <w:r w:rsidR="008A60E8" w:rsidRPr="00172AAC">
        <w:rPr>
          <w:rtl/>
        </w:rPr>
        <w:t>:</w:t>
      </w:r>
      <w:r w:rsidRPr="00172AAC">
        <w:rPr>
          <w:rtl/>
        </w:rPr>
        <w:t xml:space="preserve"> لِمَ خلقنا</w:t>
      </w:r>
      <w:r w:rsidR="008A60E8" w:rsidRPr="00172AAC">
        <w:rPr>
          <w:rtl/>
        </w:rPr>
        <w:t>؟</w:t>
      </w:r>
      <w:r w:rsidRPr="00172AAC">
        <w:rPr>
          <w:rtl/>
        </w:rPr>
        <w:t>! وما الهدفُ من خلق الناس والمجيء إلى هذه الدنيا</w:t>
      </w:r>
      <w:r w:rsidR="008A60E8" w:rsidRPr="00172AAC">
        <w:rPr>
          <w:rtl/>
        </w:rPr>
        <w:t>؟</w:t>
      </w:r>
      <w:r w:rsidRPr="00172AAC">
        <w:rPr>
          <w:rtl/>
        </w:rPr>
        <w:t>! وهذه الآية تُجيب على هذا السؤال المهم بتعبير موجز ذات معنى غزير</w:t>
      </w:r>
      <w:r w:rsidR="008A60E8" w:rsidRPr="00172AAC">
        <w:rPr>
          <w:rtl/>
        </w:rPr>
        <w:t>.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لا شك أنّ كلّ فردٍ عاقلٍ وحكيمٍ حين يقوم بعمل فإنّما يهدف من وراء عمله إلى هدف معين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وحيث إنّ الله أعلم من جميع مخلوقاته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وأعرفهم بالحكمة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بل لا ينبغي قياسه بأيّ أحدٍ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فينقدح هذا السؤال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وهو</w:t>
      </w:r>
      <w:r w:rsidR="008A60E8" w:rsidRPr="00172AAC">
        <w:rPr>
          <w:rtl/>
        </w:rPr>
        <w:t>:</w:t>
      </w:r>
      <w:r w:rsidRPr="00172AAC">
        <w:rPr>
          <w:rtl/>
        </w:rPr>
        <w:t xml:space="preserve"> لِمَ خلق الله الإنسان</w:t>
      </w:r>
      <w:r w:rsidR="008A60E8" w:rsidRPr="00172AAC">
        <w:rPr>
          <w:rtl/>
        </w:rPr>
        <w:t>؟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هل كان يشعر بنقصٍ</w:t>
      </w:r>
      <w:r w:rsidR="00EE7E9B" w:rsidRPr="00172AAC">
        <w:rPr>
          <w:rtl/>
        </w:rPr>
        <w:t xml:space="preserve"> - </w:t>
      </w:r>
      <w:r w:rsidRPr="00172AAC">
        <w:rPr>
          <w:rtl/>
        </w:rPr>
        <w:t>أعوذ بالله</w:t>
      </w:r>
      <w:r w:rsidR="00EE7E9B" w:rsidRPr="00172AAC">
        <w:rPr>
          <w:rtl/>
        </w:rPr>
        <w:t xml:space="preserve"> - </w:t>
      </w:r>
      <w:r w:rsidRPr="00172AAC">
        <w:rPr>
          <w:rtl/>
        </w:rPr>
        <w:t>فارتفع بخلق الإنسان</w:t>
      </w:r>
      <w:r w:rsidR="008A60E8" w:rsidRPr="00172AAC">
        <w:rPr>
          <w:rtl/>
        </w:rPr>
        <w:t>؟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هل كان محتاجاً</w:t>
      </w:r>
      <w:r w:rsidR="00EE7E9B" w:rsidRPr="00172AAC">
        <w:rPr>
          <w:rtl/>
        </w:rPr>
        <w:t xml:space="preserve"> - </w:t>
      </w:r>
      <w:r w:rsidRPr="00172AAC">
        <w:rPr>
          <w:rtl/>
        </w:rPr>
        <w:t>نستجير به تعالى</w:t>
      </w:r>
      <w:r w:rsidR="00EE7E9B" w:rsidRPr="00172AAC">
        <w:rPr>
          <w:rtl/>
        </w:rPr>
        <w:t xml:space="preserve"> - </w:t>
      </w:r>
      <w:r w:rsidRPr="00172AAC">
        <w:rPr>
          <w:rtl/>
        </w:rPr>
        <w:t>إلى شيء فارتفع الاحتياج بخلقنا</w:t>
      </w:r>
      <w:r w:rsidR="008A60E8" w:rsidRPr="00172AAC">
        <w:rPr>
          <w:rtl/>
        </w:rPr>
        <w:t>؟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وعليه فلا بدّ لله تبارك وتعالى من هدف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لأنّه سيد العقلاء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ولا يخلق شيئاً عن عبث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فلا بدّ من هدف لله تبارك وتعالى وراء خلقه للإنسان</w:t>
      </w:r>
      <w:r w:rsidR="008A60E8" w:rsidRPr="00172AAC">
        <w:rPr>
          <w:rtl/>
        </w:rPr>
        <w:t>.</w:t>
      </w:r>
      <w:r w:rsidRPr="00172AAC">
        <w:rPr>
          <w:rtl/>
        </w:rPr>
        <w:t xml:space="preserve"> وبحكم كونه تبارك وتعالى هو الكمال المطلق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وليس هناك من شيء يزيده أو ينقصه في كماله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لزم أن يكون الهدف عائداً للإنسان نفسه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وهو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الذاريات / 56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أساس كماله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فما هو الهدف إذاً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الهدف هو ما صرّحت به الآية المباركة</w:t>
      </w:r>
      <w:r w:rsidR="008A60E8">
        <w:rPr>
          <w:rtl/>
        </w:rPr>
        <w:t>،</w:t>
      </w:r>
      <w:r>
        <w:rPr>
          <w:rtl/>
        </w:rPr>
        <w:t xml:space="preserve"> وهو العبودية</w:t>
      </w:r>
      <w:r w:rsidR="008A60E8">
        <w:rPr>
          <w:rtl/>
        </w:rPr>
        <w:t>؛</w:t>
      </w:r>
      <w:r>
        <w:rPr>
          <w:rtl/>
        </w:rPr>
        <w:t xml:space="preserve"> عبودية الإنسان الناقص للكامل المطلق</w:t>
      </w:r>
      <w:r w:rsidR="008A60E8">
        <w:rPr>
          <w:rtl/>
        </w:rPr>
        <w:t>،</w:t>
      </w:r>
      <w:r>
        <w:rPr>
          <w:rtl/>
        </w:rPr>
        <w:t xml:space="preserve"> عبادة المحدود لللامحدود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إلاّ أنّنا لو تأمّلنا في بعض الآيات القرآنية الاُخرى لرأينا غير هذا الهدف</w:t>
      </w:r>
      <w:r w:rsidR="008A60E8">
        <w:rPr>
          <w:rtl/>
        </w:rPr>
        <w:t>،</w:t>
      </w:r>
      <w:r>
        <w:rPr>
          <w:rtl/>
        </w:rPr>
        <w:t xml:space="preserve"> بل هدفاً آخر</w:t>
      </w:r>
      <w:r w:rsidR="008A60E8">
        <w:rPr>
          <w:rtl/>
        </w:rPr>
        <w:t>؛</w:t>
      </w:r>
      <w:r>
        <w:rPr>
          <w:rtl/>
        </w:rPr>
        <w:t xml:space="preserve"> ففي بعضها نجد أنّ القرآن يصرّح بأنّ الهدف من الخلق هو الامتحان للإنسان كما جاء في قوله 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الَّذِي خَلَقَ الْمَوْتَ وَالْحَيَاةَ لِيَبْلُوَكُمْ أَيُّكُمْ أَحْسَنُ عَمَلاً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وجاء في آية اُخرى أنّ الهدف من خلق الله تبارك وتعالى لنا هو حتّى نعلم بقدرة الله تبارك وتعالى وعلمه (عزّ وجلّ)</w:t>
      </w:r>
      <w:r w:rsidR="008A60E8">
        <w:rPr>
          <w:rtl/>
        </w:rPr>
        <w:t>،</w:t>
      </w:r>
      <w:r>
        <w:rPr>
          <w:rtl/>
        </w:rPr>
        <w:t xml:space="preserve"> كما في قوله 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اللهُ الَّذِي خَلَقَ سَبْعَ سَمَاوَاتٍ وَمِنَ الأَرْضِ مِثْلَهُنَّ يَتَنَزَّلُ الأَمْرُ بَيْنَهُنَّ لِتَعْلَمُوا أَنَّ اللهَ عَلَى كُلِّ شَيْءٍ قَدِيرٌ وَأَنَّ اللهَ قَدْ أَحَاطَ بِكُلِّ شَيْءٍ عِلْماً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وآية ثالثة تشير إلى أنّ الهدف من الخلق هو الرحمة</w:t>
      </w:r>
      <w:r w:rsidR="00EE7E9B">
        <w:rPr>
          <w:rtl/>
        </w:rPr>
        <w:t xml:space="preserve"> - </w:t>
      </w:r>
      <w:r>
        <w:rPr>
          <w:rtl/>
        </w:rPr>
        <w:t>رحمة الله</w:t>
      </w:r>
      <w:r w:rsidR="00EE7E9B">
        <w:rPr>
          <w:rtl/>
        </w:rPr>
        <w:t xml:space="preserve"> - </w:t>
      </w:r>
      <w:r>
        <w:rPr>
          <w:rtl/>
        </w:rPr>
        <w:t>قال تبارك وتعالى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وَلَو شَاء رَبُّكَ لَجَعَلَ النَّاسَ أُمَّةً وَاحِدَةً وَلاَ يَزَالُونَ مُخْتَلِفِينَ * إِلاَّ مَن رَّحِمَ رَبُّكَ وَلِذَلِكَ خَلَقَهُمْ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الملك / 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الطلاق / 12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هود / 118</w:t>
      </w:r>
      <w:r w:rsidR="00EE7E9B">
        <w:rPr>
          <w:rtl/>
        </w:rPr>
        <w:t xml:space="preserve"> - </w:t>
      </w:r>
      <w:r>
        <w:rPr>
          <w:rtl/>
        </w:rPr>
        <w:t>119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وأمّا الآية التي هي محلّ البحث فهي</w:t>
      </w:r>
      <w:r w:rsidR="00EE7E9B">
        <w:rPr>
          <w:rtl/>
        </w:rPr>
        <w:t xml:space="preserve"> - </w:t>
      </w:r>
      <w:r>
        <w:rPr>
          <w:rtl/>
        </w:rPr>
        <w:t>كما ذكرنا</w:t>
      </w:r>
      <w:r w:rsidR="00EE7E9B">
        <w:rPr>
          <w:rtl/>
        </w:rPr>
        <w:t xml:space="preserve"> - </w:t>
      </w:r>
      <w:r>
        <w:rPr>
          <w:rtl/>
        </w:rPr>
        <w:t>صريحة بأنّ الهدف من خلق الله تبارك وتعالى للإنسان هو العبادة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فما هو السبب حينئذٍ</w:t>
      </w:r>
      <w:r w:rsidR="008A60E8">
        <w:rPr>
          <w:rtl/>
        </w:rPr>
        <w:t>؟</w:t>
      </w:r>
      <w:r>
        <w:rPr>
          <w:rtl/>
        </w:rPr>
        <w:t xml:space="preserve"> فبينما نحن نرى هذه الآية تحصر علّة وسبب الخلق في العبادة</w:t>
      </w:r>
      <w:r w:rsidR="008A60E8">
        <w:rPr>
          <w:rtl/>
        </w:rPr>
        <w:t>،</w:t>
      </w:r>
      <w:r>
        <w:rPr>
          <w:rtl/>
        </w:rPr>
        <w:t xml:space="preserve"> نجد الآيات الأخرى تذكر أموراً أخرى هي السبب في الخلق</w:t>
      </w:r>
      <w:r w:rsidR="008A60E8">
        <w:rPr>
          <w:rtl/>
        </w:rPr>
        <w:t>،</w:t>
      </w:r>
      <w:r>
        <w:rPr>
          <w:rtl/>
        </w:rPr>
        <w:t xml:space="preserve"> خاصة في الآية الثالثة فهي صريحة جدّاً في تعيين سبب الخلق</w:t>
      </w:r>
      <w:r w:rsidR="008A60E8">
        <w:rPr>
          <w:rtl/>
        </w:rPr>
        <w:t>،</w:t>
      </w:r>
      <w:r>
        <w:rPr>
          <w:rtl/>
        </w:rPr>
        <w:t xml:space="preserve"> حيث قال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وَلِذَلِكَ خَلَقَهُمْ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والسبيل إلى ذلك</w:t>
      </w:r>
      <w:r w:rsidR="008A60E8">
        <w:rPr>
          <w:rtl/>
        </w:rPr>
        <w:t>:</w:t>
      </w:r>
      <w:r>
        <w:rPr>
          <w:rtl/>
        </w:rPr>
        <w:t xml:space="preserve"> هو أنّه لو تأمّلنا قليلاً في مفهوم هذه الآيات وما شابهها نرى أنّه لا تضادّ ولا اختلاف بين هذه الآيات</w:t>
      </w:r>
      <w:r w:rsidR="008A60E8">
        <w:rPr>
          <w:rtl/>
        </w:rPr>
        <w:t>،</w:t>
      </w:r>
      <w:r>
        <w:rPr>
          <w:rtl/>
        </w:rPr>
        <w:t xml:space="preserve"> ففي الحقيقة بعضها هدف مُقدّمي</w:t>
      </w:r>
      <w:r w:rsidR="008A60E8">
        <w:rPr>
          <w:rtl/>
        </w:rPr>
        <w:t>،</w:t>
      </w:r>
      <w:r>
        <w:rPr>
          <w:rtl/>
        </w:rPr>
        <w:t xml:space="preserve"> وبعضها هدف متوسط</w:t>
      </w:r>
      <w:r w:rsidR="008A60E8">
        <w:rPr>
          <w:rtl/>
        </w:rPr>
        <w:t>،</w:t>
      </w:r>
      <w:r>
        <w:rPr>
          <w:rtl/>
        </w:rPr>
        <w:t xml:space="preserve"> وبعضها هدف نهائي</w:t>
      </w:r>
      <w:r w:rsidR="008A60E8">
        <w:rPr>
          <w:rtl/>
        </w:rPr>
        <w:t>،</w:t>
      </w:r>
      <w:r>
        <w:rPr>
          <w:rtl/>
        </w:rPr>
        <w:t xml:space="preserve"> وبعضها نتيجة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فالهدف الأصل هو « العبودية »</w:t>
      </w:r>
      <w:r w:rsidR="008A60E8">
        <w:rPr>
          <w:rtl/>
        </w:rPr>
        <w:t>،</w:t>
      </w:r>
      <w:r>
        <w:rPr>
          <w:rtl/>
        </w:rPr>
        <w:t xml:space="preserve"> وهو ما اُشير إليه في هذه الآية التي هي محلّ البحث</w:t>
      </w:r>
      <w:r w:rsidR="008A60E8">
        <w:rPr>
          <w:rtl/>
        </w:rPr>
        <w:t>،</w:t>
      </w:r>
      <w:r>
        <w:rPr>
          <w:rtl/>
        </w:rPr>
        <w:t xml:space="preserve"> أمّا العلم والامتحان وأمثالهما فهي أهداف ضمن مسير العبودية لله</w:t>
      </w:r>
      <w:r w:rsidR="008A60E8">
        <w:rPr>
          <w:rtl/>
        </w:rPr>
        <w:t>،</w:t>
      </w:r>
      <w:r>
        <w:rPr>
          <w:rtl/>
        </w:rPr>
        <w:t xml:space="preserve"> ورحمة الله الواسعة نتيجة العبودية لله تبارك وتعالى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وهكذا نعرف</w:t>
      </w:r>
      <w:r w:rsidR="008A60E8">
        <w:rPr>
          <w:rtl/>
        </w:rPr>
        <w:t>،</w:t>
      </w:r>
      <w:r>
        <w:rPr>
          <w:rtl/>
        </w:rPr>
        <w:t xml:space="preserve"> ويظهر لنا بكلّ وضوح أنّنا خُلقنا لعبادة الله تبارك وتعالى</w:t>
      </w:r>
      <w:r w:rsidR="008A60E8">
        <w:rPr>
          <w:rtl/>
        </w:rPr>
        <w:t>،</w:t>
      </w:r>
      <w:r>
        <w:rPr>
          <w:rtl/>
        </w:rPr>
        <w:t xml:space="preserve"> لكنّ المهمّ أن نعرف ما هي حقيقة هذه العبادة</w:t>
      </w:r>
      <w:r w:rsidR="008A60E8">
        <w:rPr>
          <w:rtl/>
        </w:rPr>
        <w:t>؟</w:t>
      </w:r>
      <w:r>
        <w:rPr>
          <w:rtl/>
        </w:rPr>
        <w:t>! فهل المراد منها أداء المراسم</w:t>
      </w:r>
      <w:r w:rsidR="008A60E8">
        <w:rPr>
          <w:rtl/>
        </w:rPr>
        <w:t>،</w:t>
      </w:r>
      <w:r>
        <w:rPr>
          <w:rtl/>
        </w:rPr>
        <w:t xml:space="preserve"> أو المناسك اليومية وأمثالها من صوم وصلاة إلى غير ذلك</w:t>
      </w:r>
      <w:r w:rsidR="008A60E8">
        <w:rPr>
          <w:rtl/>
        </w:rPr>
        <w:t>،</w:t>
      </w:r>
      <w:r>
        <w:rPr>
          <w:rtl/>
        </w:rPr>
        <w:t xml:space="preserve"> أو هي حقيقة وراء هذه الاُمور وإن كانت العبادة الرسمية كلّها أيضاً واجدة للأهمية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وللإجابة على هذا السؤال ينبغي معرفة معنى كلمة « العبد » و« العبودية » وتحليلها</w:t>
      </w:r>
      <w:r w:rsidR="008A60E8">
        <w:rPr>
          <w:rtl/>
        </w:rPr>
        <w:t>؛</w:t>
      </w:r>
      <w:r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فالعبد لغةً</w:t>
      </w:r>
      <w:r w:rsidR="008A60E8">
        <w:rPr>
          <w:rtl/>
        </w:rPr>
        <w:t>:</w:t>
      </w:r>
      <w:r>
        <w:rPr>
          <w:rtl/>
        </w:rPr>
        <w:t xml:space="preserve"> هو الإنسان المتعلّق بمولاه وصاحبه من قرنه إلى قدمه</w:t>
      </w:r>
      <w:r w:rsidR="008A60E8">
        <w:rPr>
          <w:rtl/>
        </w:rPr>
        <w:t>،</w:t>
      </w:r>
      <w:r>
        <w:rPr>
          <w:rtl/>
        </w:rPr>
        <w:t xml:space="preserve"> وإرادته تابعة لإرادته</w:t>
      </w:r>
      <w:r w:rsidR="008A60E8">
        <w:rPr>
          <w:rtl/>
        </w:rPr>
        <w:t>،</w:t>
      </w:r>
      <w:r>
        <w:rPr>
          <w:rtl/>
        </w:rPr>
        <w:t xml:space="preserve"> وما يطلب ويبتغيه تبع لطلب سيده وابتغائه</w:t>
      </w:r>
      <w:r w:rsidR="008A60E8">
        <w:rPr>
          <w:rtl/>
        </w:rPr>
        <w:t>،</w:t>
      </w:r>
      <w:r>
        <w:rPr>
          <w:rtl/>
        </w:rPr>
        <w:t xml:space="preserve"> فلا يملك في قباله شيئاً</w:t>
      </w:r>
      <w:r w:rsidR="008A60E8">
        <w:rPr>
          <w:rtl/>
        </w:rPr>
        <w:t>،</w:t>
      </w:r>
      <w:r>
        <w:rPr>
          <w:rtl/>
        </w:rPr>
        <w:t xml:space="preserve"> وليس له أن يقصّر في طاعته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وهذا مفهوم عام يشمل حتّى العبيد مع مواليهم العرفييّن</w:t>
      </w:r>
      <w:r w:rsidR="008A60E8">
        <w:rPr>
          <w:rtl/>
        </w:rPr>
        <w:t>؛</w:t>
      </w:r>
      <w:r>
        <w:rPr>
          <w:rtl/>
        </w:rPr>
        <w:t xml:space="preserve"> ولذا يُذكر أنّ عبداً شاهد مولاه مهموماً</w:t>
      </w:r>
      <w:r w:rsidR="008A60E8">
        <w:rPr>
          <w:rtl/>
        </w:rPr>
        <w:t>،</w:t>
      </w:r>
      <w:r>
        <w:rPr>
          <w:rtl/>
        </w:rPr>
        <w:t xml:space="preserve"> فقال هذا العبد</w:t>
      </w:r>
      <w:r w:rsidR="00EE7E9B">
        <w:rPr>
          <w:rtl/>
        </w:rPr>
        <w:t xml:space="preserve"> - </w:t>
      </w:r>
      <w:r>
        <w:rPr>
          <w:rtl/>
        </w:rPr>
        <w:t>وكان مؤدّباً وعاقلاً</w:t>
      </w:r>
      <w:r w:rsidR="00EE7E9B">
        <w:rPr>
          <w:rtl/>
        </w:rPr>
        <w:t xml:space="preserve"> - </w:t>
      </w:r>
      <w:r>
        <w:rPr>
          <w:rtl/>
        </w:rPr>
        <w:t>لمولاه</w:t>
      </w:r>
      <w:r w:rsidR="008A60E8">
        <w:rPr>
          <w:rtl/>
        </w:rPr>
        <w:t>:</w:t>
      </w:r>
      <w:r>
        <w:rPr>
          <w:rtl/>
        </w:rPr>
        <w:t xml:space="preserve"> لماذا أنت مهموم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 المولى</w:t>
      </w:r>
      <w:r w:rsidR="008A60E8">
        <w:rPr>
          <w:rtl/>
        </w:rPr>
        <w:t>:</w:t>
      </w:r>
      <w:r>
        <w:rPr>
          <w:rtl/>
        </w:rPr>
        <w:t xml:space="preserve"> إنّي مديون</w:t>
      </w:r>
      <w:r w:rsidR="008A60E8">
        <w:rPr>
          <w:rtl/>
        </w:rPr>
        <w:t>،</w:t>
      </w:r>
      <w:r>
        <w:rPr>
          <w:rtl/>
        </w:rPr>
        <w:t xml:space="preserve"> والتفكير في الديون سلبني الراحة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الغلام</w:t>
      </w:r>
      <w:r w:rsidR="008A60E8">
        <w:rPr>
          <w:rtl/>
        </w:rPr>
        <w:t>:</w:t>
      </w:r>
      <w:r>
        <w:rPr>
          <w:rtl/>
        </w:rPr>
        <w:t xml:space="preserve"> حسناً</w:t>
      </w:r>
      <w:r w:rsidR="008A60E8">
        <w:rPr>
          <w:rtl/>
        </w:rPr>
        <w:t>،</w:t>
      </w:r>
      <w:r>
        <w:rPr>
          <w:rtl/>
        </w:rPr>
        <w:t xml:space="preserve"> خذني إلى سوق الرقيق وأعرضني للبيع وبثمني سدّد ديونك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إنّ لدي قروضاً كثيرة وثمنك لا يكفي لعشر قروضي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الغُلام</w:t>
      </w:r>
      <w:r w:rsidR="008A60E8">
        <w:rPr>
          <w:rtl/>
        </w:rPr>
        <w:t>:</w:t>
      </w:r>
      <w:r>
        <w:rPr>
          <w:rtl/>
        </w:rPr>
        <w:t xml:space="preserve"> بنفس المقدار الذي أنت مقروض به سعّرني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المولى</w:t>
      </w:r>
      <w:r w:rsidR="008A60E8">
        <w:rPr>
          <w:rtl/>
        </w:rPr>
        <w:t>:</w:t>
      </w:r>
      <w:r>
        <w:rPr>
          <w:rtl/>
        </w:rPr>
        <w:t xml:space="preserve"> إنّهم لا يشترونك بهذا السعر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الغلام</w:t>
      </w:r>
      <w:r w:rsidR="008A60E8">
        <w:rPr>
          <w:rtl/>
        </w:rPr>
        <w:t>:</w:t>
      </w:r>
      <w:r>
        <w:rPr>
          <w:rtl/>
        </w:rPr>
        <w:t xml:space="preserve"> قل للزبائن</w:t>
      </w:r>
      <w:r w:rsidR="008A60E8">
        <w:rPr>
          <w:rtl/>
        </w:rPr>
        <w:t>:</w:t>
      </w:r>
      <w:r>
        <w:rPr>
          <w:rtl/>
        </w:rPr>
        <w:t xml:space="preserve"> إنّ هذا الغلام لديه صفة حسنة جدّاً</w:t>
      </w:r>
      <w:r w:rsidR="008A60E8">
        <w:rPr>
          <w:rtl/>
        </w:rPr>
        <w:t>،</w:t>
      </w:r>
      <w:r>
        <w:rPr>
          <w:rtl/>
        </w:rPr>
        <w:t xml:space="preserve"> وارتفاعُ سعره ناجم عن حيازته تلك الصفة</w:t>
      </w:r>
      <w:r w:rsidR="008A60E8">
        <w:rPr>
          <w:rtl/>
        </w:rPr>
        <w:t>؛</w:t>
      </w:r>
      <w:r>
        <w:rPr>
          <w:rtl/>
        </w:rPr>
        <w:t xml:space="preserve"> إنّ تلك الصفة هي أنّه يعرف جيّداً اُسلوب العبودية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جاء المولى بالغلام</w:t>
      </w:r>
      <w:r w:rsidR="00EE7E9B">
        <w:rPr>
          <w:rtl/>
        </w:rPr>
        <w:t xml:space="preserve"> - </w:t>
      </w:r>
      <w:r>
        <w:rPr>
          <w:rtl/>
        </w:rPr>
        <w:t>ولم يفهم مقصود الغلام جيّداً</w:t>
      </w:r>
      <w:r w:rsidR="00EE7E9B">
        <w:rPr>
          <w:rtl/>
        </w:rPr>
        <w:t xml:space="preserve"> - </w:t>
      </w:r>
      <w:r>
        <w:rPr>
          <w:rtl/>
        </w:rPr>
        <w:t>إلى سوق بيع الرقيق</w:t>
      </w:r>
      <w:r w:rsidR="008A60E8">
        <w:rPr>
          <w:rtl/>
        </w:rPr>
        <w:t>،</w:t>
      </w:r>
      <w:r>
        <w:rPr>
          <w:rtl/>
        </w:rPr>
        <w:t xml:space="preserve"> وسعّره بسعرٍ عادل عشرة أضعاف سعره الطبيعي</w:t>
      </w:r>
      <w:r w:rsidR="008A60E8">
        <w:rPr>
          <w:rtl/>
        </w:rPr>
        <w:t>؛</w:t>
      </w:r>
      <w:r>
        <w:rPr>
          <w:rtl/>
        </w:rPr>
        <w:t xml:space="preserve"> مثلاً إذا كان السعر المتعارف لهذا الغلام عشرة آلاف دينار كان يقول</w:t>
      </w:r>
      <w:r w:rsidR="008A60E8">
        <w:rPr>
          <w:rtl/>
        </w:rPr>
        <w:t>:</w:t>
      </w:r>
      <w:r>
        <w:rPr>
          <w:rtl/>
        </w:rPr>
        <w:t xml:space="preserve"> إنّي أبيع هذا الغلام بمئة ألف دينار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كلّ مَنْ كان يسمع ذلك يضحك</w:t>
      </w:r>
      <w:r w:rsidR="008A60E8">
        <w:rPr>
          <w:rtl/>
        </w:rPr>
        <w:t>،</w:t>
      </w:r>
      <w:r>
        <w:rPr>
          <w:rtl/>
        </w:rPr>
        <w:t xml:space="preserve"> إلى أن سأل إنسان عاقل سبب ارتفاع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 الأمثل 17</w:t>
      </w:r>
      <w:r w:rsidRPr="008A60E8">
        <w:rPr>
          <w:rtl/>
        </w:rPr>
        <w:t xml:space="preserve"> / 132</w:t>
      </w:r>
      <w:r w:rsidR="00EE7E9B">
        <w:rPr>
          <w:rtl/>
        </w:rPr>
        <w:t xml:space="preserve"> - </w:t>
      </w:r>
      <w:r>
        <w:rPr>
          <w:rtl/>
        </w:rPr>
        <w:t>134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سعر الغلام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المولى</w:t>
      </w:r>
      <w:r w:rsidR="008A60E8">
        <w:rPr>
          <w:rtl/>
        </w:rPr>
        <w:t>:</w:t>
      </w:r>
      <w:r>
        <w:rPr>
          <w:rtl/>
        </w:rPr>
        <w:t xml:space="preserve"> إنّ ارتفاع سعر الغلام يرجع إلى أنّه يعرف طريقة العبودية جيداً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الرجل</w:t>
      </w:r>
      <w:r w:rsidR="008A60E8">
        <w:rPr>
          <w:rtl/>
        </w:rPr>
        <w:t>:</w:t>
      </w:r>
      <w:r>
        <w:rPr>
          <w:rtl/>
        </w:rPr>
        <w:t xml:space="preserve"> إذا كان كما تقول قيمته أكثر من ذلك</w:t>
      </w:r>
      <w:r w:rsidR="008A60E8">
        <w:rPr>
          <w:rtl/>
        </w:rPr>
        <w:t>؛</w:t>
      </w:r>
      <w:r>
        <w:rPr>
          <w:rtl/>
        </w:rPr>
        <w:t xml:space="preserve"> إنّي اشتري هذا الغلام بشرط أن تكون لديه هذه الصفة</w:t>
      </w:r>
      <w:r w:rsidR="008A60E8">
        <w:rPr>
          <w:rtl/>
        </w:rPr>
        <w:t>،</w:t>
      </w:r>
      <w:r>
        <w:rPr>
          <w:rtl/>
        </w:rPr>
        <w:t xml:space="preserve"> وإذا لم تكن لديه هذه الصفة يحقّ لي فسخ المعاملة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وخلاصة الأمر</w:t>
      </w:r>
      <w:r w:rsidR="008A60E8">
        <w:rPr>
          <w:rtl/>
        </w:rPr>
        <w:t>:</w:t>
      </w:r>
      <w:r>
        <w:rPr>
          <w:rtl/>
        </w:rPr>
        <w:t xml:space="preserve"> دفع هذا الرجل المبلغ وهو مئة ألف دينار وأخذ الغلام للبيت</w:t>
      </w:r>
      <w:r w:rsidR="008A60E8">
        <w:rPr>
          <w:rtl/>
        </w:rPr>
        <w:t>،</w:t>
      </w:r>
      <w:r>
        <w:rPr>
          <w:rtl/>
        </w:rPr>
        <w:t xml:space="preserve"> ومن أجل أن يعرف هل الغلام يعرف طريقة العبودية أم لا أمر بضربه بالسوط</w:t>
      </w:r>
      <w:r w:rsidR="008A60E8">
        <w:rPr>
          <w:rtl/>
        </w:rPr>
        <w:t>،</w:t>
      </w:r>
      <w:r>
        <w:rPr>
          <w:rtl/>
        </w:rPr>
        <w:t xml:space="preserve"> ضربوه بالسياط</w:t>
      </w:r>
      <w:r w:rsidR="008A60E8">
        <w:rPr>
          <w:rtl/>
        </w:rPr>
        <w:t>،</w:t>
      </w:r>
      <w:r>
        <w:rPr>
          <w:rtl/>
        </w:rPr>
        <w:t xml:space="preserve"> فكان الغلام لدى ضربه بالسوط لا يبكي ولا يتأوّه</w:t>
      </w:r>
      <w:r w:rsidR="008A60E8">
        <w:rPr>
          <w:rtl/>
        </w:rPr>
        <w:t>،</w:t>
      </w:r>
      <w:r>
        <w:rPr>
          <w:rtl/>
        </w:rPr>
        <w:t xml:space="preserve"> ولا يسأل عن سبب ضربه بالسوط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أمر الرجل بترك الغلام</w:t>
      </w:r>
      <w:r w:rsidR="008A60E8">
        <w:rPr>
          <w:rtl/>
        </w:rPr>
        <w:t>،</w:t>
      </w:r>
      <w:r>
        <w:rPr>
          <w:rtl/>
        </w:rPr>
        <w:t xml:space="preserve"> ثمّ قال له</w:t>
      </w:r>
      <w:r w:rsidR="008A60E8">
        <w:rPr>
          <w:rtl/>
        </w:rPr>
        <w:t>:</w:t>
      </w:r>
      <w:r>
        <w:rPr>
          <w:rtl/>
        </w:rPr>
        <w:t xml:space="preserve"> ألم تكن تشعر بالألم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ألم تكن تعلم أنّك تُضرب بدون سبب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الغلام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الرجل</w:t>
      </w:r>
      <w:r w:rsidR="008A60E8">
        <w:rPr>
          <w:rtl/>
        </w:rPr>
        <w:t>:</w:t>
      </w:r>
      <w:r>
        <w:rPr>
          <w:rtl/>
        </w:rPr>
        <w:t xml:space="preserve"> إذاً لماذا لم تحتج على ذلك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 الغلام</w:t>
      </w:r>
      <w:r w:rsidR="008A60E8">
        <w:rPr>
          <w:rtl/>
        </w:rPr>
        <w:t>:</w:t>
      </w:r>
      <w:r>
        <w:rPr>
          <w:rtl/>
        </w:rPr>
        <w:t xml:space="preserve"> أنا عبد وأنت مولى</w:t>
      </w:r>
      <w:r w:rsidR="008A60E8">
        <w:rPr>
          <w:rtl/>
        </w:rPr>
        <w:t>،</w:t>
      </w:r>
      <w:r>
        <w:rPr>
          <w:rtl/>
        </w:rPr>
        <w:t xml:space="preserve"> ولا يليق أن يسأل العبد عن سبب تصرّفات مولاه</w:t>
      </w:r>
      <w:r w:rsidR="008A60E8">
        <w:rPr>
          <w:rtl/>
        </w:rPr>
        <w:t>؛</w:t>
      </w:r>
      <w:r>
        <w:rPr>
          <w:rtl/>
        </w:rPr>
        <w:t xml:space="preserve"> فالعبد يجب أن يكون مطيعاً لمولاه مئة بالمئة</w:t>
      </w:r>
      <w:r w:rsidR="008A60E8">
        <w:rPr>
          <w:rtl/>
        </w:rPr>
        <w:t>،</w:t>
      </w:r>
      <w:r>
        <w:rPr>
          <w:rtl/>
        </w:rPr>
        <w:t xml:space="preserve"> إذا أنعمت عليّ فأنا مطيع لك</w:t>
      </w:r>
      <w:r w:rsidR="008A60E8">
        <w:rPr>
          <w:rtl/>
        </w:rPr>
        <w:t>،</w:t>
      </w:r>
      <w:r>
        <w:rPr>
          <w:rtl/>
        </w:rPr>
        <w:t xml:space="preserve"> وإذا ضربتني بالسوط أنا مطيع لك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هذا هو معنى العبد</w:t>
      </w:r>
      <w:r w:rsidR="008A60E8">
        <w:rPr>
          <w:rtl/>
        </w:rPr>
        <w:t>،</w:t>
      </w:r>
      <w:r>
        <w:rPr>
          <w:rtl/>
        </w:rPr>
        <w:t xml:space="preserve"> والعبودية منتهى الخضوع للمعبود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والآداب الإسلاميّة</w:t>
      </w:r>
      <w:r w:rsidRPr="008A60E8">
        <w:rPr>
          <w:rtl/>
        </w:rPr>
        <w:t xml:space="preserve"> / 523</w:t>
      </w:r>
      <w:r w:rsidR="00EE7E9B">
        <w:rPr>
          <w:rtl/>
        </w:rPr>
        <w:t xml:space="preserve"> - </w:t>
      </w:r>
      <w:r>
        <w:rPr>
          <w:rtl/>
        </w:rPr>
        <w:t>524 «بتصرّف يسير في العبارة</w:t>
      </w:r>
      <w:r w:rsidRPr="008A60E8">
        <w:rPr>
          <w:rtl/>
        </w:rPr>
        <w:t>»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والمعبود الوحيد الذي له حقّ العبادة على الآخرين هو الذي بذل منتهى الأنعام والإكرام</w:t>
      </w:r>
      <w:r w:rsidR="008A60E8">
        <w:rPr>
          <w:rtl/>
        </w:rPr>
        <w:t>،</w:t>
      </w:r>
      <w:r>
        <w:rPr>
          <w:rtl/>
        </w:rPr>
        <w:t xml:space="preserve"> وليس ذلك سوى الله سبحانه وتعالى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ثمّ إنّ العبادة على أقسام</w:t>
      </w:r>
      <w:r w:rsidR="008A60E8">
        <w:rPr>
          <w:rtl/>
        </w:rPr>
        <w:t>؛</w:t>
      </w:r>
      <w:r>
        <w:rPr>
          <w:rtl/>
        </w:rPr>
        <w:t xml:space="preserve"> فمنها عبادة المحبيّن والملتذّين والعارفين إلى غير ذلك من أنواع العبادة التي تختلف باختلاف درجات القرب من المولى (عزّ وجلّ)</w:t>
      </w:r>
      <w:r w:rsidR="008A60E8">
        <w:rPr>
          <w:rtl/>
        </w:rPr>
        <w:t>؛</w:t>
      </w:r>
      <w:r>
        <w:rPr>
          <w:rtl/>
        </w:rPr>
        <w:t xml:space="preserve"> ومن هنا قسّم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العبادة إلى أقسام ثلاثة</w:t>
      </w:r>
      <w:r w:rsidR="008A60E8">
        <w:rPr>
          <w:rtl/>
        </w:rPr>
        <w:t>،</w:t>
      </w:r>
      <w:r>
        <w:rPr>
          <w:rtl/>
        </w:rPr>
        <w:t xml:space="preserve"> قال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إنّ قوماً عبدوا الله رغبة فتلك عِبادة التجّار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وإنّ قوماً عبدوا الله رهبةً فتلك عِبادة العبيد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وإنّ قوماً عبدوه شكراً فتلك عِبادة الأحرار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وللعبادة عدّة شروط مذكورة في محلّها</w:t>
      </w:r>
      <w:r w:rsidR="008A60E8">
        <w:rPr>
          <w:rtl/>
        </w:rPr>
        <w:t>،</w:t>
      </w:r>
      <w:r>
        <w:rPr>
          <w:rtl/>
        </w:rPr>
        <w:t xml:space="preserve"> منها</w:t>
      </w:r>
      <w:r w:rsidR="008A60E8">
        <w:rPr>
          <w:rtl/>
        </w:rPr>
        <w:t>:</w:t>
      </w:r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>النيّة الخالصة لله</w:t>
      </w:r>
      <w:r w:rsidR="008A60E8">
        <w:rPr>
          <w:rtl/>
        </w:rPr>
        <w:t>،</w:t>
      </w:r>
      <w:r>
        <w:rPr>
          <w:rtl/>
        </w:rPr>
        <w:t xml:space="preserve"> فليس الهدف من العِبادة إرضاء الناس</w:t>
      </w:r>
      <w:r w:rsidR="008A60E8">
        <w:rPr>
          <w:rtl/>
        </w:rPr>
        <w:t>،</w:t>
      </w:r>
      <w:r>
        <w:rPr>
          <w:rtl/>
        </w:rPr>
        <w:t xml:space="preserve"> أو بهدف الحصول على كسب دنيوي فيعبد الله قربة إلى الله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>حضور القلب</w:t>
      </w:r>
      <w:r w:rsidR="008A60E8">
        <w:rPr>
          <w:rtl/>
        </w:rPr>
        <w:t>،</w:t>
      </w:r>
      <w:r>
        <w:rPr>
          <w:rtl/>
        </w:rPr>
        <w:t xml:space="preserve"> فبدون حضور القلب تعتبر العِبادة ناقصة</w:t>
      </w:r>
      <w:r w:rsidR="008A60E8">
        <w:rPr>
          <w:rtl/>
        </w:rPr>
        <w:t>،</w:t>
      </w:r>
      <w:r>
        <w:rPr>
          <w:rtl/>
        </w:rPr>
        <w:t xml:space="preserve"> والطريق إلى إكمالها هو الإتيان بالنوافل كما أشارت إليه بعض الروايات الشريفة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3</w:t>
      </w:r>
      <w:r w:rsidR="00EE7E9B">
        <w:rPr>
          <w:rtl/>
        </w:rPr>
        <w:t xml:space="preserve"> - </w:t>
      </w:r>
      <w:r>
        <w:rPr>
          <w:rtl/>
        </w:rPr>
        <w:t>العِلم</w:t>
      </w:r>
      <w:r w:rsidR="008A60E8">
        <w:rPr>
          <w:rtl/>
        </w:rPr>
        <w:t>،</w:t>
      </w:r>
      <w:r>
        <w:rPr>
          <w:rtl/>
        </w:rPr>
        <w:t xml:space="preserve"> فعن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لا خير في عِبادة لا فقه فيها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4</w:t>
      </w:r>
      <w:r w:rsidR="00EE7E9B">
        <w:rPr>
          <w:rtl/>
        </w:rPr>
        <w:t xml:space="preserve"> - </w:t>
      </w:r>
      <w:r>
        <w:rPr>
          <w:rtl/>
        </w:rPr>
        <w:t>الصلاة على محمّد وآل محمّد</w:t>
      </w:r>
      <w:r w:rsidR="008A60E8">
        <w:rPr>
          <w:rtl/>
        </w:rPr>
        <w:t>،</w:t>
      </w:r>
      <w:r>
        <w:rPr>
          <w:rtl/>
        </w:rPr>
        <w:t xml:space="preserve"> فقد ورد أنّ الدعاء محجوب حتّى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نهج البلاغة 4 / 53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وسائل الشيعة 4 / 53</w:t>
      </w:r>
      <w:r w:rsidR="008A60E8">
        <w:rPr>
          <w:rtl/>
        </w:rPr>
        <w:t>،</w:t>
      </w:r>
      <w:r>
        <w:rPr>
          <w:rtl/>
        </w:rPr>
        <w:t xml:space="preserve"> باب عدد</w:t>
      </w:r>
      <w:r w:rsidRPr="008A60E8">
        <w:rPr>
          <w:rtl/>
        </w:rPr>
        <w:t xml:space="preserve"> </w:t>
      </w:r>
      <w:r>
        <w:rPr>
          <w:rtl/>
        </w:rPr>
        <w:t>الفرائض اليومية</w:t>
      </w:r>
      <w:r w:rsidR="008A60E8">
        <w:rPr>
          <w:rtl/>
        </w:rPr>
        <w:t>،</w:t>
      </w:r>
      <w:r>
        <w:rPr>
          <w:rtl/>
        </w:rPr>
        <w:t xml:space="preserve"> ح22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مشكاة الأنوار / 242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يصلّي العبد على محمّد وآل محمّد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ومن هنا قال الشافعي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يـا أهـلَ بيتِ رسولِ اللهِ حُبكمُ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فـرضٌ من اللهِ في القرآنِ أنزلهُ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كـفاكمُ مـن عـظيمِ الـقدرِ أنّكمُ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مَنْ لم يصلِّ عليكم لا صلاة لهُ</w:t>
            </w:r>
            <w:r w:rsidRPr="008A60E8">
              <w:rPr>
                <w:rStyle w:val="libFootnotenumChar"/>
                <w:rFonts w:hint="cs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5</w:t>
      </w:r>
      <w:r w:rsidR="00EE7E9B">
        <w:rPr>
          <w:rtl/>
        </w:rPr>
        <w:t xml:space="preserve"> - </w:t>
      </w:r>
      <w:r>
        <w:rPr>
          <w:rtl/>
        </w:rPr>
        <w:t>اليقين</w:t>
      </w:r>
      <w:r w:rsidR="008A60E8">
        <w:rPr>
          <w:rtl/>
        </w:rPr>
        <w:t>،</w:t>
      </w:r>
      <w:r>
        <w:rPr>
          <w:rtl/>
        </w:rPr>
        <w:t xml:space="preserve"> فعن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لا عبادة إلاّ بيقين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فإذا جاء الإنسان بهذه الشرائط توقّع من الله (عزّ وجلّ) حينئذٍ الثمار المترتبة على العبادة</w:t>
      </w:r>
      <w:r w:rsidR="008A60E8">
        <w:rPr>
          <w:rtl/>
        </w:rPr>
        <w:t>،</w:t>
      </w:r>
      <w:r>
        <w:rPr>
          <w:rtl/>
        </w:rPr>
        <w:t xml:space="preserve"> وأهم هذه الثمرات الفوز بالآخرة السعيدة المطمئنة</w:t>
      </w:r>
      <w:r w:rsidR="008A60E8">
        <w:rPr>
          <w:rtl/>
        </w:rPr>
        <w:t>،</w:t>
      </w:r>
      <w:r>
        <w:rPr>
          <w:rtl/>
        </w:rPr>
        <w:t xml:space="preserve"> والحياة الأبدية إلى غير ذلك من ثمرات دنيوية واُخروية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وأعبد عبادِ الله الأنبياء والأوصياء</w:t>
      </w:r>
      <w:r w:rsidR="008A60E8">
        <w:rPr>
          <w:rtl/>
        </w:rPr>
        <w:t>،</w:t>
      </w:r>
      <w:r>
        <w:rPr>
          <w:rtl/>
        </w:rPr>
        <w:t xml:space="preserve"> ثمّ الأمثل فالأمثل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وإذا أردنا أن نتعلّم العبادة وحقيقتها وكنهها فلا بدّ أن نراجع سيرة أهل البيت </w:t>
      </w:r>
      <w:r w:rsidR="00EE7E9B" w:rsidRPr="00EE7E9B">
        <w:rPr>
          <w:rStyle w:val="libAlaemChar"/>
          <w:rtl/>
        </w:rPr>
        <w:t>عليهم‌السلام</w:t>
      </w:r>
      <w:r>
        <w:rPr>
          <w:rtl/>
        </w:rPr>
        <w:t xml:space="preserve"> وأولادهم</w:t>
      </w:r>
      <w:r w:rsidR="008A60E8">
        <w:rPr>
          <w:rtl/>
        </w:rPr>
        <w:t>،</w:t>
      </w:r>
      <w:r>
        <w:rPr>
          <w:rtl/>
        </w:rPr>
        <w:t xml:space="preserve"> والذين نشؤوا في بيوتهم وتربوا في كنفهم</w:t>
      </w:r>
      <w:r w:rsidR="008A60E8">
        <w:rPr>
          <w:rtl/>
        </w:rPr>
        <w:t>.</w:t>
      </w:r>
      <w:r>
        <w:rPr>
          <w:rtl/>
        </w:rPr>
        <w:t xml:space="preserve"> كانوا يقضون الليل والنهار بالعبادة</w:t>
      </w:r>
      <w:r w:rsidR="008A60E8">
        <w:rPr>
          <w:rtl/>
        </w:rPr>
        <w:t>؛</w:t>
      </w:r>
      <w:r>
        <w:rPr>
          <w:rtl/>
        </w:rPr>
        <w:t xml:space="preserve"> أمّا الليل فصافّون أقدامهم</w:t>
      </w:r>
      <w:r w:rsidR="008A60E8">
        <w:rPr>
          <w:rtl/>
        </w:rPr>
        <w:t>،</w:t>
      </w:r>
      <w:r>
        <w:rPr>
          <w:rtl/>
        </w:rPr>
        <w:t xml:space="preserve"> تالين لآيات القرآن</w:t>
      </w:r>
      <w:r w:rsidR="008A60E8">
        <w:rPr>
          <w:rtl/>
        </w:rPr>
        <w:t>،</w:t>
      </w:r>
      <w:r>
        <w:rPr>
          <w:rtl/>
        </w:rPr>
        <w:t xml:space="preserve"> وأمّا النهار فصائمون</w:t>
      </w:r>
      <w:r w:rsidR="008A60E8">
        <w:rPr>
          <w:rtl/>
        </w:rPr>
        <w:t>،</w:t>
      </w:r>
      <w:r>
        <w:rPr>
          <w:rtl/>
        </w:rPr>
        <w:t xml:space="preserve"> حلماء أبرار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هذه البيوت ومن هؤلاء الذين تغذّوا من ثدي الإمامة</w:t>
      </w:r>
      <w:r w:rsidR="008A60E8">
        <w:rPr>
          <w:rtl/>
        </w:rPr>
        <w:t>،</w:t>
      </w:r>
      <w:r>
        <w:rPr>
          <w:rtl/>
        </w:rPr>
        <w:t xml:space="preserve"> وعاشوا في كنفها مسلم بن عقيل بن أبي طالب</w:t>
      </w:r>
      <w:r w:rsidR="008A60E8">
        <w:rPr>
          <w:rtl/>
        </w:rPr>
        <w:t>.</w:t>
      </w:r>
      <w:r>
        <w:rPr>
          <w:rtl/>
        </w:rPr>
        <w:t xml:space="preserve"> كان في بيت طوعة</w:t>
      </w:r>
      <w:r w:rsidR="008A60E8">
        <w:rPr>
          <w:rtl/>
        </w:rPr>
        <w:t>،</w:t>
      </w:r>
      <w:r>
        <w:rPr>
          <w:rtl/>
        </w:rPr>
        <w:t xml:space="preserve"> وقبيل الفجر جاءت إليه بماءٍ ليتوضأ به قائلةً</w:t>
      </w:r>
      <w:r w:rsidR="008A60E8">
        <w:rPr>
          <w:rtl/>
        </w:rPr>
        <w:t>:</w:t>
      </w:r>
      <w:r>
        <w:rPr>
          <w:rtl/>
        </w:rPr>
        <w:t xml:space="preserve"> يا مولاي</w:t>
      </w:r>
      <w:r w:rsidR="008A60E8">
        <w:rPr>
          <w:rtl/>
        </w:rPr>
        <w:t>،</w:t>
      </w:r>
      <w:r>
        <w:rPr>
          <w:rtl/>
        </w:rPr>
        <w:t xml:space="preserve"> ما رأيتك رقدت البارحة</w:t>
      </w:r>
      <w:r w:rsidR="008A60E8">
        <w:rPr>
          <w:rtl/>
        </w:rPr>
        <w:t>!</w:t>
      </w:r>
      <w:r w:rsidR="00EE7E9B">
        <w:rPr>
          <w:rtl/>
        </w:rPr>
        <w:t xml:space="preserve"> - </w:t>
      </w:r>
      <w:r>
        <w:rPr>
          <w:rtl/>
        </w:rPr>
        <w:t xml:space="preserve">لأنّه قضى تلك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2 / 491</w:t>
      </w:r>
      <w:r w:rsidR="008A60E8">
        <w:rPr>
          <w:rtl/>
        </w:rPr>
        <w:t>،</w:t>
      </w:r>
      <w:r>
        <w:rPr>
          <w:rtl/>
        </w:rPr>
        <w:t xml:space="preserve"> باب الصلاة على</w:t>
      </w:r>
      <w:r w:rsidRPr="008A60E8">
        <w:rPr>
          <w:rtl/>
        </w:rPr>
        <w:t xml:space="preserve"> </w:t>
      </w:r>
      <w:r>
        <w:rPr>
          <w:rtl/>
        </w:rPr>
        <w:t xml:space="preserve">النبيّ وآله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ح1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إعانة الطالبين 1 / 200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مستدرك الوسائل 11 / 196</w:t>
      </w:r>
      <w:r w:rsidR="008A60E8">
        <w:rPr>
          <w:rtl/>
        </w:rPr>
        <w:t>،</w:t>
      </w:r>
      <w:r>
        <w:rPr>
          <w:rtl/>
        </w:rPr>
        <w:t xml:space="preserve"> ح8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الليلة قائماً وقاعداً</w:t>
      </w:r>
      <w:r w:rsidR="008A60E8">
        <w:rPr>
          <w:rtl/>
        </w:rPr>
        <w:t>،</w:t>
      </w:r>
      <w:r>
        <w:rPr>
          <w:rtl/>
        </w:rPr>
        <w:t xml:space="preserve"> راكعاً وساجداً يصلّي</w:t>
      </w:r>
      <w:r w:rsidR="00EE7E9B">
        <w:rPr>
          <w:rtl/>
        </w:rPr>
        <w:t xml:space="preserve"> - </w:t>
      </w:r>
      <w:r>
        <w:rPr>
          <w:rtl/>
        </w:rPr>
        <w:t>فقال لها</w:t>
      </w:r>
      <w:r w:rsidR="008A60E8">
        <w:rPr>
          <w:rtl/>
        </w:rPr>
        <w:t>:</w:t>
      </w:r>
      <w:r>
        <w:rPr>
          <w:rtl/>
        </w:rPr>
        <w:t xml:space="preserve"> اعلمي أنّي رقدت رقدة فرأيت في منامي عمّي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وهو 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الوحى الوحى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العجل العجل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وما أظنّ إلاّ أنّه آخر أيامي من الدنيا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فتوضأ وصلّى صلاة الفجر</w:t>
      </w:r>
      <w:r w:rsidR="008A60E8">
        <w:rPr>
          <w:rtl/>
        </w:rPr>
        <w:t>،</w:t>
      </w:r>
      <w:r>
        <w:rPr>
          <w:rtl/>
        </w:rPr>
        <w:t xml:space="preserve"> وكان مشغولاً بدعائه إذ سمع وقع حوافر الخيول</w:t>
      </w:r>
      <w:r w:rsidR="008A60E8">
        <w:rPr>
          <w:rtl/>
        </w:rPr>
        <w:t>،</w:t>
      </w:r>
      <w:r>
        <w:rPr>
          <w:rtl/>
        </w:rPr>
        <w:t xml:space="preserve"> وأصوات الرجال</w:t>
      </w:r>
      <w:r w:rsidR="008A60E8">
        <w:rPr>
          <w:rtl/>
        </w:rPr>
        <w:t>،</w:t>
      </w:r>
      <w:r>
        <w:rPr>
          <w:rtl/>
        </w:rPr>
        <w:t xml:space="preserve"> فعرف أنّه قد أُتي إليه</w:t>
      </w:r>
      <w:r w:rsidR="008A60E8">
        <w:rPr>
          <w:rtl/>
        </w:rPr>
        <w:t>،</w:t>
      </w:r>
      <w:r>
        <w:rPr>
          <w:rtl/>
        </w:rPr>
        <w:t xml:space="preserve"> فعجّل في دعائه</w:t>
      </w:r>
      <w:r w:rsidR="008A60E8">
        <w:rPr>
          <w:rtl/>
        </w:rPr>
        <w:t>،</w:t>
      </w:r>
      <w:r>
        <w:rPr>
          <w:rtl/>
        </w:rPr>
        <w:t xml:space="preserve"> ثمّ لبس لامةَ حربه وقال</w:t>
      </w:r>
      <w:r w:rsidR="008A60E8">
        <w:rPr>
          <w:rtl/>
        </w:rPr>
        <w:t>:</w:t>
      </w:r>
      <w:r>
        <w:rPr>
          <w:rtl/>
        </w:rPr>
        <w:t xml:space="preserve"> يا نفس</w:t>
      </w:r>
      <w:r w:rsidR="008A60E8">
        <w:rPr>
          <w:rtl/>
        </w:rPr>
        <w:t>،</w:t>
      </w:r>
      <w:r>
        <w:rPr>
          <w:rtl/>
        </w:rPr>
        <w:t xml:space="preserve"> اخرجي إلى الموت الذي ليس له محيص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فقالت المرأة</w:t>
      </w:r>
      <w:r w:rsidR="008A60E8">
        <w:rPr>
          <w:rtl/>
        </w:rPr>
        <w:t>:</w:t>
      </w:r>
      <w:r>
        <w:rPr>
          <w:rtl/>
        </w:rPr>
        <w:t xml:space="preserve"> سيدي</w:t>
      </w:r>
      <w:r w:rsidR="008A60E8">
        <w:rPr>
          <w:rtl/>
        </w:rPr>
        <w:t>،</w:t>
      </w:r>
      <w:r>
        <w:rPr>
          <w:rtl/>
        </w:rPr>
        <w:t xml:space="preserve"> أراك تتأهّب للموت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،</w:t>
      </w:r>
      <w:r>
        <w:rPr>
          <w:rtl/>
        </w:rPr>
        <w:t xml:space="preserve"> لا بدّ لي من الموت</w:t>
      </w:r>
      <w:r w:rsidR="008A60E8">
        <w:rPr>
          <w:rtl/>
        </w:rPr>
        <w:t>،</w:t>
      </w:r>
      <w:r>
        <w:rPr>
          <w:rtl/>
        </w:rPr>
        <w:t xml:space="preserve"> وأنتِ قد أدّيتِ ما عليك من البرّ والإحسان</w:t>
      </w:r>
      <w:r w:rsidR="008A60E8">
        <w:rPr>
          <w:rtl/>
        </w:rPr>
        <w:t>،</w:t>
      </w:r>
      <w:r>
        <w:rPr>
          <w:rtl/>
        </w:rPr>
        <w:t xml:space="preserve"> وأخذتِ نصيبكِ من شفاعة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فاقتحموا عليه الدار</w:t>
      </w:r>
      <w:r w:rsidR="008A60E8">
        <w:rPr>
          <w:rtl/>
        </w:rPr>
        <w:t>،</w:t>
      </w:r>
      <w:r>
        <w:rPr>
          <w:rtl/>
        </w:rPr>
        <w:t xml:space="preserve"> وهم ثلاثمئة</w:t>
      </w:r>
      <w:r w:rsidR="008A60E8">
        <w:rPr>
          <w:rtl/>
        </w:rPr>
        <w:t>،</w:t>
      </w:r>
      <w:r>
        <w:rPr>
          <w:rtl/>
        </w:rPr>
        <w:t xml:space="preserve"> وقيل</w:t>
      </w:r>
      <w:r w:rsidR="008A60E8">
        <w:rPr>
          <w:rtl/>
        </w:rPr>
        <w:t>:</w:t>
      </w:r>
      <w:r>
        <w:rPr>
          <w:rtl/>
        </w:rPr>
        <w:t xml:space="preserve"> سبعون فارساً وراجلاً</w:t>
      </w:r>
      <w:r w:rsidR="008A60E8">
        <w:rPr>
          <w:rtl/>
        </w:rPr>
        <w:t>،</w:t>
      </w:r>
      <w:r>
        <w:rPr>
          <w:rtl/>
        </w:rPr>
        <w:t xml:space="preserve"> فخاف مسلم أن يحرقوا عليه الدار</w:t>
      </w:r>
      <w:r w:rsidR="008A60E8">
        <w:rPr>
          <w:rtl/>
        </w:rPr>
        <w:t>؛</w:t>
      </w:r>
      <w:r>
        <w:rPr>
          <w:rtl/>
        </w:rPr>
        <w:t xml:space="preserve"> فخرج وشدّ عليهم حتّى أخرجهم من الدار</w:t>
      </w:r>
      <w:r w:rsidR="008A60E8">
        <w:rPr>
          <w:rtl/>
        </w:rPr>
        <w:t>،</w:t>
      </w:r>
      <w:r>
        <w:rPr>
          <w:rtl/>
        </w:rPr>
        <w:t xml:space="preserve"> ثمّ عادوا إليه فحمل عليهم</w:t>
      </w:r>
      <w:r w:rsidR="008A60E8">
        <w:rPr>
          <w:rtl/>
        </w:rPr>
        <w:t>،</w:t>
      </w:r>
      <w:r>
        <w:rPr>
          <w:rtl/>
        </w:rPr>
        <w:t xml:space="preserve"> وهو يقاتلهم ويقول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هو الموتُ فاصنع ويكَ ما أنتَ صانعُ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فـأنتَ بـكأسِ الموتِ لا شكّ جارعُ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فـصـبراً لأمـرِ اللهِ جـلَّ جـلالُه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فـحكمُ قـضاءِ اللهِ فـي الخلقِ واقعُ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حتّى قتل منهم واحداً وأربعين رجلاً</w:t>
      </w:r>
      <w:r w:rsidR="008A60E8">
        <w:rPr>
          <w:rtl/>
        </w:rPr>
        <w:t>،</w:t>
      </w:r>
      <w:r>
        <w:rPr>
          <w:rtl/>
        </w:rPr>
        <w:t xml:space="preserve"> وكان من قوّته أنّه يأخذ الرجل بيده فيرمي به فوق البيوت</w:t>
      </w:r>
      <w:r w:rsidR="008A60E8">
        <w:rPr>
          <w:rtl/>
        </w:rPr>
        <w:t>،</w:t>
      </w:r>
      <w:r>
        <w:rPr>
          <w:rtl/>
        </w:rPr>
        <w:t xml:space="preserve"> وبعدما أكثر القتل فيهم طلب قائد الجيش محمّد بن الأشعث النجدة من عبيد الله بن زياد قائلاً</w:t>
      </w:r>
      <w:r w:rsidR="008A60E8">
        <w:rPr>
          <w:rtl/>
        </w:rPr>
        <w:t>:</w:t>
      </w:r>
      <w:r>
        <w:rPr>
          <w:rtl/>
        </w:rPr>
        <w:t xml:space="preserve"> أدركني بالخيل والرجال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فأنفذ إليه ابن زياد يقول</w:t>
      </w:r>
      <w:r w:rsidR="008A60E8">
        <w:rPr>
          <w:rtl/>
        </w:rPr>
        <w:t>:</w:t>
      </w:r>
      <w:r>
        <w:rPr>
          <w:rtl/>
        </w:rPr>
        <w:t xml:space="preserve"> ثكلتك اُمّك</w:t>
      </w:r>
      <w:r w:rsidR="008A60E8">
        <w:rPr>
          <w:rtl/>
        </w:rPr>
        <w:t>!</w:t>
      </w:r>
      <w:r>
        <w:rPr>
          <w:rtl/>
        </w:rPr>
        <w:t xml:space="preserve"> وعدموك قومك</w:t>
      </w:r>
      <w:r w:rsidR="008A60E8">
        <w:rPr>
          <w:rtl/>
        </w:rPr>
        <w:t>!</w:t>
      </w:r>
      <w:r>
        <w:rPr>
          <w:rtl/>
        </w:rPr>
        <w:t xml:space="preserve"> رجل واحد يقتل هذه المقتلة العظيمة</w:t>
      </w:r>
      <w:r w:rsidR="008A60E8">
        <w:rPr>
          <w:rtl/>
        </w:rPr>
        <w:t>،</w:t>
      </w:r>
      <w:r>
        <w:rPr>
          <w:rtl/>
        </w:rPr>
        <w:t xml:space="preserve"> فكيف لو أرسلتك إلى مَنْ هو أشدّ بأساً</w:t>
      </w:r>
      <w:r w:rsidR="008A60E8">
        <w:rPr>
          <w:rtl/>
        </w:rPr>
        <w:t>؟</w:t>
      </w:r>
      <w:r>
        <w:rPr>
          <w:rtl/>
        </w:rPr>
        <w:t>!</w:t>
      </w:r>
      <w:r w:rsidR="00EE7E9B">
        <w:rPr>
          <w:rtl/>
        </w:rPr>
        <w:t xml:space="preserve"> - </w:t>
      </w:r>
      <w:r>
        <w:rPr>
          <w:rtl/>
        </w:rPr>
        <w:t xml:space="preserve">يعني الحسين </w:t>
      </w:r>
      <w:r w:rsidR="00EE7E9B" w:rsidRPr="00EE7E9B">
        <w:rPr>
          <w:rStyle w:val="libAlaemChar"/>
          <w:rtl/>
        </w:rPr>
        <w:t>عليه‌السلام</w:t>
      </w:r>
      <w:r w:rsidR="00EE7E9B">
        <w:rPr>
          <w:rtl/>
        </w:rPr>
        <w:t xml:space="preserve"> -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فأرسل إليه ابن الأشعث يقول</w:t>
      </w:r>
      <w:r w:rsidR="008A60E8">
        <w:rPr>
          <w:rtl/>
        </w:rPr>
        <w:t>:</w:t>
      </w:r>
      <w:r>
        <w:rPr>
          <w:rtl/>
        </w:rPr>
        <w:t xml:space="preserve"> تظنّ أنّك أرسلتني إلى بقّال من بقاقلة الكوفة</w:t>
      </w:r>
      <w:r w:rsidR="008A60E8">
        <w:rPr>
          <w:rtl/>
        </w:rPr>
        <w:t>،</w:t>
      </w:r>
      <w:r>
        <w:rPr>
          <w:rtl/>
        </w:rPr>
        <w:t xml:space="preserve"> أو إلى جرمقان من جرامقة الحيرة</w:t>
      </w:r>
      <w:r w:rsidR="008A60E8">
        <w:rPr>
          <w:rtl/>
        </w:rPr>
        <w:t>؟</w:t>
      </w:r>
      <w:r>
        <w:rPr>
          <w:rtl/>
        </w:rPr>
        <w:t xml:space="preserve"> وإنّما وجّهتني إلى بطل همام</w:t>
      </w:r>
      <w:r w:rsidR="008A60E8">
        <w:rPr>
          <w:rtl/>
        </w:rPr>
        <w:t>،</w:t>
      </w:r>
      <w:r>
        <w:rPr>
          <w:rtl/>
        </w:rPr>
        <w:t xml:space="preserve"> وشجاع ضرغام</w:t>
      </w:r>
      <w:r w:rsidR="008A60E8">
        <w:rPr>
          <w:rtl/>
        </w:rPr>
        <w:t>،</w:t>
      </w:r>
      <w:r>
        <w:rPr>
          <w:rtl/>
        </w:rPr>
        <w:t xml:space="preserve"> من آل خير الأنام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فأرسل إليه بالعساكر وقال</w:t>
      </w:r>
      <w:r w:rsidR="008A60E8">
        <w:rPr>
          <w:rtl/>
        </w:rPr>
        <w:t>:</w:t>
      </w:r>
      <w:r>
        <w:rPr>
          <w:rtl/>
        </w:rPr>
        <w:t xml:space="preserve"> أعطه الأمان</w:t>
      </w:r>
      <w:r w:rsidR="008A60E8">
        <w:rPr>
          <w:rtl/>
        </w:rPr>
        <w:t>؛</w:t>
      </w:r>
      <w:r>
        <w:rPr>
          <w:rtl/>
        </w:rPr>
        <w:t xml:space="preserve"> فإنّك لا تقدر عليه إلاّ به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وقد اُثخن مسلم بالجراح</w:t>
      </w:r>
      <w:r w:rsidR="008A60E8">
        <w:rPr>
          <w:rtl/>
        </w:rPr>
        <w:t>؛</w:t>
      </w:r>
      <w:r>
        <w:rPr>
          <w:rtl/>
        </w:rPr>
        <w:t xml:space="preserve"> لأنّهم احتوشوه من كلّ جانبٍ ومكان</w:t>
      </w:r>
      <w:r w:rsidR="008A60E8">
        <w:rPr>
          <w:rtl/>
        </w:rPr>
        <w:t>؛</w:t>
      </w:r>
      <w:r>
        <w:rPr>
          <w:rtl/>
        </w:rPr>
        <w:t xml:space="preserve"> ففرقة ترميه من أعالي السطوح بالنار والحجارة</w:t>
      </w:r>
      <w:r w:rsidR="008A60E8">
        <w:rPr>
          <w:rtl/>
        </w:rPr>
        <w:t>،</w:t>
      </w:r>
      <w:r>
        <w:rPr>
          <w:rtl/>
        </w:rPr>
        <w:t xml:space="preserve"> واُخرى بالسيوف</w:t>
      </w:r>
      <w:r w:rsidR="008A60E8">
        <w:rPr>
          <w:rtl/>
        </w:rPr>
        <w:t>،</w:t>
      </w:r>
      <w:r>
        <w:rPr>
          <w:rtl/>
        </w:rPr>
        <w:t xml:space="preserve"> والثالثة بالرماح</w:t>
      </w:r>
      <w:r w:rsidR="008A60E8">
        <w:rPr>
          <w:rtl/>
        </w:rPr>
        <w:t>،</w:t>
      </w:r>
      <w:r>
        <w:rPr>
          <w:rtl/>
        </w:rPr>
        <w:t xml:space="preserve"> ورابعة بالسهام</w:t>
      </w:r>
      <w:r w:rsidR="008A60E8">
        <w:rPr>
          <w:rtl/>
        </w:rPr>
        <w:t>،</w:t>
      </w:r>
      <w:r>
        <w:rPr>
          <w:rtl/>
        </w:rPr>
        <w:t xml:space="preserve"> وكان قد اشتبك مسلم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مع بكر بن حمران</w:t>
      </w:r>
      <w:r w:rsidR="008A60E8">
        <w:rPr>
          <w:rtl/>
        </w:rPr>
        <w:t>،</w:t>
      </w:r>
      <w:r>
        <w:rPr>
          <w:rtl/>
        </w:rPr>
        <w:t xml:space="preserve"> فضربه بكر على فمّه الطاهر فقطع شفته العليا</w:t>
      </w:r>
      <w:r w:rsidR="008A60E8">
        <w:rPr>
          <w:rtl/>
        </w:rPr>
        <w:t>،</w:t>
      </w:r>
      <w:r>
        <w:rPr>
          <w:rtl/>
        </w:rPr>
        <w:t xml:space="preserve"> فقال له ابن الأشعث</w:t>
      </w:r>
      <w:r w:rsidR="008A60E8">
        <w:rPr>
          <w:rtl/>
        </w:rPr>
        <w:t>:</w:t>
      </w:r>
      <w:r>
        <w:rPr>
          <w:rtl/>
        </w:rPr>
        <w:t xml:space="preserve"> لك الآمان يا مُسلم</w:t>
      </w:r>
      <w:r w:rsidR="008A60E8">
        <w:rPr>
          <w:rtl/>
        </w:rPr>
        <w:t>،</w:t>
      </w:r>
      <w:r>
        <w:rPr>
          <w:rtl/>
        </w:rPr>
        <w:t xml:space="preserve"> لا تقتل نفسك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أيّ أمانٍ للغدرة الفجرة</w:t>
      </w:r>
      <w:r w:rsidR="008A60E8">
        <w:rPr>
          <w:rtl/>
        </w:rPr>
        <w:t>!</w:t>
      </w:r>
      <w:r>
        <w:rPr>
          <w:rtl/>
        </w:rPr>
        <w:t xml:space="preserve"> وأقبل يقاتلهم وهو يقول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أقـسمتُ لا اُقـتلُ إلاّ حُرّا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وإن رأيتُ الموتَ شيئاً نكرا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كـلّ امرئٍ يوماً ملاقٍ شرّا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أخـافُ أن أُخـدعَ أوغرّا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وكان قد اُثخن بالجراح حتّى عجز عن القتال</w:t>
      </w:r>
      <w:r w:rsidR="008A60E8">
        <w:rPr>
          <w:rtl/>
        </w:rPr>
        <w:t>،</w:t>
      </w:r>
      <w:r>
        <w:rPr>
          <w:rtl/>
        </w:rPr>
        <w:t xml:space="preserve"> فأسند ظهره إلى جنب جدار</w:t>
      </w:r>
      <w:r w:rsidR="008A60E8">
        <w:rPr>
          <w:rtl/>
        </w:rPr>
        <w:t>،</w:t>
      </w:r>
      <w:r>
        <w:rPr>
          <w:rtl/>
        </w:rPr>
        <w:t xml:space="preserve"> فضربوه بالسهام والأحجار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ما لكم ترمونني بالأحجار كما تُرمى الكفّار</w:t>
      </w:r>
      <w:r w:rsidR="008A60E8">
        <w:rPr>
          <w:rtl/>
        </w:rPr>
        <w:t>،</w:t>
      </w:r>
      <w:r>
        <w:rPr>
          <w:rtl/>
        </w:rPr>
        <w:t xml:space="preserve"> وأنا من أهل بيت النبي المختار</w:t>
      </w:r>
      <w:r w:rsidR="008A60E8">
        <w:rPr>
          <w:rtl/>
        </w:rPr>
        <w:t>،</w:t>
      </w:r>
      <w:r>
        <w:rPr>
          <w:rtl/>
        </w:rPr>
        <w:t xml:space="preserve"> ألا ترعونَ رسول الله في عترته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قال ابن طاووس في اللهوف</w:t>
      </w:r>
      <w:r w:rsidR="008A60E8">
        <w:rPr>
          <w:rtl/>
        </w:rPr>
        <w:t>:</w:t>
      </w:r>
      <w:r>
        <w:rPr>
          <w:rtl/>
        </w:rPr>
        <w:t xml:space="preserve"> وعند ذلك ضربه رجل من خلفه فخرَّ إلى الأرض</w:t>
      </w:r>
      <w:r w:rsidR="008A60E8">
        <w:rPr>
          <w:rtl/>
        </w:rPr>
        <w:t>،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فأخذ أسيراً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،</w:t>
      </w:r>
      <w:r>
        <w:rPr>
          <w:rtl/>
        </w:rPr>
        <w:t xml:space="preserve"> وقيل</w:t>
      </w:r>
      <w:r w:rsidR="008A60E8">
        <w:rPr>
          <w:rtl/>
        </w:rPr>
        <w:t>:</w:t>
      </w:r>
      <w:r>
        <w:rPr>
          <w:rtl/>
        </w:rPr>
        <w:t xml:space="preserve"> قد حفروا له حفيرة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هذا وكانت طوعة واقفة وهي تخاطب القوم بلسان الحال</w:t>
      </w:r>
      <w:r w:rsidR="008A60E8">
        <w:rPr>
          <w:rtl/>
        </w:rPr>
        <w:t>:</w:t>
      </w:r>
      <w:r>
        <w:rPr>
          <w:rtl/>
        </w:rPr>
        <w:t xml:space="preserve"> 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(بحراني)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ظـلّت تـناديهم يـهل كـوفان ارحموه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هـذا ابـن اخو الكرار حيدر لا تسحبوه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خـلّوه يـمشي بـراحته گلـبه شعبتوه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خـافوا مـن الله مـا لكم مذهب ولا 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صـاحت يـمسلم يا عظمها خجلتي بيك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شبيدي وانه حرمة وضعيفة مگدر أحميك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لـو يـتركونك چان أفـت گلبي وداويك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إنچان اسلمت من كيدهم سلّم على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گلّـها يـطوعه اليوم ما تحصل سلامه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اُوصـيچ چان ابـهل الـبلد طـبو يتامه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گولي تـره مـسلم يـبلّغكم سـلامه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واجـرچ عـلى الله والنبي سيّد الكونين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اركبوه على بغلة وأخذوه إلى ابن زياد</w:t>
      </w:r>
      <w:r w:rsidR="008A60E8">
        <w:rPr>
          <w:rtl/>
        </w:rPr>
        <w:t>،</w:t>
      </w:r>
      <w:r>
        <w:rPr>
          <w:rtl/>
        </w:rPr>
        <w:t xml:space="preserve"> فجعل يبكي</w:t>
      </w:r>
      <w:r w:rsidR="008A60E8">
        <w:rPr>
          <w:rtl/>
        </w:rPr>
        <w:t>،</w:t>
      </w:r>
      <w:r>
        <w:rPr>
          <w:rtl/>
        </w:rPr>
        <w:t xml:space="preserve"> فقال له عبيد بن العباس</w:t>
      </w:r>
      <w:r w:rsidR="008A60E8">
        <w:rPr>
          <w:rtl/>
        </w:rPr>
        <w:t>:</w:t>
      </w:r>
      <w:r>
        <w:rPr>
          <w:rtl/>
        </w:rPr>
        <w:t xml:space="preserve"> إنّ مَنْ يطلب مثل الذي تطلب إذا نزل به مثل ما نزل بك لم يبكِ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واللهِ</w:t>
      </w:r>
      <w:r w:rsidR="008A60E8">
        <w:rPr>
          <w:rtl/>
        </w:rPr>
        <w:t>،</w:t>
      </w:r>
      <w:r>
        <w:rPr>
          <w:rtl/>
        </w:rPr>
        <w:t xml:space="preserve"> ما لنفسي بكيت</w:t>
      </w:r>
      <w:r w:rsidR="008A60E8">
        <w:rPr>
          <w:rtl/>
        </w:rPr>
        <w:t>،</w:t>
      </w:r>
      <w:r>
        <w:rPr>
          <w:rtl/>
        </w:rPr>
        <w:t xml:space="preserve"> ولكن أبكي لأهلي المقبلين</w:t>
      </w:r>
      <w:r w:rsidR="008A60E8">
        <w:rPr>
          <w:rtl/>
        </w:rPr>
        <w:t>،</w:t>
      </w:r>
      <w:r>
        <w:rPr>
          <w:rtl/>
        </w:rPr>
        <w:t xml:space="preserve"> أبكي للحسين وآل الحسين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اللهوف على قتلى الطفوف</w:t>
      </w:r>
      <w:r w:rsidRPr="008A60E8">
        <w:rPr>
          <w:rtl/>
        </w:rPr>
        <w:t xml:space="preserve"> / 120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Fonts w:hint="cs"/>
          <w:rtl/>
        </w:rPr>
        <w:lastRenderedPageBreak/>
        <w:t>(</w:t>
      </w:r>
      <w:r>
        <w:rPr>
          <w:rtl/>
        </w:rPr>
        <w:t>نعي مجاريد</w:t>
      </w:r>
      <w:r>
        <w:rPr>
          <w:rFonts w:hint="cs"/>
          <w:rtl/>
        </w:rPr>
        <w:t>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وين الذي يوصل ابهل الحين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لرض المدينة ويخبر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مـسلم وحـيد اُو ما له امعين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ودرات عليه الگوم صوبين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642C18" w:rsidRDefault="00642C18" w:rsidP="00642C18">
      <w:pPr>
        <w:pStyle w:val="libPoemCenter"/>
        <w:rPr>
          <w:rFonts w:hint="cs"/>
          <w:rtl/>
        </w:rPr>
      </w:pPr>
      <w:r>
        <w:rPr>
          <w:rFonts w:hint="cs"/>
          <w:rtl/>
        </w:rPr>
        <w:t>چتـفوه اُو ظـلّ يدير بالعين</w:t>
      </w:r>
    </w:p>
    <w:p w:rsidR="009A0DCC" w:rsidRDefault="00642C18" w:rsidP="00172AAC">
      <w:pPr>
        <w:pStyle w:val="libBold2"/>
        <w:rPr>
          <w:rFonts w:hint="cs"/>
          <w:rtl/>
        </w:rPr>
      </w:pPr>
      <w:r>
        <w:rPr>
          <w:rtl/>
        </w:rPr>
        <w:t xml:space="preserve"> </w:t>
      </w:r>
      <w:r w:rsidR="009A0DCC">
        <w:rPr>
          <w:rtl/>
        </w:rPr>
        <w:t>(نصاري)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يـمسلم ريـت لن هاشم زلمها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تجي اويخفج على راسك علمها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642C18" w:rsidTr="00642C18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لاچن حـيف مـا واحد علمها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وحيد أنت وغريب إدّير العيون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642C18" w:rsidTr="00271DBE">
        <w:trPr>
          <w:trHeight w:val="350"/>
        </w:trPr>
        <w:tc>
          <w:tcPr>
            <w:tcW w:w="391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فإن كنتِ لا تدرين ما الموتُ فانظري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642C18" w:rsidRDefault="00642C18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642C18" w:rsidRDefault="00642C18" w:rsidP="00271DBE">
            <w:pPr>
              <w:pStyle w:val="libPoem"/>
            </w:pPr>
            <w:r>
              <w:rPr>
                <w:rFonts w:hint="cs"/>
                <w:rtl/>
              </w:rPr>
              <w:t>إلـى هانئٍ في السوق وابن عقيلِ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037B4">
      <w:pPr>
        <w:pStyle w:val="Heading1Center"/>
      </w:pPr>
      <w:bookmarkStart w:id="26" w:name="_Toc436482600"/>
      <w:r>
        <w:rPr>
          <w:rtl/>
        </w:rPr>
        <w:lastRenderedPageBreak/>
        <w:t>المجلس السادس</w:t>
      </w:r>
      <w:bookmarkStart w:id="27" w:name="المجلس_السادس"/>
      <w:bookmarkEnd w:id="27"/>
      <w:bookmarkEnd w:id="26"/>
    </w:p>
    <w:p w:rsidR="009A0DCC" w:rsidRDefault="009A0DCC" w:rsidP="00E037B4">
      <w:pPr>
        <w:pStyle w:val="Heading1Center"/>
      </w:pPr>
    </w:p>
    <w:p w:rsidR="009A0DCC" w:rsidRDefault="009A0DCC" w:rsidP="00E037B4">
      <w:pPr>
        <w:pStyle w:val="Heading1Center"/>
      </w:pPr>
      <w:bookmarkStart w:id="28" w:name="_Toc436482601"/>
      <w:r>
        <w:rPr>
          <w:rtl/>
        </w:rPr>
        <w:t>التوبة</w:t>
      </w:r>
      <w:bookmarkEnd w:id="28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7433EF">
      <w:pPr>
        <w:pStyle w:val="libCenterBold1"/>
      </w:pPr>
      <w:r>
        <w:rPr>
          <w:rtl/>
        </w:rPr>
        <w:lastRenderedPageBreak/>
        <w:t>المجلس السادس</w:t>
      </w:r>
    </w:p>
    <w:p w:rsidR="009A0DCC" w:rsidRDefault="009A0DCC" w:rsidP="007433EF">
      <w:pPr>
        <w:pStyle w:val="libCenterBold1"/>
        <w:rPr>
          <w:rFonts w:hint="cs"/>
          <w:rtl/>
        </w:rPr>
      </w:pPr>
      <w:r>
        <w:rPr>
          <w:rtl/>
        </w:rPr>
        <w:t>التوبة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يـا قـتيلاً أصـبحتْ دارُ الـعُلا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بـعدهُ قـفراً وربـعُ الجُودِ مَحْلا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مـا حـسبنا أن نـرى مِـنَ بعده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لـلـتُّقى مـغنىً ولـلجودِ مـحلاّ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لا خـطـت بـعـدكَ فـرسانٌ ولا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جـرّدَ الشجعان يومَ الروعِ نصـلا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مـا نـعتكَ الـخلقُ لـكن قد نعت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فـيكَ إحـساناً ومـعروفاً وبـذلا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بأبـي المـقتول عـطشاناً وفي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كفّـه بحـر يـروّي الخلق جملا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بـأبي الـعاري ثـلاثاً بـالعرى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ولـقد كـانَ لأهـلِ الأرضِ ظلاّ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وإذا عـاينـتَ أهـليـه تـرى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نُوبـاً فيـها رزايـا الخلقِ تُـسلى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مـن أسـيرٍ وسـدّتهُ البزلُ حلسا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وقـتـيلٍ وسّـدتهُ الـبيدُ رمـلا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وبـنفـسي مَـنْ غـدت نادبـةً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جَدّها والدمـعُ فـي الخدِّ اسـتهلاّ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جـدّ لـو تـنظـرنا إذ قـرّبـوا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نحونا للـسير أنـقـاضاً وهـزلا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لرأَت عـيناكَ خـطباً فـادحاً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جـلَّ أنْ يـلقى لهُ الناظرُ مثلا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7433EF">
      <w:pPr>
        <w:pStyle w:val="libNormal"/>
      </w:pPr>
      <w:r>
        <w:rPr>
          <w:rtl/>
        </w:rPr>
        <w:t xml:space="preserve">هذا لسان حال العقيلة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مع جدّها الرسول </w:t>
      </w:r>
      <w:r w:rsidR="007433EF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أمّا لسان حال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للحاج هاشم الكعبي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في (أدب الطفّ 6 / 218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219)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الحاج هاشم ابن الحاج حردان الكعبي الدورقي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ولد ونشأ في (الدورق)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مسكن عشائر كعب في الأهواز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ثمّ سكن كربلاء والنجف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توفّي سنة 1231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والكعبي نسبة إلى قبيلة كعب العربية التي تسكن الأهواز ونواحيها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من فحول الشعراء وفي طليعتهم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ونظم في رثاء أهل البيت </w:t>
      </w:r>
      <w:r w:rsidR="00EE7E9B" w:rsidRPr="00EE7E9B">
        <w:rPr>
          <w:rStyle w:val="libAlaemChar"/>
          <w:rFonts w:hint="cs"/>
          <w:rtl/>
        </w:rPr>
        <w:t>عليهم‌السلام</w:t>
      </w:r>
      <w:r w:rsidRPr="008A60E8">
        <w:rPr>
          <w:rFonts w:hint="cs"/>
          <w:rtl/>
        </w:rPr>
        <w:t xml:space="preserve"> فأكثر وأبدع وأجاد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واحتجّ وبرهن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وأحسن وأتقن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وكلّ شعره من الطبقة الممتازة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تحفظ الخطباء شعره وترويه في مجالس العزاء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وتشنّف به الأسماع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 xml:space="preserve">له ديوان أكثره في الأئمّة </w:t>
      </w:r>
      <w:r w:rsidR="00EE7E9B" w:rsidRPr="00EE7E9B">
        <w:rPr>
          <w:rStyle w:val="libAlaemChar"/>
          <w:rFonts w:hint="cs"/>
          <w:rtl/>
        </w:rPr>
        <w:t>عليهم‌السلام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وشعره يُعاد ويُكرر في محافل سيد الشهداء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ويحفظه المئات من رجال المنبر الحسيني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وهو مقبول مستملح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بل نجد الكثير يطلب تلاوته وتكراره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وكأنّ عليه مسحة قبول</w:t>
      </w:r>
      <w:r w:rsidR="008A60E8">
        <w:rPr>
          <w:rFonts w:hint="cs"/>
          <w:rtl/>
        </w:rPr>
        <w:t>.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وهذا ديوانه الذي يضمّ بين دفّتيه عشرين قصيدة حسينية أو أكثر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لقد طبع وأُعيدت طبعاته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والطلب يتزايد عليه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فهذه رائعته التي عدّد فيها مواقف الإمام أمير المؤمنين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Pr="008A60E8">
        <w:rPr>
          <w:rFonts w:hint="cs"/>
          <w:rtl/>
        </w:rPr>
        <w:t xml:space="preserve"> البطولية تهتزّ لها القلوب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وتدفع بالجبناء ليكونوا شجعاناً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وتنهض بهممهم ليصبحوا فرساناً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وهي تزيد على 150 بيتاً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الموالين مع بعضهم البعض في مثل هذه الليلة فهو هكذا</w:t>
      </w:r>
      <w:r w:rsidR="008A60E8">
        <w:rPr>
          <w:rtl/>
        </w:rPr>
        <w:t>: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(بحراني)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إلـبس اثـياب الـسود وأهمل دمعة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هـل الـهلال الـبيه راح ابكربله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هـل الـهلال وبـيه مـرتسمه الـحمره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مـن دم أبـو الـسّجاد يـوم اكطعوا نحره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إگصـد الـماتم بـالبكى أوسـاعد الزهره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اُوكـثّر يـهل ترجه الشفاعة اهناك الونين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هـل يـوم يـحضر مـاتم الـمظلوم جدّه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يـسمع الـناعي لـو نعه اُويـبچي الفگده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ويـصـيح آيـبني الـبگه مـعفور خـدّه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فـوك التُراب وچبدته امن العطش نصّين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يـحسين مـا تبرد الجمره ابصب الدموع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لـيل ونهار انحب اُوگلبي اعليك موجوع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يحسين خيل الرضرضت صدرك والضلوع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رضّـت اضـلوعي ريت دونك بالميادين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يَا أَيُّهَا الَّذِينَ آمَنُوا تُوبُوا إِلَى اللَّهِ تَوْبَةً نَّصُوحاً عَسَى رَبُّكُمْ أَن يُكَفِّرَ عَنكُمْ سَيِّئَاتِكُمْ وَيُدْخِلَكُمْ جَنَّاتٍ تَجْرِي مِن تَحْتِهَا الأَنْهَارُ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عرّف العلماء التوبة بأنّها الرجوع من الذنب القولي والفعلي</w:t>
      </w:r>
      <w:r w:rsidR="008A60E8">
        <w:rPr>
          <w:rtl/>
        </w:rPr>
        <w:t>،</w:t>
      </w:r>
      <w:r>
        <w:rPr>
          <w:rtl/>
        </w:rPr>
        <w:t xml:space="preserve"> وهي ترك المعاصي في الحال</w:t>
      </w:r>
      <w:r w:rsidR="008A60E8">
        <w:rPr>
          <w:rtl/>
        </w:rPr>
        <w:t>،</w:t>
      </w:r>
      <w:r>
        <w:rPr>
          <w:rtl/>
        </w:rPr>
        <w:t xml:space="preserve"> والعزم على تركها مستقبلاً</w:t>
      </w:r>
      <w:r w:rsidR="008A60E8">
        <w:rPr>
          <w:rtl/>
        </w:rPr>
        <w:t>،</w:t>
      </w:r>
      <w:r>
        <w:rPr>
          <w:rtl/>
        </w:rPr>
        <w:t xml:space="preserve"> وتدارك ما سبق من التقصير</w:t>
      </w:r>
      <w:r w:rsidR="008A60E8">
        <w:rPr>
          <w:rtl/>
        </w:rPr>
        <w:t>،</w:t>
      </w:r>
      <w:r>
        <w:rPr>
          <w:rtl/>
        </w:rPr>
        <w:t xml:space="preserve"> وهي ضدّ الإصرار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وتورّط الإنسان في معصية الله تبارك وتعالى نوع من أنواع الضعف</w:t>
      </w:r>
      <w:r w:rsidR="008A60E8">
        <w:rPr>
          <w:rtl/>
        </w:rPr>
        <w:t>؛</w:t>
      </w:r>
      <w:r>
        <w:rPr>
          <w:rtl/>
        </w:rPr>
        <w:t xml:space="preserve"> لأنّ الذنب دليل الضعف والقصور</w:t>
      </w:r>
      <w:r w:rsidR="008A60E8">
        <w:rPr>
          <w:rtl/>
        </w:rPr>
        <w:t>.</w:t>
      </w:r>
      <w:r>
        <w:rPr>
          <w:rtl/>
        </w:rPr>
        <w:t xml:space="preserve"> فمثلاً شخصان يعيشان في جو واحدِ</w:t>
      </w:r>
      <w:r w:rsidR="008A60E8">
        <w:rPr>
          <w:rtl/>
        </w:rPr>
        <w:t>،</w:t>
      </w:r>
      <w:r>
        <w:rPr>
          <w:rtl/>
        </w:rPr>
        <w:t xml:space="preserve"> من أب واُمّ واحدٍ</w:t>
      </w:r>
      <w:r w:rsidR="008A60E8">
        <w:rPr>
          <w:rtl/>
        </w:rPr>
        <w:t>،</w:t>
      </w:r>
      <w:r>
        <w:rPr>
          <w:rtl/>
        </w:rPr>
        <w:t xml:space="preserve"> وبيتٍ واحدٍ</w:t>
      </w:r>
      <w:r w:rsidR="008A60E8">
        <w:rPr>
          <w:rtl/>
        </w:rPr>
        <w:t>،</w:t>
      </w:r>
      <w:r>
        <w:rPr>
          <w:rtl/>
        </w:rPr>
        <w:t xml:space="preserve"> ولكنّ أحدهما يعاني من الضعف فيتورّط في المعصية</w:t>
      </w:r>
      <w:r w:rsidR="008A60E8">
        <w:rPr>
          <w:rtl/>
        </w:rPr>
        <w:t>؛</w:t>
      </w:r>
      <w:r>
        <w:rPr>
          <w:rtl/>
        </w:rPr>
        <w:t xml:space="preserve"> لأنّ إيمانه ضعيف</w:t>
      </w:r>
      <w:r w:rsidR="008A60E8">
        <w:rPr>
          <w:rtl/>
        </w:rPr>
        <w:t>،</w:t>
      </w:r>
      <w:r>
        <w:rPr>
          <w:rtl/>
        </w:rPr>
        <w:t xml:space="preserve"> والآخر عنده مناعة اتجاه المعصية وإيمانه قوّي فلا يتورّط بها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ومَنْ يذنب فإنّ له أحد موقفين</w:t>
      </w:r>
      <w:r w:rsidR="008A60E8">
        <w:rPr>
          <w:rtl/>
        </w:rPr>
        <w:t>؛</w:t>
      </w:r>
      <w:r>
        <w:rPr>
          <w:rtl/>
        </w:rPr>
        <w:t xml:space="preserve"> موقف الإصرار وتكرار الذنب</w:t>
      </w:r>
      <w:r w:rsidR="008A60E8">
        <w:rPr>
          <w:rtl/>
        </w:rPr>
        <w:t>،</w:t>
      </w:r>
      <w:r>
        <w:rPr>
          <w:rtl/>
        </w:rPr>
        <w:t xml:space="preserve"> وموقف آخر هو موقف العودة والتوبة</w:t>
      </w:r>
      <w:r w:rsidR="008A60E8">
        <w:rPr>
          <w:rtl/>
        </w:rPr>
        <w:t>.</w:t>
      </w:r>
      <w:r>
        <w:rPr>
          <w:rtl/>
        </w:rPr>
        <w:t xml:space="preserve"> قد يذنب الإنسان يوماً ولكنّه يعود وينتزع نفسه من مخالب المعصية</w:t>
      </w:r>
      <w:r w:rsidR="008A60E8">
        <w:rPr>
          <w:rtl/>
        </w:rPr>
        <w:t>؛</w:t>
      </w:r>
      <w:r>
        <w:rPr>
          <w:rtl/>
        </w:rPr>
        <w:t xml:space="preserve"> ومن هنا كان على الإنسان اتخاذ الموقف الثاني</w:t>
      </w:r>
      <w:r w:rsidR="008A60E8">
        <w:rPr>
          <w:rtl/>
        </w:rPr>
        <w:t>،</w:t>
      </w:r>
      <w:r>
        <w:rPr>
          <w:rtl/>
        </w:rPr>
        <w:t xml:space="preserve"> وهو موقف العودة والتوبة والندم والاستغفار</w:t>
      </w:r>
      <w:r w:rsidR="008A60E8">
        <w:rPr>
          <w:rtl/>
        </w:rPr>
        <w:t>،</w:t>
      </w:r>
      <w:r>
        <w:rPr>
          <w:rtl/>
        </w:rPr>
        <w:t xml:space="preserve"> وهكذا يصنع كلّما أذنب حتّى ولو تكرّرت منه المعصية</w:t>
      </w:r>
      <w:r w:rsidR="008A60E8">
        <w:rPr>
          <w:rtl/>
        </w:rPr>
        <w:t>،</w:t>
      </w:r>
      <w:r>
        <w:rPr>
          <w:rtl/>
        </w:rPr>
        <w:t xml:space="preserve"> عليه أن يعود ويستغفر ويسأل الله تبارك وتعالى العون والمساعدة لأن يجتنب المعاصي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التحريم / 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الأخلاق والآداب الإسلاميّة / 268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ومن هنا قال رجل للنبي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يا رسول الله</w:t>
      </w:r>
      <w:r w:rsidR="008A60E8">
        <w:rPr>
          <w:rtl/>
        </w:rPr>
        <w:t>،</w:t>
      </w:r>
      <w:r>
        <w:rPr>
          <w:rtl/>
        </w:rPr>
        <w:t xml:space="preserve"> إنّي أذنبت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استغفر الله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إنّي أتوب ثمّ أعود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كلّما أذنبت استغفر الله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إذن تكثر ذنوبي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عفو الله أكثر</w:t>
      </w:r>
      <w:r w:rsidR="008A60E8">
        <w:rPr>
          <w:rtl/>
        </w:rPr>
        <w:t>،</w:t>
      </w:r>
      <w:r>
        <w:rPr>
          <w:rtl/>
        </w:rPr>
        <w:t xml:space="preserve"> فلا تزال تتوب حتّى يكون الشيطان هو المدحور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ولكن على الإنسان المؤمن أن لا يؤخّر التوبة</w:t>
      </w:r>
      <w:r w:rsidR="008A60E8">
        <w:rPr>
          <w:rtl/>
        </w:rPr>
        <w:t>؛</w:t>
      </w:r>
      <w:r>
        <w:rPr>
          <w:rtl/>
        </w:rPr>
        <w:t xml:space="preserve"> فإنّ تأخير التوبة اغترار كما روي</w:t>
      </w:r>
      <w:r w:rsidRPr="008A60E8">
        <w:rPr>
          <w:rStyle w:val="libFootnotenumChar"/>
          <w:rtl/>
        </w:rPr>
        <w:t>(2)</w:t>
      </w:r>
      <w:r>
        <w:rPr>
          <w:rtl/>
        </w:rPr>
        <w:t xml:space="preserve"> عن صادق العترة الطاهرة (صلواته الله عليهم أجمعين)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ثمّ لو تأمّلنا في الآية نجدها تأمر الذين آمنوا</w:t>
      </w:r>
      <w:r w:rsidR="008A60E8">
        <w:rPr>
          <w:rtl/>
        </w:rPr>
        <w:t>،</w:t>
      </w:r>
      <w:r>
        <w:rPr>
          <w:rtl/>
        </w:rPr>
        <w:t xml:space="preserve"> حيث قالت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يَا أَيُّهَا الَّذِينَ آمَنُوا تُوبُوا إِلَى اللَّهِ تَوْبَةً نَّصُوحاً</w:t>
      </w:r>
      <w:r w:rsidR="008A60E8" w:rsidRPr="00EE7E9B">
        <w:rPr>
          <w:rStyle w:val="libAieChar"/>
          <w:rtl/>
        </w:rPr>
        <w:t>.</w:t>
      </w:r>
      <w:r w:rsidRPr="00EE7E9B">
        <w:rPr>
          <w:rStyle w:val="libAieChar"/>
          <w:rtl/>
        </w:rPr>
        <w:t>..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  <w:r>
        <w:rPr>
          <w:rtl/>
        </w:rPr>
        <w:t xml:space="preserve"> فهل هذا الأمر محمول على وجوب التوبة</w:t>
      </w:r>
      <w:r w:rsidR="008A60E8">
        <w:rPr>
          <w:rtl/>
        </w:rPr>
        <w:t>،</w:t>
      </w:r>
      <w:r>
        <w:rPr>
          <w:rtl/>
        </w:rPr>
        <w:t xml:space="preserve"> أم محمول على استحباب التوبة وندبها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الجواب</w:t>
      </w:r>
      <w:r w:rsidR="008A60E8">
        <w:rPr>
          <w:rtl/>
        </w:rPr>
        <w:t>:</w:t>
      </w:r>
      <w:r>
        <w:rPr>
          <w:rtl/>
        </w:rPr>
        <w:t xml:space="preserve"> إنّ التوبة واجبة بالإجماع بين المسلمين</w:t>
      </w:r>
      <w:r w:rsidR="008A60E8">
        <w:rPr>
          <w:rtl/>
        </w:rPr>
        <w:t>،</w:t>
      </w:r>
      <w:r>
        <w:rPr>
          <w:rtl/>
        </w:rPr>
        <w:t xml:space="preserve"> وهي واجبة</w:t>
      </w:r>
      <w:r w:rsidR="008A60E8">
        <w:rPr>
          <w:rtl/>
        </w:rPr>
        <w:t>؛</w:t>
      </w:r>
      <w:r>
        <w:rPr>
          <w:rtl/>
        </w:rPr>
        <w:t xml:space="preserve"> سواء كانت من الذنوب الكبائر</w:t>
      </w:r>
      <w:r w:rsidR="008A60E8">
        <w:rPr>
          <w:rtl/>
        </w:rPr>
        <w:t>،</w:t>
      </w:r>
      <w:r>
        <w:rPr>
          <w:rtl/>
        </w:rPr>
        <w:t xml:space="preserve"> أم من الصغائر بلا فرق في ذلك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وأحد الأدلّة على وجوبها هي هذه الآية</w:t>
      </w:r>
      <w:r w:rsidR="008A60E8">
        <w:rPr>
          <w:rtl/>
        </w:rPr>
        <w:t>،</w:t>
      </w:r>
      <w:r>
        <w:rPr>
          <w:rtl/>
        </w:rPr>
        <w:t xml:space="preserve"> وآيات أخر أمرت بها</w:t>
      </w:r>
      <w:r w:rsidR="008A60E8">
        <w:rPr>
          <w:rtl/>
        </w:rPr>
        <w:t>،</w:t>
      </w:r>
      <w:r>
        <w:rPr>
          <w:rtl/>
        </w:rPr>
        <w:t xml:space="preserve"> كقوله 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وَتُوبُوا إِلَى اللَّهِ جَمِيعاً أَيُّهَا الْمُؤْمِنُونَ لَعَلَّكُمْ تُفْلِحُونَ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،</w:t>
      </w:r>
      <w:r>
        <w:rPr>
          <w:rtl/>
        </w:rPr>
        <w:t xml:space="preserve"> وقوله تبارك وتعالى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وسائل الشيعة 16 / 81</w:t>
      </w:r>
      <w:r w:rsidR="008A60E8">
        <w:rPr>
          <w:rtl/>
        </w:rPr>
        <w:t>،</w:t>
      </w:r>
      <w:r>
        <w:rPr>
          <w:rtl/>
        </w:rPr>
        <w:t xml:space="preserve"> باب تجديد</w:t>
      </w:r>
      <w:r w:rsidRPr="008A60E8">
        <w:rPr>
          <w:rtl/>
        </w:rPr>
        <w:t xml:space="preserve"> </w:t>
      </w:r>
      <w:r>
        <w:rPr>
          <w:rtl/>
        </w:rPr>
        <w:t>التوبة</w:t>
      </w:r>
      <w:r w:rsidR="008A60E8">
        <w:rPr>
          <w:rtl/>
        </w:rPr>
        <w:t>،</w:t>
      </w:r>
      <w:r>
        <w:rPr>
          <w:rtl/>
        </w:rPr>
        <w:t xml:space="preserve"> ح5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كنز الفوائد / 195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النور / 31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أيضاً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وَأَنِ اسْتَغْفِرُواْ رَبَّكُمْ ثُمَّ تُوبُواْ إِلَيْهِ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هذا الدليل القرآني</w:t>
      </w:r>
      <w:r w:rsidR="008A60E8">
        <w:rPr>
          <w:rtl/>
        </w:rPr>
        <w:t>،</w:t>
      </w:r>
      <w:r>
        <w:rPr>
          <w:rtl/>
        </w:rPr>
        <w:t xml:space="preserve"> وأمّا الدليل الروائي</w:t>
      </w:r>
      <w:r w:rsidR="008A60E8">
        <w:rPr>
          <w:rtl/>
        </w:rPr>
        <w:t>،</w:t>
      </w:r>
      <w:r>
        <w:rPr>
          <w:rtl/>
        </w:rPr>
        <w:t xml:space="preserve"> فما ورد عن الإمام الرضا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 xml:space="preserve">قال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 w:rsidRPr="00172AAC">
        <w:rPr>
          <w:rtl/>
        </w:rPr>
        <w:t>:</w:t>
      </w:r>
      <w:r w:rsidRPr="00172AAC">
        <w:rPr>
          <w:rtl/>
        </w:rPr>
        <w:t xml:space="preserve"> اعترفوا بنِعَمِ الله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وتوبوا إلى الله من جميع ذنوبكم</w:t>
      </w:r>
      <w:r w:rsidR="008A60E8" w:rsidRPr="00172AAC">
        <w:rPr>
          <w:rtl/>
        </w:rPr>
        <w:t>.</w:t>
      </w:r>
      <w:r w:rsidRPr="00172AAC">
        <w:rPr>
          <w:rtl/>
        </w:rPr>
        <w:t>..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وأمّا الدليل العقلي على وجوبها</w:t>
      </w:r>
      <w:r w:rsidR="008A60E8">
        <w:rPr>
          <w:rtl/>
        </w:rPr>
        <w:t>،</w:t>
      </w:r>
      <w:r>
        <w:rPr>
          <w:rtl/>
        </w:rPr>
        <w:t xml:space="preserve"> فهو ما ذكر في عدّة كتب</w:t>
      </w:r>
      <w:r w:rsidR="008A60E8">
        <w:rPr>
          <w:rtl/>
        </w:rPr>
        <w:t>،</w:t>
      </w:r>
      <w:r>
        <w:rPr>
          <w:rtl/>
        </w:rPr>
        <w:t xml:space="preserve"> منها الباب الحادي عشر</w:t>
      </w:r>
      <w:r w:rsidR="008A60E8">
        <w:rPr>
          <w:rtl/>
        </w:rPr>
        <w:t>،</w:t>
      </w:r>
      <w:r>
        <w:rPr>
          <w:rtl/>
        </w:rPr>
        <w:t xml:space="preserve"> حيث قال الشارح</w:t>
      </w:r>
      <w:r w:rsidR="008A60E8">
        <w:rPr>
          <w:rtl/>
        </w:rPr>
        <w:t>:</w:t>
      </w:r>
      <w:r>
        <w:rPr>
          <w:rtl/>
        </w:rPr>
        <w:t xml:space="preserve"> وهي</w:t>
      </w:r>
      <w:r w:rsidR="00EE7E9B">
        <w:rPr>
          <w:rtl/>
        </w:rPr>
        <w:t xml:space="preserve"> - </w:t>
      </w:r>
      <w:r>
        <w:rPr>
          <w:rtl/>
        </w:rPr>
        <w:t>التوبة</w:t>
      </w:r>
      <w:r w:rsidR="00EE7E9B">
        <w:rPr>
          <w:rtl/>
        </w:rPr>
        <w:t xml:space="preserve"> - </w:t>
      </w:r>
      <w:r>
        <w:rPr>
          <w:rtl/>
        </w:rPr>
        <w:t>واجبة لوجوب الندم إجماعاً على كلّ قبيح وإخلال بواجب</w:t>
      </w:r>
      <w:r w:rsidR="008A60E8">
        <w:rPr>
          <w:rtl/>
        </w:rPr>
        <w:t>.</w:t>
      </w:r>
      <w:r>
        <w:rPr>
          <w:rtl/>
        </w:rPr>
        <w:t>..</w:t>
      </w:r>
      <w:r w:rsidR="008A60E8">
        <w:rPr>
          <w:rtl/>
        </w:rPr>
        <w:t>؛</w:t>
      </w:r>
      <w:r>
        <w:rPr>
          <w:rtl/>
        </w:rPr>
        <w:t xml:space="preserve"> لكونها دافعة للضرر</w:t>
      </w:r>
      <w:r w:rsidR="008A60E8">
        <w:rPr>
          <w:rtl/>
        </w:rPr>
        <w:t>،</w:t>
      </w:r>
      <w:r>
        <w:rPr>
          <w:rtl/>
        </w:rPr>
        <w:t xml:space="preserve"> ودفع الضرر وإن كان مظنوناً واجب</w:t>
      </w:r>
      <w:r w:rsidR="008A60E8">
        <w:rPr>
          <w:rtl/>
        </w:rPr>
        <w:t>،</w:t>
      </w:r>
      <w:r>
        <w:rPr>
          <w:rtl/>
        </w:rPr>
        <w:t xml:space="preserve"> فيندم على القبيح</w:t>
      </w:r>
      <w:r w:rsidR="008A60E8">
        <w:rPr>
          <w:rtl/>
        </w:rPr>
        <w:t>.</w:t>
      </w:r>
      <w:r>
        <w:rPr>
          <w:rtl/>
        </w:rPr>
        <w:t>..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وعليه فالإجماع مع الأدلّة الشرعية والعقلية قائم على وجوب التوبة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ثمّ الآية قالت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>
        <w:rPr>
          <w:rtl/>
        </w:rPr>
        <w:t>(</w:t>
      </w:r>
      <w:r>
        <w:rPr>
          <w:rtl/>
        </w:rPr>
        <w:t>نصوحاً</w:t>
      </w:r>
      <w:r w:rsidR="008A60E8">
        <w:rPr>
          <w:rtl/>
        </w:rPr>
        <w:t>)،</w:t>
      </w:r>
      <w:r>
        <w:rPr>
          <w:rtl/>
        </w:rPr>
        <w:t xml:space="preserve"> فما معنى نصوح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وردت هذه الكلمة في التفاسير وكانت مورد اهتمام عند المفسّرين</w:t>
      </w:r>
      <w:r w:rsidR="008A60E8">
        <w:rPr>
          <w:rtl/>
        </w:rPr>
        <w:t>،</w:t>
      </w:r>
      <w:r>
        <w:rPr>
          <w:rtl/>
        </w:rPr>
        <w:t xml:space="preserve"> والذي كادوا أن يتفقوا عليه هو أنّ المراد من التوبة النصوح هو</w:t>
      </w:r>
      <w:r w:rsidR="008A60E8">
        <w:rPr>
          <w:rtl/>
        </w:rPr>
        <w:t>:</w:t>
      </w:r>
      <w:r>
        <w:rPr>
          <w:rtl/>
        </w:rPr>
        <w:t xml:space="preserve"> التوبة بإخلاص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وأمّا كيف أنّ الإنسان يحصل على التوبة النصوح</w:t>
      </w:r>
      <w:r w:rsidR="008A60E8">
        <w:rPr>
          <w:rtl/>
        </w:rPr>
        <w:t>؟</w:t>
      </w:r>
      <w:r>
        <w:rPr>
          <w:rtl/>
        </w:rPr>
        <w:t xml:space="preserve"> أي كيف يحقّق هذا الأمر</w:t>
      </w:r>
      <w:r w:rsidR="008A60E8">
        <w:rPr>
          <w:rtl/>
        </w:rPr>
        <w:t>،</w:t>
      </w:r>
      <w:r>
        <w:rPr>
          <w:rtl/>
        </w:rPr>
        <w:t xml:space="preserve"> وهو التوبة النصوح</w:t>
      </w:r>
      <w:r w:rsidR="008A60E8">
        <w:rPr>
          <w:rtl/>
        </w:rPr>
        <w:t>؟</w:t>
      </w:r>
      <w:r>
        <w:rPr>
          <w:rtl/>
        </w:rPr>
        <w:t xml:space="preserve"> فهذا هو المهمّ</w:t>
      </w:r>
      <w:r w:rsidR="008A60E8">
        <w:rPr>
          <w:rtl/>
        </w:rPr>
        <w:t>،</w:t>
      </w:r>
      <w:r>
        <w:rPr>
          <w:rtl/>
        </w:rPr>
        <w:t xml:space="preserve"> وهذا هو المطلوب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هود / 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بحار الأنوار 48 / 153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شرح الباب الحادي عشر</w:t>
      </w:r>
      <w:r w:rsidRPr="008A60E8">
        <w:rPr>
          <w:rtl/>
        </w:rPr>
        <w:t xml:space="preserve"> / 93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في رحاب التوبة / 41</w:t>
      </w:r>
      <w:r w:rsidR="00EE7E9B">
        <w:rPr>
          <w:rtl/>
        </w:rPr>
        <w:t xml:space="preserve"> - </w:t>
      </w:r>
      <w:r>
        <w:rPr>
          <w:rtl/>
        </w:rPr>
        <w:t>45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ولعلّ ذلك يتحقّق بما ورد 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في نهج البلاغة أنّ قائلاً قال بحضرته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استغفر الله</w:t>
      </w:r>
      <w:r w:rsidR="008A60E8">
        <w:rPr>
          <w:rtl/>
        </w:rPr>
        <w:t>.</w:t>
      </w:r>
      <w:r>
        <w:rPr>
          <w:rtl/>
        </w:rPr>
        <w:t xml:space="preserve"> فقال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ثكلتك اُمّك</w:t>
      </w:r>
      <w:r w:rsidR="008A60E8">
        <w:rPr>
          <w:rtl/>
        </w:rPr>
        <w:t>!</w:t>
      </w:r>
      <w:r>
        <w:rPr>
          <w:rtl/>
        </w:rPr>
        <w:t xml:space="preserve"> أتدري ما الاستغفار</w:t>
      </w:r>
      <w:r w:rsidR="008A60E8">
        <w:rPr>
          <w:rtl/>
        </w:rPr>
        <w:t>؟</w:t>
      </w:r>
      <w:r>
        <w:rPr>
          <w:rtl/>
        </w:rPr>
        <w:t xml:space="preserve"> إنّ الاستغفار درجة العليين</w:t>
      </w:r>
      <w:r w:rsidR="008A60E8">
        <w:rPr>
          <w:rtl/>
        </w:rPr>
        <w:t>،</w:t>
      </w:r>
      <w:r>
        <w:rPr>
          <w:rtl/>
        </w:rPr>
        <w:t xml:space="preserve"> وهو اسم واقع على ستة معانٍ</w:t>
      </w:r>
      <w:r w:rsidR="008A60E8">
        <w:rPr>
          <w:rtl/>
        </w:rPr>
        <w:t>؛</w:t>
      </w:r>
      <w:r>
        <w:rPr>
          <w:rtl/>
        </w:rPr>
        <w:t xml:space="preserve"> أوّلها الندم على ما مضى</w:t>
      </w:r>
      <w:r w:rsidR="008A60E8">
        <w:rPr>
          <w:rtl/>
        </w:rPr>
        <w:t>،</w:t>
      </w:r>
      <w:r>
        <w:rPr>
          <w:rtl/>
        </w:rPr>
        <w:t xml:space="preserve"> الثاني</w:t>
      </w:r>
      <w:r w:rsidR="008A60E8">
        <w:rPr>
          <w:rtl/>
        </w:rPr>
        <w:t>:</w:t>
      </w:r>
      <w:r>
        <w:rPr>
          <w:rtl/>
        </w:rPr>
        <w:t xml:space="preserve"> العزم على ترك العود إليه أبداً</w:t>
      </w:r>
      <w:r w:rsidR="008A60E8">
        <w:rPr>
          <w:rtl/>
        </w:rPr>
        <w:t>،</w:t>
      </w:r>
      <w:r>
        <w:rPr>
          <w:rtl/>
        </w:rPr>
        <w:t xml:space="preserve"> والثالث</w:t>
      </w:r>
      <w:r w:rsidR="008A60E8">
        <w:rPr>
          <w:rtl/>
        </w:rPr>
        <w:t>:</w:t>
      </w:r>
      <w:r>
        <w:rPr>
          <w:rtl/>
        </w:rPr>
        <w:t xml:space="preserve"> أن تؤدّي إلى المخلوقين حقوقهم حتّى تلقى الله سبحانه أملس ليس عليك تبعة</w:t>
      </w:r>
      <w:r w:rsidR="008A60E8">
        <w:rPr>
          <w:rtl/>
        </w:rPr>
        <w:t>،</w:t>
      </w:r>
      <w:r>
        <w:rPr>
          <w:rtl/>
        </w:rPr>
        <w:t xml:space="preserve"> الرابع</w:t>
      </w:r>
      <w:r w:rsidR="008A60E8">
        <w:rPr>
          <w:rtl/>
        </w:rPr>
        <w:t>:</w:t>
      </w:r>
      <w:r>
        <w:rPr>
          <w:rtl/>
        </w:rPr>
        <w:t xml:space="preserve"> أن تعمد إلى كلّ فريضة عليك ضيّعتها فتؤدّي حقّها</w:t>
      </w:r>
      <w:r w:rsidR="008A60E8">
        <w:rPr>
          <w:rtl/>
        </w:rPr>
        <w:t>،</w:t>
      </w:r>
      <w:r>
        <w:rPr>
          <w:rtl/>
        </w:rPr>
        <w:t xml:space="preserve"> والخامس</w:t>
      </w:r>
      <w:r w:rsidR="008A60E8">
        <w:rPr>
          <w:rtl/>
        </w:rPr>
        <w:t>:</w:t>
      </w:r>
      <w:r>
        <w:rPr>
          <w:rtl/>
        </w:rPr>
        <w:t xml:space="preserve"> أن تعمد إلى اللحم الذي نبت على السُّحت فتذيبه بالأحزان حتّى تلصق الجلد بالعظم وينشأ بينها لحم جديد</w:t>
      </w:r>
      <w:r w:rsidR="008A60E8">
        <w:rPr>
          <w:rtl/>
        </w:rPr>
        <w:t>،</w:t>
      </w:r>
      <w:r>
        <w:rPr>
          <w:rtl/>
        </w:rPr>
        <w:t xml:space="preserve"> والسادس</w:t>
      </w:r>
      <w:r w:rsidR="008A60E8">
        <w:rPr>
          <w:rtl/>
        </w:rPr>
        <w:t>:</w:t>
      </w:r>
      <w:r>
        <w:rPr>
          <w:rtl/>
        </w:rPr>
        <w:t xml:space="preserve"> أن تذيق الجسم ألم الطاعة كما أذقته حلاوة المعصية</w:t>
      </w:r>
      <w:r w:rsidR="008A60E8">
        <w:rPr>
          <w:rtl/>
        </w:rPr>
        <w:t>،</w:t>
      </w:r>
      <w:r>
        <w:rPr>
          <w:rtl/>
        </w:rPr>
        <w:t xml:space="preserve"> فعند ذلك تقول</w:t>
      </w:r>
      <w:r w:rsidR="008A60E8">
        <w:rPr>
          <w:rtl/>
        </w:rPr>
        <w:t>:</w:t>
      </w:r>
      <w:r>
        <w:rPr>
          <w:rtl/>
        </w:rPr>
        <w:t xml:space="preserve"> استغفر الله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فيتضح من خلال هذا الحديث الشريف الوارد 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شرائط التوبة النصوح</w:t>
      </w:r>
      <w:r w:rsidR="008A60E8">
        <w:rPr>
          <w:rtl/>
        </w:rPr>
        <w:t>،</w:t>
      </w:r>
      <w:r>
        <w:rPr>
          <w:rtl/>
        </w:rPr>
        <w:t xml:space="preserve"> فإذا حقّقها الإنسان بإخلاص فقد أدّى وأمتثل الأمر بوجوب التوبة النصوح وإلاّ فلا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فهذه هي إذن شرائط التوبة النصوح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أوّلها</w:t>
      </w:r>
      <w:r w:rsidR="008A60E8">
        <w:rPr>
          <w:rtl/>
        </w:rPr>
        <w:t>:</w:t>
      </w:r>
      <w:r>
        <w:rPr>
          <w:rtl/>
        </w:rPr>
        <w:t xml:space="preserve"> الندم على ما مضى</w:t>
      </w:r>
      <w:r w:rsidR="008A60E8">
        <w:rPr>
          <w:rtl/>
        </w:rPr>
        <w:t>،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إلهي إن كان الندم على الذنب توبة فإنّي وعزّتك من النادمين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ثانيها</w:t>
      </w:r>
      <w:r w:rsidR="008A60E8">
        <w:rPr>
          <w:rtl/>
        </w:rPr>
        <w:t>:</w:t>
      </w:r>
      <w:r>
        <w:rPr>
          <w:rtl/>
        </w:rPr>
        <w:t xml:space="preserve"> العزم على ترك العود إليه أبداً</w:t>
      </w:r>
      <w:r w:rsidR="008A60E8">
        <w:rPr>
          <w:rtl/>
        </w:rPr>
        <w:t>،</w:t>
      </w:r>
      <w:r>
        <w:rPr>
          <w:rtl/>
        </w:rPr>
        <w:t xml:space="preserve"> بأن يتعهّد أن لا يعود إلى ما ارتكبه سابقاً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وثالثها</w:t>
      </w:r>
      <w:r w:rsidR="008A60E8">
        <w:rPr>
          <w:rtl/>
        </w:rPr>
        <w:t>:</w:t>
      </w:r>
      <w:r>
        <w:rPr>
          <w:rtl/>
        </w:rPr>
        <w:t xml:space="preserve"> أن تؤدّي إلى المخلوقين حقوقهم</w:t>
      </w:r>
      <w:r w:rsidR="008A60E8">
        <w:rPr>
          <w:rtl/>
        </w:rPr>
        <w:t>،</w:t>
      </w:r>
      <w:r>
        <w:rPr>
          <w:rtl/>
        </w:rPr>
        <w:t xml:space="preserve"> بأن لا يترك حقّاً من حقوق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نهج البلاغة</w:t>
      </w:r>
      <w:r w:rsidR="00EE7E9B">
        <w:rPr>
          <w:rtl/>
        </w:rPr>
        <w:t xml:space="preserve"> - </w:t>
      </w:r>
      <w:r>
        <w:rPr>
          <w:rtl/>
        </w:rPr>
        <w:t>قصار الحكم</w:t>
      </w:r>
      <w:r w:rsidR="00EE7E9B">
        <w:rPr>
          <w:rtl/>
        </w:rPr>
        <w:t xml:space="preserve"> - </w:t>
      </w:r>
      <w:r>
        <w:rPr>
          <w:rtl/>
        </w:rPr>
        <w:t>الرقم</w:t>
      </w:r>
      <w:r w:rsidRPr="008A60E8">
        <w:rPr>
          <w:rtl/>
        </w:rPr>
        <w:t xml:space="preserve"> 412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الصحيفة السجّادية</w:t>
      </w:r>
      <w:r w:rsidR="00EE7E9B">
        <w:rPr>
          <w:rtl/>
        </w:rPr>
        <w:t xml:space="preserve"> - </w:t>
      </w:r>
      <w:r>
        <w:rPr>
          <w:rtl/>
        </w:rPr>
        <w:t>مناجاة التائبين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الناس عليه</w:t>
      </w:r>
      <w:r w:rsidR="008A60E8">
        <w:rPr>
          <w:rtl/>
        </w:rPr>
        <w:t>؛</w:t>
      </w:r>
      <w:r>
        <w:rPr>
          <w:rtl/>
        </w:rPr>
        <w:t xml:space="preserve"> سواء كانت مالية أو غيرها من غيبة أو غير ذلك</w:t>
      </w:r>
      <w:r w:rsidR="008A60E8">
        <w:rPr>
          <w:rtl/>
        </w:rPr>
        <w:t>،</w:t>
      </w:r>
      <w:r>
        <w:rPr>
          <w:rtl/>
        </w:rPr>
        <w:t xml:space="preserve"> بأن يأتي يوم القيامة أملس ليس عليه تبعة للآخرين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ورابعاً</w:t>
      </w:r>
      <w:r w:rsidR="008A60E8">
        <w:rPr>
          <w:rtl/>
        </w:rPr>
        <w:t>:</w:t>
      </w:r>
      <w:r>
        <w:rPr>
          <w:rtl/>
        </w:rPr>
        <w:t xml:space="preserve"> أن تعمد إلى كلّ فريضة عليك ضيّعتها فتؤدّي حقّها</w:t>
      </w:r>
      <w:r w:rsidR="008A60E8">
        <w:rPr>
          <w:rtl/>
        </w:rPr>
        <w:t>،</w:t>
      </w:r>
      <w:r>
        <w:rPr>
          <w:rtl/>
        </w:rPr>
        <w:t xml:space="preserve"> من صلاة أو صوم أو حج إلى غير ذلك ممّا في ذمّتك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وخامسها</w:t>
      </w:r>
      <w:r w:rsidR="008A60E8">
        <w:rPr>
          <w:rtl/>
        </w:rPr>
        <w:t>:</w:t>
      </w:r>
      <w:r>
        <w:rPr>
          <w:rtl/>
        </w:rPr>
        <w:t xml:space="preserve"> أن تعمد إلى اللحم الذي نبت على السحت فتذيبه بالأحزان</w:t>
      </w:r>
      <w:r w:rsidR="008A60E8">
        <w:rPr>
          <w:rtl/>
        </w:rPr>
        <w:t>،</w:t>
      </w:r>
      <w:r>
        <w:rPr>
          <w:rtl/>
        </w:rPr>
        <w:t xml:space="preserve"> بأن يسهر ليله ويضما في نهاره إلى أن يذيب ذلك اللحم الذي نشأ على لقمة الحرام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وسادسها</w:t>
      </w:r>
      <w:r w:rsidR="008A60E8">
        <w:rPr>
          <w:rtl/>
        </w:rPr>
        <w:t>:</w:t>
      </w:r>
      <w:r>
        <w:rPr>
          <w:rtl/>
        </w:rPr>
        <w:t xml:space="preserve"> أن تذيق الجسم ألم الطاعة كما أذقته حلاوة المعصية</w:t>
      </w:r>
      <w:r w:rsidR="008A60E8">
        <w:rPr>
          <w:rtl/>
        </w:rPr>
        <w:t>،</w:t>
      </w:r>
      <w:r>
        <w:rPr>
          <w:rtl/>
        </w:rPr>
        <w:t xml:space="preserve"> بأنّ الإنسان المذنب كما استأنس بالمعصية وحلاوتها سابقاً يأتي الآن لأن يذيق الجسم والروح آلام الطاعات</w:t>
      </w:r>
      <w:r w:rsidR="008A60E8">
        <w:rPr>
          <w:rtl/>
        </w:rPr>
        <w:t>،</w:t>
      </w:r>
      <w:r>
        <w:rPr>
          <w:rtl/>
        </w:rPr>
        <w:t xml:space="preserve"> بأن يتعب نفسه في العبادات والطاعات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فإذا تمّت هذه الشرائط الست عندئذٍ يتمكّن الإنسان من أن يقول</w:t>
      </w:r>
      <w:r w:rsidR="008A60E8">
        <w:rPr>
          <w:rtl/>
        </w:rPr>
        <w:t>:</w:t>
      </w:r>
      <w:r>
        <w:rPr>
          <w:rtl/>
        </w:rPr>
        <w:t xml:space="preserve"> استغفر الله</w:t>
      </w:r>
      <w:r w:rsidR="008A60E8">
        <w:rPr>
          <w:rtl/>
        </w:rPr>
        <w:t>،</w:t>
      </w:r>
      <w:r>
        <w:rPr>
          <w:rtl/>
        </w:rPr>
        <w:t xml:space="preserve"> ويكون قد حقّق التوبة التي أرادها الله تبارك وتعالى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فإذا حقّق الإنسان هذه الشرائط سوف يترتّب عليها ثمرات ونتائج مهمّة أشارت الآية المباركة إلى بعضها</w:t>
      </w:r>
      <w:r w:rsidR="008A60E8">
        <w:rPr>
          <w:rtl/>
        </w:rPr>
        <w:t>،</w:t>
      </w:r>
      <w:r>
        <w:rPr>
          <w:rtl/>
        </w:rPr>
        <w:t xml:space="preserve"> وأشارت الآيات الأُخر إلى البعض الآخر</w:t>
      </w:r>
      <w:r w:rsidR="008A60E8">
        <w:rPr>
          <w:rtl/>
        </w:rPr>
        <w:t>،</w:t>
      </w:r>
      <w:r>
        <w:rPr>
          <w:rtl/>
        </w:rPr>
        <w:t xml:space="preserve"> وهكذا الأحاديث الواردة عن أهل البيت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أشارت إلى تلك الثمرات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وأمّا الثمرات المترتّبة على التوبة النصوح في هذه الآية فهي</w:t>
      </w:r>
      <w:r w:rsidR="008A60E8">
        <w:rPr>
          <w:rtl/>
        </w:rPr>
        <w:t>:</w:t>
      </w:r>
    </w:p>
    <w:p w:rsidR="009A0DCC" w:rsidRDefault="009A0DCC" w:rsidP="00172AAC">
      <w:pPr>
        <w:pStyle w:val="libNormal"/>
      </w:pPr>
      <w:r w:rsidRPr="00172AAC">
        <w:rPr>
          <w:rtl/>
        </w:rPr>
        <w:t>الأوّل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تكفير السيئات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حيث قالت الآية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 xml:space="preserve">عَسَى رَبُّكُمْ أَن يُكَفِّرَ عَنكُمْ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EE7E9B">
        <w:rPr>
          <w:rStyle w:val="libAieChar"/>
          <w:rtl/>
        </w:rPr>
        <w:lastRenderedPageBreak/>
        <w:t>سَيِّئَاتِكُمْ</w:t>
      </w:r>
      <w:r w:rsidR="008A60E8" w:rsidRPr="00EE7E9B">
        <w:rPr>
          <w:rStyle w:val="libAieChar"/>
          <w:rtl/>
        </w:rPr>
        <w:t>.</w:t>
      </w:r>
      <w:r w:rsidRPr="00EE7E9B">
        <w:rPr>
          <w:rStyle w:val="libAieChar"/>
          <w:rtl/>
        </w:rPr>
        <w:t>..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والثاني</w:t>
      </w:r>
      <w:r w:rsidR="008A60E8" w:rsidRPr="00172AAC">
        <w:rPr>
          <w:rtl/>
        </w:rPr>
        <w:t>:</w:t>
      </w:r>
      <w:r w:rsidRPr="00172AAC">
        <w:rPr>
          <w:rtl/>
        </w:rPr>
        <w:t xml:space="preserve"> دخول الجنات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حيث أشارت إليه الآية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وَيُدْخِلَكُمْ جَنَّاتٍ تَجْرِي مِن تَحْتِهَا الأَنْهَارُ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وهناك ثمرات ونتائج أشارت إليها بعض الآيات والروايات</w:t>
      </w:r>
      <w:r w:rsidR="008A60E8">
        <w:rPr>
          <w:rtl/>
        </w:rPr>
        <w:t>،</w:t>
      </w:r>
      <w:r>
        <w:rPr>
          <w:rtl/>
        </w:rPr>
        <w:t xml:space="preserve"> منها</w:t>
      </w:r>
      <w:r w:rsidR="008A60E8">
        <w:rPr>
          <w:rtl/>
        </w:rPr>
        <w:t>:</w:t>
      </w:r>
      <w:r>
        <w:rPr>
          <w:rtl/>
        </w:rPr>
        <w:t xml:space="preserve"> تبديل السيئات بالحسنات</w:t>
      </w:r>
      <w:r w:rsidR="008A60E8">
        <w:rPr>
          <w:rtl/>
        </w:rPr>
        <w:t>،</w:t>
      </w:r>
      <w:r>
        <w:rPr>
          <w:rtl/>
        </w:rPr>
        <w:t xml:space="preserve"> أشارت إليه الآية المباركة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إِلاَّ مَن تَابَ وَآمَنَ وَعَمِلَ عَمَلاً صَالِحاً فَأُوْلَئِكَ يُبَدِّلُ اللَّهُ سَيِّئَاتِهِمْ حَسَنَاتٍ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ومنها</w:t>
      </w:r>
      <w:r w:rsidR="008A60E8" w:rsidRPr="00172AAC">
        <w:rPr>
          <w:rtl/>
        </w:rPr>
        <w:t>:</w:t>
      </w:r>
      <w:r w:rsidRPr="00172AAC">
        <w:rPr>
          <w:rtl/>
        </w:rPr>
        <w:t xml:space="preserve"> حبّ الله لهم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إِنَّ اللّهَ يُحِبُّ التَّوَّابِينَ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ومنها</w:t>
      </w:r>
      <w:r w:rsidR="008A60E8">
        <w:rPr>
          <w:rtl/>
        </w:rPr>
        <w:t>:</w:t>
      </w:r>
      <w:r>
        <w:rPr>
          <w:rtl/>
        </w:rPr>
        <w:t xml:space="preserve"> نزول الرحمة على التائب</w:t>
      </w:r>
      <w:r w:rsidR="008A60E8">
        <w:rPr>
          <w:rtl/>
        </w:rPr>
        <w:t>،</w:t>
      </w:r>
      <w:r>
        <w:rPr>
          <w:rtl/>
        </w:rPr>
        <w:t xml:space="preserve"> أشار إليه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بقوله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التوبة تستنزل الرحمة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ومنها</w:t>
      </w:r>
      <w:r w:rsidR="008A60E8">
        <w:rPr>
          <w:rtl/>
        </w:rPr>
        <w:t>:</w:t>
      </w:r>
      <w:r>
        <w:rPr>
          <w:rtl/>
        </w:rPr>
        <w:t xml:space="preserve"> طهارة القلب</w:t>
      </w:r>
      <w:r w:rsidR="008A60E8">
        <w:rPr>
          <w:rtl/>
        </w:rPr>
        <w:t>،</w:t>
      </w:r>
      <w:r>
        <w:rPr>
          <w:rtl/>
        </w:rPr>
        <w:t xml:space="preserve"> فعن الإمام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التوبة تطهّر القلوب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وتغسل الذنوب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،</w:t>
      </w:r>
      <w:r>
        <w:rPr>
          <w:rtl/>
        </w:rPr>
        <w:t xml:space="preserve"> إلى غير ذلك من الثمرات الدنيوية والأخروية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ولا فرق حينئذ بين أن يتوب الإنسان قبل سنة من حياته</w:t>
      </w:r>
      <w:r w:rsidR="008A60E8">
        <w:rPr>
          <w:rtl/>
        </w:rPr>
        <w:t>،</w:t>
      </w:r>
      <w:r>
        <w:rPr>
          <w:rtl/>
        </w:rPr>
        <w:t xml:space="preserve"> وبين أن تظهر علامات الموت</w:t>
      </w:r>
      <w:r w:rsidR="008A60E8">
        <w:rPr>
          <w:rtl/>
        </w:rPr>
        <w:t>؛</w:t>
      </w:r>
      <w:r>
        <w:rPr>
          <w:rtl/>
        </w:rPr>
        <w:t xml:space="preserve"> لِما ورد عن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مَنْ تاب إلى الله قبل موته بسنة تاب الله عليه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ثمّ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ألا وسنة كثير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مَنْ تاب إلى الله قبل موته بشهر تاب الله عليه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شهر كثير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مَنْ تاب إلى الله قبل موته بجمعة تاب الله عليه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وجمعة كثير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مَنْ تاب إلى الله قبل موته بيوم تاب الله عليه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ويوم كثير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مَنْ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الفرقان / 70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البقرة / 222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عيون الحكم والمواعظ</w:t>
      </w:r>
      <w:r w:rsidRPr="008A60E8">
        <w:rPr>
          <w:rtl/>
        </w:rPr>
        <w:t xml:space="preserve"> / 43</w:t>
      </w:r>
      <w:r w:rsidR="008A60E8">
        <w:rPr>
          <w:rtl/>
        </w:rPr>
        <w:t>،</w:t>
      </w:r>
      <w:r>
        <w:rPr>
          <w:rtl/>
        </w:rPr>
        <w:t xml:space="preserve"> ومستدرك</w:t>
      </w:r>
      <w:r w:rsidRPr="008A60E8">
        <w:rPr>
          <w:rtl/>
        </w:rPr>
        <w:t xml:space="preserve"> </w:t>
      </w:r>
      <w:r>
        <w:rPr>
          <w:rtl/>
        </w:rPr>
        <w:t>الوسائل 12 / 129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مستدرك الوسائل 12 / 129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تاب إلى الله قبل موته بساعة تاب الله عليه</w:t>
      </w:r>
      <w:r w:rsidR="001448CA">
        <w:rPr>
          <w:rtl/>
        </w:rPr>
        <w:t>»</w:t>
      </w:r>
      <w:r w:rsidR="008A60E8">
        <w:rPr>
          <w:rtl/>
        </w:rPr>
        <w:t>،</w:t>
      </w:r>
      <w:r>
        <w:rPr>
          <w:rtl/>
        </w:rPr>
        <w:t xml:space="preserve"> ثمّ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وساعة كثير</w:t>
      </w:r>
      <w:r w:rsidR="008A60E8">
        <w:rPr>
          <w:rtl/>
        </w:rPr>
        <w:t>،</w:t>
      </w:r>
      <w:r>
        <w:rPr>
          <w:rtl/>
        </w:rPr>
        <w:t xml:space="preserve"> مَنْ تاب إلى الله قبل أن يغرغر بالموت تاب الله عليه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المهم إنّ الإنسان يخلص في توبته إلى الله تبارك وتعالى</w:t>
      </w:r>
      <w:r w:rsidR="008A60E8">
        <w:rPr>
          <w:rtl/>
        </w:rPr>
        <w:t>،</w:t>
      </w:r>
      <w:r>
        <w:rPr>
          <w:rtl/>
        </w:rPr>
        <w:t xml:space="preserve"> ويخرج من الدنيا وهو نادم على ما عمله من أعمال لم ترضِ الله تبارك وتعالى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ومصداق التائب النادم قبل أن تغرغر روحه بالموت الحرّ بن يزيد الرياحي يوم جعجع بالحسين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في ألف فارسٍ ليحبسه عن الرجوع</w:t>
      </w:r>
      <w:r w:rsidR="008A60E8">
        <w:rPr>
          <w:rtl/>
        </w:rPr>
        <w:t>،</w:t>
      </w:r>
      <w:r>
        <w:rPr>
          <w:rtl/>
        </w:rPr>
        <w:t xml:space="preserve"> استقبلهم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فحمد الله وأثنى عليه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إنّها معذرة إلى الله (عزّ وجلّ) وإليكم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وإنّي لم آتكم حتّى أتتني كتبكم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وقدمِت بها عليَّ رسُلُكم أن أقدم علينا</w:t>
      </w:r>
      <w:r w:rsidR="008A60E8" w:rsidRPr="00172AAC">
        <w:rPr>
          <w:rtl/>
        </w:rPr>
        <w:t>؛</w:t>
      </w:r>
      <w:r w:rsidRPr="00172AAC">
        <w:rPr>
          <w:rtl/>
        </w:rPr>
        <w:t xml:space="preserve"> فإنّه ليس لنا إمام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ولعلّ الله يجمعنا بك على الهدى</w:t>
      </w:r>
      <w:r w:rsidR="008A60E8" w:rsidRPr="00172AAC">
        <w:rPr>
          <w:rtl/>
        </w:rPr>
        <w:t>.</w:t>
      </w:r>
      <w:r w:rsidRPr="00172AAC">
        <w:rPr>
          <w:rtl/>
        </w:rPr>
        <w:t xml:space="preserve"> فإن كنتم على ذلك قد جئتكم فأعطوني ما أطمئن به من عهودكم ومواثيقكم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 الحرّ</w:t>
      </w:r>
      <w:r w:rsidR="008A60E8">
        <w:rPr>
          <w:rtl/>
        </w:rPr>
        <w:t>:</w:t>
      </w:r>
      <w:r>
        <w:rPr>
          <w:rtl/>
        </w:rPr>
        <w:t xml:space="preserve"> ما أدري ما هذه الكتب التي تذكرها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فأمر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عقبة بن سمعان فأخرج خرجين مملؤين كتباً</w:t>
      </w:r>
      <w:r w:rsidR="008A60E8">
        <w:rPr>
          <w:rtl/>
        </w:rPr>
        <w:t>،</w:t>
      </w:r>
      <w:r>
        <w:rPr>
          <w:rtl/>
        </w:rPr>
        <w:t xml:space="preserve"> وهي كُتب أهل الكوفة تشكو للحسين ظلم يزيد</w:t>
      </w:r>
      <w:r w:rsidR="008A60E8">
        <w:rPr>
          <w:rtl/>
        </w:rPr>
        <w:t>،</w:t>
      </w:r>
      <w:r>
        <w:rPr>
          <w:rtl/>
        </w:rPr>
        <w:t xml:space="preserve"> ويدعونه للقدوم عليهم ليكون إمامهم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ولم يقتنع الحرّ بكلّ هذا الكلام</w:t>
      </w:r>
      <w:r w:rsidR="008A60E8">
        <w:rPr>
          <w:rtl/>
        </w:rPr>
        <w:t>،</w:t>
      </w:r>
      <w:r>
        <w:rPr>
          <w:rtl/>
        </w:rPr>
        <w:t xml:space="preserve"> وصمّم على قطع المسير على أبي عبد الله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إلى أن وصل يوم عاشوراء</w:t>
      </w:r>
      <w:r w:rsidR="008A60E8">
        <w:rPr>
          <w:rtl/>
        </w:rPr>
        <w:t>،</w:t>
      </w:r>
      <w:r>
        <w:rPr>
          <w:rtl/>
        </w:rPr>
        <w:t xml:space="preserve"> ورأى أنّ القوم صممّوا على قتال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قال لعمر بن سعد</w:t>
      </w:r>
      <w:r w:rsidR="008A60E8">
        <w:rPr>
          <w:rtl/>
        </w:rPr>
        <w:t>:</w:t>
      </w:r>
      <w:r>
        <w:rPr>
          <w:rtl/>
        </w:rPr>
        <w:t xml:space="preserve"> أمقاتل أنت هذا الرجل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أي والله</w:t>
      </w:r>
      <w:r w:rsidR="008A60E8">
        <w:rPr>
          <w:rtl/>
        </w:rPr>
        <w:t>،</w:t>
      </w:r>
      <w:r>
        <w:rPr>
          <w:rtl/>
        </w:rPr>
        <w:t xml:space="preserve"> قتالاً أيسره أن تسقط الرؤوس</w:t>
      </w:r>
      <w:r w:rsidR="008A60E8">
        <w:rPr>
          <w:rtl/>
        </w:rPr>
        <w:t>،</w:t>
      </w:r>
      <w:r>
        <w:rPr>
          <w:rtl/>
        </w:rPr>
        <w:t xml:space="preserve"> وتطيح الأيدي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فأخذ الحُر يقول</w:t>
      </w:r>
      <w:r w:rsidR="008A60E8">
        <w:rPr>
          <w:rtl/>
        </w:rPr>
        <w:t>:</w:t>
      </w:r>
      <w:r>
        <w:rPr>
          <w:rtl/>
        </w:rPr>
        <w:t xml:space="preserve"> إنّي اُخيّر نفسي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2 / 440</w:t>
      </w:r>
      <w:r w:rsidR="008A60E8">
        <w:rPr>
          <w:rtl/>
        </w:rPr>
        <w:t>،</w:t>
      </w:r>
      <w:r>
        <w:rPr>
          <w:rtl/>
        </w:rPr>
        <w:t xml:space="preserve"> ح2</w:t>
      </w:r>
      <w:r w:rsidR="008A60E8">
        <w:rPr>
          <w:rtl/>
        </w:rPr>
        <w:t>،</w:t>
      </w:r>
      <w:r>
        <w:rPr>
          <w:rtl/>
        </w:rPr>
        <w:t xml:space="preserve"> وفيه قبل أن</w:t>
      </w:r>
      <w:r w:rsidRPr="008A60E8">
        <w:rPr>
          <w:rtl/>
        </w:rPr>
        <w:t xml:space="preserve"> </w:t>
      </w:r>
      <w:r>
        <w:rPr>
          <w:rtl/>
        </w:rPr>
        <w:t>يعاين الموت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بين الجنّة والنار</w:t>
      </w:r>
      <w:r w:rsidR="008A60E8">
        <w:rPr>
          <w:rtl/>
        </w:rPr>
        <w:t>،</w:t>
      </w:r>
      <w:r>
        <w:rPr>
          <w:rtl/>
        </w:rPr>
        <w:t xml:space="preserve"> فوالله لا أختار على الجنّة شيئاً ولو قُطّعت وحُرّقت</w:t>
      </w:r>
      <w:r w:rsidR="008A60E8">
        <w:rPr>
          <w:rtl/>
        </w:rPr>
        <w:t>.</w:t>
      </w:r>
      <w:r>
        <w:rPr>
          <w:rtl/>
        </w:rPr>
        <w:t xml:space="preserve"> ثمّ ضرب فرسه فلحق بالحسين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  <w:r>
        <w:rPr>
          <w:rtl/>
        </w:rPr>
        <w:t xml:space="preserve"> وجاز على عسكر ابن سعد واضعاً يده على رأسه وهو يقول</w:t>
      </w:r>
      <w:r w:rsidR="008A60E8">
        <w:rPr>
          <w:rtl/>
        </w:rPr>
        <w:t>:</w:t>
      </w:r>
      <w:r>
        <w:rPr>
          <w:rtl/>
        </w:rPr>
        <w:t xml:space="preserve"> اللّهمّ إليك أنبتُ فتب عليّ</w:t>
      </w:r>
      <w:r w:rsidR="008A60E8">
        <w:rPr>
          <w:rtl/>
        </w:rPr>
        <w:t>؛</w:t>
      </w:r>
      <w:r>
        <w:rPr>
          <w:rtl/>
        </w:rPr>
        <w:t xml:space="preserve"> فقد أرعبت قلوب أوليائك وأولاد نبيّك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ثمّ قال للحسين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جعلت فداك</w:t>
      </w:r>
      <w:r w:rsidR="008A60E8">
        <w:rPr>
          <w:rtl/>
        </w:rPr>
        <w:t>!</w:t>
      </w:r>
      <w:r>
        <w:rPr>
          <w:rtl/>
        </w:rPr>
        <w:t xml:space="preserve"> أنا صاحبك الذي حبستك عن الرجوع</w:t>
      </w:r>
      <w:r w:rsidR="008A60E8">
        <w:rPr>
          <w:rtl/>
        </w:rPr>
        <w:t>،</w:t>
      </w:r>
      <w:r>
        <w:rPr>
          <w:rtl/>
        </w:rPr>
        <w:t xml:space="preserve"> وسايرتك في الطريق</w:t>
      </w:r>
      <w:r w:rsidR="008A60E8">
        <w:rPr>
          <w:rtl/>
        </w:rPr>
        <w:t>،</w:t>
      </w:r>
      <w:r>
        <w:rPr>
          <w:rtl/>
        </w:rPr>
        <w:t xml:space="preserve"> وجعجعت بك في هذا المكان</w:t>
      </w:r>
      <w:r w:rsidR="008A60E8">
        <w:rPr>
          <w:rtl/>
        </w:rPr>
        <w:t>،</w:t>
      </w:r>
      <w:r>
        <w:rPr>
          <w:rtl/>
        </w:rPr>
        <w:t xml:space="preserve"> وما ظننت أن القوم يردّون عليك ما عرضته عليهم</w:t>
      </w:r>
      <w:r w:rsidR="008A60E8">
        <w:rPr>
          <w:rtl/>
        </w:rPr>
        <w:t>،</w:t>
      </w:r>
      <w:r>
        <w:rPr>
          <w:rtl/>
        </w:rPr>
        <w:t xml:space="preserve"> وأنا تائب إلى الله ممّا صنعت</w:t>
      </w:r>
      <w:r w:rsidR="008A60E8">
        <w:rPr>
          <w:rtl/>
        </w:rPr>
        <w:t>،</w:t>
      </w:r>
      <w:r>
        <w:rPr>
          <w:rtl/>
        </w:rPr>
        <w:t xml:space="preserve"> فهل ترى لي من توبة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 xml:space="preserve">فقال له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نعم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يتوب الله عليك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وعندما رمى ابن سعد سهماً نحو مخيّم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صاح</w:t>
      </w:r>
      <w:r w:rsidR="008A60E8">
        <w:rPr>
          <w:rtl/>
        </w:rPr>
        <w:t>:</w:t>
      </w:r>
      <w:r>
        <w:rPr>
          <w:rtl/>
        </w:rPr>
        <w:t xml:space="preserve"> اشهدوا لي عند الأمير أنّي أوّل مَنْ رمى</w:t>
      </w:r>
      <w:r w:rsidR="008A60E8">
        <w:rPr>
          <w:rtl/>
        </w:rPr>
        <w:t>.</w:t>
      </w:r>
      <w:r>
        <w:rPr>
          <w:rtl/>
        </w:rPr>
        <w:t xml:space="preserve"> فرمى أصحابه كلّهم</w:t>
      </w:r>
      <w:r w:rsidR="008A60E8">
        <w:rPr>
          <w:rtl/>
        </w:rPr>
        <w:t>،</w:t>
      </w:r>
      <w:r>
        <w:rPr>
          <w:rtl/>
        </w:rPr>
        <w:t xml:space="preserve"> فلم يبقَ من أصحاب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أحد إلاّ أصابه سهمٌ من سهامهم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فقال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لأصحابه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قوموا رحمكم الله إلى الموت الذي لا بدّ منه</w:t>
      </w:r>
      <w:r w:rsidR="008A60E8">
        <w:rPr>
          <w:rtl/>
        </w:rPr>
        <w:t>؛</w:t>
      </w:r>
      <w:r>
        <w:rPr>
          <w:rtl/>
        </w:rPr>
        <w:t xml:space="preserve"> فإنّ هذه السهام رسل القوم إليكم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 الحرّ</w:t>
      </w:r>
      <w:r w:rsidR="008A60E8">
        <w:rPr>
          <w:rtl/>
        </w:rPr>
        <w:t>:</w:t>
      </w:r>
      <w:r>
        <w:rPr>
          <w:rtl/>
        </w:rPr>
        <w:t xml:space="preserve"> يابن رسول الله</w:t>
      </w:r>
      <w:r w:rsidR="008A60E8">
        <w:rPr>
          <w:rtl/>
        </w:rPr>
        <w:t>،</w:t>
      </w:r>
      <w:r>
        <w:rPr>
          <w:rtl/>
        </w:rPr>
        <w:t xml:space="preserve"> كنت أوّل خارج عليك فأذن لي لأكون أوّل قتيل بين يديك</w:t>
      </w:r>
      <w:r w:rsidR="008A60E8">
        <w:rPr>
          <w:rtl/>
        </w:rPr>
        <w:t>،</w:t>
      </w:r>
      <w:r>
        <w:rPr>
          <w:rtl/>
        </w:rPr>
        <w:t xml:space="preserve"> وأوّل مَنْ يصافح جدّك غداً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فأذن له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فتقدّم وهو يقول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271DBE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إنّـي أنا الحرّ ومأوى الضيفِ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أضـربُ فـي أعناقكم بالسيفِ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33EF" w:rsidRDefault="007433EF" w:rsidP="007433EF">
      <w:pPr>
        <w:pStyle w:val="libPoemCenter"/>
        <w:rPr>
          <w:rFonts w:hint="cs"/>
          <w:rtl/>
        </w:rPr>
      </w:pPr>
      <w:r>
        <w:rPr>
          <w:rFonts w:hint="cs"/>
          <w:rtl/>
        </w:rPr>
        <w:t>عن خيرِ مَنْ حلَّ بأرضِ الخَيفِ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انظر مثير الأحزان</w:t>
      </w:r>
      <w:r w:rsidRPr="008A60E8">
        <w:rPr>
          <w:rtl/>
        </w:rPr>
        <w:t xml:space="preserve"> / 44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بحار الأنوار 45 / 13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فقاتل قتالاً شديداً حتّى قتل أكثر منهم أربعين فارساً وراجلاً</w:t>
      </w:r>
      <w:r w:rsidR="008A60E8">
        <w:rPr>
          <w:rtl/>
        </w:rPr>
        <w:t>،</w:t>
      </w:r>
      <w:r>
        <w:rPr>
          <w:rtl/>
        </w:rPr>
        <w:t xml:space="preserve"> وبعدما عَقر فرسه بقي يُقاتل راجلاً</w:t>
      </w:r>
      <w:r w:rsidR="008A60E8">
        <w:rPr>
          <w:rtl/>
        </w:rPr>
        <w:t>،</w:t>
      </w:r>
      <w:r>
        <w:rPr>
          <w:rtl/>
        </w:rPr>
        <w:t xml:space="preserve"> فحملت عليه الرجّالة وتكاثروا عليه حتّى قتلوه</w:t>
      </w:r>
      <w:r w:rsidR="008A60E8">
        <w:rPr>
          <w:rtl/>
        </w:rPr>
        <w:t>،</w:t>
      </w:r>
      <w:r>
        <w:rPr>
          <w:rtl/>
        </w:rPr>
        <w:t xml:space="preserve"> فاحتمله أصحابُ الحسين ووضعوه بين يديه</w:t>
      </w:r>
      <w:r w:rsidR="008A60E8">
        <w:rPr>
          <w:rtl/>
        </w:rPr>
        <w:t>،</w:t>
      </w:r>
      <w:r>
        <w:rPr>
          <w:rtl/>
        </w:rPr>
        <w:t xml:space="preserve"> فجعل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يمسح وجهه ويقول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="007433EF">
        <w:rPr>
          <w:rtl/>
        </w:rPr>
        <w:t>أنت الحرّ كما سمّتك اُ</w:t>
      </w:r>
      <w:r w:rsidRPr="00172AAC">
        <w:rPr>
          <w:rtl/>
        </w:rPr>
        <w:t>مّك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وأنت الحرّ في الدنيا والآخرة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هـوى اُوجاه اُووگف يـمّه المشكّر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وشـافه اعلى الثره مرمي امعفّر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مسح وجهه وگله أنـت صدگ 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ورد الـمركزه والـدمع منـثور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لكن لو سألتني عن بُعد قبر الحرّ عن سائر الشهداء لأجبتك</w:t>
      </w:r>
      <w:r w:rsidR="008A60E8">
        <w:rPr>
          <w:rtl/>
        </w:rPr>
        <w:t>:</w:t>
      </w:r>
      <w:r>
        <w:rPr>
          <w:rtl/>
        </w:rPr>
        <w:t xml:space="preserve"> إنّ السبب في ذلك أنّ الحرّ لم يُقطع رأسه مع أصحاب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بل حملته عشيرته عندما أمر ابن سعد بفصل الرؤوس عن الأجساد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قامت بنو رياحٍ وقالت</w:t>
      </w:r>
      <w:r w:rsidR="008A60E8">
        <w:rPr>
          <w:rtl/>
        </w:rPr>
        <w:t>:</w:t>
      </w:r>
      <w:r>
        <w:rPr>
          <w:rtl/>
        </w:rPr>
        <w:t xml:space="preserve"> والله</w:t>
      </w:r>
      <w:r w:rsidR="008A60E8">
        <w:rPr>
          <w:rtl/>
        </w:rPr>
        <w:t>،</w:t>
      </w:r>
      <w:r>
        <w:rPr>
          <w:rtl/>
        </w:rPr>
        <w:t xml:space="preserve"> لا يُقطع رأسُ زعيمنا وأيدينا على قوائم سيوفنا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ابن سعد</w:t>
      </w:r>
      <w:r w:rsidR="008A60E8">
        <w:rPr>
          <w:rtl/>
        </w:rPr>
        <w:t>:</w:t>
      </w:r>
      <w:r>
        <w:rPr>
          <w:rtl/>
        </w:rPr>
        <w:t xml:space="preserve"> احملوا جسد شيخكم</w:t>
      </w:r>
      <w:r w:rsidR="008A60E8">
        <w:rPr>
          <w:rtl/>
        </w:rPr>
        <w:t>.</w:t>
      </w:r>
      <w:r>
        <w:rPr>
          <w:rtl/>
        </w:rPr>
        <w:t xml:space="preserve"> فحملته عشيرته ودفنوه في هذا المكان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هذا وزينب واقفة وهي تنظر إلى الحرّ وقد حملته عشيرته</w:t>
      </w:r>
      <w:r w:rsidR="008A60E8">
        <w:rPr>
          <w:rtl/>
        </w:rPr>
        <w:t>،</w:t>
      </w:r>
      <w:r>
        <w:rPr>
          <w:rtl/>
        </w:rPr>
        <w:t xml:space="preserve"> والحسين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مُلقىً على وجه الأرض</w:t>
      </w:r>
      <w:r w:rsidR="008A60E8">
        <w:rPr>
          <w:rtl/>
        </w:rPr>
        <w:t>،</w:t>
      </w:r>
      <w:r>
        <w:rPr>
          <w:rtl/>
        </w:rPr>
        <w:t xml:space="preserve"> وكأنّي بها تنادي</w:t>
      </w:r>
      <w:r w:rsidR="008A60E8">
        <w:rPr>
          <w:rtl/>
        </w:rPr>
        <w:t>:</w:t>
      </w:r>
      <w:r>
        <w:rPr>
          <w:rtl/>
        </w:rPr>
        <w:t xml:space="preserve"> وا حسيناه</w:t>
      </w:r>
      <w:r w:rsidR="008A60E8">
        <w:rPr>
          <w:rtl/>
        </w:rPr>
        <w:t>!</w:t>
      </w:r>
      <w:r>
        <w:rPr>
          <w:rtl/>
        </w:rPr>
        <w:t xml:space="preserve"> وا غريباه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!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ثمرات الأعواد 1</w:t>
      </w:r>
      <w:r w:rsidRPr="008A60E8">
        <w:rPr>
          <w:rtl/>
        </w:rPr>
        <w:t xml:space="preserve"> / 184</w:t>
      </w:r>
      <w:r w:rsidR="00EE7E9B">
        <w:rPr>
          <w:rtl/>
        </w:rPr>
        <w:t xml:space="preserve"> - </w:t>
      </w:r>
      <w:r>
        <w:rPr>
          <w:rtl/>
        </w:rPr>
        <w:t>188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مجمع المصائب 1</w:t>
      </w:r>
      <w:r w:rsidRPr="008A60E8">
        <w:rPr>
          <w:rtl/>
        </w:rPr>
        <w:t xml:space="preserve"> / 125</w:t>
      </w:r>
      <w:r w:rsidR="00EE7E9B">
        <w:rPr>
          <w:rtl/>
        </w:rPr>
        <w:t xml:space="preserve"> - </w:t>
      </w:r>
      <w:r>
        <w:rPr>
          <w:rtl/>
        </w:rPr>
        <w:t>127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lastRenderedPageBreak/>
              <w:t>الـعشيره شـالته ابحر الظهيره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الـكل مـنهم عليه شالته الغيره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بـس ظـلّوا الماعدهم عشيره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ضحايه بالشمس من غير تغسيل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والله الـعشيره اشـلون تـنفع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مـنها الـيطيح اعـليه تـفزع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أوحـالاً عـلى الروس ايتشيّع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وانـه اخـوتي ويـن المشعشع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كـلّ مـنهم اعلى الثرى موزع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جـسمه وچِتـل حتّى الرضع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433EF" w:rsidRDefault="007433EF" w:rsidP="007433EF">
      <w:pPr>
        <w:pStyle w:val="libPoemCenter"/>
        <w:rPr>
          <w:rFonts w:hint="cs"/>
          <w:rtl/>
        </w:rPr>
      </w:pPr>
      <w:r>
        <w:rPr>
          <w:rFonts w:hint="cs"/>
          <w:rtl/>
        </w:rPr>
        <w:t>وبلا دفـن خـلوهم أجـمع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يـحادي لا تسج بالظعن بيداي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دلـيلي الفگد أبو السجّاد بيداي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433EF" w:rsidTr="007433EF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ريّض خل اغسل احسين بيداي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وادفـنه لا يـظل جسمه رميه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433EF" w:rsidTr="00271DBE">
        <w:trPr>
          <w:trHeight w:val="350"/>
        </w:trPr>
        <w:tc>
          <w:tcPr>
            <w:tcW w:w="391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ليس الغريبُ غريبَ الأهل والوطن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433EF" w:rsidRDefault="007433EF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433EF" w:rsidRDefault="007433EF" w:rsidP="00271DBE">
            <w:pPr>
              <w:pStyle w:val="libPoem"/>
            </w:pPr>
            <w:r>
              <w:rPr>
                <w:rFonts w:hint="cs"/>
                <w:rtl/>
              </w:rPr>
              <w:t>بـل الغريبُ غريب الغسلِ والكفنِ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29" w:name="_Toc436482602"/>
      <w:r>
        <w:rPr>
          <w:rtl/>
        </w:rPr>
        <w:lastRenderedPageBreak/>
        <w:t>المجلس السابع</w:t>
      </w:r>
      <w:bookmarkStart w:id="30" w:name="المجلس_السابع"/>
      <w:bookmarkEnd w:id="30"/>
      <w:bookmarkEnd w:id="29"/>
    </w:p>
    <w:p w:rsidR="009A0DCC" w:rsidRDefault="009A0DCC" w:rsidP="00E037B4">
      <w:pPr>
        <w:pStyle w:val="Heading1Center"/>
      </w:pPr>
      <w:bookmarkStart w:id="31" w:name="_Toc436482603"/>
      <w:r>
        <w:rPr>
          <w:rtl/>
        </w:rPr>
        <w:t>القناعة</w:t>
      </w:r>
      <w:bookmarkEnd w:id="31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7433EF">
      <w:pPr>
        <w:pStyle w:val="libCenterBold1"/>
      </w:pPr>
      <w:r>
        <w:rPr>
          <w:rtl/>
        </w:rPr>
        <w:lastRenderedPageBreak/>
        <w:t>المجلس السابع</w:t>
      </w:r>
    </w:p>
    <w:p w:rsidR="009A0DCC" w:rsidRDefault="009A0DCC" w:rsidP="007433EF">
      <w:pPr>
        <w:pStyle w:val="libCenterBold1"/>
        <w:rPr>
          <w:rFonts w:hint="cs"/>
          <w:rtl/>
        </w:rPr>
      </w:pPr>
      <w:r>
        <w:rPr>
          <w:rtl/>
        </w:rPr>
        <w:t>القناعة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راحـلٌ أنـتَ والليالي نزولُ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ومـضرٌ بـكَ البقاءُ الطويلُ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لا شـجاعٌ يـبقی فيعتنقُ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ـبيضَ ولا آمـلٌ ولا مأمولُ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غـايةُ الناسِ في الزمانِ فناءٌ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وكـذا غايةُ الغصونِ الذبولُ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إنّـما الـمرءُ للمنيةِ مَخبو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ءٌ ولـلطعنِ تُـستَحَمُّ الـخيولُ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عـادةٌ لـلزمانِ في كلّ يوم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تُـنتأى جـيرةٌ وتُبكی طُلولُ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كـلّ بـاكٍ يـبكی عليهِ وإن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طـالَ بقاءٌ والثاكلُ المثكولُ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أيُّ يـومٍ أدمی الـمدامعَ فيه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حـادثٌ أريـعٌ وخطبٌ جليلُ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يومُ عاشور الذي لا أعان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ـصحبُ فيهِ ولا أجارَ القبيلُ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يابنَ بنتِ النبّي ضيّعتِ العهـ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ـدَ رجـالٌ والـحافظونَ قـليلُ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مـا أطاعوا الـنبّي فـيكَ وقد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مـالت بأرماحها إليك الذحولُ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أتـراني ألـذّ مـاءً ولـمّا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يُـرْوَ من مهجةِ الإمامِ الغليلُ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أتـراني أُعيرُ وجهي صوناً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وعلی وجههِ تجولُ الخُيولُ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271DBE">
      <w:pPr>
        <w:pStyle w:val="libCenter"/>
      </w:pPr>
      <w:r>
        <w:rPr>
          <w:rFonts w:hint="cs"/>
          <w:rtl/>
          <w:lang w:bidi="fa-IR"/>
        </w:rPr>
        <w:t>*</w:t>
      </w:r>
      <w:r w:rsidR="00271DB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271DB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p w:rsidR="009A0DCC" w:rsidRDefault="008A60E8" w:rsidP="008A60E8">
      <w:pPr>
        <w:pStyle w:val="libLine"/>
        <w:rPr>
          <w:rtl/>
        </w:rPr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للشريف الرضي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في أدب الطفّ 2 / 216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218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الشريف الرضي ذو الحسبين أبو الحسن محمّد بن الطاهر ذي المنقبتين أبي أحمد الحسين بن موسى بن محمّد بن موسى بن إبراهيم بن موسى بن جعفر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ولد سنة 359 هـ ببغداد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وتوفي سنة 406 هـ في السادس من المحرّم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ودُفن بداره في بغداد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ثمّ نُقل إلى مشهد الإمام الحسين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Pr="008A60E8">
        <w:rPr>
          <w:rFonts w:hint="cs"/>
          <w:rtl/>
        </w:rPr>
        <w:t xml:space="preserve"> في كربلاء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نظم الشعر في عهد الطفولة ولم يزد عمره على عشر سنين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فأجاد وحلّق وحاز قصب السبق بغير منازع</w:t>
      </w:r>
      <w:r w:rsidR="008A60E8">
        <w:rPr>
          <w:rFonts w:hint="cs"/>
          <w:rtl/>
        </w:rPr>
        <w:t>.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قال عنه صاحب عمدة الطالب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كانت له هيبة وجلالة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وفيه ورع وعفّة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وتقشّف ومُراعاة للأهل والعشيرة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ولي نقابة الطالبيّين مراراً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وكانت له إمارة الحج والمظالم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كان يتولّى ذلك نيابة عن أبيه ذي المناقب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ثُمّ تولّى ذلك بعد أبيه مستقلاً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وحجَّ بالناس مرّات</w:t>
      </w:r>
      <w:r w:rsidR="008A60E8">
        <w:rPr>
          <w:rFonts w:hint="cs"/>
          <w:rtl/>
        </w:rPr>
        <w:t>.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أمّا مكانته العلمية فهو أوحد علماء عصره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قيل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إنّ الرضي أعلم الشعراء لولا المرتضى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والمرتضى أشعر العلماء لولا الرضي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وهذه مؤلّفاته تعطينا صورة جلية عن براعته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فهذا (حقائق التأويل في متشابه التنزيل) كما يقول ابن جني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صنّف الرضي كتاباً في معاني القرآن الكريم يتعذّر وجود مثله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و(كتاب المجازات النبوية)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و(تلخيص البيان عن مجازات القرآن) وغيرها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وهو الذي جمع كلام أمير المؤمنين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Pr="008A60E8">
        <w:rPr>
          <w:rFonts w:hint="cs"/>
          <w:rtl/>
        </w:rPr>
        <w:t xml:space="preserve"> وأسماه نهج البلاغة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>..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lastRenderedPageBreak/>
              <w:t>مـن سحگت عليه الخيل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طـلعت زيـنب تـنادي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اويـلي عـليك يابن اُمّي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ويـاروح الـنبي الهادي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بعد هاي المصيبة اشلون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تـبـرد جـمرة افـادي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عمت عيني يخويه 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عـسه ولا شاهدت عيني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271DBE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عن الإمام جعفر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مَنْ قنع من الله باليسير من المعاش رضي الله منه باليسير من العمل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القناعة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هي الاكتفاء بقدر الحاجة والضرورة من المال وغيره من أمور الدنيا</w:t>
      </w:r>
      <w:r w:rsidR="008A60E8">
        <w:rPr>
          <w:rtl/>
        </w:rPr>
        <w:t>،</w:t>
      </w:r>
      <w:r>
        <w:rPr>
          <w:rtl/>
        </w:rPr>
        <w:t xml:space="preserve"> وهي صفة فاضلة</w:t>
      </w:r>
      <w:r w:rsidR="008A60E8">
        <w:rPr>
          <w:rtl/>
        </w:rPr>
        <w:t>،</w:t>
      </w:r>
      <w:r>
        <w:rPr>
          <w:rtl/>
        </w:rPr>
        <w:t xml:space="preserve"> وهي من أعظم الوسائل للوصول إلی السعادة الأبدية</w:t>
      </w:r>
      <w:r w:rsidR="008A60E8">
        <w:rPr>
          <w:rtl/>
        </w:rPr>
        <w:t>.</w:t>
      </w:r>
      <w:r>
        <w:rPr>
          <w:rtl/>
        </w:rPr>
        <w:t xml:space="preserve"> والقنوع مرتاح البال</w:t>
      </w:r>
      <w:r w:rsidR="008A60E8">
        <w:rPr>
          <w:rtl/>
        </w:rPr>
        <w:t>،</w:t>
      </w:r>
      <w:r>
        <w:rPr>
          <w:rtl/>
        </w:rPr>
        <w:t xml:space="preserve"> متفرّغٌ لأمر الدين للسلوك إلی طريق الآخرة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Heading2Center"/>
      </w:pPr>
      <w:bookmarkStart w:id="32" w:name="_Toc436482604"/>
      <w:r>
        <w:rPr>
          <w:rtl/>
        </w:rPr>
        <w:t>فضل القناعة</w:t>
      </w:r>
      <w:bookmarkEnd w:id="32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عن الإمام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أنَّه قال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خمسٌ منْ لم تكن فيه لم يتهنأ بالعيش</w:t>
      </w:r>
      <w:r w:rsidR="008A60E8">
        <w:rPr>
          <w:rtl/>
        </w:rPr>
        <w:t>:</w:t>
      </w:r>
      <w:r>
        <w:rPr>
          <w:rtl/>
        </w:rPr>
        <w:t xml:space="preserve"> الصحة</w:t>
      </w:r>
      <w:r w:rsidR="008A60E8">
        <w:rPr>
          <w:rtl/>
        </w:rPr>
        <w:t>،</w:t>
      </w:r>
      <w:r>
        <w:rPr>
          <w:rtl/>
        </w:rPr>
        <w:t xml:space="preserve"> والأمن</w:t>
      </w:r>
      <w:r w:rsidR="008A60E8">
        <w:rPr>
          <w:rtl/>
        </w:rPr>
        <w:t>،</w:t>
      </w:r>
      <w:r>
        <w:rPr>
          <w:rtl/>
        </w:rPr>
        <w:t xml:space="preserve"> والغنی</w:t>
      </w:r>
      <w:r w:rsidR="008A60E8">
        <w:rPr>
          <w:rtl/>
        </w:rPr>
        <w:t>،</w:t>
      </w:r>
      <w:r>
        <w:rPr>
          <w:rtl/>
        </w:rPr>
        <w:t xml:space="preserve"> والقناعة</w:t>
      </w:r>
      <w:r w:rsidR="008A60E8">
        <w:rPr>
          <w:rtl/>
        </w:rPr>
        <w:t>،</w:t>
      </w:r>
      <w:r>
        <w:rPr>
          <w:rtl/>
        </w:rPr>
        <w:t xml:space="preserve"> والأنيس الموافق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قيل لبعض الحكماء</w:t>
      </w:r>
      <w:r w:rsidR="008A60E8">
        <w:rPr>
          <w:rtl/>
        </w:rPr>
        <w:t>:</w:t>
      </w:r>
      <w:r>
        <w:rPr>
          <w:rtl/>
        </w:rPr>
        <w:t xml:space="preserve"> رأيت شيئاً أفضل من الذهب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،</w:t>
      </w:r>
      <w:r>
        <w:rPr>
          <w:rtl/>
        </w:rPr>
        <w:t xml:space="preserve"> القناعة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وإلى هذا ينظر قول بعض الحكماء</w:t>
      </w:r>
      <w:r w:rsidR="008A60E8">
        <w:rPr>
          <w:rtl/>
        </w:rPr>
        <w:t>:</w:t>
      </w:r>
      <w:r>
        <w:rPr>
          <w:rtl/>
        </w:rPr>
        <w:t xml:space="preserve"> استغناؤك عن الشيء خيرٌ من استغنائِك به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كان ديوجانس الكلبي من أساطين الحكماء اليونان</w:t>
      </w:r>
      <w:r w:rsidR="008A60E8">
        <w:rPr>
          <w:rtl/>
        </w:rPr>
        <w:t>،</w:t>
      </w:r>
      <w:r>
        <w:rPr>
          <w:rtl/>
        </w:rPr>
        <w:t xml:space="preserve"> وكان متقشّفاً زاهداً لا يقني شيئاً ولا يأوي إلی منزل</w:t>
      </w:r>
      <w:r w:rsidR="008A60E8">
        <w:rPr>
          <w:rtl/>
        </w:rPr>
        <w:t>.</w:t>
      </w:r>
      <w:r>
        <w:rPr>
          <w:rtl/>
        </w:rPr>
        <w:t xml:space="preserve"> دعاه الإسكندر إلی مجلسه</w:t>
      </w:r>
      <w:r w:rsidR="008A60E8">
        <w:rPr>
          <w:rtl/>
        </w:rPr>
        <w:t>،</w:t>
      </w:r>
      <w:r>
        <w:rPr>
          <w:rtl/>
        </w:rPr>
        <w:t xml:space="preserve"> فقال للرسول</w:t>
      </w:r>
      <w:r w:rsidR="008A60E8">
        <w:rPr>
          <w:rtl/>
        </w:rPr>
        <w:t>:</w:t>
      </w:r>
      <w:r>
        <w:rPr>
          <w:rtl/>
        </w:rPr>
        <w:t xml:space="preserve"> قل له</w:t>
      </w:r>
      <w:r w:rsidR="008A60E8">
        <w:rPr>
          <w:rtl/>
        </w:rPr>
        <w:t>:</w:t>
      </w:r>
      <w:r>
        <w:rPr>
          <w:rtl/>
        </w:rPr>
        <w:t xml:space="preserve"> إنَّ الذي منعك من المسير إلينا هو الذي منعنا من المسير إليك</w:t>
      </w:r>
      <w:r w:rsidR="008A60E8">
        <w:rPr>
          <w:rtl/>
        </w:rPr>
        <w:t>؛</w:t>
      </w:r>
      <w:r>
        <w:rPr>
          <w:rtl/>
        </w:rPr>
        <w:t xml:space="preserve"> منعك اسغناؤك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2</w:t>
      </w:r>
      <w:r w:rsidRPr="008A60E8">
        <w:rPr>
          <w:rtl/>
        </w:rPr>
        <w:t xml:space="preserve"> / 138</w:t>
      </w:r>
      <w:r>
        <w:rPr>
          <w:rtl/>
        </w:rPr>
        <w:t>ح3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الأخلاق والآداب الإسلاميّة / 379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مشكاة الأنوار / 260</w:t>
      </w:r>
      <w:r w:rsidR="00EE7E9B">
        <w:rPr>
          <w:rtl/>
        </w:rPr>
        <w:t xml:space="preserve"> - </w:t>
      </w:r>
      <w:r>
        <w:rPr>
          <w:rtl/>
        </w:rPr>
        <w:t>261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عنَّا بسُلطانك</w:t>
      </w:r>
      <w:r w:rsidR="008A60E8">
        <w:rPr>
          <w:rtl/>
        </w:rPr>
        <w:t>،</w:t>
      </w:r>
      <w:r>
        <w:rPr>
          <w:rtl/>
        </w:rPr>
        <w:t xml:space="preserve"> ومنعني استغنائي عنك بقناعتي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هذه هي القناعة</w:t>
      </w:r>
      <w:r w:rsidR="008A60E8">
        <w:rPr>
          <w:rtl/>
        </w:rPr>
        <w:t>،</w:t>
      </w:r>
      <w:r>
        <w:rPr>
          <w:rtl/>
        </w:rPr>
        <w:t xml:space="preserve"> وضدّها الطمع</w:t>
      </w:r>
      <w:r w:rsidR="008A60E8">
        <w:rPr>
          <w:rtl/>
        </w:rPr>
        <w:t>،</w:t>
      </w:r>
      <w:r>
        <w:rPr>
          <w:rtl/>
        </w:rPr>
        <w:t xml:space="preserve"> وقد عرفنا القناعة وفضلها</w:t>
      </w:r>
      <w:r w:rsidR="008A60E8">
        <w:rPr>
          <w:rtl/>
        </w:rPr>
        <w:t>،</w:t>
      </w:r>
      <w:r>
        <w:rPr>
          <w:rtl/>
        </w:rPr>
        <w:t xml:space="preserve"> فلنعرف الآن الطمع ومساوئَه والممدوح منه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أمّا الطمع</w:t>
      </w:r>
      <w:r w:rsidR="008A60E8">
        <w:rPr>
          <w:rtl/>
        </w:rPr>
        <w:t>:</w:t>
      </w:r>
      <w:r>
        <w:rPr>
          <w:rtl/>
        </w:rPr>
        <w:t xml:space="preserve"> فهو تمنّي ما في أيدي الناس</w:t>
      </w:r>
      <w:r w:rsidR="008A60E8">
        <w:rPr>
          <w:rtl/>
        </w:rPr>
        <w:t>،</w:t>
      </w:r>
      <w:r>
        <w:rPr>
          <w:rtl/>
        </w:rPr>
        <w:t xml:space="preserve"> وأن يعطوه ما عندهم</w:t>
      </w:r>
      <w:r w:rsidR="008A60E8">
        <w:rPr>
          <w:rtl/>
        </w:rPr>
        <w:t>،</w:t>
      </w:r>
      <w:r>
        <w:rPr>
          <w:rtl/>
        </w:rPr>
        <w:t xml:space="preserve"> وهو من الرذائل المهلكة</w:t>
      </w:r>
      <w:r w:rsidR="008A60E8">
        <w:rPr>
          <w:rtl/>
        </w:rPr>
        <w:t>،</w:t>
      </w:r>
      <w:r>
        <w:rPr>
          <w:rtl/>
        </w:rPr>
        <w:t xml:space="preserve"> وهو اشتهاء الشيء والرغبة فيه والحرص عليه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إلاّ أنّه يُمدح الطمع في بعض الموارد</w:t>
      </w:r>
      <w:r w:rsidR="008A60E8">
        <w:rPr>
          <w:rtl/>
        </w:rPr>
        <w:t>،</w:t>
      </w:r>
      <w:r>
        <w:rPr>
          <w:rtl/>
        </w:rPr>
        <w:t xml:space="preserve"> وهي</w:t>
      </w:r>
      <w:r w:rsidR="008A60E8">
        <w:rPr>
          <w:rtl/>
        </w:rPr>
        <w:t>: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>الطمع بعفو ورحمة الله عزَّ وجلَّ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>الطمع بنعيم الآخرة وسعادتها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وأمّا مطلق الطمع فهو مذموم أشدَّ الذمّ</w:t>
      </w:r>
      <w:r w:rsidR="008A60E8">
        <w:rPr>
          <w:rtl/>
        </w:rPr>
        <w:t>،</w:t>
      </w:r>
      <w:r>
        <w:rPr>
          <w:rtl/>
        </w:rPr>
        <w:t xml:space="preserve"> ويصل في بعض الأحيان إلی قتل الإنسان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رُوي أنَّ المسيح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خرج يوماً إلی البرّية ومعه ثلاثة من أصحابه</w:t>
      </w:r>
      <w:r w:rsidR="008A60E8">
        <w:rPr>
          <w:rtl/>
        </w:rPr>
        <w:t>،</w:t>
      </w:r>
      <w:r>
        <w:rPr>
          <w:rtl/>
        </w:rPr>
        <w:t xml:space="preserve"> فلمّا توسّعوا في البرّية رأوا لبنة من ذهب مطروحة في الطريق</w:t>
      </w:r>
      <w:r w:rsidR="008A60E8">
        <w:rPr>
          <w:rtl/>
        </w:rPr>
        <w:t>،</w:t>
      </w:r>
      <w:r>
        <w:rPr>
          <w:rtl/>
        </w:rPr>
        <w:t xml:space="preserve"> فقال عيسی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هذا الذي أَهلك من البرّية مَنْ كان قبلكم</w:t>
      </w:r>
      <w:r w:rsidR="008A60E8">
        <w:rPr>
          <w:rtl/>
        </w:rPr>
        <w:t>،</w:t>
      </w:r>
      <w:r>
        <w:rPr>
          <w:rtl/>
        </w:rPr>
        <w:t xml:space="preserve"> إيّاكم ومحّبة هذا</w:t>
      </w:r>
      <w:r w:rsidR="008A60E8">
        <w:rPr>
          <w:rtl/>
        </w:rPr>
        <w:t>.</w:t>
      </w:r>
      <w:r>
        <w:rPr>
          <w:rtl/>
        </w:rPr>
        <w:t xml:space="preserve"> فمضوا عنها</w:t>
      </w:r>
      <w:r w:rsidR="008A60E8">
        <w:rPr>
          <w:rtl/>
        </w:rPr>
        <w:t>،</w:t>
      </w:r>
      <w:r>
        <w:rPr>
          <w:rtl/>
        </w:rPr>
        <w:t xml:space="preserve"> فما مضی ساعة حتّی قال واحد منهم</w:t>
      </w:r>
      <w:r w:rsidR="008A60E8">
        <w:rPr>
          <w:rtl/>
        </w:rPr>
        <w:t>:</w:t>
      </w:r>
      <w:r>
        <w:rPr>
          <w:rtl/>
        </w:rPr>
        <w:t xml:space="preserve"> يا روح الله</w:t>
      </w:r>
      <w:r w:rsidR="008A60E8">
        <w:rPr>
          <w:rtl/>
        </w:rPr>
        <w:t>،</w:t>
      </w:r>
      <w:r>
        <w:rPr>
          <w:rtl/>
        </w:rPr>
        <w:t xml:space="preserve"> ائذن لي في الرجوع إلی البلد فإنّي أَجدُ الأَلم</w:t>
      </w:r>
      <w:r w:rsidR="008A60E8">
        <w:rPr>
          <w:rtl/>
        </w:rPr>
        <w:t>.</w:t>
      </w:r>
      <w:r>
        <w:rPr>
          <w:rtl/>
        </w:rPr>
        <w:t xml:space="preserve"> فأذن له</w:t>
      </w:r>
      <w:r w:rsidR="008A60E8">
        <w:rPr>
          <w:rtl/>
        </w:rPr>
        <w:t>،</w:t>
      </w:r>
      <w:r>
        <w:rPr>
          <w:rtl/>
        </w:rPr>
        <w:t xml:space="preserve"> فأتی إلی اللبنة ليأخذها فجلس عندها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الثاني</w:t>
      </w:r>
      <w:r w:rsidR="008A60E8">
        <w:rPr>
          <w:rtl/>
        </w:rPr>
        <w:t>:</w:t>
      </w:r>
      <w:r>
        <w:rPr>
          <w:rtl/>
        </w:rPr>
        <w:t xml:space="preserve"> يا روحَ الله</w:t>
      </w:r>
      <w:r w:rsidR="008A60E8">
        <w:rPr>
          <w:rtl/>
        </w:rPr>
        <w:t>،</w:t>
      </w:r>
      <w:r>
        <w:rPr>
          <w:rtl/>
        </w:rPr>
        <w:t xml:space="preserve"> ائذن لي في الرجوع</w:t>
      </w:r>
      <w:r w:rsidR="008A60E8">
        <w:rPr>
          <w:rtl/>
        </w:rPr>
        <w:t>.</w:t>
      </w:r>
      <w:r>
        <w:rPr>
          <w:rtl/>
        </w:rPr>
        <w:t xml:space="preserve"> فأذن له</w:t>
      </w:r>
      <w:r w:rsidR="008A60E8">
        <w:rPr>
          <w:rtl/>
        </w:rPr>
        <w:t>،</w:t>
      </w:r>
      <w:r>
        <w:rPr>
          <w:rtl/>
        </w:rPr>
        <w:t xml:space="preserve"> وكذلك الثالث</w:t>
      </w:r>
      <w:r w:rsidR="008A60E8">
        <w:rPr>
          <w:rtl/>
        </w:rPr>
        <w:t>،</w:t>
      </w:r>
      <w:r>
        <w:rPr>
          <w:rtl/>
        </w:rPr>
        <w:t xml:space="preserve"> فاجتمعوا عند تلك اللبنة ليأخذوها</w:t>
      </w:r>
      <w:r w:rsidR="008A60E8">
        <w:rPr>
          <w:rtl/>
        </w:rPr>
        <w:t>،</w:t>
      </w:r>
      <w:r>
        <w:rPr>
          <w:rtl/>
        </w:rPr>
        <w:t xml:space="preserve"> فقالوا</w:t>
      </w:r>
      <w:r w:rsidR="008A60E8">
        <w:rPr>
          <w:rtl/>
        </w:rPr>
        <w:t>:</w:t>
      </w:r>
      <w:r>
        <w:rPr>
          <w:rtl/>
        </w:rPr>
        <w:t xml:space="preserve"> نحنُ جياع</w:t>
      </w:r>
      <w:r w:rsidR="008A60E8">
        <w:rPr>
          <w:rtl/>
        </w:rPr>
        <w:t>،</w:t>
      </w:r>
      <w:r>
        <w:rPr>
          <w:rtl/>
        </w:rPr>
        <w:t xml:space="preserve"> فليمضِ واحد منّا إلی البلد ليشتري لنا طعاماً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سفينة البحار 7</w:t>
      </w:r>
      <w:r w:rsidRPr="008A60E8">
        <w:rPr>
          <w:rtl/>
        </w:rPr>
        <w:t xml:space="preserve"> / 375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الأخلاق والآداب الإسلاميّة</w:t>
      </w:r>
      <w:r w:rsidRPr="008A60E8">
        <w:rPr>
          <w:rtl/>
        </w:rPr>
        <w:t xml:space="preserve"> / 377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حتّی ندخل البلد</w:t>
      </w:r>
      <w:r w:rsidR="008A60E8">
        <w:rPr>
          <w:rtl/>
        </w:rPr>
        <w:t>،</w:t>
      </w:r>
      <w:r>
        <w:rPr>
          <w:rtl/>
        </w:rPr>
        <w:t xml:space="preserve"> فمضی واحد فأتی إلی السوق واشتری طعاماً</w:t>
      </w:r>
      <w:r w:rsidR="008A60E8">
        <w:rPr>
          <w:rtl/>
        </w:rPr>
        <w:t>،</w:t>
      </w:r>
      <w:r>
        <w:rPr>
          <w:rtl/>
        </w:rPr>
        <w:t xml:space="preserve"> فقال في نفسه</w:t>
      </w:r>
      <w:r w:rsidR="008A60E8">
        <w:rPr>
          <w:rtl/>
        </w:rPr>
        <w:t>:</w:t>
      </w:r>
      <w:r>
        <w:rPr>
          <w:rtl/>
        </w:rPr>
        <w:t xml:space="preserve"> إنّي أجعل فوقه سُمّاً فيأكلان فيموتان</w:t>
      </w:r>
      <w:r w:rsidR="008A60E8">
        <w:rPr>
          <w:rtl/>
        </w:rPr>
        <w:t>،</w:t>
      </w:r>
      <w:r>
        <w:rPr>
          <w:rtl/>
        </w:rPr>
        <w:t xml:space="preserve"> فتبقی تلك اللبنة لي وحدي</w:t>
      </w:r>
      <w:r w:rsidR="008A60E8">
        <w:rPr>
          <w:rtl/>
        </w:rPr>
        <w:t>.</w:t>
      </w:r>
      <w:r>
        <w:rPr>
          <w:rtl/>
        </w:rPr>
        <w:t xml:space="preserve"> فوضع في الطعام سُمّاً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وأمّا الآخران فتعاقدا علی أن يقتلاه ويأخذا اللبنة</w:t>
      </w:r>
      <w:r w:rsidR="008A60E8">
        <w:rPr>
          <w:rtl/>
        </w:rPr>
        <w:t>،</w:t>
      </w:r>
      <w:r>
        <w:rPr>
          <w:rtl/>
        </w:rPr>
        <w:t xml:space="preserve"> فلمّا جاء بالطعام بادرا إليه وقتلاه</w:t>
      </w:r>
      <w:r w:rsidR="008A60E8">
        <w:rPr>
          <w:rtl/>
        </w:rPr>
        <w:t>،</w:t>
      </w:r>
      <w:r>
        <w:rPr>
          <w:rtl/>
        </w:rPr>
        <w:t xml:space="preserve"> وجلسا يأكلان الطعام</w:t>
      </w:r>
      <w:r w:rsidR="008A60E8">
        <w:rPr>
          <w:rtl/>
        </w:rPr>
        <w:t>،</w:t>
      </w:r>
      <w:r>
        <w:rPr>
          <w:rtl/>
        </w:rPr>
        <w:t xml:space="preserve"> فما أكلا قليلاً حتّی ماتا</w:t>
      </w:r>
      <w:r w:rsidR="008A60E8">
        <w:rPr>
          <w:rtl/>
        </w:rPr>
        <w:t>،</w:t>
      </w:r>
      <w:r>
        <w:rPr>
          <w:rtl/>
        </w:rPr>
        <w:t xml:space="preserve"> فصاروا كلّهم أمواتاً حول تلك اللبنة</w:t>
      </w:r>
      <w:r w:rsidR="008A60E8">
        <w:rPr>
          <w:rtl/>
        </w:rPr>
        <w:t>،</w:t>
      </w:r>
      <w:r>
        <w:rPr>
          <w:rtl/>
        </w:rPr>
        <w:t xml:space="preserve"> فلمّا رجع عيسی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مرّ علی تلك اللبنة</w:t>
      </w:r>
      <w:r w:rsidR="008A60E8">
        <w:rPr>
          <w:rtl/>
        </w:rPr>
        <w:t>،</w:t>
      </w:r>
      <w:r>
        <w:rPr>
          <w:rtl/>
        </w:rPr>
        <w:t xml:space="preserve"> فرأی أصحابه أمواتاً</w:t>
      </w:r>
      <w:r w:rsidR="008A60E8">
        <w:rPr>
          <w:rtl/>
        </w:rPr>
        <w:t>،</w:t>
      </w:r>
      <w:r>
        <w:rPr>
          <w:rtl/>
        </w:rPr>
        <w:t xml:space="preserve"> فعلم أن تلك اللبنة هي التي قتلتهم</w:t>
      </w:r>
      <w:r w:rsidR="008A60E8">
        <w:rPr>
          <w:rtl/>
        </w:rPr>
        <w:t>،</w:t>
      </w:r>
      <w:r>
        <w:rPr>
          <w:rtl/>
        </w:rPr>
        <w:t xml:space="preserve"> فدعی الله فأحياهم لأجله</w:t>
      </w:r>
      <w:r w:rsidR="008A60E8">
        <w:rPr>
          <w:rtl/>
        </w:rPr>
        <w:t>،</w:t>
      </w:r>
      <w:r>
        <w:rPr>
          <w:rtl/>
        </w:rPr>
        <w:t xml:space="preserve"> فقال لهم</w:t>
      </w:r>
      <w:r w:rsidR="008A60E8">
        <w:rPr>
          <w:rtl/>
        </w:rPr>
        <w:t>:</w:t>
      </w:r>
      <w:r>
        <w:rPr>
          <w:rtl/>
        </w:rPr>
        <w:t xml:space="preserve"> أمّا قُلتُ لكم</w:t>
      </w:r>
      <w:r w:rsidR="008A60E8">
        <w:rPr>
          <w:rtl/>
        </w:rPr>
        <w:t>:</w:t>
      </w:r>
      <w:r>
        <w:rPr>
          <w:rtl/>
        </w:rPr>
        <w:t xml:space="preserve"> إنَّ هذا هو الذي أهلك مَنْ كان قبلكم</w:t>
      </w:r>
      <w:r w:rsidR="008A60E8">
        <w:rPr>
          <w:rtl/>
        </w:rPr>
        <w:t>!</w:t>
      </w:r>
      <w:r>
        <w:rPr>
          <w:rtl/>
        </w:rPr>
        <w:t xml:space="preserve"> فتركوا اللبنة ومضوا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Heading2Center"/>
      </w:pPr>
      <w:bookmarkStart w:id="33" w:name="_Toc436482605"/>
      <w:r>
        <w:rPr>
          <w:rtl/>
        </w:rPr>
        <w:t>من نتائج القناعة</w:t>
      </w:r>
      <w:bookmarkEnd w:id="33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 xml:space="preserve">العزّ </w:t>
      </w:r>
    </w:p>
    <w:p w:rsidR="009A0DCC" w:rsidRDefault="009A0DCC" w:rsidP="00172AAC">
      <w:pPr>
        <w:pStyle w:val="libNormal"/>
      </w:pPr>
      <w:r>
        <w:rPr>
          <w:rtl/>
        </w:rPr>
        <w:t xml:space="preserve">عن الإمام علي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ثمرة القناعة العزّ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>الاكتفاء والرضا بما عنده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3</w:t>
      </w:r>
      <w:r w:rsidR="00EE7E9B">
        <w:rPr>
          <w:rtl/>
        </w:rPr>
        <w:t xml:space="preserve"> - </w:t>
      </w:r>
      <w:r>
        <w:rPr>
          <w:rtl/>
        </w:rPr>
        <w:t xml:space="preserve">صلاح النفس </w:t>
      </w:r>
    </w:p>
    <w:p w:rsidR="009A0DCC" w:rsidRDefault="009A0DCC" w:rsidP="00172AAC">
      <w:pPr>
        <w:pStyle w:val="libNormal"/>
      </w:pPr>
      <w:r>
        <w:rPr>
          <w:rtl/>
        </w:rPr>
        <w:t xml:space="preserve">عن الإمام علي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أعون شيءٍ علی صلاح النفس القناعة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4</w:t>
      </w:r>
      <w:r w:rsidR="00EE7E9B">
        <w:rPr>
          <w:rtl/>
        </w:rPr>
        <w:t xml:space="preserve"> - </w:t>
      </w:r>
      <w:r>
        <w:rPr>
          <w:rtl/>
        </w:rPr>
        <w:t>القناعة راحة</w:t>
      </w:r>
      <w:r w:rsidR="008A60E8">
        <w:rPr>
          <w:rtl/>
        </w:rPr>
        <w:t>:</w:t>
      </w:r>
      <w:r>
        <w:rPr>
          <w:rtl/>
        </w:rPr>
        <w:t xml:space="preserve"> عن الإمام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القُنوع راحة الأبدان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زهر الربيع</w:t>
      </w:r>
      <w:r w:rsidRPr="008A60E8">
        <w:rPr>
          <w:rtl/>
        </w:rPr>
        <w:t xml:space="preserve"> / 406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عيون الحكم والمواعظ / 208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المصدر نفسه / 112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بحار الأنوار 75 / 28</w:t>
      </w:r>
      <w:r w:rsidR="008A60E8">
        <w:rPr>
          <w:rtl/>
        </w:rPr>
        <w:t>،</w:t>
      </w:r>
      <w:r>
        <w:rPr>
          <w:rtl/>
        </w:rPr>
        <w:t xml:space="preserve"> باب وصايا الحسين</w:t>
      </w:r>
      <w:r w:rsidRPr="008A60E8">
        <w:rPr>
          <w:rtl/>
        </w:rPr>
        <w:t xml:space="preserve">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5</w:t>
      </w:r>
      <w:r w:rsidR="00EE7E9B">
        <w:rPr>
          <w:rtl/>
        </w:rPr>
        <w:t xml:space="preserve"> - </w:t>
      </w:r>
      <w:r>
        <w:rPr>
          <w:rtl/>
        </w:rPr>
        <w:t>حساب يسير يوم القيامة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Heading2Center"/>
      </w:pPr>
      <w:bookmarkStart w:id="34" w:name="_Toc436482606"/>
      <w:r>
        <w:rPr>
          <w:rtl/>
        </w:rPr>
        <w:t>من قصص القناعة</w:t>
      </w:r>
      <w:bookmarkEnd w:id="34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عن أبي بصير قال</w:t>
      </w:r>
      <w:r w:rsidR="008A60E8">
        <w:rPr>
          <w:rtl/>
        </w:rPr>
        <w:t>:</w:t>
      </w:r>
      <w:r>
        <w:rPr>
          <w:rtl/>
        </w:rPr>
        <w:t xml:space="preserve"> سمعتُ أبا عبد الله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أرسل عثمان إلی أبي ذرّ (رضي الله عنه) موليين له ومعهما مئتا دينار</w:t>
      </w:r>
      <w:r w:rsidR="008A60E8">
        <w:rPr>
          <w:rtl/>
        </w:rPr>
        <w:t>،</w:t>
      </w:r>
      <w:r>
        <w:rPr>
          <w:rtl/>
        </w:rPr>
        <w:t xml:space="preserve"> فقال لهما</w:t>
      </w:r>
      <w:r w:rsidR="008A60E8">
        <w:rPr>
          <w:rtl/>
        </w:rPr>
        <w:t>:</w:t>
      </w:r>
      <w:r>
        <w:rPr>
          <w:rtl/>
        </w:rPr>
        <w:t xml:space="preserve"> انطلقا إلی أبي ذرّ فقولا له</w:t>
      </w:r>
      <w:r w:rsidR="008A60E8">
        <w:rPr>
          <w:rtl/>
        </w:rPr>
        <w:t>:</w:t>
      </w:r>
      <w:r>
        <w:rPr>
          <w:rtl/>
        </w:rPr>
        <w:t xml:space="preserve"> إنَّ عثمان يُقرئك السّلام</w:t>
      </w:r>
      <w:r w:rsidR="008A60E8">
        <w:rPr>
          <w:rtl/>
        </w:rPr>
        <w:t>،</w:t>
      </w:r>
      <w:r>
        <w:rPr>
          <w:rtl/>
        </w:rPr>
        <w:t xml:space="preserve"> ويقول لك هذه مئتا دينار فاستعن بها علی ما نابك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أبو ذرّ</w:t>
      </w:r>
      <w:r w:rsidR="008A60E8">
        <w:rPr>
          <w:rtl/>
        </w:rPr>
        <w:t>:</w:t>
      </w:r>
      <w:r>
        <w:rPr>
          <w:rtl/>
        </w:rPr>
        <w:t xml:space="preserve"> هل أعطی أحداً من المسلمين مثل ما أعطاني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قالا</w:t>
      </w:r>
      <w:r w:rsidR="008A60E8">
        <w:rPr>
          <w:rtl/>
        </w:rPr>
        <w:t>:</w:t>
      </w:r>
      <w:r>
        <w:rPr>
          <w:rtl/>
        </w:rPr>
        <w:t xml:space="preserve"> لا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إنّما أنا رجلٌ من المُسلمين يسعني ما يسع المُسلمين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قالا له</w:t>
      </w:r>
      <w:r w:rsidR="008A60E8">
        <w:rPr>
          <w:rtl/>
        </w:rPr>
        <w:t>:</w:t>
      </w:r>
      <w:r>
        <w:rPr>
          <w:rtl/>
        </w:rPr>
        <w:t xml:space="preserve"> إنّه يقول</w:t>
      </w:r>
      <w:r w:rsidR="008A60E8">
        <w:rPr>
          <w:rtl/>
        </w:rPr>
        <w:t>:</w:t>
      </w:r>
      <w:r>
        <w:rPr>
          <w:rtl/>
        </w:rPr>
        <w:t xml:space="preserve"> هذا من صُلب مالي</w:t>
      </w:r>
      <w:r w:rsidR="008A60E8">
        <w:rPr>
          <w:rtl/>
        </w:rPr>
        <w:t>،</w:t>
      </w:r>
      <w:r w:rsidR="00E037B4">
        <w:rPr>
          <w:rtl/>
        </w:rPr>
        <w:t xml:space="preserve"> وبالله الذي لا إله إل</w:t>
      </w:r>
      <w:r w:rsidR="00E037B4">
        <w:rPr>
          <w:rFonts w:hint="cs"/>
          <w:rtl/>
        </w:rPr>
        <w:t>ّ</w:t>
      </w:r>
      <w:r w:rsidR="00E037B4">
        <w:rPr>
          <w:rtl/>
        </w:rPr>
        <w:t>ا</w:t>
      </w:r>
      <w:r>
        <w:rPr>
          <w:rtl/>
        </w:rPr>
        <w:t xml:space="preserve"> هو ما خالطها حرام</w:t>
      </w:r>
      <w:r w:rsidR="008A60E8">
        <w:rPr>
          <w:rtl/>
        </w:rPr>
        <w:t>،</w:t>
      </w:r>
      <w:r>
        <w:rPr>
          <w:rtl/>
        </w:rPr>
        <w:t xml:space="preserve"> ولا بعث بها إليك إلاّ من حلال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لا حاجة لي فيها وقد أصبحتُ يومي هذا وأنا من أغنی الناس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فقالا له</w:t>
      </w:r>
      <w:r w:rsidR="008A60E8">
        <w:rPr>
          <w:rtl/>
        </w:rPr>
        <w:t>:</w:t>
      </w:r>
      <w:r>
        <w:rPr>
          <w:rtl/>
        </w:rPr>
        <w:t xml:space="preserve"> عافاك الله وأصلحك</w:t>
      </w:r>
      <w:r w:rsidR="008A60E8">
        <w:rPr>
          <w:rtl/>
        </w:rPr>
        <w:t>!</w:t>
      </w:r>
      <w:r>
        <w:rPr>
          <w:rtl/>
        </w:rPr>
        <w:t xml:space="preserve"> ما نری في بيتك قليلاً ولا كثيراً ممّا يتمتع به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بلی</w:t>
      </w:r>
      <w:r w:rsidR="008A60E8">
        <w:rPr>
          <w:rtl/>
        </w:rPr>
        <w:t>،</w:t>
      </w:r>
      <w:r>
        <w:rPr>
          <w:rtl/>
        </w:rPr>
        <w:t xml:space="preserve"> تحت هذا الأكاف الذي ترون رغيفا شعير ٍ قد أتی عليهما أيّام</w:t>
      </w:r>
      <w:r w:rsidR="008A60E8">
        <w:rPr>
          <w:rtl/>
        </w:rPr>
        <w:t>،</w:t>
      </w:r>
      <w:r>
        <w:rPr>
          <w:rtl/>
        </w:rPr>
        <w:t xml:space="preserve"> فما أصنع بهذه الدنانير</w:t>
      </w:r>
      <w:r w:rsidR="008A60E8">
        <w:rPr>
          <w:rtl/>
        </w:rPr>
        <w:t>؟</w:t>
      </w:r>
      <w:r>
        <w:rPr>
          <w:rtl/>
        </w:rPr>
        <w:t xml:space="preserve"> لا والله حتّی يعلم الله أنّي لا أقدر علی قليلٍ ولا كثيرٍ وقد أصبحتُ غنيّاً بولاية علي بن أبي طالب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وعترته الهاديين المهديين</w:t>
      </w:r>
      <w:r w:rsidR="008A60E8">
        <w:rPr>
          <w:rtl/>
        </w:rPr>
        <w:t>،</w:t>
      </w:r>
      <w:r>
        <w:rPr>
          <w:rtl/>
        </w:rPr>
        <w:t xml:space="preserve"> الراضين المرضيين</w:t>
      </w:r>
      <w:r w:rsidR="008A60E8">
        <w:rPr>
          <w:rtl/>
        </w:rPr>
        <w:t>،</w:t>
      </w:r>
      <w:r>
        <w:rPr>
          <w:rtl/>
        </w:rPr>
        <w:t xml:space="preserve"> الذين يهدون بالحقّ وبه يعدلون</w:t>
      </w:r>
      <w:r w:rsidR="008A60E8">
        <w:rPr>
          <w:rtl/>
        </w:rPr>
        <w:t>.</w:t>
      </w:r>
      <w:r>
        <w:rPr>
          <w:rtl/>
        </w:rPr>
        <w:t xml:space="preserve"> وكذلك سمعتُ رسولَ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يقول</w:t>
      </w:r>
      <w:r w:rsidR="008A60E8">
        <w:rPr>
          <w:rtl/>
        </w:rPr>
        <w:t>:</w:t>
      </w:r>
      <w:r>
        <w:rPr>
          <w:rtl/>
        </w:rPr>
        <w:t xml:space="preserve"> فإنَّه لقبيحٌ بالشيخ أن يكون كذّاباً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فردّاها عليه واعلماه أنّي لا حاجة لي فيها ولا فيما عنده حتّی ألقی الله ربّي فيكون هو الحاكم فيما بيني وبينه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وروي أيضاً أنّهما قالا لأبي ذر</w:t>
      </w:r>
      <w:r w:rsidR="008A60E8">
        <w:rPr>
          <w:rtl/>
        </w:rPr>
        <w:t>:</w:t>
      </w:r>
      <w:r>
        <w:rPr>
          <w:rtl/>
        </w:rPr>
        <w:t xml:space="preserve"> إن أنت أخذتها أعتقنا عثمان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 أبو ذرّ لهما</w:t>
      </w:r>
      <w:r w:rsidR="008A60E8">
        <w:rPr>
          <w:rtl/>
        </w:rPr>
        <w:t>:</w:t>
      </w:r>
      <w:r>
        <w:rPr>
          <w:rtl/>
        </w:rPr>
        <w:t xml:space="preserve"> أعتقكما عثمان واسترقّني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فهكذا تعلّم وتربّى أبو ذرّ الغفاري من النبيّ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ومن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بأن لا يكون عبداً مسترقّاً وإن كلّفه ذلك أن يموت وحيداً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بحار الأنوار</w:t>
      </w:r>
      <w:r w:rsidRPr="008A60E8">
        <w:rPr>
          <w:rtl/>
        </w:rPr>
        <w:t xml:space="preserve"> 22 / 398</w:t>
      </w:r>
      <w:r w:rsidR="008A60E8">
        <w:rPr>
          <w:rtl/>
        </w:rPr>
        <w:t>،</w:t>
      </w:r>
      <w:r>
        <w:rPr>
          <w:rtl/>
        </w:rPr>
        <w:t xml:space="preserve"> ح5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وغريباً</w:t>
      </w:r>
      <w:r w:rsidR="008A60E8">
        <w:rPr>
          <w:rtl/>
        </w:rPr>
        <w:t>،</w:t>
      </w:r>
      <w:r>
        <w:rPr>
          <w:rtl/>
        </w:rPr>
        <w:t xml:space="preserve"> وكذا تربی وعاش أبو الفضل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بأن لا يكون مسترقّاً</w:t>
      </w:r>
      <w:r w:rsidR="008A60E8">
        <w:rPr>
          <w:rtl/>
        </w:rPr>
        <w:t>؛</w:t>
      </w:r>
      <w:r>
        <w:rPr>
          <w:rtl/>
        </w:rPr>
        <w:t xml:space="preserve"> فقد تعلّم الصرخة الحسينية</w:t>
      </w:r>
      <w:r w:rsidR="008A60E8">
        <w:rPr>
          <w:rtl/>
        </w:rPr>
        <w:t>:</w:t>
      </w:r>
      <w:r>
        <w:rPr>
          <w:rtl/>
        </w:rPr>
        <w:t xml:space="preserve"> هيهات منّا الذلّة</w:t>
      </w:r>
      <w:r w:rsidR="008A60E8">
        <w:rPr>
          <w:rtl/>
        </w:rPr>
        <w:t>!</w:t>
      </w:r>
      <w:r>
        <w:rPr>
          <w:rtl/>
        </w:rPr>
        <w:t xml:space="preserve"> ولذا تری أنّه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لمّا جاء إليه الشمر (لعنه الله) ومعه كتاب من ابن زياد فيه الأمان للعباس وإخوته</w:t>
      </w:r>
      <w:r w:rsidR="008A60E8">
        <w:rPr>
          <w:rtl/>
        </w:rPr>
        <w:t>،</w:t>
      </w:r>
      <w:r>
        <w:rPr>
          <w:rtl/>
        </w:rPr>
        <w:t xml:space="preserve"> بحيث لو رضي به العباس وإخوته لحصل الشمر علی جائزة من عبيد الله بن زياد (لعنه الله)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فصاح الشمر</w:t>
      </w:r>
      <w:r w:rsidR="008A60E8">
        <w:rPr>
          <w:rtl/>
        </w:rPr>
        <w:t>:</w:t>
      </w:r>
      <w:r>
        <w:rPr>
          <w:rtl/>
        </w:rPr>
        <w:t xml:space="preserve"> أين العباس وإخوته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وكان العباس وقتئذٍ جالساً بين يدي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فأطرق برأسه حياءً من الحسين</w:t>
      </w:r>
      <w:r w:rsidR="008A60E8">
        <w:rPr>
          <w:rtl/>
        </w:rPr>
        <w:t>،</w:t>
      </w:r>
      <w:r>
        <w:rPr>
          <w:rtl/>
        </w:rPr>
        <w:t xml:space="preserve"> فصاح الشمر ثانياً وثالثاً</w:t>
      </w:r>
      <w:r w:rsidR="008A60E8">
        <w:rPr>
          <w:rtl/>
        </w:rPr>
        <w:t>،</w:t>
      </w:r>
      <w:r>
        <w:rPr>
          <w:rtl/>
        </w:rPr>
        <w:t xml:space="preserve"> فالتفت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إلی أخيه أبي الفضل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قائلاً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أجبه يا أخي ولو كان فاسقاً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ركب أبو الفضل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جواده وأتی نحو الشمر</w:t>
      </w:r>
      <w:r w:rsidR="008A60E8">
        <w:rPr>
          <w:rtl/>
        </w:rPr>
        <w:t>،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ما تريد يابن ذي الجوشن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يا أبا الفضل</w:t>
      </w:r>
      <w:r w:rsidR="008A60E8">
        <w:rPr>
          <w:rtl/>
        </w:rPr>
        <w:t>،</w:t>
      </w:r>
      <w:r>
        <w:rPr>
          <w:rtl/>
        </w:rPr>
        <w:t xml:space="preserve"> هذا كتاب من ابن زياد يذكر فيه بأنّك أنت الأمير علی هذا الجيش</w:t>
      </w:r>
      <w:r w:rsidR="008A60E8">
        <w:rPr>
          <w:rtl/>
        </w:rPr>
        <w:t>،</w:t>
      </w:r>
      <w:r>
        <w:rPr>
          <w:rtl/>
        </w:rPr>
        <w:t xml:space="preserve"> وأنت وإخوتك آمنون فلا تعرّض نفسك للقتل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فقال له العباس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لعنك الله ولعن آمانك</w:t>
      </w:r>
      <w:r w:rsidR="008A60E8">
        <w:rPr>
          <w:rtl/>
        </w:rPr>
        <w:t>!</w:t>
      </w:r>
      <w:r>
        <w:rPr>
          <w:rtl/>
        </w:rPr>
        <w:t xml:space="preserve"> أتُؤمننا وابن رسول الله لا أمان له</w:t>
      </w:r>
      <w:r w:rsidR="008A60E8">
        <w:rPr>
          <w:rtl/>
        </w:rPr>
        <w:t>؟</w:t>
      </w:r>
      <w:r>
        <w:rPr>
          <w:rtl/>
        </w:rPr>
        <w:t xml:space="preserve"> ويلك</w:t>
      </w:r>
      <w:r w:rsidR="008A60E8">
        <w:rPr>
          <w:rtl/>
        </w:rPr>
        <w:t>!</w:t>
      </w:r>
      <w:r>
        <w:rPr>
          <w:rtl/>
        </w:rPr>
        <w:t xml:space="preserve"> أفبلموت تخوّفني وأنا المميت خواض المنايا</w:t>
      </w:r>
      <w:r w:rsidR="008A60E8">
        <w:rPr>
          <w:rtl/>
        </w:rPr>
        <w:t>؟</w:t>
      </w:r>
      <w:r>
        <w:rPr>
          <w:rtl/>
        </w:rPr>
        <w:t xml:space="preserve"> أأَترك مَنْ خلقني الله لأجله وأدخل في طاعة اللعين وأولاد اللعناء</w:t>
      </w:r>
      <w:r w:rsidR="008A60E8">
        <w:rPr>
          <w:rtl/>
        </w:rPr>
        <w:t>؟</w:t>
      </w:r>
      <w:r>
        <w:rPr>
          <w:rtl/>
        </w:rPr>
        <w:t>!</w:t>
      </w:r>
      <w:r w:rsidRPr="008A60E8">
        <w:rPr>
          <w:rStyle w:val="libFootnotenumChar"/>
          <w:rtl/>
        </w:rPr>
        <w:t>(1)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نعم</w:t>
      </w:r>
      <w:r w:rsidR="008A60E8">
        <w:rPr>
          <w:rtl/>
        </w:rPr>
        <w:t>،</w:t>
      </w:r>
      <w:r>
        <w:rPr>
          <w:rtl/>
        </w:rPr>
        <w:t xml:space="preserve"> كيف يترك إمام زمانه وسيّده ومولاه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ولذا نری سيد الشهداء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قد وفی بذلك عندما وقع أخوه أبو الفضل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ونادی</w:t>
      </w:r>
      <w:r w:rsidR="008A60E8">
        <w:rPr>
          <w:rtl/>
        </w:rPr>
        <w:t>:</w:t>
      </w:r>
      <w:r>
        <w:rPr>
          <w:rtl/>
        </w:rPr>
        <w:t xml:space="preserve"> أخي يا حسين</w:t>
      </w:r>
      <w:r w:rsidR="008A60E8">
        <w:rPr>
          <w:rtl/>
        </w:rPr>
        <w:t>!</w:t>
      </w:r>
      <w:r>
        <w:rPr>
          <w:rtl/>
        </w:rPr>
        <w:t xml:space="preserve"> أدرك أخاك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انظر الإرشاد 2</w:t>
      </w:r>
      <w:r w:rsidRPr="008A60E8">
        <w:rPr>
          <w:rtl/>
        </w:rPr>
        <w:t xml:space="preserve"> / 89</w:t>
      </w:r>
      <w:r w:rsidR="008A60E8">
        <w:rPr>
          <w:rtl/>
        </w:rPr>
        <w:t>،</w:t>
      </w:r>
      <w:r>
        <w:rPr>
          <w:rtl/>
        </w:rPr>
        <w:t xml:space="preserve"> تاريخ</w:t>
      </w:r>
      <w:r w:rsidRPr="008A60E8">
        <w:rPr>
          <w:rtl/>
        </w:rPr>
        <w:t xml:space="preserve"> </w:t>
      </w:r>
      <w:r>
        <w:rPr>
          <w:rtl/>
        </w:rPr>
        <w:t>الطبري 4 / 315</w:t>
      </w:r>
      <w:r w:rsidR="008A60E8">
        <w:rPr>
          <w:rtl/>
        </w:rPr>
        <w:t>،</w:t>
      </w:r>
      <w:r>
        <w:rPr>
          <w:rtl/>
        </w:rPr>
        <w:t xml:space="preserve"> بحار الأنوار 44 / 391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أقبل أبو عبد الله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نحو مصرعه</w:t>
      </w:r>
      <w:r w:rsidR="008A60E8">
        <w:rPr>
          <w:rtl/>
        </w:rPr>
        <w:t>،</w:t>
      </w:r>
      <w:r>
        <w:rPr>
          <w:rtl/>
        </w:rPr>
        <w:t xml:space="preserve"> كشف الأعداء عن جسد أبي الفضل العباس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يقول حميد بن مسلم</w:t>
      </w:r>
      <w:r w:rsidR="008A60E8">
        <w:rPr>
          <w:rtl/>
        </w:rPr>
        <w:t>:</w:t>
      </w:r>
      <w:r>
        <w:rPr>
          <w:rtl/>
        </w:rPr>
        <w:t xml:space="preserve"> لمّا وصل بالقرب من العباس طأطأ رأسه إلی التراب وحمل شيئاً وقبّله</w:t>
      </w:r>
      <w:r w:rsidR="008A60E8">
        <w:rPr>
          <w:rtl/>
        </w:rPr>
        <w:t>،</w:t>
      </w:r>
      <w:r>
        <w:rPr>
          <w:rtl/>
        </w:rPr>
        <w:t xml:space="preserve"> نظرنا وإذا هي يمين العبّاس</w:t>
      </w:r>
      <w:r w:rsidR="008A60E8">
        <w:rPr>
          <w:rtl/>
        </w:rPr>
        <w:t>،</w:t>
      </w:r>
      <w:r>
        <w:rPr>
          <w:rtl/>
        </w:rPr>
        <w:t xml:space="preserve"> بعد ذلك طأطأ رأسه مرّة ثانية وحمل شيئاً آخر وقبّله وإذا هي شمال العباس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بعد ذلك أخذ شيئاً آخر وقبّله</w:t>
      </w:r>
      <w:r w:rsidR="008A60E8">
        <w:rPr>
          <w:rtl/>
        </w:rPr>
        <w:t>،</w:t>
      </w:r>
      <w:r>
        <w:rPr>
          <w:rtl/>
        </w:rPr>
        <w:t xml:space="preserve"> نظرنا وإذا بها عمامة العباس ملطخة بالدماء</w:t>
      </w:r>
      <w:r w:rsidR="008A60E8">
        <w:rPr>
          <w:rtl/>
        </w:rPr>
        <w:t>.</w:t>
      </w:r>
      <w:r>
        <w:rPr>
          <w:rtl/>
        </w:rPr>
        <w:t xml:space="preserve">.. </w:t>
      </w:r>
    </w:p>
    <w:p w:rsidR="009A0DCC" w:rsidRDefault="009A0DCC" w:rsidP="00172AAC">
      <w:pPr>
        <w:pStyle w:val="libNormal"/>
      </w:pPr>
      <w:r>
        <w:rPr>
          <w:rtl/>
        </w:rPr>
        <w:t>وصل إليه أخذ رأسه وضعه في حجره</w:t>
      </w:r>
      <w:r w:rsidR="008A60E8">
        <w:rPr>
          <w:rtl/>
        </w:rPr>
        <w:t>،</w:t>
      </w:r>
      <w:r>
        <w:rPr>
          <w:rtl/>
        </w:rPr>
        <w:t xml:space="preserve"> أرجعه أبو الفضل وعفرّه بالتراب</w:t>
      </w:r>
      <w:r w:rsidR="008A60E8">
        <w:rPr>
          <w:rtl/>
        </w:rPr>
        <w:t>،</w:t>
      </w:r>
      <w:r>
        <w:rPr>
          <w:rtl/>
        </w:rPr>
        <w:t xml:space="preserve"> أرجعه الحسين مرّةً ثانية إلی حجره</w:t>
      </w:r>
      <w:r w:rsidR="008A60E8">
        <w:rPr>
          <w:rtl/>
        </w:rPr>
        <w:t>،</w:t>
      </w:r>
      <w:r>
        <w:rPr>
          <w:rtl/>
        </w:rPr>
        <w:t xml:space="preserve"> أرجعه العباس إلی التراب</w:t>
      </w:r>
      <w:r w:rsidR="008A60E8">
        <w:rPr>
          <w:rtl/>
        </w:rPr>
        <w:t>،</w:t>
      </w:r>
      <w:r>
        <w:rPr>
          <w:rtl/>
        </w:rPr>
        <w:t xml:space="preserve"> وهكذا ثالثاً</w:t>
      </w:r>
      <w:r w:rsidR="008A60E8">
        <w:rPr>
          <w:rtl/>
        </w:rPr>
        <w:t>؛</w:t>
      </w:r>
      <w:r>
        <w:rPr>
          <w:rtl/>
        </w:rPr>
        <w:t xml:space="preserve"> فالتفت إليه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قائلاً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الوداع الأخير يابن والدي</w:t>
      </w:r>
      <w:r w:rsidR="001448CA">
        <w:rPr>
          <w:rtl/>
        </w:rPr>
        <w:t>»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فقال العباس</w:t>
      </w:r>
      <w:r w:rsidR="008A60E8">
        <w:rPr>
          <w:rtl/>
        </w:rPr>
        <w:t>:</w:t>
      </w:r>
      <w:r>
        <w:rPr>
          <w:rtl/>
        </w:rPr>
        <w:t xml:space="preserve"> أخي أبا عبد الله</w:t>
      </w:r>
      <w:r w:rsidR="008A60E8">
        <w:rPr>
          <w:rtl/>
        </w:rPr>
        <w:t>،</w:t>
      </w:r>
      <w:r>
        <w:rPr>
          <w:rtl/>
        </w:rPr>
        <w:t xml:space="preserve"> يابن الزهراء</w:t>
      </w:r>
      <w:r w:rsidR="008A60E8">
        <w:rPr>
          <w:rtl/>
        </w:rPr>
        <w:t>،</w:t>
      </w:r>
      <w:r>
        <w:rPr>
          <w:rtl/>
        </w:rPr>
        <w:t xml:space="preserve"> الآن أنت تأخذ برأسي تضعه في حجرك</w:t>
      </w:r>
      <w:r w:rsidR="008A60E8">
        <w:rPr>
          <w:rtl/>
        </w:rPr>
        <w:t>،</w:t>
      </w:r>
      <w:r>
        <w:rPr>
          <w:rtl/>
        </w:rPr>
        <w:t xml:space="preserve"> ولكن روحي فداك أبا عبد الله</w:t>
      </w:r>
      <w:r w:rsidR="008A60E8">
        <w:rPr>
          <w:rtl/>
        </w:rPr>
        <w:t>!</w:t>
      </w:r>
      <w:r>
        <w:rPr>
          <w:rtl/>
        </w:rPr>
        <w:t xml:space="preserve"> مِن بعدي مَنْ الذي يأخذ برأسك</w:t>
      </w:r>
      <w:r w:rsidR="008A60E8">
        <w:rPr>
          <w:rtl/>
        </w:rPr>
        <w:t>؟</w:t>
      </w:r>
      <w:r>
        <w:rPr>
          <w:rtl/>
        </w:rPr>
        <w:t xml:space="preserve"> مَنْ الذي يمسح الدم والتُراب عن وجهك</w:t>
      </w:r>
      <w:r w:rsidR="008A60E8">
        <w:rPr>
          <w:rtl/>
        </w:rPr>
        <w:t>؟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يـخويه مَـنْ يغمضلك اعيونك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يـا هـو اليگف يـحسين دونك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عله افراگي اشوف انخطف لونك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وتـضل بـعدي يبو سكنه محيّر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يـا عـباس لـمّنْ صدّت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مـنّـي لـعد ايـديك الاثـنين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ودمـهن يـسيل اوشـفت چفين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فـوگ الـثری نـاديت صوتين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واحـد نـواعي اوواحـد ونين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يـعباس صـارت طيحتك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lastRenderedPageBreak/>
              <w:t>يعباس آنه اعضيدك احسين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مگدر علی أفراگك يلحنين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271DBE" w:rsidRDefault="00271DBE" w:rsidP="00271DBE">
      <w:pPr>
        <w:pStyle w:val="libPoemCenter"/>
        <w:rPr>
          <w:rFonts w:hint="cs"/>
          <w:rtl/>
        </w:rPr>
      </w:pPr>
      <w:r>
        <w:rPr>
          <w:rFonts w:hint="cs"/>
          <w:rtl/>
        </w:rPr>
        <w:t>وسـفه يـفرگ بينّه البين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چنـت عوني ونه بالكون عونك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گضيت اللي عليك اوفزت عونك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لچن يا هو من اصيح يصيح عونك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يـخويه حـسين بـس آمر عليَّ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ما خلتُ بعدَك أن تُشلَّ سواعدي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وتكفَّ باصرتي وظهريَ يُقصمُ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  <w:lang w:bidi="fa-IR"/>
        </w:rPr>
        <w:t>* * *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037B4">
      <w:pPr>
        <w:pStyle w:val="Heading1Center"/>
      </w:pPr>
      <w:bookmarkStart w:id="35" w:name="_Toc436482607"/>
      <w:r>
        <w:rPr>
          <w:rtl/>
        </w:rPr>
        <w:lastRenderedPageBreak/>
        <w:t>المجلس الثامن</w:t>
      </w:r>
      <w:bookmarkStart w:id="36" w:name="المجلس_الثامن"/>
      <w:bookmarkEnd w:id="36"/>
      <w:bookmarkEnd w:id="35"/>
    </w:p>
    <w:p w:rsidR="009A0DCC" w:rsidRDefault="009A0DCC" w:rsidP="00E037B4">
      <w:pPr>
        <w:pStyle w:val="Heading1Center"/>
      </w:pPr>
      <w:bookmarkStart w:id="37" w:name="_Toc436482608"/>
      <w:r>
        <w:rPr>
          <w:rtl/>
        </w:rPr>
        <w:t>صلة الرحم</w:t>
      </w:r>
      <w:bookmarkEnd w:id="37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EE7E9B" w:rsidP="00172AAC">
      <w:pPr>
        <w:pStyle w:val="libNormal"/>
      </w:pPr>
      <w:r>
        <w:rPr>
          <w:rtl/>
        </w:rPr>
        <w:lastRenderedPageBreak/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271DBE">
      <w:pPr>
        <w:pStyle w:val="libCenterBold1"/>
      </w:pPr>
      <w:r>
        <w:rPr>
          <w:rtl/>
        </w:rPr>
        <w:lastRenderedPageBreak/>
        <w:t>المجلس الثامن</w:t>
      </w:r>
    </w:p>
    <w:p w:rsidR="009A0DCC" w:rsidRDefault="009A0DCC" w:rsidP="00271DBE">
      <w:pPr>
        <w:pStyle w:val="libCenterBold1"/>
        <w:rPr>
          <w:rFonts w:hint="cs"/>
          <w:rtl/>
        </w:rPr>
      </w:pPr>
      <w:r>
        <w:rPr>
          <w:rtl/>
        </w:rPr>
        <w:t>صلة الرحم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الـبـدارَ الـبـدارَ آلَ نزار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قـد فُـنيتم ما بين بيضِ الشِّفارِ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سـوّموا الـخيلَ واطلقوها عِراباً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واتـركوها تـشقّ بـيد الـقفارِ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وابـعـثوها صـوابـحاً فـأُميَّ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وسـمت أنـفَ مجدِكم بالصغارِ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لا تلـد هـاشـميةٌ عـلـوياً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إن تـركـتم أُمـيَّةٌ بـقـرارِ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أنـزارٌ نـضُّوا برودَ التهاني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فحسينٌ عـلی الـبسيطة عاري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لا تـمدُّوا لـكم عن الشمس ظِلاً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إنَّ فـي الـشمسِ مهجةَ المختارِ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لا تـذوقوا المعينَ واقضوا ظمايا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بـعد ظـامٍ‌ قـضی بحدِّ الغِرارِ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حقَّ أن لا تُـكفّنوا هـاشمياً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بـعد مـا كفّنَ الـحُسينَ الـذاري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لا تـشـقّوا لآلِ فـهرٍ قـبوراً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فـابن طـه مُـلقیً بـلا إقـبارِ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طأطيِءُ وا الرُّؤوسَ إنَّ رأسَ حُسينٍ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رفـعوهُ فـوق القنا الخطّارِ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 xml:space="preserve">فعندما رأت العقيلة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رؤوس إخوتها وأولادها وأولاد عمومتها علی القنا تذكّرت عزّها</w:t>
      </w:r>
      <w:r w:rsidR="008A60E8">
        <w:rPr>
          <w:rtl/>
        </w:rPr>
        <w:t>،</w:t>
      </w:r>
      <w:r>
        <w:rPr>
          <w:rtl/>
        </w:rPr>
        <w:t xml:space="preserve"> وتوجّهت نحو كافلها أبي الفضل العباس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للشيخ عبد الحسين شكر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السيّد جواد شبّر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أدب الطفّ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الشيخ عبد الحسين ابن الشيخ أحمد بن شكر النجفي ابن الشيخ أحمد بن الحسن بن محمّد بن شكر الجباوي النجفي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توفي بطهران سنة 1285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 والده الشيخ أحمد من العلماء المصنفين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 xml:space="preserve">رثى أهل البيت </w:t>
      </w:r>
      <w:r w:rsidR="00EE7E9B" w:rsidRPr="00EE7E9B">
        <w:rPr>
          <w:rStyle w:val="libAlaemChar"/>
          <w:rFonts w:hint="cs"/>
          <w:rtl/>
        </w:rPr>
        <w:t>عليهم‌السلام</w:t>
      </w:r>
      <w:r w:rsidRPr="008A60E8">
        <w:rPr>
          <w:rFonts w:hint="cs"/>
          <w:rtl/>
        </w:rPr>
        <w:t xml:space="preserve"> بقصائد كثيرة تزيد على الخمسين</w:t>
      </w:r>
      <w:r w:rsidR="008A60E8">
        <w:rPr>
          <w:rFonts w:hint="cs"/>
          <w:rtl/>
        </w:rPr>
        <w:t>؛</w:t>
      </w:r>
      <w:r w:rsidRPr="008A60E8">
        <w:rPr>
          <w:rFonts w:hint="cs"/>
          <w:rtl/>
        </w:rPr>
        <w:t xml:space="preserve"> منها روضة مرتبة على الحروف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وشعره يرويه رجال المنبر الحسيني في المحافل الحسينية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وقد تصدّى الخطيب الشهير الشيخ محمّد علي اليعقوبي لجمع ما نظمه الشاعر في أهل البيت </w:t>
      </w:r>
      <w:r w:rsidR="00EE7E9B" w:rsidRPr="00EE7E9B">
        <w:rPr>
          <w:rStyle w:val="libAlaemChar"/>
          <w:rFonts w:hint="cs"/>
          <w:rtl/>
        </w:rPr>
        <w:t>عليهم‌السلام</w:t>
      </w:r>
      <w:r w:rsidRPr="008A60E8">
        <w:rPr>
          <w:rFonts w:hint="cs"/>
          <w:rtl/>
        </w:rPr>
        <w:t xml:space="preserve"> من القصائد والمقاطيع من مديح ورثاء فنشره في كراسة تناهز المئة صفحة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وآل شكر أسرة قديمة من الاُسر العربية الشهيرة بالنجف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عُرفت باسم (شكر) أحد أجدادها الأقدمين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وأصلهم من عرب الحجاز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(أدب الطفّ 7 / 187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188)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(بحراني)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صـاحت دخـيلك يالمگطّع بالشريعه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جـاها النده ردّي تری إچفوفي گطيعه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لـلـخيم ردّي لـلـيتاما يـالـوديعه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تـدرين بيه امگطّعه إيميني واليسار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امـطبّر ومن جوفي انزفت كلّ الدموم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روحي العلي الأكبر يزينب بلچن يگوم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أيـسّت مـنه أوبـاليتامی ردّت تحوم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إتـنخي أومن كثر النواخي گلبها طار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صاحت صوت ياعباس وينك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گوم اوجرّد الماضي بيمينك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وخـلها تصد واتشوف عينك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آيا حـمـانا الـفاگدينك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  <w:lang w:bidi="fa-IR"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تعالی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اتَّقُواْ اللّهَ الَّذِي تَسَاءلُونَ بِهِ وَالأَرْحَامَ إِنَّ اللّهَ كَانَ عَلَيْكُمْ رَقِيباً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لقد دعا الإسلام إلی الألفة والمحبّة بين جميع الناس</w:t>
      </w:r>
      <w:r w:rsidR="008A60E8">
        <w:rPr>
          <w:rtl/>
        </w:rPr>
        <w:t>،</w:t>
      </w:r>
      <w:r>
        <w:rPr>
          <w:rtl/>
        </w:rPr>
        <w:t xml:space="preserve"> وأوصاهم أن يتعارفوا ويتآلفوا</w:t>
      </w:r>
      <w:r w:rsidR="008A60E8">
        <w:rPr>
          <w:rtl/>
        </w:rPr>
        <w:t>،</w:t>
      </w:r>
      <w:r>
        <w:rPr>
          <w:rtl/>
        </w:rPr>
        <w:t xml:space="preserve"> وأكد علی ذلك وشدّد عليه في حقّ القرابة</w:t>
      </w:r>
      <w:r w:rsidR="008A60E8">
        <w:rPr>
          <w:rtl/>
        </w:rPr>
        <w:t>،</w:t>
      </w:r>
      <w:r>
        <w:rPr>
          <w:rtl/>
        </w:rPr>
        <w:t xml:space="preserve"> المعبّر عنها بالرحم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هذه الرحم قد أوصی الله بصلتها</w:t>
      </w:r>
      <w:r w:rsidR="008A60E8">
        <w:rPr>
          <w:rtl/>
        </w:rPr>
        <w:t>،</w:t>
      </w:r>
      <w:r>
        <w:rPr>
          <w:rtl/>
        </w:rPr>
        <w:t xml:space="preserve"> ونهی عن قطيعتها</w:t>
      </w:r>
      <w:r w:rsidR="008A60E8">
        <w:rPr>
          <w:rtl/>
        </w:rPr>
        <w:t>،</w:t>
      </w:r>
      <w:r>
        <w:rPr>
          <w:rtl/>
        </w:rPr>
        <w:t xml:space="preserve"> وحذّر الأرحام من التدابر والتقاطع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وليس معنی ذلك أن تصبح القرابة صنماً يتحكّم بعواطف الناس وعقائدها</w:t>
      </w:r>
      <w:r w:rsidR="008A60E8">
        <w:rPr>
          <w:rtl/>
        </w:rPr>
        <w:t>،</w:t>
      </w:r>
      <w:r>
        <w:rPr>
          <w:rtl/>
        </w:rPr>
        <w:t xml:space="preserve"> وتتحوّل الأرحام إلی آلهة تجرف في طريقها كلّ عدلٍ‌ وحقٍّ</w:t>
      </w:r>
      <w:r w:rsidR="008A60E8">
        <w:rPr>
          <w:rtl/>
        </w:rPr>
        <w:t>،</w:t>
      </w:r>
      <w:r>
        <w:rPr>
          <w:rtl/>
        </w:rPr>
        <w:t xml:space="preserve"> ويتحوّل علی أساسها الباطل إلی حقٍّ والحقّ إلی باطلٍ</w:t>
      </w:r>
      <w:r w:rsidR="008A60E8">
        <w:rPr>
          <w:rtl/>
        </w:rPr>
        <w:t>،</w:t>
      </w:r>
      <w:r>
        <w:rPr>
          <w:rtl/>
        </w:rPr>
        <w:t xml:space="preserve"> بل معناها أن يكون بين الأرحام تواصلٌ وتعاطف وتوادّ في الله ومن أجلِ الله</w:t>
      </w:r>
      <w:r w:rsidR="008A60E8">
        <w:rPr>
          <w:rtl/>
        </w:rPr>
        <w:t>،</w:t>
      </w:r>
      <w:r>
        <w:rPr>
          <w:rtl/>
        </w:rPr>
        <w:t xml:space="preserve"> فتتحوّل هذه الصلة إلی طُهرٍ ونزاهة يجتمع فيها الأرحام علی طاعةِ الله وتقواه</w:t>
      </w:r>
      <w:r w:rsidR="008A60E8">
        <w:rPr>
          <w:rtl/>
        </w:rPr>
        <w:t>،</w:t>
      </w:r>
      <w:r>
        <w:rPr>
          <w:rtl/>
        </w:rPr>
        <w:t xml:space="preserve"> ولا يفصمها ولا يزلزها حادث عابر أو قضية تافهة</w:t>
      </w:r>
      <w:r w:rsidR="008A60E8">
        <w:rPr>
          <w:rtl/>
        </w:rPr>
        <w:t>؛</w:t>
      </w:r>
      <w:r>
        <w:rPr>
          <w:rtl/>
        </w:rPr>
        <w:t xml:space="preserve"> ومن هُنا كان للأرحام حقوق أشدّ وأقوی من حقوق سائر المسلمين يحسن بنا أن نمرّ عليها ونتدبّرها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من بعد هذه المقدمة نرجع إلی الآية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ابتدأت الآية المباركة الأمر بالتقوی</w:t>
      </w:r>
      <w:r w:rsidR="008A60E8">
        <w:rPr>
          <w:rtl/>
        </w:rPr>
        <w:t>،</w:t>
      </w:r>
      <w:r>
        <w:rPr>
          <w:rtl/>
        </w:rPr>
        <w:t xml:space="preserve"> فقالت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واتقوا الله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؛</w:t>
      </w:r>
      <w:r>
        <w:rPr>
          <w:rtl/>
        </w:rPr>
        <w:t xml:space="preserve"> وذلك لأهمية التقوی ودورها في بناء قاعدة المجتمع الصالح</w:t>
      </w:r>
      <w:r w:rsidR="008A60E8">
        <w:rPr>
          <w:rtl/>
        </w:rPr>
        <w:t>،</w:t>
      </w:r>
      <w:r>
        <w:rPr>
          <w:rtl/>
        </w:rPr>
        <w:t xml:space="preserve"> سبّبت في أن تذكر مجدّداً في نهاية الآية الحاضرة</w:t>
      </w:r>
      <w:r w:rsidR="008A60E8">
        <w:rPr>
          <w:rtl/>
        </w:rPr>
        <w:t>،</w:t>
      </w:r>
      <w:r>
        <w:rPr>
          <w:rtl/>
        </w:rPr>
        <w:t xml:space="preserve"> وأن يدعو سُبحانه الناس إلی التزام التقوی</w:t>
      </w:r>
      <w:r w:rsidR="008A60E8">
        <w:rPr>
          <w:rtl/>
        </w:rPr>
        <w:t>،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النساء / 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الأخلاق والآداب الإسلاميّة / 847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غاية الأمر أنّه تعالی أضاف إليها جملة اُخری إذ قال</w:t>
      </w:r>
      <w:r w:rsidR="008A60E8">
        <w:rPr>
          <w:rtl/>
        </w:rPr>
        <w:t>:</w:t>
      </w:r>
      <w:r>
        <w:t xml:space="preserve"> </w:t>
      </w:r>
      <w:r w:rsidRPr="001448CA">
        <w:rPr>
          <w:rStyle w:val="libAlaemChar"/>
        </w:rPr>
        <w:t>(</w:t>
      </w:r>
      <w:r w:rsidRPr="00EE7E9B">
        <w:rPr>
          <w:rStyle w:val="libAieChar"/>
        </w:rPr>
        <w:t xml:space="preserve"> </w:t>
      </w:r>
      <w:r w:rsidRPr="00EE7E9B">
        <w:rPr>
          <w:rStyle w:val="libAieChar"/>
          <w:rtl/>
        </w:rPr>
        <w:t>َاتَّقُواْ اللّهَ الَّذِي تَسَاءلُونَ بِهِ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،</w:t>
      </w:r>
      <w:r w:rsidR="00EE7E9B">
        <w:rPr>
          <w:rFonts w:hint="cs"/>
          <w:rtl/>
        </w:rPr>
        <w:t xml:space="preserve"> </w:t>
      </w:r>
      <w:r>
        <w:rPr>
          <w:rtl/>
        </w:rPr>
        <w:t>بمعنی اتقوا الله الذي هو عندكم عظيم</w:t>
      </w:r>
      <w:r w:rsidR="008A60E8">
        <w:rPr>
          <w:rtl/>
        </w:rPr>
        <w:t>،</w:t>
      </w:r>
      <w:r>
        <w:rPr>
          <w:rtl/>
        </w:rPr>
        <w:t xml:space="preserve"> وتذكرون اسمه عندما تطلبون حقوقكم وحوائجكم فيما بينكم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إنَّ ذكر هذا الموضوع هنا يدلّ أوّلاً علی الأهمية الفائقة التي يُعطيها القُرآن الكريم لمسألة الرحم</w:t>
      </w:r>
      <w:r w:rsidR="008A60E8">
        <w:rPr>
          <w:rtl/>
        </w:rPr>
        <w:t>،</w:t>
      </w:r>
      <w:r>
        <w:rPr>
          <w:rtl/>
        </w:rPr>
        <w:t xml:space="preserve"> وتشجيعه القربی إلی درجة أنّه يذكر اسم الأرحام بعد ذكر اسم الله سُبحانه</w:t>
      </w:r>
      <w:r w:rsidR="008A60E8">
        <w:rPr>
          <w:rtl/>
        </w:rPr>
        <w:t>،</w:t>
      </w:r>
      <w:r>
        <w:rPr>
          <w:rtl/>
        </w:rPr>
        <w:t xml:space="preserve"> وهو إشارة</w:t>
      </w:r>
      <w:r w:rsidR="00EE7E9B">
        <w:rPr>
          <w:rtl/>
        </w:rPr>
        <w:t xml:space="preserve"> - </w:t>
      </w:r>
      <w:r>
        <w:rPr>
          <w:rtl/>
        </w:rPr>
        <w:t>ثانياً</w:t>
      </w:r>
      <w:r w:rsidR="00EE7E9B">
        <w:rPr>
          <w:rtl/>
        </w:rPr>
        <w:t xml:space="preserve"> - </w:t>
      </w:r>
      <w:r>
        <w:rPr>
          <w:rtl/>
        </w:rPr>
        <w:t>إلی الأمر الذي ذُكر في مطلع الآية</w:t>
      </w:r>
      <w:r w:rsidR="008A60E8">
        <w:rPr>
          <w:rtl/>
        </w:rPr>
        <w:t>،</w:t>
      </w:r>
      <w:r>
        <w:rPr>
          <w:rtl/>
        </w:rPr>
        <w:t xml:space="preserve"> وهو أنّكم جميعاً من أبٍ واحدٍ وأمٍّ واحدة</w:t>
      </w:r>
      <w:r w:rsidR="008A60E8">
        <w:rPr>
          <w:rtl/>
        </w:rPr>
        <w:t>،</w:t>
      </w:r>
      <w:r>
        <w:rPr>
          <w:rtl/>
        </w:rPr>
        <w:t xml:space="preserve"> وهذا يعني</w:t>
      </w:r>
      <w:r w:rsidR="00EE7E9B">
        <w:rPr>
          <w:rtl/>
        </w:rPr>
        <w:t xml:space="preserve"> - </w:t>
      </w:r>
      <w:r>
        <w:rPr>
          <w:rtl/>
        </w:rPr>
        <w:t>في الحقيقة</w:t>
      </w:r>
      <w:r w:rsidR="00EE7E9B">
        <w:rPr>
          <w:rtl/>
        </w:rPr>
        <w:t xml:space="preserve"> - </w:t>
      </w:r>
      <w:r>
        <w:rPr>
          <w:rtl/>
        </w:rPr>
        <w:t>أنَّ جميع أبناء آدم أقرباء وأرحام</w:t>
      </w:r>
      <w:r w:rsidR="008A60E8">
        <w:rPr>
          <w:rtl/>
        </w:rPr>
        <w:t>،</w:t>
      </w:r>
      <w:r>
        <w:rPr>
          <w:rtl/>
        </w:rPr>
        <w:t xml:space="preserve"> وهذا الارتباط والترابط يستوجبُ أن يتحابّ الجميع ويتوادّوا دون تفريقٍ أو تمييزٍ بين عنصرٍ وآخر</w:t>
      </w:r>
      <w:r w:rsidR="008A60E8">
        <w:rPr>
          <w:rtl/>
        </w:rPr>
        <w:t>،</w:t>
      </w:r>
      <w:r>
        <w:rPr>
          <w:rtl/>
        </w:rPr>
        <w:t xml:space="preserve"> وقبيلة واُخری</w:t>
      </w:r>
      <w:r w:rsidR="008A60E8">
        <w:rPr>
          <w:rtl/>
        </w:rPr>
        <w:t>،</w:t>
      </w:r>
      <w:r>
        <w:rPr>
          <w:rtl/>
        </w:rPr>
        <w:t xml:space="preserve"> تماماً كما يتحابّ أفراد القبيلة الواحدة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Heading2Center"/>
      </w:pPr>
      <w:bookmarkStart w:id="38" w:name="_Toc436482609"/>
      <w:r>
        <w:rPr>
          <w:rtl/>
        </w:rPr>
        <w:t>مَنْ هم الأرحام</w:t>
      </w:r>
      <w:r w:rsidR="008A60E8">
        <w:rPr>
          <w:rtl/>
        </w:rPr>
        <w:t>؟</w:t>
      </w:r>
      <w:bookmarkEnd w:id="38"/>
    </w:p>
    <w:p w:rsidR="009A0DCC" w:rsidRDefault="009A0DCC" w:rsidP="00172AAC">
      <w:pPr>
        <w:pStyle w:val="libNormal"/>
      </w:pPr>
      <w:r>
        <w:rPr>
          <w:rtl/>
        </w:rPr>
        <w:t>الأرحام</w:t>
      </w:r>
      <w:r w:rsidR="008A60E8">
        <w:rPr>
          <w:rtl/>
        </w:rPr>
        <w:t>:</w:t>
      </w:r>
      <w:r>
        <w:rPr>
          <w:rtl/>
        </w:rPr>
        <w:t xml:space="preserve"> مفهومٌ يُعيّنه العرف</w:t>
      </w:r>
      <w:r w:rsidR="008A60E8">
        <w:rPr>
          <w:rtl/>
        </w:rPr>
        <w:t>،</w:t>
      </w:r>
      <w:r>
        <w:rPr>
          <w:rtl/>
        </w:rPr>
        <w:t xml:space="preserve"> والقدر المتيقن منه الآباء والأبناء</w:t>
      </w:r>
      <w:r w:rsidR="008A60E8">
        <w:rPr>
          <w:rtl/>
        </w:rPr>
        <w:t>،</w:t>
      </w:r>
      <w:r>
        <w:rPr>
          <w:rtl/>
        </w:rPr>
        <w:t xml:space="preserve"> والإخوة والأعمام والأخوال</w:t>
      </w:r>
      <w:r w:rsidR="008A60E8">
        <w:rPr>
          <w:rtl/>
        </w:rPr>
        <w:t>،</w:t>
      </w:r>
      <w:r>
        <w:rPr>
          <w:rtl/>
        </w:rPr>
        <w:t xml:space="preserve"> وأولادهم المُباشرون</w:t>
      </w:r>
      <w:r w:rsidR="008A60E8">
        <w:rPr>
          <w:rtl/>
        </w:rPr>
        <w:t>.</w:t>
      </w:r>
      <w:r>
        <w:rPr>
          <w:rtl/>
        </w:rPr>
        <w:t xml:space="preserve"> وهؤلاء أمرنا الله بصلتهم وفرض علينا التعاون معهم</w:t>
      </w:r>
      <w:r w:rsidR="008A60E8">
        <w:rPr>
          <w:rtl/>
        </w:rPr>
        <w:t>،</w:t>
      </w:r>
      <w:r>
        <w:rPr>
          <w:rtl/>
        </w:rPr>
        <w:t xml:space="preserve"> وكانت الوصية بالأرحام من الله لكي نحفظهم ونرعاهم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رُوي عن الإمام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أوّل ناطقٍ من الجوارح يوم القيامة الرحم</w:t>
      </w:r>
      <w:r w:rsidR="008A60E8">
        <w:rPr>
          <w:rtl/>
        </w:rPr>
        <w:t>،</w:t>
      </w:r>
      <w:r>
        <w:rPr>
          <w:rtl/>
        </w:rPr>
        <w:t xml:space="preserve"> تقول</w:t>
      </w:r>
      <w:r w:rsidR="008A60E8">
        <w:rPr>
          <w:rtl/>
        </w:rPr>
        <w:t>:</w:t>
      </w:r>
      <w:r>
        <w:rPr>
          <w:rtl/>
        </w:rPr>
        <w:t xml:space="preserve"> يا رب</w:t>
      </w:r>
      <w:r w:rsidR="008A60E8">
        <w:rPr>
          <w:rtl/>
        </w:rPr>
        <w:t>،</w:t>
      </w:r>
      <w:r>
        <w:rPr>
          <w:rtl/>
        </w:rPr>
        <w:t xml:space="preserve"> مَنْ وصلني في الدُنيا فصل اليوم ما بينك وبينه</w:t>
      </w:r>
      <w:r w:rsidR="008A60E8">
        <w:rPr>
          <w:rtl/>
        </w:rPr>
        <w:t>،</w:t>
      </w:r>
      <w:r>
        <w:rPr>
          <w:rtl/>
        </w:rPr>
        <w:t xml:space="preserve"> ومَنْ قطعني في الدنيا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</w:t>
      </w:r>
      <w:r w:rsidRPr="008A60E8">
        <w:rPr>
          <w:rtl/>
        </w:rPr>
        <w:t xml:space="preserve"> </w:t>
      </w:r>
      <w:r>
        <w:rPr>
          <w:rtl/>
        </w:rPr>
        <w:t>الأمثل 3 / 81</w:t>
      </w:r>
      <w:r w:rsidR="00EE7E9B">
        <w:rPr>
          <w:rtl/>
        </w:rPr>
        <w:t xml:space="preserve"> - </w:t>
      </w:r>
      <w:r>
        <w:rPr>
          <w:rtl/>
        </w:rPr>
        <w:t>82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فأقطع اليوم ما بينك وبينه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Heading2Center"/>
      </w:pPr>
      <w:bookmarkStart w:id="39" w:name="_Toc436482610"/>
      <w:r>
        <w:rPr>
          <w:rtl/>
        </w:rPr>
        <w:t>آثار قطيعة الرحم</w:t>
      </w:r>
      <w:bookmarkEnd w:id="39"/>
    </w:p>
    <w:p w:rsidR="009A0DCC" w:rsidRDefault="009A0DCC" w:rsidP="00172AAC">
      <w:pPr>
        <w:pStyle w:val="libNormal"/>
      </w:pPr>
      <w:r>
        <w:rPr>
          <w:rtl/>
        </w:rPr>
        <w:t>وإنَّ من الذنوب الكبيرة</w:t>
      </w:r>
      <w:r w:rsidR="008A60E8">
        <w:rPr>
          <w:rtl/>
        </w:rPr>
        <w:t>،</w:t>
      </w:r>
      <w:r>
        <w:rPr>
          <w:rtl/>
        </w:rPr>
        <w:t xml:space="preserve"> والجرائم العظيمة أن يقطع الإنسان رحمه</w:t>
      </w:r>
      <w:r w:rsidR="008A60E8">
        <w:rPr>
          <w:rtl/>
        </w:rPr>
        <w:t>،</w:t>
      </w:r>
      <w:r>
        <w:rPr>
          <w:rtl/>
        </w:rPr>
        <w:t xml:space="preserve"> وينصبه العداء</w:t>
      </w:r>
      <w:r w:rsidR="008A60E8">
        <w:rPr>
          <w:rtl/>
        </w:rPr>
        <w:t>،</w:t>
      </w:r>
      <w:r>
        <w:rPr>
          <w:rtl/>
        </w:rPr>
        <w:t xml:space="preserve"> ويقف في وجهه شاهراً لسانه</w:t>
      </w:r>
      <w:r w:rsidR="008A60E8">
        <w:rPr>
          <w:rtl/>
        </w:rPr>
        <w:t>،</w:t>
      </w:r>
      <w:r>
        <w:rPr>
          <w:rtl/>
        </w:rPr>
        <w:t xml:space="preserve"> مُعلناً غضبه</w:t>
      </w:r>
      <w:r w:rsidR="008A60E8">
        <w:rPr>
          <w:rtl/>
        </w:rPr>
        <w:t>.</w:t>
      </w:r>
      <w:r>
        <w:rPr>
          <w:rtl/>
        </w:rPr>
        <w:t>.. إنَّ قطيعة الرحم من الكبائر</w:t>
      </w:r>
      <w:r w:rsidR="008A60E8">
        <w:rPr>
          <w:rtl/>
        </w:rPr>
        <w:t>،</w:t>
      </w:r>
      <w:r>
        <w:rPr>
          <w:rtl/>
        </w:rPr>
        <w:t xml:space="preserve"> وهي لا تجوز في قاموس المسلمين وإن كُنّا نجد هذه الظاهرة ولو بدرجة خفيفة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وقد يترتّب علی قطع الرحم آثار سيئة</w:t>
      </w:r>
      <w:r w:rsidR="008A60E8">
        <w:rPr>
          <w:rtl/>
        </w:rPr>
        <w:t>،</w:t>
      </w:r>
      <w:r>
        <w:rPr>
          <w:rtl/>
        </w:rPr>
        <w:t xml:space="preserve"> وعُقوبة جسيمة</w:t>
      </w:r>
      <w:r w:rsidR="008A60E8">
        <w:rPr>
          <w:rtl/>
        </w:rPr>
        <w:t>،</w:t>
      </w:r>
      <w:r>
        <w:rPr>
          <w:rtl/>
        </w:rPr>
        <w:t xml:space="preserve"> وعذاب من الله شديد</w:t>
      </w:r>
      <w:r w:rsidR="008A60E8">
        <w:rPr>
          <w:rtl/>
        </w:rPr>
        <w:t>،</w:t>
      </w:r>
      <w:r>
        <w:rPr>
          <w:rtl/>
        </w:rPr>
        <w:t xml:space="preserve"> وهذه بعض آثار قطيعة الرحم</w:t>
      </w:r>
      <w:r w:rsidR="008A60E8">
        <w:rPr>
          <w:rtl/>
        </w:rPr>
        <w:t>:</w:t>
      </w:r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>إنَّ أهم أثر لقطيعة الرحم أنَّها تُدخل النار</w:t>
      </w:r>
      <w:r w:rsidR="008A60E8">
        <w:rPr>
          <w:rtl/>
        </w:rPr>
        <w:t>،</w:t>
      </w:r>
      <w:r>
        <w:rPr>
          <w:rtl/>
        </w:rPr>
        <w:t xml:space="preserve"> وتُغضب العزيز الجبّار</w:t>
      </w:r>
      <w:r w:rsidR="008A60E8">
        <w:rPr>
          <w:rtl/>
        </w:rPr>
        <w:t>؛</w:t>
      </w:r>
      <w:r>
        <w:rPr>
          <w:rtl/>
        </w:rPr>
        <w:t xml:space="preserve"> فإنَّ الله أوعد بعذاب أليمٍ لمَنْ قطع رحمه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عن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أخبرني جبرائيل أنّ ريح الجنّة توجد من مسيرة ألف عام</w:t>
      </w:r>
      <w:r w:rsidR="008A60E8">
        <w:rPr>
          <w:rtl/>
        </w:rPr>
        <w:t>،</w:t>
      </w:r>
      <w:r>
        <w:rPr>
          <w:rtl/>
        </w:rPr>
        <w:t xml:space="preserve"> ما يجدها عاقٍ</w:t>
      </w:r>
      <w:r w:rsidR="008A60E8">
        <w:rPr>
          <w:rtl/>
        </w:rPr>
        <w:t>،</w:t>
      </w:r>
      <w:r>
        <w:rPr>
          <w:rtl/>
        </w:rPr>
        <w:t xml:space="preserve"> ولا قاطعُ رحم</w:t>
      </w:r>
      <w:r w:rsidR="008A60E8">
        <w:rPr>
          <w:rtl/>
        </w:rPr>
        <w:t>،</w:t>
      </w:r>
      <w:r>
        <w:rPr>
          <w:rtl/>
        </w:rPr>
        <w:t xml:space="preserve"> ولا شيخٌ زانٍ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>من آثار قطيعة الرحم أن تتحول الأموال إلی أيدي الأشرار</w:t>
      </w:r>
      <w:r w:rsidR="008A60E8">
        <w:rPr>
          <w:rtl/>
        </w:rPr>
        <w:t>،</w:t>
      </w:r>
      <w:r>
        <w:rPr>
          <w:rtl/>
        </w:rPr>
        <w:t xml:space="preserve"> فعن الإمام الباقر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إذا قُطعت الأرحام جُعلت الأموال في أيدي الأشرار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3</w:t>
      </w:r>
      <w:r w:rsidR="00EE7E9B">
        <w:rPr>
          <w:rtl/>
        </w:rPr>
        <w:t xml:space="preserve"> - </w:t>
      </w:r>
      <w:r>
        <w:rPr>
          <w:rtl/>
        </w:rPr>
        <w:t>قطيعة الرحم من الذنوب التي تُعجّل الفناء</w:t>
      </w:r>
      <w:r w:rsidR="008A60E8">
        <w:rPr>
          <w:rtl/>
        </w:rPr>
        <w:t>؛</w:t>
      </w:r>
      <w:r>
        <w:rPr>
          <w:rtl/>
        </w:rPr>
        <w:t xml:space="preserve"> ففي خطبة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2</w:t>
      </w:r>
      <w:r w:rsidRPr="008A60E8">
        <w:rPr>
          <w:rtl/>
        </w:rPr>
        <w:t xml:space="preserve"> / 151</w:t>
      </w:r>
      <w:r w:rsidR="008A60E8">
        <w:rPr>
          <w:rtl/>
        </w:rPr>
        <w:t>،</w:t>
      </w:r>
      <w:r>
        <w:rPr>
          <w:rtl/>
        </w:rPr>
        <w:t xml:space="preserve"> ح8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المصدر نفسه 2 / 349</w:t>
      </w:r>
      <w:r w:rsidR="008A60E8">
        <w:rPr>
          <w:rtl/>
        </w:rPr>
        <w:t>،</w:t>
      </w:r>
      <w:r>
        <w:rPr>
          <w:rtl/>
        </w:rPr>
        <w:t xml:space="preserve"> ح6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المصدر نفسه 2 / 247</w:t>
      </w:r>
      <w:r w:rsidR="00EE7E9B">
        <w:rPr>
          <w:rtl/>
        </w:rPr>
        <w:t xml:space="preserve"> - </w:t>
      </w:r>
      <w:r>
        <w:rPr>
          <w:rtl/>
        </w:rPr>
        <w:t>248</w:t>
      </w:r>
      <w:r w:rsidR="008A60E8">
        <w:rPr>
          <w:rtl/>
        </w:rPr>
        <w:t>،</w:t>
      </w:r>
      <w:r>
        <w:rPr>
          <w:rtl/>
        </w:rPr>
        <w:t xml:space="preserve"> ح7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لأمير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أعوذ بالله من الذنوب التي تُعجّل الفناء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فقام إليه عبد الله بن الكوّاء اليشكري فقال</w:t>
      </w:r>
      <w:r w:rsidR="008A60E8">
        <w:rPr>
          <w:rtl/>
        </w:rPr>
        <w:t>:</w:t>
      </w:r>
      <w:r>
        <w:rPr>
          <w:rtl/>
        </w:rPr>
        <w:t xml:space="preserve"> يا أمير المؤمنين</w:t>
      </w:r>
      <w:r w:rsidR="008A60E8">
        <w:rPr>
          <w:rtl/>
        </w:rPr>
        <w:t>،</w:t>
      </w:r>
      <w:r>
        <w:rPr>
          <w:rtl/>
        </w:rPr>
        <w:t xml:space="preserve"> أو يكون ذنوب تُعجّل الفناء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نعم</w:t>
      </w:r>
      <w:r w:rsidR="008A60E8">
        <w:rPr>
          <w:rtl/>
        </w:rPr>
        <w:t>،</w:t>
      </w:r>
      <w:r>
        <w:rPr>
          <w:rtl/>
        </w:rPr>
        <w:t xml:space="preserve"> ويلك</w:t>
      </w:r>
      <w:r w:rsidR="008A60E8">
        <w:rPr>
          <w:rtl/>
        </w:rPr>
        <w:t>!</w:t>
      </w:r>
      <w:r>
        <w:rPr>
          <w:rtl/>
        </w:rPr>
        <w:t xml:space="preserve"> قطيعة الرحم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وعن الإمام الصادق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الذنوب التي تُعجّل الفناء قطيعة الرحم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4</w:t>
      </w:r>
      <w:r w:rsidR="00EE7E9B">
        <w:rPr>
          <w:rtl/>
        </w:rPr>
        <w:t xml:space="preserve"> - </w:t>
      </w:r>
      <w:r>
        <w:rPr>
          <w:rtl/>
        </w:rPr>
        <w:t>قطيعة الرحم سببٌ لحلول النقم</w:t>
      </w:r>
      <w:r w:rsidR="008A60E8">
        <w:rPr>
          <w:rtl/>
        </w:rPr>
        <w:t>،</w:t>
      </w:r>
      <w:r>
        <w:rPr>
          <w:rtl/>
        </w:rPr>
        <w:t xml:space="preserve"> فعن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حلول النقم في قطيعة الرحم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5</w:t>
      </w:r>
      <w:r w:rsidR="00EE7E9B">
        <w:rPr>
          <w:rtl/>
        </w:rPr>
        <w:t xml:space="preserve"> - </w:t>
      </w:r>
      <w:r>
        <w:rPr>
          <w:rtl/>
        </w:rPr>
        <w:t>قاطع الرحم لا تنزل عليه الرحمة</w:t>
      </w:r>
      <w:r w:rsidR="008A60E8">
        <w:rPr>
          <w:rtl/>
        </w:rPr>
        <w:t>،</w:t>
      </w:r>
      <w:r>
        <w:rPr>
          <w:rtl/>
        </w:rPr>
        <w:t xml:space="preserve"> ولا علی الذين معه</w:t>
      </w:r>
      <w:r w:rsidR="008A60E8">
        <w:rPr>
          <w:rtl/>
        </w:rPr>
        <w:t>،</w:t>
      </w:r>
      <w:r>
        <w:rPr>
          <w:rtl/>
        </w:rPr>
        <w:t xml:space="preserve"> كما ورد مرويّاً عن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إنَّ الرحمة لا تنزل علی قومٍ فيهم قاطع رحم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6</w:t>
      </w:r>
      <w:r w:rsidR="00EE7E9B">
        <w:rPr>
          <w:rtl/>
        </w:rPr>
        <w:t xml:space="preserve"> - </w:t>
      </w:r>
      <w:r>
        <w:rPr>
          <w:rtl/>
        </w:rPr>
        <w:t>قاطع الرحم لا تنزل عليه الملائكة</w:t>
      </w:r>
      <w:r w:rsidR="008A60E8">
        <w:rPr>
          <w:rtl/>
        </w:rPr>
        <w:t>،</w:t>
      </w:r>
      <w:r>
        <w:rPr>
          <w:rtl/>
        </w:rPr>
        <w:t xml:space="preserve"> ولا علی القوم الذي هو فيهم</w:t>
      </w:r>
      <w:r w:rsidR="008A60E8">
        <w:rPr>
          <w:rtl/>
        </w:rPr>
        <w:t>،</w:t>
      </w:r>
      <w:r>
        <w:rPr>
          <w:rtl/>
        </w:rPr>
        <w:t xml:space="preserve"> كما ورد بنفس المضمون المتقدّم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إنّ الملائكة لا تنزل علی قومٍ فيهم قاطع رحم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(5)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7ـ تعجيل العقوبة الدنيوية</w:t>
      </w:r>
      <w:r w:rsidR="008A60E8">
        <w:rPr>
          <w:rtl/>
        </w:rPr>
        <w:t>،</w:t>
      </w:r>
      <w:r>
        <w:rPr>
          <w:rtl/>
        </w:rPr>
        <w:t xml:space="preserve"> فعن الرسول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ما من ذنبٍ أجدر من أن يُعجّل الله تعالی لصاحبه العقوبة في الدُنيا مع ما يدّخر له في الآخرة من قطيعة الرحم والخيانة والكذب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(6)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</w:t>
      </w:r>
      <w:r w:rsidR="00EE7E9B">
        <w:rPr>
          <w:rtl/>
        </w:rPr>
        <w:t xml:space="preserve"> </w:t>
      </w:r>
      <w:r>
        <w:rPr>
          <w:rtl/>
        </w:rPr>
        <w:t>/ 247</w:t>
      </w:r>
      <w:r w:rsidR="00EE7E9B">
        <w:rPr>
          <w:rtl/>
        </w:rPr>
        <w:t xml:space="preserve"> - </w:t>
      </w:r>
      <w:r>
        <w:rPr>
          <w:rtl/>
        </w:rPr>
        <w:t>248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علل الشرائع 2 / 584</w:t>
      </w:r>
      <w:r w:rsidR="008A60E8">
        <w:rPr>
          <w:rtl/>
        </w:rPr>
        <w:t>،</w:t>
      </w:r>
      <w:r>
        <w:rPr>
          <w:rtl/>
        </w:rPr>
        <w:t xml:space="preserve"> ح27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عيون الحكم والمواعظ</w:t>
      </w:r>
      <w:r w:rsidRPr="008A60E8">
        <w:rPr>
          <w:rtl/>
        </w:rPr>
        <w:t xml:space="preserve"> / 234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مستدر الوسائل 9 / 107</w:t>
      </w:r>
      <w:r w:rsidR="008A60E8">
        <w:rPr>
          <w:rtl/>
        </w:rPr>
        <w:t>،</w:t>
      </w:r>
      <w:r>
        <w:rPr>
          <w:rtl/>
        </w:rPr>
        <w:t xml:space="preserve"> ح2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(5) </w:t>
      </w:r>
      <w:r>
        <w:rPr>
          <w:rtl/>
        </w:rPr>
        <w:t>مجمع الزوائد 8 / 151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(6) </w:t>
      </w:r>
      <w:r>
        <w:rPr>
          <w:rtl/>
        </w:rPr>
        <w:t>المصدر</w:t>
      </w:r>
      <w:r w:rsidRPr="008A60E8">
        <w:rPr>
          <w:rtl/>
        </w:rPr>
        <w:t xml:space="preserve"> </w:t>
      </w:r>
      <w:r>
        <w:rPr>
          <w:rtl/>
        </w:rPr>
        <w:t>نفسه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هذا كلّه في الآثار السلبية لقطيعة الرحم</w:t>
      </w:r>
      <w:r w:rsidR="008A60E8">
        <w:rPr>
          <w:rtl/>
        </w:rPr>
        <w:t>،</w:t>
      </w:r>
      <w:r>
        <w:rPr>
          <w:rtl/>
        </w:rPr>
        <w:t xml:space="preserve"> وكذا توجد آثار ايجابية كثيرة وعظيمة جدير بكُلّ إنسانٍ عاقل أن يتدبّرها ويكتبها</w:t>
      </w:r>
      <w:r w:rsidR="008A60E8">
        <w:rPr>
          <w:rtl/>
        </w:rPr>
        <w:t>،</w:t>
      </w:r>
      <w:r>
        <w:rPr>
          <w:rtl/>
        </w:rPr>
        <w:t xml:space="preserve"> ويبحث عنها ويوفّرها لنفسه</w:t>
      </w:r>
      <w:r w:rsidR="008A60E8">
        <w:rPr>
          <w:rtl/>
        </w:rPr>
        <w:t>؛</w:t>
      </w:r>
      <w:r>
        <w:rPr>
          <w:rtl/>
        </w:rPr>
        <w:t xml:space="preserve"> فإنَّها في متناول يده وتحت سُلطانه</w:t>
      </w:r>
      <w:r w:rsidR="008A60E8">
        <w:rPr>
          <w:rtl/>
        </w:rPr>
        <w:t>،</w:t>
      </w:r>
      <w:r>
        <w:rPr>
          <w:rtl/>
        </w:rPr>
        <w:t xml:space="preserve"> ولا يستطيع أن يأتي بالمعاذير فإنَّها غير مقبولةٍ علی الإطلاق</w:t>
      </w:r>
      <w:r w:rsidR="008A60E8">
        <w:rPr>
          <w:rtl/>
        </w:rPr>
        <w:t>،</w:t>
      </w:r>
      <w:r>
        <w:rPr>
          <w:rtl/>
        </w:rPr>
        <w:t xml:space="preserve"> وهذه الآثار الإيجابية</w:t>
      </w:r>
      <w:r w:rsidR="008A60E8">
        <w:rPr>
          <w:rtl/>
        </w:rPr>
        <w:t>.</w:t>
      </w:r>
    </w:p>
    <w:p w:rsidR="009A0DCC" w:rsidRDefault="009A0DCC" w:rsidP="00172AAC">
      <w:pPr>
        <w:pStyle w:val="Heading2"/>
      </w:pPr>
      <w:bookmarkStart w:id="40" w:name="_Toc436482611"/>
      <w:r>
        <w:rPr>
          <w:rtl/>
        </w:rPr>
        <w:t xml:space="preserve">آثار </w:t>
      </w:r>
      <w:r w:rsidRPr="00172AAC">
        <w:rPr>
          <w:rtl/>
        </w:rPr>
        <w:t>صلة</w:t>
      </w:r>
      <w:r>
        <w:rPr>
          <w:rtl/>
        </w:rPr>
        <w:t xml:space="preserve"> الرحم</w:t>
      </w:r>
      <w:bookmarkEnd w:id="40"/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>طاعة الله عزّ وجلَّ</w:t>
      </w:r>
      <w:r w:rsidR="008A60E8">
        <w:rPr>
          <w:rtl/>
        </w:rPr>
        <w:t>،</w:t>
      </w:r>
      <w:r>
        <w:rPr>
          <w:rtl/>
        </w:rPr>
        <w:t xml:space="preserve"> وامتثالاً لأمره</w:t>
      </w:r>
      <w:r w:rsidR="008A60E8">
        <w:rPr>
          <w:rtl/>
        </w:rPr>
        <w:t>،</w:t>
      </w:r>
      <w:r>
        <w:rPr>
          <w:rtl/>
        </w:rPr>
        <w:t xml:space="preserve"> وهذا المعنی هو غاية مطمح أنظار المؤمنين</w:t>
      </w:r>
      <w:r w:rsidR="008A60E8">
        <w:rPr>
          <w:rtl/>
        </w:rPr>
        <w:t>؛</w:t>
      </w:r>
      <w:r>
        <w:rPr>
          <w:rtl/>
        </w:rPr>
        <w:t xml:space="preserve"> فإنَّهم باستمرار يبحثون عن رضاه</w:t>
      </w:r>
      <w:r w:rsidR="008A60E8">
        <w:rPr>
          <w:rtl/>
        </w:rPr>
        <w:t>،</w:t>
      </w:r>
      <w:r>
        <w:rPr>
          <w:rtl/>
        </w:rPr>
        <w:t xml:space="preserve"> ويكون ذلك من أهم عوامل إدخال السرور عليهم</w:t>
      </w:r>
      <w:r w:rsidR="008A60E8">
        <w:rPr>
          <w:rtl/>
        </w:rPr>
        <w:t>،</w:t>
      </w:r>
      <w:r>
        <w:rPr>
          <w:rtl/>
        </w:rPr>
        <w:t xml:space="preserve"> والراحة لنفوسهم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>صلة الرحم تزيد في العُمر</w:t>
      </w:r>
      <w:r w:rsidR="008A60E8">
        <w:rPr>
          <w:rtl/>
        </w:rPr>
        <w:t>،</w:t>
      </w:r>
      <w:r>
        <w:rPr>
          <w:rtl/>
        </w:rPr>
        <w:t xml:space="preserve"> فعن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مخاطباً أحد أصحابه واسمه نوف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نوف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صل رحمك يزيدُ الله عُمُرك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وعن الإمام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[أنّه قال ]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إنَّ الرجُل ليصل رحمه وقد بقي من عُمُره ثلاث سنين فيُصيّرها الله عزَّ وجلَّ ثلاثين سنة</w:t>
      </w:r>
      <w:r w:rsidR="008A60E8">
        <w:rPr>
          <w:rtl/>
        </w:rPr>
        <w:t>،</w:t>
      </w:r>
      <w:r>
        <w:rPr>
          <w:rtl/>
        </w:rPr>
        <w:t xml:space="preserve"> ويقطعها وقد بقي من عُمُره ثلاثون سنة فيُصيّرها الله ثلاث سنين</w:t>
      </w:r>
      <w:r w:rsidR="008A60E8">
        <w:rPr>
          <w:rtl/>
        </w:rPr>
        <w:t>،</w:t>
      </w:r>
      <w:r>
        <w:rPr>
          <w:rtl/>
        </w:rPr>
        <w:t xml:space="preserve"> ثمّ تلا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يَمْحُو اللّهُ مَا يَشَاءُ وَيُثْبِتُ وَعِندَهُ أُمُّ الْكِتَابِ</w:t>
      </w:r>
      <w:r w:rsidR="001448CA">
        <w:rPr>
          <w:rStyle w:val="libAieChar"/>
          <w:rtl/>
        </w:rPr>
        <w:t>»</w:t>
      </w:r>
      <w:r>
        <w:rPr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3</w:t>
      </w:r>
      <w:r w:rsidR="00EE7E9B">
        <w:rPr>
          <w:rtl/>
        </w:rPr>
        <w:t xml:space="preserve"> - </w:t>
      </w:r>
      <w:r>
        <w:rPr>
          <w:rtl/>
        </w:rPr>
        <w:t>صلة الرحم تهوّن سكراتِ الموت</w:t>
      </w:r>
      <w:r w:rsidR="008A60E8">
        <w:rPr>
          <w:rtl/>
        </w:rPr>
        <w:t>،</w:t>
      </w:r>
      <w:r>
        <w:rPr>
          <w:rtl/>
        </w:rPr>
        <w:t xml:space="preserve"> وكذا شدائده</w:t>
      </w:r>
      <w:r w:rsidR="008A60E8">
        <w:rPr>
          <w:rtl/>
        </w:rPr>
        <w:t>،</w:t>
      </w:r>
      <w:r>
        <w:rPr>
          <w:rtl/>
        </w:rPr>
        <w:t xml:space="preserve"> وتقي من ميتة السوء</w:t>
      </w:r>
      <w:r w:rsidR="008A60E8">
        <w:rPr>
          <w:rtl/>
        </w:rPr>
        <w:t>،</w:t>
      </w:r>
      <w:r>
        <w:rPr>
          <w:rtl/>
        </w:rPr>
        <w:t xml:space="preserve"> فعن الإمام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مَنْ أحبَّ أن يخفّف الله عزَّ وجلَّ عنه سكرات الموت فليكن لقرابته وصولاً</w:t>
      </w:r>
      <w:r w:rsidR="008A60E8">
        <w:rPr>
          <w:rtl/>
        </w:rPr>
        <w:t>،</w:t>
      </w:r>
      <w:r>
        <w:rPr>
          <w:rtl/>
        </w:rPr>
        <w:t xml:space="preserve"> وبوالديه بارّاً</w:t>
      </w:r>
      <w:r w:rsidR="008A60E8">
        <w:rPr>
          <w:rtl/>
        </w:rPr>
        <w:t>،</w:t>
      </w:r>
      <w:r>
        <w:rPr>
          <w:rtl/>
        </w:rPr>
        <w:t xml:space="preserve"> فإذا كان كذلك هوّن الله عليه سكرات الموت</w:t>
      </w:r>
      <w:r w:rsidR="008A60E8">
        <w:rPr>
          <w:rtl/>
        </w:rPr>
        <w:t>،</w:t>
      </w:r>
      <w:r>
        <w:rPr>
          <w:rtl/>
        </w:rPr>
        <w:t xml:space="preserve"> ولم يُصبه في حياته فقرٌ أبداً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وعن إمامنا الهادي </w:t>
      </w:r>
      <w:r w:rsidR="00EE7E9B" w:rsidRPr="00EE7E9B">
        <w:rPr>
          <w:rStyle w:val="libAlaemChar"/>
          <w:rtl/>
        </w:rPr>
        <w:t>عليه‌السلام</w:t>
      </w:r>
      <w:r w:rsidR="00EE7E9B">
        <w:rPr>
          <w:rtl/>
        </w:rPr>
        <w:t xml:space="preserve"> - </w:t>
      </w:r>
      <w:r>
        <w:rPr>
          <w:rtl/>
        </w:rPr>
        <w:t xml:space="preserve">فيما كلّم الله تعالی به موسی </w:t>
      </w:r>
      <w:r w:rsidR="00EE7E9B" w:rsidRPr="00EE7E9B">
        <w:rPr>
          <w:rStyle w:val="libAlaemChar"/>
          <w:rtl/>
        </w:rPr>
        <w:t>عليه‌السلام</w:t>
      </w:r>
      <w:r w:rsidR="00EE7E9B">
        <w:rPr>
          <w:rtl/>
        </w:rPr>
        <w:t xml:space="preserve"> -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قال موسی</w:t>
      </w:r>
      <w:r w:rsidR="008A60E8" w:rsidRPr="00172AAC">
        <w:rPr>
          <w:rtl/>
        </w:rPr>
        <w:t>:</w:t>
      </w:r>
      <w:r w:rsidRPr="00172AAC">
        <w:rPr>
          <w:rtl/>
        </w:rPr>
        <w:t xml:space="preserve"> [ إلهي ]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فما جزاءُ مَنْ وصل رحمه</w:t>
      </w:r>
      <w:r w:rsidR="008A60E8" w:rsidRPr="00172AAC">
        <w:rPr>
          <w:rtl/>
        </w:rPr>
        <w:t>؟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يا موسی</w:t>
      </w:r>
      <w:r w:rsidR="008A60E8">
        <w:rPr>
          <w:rtl/>
        </w:rPr>
        <w:t>،</w:t>
      </w:r>
      <w:r>
        <w:rPr>
          <w:rtl/>
        </w:rPr>
        <w:t xml:space="preserve"> أنسأ له أجله</w:t>
      </w:r>
      <w:r w:rsidR="008A60E8">
        <w:rPr>
          <w:rtl/>
        </w:rPr>
        <w:t>،</w:t>
      </w:r>
      <w:r>
        <w:rPr>
          <w:rtl/>
        </w:rPr>
        <w:t xml:space="preserve"> وأهوّن عليه سكرات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أمالي الصدوق</w:t>
      </w:r>
      <w:r w:rsidRPr="008A60E8">
        <w:rPr>
          <w:rtl/>
        </w:rPr>
        <w:t xml:space="preserve"> / 277</w:t>
      </w:r>
      <w:r w:rsidR="008A60E8">
        <w:rPr>
          <w:rtl/>
        </w:rPr>
        <w:t>،</w:t>
      </w:r>
      <w:r>
        <w:rPr>
          <w:rtl/>
        </w:rPr>
        <w:t xml:space="preserve"> ح9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بحار الأنوار 47 / 163</w:t>
      </w:r>
      <w:r w:rsidR="008A60E8">
        <w:rPr>
          <w:rtl/>
        </w:rPr>
        <w:t>،</w:t>
      </w:r>
      <w:r>
        <w:rPr>
          <w:rtl/>
        </w:rPr>
        <w:t xml:space="preserve"> ح1</w:t>
      </w:r>
      <w:r w:rsidR="008A60E8">
        <w:rPr>
          <w:rtl/>
        </w:rPr>
        <w:t>،</w:t>
      </w:r>
      <w:r>
        <w:rPr>
          <w:rtl/>
        </w:rPr>
        <w:t xml:space="preserve"> والآية 39 من سورة الرعد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الموت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وعن النبيّ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صلة الرحم تهوّن الحساب</w:t>
      </w:r>
      <w:r w:rsidR="008A60E8">
        <w:rPr>
          <w:rtl/>
        </w:rPr>
        <w:t>،</w:t>
      </w:r>
      <w:r>
        <w:rPr>
          <w:rtl/>
        </w:rPr>
        <w:t xml:space="preserve"> وتقي ميتة السُّوء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4</w:t>
      </w:r>
      <w:r w:rsidR="00EE7E9B">
        <w:rPr>
          <w:rtl/>
        </w:rPr>
        <w:t xml:space="preserve"> - </w:t>
      </w:r>
      <w:r>
        <w:rPr>
          <w:rtl/>
        </w:rPr>
        <w:t>صلة الرحم تنفي الفقر وتجلب الخير</w:t>
      </w:r>
      <w:r w:rsidR="008A60E8">
        <w:rPr>
          <w:rtl/>
        </w:rPr>
        <w:t>،</w:t>
      </w:r>
      <w:r>
        <w:rPr>
          <w:rtl/>
        </w:rPr>
        <w:t xml:space="preserve"> كما روي عن النبي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صلة الرحم تزيد في العمر وتنفي الفقر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5</w:t>
      </w:r>
      <w:r w:rsidR="00EE7E9B">
        <w:rPr>
          <w:rtl/>
        </w:rPr>
        <w:t xml:space="preserve"> - </w:t>
      </w:r>
      <w:r>
        <w:rPr>
          <w:rtl/>
        </w:rPr>
        <w:t>صلة الرحم تزيد في الرزق</w:t>
      </w:r>
      <w:r w:rsidR="008A60E8">
        <w:rPr>
          <w:rtl/>
        </w:rPr>
        <w:t>،</w:t>
      </w:r>
      <w:r>
        <w:rPr>
          <w:rtl/>
        </w:rPr>
        <w:t xml:space="preserve"> فعن الإمام الحُسين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مَنْ سرّه أن يبسط الله له في رزقه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ويُنسأ له في أجله فليصل رحمه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وغيرها من الآثار المخفية علی عامة الناس</w:t>
      </w:r>
      <w:r w:rsidR="008A60E8">
        <w:rPr>
          <w:rtl/>
        </w:rPr>
        <w:t>.</w:t>
      </w:r>
    </w:p>
    <w:p w:rsidR="009A0DCC" w:rsidRPr="00172AAC" w:rsidRDefault="009A0DCC" w:rsidP="00172AAC">
      <w:pPr>
        <w:pStyle w:val="Heading2"/>
      </w:pPr>
      <w:bookmarkStart w:id="41" w:name="_Toc436482612"/>
      <w:r w:rsidRPr="00172AAC">
        <w:rPr>
          <w:rtl/>
        </w:rPr>
        <w:t>أقلّ ما يتحقق به صلة الرحم</w:t>
      </w:r>
      <w:bookmarkEnd w:id="41"/>
    </w:p>
    <w:p w:rsidR="009A0DCC" w:rsidRDefault="009A0DCC" w:rsidP="00172AAC">
      <w:pPr>
        <w:pStyle w:val="libNormal"/>
      </w:pPr>
      <w:r>
        <w:rPr>
          <w:rtl/>
        </w:rPr>
        <w:t>ثمّ إنّه لو أعوز الإنسان المال ولم يسعفه ذات يده أن يبسطها إلی أرحامه</w:t>
      </w:r>
      <w:r w:rsidR="008A60E8">
        <w:rPr>
          <w:rtl/>
        </w:rPr>
        <w:t>،</w:t>
      </w:r>
      <w:r>
        <w:rPr>
          <w:rtl/>
        </w:rPr>
        <w:t xml:space="preserve"> ويمدّهم بما أعطاه الله من فضله</w:t>
      </w:r>
      <w:r w:rsidR="008A60E8">
        <w:rPr>
          <w:rtl/>
        </w:rPr>
        <w:t>،</w:t>
      </w:r>
      <w:r>
        <w:rPr>
          <w:rtl/>
        </w:rPr>
        <w:t xml:space="preserve"> فلا يبخل عليهم بما تقدر عليه من زيارةٍ لهم</w:t>
      </w:r>
      <w:r w:rsidR="008A60E8">
        <w:rPr>
          <w:rtl/>
        </w:rPr>
        <w:t>،</w:t>
      </w:r>
      <w:r>
        <w:rPr>
          <w:rtl/>
        </w:rPr>
        <w:t xml:space="preserve"> أو التردّد عليهم</w:t>
      </w:r>
      <w:r w:rsidR="008A60E8">
        <w:rPr>
          <w:rtl/>
        </w:rPr>
        <w:t>،</w:t>
      </w:r>
      <w:r>
        <w:rPr>
          <w:rtl/>
        </w:rPr>
        <w:t xml:space="preserve"> ولا أقل من السّلام عليهم</w:t>
      </w:r>
      <w:r w:rsidR="008A60E8">
        <w:rPr>
          <w:rtl/>
        </w:rPr>
        <w:t>؛</w:t>
      </w:r>
      <w:r>
        <w:rPr>
          <w:rtl/>
        </w:rPr>
        <w:t xml:space="preserve"> فإنَّ صلتهم بهذا المقدار القليل يُطيّبُ قلوبهم</w:t>
      </w:r>
      <w:r w:rsidR="008A60E8">
        <w:rPr>
          <w:rtl/>
        </w:rPr>
        <w:t>،</w:t>
      </w:r>
      <w:r>
        <w:rPr>
          <w:rtl/>
        </w:rPr>
        <w:t xml:space="preserve"> ويرقّق مشاعرهم</w:t>
      </w:r>
      <w:r w:rsidR="008A60E8">
        <w:rPr>
          <w:rtl/>
        </w:rPr>
        <w:t>،</w:t>
      </w:r>
      <w:r>
        <w:rPr>
          <w:rtl/>
        </w:rPr>
        <w:t xml:space="preserve"> ويزرع الحبَّ والثقة في نفوسهم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أمالي الصدوق</w:t>
      </w:r>
      <w:r w:rsidRPr="008A60E8">
        <w:rPr>
          <w:rtl/>
        </w:rPr>
        <w:t xml:space="preserve"> / 432</w:t>
      </w:r>
      <w:r w:rsidR="008A60E8">
        <w:rPr>
          <w:rtl/>
        </w:rPr>
        <w:t>،</w:t>
      </w:r>
      <w:r>
        <w:rPr>
          <w:rtl/>
        </w:rPr>
        <w:t xml:space="preserve"> ح24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المصدر نفسه / 276</w:t>
      </w:r>
      <w:r w:rsidR="008A60E8">
        <w:rPr>
          <w:rtl/>
        </w:rPr>
        <w:t>،</w:t>
      </w:r>
      <w:r>
        <w:rPr>
          <w:rtl/>
        </w:rPr>
        <w:t xml:space="preserve"> ح1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أمالي الطوسي / 481</w:t>
      </w:r>
      <w:r w:rsidR="008A60E8">
        <w:rPr>
          <w:rtl/>
        </w:rPr>
        <w:t>،</w:t>
      </w:r>
      <w:r>
        <w:rPr>
          <w:rtl/>
        </w:rPr>
        <w:t xml:space="preserve"> ح18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قرب الإسناد</w:t>
      </w:r>
      <w:r w:rsidRPr="008A60E8">
        <w:rPr>
          <w:rtl/>
        </w:rPr>
        <w:t xml:space="preserve"> / 76</w:t>
      </w:r>
      <w:r w:rsidR="008A60E8">
        <w:rPr>
          <w:rtl/>
        </w:rPr>
        <w:t>،</w:t>
      </w:r>
      <w:r>
        <w:rPr>
          <w:rtl/>
        </w:rPr>
        <w:t xml:space="preserve"> ح244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(5) </w:t>
      </w:r>
      <w:r>
        <w:rPr>
          <w:rtl/>
        </w:rPr>
        <w:t>الخصال / 32</w:t>
      </w:r>
      <w:r w:rsidR="008A60E8">
        <w:rPr>
          <w:rtl/>
        </w:rPr>
        <w:t>،</w:t>
      </w:r>
      <w:r>
        <w:rPr>
          <w:rtl/>
        </w:rPr>
        <w:t xml:space="preserve"> ح112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وهذا المقدار ينمو ويربو ويُعطي أفضل الثمار</w:t>
      </w:r>
      <w:r w:rsidR="008A60E8">
        <w:rPr>
          <w:rtl/>
        </w:rPr>
        <w:t>،</w:t>
      </w:r>
      <w:r>
        <w:rPr>
          <w:rtl/>
        </w:rPr>
        <w:t xml:space="preserve"> فعن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صلوا أرحامكم ولو بالسّلام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 xml:space="preserve">وعن أمير المؤمنين </w:t>
      </w:r>
      <w:r w:rsidR="00EE7E9B" w:rsidRPr="00EE7E9B">
        <w:rPr>
          <w:rStyle w:val="libAlaemChar"/>
          <w:rtl/>
        </w:rPr>
        <w:t>عليه‌السلام</w:t>
      </w:r>
      <w:r w:rsidRPr="00172AAC">
        <w:rPr>
          <w:rtl/>
        </w:rPr>
        <w:t xml:space="preserve"> أنّه قال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صلوا أرحامكم ولو بالتسليم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إنَّ الله يقول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اتَّقُواْ اللّهَ الَّذِي تَسَاءلُونَ بِهِ وَالأَرْحَامَ إِنَّ اللّهَ كَانَ عَلَيْكُمْ رَقِيباً</w:t>
      </w:r>
      <w:r w:rsidR="001448CA">
        <w:rPr>
          <w:rStyle w:val="libAieChar"/>
          <w:rtl/>
        </w:rPr>
        <w:t>»</w:t>
      </w:r>
      <w:r w:rsidRPr="00172AAC">
        <w:rPr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Pr="00172AAC" w:rsidRDefault="009A0DCC" w:rsidP="00172AAC">
      <w:pPr>
        <w:pStyle w:val="Heading2"/>
      </w:pPr>
      <w:bookmarkStart w:id="42" w:name="_Toc436482613"/>
      <w:r w:rsidRPr="00172AAC">
        <w:rPr>
          <w:rtl/>
        </w:rPr>
        <w:t>أفضل صلة الرحم</w:t>
      </w:r>
      <w:bookmarkEnd w:id="42"/>
    </w:p>
    <w:p w:rsidR="009A0DCC" w:rsidRDefault="009A0DCC" w:rsidP="00172AAC">
      <w:pPr>
        <w:pStyle w:val="libNormal"/>
      </w:pPr>
      <w:r>
        <w:rPr>
          <w:rtl/>
        </w:rPr>
        <w:t>وأفضل صلة الرحم وأعظمها إذا كان الرحم قاطعاً لها</w:t>
      </w:r>
      <w:r w:rsidR="008A60E8">
        <w:rPr>
          <w:rtl/>
        </w:rPr>
        <w:t>؛</w:t>
      </w:r>
      <w:r>
        <w:rPr>
          <w:rtl/>
        </w:rPr>
        <w:t xml:space="preserve"> فإنَّ صلتها حينئذٍ تكون خالصةً لوجه الله صافية من جميع شوائب الرياء والتعصّب للأهل والأقارب</w:t>
      </w:r>
      <w:r w:rsidR="008A60E8">
        <w:rPr>
          <w:rtl/>
        </w:rPr>
        <w:t>؛</w:t>
      </w:r>
      <w:r>
        <w:rPr>
          <w:rtl/>
        </w:rPr>
        <w:t xml:space="preserve"> فإنَّ في حالة الرضا والوفاق تتدخّل المصالح والمنافع والقرابة</w:t>
      </w:r>
      <w:r w:rsidR="008A60E8">
        <w:rPr>
          <w:rtl/>
        </w:rPr>
        <w:t>،</w:t>
      </w:r>
      <w:r>
        <w:rPr>
          <w:rtl/>
        </w:rPr>
        <w:t xml:space="preserve"> ولكن إذا كان رحمك قاطعاً لك تستطيع أن تصله</w:t>
      </w:r>
      <w:r w:rsidR="008A60E8">
        <w:rPr>
          <w:rtl/>
        </w:rPr>
        <w:t>،</w:t>
      </w:r>
      <w:r>
        <w:rPr>
          <w:rtl/>
        </w:rPr>
        <w:t xml:space="preserve"> وبعملك هذا تخرجُه عن عدائه لتضمّه إلی جانبك في حُبٍّ ورضا</w:t>
      </w:r>
      <w:r w:rsidR="008A60E8">
        <w:rPr>
          <w:rtl/>
        </w:rPr>
        <w:t>،</w:t>
      </w:r>
      <w:r>
        <w:rPr>
          <w:rtl/>
        </w:rPr>
        <w:t xml:space="preserve"> بل الإسلام يفرضُ عليك عدم مقاطعة أرحامك وإن كادوك ونصبوا لك العداوة وحاولوا الإضرار بك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فعن أبي عبد الله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 رجُلاً أتی النبيّ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يا رسولَ الله</w:t>
      </w:r>
      <w:r w:rsidR="008A60E8">
        <w:rPr>
          <w:rtl/>
        </w:rPr>
        <w:t>،</w:t>
      </w:r>
      <w:r>
        <w:rPr>
          <w:rtl/>
        </w:rPr>
        <w:t xml:space="preserve"> إنَّ أهل بيتي أبوا إلاّ توثّباً عليَّ وقطيعةً لي</w:t>
      </w:r>
      <w:r w:rsidR="008A60E8">
        <w:rPr>
          <w:rtl/>
        </w:rPr>
        <w:t>،</w:t>
      </w:r>
      <w:r>
        <w:rPr>
          <w:rtl/>
        </w:rPr>
        <w:t xml:space="preserve"> فأرفضهم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إذاً</w:t>
      </w:r>
      <w:r w:rsidR="008A60E8">
        <w:rPr>
          <w:rtl/>
        </w:rPr>
        <w:t>،</w:t>
      </w:r>
      <w:r>
        <w:rPr>
          <w:rtl/>
        </w:rPr>
        <w:t xml:space="preserve"> يرفضكم الله جميعاً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فكيف أصنع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تحف العقول</w:t>
      </w:r>
      <w:r w:rsidRPr="008A60E8">
        <w:rPr>
          <w:rtl/>
        </w:rPr>
        <w:t xml:space="preserve"> / 57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الكافي 2 / 155</w:t>
      </w:r>
      <w:r w:rsidR="008A60E8">
        <w:rPr>
          <w:rtl/>
        </w:rPr>
        <w:t>،</w:t>
      </w:r>
      <w:r>
        <w:rPr>
          <w:rtl/>
        </w:rPr>
        <w:t xml:space="preserve"> ح22</w:t>
      </w:r>
      <w:r w:rsidR="008A60E8">
        <w:rPr>
          <w:rtl/>
        </w:rPr>
        <w:t>،</w:t>
      </w:r>
      <w:r>
        <w:rPr>
          <w:rtl/>
        </w:rPr>
        <w:t xml:space="preserve"> والآية 1 من سورة النساء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تصل مَنْ قطعك</w:t>
      </w:r>
      <w:r w:rsidR="008A60E8">
        <w:rPr>
          <w:rtl/>
        </w:rPr>
        <w:t>،</w:t>
      </w:r>
      <w:r>
        <w:rPr>
          <w:rtl/>
        </w:rPr>
        <w:t xml:space="preserve"> وتُعطي مَنْ حرمك</w:t>
      </w:r>
      <w:r w:rsidR="008A60E8">
        <w:rPr>
          <w:rtl/>
        </w:rPr>
        <w:t>،</w:t>
      </w:r>
      <w:r>
        <w:rPr>
          <w:rtl/>
        </w:rPr>
        <w:t xml:space="preserve"> وتعفو عمّنْ ظلمك</w:t>
      </w:r>
      <w:r w:rsidR="008A60E8">
        <w:rPr>
          <w:rtl/>
        </w:rPr>
        <w:t>؛</w:t>
      </w:r>
      <w:r>
        <w:rPr>
          <w:rtl/>
        </w:rPr>
        <w:t xml:space="preserve"> فإنَّك إذا فعلت ذلك كان لك من الله عزَّ وجلّ ظهير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هُنا كان الرحم الكاشح</w:t>
      </w:r>
      <w:r w:rsidR="008A60E8">
        <w:rPr>
          <w:rtl/>
        </w:rPr>
        <w:t>،</w:t>
      </w:r>
      <w:r>
        <w:rPr>
          <w:rtl/>
        </w:rPr>
        <w:t xml:space="preserve"> وهو المعادي</w:t>
      </w:r>
      <w:r w:rsidR="008A60E8">
        <w:rPr>
          <w:rtl/>
        </w:rPr>
        <w:t>،</w:t>
      </w:r>
      <w:r>
        <w:rPr>
          <w:rtl/>
        </w:rPr>
        <w:t xml:space="preserve"> هو المصداق الأفضل للصدقة وللوصل</w:t>
      </w:r>
      <w:r w:rsidR="008A60E8">
        <w:rPr>
          <w:rtl/>
        </w:rPr>
        <w:t>،</w:t>
      </w:r>
      <w:r>
        <w:rPr>
          <w:rtl/>
        </w:rPr>
        <w:t xml:space="preserve"> لعله يرّق قلبه</w:t>
      </w:r>
      <w:r w:rsidR="008A60E8">
        <w:rPr>
          <w:rtl/>
        </w:rPr>
        <w:t>؛</w:t>
      </w:r>
      <w:r>
        <w:rPr>
          <w:rtl/>
        </w:rPr>
        <w:t xml:space="preserve"> ولذا تری سيد الشهداء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يأمر أخاه أبا الفضل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 يجيبَ الشمر وهو عدو الله</w:t>
      </w:r>
      <w:r w:rsidR="008A60E8">
        <w:rPr>
          <w:rtl/>
        </w:rPr>
        <w:t>،</w:t>
      </w:r>
      <w:r>
        <w:rPr>
          <w:rtl/>
        </w:rPr>
        <w:t xml:space="preserve"> قال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أخي يا أبا الفضل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أجبه وإن كان فاسقاً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ولكنّ الشمر صاح بأعلی صوته بعد ما وعظهم أبو الفضل العبّاس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يابن أبي ‌تراب</w:t>
      </w:r>
      <w:r w:rsidR="008A60E8">
        <w:rPr>
          <w:rtl/>
        </w:rPr>
        <w:t>،</w:t>
      </w:r>
      <w:r>
        <w:rPr>
          <w:rtl/>
        </w:rPr>
        <w:t xml:space="preserve"> لو كان وجه الأرض كلّه ماءً وهو تحت أيدينا لما أسقيناكم منه قطرة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فرجع العباس إلی أخيه يخبره بجواب القوم</w:t>
      </w:r>
      <w:r w:rsidR="008A60E8">
        <w:rPr>
          <w:rtl/>
        </w:rPr>
        <w:t>،</w:t>
      </w:r>
      <w:r>
        <w:rPr>
          <w:rtl/>
        </w:rPr>
        <w:t xml:space="preserve"> فسمع الأطفال يتصارخون ويُنادون</w:t>
      </w:r>
      <w:r w:rsidR="008A60E8">
        <w:rPr>
          <w:rtl/>
        </w:rPr>
        <w:t>:</w:t>
      </w:r>
      <w:r>
        <w:rPr>
          <w:rtl/>
        </w:rPr>
        <w:t xml:space="preserve"> العطش العطش</w:t>
      </w:r>
      <w:r w:rsidR="008A60E8">
        <w:rPr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أوتشتكي العطشَ الفواطمُ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وبصدر صعدته الفُرات المفعمُ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فركب جواده ومعه اللواء</w:t>
      </w:r>
      <w:r w:rsidR="008A60E8">
        <w:rPr>
          <w:rtl/>
        </w:rPr>
        <w:t>،</w:t>
      </w:r>
      <w:r>
        <w:rPr>
          <w:rtl/>
        </w:rPr>
        <w:t xml:space="preserve"> وأخذ القربة وقصد الفُرات</w:t>
      </w:r>
      <w:r w:rsidR="008A60E8">
        <w:rPr>
          <w:rtl/>
        </w:rPr>
        <w:t>،</w:t>
      </w:r>
      <w:r>
        <w:rPr>
          <w:rtl/>
        </w:rPr>
        <w:t xml:space="preserve"> فأحاط به أربعة آلاف ممّن كانوا موكّلين بالفُرات</w:t>
      </w:r>
      <w:r w:rsidR="008A60E8">
        <w:rPr>
          <w:rtl/>
        </w:rPr>
        <w:t>،</w:t>
      </w:r>
      <w:r>
        <w:rPr>
          <w:rtl/>
        </w:rPr>
        <w:t xml:space="preserve"> ورموه بالنبال</w:t>
      </w:r>
      <w:r w:rsidR="008A60E8">
        <w:rPr>
          <w:rtl/>
        </w:rPr>
        <w:t>،</w:t>
      </w:r>
      <w:r>
        <w:rPr>
          <w:rtl/>
        </w:rPr>
        <w:t xml:space="preserve"> فكشفهم وقتل منهم جماعة</w:t>
      </w:r>
      <w:r w:rsidR="008A60E8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وثنی أبو الفضلِ الفوارسَ نكصّاً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فـرأوا أشـدَّ ثباتهم أن يُهزموا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مـا كرّ ذو بـأسٍ لـه مـتقدماً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إلاّ وفرَّ ورأسه الـمتقدمُ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حتّی وصل إلی المشرعة</w:t>
      </w:r>
      <w:r w:rsidR="008A60E8">
        <w:rPr>
          <w:rtl/>
        </w:rPr>
        <w:t>،</w:t>
      </w:r>
      <w:r>
        <w:rPr>
          <w:rtl/>
        </w:rPr>
        <w:t xml:space="preserve"> ركز لواءه ونزل إلی الماء</w:t>
      </w:r>
      <w:r w:rsidR="008A60E8">
        <w:rPr>
          <w:rtl/>
        </w:rPr>
        <w:t>،</w:t>
      </w:r>
      <w:r>
        <w:rPr>
          <w:rtl/>
        </w:rPr>
        <w:t xml:space="preserve"> فلّما أحس ببرد الماء</w:t>
      </w:r>
      <w:r w:rsidR="00EE7E9B">
        <w:rPr>
          <w:rtl/>
        </w:rPr>
        <w:t xml:space="preserve"> - </w:t>
      </w:r>
      <w:r>
        <w:rPr>
          <w:rtl/>
        </w:rPr>
        <w:t>وقد كظّه العطش</w:t>
      </w:r>
      <w:r w:rsidR="00EE7E9B">
        <w:rPr>
          <w:rtl/>
        </w:rPr>
        <w:t xml:space="preserve"> - </w:t>
      </w:r>
      <w:r>
        <w:rPr>
          <w:rtl/>
        </w:rPr>
        <w:t>اغترف غرفةً ليشرب</w:t>
      </w:r>
      <w:r w:rsidR="008A60E8">
        <w:rPr>
          <w:rtl/>
        </w:rPr>
        <w:t>،</w:t>
      </w:r>
      <w:r>
        <w:rPr>
          <w:rtl/>
        </w:rPr>
        <w:t xml:space="preserve"> لكنّه تذكّر عطش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2</w:t>
      </w:r>
      <w:r w:rsidRPr="008A60E8">
        <w:rPr>
          <w:rtl/>
        </w:rPr>
        <w:t xml:space="preserve"> / 150</w:t>
      </w:r>
      <w:r w:rsidR="008A60E8">
        <w:rPr>
          <w:rtl/>
        </w:rPr>
        <w:t>،</w:t>
      </w:r>
      <w:r>
        <w:rPr>
          <w:rtl/>
        </w:rPr>
        <w:t xml:space="preserve"> ح2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فرمی الماء من يده وقال</w:t>
      </w:r>
      <w:r w:rsidR="008A60E8">
        <w:rPr>
          <w:rtl/>
        </w:rPr>
        <w:t>:</w:t>
      </w:r>
      <w:r>
        <w:rPr>
          <w:rtl/>
        </w:rPr>
        <w:t xml:space="preserve"> لا والله</w:t>
      </w:r>
      <w:r w:rsidR="008A60E8">
        <w:rPr>
          <w:rtl/>
        </w:rPr>
        <w:t>،</w:t>
      </w:r>
      <w:r>
        <w:rPr>
          <w:rtl/>
        </w:rPr>
        <w:t xml:space="preserve"> لا أشربُ وأخي الحُسين عطشان</w:t>
      </w:r>
      <w:r w:rsidR="008A60E8">
        <w:rPr>
          <w:rtl/>
        </w:rPr>
        <w:t>.</w:t>
      </w:r>
      <w:r>
        <w:rPr>
          <w:rtl/>
        </w:rPr>
        <w:t xml:space="preserve"> ثمّ جعل يقول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يا نفسُ من بعدِ الحُسين هوني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وبَـعدَهُ لا كـنتِ أن تكوني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هـذا حـسينٌ واردُ الـمنونِ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وتـشـربينَ بـاردَ الـمَعينِ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</w:t>
      </w:r>
      <w:r w:rsidR="00271DB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271DB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غـرف غرفه ابيمينه اوراد يشرب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وگلـبه امـن الـعطش نيران يلهب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ذكـر چبـدة عـضيده والدمع صب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ذبّـه أوعـليّ گال الـماي يـحرم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اشـلون اشـرب وَرد ريّـان عنك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وخـوي احـسين ورده انـمنع منك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يـنـهر الـعلگمي عگبـه عـسنّك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وردك لا هـنـه ويـصـير عـلگم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اشلون اشرب وخوي احسين عطشان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وسـكنه والـحرم واطفال رضعان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واظـن گلـب الـعليل التهب نيران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يـريت الـماي بـعده لا حـله أومر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tl/>
        </w:rPr>
      </w:pPr>
      <w:r>
        <w:rPr>
          <w:rtl/>
        </w:rPr>
        <w:t xml:space="preserve">فهذا موقف أبي الفضل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لأخيه أبي عبد الله الحُسين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وأما موقف أبي عبد الله عندما رآه علی نهر العلقمي نادی</w:t>
      </w:r>
      <w:r w:rsidR="008A60E8">
        <w:rPr>
          <w:rtl/>
        </w:rPr>
        <w:t>:</w:t>
      </w:r>
      <w:r>
        <w:rPr>
          <w:rtl/>
        </w:rPr>
        <w:t xml:space="preserve"> الآن انكسر ظهري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(فايزي)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ظهري انكسر خويه وانته اللي كسرته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ماني اخوك اشلون اخوك اليوم عفته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إنـته التجيب الماي وانته الكافل انته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اتـخلّي العقيلة بلا ولي بين آل أُميّه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اشـلون أردّن لـلخيم والـخيم ظلمه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عـبّاس خـويه نومتك علگاع هظمه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مـا بين طـفل اليرتجيك وبين حرمه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كـلسا تگول إسا يجيب الماي ليّه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271DBE" w:rsidTr="00271DBE">
        <w:trPr>
          <w:trHeight w:val="350"/>
        </w:trPr>
        <w:tc>
          <w:tcPr>
            <w:tcW w:w="391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عباسُ تسمعُ زينباً تدعوك مَنْ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271DBE" w:rsidRDefault="00271DBE" w:rsidP="00271DBE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271DBE" w:rsidRDefault="00271DBE" w:rsidP="00271DBE">
            <w:pPr>
              <w:pStyle w:val="libPoem"/>
            </w:pPr>
            <w:r>
              <w:rPr>
                <w:rFonts w:hint="cs"/>
                <w:rtl/>
              </w:rPr>
              <w:t>لي ياحماي إذا العدى نهروني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tl/>
        </w:rPr>
        <w:t>* * *</w:t>
      </w:r>
    </w:p>
    <w:p w:rsidR="009A0DCC" w:rsidRDefault="009A0DCC" w:rsidP="00E037B4">
      <w:pPr>
        <w:pStyle w:val="libCenterBold2"/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9A0DCC" w:rsidRDefault="008A60E8" w:rsidP="008A60E8">
      <w:pPr>
        <w:pStyle w:val="libLine"/>
        <w:rPr>
          <w:rtl/>
        </w:rPr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مجمع</w:t>
      </w:r>
      <w:r w:rsidRPr="008A60E8">
        <w:rPr>
          <w:rtl/>
        </w:rPr>
        <w:t xml:space="preserve"> </w:t>
      </w:r>
      <w:r>
        <w:rPr>
          <w:rtl/>
        </w:rPr>
        <w:t>المصائب 1 / 137</w:t>
      </w:r>
      <w:r w:rsidR="00EE7E9B">
        <w:rPr>
          <w:rtl/>
        </w:rPr>
        <w:t xml:space="preserve"> - </w:t>
      </w:r>
      <w:r>
        <w:rPr>
          <w:rtl/>
        </w:rPr>
        <w:t>142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43" w:name="_Toc436482614"/>
      <w:r>
        <w:rPr>
          <w:rtl/>
        </w:rPr>
        <w:lastRenderedPageBreak/>
        <w:t>المجلس التاسع</w:t>
      </w:r>
      <w:bookmarkStart w:id="44" w:name="المجلس_التاسع"/>
      <w:bookmarkEnd w:id="44"/>
      <w:bookmarkEnd w:id="43"/>
    </w:p>
    <w:p w:rsidR="009A0DCC" w:rsidRDefault="009A0DCC" w:rsidP="00E037B4">
      <w:pPr>
        <w:pStyle w:val="Heading1Center"/>
      </w:pPr>
      <w:bookmarkStart w:id="45" w:name="_Toc436482615"/>
      <w:r>
        <w:rPr>
          <w:rtl/>
        </w:rPr>
        <w:t>الإيثار</w:t>
      </w:r>
      <w:bookmarkEnd w:id="45"/>
      <w:r w:rsidRPr="00E037B4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BA3223">
      <w:pPr>
        <w:pStyle w:val="libCenterBold1"/>
      </w:pPr>
      <w:r>
        <w:rPr>
          <w:rtl/>
        </w:rPr>
        <w:lastRenderedPageBreak/>
        <w:t>المجلس التاسع</w:t>
      </w:r>
    </w:p>
    <w:p w:rsidR="009A0DCC" w:rsidRDefault="009A0DCC" w:rsidP="00BA3223">
      <w:pPr>
        <w:pStyle w:val="libCenterBold1"/>
        <w:rPr>
          <w:rFonts w:hint="cs"/>
          <w:rtl/>
        </w:rPr>
      </w:pPr>
      <w:r>
        <w:rPr>
          <w:rtl/>
        </w:rPr>
        <w:t>الإيثار</w:t>
      </w:r>
      <w:r w:rsidRPr="00172AAC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حـامي الظعينة أينَ منهُ ربيعةٌ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أم أيـنَ مـن عـليا أبيهِ مكدّمُ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مـا راعـهم إلاّ تـقحّمُ ضيغمٍ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غـضبان يـعجمُ لـفظهُ ويُدمدمُ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صبغَ الخيولَ برمحهِ حتّى عدت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سـيّانَ أشـقرُ لـونُها والأدهَمُ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عَـرفَ المواعظَ لا تفيدُ بمعشرٍ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صمّوا عن النبأ العظيمِ كما عمُوا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فانصاع يحطِبُ بالجماجمِ والكلا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فـالسيفُ يـنثرُ والمثقّفُ ينظمُ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وهـوى بـجنبِ الـعلقميِّ فليته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لـلشاربينَ بـه يُدافُ الـعلقمُ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ومَشى لمصرعِهِ الحسينُ وطرفُه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بـين الـخيامِ وبـينهُ مـتقسِّمُ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ألـفاهُ مـحجوبَ الـجمالِ كأنّه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بـدرٌ بـمنحطِمِ الـوشيج مُلثّمُ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فـأكبَّ مُـنحنياً عـليهِ ودمعُه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صـبغَ الـبسيطَ كأنّما هو عَندَمُ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قـد رامَ يـلثمهُ فلم يرَ موضعاً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لـم يـدمه عـضُّ السلاح فيُلثمُ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نادى وقد ملأ البـواديَ صيحةً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صُـمُّ الـصخورِ لـهولها تتألمُ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أأخـيّ مَـنْ يحمي بناتَ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إن صُرنَ يسترحمنَ مَنْ لا يرحمُ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هوّنت يابن أبي مصارعَ فتيتي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والـجُرحُ يـسكنهُ الذي هو أألمُ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هـذا حسامُكَ مَنْ يذبُّ بهِ العدى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ولـواك هـذا مَـنْ بـهِ يتقدّمُ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</w:rPr>
        <w:t>*</w:t>
      </w:r>
      <w:r w:rsidR="00ED4E4F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  <w:r w:rsidR="00ED4E4F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</w:p>
    <w:p w:rsidR="009A0DCC" w:rsidRDefault="008A60E8" w:rsidP="008A60E8">
      <w:pPr>
        <w:pStyle w:val="libLine"/>
        <w:rPr>
          <w:rtl/>
        </w:rPr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للسيد جعفر الحلي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انظر رياض المدح والرثاء / 243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تقدّمت ترجمته في المجلس الثاني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نـاده احـسين يعباس هذا لواك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ظل يندب ومهرك بالحرب ينعاك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انـكسر ظهري ولا أگدر لفرگاك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وافراگك يبو فاضل عليّ يصعب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يـعباس حـسّ احـسين يمك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يبچي وخلط دمعه بفيض دمّك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وحـايـر يـبو فاضل إبـلمك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وسـكنه تـسلّي الطفل باسمك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D4E4F" w:rsidRDefault="00ED4E4F" w:rsidP="00ED4E4F">
      <w:pPr>
        <w:pStyle w:val="libPoemCenter"/>
        <w:rPr>
          <w:rFonts w:hint="cs"/>
          <w:rtl/>
        </w:rPr>
      </w:pPr>
      <w:r>
        <w:rPr>
          <w:rFonts w:hint="cs"/>
          <w:rtl/>
        </w:rPr>
        <w:t>تگله ساعه ويجيب الماي عمّك</w:t>
      </w:r>
    </w:p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يـخويه أيـست سـكنه من الماي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تـجي يـمي ذلـيله وتوگف احذاي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يخويه من العطش رادت تجي اوياي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تگلك ويـن وعـدك يـلمشكر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ومِنَ النَّاسِ مَنْ يَشْرِي نَفْسَهُ ابْتِغَاء مَرْضَاتِ اللّهِ وَاللّهُ رَؤُوفٌ بِالْعِبَادِ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الإيثار</w:t>
      </w:r>
      <w:r w:rsidR="008A60E8">
        <w:rPr>
          <w:rtl/>
        </w:rPr>
        <w:t>:</w:t>
      </w:r>
      <w:r>
        <w:rPr>
          <w:rtl/>
        </w:rPr>
        <w:t xml:space="preserve"> هو أرفع درجات الجود والسخاء</w:t>
      </w:r>
      <w:r w:rsidR="008A60E8">
        <w:rPr>
          <w:rtl/>
        </w:rPr>
        <w:t>،</w:t>
      </w:r>
      <w:r>
        <w:rPr>
          <w:rtl/>
        </w:rPr>
        <w:t xml:space="preserve"> وهو أن يجود الإنسان بما لديه من مال أو نفس أو غيرهما ممّا هو نفيس</w:t>
      </w:r>
      <w:r w:rsidR="008A60E8">
        <w:rPr>
          <w:rtl/>
        </w:rPr>
        <w:t>،</w:t>
      </w:r>
      <w:r>
        <w:rPr>
          <w:rtl/>
        </w:rPr>
        <w:t xml:space="preserve"> ويُقدّم غيره عليه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روى الثعلبي</w:t>
      </w:r>
      <w:r w:rsidR="00EE7E9B">
        <w:rPr>
          <w:rtl/>
        </w:rPr>
        <w:t xml:space="preserve"> - </w:t>
      </w:r>
      <w:r>
        <w:rPr>
          <w:rtl/>
        </w:rPr>
        <w:t>مفسّر أهل السنة المعروف</w:t>
      </w:r>
      <w:r w:rsidR="00EE7E9B">
        <w:rPr>
          <w:rtl/>
        </w:rPr>
        <w:t xml:space="preserve"> - </w:t>
      </w:r>
      <w:r>
        <w:rPr>
          <w:rtl/>
        </w:rPr>
        <w:t xml:space="preserve">في تفسيره أنّ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لمّا أراد الهجرة إلى المدينة خلّف عليَّ بنَ أبي طالب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بمكة لقضاء ديونه</w:t>
      </w:r>
      <w:r w:rsidR="008A60E8">
        <w:rPr>
          <w:rtl/>
        </w:rPr>
        <w:t>،</w:t>
      </w:r>
      <w:r>
        <w:rPr>
          <w:rtl/>
        </w:rPr>
        <w:t xml:space="preserve"> وأداء الودائع التي كانت عنده</w:t>
      </w:r>
      <w:r w:rsidR="008A60E8">
        <w:rPr>
          <w:rtl/>
        </w:rPr>
        <w:t>،</w:t>
      </w:r>
      <w:r>
        <w:rPr>
          <w:rtl/>
        </w:rPr>
        <w:t xml:space="preserve"> وأمره ليلة خروجه من الدار</w:t>
      </w:r>
      <w:r w:rsidR="00EE7E9B">
        <w:rPr>
          <w:rtl/>
        </w:rPr>
        <w:t xml:space="preserve"> - </w:t>
      </w:r>
      <w:r>
        <w:rPr>
          <w:rtl/>
        </w:rPr>
        <w:t>وقد أحاط المشركون بالدار</w:t>
      </w:r>
      <w:r w:rsidR="00EE7E9B">
        <w:rPr>
          <w:rtl/>
        </w:rPr>
        <w:t xml:space="preserve"> - </w:t>
      </w:r>
      <w:r>
        <w:rPr>
          <w:rtl/>
        </w:rPr>
        <w:t>أن ينام على فراشه</w:t>
      </w:r>
      <w:r w:rsidR="008A60E8">
        <w:rPr>
          <w:rtl/>
        </w:rPr>
        <w:t>،</w:t>
      </w:r>
      <w:r>
        <w:rPr>
          <w:rtl/>
        </w:rPr>
        <w:t xml:space="preserve"> وقال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اتّشح ببردي الحضرمي الأخضر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ونم على فراشي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وإنّه لا يصل منهم إليك مكروهٌ إن شاء الله تعالى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ففعل ذلك عليّ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فأوحى الله تعالى إلى جبرائيل وميكائيل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إنّي آخيتُ بينكما</w:t>
      </w:r>
      <w:r w:rsidR="008A60E8">
        <w:rPr>
          <w:rtl/>
        </w:rPr>
        <w:t>،</w:t>
      </w:r>
      <w:r>
        <w:rPr>
          <w:rtl/>
        </w:rPr>
        <w:t xml:space="preserve"> وجعلت عُمرَ أحدِكما أطول من الآخر</w:t>
      </w:r>
      <w:r w:rsidR="008A60E8">
        <w:rPr>
          <w:rtl/>
        </w:rPr>
        <w:t>،</w:t>
      </w:r>
      <w:r>
        <w:rPr>
          <w:rtl/>
        </w:rPr>
        <w:t xml:space="preserve"> فأيكُّما يؤثرُ صاحبه بالحياة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فاختار كلاهما الحياة</w:t>
      </w:r>
      <w:r w:rsidR="008A60E8">
        <w:rPr>
          <w:rtl/>
        </w:rPr>
        <w:t>،</w:t>
      </w:r>
      <w:r>
        <w:rPr>
          <w:rtl/>
        </w:rPr>
        <w:t xml:space="preserve"> فأوحى الله تعالى إليهما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أفلا كنتما مثل علي بن أبي طالب</w:t>
      </w:r>
      <w:r w:rsidR="008A60E8">
        <w:rPr>
          <w:rtl/>
        </w:rPr>
        <w:t>؛</w:t>
      </w:r>
      <w:r>
        <w:rPr>
          <w:rtl/>
        </w:rPr>
        <w:t xml:space="preserve"> آخيت بينه وبين محمّد فبات على فراشه يفديه بنفسه ويؤثره بالحياة</w:t>
      </w:r>
      <w:r w:rsidR="008A60E8">
        <w:rPr>
          <w:rtl/>
        </w:rPr>
        <w:t>؟</w:t>
      </w:r>
      <w:r>
        <w:rPr>
          <w:rtl/>
        </w:rPr>
        <w:t xml:space="preserve"> انزلا إلى الأرض فاحفظاه من عدوّه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فنزلا</w:t>
      </w:r>
      <w:r w:rsidR="008A60E8">
        <w:rPr>
          <w:rtl/>
        </w:rPr>
        <w:t>؛</w:t>
      </w:r>
      <w:r>
        <w:rPr>
          <w:rtl/>
        </w:rPr>
        <w:t xml:space="preserve"> فكان جبرائيل عند رأسه</w:t>
      </w:r>
      <w:r w:rsidR="008A60E8">
        <w:rPr>
          <w:rtl/>
        </w:rPr>
        <w:t>،</w:t>
      </w:r>
      <w:r>
        <w:rPr>
          <w:rtl/>
        </w:rPr>
        <w:t xml:space="preserve"> وميكائيل عند رجليه</w:t>
      </w:r>
      <w:r w:rsidR="008A60E8">
        <w:rPr>
          <w:rtl/>
        </w:rPr>
        <w:t>،</w:t>
      </w:r>
      <w:r>
        <w:rPr>
          <w:rtl/>
        </w:rPr>
        <w:t xml:space="preserve"> وجبرائيل يُنادي</w:t>
      </w:r>
      <w:r w:rsidR="008A60E8">
        <w:rPr>
          <w:rtl/>
        </w:rPr>
        <w:t>:</w:t>
      </w:r>
      <w:r>
        <w:rPr>
          <w:rtl/>
        </w:rPr>
        <w:t xml:space="preserve"> بخ بخ</w:t>
      </w:r>
      <w:r w:rsidR="008A60E8">
        <w:rPr>
          <w:rtl/>
        </w:rPr>
        <w:t>،</w:t>
      </w:r>
      <w:r>
        <w:rPr>
          <w:rtl/>
        </w:rPr>
        <w:t xml:space="preserve"> مَنْ مثلك يا علي يباهي الله تبارك وتعالى بك الملائكة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فأنزل الله على رسوله وهو متوجّه إلى المدينة في شأن علي هذه الآية</w:t>
      </w:r>
      <w:r w:rsidR="008A60E8">
        <w:rPr>
          <w:rtl/>
        </w:rPr>
        <w:t>؛</w:t>
      </w:r>
      <w:r>
        <w:rPr>
          <w:rtl/>
        </w:rPr>
        <w:t xml:space="preserve"> ولهذا سمّيت هذه الليلة التاريخية بليلة المبيت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البقرة / 207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ويقول أبو جعفر الإسكافي</w:t>
      </w:r>
      <w:r w:rsidR="008A60E8">
        <w:rPr>
          <w:rtl/>
        </w:rPr>
        <w:t>:</w:t>
      </w:r>
      <w:r>
        <w:rPr>
          <w:rtl/>
        </w:rPr>
        <w:t xml:space="preserve"> إنّ حديث الفراش قد ثبت بالتواتر</w:t>
      </w:r>
      <w:r w:rsidR="008A60E8">
        <w:rPr>
          <w:rtl/>
        </w:rPr>
        <w:t>،</w:t>
      </w:r>
      <w:r>
        <w:rPr>
          <w:rtl/>
        </w:rPr>
        <w:t xml:space="preserve"> فلا يجحده إلاّ مجنونٌ وغيرُ مخالط لأهلِ الملّة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هذا نوع من أنواع الإيثار الذي يُعتبر من أهم أنواع الإيثار</w:t>
      </w:r>
      <w:r w:rsidR="008A60E8">
        <w:rPr>
          <w:rtl/>
        </w:rPr>
        <w:t>؛</w:t>
      </w:r>
      <w:r>
        <w:rPr>
          <w:rtl/>
        </w:rPr>
        <w:t xml:space="preserve"> لأنّه إيثار بأعزّ شيء وهو النفس</w:t>
      </w:r>
      <w:r w:rsidR="008A60E8">
        <w:rPr>
          <w:rtl/>
        </w:rPr>
        <w:t>،</w:t>
      </w:r>
      <w:r>
        <w:rPr>
          <w:rtl/>
        </w:rPr>
        <w:t xml:space="preserve"> وكان صاحب هذا الإيثار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  <w:r>
        <w:rPr>
          <w:rtl/>
        </w:rPr>
        <w:t xml:space="preserve"> والجود بالنفس أقصى غاية الجود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وهناك نوع آخر من الإيثار</w:t>
      </w:r>
      <w:r w:rsidR="008A60E8">
        <w:rPr>
          <w:rtl/>
        </w:rPr>
        <w:t>،</w:t>
      </w:r>
      <w:r>
        <w:rPr>
          <w:rtl/>
        </w:rPr>
        <w:t xml:space="preserve"> وهو ما أكّد عليه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وعمل به الأنصار مع المهاجرين</w:t>
      </w:r>
      <w:r w:rsidR="008A60E8">
        <w:rPr>
          <w:rtl/>
        </w:rPr>
        <w:t>،</w:t>
      </w:r>
      <w:r>
        <w:rPr>
          <w:rtl/>
        </w:rPr>
        <w:t xml:space="preserve"> وهو نوعٌ مهمّ لا تقلّ أهميّته عن سابقه حتّى نزلت فيهم آية</w:t>
      </w:r>
      <w:r w:rsidR="008A60E8">
        <w:rPr>
          <w:rtl/>
        </w:rPr>
        <w:t>،</w:t>
      </w:r>
      <w:r>
        <w:rPr>
          <w:rtl/>
        </w:rPr>
        <w:t xml:space="preserve"> بل آيات في كيفية إيثارهم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قال عزّ من قائل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وَالَّذِينَ تَبَوَّؤُوا الدَّارَ وَالإِيمَانَ مِن قَبْلِهِمْ يُحِبُّونَ مَنْ هَاجَرَ إِلَيْهِمْ وَلا يَجِدُونَ فِي صُدُورِهِمْ حَاجَةً مِّمَّا أُوتُوا وَيُؤْثِرُونَ عَلَى أَنفُسِهِمْ وَلَو كَانَ بِهِمْ خَصَاصَةٌ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يقول ابن عباس</w:t>
      </w:r>
      <w:r w:rsidR="008A60E8">
        <w:rPr>
          <w:rtl/>
        </w:rPr>
        <w:t>:</w:t>
      </w:r>
      <w:r>
        <w:rPr>
          <w:rtl/>
        </w:rPr>
        <w:t xml:space="preserve"> إنّ الرسول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بيّن للأنصار يوم الانتصار على يهود بني النضير</w:t>
      </w:r>
      <w:r w:rsidR="008A60E8">
        <w:rPr>
          <w:rtl/>
        </w:rPr>
        <w:t>،</w:t>
      </w:r>
      <w:r>
        <w:rPr>
          <w:rtl/>
        </w:rPr>
        <w:t xml:space="preserve"> إذا كنتم ترومون المشاركة في حصة المهاجرين من الغنائم فشاطروهم بتقسيم أموالكم وبيوتكم</w:t>
      </w:r>
      <w:r w:rsidR="008A60E8">
        <w:rPr>
          <w:rtl/>
        </w:rPr>
        <w:t>،</w:t>
      </w:r>
      <w:r>
        <w:rPr>
          <w:rtl/>
        </w:rPr>
        <w:t xml:space="preserve"> وإذا أردتم أن تبقى بيوتكم وأموالكم لكم فلا شيء لكم من هذه الغنائم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 الأنصار</w:t>
      </w:r>
      <w:r w:rsidR="008A60E8">
        <w:rPr>
          <w:rtl/>
        </w:rPr>
        <w:t>:</w:t>
      </w:r>
      <w:r>
        <w:rPr>
          <w:rtl/>
        </w:rPr>
        <w:t xml:space="preserve"> علامَ نتقاسم بيوتنا وأموالنا معهم</w:t>
      </w:r>
      <w:r w:rsidR="008A60E8">
        <w:rPr>
          <w:rtl/>
        </w:rPr>
        <w:t>؟</w:t>
      </w:r>
      <w:r>
        <w:rPr>
          <w:rtl/>
        </w:rPr>
        <w:t xml:space="preserve"> نقدّم المهاجرين علينا</w:t>
      </w:r>
      <w:r w:rsidR="00EE7E9B"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 الأمثل 2</w:t>
      </w:r>
      <w:r w:rsidRPr="008A60E8">
        <w:rPr>
          <w:rtl/>
        </w:rPr>
        <w:t xml:space="preserve"> / 72</w:t>
      </w:r>
      <w:r w:rsidR="00EE7E9B">
        <w:rPr>
          <w:rtl/>
        </w:rPr>
        <w:t xml:space="preserve"> - </w:t>
      </w:r>
      <w:r>
        <w:rPr>
          <w:rtl/>
        </w:rPr>
        <w:t>73</w:t>
      </w:r>
      <w:r w:rsidR="008A60E8">
        <w:rPr>
          <w:rtl/>
        </w:rPr>
        <w:t>،</w:t>
      </w:r>
      <w:r>
        <w:rPr>
          <w:rtl/>
        </w:rPr>
        <w:t xml:space="preserve"> عن</w:t>
      </w:r>
      <w:r w:rsidRPr="008A60E8">
        <w:rPr>
          <w:rtl/>
        </w:rPr>
        <w:t xml:space="preserve"> </w:t>
      </w:r>
      <w:r>
        <w:rPr>
          <w:rtl/>
        </w:rPr>
        <w:t>تفسير الثعلبي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الحشر / 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ولا نطمع بشيء من الغنائم</w:t>
      </w:r>
      <w:r w:rsidR="008A60E8">
        <w:rPr>
          <w:rtl/>
        </w:rPr>
        <w:t>.</w:t>
      </w:r>
      <w:r>
        <w:rPr>
          <w:rtl/>
        </w:rPr>
        <w:t xml:space="preserve"> فنزلت هذه الآية تعظّم هذه الروح العالية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،</w:t>
      </w:r>
      <w:r>
        <w:rPr>
          <w:rtl/>
        </w:rPr>
        <w:t xml:space="preserve"> حتّى روي عنهم أنّ الأنصاري الذي عنده زوجتان رفع يده عن إحداهما للآخر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نعود للآية</w:t>
      </w:r>
      <w:r w:rsidR="008A60E8">
        <w:rPr>
          <w:rtl/>
        </w:rPr>
        <w:t>:</w:t>
      </w:r>
      <w:r>
        <w:rPr>
          <w:rtl/>
        </w:rPr>
        <w:t xml:space="preserve"> فهي بالرغم من أنّها تتعلّق</w:t>
      </w:r>
      <w:r w:rsidR="00EE7E9B">
        <w:rPr>
          <w:rtl/>
        </w:rPr>
        <w:t xml:space="preserve"> - </w:t>
      </w:r>
      <w:r>
        <w:rPr>
          <w:rtl/>
        </w:rPr>
        <w:t>كما ذكرنا آنفاً</w:t>
      </w:r>
      <w:r w:rsidR="00EE7E9B">
        <w:rPr>
          <w:rtl/>
        </w:rPr>
        <w:t xml:space="preserve"> - </w:t>
      </w:r>
      <w:r>
        <w:rPr>
          <w:rtl/>
        </w:rPr>
        <w:t xml:space="preserve">بحادثة هجرة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وتضحية الإمام علي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ومبيته على فراش النبي</w:t>
      </w:r>
      <w:r w:rsidR="008A60E8">
        <w:rPr>
          <w:rtl/>
        </w:rPr>
        <w:t>،</w:t>
      </w:r>
      <w:r>
        <w:rPr>
          <w:rtl/>
        </w:rPr>
        <w:t xml:space="preserve"> ولكن مفهومها ومحتواها الكلي</w:t>
      </w:r>
      <w:r w:rsidR="00EE7E9B">
        <w:rPr>
          <w:rtl/>
        </w:rPr>
        <w:t xml:space="preserve"> - </w:t>
      </w:r>
      <w:r>
        <w:rPr>
          <w:rtl/>
        </w:rPr>
        <w:t>كما في سائر الآيات القرآنية</w:t>
      </w:r>
      <w:r w:rsidR="00EE7E9B">
        <w:rPr>
          <w:rtl/>
        </w:rPr>
        <w:t xml:space="preserve"> - </w:t>
      </w:r>
      <w:r>
        <w:rPr>
          <w:rtl/>
        </w:rPr>
        <w:t>عام وشامل</w:t>
      </w:r>
      <w:r w:rsidR="008A60E8">
        <w:rPr>
          <w:rtl/>
        </w:rPr>
        <w:t>،</w:t>
      </w:r>
      <w:r>
        <w:rPr>
          <w:rtl/>
        </w:rPr>
        <w:t xml:space="preserve"> وفي الحقيقة أنّها تقع في النقطة المقابلة للآيات السابقة التي تتحدّث عن المنافقين الذين يحاولون أن يحقّقوا لهم بين المجتمع عزّة وكرامة عن طريق النفاق</w:t>
      </w:r>
      <w:r w:rsidR="008A60E8">
        <w:rPr>
          <w:rtl/>
        </w:rPr>
        <w:t>،</w:t>
      </w:r>
      <w:r>
        <w:rPr>
          <w:rtl/>
        </w:rPr>
        <w:t xml:space="preserve"> ويتظاهرون بالإيمان بأقوالهم</w:t>
      </w:r>
      <w:r w:rsidR="008A60E8">
        <w:rPr>
          <w:rtl/>
        </w:rPr>
        <w:t>،</w:t>
      </w:r>
      <w:r>
        <w:rPr>
          <w:rtl/>
        </w:rPr>
        <w:t xml:space="preserve"> بينما أعمالهم ليس فيها سوى الإفساد في الأرض وإهلاك الحرث والنسل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أمّا هذه الطائفة الثانية فتعاملهم مع الله وحده</w:t>
      </w:r>
      <w:r w:rsidR="008A60E8">
        <w:rPr>
          <w:rtl/>
        </w:rPr>
        <w:t>،</w:t>
      </w:r>
      <w:r>
        <w:rPr>
          <w:rtl/>
        </w:rPr>
        <w:t xml:space="preserve"> حيث يُقدّمون أرواحهم رخيصةً في سبيله</w:t>
      </w:r>
      <w:r w:rsidR="008A60E8">
        <w:rPr>
          <w:rtl/>
        </w:rPr>
        <w:t>،</w:t>
      </w:r>
      <w:r>
        <w:rPr>
          <w:rtl/>
        </w:rPr>
        <w:t xml:space="preserve"> ولا يبغون سوى رضاه</w:t>
      </w:r>
      <w:r w:rsidR="008A60E8">
        <w:rPr>
          <w:rtl/>
        </w:rPr>
        <w:t>،</w:t>
      </w:r>
      <w:r>
        <w:rPr>
          <w:rtl/>
        </w:rPr>
        <w:t xml:space="preserve"> ولا يطلبون عزّة ولا رفعةً إلاّ بالله</w:t>
      </w:r>
      <w:r w:rsidR="008A60E8">
        <w:rPr>
          <w:rtl/>
        </w:rPr>
        <w:t>.</w:t>
      </w:r>
      <w:r>
        <w:rPr>
          <w:rtl/>
        </w:rPr>
        <w:t xml:space="preserve"> وبتضحيات هؤلاء يصلح أمر الدين والدنيا</w:t>
      </w:r>
      <w:r w:rsidR="008A60E8">
        <w:rPr>
          <w:rtl/>
        </w:rPr>
        <w:t>،</w:t>
      </w:r>
      <w:r>
        <w:rPr>
          <w:rtl/>
        </w:rPr>
        <w:t xml:space="preserve"> ويستقيم شأن الحقّ والحقيقة</w:t>
      </w:r>
      <w:r w:rsidR="008A60E8">
        <w:rPr>
          <w:rtl/>
        </w:rPr>
        <w:t>،</w:t>
      </w:r>
      <w:r>
        <w:rPr>
          <w:rtl/>
        </w:rPr>
        <w:t xml:space="preserve"> وتصفو حياة الإنسان</w:t>
      </w:r>
      <w:r w:rsidR="008A60E8">
        <w:rPr>
          <w:rtl/>
        </w:rPr>
        <w:t>،</w:t>
      </w:r>
      <w:r>
        <w:rPr>
          <w:rtl/>
        </w:rPr>
        <w:t xml:space="preserve"> وتثمر شجرة الإسلام</w:t>
      </w:r>
      <w:r w:rsidR="008A60E8">
        <w:rPr>
          <w:rtl/>
        </w:rPr>
        <w:t>.</w:t>
      </w:r>
    </w:p>
    <w:p w:rsidR="009A0DCC" w:rsidRDefault="009A0DCC" w:rsidP="00EE7E9B">
      <w:pPr>
        <w:pStyle w:val="libNormal"/>
      </w:pPr>
      <w:r>
        <w:rPr>
          <w:rtl/>
        </w:rPr>
        <w:t>وممّا يُلفت النظر أنّ البائع هو الإنسان</w:t>
      </w:r>
      <w:r w:rsidR="008A60E8">
        <w:rPr>
          <w:rtl/>
        </w:rPr>
        <w:t>،</w:t>
      </w:r>
      <w:r>
        <w:rPr>
          <w:rtl/>
        </w:rPr>
        <w:t xml:space="preserve"> والمشتري هو الله تعالى</w:t>
      </w:r>
      <w:r w:rsidR="008A60E8">
        <w:rPr>
          <w:rtl/>
        </w:rPr>
        <w:t>،</w:t>
      </w:r>
      <w:r>
        <w:rPr>
          <w:rtl/>
        </w:rPr>
        <w:t xml:space="preserve"> والبضاعة هي النفس</w:t>
      </w:r>
      <w:r w:rsidR="008A60E8">
        <w:rPr>
          <w:rtl/>
        </w:rPr>
        <w:t>،</w:t>
      </w:r>
      <w:r>
        <w:rPr>
          <w:rtl/>
        </w:rPr>
        <w:t xml:space="preserve"> وثمنها هو رضوان الله تعالى</w:t>
      </w:r>
      <w:r w:rsidR="008A60E8">
        <w:rPr>
          <w:rtl/>
        </w:rPr>
        <w:t>،</w:t>
      </w:r>
      <w:r>
        <w:rPr>
          <w:rtl/>
        </w:rPr>
        <w:t xml:space="preserve"> في حين نرى في موارد اُخرى أنّ ثمن مثل هذه المعاملات هو الجنة الخالدة والنجاة من النار</w:t>
      </w:r>
      <w:r w:rsidR="008A60E8">
        <w:rPr>
          <w:rtl/>
        </w:rPr>
        <w:t>،</w:t>
      </w:r>
      <w:r>
        <w:rPr>
          <w:rtl/>
        </w:rPr>
        <w:t xml:space="preserve"> من قبيل قوله تعالى</w:t>
      </w:r>
      <w:r w:rsidR="008A60E8">
        <w:rPr>
          <w:rtl/>
        </w:rPr>
        <w:t>:</w:t>
      </w:r>
      <w:r w:rsidR="00EE7E9B">
        <w:rPr>
          <w:rFonts w:hint="cs"/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إِنَّ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 الأمثل 18</w:t>
      </w:r>
      <w:r w:rsidRPr="008A60E8">
        <w:rPr>
          <w:rtl/>
        </w:rPr>
        <w:t xml:space="preserve"> / 191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Normal"/>
      </w:pPr>
      <w:r w:rsidRPr="00EE7E9B">
        <w:rPr>
          <w:rStyle w:val="libAieChar"/>
          <w:rtl/>
        </w:rPr>
        <w:lastRenderedPageBreak/>
        <w:t>اللهَ اشْتَرَى مِنَ الْمُؤْمِنِينَ أَنفُسَهُمْ وَأَمْوَالَهُم بِأَنَّ لَهُمُ الجَنَّةَ يُقَاتِلُونَ فِي سَبِيلِ اللهِ فَيَقْتُلُونَ وَيُقْتَلُونَ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EE7E9B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وعلى أيّة حال</w:t>
      </w:r>
      <w:r w:rsidR="008A60E8">
        <w:rPr>
          <w:rtl/>
        </w:rPr>
        <w:t>،</w:t>
      </w:r>
      <w:r>
        <w:rPr>
          <w:rtl/>
        </w:rPr>
        <w:t xml:space="preserve"> فهذه الآية</w:t>
      </w:r>
      <w:r w:rsidR="00EE7E9B">
        <w:rPr>
          <w:rtl/>
        </w:rPr>
        <w:t xml:space="preserve"> - </w:t>
      </w:r>
      <w:r>
        <w:rPr>
          <w:rtl/>
        </w:rPr>
        <w:t>ومع الالتفات إلى سبب النزول المذكور آنفاً</w:t>
      </w:r>
      <w:r w:rsidR="00EE7E9B">
        <w:rPr>
          <w:rtl/>
        </w:rPr>
        <w:t xml:space="preserve"> - </w:t>
      </w:r>
      <w:r>
        <w:rPr>
          <w:rtl/>
        </w:rPr>
        <w:t xml:space="preserve">تقدّم أعظم الفضائل للإمام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وإن كانت فضائله قد جاوزت الحصر والعدّ</w:t>
      </w:r>
      <w:r w:rsidR="008A60E8">
        <w:rPr>
          <w:rtl/>
        </w:rPr>
        <w:t>،</w:t>
      </w:r>
      <w:r>
        <w:rPr>
          <w:rtl/>
        </w:rPr>
        <w:t xml:space="preserve"> ولكن هذه الفضيلة كانت في صدر الإسلام من الوضوح بمكان بين المسلمين</w:t>
      </w:r>
      <w:r w:rsidR="008A60E8">
        <w:rPr>
          <w:rtl/>
        </w:rPr>
        <w:t>،</w:t>
      </w:r>
      <w:r>
        <w:rPr>
          <w:rtl/>
        </w:rPr>
        <w:t xml:space="preserve"> بحيث دعت معاوية العدو اللدود للإمام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 يُرشي «سمرة بن جُندب» بأربعمئة ألف درهم</w:t>
      </w:r>
      <w:r w:rsidR="008A60E8">
        <w:rPr>
          <w:rtl/>
        </w:rPr>
        <w:t>؛</w:t>
      </w:r>
      <w:r>
        <w:rPr>
          <w:rtl/>
        </w:rPr>
        <w:t xml:space="preserve"> كي يروي حديثاً مختلقاً يثبت فيه فضيلة هذه الآية لعبد الرحمن بن ملجم</w:t>
      </w:r>
      <w:r w:rsidR="008A60E8">
        <w:rPr>
          <w:rtl/>
        </w:rPr>
        <w:t>،</w:t>
      </w:r>
      <w:r>
        <w:rPr>
          <w:rtl/>
        </w:rPr>
        <w:t xml:space="preserve"> وقد اختلق هذا المنافق الجاني هذه الفرية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،</w:t>
      </w:r>
      <w:r>
        <w:rPr>
          <w:rtl/>
        </w:rPr>
        <w:t xml:space="preserve"> ولكنّ أحداً لم يقبل منه حديثه المجعول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وهناك نوع ثالث من الإيثار</w:t>
      </w:r>
      <w:r w:rsidR="008A60E8">
        <w:rPr>
          <w:rtl/>
        </w:rPr>
        <w:t>،</w:t>
      </w:r>
      <w:r>
        <w:rPr>
          <w:rtl/>
        </w:rPr>
        <w:t xml:space="preserve"> وهو الإيثار بالطعام والشراب</w:t>
      </w:r>
      <w:r w:rsidR="008A60E8">
        <w:rPr>
          <w:rtl/>
        </w:rPr>
        <w:t>،</w:t>
      </w:r>
      <w:r>
        <w:rPr>
          <w:rtl/>
        </w:rPr>
        <w:t xml:space="preserve"> وهو كسابقيه أعني الإيثار بالنفس والإيثار بالأموال وما يملكون</w:t>
      </w:r>
      <w:r w:rsidR="008A60E8">
        <w:rPr>
          <w:rtl/>
        </w:rPr>
        <w:t>.</w:t>
      </w:r>
      <w:r>
        <w:rPr>
          <w:rtl/>
        </w:rPr>
        <w:t xml:space="preserve"> وكان من أبرز مصاديق هذا الإيثار</w:t>
      </w:r>
      <w:r w:rsidR="008A60E8">
        <w:rPr>
          <w:rtl/>
        </w:rPr>
        <w:t>،</w:t>
      </w:r>
      <w:r>
        <w:rPr>
          <w:rtl/>
        </w:rPr>
        <w:t xml:space="preserve"> بل المعلّم لهذا الإيثار هو النبي الأعظم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وأهل بيته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ولذا روى الثعلبي وغيرُه من المفسرين أنّ الحسن والحسين </w:t>
      </w:r>
      <w:r w:rsidR="00EE7E9B" w:rsidRPr="00EE7E9B">
        <w:rPr>
          <w:rStyle w:val="libAlaemChar"/>
          <w:rtl/>
        </w:rPr>
        <w:t>عليهما‌السلام</w:t>
      </w:r>
      <w:r>
        <w:rPr>
          <w:rtl/>
        </w:rPr>
        <w:t xml:space="preserve"> مرضا فعادهما جدّهما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وعادهما عامة العرب</w:t>
      </w:r>
      <w:r w:rsidR="008A60E8">
        <w:rPr>
          <w:rtl/>
        </w:rPr>
        <w:t>،</w:t>
      </w:r>
      <w:r>
        <w:rPr>
          <w:rtl/>
        </w:rPr>
        <w:t xml:space="preserve"> فقالوا</w:t>
      </w:r>
      <w:r w:rsidR="008A60E8">
        <w:rPr>
          <w:rtl/>
        </w:rPr>
        <w:t>:</w:t>
      </w:r>
      <w:r>
        <w:rPr>
          <w:rtl/>
        </w:rPr>
        <w:t xml:space="preserve"> يا أبا الحسن</w:t>
      </w:r>
      <w:r w:rsidR="008A60E8">
        <w:rPr>
          <w:rtl/>
        </w:rPr>
        <w:t>،</w:t>
      </w:r>
      <w:r>
        <w:rPr>
          <w:rtl/>
        </w:rPr>
        <w:t xml:space="preserve"> لو نذرت لولديك نذراً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فقال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 برأ ولديَّ ممّا بهما صمت ثلاثة أيام شكراً لله تعالى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وقالت فاطمة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مثل ذلك</w:t>
      </w:r>
      <w:r w:rsidR="008A60E8">
        <w:rPr>
          <w:rtl/>
        </w:rPr>
        <w:t>،</w:t>
      </w:r>
      <w:r>
        <w:rPr>
          <w:rtl/>
        </w:rPr>
        <w:t xml:space="preserve"> وقالت جاريتها فضة</w:t>
      </w:r>
      <w:r w:rsidR="008A60E8">
        <w:rPr>
          <w:rtl/>
        </w:rPr>
        <w:t>:</w:t>
      </w:r>
      <w:r>
        <w:rPr>
          <w:rtl/>
        </w:rPr>
        <w:t xml:space="preserve"> إن برأ سيِّداي ممّا بهما صمت ثلاثة أيام شكراً لله تعالى (عزّ وجلّ)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فألبسا العافية</w:t>
      </w:r>
      <w:r w:rsidR="008A60E8">
        <w:rPr>
          <w:rtl/>
        </w:rPr>
        <w:t>،</w:t>
      </w:r>
      <w:r>
        <w:rPr>
          <w:rtl/>
        </w:rPr>
        <w:t xml:space="preserve"> وليس عند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التوبة / 111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شرح نهج البلاغة 4</w:t>
      </w:r>
      <w:r w:rsidRPr="008A60E8">
        <w:rPr>
          <w:rtl/>
        </w:rPr>
        <w:t xml:space="preserve"> / 73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آل محمّد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لا قليل ولا كثير</w:t>
      </w:r>
      <w:r w:rsidR="008A60E8">
        <w:rPr>
          <w:rtl/>
        </w:rPr>
        <w:t>،</w:t>
      </w:r>
      <w:r>
        <w:rPr>
          <w:rtl/>
        </w:rPr>
        <w:t xml:space="preserve"> فأجّر علي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نفسه ليلة إلى الصبح يسقي نخلاً بشيء من شعير</w:t>
      </w:r>
      <w:r w:rsidR="008A60E8">
        <w:rPr>
          <w:rtl/>
        </w:rPr>
        <w:t>،</w:t>
      </w:r>
      <w:r>
        <w:rPr>
          <w:rtl/>
        </w:rPr>
        <w:t xml:space="preserve"> وأتى به إلى المنزل</w:t>
      </w:r>
      <w:r w:rsidR="008A60E8">
        <w:rPr>
          <w:rtl/>
        </w:rPr>
        <w:t>،</w:t>
      </w:r>
      <w:r>
        <w:rPr>
          <w:rtl/>
        </w:rPr>
        <w:t xml:space="preserve"> فقسّمته فاطمة (عليها السلام) إلى ثلاثة</w:t>
      </w:r>
      <w:r w:rsidR="008A60E8">
        <w:rPr>
          <w:rtl/>
        </w:rPr>
        <w:t>؛</w:t>
      </w:r>
      <w:r>
        <w:rPr>
          <w:rtl/>
        </w:rPr>
        <w:t xml:space="preserve"> فطحنت ثلثاً وخبزت منه خمس أقراص لكلّ واحد منهم قرص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وصلّى أميرُ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صلاة المغرب مع رسول الله</w:t>
      </w:r>
      <w:r w:rsidR="008A60E8">
        <w:rPr>
          <w:rtl/>
        </w:rPr>
        <w:t>،</w:t>
      </w:r>
      <w:r>
        <w:rPr>
          <w:rtl/>
        </w:rPr>
        <w:t xml:space="preserve"> ثمّ أتى المنزل فوضِع الطعام بين يديه</w:t>
      </w:r>
      <w:r w:rsidR="008A60E8">
        <w:rPr>
          <w:rtl/>
        </w:rPr>
        <w:t>،</w:t>
      </w:r>
      <w:r>
        <w:rPr>
          <w:rtl/>
        </w:rPr>
        <w:t xml:space="preserve"> فجاء مسكين فوقف بالباب وقال</w:t>
      </w:r>
      <w:r w:rsidR="008A60E8">
        <w:rPr>
          <w:rtl/>
        </w:rPr>
        <w:t>:</w:t>
      </w:r>
      <w:r>
        <w:rPr>
          <w:rtl/>
        </w:rPr>
        <w:t xml:space="preserve"> السّلام عليكم يا أهل بيت محمّد</w:t>
      </w:r>
      <w:r w:rsidR="008A60E8">
        <w:rPr>
          <w:rtl/>
        </w:rPr>
        <w:t>،</w:t>
      </w:r>
      <w:r>
        <w:rPr>
          <w:rtl/>
        </w:rPr>
        <w:t xml:space="preserve"> مسكين من مساكين المسلمين</w:t>
      </w:r>
      <w:r w:rsidR="008A60E8">
        <w:rPr>
          <w:rtl/>
        </w:rPr>
        <w:t>،</w:t>
      </w:r>
      <w:r>
        <w:rPr>
          <w:rtl/>
        </w:rPr>
        <w:t xml:space="preserve"> أطعموني أطعمكم الله من موائد الجنّة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فسمعه علي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أطعموه حصّتي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قالت فاطمة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كذلك</w:t>
      </w:r>
      <w:r w:rsidR="008A60E8">
        <w:rPr>
          <w:rtl/>
        </w:rPr>
        <w:t>،</w:t>
      </w:r>
      <w:r>
        <w:rPr>
          <w:rtl/>
        </w:rPr>
        <w:t xml:space="preserve"> والباقون كذلك</w:t>
      </w:r>
      <w:r w:rsidR="008A60E8">
        <w:rPr>
          <w:rtl/>
        </w:rPr>
        <w:t>،</w:t>
      </w:r>
      <w:r>
        <w:rPr>
          <w:rtl/>
        </w:rPr>
        <w:t xml:space="preserve"> فأطعموه الطعام ومكثوا يومهم وليلتهم لم يذوقوا إلاّ الماء القراح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فلمّا كان اليوم الثاني طحنت فاطمة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ثلثاً آخر وخبزته</w:t>
      </w:r>
      <w:r w:rsidR="008A60E8">
        <w:rPr>
          <w:rtl/>
        </w:rPr>
        <w:t>،</w:t>
      </w:r>
      <w:r>
        <w:rPr>
          <w:rtl/>
        </w:rPr>
        <w:t xml:space="preserve"> وأتى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من صلاة المغرب مع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فوضِع الطعام بين يديه</w:t>
      </w:r>
      <w:r w:rsidR="008A60E8">
        <w:rPr>
          <w:rtl/>
        </w:rPr>
        <w:t>،</w:t>
      </w:r>
      <w:r>
        <w:rPr>
          <w:rtl/>
        </w:rPr>
        <w:t xml:space="preserve"> فإذا بيتيم جاء ووقف على الباب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يتيم من أيتام المهاجرين</w:t>
      </w:r>
      <w:r w:rsidR="008A60E8">
        <w:rPr>
          <w:rtl/>
        </w:rPr>
        <w:t>،</w:t>
      </w:r>
      <w:r>
        <w:rPr>
          <w:rtl/>
        </w:rPr>
        <w:t xml:space="preserve"> استشهد والدي يوم العقبة</w:t>
      </w:r>
      <w:r w:rsidR="008A60E8">
        <w:rPr>
          <w:rtl/>
        </w:rPr>
        <w:t>،</w:t>
      </w:r>
      <w:r>
        <w:rPr>
          <w:rtl/>
        </w:rPr>
        <w:t xml:space="preserve"> أطعموني أطعمكم الله من موائد الجنّة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فسمعه عليٌّ وفاطمة </w:t>
      </w:r>
      <w:r w:rsidR="00EE7E9B" w:rsidRPr="00EE7E9B">
        <w:rPr>
          <w:rStyle w:val="libAlaemChar"/>
          <w:rtl/>
        </w:rPr>
        <w:t>عليهما‌السلام</w:t>
      </w:r>
      <w:r>
        <w:rPr>
          <w:rtl/>
        </w:rPr>
        <w:t xml:space="preserve"> والباقون</w:t>
      </w:r>
      <w:r w:rsidR="008A60E8">
        <w:rPr>
          <w:rtl/>
        </w:rPr>
        <w:t>،</w:t>
      </w:r>
      <w:r>
        <w:rPr>
          <w:rtl/>
        </w:rPr>
        <w:t xml:space="preserve"> فأطعموه ومكثوا يومين وليلتين لم يذوقوا إلاّ الماء القراح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فلمّا كان اليوم الثالث قامت فاطمة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إلى الثلث الباقي وطحنته وخبزته</w:t>
      </w:r>
      <w:r w:rsidR="008A60E8">
        <w:rPr>
          <w:rtl/>
        </w:rPr>
        <w:t>،</w:t>
      </w:r>
      <w:r>
        <w:rPr>
          <w:rtl/>
        </w:rPr>
        <w:t xml:space="preserve"> وصلّى علي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مع النبي صلاة المغرب</w:t>
      </w:r>
      <w:r w:rsidR="008A60E8">
        <w:rPr>
          <w:rtl/>
        </w:rPr>
        <w:t>،</w:t>
      </w:r>
      <w:r>
        <w:rPr>
          <w:rtl/>
        </w:rPr>
        <w:t xml:space="preserve"> ثمّ أتى المنزل فوضِع الطعام بين يديه</w:t>
      </w:r>
      <w:r w:rsidR="008A60E8">
        <w:rPr>
          <w:rtl/>
        </w:rPr>
        <w:t>،</w:t>
      </w:r>
      <w:r>
        <w:rPr>
          <w:rtl/>
        </w:rPr>
        <w:t xml:space="preserve"> فجاء أسير فوقف بالباب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السّلام عليكم يا أهل بيت محمّد</w:t>
      </w:r>
      <w:r w:rsidR="008A60E8">
        <w:rPr>
          <w:rtl/>
        </w:rPr>
        <w:t>،</w:t>
      </w:r>
      <w:r>
        <w:rPr>
          <w:rtl/>
        </w:rPr>
        <w:t xml:space="preserve"> تأسروننا ولا تطعموننا</w:t>
      </w:r>
      <w:r w:rsidR="008A60E8">
        <w:rPr>
          <w:rtl/>
        </w:rPr>
        <w:t>؟</w:t>
      </w:r>
      <w:r>
        <w:rPr>
          <w:rtl/>
        </w:rPr>
        <w:t xml:space="preserve"> أطعمونا أطعمكم الله من موائد الجنّة</w:t>
      </w:r>
      <w:r w:rsidR="008A60E8">
        <w:rPr>
          <w:rtl/>
        </w:rPr>
        <w:t>؛</w:t>
      </w:r>
      <w:r>
        <w:rPr>
          <w:rtl/>
        </w:rPr>
        <w:t xml:space="preserve"> فإنّي أسير محمّد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فسمعه علي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فآثره وآثروه معه</w:t>
      </w:r>
      <w:r w:rsidR="008A60E8">
        <w:rPr>
          <w:rtl/>
        </w:rPr>
        <w:t>،</w:t>
      </w:r>
      <w:r>
        <w:rPr>
          <w:rtl/>
        </w:rPr>
        <w:t xml:space="preserve"> فمكثوا ثلاثة أيام بلياليها لم يذوقوا إلاّ الماء القراح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فلمّا كان اليوم الرابع وقد وفوا بنذرهم أخذ علي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الحسن بيده اليمنى</w:t>
      </w:r>
      <w:r w:rsidR="008A60E8">
        <w:rPr>
          <w:rtl/>
        </w:rPr>
        <w:t>،</w:t>
      </w:r>
      <w:r>
        <w:rPr>
          <w:rtl/>
        </w:rPr>
        <w:t xml:space="preserve"> والحسين بيده اليسرى</w:t>
      </w:r>
      <w:r w:rsidR="008A60E8">
        <w:rPr>
          <w:rtl/>
        </w:rPr>
        <w:t>،</w:t>
      </w:r>
      <w:r>
        <w:rPr>
          <w:rtl/>
        </w:rPr>
        <w:t xml:space="preserve"> وأقبل نحو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وهم يرتعشون كالفراخ من شدّة الجوع</w:t>
      </w:r>
      <w:r w:rsidR="008A60E8">
        <w:rPr>
          <w:rtl/>
        </w:rPr>
        <w:t>،</w:t>
      </w:r>
      <w:r>
        <w:rPr>
          <w:rtl/>
        </w:rPr>
        <w:t xml:space="preserve"> فلمّا أبصر بهم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أبا الحسن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ما أشدّ ما يسوؤني ما أرى بكم</w:t>
      </w:r>
      <w:r w:rsidR="008A60E8" w:rsidRPr="00172AAC">
        <w:rPr>
          <w:rtl/>
        </w:rPr>
        <w:t>!</w:t>
      </w:r>
      <w:r w:rsidRPr="00172AAC">
        <w:rPr>
          <w:rtl/>
        </w:rPr>
        <w:t xml:space="preserve"> انطلق بنا إلى ابنتي فاطمة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فانطلقوا إليها وهي في محرابها تصلّي</w:t>
      </w:r>
      <w:r w:rsidR="008A60E8">
        <w:rPr>
          <w:rtl/>
        </w:rPr>
        <w:t>،</w:t>
      </w:r>
      <w:r>
        <w:rPr>
          <w:rtl/>
        </w:rPr>
        <w:t xml:space="preserve"> وقد لصقت بطنها بظهرها من شدّة الجوع</w:t>
      </w:r>
      <w:r w:rsidR="008A60E8">
        <w:rPr>
          <w:rtl/>
        </w:rPr>
        <w:t>،</w:t>
      </w:r>
      <w:r>
        <w:rPr>
          <w:rtl/>
        </w:rPr>
        <w:t xml:space="preserve"> فلمّا رآها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وا غوثاه</w:t>
      </w:r>
      <w:r w:rsidR="008A60E8" w:rsidRPr="00172AAC">
        <w:rPr>
          <w:rtl/>
        </w:rPr>
        <w:t>!</w:t>
      </w:r>
      <w:r w:rsidRPr="00172AAC">
        <w:rPr>
          <w:rtl/>
        </w:rPr>
        <w:t xml:space="preserve"> أهل بيت محمّد يموتون جوعاً</w:t>
      </w:r>
      <w:r w:rsidR="008A60E8" w:rsidRPr="00172AAC">
        <w:rPr>
          <w:rtl/>
        </w:rPr>
        <w:t>!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فهبط جبرائيل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خذ يا محمّد هنّأك الله في أهل بيتك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وما آخذ يا جبرائيل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tl/>
        </w:rPr>
        <w:t>قال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هَلْ أَتَى عَلَى الإِنْسَانِ</w:t>
      </w:r>
      <w:r w:rsidR="008A60E8" w:rsidRPr="00EE7E9B">
        <w:rPr>
          <w:rStyle w:val="libAieChar"/>
          <w:rtl/>
        </w:rPr>
        <w:t>.</w:t>
      </w:r>
      <w:r w:rsidRPr="00EE7E9B">
        <w:rPr>
          <w:rStyle w:val="libAieChar"/>
          <w:rtl/>
        </w:rPr>
        <w:t>..</w:t>
      </w:r>
      <w:r w:rsidR="008A60E8" w:rsidRPr="001448CA">
        <w:rPr>
          <w:rStyle w:val="libAlaemChar"/>
          <w:rtl/>
        </w:rPr>
        <w:t>)</w:t>
      </w:r>
      <w:r w:rsidRPr="00172AAC">
        <w:rPr>
          <w:rtl/>
        </w:rPr>
        <w:t xml:space="preserve"> إلى آخر السورة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ومَنْ كان أكرم الناس كان أفضل الناس</w:t>
      </w:r>
      <w:r w:rsidR="008A60E8">
        <w:rPr>
          <w:rtl/>
        </w:rPr>
        <w:t>،</w:t>
      </w:r>
      <w:r>
        <w:rPr>
          <w:rtl/>
        </w:rPr>
        <w:t xml:space="preserve"> فيكون هو الإمام دون غيره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وقد جمع الإيثار بأنواعه المتقدّمة بالنفس وبالمال والطعام والشراب</w:t>
      </w:r>
      <w:r w:rsidR="008A60E8">
        <w:rPr>
          <w:rtl/>
        </w:rPr>
        <w:t>،</w:t>
      </w:r>
      <w:r>
        <w:rPr>
          <w:rtl/>
        </w:rPr>
        <w:t xml:space="preserve"> جمع كلّ ذلك ابن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أبو الفضل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الذي كان يلازم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مثل الخادم الملازم لسيده</w:t>
      </w:r>
      <w:r w:rsidR="008A60E8">
        <w:rPr>
          <w:rtl/>
        </w:rPr>
        <w:t>،</w:t>
      </w:r>
      <w:r>
        <w:rPr>
          <w:rtl/>
        </w:rPr>
        <w:t xml:space="preserve"> ويتمنّى أن يقوم بخدمة للحسين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يقول الشيخ الكاشي </w:t>
      </w:r>
      <w:r w:rsidR="00EE7E9B" w:rsidRPr="00EE7E9B">
        <w:rPr>
          <w:rStyle w:val="libAlaemChar"/>
          <w:rtl/>
        </w:rPr>
        <w:t>رحمه‌الله</w:t>
      </w:r>
      <w:r w:rsidR="008A60E8">
        <w:rPr>
          <w:rtl/>
        </w:rPr>
        <w:t>:</w:t>
      </w:r>
      <w:r>
        <w:rPr>
          <w:rtl/>
        </w:rPr>
        <w:t xml:space="preserve"> كان أبو الفضل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جالساً في مجلس فيه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فعطش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فطلب من قنبر أن يأتيه بالماء</w:t>
      </w:r>
      <w:r w:rsidR="008A60E8">
        <w:rPr>
          <w:rtl/>
        </w:rPr>
        <w:t>،</w:t>
      </w:r>
      <w:r>
        <w:rPr>
          <w:rtl/>
        </w:rPr>
        <w:t xml:space="preserve"> فقام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مسرعاً</w:t>
      </w:r>
      <w:r w:rsidR="00EE7E9B">
        <w:rPr>
          <w:rtl/>
        </w:rPr>
        <w:t xml:space="preserve"> - </w:t>
      </w:r>
      <w:r>
        <w:rPr>
          <w:rtl/>
        </w:rPr>
        <w:t>وكان صبيّاً آنذاك</w:t>
      </w:r>
      <w:r w:rsidR="00EE7E9B">
        <w:rPr>
          <w:rtl/>
        </w:rPr>
        <w:t xml:space="preserve"> - </w:t>
      </w:r>
      <w:r>
        <w:rPr>
          <w:rtl/>
        </w:rPr>
        <w:t xml:space="preserve">إلى أُمّه اُمّ البنين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:</w:t>
      </w:r>
      <w:r>
        <w:rPr>
          <w:rtl/>
        </w:rPr>
        <w:t xml:space="preserve"> أمّاه</w:t>
      </w:r>
      <w:r w:rsidR="008A60E8">
        <w:rPr>
          <w:rtl/>
        </w:rPr>
        <w:t>،</w:t>
      </w:r>
      <w:r>
        <w:rPr>
          <w:rtl/>
        </w:rPr>
        <w:t xml:space="preserve"> إنّ أخي الحسين عطشان</w:t>
      </w:r>
      <w:r w:rsidR="008A60E8">
        <w:rPr>
          <w:rtl/>
        </w:rPr>
        <w:t>،</w:t>
      </w:r>
      <w:r>
        <w:rPr>
          <w:rtl/>
        </w:rPr>
        <w:t xml:space="preserve"> وقد طلب الماء من قنبر</w:t>
      </w:r>
      <w:r w:rsidR="008A60E8">
        <w:rPr>
          <w:rtl/>
        </w:rPr>
        <w:t>،</w:t>
      </w:r>
      <w:r>
        <w:rPr>
          <w:rtl/>
        </w:rPr>
        <w:t xml:space="preserve"> واُحبّ أن اُوصل إليه الماء قبل قنبر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قامت اُمّ البنين</w:t>
      </w:r>
      <w:r w:rsidR="008A60E8">
        <w:rPr>
          <w:rtl/>
        </w:rPr>
        <w:t>،</w:t>
      </w:r>
      <w:r>
        <w:rPr>
          <w:rtl/>
        </w:rPr>
        <w:t xml:space="preserve"> ملأت ركوةً ووضعتها على رأس العباس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جاء العباس والإناء على رأسه</w:t>
      </w:r>
      <w:r w:rsidR="008A60E8">
        <w:rPr>
          <w:rtl/>
        </w:rPr>
        <w:t>،</w:t>
      </w:r>
      <w:r>
        <w:rPr>
          <w:rtl/>
        </w:rPr>
        <w:t xml:space="preserve"> والماء يراق على كتفيه</w:t>
      </w:r>
      <w:r w:rsidR="008A60E8">
        <w:rPr>
          <w:rtl/>
        </w:rPr>
        <w:t>،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كشف الغُمّة 1</w:t>
      </w:r>
      <w:r w:rsidRPr="008A60E8">
        <w:rPr>
          <w:rtl/>
        </w:rPr>
        <w:t xml:space="preserve"> / 307</w:t>
      </w:r>
      <w:r w:rsidR="00EE7E9B">
        <w:rPr>
          <w:rtl/>
        </w:rPr>
        <w:t xml:space="preserve"> - </w:t>
      </w:r>
      <w:r>
        <w:rPr>
          <w:rtl/>
        </w:rPr>
        <w:t>310</w:t>
      </w:r>
      <w:r w:rsidRPr="008A60E8">
        <w:rPr>
          <w:rtl/>
        </w:rPr>
        <w:t xml:space="preserve"> (</w:t>
      </w:r>
      <w:r>
        <w:rPr>
          <w:rtl/>
        </w:rPr>
        <w:t>باختصار)</w:t>
      </w:r>
      <w:r w:rsidR="008A60E8">
        <w:rPr>
          <w:rtl/>
        </w:rPr>
        <w:t>،</w:t>
      </w:r>
      <w:r>
        <w:rPr>
          <w:rtl/>
        </w:rPr>
        <w:t xml:space="preserve"> نسبه إلى الثعلبي في تفسيره وغيره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لمّا رآه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صاح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إيهٍ يا عباس</w:t>
      </w:r>
      <w:r w:rsidR="008A60E8">
        <w:rPr>
          <w:rtl/>
        </w:rPr>
        <w:t>!</w:t>
      </w:r>
      <w:r>
        <w:rPr>
          <w:rtl/>
        </w:rPr>
        <w:t xml:space="preserve"> هذا يوم تحمل الماء إلى أخيك فيُراق الماء على كتفيك</w:t>
      </w:r>
      <w:r w:rsidR="008A60E8">
        <w:rPr>
          <w:rtl/>
        </w:rPr>
        <w:t>،</w:t>
      </w:r>
      <w:r>
        <w:rPr>
          <w:rtl/>
        </w:rPr>
        <w:t xml:space="preserve"> ويوم آخر تحمل الماء إلى أخيك فيُراق مخّ رأسك على كتفيك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نعم</w:t>
      </w:r>
      <w:r w:rsidR="008A60E8">
        <w:rPr>
          <w:rtl/>
        </w:rPr>
        <w:t>،</w:t>
      </w:r>
      <w:r>
        <w:rPr>
          <w:rtl/>
        </w:rPr>
        <w:t xml:space="preserve"> تناثر مخّ رأسه على كتفيه على أثر ذلك العمود</w:t>
      </w:r>
      <w:r w:rsidR="008A60E8">
        <w:rPr>
          <w:rtl/>
        </w:rPr>
        <w:t>؛</w:t>
      </w:r>
      <w:r>
        <w:rPr>
          <w:rtl/>
        </w:rPr>
        <w:t xml:space="preserve"> لأنّ العبّاس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وقف متحيّراً لا يدري ما يصنع</w:t>
      </w:r>
      <w:r w:rsidR="008A60E8">
        <w:rPr>
          <w:rtl/>
        </w:rPr>
        <w:t>؛</w:t>
      </w:r>
      <w:r>
        <w:rPr>
          <w:rtl/>
        </w:rPr>
        <w:t xml:space="preserve"> يده اليمنى مقطوعة</w:t>
      </w:r>
      <w:r w:rsidR="008A60E8">
        <w:rPr>
          <w:rtl/>
        </w:rPr>
        <w:t>،</w:t>
      </w:r>
      <w:r>
        <w:rPr>
          <w:rtl/>
        </w:rPr>
        <w:t xml:space="preserve"> ويده اليسرى مقطوعة</w:t>
      </w:r>
      <w:r w:rsidR="008A60E8">
        <w:rPr>
          <w:rtl/>
        </w:rPr>
        <w:t>،</w:t>
      </w:r>
      <w:r>
        <w:rPr>
          <w:rtl/>
        </w:rPr>
        <w:t xml:space="preserve"> الماء أُريق على وجه الأرض</w:t>
      </w:r>
      <w:r w:rsidR="008A60E8">
        <w:rPr>
          <w:rtl/>
        </w:rPr>
        <w:t>؛</w:t>
      </w:r>
      <w:r>
        <w:rPr>
          <w:rtl/>
        </w:rPr>
        <w:t xml:space="preserve"> ولذلك لحظات حرجة مرّت على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لا يدري ما يفعل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يستمر في سيره نحو الخيام</w:t>
      </w:r>
      <w:r w:rsidR="008A60E8">
        <w:rPr>
          <w:rtl/>
        </w:rPr>
        <w:t>؟</w:t>
      </w:r>
      <w:r>
        <w:rPr>
          <w:rtl/>
        </w:rPr>
        <w:t xml:space="preserve"> كيف يواجه سُكينة وهي واقفة بانتظاره وقد واعدها بالماء</w:t>
      </w:r>
      <w:r w:rsidR="008A60E8">
        <w:rPr>
          <w:rtl/>
        </w:rPr>
        <w:t>،</w:t>
      </w:r>
      <w:r>
        <w:rPr>
          <w:rtl/>
        </w:rPr>
        <w:t xml:space="preserve"> والماء قد أُريق</w:t>
      </w:r>
      <w:r w:rsidR="008A60E8">
        <w:rPr>
          <w:rtl/>
        </w:rPr>
        <w:t>؟</w:t>
      </w:r>
      <w:r>
        <w:rPr>
          <w:rtl/>
        </w:rPr>
        <w:t xml:space="preserve"> يُقاتل</w:t>
      </w:r>
      <w:r w:rsidR="008A60E8">
        <w:rPr>
          <w:rtl/>
        </w:rPr>
        <w:t>؟</w:t>
      </w:r>
      <w:r>
        <w:rPr>
          <w:rtl/>
        </w:rPr>
        <w:t xml:space="preserve"> كيف يقاتل وقد قُطعت يداه</w:t>
      </w:r>
      <w:r w:rsidR="008A60E8">
        <w:rPr>
          <w:rtl/>
        </w:rPr>
        <w:t>؟</w:t>
      </w:r>
      <w:r>
        <w:rPr>
          <w:rtl/>
        </w:rPr>
        <w:t>! بينما هو في تلك الحال جاء لعين من القوم قال له</w:t>
      </w:r>
      <w:r w:rsidR="008A60E8">
        <w:rPr>
          <w:rtl/>
        </w:rPr>
        <w:t>:</w:t>
      </w:r>
      <w:r>
        <w:rPr>
          <w:rtl/>
        </w:rPr>
        <w:t xml:space="preserve"> يا عباس</w:t>
      </w:r>
      <w:r w:rsidR="008A60E8">
        <w:rPr>
          <w:rtl/>
        </w:rPr>
        <w:t>،</w:t>
      </w:r>
      <w:r>
        <w:rPr>
          <w:rtl/>
        </w:rPr>
        <w:t xml:space="preserve"> أين شجاعتك</w:t>
      </w:r>
      <w:r w:rsidR="008A60E8">
        <w:rPr>
          <w:rtl/>
        </w:rPr>
        <w:t>؟</w:t>
      </w:r>
      <w:r>
        <w:rPr>
          <w:rtl/>
        </w:rPr>
        <w:t xml:space="preserve"> أين بسالتك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 xml:space="preserve">فقال له العباس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يا هذا</w:t>
      </w:r>
      <w:r w:rsidR="008A60E8">
        <w:rPr>
          <w:rtl/>
        </w:rPr>
        <w:t>،</w:t>
      </w:r>
      <w:r>
        <w:rPr>
          <w:rtl/>
        </w:rPr>
        <w:t xml:space="preserve"> جئتني الآن ويداي مقطوعتان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 اللعين</w:t>
      </w:r>
      <w:r w:rsidR="008A60E8">
        <w:rPr>
          <w:rtl/>
        </w:rPr>
        <w:t>:</w:t>
      </w:r>
      <w:r>
        <w:rPr>
          <w:rtl/>
        </w:rPr>
        <w:t xml:space="preserve"> يا عباس</w:t>
      </w:r>
      <w:r w:rsidR="008A60E8">
        <w:rPr>
          <w:rtl/>
        </w:rPr>
        <w:t>،</w:t>
      </w:r>
      <w:r>
        <w:rPr>
          <w:rtl/>
        </w:rPr>
        <w:t xml:space="preserve"> إن كانت يداك مقطوعتين فيداي سالمتان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آجركم الله</w:t>
      </w:r>
      <w:r w:rsidR="008A60E8">
        <w:rPr>
          <w:rtl/>
        </w:rPr>
        <w:t>،</w:t>
      </w:r>
      <w:r>
        <w:rPr>
          <w:rtl/>
        </w:rPr>
        <w:t xml:space="preserve"> ضربه بعمود من حديد على أمّ رأس ففلق هامته</w:t>
      </w:r>
      <w:r w:rsidR="008A60E8">
        <w:rPr>
          <w:rtl/>
        </w:rPr>
        <w:t>،</w:t>
      </w:r>
      <w:r>
        <w:rPr>
          <w:rtl/>
        </w:rPr>
        <w:t xml:space="preserve"> ووقع من على ظهر فرسه منادياً</w:t>
      </w:r>
      <w:r w:rsidR="008A60E8">
        <w:rPr>
          <w:rtl/>
        </w:rPr>
        <w:t>:</w:t>
      </w:r>
      <w:r>
        <w:rPr>
          <w:rtl/>
        </w:rPr>
        <w:t xml:space="preserve"> أخي يا أبا عبد الله</w:t>
      </w:r>
      <w:r w:rsidR="008A60E8">
        <w:rPr>
          <w:rtl/>
        </w:rPr>
        <w:t>!</w:t>
      </w:r>
      <w:r>
        <w:rPr>
          <w:rtl/>
        </w:rPr>
        <w:t xml:space="preserve"> أدركني</w:t>
      </w:r>
      <w:r w:rsidR="008A60E8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04642B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أيّس وكف عاف العمر من ساسه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رايـد مـماته ولا غدر نوماسه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الطريق إلى منبر الحسين (عليه السلام)</w:t>
      </w:r>
      <w:r w:rsidRPr="008A60E8">
        <w:rPr>
          <w:rtl/>
        </w:rPr>
        <w:t xml:space="preserve"> / 189</w:t>
      </w:r>
      <w:r w:rsidR="00EE7E9B">
        <w:rPr>
          <w:rtl/>
        </w:rPr>
        <w:t xml:space="preserve"> - </w:t>
      </w:r>
      <w:r>
        <w:rPr>
          <w:rtl/>
        </w:rPr>
        <w:t>190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ضـربوا ابـعامود الـضغاين راسه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طـاح ونـخه سـيد شـباب الجنّه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حـين الوصل لحسين صوت اعميده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جـاه وگف عـنده ونـده لـعضيده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عـباس عگبـك لـلعُمر مـا ريـده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شـيفيدني ومِـنّك گطـعت الـظنّه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سـمع حـسه الحسين وركب وارزم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وعدى اعله الخيل وطلعها امن المخيّم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ردّ يـمّه أويـلي وشـافه سابح ابدم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تـخوصر فـوگ راسه والدمع 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 xml:space="preserve">لمّا صُرع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صار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بين محذورين</w:t>
      </w:r>
      <w:r w:rsidR="008A60E8">
        <w:rPr>
          <w:rtl/>
        </w:rPr>
        <w:t>: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أولاً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نداء العباس</w:t>
      </w:r>
      <w:r w:rsidR="008A60E8">
        <w:rPr>
          <w:rtl/>
        </w:rPr>
        <w:t>؛</w:t>
      </w:r>
      <w:r>
        <w:rPr>
          <w:rtl/>
        </w:rPr>
        <w:t xml:space="preserve"> أخي يا أبا عبد الله</w:t>
      </w:r>
      <w:r w:rsidR="008A60E8">
        <w:rPr>
          <w:rtl/>
        </w:rPr>
        <w:t>!</w:t>
      </w:r>
      <w:r>
        <w:rPr>
          <w:rtl/>
        </w:rPr>
        <w:t xml:space="preserve"> أدركني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ثانياً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الجيش زحف على مخيّم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؛</w:t>
      </w:r>
      <w:r>
        <w:rPr>
          <w:rtl/>
        </w:rPr>
        <w:t xml:space="preserve"> لأنّه بمجرّد أن سقط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زحف جيش العدو إلى مخيّم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كأنّهم استضعفوا جانب الحسين بمصرع أبي الفضل العبّاس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فصار بين محذورين</w:t>
      </w:r>
      <w:r w:rsidR="008A60E8">
        <w:rPr>
          <w:rtl/>
        </w:rPr>
        <w:t>؛</w:t>
      </w:r>
      <w:r>
        <w:rPr>
          <w:rtl/>
        </w:rPr>
        <w:t xml:space="preserve"> أيدفع الجيش عن المخيّم</w:t>
      </w:r>
      <w:r w:rsidR="008A60E8">
        <w:rPr>
          <w:rtl/>
        </w:rPr>
        <w:t>،</w:t>
      </w:r>
      <w:r>
        <w:rPr>
          <w:rtl/>
        </w:rPr>
        <w:t xml:space="preserve"> أم يلبّي نداء العباس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لكن أخيراً رأى دفع العدو عن الخيام أولى</w:t>
      </w:r>
      <w:r w:rsidR="008A60E8">
        <w:rPr>
          <w:rtl/>
        </w:rPr>
        <w:t>،</w:t>
      </w:r>
      <w:r>
        <w:rPr>
          <w:rtl/>
        </w:rPr>
        <w:t xml:space="preserve"> فحمل على الجيش وأبعدهم</w:t>
      </w:r>
      <w:r w:rsidR="008A60E8">
        <w:rPr>
          <w:rtl/>
        </w:rPr>
        <w:t>،</w:t>
      </w:r>
      <w:r>
        <w:rPr>
          <w:rtl/>
        </w:rPr>
        <w:t xml:space="preserve"> وهو 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إلى أين تفرّون وقد قتلتم أخي</w:t>
      </w:r>
      <w:r w:rsidR="008A60E8" w:rsidRPr="00172AAC">
        <w:rPr>
          <w:rtl/>
        </w:rPr>
        <w:t>؟</w:t>
      </w:r>
      <w:r w:rsidRPr="00172AAC">
        <w:rPr>
          <w:rtl/>
        </w:rPr>
        <w:t>!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ولمّا أبعد الجيش عن الخيام توجّه نحو مصرع أبي الفضل العباس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أراد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حمله</w:t>
      </w:r>
      <w:r w:rsidR="008A60E8">
        <w:rPr>
          <w:rtl/>
        </w:rPr>
        <w:t>،</w:t>
      </w:r>
      <w:r>
        <w:rPr>
          <w:rtl/>
        </w:rPr>
        <w:t xml:space="preserve"> ولكن العباس أبى</w:t>
      </w:r>
      <w:r w:rsidR="008A60E8">
        <w:rPr>
          <w:rtl/>
        </w:rPr>
        <w:t>،</w:t>
      </w:r>
      <w:r>
        <w:rPr>
          <w:rtl/>
        </w:rPr>
        <w:t xml:space="preserve"> وهذا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الإيثار الثاني</w:t>
      </w:r>
      <w:r w:rsidR="008A60E8">
        <w:rPr>
          <w:rtl/>
        </w:rPr>
        <w:t>؛</w:t>
      </w:r>
      <w:r>
        <w:rPr>
          <w:rtl/>
        </w:rPr>
        <w:t xml:space="preserve"> الأول كان في شرب الماء قبل الحسين عندما ملك المشرعة</w:t>
      </w:r>
      <w:r w:rsidR="008A60E8">
        <w:rPr>
          <w:rtl/>
        </w:rPr>
        <w:t>،</w:t>
      </w:r>
      <w:r>
        <w:rPr>
          <w:rtl/>
        </w:rPr>
        <w:t xml:space="preserve"> والثاني أنّه كلمّا أراد الحسين حمل أبي الفضل أو وضع رأسه في حجره لم يرضَ أبو الفضل</w:t>
      </w:r>
      <w:r w:rsidR="008A60E8">
        <w:rPr>
          <w:rtl/>
        </w:rPr>
        <w:t>،</w:t>
      </w:r>
      <w:r>
        <w:rPr>
          <w:rtl/>
        </w:rPr>
        <w:t xml:space="preserve"> قال له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أخي يا أبا الفضل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ما لي كلّما جعلت رأسك في حجري أخذته ومرّغته في الأرض</w:t>
      </w:r>
      <w:r w:rsidR="008A60E8" w:rsidRPr="00172AAC">
        <w:rPr>
          <w:rtl/>
        </w:rPr>
        <w:t>؟</w:t>
      </w:r>
      <w:r w:rsidRPr="00172AAC">
        <w:rPr>
          <w:rtl/>
        </w:rPr>
        <w:t>!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قال أبو الفضل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أخي</w:t>
      </w:r>
      <w:r w:rsidR="008A60E8">
        <w:rPr>
          <w:rtl/>
        </w:rPr>
        <w:t>،</w:t>
      </w:r>
      <w:r>
        <w:rPr>
          <w:rtl/>
        </w:rPr>
        <w:t xml:space="preserve"> إن أخذت رأسي وجعلته في حجرك</w:t>
      </w:r>
      <w:r w:rsidR="008A60E8">
        <w:rPr>
          <w:rtl/>
        </w:rPr>
        <w:t>،</w:t>
      </w:r>
      <w:r>
        <w:rPr>
          <w:rtl/>
        </w:rPr>
        <w:t xml:space="preserve"> فمَنْ الذي يجعل رأسك في حجره</w:t>
      </w:r>
      <w:r w:rsidR="008A60E8">
        <w:rPr>
          <w:rtl/>
        </w:rPr>
        <w:t>؟</w:t>
      </w:r>
      <w:r>
        <w:rPr>
          <w:rtl/>
        </w:rPr>
        <w:t xml:space="preserve"> لا حظوا الإيثار</w:t>
      </w:r>
      <w:r w:rsidR="008A60E8">
        <w:rPr>
          <w:rtl/>
        </w:rPr>
        <w:t>،</w:t>
      </w:r>
      <w:r>
        <w:rPr>
          <w:rtl/>
        </w:rPr>
        <w:t xml:space="preserve"> الله أكبر</w:t>
      </w:r>
      <w:r w:rsidR="008A60E8">
        <w:rPr>
          <w:rtl/>
        </w:rPr>
        <w:t>.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صـاح احسين يا خويه يا عباس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يا نور العين يا تاجي العله الراس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خويه أنت الدرع والسيف والطاس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اشـلون اتروح وانا ابگى امحيّر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جواب أبي الفضل العباس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بلسان الحال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يگله احسين يا زهرة اخيامي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يـا خويه نحّلت سكنه عظامي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درخصني اُريد الحگ عمامي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اُريد الـثار گلـبي دمه ايفوّر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وكأنّي بأخته العقيلة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تناديه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يـعبّاس يـا نـور الـعيون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رحت عنك سبيّه ويّه الظعون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والـلي سـبونه ما يرحمون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طـول الدرب بينه يضربون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وسـياطهم تعلب على امتون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خـواتك يبو الغيره يمزيون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  <w:lang w:bidi="fa-IR"/>
        </w:rPr>
        <w:t>* * *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04642B">
        <w:trPr>
          <w:trHeight w:val="350"/>
        </w:trPr>
        <w:tc>
          <w:tcPr>
            <w:tcW w:w="3913" w:type="dxa"/>
          </w:tcPr>
          <w:p w:rsidR="00ED4E4F" w:rsidRDefault="00ED4E4F" w:rsidP="00ED4E4F">
            <w:pPr>
              <w:pStyle w:val="libPoem"/>
            </w:pPr>
            <w:r>
              <w:rPr>
                <w:rFonts w:hint="cs"/>
                <w:rtl/>
              </w:rPr>
              <w:lastRenderedPageBreak/>
              <w:t>أو تشتكي العطشَ الفواطمُ عنده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ED4E4F">
            <w:pPr>
              <w:pStyle w:val="libPoem"/>
            </w:pPr>
            <w:r>
              <w:rPr>
                <w:rFonts w:hint="cs"/>
                <w:rtl/>
              </w:rPr>
              <w:t>وبصدرِ صعدتهِ الفُراتُ المفعمُ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  <w:lang w:bidi="fa-IR"/>
        </w:rPr>
        <w:t>* * *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46" w:name="_Toc436482616"/>
      <w:r>
        <w:rPr>
          <w:rtl/>
        </w:rPr>
        <w:lastRenderedPageBreak/>
        <w:t>المجلس العاشر</w:t>
      </w:r>
      <w:bookmarkStart w:id="47" w:name="المجلس_العاشر"/>
      <w:bookmarkEnd w:id="47"/>
      <w:bookmarkEnd w:id="46"/>
    </w:p>
    <w:p w:rsidR="009A0DCC" w:rsidRDefault="009A0DCC" w:rsidP="00E037B4">
      <w:pPr>
        <w:pStyle w:val="Heading1Center"/>
      </w:pPr>
      <w:bookmarkStart w:id="48" w:name="_Toc436482617"/>
      <w:r>
        <w:rPr>
          <w:rtl/>
        </w:rPr>
        <w:t>الرحمة</w:t>
      </w:r>
      <w:bookmarkEnd w:id="48"/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D4E4F">
      <w:pPr>
        <w:pStyle w:val="libCenterBold1"/>
      </w:pPr>
      <w:r>
        <w:rPr>
          <w:rtl/>
        </w:rPr>
        <w:lastRenderedPageBreak/>
        <w:t>المجلس العاشر</w:t>
      </w:r>
    </w:p>
    <w:p w:rsidR="009A0DCC" w:rsidRDefault="009A0DCC" w:rsidP="00ED4E4F">
      <w:pPr>
        <w:pStyle w:val="libCenterBold1"/>
        <w:rPr>
          <w:rFonts w:hint="cs"/>
          <w:rtl/>
        </w:rPr>
      </w:pPr>
      <w:r>
        <w:rPr>
          <w:rtl/>
        </w:rPr>
        <w:t>الرحمة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طـمعتْ أن تسومهُ القومُ ضيماً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وأبی اللهُ والـحـسامُ الـصنيعُ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كـيفَ يـلوي علی الدنيةِ جيداً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لـسوی اللهِ ما لواهُ الـخضوعُ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فـأبی أن يـعيشَ إلاّ عـزيزاً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أو تـجلّی الـكفاحُ وهو صريعُ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زوّجَ الـسيفَ بـالنفوسِ ولكن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مهرُها الموتُ والخضابُ النجيعُ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بـأبي كـالئاً علی الطفّ خِدراً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هـو في شـفرةِ الـحُسامِ منيعُ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قـطعوا بـعدهُ عُـراهُ ويا حبـ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ـل وريدِ الإسـلامِ أنـتَ القطيعُ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قـوّضي يـا خيامُ عليا نزارٍ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فـلقد قـوّضَ الـعمادُ الـرفيعُ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وامـلأي الـعينَ يـا اُميةَ نوماً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فـحسينٌ عـلی الصعيدِ صريعُ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وسروا في كرائمِ الوحي أسری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وعِـداك ابـن أمّـها الـتقريعُ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فـترفّقْ بـها فـما هـي إلاّ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نـاضرٌ دامعٌ وقلبٌ مَروعُ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p w:rsidR="009A0DCC" w:rsidRDefault="008A60E8" w:rsidP="008A60E8">
      <w:pPr>
        <w:pStyle w:val="libLine"/>
        <w:rPr>
          <w:rtl/>
        </w:rPr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للسيد حيدر الحلّي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السيّد جواد شبّر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أدب الطفّ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ولد السيد حيدر في الحلّة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وينتهي نسبه إلى الإمام أبي عبد الله الحسين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كان مولده (15) شعبان سنة 1246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الموافق سنة (1830 م)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وقبل أن يكمل عامه الثاني من عمره فقد والده فعاش يتيماً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وتولّى تربيته عمّه السيد مهدي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كان شاعراً مجيداً من أشهر شعراء العراق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أديباً ناثراً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جيد الخطّ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نظم فأكثر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ولاسيما في رثاء الحسين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وقال عنه الزركلي في (الأعلام)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السيد حيدر شاعر أهل البيت في العراق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أديب إمامي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شعره حسن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 مترفّعاً عن المدح والاستجداء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موصوفاً بالسخاء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له ديوان شعر سمّاه (الدرّ اليتيم)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 xml:space="preserve">وأشهر شعره حولياته في رثاء الحسين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ولا تظنّ أنّ إبداعه يقتصر على مراثي أهل البيت </w:t>
      </w:r>
      <w:r w:rsidR="00EE7E9B" w:rsidRPr="00EE7E9B">
        <w:rPr>
          <w:rStyle w:val="libAlaemChar"/>
          <w:rFonts w:hint="cs"/>
          <w:rtl/>
        </w:rPr>
        <w:t>عليهم‌السلام</w:t>
      </w:r>
      <w:r w:rsidR="008A60E8">
        <w:rPr>
          <w:rFonts w:hint="cs"/>
          <w:rtl/>
        </w:rPr>
        <w:t>؛</w:t>
      </w:r>
      <w:r w:rsidRPr="008A60E8">
        <w:rPr>
          <w:rFonts w:hint="cs"/>
          <w:rtl/>
        </w:rPr>
        <w:t xml:space="preserve"> فإنّ شعره في شتى النواحي مزدان بالإبداع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مرصوص الجوانب كالسلاسل الذهبية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..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ومن آثاره الأدبية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(كتاب دمية القصر في شعراء العصر) وغيرها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توفي السيد حيدر في مسقط رأسه الحلّة عشية الأربعاء في الليلة التاسعة من ربيع الثاني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وعمره 59 سنة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ودُفن في النجف الأشرف في الجهة الشمالية من الصحن الحيدري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(أدب الطفّ 8 / 8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14)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عگب الخدر ذاك ودلالي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أمشي بيسر يحسين تالي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وراسـك يشيلونه اگبالي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يامحنتي ومحنة اطفالي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مـشينه عـلی الهزل ومچتفينه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اُوخذونه بها اليسر غصبن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أويَـاكم نـضل لو يحصل بدينه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لـمن يـحسين بـلفيته المحتّم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يـخويه تعلم بحالي وداري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بگيت أرعی يتاماكم وداري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سميه دورها تزهي وداري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عگبـكُم يخوتي ظلّت خليه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ED4E4F">
      <w:pPr>
        <w:pStyle w:val="libCenter"/>
      </w:pP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عن الإمام الباقر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أربع مَنْ كُنَّ فيه بنی الله له بيتاً في الجنّة</w:t>
      </w:r>
      <w:r w:rsidR="008A60E8">
        <w:rPr>
          <w:rtl/>
        </w:rPr>
        <w:t>؛</w:t>
      </w:r>
      <w:r>
        <w:rPr>
          <w:rtl/>
        </w:rPr>
        <w:t xml:space="preserve"> مَنْ آوی اليتيم</w:t>
      </w:r>
      <w:r w:rsidR="008A60E8">
        <w:rPr>
          <w:rtl/>
        </w:rPr>
        <w:t>،</w:t>
      </w:r>
      <w:r>
        <w:rPr>
          <w:rtl/>
        </w:rPr>
        <w:t xml:space="preserve"> ورحم الضعيف</w:t>
      </w:r>
      <w:r w:rsidR="008A60E8">
        <w:rPr>
          <w:rtl/>
        </w:rPr>
        <w:t>،</w:t>
      </w:r>
      <w:r>
        <w:rPr>
          <w:rtl/>
        </w:rPr>
        <w:t xml:space="preserve"> وأشفق علی والديه</w:t>
      </w:r>
      <w:r w:rsidR="008A60E8">
        <w:rPr>
          <w:rtl/>
        </w:rPr>
        <w:t>،</w:t>
      </w:r>
      <w:r>
        <w:rPr>
          <w:rtl/>
        </w:rPr>
        <w:t xml:space="preserve"> ورفق بمملوكه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الرحمة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هي مبعث الخيرات</w:t>
      </w:r>
      <w:r w:rsidR="008A60E8">
        <w:rPr>
          <w:rtl/>
        </w:rPr>
        <w:t>،</w:t>
      </w:r>
      <w:r>
        <w:rPr>
          <w:rtl/>
        </w:rPr>
        <w:t xml:space="preserve"> ومعدن الفضائل</w:t>
      </w:r>
      <w:r w:rsidR="008A60E8">
        <w:rPr>
          <w:rtl/>
        </w:rPr>
        <w:t>،</w:t>
      </w:r>
      <w:r>
        <w:rPr>
          <w:rtl/>
        </w:rPr>
        <w:t xml:space="preserve"> فبالرحمة تتجمّع الصلاة</w:t>
      </w:r>
      <w:r w:rsidR="008A60E8">
        <w:rPr>
          <w:rtl/>
        </w:rPr>
        <w:t>،</w:t>
      </w:r>
      <w:r>
        <w:rPr>
          <w:rtl/>
        </w:rPr>
        <w:t xml:space="preserve"> وتتوحّد البشرية</w:t>
      </w:r>
      <w:r w:rsidR="008A60E8">
        <w:rPr>
          <w:rtl/>
        </w:rPr>
        <w:t>،</w:t>
      </w:r>
      <w:r>
        <w:rPr>
          <w:rtl/>
        </w:rPr>
        <w:t xml:space="preserve"> بها يبرُّ الولد أباه</w:t>
      </w:r>
      <w:r w:rsidR="008A60E8">
        <w:rPr>
          <w:rtl/>
        </w:rPr>
        <w:t>،</w:t>
      </w:r>
      <w:r>
        <w:rPr>
          <w:rtl/>
        </w:rPr>
        <w:t xml:space="preserve"> وبها يصل المرء قريبه</w:t>
      </w:r>
      <w:r w:rsidR="008A60E8">
        <w:rPr>
          <w:rtl/>
        </w:rPr>
        <w:t>،</w:t>
      </w:r>
      <w:r>
        <w:rPr>
          <w:rtl/>
        </w:rPr>
        <w:t xml:space="preserve"> وبها يألف الزوجان أحدهما الآخر</w:t>
      </w:r>
      <w:r w:rsidR="008A60E8">
        <w:rPr>
          <w:rtl/>
        </w:rPr>
        <w:t>،</w:t>
      </w:r>
      <w:r>
        <w:rPr>
          <w:rtl/>
        </w:rPr>
        <w:t xml:space="preserve"> وبها يُكفل اليتيم</w:t>
      </w:r>
      <w:r w:rsidR="008A60E8">
        <w:rPr>
          <w:rtl/>
        </w:rPr>
        <w:t>،</w:t>
      </w:r>
      <w:r>
        <w:rPr>
          <w:rtl/>
        </w:rPr>
        <w:t xml:space="preserve"> ويُشبع الجائع</w:t>
      </w:r>
      <w:r w:rsidR="008A60E8">
        <w:rPr>
          <w:rtl/>
        </w:rPr>
        <w:t>،</w:t>
      </w:r>
      <w:r>
        <w:rPr>
          <w:rtl/>
        </w:rPr>
        <w:t xml:space="preserve"> ويُكسی العُريان</w:t>
      </w:r>
      <w:r w:rsidR="008A60E8">
        <w:rPr>
          <w:rtl/>
        </w:rPr>
        <w:t>،</w:t>
      </w:r>
      <w:r>
        <w:rPr>
          <w:rtl/>
        </w:rPr>
        <w:t xml:space="preserve"> ويُهتمّ حتّی بالحيوان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والرحمة</w:t>
      </w:r>
      <w:r w:rsidR="008A60E8" w:rsidRPr="00172AAC">
        <w:rPr>
          <w:rStyle w:val="libBold2Char"/>
          <w:rtl/>
        </w:rPr>
        <w:t>:</w:t>
      </w:r>
      <w:r w:rsidRPr="00172AAC">
        <w:rPr>
          <w:rStyle w:val="libBold2Char"/>
          <w:rtl/>
        </w:rPr>
        <w:t xml:space="preserve"> </w:t>
      </w:r>
      <w:r>
        <w:rPr>
          <w:rtl/>
        </w:rPr>
        <w:t>شعورٌ طيّب يُشارك الآخرين آلامهم</w:t>
      </w:r>
      <w:r w:rsidR="008A60E8">
        <w:rPr>
          <w:rtl/>
        </w:rPr>
        <w:t>،</w:t>
      </w:r>
      <w:r>
        <w:rPr>
          <w:rtl/>
        </w:rPr>
        <w:t xml:space="preserve"> مُحاولاً أن يُخفّف عنهم وطأة هذه الآلامِ وينسيهم أثقالها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Heading2"/>
      </w:pPr>
      <w:bookmarkStart w:id="49" w:name="_Toc436482618"/>
      <w:r>
        <w:rPr>
          <w:rtl/>
        </w:rPr>
        <w:t>رحمة الله عزّ وجلَّ على مخلوقاته</w:t>
      </w:r>
      <w:bookmarkEnd w:id="49"/>
    </w:p>
    <w:p w:rsidR="009A0DCC" w:rsidRDefault="009A0DCC" w:rsidP="00172AAC">
      <w:pPr>
        <w:pStyle w:val="libNormal"/>
      </w:pPr>
      <w:r>
        <w:rPr>
          <w:rtl/>
        </w:rPr>
        <w:t xml:space="preserve">فعن الإمام الكاظم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... ما ظنّك بالرؤوف الرحيم الذي يتودّد إلی مَنْ يؤذيه بأوليائه</w:t>
      </w:r>
      <w:r w:rsidR="008A60E8">
        <w:rPr>
          <w:rtl/>
        </w:rPr>
        <w:t>،</w:t>
      </w:r>
      <w:r>
        <w:rPr>
          <w:rtl/>
        </w:rPr>
        <w:t xml:space="preserve"> فكيف بمَنْ يؤذى فيه</w:t>
      </w:r>
      <w:r w:rsidR="008A60E8">
        <w:rPr>
          <w:rtl/>
        </w:rPr>
        <w:t>؟</w:t>
      </w:r>
      <w:r>
        <w:rPr>
          <w:rtl/>
        </w:rPr>
        <w:t xml:space="preserve"> وما ظنّك بالتوّاب الرحيم الذي يتوب علی مَنْ يعاديه</w:t>
      </w:r>
      <w:r w:rsidR="008A60E8">
        <w:rPr>
          <w:rtl/>
        </w:rPr>
        <w:t>،</w:t>
      </w:r>
      <w:r>
        <w:rPr>
          <w:rtl/>
        </w:rPr>
        <w:t xml:space="preserve"> فكيف بمَنْ يترضاه</w:t>
      </w:r>
      <w:r w:rsidR="008A60E8">
        <w:rPr>
          <w:rtl/>
        </w:rPr>
        <w:t>،</w:t>
      </w:r>
      <w:r>
        <w:rPr>
          <w:rtl/>
        </w:rPr>
        <w:t xml:space="preserve"> ويختار عداوة الخلق فيه</w:t>
      </w:r>
      <w:r w:rsidR="008A60E8">
        <w:rPr>
          <w:rtl/>
        </w:rPr>
        <w:t>؟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ولذا ورد أنّ إبليس يطمع في رحمة الله عزّ وجلَّ يوم القيامة</w:t>
      </w:r>
      <w:r w:rsidR="008A60E8">
        <w:rPr>
          <w:rtl/>
        </w:rPr>
        <w:t>؛</w:t>
      </w:r>
      <w:r>
        <w:rPr>
          <w:rtl/>
        </w:rPr>
        <w:t xml:space="preserve"> فقد حُكي أنّ نبيَّ الله موسی (علی نبينا وآله وعليه السّلام) التقی بإبليس (لعنه الله)</w:t>
      </w:r>
      <w:r w:rsidR="008A60E8">
        <w:rPr>
          <w:rtl/>
        </w:rPr>
        <w:t>،</w:t>
      </w:r>
      <w:r>
        <w:rPr>
          <w:rtl/>
        </w:rPr>
        <w:t xml:space="preserve"> فدارت بينهم بعض المحادثات</w:t>
      </w:r>
      <w:r w:rsidR="008A60E8">
        <w:rPr>
          <w:rtl/>
        </w:rPr>
        <w:t>،</w:t>
      </w:r>
      <w:r>
        <w:rPr>
          <w:rtl/>
        </w:rPr>
        <w:t xml:space="preserve"> ثمّ قال نبي الله موسی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ستری ماذا سيحلّ بك غداً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الخصال / 223 باب الأربعة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تحف العقول / 399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قال إبليس</w:t>
      </w:r>
      <w:r w:rsidR="008A60E8">
        <w:rPr>
          <w:rtl/>
        </w:rPr>
        <w:t>:</w:t>
      </w:r>
      <w:r>
        <w:rPr>
          <w:rtl/>
        </w:rPr>
        <w:t xml:space="preserve"> وأنت أيضاً ستری ماذا سأفعل غداً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موسی</w:t>
      </w:r>
      <w:r w:rsidR="008A60E8">
        <w:rPr>
          <w:rtl/>
        </w:rPr>
        <w:t>:</w:t>
      </w:r>
      <w:r>
        <w:rPr>
          <w:rtl/>
        </w:rPr>
        <w:t xml:space="preserve"> وما أنت فاعل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إبليس</w:t>
      </w:r>
      <w:r w:rsidR="008A60E8">
        <w:rPr>
          <w:rtl/>
        </w:rPr>
        <w:t>:</w:t>
      </w:r>
      <w:r>
        <w:rPr>
          <w:rtl/>
        </w:rPr>
        <w:t xml:space="preserve"> اُطالبُ الله بوعده</w:t>
      </w:r>
      <w:r w:rsidR="008A60E8">
        <w:rPr>
          <w:rtl/>
        </w:rPr>
        <w:t>،</w:t>
      </w:r>
      <w:r>
        <w:rPr>
          <w:rtl/>
        </w:rPr>
        <w:t>‌ واحتجّ بقوله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وَرَحْمَتِي وَسِعَتْ كُلَّ شَيْءٍ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،</w:t>
      </w:r>
      <w:r>
        <w:rPr>
          <w:rtl/>
        </w:rPr>
        <w:t xml:space="preserve"> وأنا شيءٌ</w:t>
      </w:r>
      <w:r w:rsidR="008A60E8">
        <w:rPr>
          <w:rtl/>
        </w:rPr>
        <w:t>،</w:t>
      </w:r>
      <w:r>
        <w:rPr>
          <w:rtl/>
        </w:rPr>
        <w:t xml:space="preserve"> فوجب أن تتّسع لي رحمته</w:t>
      </w:r>
      <w:r w:rsidR="008A60E8">
        <w:rPr>
          <w:rtl/>
        </w:rPr>
        <w:t>،</w:t>
      </w:r>
      <w:r>
        <w:rPr>
          <w:rtl/>
        </w:rPr>
        <w:t xml:space="preserve"> وإذا كنتُ أنا لا شيء فاللاشيء لا يُحاسب ولا يُعاقب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موسی</w:t>
      </w:r>
      <w:r w:rsidR="008A60E8">
        <w:rPr>
          <w:rtl/>
        </w:rPr>
        <w:t>:</w:t>
      </w:r>
      <w:r>
        <w:rPr>
          <w:rtl/>
        </w:rPr>
        <w:t xml:space="preserve"> إنّ رحمة الله تتّسع لمَنْ فيه الأهلية والقابلية لها</w:t>
      </w:r>
      <w:r w:rsidR="008A60E8">
        <w:rPr>
          <w:rtl/>
        </w:rPr>
        <w:t>،</w:t>
      </w:r>
      <w:r>
        <w:rPr>
          <w:rtl/>
        </w:rPr>
        <w:t xml:space="preserve"> وأنت بعيد عنها كلّ البعد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ولذا نری أنّ رحمة الله وإن كانت واسعة ويطمع فيها حتّی إبليس</w:t>
      </w:r>
      <w:r w:rsidR="008A60E8">
        <w:rPr>
          <w:rtl/>
        </w:rPr>
        <w:t>،</w:t>
      </w:r>
      <w:r>
        <w:rPr>
          <w:rtl/>
        </w:rPr>
        <w:t xml:space="preserve"> لكنّ الذي ليس أهلاً لها وليس فيه القابلية علی استلامها فلا تشمله</w:t>
      </w:r>
      <w:r w:rsidR="008A60E8">
        <w:rPr>
          <w:rtl/>
        </w:rPr>
        <w:t>،</w:t>
      </w:r>
      <w:r>
        <w:rPr>
          <w:rtl/>
        </w:rPr>
        <w:t xml:space="preserve"> فهي قريبة من مستحقيها</w:t>
      </w:r>
      <w:r w:rsidR="008A60E8">
        <w:rPr>
          <w:rtl/>
        </w:rPr>
        <w:t>؛</w:t>
      </w:r>
      <w:r>
        <w:rPr>
          <w:rtl/>
        </w:rPr>
        <w:t xml:space="preserve"> ولذا قال تبارك وتعالی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إنَّ رَحْمَتَ اللّهِ قَرِيبٌ مِّنَ الْمُحْسِنِينَ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Heading2"/>
      </w:pPr>
      <w:bookmarkStart w:id="50" w:name="_Toc436482619"/>
      <w:r>
        <w:rPr>
          <w:rtl/>
        </w:rPr>
        <w:t>ما هي الاُمور التي تسبّب الرحمة</w:t>
      </w:r>
      <w:r w:rsidR="008A60E8">
        <w:rPr>
          <w:rtl/>
        </w:rPr>
        <w:t>؟</w:t>
      </w:r>
      <w:bookmarkEnd w:id="50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هناك عدّة اُمور تسبّب الرحمة الإلهية</w:t>
      </w:r>
      <w:r w:rsidR="008A60E8">
        <w:rPr>
          <w:rtl/>
        </w:rPr>
        <w:t>،</w:t>
      </w:r>
      <w:r>
        <w:rPr>
          <w:rtl/>
        </w:rPr>
        <w:t xml:space="preserve"> بحيث إنّ الإنسان لو فعلها كان قد سبب رحمة الله تبارك وتعالی فيها</w:t>
      </w:r>
      <w:r w:rsidR="008A60E8">
        <w:rPr>
          <w:rtl/>
        </w:rPr>
        <w:t>:</w:t>
      </w:r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 xml:space="preserve">الطاعة </w:t>
      </w:r>
    </w:p>
    <w:p w:rsidR="009A0DCC" w:rsidRDefault="009A0DCC" w:rsidP="00172AAC">
      <w:pPr>
        <w:pStyle w:val="libNormal"/>
      </w:pPr>
      <w:r>
        <w:rPr>
          <w:rtl/>
        </w:rPr>
        <w:t xml:space="preserve">فعن النبي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تعرّضوا لرحمة الله بما أمركم من طاعته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الأعراف / 156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آيات منتخبة من القرآن الكريم / 11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الأعراف / 56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تنبيه الخواطر 2 / 120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2</w:t>
      </w:r>
      <w:r w:rsidR="00EE7E9B">
        <w:rPr>
          <w:rtl/>
        </w:rPr>
        <w:t xml:space="preserve"> - </w:t>
      </w:r>
      <w:r>
        <w:rPr>
          <w:rtl/>
        </w:rPr>
        <w:t xml:space="preserve">الذكر </w:t>
      </w:r>
    </w:p>
    <w:p w:rsidR="009A0DCC" w:rsidRDefault="009A0DCC" w:rsidP="00172AAC">
      <w:pPr>
        <w:pStyle w:val="libNormal"/>
      </w:pPr>
      <w:r>
        <w:rPr>
          <w:rtl/>
        </w:rPr>
        <w:t xml:space="preserve">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بذكر الله تُستنزل الرحمة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3</w:t>
      </w:r>
      <w:r w:rsidR="00EE7E9B">
        <w:rPr>
          <w:rtl/>
        </w:rPr>
        <w:t xml:space="preserve"> - </w:t>
      </w:r>
      <w:r>
        <w:rPr>
          <w:rtl/>
        </w:rPr>
        <w:t xml:space="preserve">إقامة الصلاة وإيتاء الزكاة والطاعة للرسول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قال تعالی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أَقِيمُوا الصَّلاةَ وَآتُوا الزَّكَاةَ وَأَطِيعُوا الرَّسُولَ لَعَلَّكُمْ تُرْحَمُونَ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4</w:t>
      </w:r>
      <w:r w:rsidR="00EE7E9B">
        <w:rPr>
          <w:rtl/>
        </w:rPr>
        <w:t xml:space="preserve"> - </w:t>
      </w:r>
      <w:r>
        <w:rPr>
          <w:rtl/>
        </w:rPr>
        <w:t>رحمة خلق الله ورحمة النفس</w:t>
      </w:r>
      <w:r w:rsidR="00EE7E9B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فعن النبّي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الراحمون يرحمهم الرحمن يوم القيامة</w:t>
      </w:r>
      <w:r w:rsidR="008A60E8">
        <w:rPr>
          <w:rtl/>
        </w:rPr>
        <w:t>.</w:t>
      </w:r>
      <w:r>
        <w:rPr>
          <w:rtl/>
        </w:rPr>
        <w:t xml:space="preserve"> ارحم مَنْ في الأرض يرحمك مَنْ في السماء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5</w:t>
      </w:r>
      <w:r w:rsidR="00EE7E9B">
        <w:rPr>
          <w:rtl/>
        </w:rPr>
        <w:t xml:space="preserve"> - </w:t>
      </w:r>
      <w:r>
        <w:rPr>
          <w:rtl/>
        </w:rPr>
        <w:t xml:space="preserve">معرفة الإنسان نفسه </w:t>
      </w:r>
    </w:p>
    <w:p w:rsidR="009A0DCC" w:rsidRDefault="009A0DCC" w:rsidP="00172AAC">
      <w:pPr>
        <w:pStyle w:val="libNormal"/>
      </w:pPr>
      <w:r>
        <w:rPr>
          <w:rtl/>
        </w:rPr>
        <w:t xml:space="preserve">فعن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رحم الله امرأً عرف قدره</w:t>
      </w:r>
      <w:r w:rsidR="008A60E8">
        <w:rPr>
          <w:rtl/>
        </w:rPr>
        <w:t>،</w:t>
      </w:r>
      <w:r>
        <w:rPr>
          <w:rtl/>
        </w:rPr>
        <w:t xml:space="preserve"> ولم يتعدَّ طوره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Heading2"/>
      </w:pPr>
      <w:bookmarkStart w:id="51" w:name="_Toc436482620"/>
      <w:r>
        <w:rPr>
          <w:rtl/>
        </w:rPr>
        <w:t>ما هي الاُمور التي تمنع الرحمة</w:t>
      </w:r>
      <w:r w:rsidR="008A60E8">
        <w:rPr>
          <w:rtl/>
        </w:rPr>
        <w:t>؟</w:t>
      </w:r>
      <w:bookmarkEnd w:id="51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 xml:space="preserve">رحمة مَنْ لا يرحم </w:t>
      </w:r>
    </w:p>
    <w:p w:rsidR="009A0DCC" w:rsidRDefault="009A0DCC" w:rsidP="00172AAC">
      <w:pPr>
        <w:pStyle w:val="libNormal"/>
      </w:pPr>
      <w:r>
        <w:rPr>
          <w:rtl/>
        </w:rPr>
        <w:t xml:space="preserve">فعن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رحمة مَنْ لا يرحم تمنع الرحمة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(5)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 xml:space="preserve">منع الرحمة </w:t>
      </w:r>
    </w:p>
    <w:p w:rsidR="009A0DCC" w:rsidRDefault="009A0DCC" w:rsidP="00172AAC">
      <w:pPr>
        <w:pStyle w:val="libNormal"/>
      </w:pPr>
      <w:r>
        <w:rPr>
          <w:rtl/>
        </w:rPr>
        <w:t xml:space="preserve">فعنه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مَنْ لم يرحم الناس منعه الله رحمته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(6)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Heading2"/>
      </w:pPr>
      <w:bookmarkStart w:id="52" w:name="_Toc436482621"/>
      <w:r>
        <w:rPr>
          <w:rtl/>
        </w:rPr>
        <w:t>رحمة الأيتام</w:t>
      </w:r>
      <w:bookmarkEnd w:id="52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رُوي أنّه كان النبّي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يتكفّل يتيماً</w:t>
      </w:r>
      <w:r w:rsidR="008A60E8">
        <w:rPr>
          <w:rtl/>
        </w:rPr>
        <w:t>،</w:t>
      </w:r>
      <w:r>
        <w:rPr>
          <w:rtl/>
        </w:rPr>
        <w:t xml:space="preserve"> ‌وكان كلّما يجلس علی طعامه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عيون الحكم والمواعظ / 188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النور / 56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بحار الأنوار 74 / 167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عيون الحكم والمواعظ / 261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(5) </w:t>
      </w:r>
      <w:r>
        <w:rPr>
          <w:rtl/>
        </w:rPr>
        <w:t>المصدر نفسه / 270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(6) </w:t>
      </w:r>
      <w:r>
        <w:rPr>
          <w:rtl/>
        </w:rPr>
        <w:t>المصدر نفسه / 428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يحضره ويأكل معه</w:t>
      </w:r>
      <w:r w:rsidR="008A60E8">
        <w:rPr>
          <w:rtl/>
        </w:rPr>
        <w:t>،</w:t>
      </w:r>
      <w:r>
        <w:rPr>
          <w:rtl/>
        </w:rPr>
        <w:t xml:space="preserve"> فلمّا مضی زمان مات اليتيم</w:t>
      </w:r>
      <w:r w:rsidR="008A60E8">
        <w:rPr>
          <w:rtl/>
        </w:rPr>
        <w:t>،</w:t>
      </w:r>
      <w:r>
        <w:rPr>
          <w:rtl/>
        </w:rPr>
        <w:t xml:space="preserve"> فلم يأكل النبّي في الليلة طعاماً</w:t>
      </w:r>
      <w:r w:rsidR="008A60E8">
        <w:rPr>
          <w:rtl/>
        </w:rPr>
        <w:t>،</w:t>
      </w:r>
      <w:r>
        <w:rPr>
          <w:rtl/>
        </w:rPr>
        <w:t xml:space="preserve"> وكان يتأسّف علی فوته</w:t>
      </w:r>
      <w:r w:rsidR="008A60E8">
        <w:rPr>
          <w:rtl/>
        </w:rPr>
        <w:t>،</w:t>
      </w:r>
      <w:r>
        <w:rPr>
          <w:rtl/>
        </w:rPr>
        <w:t xml:space="preserve"> فقال له أصحابُه</w:t>
      </w:r>
      <w:r w:rsidR="008A60E8">
        <w:rPr>
          <w:rtl/>
        </w:rPr>
        <w:t>:</w:t>
      </w:r>
      <w:r>
        <w:rPr>
          <w:rtl/>
        </w:rPr>
        <w:t xml:space="preserve"> كم تُحزن قلبك بفوته وحرمانك منه</w:t>
      </w:r>
      <w:r w:rsidR="008A60E8">
        <w:rPr>
          <w:rtl/>
        </w:rPr>
        <w:t>!</w:t>
      </w:r>
      <w:r>
        <w:rPr>
          <w:rtl/>
        </w:rPr>
        <w:t xml:space="preserve"> نحن نُجيئك بيتيمٍ آخر فتكفله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قال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‌هذا اليتيم كان سيئ الخُلق</w:t>
      </w:r>
      <w:r w:rsidR="008A60E8">
        <w:rPr>
          <w:rtl/>
        </w:rPr>
        <w:t>،</w:t>
      </w:r>
      <w:r>
        <w:rPr>
          <w:rtl/>
        </w:rPr>
        <w:t xml:space="preserve"> وأنا كنتُ تحمّلتُ سُوءَ أَخلاقه فلا يحصل لي من غيره ما يحصل من الفيض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وهكذا تكون مسألة اليتيم من المسائل التي اهتمّ بها النبّي الأكرم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؛</w:t>
      </w:r>
      <w:r>
        <w:rPr>
          <w:rtl/>
        </w:rPr>
        <w:t xml:space="preserve"> لأجل اهتمام الباري عزَّ وجلَّ</w:t>
      </w:r>
      <w:r w:rsidR="008A60E8">
        <w:rPr>
          <w:rtl/>
        </w:rPr>
        <w:t>،</w:t>
      </w:r>
      <w:r>
        <w:rPr>
          <w:rtl/>
        </w:rPr>
        <w:t xml:space="preserve"> حتّی إنّه تبارك وتعالی جعل أكل مال اليتيم أكلاً للنار</w:t>
      </w:r>
      <w:r w:rsidR="008A60E8">
        <w:rPr>
          <w:rtl/>
        </w:rPr>
        <w:t>،</w:t>
      </w:r>
      <w:r>
        <w:rPr>
          <w:rtl/>
        </w:rPr>
        <w:t xml:space="preserve"> حيث قال عزَّ وجلَّ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إنَّ الَّذِينَ يَأْكُلُونَ أَمْوَالَ الْيَتَامَى ظُلْماً إِنَّمَا يَأْكُلُونَ فِي بُطُونِهِمْ نَاراً وَسَيَصْلَوْنَ سَعِيراً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وقد يغفر الله تبارك وتعالی للإنسان ذنوباً كبيرة لأجل اهتمامه بالأيتام</w:t>
      </w:r>
      <w:r w:rsidR="008A60E8">
        <w:rPr>
          <w:rtl/>
        </w:rPr>
        <w:t>.</w:t>
      </w:r>
      <w:r>
        <w:rPr>
          <w:rtl/>
        </w:rPr>
        <w:t xml:space="preserve"> حدّث بعض الثقات أن رجلاً من المنهمكين في الفساد مات في نواحي البصرة</w:t>
      </w:r>
      <w:r w:rsidR="008A60E8">
        <w:rPr>
          <w:rtl/>
        </w:rPr>
        <w:t>،</w:t>
      </w:r>
      <w:r>
        <w:rPr>
          <w:rtl/>
        </w:rPr>
        <w:t xml:space="preserve"> فلم تجد امرأته مَنْ يعينها علی حمل جنازته</w:t>
      </w:r>
      <w:r w:rsidR="008A60E8">
        <w:rPr>
          <w:rtl/>
        </w:rPr>
        <w:t>؛</w:t>
      </w:r>
      <w:r>
        <w:rPr>
          <w:rtl/>
        </w:rPr>
        <w:t xml:space="preserve"> لتنفّر الطباع منه</w:t>
      </w:r>
      <w:r w:rsidR="008A60E8">
        <w:rPr>
          <w:rtl/>
        </w:rPr>
        <w:t>،</w:t>
      </w:r>
      <w:r>
        <w:rPr>
          <w:rtl/>
        </w:rPr>
        <w:t xml:space="preserve"> فاستأجرت مَنْ حملها إلی المصلّى</w:t>
      </w:r>
      <w:r w:rsidR="008A60E8">
        <w:rPr>
          <w:rtl/>
        </w:rPr>
        <w:t>،</w:t>
      </w:r>
      <w:r>
        <w:rPr>
          <w:rtl/>
        </w:rPr>
        <w:t xml:space="preserve"> فما صلّی عليها أحد</w:t>
      </w:r>
      <w:r w:rsidR="008A60E8">
        <w:rPr>
          <w:rtl/>
        </w:rPr>
        <w:t>،</w:t>
      </w:r>
      <w:r>
        <w:rPr>
          <w:rtl/>
        </w:rPr>
        <w:t xml:space="preserve"> فحملوها إلی الصحراء للدّفن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وكان علی جبلٍ قريبٍ من الموضع زاهدٌ مشهورٌ</w:t>
      </w:r>
      <w:r w:rsidR="008A60E8">
        <w:rPr>
          <w:rtl/>
        </w:rPr>
        <w:t>،</w:t>
      </w:r>
      <w:r>
        <w:rPr>
          <w:rtl/>
        </w:rPr>
        <w:t xml:space="preserve"> فرأوه كالمنتظر للجنازة</w:t>
      </w:r>
      <w:r w:rsidR="008A60E8">
        <w:rPr>
          <w:rtl/>
        </w:rPr>
        <w:t>،</w:t>
      </w:r>
      <w:r>
        <w:rPr>
          <w:rtl/>
        </w:rPr>
        <w:t xml:space="preserve"> فقصدها ليُصلي عليها</w:t>
      </w:r>
      <w:r w:rsidR="008A60E8">
        <w:rPr>
          <w:rtl/>
        </w:rPr>
        <w:t>،</w:t>
      </w:r>
      <w:r>
        <w:rPr>
          <w:rtl/>
        </w:rPr>
        <w:t xml:space="preserve"> فانتشر الخبر في البلد أنَّ فلان الزاهد نزل يُصلّي علی فلان</w:t>
      </w:r>
      <w:r w:rsidR="008A60E8">
        <w:rPr>
          <w:rtl/>
        </w:rPr>
        <w:t>،</w:t>
      </w:r>
      <w:r>
        <w:rPr>
          <w:rtl/>
        </w:rPr>
        <w:t xml:space="preserve"> فخرج أهلُ البلد فصلّوا معه عليها</w:t>
      </w:r>
      <w:r w:rsidR="008A60E8">
        <w:rPr>
          <w:rtl/>
        </w:rPr>
        <w:t>،</w:t>
      </w:r>
      <w:r>
        <w:rPr>
          <w:rtl/>
        </w:rPr>
        <w:t xml:space="preserve"> وتعجّب الناس من صلاة الزّاهد</w:t>
      </w:r>
      <w:r w:rsidR="008A60E8">
        <w:rPr>
          <w:rtl/>
        </w:rPr>
        <w:t>،</w:t>
      </w:r>
      <w:r>
        <w:rPr>
          <w:rtl/>
        </w:rPr>
        <w:t xml:space="preserve"> وقيل له في ذلك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رأيتُ في المنام انزل إلی الموضع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والآداب الإسلاميّة / 184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النساء / 10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الفلاني تری فيه جنازة ليس معها أحد إلاّ امرأة</w:t>
      </w:r>
      <w:r w:rsidR="008A60E8">
        <w:rPr>
          <w:rtl/>
        </w:rPr>
        <w:t>،</w:t>
      </w:r>
      <w:r>
        <w:rPr>
          <w:rtl/>
        </w:rPr>
        <w:t xml:space="preserve"> فصلِّ عليها</w:t>
      </w:r>
      <w:r w:rsidR="008A60E8">
        <w:rPr>
          <w:rtl/>
        </w:rPr>
        <w:t>؛</w:t>
      </w:r>
      <w:r>
        <w:rPr>
          <w:rtl/>
        </w:rPr>
        <w:t xml:space="preserve"> فإنّه مغفور له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فازداد تعجّب الناس من ذلك</w:t>
      </w:r>
      <w:r w:rsidR="008A60E8">
        <w:rPr>
          <w:rtl/>
        </w:rPr>
        <w:t>،</w:t>
      </w:r>
      <w:r>
        <w:rPr>
          <w:rtl/>
        </w:rPr>
        <w:t xml:space="preserve"> فاستدعی الزاهد امرأة الميّت وسألها عن حاله</w:t>
      </w:r>
      <w:r w:rsidR="008A60E8">
        <w:rPr>
          <w:rtl/>
        </w:rPr>
        <w:t>،</w:t>
      </w:r>
      <w:r>
        <w:rPr>
          <w:rtl/>
        </w:rPr>
        <w:t xml:space="preserve"> فقالت</w:t>
      </w:r>
      <w:r w:rsidR="008A60E8">
        <w:rPr>
          <w:rtl/>
        </w:rPr>
        <w:t>:</w:t>
      </w:r>
      <w:r>
        <w:rPr>
          <w:rtl/>
        </w:rPr>
        <w:t xml:space="preserve"> كان طول نهاره مشتغلاً بشرب الخمر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هل تعرفين له شيئاً من أعمال الخير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فقالت</w:t>
      </w:r>
      <w:r w:rsidR="008A60E8">
        <w:rPr>
          <w:rtl/>
        </w:rPr>
        <w:t>:</w:t>
      </w:r>
      <w:r>
        <w:rPr>
          <w:rtl/>
        </w:rPr>
        <w:t xml:space="preserve"> ثلاثة</w:t>
      </w:r>
      <w:r w:rsidR="008A60E8">
        <w:rPr>
          <w:rtl/>
        </w:rPr>
        <w:t>: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الأوّل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كان كلّ يوم يفيق من سكره وقت الصُّبح</w:t>
      </w:r>
      <w:r w:rsidR="008A60E8">
        <w:rPr>
          <w:rtl/>
        </w:rPr>
        <w:t>،</w:t>
      </w:r>
      <w:r>
        <w:rPr>
          <w:rtl/>
        </w:rPr>
        <w:t xml:space="preserve"> فيبدّل ثيابه</w:t>
      </w:r>
      <w:r w:rsidR="008A60E8">
        <w:rPr>
          <w:rtl/>
        </w:rPr>
        <w:t>،</w:t>
      </w:r>
      <w:r>
        <w:rPr>
          <w:rtl/>
        </w:rPr>
        <w:t xml:space="preserve"> ويتوضأ ويُصلّي الصُبح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الثاني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أنّه كان لا يخلو بيته من يتيمٍ أو يتيمين</w:t>
      </w:r>
      <w:r w:rsidR="008A60E8">
        <w:rPr>
          <w:rtl/>
        </w:rPr>
        <w:t>،</w:t>
      </w:r>
      <w:r>
        <w:rPr>
          <w:rtl/>
        </w:rPr>
        <w:t xml:space="preserve"> وكان إحسانه إليهم أكثر من إحسانه إلی أولاده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الثالث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أنّه كان يفيق من سكره في أثناء الليل فيبكي</w:t>
      </w:r>
      <w:r w:rsidR="008A60E8">
        <w:rPr>
          <w:rtl/>
        </w:rPr>
        <w:t>،</w:t>
      </w:r>
      <w:r>
        <w:rPr>
          <w:rtl/>
        </w:rPr>
        <w:t xml:space="preserve"> ويقول</w:t>
      </w:r>
      <w:r w:rsidR="008A60E8">
        <w:rPr>
          <w:rtl/>
        </w:rPr>
        <w:t>:</w:t>
      </w:r>
      <w:r>
        <w:rPr>
          <w:rtl/>
        </w:rPr>
        <w:t xml:space="preserve"> يا ربِّ</w:t>
      </w:r>
      <w:r w:rsidR="008A60E8">
        <w:rPr>
          <w:rtl/>
        </w:rPr>
        <w:t>،</w:t>
      </w:r>
      <w:r>
        <w:rPr>
          <w:rtl/>
        </w:rPr>
        <w:t xml:space="preserve"> أيّ زاويةٍ من زوايا جهنم تُريد أن تملأها بهذا الخبيث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ومن هنا كان إيواء اليتيم ركناً من الأركان الأربعة التي يبني الله تبارك وتعالی بها بيتاً في الجنة للعبد الذي يتصّف بها كما تقدّم في الحديث عن الإمام الباقر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  <w:r>
        <w:rPr>
          <w:rtl/>
        </w:rPr>
        <w:t xml:space="preserve"> هذا كلّه في الأمر الأوّل من الاُمور الأربعة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Pr="00172AAC" w:rsidRDefault="009A0DCC" w:rsidP="00172AAC">
      <w:pPr>
        <w:pStyle w:val="Heading2"/>
      </w:pPr>
      <w:bookmarkStart w:id="53" w:name="_Toc436482622"/>
      <w:r w:rsidRPr="00172AAC">
        <w:rPr>
          <w:rtl/>
        </w:rPr>
        <w:t>رحمة الضعيف</w:t>
      </w:r>
      <w:bookmarkEnd w:id="53"/>
    </w:p>
    <w:p w:rsidR="009A0DCC" w:rsidRDefault="009A0DCC" w:rsidP="00172AAC">
      <w:pPr>
        <w:pStyle w:val="libNormal"/>
      </w:pPr>
      <w:r>
        <w:rPr>
          <w:rtl/>
        </w:rPr>
        <w:t>وهي لا تختص بالإنسان بل تشمل حتّی الحيوان</w:t>
      </w:r>
      <w:r w:rsidR="008A60E8">
        <w:rPr>
          <w:rtl/>
        </w:rPr>
        <w:t>،</w:t>
      </w:r>
      <w:r>
        <w:rPr>
          <w:rtl/>
        </w:rPr>
        <w:t xml:space="preserve"> فرحمة الله تبارك وتعالى عامّة وشاملة لجميع المخلوقات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وَرَحْمَتِي وَسِعَتْ كُلَّ شَيْءٍ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،</w:t>
      </w:r>
      <w:r>
        <w:rPr>
          <w:rtl/>
        </w:rPr>
        <w:t xml:space="preserve"> ولكن أهم شيء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والآداب الإسلاميّة</w:t>
      </w:r>
      <w:r w:rsidRPr="008A60E8">
        <w:rPr>
          <w:rtl/>
        </w:rPr>
        <w:t xml:space="preserve"> / 184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الأعراف / 156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أن يرحم الإنسان أخاه الإنسان ويهتمّ به</w:t>
      </w:r>
      <w:r w:rsidR="008A60E8">
        <w:rPr>
          <w:rtl/>
        </w:rPr>
        <w:t>،</w:t>
      </w:r>
      <w:r>
        <w:rPr>
          <w:rtl/>
        </w:rPr>
        <w:t xml:space="preserve"> خاصة إذا كان ضعيفاً من الناحية البدنية والمادية</w:t>
      </w:r>
      <w:r w:rsidR="008A60E8">
        <w:rPr>
          <w:rtl/>
        </w:rPr>
        <w:t>،</w:t>
      </w:r>
      <w:r>
        <w:rPr>
          <w:rtl/>
        </w:rPr>
        <w:t xml:space="preserve"> بل وحتّی المعنوية</w:t>
      </w:r>
      <w:r w:rsidR="008A60E8">
        <w:rPr>
          <w:rtl/>
        </w:rPr>
        <w:t>؛</w:t>
      </w:r>
      <w:r>
        <w:rPr>
          <w:rtl/>
        </w:rPr>
        <w:t xml:space="preserve"> فإذا رحم الإنسان أَخاه الإنسان المسلم سوف ينزل الله تبارك وتعالی رحمته عليهما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وقد يصل الإنسان إلی منزلة دنيوية وأخروية عالية بسبب رفقه بالحيوانات ورحمته للضعيف منها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نُقل أنَّ السلطان المقتدر سبكتكين كان صيّاداً من سكان نيشابور</w:t>
      </w:r>
      <w:r w:rsidR="008A60E8">
        <w:rPr>
          <w:rtl/>
        </w:rPr>
        <w:t>،</w:t>
      </w:r>
      <w:r>
        <w:rPr>
          <w:rtl/>
        </w:rPr>
        <w:t xml:space="preserve"> ولم يكن له من متاع الدنيا إلاّ فرس</w:t>
      </w:r>
      <w:r w:rsidR="008A60E8">
        <w:rPr>
          <w:rtl/>
        </w:rPr>
        <w:t>،</w:t>
      </w:r>
      <w:r>
        <w:rPr>
          <w:rtl/>
        </w:rPr>
        <w:t xml:space="preserve"> فركبه يوماً وذهب للصيد كما كان عادته</w:t>
      </w:r>
      <w:r w:rsidR="008A60E8">
        <w:rPr>
          <w:rtl/>
        </w:rPr>
        <w:t>،</w:t>
      </w:r>
      <w:r>
        <w:rPr>
          <w:rtl/>
        </w:rPr>
        <w:t xml:space="preserve"> فرأی ظبياً معه فصيلهُ</w:t>
      </w:r>
      <w:r w:rsidR="008A60E8">
        <w:rPr>
          <w:rtl/>
        </w:rPr>
        <w:t>،</w:t>
      </w:r>
      <w:r>
        <w:rPr>
          <w:rtl/>
        </w:rPr>
        <w:t xml:space="preserve"> فقصدهما</w:t>
      </w:r>
      <w:r w:rsidR="008A60E8">
        <w:rPr>
          <w:rtl/>
        </w:rPr>
        <w:t>،</w:t>
      </w:r>
      <w:r>
        <w:rPr>
          <w:rtl/>
        </w:rPr>
        <w:t xml:space="preserve"> ففرّ الظبي واصطاد الفصيل</w:t>
      </w:r>
      <w:r w:rsidR="008A60E8">
        <w:rPr>
          <w:rtl/>
        </w:rPr>
        <w:t>،</w:t>
      </w:r>
      <w:r>
        <w:rPr>
          <w:rtl/>
        </w:rPr>
        <w:t xml:space="preserve"> فشدّه علی رديفه ورجع</w:t>
      </w:r>
      <w:r w:rsidR="008A60E8">
        <w:rPr>
          <w:rtl/>
        </w:rPr>
        <w:t>،</w:t>
      </w:r>
      <w:r>
        <w:rPr>
          <w:rtl/>
        </w:rPr>
        <w:t xml:space="preserve"> فلمّا ذهب قدراً من الطريق نظر إلی خلفه فرأی الظبي يسير خلفه وينظر إليه نظر حسرة</w:t>
      </w:r>
      <w:r w:rsidR="008A60E8">
        <w:rPr>
          <w:rtl/>
        </w:rPr>
        <w:t>،</w:t>
      </w:r>
      <w:r>
        <w:rPr>
          <w:rtl/>
        </w:rPr>
        <w:t xml:space="preserve"> فعلم من حاله أنّه يطلب فصيله</w:t>
      </w:r>
      <w:r w:rsidR="008A60E8">
        <w:rPr>
          <w:rtl/>
        </w:rPr>
        <w:t>؛</w:t>
      </w:r>
      <w:r>
        <w:rPr>
          <w:rtl/>
        </w:rPr>
        <w:t xml:space="preserve"> ولهذا يمشي خلفه</w:t>
      </w:r>
      <w:r w:rsidR="008A60E8">
        <w:rPr>
          <w:rtl/>
        </w:rPr>
        <w:t>،</w:t>
      </w:r>
      <w:r>
        <w:rPr>
          <w:rtl/>
        </w:rPr>
        <w:t xml:space="preserve"> فرّق وأشفق عليه في نفسه</w:t>
      </w:r>
      <w:r w:rsidR="008A60E8">
        <w:rPr>
          <w:rtl/>
        </w:rPr>
        <w:t>:</w:t>
      </w:r>
      <w:r>
        <w:rPr>
          <w:rtl/>
        </w:rPr>
        <w:t xml:space="preserve"> الصيد وإن كان حلالاً ومباحاً لي لكن الترّحم علی هذا الظبي أولی من هذا الصيد</w:t>
      </w:r>
      <w:r w:rsidR="008A60E8">
        <w:rPr>
          <w:rtl/>
        </w:rPr>
        <w:t>.</w:t>
      </w:r>
      <w:r>
        <w:rPr>
          <w:rtl/>
        </w:rPr>
        <w:t xml:space="preserve"> فوضعه علی الأرض</w:t>
      </w:r>
      <w:r w:rsidR="008A60E8">
        <w:rPr>
          <w:rtl/>
        </w:rPr>
        <w:t>،</w:t>
      </w:r>
      <w:r>
        <w:rPr>
          <w:rtl/>
        </w:rPr>
        <w:t xml:space="preserve"> فأخذ مع اُمّه بطريقهما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وكان السبكتكين ينظر إليهما</w:t>
      </w:r>
      <w:r w:rsidR="008A60E8">
        <w:rPr>
          <w:rtl/>
        </w:rPr>
        <w:t>،</w:t>
      </w:r>
      <w:r>
        <w:rPr>
          <w:rtl/>
        </w:rPr>
        <w:t xml:space="preserve"> فرأی الظبي قد رجع وهو ينظر إليه كأنّه يدعو له</w:t>
      </w:r>
      <w:r w:rsidR="008A60E8">
        <w:rPr>
          <w:rtl/>
        </w:rPr>
        <w:t>،</w:t>
      </w:r>
      <w:r>
        <w:rPr>
          <w:rtl/>
        </w:rPr>
        <w:t xml:space="preserve"> فرجع إلی منزله</w:t>
      </w:r>
      <w:r w:rsidR="008A60E8">
        <w:rPr>
          <w:rtl/>
        </w:rPr>
        <w:t>،</w:t>
      </w:r>
      <w:r>
        <w:rPr>
          <w:rtl/>
        </w:rPr>
        <w:t xml:space="preserve"> فرأی في تلك الليلة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في منامه وهو يقول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سبكتكين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إنّ الله أعطاك السلطنة والدولة العظمی بشفقتك وترحّمك علی الظبي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فيجب عليك أن تراعي ذلك في رعيّتك لتدوم دولتك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فما مضی زمان حتّی استقّر على سرير الملك الكبير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Pr="00172AAC" w:rsidRDefault="009A0DCC" w:rsidP="00172AAC">
      <w:pPr>
        <w:pStyle w:val="Heading2"/>
      </w:pPr>
      <w:bookmarkStart w:id="54" w:name="_Toc436482623"/>
      <w:r w:rsidRPr="00172AAC">
        <w:rPr>
          <w:rtl/>
        </w:rPr>
        <w:t>الشفقة على الوالدين</w:t>
      </w:r>
      <w:bookmarkEnd w:id="54"/>
    </w:p>
    <w:p w:rsidR="009A0DCC" w:rsidRDefault="009A0DCC" w:rsidP="00172AAC">
      <w:pPr>
        <w:pStyle w:val="libNormal"/>
      </w:pPr>
      <w:r>
        <w:rPr>
          <w:rtl/>
        </w:rPr>
        <w:t>وهذا هو الركن الثالث والأمر المهمّ في الحديث</w:t>
      </w:r>
      <w:r w:rsidR="008A60E8">
        <w:rPr>
          <w:rtl/>
        </w:rPr>
        <w:t>،</w:t>
      </w:r>
      <w:r>
        <w:rPr>
          <w:rtl/>
        </w:rPr>
        <w:t xml:space="preserve"> وهو أنّ الإنسان يشفق علی والديه ويرحمهم</w:t>
      </w:r>
      <w:r w:rsidR="008A60E8">
        <w:rPr>
          <w:rtl/>
        </w:rPr>
        <w:t>،</w:t>
      </w:r>
      <w:r>
        <w:rPr>
          <w:rtl/>
        </w:rPr>
        <w:t xml:space="preserve"> وينظر إليهما نظرةً رحيمة</w:t>
      </w:r>
      <w:r w:rsidR="008A60E8">
        <w:rPr>
          <w:rtl/>
        </w:rPr>
        <w:t>؛</w:t>
      </w:r>
      <w:r>
        <w:rPr>
          <w:rtl/>
        </w:rPr>
        <w:t xml:space="preserve"> فإنّ </w:t>
      </w:r>
      <w:r w:rsidR="001448CA">
        <w:rPr>
          <w:rtl/>
        </w:rPr>
        <w:t>«</w:t>
      </w:r>
      <w:r w:rsidRPr="00172AAC">
        <w:rPr>
          <w:rtl/>
        </w:rPr>
        <w:t>رضا الله مع رضا الوالدين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وسخط الله مع سخط الوالدين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وهما الباب الذي إذا أراد الإنسان أن يرضي الله تبارك وتعال‍ی يرضيه عن طريقهما</w:t>
      </w:r>
      <w:r w:rsidR="008A60E8">
        <w:rPr>
          <w:rtl/>
        </w:rPr>
        <w:t>،</w:t>
      </w:r>
      <w:r>
        <w:rPr>
          <w:rtl/>
        </w:rPr>
        <w:t xml:space="preserve"> حتّی قرن سبحانه وتعالی عبوديته بطاعتهما</w:t>
      </w:r>
      <w:r w:rsidR="008A60E8">
        <w:rPr>
          <w:rtl/>
        </w:rPr>
        <w:t>،</w:t>
      </w:r>
      <w:r>
        <w:rPr>
          <w:rtl/>
        </w:rPr>
        <w:t xml:space="preserve"> حيث قال عزَّ جلّ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وَقَضَى رَبُّكَ أَلاَّ تَعْبُدُواْ إِلاَّ إِيَّاهُ وَبِالْوَالِدَيْنِ إِحْسَاناًً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سُئل أبو عبد الله الصادق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عن قول الله عزَّ وجلَّ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وَبِالْوَالِدَيْنِ إِحْسَاناً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(4)</w:t>
      </w:r>
      <w:r w:rsidR="008A60E8">
        <w:rPr>
          <w:rtl/>
        </w:rPr>
        <w:t>،</w:t>
      </w:r>
      <w:r>
        <w:rPr>
          <w:rtl/>
        </w:rPr>
        <w:t xml:space="preserve"> ما هذا الإحسان</w:t>
      </w:r>
      <w:r w:rsidR="008A60E8">
        <w:rPr>
          <w:rtl/>
        </w:rPr>
        <w:t>؟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الإحسان صُحبتهما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وأن لا تكلّفَهما أن يسألاك شيئاً ممّا يحتاجان إليه وإن كانا مستغنين</w:t>
      </w:r>
      <w:r w:rsidR="008A60E8" w:rsidRPr="00172AAC">
        <w:rPr>
          <w:rtl/>
        </w:rPr>
        <w:t>.</w:t>
      </w:r>
      <w:r w:rsidRPr="00172AAC">
        <w:rPr>
          <w:rtl/>
        </w:rPr>
        <w:t xml:space="preserve"> أليس يقول الله (عزّ وجلّ)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لََن تَنَالُواْ الْبِرَّ حتّى تُنفِقُواْ مِمَّا تُحِبُّونَ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؟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(5)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فمن حقّنا أن نعرف ويعرف كلُّ ذي لُُبٍّ أنّ الأب وإن عظم حقّه لما يقوم به للولد من بذلٍ في سبيل تثقيفه وتأديبه</w:t>
      </w:r>
      <w:r w:rsidR="008A60E8">
        <w:rPr>
          <w:rtl/>
        </w:rPr>
        <w:t>،</w:t>
      </w:r>
      <w:r>
        <w:rPr>
          <w:rtl/>
        </w:rPr>
        <w:t xml:space="preserve"> فيما ليس بإمكان الاُمّ أن تقوم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والآداب الإسلاميّة</w:t>
      </w:r>
      <w:r w:rsidRPr="008A60E8">
        <w:rPr>
          <w:rtl/>
        </w:rPr>
        <w:t xml:space="preserve"> / 188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روضة الواعظين / 368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الإسراء / 23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سورة البقرة / 83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(5) </w:t>
      </w:r>
      <w:r>
        <w:rPr>
          <w:rtl/>
        </w:rPr>
        <w:t>الكافي 2 / 157</w:t>
      </w:r>
      <w:r w:rsidR="008A60E8">
        <w:rPr>
          <w:rtl/>
        </w:rPr>
        <w:t>،</w:t>
      </w:r>
      <w:r>
        <w:rPr>
          <w:rtl/>
        </w:rPr>
        <w:t xml:space="preserve"> ح1</w:t>
      </w:r>
      <w:r w:rsidR="008A60E8">
        <w:rPr>
          <w:rtl/>
        </w:rPr>
        <w:t>،</w:t>
      </w:r>
      <w:r>
        <w:rPr>
          <w:rtl/>
        </w:rPr>
        <w:t xml:space="preserve"> والآية من سورة آل عمران / 62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بالبعض منه إلاّ‌ نادراً</w:t>
      </w:r>
      <w:r w:rsidR="008A60E8">
        <w:rPr>
          <w:rtl/>
        </w:rPr>
        <w:t>،</w:t>
      </w:r>
      <w:r>
        <w:rPr>
          <w:rtl/>
        </w:rPr>
        <w:t xml:space="preserve"> هو أقلَّ‌ منها حقّاً علی الولد</w:t>
      </w:r>
      <w:r w:rsidR="008A60E8">
        <w:rPr>
          <w:rtl/>
        </w:rPr>
        <w:t>،</w:t>
      </w:r>
      <w:r>
        <w:rPr>
          <w:rtl/>
        </w:rPr>
        <w:t xml:space="preserve"> كيف ولماذا</w:t>
      </w:r>
      <w:r w:rsidR="008A60E8">
        <w:rPr>
          <w:rtl/>
        </w:rPr>
        <w:t>؟</w:t>
      </w:r>
      <w:r>
        <w:rPr>
          <w:rtl/>
        </w:rPr>
        <w:t xml:space="preserve"> لأنّها تحمّلت في حمله والمخاض به في «ساعات الطلق» الموصوفة بسكرات الموت</w:t>
      </w:r>
      <w:r w:rsidR="008A60E8">
        <w:rPr>
          <w:rtl/>
        </w:rPr>
        <w:t>،</w:t>
      </w:r>
      <w:r>
        <w:rPr>
          <w:rtl/>
        </w:rPr>
        <w:t xml:space="preserve"> تحمّلت ما لم يستطع الوالدُ لو كُلِّف تحمُّل بعضه</w:t>
      </w:r>
      <w:r w:rsidR="008A60E8">
        <w:rPr>
          <w:rtl/>
        </w:rPr>
        <w:t>،</w:t>
      </w:r>
      <w:r>
        <w:rPr>
          <w:rtl/>
        </w:rPr>
        <w:t xml:space="preserve"> إضافةً إلی ما تحمله للولد من حنانٍ فائق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هذا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ووصيُّ رسول ربِّ العالمين يُخاطبُ ولده الحسن الزكيّ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بوصيته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بُنيَّ</w:t>
      </w:r>
      <w:r w:rsidR="008A60E8">
        <w:rPr>
          <w:rtl/>
        </w:rPr>
        <w:t>،</w:t>
      </w:r>
      <w:r>
        <w:rPr>
          <w:rtl/>
        </w:rPr>
        <w:t xml:space="preserve"> وجدتُك بعضي</w:t>
      </w:r>
      <w:r w:rsidR="008A60E8">
        <w:rPr>
          <w:rtl/>
        </w:rPr>
        <w:t>،</w:t>
      </w:r>
      <w:r>
        <w:rPr>
          <w:rtl/>
        </w:rPr>
        <w:t xml:space="preserve"> بل وجدتُك كُلّي</w:t>
      </w:r>
      <w:r w:rsidR="008A60E8">
        <w:rPr>
          <w:rtl/>
        </w:rPr>
        <w:t>،</w:t>
      </w:r>
      <w:r>
        <w:rPr>
          <w:rtl/>
        </w:rPr>
        <w:t xml:space="preserve"> حتّی لو أنَّ شيئاً أو سهماً أصابك أصابني</w:t>
      </w:r>
      <w:r w:rsidR="008A60E8">
        <w:rPr>
          <w:rtl/>
        </w:rPr>
        <w:t>،</w:t>
      </w:r>
      <w:r>
        <w:rPr>
          <w:rtl/>
        </w:rPr>
        <w:t xml:space="preserve"> ولو أنّ الموت أتاك أتاني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يخاطبُه بهذا الخطاب</w:t>
      </w:r>
      <w:r w:rsidR="008A60E8">
        <w:rPr>
          <w:rtl/>
        </w:rPr>
        <w:t>،</w:t>
      </w:r>
      <w:r>
        <w:rPr>
          <w:rtl/>
        </w:rPr>
        <w:t xml:space="preserve"> والحسن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عندها بتمام الصحة وريعان الشباب</w:t>
      </w:r>
      <w:r w:rsidR="008A60E8">
        <w:rPr>
          <w:rtl/>
        </w:rPr>
        <w:t>،</w:t>
      </w:r>
      <w:r>
        <w:rPr>
          <w:rtl/>
        </w:rPr>
        <w:t xml:space="preserve"> لم يُصب بشيءٍ</w:t>
      </w:r>
      <w:r w:rsidR="008A60E8">
        <w:rPr>
          <w:rtl/>
        </w:rPr>
        <w:t>،</w:t>
      </w:r>
      <w:r>
        <w:rPr>
          <w:rtl/>
        </w:rPr>
        <w:t xml:space="preserve"> لكنّ الإمام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يصف شفقته عليه وتألمُه إليه</w:t>
      </w:r>
      <w:r w:rsidR="008A60E8">
        <w:rPr>
          <w:rtl/>
        </w:rPr>
        <w:t>،</w:t>
      </w:r>
      <w:r>
        <w:rPr>
          <w:rtl/>
        </w:rPr>
        <w:t xml:space="preserve"> لو قُدّر أنّه يُصابُ بسهمٍ أو بجرحٍ يقول له الإمام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ذلك السهم باللحظة نفسها أُصاب به كما اُصبتَ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يعني من شدّةِ الحُبّ وقوّة العلاقة</w:t>
      </w:r>
      <w:r w:rsidR="008A60E8">
        <w:rPr>
          <w:rtl/>
        </w:rPr>
        <w:t>،</w:t>
      </w:r>
      <w:r>
        <w:rPr>
          <w:rtl/>
        </w:rPr>
        <w:t xml:space="preserve"> والصفاءِ والولاء الذي بيني وبينك ما يُؤلمك يُؤلمني</w:t>
      </w:r>
      <w:r w:rsidR="008A60E8">
        <w:rPr>
          <w:rtl/>
        </w:rPr>
        <w:t>،</w:t>
      </w:r>
      <w:r>
        <w:rPr>
          <w:rtl/>
        </w:rPr>
        <w:t xml:space="preserve"> وما يُصبك يُصبني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وقال حُكماء العرب</w:t>
      </w:r>
      <w:r w:rsidR="008A60E8">
        <w:rPr>
          <w:rtl/>
        </w:rPr>
        <w:t>:</w:t>
      </w:r>
      <w:r>
        <w:rPr>
          <w:rtl/>
        </w:rPr>
        <w:t xml:space="preserve"> إصابةُ السَّهم أخفُّ ألماً من إصابة الهمِّ والغمِّ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ولذا يقف الإمام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على ابن أخيه القاسم ابن الإمام الحسن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وكأنّما وقف الإمام على ولده</w:t>
      </w:r>
      <w:r w:rsidR="008A60E8">
        <w:rPr>
          <w:rtl/>
        </w:rPr>
        <w:t>؛</w:t>
      </w:r>
      <w:r>
        <w:rPr>
          <w:rtl/>
        </w:rPr>
        <w:t xml:space="preserve"> لأنّه هو الذي ربّاه واعتنى به</w:t>
      </w:r>
      <w:r w:rsidR="008A60E8">
        <w:rPr>
          <w:rtl/>
        </w:rPr>
        <w:t>،</w:t>
      </w:r>
      <w:r>
        <w:rPr>
          <w:rtl/>
        </w:rPr>
        <w:t xml:space="preserve"> وكأنّي به يخاطبه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: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بحار الأنوار 74 / 199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 xml:space="preserve">من دروس شيخنا الأستاذ محمّد سعيد المنصوري </w:t>
      </w:r>
      <w:r w:rsidR="00EE7E9B" w:rsidRPr="00EE7E9B">
        <w:rPr>
          <w:rStyle w:val="libAlaemChar"/>
          <w:rtl/>
        </w:rPr>
        <w:t>رحمه‌الله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صاح يا جسام وعد راسه گعد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ويـل گلـبي ينحب أوكلبه انمرد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يـبن أخوي العرس چا إلمن بعد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أوهامتك من سيف الأزدي مشرگه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ثمّ جاء عمّه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يناشده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يعمّي اشگالت من الطبر روحك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يـجاسم مـا تراويني اجروحك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لـون ابكي يعمّي چنت انوحك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بگلب مثل الغضه وابدمع مُحمر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04642B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إن يبكه عمّه حزناً لمصرعه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فـما بكى قمرٌ إلاّ على قمرِ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  <w:r w:rsidR="00ED4E4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*</w:t>
      </w:r>
    </w:p>
    <w:p w:rsidR="009A0DCC" w:rsidRDefault="009A0DCC" w:rsidP="00172AAC">
      <w:pPr>
        <w:pStyle w:val="libCenterBold2"/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037B4">
      <w:pPr>
        <w:pStyle w:val="Heading1Center"/>
      </w:pPr>
      <w:bookmarkStart w:id="55" w:name="_Toc436482624"/>
      <w:r>
        <w:rPr>
          <w:rtl/>
        </w:rPr>
        <w:lastRenderedPageBreak/>
        <w:t>المجلس الحادي عشر</w:t>
      </w:r>
      <w:bookmarkStart w:id="56" w:name="المجلس_الحادي_عشر"/>
      <w:bookmarkEnd w:id="56"/>
      <w:bookmarkEnd w:id="55"/>
    </w:p>
    <w:p w:rsidR="009A0DCC" w:rsidRDefault="009A0DCC" w:rsidP="00E037B4">
      <w:pPr>
        <w:pStyle w:val="Heading1Center"/>
      </w:pPr>
      <w:bookmarkStart w:id="57" w:name="_Toc436482625"/>
      <w:r>
        <w:rPr>
          <w:rtl/>
        </w:rPr>
        <w:t>برّ الوالدين وعقوقهما</w:t>
      </w:r>
      <w:bookmarkEnd w:id="57"/>
      <w:r w:rsidRPr="00E037B4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D4E4F">
      <w:pPr>
        <w:pStyle w:val="libCenterBold1"/>
      </w:pPr>
      <w:r>
        <w:rPr>
          <w:rtl/>
        </w:rPr>
        <w:lastRenderedPageBreak/>
        <w:t>المجلس الحادي عشر</w:t>
      </w:r>
    </w:p>
    <w:p w:rsidR="009A0DCC" w:rsidRDefault="009A0DCC" w:rsidP="00ED4E4F">
      <w:pPr>
        <w:pStyle w:val="libCenterBold1"/>
        <w:rPr>
          <w:rFonts w:hint="cs"/>
          <w:rtl/>
        </w:rPr>
      </w:pPr>
      <w:r>
        <w:rPr>
          <w:rtl/>
        </w:rPr>
        <w:t>برّ الوالدين وعقوقهما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ماتَ التصبّرُ في انتظارك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أيّـها الـمُحي الـشريعه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فـانهضْ فما أبقى التحمّـ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921D78">
            <w:pPr>
              <w:pStyle w:val="libPoem"/>
            </w:pPr>
            <w:r>
              <w:rPr>
                <w:rFonts w:hint="cs"/>
                <w:rtl/>
              </w:rPr>
              <w:t xml:space="preserve">ـلُ غيرَ </w:t>
            </w:r>
            <w:r w:rsidR="00921D78">
              <w:rPr>
                <w:rFonts w:hint="cs"/>
                <w:rtl/>
              </w:rPr>
              <w:t>أحـشاء</w:t>
            </w:r>
            <w:r>
              <w:rPr>
                <w:rFonts w:hint="cs"/>
                <w:rtl/>
              </w:rPr>
              <w:t xml:space="preserve"> جـزوعه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كم ذا الـقعودُ وديـنُكم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هُـدمتْ قـواعدُهُ الرفعيه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تـنعى الـفروعُ اُصوله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واُصولهُ تـنعى فروعه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مـاذا يـهيجُك إن صبر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تَ لوقعةِ الـطفِّ الـفظيعه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أترى تـجيءُ فـجيعةٌ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بـأمضَّ مـن تلك الفجيعه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ED4E4F">
            <w:pPr>
              <w:pStyle w:val="libPoem"/>
            </w:pPr>
            <w:r>
              <w:rPr>
                <w:rFonts w:hint="cs"/>
                <w:rtl/>
              </w:rPr>
              <w:t>حـيثُ الحسينُ على الثرى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خيلُ العدى طحنت ضلوعه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ED4E4F">
            <w:pPr>
              <w:pStyle w:val="libPoem"/>
            </w:pPr>
            <w:r>
              <w:rPr>
                <w:rFonts w:hint="cs"/>
                <w:rtl/>
              </w:rPr>
              <w:t>قـتـلـتُـه آلُ أميـةٍ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ظـامٍ إلـى جنبِ الشريعه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ورضـيعُهُ بـدمِ الـوريـ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دِ مُـخضّبٌ فاطلبْ رضيعه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D4E4F" w:rsidTr="00ED4E4F">
        <w:trPr>
          <w:trHeight w:val="350"/>
        </w:trPr>
        <w:tc>
          <w:tcPr>
            <w:tcW w:w="391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مـا هـزّ أضـلُعَكم حِـدَا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ED4E4F" w:rsidRDefault="00ED4E4F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ED4E4F" w:rsidRDefault="00ED4E4F" w:rsidP="0004642B">
            <w:pPr>
              <w:pStyle w:val="libPoem"/>
            </w:pPr>
            <w:r>
              <w:rPr>
                <w:rFonts w:hint="cs"/>
                <w:rtl/>
              </w:rPr>
              <w:t>ءُ القومِ بالعيسِ الظليعه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(نصاري)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مـشينه اعله الهزل وامچتفينه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اُوخذونه ابها اليسر غصباً علينه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اُويـاكم نـضل لو يحصل بدينه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لـمن يـحسين يـلفينه المحتّم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للسيد حيدر الحلّي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تقدّمت ترجمته في المجلس العاشر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مشت فوك الظعن والحرم تنحب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أوعليها اسياط شمر اُو زجر تلعب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حـتّه الـظعن لـلكوفه تگرّب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لا بن زيـاد لـمبشّر تـجدّم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(فايزي)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مـن گال للكوفه العقيله اميسّره أتروح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فو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Fonts w:hint="cs"/>
                <w:rtl/>
              </w:rPr>
              <w:t xml:space="preserve"> الجمال الضالعه اُوبين العده اتنوح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اِتـعاين الروس إخوانها جدّامها اتلوح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فـو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Fonts w:hint="cs"/>
                <w:rtl/>
              </w:rPr>
              <w:t xml:space="preserve"> الـرماح إبديرة الكوفه ادخلوها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وكأنّي بزينب تخاطب حامل الرأس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يـشايل راس حامينه اُوولينه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ريّـض خلّي إتودعه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ليش حسين ساچت عن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گلـي تعب يو جرحه تخدّر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(أبو ذيّة)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حرت ما بين هالنسوه والايتام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اُوبكينه أبيسر ما عِدنه وليتام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921D78" w:rsidTr="00921D78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لـون عبّاس يبرالي والايتام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Fonts w:hint="cs"/>
                <w:rtl/>
              </w:rPr>
              <w:t>مـا واحـد كفو يجسر عليَّ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Pr="00EE7E9B" w:rsidRDefault="009A0DCC" w:rsidP="00EE7E9B">
      <w:pPr>
        <w:pStyle w:val="libNormal"/>
      </w:pPr>
      <w:r w:rsidRPr="00EE7E9B">
        <w:rPr>
          <w:rtl/>
        </w:rPr>
        <w:lastRenderedPageBreak/>
        <w:t>قال تعالى</w:t>
      </w:r>
      <w:r w:rsidR="008A60E8" w:rsidRPr="00EE7E9B">
        <w:rPr>
          <w:rtl/>
        </w:rPr>
        <w:t>:</w:t>
      </w:r>
      <w:r w:rsidRP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وَقَضَى رَبُّكَ أَلاَّ تَعْبُدُواْ إِلاَّ إِيَّاهُ وَبِالْوَالِدَيْنِ إِحْسَاناً إِمَّا يَبْلُغَنَّ عِندَكَ الْكِبَرَ أَحَدُهُمَا أَوكِلاَهُمَا فَلاَ تَقُل لَّهُمَآ أُفٍّ وَلاَ تَنْهَرْهُمَا وَقُل لَّهُمَا قَوْلاً كَرِيماً</w:t>
      </w:r>
      <w:r w:rsidR="008A60E8" w:rsidRPr="001448CA">
        <w:rPr>
          <w:rStyle w:val="libAlaemChar"/>
          <w:rtl/>
        </w:rPr>
        <w:t>)</w:t>
      </w:r>
      <w:r w:rsidRPr="00EE7E9B">
        <w:rPr>
          <w:rStyle w:val="libFootnotenumChar"/>
          <w:rtl/>
        </w:rPr>
        <w:t>(1)</w:t>
      </w:r>
      <w:r w:rsidR="008A60E8" w:rsidRPr="00EE7E9B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برّ الوالدين هو الإحسان إليهما</w:t>
      </w:r>
      <w:r w:rsidR="008A60E8">
        <w:rPr>
          <w:rtl/>
        </w:rPr>
        <w:t>،</w:t>
      </w:r>
      <w:r>
        <w:rPr>
          <w:rtl/>
        </w:rPr>
        <w:t xml:space="preserve"> وهو من أفضل القربات إلى الله (عزّ وجلّ)</w:t>
      </w:r>
      <w:r w:rsidR="008A60E8">
        <w:rPr>
          <w:rtl/>
        </w:rPr>
        <w:t>،</w:t>
      </w:r>
      <w:r>
        <w:rPr>
          <w:rtl/>
        </w:rPr>
        <w:t xml:space="preserve"> وضدّه عقوق الوالدين</w:t>
      </w:r>
      <w:r w:rsidR="008A60E8">
        <w:rPr>
          <w:rtl/>
        </w:rPr>
        <w:t>،</w:t>
      </w:r>
      <w:r>
        <w:rPr>
          <w:rtl/>
        </w:rPr>
        <w:t xml:space="preserve"> وهو الإساة إليهما</w:t>
      </w:r>
      <w:r w:rsidR="008A60E8">
        <w:rPr>
          <w:rtl/>
        </w:rPr>
        <w:t>.</w:t>
      </w:r>
      <w:r>
        <w:rPr>
          <w:rtl/>
        </w:rPr>
        <w:t>وكلا الأمرين يتحقّق بالأعم من القول أو الفعل</w:t>
      </w:r>
      <w:r w:rsidR="008A60E8">
        <w:rPr>
          <w:rtl/>
        </w:rPr>
        <w:t>،</w:t>
      </w:r>
      <w:r>
        <w:rPr>
          <w:rtl/>
        </w:rPr>
        <w:t xml:space="preserve"> بل أحياناً نجد أنّ الإيذاء باللسان أقوى تأثيراً من الإيذاء بالفعل الخارجي</w:t>
      </w:r>
      <w:r w:rsidR="008A60E8">
        <w:rPr>
          <w:rtl/>
        </w:rPr>
        <w:t>،</w:t>
      </w:r>
      <w:r>
        <w:rPr>
          <w:rtl/>
        </w:rPr>
        <w:t xml:space="preserve"> فقد تكون كلمة تصدر من الإنسان تساوي جرح السيوف</w:t>
      </w:r>
      <w:r w:rsidR="008A60E8">
        <w:rPr>
          <w:rtl/>
        </w:rPr>
        <w:t>؛</w:t>
      </w:r>
      <w:r>
        <w:rPr>
          <w:rtl/>
        </w:rPr>
        <w:t xml:space="preserve"> ولذا قال الشاعر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921D78" w:rsidTr="0004642B">
        <w:trPr>
          <w:trHeight w:val="350"/>
        </w:trPr>
        <w:tc>
          <w:tcPr>
            <w:tcW w:w="3913" w:type="dxa"/>
          </w:tcPr>
          <w:p w:rsidR="00921D78" w:rsidRDefault="00921D78" w:rsidP="0004642B">
            <w:pPr>
              <w:pStyle w:val="libPoem"/>
            </w:pPr>
            <w:r>
              <w:rPr>
                <w:rtl/>
              </w:rPr>
              <w:t>جراحات السنان لها التئامُ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921D78" w:rsidRDefault="00921D78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921D78" w:rsidRDefault="00921D78" w:rsidP="0004642B">
            <w:pPr>
              <w:pStyle w:val="libPoem"/>
            </w:pPr>
            <w:r>
              <w:rPr>
                <w:rtl/>
              </w:rPr>
              <w:t>ولا يلتام ما جـرح اللسانُ</w:t>
            </w:r>
            <w:r w:rsidRPr="008A60E8">
              <w:rPr>
                <w:rStyle w:val="libFootnotenumChar"/>
                <w:rtl/>
              </w:rPr>
              <w:t>(2)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وبالفعل هذه حقيقة موجودة في التعامل مع المجتمع</w:t>
      </w:r>
      <w:r w:rsidR="008A60E8">
        <w:rPr>
          <w:rtl/>
        </w:rPr>
        <w:t>.</w:t>
      </w:r>
      <w:r>
        <w:rPr>
          <w:rtl/>
        </w:rPr>
        <w:t xml:space="preserve"> فالبرّ والعقوق يحصلان بالفعل أو بالقول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وهذا الموضوع من الموضوعات التي اهتم بها الباري (عزّ وجلّ) اهتماماً منقطع النظير</w:t>
      </w:r>
      <w:r w:rsidR="008A60E8">
        <w:rPr>
          <w:rtl/>
        </w:rPr>
        <w:t>،</w:t>
      </w:r>
      <w:r>
        <w:rPr>
          <w:rtl/>
        </w:rPr>
        <w:t xml:space="preserve"> حتّى إنّه تبارك وتعالى قرن برّ الوالدين والإحسان إليهما بالتوحيد</w:t>
      </w:r>
      <w:r w:rsidR="008A60E8">
        <w:rPr>
          <w:rtl/>
        </w:rPr>
        <w:t>،</w:t>
      </w:r>
      <w:r>
        <w:rPr>
          <w:rtl/>
        </w:rPr>
        <w:t xml:space="preserve"> وكأنّه (عزّ وجلّ) يريد أن يقول للمجتمع</w:t>
      </w:r>
      <w:r w:rsidR="008A60E8">
        <w:rPr>
          <w:rtl/>
        </w:rPr>
        <w:t>:</w:t>
      </w:r>
      <w:r>
        <w:rPr>
          <w:rtl/>
        </w:rPr>
        <w:t xml:space="preserve"> إنّ درجة برّ الوالدين درجة بالغة الأهمية</w:t>
      </w:r>
      <w:r w:rsidR="008A60E8">
        <w:rPr>
          <w:rtl/>
        </w:rPr>
        <w:t>،</w:t>
      </w:r>
      <w:r>
        <w:rPr>
          <w:rtl/>
        </w:rPr>
        <w:t xml:space="preserve"> بل لعلّها تصل في التسلسل لأن تكون بعد الإيمان بي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الإسراء / 23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فيض القدير 6 / 179</w:t>
      </w:r>
      <w:r w:rsidR="008A60E8">
        <w:rPr>
          <w:rtl/>
        </w:rPr>
        <w:t>،</w:t>
      </w:r>
      <w:r>
        <w:rPr>
          <w:rtl/>
        </w:rPr>
        <w:t xml:space="preserve"> ونسبه للسيد المرتضى </w:t>
      </w:r>
      <w:r w:rsidR="00EE7E9B" w:rsidRPr="00EE7E9B">
        <w:rPr>
          <w:rStyle w:val="libAlaemChar"/>
          <w:rtl/>
        </w:rPr>
        <w:t>رحمه‌الله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ولذا تجد أنّ أربع آيات في الكتاب العزيز قرنت برّ الوالدين بالتوحيد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الآية الأولى في سورة البقرة آية 83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حيث قال تبارك وتعالى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وَإِذْ أَخَذْنَا مِيثَاقَ بَنِي إِسْرَائِيلَ لاَ تَعْبُدُونَ إِلاَّ اللّهَ وَبِالْوَالِدَيْنِ إِحْسَاناً</w:t>
      </w:r>
      <w:r w:rsidR="008A60E8" w:rsidRPr="00EE7E9B">
        <w:rPr>
          <w:rStyle w:val="libAieChar"/>
          <w:rtl/>
        </w:rPr>
        <w:t>.</w:t>
      </w:r>
      <w:r w:rsidRPr="00EE7E9B">
        <w:rPr>
          <w:rStyle w:val="libAieChar"/>
          <w:rtl/>
        </w:rPr>
        <w:t>..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والآية الثانية في سورة الأنعام آية 151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حيث قال (عزّ وجلّ)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قُلْ تَعَالَوْاْ أَتْلُ مَا حَرَّمَ رَبُّكُمْ عَلَيْكُمْ أَلاَّ تُشْرِكُواْ بِهِ شَيْئاً وَبِالْوَالِدَيْنِ إِحْسَاناً</w:t>
      </w:r>
      <w:r w:rsidR="008A60E8" w:rsidRPr="00EE7E9B">
        <w:rPr>
          <w:rStyle w:val="libAieChar"/>
          <w:rtl/>
        </w:rPr>
        <w:t>.</w:t>
      </w:r>
      <w:r w:rsidRPr="00EE7E9B">
        <w:rPr>
          <w:rStyle w:val="libAieChar"/>
          <w:rtl/>
        </w:rPr>
        <w:t>..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والآية الثالثة</w:t>
      </w:r>
      <w:r w:rsidR="008A60E8" w:rsidRPr="00172AAC">
        <w:rPr>
          <w:rtl/>
        </w:rPr>
        <w:t>:</w:t>
      </w:r>
      <w:r w:rsidRPr="00172AAC">
        <w:rPr>
          <w:rtl/>
        </w:rPr>
        <w:t xml:space="preserve"> في سورة النساء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حيث قال عزّ من قائل في آية 36 من السورة المذكورة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وَاعْبُدُواْ اللّهَ وَلاَ تُشْرِكُواْ بِهِ شَيْئاً وَبِالْوَالِدَيْنِ إِحْسَاناً</w:t>
      </w:r>
      <w:r w:rsidR="008A60E8" w:rsidRPr="00EE7E9B">
        <w:rPr>
          <w:rStyle w:val="libAieChar"/>
          <w:rtl/>
        </w:rPr>
        <w:t>.</w:t>
      </w:r>
      <w:r w:rsidRPr="00EE7E9B">
        <w:rPr>
          <w:rStyle w:val="libAieChar"/>
          <w:rtl/>
        </w:rPr>
        <w:t>..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بالإضافة إلى الآية المذكورة في صدر المجلس والتي هي محلّ البحث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فهذه الآيات التي ذكرتها</w:t>
      </w:r>
      <w:r w:rsidR="008A60E8">
        <w:rPr>
          <w:rtl/>
        </w:rPr>
        <w:t>،</w:t>
      </w:r>
      <w:r>
        <w:rPr>
          <w:rtl/>
        </w:rPr>
        <w:t xml:space="preserve"> هي الآيات التي قرنت بين الإيمان بالله تبارك وتعالى وبين برّ الوالدين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وأمّا الآيات التي حثّت على برّ الوالدين بصورة عامّة من غير القرن بالتوحيد فهي كثيرة</w:t>
      </w:r>
      <w:r w:rsidR="008A60E8">
        <w:rPr>
          <w:rtl/>
        </w:rPr>
        <w:t>،</w:t>
      </w:r>
      <w:r>
        <w:rPr>
          <w:rtl/>
        </w:rPr>
        <w:t xml:space="preserve"> منها في سورة لقمان آية 15</w:t>
      </w:r>
      <w:r w:rsidR="008A60E8">
        <w:rPr>
          <w:rtl/>
        </w:rPr>
        <w:t>،</w:t>
      </w:r>
      <w:r>
        <w:rPr>
          <w:rtl/>
        </w:rPr>
        <w:t xml:space="preserve"> ومنها في سورة الأحقاف آية 150</w:t>
      </w:r>
      <w:r w:rsidR="008A60E8">
        <w:rPr>
          <w:rtl/>
        </w:rPr>
        <w:t>،</w:t>
      </w:r>
      <w:r>
        <w:rPr>
          <w:rtl/>
        </w:rPr>
        <w:t xml:space="preserve"> إلى غير ذلك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هذا كلّه ترغيب واردٌ وحثٌ مؤكدٌ من القرآن الكريم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وأمّا ما ورد في الحثّ على برّ الوالدين</w:t>
      </w:r>
      <w:r w:rsidR="008A60E8">
        <w:rPr>
          <w:rtl/>
        </w:rPr>
        <w:t>،</w:t>
      </w:r>
      <w:r>
        <w:rPr>
          <w:rtl/>
        </w:rPr>
        <w:t xml:space="preserve"> والتجنّب عن عقوقهما في لسان النبي الأعظم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وأهل بيته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فقد ورد عنهم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إذا كان يوم القيامة كُشف غطاء من أغطية الجنّة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فوجد ريحَها مَنْ كانت له روح من مسيرة خمسمئة عام إلاّ صنف واحد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قلت</w:t>
      </w:r>
      <w:r w:rsidR="008A60E8">
        <w:rPr>
          <w:rtl/>
        </w:rPr>
        <w:t>:</w:t>
      </w:r>
      <w:r>
        <w:rPr>
          <w:rtl/>
        </w:rPr>
        <w:t xml:space="preserve"> مَنْ هم</w:t>
      </w:r>
      <w:r w:rsidR="008A60E8">
        <w:rPr>
          <w:rtl/>
        </w:rPr>
        <w:t>؟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العاق لوالديه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الكافي 2 / 348</w:t>
      </w:r>
      <w:r w:rsidR="008A60E8">
        <w:rPr>
          <w:rtl/>
        </w:rPr>
        <w:t>،</w:t>
      </w:r>
      <w:r w:rsidRPr="008A60E8">
        <w:rPr>
          <w:rtl/>
        </w:rPr>
        <w:t xml:space="preserve"> </w:t>
      </w:r>
      <w:r>
        <w:rPr>
          <w:rtl/>
        </w:rPr>
        <w:t>ح3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ولهذا أكّد الحقّ سبحانه وتعالى على قضية الإحسان لهما</w:t>
      </w:r>
      <w:r w:rsidR="008A60E8">
        <w:rPr>
          <w:rtl/>
        </w:rPr>
        <w:t>،</w:t>
      </w:r>
      <w:r>
        <w:rPr>
          <w:rtl/>
        </w:rPr>
        <w:t xml:space="preserve"> فتراه جلّت عظمته تارةً يوصي وتارةً يُنذر واُخرى ينهى</w:t>
      </w:r>
      <w:r w:rsidR="008A60E8">
        <w:rPr>
          <w:rtl/>
        </w:rPr>
        <w:t>؛</w:t>
      </w:r>
      <w:r>
        <w:rPr>
          <w:rtl/>
        </w:rPr>
        <w:t xml:space="preserve"> حفظاً لعباده من العقوق وعاقبته السيئة</w:t>
      </w:r>
      <w:r w:rsidR="008A60E8">
        <w:rPr>
          <w:rtl/>
        </w:rPr>
        <w:t>.</w:t>
      </w:r>
      <w:r>
        <w:rPr>
          <w:rtl/>
        </w:rPr>
        <w:t xml:space="preserve"> ألا ترى أنّه أمر بذلك بعد نهيه عن العبادة سواء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وهذا نفسه دليل واضح على ما لهذا الأمر من قيمة راجحة عنده تعالى</w:t>
      </w:r>
      <w:r w:rsidR="008A60E8">
        <w:rPr>
          <w:rtl/>
        </w:rPr>
        <w:t>،</w:t>
      </w:r>
      <w:r>
        <w:rPr>
          <w:rtl/>
        </w:rPr>
        <w:t xml:space="preserve"> والمصلحة في كلا الأمرين ترجع للعبد لا إلى المعبود سبحانه وتعالى</w:t>
      </w:r>
      <w:r w:rsidR="008A60E8">
        <w:rPr>
          <w:rtl/>
        </w:rPr>
        <w:t>،</w:t>
      </w:r>
      <w:r>
        <w:rPr>
          <w:rtl/>
        </w:rPr>
        <w:t xml:space="preserve"> وهكذا الإحسان للأبوين أو لغيرهما ترجع به الفائدة الكبرى للمحسن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وهذا القرآن</w:t>
      </w:r>
      <w:r w:rsidR="008A60E8">
        <w:rPr>
          <w:rtl/>
        </w:rPr>
        <w:t>،</w:t>
      </w:r>
      <w:r>
        <w:rPr>
          <w:rtl/>
        </w:rPr>
        <w:t xml:space="preserve"> وهذه حكمته ناطقة بذلك</w:t>
      </w:r>
      <w:r w:rsidR="008A60E8">
        <w:rPr>
          <w:rtl/>
        </w:rPr>
        <w:t>،</w:t>
      </w:r>
      <w:r>
        <w:rPr>
          <w:rtl/>
        </w:rPr>
        <w:t xml:space="preserve"> معبّرة عمّا هنالك</w:t>
      </w:r>
      <w:r w:rsidR="008A60E8">
        <w:rPr>
          <w:rtl/>
        </w:rPr>
        <w:t>،</w:t>
      </w:r>
      <w:r>
        <w:rPr>
          <w:rtl/>
        </w:rPr>
        <w:t xml:space="preserve"> يقول (عزّ وجلّ)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إِنْ أَحْسَنتُمْ أَحْسَنتُمْ لأَنفُسِكُمْ وَإِنْ أَسَأْتُمْ فَلَهَا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فإحسان الولد لأبويه وبرّهما إنّما يرجع إليه</w:t>
      </w:r>
      <w:r w:rsidR="008A60E8">
        <w:rPr>
          <w:rtl/>
        </w:rPr>
        <w:t>؛</w:t>
      </w:r>
      <w:r>
        <w:rPr>
          <w:rtl/>
        </w:rPr>
        <w:t xml:space="preserve"> سواء كان عاجلاً في دار الدنيا</w:t>
      </w:r>
      <w:r w:rsidR="008A60E8">
        <w:rPr>
          <w:rtl/>
        </w:rPr>
        <w:t>،</w:t>
      </w:r>
      <w:r>
        <w:rPr>
          <w:rtl/>
        </w:rPr>
        <w:t xml:space="preserve"> أم آجلاً في دار الآخرة التي هي الحياة الأبدية</w:t>
      </w:r>
      <w:r w:rsidR="008A60E8">
        <w:rPr>
          <w:rtl/>
        </w:rPr>
        <w:t>،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وَإِنَّ الدَّارَ الآخِرَةَ لَهِيَ الْحَيَوَانُ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لذا روي عن ابن عباس (رضي الله عنه) أنّه كان في بني إسرائيل رجل صالح له ابن طفل</w:t>
      </w:r>
      <w:r w:rsidR="008A60E8">
        <w:rPr>
          <w:rtl/>
        </w:rPr>
        <w:t>،</w:t>
      </w:r>
      <w:r>
        <w:rPr>
          <w:rtl/>
        </w:rPr>
        <w:t xml:space="preserve"> وكان له عجلة</w:t>
      </w:r>
      <w:r w:rsidR="008A60E8">
        <w:rPr>
          <w:rtl/>
        </w:rPr>
        <w:t>،</w:t>
      </w:r>
      <w:r>
        <w:rPr>
          <w:rtl/>
        </w:rPr>
        <w:t xml:space="preserve"> فأتى بالعجل إلى غيضة (مزرعة)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اللّهمّ إنّي استودعك هذه العجلة لابني حتّى يكبر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ومات الرجل</w:t>
      </w:r>
      <w:r w:rsidR="008A60E8">
        <w:rPr>
          <w:rtl/>
        </w:rPr>
        <w:t>،</w:t>
      </w:r>
      <w:r>
        <w:rPr>
          <w:rtl/>
        </w:rPr>
        <w:t xml:space="preserve"> فشبّت العجلة في الغيضة وصارت عواناً</w:t>
      </w:r>
      <w:r w:rsidR="008A60E8">
        <w:rPr>
          <w:rtl/>
        </w:rPr>
        <w:t>،</w:t>
      </w:r>
      <w:r>
        <w:rPr>
          <w:rtl/>
        </w:rPr>
        <w:t xml:space="preserve"> وكانت تهرب من كلّ مَن رامها</w:t>
      </w:r>
      <w:r w:rsidR="008A60E8">
        <w:rPr>
          <w:rtl/>
        </w:rPr>
        <w:t>،</w:t>
      </w:r>
      <w:r>
        <w:rPr>
          <w:rtl/>
        </w:rPr>
        <w:t xml:space="preserve"> فلمّا كبر الصبي كان بارّاً بوالدته</w:t>
      </w:r>
      <w:r w:rsidR="008A60E8">
        <w:rPr>
          <w:rtl/>
        </w:rPr>
        <w:t>،</w:t>
      </w:r>
      <w:r>
        <w:rPr>
          <w:rtl/>
        </w:rPr>
        <w:t xml:space="preserve"> وكان يقسّم الليل ثلاثة أثلاث</w:t>
      </w:r>
      <w:r w:rsidR="008A60E8">
        <w:rPr>
          <w:rtl/>
        </w:rPr>
        <w:t>؛</w:t>
      </w:r>
      <w:r>
        <w:rPr>
          <w:rtl/>
        </w:rPr>
        <w:t xml:space="preserve"> يصلّي ثلثاً</w:t>
      </w:r>
      <w:r w:rsidR="008A60E8">
        <w:rPr>
          <w:rtl/>
        </w:rPr>
        <w:t>،</w:t>
      </w:r>
      <w:r>
        <w:rPr>
          <w:rtl/>
        </w:rPr>
        <w:t xml:space="preserve"> وينام ثلثاً</w:t>
      </w:r>
      <w:r w:rsidR="008A60E8">
        <w:rPr>
          <w:rtl/>
        </w:rPr>
        <w:t>،</w:t>
      </w:r>
      <w:r>
        <w:rPr>
          <w:rtl/>
        </w:rPr>
        <w:t xml:space="preserve"> ويجلس عند رأس اُمّه ثلثاً</w:t>
      </w:r>
      <w:r w:rsidR="008A60E8">
        <w:rPr>
          <w:rtl/>
        </w:rPr>
        <w:t>،</w:t>
      </w:r>
      <w:r>
        <w:rPr>
          <w:rtl/>
        </w:rPr>
        <w:t xml:space="preserve"> فإذا أصبح انطلق واحتطب على ظهره</w:t>
      </w:r>
      <w:r w:rsidR="008A60E8">
        <w:rPr>
          <w:rtl/>
        </w:rPr>
        <w:t>،</w:t>
      </w:r>
      <w:r>
        <w:rPr>
          <w:rtl/>
        </w:rPr>
        <w:t xml:space="preserve"> ويأتي السوق فيبيعه بما شاء</w:t>
      </w:r>
      <w:r w:rsidR="008A60E8">
        <w:rPr>
          <w:rtl/>
        </w:rPr>
        <w:t>،</w:t>
      </w:r>
      <w:r>
        <w:rPr>
          <w:rtl/>
        </w:rPr>
        <w:t xml:space="preserve"> ثمّ يتصدّق بثلثه</w:t>
      </w:r>
      <w:r w:rsidR="008A60E8">
        <w:rPr>
          <w:rtl/>
        </w:rPr>
        <w:t>،</w:t>
      </w:r>
      <w:r>
        <w:rPr>
          <w:rtl/>
        </w:rPr>
        <w:t xml:space="preserve"> ويأكل ثلثه</w:t>
      </w:r>
      <w:r w:rsidR="008A60E8">
        <w:rPr>
          <w:rtl/>
        </w:rPr>
        <w:t>،</w:t>
      </w:r>
      <w:r>
        <w:rPr>
          <w:rtl/>
        </w:rPr>
        <w:t xml:space="preserve"> ويعطي والدته ثلثاً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من دروس شيخنا الأستاذ</w:t>
      </w:r>
      <w:r w:rsidRPr="008A60E8">
        <w:rPr>
          <w:rtl/>
        </w:rPr>
        <w:t xml:space="preserve"> </w:t>
      </w:r>
      <w:r>
        <w:rPr>
          <w:rtl/>
        </w:rPr>
        <w:t>محمّد سعيد</w:t>
      </w:r>
      <w:r w:rsidRPr="008A60E8">
        <w:rPr>
          <w:rtl/>
        </w:rPr>
        <w:t xml:space="preserve"> </w:t>
      </w:r>
      <w:r>
        <w:rPr>
          <w:rtl/>
        </w:rPr>
        <w:t xml:space="preserve">المنصوري </w:t>
      </w:r>
      <w:r w:rsidR="00EE7E9B" w:rsidRPr="00EE7E9B">
        <w:rPr>
          <w:rStyle w:val="libAlaemChar"/>
          <w:rtl/>
        </w:rPr>
        <w:t>رحمه‌الله</w:t>
      </w:r>
      <w:r w:rsidR="008A60E8">
        <w:rPr>
          <w:rtl/>
        </w:rPr>
        <w:t>،</w:t>
      </w:r>
      <w:r>
        <w:rPr>
          <w:rtl/>
        </w:rPr>
        <w:t xml:space="preserve"> والآية (64) من سورة العنكبوت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العنكبوت / 64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فقالت له اُمّه يوماً</w:t>
      </w:r>
      <w:r w:rsidR="008A60E8">
        <w:rPr>
          <w:rtl/>
        </w:rPr>
        <w:t>:</w:t>
      </w:r>
      <w:r>
        <w:rPr>
          <w:rtl/>
        </w:rPr>
        <w:t xml:space="preserve"> إنّ أباك ورَّثك عِجلةً</w:t>
      </w:r>
      <w:r w:rsidR="008A60E8">
        <w:rPr>
          <w:rtl/>
        </w:rPr>
        <w:t>،</w:t>
      </w:r>
      <w:r>
        <w:rPr>
          <w:rtl/>
        </w:rPr>
        <w:t xml:space="preserve"> وذهب بها إلى غيضة كذا واستودعها</w:t>
      </w:r>
      <w:r w:rsidR="008A60E8">
        <w:rPr>
          <w:rtl/>
        </w:rPr>
        <w:t>،</w:t>
      </w:r>
      <w:r>
        <w:rPr>
          <w:rtl/>
        </w:rPr>
        <w:t xml:space="preserve"> فانطلق إليها وادع إله إبراهيم وإسماعيل وإسحاق أن يردّها عليك</w:t>
      </w:r>
      <w:r w:rsidR="008A60E8">
        <w:rPr>
          <w:rtl/>
        </w:rPr>
        <w:t>،</w:t>
      </w:r>
      <w:r>
        <w:rPr>
          <w:rtl/>
        </w:rPr>
        <w:t xml:space="preserve"> وإنّ من علامتها إنّك إذا نظرت إليها يخيّل إليك أنّ شعاع الشمس يخرج من جلدها</w:t>
      </w:r>
      <w:r w:rsidR="008A60E8">
        <w:rPr>
          <w:rtl/>
        </w:rPr>
        <w:t>،</w:t>
      </w:r>
      <w:r>
        <w:rPr>
          <w:rtl/>
        </w:rPr>
        <w:t xml:space="preserve"> وكانت تسمّى المذهّبة لحسنها وصفرتها وصفاء لونها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فأتى يعقوب الغيضة فرآها ترعى</w:t>
      </w:r>
      <w:r w:rsidR="008A60E8">
        <w:rPr>
          <w:rtl/>
        </w:rPr>
        <w:t>،</w:t>
      </w:r>
      <w:r>
        <w:rPr>
          <w:rtl/>
        </w:rPr>
        <w:t xml:space="preserve"> فصاح بها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أعزم عليك بإله إبراهيم وإسماعيل ويعقوب</w:t>
      </w:r>
      <w:r w:rsidR="008A60E8">
        <w:rPr>
          <w:rtl/>
        </w:rPr>
        <w:t>.</w:t>
      </w:r>
      <w:r>
        <w:rPr>
          <w:rtl/>
        </w:rPr>
        <w:t xml:space="preserve"> فأقبلت تسعى حتّى قامت بين يديه</w:t>
      </w:r>
      <w:r w:rsidR="008A60E8">
        <w:rPr>
          <w:rtl/>
        </w:rPr>
        <w:t>،</w:t>
      </w:r>
      <w:r>
        <w:rPr>
          <w:rtl/>
        </w:rPr>
        <w:t xml:space="preserve"> فقبض على عنقها وقادها</w:t>
      </w:r>
      <w:r w:rsidR="008A60E8">
        <w:rPr>
          <w:rtl/>
        </w:rPr>
        <w:t>،</w:t>
      </w:r>
      <w:r>
        <w:rPr>
          <w:rtl/>
        </w:rPr>
        <w:t xml:space="preserve"> فتكلّمت البقرة بإذن الله تعالى وقالت</w:t>
      </w:r>
      <w:r w:rsidR="008A60E8">
        <w:rPr>
          <w:rtl/>
        </w:rPr>
        <w:t>:</w:t>
      </w:r>
      <w:r>
        <w:rPr>
          <w:rtl/>
        </w:rPr>
        <w:t xml:space="preserve"> أيّها الفتى البار بوالدته</w:t>
      </w:r>
      <w:r w:rsidR="008A60E8">
        <w:rPr>
          <w:rtl/>
        </w:rPr>
        <w:t>،</w:t>
      </w:r>
      <w:r>
        <w:rPr>
          <w:rtl/>
        </w:rPr>
        <w:t xml:space="preserve"> اركبني</w:t>
      </w:r>
      <w:r w:rsidR="008A60E8">
        <w:rPr>
          <w:rtl/>
        </w:rPr>
        <w:t>؛</w:t>
      </w:r>
      <w:r>
        <w:rPr>
          <w:rtl/>
        </w:rPr>
        <w:t xml:space="preserve"> فإن ذلك أهون عليك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الفتى</w:t>
      </w:r>
      <w:r w:rsidR="008A60E8">
        <w:rPr>
          <w:rtl/>
        </w:rPr>
        <w:t>:</w:t>
      </w:r>
      <w:r>
        <w:rPr>
          <w:rtl/>
        </w:rPr>
        <w:t xml:space="preserve"> إنّ أُمّي لم تأمرني بذلك</w:t>
      </w:r>
      <w:r w:rsidR="008A60E8">
        <w:rPr>
          <w:rtl/>
        </w:rPr>
        <w:t>،</w:t>
      </w:r>
      <w:r>
        <w:rPr>
          <w:rtl/>
        </w:rPr>
        <w:t xml:space="preserve"> ولكن قالت</w:t>
      </w:r>
      <w:r w:rsidR="008A60E8">
        <w:rPr>
          <w:rtl/>
        </w:rPr>
        <w:t>:</w:t>
      </w:r>
      <w:r>
        <w:rPr>
          <w:rtl/>
        </w:rPr>
        <w:t xml:space="preserve"> خذ بعنقها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قالت البقرة</w:t>
      </w:r>
      <w:r w:rsidR="008A60E8">
        <w:rPr>
          <w:rtl/>
        </w:rPr>
        <w:t>:</w:t>
      </w:r>
      <w:r>
        <w:rPr>
          <w:rtl/>
        </w:rPr>
        <w:t xml:space="preserve"> بإله إسرائيل</w:t>
      </w:r>
      <w:r w:rsidR="008A60E8">
        <w:rPr>
          <w:rtl/>
        </w:rPr>
        <w:t>،</w:t>
      </w:r>
      <w:r>
        <w:rPr>
          <w:rtl/>
        </w:rPr>
        <w:t xml:space="preserve"> بنبيّ إسرائيل لو ركبتني ما كنت تقدر عليَّ أبداً</w:t>
      </w:r>
      <w:r w:rsidR="008A60E8">
        <w:rPr>
          <w:rtl/>
        </w:rPr>
        <w:t>،</w:t>
      </w:r>
      <w:r>
        <w:rPr>
          <w:rtl/>
        </w:rPr>
        <w:t xml:space="preserve"> فانطلق فإنّك لو ركبتني أمرت الجبل أن يقتلع من أصله وينطلق معك لفعل</w:t>
      </w:r>
      <w:r w:rsidR="008A60E8">
        <w:rPr>
          <w:rtl/>
        </w:rPr>
        <w:t>؛</w:t>
      </w:r>
      <w:r>
        <w:rPr>
          <w:rtl/>
        </w:rPr>
        <w:t xml:space="preserve"> لبرّك بوالدتك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فسار الفتى بها</w:t>
      </w:r>
      <w:r w:rsidR="008A60E8">
        <w:rPr>
          <w:rtl/>
        </w:rPr>
        <w:t>،</w:t>
      </w:r>
      <w:r>
        <w:rPr>
          <w:rtl/>
        </w:rPr>
        <w:t xml:space="preserve"> فاستقبله عدوّ الله إبليس في صورة راع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أيّها الفتى</w:t>
      </w:r>
      <w:r w:rsidR="008A60E8">
        <w:rPr>
          <w:rtl/>
        </w:rPr>
        <w:t>،</w:t>
      </w:r>
      <w:r>
        <w:rPr>
          <w:rtl/>
        </w:rPr>
        <w:t xml:space="preserve"> إنّي رجل من رعاة البقرة</w:t>
      </w:r>
      <w:r w:rsidR="008A60E8">
        <w:rPr>
          <w:rtl/>
        </w:rPr>
        <w:t>،</w:t>
      </w:r>
      <w:r>
        <w:rPr>
          <w:rtl/>
        </w:rPr>
        <w:t xml:space="preserve"> اشتقت إلى أهلي</w:t>
      </w:r>
      <w:r w:rsidR="008A60E8">
        <w:rPr>
          <w:rtl/>
        </w:rPr>
        <w:t>،</w:t>
      </w:r>
      <w:r>
        <w:rPr>
          <w:rtl/>
        </w:rPr>
        <w:t xml:space="preserve"> فأخذت ثوراً من ثيراني فحملت عليه زادي ومتاعي حتّى إذا بلغت شطر الطريق ذهبت لأقضي حاجتي</w:t>
      </w:r>
      <w:r w:rsidR="008A60E8">
        <w:rPr>
          <w:rtl/>
        </w:rPr>
        <w:t>،</w:t>
      </w:r>
      <w:r>
        <w:rPr>
          <w:rtl/>
        </w:rPr>
        <w:t xml:space="preserve"> فقد أوسط الجبل وما قدرت عليه</w:t>
      </w:r>
      <w:r w:rsidR="008A60E8">
        <w:rPr>
          <w:rtl/>
        </w:rPr>
        <w:t>،</w:t>
      </w:r>
      <w:r>
        <w:rPr>
          <w:rtl/>
        </w:rPr>
        <w:t xml:space="preserve"> وإنّي أخشى على نفسي الهلكة</w:t>
      </w:r>
      <w:r w:rsidR="008A60E8">
        <w:rPr>
          <w:rtl/>
        </w:rPr>
        <w:t>،</w:t>
      </w:r>
      <w:r>
        <w:rPr>
          <w:rtl/>
        </w:rPr>
        <w:t xml:space="preserve"> فإن رأيت أن تحملني على بقرتك وتنجيني من الموت</w:t>
      </w:r>
      <w:r w:rsidR="008A60E8">
        <w:rPr>
          <w:rtl/>
        </w:rPr>
        <w:t>،</w:t>
      </w:r>
      <w:r>
        <w:rPr>
          <w:rtl/>
        </w:rPr>
        <w:t xml:space="preserve"> وأعطيك أجرها بقرتين مثل بقرتك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فلم يفعل الفتى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اذهب فتوكّل على الله</w:t>
      </w:r>
      <w:r w:rsidR="008A60E8">
        <w:rPr>
          <w:rtl/>
        </w:rPr>
        <w:t>،</w:t>
      </w:r>
      <w:r>
        <w:rPr>
          <w:rtl/>
        </w:rPr>
        <w:t xml:space="preserve"> ولو علم منك اليقين لبلغك بلا زاد ولا راحلة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إبليس</w:t>
      </w:r>
      <w:r w:rsidR="008A60E8">
        <w:rPr>
          <w:rtl/>
        </w:rPr>
        <w:t>:</w:t>
      </w:r>
      <w:r>
        <w:rPr>
          <w:rtl/>
        </w:rPr>
        <w:t xml:space="preserve"> إن شئت فبعنيها بحكمك</w:t>
      </w:r>
      <w:r w:rsidR="008A60E8">
        <w:rPr>
          <w:rtl/>
        </w:rPr>
        <w:t>،</w:t>
      </w:r>
      <w:r>
        <w:rPr>
          <w:rtl/>
        </w:rPr>
        <w:t xml:space="preserve"> وإن شئت فاحملني عليها وأعطيك عشرة مثلها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فقال الفتى</w:t>
      </w:r>
      <w:r w:rsidR="008A60E8">
        <w:rPr>
          <w:rtl/>
        </w:rPr>
        <w:t>:</w:t>
      </w:r>
      <w:r>
        <w:rPr>
          <w:rtl/>
        </w:rPr>
        <w:t xml:space="preserve"> إنّ أُمّي لم تأمرني بذلك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فبينما الفتى كذلك إذ طار طائر بين يدي البقرة فهربت البقرة في الفلاة وغاب الراعي</w:t>
      </w:r>
      <w:r w:rsidR="008A60E8">
        <w:rPr>
          <w:rtl/>
        </w:rPr>
        <w:t>،</w:t>
      </w:r>
      <w:r>
        <w:rPr>
          <w:rtl/>
        </w:rPr>
        <w:t xml:space="preserve"> فدعا الفتى باسم إله إبراهيم فرجعت البقرة إليه</w:t>
      </w:r>
      <w:r w:rsidR="008A60E8">
        <w:rPr>
          <w:rtl/>
        </w:rPr>
        <w:t>،</w:t>
      </w:r>
      <w:r>
        <w:rPr>
          <w:rtl/>
        </w:rPr>
        <w:t xml:space="preserve"> فقالت</w:t>
      </w:r>
      <w:r w:rsidR="008A60E8">
        <w:rPr>
          <w:rtl/>
        </w:rPr>
        <w:t>:</w:t>
      </w:r>
      <w:r>
        <w:rPr>
          <w:rtl/>
        </w:rPr>
        <w:t xml:space="preserve"> أيّها الفتى البارّ بوالدته</w:t>
      </w:r>
      <w:r w:rsidR="008A60E8">
        <w:rPr>
          <w:rtl/>
        </w:rPr>
        <w:t>،</w:t>
      </w:r>
      <w:r>
        <w:rPr>
          <w:rtl/>
        </w:rPr>
        <w:t xml:space="preserve"> لا تمرّ إلى الطائر الذي طار فإنّه إبليس عدوّ الله اختلسني</w:t>
      </w:r>
      <w:r w:rsidR="008A60E8">
        <w:rPr>
          <w:rtl/>
        </w:rPr>
        <w:t>،</w:t>
      </w:r>
      <w:r>
        <w:rPr>
          <w:rtl/>
        </w:rPr>
        <w:t xml:space="preserve"> أما إنّه لو ركبني لما قدرت عليه أبداً</w:t>
      </w:r>
      <w:r w:rsidR="008A60E8">
        <w:rPr>
          <w:rtl/>
        </w:rPr>
        <w:t>،</w:t>
      </w:r>
      <w:r>
        <w:rPr>
          <w:rtl/>
        </w:rPr>
        <w:t xml:space="preserve"> فلمّا دعوت إله إبراهيم جاء ملك فانتزعني من يد إبليس وردّني إليك</w:t>
      </w:r>
      <w:r w:rsidR="008A60E8">
        <w:rPr>
          <w:rtl/>
        </w:rPr>
        <w:t>؛</w:t>
      </w:r>
      <w:r>
        <w:rPr>
          <w:rtl/>
        </w:rPr>
        <w:t xml:space="preserve"> ببرّك بأمّك وطاعتك لها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فجاء الفتى إلى اُمّه</w:t>
      </w:r>
      <w:r w:rsidR="008A60E8">
        <w:rPr>
          <w:rtl/>
        </w:rPr>
        <w:t>،</w:t>
      </w:r>
      <w:r>
        <w:rPr>
          <w:rtl/>
        </w:rPr>
        <w:t xml:space="preserve"> فقالت له</w:t>
      </w:r>
      <w:r w:rsidR="008A60E8">
        <w:rPr>
          <w:rtl/>
        </w:rPr>
        <w:t>:</w:t>
      </w:r>
      <w:r>
        <w:rPr>
          <w:rtl/>
        </w:rPr>
        <w:t xml:space="preserve"> إنّك فقير لا مال لك</w:t>
      </w:r>
      <w:r w:rsidR="008A60E8">
        <w:rPr>
          <w:rtl/>
        </w:rPr>
        <w:t>،</w:t>
      </w:r>
      <w:r>
        <w:rPr>
          <w:rtl/>
        </w:rPr>
        <w:t xml:space="preserve"> ويشقّ عليك الاحتطاب بالنهار والقيام بالليل</w:t>
      </w:r>
      <w:r w:rsidR="008A60E8">
        <w:rPr>
          <w:rtl/>
        </w:rPr>
        <w:t>،</w:t>
      </w:r>
      <w:r>
        <w:rPr>
          <w:rtl/>
        </w:rPr>
        <w:t xml:space="preserve"> فانطلق فبع هذه البقرة وخذ ثمنها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لأمّه</w:t>
      </w:r>
      <w:r w:rsidR="008A60E8">
        <w:rPr>
          <w:rtl/>
        </w:rPr>
        <w:t>:</w:t>
      </w:r>
      <w:r>
        <w:rPr>
          <w:rtl/>
        </w:rPr>
        <w:t xml:space="preserve"> بكم أبيعها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بثلاثة دنانير</w:t>
      </w:r>
      <w:r w:rsidR="008A60E8">
        <w:rPr>
          <w:rtl/>
        </w:rPr>
        <w:t>،</w:t>
      </w:r>
      <w:r>
        <w:rPr>
          <w:rtl/>
        </w:rPr>
        <w:t xml:space="preserve"> ولا تبعها بغير رضاي ومشورتي</w:t>
      </w:r>
      <w:r w:rsidR="008A60E8">
        <w:rPr>
          <w:rtl/>
        </w:rPr>
        <w:t>.</w:t>
      </w:r>
      <w:r>
        <w:rPr>
          <w:rtl/>
        </w:rPr>
        <w:t xml:space="preserve"> وكان ثمن البقرة في ذلك الوقت ثلاثة دنانير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فانطلق الفتى إلى السوق</w:t>
      </w:r>
      <w:r w:rsidR="008A60E8">
        <w:rPr>
          <w:rtl/>
        </w:rPr>
        <w:t>،</w:t>
      </w:r>
      <w:r>
        <w:rPr>
          <w:rtl/>
        </w:rPr>
        <w:t xml:space="preserve"> فعقبه الله سبحانه ملكاً ليرى خلقه وقدرته</w:t>
      </w:r>
      <w:r w:rsidR="008A60E8">
        <w:rPr>
          <w:rtl/>
        </w:rPr>
        <w:t>؛</w:t>
      </w:r>
      <w:r>
        <w:rPr>
          <w:rtl/>
        </w:rPr>
        <w:t xml:space="preserve"> ليختبر الفتى كيف برّه بوالدته</w:t>
      </w:r>
      <w:r w:rsidR="008A60E8">
        <w:rPr>
          <w:rtl/>
        </w:rPr>
        <w:t>،</w:t>
      </w:r>
      <w:r>
        <w:rPr>
          <w:rtl/>
        </w:rPr>
        <w:t xml:space="preserve"> وكان الله به خبيراً</w:t>
      </w:r>
      <w:r w:rsidR="008A60E8">
        <w:rPr>
          <w:rtl/>
        </w:rPr>
        <w:t>.</w:t>
      </w:r>
      <w:r>
        <w:rPr>
          <w:rtl/>
        </w:rPr>
        <w:t xml:space="preserve"> فقال له الملك</w:t>
      </w:r>
      <w:r w:rsidR="008A60E8">
        <w:rPr>
          <w:rtl/>
        </w:rPr>
        <w:t>:</w:t>
      </w:r>
      <w:r>
        <w:rPr>
          <w:rtl/>
        </w:rPr>
        <w:t xml:space="preserve"> بكم تبيع هذه البقرة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بثلاثة دنانير</w:t>
      </w:r>
      <w:r w:rsidR="008A60E8">
        <w:rPr>
          <w:rtl/>
        </w:rPr>
        <w:t>،</w:t>
      </w:r>
      <w:r>
        <w:rPr>
          <w:rtl/>
        </w:rPr>
        <w:t xml:space="preserve"> وأشترط عليك رضا اُمّي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 الملك</w:t>
      </w:r>
      <w:r w:rsidR="008A60E8">
        <w:rPr>
          <w:rtl/>
        </w:rPr>
        <w:t>:</w:t>
      </w:r>
      <w:r>
        <w:rPr>
          <w:rtl/>
        </w:rPr>
        <w:t xml:space="preserve"> ستة دنانير ولا تستأمر اُمّك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 الفتى</w:t>
      </w:r>
      <w:r w:rsidR="008A60E8">
        <w:rPr>
          <w:rtl/>
        </w:rPr>
        <w:t>:</w:t>
      </w:r>
      <w:r>
        <w:rPr>
          <w:rtl/>
        </w:rPr>
        <w:t xml:space="preserve"> لو أعطيتني وزنها ذهباً لم آخذه إلاّ برضا اُمّي</w:t>
      </w:r>
      <w:r w:rsidR="008A60E8">
        <w:rPr>
          <w:rtl/>
        </w:rPr>
        <w:t>.</w:t>
      </w:r>
      <w:r>
        <w:rPr>
          <w:rtl/>
        </w:rPr>
        <w:t xml:space="preserve"> فردّها إلى اُمّه وأخبرها بالثمن</w:t>
      </w:r>
      <w:r w:rsidR="008A60E8">
        <w:rPr>
          <w:rtl/>
        </w:rPr>
        <w:t>،</w:t>
      </w:r>
      <w:r>
        <w:rPr>
          <w:rtl/>
        </w:rPr>
        <w:t xml:space="preserve"> فقالت</w:t>
      </w:r>
      <w:r w:rsidR="008A60E8">
        <w:rPr>
          <w:rtl/>
        </w:rPr>
        <w:t>:</w:t>
      </w:r>
      <w:r>
        <w:rPr>
          <w:rtl/>
        </w:rPr>
        <w:t xml:space="preserve"> ارجع فبعها بستة دنانير على رضايتي</w:t>
      </w:r>
      <w:r w:rsidR="008A60E8">
        <w:rPr>
          <w:rtl/>
        </w:rPr>
        <w:t>.</w:t>
      </w:r>
      <w:r>
        <w:rPr>
          <w:rtl/>
        </w:rPr>
        <w:t xml:space="preserve"> فانطلق بالبقرة إلى السوق</w:t>
      </w:r>
      <w:r w:rsidR="008A60E8">
        <w:rPr>
          <w:rtl/>
        </w:rPr>
        <w:t>،</w:t>
      </w:r>
      <w:r>
        <w:rPr>
          <w:rtl/>
        </w:rPr>
        <w:t xml:space="preserve"> فأتى الملك فقال</w:t>
      </w:r>
      <w:r w:rsidR="008A60E8">
        <w:rPr>
          <w:rtl/>
        </w:rPr>
        <w:t>:</w:t>
      </w:r>
      <w:r>
        <w:rPr>
          <w:rtl/>
        </w:rPr>
        <w:t xml:space="preserve"> استأمرت والدتك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الفتى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،</w:t>
      </w:r>
      <w:r>
        <w:rPr>
          <w:rtl/>
        </w:rPr>
        <w:t xml:space="preserve"> إنّها أمرتني أن لا أنقصها عن ستة دنانير على أن أستأمرها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له الملك</w:t>
      </w:r>
      <w:r w:rsidR="008A60E8">
        <w:rPr>
          <w:rtl/>
        </w:rPr>
        <w:t>:</w:t>
      </w:r>
      <w:r>
        <w:rPr>
          <w:rtl/>
        </w:rPr>
        <w:t xml:space="preserve"> تأتي اُعطيك اثني عشر على أن لا تستأمرها</w:t>
      </w:r>
      <w:r w:rsidR="008A60E8">
        <w:rPr>
          <w:rtl/>
        </w:rPr>
        <w:t>.</w:t>
      </w:r>
      <w:r>
        <w:rPr>
          <w:rtl/>
        </w:rPr>
        <w:t xml:space="preserve"> فأبي الفتى ورجع إلى اُمّه وأخبرها بذلك</w:t>
      </w:r>
      <w:r w:rsidR="008A60E8">
        <w:rPr>
          <w:rtl/>
        </w:rPr>
        <w:t>،</w:t>
      </w:r>
      <w:r>
        <w:rPr>
          <w:rtl/>
        </w:rPr>
        <w:t xml:space="preserve"> فقالت</w:t>
      </w:r>
      <w:r w:rsidR="008A60E8">
        <w:rPr>
          <w:rtl/>
        </w:rPr>
        <w:t>:</w:t>
      </w:r>
      <w:r>
        <w:rPr>
          <w:rtl/>
        </w:rPr>
        <w:t xml:space="preserve"> إنّ ذلك الرجل الذي يأتيك هو ملك من الملائكة يأتيك في صورة آدمي ليجرّبك</w:t>
      </w:r>
      <w:r w:rsidR="008A60E8">
        <w:rPr>
          <w:rtl/>
        </w:rPr>
        <w:t>،</w:t>
      </w:r>
      <w:r>
        <w:rPr>
          <w:rtl/>
        </w:rPr>
        <w:t xml:space="preserve"> فإذا أتاك فقل له</w:t>
      </w:r>
      <w:r w:rsidR="008A60E8">
        <w:rPr>
          <w:rtl/>
        </w:rPr>
        <w:t>:</w:t>
      </w:r>
      <w:r>
        <w:rPr>
          <w:rtl/>
        </w:rPr>
        <w:t xml:space="preserve"> أتأمر أن نبيع هذه البقرة أم لا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ففعل ذلك</w:t>
      </w:r>
      <w:r w:rsidR="008A60E8">
        <w:rPr>
          <w:rtl/>
        </w:rPr>
        <w:t>،</w:t>
      </w:r>
      <w:r>
        <w:rPr>
          <w:rtl/>
        </w:rPr>
        <w:t xml:space="preserve"> فقال الملك</w:t>
      </w:r>
      <w:r w:rsidR="008A60E8">
        <w:rPr>
          <w:rtl/>
        </w:rPr>
        <w:t>:</w:t>
      </w:r>
      <w:r>
        <w:rPr>
          <w:rtl/>
        </w:rPr>
        <w:t xml:space="preserve"> اذهب إلى اُمّك وقل لها</w:t>
      </w:r>
      <w:r w:rsidR="008A60E8">
        <w:rPr>
          <w:rtl/>
        </w:rPr>
        <w:t>:</w:t>
      </w:r>
      <w:r>
        <w:rPr>
          <w:rtl/>
        </w:rPr>
        <w:t xml:space="preserve"> أمسكي هذه البقرة</w:t>
      </w:r>
      <w:r w:rsidR="008A60E8">
        <w:rPr>
          <w:rtl/>
        </w:rPr>
        <w:t>،</w:t>
      </w:r>
      <w:r>
        <w:rPr>
          <w:rtl/>
        </w:rPr>
        <w:t xml:space="preserve"> فإنّ موسى يشتريها منك لقتيل يُقتل في بني إسرائيل</w:t>
      </w:r>
      <w:r w:rsidR="008A60E8">
        <w:rPr>
          <w:rtl/>
        </w:rPr>
        <w:t>،</w:t>
      </w:r>
      <w:r>
        <w:rPr>
          <w:rtl/>
        </w:rPr>
        <w:t xml:space="preserve"> فلا تبيعوها إلاّ بملأ جلدها دنانير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فأمسكوا تلك البقرة</w:t>
      </w:r>
      <w:r w:rsidR="008A60E8">
        <w:rPr>
          <w:rtl/>
        </w:rPr>
        <w:t>،</w:t>
      </w:r>
      <w:r>
        <w:rPr>
          <w:rtl/>
        </w:rPr>
        <w:t xml:space="preserve"> وقد أراد الله تعالى على بني إسرائيل ذبح البقرة بعينها</w:t>
      </w:r>
      <w:r w:rsidR="008A60E8">
        <w:rPr>
          <w:rtl/>
        </w:rPr>
        <w:t>؛</w:t>
      </w:r>
      <w:r>
        <w:rPr>
          <w:rtl/>
        </w:rPr>
        <w:t xml:space="preserve"> مكافأة على برّه بوالدته</w:t>
      </w:r>
      <w:r w:rsidR="008A60E8">
        <w:rPr>
          <w:rtl/>
        </w:rPr>
        <w:t>؛</w:t>
      </w:r>
      <w:r>
        <w:rPr>
          <w:rtl/>
        </w:rPr>
        <w:t xml:space="preserve"> فضلاً منه ورحمة</w:t>
      </w:r>
      <w:r w:rsidR="008A60E8">
        <w:rPr>
          <w:rtl/>
        </w:rPr>
        <w:t>،</w:t>
      </w:r>
      <w:r>
        <w:rPr>
          <w:rtl/>
        </w:rPr>
        <w:t xml:space="preserve"> فطلبوها فوجدوها عند الفتى</w:t>
      </w:r>
      <w:r w:rsidR="008A60E8">
        <w:rPr>
          <w:rtl/>
        </w:rPr>
        <w:t>،</w:t>
      </w:r>
      <w:r>
        <w:rPr>
          <w:rtl/>
        </w:rPr>
        <w:t xml:space="preserve"> فاشتروها بملأ مسكها</w:t>
      </w:r>
      <w:r w:rsidR="00EE7E9B">
        <w:rPr>
          <w:rtl/>
        </w:rPr>
        <w:t xml:space="preserve"> - </w:t>
      </w:r>
      <w:r>
        <w:rPr>
          <w:rtl/>
        </w:rPr>
        <w:t>جلدها</w:t>
      </w:r>
      <w:r w:rsidR="00EE7E9B">
        <w:rPr>
          <w:rtl/>
        </w:rPr>
        <w:t xml:space="preserve"> - </w:t>
      </w:r>
      <w:r>
        <w:rPr>
          <w:rtl/>
        </w:rPr>
        <w:t>ذهباً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هذا نموذج بسيط زائل في الحياة الدنيا لمَنْ برَّ بوالدته</w:t>
      </w:r>
      <w:r w:rsidR="008A60E8">
        <w:rPr>
          <w:rtl/>
        </w:rPr>
        <w:t>،</w:t>
      </w:r>
      <w:r>
        <w:rPr>
          <w:rtl/>
        </w:rPr>
        <w:t xml:space="preserve"> وأمّا ما أعدّ الله له في الآخرة فلا يعلمه إلاّ هو (عزّ وجلّ)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والآية التي افتتحنا بها المجلس جامعة مانعة</w:t>
      </w:r>
      <w:r w:rsidR="008A60E8">
        <w:rPr>
          <w:rtl/>
        </w:rPr>
        <w:t>،</w:t>
      </w:r>
      <w:r>
        <w:rPr>
          <w:rtl/>
        </w:rPr>
        <w:t xml:space="preserve"> قالت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وَقَضَى رَبُّكَ أَلاَّ تَعْبُدُواْ إِلاَّ إِيَّاهُ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  <w:r>
        <w:rPr>
          <w:rtl/>
        </w:rPr>
        <w:t>أوّل ما حكمت به وألزمت وفصّلت ووضعت الحدّ والنهاية في أن لا تعبدوا إلاّ الله تبارك وتعالى</w:t>
      </w:r>
      <w:r w:rsidR="008A60E8">
        <w:rPr>
          <w:rtl/>
        </w:rPr>
        <w:t>،</w:t>
      </w:r>
      <w:r>
        <w:rPr>
          <w:rtl/>
        </w:rPr>
        <w:t xml:space="preserve"> أمر منه (عزّ وجلّ) بأن لا نعبد إلاّ إيّاه جلّ جلاله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فأمر الله تبارك وتعالى بإخلاص العبادة له (عزّ وجلّ)</w:t>
      </w:r>
      <w:r w:rsidR="008A60E8">
        <w:rPr>
          <w:rtl/>
        </w:rPr>
        <w:t>؛</w:t>
      </w:r>
      <w:r>
        <w:rPr>
          <w:rtl/>
        </w:rPr>
        <w:t xml:space="preserve"> لأنّها أوجب الواجبات</w:t>
      </w:r>
      <w:r w:rsidR="008A60E8">
        <w:rPr>
          <w:rtl/>
        </w:rPr>
        <w:t>،</w:t>
      </w:r>
      <w:r>
        <w:rPr>
          <w:rtl/>
        </w:rPr>
        <w:t xml:space="preserve"> كما إنّ معصيته وهو الشرك بالله سبحانه أكبر الكبائر الموبقة</w:t>
      </w:r>
      <w:r w:rsidR="008A60E8">
        <w:rPr>
          <w:rtl/>
        </w:rPr>
        <w:t>،</w:t>
      </w:r>
      <w:r>
        <w:rPr>
          <w:rtl/>
        </w:rPr>
        <w:t xml:space="preserve"> وإلى الشرك تعود جميع المعاصي بحسب التحليل</w:t>
      </w:r>
      <w:r w:rsidR="008A60E8">
        <w:rPr>
          <w:rtl/>
        </w:rPr>
        <w:t>؛</w:t>
      </w:r>
      <w:r>
        <w:rPr>
          <w:rtl/>
        </w:rPr>
        <w:t xml:space="preserve"> ولعظم هذا الأمر قدّمه الباري (عزّ وجلّ) على جميع الأحكام الخطيرة شأناً</w:t>
      </w:r>
      <w:r w:rsidR="008A60E8">
        <w:rPr>
          <w:rtl/>
        </w:rPr>
        <w:t>؛</w:t>
      </w:r>
      <w:r>
        <w:rPr>
          <w:rtl/>
        </w:rPr>
        <w:t xml:space="preserve"> كعقوق الوالدين</w:t>
      </w:r>
      <w:r w:rsidR="008A60E8">
        <w:rPr>
          <w:rtl/>
        </w:rPr>
        <w:t>،</w:t>
      </w:r>
      <w:r>
        <w:rPr>
          <w:rtl/>
        </w:rPr>
        <w:t xml:space="preserve"> ومنع حقوقهما</w:t>
      </w:r>
      <w:r w:rsidR="008A60E8">
        <w:rPr>
          <w:rtl/>
        </w:rPr>
        <w:t>،</w:t>
      </w:r>
      <w:r>
        <w:rPr>
          <w:rtl/>
        </w:rPr>
        <w:t xml:space="preserve"> والتبذير</w:t>
      </w:r>
      <w:r w:rsidR="008A60E8">
        <w:rPr>
          <w:rtl/>
        </w:rPr>
        <w:t>،</w:t>
      </w:r>
      <w:r>
        <w:rPr>
          <w:rtl/>
        </w:rPr>
        <w:t xml:space="preserve"> وقتل الأولاد</w:t>
      </w:r>
      <w:r w:rsidR="008A60E8">
        <w:rPr>
          <w:rtl/>
        </w:rPr>
        <w:t>،</w:t>
      </w:r>
      <w:r>
        <w:rPr>
          <w:rtl/>
        </w:rPr>
        <w:t xml:space="preserve"> والزنا</w:t>
      </w:r>
      <w:r w:rsidR="008A60E8">
        <w:rPr>
          <w:rtl/>
        </w:rPr>
        <w:t>،</w:t>
      </w:r>
      <w:r>
        <w:rPr>
          <w:rtl/>
        </w:rPr>
        <w:t xml:space="preserve"> وقتل النفس المحترمة إلى غير ذلك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ثمّ انتقلت الآية</w:t>
      </w:r>
      <w:r w:rsidR="00EE7E9B">
        <w:rPr>
          <w:rtl/>
        </w:rPr>
        <w:t xml:space="preserve"> - </w:t>
      </w:r>
      <w:r>
        <w:rPr>
          <w:rtl/>
        </w:rPr>
        <w:t>بعد الأمر بالتوحيد</w:t>
      </w:r>
      <w:r w:rsidR="00EE7E9B">
        <w:rPr>
          <w:rtl/>
        </w:rPr>
        <w:t xml:space="preserve"> - </w:t>
      </w:r>
      <w:r>
        <w:rPr>
          <w:rtl/>
        </w:rPr>
        <w:t>إلى حكم آخر يأتي بالمرتبة الثانية من الأهمية بعد التوحيد لله تبارك وتعالى</w:t>
      </w:r>
      <w:r w:rsidR="008A60E8">
        <w:rPr>
          <w:rtl/>
        </w:rPr>
        <w:t>،</w:t>
      </w:r>
      <w:r>
        <w:rPr>
          <w:rtl/>
        </w:rPr>
        <w:t xml:space="preserve"> وهو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وبالوالدين إحساناً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بمعنى وقضى ربّك ألا تعبدوا إلاّ إيّاه</w:t>
      </w:r>
      <w:r w:rsidR="008A60E8">
        <w:rPr>
          <w:rtl/>
        </w:rPr>
        <w:t>،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بحار الأنوار 13</w:t>
      </w:r>
      <w:r w:rsidRPr="008A60E8">
        <w:rPr>
          <w:rtl/>
        </w:rPr>
        <w:t xml:space="preserve"> / 275</w:t>
      </w:r>
      <w:r w:rsidR="008A60E8">
        <w:rPr>
          <w:rtl/>
        </w:rPr>
        <w:t>،</w:t>
      </w:r>
      <w:r>
        <w:rPr>
          <w:rtl/>
        </w:rPr>
        <w:t xml:space="preserve"> قصص الأنبياء</w:t>
      </w:r>
      <w:r w:rsidR="00EE7E9B">
        <w:rPr>
          <w:rtl/>
        </w:rPr>
        <w:t xml:space="preserve"> - </w:t>
      </w:r>
      <w:r>
        <w:rPr>
          <w:rtl/>
        </w:rPr>
        <w:t>الجزائري / 326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وقضى ربّك بأن تُحسنوا بالوالدين إحساناً</w:t>
      </w:r>
      <w:r w:rsidR="008A60E8">
        <w:rPr>
          <w:rtl/>
        </w:rPr>
        <w:t>.</w:t>
      </w:r>
      <w:r>
        <w:rPr>
          <w:rtl/>
        </w:rPr>
        <w:t xml:space="preserve"> والإحسان يقابل الإساءة كما هو معلوم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وهذا بعد التوحيد لله من أوجب الواجبات</w:t>
      </w:r>
      <w:r w:rsidR="008A60E8">
        <w:rPr>
          <w:rtl/>
        </w:rPr>
        <w:t>،</w:t>
      </w:r>
      <w:r>
        <w:rPr>
          <w:rtl/>
        </w:rPr>
        <w:t xml:space="preserve"> كما إنّ عقوقهما من أكبر الكبائر على سائر الأحكام المذكورة المعدودة</w:t>
      </w:r>
      <w:r w:rsidR="008A60E8">
        <w:rPr>
          <w:rtl/>
        </w:rPr>
        <w:t>،</w:t>
      </w:r>
      <w:r>
        <w:rPr>
          <w:rtl/>
        </w:rPr>
        <w:t xml:space="preserve"> وكذلك فعل عزَّ وجلَّ في عدّة مواضع من كلامه تبارك وتعالى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ثمّ انتقلت الآية إلى أمر آخر وحقيقة أخرى حيث قالت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إِمَّا يَبْلُغَنَّ عِندَكَ الْكِبَرَ أَحَدُهُمَا أَوكِلاَهُمَا فَلاَ تَقُل لَّهُمَآ أُفٍّ وَلاَ تَنْهَرْهُمَا وَقُل لَّهُمَا قَوْلاً كَرِيماً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بلوغ الكبر يعني بلوغ كبر السنّ</w:t>
      </w:r>
      <w:r w:rsidR="008A60E8">
        <w:rPr>
          <w:rtl/>
        </w:rPr>
        <w:t>،</w:t>
      </w:r>
      <w:r>
        <w:rPr>
          <w:rtl/>
        </w:rPr>
        <w:t xml:space="preserve"> واُف كلمة تفيد الضجر والانزجار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،</w:t>
      </w:r>
      <w:r>
        <w:rPr>
          <w:rtl/>
        </w:rPr>
        <w:t xml:space="preserve"> وقد ورد عن الإمام الرضا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عن أبيه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عن جدّه أبي عبد الله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لو علم الله كلمة أوجز في ترك عقوق الوالدين من (اُفٍّ) لأتى بها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وفي رواية اُخرى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أدنى العقوق أفٍّ</w:t>
      </w:r>
      <w:r w:rsidR="008A60E8">
        <w:rPr>
          <w:rtl/>
        </w:rPr>
        <w:t>،</w:t>
      </w:r>
      <w:r>
        <w:rPr>
          <w:rtl/>
        </w:rPr>
        <w:t xml:space="preserve"> ولو عَلِمَ الله شيئاً أيسر وأهون منه لنهى عنه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وتخصيص حالة الكبر بالذكر لكونها أشقّ الحالات التي تمرّ على الوالدين</w:t>
      </w:r>
      <w:r w:rsidR="008A60E8">
        <w:rPr>
          <w:rtl/>
        </w:rPr>
        <w:t>،</w:t>
      </w:r>
      <w:r>
        <w:rPr>
          <w:rtl/>
        </w:rPr>
        <w:t xml:space="preserve"> فيحسّان فيها الحاجة إلى إعانة الأولاد لهما</w:t>
      </w:r>
      <w:r w:rsidR="008A60E8">
        <w:rPr>
          <w:rtl/>
        </w:rPr>
        <w:t>،</w:t>
      </w:r>
      <w:r>
        <w:rPr>
          <w:rtl/>
        </w:rPr>
        <w:t xml:space="preserve"> وقيامهم بواجبات حياتهما التي يعجزان عن القيام بها</w:t>
      </w:r>
      <w:r w:rsidR="008A60E8">
        <w:rPr>
          <w:rtl/>
        </w:rPr>
        <w:t>،</w:t>
      </w:r>
      <w:r>
        <w:rPr>
          <w:rtl/>
        </w:rPr>
        <w:t xml:space="preserve"> وذلك من آمال الوالدين التي يأملانها من الأولاد حين يقومان بحضانتهم وتربيتهم في حال الصغر</w:t>
      </w:r>
      <w:r w:rsidR="008A60E8">
        <w:rPr>
          <w:rtl/>
        </w:rPr>
        <w:t>،</w:t>
      </w:r>
      <w:r>
        <w:rPr>
          <w:rtl/>
        </w:rPr>
        <w:t xml:space="preserve"> وفي وقت لا قدرة لهم على شيء من لوازم الحياة وواجباتها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فالآية تدلّ على وجوب إكرامهما ورعاية الأدب التام في معاشرتهما ومحاورتهما في جميع الأوقات</w:t>
      </w:r>
      <w:r w:rsidR="008A60E8">
        <w:rPr>
          <w:rtl/>
        </w:rPr>
        <w:t>،</w:t>
      </w:r>
      <w:r>
        <w:rPr>
          <w:rtl/>
        </w:rPr>
        <w:t xml:space="preserve"> وخاصة في وقت تشتدّ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 الميزان 13</w:t>
      </w:r>
      <w:r w:rsidRPr="008A60E8">
        <w:rPr>
          <w:rtl/>
        </w:rPr>
        <w:t xml:space="preserve"> / 79</w:t>
      </w:r>
      <w:r w:rsidR="00EE7E9B">
        <w:rPr>
          <w:rtl/>
        </w:rPr>
        <w:t xml:space="preserve"> - </w:t>
      </w:r>
      <w:r>
        <w:rPr>
          <w:rtl/>
        </w:rPr>
        <w:t>80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تفسير البرهان 4 / 548</w:t>
      </w:r>
      <w:r w:rsidR="008A60E8">
        <w:rPr>
          <w:rtl/>
        </w:rPr>
        <w:t>،</w:t>
      </w:r>
      <w:r>
        <w:rPr>
          <w:rtl/>
        </w:rPr>
        <w:t xml:space="preserve"> ح 12 و13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حاجتهما إلى ذلك</w:t>
      </w:r>
      <w:r w:rsidR="008A60E8">
        <w:rPr>
          <w:rtl/>
        </w:rPr>
        <w:t>،</w:t>
      </w:r>
      <w:r>
        <w:rPr>
          <w:rtl/>
        </w:rPr>
        <w:t xml:space="preserve"> وهو وقت بلوغ الكبر من أحدهما أوكليهما عند الولد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هذا كلّه في برّ الوالدين في حياتهما</w:t>
      </w:r>
      <w:r w:rsidR="008A60E8">
        <w:rPr>
          <w:rtl/>
        </w:rPr>
        <w:t>،</w:t>
      </w:r>
      <w:r>
        <w:rPr>
          <w:rtl/>
        </w:rPr>
        <w:t xml:space="preserve"> وأمّا بعد وفاتهما وانتقالهما إلى الدار الآخرة فهناك عدّة طرق لبرّهما</w:t>
      </w:r>
      <w:r w:rsidR="008A60E8">
        <w:rPr>
          <w:rtl/>
        </w:rPr>
        <w:t>،</w:t>
      </w:r>
      <w:r>
        <w:rPr>
          <w:rtl/>
        </w:rPr>
        <w:t xml:space="preserve"> منها</w:t>
      </w:r>
      <w:r w:rsidR="008A60E8">
        <w:rPr>
          <w:rtl/>
        </w:rPr>
        <w:t>:</w:t>
      </w:r>
      <w:r>
        <w:rPr>
          <w:rtl/>
        </w:rPr>
        <w:t xml:space="preserve"> أن يصلّي صلاة برّ الوالدين</w:t>
      </w:r>
      <w:r w:rsidR="008A60E8">
        <w:rPr>
          <w:rtl/>
        </w:rPr>
        <w:t>،</w:t>
      </w:r>
      <w:r>
        <w:rPr>
          <w:rtl/>
        </w:rPr>
        <w:t xml:space="preserve"> وهي ركعتان</w:t>
      </w:r>
      <w:r w:rsidR="008A60E8">
        <w:rPr>
          <w:rtl/>
        </w:rPr>
        <w:t>؛</w:t>
      </w:r>
      <w:r>
        <w:rPr>
          <w:rtl/>
        </w:rPr>
        <w:t xml:space="preserve"> يقرأ في الركعة الأولى</w:t>
      </w:r>
      <w:r w:rsidR="00EE7E9B">
        <w:rPr>
          <w:rtl/>
        </w:rPr>
        <w:t xml:space="preserve"> - </w:t>
      </w:r>
      <w:r>
        <w:rPr>
          <w:rtl/>
        </w:rPr>
        <w:t>بعد سورة الحمد</w:t>
      </w:r>
      <w:r w:rsidR="00EE7E9B">
        <w:rPr>
          <w:rtl/>
        </w:rPr>
        <w:t xml:space="preserve"> - </w:t>
      </w:r>
      <w:r>
        <w:rPr>
          <w:rtl/>
        </w:rPr>
        <w:t>عشر مرّات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Fonts w:hint="cs"/>
          <w:rtl/>
        </w:rPr>
        <w:t>(</w:t>
      </w:r>
      <w:r w:rsidRPr="00EE7E9B">
        <w:rPr>
          <w:rStyle w:val="libAieChar"/>
          <w:rFonts w:hint="cs"/>
          <w:rtl/>
        </w:rPr>
        <w:t>رَبَّنَا اغْفِرْ لِي وَلِوَالِدَيَّ وَلِلْمُؤْمِنِينَ يَوْمَ يَقُومُ الْحِسَابُ</w:t>
      </w:r>
      <w:r w:rsidR="008A60E8" w:rsidRPr="001448CA">
        <w:rPr>
          <w:rStyle w:val="libAlaemChar"/>
          <w:rFonts w:hint="cs"/>
          <w:rtl/>
        </w:rPr>
        <w:t>)</w:t>
      </w:r>
      <w:r w:rsidR="008A60E8">
        <w:rPr>
          <w:rtl/>
        </w:rPr>
        <w:t>،</w:t>
      </w:r>
      <w:r>
        <w:rPr>
          <w:rtl/>
        </w:rPr>
        <w:t xml:space="preserve"> وفي الركعة الثانية</w:t>
      </w:r>
      <w:r w:rsidR="00EE7E9B">
        <w:rPr>
          <w:rtl/>
        </w:rPr>
        <w:t xml:space="preserve"> - </w:t>
      </w:r>
      <w:r>
        <w:rPr>
          <w:rtl/>
        </w:rPr>
        <w:t>بعد الحمد أيضاً</w:t>
      </w:r>
      <w:r w:rsidR="00EE7E9B">
        <w:rPr>
          <w:rtl/>
        </w:rPr>
        <w:t xml:space="preserve"> - </w:t>
      </w:r>
      <w:r>
        <w:rPr>
          <w:rtl/>
        </w:rPr>
        <w:t>عشر مرّات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Fonts w:hint="cs"/>
          <w:rtl/>
        </w:rPr>
        <w:t>(</w:t>
      </w:r>
      <w:r w:rsidRPr="00EE7E9B">
        <w:rPr>
          <w:rStyle w:val="libAieChar"/>
          <w:rFonts w:hint="cs"/>
          <w:rtl/>
        </w:rPr>
        <w:t>رَبِّ اغْفِرْ لِي وَلِوَالِدَيَّ وَلِمَنْ دَخَلَ بَيْتِيَ مُؤْمِناً وَلِلْمُؤْمِنِينَ وَالْمُؤْمِنَاتِ</w:t>
      </w:r>
      <w:r w:rsidR="008A60E8" w:rsidRPr="001448CA">
        <w:rPr>
          <w:rStyle w:val="libAlaemChar"/>
          <w:rFonts w:hint="cs"/>
          <w:rtl/>
        </w:rPr>
        <w:t>)</w:t>
      </w:r>
      <w:r w:rsidR="008A60E8">
        <w:rPr>
          <w:rtl/>
        </w:rPr>
        <w:t>،</w:t>
      </w:r>
      <w:r>
        <w:rPr>
          <w:rtl/>
        </w:rPr>
        <w:t xml:space="preserve"> ويقول بعد التسليم والانتهاء من صلاته عشر مرّات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Fonts w:hint="cs"/>
          <w:rtl/>
        </w:rPr>
        <w:t>(</w:t>
      </w:r>
      <w:r w:rsidRPr="00EE7E9B">
        <w:rPr>
          <w:rStyle w:val="libAieChar"/>
          <w:rFonts w:hint="cs"/>
          <w:rtl/>
        </w:rPr>
        <w:t>رَبِّ ارْحَمْهُمَا كَمَا رَبَّيَانِي صَغِيراً</w:t>
      </w:r>
      <w:r w:rsidR="008A60E8" w:rsidRPr="001448CA">
        <w:rPr>
          <w:rStyle w:val="libAlaemChar"/>
          <w:rFonts w:hint="cs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وأن يتصدّق عنهما</w:t>
      </w:r>
      <w:r w:rsidR="008A60E8">
        <w:rPr>
          <w:rtl/>
        </w:rPr>
        <w:t>،</w:t>
      </w:r>
      <w:r>
        <w:rPr>
          <w:rtl/>
        </w:rPr>
        <w:t xml:space="preserve"> وأن يقضي ما فاتهما من صلاة وصيام</w:t>
      </w:r>
      <w:r w:rsidR="008A60E8">
        <w:rPr>
          <w:rtl/>
        </w:rPr>
        <w:t>،</w:t>
      </w:r>
      <w:r>
        <w:rPr>
          <w:rtl/>
        </w:rPr>
        <w:t xml:space="preserve"> وما عليهما من ديون</w:t>
      </w:r>
      <w:r w:rsidR="008A60E8">
        <w:rPr>
          <w:rtl/>
        </w:rPr>
        <w:t>،</w:t>
      </w:r>
      <w:r>
        <w:rPr>
          <w:rtl/>
        </w:rPr>
        <w:t xml:space="preserve"> ويحجّ عنهما ويزور المراقد الشريفة</w:t>
      </w:r>
      <w:r w:rsidR="008A60E8">
        <w:rPr>
          <w:rtl/>
        </w:rPr>
        <w:t>،</w:t>
      </w:r>
      <w:r>
        <w:rPr>
          <w:rtl/>
        </w:rPr>
        <w:t xml:space="preserve"> ويدعو لهما في صلاة الليل وصلاة الفريضة</w:t>
      </w:r>
      <w:r w:rsidR="008A60E8">
        <w:rPr>
          <w:rtl/>
        </w:rPr>
        <w:t>،</w:t>
      </w:r>
      <w:r>
        <w:rPr>
          <w:rtl/>
        </w:rPr>
        <w:t xml:space="preserve"> فإن فعل ذلك فقد فتح لنفسه أبواب الرحمة والسعادة في النشأتين</w:t>
      </w:r>
      <w:r w:rsidR="008A60E8">
        <w:rPr>
          <w:rtl/>
        </w:rPr>
        <w:t>،</w:t>
      </w:r>
      <w:r>
        <w:rPr>
          <w:rtl/>
        </w:rPr>
        <w:t xml:space="preserve"> وتمّت أعماله بحسن العاقبة</w:t>
      </w:r>
      <w:r w:rsidR="008A60E8">
        <w:rPr>
          <w:rtl/>
        </w:rPr>
        <w:t>،</w:t>
      </w:r>
      <w:r>
        <w:rPr>
          <w:rtl/>
        </w:rPr>
        <w:t xml:space="preserve"> وذلك منتهى الغاية</w:t>
      </w:r>
      <w:r w:rsidR="00EE7E9B">
        <w:rPr>
          <w:rtl/>
        </w:rPr>
        <w:t xml:space="preserve"> 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ويتعهّد بزيارة قبريهما ويدعو لهما</w:t>
      </w:r>
      <w:r w:rsidR="008A60E8">
        <w:rPr>
          <w:rtl/>
        </w:rPr>
        <w:t>،</w:t>
      </w:r>
      <w:r>
        <w:rPr>
          <w:rtl/>
        </w:rPr>
        <w:t xml:space="preserve"> ويرضيهما بأيّة حالٍ من الأحوال</w:t>
      </w:r>
      <w:r w:rsidR="008A60E8">
        <w:rPr>
          <w:rtl/>
        </w:rPr>
        <w:t>،</w:t>
      </w:r>
      <w:r>
        <w:rPr>
          <w:rtl/>
        </w:rPr>
        <w:t xml:space="preserve"> وإلاّ إذا انتقل الإنسان من هذه الدنيا إلى الحياة الاُخروية</w:t>
      </w:r>
      <w:r w:rsidR="008A60E8">
        <w:rPr>
          <w:rtl/>
        </w:rPr>
        <w:t>،</w:t>
      </w:r>
      <w:r>
        <w:rPr>
          <w:rtl/>
        </w:rPr>
        <w:t xml:space="preserve"> الله يعلم ماذا يجري هنالك ورسولُه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؛</w:t>
      </w:r>
      <w:r>
        <w:rPr>
          <w:rtl/>
        </w:rPr>
        <w:t xml:space="preserve"> ولذا يروى أنّه كان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جالساً في أحد الأيام في المسجد</w:t>
      </w:r>
      <w:r w:rsidR="008A60E8">
        <w:rPr>
          <w:rtl/>
        </w:rPr>
        <w:t>،</w:t>
      </w:r>
      <w:r>
        <w:rPr>
          <w:rtl/>
        </w:rPr>
        <w:t xml:space="preserve"> وفجأة هبط عليه جبرئيل الأمين</w:t>
      </w:r>
      <w:r w:rsidR="008A60E8">
        <w:rPr>
          <w:rtl/>
        </w:rPr>
        <w:t>،</w:t>
      </w:r>
      <w:r>
        <w:rPr>
          <w:rtl/>
        </w:rPr>
        <w:t xml:space="preserve"> وقال له</w:t>
      </w:r>
      <w:r w:rsidR="008A60E8">
        <w:rPr>
          <w:rtl/>
        </w:rPr>
        <w:t>:</w:t>
      </w:r>
      <w:r>
        <w:rPr>
          <w:rtl/>
        </w:rPr>
        <w:t xml:space="preserve"> السّلام عليك يا رسول الله</w:t>
      </w:r>
      <w:r w:rsidR="008A60E8">
        <w:rPr>
          <w:rtl/>
        </w:rPr>
        <w:t>،</w:t>
      </w:r>
      <w:r>
        <w:rPr>
          <w:rtl/>
        </w:rPr>
        <w:t xml:space="preserve"> انقل أقدامك الشريفة إلى المقبرة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 الميزان 13</w:t>
      </w:r>
      <w:r w:rsidRPr="008A60E8">
        <w:rPr>
          <w:rtl/>
        </w:rPr>
        <w:t xml:space="preserve"> / 80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مكارم الأخلاق / 334</w:t>
      </w:r>
      <w:r w:rsidR="008A60E8">
        <w:rPr>
          <w:rtl/>
        </w:rPr>
        <w:t>،</w:t>
      </w:r>
      <w:r>
        <w:rPr>
          <w:rtl/>
        </w:rPr>
        <w:t xml:space="preserve"> بحار الأنوار 88 / 220</w:t>
      </w:r>
      <w:r w:rsidR="00EE7E9B">
        <w:rPr>
          <w:rtl/>
        </w:rPr>
        <w:t xml:space="preserve"> - </w:t>
      </w:r>
      <w:r>
        <w:rPr>
          <w:rtl/>
        </w:rPr>
        <w:t>221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لكي تتبرّك القبور بتراب أقدامك</w:t>
      </w:r>
      <w:r w:rsidR="008A60E8">
        <w:rPr>
          <w:rtl/>
        </w:rPr>
        <w:t>،</w:t>
      </w:r>
      <w:r>
        <w:rPr>
          <w:rtl/>
        </w:rPr>
        <w:t xml:space="preserve"> ولكي يشمّ حبيسو هذه القبور الضيقة المظلمة نسيم رحمتك الذي سيهبّ عليهم بقدومك عليهم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فقام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مع طائفة من أصحابه ويممّوا وجوههم نحو المقبرة</w:t>
      </w:r>
      <w:r w:rsidR="008A60E8">
        <w:rPr>
          <w:rtl/>
        </w:rPr>
        <w:t>،</w:t>
      </w:r>
      <w:r>
        <w:rPr>
          <w:rtl/>
        </w:rPr>
        <w:t xml:space="preserve"> وكان أصحابه يحيطون به عن يمينه وعن شماله</w:t>
      </w:r>
      <w:r w:rsidR="008A60E8">
        <w:rPr>
          <w:rtl/>
        </w:rPr>
        <w:t>.</w:t>
      </w:r>
      <w:r>
        <w:rPr>
          <w:rtl/>
        </w:rPr>
        <w:t xml:space="preserve"> وفي الأثناء وصل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إلى هناك</w:t>
      </w:r>
      <w:r w:rsidR="008A60E8">
        <w:rPr>
          <w:rtl/>
        </w:rPr>
        <w:t>،</w:t>
      </w:r>
      <w:r>
        <w:rPr>
          <w:rtl/>
        </w:rPr>
        <w:t xml:space="preserve"> وسأل الرسول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عن نيّتهم في هذا المسير</w:t>
      </w:r>
      <w:r w:rsidR="008A60E8">
        <w:rPr>
          <w:rtl/>
        </w:rPr>
        <w:t>،</w:t>
      </w:r>
      <w:r>
        <w:rPr>
          <w:rtl/>
        </w:rPr>
        <w:t xml:space="preserve"> فقال 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نريد أن نذهب إلى مقبرة البقيع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وعندما وصلوا إلى هناك تداعى إلى أسماع الرسول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صوت شخص يستغيث</w:t>
      </w:r>
      <w:r w:rsidR="008A60E8">
        <w:rPr>
          <w:rtl/>
        </w:rPr>
        <w:t>،</w:t>
      </w:r>
      <w:r>
        <w:rPr>
          <w:rtl/>
        </w:rPr>
        <w:t xml:space="preserve"> ويقول</w:t>
      </w:r>
      <w:r w:rsidR="008A60E8">
        <w:rPr>
          <w:rtl/>
        </w:rPr>
        <w:t>:</w:t>
      </w:r>
      <w:r>
        <w:rPr>
          <w:rtl/>
        </w:rPr>
        <w:t xml:space="preserve"> الأمان يا رسول الله</w:t>
      </w:r>
      <w:r w:rsidR="008A60E8">
        <w:rPr>
          <w:rtl/>
        </w:rPr>
        <w:t>.</w:t>
      </w:r>
      <w:r>
        <w:rPr>
          <w:rtl/>
        </w:rPr>
        <w:t xml:space="preserve"> فانتبه سيد الرسل إلى هذا الصوت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يا صاحب القبر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أخبرني عن سبب عذابك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فأجابه</w:t>
      </w:r>
      <w:r w:rsidR="008A60E8">
        <w:rPr>
          <w:rtl/>
        </w:rPr>
        <w:t>:</w:t>
      </w:r>
      <w:r>
        <w:rPr>
          <w:rtl/>
        </w:rPr>
        <w:t xml:space="preserve"> يا شفيع المذنبين</w:t>
      </w:r>
      <w:r w:rsidR="008A60E8">
        <w:rPr>
          <w:rtl/>
        </w:rPr>
        <w:t>،</w:t>
      </w:r>
      <w:r>
        <w:rPr>
          <w:rtl/>
        </w:rPr>
        <w:t xml:space="preserve"> وقدوة المؤمنين</w:t>
      </w:r>
      <w:r w:rsidR="008A60E8">
        <w:rPr>
          <w:rtl/>
        </w:rPr>
        <w:t>،</w:t>
      </w:r>
      <w:r>
        <w:rPr>
          <w:rtl/>
        </w:rPr>
        <w:t xml:space="preserve"> إنّ سخط والدتي عليّ سبّب لي هذا العذاب</w:t>
      </w:r>
      <w:r w:rsidR="008A60E8">
        <w:rPr>
          <w:rtl/>
        </w:rPr>
        <w:t>؛</w:t>
      </w:r>
      <w:r>
        <w:rPr>
          <w:rtl/>
        </w:rPr>
        <w:t xml:space="preserve"> لأنّني آذيتها في حياتي</w:t>
      </w:r>
      <w:r w:rsidR="008A60E8">
        <w:rPr>
          <w:rtl/>
        </w:rPr>
        <w:t>.</w:t>
      </w:r>
      <w:r>
        <w:rPr>
          <w:rtl/>
        </w:rPr>
        <w:t xml:space="preserve"> الأمان الأمان يا رسول الله</w:t>
      </w:r>
      <w:r w:rsidR="008A60E8">
        <w:rPr>
          <w:rtl/>
        </w:rPr>
        <w:t>!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فأمر الرسول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بلالاً أن ينادي في المدينة على الناس بأن يجتمعوا</w:t>
      </w:r>
      <w:r w:rsidR="008A60E8">
        <w:rPr>
          <w:rtl/>
        </w:rPr>
        <w:t>،</w:t>
      </w:r>
      <w:r>
        <w:rPr>
          <w:rtl/>
        </w:rPr>
        <w:t xml:space="preserve"> فنادى بلال بصوت جهوري</w:t>
      </w:r>
      <w:r w:rsidR="008A60E8">
        <w:rPr>
          <w:rtl/>
        </w:rPr>
        <w:t>:</w:t>
      </w:r>
      <w:r>
        <w:rPr>
          <w:rtl/>
        </w:rPr>
        <w:t xml:space="preserve"> يا أيّها الناس</w:t>
      </w:r>
      <w:r w:rsidR="008A60E8">
        <w:rPr>
          <w:rtl/>
        </w:rPr>
        <w:t>،</w:t>
      </w:r>
      <w:r>
        <w:rPr>
          <w:rtl/>
        </w:rPr>
        <w:t xml:space="preserve"> اجتمعوا على قبور الآباء والاُمّهات والأقرباء بأمر من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وعندما سمعوا نداء بلال هبّوا مسرعين إلى المقبرة</w:t>
      </w:r>
      <w:r w:rsidR="008A60E8">
        <w:rPr>
          <w:rtl/>
        </w:rPr>
        <w:t>،</w:t>
      </w:r>
      <w:r>
        <w:rPr>
          <w:rtl/>
        </w:rPr>
        <w:t xml:space="preserve"> فغصّت المقبرة بالناس</w:t>
      </w:r>
      <w:r w:rsidR="008A60E8">
        <w:rPr>
          <w:rtl/>
        </w:rPr>
        <w:t>،</w:t>
      </w:r>
      <w:r>
        <w:rPr>
          <w:rtl/>
        </w:rPr>
        <w:t xml:space="preserve"> ومن بين الحضور كانت عجوزٌ محدودبة الظهر تتوكأ على عصاتها جاءت ووقفت بالقرب من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فسلّمت عليه وقبّلت التراب بين يديه</w:t>
      </w:r>
      <w:r w:rsidR="008A60E8">
        <w:rPr>
          <w:rtl/>
        </w:rPr>
        <w:t>،</w:t>
      </w:r>
      <w:r>
        <w:rPr>
          <w:rtl/>
        </w:rPr>
        <w:t xml:space="preserve"> وقالت</w:t>
      </w:r>
      <w:r w:rsidR="008A60E8">
        <w:rPr>
          <w:rtl/>
        </w:rPr>
        <w:t>:</w:t>
      </w:r>
      <w:r>
        <w:rPr>
          <w:rtl/>
        </w:rPr>
        <w:t xml:space="preserve"> يا رسول الله</w:t>
      </w:r>
      <w:r w:rsidR="008A60E8">
        <w:rPr>
          <w:rtl/>
        </w:rPr>
        <w:t>،</w:t>
      </w:r>
      <w:r>
        <w:rPr>
          <w:rtl/>
        </w:rPr>
        <w:t xml:space="preserve"> ما الخبر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أيّتها العجوز</w:t>
      </w:r>
      <w:r w:rsidR="008A60E8">
        <w:rPr>
          <w:rtl/>
        </w:rPr>
        <w:t>،</w:t>
      </w:r>
      <w:r>
        <w:rPr>
          <w:rtl/>
        </w:rPr>
        <w:t xml:space="preserve"> هذا ولدك</w:t>
      </w:r>
      <w:r w:rsidR="008A60E8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فأجابت</w:t>
      </w:r>
      <w:r w:rsidR="008A60E8">
        <w:rPr>
          <w:rtl/>
        </w:rPr>
        <w:t>:</w:t>
      </w:r>
      <w:r>
        <w:rPr>
          <w:rtl/>
        </w:rPr>
        <w:t xml:space="preserve"> نعم يا رسول الله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فقال لها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 ولدك الآن في محنة وعذاب</w:t>
      </w:r>
      <w:r w:rsidR="008A60E8">
        <w:rPr>
          <w:rtl/>
        </w:rPr>
        <w:t>،</w:t>
      </w:r>
      <w:r>
        <w:rPr>
          <w:rtl/>
        </w:rPr>
        <w:t xml:space="preserve"> اغفري له وارضي عنه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فقالت العجوز</w:t>
      </w:r>
      <w:r w:rsidR="008A60E8">
        <w:rPr>
          <w:rtl/>
        </w:rPr>
        <w:t>:</w:t>
      </w:r>
      <w:r>
        <w:rPr>
          <w:rtl/>
        </w:rPr>
        <w:t xml:space="preserve"> يا رسول الله</w:t>
      </w:r>
      <w:r w:rsidR="008A60E8">
        <w:rPr>
          <w:rtl/>
        </w:rPr>
        <w:t>،</w:t>
      </w:r>
      <w:r>
        <w:rPr>
          <w:rtl/>
        </w:rPr>
        <w:t xml:space="preserve"> لا أغفر له ولا أرضى عنه أبداً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لها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لماذا</w:t>
      </w:r>
      <w:r w:rsidR="008A60E8" w:rsidRPr="00172AAC">
        <w:rPr>
          <w:rtl/>
        </w:rPr>
        <w:t>؟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قالت</w:t>
      </w:r>
      <w:r w:rsidR="008A60E8">
        <w:rPr>
          <w:rtl/>
        </w:rPr>
        <w:t>:</w:t>
      </w:r>
      <w:r>
        <w:rPr>
          <w:rtl/>
        </w:rPr>
        <w:t xml:space="preserve"> لقد غذّيته من لبني</w:t>
      </w:r>
      <w:r w:rsidR="008A60E8">
        <w:rPr>
          <w:rtl/>
        </w:rPr>
        <w:t>،</w:t>
      </w:r>
      <w:r>
        <w:rPr>
          <w:rtl/>
        </w:rPr>
        <w:t xml:space="preserve"> وعاش في كنفي</w:t>
      </w:r>
      <w:r w:rsidR="008A60E8">
        <w:rPr>
          <w:rtl/>
        </w:rPr>
        <w:t>،</w:t>
      </w:r>
      <w:r>
        <w:rPr>
          <w:rtl/>
        </w:rPr>
        <w:t xml:space="preserve"> وتحمّلت من أجله الصعاب</w:t>
      </w:r>
      <w:r w:rsidR="008A60E8">
        <w:rPr>
          <w:rtl/>
        </w:rPr>
        <w:t>،</w:t>
      </w:r>
      <w:r>
        <w:rPr>
          <w:rtl/>
        </w:rPr>
        <w:t xml:space="preserve"> فلمّا كبر واشتدّ عوده فبدلاً من أن يحسن لي أخذ يتلذّذ بأذيتي وعذابي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فقال لها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اعطفي عليه وارحميه لينجو من عذابه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ورفع رسول الله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يديه بالدعاء</w:t>
      </w:r>
      <w:r w:rsidR="008A60E8">
        <w:rPr>
          <w:rtl/>
        </w:rPr>
        <w:t>،</w:t>
      </w:r>
      <w:r>
        <w:rPr>
          <w:rtl/>
        </w:rPr>
        <w:t xml:space="preserve"> وقال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إلهي</w:t>
      </w:r>
      <w:r w:rsidR="008A60E8">
        <w:rPr>
          <w:rtl/>
        </w:rPr>
        <w:t>،</w:t>
      </w:r>
      <w:r>
        <w:rPr>
          <w:rtl/>
        </w:rPr>
        <w:t xml:space="preserve"> بحقّ الخمسة من آل الكساء أسمع هذه الأمّ صوت استغاثة ولدها</w:t>
      </w:r>
      <w:r w:rsidR="008A60E8">
        <w:rPr>
          <w:rtl/>
        </w:rPr>
        <w:t>؛</w:t>
      </w:r>
      <w:r>
        <w:rPr>
          <w:rtl/>
        </w:rPr>
        <w:t xml:space="preserve"> كي يرقّ قلبها عليه</w:t>
      </w:r>
      <w:r w:rsidR="008A60E8">
        <w:rPr>
          <w:rtl/>
        </w:rPr>
        <w:t>،</w:t>
      </w:r>
      <w:r>
        <w:rPr>
          <w:rtl/>
        </w:rPr>
        <w:t xml:space="preserve"> وتعطف عليه وتغفر له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عندها أمر العجوز بأن تضع أذنها على قبر ولدها وتسمع صوت ولدها يئن بألم وحسرة</w:t>
      </w:r>
      <w:r w:rsidR="008A60E8">
        <w:rPr>
          <w:rtl/>
        </w:rPr>
        <w:t>،</w:t>
      </w:r>
      <w:r>
        <w:rPr>
          <w:rtl/>
        </w:rPr>
        <w:t xml:space="preserve"> فلم تتمالك عن البكاء</w:t>
      </w:r>
      <w:r w:rsidR="008A60E8">
        <w:rPr>
          <w:rtl/>
        </w:rPr>
        <w:t>،</w:t>
      </w:r>
      <w:r>
        <w:rPr>
          <w:rtl/>
        </w:rPr>
        <w:t xml:space="preserve"> وقالت</w:t>
      </w:r>
      <w:r w:rsidR="008A60E8">
        <w:rPr>
          <w:rtl/>
        </w:rPr>
        <w:t>:</w:t>
      </w:r>
      <w:r>
        <w:rPr>
          <w:rtl/>
        </w:rPr>
        <w:t xml:space="preserve"> يا سيد المرسلين وشفيع المذنبين</w:t>
      </w:r>
      <w:r w:rsidR="008A60E8">
        <w:rPr>
          <w:rtl/>
        </w:rPr>
        <w:t>،</w:t>
      </w:r>
      <w:r>
        <w:rPr>
          <w:rtl/>
        </w:rPr>
        <w:t xml:space="preserve"> إنّه يستغيث</w:t>
      </w:r>
      <w:r w:rsidR="008A60E8">
        <w:rPr>
          <w:rtl/>
        </w:rPr>
        <w:t>،</w:t>
      </w:r>
      <w:r>
        <w:rPr>
          <w:rtl/>
        </w:rPr>
        <w:t xml:space="preserve"> ويقول</w:t>
      </w:r>
      <w:r w:rsidR="008A60E8">
        <w:rPr>
          <w:rtl/>
        </w:rPr>
        <w:t>:</w:t>
      </w:r>
      <w:r>
        <w:rPr>
          <w:rtl/>
        </w:rPr>
        <w:t xml:space="preserve"> فوقي نار</w:t>
      </w:r>
      <w:r w:rsidR="008A60E8">
        <w:rPr>
          <w:rtl/>
        </w:rPr>
        <w:t>،</w:t>
      </w:r>
      <w:r>
        <w:rPr>
          <w:rtl/>
        </w:rPr>
        <w:t xml:space="preserve"> وتحتي نار</w:t>
      </w:r>
      <w:r w:rsidR="008A60E8">
        <w:rPr>
          <w:rtl/>
        </w:rPr>
        <w:t>،</w:t>
      </w:r>
      <w:r>
        <w:rPr>
          <w:rtl/>
        </w:rPr>
        <w:t xml:space="preserve"> وعن يميني نار</w:t>
      </w:r>
      <w:r w:rsidR="008A60E8">
        <w:rPr>
          <w:rtl/>
        </w:rPr>
        <w:t>،</w:t>
      </w:r>
      <w:r>
        <w:rPr>
          <w:rtl/>
        </w:rPr>
        <w:t xml:space="preserve"> وعن شمالي نار</w:t>
      </w:r>
      <w:r w:rsidR="008A60E8">
        <w:rPr>
          <w:rtl/>
        </w:rPr>
        <w:t>،</w:t>
      </w:r>
      <w:r>
        <w:rPr>
          <w:rtl/>
        </w:rPr>
        <w:t xml:space="preserve"> ومن بيني نار</w:t>
      </w:r>
      <w:r w:rsidR="008A60E8">
        <w:rPr>
          <w:rtl/>
        </w:rPr>
        <w:t>،</w:t>
      </w:r>
      <w:r>
        <w:rPr>
          <w:rtl/>
        </w:rPr>
        <w:t xml:space="preserve"> الأمان الأمان الأمان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عندها رقّ قلب العجوز بسبب سماعها استغاثة ولدها</w:t>
      </w:r>
      <w:r w:rsidR="008A60E8">
        <w:rPr>
          <w:rtl/>
        </w:rPr>
        <w:t>،</w:t>
      </w:r>
      <w:r>
        <w:rPr>
          <w:rtl/>
        </w:rPr>
        <w:t xml:space="preserve"> وقالت</w:t>
      </w:r>
      <w:r w:rsidR="008A60E8">
        <w:rPr>
          <w:rtl/>
        </w:rPr>
        <w:t>:</w:t>
      </w:r>
      <w:r>
        <w:rPr>
          <w:rtl/>
        </w:rPr>
        <w:t xml:space="preserve"> إلهي</w:t>
      </w:r>
      <w:r w:rsidR="008A60E8">
        <w:rPr>
          <w:rtl/>
        </w:rPr>
        <w:t>،</w:t>
      </w:r>
      <w:r>
        <w:rPr>
          <w:rtl/>
        </w:rPr>
        <w:t xml:space="preserve"> لقد عفوت عن تقصير ولدي</w:t>
      </w:r>
      <w:r w:rsidR="008A60E8">
        <w:rPr>
          <w:rtl/>
        </w:rPr>
        <w:t>.</w:t>
      </w:r>
      <w:r>
        <w:rPr>
          <w:rtl/>
        </w:rPr>
        <w:t xml:space="preserve"> فألبسه الله سبحانه وتعالى لباس رحمته وعفا عنه فوراً</w:t>
      </w:r>
      <w:r w:rsidR="008A60E8">
        <w:rPr>
          <w:rtl/>
        </w:rPr>
        <w:t>،</w:t>
      </w:r>
      <w:r>
        <w:rPr>
          <w:rtl/>
        </w:rPr>
        <w:t xml:space="preserve"> فنادى الولد</w:t>
      </w:r>
      <w:r w:rsidR="008A60E8">
        <w:rPr>
          <w:rtl/>
        </w:rPr>
        <w:t>:</w:t>
      </w:r>
      <w:r>
        <w:rPr>
          <w:rtl/>
        </w:rPr>
        <w:t xml:space="preserve"> أيّتها الوالدة</w:t>
      </w:r>
      <w:r w:rsidR="008A60E8">
        <w:rPr>
          <w:rtl/>
        </w:rPr>
        <w:t>،</w:t>
      </w:r>
      <w:r>
        <w:rPr>
          <w:rtl/>
        </w:rPr>
        <w:t xml:space="preserve"> عفا الله عنك كما عفوتِ عنّي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هكذا كان أثر دعاء الوالدة لولدها</w:t>
      </w:r>
      <w:r w:rsidR="008A60E8">
        <w:rPr>
          <w:rtl/>
        </w:rPr>
        <w:t>؛</w:t>
      </w:r>
      <w:r>
        <w:rPr>
          <w:rtl/>
        </w:rPr>
        <w:t xml:space="preserve"> ولذا ترى أنّ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يوصي أُمّ علي الأكبر ليلى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ادعي لولدك</w:t>
      </w:r>
      <w:r w:rsidR="008A60E8" w:rsidRPr="00172AAC">
        <w:rPr>
          <w:rtl/>
        </w:rPr>
        <w:t>؛</w:t>
      </w:r>
      <w:r w:rsidRPr="00172AAC">
        <w:rPr>
          <w:rtl/>
        </w:rPr>
        <w:t xml:space="preserve"> إنّي سمعت جدّي رسول الله </w:t>
      </w:r>
      <w:r w:rsidR="00EE7E9B" w:rsidRPr="00EE7E9B">
        <w:rPr>
          <w:rStyle w:val="libAlaemChar"/>
          <w:rtl/>
        </w:rPr>
        <w:t>صلى‌الله‌عليه‌وآله</w:t>
      </w:r>
      <w:r w:rsidRPr="00172AAC">
        <w:rPr>
          <w:rtl/>
        </w:rPr>
        <w:t xml:space="preserve"> يقول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دعاء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والآداب</w:t>
      </w:r>
      <w:r w:rsidRPr="008A60E8">
        <w:rPr>
          <w:rtl/>
        </w:rPr>
        <w:t xml:space="preserve"> </w:t>
      </w:r>
      <w:r>
        <w:rPr>
          <w:rtl/>
        </w:rPr>
        <w:t>الإسلاميّة / 123</w:t>
      </w:r>
      <w:r w:rsidR="00EE7E9B">
        <w:rPr>
          <w:rtl/>
        </w:rPr>
        <w:t xml:space="preserve"> - </w:t>
      </w:r>
      <w:r>
        <w:rPr>
          <w:rtl/>
        </w:rPr>
        <w:t>124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الأمّ مستجاب بحقّ ولدها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وبالفعل دخلت ليلى إلى الفسطاط</w:t>
      </w:r>
      <w:r w:rsidR="008A60E8">
        <w:rPr>
          <w:rtl/>
        </w:rPr>
        <w:t>؛</w:t>
      </w:r>
      <w:r>
        <w:rPr>
          <w:rtl/>
        </w:rPr>
        <w:t xml:space="preserve"> نشرت شعرها</w:t>
      </w:r>
      <w:r w:rsidR="008A60E8">
        <w:rPr>
          <w:rtl/>
        </w:rPr>
        <w:t>،</w:t>
      </w:r>
      <w:r>
        <w:rPr>
          <w:rtl/>
        </w:rPr>
        <w:t xml:space="preserve"> رفعت يديها إلى السماء قائلة</w:t>
      </w:r>
      <w:r w:rsidR="008A60E8">
        <w:rPr>
          <w:rtl/>
        </w:rPr>
        <w:t>:</w:t>
      </w:r>
      <w:r>
        <w:rPr>
          <w:rtl/>
        </w:rPr>
        <w:t xml:space="preserve"> إلهي</w:t>
      </w:r>
      <w:r w:rsidR="008A60E8">
        <w:rPr>
          <w:rtl/>
        </w:rPr>
        <w:t>،</w:t>
      </w:r>
      <w:r>
        <w:rPr>
          <w:rtl/>
        </w:rPr>
        <w:t xml:space="preserve"> بغربة أبي عبد الله</w:t>
      </w:r>
      <w:r w:rsidR="008A60E8">
        <w:rPr>
          <w:rtl/>
        </w:rPr>
        <w:t>،</w:t>
      </w:r>
      <w:r>
        <w:rPr>
          <w:rtl/>
        </w:rPr>
        <w:t xml:space="preserve"> إلهي</w:t>
      </w:r>
      <w:r w:rsidR="008A60E8">
        <w:rPr>
          <w:rtl/>
        </w:rPr>
        <w:t>،</w:t>
      </w:r>
      <w:r>
        <w:rPr>
          <w:rtl/>
        </w:rPr>
        <w:t xml:space="preserve"> بعطش أبي عبد الله</w:t>
      </w:r>
      <w:r w:rsidR="008A60E8">
        <w:rPr>
          <w:rtl/>
        </w:rPr>
        <w:t>،</w:t>
      </w:r>
      <w:r>
        <w:rPr>
          <w:rtl/>
        </w:rPr>
        <w:t xml:space="preserve"> يا راد يوسف إلى يعقوب اردد إليَّ ولدي عليّ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ما هي إلاّ لحظات وإذا بعليّ الأكبر يرجع سالماً</w:t>
      </w:r>
      <w:r w:rsidR="008A60E8">
        <w:rPr>
          <w:rtl/>
        </w:rPr>
        <w:t>،</w:t>
      </w:r>
      <w:r>
        <w:rPr>
          <w:rtl/>
        </w:rPr>
        <w:t xml:space="preserve"> واستجاب الله دعاء ليلى بحقّ ولدها</w:t>
      </w:r>
      <w:r w:rsidR="008A60E8">
        <w:rPr>
          <w:rtl/>
        </w:rPr>
        <w:t>،</w:t>
      </w:r>
      <w:r>
        <w:rPr>
          <w:rtl/>
        </w:rPr>
        <w:t xml:space="preserve"> ولكن المصيبة الكبرى عندما وقع القضاء</w:t>
      </w:r>
      <w:r w:rsidR="008A60E8">
        <w:rPr>
          <w:rtl/>
        </w:rPr>
        <w:t>،</w:t>
      </w:r>
      <w:r>
        <w:rPr>
          <w:rtl/>
        </w:rPr>
        <w:t xml:space="preserve"> وشاء الله أن يراه على رمضاء كربلاء مقطّع إرباً إرباً</w:t>
      </w:r>
      <w:r w:rsidR="008A60E8">
        <w:rPr>
          <w:rtl/>
        </w:rPr>
        <w:t>،</w:t>
      </w:r>
      <w:r>
        <w:rPr>
          <w:rtl/>
        </w:rPr>
        <w:t xml:space="preserve"> وكأنّي بأمّه ليلى تخاطبه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04642B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يبني أنا ردتك ذخر ليام شيبي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يـوسفه انگطع مِنك نصيبي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t>(مجاريد)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فـجيده يـا عـلي يـبني فجيده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بـعيده شـوفتك صـارت بعيده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الـمدّ ايـده عـليك انشلّت ايده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اُوشرابه لا هنه ولا طاب له الزاد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يـا علي يبني النوب ذلّيت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والـموت يـاخذني تمنّيت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عمود الوسط يا شايل البيت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يـبني بعد عندي اشخلّيت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يبني أنا ردتك ما ردت دنيه ولا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تـحضرني لـو وگع حملي ولا 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يـالاكبر خـابت اظـنوني والامال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عـند الـضيج يـبني اگطعت بي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A651B2">
      <w:pPr>
        <w:pStyle w:val="libCenter"/>
        <w:rPr>
          <w:rFonts w:hint="cs"/>
          <w:rtl/>
        </w:rPr>
      </w:pP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04642B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رجوتُك يا عليُّ تعيش بعدي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وتوّد جثتي رمسَ اللحُودِ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8A60E8">
      <w:pPr>
        <w:pStyle w:val="libCenter"/>
      </w:pP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  <w:r w:rsidR="00A651B2">
        <w:rPr>
          <w:rFonts w:hint="cs"/>
          <w:rtl/>
        </w:rPr>
        <w:t xml:space="preserve"> </w:t>
      </w:r>
      <w:r>
        <w:rPr>
          <w:rFonts w:hint="cs"/>
          <w:rtl/>
        </w:rPr>
        <w:t>*</w:t>
      </w:r>
    </w:p>
    <w:p w:rsidR="009A0DCC" w:rsidRDefault="009A0DCC" w:rsidP="00172AAC">
      <w:pPr>
        <w:pStyle w:val="libCenterBold2"/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172AAC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172AAC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58" w:name="_Toc436482626"/>
      <w:r>
        <w:rPr>
          <w:rtl/>
        </w:rPr>
        <w:lastRenderedPageBreak/>
        <w:t>المجلس الثاني عشر</w:t>
      </w:r>
      <w:bookmarkStart w:id="59" w:name="المجلس_الثاني_عشر"/>
      <w:bookmarkEnd w:id="59"/>
      <w:bookmarkEnd w:id="58"/>
    </w:p>
    <w:p w:rsidR="009A0DCC" w:rsidRDefault="009A0DCC" w:rsidP="00E037B4">
      <w:pPr>
        <w:pStyle w:val="Heading1Center"/>
      </w:pPr>
      <w:bookmarkStart w:id="60" w:name="_Toc436482627"/>
      <w:r>
        <w:rPr>
          <w:rtl/>
        </w:rPr>
        <w:t>الصبر</w:t>
      </w:r>
      <w:bookmarkEnd w:id="60"/>
      <w:r w:rsidRPr="00E037B4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A651B2">
      <w:pPr>
        <w:pStyle w:val="libCenterBold1"/>
      </w:pPr>
      <w:r>
        <w:rPr>
          <w:rtl/>
        </w:rPr>
        <w:lastRenderedPageBreak/>
        <w:t>المجلس الثاني عشر</w:t>
      </w:r>
    </w:p>
    <w:p w:rsidR="009A0DCC" w:rsidRDefault="009A0DCC" w:rsidP="00A651B2">
      <w:pPr>
        <w:pStyle w:val="libCenterBold1"/>
        <w:rPr>
          <w:rFonts w:hint="cs"/>
          <w:rtl/>
        </w:rPr>
      </w:pPr>
      <w:r>
        <w:rPr>
          <w:rtl/>
        </w:rPr>
        <w:t>الصبر</w:t>
      </w:r>
      <w:r w:rsidRPr="00172AAC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حـكمُ الـمنيّةِ فـي البريةِ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مـا هـذه الـدُّنيا بـدارِ قـرارِ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بينا يُرى الإنسانُ فيهـا مُخبـراً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حتّى يُـرى خـبراً مـن الأخـبارِ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طُـبعت على كدرٍ وأنتَ تُريدُها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صـفواً مـن الأقـذار والأكـدارِ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ومـكلّفُ الأيـامِ ضـد طـباعها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مـتطلبٌ فـي الـماء جذوةَ نارِ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وإذا رجـوتَ الـمستحيل فـإنّما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تـبني الـرجاء على شفيرٍ هارِ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فـالعيشُ نـومٌ والـمنيّةُ يـقطةٌ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والـمرءُ بـينهما خـيالٌ سـارِ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والـنفس إن رضيتْ بذلك أوأبتْ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مـنـقـادةٌ بـأزمّـةِ الأقدارِ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إيِّـاك أن تـغتَّر بـالدهر الـذي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أودى بـآل الـمصطفى الأبرارِ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نُـحرت نحورهم بعرصة 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عـطشاً ومـاءُ النهر فيها جاري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أبـكيهمُ تـحت الـعجاج وبينهم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ثـاوٍ شبيهُ الـمصُطفى الـمُختارِ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لـم أنـسه والـسبط جاثٍ حولَه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يـدعو بـدمعٍ هـاطلٍ مـدرارِ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يـا كـوكباً ما كان أقصرَ عُمرَه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وكـذا تـكونُ كـواكبُ الأسحارِ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عـجل الخسوفُ عليهٍ قبلَ أوانه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فـطـواه قـبلَ مـظنّةِ الأبـدار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فـكـأنَّ قـلـبي قـبره وكـأنّه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فـي طـيّهِ سـرٌ مـن الأسرارِ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جـاورتُ أعـدائي وجـاورَ ربّه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A651B2">
            <w:pPr>
              <w:pStyle w:val="libPoem"/>
            </w:pPr>
            <w:r>
              <w:rPr>
                <w:rFonts w:hint="cs"/>
                <w:rtl/>
              </w:rPr>
              <w:t>شـتان بـينَ جـوارهِ وجوارِ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لأبي الحسن التهامي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قال عنه الزركلي في الأعلام 4 / 327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وابن خلكان في وفيات الأعيان 3 / 378</w:t>
      </w:r>
      <w:r w:rsidR="00EE7E9B">
        <w:rPr>
          <w:rFonts w:hint="cs"/>
          <w:rtl/>
        </w:rPr>
        <w:t xml:space="preserve"> - </w:t>
      </w:r>
      <w:r w:rsidRPr="008A60E8">
        <w:rPr>
          <w:rFonts w:hint="cs"/>
          <w:rtl/>
        </w:rPr>
        <w:t>471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هو علي بن محمّد بن فهد أبو الحسن التهامي الشاعر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مولده ومنشؤه باليمن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وطرأ على الشام وسافر منها إلى العراق والى الجبل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ولقي الصاحب بن عبّاد وقرأ عليه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وتقلّد الخطابة بالرملة وتزوّج بها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وكانت نفسه تحدثّه بمعالي الأمور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 يكتم نسبه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فيقول تارةً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إنّه من الطالبيّين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وتارة من غيرهم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ولا يتظاهر بشيء من الأمرين</w:t>
      </w:r>
      <w:r w:rsidR="008A60E8">
        <w:rPr>
          <w:rFonts w:hint="cs"/>
          <w:rtl/>
        </w:rPr>
        <w:t>.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نسخ شعر البُحتري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>.. أُعتقل بخزانة البنود بالقاهرة لأربع بقين من شهر ربيع الآخر سنة 416 هـ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ثمّ إنّه قُتل سرّاً في سجنه تاسع جمادى الأولى من السنة المذكورة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وكان أصفر اللون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ورئي بعد موته في المنام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فقيل له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ما فعل الله بك</w:t>
      </w:r>
      <w:r w:rsidR="008A60E8">
        <w:rPr>
          <w:rFonts w:hint="cs"/>
          <w:rtl/>
        </w:rPr>
        <w:t>؟</w:t>
      </w:r>
      <w:r w:rsidRPr="008A60E8">
        <w:rPr>
          <w:rFonts w:hint="cs"/>
          <w:rtl/>
        </w:rPr>
        <w:t xml:space="preserve"> قال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غفر لي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فقيل له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بأيّ الأعمال</w:t>
      </w:r>
      <w:r w:rsidR="008A60E8">
        <w:rPr>
          <w:rFonts w:hint="cs"/>
          <w:rtl/>
        </w:rPr>
        <w:t>؟</w:t>
      </w:r>
      <w:r w:rsidRPr="008A60E8">
        <w:rPr>
          <w:rFonts w:hint="cs"/>
          <w:rtl/>
        </w:rPr>
        <w:t xml:space="preserve"> قال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بقولي في مرثية ولد لي صغير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وهو</w:t>
      </w:r>
      <w:r w:rsidR="008A60E8">
        <w:rPr>
          <w:rFonts w:hint="cs"/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04642B">
        <w:trPr>
          <w:trHeight w:val="350"/>
        </w:trPr>
        <w:tc>
          <w:tcPr>
            <w:tcW w:w="3913" w:type="dxa"/>
          </w:tcPr>
          <w:p w:rsidR="00A651B2" w:rsidRDefault="00A651B2" w:rsidP="00A651B2">
            <w:pPr>
              <w:pStyle w:val="libPoemFootnote"/>
            </w:pPr>
            <w:r>
              <w:rPr>
                <w:rFonts w:hint="cs"/>
                <w:rtl/>
              </w:rPr>
              <w:t>جاورت أعدائي وجاور ربَّه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A651B2">
            <w:pPr>
              <w:pStyle w:val="libPoemFootnote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A651B2">
            <w:pPr>
              <w:pStyle w:val="libPoemFootnote"/>
            </w:pPr>
            <w:r>
              <w:rPr>
                <w:rFonts w:hint="cs"/>
                <w:rtl/>
              </w:rPr>
              <w:t>شتان بين جواره وجواري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وهذه القصية قالها في رثاء ابنه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عُدت من عيون قصائد الرثاء والحكمة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Bold2"/>
        <w:rPr>
          <w:rFonts w:hint="cs"/>
          <w:rtl/>
        </w:rPr>
      </w:pPr>
      <w:r>
        <w:rPr>
          <w:rtl/>
        </w:rPr>
        <w:lastRenderedPageBreak/>
        <w:t>(أبو ذيّة)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شـافه والـنبل نابت عليّ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گعد عنده وصفك راحاً على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وگام وصاح يا زينب علي راح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يـختي أظلّمت الدُنيا عليَّ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وَلَنَبْلُوَنَّكُمْ بِشَيْءٍ مِّنَ الْخَوفْ وَالْجُوعِ وَنَقْصٍ مِّنَ الأَمَوَالِ وَالأنفُسِ وَالثَّمَرَاتِ وَبَشِّرِ الصَّابِرِينَ * الَّذِينَ إِذَا أَصَابَتْهُم مُّصِيبَةٌ قَالُواْ إِنَّا لِلّهِ وَإِنَّا إِلَيْهِ رَاجِعونَ * أُولَئِكَ عَلَيْهِمْ صَلَوَاتٌ مِّن رَّبِّهِمْ وَرَحْمَةٌ وَأُولَئِكَ هُمُ الْمُهْتَدُونَ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الصبر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هو حبس النفس عمّا تُحبّ</w:t>
      </w:r>
      <w:r w:rsidR="008A60E8">
        <w:rPr>
          <w:rtl/>
        </w:rPr>
        <w:t>،</w:t>
      </w:r>
      <w:r>
        <w:rPr>
          <w:rtl/>
        </w:rPr>
        <w:t xml:space="preserve"> وترك الجزع عند ما تكره</w:t>
      </w:r>
      <w:r w:rsidR="008A60E8">
        <w:rPr>
          <w:rtl/>
        </w:rPr>
        <w:t>.</w:t>
      </w:r>
      <w:r>
        <w:rPr>
          <w:rtl/>
        </w:rPr>
        <w:t xml:space="preserve"> وهو أيضاً تحمّلُ الإنسانُ لحالة حدثت له تستدعي فيه التحمّل والهدوء</w:t>
      </w:r>
      <w:r w:rsidR="008A60E8">
        <w:rPr>
          <w:rtl/>
        </w:rPr>
        <w:t>،</w:t>
      </w:r>
      <w:r>
        <w:rPr>
          <w:rtl/>
        </w:rPr>
        <w:t xml:space="preserve"> ومعالجة الأمور بتعقّل ولو طالت مدّة هذه الحالة</w:t>
      </w:r>
      <w:r w:rsidR="008A60E8">
        <w:rPr>
          <w:rtl/>
        </w:rPr>
        <w:t>،</w:t>
      </w:r>
      <w:r>
        <w:rPr>
          <w:rtl/>
        </w:rPr>
        <w:t xml:space="preserve"> مثل</w:t>
      </w:r>
      <w:r w:rsidR="008A60E8">
        <w:rPr>
          <w:rtl/>
        </w:rPr>
        <w:t>:</w:t>
      </w:r>
      <w:r>
        <w:rPr>
          <w:rtl/>
        </w:rPr>
        <w:t xml:space="preserve"> تحمّل المريض لمرضه</w:t>
      </w:r>
      <w:r w:rsidR="008A60E8">
        <w:rPr>
          <w:rtl/>
        </w:rPr>
        <w:t>،</w:t>
      </w:r>
      <w:r>
        <w:rPr>
          <w:rtl/>
        </w:rPr>
        <w:t xml:space="preserve"> وصاحب المصيبة لمصيبته</w:t>
      </w:r>
      <w:r w:rsidR="008A60E8">
        <w:rPr>
          <w:rtl/>
        </w:rPr>
        <w:t>،</w:t>
      </w:r>
      <w:r>
        <w:rPr>
          <w:rtl/>
        </w:rPr>
        <w:t xml:space="preserve"> وأيضاً تحمّله لترك الذنوب</w:t>
      </w:r>
      <w:r w:rsidR="008A60E8">
        <w:rPr>
          <w:rtl/>
        </w:rPr>
        <w:t>،</w:t>
      </w:r>
      <w:r>
        <w:rPr>
          <w:rtl/>
        </w:rPr>
        <w:t xml:space="preserve"> وتحمل حصول الإنسان على النعمة والاستمرار في شكر الله وطاعته وعدم معصيته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والصبر من فروع الرضا بقضاء الله وقدره</w:t>
      </w:r>
      <w:r w:rsidR="008A60E8">
        <w:rPr>
          <w:rtl/>
        </w:rPr>
        <w:t>،</w:t>
      </w:r>
      <w:r>
        <w:rPr>
          <w:rtl/>
        </w:rPr>
        <w:t xml:space="preserve"> وهو من الإيمان بمنزلة الرأس من الجسد</w:t>
      </w:r>
      <w:r w:rsidR="008A60E8">
        <w:rPr>
          <w:rtl/>
        </w:rPr>
        <w:t>.</w:t>
      </w:r>
      <w:r>
        <w:rPr>
          <w:rtl/>
        </w:rPr>
        <w:t xml:space="preserve"> وضدّه الجزع الذي هو عدم الصبر على البلاء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وقد قسّم الصبرُ إلى أقسام وأنواع منها</w:t>
      </w:r>
      <w:r w:rsidR="008A60E8">
        <w:rPr>
          <w:rtl/>
        </w:rPr>
        <w:t>:</w:t>
      </w:r>
    </w:p>
    <w:p w:rsidR="009A0DCC" w:rsidRDefault="009A0DCC" w:rsidP="00172AAC">
      <w:pPr>
        <w:pStyle w:val="Heading2"/>
      </w:pPr>
      <w:bookmarkStart w:id="61" w:name="_Toc436482628"/>
      <w:r w:rsidRPr="00172AAC">
        <w:rPr>
          <w:rtl/>
        </w:rPr>
        <w:t>1</w:t>
      </w:r>
      <w:r w:rsidR="00EE7E9B" w:rsidRPr="00172AAC">
        <w:rPr>
          <w:rtl/>
        </w:rPr>
        <w:t xml:space="preserve"> - </w:t>
      </w:r>
      <w:r w:rsidRPr="00172AAC">
        <w:rPr>
          <w:rtl/>
        </w:rPr>
        <w:t>الصبر</w:t>
      </w:r>
      <w:r>
        <w:rPr>
          <w:rtl/>
        </w:rPr>
        <w:t xml:space="preserve"> على</w:t>
      </w:r>
      <w:r w:rsidRPr="00172AAC">
        <w:rPr>
          <w:rtl/>
        </w:rPr>
        <w:t xml:space="preserve"> </w:t>
      </w:r>
      <w:r>
        <w:rPr>
          <w:rtl/>
        </w:rPr>
        <w:t>الطاعة</w:t>
      </w:r>
      <w:bookmarkEnd w:id="61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بمعنى أن يتحمّل المداومة التي تحتاجها الطاعة</w:t>
      </w:r>
      <w:r w:rsidR="008A60E8">
        <w:rPr>
          <w:rtl/>
        </w:rPr>
        <w:t>،</w:t>
      </w:r>
      <w:r>
        <w:rPr>
          <w:rtl/>
        </w:rPr>
        <w:t xml:space="preserve"> فترى البعض من الناس ليس عنده القدرة على تحمّل ركعتي صلاة الصبح</w:t>
      </w:r>
      <w:r w:rsidR="008A60E8">
        <w:rPr>
          <w:rtl/>
        </w:rPr>
        <w:t>،</w:t>
      </w:r>
      <w:r>
        <w:rPr>
          <w:rtl/>
        </w:rPr>
        <w:t xml:space="preserve"> بل أكثر من ذلك البعض لا يستطيع أن يتحمّل الزمان الذي يستغرقه الآذان أو تسغرقه الإقامة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البقرة / 155</w:t>
      </w:r>
      <w:r w:rsidR="00EE7E9B">
        <w:rPr>
          <w:rtl/>
        </w:rPr>
        <w:t xml:space="preserve"> - </w:t>
      </w:r>
      <w:r>
        <w:rPr>
          <w:rtl/>
        </w:rPr>
        <w:t>157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حكي أنّ أحد الولاة سمع أحدَ الرعيّة يدعو عليه بالهلاك</w:t>
      </w:r>
      <w:r w:rsidR="008A60E8">
        <w:rPr>
          <w:rtl/>
        </w:rPr>
        <w:t>،</w:t>
      </w:r>
      <w:r>
        <w:rPr>
          <w:rtl/>
        </w:rPr>
        <w:t xml:space="preserve"> ويقول</w:t>
      </w:r>
      <w:r w:rsidR="008A60E8">
        <w:rPr>
          <w:rtl/>
        </w:rPr>
        <w:t>:</w:t>
      </w:r>
      <w:r>
        <w:rPr>
          <w:rtl/>
        </w:rPr>
        <w:t xml:space="preserve"> اللّهمّ خلّصنا منه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فخرج هذا الوالي وقال له</w:t>
      </w:r>
      <w:r w:rsidR="008A60E8">
        <w:rPr>
          <w:rtl/>
        </w:rPr>
        <w:t>:</w:t>
      </w:r>
      <w:r>
        <w:rPr>
          <w:rtl/>
        </w:rPr>
        <w:t xml:space="preserve"> علامَ أنت تدعو عليّ</w:t>
      </w:r>
      <w:r w:rsidR="008A60E8">
        <w:rPr>
          <w:rtl/>
        </w:rPr>
        <w:t>،</w:t>
      </w:r>
      <w:r>
        <w:rPr>
          <w:rtl/>
        </w:rPr>
        <w:t xml:space="preserve"> وأنا لم يكن لي معكم إلاّ بعض الأيام</w:t>
      </w:r>
      <w:r w:rsidR="008A60E8">
        <w:rPr>
          <w:rtl/>
        </w:rPr>
        <w:t>،</w:t>
      </w:r>
      <w:r>
        <w:rPr>
          <w:rtl/>
        </w:rPr>
        <w:t xml:space="preserve"> فما لكم قد مللتموني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قال الرجل</w:t>
      </w:r>
      <w:r w:rsidR="008A60E8">
        <w:rPr>
          <w:rtl/>
        </w:rPr>
        <w:t>:</w:t>
      </w:r>
      <w:r>
        <w:rPr>
          <w:rtl/>
        </w:rPr>
        <w:t xml:space="preserve"> أيّها الوالي</w:t>
      </w:r>
      <w:r w:rsidR="008A60E8">
        <w:rPr>
          <w:rtl/>
        </w:rPr>
        <w:t>،</w:t>
      </w:r>
      <w:r>
        <w:rPr>
          <w:rtl/>
        </w:rPr>
        <w:t xml:space="preserve"> إنّني ابتدئ بالأذان وأشرع</w:t>
      </w:r>
      <w:r w:rsidR="008A60E8">
        <w:rPr>
          <w:rtl/>
        </w:rPr>
        <w:t>،</w:t>
      </w:r>
      <w:r>
        <w:rPr>
          <w:rtl/>
        </w:rPr>
        <w:t xml:space="preserve"> حتّى إذا بلغت وسطه مللتُ فقطعته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فهذا نموذج من الناس تراهم ليس لهم القابلية على تحمّل أبسط الأمور</w:t>
      </w:r>
      <w:r w:rsidR="008A60E8">
        <w:rPr>
          <w:rtl/>
        </w:rPr>
        <w:t>،</w:t>
      </w:r>
      <w:r>
        <w:rPr>
          <w:rtl/>
        </w:rPr>
        <w:t xml:space="preserve"> وهذه الحالة تعتري الكثير من بني البشر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فالصبر على المداومة على الطاعة</w:t>
      </w:r>
      <w:r w:rsidR="00EE7E9B">
        <w:rPr>
          <w:rtl/>
        </w:rPr>
        <w:t xml:space="preserve"> - </w:t>
      </w:r>
      <w:r>
        <w:rPr>
          <w:rtl/>
        </w:rPr>
        <w:t>بالحقيقة</w:t>
      </w:r>
      <w:r w:rsidR="00EE7E9B">
        <w:rPr>
          <w:rtl/>
        </w:rPr>
        <w:t xml:space="preserve"> - </w:t>
      </w:r>
      <w:r>
        <w:rPr>
          <w:rtl/>
        </w:rPr>
        <w:t>هو صبر على النعمة التي أنعم الله بها على الإنسان</w:t>
      </w:r>
      <w:r w:rsidR="008A60E8">
        <w:rPr>
          <w:rtl/>
        </w:rPr>
        <w:t>،</w:t>
      </w:r>
      <w:r>
        <w:rPr>
          <w:rtl/>
        </w:rPr>
        <w:t xml:space="preserve"> بأن يصبر على الشكر لصاحب النعمة وهو الله</w:t>
      </w:r>
      <w:r w:rsidR="008A60E8">
        <w:rPr>
          <w:rtl/>
        </w:rPr>
        <w:t>،</w:t>
      </w:r>
      <w:r>
        <w:rPr>
          <w:rtl/>
        </w:rPr>
        <w:t xml:space="preserve"> فيسير في طريق الاستقامة فيصبر على الطاعة كما يصبر على أن لا يعصي خالقه</w:t>
      </w:r>
      <w:r w:rsidR="008A60E8">
        <w:rPr>
          <w:rtl/>
        </w:rPr>
        <w:t>،</w:t>
      </w:r>
      <w:r>
        <w:rPr>
          <w:rtl/>
        </w:rPr>
        <w:t xml:space="preserve"> ويستمر في العبادة والصلاة لوقتها</w:t>
      </w:r>
      <w:r w:rsidR="008A60E8">
        <w:rPr>
          <w:rtl/>
        </w:rPr>
        <w:t>،</w:t>
      </w:r>
      <w:r>
        <w:rPr>
          <w:rtl/>
        </w:rPr>
        <w:t xml:space="preserve"> وصوم شهر رمضان وغير ذلك</w:t>
      </w:r>
      <w:r w:rsidR="008A60E8">
        <w:rPr>
          <w:rtl/>
        </w:rPr>
        <w:t>.</w:t>
      </w:r>
      <w:r>
        <w:rPr>
          <w:rtl/>
        </w:rPr>
        <w:t xml:space="preserve"> وهو بتوفيق الله تعالى والمداومة يصبح يسيراً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وعن الإمام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إنّا وجدنا الصبر على طاعة الله أيسر من الصبر على عذابه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Heading2"/>
      </w:pPr>
      <w:bookmarkStart w:id="62" w:name="_Toc436482629"/>
      <w:r w:rsidRPr="00172AAC">
        <w:rPr>
          <w:rtl/>
        </w:rPr>
        <w:t>2</w:t>
      </w:r>
      <w:r w:rsidR="00EE7E9B" w:rsidRPr="00172AAC">
        <w:rPr>
          <w:rtl/>
        </w:rPr>
        <w:t xml:space="preserve"> - </w:t>
      </w:r>
      <w:r>
        <w:rPr>
          <w:rtl/>
        </w:rPr>
        <w:t>الصبر على عدم معصية الله</w:t>
      </w:r>
      <w:bookmarkEnd w:id="62"/>
    </w:p>
    <w:p w:rsidR="009A0DCC" w:rsidRDefault="009A0DCC" w:rsidP="00172AAC">
      <w:pPr>
        <w:pStyle w:val="libNormal"/>
      </w:pPr>
      <w:r>
        <w:rPr>
          <w:rtl/>
        </w:rPr>
        <w:t>بأن يصبر أن لا يغتاب</w:t>
      </w:r>
      <w:r w:rsidR="008A60E8">
        <w:rPr>
          <w:rtl/>
        </w:rPr>
        <w:t>،</w:t>
      </w:r>
      <w:r>
        <w:rPr>
          <w:rtl/>
        </w:rPr>
        <w:t xml:space="preserve"> ولا يكذب</w:t>
      </w:r>
      <w:r w:rsidR="008A60E8">
        <w:rPr>
          <w:rtl/>
        </w:rPr>
        <w:t>،</w:t>
      </w:r>
      <w:r>
        <w:rPr>
          <w:rtl/>
        </w:rPr>
        <w:t xml:space="preserve"> ولا يتكبّر</w:t>
      </w:r>
      <w:r w:rsidR="008A60E8">
        <w:rPr>
          <w:rtl/>
        </w:rPr>
        <w:t>،</w:t>
      </w:r>
      <w:r>
        <w:rPr>
          <w:rtl/>
        </w:rPr>
        <w:t xml:space="preserve"> ولا يرتكب المحرّمات</w:t>
      </w:r>
      <w:r w:rsidR="008A60E8">
        <w:rPr>
          <w:rtl/>
        </w:rPr>
        <w:t>.</w:t>
      </w:r>
      <w:r>
        <w:rPr>
          <w:rtl/>
        </w:rPr>
        <w:t xml:space="preserve">.. فعن الإمام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اصبروا على عمل لا غنى لكم عن ثوابه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مستدرك الوسائل 11 / 261</w:t>
      </w:r>
      <w:r w:rsidR="008A60E8">
        <w:rPr>
          <w:rtl/>
        </w:rPr>
        <w:t>،</w:t>
      </w:r>
      <w:r>
        <w:rPr>
          <w:rtl/>
        </w:rPr>
        <w:t xml:space="preserve"> ح7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واصبروا على عملٍ لا طاقة لكم على عِقابه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وهذا النوع من الصبر من الأنواع التي تحتاج إلى المجاهدة والرياضة النفسية العالية حتّى قيل</w:t>
      </w:r>
      <w:r w:rsidR="008A60E8">
        <w:rPr>
          <w:rtl/>
        </w:rPr>
        <w:t>:</w:t>
      </w:r>
      <w:r>
        <w:rPr>
          <w:rtl/>
        </w:rPr>
        <w:t xml:space="preserve"> إنّ الصبر على عدم المعصية أفضل من كلّ مراتب الصبر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Heading2"/>
      </w:pPr>
      <w:bookmarkStart w:id="63" w:name="_Toc436482630"/>
      <w:r w:rsidRPr="00172AAC">
        <w:rPr>
          <w:rtl/>
        </w:rPr>
        <w:t>3</w:t>
      </w:r>
      <w:r w:rsidR="00EE7E9B" w:rsidRPr="00172AAC">
        <w:rPr>
          <w:rtl/>
        </w:rPr>
        <w:t xml:space="preserve"> - </w:t>
      </w:r>
      <w:r>
        <w:rPr>
          <w:rtl/>
        </w:rPr>
        <w:t>الصبر على البلاء والمصائب</w:t>
      </w:r>
      <w:bookmarkEnd w:id="63"/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وهذا هو محلّ الكلام</w:t>
      </w:r>
      <w:r w:rsidR="008A60E8">
        <w:rPr>
          <w:rtl/>
        </w:rPr>
        <w:t>،</w:t>
      </w:r>
      <w:r>
        <w:rPr>
          <w:rtl/>
        </w:rPr>
        <w:t xml:space="preserve"> فكلّ إنسان يعاني من هذه الاُمور فإن أراد الراحة في الدنيا والثواب في الآخرة فعليه أن يصبر</w:t>
      </w:r>
      <w:r w:rsidR="008A60E8">
        <w:rPr>
          <w:rtl/>
        </w:rPr>
        <w:t>،</w:t>
      </w:r>
      <w:r>
        <w:rPr>
          <w:rtl/>
        </w:rPr>
        <w:t xml:space="preserve"> ويسلّم أمره إلى الله</w:t>
      </w:r>
      <w:r w:rsidR="008A60E8">
        <w:rPr>
          <w:rtl/>
        </w:rPr>
        <w:t>،</w:t>
      </w:r>
      <w:r>
        <w:rPr>
          <w:rtl/>
        </w:rPr>
        <w:t xml:space="preserve"> ويتوكّل عليه</w:t>
      </w:r>
      <w:r w:rsidR="008A60E8">
        <w:rPr>
          <w:rtl/>
        </w:rPr>
        <w:t>،</w:t>
      </w:r>
      <w:r>
        <w:rPr>
          <w:rtl/>
        </w:rPr>
        <w:t xml:space="preserve"> ويرضى بقضاء الله وقدره</w:t>
      </w:r>
      <w:r w:rsidR="008A60E8">
        <w:rPr>
          <w:rtl/>
        </w:rPr>
        <w:t>،</w:t>
      </w:r>
      <w:r>
        <w:rPr>
          <w:rtl/>
        </w:rPr>
        <w:t xml:space="preserve"> ويحاول أن يعالج البلاء بتعقّل وهدوءٍ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فعن الإمام الباقر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الجنّة محفوفة بالمكاره والصبر</w:t>
      </w:r>
      <w:r w:rsidR="008A60E8">
        <w:rPr>
          <w:rtl/>
        </w:rPr>
        <w:t>،</w:t>
      </w:r>
      <w:r>
        <w:rPr>
          <w:rtl/>
        </w:rPr>
        <w:t xml:space="preserve"> فمَنْ صبر على المكاره في دار الدنيا دخل الجنّة</w:t>
      </w:r>
      <w:r w:rsidR="008A60E8">
        <w:rPr>
          <w:rtl/>
        </w:rPr>
        <w:t>.</w:t>
      </w:r>
      <w:r>
        <w:rPr>
          <w:rtl/>
        </w:rPr>
        <w:t xml:space="preserve"> وجهنم محفوفة باللذات والشهوات</w:t>
      </w:r>
      <w:r w:rsidR="008A60E8">
        <w:rPr>
          <w:rtl/>
        </w:rPr>
        <w:t>،</w:t>
      </w:r>
      <w:r>
        <w:rPr>
          <w:rtl/>
        </w:rPr>
        <w:t xml:space="preserve"> فمَنْ أعطى نفسه لذّتها وشهوتها دخل النار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ولو تأمّلنا في الآيات التي افتتحنا بها المجلس نلاحظ عدّة امتحانات وبأشكال مختلفة</w:t>
      </w:r>
      <w:r w:rsidR="008A60E8">
        <w:rPr>
          <w:rtl/>
        </w:rPr>
        <w:t>؛</w:t>
      </w:r>
      <w:r>
        <w:rPr>
          <w:rtl/>
        </w:rPr>
        <w:t xml:space="preserve"> فتارةً يكون الامتحان عن طريق الخوف</w:t>
      </w:r>
      <w:r w:rsidR="008A60E8">
        <w:rPr>
          <w:rtl/>
        </w:rPr>
        <w:t>،</w:t>
      </w:r>
      <w:r>
        <w:rPr>
          <w:rtl/>
        </w:rPr>
        <w:t xml:space="preserve"> واُخرى عن طريق الجُوع</w:t>
      </w:r>
      <w:r w:rsidR="008A60E8">
        <w:rPr>
          <w:rtl/>
        </w:rPr>
        <w:t>،</w:t>
      </w:r>
      <w:r>
        <w:rPr>
          <w:rtl/>
        </w:rPr>
        <w:t xml:space="preserve"> وثالثة عن طريق النقص في الأموال والأنفس</w:t>
      </w:r>
      <w:r w:rsidR="00EE7E9B">
        <w:rPr>
          <w:rtl/>
        </w:rPr>
        <w:t xml:space="preserve"> - </w:t>
      </w:r>
      <w:r>
        <w:rPr>
          <w:rtl/>
        </w:rPr>
        <w:t>يعني الموت وما شاكله</w:t>
      </w:r>
      <w:r w:rsidR="00EE7E9B">
        <w:rPr>
          <w:rtl/>
        </w:rPr>
        <w:t xml:space="preserve"> -</w:t>
      </w:r>
      <w:r w:rsidR="008A60E8">
        <w:rPr>
          <w:rtl/>
        </w:rPr>
        <w:t>،</w:t>
      </w:r>
      <w:r>
        <w:rPr>
          <w:rtl/>
        </w:rPr>
        <w:t xml:space="preserve"> فالآية تعرّضت للاختبار الإلهي العام ولمظاهره المختلفة</w:t>
      </w:r>
      <w:r w:rsidR="008A60E8">
        <w:rPr>
          <w:rtl/>
        </w:rPr>
        <w:t>،</w:t>
      </w:r>
      <w:r>
        <w:rPr>
          <w:rtl/>
        </w:rPr>
        <w:t xml:space="preserve"> باعتباره سُنّة كونية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أمالي الصدوق / 170</w:t>
      </w:r>
      <w:r w:rsidR="008A60E8">
        <w:rPr>
          <w:rtl/>
        </w:rPr>
        <w:t>،</w:t>
      </w:r>
      <w:r>
        <w:rPr>
          <w:rtl/>
        </w:rPr>
        <w:t xml:space="preserve"> ضمن الحديث الخامس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الأربعون</w:t>
      </w:r>
      <w:r w:rsidRPr="008A60E8">
        <w:rPr>
          <w:rtl/>
        </w:rPr>
        <w:t xml:space="preserve"> </w:t>
      </w:r>
      <w:r>
        <w:rPr>
          <w:rtl/>
        </w:rPr>
        <w:t>حديثاً / 251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الكافي 2 / 89</w:t>
      </w:r>
      <w:r w:rsidR="00EE7E9B">
        <w:rPr>
          <w:rtl/>
        </w:rPr>
        <w:t xml:space="preserve"> - </w:t>
      </w:r>
      <w:r>
        <w:rPr>
          <w:rtl/>
        </w:rPr>
        <w:t>90</w:t>
      </w:r>
      <w:r w:rsidR="008A60E8">
        <w:rPr>
          <w:rtl/>
        </w:rPr>
        <w:t>،</w:t>
      </w:r>
      <w:r>
        <w:rPr>
          <w:rtl/>
        </w:rPr>
        <w:t xml:space="preserve"> ح7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لا تقبل التغيير</w:t>
      </w:r>
      <w:r w:rsidR="008A60E8">
        <w:rPr>
          <w:rtl/>
        </w:rPr>
        <w:t>.</w:t>
      </w:r>
      <w:r>
        <w:rPr>
          <w:rtl/>
        </w:rPr>
        <w:t xml:space="preserve"> وكما كان الانتصار في هذه الاختبارات لا يتحقّق إلاّ في ظلّ الثبات والمقاومة</w:t>
      </w:r>
      <w:r w:rsidR="008A60E8">
        <w:rPr>
          <w:rtl/>
        </w:rPr>
        <w:t>،</w:t>
      </w:r>
      <w:r>
        <w:rPr>
          <w:rtl/>
        </w:rPr>
        <w:t xml:space="preserve"> قالت الآية بعد ذك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وبشّر الصابرين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  <w:r>
        <w:rPr>
          <w:rtl/>
        </w:rPr>
        <w:t xml:space="preserve"> فالصابرون هم الذين يستطيعون أن يخرجوا منتصرين من هذه الامتحانات لا غيرهم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ثُمَّ إنّ الآية التي بعدها تُعرِّفُ الصابرين وتقول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الَّذِينَ إِذَا أَصَابَتْهُم مُّصِيبَةٌ قَالُواْ إِنَّا لِلّهِ وَإِنَّا إِلَيْهِ رَاجِعونَ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  <w:r>
        <w:rPr>
          <w:rtl/>
        </w:rPr>
        <w:t xml:space="preserve"> فالإقرار التام بالعبودية المطلقة لله يعلّمنا أن لا نحزن على ما فاتنا</w:t>
      </w:r>
      <w:r w:rsidR="008A60E8">
        <w:rPr>
          <w:rtl/>
        </w:rPr>
        <w:t>؛</w:t>
      </w:r>
      <w:r>
        <w:rPr>
          <w:rtl/>
        </w:rPr>
        <w:t xml:space="preserve"> لأنّه سبحانه مالكنا ومالك جميع ما لدينا من مواهب</w:t>
      </w:r>
      <w:r w:rsidR="008A60E8">
        <w:rPr>
          <w:rtl/>
        </w:rPr>
        <w:t>؛</w:t>
      </w:r>
      <w:r>
        <w:rPr>
          <w:rtl/>
        </w:rPr>
        <w:t xml:space="preserve"> إن شاء منحنا إيّاها</w:t>
      </w:r>
      <w:r w:rsidR="008A60E8">
        <w:rPr>
          <w:rtl/>
        </w:rPr>
        <w:t>،</w:t>
      </w:r>
      <w:r>
        <w:rPr>
          <w:rtl/>
        </w:rPr>
        <w:t xml:space="preserve"> وإن استوجبت المصلحة أخذَها مِنّا</w:t>
      </w:r>
      <w:r w:rsidR="008A60E8">
        <w:rPr>
          <w:rtl/>
        </w:rPr>
        <w:t>،</w:t>
      </w:r>
      <w:r>
        <w:rPr>
          <w:rtl/>
        </w:rPr>
        <w:t xml:space="preserve"> وفي المنحة والمحنة مصلحة لنا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والالتفات المستمر إلى حقيقة عودتنا إلى الله سبحانه وتعالى يشعرنا بزوال هذه الحياة</w:t>
      </w:r>
      <w:r w:rsidR="008A60E8">
        <w:rPr>
          <w:rtl/>
        </w:rPr>
        <w:t>،</w:t>
      </w:r>
      <w:r>
        <w:rPr>
          <w:rtl/>
        </w:rPr>
        <w:t xml:space="preserve"> وبأن نقص المواهب المادية وتوفّرها عَرض زائل</w:t>
      </w:r>
      <w:r w:rsidR="008A60E8">
        <w:rPr>
          <w:rtl/>
        </w:rPr>
        <w:t>،</w:t>
      </w:r>
      <w:r>
        <w:rPr>
          <w:rtl/>
        </w:rPr>
        <w:t xml:space="preserve"> ووسيلة لارتقاء الإنسان إلى سلّم تكامله</w:t>
      </w:r>
      <w:r w:rsidR="008A60E8">
        <w:rPr>
          <w:rtl/>
        </w:rPr>
        <w:t>،</w:t>
      </w:r>
      <w:r>
        <w:rPr>
          <w:rtl/>
        </w:rPr>
        <w:t xml:space="preserve"> فاستشعار العبودية والعودة في عبارة </w:t>
      </w:r>
      <w:r w:rsidR="008A60E8">
        <w:rPr>
          <w:rtl/>
        </w:rPr>
        <w:t>(</w:t>
      </w:r>
      <w:r>
        <w:rPr>
          <w:rtl/>
        </w:rPr>
        <w:t>إنا لله وإنا إليه راجعون</w:t>
      </w:r>
      <w:r w:rsidR="008A60E8">
        <w:rPr>
          <w:rtl/>
        </w:rPr>
        <w:t>)</w:t>
      </w:r>
      <w:r>
        <w:rPr>
          <w:rtl/>
        </w:rPr>
        <w:t xml:space="preserve"> له الأثر الكبير في تعميق روح المقاومة والاستقامة والصبر في النفس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الواضح أنّ المقصود من قول هذه العبارة ليس ترديدها باللسان فقط</w:t>
      </w:r>
      <w:r w:rsidR="008A60E8">
        <w:rPr>
          <w:rtl/>
        </w:rPr>
        <w:t>،</w:t>
      </w:r>
      <w:r>
        <w:rPr>
          <w:rtl/>
        </w:rPr>
        <w:t xml:space="preserve"> بل استشعار هذه الحقيقة</w:t>
      </w:r>
      <w:r w:rsidR="008A60E8">
        <w:rPr>
          <w:rtl/>
        </w:rPr>
        <w:t>،</w:t>
      </w:r>
      <w:r>
        <w:rPr>
          <w:rtl/>
        </w:rPr>
        <w:t xml:space="preserve"> والالتفات إلى ما تنطوي عليه من توحيد وإيمان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وقد يُسأل سائل</w:t>
      </w:r>
      <w:r w:rsidR="008A60E8">
        <w:rPr>
          <w:rtl/>
        </w:rPr>
        <w:t>:</w:t>
      </w:r>
      <w:r>
        <w:rPr>
          <w:rtl/>
        </w:rPr>
        <w:t xml:space="preserve"> لماذا هذا الاختبار الإلهي وبأشكاله المختلفة</w:t>
      </w:r>
      <w:r w:rsidR="008A60E8">
        <w:rPr>
          <w:rtl/>
        </w:rPr>
        <w:t>؟</w:t>
      </w:r>
      <w:r>
        <w:rPr>
          <w:rtl/>
        </w:rPr>
        <w:t xml:space="preserve"> إنّما نختبر الأفراد لنفهم ما نجهله عنهم</w:t>
      </w:r>
      <w:r w:rsidR="008A60E8">
        <w:rPr>
          <w:rtl/>
        </w:rPr>
        <w:t>،</w:t>
      </w:r>
      <w:r>
        <w:rPr>
          <w:rtl/>
        </w:rPr>
        <w:t xml:space="preserve"> فهل إنّ الله سبحانه وتعالى بحاجة إلى مثل هذا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روي عن</w:t>
      </w:r>
      <w:r w:rsidRPr="008A60E8">
        <w:rPr>
          <w:rtl/>
        </w:rPr>
        <w:t xml:space="preserve"> </w:t>
      </w:r>
      <w:r>
        <w:rPr>
          <w:rtl/>
        </w:rPr>
        <w:t xml:space="preserve">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 w:rsidRPr="008A60E8">
        <w:rPr>
          <w:rtl/>
        </w:rPr>
        <w:t xml:space="preserve"> </w:t>
      </w:r>
      <w:r w:rsidR="001448CA">
        <w:rPr>
          <w:rtl/>
        </w:rPr>
        <w:t>«</w:t>
      </w:r>
      <w:r w:rsidRPr="008A60E8">
        <w:rPr>
          <w:rtl/>
        </w:rPr>
        <w:t>إنّ قولنا</w:t>
      </w:r>
      <w:r w:rsidR="008A60E8">
        <w:rPr>
          <w:rtl/>
        </w:rPr>
        <w:t>:</w:t>
      </w:r>
      <w:r w:rsidRPr="008A60E8">
        <w:rPr>
          <w:rtl/>
        </w:rPr>
        <w:t xml:space="preserve"> إنّا لله إقرارٌ على أنفسنا بالملك</w:t>
      </w:r>
      <w:r w:rsidR="008A60E8">
        <w:rPr>
          <w:rtl/>
        </w:rPr>
        <w:t>،</w:t>
      </w:r>
      <w:r w:rsidRPr="008A60E8">
        <w:rPr>
          <w:rtl/>
        </w:rPr>
        <w:t xml:space="preserve"> وقولنا</w:t>
      </w:r>
      <w:r w:rsidR="008A60E8">
        <w:rPr>
          <w:rtl/>
        </w:rPr>
        <w:t>:</w:t>
      </w:r>
      <w:r w:rsidRPr="008A60E8">
        <w:rPr>
          <w:rtl/>
        </w:rPr>
        <w:t xml:space="preserve"> إنّا إليه راجعون</w:t>
      </w:r>
      <w:r w:rsidR="008A60E8">
        <w:rPr>
          <w:rtl/>
        </w:rPr>
        <w:t>:</w:t>
      </w:r>
      <w:r w:rsidRPr="008A60E8">
        <w:rPr>
          <w:rtl/>
        </w:rPr>
        <w:t xml:space="preserve"> إقرار على أنفسنا بالهلك</w:t>
      </w:r>
      <w:r w:rsidR="001448CA">
        <w:rPr>
          <w:rtl/>
        </w:rPr>
        <w:t>»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  <w:r>
        <w:rPr>
          <w:rtl/>
        </w:rPr>
        <w:t>نهج البلاغة 4</w:t>
      </w:r>
      <w:r w:rsidR="008A60E8">
        <w:rPr>
          <w:rtl/>
        </w:rPr>
        <w:t>،</w:t>
      </w:r>
      <w:r>
        <w:rPr>
          <w:rtl/>
        </w:rPr>
        <w:t xml:space="preserve"> قصار</w:t>
      </w:r>
      <w:r w:rsidRPr="008A60E8">
        <w:rPr>
          <w:rtl/>
        </w:rPr>
        <w:t xml:space="preserve"> </w:t>
      </w:r>
      <w:r>
        <w:rPr>
          <w:rtl/>
        </w:rPr>
        <w:t>الحكم / 646</w:t>
      </w:r>
      <w:r w:rsidR="008A60E8">
        <w:rPr>
          <w:rtl/>
        </w:rPr>
        <w:t>،</w:t>
      </w:r>
      <w:r>
        <w:rPr>
          <w:rtl/>
        </w:rPr>
        <w:t xml:space="preserve"> الحكمة رقم 99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تفسير الأمثل 1 / 440</w:t>
      </w:r>
      <w:r w:rsidR="00EE7E9B">
        <w:rPr>
          <w:rtl/>
        </w:rPr>
        <w:t xml:space="preserve"> - </w:t>
      </w:r>
      <w:r>
        <w:rPr>
          <w:rtl/>
        </w:rPr>
        <w:t>442 «بتصرّف</w:t>
      </w:r>
      <w:r w:rsidRPr="008A60E8">
        <w:rPr>
          <w:rtl/>
        </w:rPr>
        <w:t>»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الاختبار لعِباده</w:t>
      </w:r>
      <w:r w:rsidR="008A60E8">
        <w:rPr>
          <w:rtl/>
        </w:rPr>
        <w:t>،</w:t>
      </w:r>
      <w:r>
        <w:rPr>
          <w:rtl/>
        </w:rPr>
        <w:t xml:space="preserve"> وهو العالم بكلِّ الخفايا والأسرار</w:t>
      </w:r>
      <w:r w:rsidR="008A60E8">
        <w:rPr>
          <w:rtl/>
        </w:rPr>
        <w:t>؟</w:t>
      </w:r>
      <w:r>
        <w:rPr>
          <w:rtl/>
        </w:rPr>
        <w:t>! وهل هناك شيء خفي عنه سبحانه وتعالى حتّى يظهر له بهذا الامتحان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والجواب</w:t>
      </w:r>
      <w:r w:rsidR="008A60E8">
        <w:rPr>
          <w:rtl/>
        </w:rPr>
        <w:t>:</w:t>
      </w:r>
      <w:r>
        <w:rPr>
          <w:rtl/>
        </w:rPr>
        <w:t xml:space="preserve"> إنّ مفهوم الاختبار الإلهي يختلف عن الاختبار البشري</w:t>
      </w:r>
      <w:r w:rsidR="008A60E8">
        <w:rPr>
          <w:rtl/>
        </w:rPr>
        <w:t>؛</w:t>
      </w:r>
      <w:r>
        <w:rPr>
          <w:rtl/>
        </w:rPr>
        <w:t xml:space="preserve"> فاختباراتنا البشرية بين بعضنا والبعض الآخر هي</w:t>
      </w:r>
      <w:r w:rsidR="00EE7E9B">
        <w:rPr>
          <w:rtl/>
        </w:rPr>
        <w:t xml:space="preserve"> - </w:t>
      </w:r>
      <w:r>
        <w:rPr>
          <w:rtl/>
        </w:rPr>
        <w:t>كما ذُكر آنفاً</w:t>
      </w:r>
      <w:r w:rsidR="00EE7E9B">
        <w:rPr>
          <w:rtl/>
        </w:rPr>
        <w:t xml:space="preserve"> - </w:t>
      </w:r>
      <w:r>
        <w:rPr>
          <w:rtl/>
        </w:rPr>
        <w:t>لرفع الإبهام والجهل</w:t>
      </w:r>
      <w:r w:rsidR="008A60E8">
        <w:rPr>
          <w:rtl/>
        </w:rPr>
        <w:t>،</w:t>
      </w:r>
      <w:r>
        <w:rPr>
          <w:rtl/>
        </w:rPr>
        <w:t xml:space="preserve"> وأمّا الاختبار الإلهي فالأمر فيه ليس كذلك</w:t>
      </w:r>
      <w:r w:rsidR="008A60E8">
        <w:rPr>
          <w:rtl/>
        </w:rPr>
        <w:t>،</w:t>
      </w:r>
      <w:r>
        <w:rPr>
          <w:rtl/>
        </w:rPr>
        <w:t xml:space="preserve"> بل المقصود منه التربية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فالاختبار الإلهي يشبه عمل زارعٍ خبيرٍ ينثر البذور الصالحة في الأرض الصالحة كي تستفيد هذه البذور من مواهب الطبيعة وتبدأ بالنمو</w:t>
      </w:r>
      <w:r w:rsidR="008A60E8">
        <w:rPr>
          <w:rtl/>
        </w:rPr>
        <w:t>،</w:t>
      </w:r>
      <w:r>
        <w:rPr>
          <w:rtl/>
        </w:rPr>
        <w:t xml:space="preserve"> ثمّ تصارع هذه البذور كلّ المشاكل والصعاب بالتدريج</w:t>
      </w:r>
      <w:r w:rsidR="008A60E8">
        <w:rPr>
          <w:rtl/>
        </w:rPr>
        <w:t>،</w:t>
      </w:r>
      <w:r>
        <w:rPr>
          <w:rtl/>
        </w:rPr>
        <w:t xml:space="preserve"> وتقاوم الحوادث المختلفة كالرياح العاتية والبرد الشديد والحرّ اللافح</w:t>
      </w:r>
      <w:r w:rsidR="008A60E8">
        <w:rPr>
          <w:rtl/>
        </w:rPr>
        <w:t>؛</w:t>
      </w:r>
      <w:r>
        <w:rPr>
          <w:rtl/>
        </w:rPr>
        <w:t xml:space="preserve"> لتخرج بعد ذلك نبتة مزهرة</w:t>
      </w:r>
      <w:r w:rsidR="008A60E8">
        <w:rPr>
          <w:rtl/>
        </w:rPr>
        <w:t>،</w:t>
      </w:r>
      <w:r>
        <w:rPr>
          <w:rtl/>
        </w:rPr>
        <w:t xml:space="preserve"> أو شجرة مثمرة تستطيع أن تواصل حياتها أمام الصعاب</w:t>
      </w:r>
      <w:r w:rsidR="008A60E8">
        <w:rPr>
          <w:rtl/>
        </w:rPr>
        <w:t>.</w:t>
      </w:r>
      <w:r>
        <w:rPr>
          <w:rtl/>
        </w:rPr>
        <w:t xml:space="preserve"> وهذا هو سرّ الاختبارات الإلهية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سبحانه وتعالى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وَلِيَبْتَلِيَ اللهُ مَا فِي صُدُورِكُمْ وَلِيُمَحَّصَ مَا فِي قُلُوبِكُمْ وَاللّهُ عَلِيمٌ بِذَاتِ الصُّدُورِ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،</w:t>
      </w:r>
      <w:r>
        <w:rPr>
          <w:rtl/>
        </w:rPr>
        <w:t xml:space="preserve"> مع أنّه تبارك وتعالى عليم بذات الصدور ولا تخفى عليه خافية في السماوات ولا في الأرض</w:t>
      </w:r>
      <w:r w:rsidR="008A60E8">
        <w:rPr>
          <w:rtl/>
        </w:rPr>
        <w:t>،</w:t>
      </w:r>
      <w:r>
        <w:rPr>
          <w:rtl/>
        </w:rPr>
        <w:t xml:space="preserve"> وما تسقط من ورقة ولا حبة في ظلمات الأرض ولا رطب ولا يابس إلاّ وهو تعالى مطّلع عليه وحاضر لديه</w:t>
      </w:r>
      <w:r w:rsidR="008A60E8">
        <w:rPr>
          <w:rtl/>
        </w:rPr>
        <w:t>،</w:t>
      </w:r>
      <w:r>
        <w:rPr>
          <w:rtl/>
        </w:rPr>
        <w:t xml:space="preserve"> ومع هذا يبتلي عباده لا ليفهم ويطّلع بل ليربّي ويروّض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ومن هنا يقول أمير المؤمنين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في نهج البلاغة مبيّناً سبب الاختبارات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آل عمران / 154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الإلهية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... وإن كان سبحانه أعلم بهم من أنفسهم</w:t>
      </w:r>
      <w:r w:rsidR="008A60E8">
        <w:rPr>
          <w:rtl/>
        </w:rPr>
        <w:t>،</w:t>
      </w:r>
      <w:r>
        <w:rPr>
          <w:rtl/>
        </w:rPr>
        <w:t xml:space="preserve"> ولكن لتظهر الأفعال التي بها يُستحقُ الثواب والعقاب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أي إنّ الصفات الكامنة لا يمكن أن تكون وحدها معياراً للثواب والعقاب</w:t>
      </w:r>
      <w:r w:rsidR="008A60E8">
        <w:rPr>
          <w:rtl/>
        </w:rPr>
        <w:t>،</w:t>
      </w:r>
      <w:r>
        <w:rPr>
          <w:rtl/>
        </w:rPr>
        <w:t xml:space="preserve"> فلا بدّ أن تظهر من خلال أعمال الإنسان</w:t>
      </w:r>
      <w:r w:rsidR="008A60E8">
        <w:rPr>
          <w:rtl/>
        </w:rPr>
        <w:t>،</w:t>
      </w:r>
      <w:r>
        <w:rPr>
          <w:rtl/>
        </w:rPr>
        <w:t xml:space="preserve"> والله يختبر عِباده ليتجلّى ما يضمرونه في أعمالهم</w:t>
      </w:r>
      <w:r w:rsidR="008A60E8">
        <w:rPr>
          <w:rtl/>
        </w:rPr>
        <w:t>،</w:t>
      </w:r>
      <w:r>
        <w:rPr>
          <w:rtl/>
        </w:rPr>
        <w:t xml:space="preserve"> ولكي تنتقل قابليّاتهم من القوّة إلى الفعل</w:t>
      </w:r>
      <w:r w:rsidR="008A60E8">
        <w:rPr>
          <w:rtl/>
        </w:rPr>
        <w:t>؛</w:t>
      </w:r>
      <w:r>
        <w:rPr>
          <w:rtl/>
        </w:rPr>
        <w:t xml:space="preserve"> وبذلك يستحقون الثواب أو العقاب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فإذا صبر الإنسان على ما أصابه به الله تبارك وتعالى من خوف أو جوعٍ</w:t>
      </w:r>
      <w:r w:rsidR="008A60E8">
        <w:rPr>
          <w:rtl/>
        </w:rPr>
        <w:t>،</w:t>
      </w:r>
      <w:r>
        <w:rPr>
          <w:rtl/>
        </w:rPr>
        <w:t xml:space="preserve"> أو نقصٍ في الثمرات أو الأنفس</w:t>
      </w:r>
      <w:r w:rsidR="008A60E8">
        <w:rPr>
          <w:rtl/>
        </w:rPr>
        <w:t>،</w:t>
      </w:r>
      <w:r>
        <w:rPr>
          <w:rtl/>
        </w:rPr>
        <w:t xml:space="preserve"> إلى غير ذلك أعطى الصبرُ نتائجَه</w:t>
      </w:r>
      <w:r w:rsidR="008A60E8">
        <w:rPr>
          <w:rtl/>
        </w:rPr>
        <w:t>؛</w:t>
      </w:r>
      <w:r>
        <w:rPr>
          <w:rtl/>
        </w:rPr>
        <w:t xml:space="preserve"> لأنّ لكلّ زرعٍ ثمراً</w:t>
      </w:r>
      <w:r w:rsidR="008A60E8">
        <w:rPr>
          <w:rtl/>
        </w:rPr>
        <w:t>،</w:t>
      </w:r>
      <w:r>
        <w:rPr>
          <w:rtl/>
        </w:rPr>
        <w:t xml:space="preserve"> ولكلّ فعل ردّ فعل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وأوّل نتائج الصبر هذا هي ما ذكرته الآية الأخيرة التي صدّرنا بها المجلس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وهي قوله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أُولَئِكَ عَلَيْهِمْ صَلَوَاتٌ مِّن رَّبِّهِمْ وَرَحْمَةٌ وَأُولَئِكَ هُمُ الْمُهْتَدُونَ</w:t>
      </w:r>
      <w:r w:rsidR="008A60E8" w:rsidRPr="001448CA">
        <w:rPr>
          <w:rStyle w:val="libAlaemChar"/>
          <w:rtl/>
        </w:rPr>
        <w:t>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هذه الصلوات والرحمة تجعل هؤلاء على بصيرةٍ من أمرهم في مسيرتهم الحياتية المحفوفة بالمزالق والأخطار</w:t>
      </w:r>
      <w:r w:rsidR="008A60E8">
        <w:rPr>
          <w:rtl/>
        </w:rPr>
        <w:t>؛</w:t>
      </w:r>
      <w:r>
        <w:rPr>
          <w:rtl/>
        </w:rPr>
        <w:t xml:space="preserve"> لذلك تقول الآية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وَأُولَئِكَ هُمُ الْمُهْتَدُونَ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والنتيجة الثانية المترتبة على الصبر أيضاً</w:t>
      </w:r>
      <w:r w:rsidR="008A60E8">
        <w:rPr>
          <w:rtl/>
        </w:rPr>
        <w:t>:</w:t>
      </w:r>
      <w:r>
        <w:rPr>
          <w:rtl/>
        </w:rPr>
        <w:t xml:space="preserve"> هي الراحة في دار الدنيا</w:t>
      </w:r>
      <w:r w:rsidR="008A60E8">
        <w:rPr>
          <w:rtl/>
        </w:rPr>
        <w:t>،</w:t>
      </w:r>
      <w:r>
        <w:rPr>
          <w:rtl/>
        </w:rPr>
        <w:t xml:space="preserve"> والثواب العظيم في الآخرة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والنتيجة الثالثة</w:t>
      </w:r>
      <w:r w:rsidR="008A60E8">
        <w:rPr>
          <w:rtl/>
        </w:rPr>
        <w:t>:</w:t>
      </w:r>
      <w:r>
        <w:rPr>
          <w:rtl/>
        </w:rPr>
        <w:t xml:space="preserve"> هي حبّ الله تبارك وتعالى للصابرين</w:t>
      </w:r>
      <w:r w:rsidR="008A60E8">
        <w:rPr>
          <w:rtl/>
        </w:rPr>
        <w:t>.</w:t>
      </w:r>
      <w:r>
        <w:rPr>
          <w:rtl/>
        </w:rPr>
        <w:t xml:space="preserve"> قال تعالى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 xml:space="preserve">واللهُ يُحِبُّ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نهج البلاغة</w:t>
      </w:r>
      <w:r w:rsidR="008A60E8">
        <w:rPr>
          <w:rtl/>
        </w:rPr>
        <w:t>،</w:t>
      </w:r>
      <w:r>
        <w:rPr>
          <w:rtl/>
        </w:rPr>
        <w:t xml:space="preserve"> الكلمات القصار 4 / 645 رقم الكلمة 93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تفسير الأمثل 1 / 441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Pr="00172AAC" w:rsidRDefault="009A0DCC" w:rsidP="00172AAC">
      <w:pPr>
        <w:pStyle w:val="libNormal"/>
      </w:pPr>
      <w:r w:rsidRPr="00EE7E9B">
        <w:rPr>
          <w:rStyle w:val="libAieChar"/>
          <w:rtl/>
        </w:rPr>
        <w:lastRenderedPageBreak/>
        <w:t>الصَّابِرِينَ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والنتيجة الرابعة</w:t>
      </w:r>
      <w:r w:rsidR="008A60E8" w:rsidRPr="00172AAC">
        <w:rPr>
          <w:rtl/>
        </w:rPr>
        <w:t>:</w:t>
      </w:r>
      <w:r w:rsidRPr="00172AAC">
        <w:rPr>
          <w:rtl/>
        </w:rPr>
        <w:t xml:space="preserve"> هي كون الله تبارك وتعالى معهم</w:t>
      </w:r>
      <w:r w:rsidR="008A60E8" w:rsidRPr="00172AAC">
        <w:rPr>
          <w:rtl/>
        </w:rPr>
        <w:t>.</w:t>
      </w:r>
      <w:r w:rsidRPr="00172AAC">
        <w:rPr>
          <w:rtl/>
        </w:rPr>
        <w:t xml:space="preserve"> 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وَاصْبِرُواْ إِنَّ اللّهَ مَعَ الصَّابِرِينَ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والنتيجة الخامسة</w:t>
      </w:r>
      <w:r w:rsidR="008A60E8" w:rsidRPr="00172AAC">
        <w:rPr>
          <w:rtl/>
        </w:rPr>
        <w:t>:</w:t>
      </w:r>
      <w:r w:rsidRPr="00172AAC">
        <w:rPr>
          <w:rtl/>
        </w:rPr>
        <w:t xml:space="preserve"> هي التحيّة من الله (عزّ وجلّ) والسّلام</w:t>
      </w:r>
      <w:r w:rsidR="008A60E8" w:rsidRPr="00172AAC">
        <w:rPr>
          <w:rtl/>
        </w:rPr>
        <w:t>.</w:t>
      </w:r>
      <w:r w:rsidRPr="00172AAC">
        <w:rPr>
          <w:rtl/>
        </w:rPr>
        <w:t xml:space="preserve"> 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سَلاَمٌ عَلَيْكُم بِمَا صَبَرْتُمْ فَنِعْمَ عُقْبَى الدَّارِ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 w:rsidRPr="00172AAC">
        <w:rPr>
          <w:rtl/>
        </w:rPr>
        <w:t xml:space="preserve"> إلى غير ذلك من النتائج</w:t>
      </w:r>
      <w:r w:rsidR="008A60E8" w:rsidRPr="00172AAC">
        <w:rPr>
          <w:rtl/>
        </w:rPr>
        <w:t>.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هذا فيض من غيضٍ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وقطرة من بحر متلاطم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وقليل من كثير من النتائج المترتّبة على التمسّك بالصبر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وإلاّ فالآيات عديدة والروايات كثيرة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وكثيرة جدّاً في الصبر وأجره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وما أعدّ الله للصابرين فقد تخرج عن حدّ الإحصاء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 xml:space="preserve">منها ما روي عن نبي الله عيسى </w:t>
      </w:r>
      <w:r w:rsidR="00EE7E9B" w:rsidRPr="00EE7E9B">
        <w:rPr>
          <w:rStyle w:val="libAlaemChar"/>
          <w:rtl/>
        </w:rPr>
        <w:t>عليه‌السلام</w:t>
      </w:r>
      <w:r w:rsidRPr="00172AAC">
        <w:rPr>
          <w:rtl/>
        </w:rPr>
        <w:t xml:space="preserve"> أنّه مرَّ برجلٍ أعمى وأبرص ومقعد مضروب الجنبين بالفالج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قد تناثر لحمه من الجذام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وهو يقول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الحمد لله الذي عافاني ممّا ابتلى به كثيراً من خلقه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 xml:space="preserve">فقال له نبي الله عيسى </w:t>
      </w:r>
      <w:r w:rsidR="00EE7E9B" w:rsidRPr="00EE7E9B">
        <w:rPr>
          <w:rStyle w:val="libAlaemChar"/>
          <w:rtl/>
        </w:rPr>
        <w:t>عليه‌السلام</w:t>
      </w:r>
      <w:r w:rsidR="008A60E8" w:rsidRPr="00172AAC">
        <w:rPr>
          <w:rtl/>
        </w:rPr>
        <w:t>:</w:t>
      </w:r>
      <w:r w:rsidRPr="00172AAC">
        <w:rPr>
          <w:rtl/>
        </w:rPr>
        <w:t xml:space="preserve"> يا هذا</w:t>
      </w:r>
      <w:r w:rsidR="008A60E8" w:rsidRPr="00172AAC">
        <w:rPr>
          <w:rtl/>
        </w:rPr>
        <w:t>!</w:t>
      </w:r>
      <w:r w:rsidRPr="00172AAC">
        <w:rPr>
          <w:rtl/>
        </w:rPr>
        <w:t xml:space="preserve"> وأيّ شيء من البلاء تراه مصروفاً عنك</w:t>
      </w:r>
      <w:r w:rsidR="008A60E8" w:rsidRPr="00172AAC">
        <w:rPr>
          <w:rtl/>
        </w:rPr>
        <w:t>؟</w:t>
      </w:r>
    </w:p>
    <w:p w:rsidR="009A0DCC" w:rsidRPr="00172AAC" w:rsidRDefault="009A0DCC" w:rsidP="00172AAC">
      <w:pPr>
        <w:pStyle w:val="libNormal"/>
      </w:pPr>
      <w:r w:rsidRPr="00172AAC">
        <w:rPr>
          <w:rtl/>
        </w:rPr>
        <w:t>فقال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يا روح الله</w:t>
      </w:r>
      <w:r w:rsidR="008A60E8" w:rsidRPr="00172AAC">
        <w:rPr>
          <w:rtl/>
        </w:rPr>
        <w:t>،</w:t>
      </w:r>
      <w:r w:rsidRPr="00172AAC">
        <w:rPr>
          <w:rtl/>
        </w:rPr>
        <w:t xml:space="preserve"> أنا خير ممّن لم يجعل الله في قلبه ما جعل في قلبي من معرفته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tl/>
        </w:rPr>
        <w:t>فقال</w:t>
      </w:r>
      <w:r w:rsidR="008A60E8" w:rsidRPr="00172AAC">
        <w:rPr>
          <w:rtl/>
        </w:rPr>
        <w:t>:</w:t>
      </w:r>
      <w:r w:rsidRPr="00172AAC">
        <w:rPr>
          <w:rtl/>
        </w:rPr>
        <w:t xml:space="preserve"> صدقت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هات يدك</w:t>
      </w:r>
      <w:r w:rsidR="008A60E8" w:rsidRPr="00172AAC">
        <w:rPr>
          <w:rtl/>
        </w:rPr>
        <w:t>.</w:t>
      </w:r>
      <w:r w:rsidRPr="00172AAC">
        <w:rPr>
          <w:rtl/>
        </w:rPr>
        <w:t xml:space="preserve"> فناوله يده فإذا هو أحسن الناس وجهاً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وأفضلهم هيئة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قد أذهب الله عنه ما كان به</w:t>
      </w:r>
      <w:r w:rsidRPr="008A60E8">
        <w:rPr>
          <w:rStyle w:val="libFootnotenumChar"/>
          <w:rtl/>
        </w:rPr>
        <w:t>(4)</w:t>
      </w:r>
      <w:r w:rsidR="008A60E8" w:rsidRPr="00172AAC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آل عمران / 146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الأنفال / 46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الرعد / 24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مُسكنُ الفؤاد / 87</w:t>
      </w:r>
      <w:r w:rsidR="008A60E8">
        <w:rPr>
          <w:rtl/>
        </w:rPr>
        <w:t>،</w:t>
      </w:r>
      <w:r>
        <w:rPr>
          <w:rtl/>
        </w:rPr>
        <w:t xml:space="preserve"> وبحار الأنوار 79 / 153</w:t>
      </w:r>
      <w:r w:rsidR="00EE7E9B">
        <w:rPr>
          <w:rtl/>
        </w:rPr>
        <w:t xml:space="preserve"> - </w:t>
      </w:r>
      <w:r>
        <w:rPr>
          <w:rtl/>
        </w:rPr>
        <w:t>154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هذا الرجل الذي سمعتم حكايته كان يحمد الله على معرفته به</w:t>
      </w:r>
      <w:r w:rsidR="008A60E8">
        <w:rPr>
          <w:rtl/>
        </w:rPr>
        <w:t>،</w:t>
      </w:r>
      <w:r>
        <w:rPr>
          <w:rtl/>
        </w:rPr>
        <w:t xml:space="preserve"> لكن من المقطوع به لم يُصب كما أصاب الدهر صاحب المصيبة والرزية العظمى</w:t>
      </w:r>
      <w:r w:rsidR="008A60E8">
        <w:rPr>
          <w:rtl/>
        </w:rPr>
        <w:t>،</w:t>
      </w:r>
      <w:r>
        <w:rPr>
          <w:rtl/>
        </w:rPr>
        <w:t xml:space="preserve"> حيث ورد عنه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أنّه قال</w:t>
      </w:r>
      <w:r w:rsidR="00EE7E9B">
        <w:rPr>
          <w:rtl/>
        </w:rPr>
        <w:t xml:space="preserve"> - </w:t>
      </w:r>
      <w:r>
        <w:rPr>
          <w:rtl/>
        </w:rPr>
        <w:t>بعد أن تفاقم الخطب أمامه في كربلاء</w:t>
      </w:r>
      <w:r w:rsidR="008A60E8">
        <w:rPr>
          <w:rtl/>
        </w:rPr>
        <w:t>،</w:t>
      </w:r>
      <w:r>
        <w:rPr>
          <w:rtl/>
        </w:rPr>
        <w:t xml:space="preserve"> واستشهد أصحابه وأهل بيته</w:t>
      </w:r>
      <w:r w:rsidR="00EE7E9B">
        <w:rPr>
          <w:rtl/>
        </w:rPr>
        <w:t xml:space="preserve"> -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هوّن عليّ ما نزل بي أنّه بعين الله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ما أعظمكم يا آل محمّدٍ</w:t>
      </w:r>
      <w:r w:rsidR="008A60E8">
        <w:rPr>
          <w:rtl/>
        </w:rPr>
        <w:t>!</w:t>
      </w:r>
      <w:r>
        <w:rPr>
          <w:rtl/>
        </w:rPr>
        <w:t xml:space="preserve"> انظروا أنّه يقول</w:t>
      </w:r>
      <w:r w:rsidR="00EE7E9B">
        <w:rPr>
          <w:rtl/>
        </w:rPr>
        <w:t xml:space="preserve"> - </w:t>
      </w:r>
      <w:r>
        <w:rPr>
          <w:rtl/>
        </w:rPr>
        <w:t>بأبي وأمّي</w:t>
      </w:r>
      <w:r w:rsidR="008A60E8">
        <w:rPr>
          <w:rtl/>
        </w:rPr>
        <w:t>!</w:t>
      </w:r>
      <w:r w:rsidR="00EE7E9B">
        <w:rPr>
          <w:rtl/>
        </w:rPr>
        <w:t xml:space="preserve"> -</w:t>
      </w:r>
      <w:r w:rsidR="008A60E8">
        <w:rPr>
          <w:rtl/>
        </w:rPr>
        <w:t>:</w:t>
      </w:r>
      <w:r>
        <w:rPr>
          <w:rtl/>
        </w:rPr>
        <w:t xml:space="preserve"> إنّ الذي خفّف عليّ هذه المصائب وهذه الرزايا والمحن هو كونها في منظر الله تبارك وتعالى</w:t>
      </w:r>
      <w:r w:rsidR="008A60E8">
        <w:rPr>
          <w:rtl/>
        </w:rPr>
        <w:t>،</w:t>
      </w:r>
      <w:r>
        <w:rPr>
          <w:rtl/>
        </w:rPr>
        <w:t xml:space="preserve"> فهو يعلم بها ويحتسبها عنده ليوم لا ريب فيه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ولكن يقول كما يقول جدّه المصطفى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العين تدمع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والقلب يحزن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وإنّا بفراقِك يا إبراهيم لَمحزونون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وكذلك وإنّا بفراقك يا عليّ الأكبر لمحزونون</w:t>
      </w:r>
      <w:r w:rsidR="008A60E8">
        <w:rPr>
          <w:rtl/>
        </w:rPr>
        <w:t>،</w:t>
      </w:r>
      <w:r>
        <w:rPr>
          <w:rtl/>
        </w:rPr>
        <w:t xml:space="preserve"> وخاصّة أنّه أشبه الناس خَلقاً وخُلقاً ومنطقاً بالنبيِّ الأعظم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فالحسين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يوم عاشوارء</w:t>
      </w:r>
      <w:r w:rsidR="00EE7E9B">
        <w:rPr>
          <w:rtl/>
        </w:rPr>
        <w:t xml:space="preserve"> - </w:t>
      </w:r>
      <w:r>
        <w:rPr>
          <w:rtl/>
        </w:rPr>
        <w:t>بالحقيقة</w:t>
      </w:r>
      <w:r w:rsidR="00EE7E9B">
        <w:rPr>
          <w:rtl/>
        </w:rPr>
        <w:t xml:space="preserve"> - </w:t>
      </w:r>
      <w:r>
        <w:rPr>
          <w:rtl/>
        </w:rPr>
        <w:t xml:space="preserve">فقد النظر إلى رسول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وهذا ما يعظم الخطب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ولذا قالوا</w:t>
      </w:r>
      <w:r w:rsidR="008A60E8">
        <w:rPr>
          <w:rtl/>
        </w:rPr>
        <w:t>:</w:t>
      </w:r>
      <w:r>
        <w:rPr>
          <w:rtl/>
        </w:rPr>
        <w:t xml:space="preserve"> إنّ أبا عبد الله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صار في حالة احتضار عند مصرع ولده عليّ الأكبر</w:t>
      </w:r>
      <w:r w:rsidR="008A60E8">
        <w:rPr>
          <w:rtl/>
        </w:rPr>
        <w:t>،</w:t>
      </w:r>
      <w:r>
        <w:rPr>
          <w:rtl/>
        </w:rPr>
        <w:t xml:space="preserve">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تعلم بأنّه إذا بقي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عند مصرع ولده علي واضعاً خدّه على خدّ ولده سوف تفارق روحه الدنيا</w:t>
      </w:r>
      <w:r w:rsidR="008A60E8">
        <w:rPr>
          <w:rtl/>
        </w:rPr>
        <w:t>،</w:t>
      </w:r>
      <w:r>
        <w:rPr>
          <w:rtl/>
        </w:rPr>
        <w:t xml:space="preserve"> فأرادت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أن تحافظ على حياة أخيها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وأن تشغله عن مصيبة ولده</w:t>
      </w:r>
      <w:r w:rsidR="008A60E8">
        <w:rPr>
          <w:rtl/>
        </w:rPr>
        <w:t>،</w:t>
      </w:r>
      <w:r>
        <w:rPr>
          <w:rtl/>
        </w:rPr>
        <w:t xml:space="preserve"> فلمّا رأت ذلك خرجت من الخيمة تنادي</w:t>
      </w:r>
      <w:r w:rsidR="008A60E8">
        <w:rPr>
          <w:rtl/>
        </w:rPr>
        <w:t>:</w:t>
      </w:r>
      <w:r>
        <w:rPr>
          <w:rtl/>
        </w:rPr>
        <w:t xml:space="preserve"> وا علياه</w:t>
      </w:r>
      <w:r w:rsidR="008A60E8">
        <w:rPr>
          <w:rtl/>
        </w:rPr>
        <w:t>!</w:t>
      </w:r>
      <w:r>
        <w:rPr>
          <w:rtl/>
        </w:rPr>
        <w:t xml:space="preserve"> وا نور بصراه</w:t>
      </w:r>
      <w:r w:rsidR="008A60E8">
        <w:rPr>
          <w:rtl/>
        </w:rPr>
        <w:t>!</w:t>
      </w:r>
      <w:r>
        <w:rPr>
          <w:rtl/>
        </w:rPr>
        <w:t xml:space="preserve"> وا ثمرة فؤاداه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 xml:space="preserve">لمّا سمع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صوت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اللهوف / 69</w:t>
      </w:r>
      <w:r w:rsidR="008A60E8">
        <w:rPr>
          <w:rtl/>
        </w:rPr>
        <w:t>،</w:t>
      </w:r>
      <w:r>
        <w:rPr>
          <w:rtl/>
        </w:rPr>
        <w:t xml:space="preserve"> عنه البحار 45 / 46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صحيح البخاري 2 / 8</w:t>
      </w:r>
      <w:r w:rsidRPr="008A60E8">
        <w:rPr>
          <w:rtl/>
        </w:rPr>
        <w:t>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زينب قام إليها قائلاً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اُخيّه زينب</w:t>
      </w:r>
      <w:r w:rsidR="008A60E8">
        <w:rPr>
          <w:rtl/>
        </w:rPr>
        <w:t>،</w:t>
      </w:r>
      <w:r>
        <w:rPr>
          <w:rtl/>
        </w:rPr>
        <w:t xml:space="preserve"> ارجعي إلى الخيمة</w:t>
      </w:r>
      <w:r w:rsidR="008A60E8">
        <w:rPr>
          <w:rtl/>
        </w:rPr>
        <w:t>،</w:t>
      </w:r>
      <w:r>
        <w:rPr>
          <w:rtl/>
        </w:rPr>
        <w:t xml:space="preserve"> لا تُشمتي بنا الأعداء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ولكن زينب أقبلت حتّى رمت بنفسها على جسد علي الأكبر</w:t>
      </w:r>
      <w:r w:rsidR="008A60E8">
        <w:rPr>
          <w:rtl/>
        </w:rPr>
        <w:t>،</w:t>
      </w:r>
      <w:r>
        <w:rPr>
          <w:rtl/>
        </w:rPr>
        <w:t xml:space="preserve"> وهي تنادي</w:t>
      </w:r>
      <w:r w:rsidR="008A60E8">
        <w:rPr>
          <w:rtl/>
        </w:rPr>
        <w:t>:</w:t>
      </w:r>
      <w:r>
        <w:rPr>
          <w:rtl/>
        </w:rPr>
        <w:t xml:space="preserve"> وا علياه</w:t>
      </w:r>
      <w:r w:rsidR="008A60E8">
        <w:rPr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هـوت فـوگه تحب خدّه وتشمّه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وغدت تصبغ وجهها ابفيض دمه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عـسه ابـعيد الـبله تگله يعمّه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عـله الـتربان نايم ليش بالحر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بعد ذلك خرجت إليه اُمّه ليلى بعدما أتوا به إلى المخيّم</w:t>
      </w:r>
      <w:r w:rsidR="008A60E8">
        <w:rPr>
          <w:rtl/>
        </w:rPr>
        <w:t>،</w:t>
      </w:r>
      <w:r>
        <w:rPr>
          <w:rtl/>
        </w:rPr>
        <w:t xml:space="preserve"> وقعت عليه</w:t>
      </w:r>
      <w:r w:rsidR="008A60E8">
        <w:rPr>
          <w:rtl/>
        </w:rPr>
        <w:t>،</w:t>
      </w:r>
      <w:r>
        <w:rPr>
          <w:rtl/>
        </w:rPr>
        <w:t xml:space="preserve"> احتضنته</w:t>
      </w:r>
      <w:r w:rsidR="008A60E8">
        <w:rPr>
          <w:rtl/>
        </w:rPr>
        <w:t>،</w:t>
      </w:r>
      <w:r>
        <w:rPr>
          <w:rtl/>
        </w:rPr>
        <w:t xml:space="preserve"> تشمه وتضمّه</w:t>
      </w:r>
      <w:r w:rsidR="008A60E8">
        <w:rPr>
          <w:rtl/>
        </w:rPr>
        <w:t>،</w:t>
      </w:r>
      <w:r>
        <w:rPr>
          <w:rtl/>
        </w:rPr>
        <w:t xml:space="preserve"> أحطن به عماته وأخواته يبكينه ويندبن عليه</w:t>
      </w:r>
      <w:r w:rsidR="008A60E8">
        <w:rPr>
          <w:rtl/>
        </w:rPr>
        <w:t>،</w:t>
      </w:r>
      <w:r>
        <w:rPr>
          <w:rtl/>
        </w:rPr>
        <w:t xml:space="preserve"> وكذلك حضر والده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وكأنّي به يخاطب ولده الأكبر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يـبويه اشـلون ما تبچي الزچيه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أوگطـع يبني الدهر وصلك عليّه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يـبويه جـدّك أوجـدّتك هـيه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اعتنوا يبني يعزّوني على فگدك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يـبويه يـا لفجعني ابفگدك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يا روحي اوچبدتي اوشوفت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اشـحال اُمّك الظلّت بالصواوين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تـهل اعيونها اُوتربي أعله دربك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أمّا اُمّه ليلى فكأنّي بها تخاطبه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گلبي إبيا سبب يبني وداعي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تصد عنّي أولا تسمع وداعي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أنـا ما أطلب بحگي وداعي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گلي اُوداعة الله اُوهاي هيّه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04642B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يا كوكباً ما كان أقصر عمرَه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وكذا تكون كواكبُ الأسحارِ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037B4">
      <w:pPr>
        <w:pStyle w:val="Heading1Center"/>
      </w:pPr>
      <w:bookmarkStart w:id="64" w:name="_Toc436482631"/>
      <w:r>
        <w:rPr>
          <w:rtl/>
        </w:rPr>
        <w:lastRenderedPageBreak/>
        <w:t>المجلس الثالث عشر</w:t>
      </w:r>
      <w:bookmarkStart w:id="65" w:name="المجلس_الثالث_عشر"/>
      <w:bookmarkEnd w:id="65"/>
      <w:bookmarkEnd w:id="64"/>
    </w:p>
    <w:p w:rsidR="009A0DCC" w:rsidRDefault="009A0DCC" w:rsidP="00E037B4">
      <w:pPr>
        <w:pStyle w:val="Heading1Center"/>
      </w:pPr>
      <w:bookmarkStart w:id="66" w:name="_Toc436482632"/>
      <w:r>
        <w:rPr>
          <w:rtl/>
        </w:rPr>
        <w:t>حسن الظنّ وسُوء الظنّ</w:t>
      </w:r>
      <w:bookmarkEnd w:id="66"/>
      <w:r w:rsidRPr="00E037B4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A651B2">
      <w:pPr>
        <w:pStyle w:val="libCenterBold1"/>
      </w:pPr>
      <w:r>
        <w:rPr>
          <w:rtl/>
        </w:rPr>
        <w:lastRenderedPageBreak/>
        <w:t>المجلس الثالث عشر</w:t>
      </w:r>
    </w:p>
    <w:p w:rsidR="009A0DCC" w:rsidRDefault="009A0DCC" w:rsidP="00A651B2">
      <w:pPr>
        <w:pStyle w:val="libCenterBold1"/>
        <w:rPr>
          <w:rFonts w:hint="cs"/>
          <w:rtl/>
        </w:rPr>
      </w:pPr>
      <w:r>
        <w:rPr>
          <w:rtl/>
        </w:rPr>
        <w:t>حسن الظن وسُوء الظن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أيـطيبُ عـيشي بعدَ وقعةِ كربلا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وأكونُ فـيـما أرتـديهِ أنـيقا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وأذوقُ طـعمَ الـماءِ وابـنُ محمّدٍ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مـا ذاقَـهُ حتّى الـحمامَ أُذيـقا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لا عـذرَ لـلشيعيِّ يـرقى دمـعُه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ودمُ الـحـسينِ بـكربلاءِ اُريـقا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فـيكَ اسـتُبيحَ حـريمُ آلِ مـحمّد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وتـمـزّقتْ أسـبـابُهم تـمـزيقا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قـتلوا الحسينَ وروّعوا قلبَ الهُدى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ظُـلـماً وفُـرّقَ شـملُه تـفريقا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تـركـوهُ عـارٍ بـالفلاةِ وأقـبلوا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نـحـو الـمخيّمِ ألـهبوه حـريقا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لـهفي لـزينبَ بـعدَ فـقدِ حمُاتِها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قطعتْ معَ الخصمِ المشومِ طريقا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Pr="008A60E8" w:rsidRDefault="009A0DCC" w:rsidP="00A651B2">
      <w:pPr>
        <w:pStyle w:val="libFootnote0"/>
        <w:rPr>
          <w:rtl/>
        </w:rPr>
      </w:pPr>
      <w:r w:rsidRPr="008A60E8">
        <w:rPr>
          <w:rFonts w:hint="cs"/>
          <w:rtl/>
        </w:rPr>
        <w:t xml:space="preserve">(1) الأبيات الأربعة الاُولى للشاعر محمّد السوسي ذكرها العلاّمة المجلسي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البحار 45 / 245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مع تغيير في بعض الكلمات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وما عداها فهي لاُستاذنا الشيخ محمّد سعيد المنصوري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ذكرها في ميراث المنبر / 67 الطبعة الحديثة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قال السيد جواد شبّر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في أدب الطفّ مترجماً للشاعر السوسي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الأمير أبو عبد الله محمّد بن عبد الله بن عبد العزيز بن محمّد السوسي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توفي في حدود سنة 370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ودُفن بحلب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كان فاضلاً أديباً كاتباً بحلب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وسافر إلى فارس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ثمّ عاد إلى محلّه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ذكره ابن شهر آشوب في معالم العلماء في شعراء أهل البيت </w:t>
      </w:r>
      <w:r w:rsidR="00EE7E9B" w:rsidRPr="00EE7E9B">
        <w:rPr>
          <w:rStyle w:val="libAlaemChar"/>
          <w:rFonts w:hint="cs"/>
          <w:rtl/>
        </w:rPr>
        <w:t>عليهم‌السلام</w:t>
      </w:r>
      <w:r w:rsidRPr="008A60E8">
        <w:rPr>
          <w:rFonts w:hint="cs"/>
          <w:rtl/>
        </w:rPr>
        <w:t xml:space="preserve"> المجاهرين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>.. والسوسي نسبة إلى السوس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كورة بالأهواز فيها قبر دانيال </w:t>
      </w:r>
      <w:r w:rsidR="00EE7E9B" w:rsidRPr="00EE7E9B">
        <w:rPr>
          <w:rStyle w:val="libAlaemChar"/>
          <w:rFonts w:hint="cs"/>
          <w:rtl/>
        </w:rPr>
        <w:t>عليه‌السلام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معرب شوش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وبلد بالمغرب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وبلد آخر بالروم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(أدب الطفّ 2 / 119)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وأما شيخنا الاُستاذ المنصوري فهو الخطيب الكبير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وشيخنا واُستاذنا محمّد سعيد ابن الشيخ موسى المنصوري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ولد في النجف الأشرف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ثمّ هاجر إلى إيران في حدود الستّينيات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وسكن مدينة عبادان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وبقي ينتقل بينها وبين البصرة وبقية محافظات العراق إلى زمان مجيء زمرة البعثيين المجرمة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ثمّ انتقل إلى مدينة قم المقدّسة في سنة 1980 م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تلمذ على يد مجموعة من فطاحل الخطابة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أمثال اُستاذه المرحوم السيد محمّد سعيد العدناني الغريفي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لاُستاذنا المنصوري حسّ شعري رائع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وخطابة حسينية فريدة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ونغمة حنين نادرة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وعبرات وآهات تبكي صمّ الصخور قبل رقائق القلوب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انتقل إلى رحمة الله وإلى جوار مَنْ أحبّهم وندبهم ورثاهم وبكى عليهم ليلاً ونهاراً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إلى جوار رسول الله وآله الأطهار إن شاء الله تعالى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وذلك في يوم الأربعاء السابع والعشرين من شهر جمادى الأوّل عام 1428 هـ ق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فشُيّع تشييعاً مهيباً من قِبل العلماء وطلاب العلم وطلابه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ودُفن في مثواه الأخير بجنب ولده الخطيب المرحوم الشيخ عبد الحسين المنصوري الذي سبقه إلى القضاء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فتركه بحسرةٍ شديدة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وألمٍ لطالما قرأتُه على صفحات محيّاه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وذلك في قم المقدّسة في مقبرة (باغ بهشت)</w:t>
      </w:r>
      <w:r w:rsidR="008A60E8">
        <w:rPr>
          <w:rFonts w:hint="cs"/>
          <w:rtl/>
        </w:rPr>
        <w:t>.</w:t>
      </w:r>
      <w:r w:rsidR="00A651B2">
        <w:rPr>
          <w:rFonts w:hint="cs"/>
          <w:rtl/>
        </w:rPr>
        <w:t xml:space="preserve"> </w:t>
      </w:r>
      <w:r w:rsidRPr="008A60E8">
        <w:rPr>
          <w:rFonts w:hint="cs"/>
          <w:rtl/>
        </w:rPr>
        <w:t xml:space="preserve">للشيخ المنصوري </w:t>
      </w:r>
      <w:r w:rsidR="00EE7E9B" w:rsidRPr="00EE7E9B">
        <w:rPr>
          <w:rStyle w:val="libAlaemChar"/>
          <w:rFonts w:hint="cs"/>
          <w:rtl/>
        </w:rPr>
        <w:t>رحمه‌الله</w:t>
      </w:r>
      <w:r w:rsidRPr="008A60E8">
        <w:rPr>
          <w:rFonts w:hint="cs"/>
          <w:rtl/>
        </w:rPr>
        <w:t xml:space="preserve"> أسفار تبليغية في شتّى بقاع العالم الإسلامي</w:t>
      </w:r>
      <w:r w:rsidR="008A60E8">
        <w:rPr>
          <w:rFonts w:hint="cs"/>
          <w:rtl/>
        </w:rPr>
        <w:t>؛</w:t>
      </w:r>
      <w:r w:rsidRPr="008A60E8">
        <w:rPr>
          <w:rFonts w:hint="cs"/>
          <w:rtl/>
        </w:rPr>
        <w:t xml:space="preserve"> فقد سافر إلى الكويت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والبحرين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وقطر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وعمان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والإمارات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وسوريا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ولبنان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فضلاً عن العراق وإيران وغيرهما من الدول الاُخرى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</w:t>
      </w:r>
    </w:p>
    <w:p w:rsidR="009A0DCC" w:rsidRPr="008A60E8" w:rsidRDefault="009A0DCC" w:rsidP="008A60E8">
      <w:pPr>
        <w:pStyle w:val="libFootnote0"/>
        <w:rPr>
          <w:rtl/>
        </w:rPr>
      </w:pPr>
      <w:r w:rsidRPr="008A60E8">
        <w:rPr>
          <w:rFonts w:hint="cs"/>
          <w:rtl/>
        </w:rPr>
        <w:t>ترك آثاراً خالدة وصدقات جارية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منها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تدريسه ثلّة من الخطباء وخدمة المنبر الحسيني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وترك مؤلّفات قيّمة في الشعر والأدب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منها</w:t>
      </w:r>
      <w:r w:rsidR="008A60E8">
        <w:rPr>
          <w:rFonts w:hint="cs"/>
          <w:rtl/>
        </w:rPr>
        <w:t>:</w:t>
      </w:r>
      <w:r w:rsidRPr="008A60E8">
        <w:rPr>
          <w:rFonts w:hint="cs"/>
          <w:rtl/>
        </w:rPr>
        <w:t xml:space="preserve"> (مفاتيح الدموع)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و(ميراث المنبر)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و(مصابيح المنبر)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و(ديوان السعيد)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و(تحفة الفن)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و(خلاصة مقتل الحسين)</w:t>
      </w:r>
      <w:r w:rsidR="008A60E8">
        <w:rPr>
          <w:rFonts w:hint="cs"/>
          <w:rtl/>
        </w:rPr>
        <w:t>.</w:t>
      </w:r>
      <w:r w:rsidRPr="008A60E8">
        <w:rPr>
          <w:rFonts w:hint="cs"/>
          <w:rtl/>
        </w:rPr>
        <w:t xml:space="preserve"> فسلامٌ عليه يوم ولد ويوم مات يلهج بذكر أبي عبد الله الحسين </w:t>
      </w:r>
      <w:r w:rsidR="00EE7E9B" w:rsidRPr="00EE7E9B">
        <w:rPr>
          <w:rStyle w:val="libAlaemChar"/>
          <w:rFonts w:hint="cs"/>
          <w:rtl/>
        </w:rPr>
        <w:t>عليه‌السلام</w:t>
      </w:r>
      <w:r w:rsidRPr="008A60E8">
        <w:rPr>
          <w:rFonts w:hint="cs"/>
          <w:rtl/>
        </w:rPr>
        <w:t xml:space="preserve"> ويوم يبعثُ حياً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lastRenderedPageBreak/>
        <w:t>وكأنّي بها تخاطب حماتها</w:t>
      </w:r>
      <w:r w:rsidR="008A60E8">
        <w:rPr>
          <w:rtl/>
        </w:rPr>
        <w:t>،</w:t>
      </w:r>
      <w:r>
        <w:rPr>
          <w:rtl/>
        </w:rPr>
        <w:t xml:space="preserve"> وهم مجزّرون كالأضاحي</w:t>
      </w:r>
      <w:r w:rsidR="008A60E8">
        <w:rPr>
          <w:rtl/>
        </w:rPr>
        <w:t>:</w:t>
      </w:r>
      <w:r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أنه أمشيت درب الما مشيته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وچتـال أخـيّ رافگيـته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مـن جـلّت الوالي نخيته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شـتم والدي وانكر وصيته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ولسان حالها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بـس ما غبت وكفيت يحسين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عـن كربله صرنه مضعنين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خـذوني يسيره وتدمع العين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ومـدري وجوه الگوم لا 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لـلكوفة يـو لـلشام ناوين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والدرب تدري يريد له اثنين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أنـصار يـو إخـوة المبينين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ولـويّاي مـا غير النساوين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أبـاري الضعن ماليش تمكين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عاد أرضه والله يريحني البين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يَا أَيُّهَا الَّذِينَ آمَنُوا اجْتَنِبُوا كَثِيراً مِّنَ الظَّنِّ إِنَّ بَعْضَ الظَّنِّ إِثْمٌ</w:t>
      </w:r>
      <w:r w:rsidR="008A60E8" w:rsidRPr="001448CA">
        <w:rPr>
          <w:rStyle w:val="libAlaemChar"/>
          <w:rtl/>
        </w:rPr>
        <w:t>)</w:t>
      </w:r>
      <w:r w:rsidRPr="00EE7E9B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ينقسم الظنّ كانقسام أوّلي إلى قسمين</w:t>
      </w:r>
      <w:r w:rsidR="008A60E8">
        <w:rPr>
          <w:rtl/>
        </w:rPr>
        <w:t>،</w:t>
      </w:r>
      <w:r>
        <w:rPr>
          <w:rtl/>
        </w:rPr>
        <w:t xml:space="preserve"> هما</w:t>
      </w:r>
      <w:r w:rsidR="008A60E8">
        <w:rPr>
          <w:rtl/>
        </w:rPr>
        <w:t>:</w:t>
      </w:r>
      <w:r>
        <w:rPr>
          <w:rtl/>
        </w:rPr>
        <w:t xml:space="preserve"> حُسن الظنّ وسوء الظنّ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ولا شك في أنّ الأوّل منهما راجح شرعاً وعقلاً</w:t>
      </w:r>
      <w:r w:rsidR="008A60E8">
        <w:rPr>
          <w:rtl/>
        </w:rPr>
        <w:t>،</w:t>
      </w:r>
      <w:r>
        <w:rPr>
          <w:rtl/>
        </w:rPr>
        <w:t xml:space="preserve"> ولا غبار عليه</w:t>
      </w:r>
      <w:r w:rsidR="008A60E8">
        <w:rPr>
          <w:rtl/>
        </w:rPr>
        <w:t>،</w:t>
      </w:r>
      <w:r>
        <w:rPr>
          <w:rtl/>
        </w:rPr>
        <w:t xml:space="preserve"> بل هو من صفات المؤمنين المخلصين</w:t>
      </w:r>
      <w:r w:rsidR="008A60E8">
        <w:rPr>
          <w:rtl/>
        </w:rPr>
        <w:t>.</w:t>
      </w:r>
      <w:r>
        <w:rPr>
          <w:rtl/>
        </w:rPr>
        <w:t xml:space="preserve"> وهذا الحُسن</w:t>
      </w:r>
      <w:r w:rsidR="00EE7E9B">
        <w:rPr>
          <w:rtl/>
        </w:rPr>
        <w:t xml:space="preserve"> - </w:t>
      </w:r>
      <w:r>
        <w:rPr>
          <w:rtl/>
        </w:rPr>
        <w:t>أعني حسن الظنّ</w:t>
      </w:r>
      <w:r w:rsidR="00EE7E9B">
        <w:rPr>
          <w:rtl/>
        </w:rPr>
        <w:t xml:space="preserve"> - </w:t>
      </w:r>
      <w:r>
        <w:rPr>
          <w:rtl/>
        </w:rPr>
        <w:t>لا يختص بحسن ظنّ إنسان بآخر</w:t>
      </w:r>
      <w:r w:rsidR="008A60E8">
        <w:rPr>
          <w:rtl/>
        </w:rPr>
        <w:t>،</w:t>
      </w:r>
      <w:r>
        <w:rPr>
          <w:rtl/>
        </w:rPr>
        <w:t xml:space="preserve"> بل هو يشمل حتّى حُسن الظنّ بالله تبارك وتعالى</w:t>
      </w:r>
      <w:r w:rsidR="008A60E8">
        <w:rPr>
          <w:rtl/>
        </w:rPr>
        <w:t>،</w:t>
      </w:r>
      <w:r>
        <w:rPr>
          <w:rtl/>
        </w:rPr>
        <w:t xml:space="preserve"> حتّى روي أنّ الله سبحانه وتعالى 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أنا عند حسن ظنِّ عبدي المؤمن</w:t>
      </w:r>
      <w:r w:rsidR="008A60E8" w:rsidRPr="00172AAC">
        <w:rPr>
          <w:rtl/>
        </w:rPr>
        <w:t>؛</w:t>
      </w:r>
      <w:r w:rsidRPr="00172AAC">
        <w:rPr>
          <w:rtl/>
        </w:rPr>
        <w:t xml:space="preserve"> إنْ خيرٌ فخير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وإنْ شرٌّ فشرّ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فمن هنا كان ينبغي على كلّ مؤمن أن لا ييأس من رحمة الله</w:t>
      </w:r>
      <w:r w:rsidR="008A60E8">
        <w:rPr>
          <w:rtl/>
        </w:rPr>
        <w:t>،</w:t>
      </w:r>
      <w:r>
        <w:rPr>
          <w:rtl/>
        </w:rPr>
        <w:t xml:space="preserve"> ولا يظنّ أنّ الله لا يرحمه</w:t>
      </w:r>
      <w:r w:rsidR="008A60E8">
        <w:rPr>
          <w:rtl/>
        </w:rPr>
        <w:t>،</w:t>
      </w:r>
      <w:r>
        <w:rPr>
          <w:rtl/>
        </w:rPr>
        <w:t xml:space="preserve"> وأنّه يعذّبه</w:t>
      </w:r>
      <w:r w:rsidR="008A60E8">
        <w:rPr>
          <w:rtl/>
        </w:rPr>
        <w:t>،</w:t>
      </w:r>
      <w:r>
        <w:rPr>
          <w:rtl/>
        </w:rPr>
        <w:t xml:space="preserve"> وأنّ ما يُصيبُ الإنسان في الدنيا من المصائب والأمراض والفقر هو شرّ له وعقوبة</w:t>
      </w:r>
      <w:r w:rsidR="008A60E8">
        <w:rPr>
          <w:rtl/>
        </w:rPr>
        <w:t>،</w:t>
      </w:r>
      <w:r>
        <w:rPr>
          <w:rtl/>
        </w:rPr>
        <w:t xml:space="preserve"> بل ينبغي أن يعلم أنّ الله أرحم من والديه به</w:t>
      </w:r>
      <w:r w:rsidR="008A60E8">
        <w:rPr>
          <w:rtl/>
        </w:rPr>
        <w:t>،</w:t>
      </w:r>
      <w:r>
        <w:rPr>
          <w:rtl/>
        </w:rPr>
        <w:t xml:space="preserve"> وما يُصيب الإنسان من المصائب هو خير له وصلاح وذخيرة له في يوم المعاد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رأى بعضهم في المنام صاحباً له على أحسن حال</w:t>
      </w:r>
      <w:r w:rsidR="008A60E8">
        <w:rPr>
          <w:rtl/>
        </w:rPr>
        <w:t>،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بأيّ شيءٍ نِلتَ هذا</w:t>
      </w:r>
      <w:r w:rsidR="008A60E8">
        <w:rPr>
          <w:rtl/>
        </w:rPr>
        <w:t>؟</w:t>
      </w:r>
      <w:r>
        <w:rPr>
          <w:rtl/>
        </w:rPr>
        <w:t xml:space="preserve"> فقال</w:t>
      </w:r>
      <w:r w:rsidR="008A60E8">
        <w:rPr>
          <w:rtl/>
        </w:rPr>
        <w:t>:</w:t>
      </w:r>
      <w:r>
        <w:rPr>
          <w:rtl/>
        </w:rPr>
        <w:t xml:space="preserve"> بحسنِ ظنّي بربّي</w:t>
      </w:r>
      <w:r w:rsidR="008A60E8">
        <w:rPr>
          <w:rtl/>
        </w:rPr>
        <w:t>،</w:t>
      </w:r>
      <w:r>
        <w:rPr>
          <w:rtl/>
        </w:rPr>
        <w:t xml:space="preserve"> وما ينال أحدٌ خير الدنيا والآخرة إلاّ بحسن الظنّ بالله تعالى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وكذلك لا يظنّ السوء بالمسلمين</w:t>
      </w:r>
      <w:r w:rsidR="008A60E8">
        <w:rPr>
          <w:rtl/>
        </w:rPr>
        <w:t>،</w:t>
      </w:r>
      <w:r>
        <w:rPr>
          <w:rtl/>
        </w:rPr>
        <w:t xml:space="preserve"> ويفسّر كلّ عمل منهم تفسيراً غير صحيح</w:t>
      </w:r>
      <w:r w:rsidR="008A60E8">
        <w:rPr>
          <w:rtl/>
        </w:rPr>
        <w:t>،</w:t>
      </w:r>
      <w:r>
        <w:rPr>
          <w:rtl/>
        </w:rPr>
        <w:t xml:space="preserve"> بل يجب عليه أن يُفسّر تصرّف الناس على أحسن الوجوه إلاّ إذا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الحجرات / 12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بحار الأنوار 67 / 385</w:t>
      </w:r>
      <w:r w:rsidR="00EE7E9B">
        <w:rPr>
          <w:rtl/>
        </w:rPr>
        <w:t xml:space="preserve"> - </w:t>
      </w:r>
      <w:r>
        <w:rPr>
          <w:rtl/>
        </w:rPr>
        <w:t>386</w:t>
      </w:r>
      <w:r w:rsidR="008A60E8">
        <w:rPr>
          <w:rtl/>
        </w:rPr>
        <w:t>،</w:t>
      </w:r>
      <w:r>
        <w:rPr>
          <w:rtl/>
        </w:rPr>
        <w:t xml:space="preserve"> ح44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كان متيقّناً ومتأكّداً من فعل يتطلّب منه أن يفسّره بتفسير واقعي</w:t>
      </w:r>
      <w:r w:rsidR="008A60E8">
        <w:rPr>
          <w:rtl/>
        </w:rPr>
        <w:t>؛</w:t>
      </w:r>
      <w:r>
        <w:rPr>
          <w:rtl/>
        </w:rPr>
        <w:t xml:space="preserve"> حفاظاً على حقوق الناس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فعن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اطلُب لأخيك عذراً</w:t>
      </w:r>
      <w:r w:rsidR="008A60E8">
        <w:rPr>
          <w:rtl/>
        </w:rPr>
        <w:t>،</w:t>
      </w:r>
      <w:r>
        <w:rPr>
          <w:rtl/>
        </w:rPr>
        <w:t xml:space="preserve"> فإن لم تجد له عُذراً فالتمس له عُذراً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وقال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ضع أمرَ أخيك على أحسنه حتّى يأتيك منه ما يغلبك</w:t>
      </w:r>
      <w:r w:rsidR="008A60E8">
        <w:rPr>
          <w:rtl/>
        </w:rPr>
        <w:t>،</w:t>
      </w:r>
      <w:r>
        <w:rPr>
          <w:rtl/>
        </w:rPr>
        <w:t xml:space="preserve"> ولا تظنّنَّ بكلمةٍ خرجت من أخيك سوءاً وأنت تجد لها في الخير محملاً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ويجب على الإنسان أن لا يضع نفسه في موضع التهمة</w:t>
      </w:r>
      <w:r w:rsidR="008A60E8">
        <w:rPr>
          <w:rtl/>
        </w:rPr>
        <w:t>،</w:t>
      </w:r>
      <w:r>
        <w:rPr>
          <w:rtl/>
        </w:rPr>
        <w:t xml:space="preserve"> ثمّ يعترض على الناس حيث يظنّون به سوءاً</w:t>
      </w:r>
      <w:r w:rsidR="008A60E8">
        <w:rPr>
          <w:rtl/>
        </w:rPr>
        <w:t>،</w:t>
      </w:r>
      <w:r>
        <w:rPr>
          <w:rtl/>
        </w:rPr>
        <w:t xml:space="preserve"> فمَنْ صدّق المفُسدين وجالسهم سوف يظنّ به سوءاً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قال أمير المؤمنين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ومَنْ عرض نفسه للتهمة فلا يلومنَّ مَنْ أساء به الظنّ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(4)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في أوّل الأمر نلفت الانتباه إلى التفريق بين الشك والظنّ والعلم</w:t>
      </w:r>
      <w:r w:rsidR="008A60E8">
        <w:rPr>
          <w:rtl/>
        </w:rPr>
        <w:t>،</w:t>
      </w:r>
      <w:r>
        <w:rPr>
          <w:rtl/>
        </w:rPr>
        <w:t xml:space="preserve"> فنحن تارةً نصف إنساناً ما بأنّه شاك</w:t>
      </w:r>
      <w:r w:rsidR="008A60E8">
        <w:rPr>
          <w:rtl/>
        </w:rPr>
        <w:t>،</w:t>
      </w:r>
      <w:r>
        <w:rPr>
          <w:rtl/>
        </w:rPr>
        <w:t xml:space="preserve"> واُخرى بأنّه ظانّ</w:t>
      </w:r>
      <w:r w:rsidR="008A60E8">
        <w:rPr>
          <w:rtl/>
        </w:rPr>
        <w:t>،</w:t>
      </w:r>
      <w:r>
        <w:rPr>
          <w:rtl/>
        </w:rPr>
        <w:t xml:space="preserve"> وثالثة بأنّه عالم بالأمر الكذائي</w:t>
      </w:r>
      <w:r w:rsidR="008A60E8">
        <w:rPr>
          <w:rtl/>
        </w:rPr>
        <w:t>،</w:t>
      </w:r>
      <w:r>
        <w:rPr>
          <w:rtl/>
        </w:rPr>
        <w:t xml:space="preserve"> فما هو الفرق</w:t>
      </w:r>
      <w:r w:rsidR="008A60E8">
        <w:rPr>
          <w:rtl/>
        </w:rPr>
        <w:t>؟</w:t>
      </w:r>
      <w:r>
        <w:rPr>
          <w:rtl/>
        </w:rPr>
        <w:t xml:space="preserve"> وما هو المناط والمبرر لإمكانية وصف الإنسان بأحد هذه الصفات</w:t>
      </w:r>
      <w:r w:rsidR="008A60E8">
        <w:rPr>
          <w:rtl/>
        </w:rPr>
        <w:t>؟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الأخلاق والآداب الإسلاميّة / 469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الخصال</w:t>
      </w:r>
      <w:r w:rsidRPr="008A60E8">
        <w:rPr>
          <w:rtl/>
        </w:rPr>
        <w:t xml:space="preserve"> / 622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الكافي 2 / 362</w:t>
      </w:r>
      <w:r w:rsidR="008A60E8">
        <w:rPr>
          <w:rtl/>
        </w:rPr>
        <w:t>،</w:t>
      </w:r>
      <w:r>
        <w:rPr>
          <w:rtl/>
        </w:rPr>
        <w:t xml:space="preserve"> باب التهمة وسُوء الظنّ</w:t>
      </w:r>
      <w:r w:rsidR="008A60E8">
        <w:rPr>
          <w:rtl/>
        </w:rPr>
        <w:t>،</w:t>
      </w:r>
      <w:r>
        <w:rPr>
          <w:rtl/>
        </w:rPr>
        <w:t xml:space="preserve"> ح3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(4) </w:t>
      </w:r>
      <w:r>
        <w:rPr>
          <w:rtl/>
        </w:rPr>
        <w:t>نهج البلاغة 4 / 41</w:t>
      </w:r>
      <w:r w:rsidR="008A60E8">
        <w:rPr>
          <w:rtl/>
        </w:rPr>
        <w:t>،</w:t>
      </w:r>
      <w:r>
        <w:rPr>
          <w:rtl/>
        </w:rPr>
        <w:t xml:space="preserve"> ح159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lastRenderedPageBreak/>
        <w:t>فالشك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هو استواء كفّتي الاحتمالين إثباتاً ونفياً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والظنّ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بترجيح كفّة أحدهما على الآخر مع بقاء الطريق مفتوحاً للذي خفّ ميزانه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والعلم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تعيين أحدهما مع سدِّ الطريق على الآخر من الأساس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وقد تظنّ بإنسان خيراً أو شرّاً</w:t>
      </w:r>
      <w:r w:rsidR="008A60E8">
        <w:rPr>
          <w:rtl/>
        </w:rPr>
        <w:t>،</w:t>
      </w:r>
      <w:r>
        <w:rPr>
          <w:rtl/>
        </w:rPr>
        <w:t xml:space="preserve"> وقد تكون مُصيباً في ظنّك أو مخطئاً</w:t>
      </w:r>
      <w:r w:rsidR="008A60E8">
        <w:rPr>
          <w:rtl/>
        </w:rPr>
        <w:t>،</w:t>
      </w:r>
      <w:r>
        <w:rPr>
          <w:rtl/>
        </w:rPr>
        <w:t xml:space="preserve"> ولا بأس عليك إطلاقاً في حسن الظنّ بأخيك</w:t>
      </w:r>
      <w:r w:rsidR="008A60E8">
        <w:rPr>
          <w:rtl/>
        </w:rPr>
        <w:t>؛</w:t>
      </w:r>
      <w:r>
        <w:rPr>
          <w:rtl/>
        </w:rPr>
        <w:t xml:space="preserve"> أصبت أو أخطأت</w:t>
      </w:r>
      <w:r w:rsidR="008A60E8">
        <w:rPr>
          <w:rtl/>
        </w:rPr>
        <w:t>،</w:t>
      </w:r>
      <w:r>
        <w:rPr>
          <w:rtl/>
        </w:rPr>
        <w:t xml:space="preserve"> ظهر أثر ذلك في أقوالك أو أفعالك أو لم يظهر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فإذا صدر من الإنسان عمل من الأعمال</w:t>
      </w:r>
      <w:r w:rsidR="008A60E8">
        <w:rPr>
          <w:rtl/>
        </w:rPr>
        <w:t>،</w:t>
      </w:r>
      <w:r>
        <w:rPr>
          <w:rtl/>
        </w:rPr>
        <w:t xml:space="preserve"> أو قول من الأقوال يمكن حمله على وجه صحيح وعلى وجه فاسد</w:t>
      </w:r>
      <w:r w:rsidR="008A60E8">
        <w:rPr>
          <w:rtl/>
        </w:rPr>
        <w:t>،</w:t>
      </w:r>
      <w:r>
        <w:rPr>
          <w:rtl/>
        </w:rPr>
        <w:t xml:space="preserve"> فهل يحمل على الصحة أو على الفساد</w:t>
      </w:r>
      <w:r w:rsidR="008A60E8">
        <w:rPr>
          <w:rtl/>
        </w:rPr>
        <w:t>،</w:t>
      </w:r>
      <w:r>
        <w:rPr>
          <w:rtl/>
        </w:rPr>
        <w:t xml:space="preserve"> أو يجب التوقف وعدم الحكم بشيءٍ إلاّ بدليل قاطع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ومثال ذلك</w:t>
      </w:r>
      <w:r w:rsidR="008A60E8">
        <w:rPr>
          <w:rtl/>
        </w:rPr>
        <w:t>:</w:t>
      </w:r>
      <w:r>
        <w:rPr>
          <w:rtl/>
        </w:rPr>
        <w:t xml:space="preserve"> أن ترى رجلاً مع امرأة لا تدري هل هي زوجته أو أجنبية عنه</w:t>
      </w:r>
      <w:r w:rsidR="008A60E8">
        <w:rPr>
          <w:rtl/>
        </w:rPr>
        <w:t>،</w:t>
      </w:r>
      <w:r>
        <w:rPr>
          <w:rtl/>
        </w:rPr>
        <w:t xml:space="preserve"> أو تسمع كلاماً وأنت لا تدري هل أراد به المتكلّم النيل منك أو لم يرد ذلك</w:t>
      </w:r>
      <w:r w:rsidR="008A60E8">
        <w:rPr>
          <w:rtl/>
        </w:rPr>
        <w:t>،</w:t>
      </w:r>
      <w:r>
        <w:rPr>
          <w:rtl/>
        </w:rPr>
        <w:t xml:space="preserve"> فما هو الحكم حينئذ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والجواب</w:t>
      </w:r>
      <w:r w:rsidR="008A60E8">
        <w:rPr>
          <w:rtl/>
        </w:rPr>
        <w:t>:</w:t>
      </w:r>
      <w:r>
        <w:rPr>
          <w:rtl/>
        </w:rPr>
        <w:t xml:space="preserve"> هو أنّه قد اتفق الفقهاء على وجوب الحمل على الصحة في ذلك وأمثاله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وهذا مبدأ إنساني بحت</w:t>
      </w:r>
      <w:r w:rsidR="008A60E8">
        <w:rPr>
          <w:rtl/>
        </w:rPr>
        <w:t>؛</w:t>
      </w:r>
      <w:r>
        <w:rPr>
          <w:rtl/>
        </w:rPr>
        <w:t xml:space="preserve"> لأنّه يُكرّس كرامة الإنسان</w:t>
      </w:r>
      <w:r w:rsidR="008A60E8">
        <w:rPr>
          <w:rtl/>
        </w:rPr>
        <w:t>،</w:t>
      </w:r>
      <w:r>
        <w:rPr>
          <w:rtl/>
        </w:rPr>
        <w:t xml:space="preserve"> ويؤكّد علاقة التعاون والتعاطف بين الناس</w:t>
      </w:r>
      <w:r w:rsidR="008A60E8">
        <w:rPr>
          <w:rtl/>
        </w:rPr>
        <w:t>،</w:t>
      </w:r>
      <w:r>
        <w:rPr>
          <w:rtl/>
        </w:rPr>
        <w:t xml:space="preserve"> ويبتعد بهم عمّا يثير الكراهية والنفور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وبهذا يتبيّن أنّ الإسلام لا يقتصر على العقيدة والعبادة</w:t>
      </w:r>
      <w:r w:rsidR="008A60E8">
        <w:rPr>
          <w:rtl/>
        </w:rPr>
        <w:t>،</w:t>
      </w:r>
      <w:r>
        <w:rPr>
          <w:rtl/>
        </w:rPr>
        <w:t xml:space="preserve"> وأنّه يهتم بالإنسانيّة وخيرها</w:t>
      </w:r>
      <w:r w:rsidR="008A60E8">
        <w:rPr>
          <w:rtl/>
        </w:rPr>
        <w:t>،</w:t>
      </w:r>
      <w:r>
        <w:rPr>
          <w:rtl/>
        </w:rPr>
        <w:t xml:space="preserve"> ويرسم لها الطرق التي تؤدّي بها إلى الحياة المثمرة الناجحة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ثمّ إنّ الجملة قالت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كَثِيراً مِّنَ الظَّنِّ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،</w:t>
      </w:r>
      <w:r>
        <w:rPr>
          <w:rtl/>
        </w:rPr>
        <w:t xml:space="preserve"> ولم تقل كلّ الظنّ</w:t>
      </w:r>
      <w:r w:rsidR="008A60E8">
        <w:rPr>
          <w:rtl/>
        </w:rPr>
        <w:t>،</w:t>
      </w:r>
      <w:r>
        <w:rPr>
          <w:rtl/>
        </w:rPr>
        <w:t xml:space="preserve"> فما هو السبب في ذلك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السبب يرجع إلى أنّ (كلّ) من صيغ العموم</w:t>
      </w:r>
      <w:r w:rsidR="008A60E8">
        <w:rPr>
          <w:rtl/>
        </w:rPr>
        <w:t>،</w:t>
      </w:r>
      <w:r>
        <w:rPr>
          <w:rtl/>
        </w:rPr>
        <w:t xml:space="preserve"> تشمل حسن الظنّ وسوء الظنّ</w:t>
      </w:r>
      <w:r w:rsidR="008A60E8">
        <w:rPr>
          <w:rtl/>
        </w:rPr>
        <w:t>.</w:t>
      </w:r>
      <w:r>
        <w:rPr>
          <w:rtl/>
        </w:rPr>
        <w:t xml:space="preserve"> بخلاف كلمة كثير</w:t>
      </w:r>
      <w:r w:rsidR="008A60E8">
        <w:rPr>
          <w:rtl/>
        </w:rPr>
        <w:t>،</w:t>
      </w:r>
      <w:r>
        <w:rPr>
          <w:rtl/>
        </w:rPr>
        <w:t xml:space="preserve"> فقد تستعمل بمعنى بعض وبمعنى معظم</w:t>
      </w:r>
      <w:r w:rsidR="008A60E8">
        <w:rPr>
          <w:rtl/>
        </w:rPr>
        <w:t>،</w:t>
      </w:r>
      <w:r>
        <w:rPr>
          <w:rtl/>
        </w:rPr>
        <w:t xml:space="preserve"> وهذا هو المراد بكلمة كثير في الآية</w:t>
      </w:r>
      <w:r w:rsidR="008A60E8">
        <w:rPr>
          <w:rtl/>
        </w:rPr>
        <w:t>،</w:t>
      </w:r>
      <w:r>
        <w:rPr>
          <w:rtl/>
        </w:rPr>
        <w:t xml:space="preserve"> والقصد هو حصر موضوع الآية ودلالتها بسوء الظنّ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وسوء الظن من حيث هو</w:t>
      </w:r>
      <w:r w:rsidR="008A60E8">
        <w:rPr>
          <w:rtl/>
        </w:rPr>
        <w:t>،</w:t>
      </w:r>
      <w:r>
        <w:rPr>
          <w:rtl/>
        </w:rPr>
        <w:t xml:space="preserve"> ودون أن يظهر أثره في قول أو فعلٍ ليس بجرم</w:t>
      </w:r>
      <w:r w:rsidR="008A60E8">
        <w:rPr>
          <w:rtl/>
        </w:rPr>
        <w:t>،</w:t>
      </w:r>
      <w:r>
        <w:rPr>
          <w:rtl/>
        </w:rPr>
        <w:t xml:space="preserve"> وصاحبه غير مسؤول عنه</w:t>
      </w:r>
      <w:r w:rsidR="008A60E8">
        <w:rPr>
          <w:rtl/>
        </w:rPr>
        <w:t>؛</w:t>
      </w:r>
      <w:r>
        <w:rPr>
          <w:rtl/>
        </w:rPr>
        <w:t xml:space="preserve"> لأنّ الإنسان لا حرية له في ظنونه وتصوّراته</w:t>
      </w:r>
      <w:r w:rsidR="008A60E8">
        <w:rPr>
          <w:rtl/>
        </w:rPr>
        <w:t>،</w:t>
      </w:r>
      <w:r>
        <w:rPr>
          <w:rtl/>
        </w:rPr>
        <w:t xml:space="preserve"> ولكن عليه أن لا يُعوّل على ظنّ السوء</w:t>
      </w:r>
      <w:r w:rsidR="008A60E8">
        <w:rPr>
          <w:rtl/>
        </w:rPr>
        <w:t>،</w:t>
      </w:r>
      <w:r>
        <w:rPr>
          <w:rtl/>
        </w:rPr>
        <w:t xml:space="preserve"> ويعتبره كأنّه لم يكن</w:t>
      </w:r>
      <w:r w:rsidR="008A60E8">
        <w:rPr>
          <w:rtl/>
        </w:rPr>
        <w:t>،</w:t>
      </w:r>
      <w:r>
        <w:rPr>
          <w:rtl/>
        </w:rPr>
        <w:t xml:space="preserve"> وإذا عوّل عليه وظهر أثر ذلك في قول أو فعل كان مسؤولاً ومستحقاً للذمّ والعقاب</w:t>
      </w:r>
      <w:r w:rsidR="008A60E8">
        <w:rPr>
          <w:rtl/>
        </w:rPr>
        <w:t>.</w:t>
      </w:r>
      <w:r>
        <w:rPr>
          <w:rtl/>
        </w:rPr>
        <w:t xml:space="preserve"> وهذا هو الظنّ الذي أراده سبحانه بقوله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إِنَّ بَعْضَ الظَّنِّ إِثْمٌ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قال الرسول الأعظم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ثلاثة لا يسلم منها أحدّ</w:t>
      </w:r>
      <w:r w:rsidR="008A60E8">
        <w:rPr>
          <w:rtl/>
        </w:rPr>
        <w:t>؛</w:t>
      </w:r>
      <w:r>
        <w:rPr>
          <w:rtl/>
        </w:rPr>
        <w:t xml:space="preserve"> الطيرة</w:t>
      </w:r>
      <w:r w:rsidR="008A60E8">
        <w:rPr>
          <w:rtl/>
        </w:rPr>
        <w:t>،</w:t>
      </w:r>
      <w:r>
        <w:rPr>
          <w:rtl/>
        </w:rPr>
        <w:t xml:space="preserve"> والحسد</w:t>
      </w:r>
      <w:r w:rsidR="008A60E8">
        <w:rPr>
          <w:rtl/>
        </w:rPr>
        <w:t>،</w:t>
      </w:r>
      <w:r>
        <w:rPr>
          <w:rtl/>
        </w:rPr>
        <w:t xml:space="preserve"> والظنّ</w:t>
      </w:r>
      <w:r w:rsidR="008A60E8">
        <w:rPr>
          <w:rtl/>
        </w:rPr>
        <w:t>،</w:t>
      </w:r>
      <w:r>
        <w:rPr>
          <w:rtl/>
        </w:rPr>
        <w:t xml:space="preserve"> فإذا تطيّرت فامضِ</w:t>
      </w:r>
      <w:r w:rsidR="008A60E8">
        <w:rPr>
          <w:rtl/>
        </w:rPr>
        <w:t>،</w:t>
      </w:r>
      <w:r>
        <w:rPr>
          <w:rtl/>
        </w:rPr>
        <w:t xml:space="preserve"> وإذا حسدت فلا تبغِ</w:t>
      </w:r>
      <w:r w:rsidR="008A60E8">
        <w:rPr>
          <w:rtl/>
        </w:rPr>
        <w:t>،</w:t>
      </w:r>
      <w:r>
        <w:rPr>
          <w:rtl/>
        </w:rPr>
        <w:t xml:space="preserve"> وإذا ظننت فلا تحقّق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وعلى هذا يكون معنى قوله تعالى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اجْتَنِبُوا كَثِيراً مِّنَ الظَّنِّ</w:t>
      </w:r>
      <w:r w:rsidR="008A60E8" w:rsidRPr="001448CA">
        <w:rPr>
          <w:rStyle w:val="libAlaemChar"/>
          <w:rtl/>
        </w:rPr>
        <w:t>)</w:t>
      </w:r>
      <w:r>
        <w:rPr>
          <w:rtl/>
        </w:rPr>
        <w:t xml:space="preserve"> لا تعولّوا عليه ولا تعملوا به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ولذا تجد بعض الناس بمجرّد أدنى احتمال يُرتّب الأثر عليه</w:t>
      </w:r>
      <w:r w:rsidR="008A60E8">
        <w:rPr>
          <w:rtl/>
        </w:rPr>
        <w:t>،</w:t>
      </w:r>
      <w:r>
        <w:rPr>
          <w:rtl/>
        </w:rPr>
        <w:t xml:space="preserve"> والبعض الآخر يتوقّف ولم يقل شيئاً إلى أن يتّضح الأمر</w:t>
      </w:r>
      <w:r w:rsidR="008A60E8">
        <w:rPr>
          <w:rtl/>
        </w:rPr>
        <w:t>،</w:t>
      </w:r>
      <w:r>
        <w:rPr>
          <w:rtl/>
        </w:rPr>
        <w:t xml:space="preserve"> والبعض أكثر من ذلك</w:t>
      </w:r>
      <w:r w:rsidR="008A60E8">
        <w:rPr>
          <w:rtl/>
        </w:rPr>
        <w:t>،</w:t>
      </w:r>
      <w:r>
        <w:rPr>
          <w:rtl/>
        </w:rPr>
        <w:t xml:space="preserve"> بل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ميزان الحكمة 3</w:t>
      </w:r>
      <w:r w:rsidRPr="008A60E8">
        <w:rPr>
          <w:rtl/>
        </w:rPr>
        <w:t xml:space="preserve"> / 2354</w:t>
      </w:r>
      <w:r w:rsidR="008A60E8">
        <w:rPr>
          <w:rtl/>
        </w:rPr>
        <w:t>،</w:t>
      </w:r>
      <w:r>
        <w:rPr>
          <w:rtl/>
        </w:rPr>
        <w:t xml:space="preserve"> ونسبه إلى العامة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آيات منتخبة من القرآن الكريم / 243</w:t>
      </w:r>
      <w:r w:rsidR="00EE7E9B">
        <w:rPr>
          <w:rtl/>
        </w:rPr>
        <w:t xml:space="preserve"> - </w:t>
      </w:r>
      <w:r>
        <w:rPr>
          <w:rtl/>
        </w:rPr>
        <w:t>245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يحمل عمل الإنسان الآخر على الصحة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جاء رجلان إلى أحد المراجع</w:t>
      </w:r>
      <w:r w:rsidR="008A60E8">
        <w:rPr>
          <w:rtl/>
        </w:rPr>
        <w:t>؛</w:t>
      </w:r>
      <w:r>
        <w:rPr>
          <w:rtl/>
        </w:rPr>
        <w:t xml:space="preserve"> أحدهما يحمل أموالاً إلى هذا المرجع</w:t>
      </w:r>
      <w:r w:rsidR="008A60E8">
        <w:rPr>
          <w:rtl/>
        </w:rPr>
        <w:t>،</w:t>
      </w:r>
      <w:r>
        <w:rPr>
          <w:rtl/>
        </w:rPr>
        <w:t xml:space="preserve"> والآخر جاء ليطلب المساعدة من هذا المرجع</w:t>
      </w:r>
      <w:r w:rsidR="008A60E8">
        <w:rPr>
          <w:rtl/>
        </w:rPr>
        <w:t>،</w:t>
      </w:r>
      <w:r>
        <w:rPr>
          <w:rtl/>
        </w:rPr>
        <w:t xml:space="preserve"> وبينما هما خارج استقبال المرجع سأل الفقير الرجل الآخر عن سبب مجيئه</w:t>
      </w:r>
      <w:r w:rsidR="008A60E8">
        <w:rPr>
          <w:rtl/>
        </w:rPr>
        <w:t>،</w:t>
      </w:r>
      <w:r>
        <w:rPr>
          <w:rtl/>
        </w:rPr>
        <w:t xml:space="preserve"> قال الرجل الذي جاء بالحقوق الشرعية</w:t>
      </w:r>
      <w:r w:rsidR="008A60E8">
        <w:rPr>
          <w:rtl/>
        </w:rPr>
        <w:t>:</w:t>
      </w:r>
      <w:r>
        <w:rPr>
          <w:rtl/>
        </w:rPr>
        <w:t xml:space="preserve"> جئت لأعطي هذه الأموال من الحقوق إلى المرجع الديني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الرجل الفقير في نفسه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،</w:t>
      </w:r>
      <w:r>
        <w:rPr>
          <w:rtl/>
        </w:rPr>
        <w:t xml:space="preserve"> أتركه يدخل فإذا دخل هذا الرجل وأعطى الأموال لهذا المرجع أدخل بعده وأشكو حالي له</w:t>
      </w:r>
      <w:r w:rsidR="008A60E8">
        <w:rPr>
          <w:rtl/>
        </w:rPr>
        <w:t>،</w:t>
      </w:r>
      <w:r>
        <w:rPr>
          <w:rtl/>
        </w:rPr>
        <w:t xml:space="preserve"> وأقول</w:t>
      </w:r>
      <w:r w:rsidR="008A60E8">
        <w:rPr>
          <w:rtl/>
        </w:rPr>
        <w:t>:</w:t>
      </w:r>
      <w:r>
        <w:rPr>
          <w:rtl/>
        </w:rPr>
        <w:t xml:space="preserve"> إنّي فقير ومحتاج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دخل الرجل صاحب الأموال إلى هذا المرجع وبقي الآخر خارج الاستقبال</w:t>
      </w:r>
      <w:r w:rsidR="008A60E8">
        <w:rPr>
          <w:rtl/>
        </w:rPr>
        <w:t>،</w:t>
      </w:r>
      <w:r>
        <w:rPr>
          <w:rtl/>
        </w:rPr>
        <w:t xml:space="preserve"> ولم يعرف ماذا حصل بعد ذلك</w:t>
      </w:r>
      <w:r w:rsidR="008A60E8">
        <w:rPr>
          <w:rtl/>
        </w:rPr>
        <w:t>.</w:t>
      </w:r>
      <w:r>
        <w:rPr>
          <w:rtl/>
        </w:rPr>
        <w:t xml:space="preserve"> بعد فترة دخل الرجل الفقير إلى استقبال هذا المرجع الربّاني</w:t>
      </w:r>
      <w:r w:rsidR="008A60E8">
        <w:rPr>
          <w:rtl/>
        </w:rPr>
        <w:t>،</w:t>
      </w:r>
      <w:r>
        <w:rPr>
          <w:rtl/>
        </w:rPr>
        <w:t xml:space="preserve"> وقال له</w:t>
      </w:r>
      <w:r w:rsidR="008A60E8">
        <w:rPr>
          <w:rtl/>
        </w:rPr>
        <w:t>:</w:t>
      </w:r>
      <w:r>
        <w:rPr>
          <w:rtl/>
        </w:rPr>
        <w:t xml:space="preserve"> مولانا</w:t>
      </w:r>
      <w:r w:rsidR="008A60E8">
        <w:rPr>
          <w:rtl/>
        </w:rPr>
        <w:t>،</w:t>
      </w:r>
      <w:r>
        <w:rPr>
          <w:rtl/>
        </w:rPr>
        <w:t xml:space="preserve"> أنا رجل محتاج وفقير</w:t>
      </w:r>
      <w:r w:rsidR="008A60E8">
        <w:rPr>
          <w:rtl/>
        </w:rPr>
        <w:t>،</w:t>
      </w:r>
      <w:r>
        <w:rPr>
          <w:rtl/>
        </w:rPr>
        <w:t xml:space="preserve"> وجئت للمساعدة من الحقوق التي عندكم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المرجع</w:t>
      </w:r>
      <w:r w:rsidR="008A60E8">
        <w:rPr>
          <w:rtl/>
        </w:rPr>
        <w:t>:</w:t>
      </w:r>
      <w:r>
        <w:rPr>
          <w:rtl/>
        </w:rPr>
        <w:t xml:space="preserve"> عَلِم الله أنّه ليس عندي من الحقوق لا قليل ولا كثير منها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تعجّب هذا الرجل وقال في نفسه</w:t>
      </w:r>
      <w:r w:rsidR="008A60E8">
        <w:rPr>
          <w:rtl/>
        </w:rPr>
        <w:t>:</w:t>
      </w:r>
      <w:r>
        <w:rPr>
          <w:rtl/>
        </w:rPr>
        <w:t xml:space="preserve"> عجباً</w:t>
      </w:r>
      <w:r w:rsidR="008A60E8">
        <w:rPr>
          <w:rtl/>
        </w:rPr>
        <w:t>!</w:t>
      </w:r>
      <w:r>
        <w:rPr>
          <w:rtl/>
        </w:rPr>
        <w:t xml:space="preserve"> الآن دخل هذا الرجل قبل قليل وهو يحمل حقوقاً شرعية إليه</w:t>
      </w:r>
      <w:r w:rsidR="008A60E8">
        <w:rPr>
          <w:rtl/>
        </w:rPr>
        <w:t>،</w:t>
      </w:r>
      <w:r>
        <w:rPr>
          <w:rtl/>
        </w:rPr>
        <w:t xml:space="preserve"> والآن يقول لي</w:t>
      </w:r>
      <w:r w:rsidR="008A60E8">
        <w:rPr>
          <w:rtl/>
        </w:rPr>
        <w:t>:</w:t>
      </w:r>
      <w:r>
        <w:rPr>
          <w:rtl/>
        </w:rPr>
        <w:t xml:space="preserve"> ليس عندي من الأموال لا قليل ولا كثير</w:t>
      </w:r>
      <w:r w:rsidR="008A60E8"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بقي هذا الرجل في حيرةٍ من أمره</w:t>
      </w:r>
      <w:r w:rsidR="008A60E8">
        <w:rPr>
          <w:rtl/>
        </w:rPr>
        <w:t>،</w:t>
      </w:r>
      <w:r>
        <w:rPr>
          <w:rtl/>
        </w:rPr>
        <w:t xml:space="preserve"> أيكذّب الرجل أم يكذّب المرجع أم نفسه أم ينتظر إلى أن يتأكّد من الأمر لعلَّ الله يُحدثُ بعد ذلك أمراً</w:t>
      </w:r>
      <w:r w:rsidR="008A60E8">
        <w:rPr>
          <w:rtl/>
        </w:rPr>
        <w:t>.</w:t>
      </w:r>
      <w:r w:rsidR="00EE7E9B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مضت فترة عليه</w:t>
      </w:r>
      <w:r w:rsidR="008A60E8">
        <w:rPr>
          <w:rtl/>
        </w:rPr>
        <w:t>،</w:t>
      </w:r>
      <w:r>
        <w:rPr>
          <w:rtl/>
        </w:rPr>
        <w:t xml:space="preserve"> وبعد أيام من هذه الحادثة صادف ذلك الرجل الذي كان قد جاء لإعطاء الحقوق</w:t>
      </w:r>
      <w:r w:rsidR="008A60E8">
        <w:rPr>
          <w:rtl/>
        </w:rPr>
        <w:t>،</w:t>
      </w:r>
      <w:r>
        <w:rPr>
          <w:rtl/>
        </w:rPr>
        <w:t xml:space="preserve"> وسأله عن القصّة قائلاً له</w:t>
      </w:r>
      <w:r w:rsidR="008A60E8">
        <w:rPr>
          <w:rtl/>
        </w:rPr>
        <w:t>:</w:t>
      </w:r>
      <w:r>
        <w:rPr>
          <w:rtl/>
        </w:rPr>
        <w:t xml:space="preserve"> ألم تقل في اليوم الذي التقينا فيه بأنّك جئت بحقوق شرعية إلى ذلك المرجع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بلى قلت ذلك</w:t>
      </w:r>
      <w:r w:rsidR="008A60E8">
        <w:rPr>
          <w:rtl/>
        </w:rPr>
        <w:t>،</w:t>
      </w:r>
      <w:r>
        <w:rPr>
          <w:rtl/>
        </w:rPr>
        <w:t xml:space="preserve"> وكنت صادقاً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الرجل الفقير</w:t>
      </w:r>
      <w:r w:rsidR="008A60E8">
        <w:rPr>
          <w:rtl/>
        </w:rPr>
        <w:t>:</w:t>
      </w:r>
      <w:r>
        <w:rPr>
          <w:rtl/>
        </w:rPr>
        <w:t xml:space="preserve"> ولكنّني حدث معي أمر عجيب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وما هو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الرجل الفقير</w:t>
      </w:r>
      <w:r w:rsidR="008A60E8">
        <w:rPr>
          <w:rtl/>
        </w:rPr>
        <w:t>:</w:t>
      </w:r>
      <w:r>
        <w:rPr>
          <w:rtl/>
        </w:rPr>
        <w:t xml:space="preserve"> دخلت بعدك بفترةٍ وجيزة وطلبت من المرجع شيئاً يساعدني به</w:t>
      </w:r>
      <w:r w:rsidR="008A60E8">
        <w:rPr>
          <w:rtl/>
        </w:rPr>
        <w:t>،</w:t>
      </w:r>
      <w:r>
        <w:rPr>
          <w:rtl/>
        </w:rPr>
        <w:t xml:space="preserve"> فقال لي</w:t>
      </w:r>
      <w:r w:rsidR="008A60E8">
        <w:rPr>
          <w:rtl/>
        </w:rPr>
        <w:t>:</w:t>
      </w:r>
      <w:r>
        <w:rPr>
          <w:rtl/>
        </w:rPr>
        <w:t xml:space="preserve"> ليس عندي من الأموال والحقوق لا شيء قليل ولا كثير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الرجل صاحب الأموال</w:t>
      </w:r>
      <w:r w:rsidR="008A60E8">
        <w:rPr>
          <w:rtl/>
        </w:rPr>
        <w:t>:</w:t>
      </w:r>
      <w:r>
        <w:rPr>
          <w:rtl/>
        </w:rPr>
        <w:t xml:space="preserve"> صدق الرجل المرجع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الفقير</w:t>
      </w:r>
      <w:r w:rsidR="008A60E8">
        <w:rPr>
          <w:rtl/>
        </w:rPr>
        <w:t>:</w:t>
      </w:r>
      <w:r>
        <w:rPr>
          <w:rtl/>
        </w:rPr>
        <w:t xml:space="preserve"> وكيف ذلك</w:t>
      </w:r>
      <w:r w:rsidR="008A60E8">
        <w:rPr>
          <w:rtl/>
        </w:rPr>
        <w:t>؟</w:t>
      </w:r>
      <w:r>
        <w:rPr>
          <w:rtl/>
        </w:rPr>
        <w:t>!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لأنّي في ذلك الوقت ما أعطيته الأموال</w:t>
      </w:r>
      <w:r w:rsidR="008A60E8">
        <w:rPr>
          <w:rtl/>
        </w:rPr>
        <w:t>؛</w:t>
      </w:r>
      <w:r>
        <w:rPr>
          <w:rtl/>
        </w:rPr>
        <w:t xml:space="preserve"> لأنّني وجدت عنده مجموعة من الضيوف وما أحببت أن اُزاحمه في هذا الوقت</w:t>
      </w:r>
      <w:r w:rsidR="008A60E8">
        <w:rPr>
          <w:rtl/>
        </w:rPr>
        <w:t>،</w:t>
      </w:r>
      <w:r>
        <w:rPr>
          <w:rtl/>
        </w:rPr>
        <w:t xml:space="preserve"> فخرجت ورجعت في يوم آخر وأعطيتُه الأموال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فلو لاحظنا هذه القصة وتأمّلنا فيها قليلاً لعرفنا مدى وأهمية التحقيق</w:t>
      </w:r>
      <w:r w:rsidR="008A60E8">
        <w:rPr>
          <w:rtl/>
        </w:rPr>
        <w:t>،</w:t>
      </w:r>
      <w:r>
        <w:rPr>
          <w:rtl/>
        </w:rPr>
        <w:t xml:space="preserve"> ومع هذا فإنّ الرجل الفقير لم يُرتّب الأثر</w:t>
      </w:r>
      <w:r w:rsidR="008A60E8">
        <w:rPr>
          <w:rtl/>
        </w:rPr>
        <w:t>،</w:t>
      </w:r>
      <w:r>
        <w:rPr>
          <w:rtl/>
        </w:rPr>
        <w:t xml:space="preserve"> ولعلّه لتقواه</w:t>
      </w:r>
      <w:r w:rsidR="008A60E8">
        <w:rPr>
          <w:rtl/>
        </w:rPr>
        <w:t>،</w:t>
      </w:r>
      <w:r>
        <w:rPr>
          <w:rtl/>
        </w:rPr>
        <w:t xml:space="preserve"> ولكن ترى البعض منّا يشهّر بالأمر إلى درجة تصل إلى السبّ والشتم والنيل حتّى من العرض</w:t>
      </w:r>
      <w:r w:rsidR="008A60E8">
        <w:rPr>
          <w:rtl/>
        </w:rPr>
        <w:t>،</w:t>
      </w:r>
      <w:r>
        <w:rPr>
          <w:rtl/>
        </w:rPr>
        <w:t xml:space="preserve"> وهذه مشكلة الإنسان قديماً وحديثاً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وهناك قصص عديدة لو أردنا استعراضها لطال بنا المقام</w:t>
      </w:r>
      <w:r w:rsidR="008A60E8">
        <w:rPr>
          <w:rtl/>
        </w:rPr>
        <w:t>،</w:t>
      </w:r>
      <w:r>
        <w:rPr>
          <w:rtl/>
        </w:rPr>
        <w:t xml:space="preserve"> لكنّ العاقل المتديّن والحرّ تكفيهما الإشارة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ولا شك أنّ الظنّ بمثل هؤلاء المتدينين يكون أكثر إشكالاً من غيرهم</w:t>
      </w:r>
      <w:r w:rsidR="008A60E8">
        <w:rPr>
          <w:rtl/>
        </w:rPr>
        <w:t>؛</w:t>
      </w:r>
      <w:r>
        <w:rPr>
          <w:rtl/>
        </w:rPr>
        <w:t xml:space="preserve"> لأنّنا نعتبرهم قادةً لنا</w:t>
      </w:r>
      <w:r w:rsidR="008A60E8">
        <w:rPr>
          <w:rtl/>
        </w:rPr>
        <w:t>،</w:t>
      </w:r>
      <w:r>
        <w:rPr>
          <w:rtl/>
        </w:rPr>
        <w:t xml:space="preserve"> ونرجع إليهم</w:t>
      </w:r>
      <w:r w:rsidR="008A60E8">
        <w:rPr>
          <w:rtl/>
        </w:rPr>
        <w:t>،</w:t>
      </w:r>
      <w:r>
        <w:rPr>
          <w:rtl/>
        </w:rPr>
        <w:t xml:space="preserve"> ونجعلهم الأمناء على الدين</w:t>
      </w:r>
      <w:r w:rsidR="008A60E8">
        <w:rPr>
          <w:rtl/>
        </w:rPr>
        <w:t>.</w:t>
      </w:r>
      <w:r>
        <w:rPr>
          <w:rtl/>
        </w:rPr>
        <w:t xml:space="preserve"> والإنسان الذي نجعله أميناً على ديننا من الأولى أن لا نتّهمه في دنيانا</w:t>
      </w:r>
      <w:r w:rsidR="008A60E8">
        <w:rPr>
          <w:rtl/>
        </w:rPr>
        <w:t>،</w:t>
      </w:r>
      <w:r>
        <w:rPr>
          <w:rtl/>
        </w:rPr>
        <w:t xml:space="preserve"> فما قيمة الأموال حتّى نتّهم فيها مَنْ نأخذ منه الأحكام الشرعية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ولكنّ بعض الناس من الفسقة الفجرة لا تشملهم هذه الآية</w:t>
      </w:r>
      <w:r w:rsidR="008A60E8">
        <w:rPr>
          <w:rtl/>
        </w:rPr>
        <w:t>،</w:t>
      </w:r>
      <w:r>
        <w:rPr>
          <w:rtl/>
        </w:rPr>
        <w:t xml:space="preserve"> فلنا أن نظنّ بهم مثل ما ظهر منهم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فهؤلاء الذين باعوا دينهم للشيطان</w:t>
      </w:r>
      <w:r w:rsidR="008A60E8">
        <w:rPr>
          <w:rtl/>
        </w:rPr>
        <w:t>،</w:t>
      </w:r>
      <w:r>
        <w:rPr>
          <w:rtl/>
        </w:rPr>
        <w:t xml:space="preserve"> واستغلّوا هذا المبدأ الإنساني الذي ذكرناه</w:t>
      </w:r>
      <w:r w:rsidR="008A60E8">
        <w:rPr>
          <w:rtl/>
        </w:rPr>
        <w:t>،</w:t>
      </w:r>
      <w:r>
        <w:rPr>
          <w:rtl/>
        </w:rPr>
        <w:t xml:space="preserve"> وهو الحمل على الصحة</w:t>
      </w:r>
      <w:r w:rsidR="008A60E8">
        <w:rPr>
          <w:rtl/>
        </w:rPr>
        <w:t>،</w:t>
      </w:r>
      <w:r>
        <w:rPr>
          <w:rtl/>
        </w:rPr>
        <w:t xml:space="preserve"> وجاؤوا به ليبرّروا عمل الظالمين والقراصنة فإنّ مبدأ الحمل على الصحة لا ينطبق على أعمال السلب والنهب</w:t>
      </w:r>
      <w:r w:rsidR="008A60E8">
        <w:rPr>
          <w:rtl/>
        </w:rPr>
        <w:t>،</w:t>
      </w:r>
      <w:r>
        <w:rPr>
          <w:rtl/>
        </w:rPr>
        <w:t xml:space="preserve"> والاحتيال والتضليل</w:t>
      </w:r>
      <w:r w:rsidR="008A60E8">
        <w:rPr>
          <w:rtl/>
        </w:rPr>
        <w:t>،</w:t>
      </w:r>
      <w:r>
        <w:rPr>
          <w:rtl/>
        </w:rPr>
        <w:t xml:space="preserve"> وما إلى ذلك ممّا نعلم عِلمَ اليقين أنّه من المحرّمات والموبقات</w:t>
      </w:r>
      <w:r w:rsidR="008A60E8">
        <w:rPr>
          <w:rtl/>
        </w:rPr>
        <w:t>،</w:t>
      </w:r>
      <w:r>
        <w:rPr>
          <w:rtl/>
        </w:rPr>
        <w:t xml:space="preserve"> وإنّما ينطبق على ما يُحتمل فيه الصدق والكذب</w:t>
      </w:r>
      <w:r w:rsidR="008A60E8">
        <w:rPr>
          <w:rtl/>
        </w:rPr>
        <w:t>،</w:t>
      </w:r>
      <w:r>
        <w:rPr>
          <w:rtl/>
        </w:rPr>
        <w:t xml:space="preserve"> والصحة والفساد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فهل يُمكن لأيّ إنسان عاقل في أن يتوقّف بظنّه تجاه بني أُميّة وبني العباس ماذا صنعوا بآل البيت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؟</w:t>
      </w:r>
      <w:r>
        <w:rPr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تـباً لهم من اُمّةٍ لم يحفظوا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عـهدَ الـنبيِّ بـآلهِ الأمجادِ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قـد شتتوهم بـين مأسور ومقـ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ـهورٍ ومنحورٍ بسيفِ عنادِ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</w:pPr>
      <w:r>
        <w:rPr>
          <w:rtl/>
        </w:rPr>
        <w:t>فلم يتركوا منهم أحداً لا كبيراً ولا صغيراً حتّى الطفل الرضيع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جاءت الحوراء زينب </w:t>
      </w:r>
      <w:r w:rsidR="00EE7E9B" w:rsidRPr="00EE7E9B">
        <w:rPr>
          <w:rStyle w:val="libAlaemChar"/>
          <w:rtl/>
        </w:rPr>
        <w:t>عليها‌السلام</w:t>
      </w:r>
      <w:r>
        <w:rPr>
          <w:rtl/>
        </w:rPr>
        <w:t xml:space="preserve"> إلى أخيها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تحمل عبد الله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آيات منتخبة من القرآن الكريم / 244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 xml:space="preserve">الرضيع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فدفعته إليه وهي باكية</w:t>
      </w:r>
      <w:r w:rsidR="008A60E8">
        <w:rPr>
          <w:rtl/>
        </w:rPr>
        <w:t>،</w:t>
      </w:r>
      <w:r>
        <w:rPr>
          <w:rtl/>
        </w:rPr>
        <w:t xml:space="preserve"> قالت</w:t>
      </w:r>
      <w:r w:rsidR="008A60E8">
        <w:rPr>
          <w:rtl/>
        </w:rPr>
        <w:t>:</w:t>
      </w:r>
      <w:r>
        <w:rPr>
          <w:rtl/>
        </w:rPr>
        <w:t xml:space="preserve"> أخي</w:t>
      </w:r>
      <w:r w:rsidR="008A60E8">
        <w:rPr>
          <w:rtl/>
        </w:rPr>
        <w:t>،</w:t>
      </w:r>
      <w:r>
        <w:rPr>
          <w:rtl/>
        </w:rPr>
        <w:t xml:space="preserve"> خُذ طفلك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قيل</w:t>
      </w:r>
      <w:r w:rsidR="008A60E8">
        <w:rPr>
          <w:rtl/>
        </w:rPr>
        <w:t>:</w:t>
      </w:r>
      <w:r>
        <w:rPr>
          <w:rtl/>
        </w:rPr>
        <w:t xml:space="preserve"> فأجلسه في حجره يُقبّله</w:t>
      </w:r>
      <w:r w:rsidR="008A60E8">
        <w:rPr>
          <w:rtl/>
        </w:rPr>
        <w:t>،</w:t>
      </w:r>
      <w:r>
        <w:rPr>
          <w:rtl/>
        </w:rPr>
        <w:t xml:space="preserve"> ويقول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بُعداً لهؤلاء القوم إذا كان جدُّك المصطفى خصمُهم</w:t>
      </w:r>
      <w:r w:rsidR="008A60E8">
        <w:rPr>
          <w:rtl/>
        </w:rPr>
        <w:t>!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 أتى به نحو القوم يطلب له الماء قائلاً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يا قوم</w:t>
      </w:r>
      <w:r w:rsidR="008A60E8">
        <w:rPr>
          <w:rtl/>
        </w:rPr>
        <w:t>،</w:t>
      </w:r>
      <w:r>
        <w:rPr>
          <w:rtl/>
        </w:rPr>
        <w:t xml:space="preserve"> قد قتلتم إخوتي وأولادي وأنصاري</w:t>
      </w:r>
      <w:r w:rsidR="008A60E8">
        <w:rPr>
          <w:rtl/>
        </w:rPr>
        <w:t>،</w:t>
      </w:r>
      <w:r>
        <w:rPr>
          <w:rtl/>
        </w:rPr>
        <w:t xml:space="preserve"> وما بقي غير هذا الطفل</w:t>
      </w:r>
      <w:r w:rsidR="008A60E8">
        <w:rPr>
          <w:rtl/>
        </w:rPr>
        <w:t>،</w:t>
      </w:r>
      <w:r>
        <w:rPr>
          <w:rtl/>
        </w:rPr>
        <w:t xml:space="preserve"> وهو يتلظّى عطشاً من غير ذنب أتاه إليكم</w:t>
      </w:r>
      <w:r w:rsidR="008A60E8">
        <w:rPr>
          <w:rtl/>
        </w:rPr>
        <w:t>،</w:t>
      </w:r>
      <w:r>
        <w:rPr>
          <w:rtl/>
        </w:rPr>
        <w:t xml:space="preserve"> فاسقوه شربة من الماء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فاختلف العسكر فيما بينهم</w:t>
      </w:r>
      <w:r w:rsidR="008A60E8">
        <w:rPr>
          <w:rtl/>
        </w:rPr>
        <w:t>؛</w:t>
      </w:r>
      <w:r>
        <w:rPr>
          <w:rtl/>
        </w:rPr>
        <w:t xml:space="preserve"> منهم مَنْ قال</w:t>
      </w:r>
      <w:r w:rsidR="008A60E8">
        <w:rPr>
          <w:rtl/>
        </w:rPr>
        <w:t>:</w:t>
      </w:r>
      <w:r>
        <w:rPr>
          <w:rtl/>
        </w:rPr>
        <w:t xml:space="preserve"> إذا كان ذنب للكبار فما ذنب هذا الطفل</w:t>
      </w:r>
      <w:r w:rsidR="008A60E8">
        <w:rPr>
          <w:rtl/>
        </w:rPr>
        <w:t>؟</w:t>
      </w:r>
      <w:r>
        <w:rPr>
          <w:rtl/>
        </w:rPr>
        <w:t xml:space="preserve"> ومنهم مَنْ قال</w:t>
      </w:r>
      <w:r w:rsidR="008A60E8">
        <w:rPr>
          <w:rtl/>
        </w:rPr>
        <w:t>:</w:t>
      </w:r>
      <w:r>
        <w:rPr>
          <w:rtl/>
        </w:rPr>
        <w:t xml:space="preserve"> اقتلوه</w:t>
      </w:r>
      <w:r w:rsidR="008A60E8">
        <w:rPr>
          <w:rtl/>
        </w:rPr>
        <w:t>،</w:t>
      </w:r>
      <w:r>
        <w:rPr>
          <w:rtl/>
        </w:rPr>
        <w:t xml:space="preserve"> ولا تبقوا لأهل هذا البيت باقية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فلمّا رأى ابن سعد ذلك صاح بحرملة</w:t>
      </w:r>
      <w:r w:rsidR="008A60E8">
        <w:rPr>
          <w:rtl/>
        </w:rPr>
        <w:t>:</w:t>
      </w:r>
      <w:r>
        <w:rPr>
          <w:rtl/>
        </w:rPr>
        <w:t xml:space="preserve"> ويلك يا حرملة</w:t>
      </w:r>
      <w:r w:rsidR="008A60E8">
        <w:rPr>
          <w:rtl/>
        </w:rPr>
        <w:t>!</w:t>
      </w:r>
      <w:r>
        <w:rPr>
          <w:rtl/>
        </w:rPr>
        <w:t xml:space="preserve"> اقطع نزاع القوم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فما أصنع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</w:t>
      </w:r>
      <w:r w:rsidR="008A60E8">
        <w:rPr>
          <w:rtl/>
        </w:rPr>
        <w:t>:</w:t>
      </w:r>
      <w:r>
        <w:rPr>
          <w:rtl/>
        </w:rPr>
        <w:t xml:space="preserve"> ارمِ الطفلَ بسهم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حرملة (لعنه الله)</w:t>
      </w:r>
      <w:r w:rsidR="008A60E8">
        <w:rPr>
          <w:rtl/>
        </w:rPr>
        <w:t>:</w:t>
      </w:r>
      <w:r>
        <w:rPr>
          <w:rtl/>
        </w:rPr>
        <w:t xml:space="preserve"> فرأيت رقبته تلمع على عضد أبيه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فرميت الطفل بسهمي فذبحته من الوريد إلى الوريد</w:t>
      </w:r>
      <w:r w:rsidR="008A60E8">
        <w:rPr>
          <w:rtl/>
        </w:rPr>
        <w:t>،</w:t>
      </w:r>
      <w:r>
        <w:rPr>
          <w:rtl/>
        </w:rPr>
        <w:t xml:space="preserve"> فلمّا أحسَّ الطفل الرضيع بحرارة السهم أخرج يديه من القماط واعتنق أباه</w:t>
      </w:r>
      <w:r w:rsidR="008A60E8">
        <w:rPr>
          <w:rtl/>
        </w:rPr>
        <w:t>،</w:t>
      </w:r>
      <w:r>
        <w:rPr>
          <w:rtl/>
        </w:rPr>
        <w:t xml:space="preserve"> وجعل يرفرف كالطير المذبوح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فملأ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كفّه من دمه ورمى به نحو السماء قائلاً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اللّهمّ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لا يكن أهون عليك من فصيل ناقة صالح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>
        <w:rPr>
          <w:rtl/>
        </w:rPr>
        <w:t>.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مجمع المصائب 1 / 205</w:t>
      </w:r>
      <w:r w:rsidR="00EE7E9B">
        <w:rPr>
          <w:rtl/>
        </w:rPr>
        <w:t xml:space="preserve"> - </w:t>
      </w:r>
      <w:r>
        <w:rPr>
          <w:rtl/>
        </w:rPr>
        <w:t>206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تـل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Fonts w:hint="cs"/>
                <w:rtl/>
              </w:rPr>
              <w:t>ه احسين دم الطفل بيده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اشحال اليچتل ابحضنه وليده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 xml:space="preserve">سـال اُوترس </w:t>
            </w:r>
            <w:r>
              <w:rPr>
                <w:rFonts w:hint="cs"/>
                <w:rtl/>
                <w:lang w:bidi="fa-IR"/>
              </w:rPr>
              <w:t>چ</w:t>
            </w:r>
            <w:r>
              <w:rPr>
                <w:rFonts w:hint="cs"/>
                <w:rtl/>
              </w:rPr>
              <w:t>فه من وريده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اُوذبّـه للسمه وللگاع ما 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أويـلي من لفت سكنه تنادي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يبويه العطش هالفتت افادي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صدّت لن اُخوها الطفل غادي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يـلوّح رگبـته اُودمّـه يفوّر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يبويه ذاب چبدي اُوچبدة أُمّه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دخـلّـيني أودعـنَّه وشـمّه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يـبويه لـيش ما تسجيه دمّه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بـلچن چبدته تبرد من الحر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يخويه عون من حبَّك اُوشمّك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يـخويه عون من راواك لمّك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لـغسلنَّك يخويه ابفيض دمّك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اُوگبرك بالگلب يا خويه لحفر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>وأمّا حال أُمّه الرباب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ردّوك يبني ابسهم مفطوم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يالرحت عن الماي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A651B2" w:rsidTr="00A651B2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بـعدك لـحرّم لـذّة النوم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واصبغ يعگلي سود الهدوم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A651B2" w:rsidRDefault="00A651B2" w:rsidP="00A651B2">
      <w:pPr>
        <w:pStyle w:val="libPoemCenter"/>
        <w:rPr>
          <w:rFonts w:hint="cs"/>
          <w:rtl/>
        </w:rPr>
      </w:pPr>
      <w:r>
        <w:rPr>
          <w:rFonts w:hint="cs"/>
          <w:rtl/>
        </w:rPr>
        <w:t>وابچي عليك ابگلب مالوم</w:t>
      </w:r>
    </w:p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A651B2" w:rsidTr="0004642B">
        <w:trPr>
          <w:trHeight w:val="350"/>
        </w:trPr>
        <w:tc>
          <w:tcPr>
            <w:tcW w:w="391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ورُبَّ رضيعٍ أرضعته قِسيُّهم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A651B2" w:rsidRDefault="00A651B2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A651B2" w:rsidRDefault="00A651B2" w:rsidP="0004642B">
            <w:pPr>
              <w:pStyle w:val="libPoem"/>
            </w:pPr>
            <w:r>
              <w:rPr>
                <w:rFonts w:hint="cs"/>
                <w:rtl/>
              </w:rPr>
              <w:t>منَ النبلِ ثدياً درُّه الثرُّ فاطمه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</w:rPr>
        <w:t>* * *</w:t>
      </w:r>
    </w:p>
    <w:p w:rsidR="009A0DCC" w:rsidRDefault="009A0DCC" w:rsidP="00E037B4">
      <w:pPr>
        <w:pStyle w:val="libCenterBold2"/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EE7E9B" w:rsidP="00E037B4">
      <w:pPr>
        <w:pStyle w:val="libCenterBold2"/>
        <w:rPr>
          <w:rtl/>
        </w:rPr>
      </w:pPr>
      <w:r>
        <w:rPr>
          <w:rFonts w:hint="cs"/>
          <w:rtl/>
        </w:rPr>
        <w:t xml:space="preserve"> </w:t>
      </w:r>
      <w:r w:rsidR="009A0DCC"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E037B4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037B4">
      <w:pPr>
        <w:pStyle w:val="Heading1Center"/>
      </w:pPr>
      <w:bookmarkStart w:id="67" w:name="_Toc436482633"/>
      <w:r>
        <w:rPr>
          <w:rtl/>
          <w:lang w:bidi="ar-IQ"/>
        </w:rPr>
        <w:lastRenderedPageBreak/>
        <w:t>المجلس</w:t>
      </w:r>
      <w:r>
        <w:rPr>
          <w:rtl/>
        </w:rPr>
        <w:t xml:space="preserve"> </w:t>
      </w:r>
      <w:r>
        <w:rPr>
          <w:rtl/>
          <w:lang w:bidi="ar-IQ"/>
        </w:rPr>
        <w:t>الرابع</w:t>
      </w:r>
      <w:r>
        <w:rPr>
          <w:rtl/>
        </w:rPr>
        <w:t xml:space="preserve"> </w:t>
      </w:r>
      <w:r>
        <w:rPr>
          <w:rtl/>
          <w:lang w:bidi="ar-IQ"/>
        </w:rPr>
        <w:t>عشر</w:t>
      </w:r>
      <w:bookmarkStart w:id="68" w:name="المجلس_الرابع_عشر"/>
      <w:bookmarkEnd w:id="68"/>
      <w:bookmarkEnd w:id="67"/>
    </w:p>
    <w:p w:rsidR="009A0DCC" w:rsidRDefault="009A0DCC" w:rsidP="00E037B4">
      <w:pPr>
        <w:pStyle w:val="Heading1Center"/>
      </w:pPr>
      <w:bookmarkStart w:id="69" w:name="_Toc436482634"/>
      <w:r>
        <w:rPr>
          <w:rtl/>
          <w:lang w:bidi="ar-IQ"/>
        </w:rPr>
        <w:t>التقوى</w:t>
      </w:r>
      <w:bookmarkEnd w:id="69"/>
      <w:r w:rsidRPr="00E037B4">
        <w:rPr>
          <w:rtl/>
        </w:rPr>
        <w:t xml:space="preserve">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A651B2">
      <w:pPr>
        <w:pStyle w:val="libCenterBold1"/>
      </w:pPr>
      <w:r>
        <w:rPr>
          <w:rtl/>
        </w:rPr>
        <w:lastRenderedPageBreak/>
        <w:t>المجلس الرابع عشر</w:t>
      </w:r>
    </w:p>
    <w:p w:rsidR="009A0DCC" w:rsidRDefault="009A0DCC" w:rsidP="00A651B2">
      <w:pPr>
        <w:pStyle w:val="libCenterBold1"/>
        <w:rPr>
          <w:rFonts w:hint="cs"/>
          <w:rtl/>
        </w:rPr>
      </w:pPr>
      <w:r>
        <w:rPr>
          <w:rtl/>
        </w:rPr>
        <w:t>التقوى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لـستُ أنـساهُ مُـفرداً بين جمعٍ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أبـرزوا فـيه كـامِنَ الأحـقادِ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يحطمُ الجيشَ رابطَ الجأشِ حتّى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صَـبغَ الأرضَ مِنْ دماءِ 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لـم يزلْ يحصدُ الرؤوسَ بعضبٍ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أبـداً لـلدماءِ في الحربِ صادي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وإذا بـالـنداءِ عـجّـل فـلبّى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وهـوى لـلسجودِ فـوقَ الوهادِ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عـجباً لـلسماءِ لـم تـهو حزناً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فـوقَ وجـهِ الـبسيط بعد العمادِ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عـجباً لـلمهادِ كـيف استقرتْ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ونـظامِ الـوجود تحت العوادِي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عـجباً لـلنجومِ كـيف استنارت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لـم تـغبْ بـعد نـورِها الوقّادِ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حـيثُ لـولا وجـودُهُ لأُهـيلت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ولـسـاختْ وبُـرقِعت بـسوادِ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ومُـثيرُ الأشـجان رزءُ الأيامى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مُذ وعت بالصهيل صوت الجوادِ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بـرزت لـلقاء تـعثر في الذّلِّ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ودامـي الـدموعِ شـبهُ الغوادي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فـرأت سـرجَهُ خـلياً فـنادت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تـلك وا والـدي وذي وا عمادي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وغـدت ولـهاً بـغير شـعورٍ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نـحـو مـثوى بـقيّة الأمـجادِ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فـرأت في الصعيد مُلقىً حماها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هـشّمت صـدرهُ خيولُ الأعادي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فـدعت والـعيونُ عـبرى وفي الـ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ـقلبِ لهيبٌ من الأسى ذو اتقادِ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أحـمى الـضايعاتِ بعدكَ ضِعنا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فـي يـدِ النائباتِ حسرى بوادي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أوَ مـا تـنظرُ الفواطمُ في الأسر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وسـتر الـوجوه مـنهُ الأيـادي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ثُـكّلاً مـا تـرى لـها من كفيلٍ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حـسّرىً بـين عُـصبةِ الإلحادِ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ثـمّ تـدعو فما تـرى من مجيبٍ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لِنداها غيرَ الصَّدى في الوادي</w:t>
            </w:r>
            <w:r w:rsidRPr="008A60E8">
              <w:rPr>
                <w:rStyle w:val="libFootnotenumChar"/>
                <w:rFonts w:hint="cs"/>
                <w:rtl/>
              </w:rPr>
              <w:t>(1)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</w:pPr>
      <w:r>
        <w:rPr>
          <w:rFonts w:hint="cs"/>
          <w:rtl/>
          <w:lang w:bidi="fa-IR"/>
        </w:rPr>
        <w:t>* * *</w:t>
      </w:r>
    </w:p>
    <w:p w:rsidR="009A0DCC" w:rsidRDefault="008A60E8" w:rsidP="008A60E8">
      <w:pPr>
        <w:pStyle w:val="libLine"/>
        <w:rPr>
          <w:rtl/>
        </w:rPr>
      </w:pPr>
      <w:r>
        <w:rPr>
          <w:rtl/>
        </w:rPr>
        <w:t>____________________</w:t>
      </w:r>
    </w:p>
    <w:p w:rsidR="009A0DCC" w:rsidRPr="008A60E8" w:rsidRDefault="009A0DCC" w:rsidP="008A60E8">
      <w:pPr>
        <w:pStyle w:val="libFootnote0"/>
      </w:pPr>
      <w:r w:rsidRPr="008A60E8">
        <w:rPr>
          <w:rFonts w:hint="cs"/>
          <w:rtl/>
        </w:rPr>
        <w:t xml:space="preserve">(1) القصيدة للشيخ عبد الحسين شكر </w:t>
      </w:r>
      <w:r w:rsidR="00EE7E9B" w:rsidRPr="00EE7E9B">
        <w:rPr>
          <w:rStyle w:val="libAlaemChar"/>
          <w:rFonts w:hint="cs"/>
          <w:rtl/>
        </w:rPr>
        <w:t>رحمه‌الله</w:t>
      </w:r>
      <w:r w:rsidR="008A60E8">
        <w:rPr>
          <w:rFonts w:hint="cs"/>
          <w:rtl/>
        </w:rPr>
        <w:t>،</w:t>
      </w:r>
      <w:r w:rsidRPr="008A60E8">
        <w:rPr>
          <w:rFonts w:hint="cs"/>
          <w:rtl/>
        </w:rPr>
        <w:t xml:space="preserve"> وقد تقدّمت ترجمته في المجلس الثامن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Fonts w:eastAsia="Calibri"/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تـصيح بصوتها يحسين وينك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جـاوبني وصـد لـيَّ ابعينك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يـخويه ذاب گلبي من ونينك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يخويه ما هو كلبي صخر مرمر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نادها ابضعيف الصوت يختي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مهو حچيچ كسر گلبي دسكتي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يـنور العين خلّيني ابمهجتي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أعـالجها تـرى گلبي تمرمر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  <w:lang w:bidi="fa-IR"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يخويه يابس امن العطش چبدي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يخويه والشمس حرّگت خدّي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يخويه والترابه احرگت زندي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دفيليلي بطرف ثوبچ عن الحرّ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  <w:lang w:bidi="fa-IR"/>
        </w:rPr>
        <w:t>* * *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172AAC">
        <w:rPr>
          <w:rtl/>
        </w:rPr>
        <w:lastRenderedPageBreak/>
        <w:t>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وَلَقَدْ وَصَّيْنَا الَّذِينَ أُوتُواْ الْكِتَابَ مِن قَبْلِكُمْ وَإِيَّاكُمْ أَنِ اتَّقُواْ اللهَ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Style w:val="libBold2Char"/>
          <w:rtl/>
        </w:rPr>
        <w:t>التقوى</w:t>
      </w:r>
      <w:r w:rsidR="008A60E8" w:rsidRPr="00172AAC">
        <w:rPr>
          <w:rStyle w:val="libBold2Char"/>
          <w:rtl/>
        </w:rPr>
        <w:t>:</w:t>
      </w:r>
      <w:r>
        <w:rPr>
          <w:rtl/>
        </w:rPr>
        <w:t xml:space="preserve"> معناها أن لا يراك الله حيث نهاك</w:t>
      </w:r>
      <w:r w:rsidR="008A60E8">
        <w:rPr>
          <w:rtl/>
        </w:rPr>
        <w:t>،</w:t>
      </w:r>
      <w:r>
        <w:rPr>
          <w:rtl/>
        </w:rPr>
        <w:t xml:space="preserve"> ولا يفقدك حيث أمرك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وبمعنى آخر</w:t>
      </w:r>
      <w:r w:rsidR="008A60E8">
        <w:rPr>
          <w:rtl/>
        </w:rPr>
        <w:t>:</w:t>
      </w:r>
      <w:r>
        <w:rPr>
          <w:rtl/>
        </w:rPr>
        <w:t xml:space="preserve"> هي الخشية والخوف من الله (عزّ وجلّ)</w:t>
      </w:r>
      <w:r w:rsidR="008A60E8">
        <w:rPr>
          <w:rtl/>
        </w:rPr>
        <w:t>،</w:t>
      </w:r>
      <w:r>
        <w:rPr>
          <w:rtl/>
        </w:rPr>
        <w:t xml:space="preserve"> وهو أيضاً اتقاء ما يجرّ الإنسان إلى النار بالامتثال لأوامر الله واجتناب نواهيه</w:t>
      </w:r>
      <w:r w:rsidR="008A60E8">
        <w:rPr>
          <w:rtl/>
        </w:rPr>
        <w:t>،</w:t>
      </w:r>
      <w:r>
        <w:rPr>
          <w:rtl/>
        </w:rPr>
        <w:t xml:space="preserve"> بالتخلّي عن كلّ رذيلةٍ</w:t>
      </w:r>
      <w:r w:rsidR="008A60E8">
        <w:rPr>
          <w:rtl/>
        </w:rPr>
        <w:t>،</w:t>
      </w:r>
      <w:r>
        <w:rPr>
          <w:rtl/>
        </w:rPr>
        <w:t xml:space="preserve"> والتحلّي بكلّ فضيلةٍ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ومن هنا جعل النبي الأكرم </w:t>
      </w:r>
      <w:r w:rsidR="00EE7E9B" w:rsidRPr="00EE7E9B">
        <w:rPr>
          <w:rStyle w:val="libAlaemChar"/>
          <w:rtl/>
        </w:rPr>
        <w:t>صلى‌الله‌عليه‌وآله</w:t>
      </w:r>
      <w:r>
        <w:rPr>
          <w:rtl/>
        </w:rPr>
        <w:t xml:space="preserve"> الكفّ عن المحارم ثمرة الدين</w:t>
      </w:r>
      <w:r w:rsidR="008A60E8">
        <w:rPr>
          <w:rtl/>
        </w:rPr>
        <w:t>،</w:t>
      </w:r>
      <w:r>
        <w:rPr>
          <w:rtl/>
        </w:rPr>
        <w:t xml:space="preserve"> وذلك عندما قال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جاءني حبيبي جبرئيل وقال</w:t>
      </w:r>
      <w:r w:rsidR="008A60E8">
        <w:rPr>
          <w:rtl/>
        </w:rPr>
        <w:t>:</w:t>
      </w:r>
      <w:r>
        <w:rPr>
          <w:rtl/>
        </w:rPr>
        <w:t xml:space="preserve"> يا أحمد</w:t>
      </w:r>
      <w:r w:rsidR="008A60E8">
        <w:rPr>
          <w:rtl/>
        </w:rPr>
        <w:t>،</w:t>
      </w:r>
      <w:r>
        <w:rPr>
          <w:rtl/>
        </w:rPr>
        <w:t xml:space="preserve"> إنّ مثلَ هذا الدين كمثل شجرةٍ ثابتة</w:t>
      </w:r>
      <w:r w:rsidR="008A60E8">
        <w:rPr>
          <w:rtl/>
        </w:rPr>
        <w:t>؛</w:t>
      </w:r>
      <w:r>
        <w:rPr>
          <w:rtl/>
        </w:rPr>
        <w:t xml:space="preserve"> الإيمان أصلها</w:t>
      </w:r>
      <w:r w:rsidR="008A60E8">
        <w:rPr>
          <w:rtl/>
        </w:rPr>
        <w:t>،</w:t>
      </w:r>
      <w:r>
        <w:rPr>
          <w:rtl/>
        </w:rPr>
        <w:t xml:space="preserve"> والصلاة عروقها</w:t>
      </w:r>
      <w:r w:rsidR="008A60E8">
        <w:rPr>
          <w:rtl/>
        </w:rPr>
        <w:t>،</w:t>
      </w:r>
      <w:r>
        <w:rPr>
          <w:rtl/>
        </w:rPr>
        <w:t xml:space="preserve"> والزكاة ماؤها</w:t>
      </w:r>
      <w:r w:rsidR="008A60E8">
        <w:rPr>
          <w:rtl/>
        </w:rPr>
        <w:t>،</w:t>
      </w:r>
      <w:r>
        <w:rPr>
          <w:rtl/>
        </w:rPr>
        <w:t xml:space="preserve"> والصوم سعفها</w:t>
      </w:r>
      <w:r w:rsidR="008A60E8">
        <w:rPr>
          <w:rtl/>
        </w:rPr>
        <w:t>،</w:t>
      </w:r>
      <w:r>
        <w:rPr>
          <w:rtl/>
        </w:rPr>
        <w:t xml:space="preserve"> وحسن الخلق ورقها</w:t>
      </w:r>
      <w:r w:rsidR="008A60E8">
        <w:rPr>
          <w:rtl/>
        </w:rPr>
        <w:t>،</w:t>
      </w:r>
      <w:r>
        <w:rPr>
          <w:rtl/>
        </w:rPr>
        <w:t xml:space="preserve"> والكفّ عن المحارم ثمرها</w:t>
      </w:r>
      <w:r w:rsidR="008A60E8">
        <w:rPr>
          <w:rtl/>
        </w:rPr>
        <w:t>،</w:t>
      </w:r>
      <w:r>
        <w:rPr>
          <w:rtl/>
        </w:rPr>
        <w:t xml:space="preserve"> فلا تكمل الشجرة إلاّ بالثمر</w:t>
      </w:r>
      <w:r w:rsidR="008A60E8">
        <w:rPr>
          <w:rtl/>
        </w:rPr>
        <w:t>،</w:t>
      </w:r>
      <w:r>
        <w:rPr>
          <w:rtl/>
        </w:rPr>
        <w:t xml:space="preserve"> كذلك الإيمان لا يكمل إلاّ بالكفّ عن المحارم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وروي أنّ رجلاً استوصى رسولَ الله </w:t>
      </w:r>
      <w:r w:rsidR="00EE7E9B" w:rsidRPr="00EE7E9B">
        <w:rPr>
          <w:rStyle w:val="libAlaemChar"/>
          <w:rtl/>
        </w:rPr>
        <w:t>صلى‌الله‌عليه‌وآله</w:t>
      </w:r>
      <w:r w:rsidR="008A60E8">
        <w:rPr>
          <w:rtl/>
        </w:rPr>
        <w:t>،</w:t>
      </w:r>
      <w:r>
        <w:rPr>
          <w:rtl/>
        </w:rPr>
        <w:t xml:space="preserve"> فقال </w:t>
      </w:r>
      <w:r w:rsidR="00EE7E9B" w:rsidRPr="00EE7E9B">
        <w:rPr>
          <w:rStyle w:val="libAlaemChar"/>
          <w:rtl/>
        </w:rPr>
        <w:t>صلى‌الله‌عليه‌وآله</w:t>
      </w:r>
      <w:r w:rsidR="00EE7E9B">
        <w:rPr>
          <w:rtl/>
        </w:rPr>
        <w:t xml:space="preserve"> - </w:t>
      </w:r>
      <w:r>
        <w:rPr>
          <w:rtl/>
        </w:rPr>
        <w:t>ضمن كلام</w:t>
      </w:r>
      <w:r w:rsidR="00EE7E9B">
        <w:rPr>
          <w:rtl/>
        </w:rPr>
        <w:t xml:space="preserve"> -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وقد أجمع الله ما يتواصى به المتواصّون من الأوّلين والآخرين في خصلةٍ واحدةٍ وهي التقوى</w:t>
      </w:r>
      <w:r w:rsidR="008A60E8">
        <w:rPr>
          <w:rtl/>
        </w:rPr>
        <w:t>،</w:t>
      </w:r>
      <w:r>
        <w:rPr>
          <w:rtl/>
        </w:rPr>
        <w:t xml:space="preserve"> قال الله (عزّ وجلّ)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وَلَقَدْ وَصَّيْنَا الَّذِينَ أُوتُواْ الْكِتَابَ مِن قَبْلِكُمْ وَإِيَّاكُمْ أَنِ اتَّقُواْ اللهَ</w:t>
      </w:r>
      <w:r w:rsidR="008A60E8" w:rsidRPr="001448CA">
        <w:rPr>
          <w:rStyle w:val="libAlaemChar"/>
          <w:rtl/>
        </w:rPr>
        <w:t>)</w:t>
      </w:r>
      <w:r w:rsidR="008A60E8">
        <w:rPr>
          <w:rtl/>
        </w:rPr>
        <w:t>،</w:t>
      </w:r>
      <w:r>
        <w:rPr>
          <w:rtl/>
        </w:rPr>
        <w:t xml:space="preserve"> وفيه جماع كلّ عبادةٍ صالحةٍ</w:t>
      </w:r>
      <w:r w:rsidR="008A60E8">
        <w:rPr>
          <w:rtl/>
        </w:rPr>
        <w:t>،</w:t>
      </w:r>
      <w:r>
        <w:rPr>
          <w:rtl/>
        </w:rPr>
        <w:t xml:space="preserve"> وبه وصل مَنْ وصل إلى الدرجات العلى والرتبة القصوى</w:t>
      </w:r>
      <w:r w:rsidR="008A60E8">
        <w:rPr>
          <w:rtl/>
        </w:rPr>
        <w:t>،</w:t>
      </w:r>
      <w:r>
        <w:rPr>
          <w:rtl/>
        </w:rPr>
        <w:t xml:space="preserve"> وبه عاش مَنْ عاش بالحياة الطيّبة والأنس الدائم</w:t>
      </w:r>
      <w:r w:rsidR="008A60E8">
        <w:rPr>
          <w:rtl/>
        </w:rPr>
        <w:t>،</w:t>
      </w:r>
      <w:r>
        <w:rPr>
          <w:rtl/>
        </w:rPr>
        <w:t xml:space="preserve"> قال الله (عزّ وجلّ)</w:t>
      </w:r>
      <w:r w:rsidR="008A60E8">
        <w:rPr>
          <w:rtl/>
        </w:rPr>
        <w:t>:</w:t>
      </w:r>
      <w:r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 xml:space="preserve">إِنَّ الْمُتَّقِينَ فِي جَنَّاتٍ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النساء / 131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انظر بحار الأنوار 67 / 285 حيث فسّرها الإمام الصادق</w:t>
      </w:r>
      <w:r w:rsidRPr="008A60E8">
        <w:rPr>
          <w:rtl/>
        </w:rPr>
        <w:t xml:space="preserve"> </w:t>
      </w:r>
      <w:r w:rsidR="00EE7E9B" w:rsidRPr="00EE7E9B">
        <w:rPr>
          <w:rStyle w:val="libAlaemChar"/>
          <w:rtl/>
        </w:rPr>
        <w:t>عليه‌السلام</w:t>
      </w:r>
      <w:r w:rsidRPr="008A60E8">
        <w:rPr>
          <w:rtl/>
        </w:rPr>
        <w:t xml:space="preserve"> </w:t>
      </w:r>
      <w:r>
        <w:rPr>
          <w:rtl/>
        </w:rPr>
        <w:t>بهذا المضمون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بحار الأنوار 6 / 109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 w:rsidRPr="00EE7E9B">
        <w:rPr>
          <w:rStyle w:val="libAieChar"/>
          <w:rtl/>
        </w:rPr>
        <w:lastRenderedPageBreak/>
        <w:t>وَنَهَرٍ * فِي مَقْعَدِ صِدْقٍ عِندَ مَلِيكٍ مُّقْتَدِرٍ</w:t>
      </w:r>
      <w:r w:rsidR="001448CA">
        <w:rPr>
          <w:rStyle w:val="libAieChar"/>
          <w:rtl/>
        </w:rPr>
        <w:t>»</w:t>
      </w:r>
      <w:r w:rsidRPr="00172AAC">
        <w:rPr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ثُمَّ إنّ المراد بالآية أنّ الأمر بتقوى الله شريعة عامة لجميع الاُمم</w:t>
      </w:r>
      <w:r w:rsidR="008A60E8">
        <w:rPr>
          <w:rtl/>
        </w:rPr>
        <w:t>،</w:t>
      </w:r>
      <w:r>
        <w:rPr>
          <w:rtl/>
        </w:rPr>
        <w:t xml:space="preserve"> لم يلحقها نسخ ولا تبديل</w:t>
      </w:r>
      <w:r w:rsidR="008A60E8">
        <w:rPr>
          <w:rtl/>
        </w:rPr>
        <w:t>،</w:t>
      </w:r>
      <w:r>
        <w:rPr>
          <w:rtl/>
        </w:rPr>
        <w:t xml:space="preserve"> بل هو وصية الله في الأوّلين والآخرين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فالوصية بتقوى الله أمر ضروري بحيث أكّدت الآية أنّ اليهود والنصارى</w:t>
      </w:r>
      <w:r w:rsidR="008A60E8">
        <w:rPr>
          <w:rtl/>
        </w:rPr>
        <w:t>،</w:t>
      </w:r>
      <w:r>
        <w:rPr>
          <w:rtl/>
        </w:rPr>
        <w:t xml:space="preserve"> وكلّ مَنْ كان له كتاب سماوي قبل المسلمين قد طُلب منهم جميعاً كما طُلب مِنكم أيّها المسلمون مراعاة التقوى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فهذه الآية على غرار بعض الآيات الاُخرى التي تُشير إلى ثبوت بعض الأحكام في الشرائع السابقة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كما في قوله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يَا أَيُّهَا الَّذِينَ آمَنُواْ كُتِبَ عَلَيْكُمُ الصِّيَامُ كَمَا كُتِبَ عَلَى الَّذِينَ مِن قَبْلِكُمْ لَعَلَّكُمْ تَتَّقُونَ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وللتقوى درجات متعدّدة تختلف باختلاف قوّة الإنسان وضعفه</w:t>
      </w:r>
      <w:r w:rsidR="008A60E8">
        <w:rPr>
          <w:rtl/>
        </w:rPr>
        <w:t>،</w:t>
      </w:r>
      <w:r>
        <w:rPr>
          <w:rtl/>
        </w:rPr>
        <w:t xml:space="preserve"> فنجد البعض من الناس له من التقوى ما يُؤدّي به إلى الاجتناب عن كلّ ما يلزم ويؤدّي بعمله إلى الفساد</w:t>
      </w:r>
      <w:r w:rsidR="008A60E8">
        <w:rPr>
          <w:rtl/>
        </w:rPr>
        <w:t>،</w:t>
      </w:r>
      <w:r>
        <w:rPr>
          <w:rtl/>
        </w:rPr>
        <w:t xml:space="preserve"> ونجد البعض منهم يجتنب عن كُلِّ شبهة لاحتمال وجود الفساد فيها</w:t>
      </w:r>
      <w:r w:rsidR="008A60E8">
        <w:rPr>
          <w:rtl/>
        </w:rPr>
        <w:t>،</w:t>
      </w:r>
      <w:r>
        <w:rPr>
          <w:rtl/>
        </w:rPr>
        <w:t xml:space="preserve"> والبعض الآخر يترك ما لا بأس به مخافة ما به بأس</w:t>
      </w:r>
      <w:r w:rsidR="008A60E8">
        <w:rPr>
          <w:rtl/>
        </w:rPr>
        <w:t>،</w:t>
      </w:r>
      <w:r>
        <w:rPr>
          <w:rtl/>
        </w:rPr>
        <w:t xml:space="preserve"> ونجد البعض منهم يملك من مراتب التقوى الدرجات العليا</w:t>
      </w:r>
      <w:r w:rsidR="008A60E8">
        <w:rPr>
          <w:rtl/>
        </w:rPr>
        <w:t>؛</w:t>
      </w:r>
      <w:r>
        <w:rPr>
          <w:rtl/>
        </w:rPr>
        <w:t xml:space="preserve"> فيجتنب عن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تفسير البرهان 2</w:t>
      </w:r>
      <w:r w:rsidRPr="008A60E8">
        <w:rPr>
          <w:rtl/>
        </w:rPr>
        <w:t xml:space="preserve"> / 339 </w:t>
      </w:r>
      <w:r>
        <w:rPr>
          <w:rtl/>
        </w:rPr>
        <w:t>ذيل آية 131 من سورة النساء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التفسير الكبير 11</w:t>
      </w:r>
      <w:r w:rsidRPr="008A60E8">
        <w:rPr>
          <w:rtl/>
        </w:rPr>
        <w:t xml:space="preserve"> / 70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البقرة / 183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كلّ ما ليس لله تبارك وتعالى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والله سبحانه وتعالى يُعطي من الأجر على قدر مرتبة التقوى عند الإنسان</w:t>
      </w:r>
      <w:r w:rsidR="008A60E8">
        <w:rPr>
          <w:rtl/>
        </w:rPr>
        <w:t>،</w:t>
      </w:r>
      <w:r>
        <w:rPr>
          <w:rtl/>
        </w:rPr>
        <w:t xml:space="preserve"> فالتقوى التي يمتلكها بعض العلماء كالشيخ مرتضى الأنصاري </w:t>
      </w:r>
      <w:r w:rsidR="00EE7E9B" w:rsidRPr="00EE7E9B">
        <w:rPr>
          <w:rStyle w:val="libAlaemChar"/>
          <w:rtl/>
        </w:rPr>
        <w:t>رحمه‌الله</w:t>
      </w:r>
      <w:r w:rsidR="00EE7E9B">
        <w:rPr>
          <w:rtl/>
        </w:rPr>
        <w:t xml:space="preserve"> - </w:t>
      </w:r>
      <w:r>
        <w:rPr>
          <w:rtl/>
        </w:rPr>
        <w:t>صاحب المصنّفات الدقيقة التي ربّت مئات العلماء</w:t>
      </w:r>
      <w:r w:rsidR="008A60E8">
        <w:rPr>
          <w:rtl/>
        </w:rPr>
        <w:t>،</w:t>
      </w:r>
      <w:r>
        <w:rPr>
          <w:rtl/>
        </w:rPr>
        <w:t xml:space="preserve"> بل عشرات المئات</w:t>
      </w:r>
      <w:r w:rsidR="00EE7E9B">
        <w:rPr>
          <w:rtl/>
        </w:rPr>
        <w:t xml:space="preserve"> - </w:t>
      </w:r>
      <w:r>
        <w:rPr>
          <w:rtl/>
        </w:rPr>
        <w:t>هي من النوع العالي</w:t>
      </w:r>
      <w:r w:rsidR="008A60E8">
        <w:rPr>
          <w:rtl/>
        </w:rPr>
        <w:t>،</w:t>
      </w:r>
      <w:r>
        <w:rPr>
          <w:rtl/>
        </w:rPr>
        <w:t xml:space="preserve"> بل العالي جدّاً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في أحد الأيام جاءه إنسان وقال له</w:t>
      </w:r>
      <w:r w:rsidR="008A60E8">
        <w:rPr>
          <w:rtl/>
        </w:rPr>
        <w:t>:</w:t>
      </w:r>
      <w:r>
        <w:rPr>
          <w:rtl/>
        </w:rPr>
        <w:t xml:space="preserve"> شيخنا لقد رأيت البارحة في المنام عجباً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قال له الشيخ</w:t>
      </w:r>
      <w:r w:rsidR="008A60E8">
        <w:rPr>
          <w:rtl/>
        </w:rPr>
        <w:t>:</w:t>
      </w:r>
      <w:r>
        <w:rPr>
          <w:rtl/>
        </w:rPr>
        <w:t xml:space="preserve"> ما رأيت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 الرجل</w:t>
      </w:r>
      <w:r w:rsidR="008A60E8">
        <w:rPr>
          <w:rtl/>
        </w:rPr>
        <w:t>:</w:t>
      </w:r>
      <w:r>
        <w:rPr>
          <w:rtl/>
        </w:rPr>
        <w:t xml:space="preserve"> لقد رأيت الشيطان وعلى رأسه قلنسوة ملوّنة بألوانٍ مختلفة</w:t>
      </w:r>
      <w:r w:rsidR="008A60E8">
        <w:rPr>
          <w:rtl/>
        </w:rPr>
        <w:t>،</w:t>
      </w:r>
      <w:r>
        <w:rPr>
          <w:rtl/>
        </w:rPr>
        <w:t xml:space="preserve"> ورأيتُ بيده حبالاً غليظة</w:t>
      </w:r>
      <w:r w:rsidR="008A60E8">
        <w:rPr>
          <w:rtl/>
        </w:rPr>
        <w:t>،</w:t>
      </w:r>
      <w:r>
        <w:rPr>
          <w:rtl/>
        </w:rPr>
        <w:t xml:space="preserve"> وحبالاً دقيقة</w:t>
      </w:r>
      <w:r w:rsidR="008A60E8">
        <w:rPr>
          <w:rtl/>
        </w:rPr>
        <w:t>،</w:t>
      </w:r>
      <w:r>
        <w:rPr>
          <w:rtl/>
        </w:rPr>
        <w:t xml:space="preserve"> وسلاسل من حديد طويلة وقصيرة</w:t>
      </w:r>
      <w:r w:rsidR="008A60E8">
        <w:rPr>
          <w:rtl/>
        </w:rPr>
        <w:t>،</w:t>
      </w:r>
      <w:r>
        <w:rPr>
          <w:rtl/>
        </w:rPr>
        <w:t xml:space="preserve"> ورأيت سلسلةً طويلة مقطّعة في سبع مواضع منها</w:t>
      </w:r>
      <w:r w:rsidR="008A60E8">
        <w:rPr>
          <w:rtl/>
        </w:rPr>
        <w:t>.</w:t>
      </w:r>
      <w:r>
        <w:rPr>
          <w:rtl/>
        </w:rPr>
        <w:t xml:space="preserve"> فتقدّمت إليه وقلت له</w:t>
      </w:r>
      <w:r w:rsidR="008A60E8">
        <w:rPr>
          <w:rtl/>
        </w:rPr>
        <w:t>:</w:t>
      </w:r>
      <w:r>
        <w:rPr>
          <w:rtl/>
        </w:rPr>
        <w:t xml:space="preserve"> ما هذه الألوان التي تحملها معك</w:t>
      </w:r>
      <w:r w:rsidR="008A60E8">
        <w:rPr>
          <w:rtl/>
        </w:rPr>
        <w:t>؟</w:t>
      </w:r>
      <w:r>
        <w:rPr>
          <w:rtl/>
        </w:rPr>
        <w:t xml:space="preserve"> وما هذه الحبال والسلاسل التي بيدك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 الشيطان</w:t>
      </w:r>
      <w:r w:rsidR="008A60E8">
        <w:rPr>
          <w:rtl/>
        </w:rPr>
        <w:t>:</w:t>
      </w:r>
      <w:r>
        <w:rPr>
          <w:rtl/>
        </w:rPr>
        <w:t xml:space="preserve"> هذه هي مصائدي التي أصيد بها الناس</w:t>
      </w:r>
      <w:r w:rsidR="008A60E8">
        <w:rPr>
          <w:rtl/>
        </w:rPr>
        <w:t>،</w:t>
      </w:r>
      <w:r>
        <w:rPr>
          <w:rtl/>
        </w:rPr>
        <w:t xml:space="preserve"> وأجرّهم بها إلى المهالك</w:t>
      </w:r>
      <w:r w:rsidR="008A60E8">
        <w:rPr>
          <w:rtl/>
        </w:rPr>
        <w:t>؛</w:t>
      </w:r>
      <w:r>
        <w:rPr>
          <w:rtl/>
        </w:rPr>
        <w:t xml:space="preserve"> فإنسان يأتيني باللون الأحمر</w:t>
      </w:r>
      <w:r w:rsidR="008A60E8">
        <w:rPr>
          <w:rtl/>
        </w:rPr>
        <w:t>،</w:t>
      </w:r>
      <w:r>
        <w:rPr>
          <w:rtl/>
        </w:rPr>
        <w:t xml:space="preserve"> وآخر باللون الأخضر</w:t>
      </w:r>
      <w:r w:rsidR="008A60E8">
        <w:rPr>
          <w:rtl/>
        </w:rPr>
        <w:t>،</w:t>
      </w:r>
      <w:r>
        <w:rPr>
          <w:rtl/>
        </w:rPr>
        <w:t xml:space="preserve"> وثالث باللون الأزرق</w:t>
      </w:r>
      <w:r w:rsidR="008A60E8">
        <w:rPr>
          <w:rtl/>
        </w:rPr>
        <w:t>،</w:t>
      </w:r>
      <w:r>
        <w:rPr>
          <w:rtl/>
        </w:rPr>
        <w:t xml:space="preserve"> ورابع لا أتمكن أن أجرّه بالألوان فأجرّه بالحبال الدقيقة</w:t>
      </w:r>
      <w:r w:rsidR="008A60E8">
        <w:rPr>
          <w:rtl/>
        </w:rPr>
        <w:t>،</w:t>
      </w:r>
      <w:r>
        <w:rPr>
          <w:rtl/>
        </w:rPr>
        <w:t xml:space="preserve"> وآخرون بالحبال الغليظة</w:t>
      </w:r>
      <w:r w:rsidR="008A60E8">
        <w:rPr>
          <w:rtl/>
        </w:rPr>
        <w:t>،</w:t>
      </w:r>
      <w:r>
        <w:rPr>
          <w:rtl/>
        </w:rPr>
        <w:t xml:space="preserve"> وآخرون من الزهّاد والعبّاد والعلماء بالسلاسل القصيرة والطويلة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قال الرجل</w:t>
      </w:r>
      <w:r w:rsidR="008A60E8">
        <w:rPr>
          <w:rtl/>
        </w:rPr>
        <w:t>:</w:t>
      </w:r>
      <w:r>
        <w:rPr>
          <w:rtl/>
        </w:rPr>
        <w:t xml:space="preserve"> فقلت له</w:t>
      </w:r>
      <w:r w:rsidR="008A60E8">
        <w:rPr>
          <w:rtl/>
        </w:rPr>
        <w:t>:</w:t>
      </w:r>
      <w:r>
        <w:rPr>
          <w:rtl/>
        </w:rPr>
        <w:t xml:space="preserve"> فما هو اللون الذي تجلبني به</w:t>
      </w:r>
      <w:r w:rsidR="008A60E8">
        <w:rPr>
          <w:rtl/>
        </w:rPr>
        <w:t>؟</w:t>
      </w:r>
      <w:r>
        <w:rPr>
          <w:rtl/>
        </w:rPr>
        <w:t xml:space="preserve"> وأين الحبل الذي 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تسحبني بسببه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فقال الشيطان</w:t>
      </w:r>
      <w:r w:rsidR="008A60E8">
        <w:rPr>
          <w:rtl/>
        </w:rPr>
        <w:t>:</w:t>
      </w:r>
      <w:r>
        <w:rPr>
          <w:rtl/>
        </w:rPr>
        <w:t xml:space="preserve"> إنّك وأمثالك لا تحتاجون إلى حبال</w:t>
      </w:r>
      <w:r w:rsidR="008A60E8">
        <w:rPr>
          <w:rtl/>
        </w:rPr>
        <w:t>،</w:t>
      </w:r>
      <w:r>
        <w:rPr>
          <w:rtl/>
        </w:rPr>
        <w:t xml:space="preserve"> ولا إلى ألوان</w:t>
      </w:r>
      <w:r w:rsidR="008A60E8">
        <w:rPr>
          <w:rtl/>
        </w:rPr>
        <w:t>،</w:t>
      </w:r>
      <w:r>
        <w:rPr>
          <w:rtl/>
        </w:rPr>
        <w:t xml:space="preserve"> وإنّما أجلبكم بإشارة خفيفةٍ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فسأله الرجل قائلاً</w:t>
      </w:r>
      <w:r w:rsidR="008A60E8">
        <w:rPr>
          <w:rtl/>
        </w:rPr>
        <w:t>:</w:t>
      </w:r>
      <w:r>
        <w:rPr>
          <w:rtl/>
        </w:rPr>
        <w:t xml:space="preserve"> وما هذه السلسة المقطّعة في مواضع متعدّدة منها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>قال الشيطان</w:t>
      </w:r>
      <w:r w:rsidR="008A60E8">
        <w:rPr>
          <w:rtl/>
        </w:rPr>
        <w:t>:</w:t>
      </w:r>
      <w:r>
        <w:rPr>
          <w:rtl/>
        </w:rPr>
        <w:t xml:space="preserve"> إنّها سلسلة الشيخ مرتضى</w:t>
      </w:r>
      <w:r w:rsidR="008A60E8">
        <w:rPr>
          <w:rtl/>
        </w:rPr>
        <w:t>،</w:t>
      </w:r>
      <w:r>
        <w:rPr>
          <w:rtl/>
        </w:rPr>
        <w:t xml:space="preserve"> فإنّي قد جذبته ليلة البارحة سبع مرّات بهذه السلسلة</w:t>
      </w:r>
      <w:r w:rsidR="008A60E8">
        <w:rPr>
          <w:rtl/>
        </w:rPr>
        <w:t>،</w:t>
      </w:r>
      <w:r>
        <w:rPr>
          <w:rtl/>
        </w:rPr>
        <w:t xml:space="preserve"> وهي أغلظ سلاسلي وأطولها</w:t>
      </w:r>
      <w:r w:rsidR="008A60E8">
        <w:rPr>
          <w:rtl/>
        </w:rPr>
        <w:t>،</w:t>
      </w:r>
      <w:r>
        <w:rPr>
          <w:rtl/>
        </w:rPr>
        <w:t xml:space="preserve"> وفي كلّ مرّةٍ يقطع الشيخ السلسلة تقطيعاً</w:t>
      </w:r>
      <w:r w:rsidR="008A60E8">
        <w:rPr>
          <w:rtl/>
        </w:rPr>
        <w:t>،</w:t>
      </w:r>
      <w:r>
        <w:rPr>
          <w:rtl/>
        </w:rPr>
        <w:t xml:space="preserve"> ويصرعني وينفلت من حبائلي</w:t>
      </w:r>
      <w:r w:rsidR="008A60E8">
        <w:rPr>
          <w:rtl/>
        </w:rPr>
        <w:t>،</w:t>
      </w:r>
      <w:r>
        <w:rPr>
          <w:rtl/>
        </w:rPr>
        <w:t xml:space="preserve"> والآن أنا آيس منه</w:t>
      </w:r>
      <w:r w:rsidR="008A60E8">
        <w:rPr>
          <w:rtl/>
        </w:rPr>
        <w:t>،</w:t>
      </w:r>
      <w:r>
        <w:rPr>
          <w:rtl/>
        </w:rPr>
        <w:t xml:space="preserve"> ومتحيّر ماذا أصنع معه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فلمّا انتهى ذلك الرجل من نقل منامه إلى الشيخ</w:t>
      </w:r>
      <w:r w:rsidR="008A60E8">
        <w:rPr>
          <w:rtl/>
        </w:rPr>
        <w:t>،</w:t>
      </w:r>
      <w:r>
        <w:rPr>
          <w:rtl/>
        </w:rPr>
        <w:t xml:space="preserve"> تبسّم الشيخ وقال</w:t>
      </w:r>
      <w:r w:rsidR="008A60E8">
        <w:rPr>
          <w:rtl/>
        </w:rPr>
        <w:t>:</w:t>
      </w:r>
      <w:r>
        <w:rPr>
          <w:rtl/>
        </w:rPr>
        <w:t xml:space="preserve"> الحمدُ لله ربّ العالمين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ثمَّ قال الشيخُ</w:t>
      </w:r>
      <w:r w:rsidR="008A60E8">
        <w:rPr>
          <w:rtl/>
        </w:rPr>
        <w:t>:</w:t>
      </w:r>
      <w:r>
        <w:rPr>
          <w:rtl/>
        </w:rPr>
        <w:t xml:space="preserve"> نعم</w:t>
      </w:r>
      <w:r w:rsidR="008A60E8">
        <w:rPr>
          <w:rtl/>
        </w:rPr>
        <w:t>،</w:t>
      </w:r>
      <w:r>
        <w:rPr>
          <w:rtl/>
        </w:rPr>
        <w:t xml:space="preserve"> لقد كان من قصّتي البارحة أنّ زوجتي أخذها الطلق وألم المخاض والولادة</w:t>
      </w:r>
      <w:r w:rsidR="008A60E8">
        <w:rPr>
          <w:rtl/>
        </w:rPr>
        <w:t>،</w:t>
      </w:r>
      <w:r>
        <w:rPr>
          <w:rtl/>
        </w:rPr>
        <w:t xml:space="preserve"> ولم يكن عندنا في البيت شيء يُكتفى به لأجل هذا الأمر</w:t>
      </w:r>
      <w:r w:rsidR="008A60E8">
        <w:rPr>
          <w:rtl/>
        </w:rPr>
        <w:t>،</w:t>
      </w:r>
      <w:r>
        <w:rPr>
          <w:rtl/>
        </w:rPr>
        <w:t xml:space="preserve"> ففكّرت ماذا أصنع في أمرها</w:t>
      </w:r>
      <w:r w:rsidR="008A60E8">
        <w:rPr>
          <w:rtl/>
        </w:rPr>
        <w:t>،</w:t>
      </w:r>
      <w:r>
        <w:rPr>
          <w:rtl/>
        </w:rPr>
        <w:t xml:space="preserve"> فتذكّرت بأنّ هناك أمانة كانت لأحد الناس قد أودعها عندي</w:t>
      </w:r>
      <w:r w:rsidR="008A60E8">
        <w:rPr>
          <w:rtl/>
        </w:rPr>
        <w:t>،</w:t>
      </w:r>
      <w:r>
        <w:rPr>
          <w:rtl/>
        </w:rPr>
        <w:t xml:space="preserve"> ويمكنني التصرّف فيها بالفحوى</w:t>
      </w:r>
      <w:r w:rsidR="008A60E8">
        <w:rPr>
          <w:rtl/>
        </w:rPr>
        <w:t>؛</w:t>
      </w:r>
      <w:r>
        <w:rPr>
          <w:rtl/>
        </w:rPr>
        <w:t xml:space="preserve"> فإنّه وإن لم يصرّح لي بالإذن في التصرّف فيها إذناً صريحاً</w:t>
      </w:r>
      <w:r w:rsidR="008A60E8">
        <w:rPr>
          <w:rtl/>
        </w:rPr>
        <w:t>،</w:t>
      </w:r>
      <w:r>
        <w:rPr>
          <w:rtl/>
        </w:rPr>
        <w:t xml:space="preserve"> لكن ظاهر حاله أنّه يأذن لي إذناً فحوائياً بالتصرّف فيها</w:t>
      </w:r>
      <w:r w:rsidR="008A60E8">
        <w:rPr>
          <w:rtl/>
        </w:rPr>
        <w:t>،</w:t>
      </w:r>
      <w:r>
        <w:rPr>
          <w:rtl/>
        </w:rPr>
        <w:t xml:space="preserve"> ثمّ إرجاعها بعد الوسع إلى مكانها</w:t>
      </w:r>
      <w:r w:rsidR="008A60E8">
        <w:rPr>
          <w:rtl/>
        </w:rPr>
        <w:t>،</w:t>
      </w:r>
      <w:r>
        <w:rPr>
          <w:rtl/>
        </w:rPr>
        <w:t xml:space="preserve"> ومن جهة ثانية كنت مضطراً في الاستفادة منها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وعلى ذلك عزمت على التصرّف في المال</w:t>
      </w:r>
      <w:r w:rsidR="008A60E8">
        <w:rPr>
          <w:rtl/>
        </w:rPr>
        <w:t>،</w:t>
      </w:r>
      <w:r>
        <w:rPr>
          <w:rtl/>
        </w:rPr>
        <w:t xml:space="preserve"> وقمت لآخذه حتّى أتصرّف فيه</w:t>
      </w:r>
      <w:r w:rsidR="008A60E8">
        <w:rPr>
          <w:rtl/>
        </w:rPr>
        <w:t>،</w:t>
      </w:r>
      <w:r>
        <w:rPr>
          <w:rtl/>
        </w:rPr>
        <w:t xml:space="preserve"> لكنّي رجعت وقلتُ</w:t>
      </w:r>
      <w:r w:rsidR="008A60E8">
        <w:rPr>
          <w:rtl/>
        </w:rPr>
        <w:t>:</w:t>
      </w:r>
      <w:r>
        <w:rPr>
          <w:rtl/>
        </w:rPr>
        <w:t xml:space="preserve"> لعلّ الله يُيّسرُ الولادة بدون حاجة إلى التصرّف في هذا المال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ثمّ بعد مدّة عاودتني الفكرة من جديد</w:t>
      </w:r>
      <w:r w:rsidR="008A60E8">
        <w:rPr>
          <w:rtl/>
        </w:rPr>
        <w:t>،</w:t>
      </w:r>
      <w:r>
        <w:rPr>
          <w:rtl/>
        </w:rPr>
        <w:t xml:space="preserve"> فعزمت ثانية على التصرّف في المال لكنّي رجعت أيضاً دون أن آخذ المال</w:t>
      </w:r>
      <w:r w:rsidR="008A60E8">
        <w:rPr>
          <w:rtl/>
        </w:rPr>
        <w:t>،</w:t>
      </w:r>
      <w:r>
        <w:rPr>
          <w:rtl/>
        </w:rPr>
        <w:t xml:space="preserve"> وفي مرّة ثالثة عاودتني الفكرة وعزمت من جديد على أخذ المال والتصرّف فيه لكنّي رجعت للمرّة الثالثة وانصرفت عن عزمي</w:t>
      </w:r>
      <w:r w:rsidR="008A60E8">
        <w:rPr>
          <w:rtl/>
        </w:rPr>
        <w:t>،</w:t>
      </w:r>
      <w:r>
        <w:rPr>
          <w:rtl/>
        </w:rPr>
        <w:t xml:space="preserve"> وهكذا تردّدت إلى سبع مرّات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ثمّ عزمت أخيراً على غض النظر عن المال والانصراف عن التصرّف فيه</w:t>
      </w:r>
      <w:r w:rsidR="008A60E8">
        <w:rPr>
          <w:rtl/>
        </w:rPr>
        <w:t>،</w:t>
      </w:r>
      <w:r>
        <w:rPr>
          <w:rtl/>
        </w:rPr>
        <w:t xml:space="preserve"> حتّى إذا كان قريباً من الفجر سهّل الله سبحانه وتعالى على المرأة أمر الولادة فولدت بسلامة وعافية من دون حاجة إلى أن آخذ من المال شيئاً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فهذا نوع من أنواع التقوى</w:t>
      </w:r>
      <w:r w:rsidR="008A60E8">
        <w:rPr>
          <w:rtl/>
        </w:rPr>
        <w:t>،</w:t>
      </w:r>
      <w:r>
        <w:rPr>
          <w:rtl/>
        </w:rPr>
        <w:t xml:space="preserve"> لكن من أعلى مراتبها وأنواعها</w:t>
      </w:r>
      <w:r w:rsidR="008A60E8">
        <w:rPr>
          <w:rtl/>
        </w:rPr>
        <w:t>،</w:t>
      </w:r>
      <w:r>
        <w:rPr>
          <w:rtl/>
        </w:rPr>
        <w:t xml:space="preserve"> وهو ترك ما لا بأس به خوفاً من الانجرار إلى ما به البأس</w:t>
      </w:r>
      <w:r w:rsidR="008A60E8">
        <w:rPr>
          <w:rtl/>
        </w:rPr>
        <w:t>؛</w:t>
      </w:r>
      <w:r>
        <w:rPr>
          <w:rtl/>
        </w:rPr>
        <w:t xml:space="preserve"> ولذا ترى أنّ الباري (عزّ وجلّ) رتّب وجعل نتائج على التقوى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وأوّل هذه النتائج هو المخرج والرزق من دون احتساب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وَمَن يَتَّقِ اللَّهَ يَجْعَل لَّهُ مَخْرَجاً * وَيَرْزُقْهُ مِنْ حَيْثُ لا يَحْتَسِبُ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ومن نتائج التقوى أنّ الله تبارك وتعالى يجعل للإنسان فرقاناً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قال 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يِا أَيُّهَا الَّذِينَ آمَنُواْ إَن تَتَّقُواْ اللّهَ يَجْعَل لَّكُمْ فُرْقَاناً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 w:rsidRPr="00172AAC">
        <w:rPr>
          <w:rtl/>
        </w:rPr>
        <w:t>.</w:t>
      </w:r>
      <w:r w:rsidRPr="00172AAC"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والفرقان على ما جاء في كلام المفسّرين</w:t>
      </w:r>
      <w:r w:rsidR="008A60E8">
        <w:rPr>
          <w:rtl/>
        </w:rPr>
        <w:t>:</w:t>
      </w:r>
      <w:r>
        <w:rPr>
          <w:rtl/>
        </w:rPr>
        <w:t xml:space="preserve"> هو بمعنى الشيء الذي يفصل بين الحقّ والباطل</w:t>
      </w:r>
      <w:r w:rsidRPr="008A60E8">
        <w:rPr>
          <w:rStyle w:val="libFootnotenumChar"/>
          <w:rtl/>
        </w:rPr>
        <w:t>(3)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نتائج التقوى العزّ والهيبة على ما جاء في كلام مولى الموحّدين أمير المؤمنين (عليه صلاة المصلّين) أنّه قال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 w:rsidRPr="00172AAC">
        <w:rPr>
          <w:rtl/>
        </w:rPr>
        <w:t>مَنْ أراد عِزّاً بلا عشيرة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وهيبةً بلا سُلطانِ</w:t>
      </w:r>
      <w:r w:rsidR="008A60E8" w:rsidRPr="00172AAC">
        <w:rPr>
          <w:rtl/>
        </w:rPr>
        <w:t>،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سورة الطلاق / 2</w:t>
      </w:r>
      <w:r w:rsidR="00EE7E9B">
        <w:rPr>
          <w:rtl/>
        </w:rPr>
        <w:t xml:space="preserve"> - </w:t>
      </w:r>
      <w:r>
        <w:rPr>
          <w:rtl/>
        </w:rPr>
        <w:t>3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الأنفال / 29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تفسير الأمثل 5 / 405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فليخرج من ذلّ معصية الله إلى عزِّ طاعته</w:t>
      </w:r>
      <w:r w:rsidR="001448CA">
        <w:rPr>
          <w:rtl/>
        </w:rPr>
        <w:t>»</w:t>
      </w:r>
      <w:r w:rsidRPr="008A60E8">
        <w:rPr>
          <w:rStyle w:val="libFootnotenumChar"/>
          <w:rtl/>
        </w:rPr>
        <w:t>(1)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ومن نتائج التقوى تعليم الله للمتقين وإلهامه لهم</w:t>
      </w:r>
      <w:r w:rsidR="008A60E8">
        <w:rPr>
          <w:rtl/>
        </w:rPr>
        <w:t>،</w:t>
      </w:r>
      <w:r>
        <w:rPr>
          <w:rtl/>
        </w:rPr>
        <w:t xml:space="preserve"> قال تعالى</w:t>
      </w:r>
      <w:r w:rsidR="008A60E8">
        <w:rPr>
          <w:rtl/>
        </w:rPr>
        <w:t>:</w:t>
      </w:r>
      <w:r w:rsidR="00EE7E9B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وَاتَّقُواْ اللهَ وَيُعَلِّمُكُمُ اللهُ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(2)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 w:rsidRPr="00172AAC">
        <w:rPr>
          <w:rtl/>
        </w:rPr>
        <w:t>ومن نتائج التقوى أيضاً إتيان الله لصاحبها الرحمة والنور</w:t>
      </w:r>
      <w:r w:rsidR="008A60E8" w:rsidRPr="00172AAC">
        <w:rPr>
          <w:rtl/>
        </w:rPr>
        <w:t>،</w:t>
      </w:r>
      <w:r w:rsidRPr="00172AAC">
        <w:rPr>
          <w:rtl/>
        </w:rPr>
        <w:t xml:space="preserve"> قال تبارك وتعالى</w:t>
      </w:r>
      <w:r w:rsidR="008A60E8" w:rsidRPr="00172AAC">
        <w:rPr>
          <w:rtl/>
        </w:rPr>
        <w:t>:</w:t>
      </w:r>
      <w:r w:rsidR="00EE7E9B" w:rsidRPr="00172AAC">
        <w:rPr>
          <w:rtl/>
        </w:rPr>
        <w:t xml:space="preserve"> </w:t>
      </w:r>
      <w:r w:rsidR="008A60E8" w:rsidRPr="001448CA">
        <w:rPr>
          <w:rStyle w:val="libAlaemChar"/>
          <w:rtl/>
        </w:rPr>
        <w:t>(</w:t>
      </w:r>
      <w:r w:rsidRPr="00EE7E9B">
        <w:rPr>
          <w:rStyle w:val="libAieChar"/>
          <w:rtl/>
        </w:rPr>
        <w:t>يَا أَيُّهَا الَّذِينَ آمَنُوا اتَّقُوا اللهَ وَآمِنُوا بِرَسُولِهِ يُؤْتِكُمْ كِفْلَيْنِ مِن رَّحْمَتِهِ وَيَجْعَل لَّكُمْ نُوراً تَمْشُونَ بِهِ</w:t>
      </w:r>
      <w:r w:rsidR="008A60E8" w:rsidRPr="001448CA">
        <w:rPr>
          <w:rStyle w:val="libAlaemChar"/>
          <w:rtl/>
        </w:rPr>
        <w:t>)</w:t>
      </w:r>
      <w:r w:rsidRPr="008A60E8">
        <w:rPr>
          <w:rStyle w:val="libFootnotenumChar"/>
          <w:rtl/>
        </w:rPr>
        <w:t>(3)</w:t>
      </w:r>
      <w:r w:rsidR="008A60E8" w:rsidRPr="00172AAC">
        <w:rPr>
          <w:rtl/>
        </w:rPr>
        <w:t>.</w:t>
      </w:r>
      <w:r w:rsidRPr="00172AAC">
        <w:rPr>
          <w:rtl/>
        </w:rPr>
        <w:t xml:space="preserve"> والعلم في الآية الأولى هو نفسه النور في الآية الثانية</w:t>
      </w:r>
      <w:r w:rsidR="008A60E8" w:rsidRPr="00172AAC">
        <w:rPr>
          <w:rtl/>
        </w:rPr>
        <w:t>.</w:t>
      </w:r>
      <w:r w:rsidRPr="00172AAC">
        <w:rPr>
          <w:rtl/>
        </w:rPr>
        <w:t xml:space="preserve"> وأمّا الشرط هو نفسه الأمر بالتقوى</w:t>
      </w:r>
      <w:r w:rsidR="008A60E8" w:rsidRPr="00172AAC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>والناس المتقوّن لا يختلف عندهم الحال</w:t>
      </w:r>
      <w:r w:rsidR="008A60E8">
        <w:rPr>
          <w:rtl/>
        </w:rPr>
        <w:t>؛</w:t>
      </w:r>
      <w:r>
        <w:rPr>
          <w:rtl/>
        </w:rPr>
        <w:t xml:space="preserve"> سواء في السرّاء أو الضرّاء</w:t>
      </w:r>
      <w:r w:rsidR="008A60E8">
        <w:rPr>
          <w:rtl/>
        </w:rPr>
        <w:t>؛</w:t>
      </w:r>
      <w:r>
        <w:rPr>
          <w:rtl/>
        </w:rPr>
        <w:t xml:space="preserve"> ولذا لمّا صار الظهر من يوم عاشوراء ولم يبقَ من أصحاب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إلاّ القليل وبقيّة أهل بيته</w:t>
      </w:r>
      <w:r w:rsidR="008A60E8">
        <w:rPr>
          <w:rtl/>
        </w:rPr>
        <w:t>،</w:t>
      </w:r>
      <w:r>
        <w:rPr>
          <w:rtl/>
        </w:rPr>
        <w:t xml:space="preserve"> التفت إليه ذلك العبد الصالح المتقي</w:t>
      </w:r>
      <w:r w:rsidR="008A60E8">
        <w:rPr>
          <w:rtl/>
        </w:rPr>
        <w:t>،</w:t>
      </w:r>
      <w:r>
        <w:rPr>
          <w:rtl/>
        </w:rPr>
        <w:t xml:space="preserve"> المحبّ لله ولرسوله ولإمامه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انظر ماذا يريد في التفاتته هذه</w:t>
      </w:r>
      <w:r w:rsidR="008A60E8">
        <w:rPr>
          <w:rtl/>
        </w:rPr>
        <w:t>،</w:t>
      </w:r>
      <w:r>
        <w:rPr>
          <w:rtl/>
        </w:rPr>
        <w:t xml:space="preserve"> قال</w:t>
      </w:r>
      <w:r w:rsidR="008A60E8">
        <w:rPr>
          <w:rtl/>
        </w:rPr>
        <w:t>:</w:t>
      </w:r>
      <w:r>
        <w:rPr>
          <w:rtl/>
        </w:rPr>
        <w:t xml:space="preserve"> يابن رسول الله</w:t>
      </w:r>
      <w:r w:rsidR="008A60E8">
        <w:rPr>
          <w:rtl/>
        </w:rPr>
        <w:t>،</w:t>
      </w:r>
      <w:r>
        <w:rPr>
          <w:rtl/>
        </w:rPr>
        <w:t xml:space="preserve"> إنّ العدو قد اقترب مِنك</w:t>
      </w:r>
      <w:r w:rsidR="008A60E8">
        <w:rPr>
          <w:rtl/>
        </w:rPr>
        <w:t>،</w:t>
      </w:r>
      <w:r>
        <w:rPr>
          <w:rtl/>
        </w:rPr>
        <w:t xml:space="preserve"> وإنّك لا تُقتل حتّى نُقتل دونك</w:t>
      </w:r>
      <w:r w:rsidR="008A60E8">
        <w:rPr>
          <w:rtl/>
        </w:rPr>
        <w:t>،</w:t>
      </w:r>
      <w:r>
        <w:rPr>
          <w:rtl/>
        </w:rPr>
        <w:t xml:space="preserve"> وأحبّ أن اُصلّي معك هذه الصلاة وقد دنا وقتها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فرفع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طرفه نحو السماء</w:t>
      </w:r>
      <w:r w:rsidR="008A60E8">
        <w:rPr>
          <w:rtl/>
        </w:rPr>
        <w:t>،</w:t>
      </w:r>
      <w:r>
        <w:rPr>
          <w:rtl/>
        </w:rPr>
        <w:t xml:space="preserve"> ونظر إلى الشمس وقد زالت</w:t>
      </w:r>
      <w:r w:rsidR="008A60E8">
        <w:rPr>
          <w:rtl/>
        </w:rPr>
        <w:t>،</w:t>
      </w:r>
      <w:r>
        <w:rPr>
          <w:rtl/>
        </w:rPr>
        <w:t xml:space="preserve"> فقال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ذكرت الصلاة</w:t>
      </w:r>
      <w:r w:rsidR="008A60E8">
        <w:rPr>
          <w:rtl/>
        </w:rPr>
        <w:t>،</w:t>
      </w:r>
      <w:r>
        <w:rPr>
          <w:rtl/>
        </w:rPr>
        <w:t xml:space="preserve"> جعلك الله من المصلّين الذاكرين</w:t>
      </w:r>
      <w:r w:rsidR="008A60E8">
        <w:rPr>
          <w:rtl/>
        </w:rPr>
        <w:t>.</w:t>
      </w:r>
      <w:r>
        <w:rPr>
          <w:rtl/>
        </w:rPr>
        <w:t xml:space="preserve"> نعم هذا أوّل وقتها</w:t>
      </w:r>
      <w:r w:rsidR="008A60E8">
        <w:rPr>
          <w:rtl/>
        </w:rPr>
        <w:t>،</w:t>
      </w:r>
      <w:r>
        <w:rPr>
          <w:rtl/>
        </w:rPr>
        <w:t xml:space="preserve"> فسألوهم أن يكفّوا عنّا حتّى نصلّي</w:t>
      </w:r>
      <w:r w:rsidR="001448CA">
        <w:rPr>
          <w:rtl/>
        </w:rPr>
        <w:t>»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8A60E8" w:rsidP="008A60E8">
      <w:pPr>
        <w:pStyle w:val="libLine"/>
      </w:pPr>
      <w:r>
        <w:rPr>
          <w:rtl/>
        </w:rPr>
        <w:t>____________________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(1) </w:t>
      </w:r>
      <w:r>
        <w:rPr>
          <w:rtl/>
        </w:rPr>
        <w:t>ورد بألفاظ اُخرى</w:t>
      </w:r>
      <w:r w:rsidR="008A60E8">
        <w:rPr>
          <w:rtl/>
        </w:rPr>
        <w:t>.</w:t>
      </w:r>
      <w:r w:rsidRPr="008A60E8">
        <w:rPr>
          <w:rtl/>
        </w:rPr>
        <w:t xml:space="preserve"> </w:t>
      </w:r>
      <w:r>
        <w:rPr>
          <w:rtl/>
        </w:rPr>
        <w:t>انظر خصائص</w:t>
      </w:r>
      <w:r w:rsidRPr="008A60E8">
        <w:rPr>
          <w:rtl/>
        </w:rPr>
        <w:t xml:space="preserve"> </w:t>
      </w:r>
      <w:r>
        <w:rPr>
          <w:rtl/>
        </w:rPr>
        <w:t>الأئمّة / 99</w:t>
      </w:r>
      <w:r w:rsidR="008A60E8">
        <w:rPr>
          <w:rtl/>
        </w:rPr>
        <w:t>،</w:t>
      </w:r>
      <w:r>
        <w:rPr>
          <w:rtl/>
        </w:rPr>
        <w:t xml:space="preserve"> بحار الأنوار 44 / 139 وغيرهما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(2) </w:t>
      </w:r>
      <w:r>
        <w:rPr>
          <w:rtl/>
        </w:rPr>
        <w:t>سورة البقرة / 282</w:t>
      </w:r>
      <w:r w:rsidR="008A60E8">
        <w:rPr>
          <w:rtl/>
        </w:rPr>
        <w:t>.</w:t>
      </w:r>
    </w:p>
    <w:p w:rsidR="009A0DCC" w:rsidRDefault="009A0DCC" w:rsidP="008A60E8">
      <w:pPr>
        <w:pStyle w:val="libFootnote0"/>
      </w:pPr>
      <w:r w:rsidRPr="008A60E8">
        <w:rPr>
          <w:rtl/>
        </w:rPr>
        <w:t xml:space="preserve">(3) </w:t>
      </w:r>
      <w:r>
        <w:rPr>
          <w:rtl/>
        </w:rPr>
        <w:t>سورة الحديد</w:t>
      </w:r>
      <w:r w:rsidR="008A60E8">
        <w:rPr>
          <w:rtl/>
        </w:rPr>
        <w:t>:</w:t>
      </w:r>
      <w:r>
        <w:rPr>
          <w:rtl/>
        </w:rPr>
        <w:t xml:space="preserve"> 28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فرفض العدو</w:t>
      </w:r>
      <w:r w:rsidR="008A60E8">
        <w:rPr>
          <w:rtl/>
        </w:rPr>
        <w:t>،</w:t>
      </w:r>
      <w:r>
        <w:rPr>
          <w:rtl/>
        </w:rPr>
        <w:t xml:space="preserve"> وصاح الشمر (لعنة الله عليه)</w:t>
      </w:r>
      <w:r w:rsidR="008A60E8">
        <w:rPr>
          <w:rtl/>
        </w:rPr>
        <w:t>:</w:t>
      </w:r>
      <w:r>
        <w:rPr>
          <w:rtl/>
        </w:rPr>
        <w:t xml:space="preserve"> يا حسينُ</w:t>
      </w:r>
      <w:r w:rsidR="008A60E8">
        <w:rPr>
          <w:rtl/>
        </w:rPr>
        <w:t>،</w:t>
      </w:r>
      <w:r>
        <w:rPr>
          <w:rtl/>
        </w:rPr>
        <w:t xml:space="preserve"> إنّها لا تقبلُ صلاتُك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فقال له حبيب</w:t>
      </w:r>
      <w:r w:rsidR="008A60E8">
        <w:rPr>
          <w:rtl/>
        </w:rPr>
        <w:t>:</w:t>
      </w:r>
      <w:r>
        <w:rPr>
          <w:rtl/>
        </w:rPr>
        <w:t xml:space="preserve"> أزعمت لا تقبل صلاة ابن رسول الله وتُقبل صلاتك</w:t>
      </w:r>
      <w:r w:rsidR="008A60E8">
        <w:rPr>
          <w:rtl/>
        </w:rPr>
        <w:t>؟</w:t>
      </w:r>
      <w:r>
        <w:rPr>
          <w:rtl/>
        </w:rPr>
        <w:t xml:space="preserve">! </w:t>
      </w:r>
    </w:p>
    <w:p w:rsidR="009A0DCC" w:rsidRDefault="009A0DCC" w:rsidP="00172AAC">
      <w:pPr>
        <w:pStyle w:val="libNormal"/>
      </w:pPr>
      <w:r>
        <w:rPr>
          <w:rtl/>
        </w:rPr>
        <w:t xml:space="preserve">فوقف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يُصلّي</w:t>
      </w:r>
      <w:r w:rsidR="008A60E8">
        <w:rPr>
          <w:rtl/>
        </w:rPr>
        <w:t>،</w:t>
      </w:r>
      <w:r>
        <w:rPr>
          <w:rtl/>
        </w:rPr>
        <w:t xml:space="preserve"> صلّى صلاة الظهر بعد أن أوقف رجلين من أصحابه أمامَه مواجهين للعدو</w:t>
      </w:r>
      <w:r w:rsidR="008A60E8">
        <w:rPr>
          <w:rtl/>
        </w:rPr>
        <w:t>؛</w:t>
      </w:r>
      <w:r>
        <w:rPr>
          <w:rtl/>
        </w:rPr>
        <w:t xml:space="preserve"> ليدرؤوا السهام عنه</w:t>
      </w:r>
      <w:r w:rsidR="008A60E8">
        <w:rPr>
          <w:rtl/>
        </w:rPr>
        <w:t>؛</w:t>
      </w:r>
      <w:r>
        <w:rPr>
          <w:rtl/>
        </w:rPr>
        <w:t xml:space="preserve"> لأنّ العدو ما كفّ عن رشق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بالسهام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 xml:space="preserve">فوقف سعيد بن عبد الله الحنفي (رضوان الله عليه) أمام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يتلقّى السهام بصدره وبنحره إلى أن صلّى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فلمّا فرغ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من الصلاة سقط سعيد بن عبد الله إلى الأرض وفيه ثلاثة عشر سهماً</w:t>
      </w:r>
      <w:r w:rsidR="008A60E8">
        <w:rPr>
          <w:rtl/>
        </w:rPr>
        <w:t>،</w:t>
      </w:r>
      <w:r>
        <w:rPr>
          <w:rtl/>
        </w:rPr>
        <w:t xml:space="preserve"> سقط وهو يجود بنفسه</w:t>
      </w:r>
      <w:r w:rsidR="008A60E8">
        <w:rPr>
          <w:rtl/>
        </w:rPr>
        <w:t>،</w:t>
      </w:r>
      <w:r>
        <w:rPr>
          <w:rtl/>
        </w:rPr>
        <w:t xml:space="preserve"> فقال للحسين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سيدي</w:t>
      </w:r>
      <w:r w:rsidR="008A60E8">
        <w:rPr>
          <w:rtl/>
        </w:rPr>
        <w:t>،</w:t>
      </w:r>
      <w:r>
        <w:rPr>
          <w:rtl/>
        </w:rPr>
        <w:t xml:space="preserve"> أوفيت</w:t>
      </w:r>
      <w:r w:rsidR="008A60E8">
        <w:rPr>
          <w:rtl/>
        </w:rPr>
        <w:t>؟</w:t>
      </w:r>
      <w:r>
        <w:rPr>
          <w:rtl/>
        </w:rPr>
        <w:t xml:space="preserve"> هذا يكفي ما قاتلت بين يديك</w:t>
      </w:r>
      <w:r w:rsidR="008A60E8">
        <w:rPr>
          <w:rtl/>
        </w:rPr>
        <w:t>؟</w:t>
      </w:r>
    </w:p>
    <w:p w:rsidR="009A0DCC" w:rsidRDefault="009A0DCC" w:rsidP="00172AAC">
      <w:pPr>
        <w:pStyle w:val="libNormal"/>
      </w:pPr>
      <w:r>
        <w:rPr>
          <w:rtl/>
        </w:rPr>
        <w:t xml:space="preserve">فقال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:</w:t>
      </w:r>
      <w:r>
        <w:rPr>
          <w:rtl/>
        </w:rPr>
        <w:t xml:space="preserve"> </w:t>
      </w:r>
      <w:r w:rsidR="001448CA">
        <w:rPr>
          <w:rtl/>
        </w:rPr>
        <w:t>«</w:t>
      </w:r>
      <w:r>
        <w:rPr>
          <w:rtl/>
        </w:rPr>
        <w:t>نعم</w:t>
      </w:r>
      <w:r w:rsidR="008A60E8">
        <w:rPr>
          <w:rtl/>
        </w:rPr>
        <w:t>،</w:t>
      </w:r>
      <w:r>
        <w:rPr>
          <w:rtl/>
        </w:rPr>
        <w:t xml:space="preserve"> أنت أمامي في الجنّة</w:t>
      </w:r>
      <w:r w:rsidR="008A60E8">
        <w:rPr>
          <w:rtl/>
        </w:rPr>
        <w:t>،</w:t>
      </w:r>
      <w:r>
        <w:rPr>
          <w:rtl/>
        </w:rPr>
        <w:t xml:space="preserve"> فاقرأ جدّي رسول الله عنّي السّلام</w:t>
      </w:r>
      <w:r w:rsidR="008A60E8">
        <w:rPr>
          <w:rtl/>
        </w:rPr>
        <w:t>،</w:t>
      </w:r>
      <w:r>
        <w:rPr>
          <w:rtl/>
        </w:rPr>
        <w:t xml:space="preserve"> وقل له</w:t>
      </w:r>
      <w:r w:rsidR="008A60E8">
        <w:rPr>
          <w:rtl/>
        </w:rPr>
        <w:t>:</w:t>
      </w:r>
      <w:r>
        <w:rPr>
          <w:rtl/>
        </w:rPr>
        <w:t xml:space="preserve"> إنّي تركت الحسين وحيداً فريداً</w:t>
      </w:r>
      <w:r w:rsidR="001448CA">
        <w:rPr>
          <w:rtl/>
        </w:rPr>
        <w:t>»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وصلّى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صلاة الظهر صلاة الخوف بأهل بيته وبمَنْ بقيَ من أصحابه</w:t>
      </w:r>
      <w:r w:rsidR="008A60E8">
        <w:rPr>
          <w:rtl/>
        </w:rPr>
        <w:t>،</w:t>
      </w:r>
      <w:r>
        <w:rPr>
          <w:rtl/>
        </w:rPr>
        <w:t xml:space="preserve"> ولكن هل صلّى صلاة المغرب والعشاء</w:t>
      </w:r>
      <w:r w:rsidR="008A60E8">
        <w:rPr>
          <w:rtl/>
        </w:rPr>
        <w:t>؟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>
        <w:rPr>
          <w:rtl/>
        </w:rPr>
        <w:t>نعم</w:t>
      </w:r>
      <w:r w:rsidR="008A60E8">
        <w:rPr>
          <w:rtl/>
        </w:rPr>
        <w:t>،</w:t>
      </w:r>
      <w:r>
        <w:rPr>
          <w:rtl/>
        </w:rPr>
        <w:t xml:space="preserve"> صلاها في أوّل وقتها</w:t>
      </w:r>
      <w:r w:rsidR="008A60E8">
        <w:rPr>
          <w:rtl/>
        </w:rPr>
        <w:t>،</w:t>
      </w:r>
      <w:r>
        <w:rPr>
          <w:rtl/>
        </w:rPr>
        <w:t xml:space="preserve"> وطالت صلاته ولكن على وجه الأرض</w:t>
      </w:r>
      <w:r w:rsidR="008A60E8">
        <w:rPr>
          <w:rtl/>
        </w:rPr>
        <w:t>،</w:t>
      </w:r>
      <w:r>
        <w:rPr>
          <w:rtl/>
        </w:rPr>
        <w:t xml:space="preserve"> خدّه على وسادة التراب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</w:pPr>
      <w:r>
        <w:rPr>
          <w:rtl/>
        </w:rPr>
        <w:t xml:space="preserve">اختلف العسكر في حالة الحسين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هل هو حيّ أم ميت</w:t>
      </w:r>
      <w:r w:rsidR="008A60E8">
        <w:rPr>
          <w:rtl/>
        </w:rPr>
        <w:t>؛</w:t>
      </w:r>
      <w:r>
        <w:rPr>
          <w:rtl/>
        </w:rPr>
        <w:t xml:space="preserve"> لأنّه لا حراك فيه</w:t>
      </w:r>
      <w:r w:rsidR="008A60E8">
        <w:rPr>
          <w:rtl/>
        </w:rPr>
        <w:t>،</w:t>
      </w:r>
      <w:r>
        <w:rPr>
          <w:rtl/>
        </w:rPr>
        <w:t xml:space="preserve"> فيخافون أن يدنوا منه</w:t>
      </w:r>
      <w:r w:rsidR="008A60E8">
        <w:rPr>
          <w:rtl/>
        </w:rPr>
        <w:t>،</w:t>
      </w:r>
      <w:r>
        <w:rPr>
          <w:rtl/>
        </w:rPr>
        <w:t xml:space="preserve"> فصاح عمر بن سعد (لعنه الله)</w:t>
      </w:r>
      <w:r w:rsidR="008A60E8">
        <w:rPr>
          <w:rtl/>
        </w:rPr>
        <w:t>:</w:t>
      </w:r>
      <w:r>
        <w:rPr>
          <w:rtl/>
        </w:rPr>
        <w:t xml:space="preserve"> إذا أردتم أن تعرفوا حال الحسين هل هو حيٌّ أم ميّت فاهجموا على نسائه وعياله</w:t>
      </w:r>
      <w:r w:rsidR="008A60E8">
        <w:rPr>
          <w:rtl/>
        </w:rPr>
        <w:t>؛</w:t>
      </w:r>
      <w:r>
        <w:rPr>
          <w:rtl/>
        </w:rPr>
        <w:t xml:space="preserve"> لأنّه إذا سمع صراخ الأطفال لا يتمالك نفسه</w:t>
      </w:r>
      <w:r w:rsidR="008A60E8">
        <w:rPr>
          <w:rtl/>
        </w:rPr>
        <w:t>.</w:t>
      </w:r>
      <w:r>
        <w:rPr>
          <w:rtl/>
        </w:rPr>
        <w:t xml:space="preserve"> فهجم الجيش نحو خيم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172AAC">
      <w:pPr>
        <w:pStyle w:val="libNormal"/>
      </w:pPr>
      <w:r w:rsidRPr="00172AAC">
        <w:rPr>
          <w:rtl/>
        </w:rPr>
        <w:t xml:space="preserve">خرجت زينب </w:t>
      </w:r>
      <w:r w:rsidR="00EE7E9B" w:rsidRPr="00EE7E9B">
        <w:rPr>
          <w:rStyle w:val="libAlaemChar"/>
          <w:rtl/>
        </w:rPr>
        <w:t>عليها‌السلام</w:t>
      </w:r>
      <w:r w:rsidR="008A60E8" w:rsidRPr="00172AAC">
        <w:rPr>
          <w:rtl/>
        </w:rPr>
        <w:t>،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172AAC">
      <w:pPr>
        <w:pStyle w:val="libNormal"/>
      </w:pPr>
      <w:r>
        <w:rPr>
          <w:rtl/>
        </w:rPr>
        <w:lastRenderedPageBreak/>
        <w:t>وقفت على التل</w:t>
      </w:r>
      <w:r w:rsidR="008A60E8">
        <w:rPr>
          <w:rtl/>
        </w:rPr>
        <w:t>،</w:t>
      </w:r>
      <w:r>
        <w:rPr>
          <w:rtl/>
        </w:rPr>
        <w:t xml:space="preserve"> صاحت</w:t>
      </w:r>
      <w:r w:rsidR="008A60E8">
        <w:rPr>
          <w:rtl/>
        </w:rPr>
        <w:t>:</w:t>
      </w:r>
      <w:r>
        <w:rPr>
          <w:rtl/>
        </w:rPr>
        <w:t xml:space="preserve"> نور عيني يا حسين</w:t>
      </w:r>
      <w:r w:rsidR="008A60E8">
        <w:rPr>
          <w:rtl/>
        </w:rPr>
        <w:t>،</w:t>
      </w:r>
      <w:r>
        <w:rPr>
          <w:rtl/>
        </w:rPr>
        <w:t xml:space="preserve"> يابن اُمّي يا حسين</w:t>
      </w:r>
      <w:r w:rsidR="008A60E8">
        <w:rPr>
          <w:rtl/>
        </w:rPr>
        <w:t>،</w:t>
      </w:r>
      <w:r>
        <w:rPr>
          <w:rtl/>
        </w:rPr>
        <w:t xml:space="preserve"> عزيزي يا حسين</w:t>
      </w:r>
      <w:r w:rsidR="008A60E8">
        <w:rPr>
          <w:rtl/>
        </w:rPr>
        <w:t>،</w:t>
      </w:r>
      <w:r>
        <w:rPr>
          <w:rtl/>
        </w:rPr>
        <w:t xml:space="preserve"> إن كنت حيّاً فأدركنا</w:t>
      </w:r>
      <w:r w:rsidR="008A60E8">
        <w:rPr>
          <w:rtl/>
        </w:rPr>
        <w:t>؛</w:t>
      </w:r>
      <w:r>
        <w:rPr>
          <w:rtl/>
        </w:rPr>
        <w:t xml:space="preserve"> فهذه الخيل قد هجمت علينا</w:t>
      </w:r>
      <w:r w:rsidR="008A60E8">
        <w:rPr>
          <w:rtl/>
        </w:rPr>
        <w:t>،</w:t>
      </w:r>
      <w:r>
        <w:rPr>
          <w:rtl/>
        </w:rPr>
        <w:t xml:space="preserve"> وإن كنت ميّتاً فأمرك وأمرنا إلى الله</w:t>
      </w:r>
      <w:r w:rsidR="008A60E8">
        <w:rPr>
          <w:rtl/>
        </w:rPr>
        <w:t>.</w:t>
      </w:r>
    </w:p>
    <w:p w:rsidR="009A0DCC" w:rsidRDefault="009A0DCC" w:rsidP="00172AAC">
      <w:pPr>
        <w:pStyle w:val="libNormal"/>
        <w:rPr>
          <w:rFonts w:hint="cs"/>
          <w:rtl/>
        </w:rPr>
      </w:pPr>
      <w:r>
        <w:rPr>
          <w:rtl/>
        </w:rPr>
        <w:t xml:space="preserve">ما هي إلاّ ساعات وإذا بها تنظر إلى رأس أخيها الحسين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صاحت</w:t>
      </w:r>
      <w:r w:rsidR="008A60E8">
        <w:rPr>
          <w:rtl/>
        </w:rPr>
        <w:t>:</w:t>
      </w:r>
      <w:r>
        <w:rPr>
          <w:rtl/>
        </w:rPr>
        <w:t xml:space="preserve"> وا أخاه</w:t>
      </w:r>
      <w:r w:rsidR="008A60E8">
        <w:rPr>
          <w:rtl/>
        </w:rPr>
        <w:t>!</w:t>
      </w:r>
      <w:r>
        <w:rPr>
          <w:rtl/>
        </w:rPr>
        <w:t xml:space="preserve"> وا حسيناه</w:t>
      </w:r>
      <w:r w:rsidR="008A60E8">
        <w:rPr>
          <w:rtl/>
        </w:rPr>
        <w:t>!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لـمّن شـافته صـفگت بديها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وشگّت ثـوبها ويـلي عـليها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مـا تـنلام مـن شـافت وليها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فـوك الرمح راسه ايلوح بالبر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سـالت عـينها بدموعها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وشـالت راسـها وتـلتفت 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خـف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Fonts w:hint="cs"/>
                <w:rtl/>
              </w:rPr>
              <w:t>َ ويلي گلبها واُومت عليه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وصاحت باچيه ابصوت المذعّر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يـشيّال راس حامينه وولينه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ريّـض خـلّي اتـودعه اسكينه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لـيش احسين ساكت عن ونينه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گلـي تـعب يـو جرحه تخدّر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يـا شـيّال نعش المات مظلوم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عله الشاطي وعن الماي محروم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تـحوم گلوبنا فو</w:t>
            </w:r>
            <w:r>
              <w:rPr>
                <w:rFonts w:hint="cs"/>
                <w:rtl/>
                <w:lang w:bidi="fa-IR"/>
              </w:rPr>
              <w:t>گ</w:t>
            </w:r>
            <w:r>
              <w:rPr>
                <w:rFonts w:hint="cs"/>
                <w:rtl/>
              </w:rPr>
              <w:t xml:space="preserve"> النعش حوم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خوي الطاح مثل النجم من خر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9A0DCC" w:rsidP="00172AAC">
      <w:pPr>
        <w:pStyle w:val="libBold1"/>
        <w:rPr>
          <w:rFonts w:hint="cs"/>
          <w:rtl/>
        </w:rPr>
      </w:pPr>
      <w:r>
        <w:rPr>
          <w:rtl/>
        </w:rPr>
        <w:t>(تغريد الحزين)</w:t>
      </w:r>
      <w:r w:rsidR="008A60E8">
        <w:rPr>
          <w:rtl/>
        </w:rPr>
        <w:t>: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إنعمت عيني ولا شوفك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ذبيح ويجري دم نحرك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وأصـحابك وأهل بيتك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ضحايه مطرّحه إبكترك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عساها اتعگرت هلخيل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ولا داست على صدرك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Fonts w:hint="cs"/>
          <w:rtl/>
        </w:rPr>
      </w:pPr>
      <w:r>
        <w:rPr>
          <w:rFonts w:hint="cs"/>
          <w:rtl/>
        </w:rPr>
        <w:t>* * *</w:t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04642B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بـعد الـذبح يـا خويه داسوك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ولا راعـوا لـعد جدّك ولا بوك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765826" w:rsidRDefault="00765826" w:rsidP="00765826">
      <w:pPr>
        <w:pStyle w:val="libPoemCenter"/>
      </w:pPr>
      <w:r>
        <w:rPr>
          <w:rtl/>
        </w:rPr>
        <w:t>چنت ذخري وتحت الخيل خلوك</w:t>
      </w:r>
    </w:p>
    <w:p w:rsidR="00765826" w:rsidRDefault="00765826" w:rsidP="00765826">
      <w:pPr>
        <w:pStyle w:val="libCenter"/>
      </w:pPr>
      <w:r>
        <w:rPr>
          <w:rFonts w:hint="cs"/>
          <w:rtl/>
        </w:rPr>
        <w:t>* * *</w:t>
      </w:r>
    </w:p>
    <w:p w:rsidR="008A60E8" w:rsidRDefault="008A60E8" w:rsidP="008A60E8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tbl>
      <w:tblPr>
        <w:tblStyle w:val="TableGrid"/>
        <w:bidiVisual/>
        <w:tblW w:w="4562" w:type="pct"/>
        <w:tblInd w:w="384" w:type="dxa"/>
        <w:tblLook w:val="04A0"/>
      </w:tblPr>
      <w:tblGrid>
        <w:gridCol w:w="3913"/>
        <w:gridCol w:w="301"/>
        <w:gridCol w:w="3873"/>
      </w:tblGrid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lastRenderedPageBreak/>
              <w:t>فو علمت تلك الخيولُ كأهلها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بأنَّ الذي تحت السنابك أحمدُ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765826" w:rsidTr="00765826">
        <w:trPr>
          <w:trHeight w:val="350"/>
        </w:trPr>
        <w:tc>
          <w:tcPr>
            <w:tcW w:w="391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لثارت على فرسانها وتمرّدتْ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301" w:type="dxa"/>
          </w:tcPr>
          <w:p w:rsidR="00765826" w:rsidRDefault="00765826" w:rsidP="0004642B">
            <w:pPr>
              <w:pStyle w:val="libPoem"/>
              <w:rPr>
                <w:rtl/>
              </w:rPr>
            </w:pPr>
          </w:p>
        </w:tc>
        <w:tc>
          <w:tcPr>
            <w:tcW w:w="3873" w:type="dxa"/>
          </w:tcPr>
          <w:p w:rsidR="00765826" w:rsidRDefault="00765826" w:rsidP="0004642B">
            <w:pPr>
              <w:pStyle w:val="libPoem"/>
            </w:pPr>
            <w:r>
              <w:rPr>
                <w:rFonts w:hint="cs"/>
                <w:rtl/>
              </w:rPr>
              <w:t>عليهم كما ثاروا بها وتمرّدوا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9A0DCC" w:rsidRDefault="00E037B4" w:rsidP="008A60E8">
      <w:pPr>
        <w:pStyle w:val="libCenter"/>
        <w:rPr>
          <w:rtl/>
        </w:rPr>
      </w:pPr>
      <w:r>
        <w:rPr>
          <w:rFonts w:hint="cs"/>
          <w:rtl/>
        </w:rPr>
        <w:t>* * *</w:t>
      </w:r>
    </w:p>
    <w:p w:rsidR="009A0DCC" w:rsidRDefault="009A0DCC" w:rsidP="003B5E91">
      <w:pPr>
        <w:pStyle w:val="libCenterBold2"/>
        <w:rPr>
          <w:rtl/>
        </w:rPr>
      </w:pPr>
      <w:r>
        <w:rPr>
          <w:rFonts w:hint="cs"/>
          <w:rtl/>
        </w:rPr>
        <w:t>إنّا لله وإنّا إليه راجعون</w:t>
      </w:r>
      <w:r w:rsidR="008A60E8">
        <w:rPr>
          <w:rFonts w:hint="cs"/>
          <w:rtl/>
        </w:rPr>
        <w:t>،</w:t>
      </w:r>
      <w:r>
        <w:rPr>
          <w:rFonts w:hint="cs"/>
          <w:rtl/>
        </w:rPr>
        <w:t xml:space="preserve"> ولا حول ولا قوّة إلاّ بالله العليّ العظيم</w:t>
      </w:r>
      <w:r w:rsidR="008A60E8">
        <w:rPr>
          <w:rFonts w:hint="cs"/>
          <w:rtl/>
        </w:rPr>
        <w:t>،</w:t>
      </w:r>
    </w:p>
    <w:p w:rsidR="009A0DCC" w:rsidRDefault="009A0DCC" w:rsidP="003B5E91">
      <w:pPr>
        <w:pStyle w:val="libCenterBold2"/>
        <w:rPr>
          <w:rtl/>
        </w:rPr>
      </w:pPr>
      <w:r>
        <w:rPr>
          <w:rFonts w:hint="cs"/>
          <w:rtl/>
        </w:rPr>
        <w:t>وسيعلم الذين ظلموا آل محمّد أيَّ مُنقلبٍ ينقلبون</w:t>
      </w:r>
    </w:p>
    <w:p w:rsidR="009A0DCC" w:rsidRDefault="009A0DCC" w:rsidP="003B5E91">
      <w:pPr>
        <w:pStyle w:val="libCenterBold2"/>
        <w:rPr>
          <w:rtl/>
        </w:rPr>
      </w:pPr>
      <w:r>
        <w:rPr>
          <w:rFonts w:hint="cs"/>
          <w:rtl/>
        </w:rPr>
        <w:t>والعاقبة للمتقين</w:t>
      </w:r>
      <w:r w:rsidR="008A60E8">
        <w:rPr>
          <w:rFonts w:hint="cs"/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3B5E91">
      <w:pPr>
        <w:pStyle w:val="libCenterBold2"/>
      </w:pPr>
      <w:r>
        <w:rPr>
          <w:rtl/>
        </w:rPr>
        <w:lastRenderedPageBreak/>
        <w:t>والحمد لله ربِّ العالمين</w:t>
      </w:r>
      <w:r w:rsidR="008A60E8">
        <w:rPr>
          <w:rtl/>
        </w:rPr>
        <w:t>،</w:t>
      </w:r>
      <w:r>
        <w:rPr>
          <w:rtl/>
        </w:rPr>
        <w:t xml:space="preserve"> والصّلاةُ والسّلام على مُحمّدٍ وآله الطيبين</w:t>
      </w:r>
      <w:r w:rsidRPr="008A60E8">
        <w:rPr>
          <w:rtl/>
        </w:rPr>
        <w:t xml:space="preserve"> </w:t>
      </w:r>
      <w:r>
        <w:rPr>
          <w:rtl/>
        </w:rPr>
        <w:t>الطاهرين</w:t>
      </w:r>
      <w:r w:rsidR="008A60E8">
        <w:rPr>
          <w:rtl/>
        </w:rPr>
        <w:t>.</w:t>
      </w:r>
    </w:p>
    <w:p w:rsidR="009A0DCC" w:rsidRDefault="009A0DCC" w:rsidP="003B5E91">
      <w:pPr>
        <w:pStyle w:val="libCenterBold2"/>
      </w:pPr>
      <w:r>
        <w:rPr>
          <w:rtl/>
        </w:rPr>
        <w:t>كان هذا ختام مجالسنا المتواضعة</w:t>
      </w:r>
      <w:r w:rsidR="008A60E8">
        <w:rPr>
          <w:rtl/>
        </w:rPr>
        <w:t>،</w:t>
      </w:r>
      <w:r>
        <w:rPr>
          <w:rtl/>
        </w:rPr>
        <w:t xml:space="preserve"> وذلك بجوار السيّدة الجليلة فاطمة المعصومة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.</w:t>
      </w:r>
    </w:p>
    <w:p w:rsidR="009A0DCC" w:rsidRDefault="009A0DCC" w:rsidP="008A60E8">
      <w:pPr>
        <w:pStyle w:val="libLeftBold"/>
      </w:pPr>
      <w:r>
        <w:rPr>
          <w:rtl/>
        </w:rPr>
        <w:t>كاظم البهادلي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A0DCC" w:rsidRDefault="009A0DCC" w:rsidP="00EE7E9B">
      <w:pPr>
        <w:pStyle w:val="Heading2Center"/>
      </w:pPr>
      <w:bookmarkStart w:id="70" w:name="_Toc436482635"/>
      <w:r>
        <w:rPr>
          <w:rtl/>
        </w:rPr>
        <w:lastRenderedPageBreak/>
        <w:t>فهرست</w:t>
      </w:r>
      <w:r w:rsidRPr="00EE7E9B">
        <w:rPr>
          <w:rtl/>
        </w:rPr>
        <w:t xml:space="preserve"> </w:t>
      </w:r>
      <w:r>
        <w:rPr>
          <w:rtl/>
        </w:rPr>
        <w:t>المصادر والمراجع</w:t>
      </w:r>
      <w:bookmarkStart w:id="71" w:name="فهرست_المصادر_والمراجع"/>
      <w:bookmarkEnd w:id="71"/>
      <w:bookmarkEnd w:id="70"/>
    </w:p>
    <w:p w:rsidR="009A0DCC" w:rsidRDefault="009A0DCC" w:rsidP="00EE7E9B">
      <w:pPr>
        <w:pStyle w:val="libVar0"/>
      </w:pPr>
      <w:r>
        <w:rPr>
          <w:rtl/>
        </w:rPr>
        <w:t>* القرآن الكريم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</w:t>
      </w:r>
      <w:r w:rsidR="00EE7E9B">
        <w:rPr>
          <w:rtl/>
        </w:rPr>
        <w:t xml:space="preserve"> - </w:t>
      </w:r>
      <w:r>
        <w:rPr>
          <w:rtl/>
        </w:rPr>
        <w:t>الأمالي</w:t>
      </w:r>
      <w:r w:rsidR="008A60E8">
        <w:rPr>
          <w:rtl/>
        </w:rPr>
        <w:t>،</w:t>
      </w:r>
      <w:r>
        <w:rPr>
          <w:rtl/>
        </w:rPr>
        <w:t xml:space="preserve"> الشيخ الصدوق (ت381هـ)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مؤسسة البعثة</w:t>
      </w:r>
      <w:r w:rsidR="00EE7E9B">
        <w:rPr>
          <w:rtl/>
        </w:rPr>
        <w:t xml:space="preserve"> - </w:t>
      </w:r>
      <w:r>
        <w:rPr>
          <w:rtl/>
        </w:rPr>
        <w:t>قم</w:t>
      </w:r>
      <w:r w:rsidR="008A60E8">
        <w:rPr>
          <w:rtl/>
        </w:rPr>
        <w:t>،</w:t>
      </w:r>
      <w:r>
        <w:rPr>
          <w:rtl/>
        </w:rPr>
        <w:t xml:space="preserve"> ط1 / 1317هـ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</w:t>
      </w:r>
      <w:r w:rsidR="00EE7E9B">
        <w:rPr>
          <w:rtl/>
        </w:rPr>
        <w:t xml:space="preserve"> - </w:t>
      </w:r>
      <w:r>
        <w:rPr>
          <w:rtl/>
        </w:rPr>
        <w:t>الاحتجاج</w:t>
      </w:r>
      <w:r w:rsidR="008A60E8">
        <w:rPr>
          <w:rtl/>
        </w:rPr>
        <w:t>،</w:t>
      </w:r>
      <w:r>
        <w:rPr>
          <w:rtl/>
        </w:rPr>
        <w:t xml:space="preserve"> أحمد بن علي الطبرسي (ت560هـ)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السيد محمّد باقر الخرسان</w:t>
      </w:r>
      <w:r w:rsidR="008A60E8">
        <w:rPr>
          <w:rtl/>
        </w:rPr>
        <w:t>،</w:t>
      </w:r>
      <w:r>
        <w:rPr>
          <w:rtl/>
        </w:rPr>
        <w:t xml:space="preserve"> منشورات دار النعمان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</w:t>
      </w:r>
      <w:r w:rsidR="00EE7E9B">
        <w:rPr>
          <w:rtl/>
        </w:rPr>
        <w:t xml:space="preserve"> - </w:t>
      </w:r>
      <w:r>
        <w:rPr>
          <w:rtl/>
        </w:rPr>
        <w:t>الأخلاق والآداب الإسلاميّة</w:t>
      </w:r>
      <w:r w:rsidR="008A60E8">
        <w:rPr>
          <w:rtl/>
        </w:rPr>
        <w:t>،</w:t>
      </w:r>
      <w:r>
        <w:rPr>
          <w:rtl/>
        </w:rPr>
        <w:t xml:space="preserve"> هيئة محمّد الأمين</w:t>
      </w:r>
      <w:r w:rsidR="008A60E8">
        <w:rPr>
          <w:rtl/>
        </w:rPr>
        <w:t>،</w:t>
      </w:r>
      <w:r>
        <w:rPr>
          <w:rtl/>
        </w:rPr>
        <w:t xml:space="preserve"> مطبعة سيد الشهداء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ط2 / 1421هـ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</w:t>
      </w:r>
      <w:r w:rsidR="00EE7E9B">
        <w:rPr>
          <w:rtl/>
        </w:rPr>
        <w:t xml:space="preserve"> - </w:t>
      </w:r>
      <w:r>
        <w:rPr>
          <w:rtl/>
        </w:rPr>
        <w:t>الأدب المفرد</w:t>
      </w:r>
      <w:r w:rsidR="008A60E8">
        <w:rPr>
          <w:rtl/>
        </w:rPr>
        <w:t>،</w:t>
      </w:r>
      <w:r>
        <w:rPr>
          <w:rtl/>
        </w:rPr>
        <w:t xml:space="preserve"> محمّد بن إسماعيل البخاري (ت256هـ)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محمّد فؤاد عبد الباقي</w:t>
      </w:r>
      <w:r w:rsidR="008A60E8">
        <w:rPr>
          <w:rtl/>
        </w:rPr>
        <w:t>،</w:t>
      </w:r>
      <w:r>
        <w:rPr>
          <w:rtl/>
        </w:rPr>
        <w:t xml:space="preserve"> مطبعة مؤسسة الكتاب الثقافية</w:t>
      </w:r>
      <w:r w:rsidR="008A60E8">
        <w:rPr>
          <w:rtl/>
        </w:rPr>
        <w:t>،</w:t>
      </w:r>
      <w:r>
        <w:rPr>
          <w:rtl/>
        </w:rPr>
        <w:t xml:space="preserve"> ط3 / 1409هـ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</w:t>
      </w:r>
      <w:r w:rsidR="00EE7E9B">
        <w:rPr>
          <w:rtl/>
        </w:rPr>
        <w:t xml:space="preserve"> - </w:t>
      </w:r>
      <w:r>
        <w:rPr>
          <w:rtl/>
        </w:rPr>
        <w:t>الأربعون حديثاً</w:t>
      </w:r>
      <w:r w:rsidR="008A60E8">
        <w:rPr>
          <w:rtl/>
        </w:rPr>
        <w:t>،</w:t>
      </w:r>
      <w:r>
        <w:rPr>
          <w:rtl/>
        </w:rPr>
        <w:t xml:space="preserve"> السيد روح الله الموسوي الخميني </w:t>
      </w:r>
      <w:r w:rsidR="00EE7E9B" w:rsidRPr="00EE7E9B">
        <w:rPr>
          <w:rStyle w:val="libAlaemChar"/>
          <w:rtl/>
        </w:rPr>
        <w:t>رحمه‌الله</w:t>
      </w:r>
      <w:r>
        <w:rPr>
          <w:rtl/>
        </w:rPr>
        <w:t xml:space="preserve"> (ت1409هـ)</w:t>
      </w:r>
      <w:r w:rsidR="008A60E8">
        <w:rPr>
          <w:rtl/>
        </w:rPr>
        <w:t>،</w:t>
      </w:r>
      <w:r>
        <w:rPr>
          <w:rtl/>
        </w:rPr>
        <w:t xml:space="preserve"> ترجمة</w:t>
      </w:r>
      <w:r w:rsidR="008A60E8">
        <w:rPr>
          <w:rtl/>
        </w:rPr>
        <w:t>:</w:t>
      </w:r>
      <w:r>
        <w:rPr>
          <w:rtl/>
        </w:rPr>
        <w:t xml:space="preserve"> السيد محمّد الغروي</w:t>
      </w:r>
      <w:r w:rsidR="008A60E8">
        <w:rPr>
          <w:rtl/>
        </w:rPr>
        <w:t>،</w:t>
      </w:r>
      <w:r>
        <w:rPr>
          <w:rtl/>
        </w:rPr>
        <w:t xml:space="preserve"> مؤسسة دار الكتاب الإسلامي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</w:t>
      </w:r>
      <w:r w:rsidR="00EE7E9B">
        <w:rPr>
          <w:rtl/>
        </w:rPr>
        <w:t xml:space="preserve"> - </w:t>
      </w:r>
      <w:r>
        <w:rPr>
          <w:rtl/>
        </w:rPr>
        <w:t>الإرشاد</w:t>
      </w:r>
      <w:r w:rsidR="008A60E8">
        <w:rPr>
          <w:rtl/>
        </w:rPr>
        <w:t>،</w:t>
      </w:r>
      <w:r>
        <w:rPr>
          <w:rtl/>
        </w:rPr>
        <w:t xml:space="preserve"> الشيخ محمّد بن النعمان المفيد العكبري البغدادي (ت413هـ)</w:t>
      </w:r>
      <w:r w:rsidR="008A60E8">
        <w:rPr>
          <w:rtl/>
        </w:rPr>
        <w:t>،</w:t>
      </w:r>
      <w:r>
        <w:rPr>
          <w:rtl/>
        </w:rPr>
        <w:t xml:space="preserve"> مؤسسة آل البيت </w:t>
      </w:r>
      <w:r w:rsidR="00EE7E9B" w:rsidRPr="00EE7E9B">
        <w:rPr>
          <w:rStyle w:val="libAlaemChar"/>
          <w:rtl/>
        </w:rPr>
        <w:t>عليهم‌السلام</w:t>
      </w:r>
      <w:r>
        <w:rPr>
          <w:rtl/>
        </w:rPr>
        <w:t xml:space="preserve"> لإحياء التراث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7</w:t>
      </w:r>
      <w:r w:rsidR="00EE7E9B">
        <w:rPr>
          <w:rtl/>
        </w:rPr>
        <w:t xml:space="preserve"> - </w:t>
      </w:r>
      <w:r>
        <w:rPr>
          <w:rtl/>
        </w:rPr>
        <w:t>إعانة الطالبين</w:t>
      </w:r>
      <w:r w:rsidR="008A60E8">
        <w:rPr>
          <w:rtl/>
        </w:rPr>
        <w:t>،</w:t>
      </w:r>
      <w:r>
        <w:rPr>
          <w:rtl/>
        </w:rPr>
        <w:t xml:space="preserve"> السيد الكبري الدمياطي (ت1310هـ)</w:t>
      </w:r>
      <w:r w:rsidR="008A60E8">
        <w:rPr>
          <w:rtl/>
        </w:rPr>
        <w:t>،</w:t>
      </w:r>
      <w:r>
        <w:rPr>
          <w:rtl/>
        </w:rPr>
        <w:t xml:space="preserve"> دار الفكر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1418هـ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</w:t>
      </w:r>
      <w:r w:rsidR="00EE7E9B">
        <w:rPr>
          <w:rtl/>
        </w:rPr>
        <w:t xml:space="preserve"> - </w:t>
      </w:r>
      <w:r>
        <w:rPr>
          <w:rtl/>
        </w:rPr>
        <w:t>إعلام الورى</w:t>
      </w:r>
      <w:r w:rsidR="008A60E8">
        <w:rPr>
          <w:rtl/>
        </w:rPr>
        <w:t>،</w:t>
      </w:r>
      <w:r>
        <w:rPr>
          <w:rtl/>
        </w:rPr>
        <w:t xml:space="preserve"> الشيخ الفاضل الفضل بن الحسن الطبرسي (ت458هـ)</w:t>
      </w:r>
      <w:r w:rsidR="008A60E8">
        <w:rPr>
          <w:rtl/>
        </w:rPr>
        <w:t>،</w:t>
      </w:r>
      <w:r>
        <w:rPr>
          <w:rtl/>
        </w:rPr>
        <w:t xml:space="preserve"> طبع ونشر وتحقيق مؤسسة آل البيت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ط1 / 1417هـ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</w:t>
      </w:r>
      <w:r w:rsidR="00EE7E9B">
        <w:rPr>
          <w:rtl/>
        </w:rPr>
        <w:t xml:space="preserve"> - </w:t>
      </w:r>
      <w:r>
        <w:rPr>
          <w:rtl/>
        </w:rPr>
        <w:t>إقبال الأعمال</w:t>
      </w:r>
      <w:r w:rsidR="008A60E8">
        <w:rPr>
          <w:rtl/>
        </w:rPr>
        <w:t>،</w:t>
      </w:r>
      <w:r>
        <w:rPr>
          <w:rtl/>
        </w:rPr>
        <w:t xml:space="preserve"> السيد رضي الدين علي بن موسى بن جعفر بن طاووس (ت664هـ)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جواد القيومي الأصفهاني</w:t>
      </w:r>
      <w:r w:rsidR="008A60E8">
        <w:rPr>
          <w:rtl/>
        </w:rPr>
        <w:t>،</w:t>
      </w:r>
      <w:r>
        <w:rPr>
          <w:rtl/>
        </w:rPr>
        <w:t xml:space="preserve"> مطبعة مكتب الإعلام الإسلامي</w:t>
      </w:r>
      <w:r w:rsidR="008A60E8">
        <w:rPr>
          <w:rtl/>
        </w:rPr>
        <w:t>،</w:t>
      </w:r>
      <w:r>
        <w:rPr>
          <w:rtl/>
        </w:rPr>
        <w:t xml:space="preserve"> ط1 / رجب 1414هـ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10</w:t>
      </w:r>
      <w:r w:rsidR="00EE7E9B">
        <w:rPr>
          <w:rtl/>
        </w:rPr>
        <w:t xml:space="preserve"> - </w:t>
      </w:r>
      <w:r>
        <w:rPr>
          <w:rtl/>
        </w:rPr>
        <w:t>الإلهيات</w:t>
      </w:r>
      <w:r w:rsidR="008A60E8">
        <w:rPr>
          <w:rtl/>
        </w:rPr>
        <w:t>،</w:t>
      </w:r>
      <w:r>
        <w:rPr>
          <w:rtl/>
        </w:rPr>
        <w:t xml:space="preserve"> الشيخ جعفر السبحاني</w:t>
      </w:r>
      <w:r w:rsidR="008A60E8">
        <w:rPr>
          <w:rtl/>
        </w:rPr>
        <w:t>،</w:t>
      </w:r>
      <w:r>
        <w:rPr>
          <w:rtl/>
        </w:rPr>
        <w:t xml:space="preserve"> تلخيص</w:t>
      </w:r>
      <w:r w:rsidR="008A60E8">
        <w:rPr>
          <w:rtl/>
        </w:rPr>
        <w:t>:</w:t>
      </w:r>
      <w:r>
        <w:rPr>
          <w:rtl/>
        </w:rPr>
        <w:t xml:space="preserve"> علي الرباني الكلبايكاني</w:t>
      </w:r>
      <w:r w:rsidR="008A60E8">
        <w:rPr>
          <w:rtl/>
        </w:rPr>
        <w:t>،</w:t>
      </w:r>
      <w:r>
        <w:rPr>
          <w:rtl/>
        </w:rPr>
        <w:t xml:space="preserve"> مؤسسة الإمام الصادق </w:t>
      </w:r>
      <w:r w:rsidR="00EE7E9B" w:rsidRPr="00EE7E9B">
        <w:rPr>
          <w:rStyle w:val="libAlaemChar"/>
          <w:rtl/>
        </w:rPr>
        <w:t>عليه‌السلام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طبعة عام 1418هـ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11</w:t>
      </w:r>
      <w:r w:rsidR="00EE7E9B">
        <w:rPr>
          <w:rtl/>
        </w:rPr>
        <w:t xml:space="preserve"> - </w:t>
      </w:r>
      <w:r>
        <w:rPr>
          <w:rtl/>
        </w:rPr>
        <w:t>الأمالي</w:t>
      </w:r>
      <w:r w:rsidR="008A60E8">
        <w:rPr>
          <w:rtl/>
        </w:rPr>
        <w:t>،</w:t>
      </w:r>
      <w:r>
        <w:rPr>
          <w:rtl/>
        </w:rPr>
        <w:t xml:space="preserve"> شيخ الطائفة محمّد بن الحسن الطوسي (ت460هـ)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قسم الدراسات الإسلاميّة</w:t>
      </w:r>
      <w:r w:rsidR="008A60E8">
        <w:rPr>
          <w:rtl/>
        </w:rPr>
        <w:t>،</w:t>
      </w:r>
      <w:r>
        <w:rPr>
          <w:rtl/>
        </w:rPr>
        <w:t xml:space="preserve"> مؤسسة البعثة</w:t>
      </w:r>
      <w:r w:rsidR="00EE7E9B">
        <w:rPr>
          <w:rtl/>
        </w:rPr>
        <w:t xml:space="preserve"> - </w:t>
      </w:r>
      <w:r>
        <w:rPr>
          <w:rtl/>
        </w:rPr>
        <w:t>قم</w:t>
      </w:r>
      <w:r w:rsidR="008A60E8">
        <w:rPr>
          <w:rtl/>
        </w:rPr>
        <w:t>،</w:t>
      </w:r>
      <w:r>
        <w:rPr>
          <w:rtl/>
        </w:rPr>
        <w:t xml:space="preserve"> نشر دار الثقافة</w:t>
      </w:r>
      <w:r w:rsidR="008A60E8">
        <w:rPr>
          <w:rtl/>
        </w:rPr>
        <w:t>،</w:t>
      </w:r>
      <w:r>
        <w:rPr>
          <w:rtl/>
        </w:rPr>
        <w:t xml:space="preserve"> ط1 / 1414هـ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12</w:t>
      </w:r>
      <w:r w:rsidR="00EE7E9B">
        <w:rPr>
          <w:rtl/>
        </w:rPr>
        <w:t xml:space="preserve"> - </w:t>
      </w:r>
      <w:r>
        <w:rPr>
          <w:rtl/>
        </w:rPr>
        <w:t>الإمامة والسياسة</w:t>
      </w:r>
      <w:r w:rsidR="008A60E8">
        <w:rPr>
          <w:rtl/>
        </w:rPr>
        <w:t>،</w:t>
      </w:r>
      <w:r>
        <w:rPr>
          <w:rtl/>
        </w:rPr>
        <w:t xml:space="preserve"> أبو محمّد عبد الله بن مسلم بن قتيبة الدينوري (ت276هـ)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الاُستاذ علي شيري</w:t>
      </w:r>
      <w:r w:rsidR="008A60E8">
        <w:rPr>
          <w:rtl/>
        </w:rPr>
        <w:t>،</w:t>
      </w:r>
      <w:r>
        <w:rPr>
          <w:rtl/>
        </w:rPr>
        <w:t xml:space="preserve"> انتشارات الشريف الرضي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1413هـ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13</w:t>
      </w:r>
      <w:r w:rsidR="00EE7E9B">
        <w:rPr>
          <w:rtl/>
        </w:rPr>
        <w:t xml:space="preserve"> - </w:t>
      </w:r>
      <w:r>
        <w:rPr>
          <w:rtl/>
        </w:rPr>
        <w:t>الأنوار القُدسيّة</w:t>
      </w:r>
      <w:r w:rsidR="008A60E8">
        <w:rPr>
          <w:rtl/>
        </w:rPr>
        <w:t>،</w:t>
      </w:r>
      <w:r>
        <w:rPr>
          <w:rtl/>
        </w:rPr>
        <w:t xml:space="preserve"> الشيخ محمّد حسين الأصفهاني (ت1361هـ)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الشيخ علي النهاوندي</w:t>
      </w:r>
      <w:r w:rsidR="008A60E8">
        <w:rPr>
          <w:rtl/>
        </w:rPr>
        <w:t>،</w:t>
      </w:r>
      <w:r>
        <w:rPr>
          <w:rtl/>
        </w:rPr>
        <w:t xml:space="preserve"> نشر مؤسسة المعارف الإسلاميّة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14</w:t>
      </w:r>
      <w:r w:rsidR="00EE7E9B">
        <w:rPr>
          <w:rtl/>
        </w:rPr>
        <w:t xml:space="preserve"> - </w:t>
      </w:r>
      <w:r>
        <w:rPr>
          <w:rtl/>
        </w:rPr>
        <w:t>آيات منتخبة من القرآن الكريم</w:t>
      </w:r>
      <w:r w:rsidR="008A60E8">
        <w:rPr>
          <w:rtl/>
        </w:rPr>
        <w:t>،</w:t>
      </w:r>
      <w:r>
        <w:rPr>
          <w:rtl/>
        </w:rPr>
        <w:t xml:space="preserve"> السيد مهدي الخطيب الهنداوي (ت1427هـ)</w:t>
      </w:r>
      <w:r w:rsidR="008A60E8">
        <w:rPr>
          <w:rtl/>
        </w:rPr>
        <w:t>،</w:t>
      </w:r>
      <w:r>
        <w:rPr>
          <w:rtl/>
        </w:rPr>
        <w:t xml:space="preserve"> مطبعة ستارة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الناشر المؤلّف </w:t>
      </w:r>
      <w:r w:rsidR="00EE7E9B" w:rsidRPr="00EE7E9B">
        <w:rPr>
          <w:rStyle w:val="libAlaemChar"/>
          <w:rtl/>
        </w:rPr>
        <w:t>رحمه‌الله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Var0"/>
      </w:pPr>
      <w:r>
        <w:rPr>
          <w:rtl/>
        </w:rPr>
        <w:lastRenderedPageBreak/>
        <w:t>15</w:t>
      </w:r>
      <w:r w:rsidR="00EE7E9B">
        <w:rPr>
          <w:rtl/>
        </w:rPr>
        <w:t xml:space="preserve"> - </w:t>
      </w:r>
      <w:r>
        <w:rPr>
          <w:rtl/>
        </w:rPr>
        <w:t>الباب الحاي عشر</w:t>
      </w:r>
      <w:r w:rsidR="008A60E8">
        <w:rPr>
          <w:rtl/>
        </w:rPr>
        <w:t>،</w:t>
      </w:r>
      <w:r>
        <w:rPr>
          <w:rtl/>
        </w:rPr>
        <w:t xml:space="preserve"> العلاّمة الحلّي الحسن بن يوسف بن المطهر (ت726هـ)</w:t>
      </w:r>
      <w:r w:rsidR="008A60E8">
        <w:rPr>
          <w:rtl/>
        </w:rPr>
        <w:t>،</w:t>
      </w:r>
      <w:r>
        <w:rPr>
          <w:rtl/>
        </w:rPr>
        <w:t xml:space="preserve"> انتشارات المصطفوي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16</w:t>
      </w:r>
      <w:r w:rsidR="00EE7E9B">
        <w:rPr>
          <w:rtl/>
        </w:rPr>
        <w:t xml:space="preserve"> - </w:t>
      </w:r>
      <w:r>
        <w:rPr>
          <w:rtl/>
        </w:rPr>
        <w:t>بحار الأنوار</w:t>
      </w:r>
      <w:r w:rsidR="008A60E8">
        <w:rPr>
          <w:rtl/>
        </w:rPr>
        <w:t>،</w:t>
      </w:r>
      <w:r>
        <w:rPr>
          <w:rtl/>
        </w:rPr>
        <w:t xml:space="preserve"> العلاّمة محمّد باقر المجلسي (ت1111هـ)</w:t>
      </w:r>
      <w:r w:rsidR="008A60E8">
        <w:rPr>
          <w:rtl/>
        </w:rPr>
        <w:t>،</w:t>
      </w:r>
      <w:r>
        <w:rPr>
          <w:rtl/>
        </w:rPr>
        <w:t xml:space="preserve"> مطبعة مؤسسة الوفاء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ط2 / 1403هـ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17</w:t>
      </w:r>
      <w:r w:rsidR="00EE7E9B">
        <w:rPr>
          <w:rtl/>
        </w:rPr>
        <w:t xml:space="preserve"> - </w:t>
      </w:r>
      <w:r>
        <w:rPr>
          <w:rtl/>
        </w:rPr>
        <w:t>بشارة المصطفى</w:t>
      </w:r>
      <w:r w:rsidR="008A60E8">
        <w:rPr>
          <w:rtl/>
        </w:rPr>
        <w:t>،</w:t>
      </w:r>
      <w:r>
        <w:rPr>
          <w:rtl/>
        </w:rPr>
        <w:t xml:space="preserve"> عماد الدين أبي جعفر محمّد بن أبي القاسم الطبري (ت525هـ)</w:t>
      </w:r>
      <w:r w:rsidR="008A60E8">
        <w:rPr>
          <w:rtl/>
        </w:rPr>
        <w:t>،</w:t>
      </w:r>
      <w:r>
        <w:rPr>
          <w:rtl/>
        </w:rPr>
        <w:t xml:space="preserve"> مؤسسة النشر الإسلامي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جواد القيومي الأصفهاني</w:t>
      </w:r>
      <w:r w:rsidR="008A60E8">
        <w:rPr>
          <w:rtl/>
        </w:rPr>
        <w:t>،</w:t>
      </w:r>
      <w:r>
        <w:rPr>
          <w:rtl/>
        </w:rPr>
        <w:t xml:space="preserve"> ط1 / 1420هـ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18</w:t>
      </w:r>
      <w:r w:rsidR="00EE7E9B">
        <w:rPr>
          <w:rtl/>
        </w:rPr>
        <w:t xml:space="preserve"> - </w:t>
      </w:r>
      <w:r>
        <w:rPr>
          <w:rtl/>
        </w:rPr>
        <w:t>تحرير الأحكام</w:t>
      </w:r>
      <w:r w:rsidR="008A60E8">
        <w:rPr>
          <w:rtl/>
        </w:rPr>
        <w:t>،</w:t>
      </w:r>
      <w:r>
        <w:rPr>
          <w:rtl/>
        </w:rPr>
        <w:t xml:space="preserve"> العلاّمة الحسن بن يوسف بن المطهر الحلّي (ت726هـ)</w:t>
      </w:r>
      <w:r w:rsidR="008A60E8">
        <w:rPr>
          <w:rtl/>
        </w:rPr>
        <w:t>،</w:t>
      </w:r>
      <w:r>
        <w:rPr>
          <w:rtl/>
        </w:rPr>
        <w:t xml:space="preserve"> نشر مؤسسة آل البيت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طوس</w:t>
      </w:r>
      <w:r w:rsidR="008A60E8">
        <w:rPr>
          <w:rtl/>
        </w:rPr>
        <w:t>،</w:t>
      </w:r>
      <w:r>
        <w:rPr>
          <w:rtl/>
        </w:rPr>
        <w:t xml:space="preserve"> مشهد المقدسة</w:t>
      </w:r>
      <w:r w:rsidR="008A60E8">
        <w:rPr>
          <w:rtl/>
        </w:rPr>
        <w:t>،</w:t>
      </w:r>
      <w:r>
        <w:rPr>
          <w:rtl/>
        </w:rPr>
        <w:t xml:space="preserve"> الطبعة الحجرية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19</w:t>
      </w:r>
      <w:r w:rsidR="00EE7E9B">
        <w:rPr>
          <w:rtl/>
        </w:rPr>
        <w:t xml:space="preserve"> - </w:t>
      </w:r>
      <w:r>
        <w:rPr>
          <w:rtl/>
        </w:rPr>
        <w:t>تحف العقول</w:t>
      </w:r>
      <w:r w:rsidR="008A60E8">
        <w:rPr>
          <w:rtl/>
        </w:rPr>
        <w:t>،</w:t>
      </w:r>
      <w:r>
        <w:rPr>
          <w:rtl/>
        </w:rPr>
        <w:t xml:space="preserve"> ابن شعبة الحراني (ت القرن الرابع الهجري)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علي أكبر الغفاري</w:t>
      </w:r>
      <w:r w:rsidR="008A60E8">
        <w:rPr>
          <w:rtl/>
        </w:rPr>
        <w:t>،</w:t>
      </w:r>
      <w:r>
        <w:rPr>
          <w:rtl/>
        </w:rPr>
        <w:t xml:space="preserve"> نشر جماعة المدرسين بقم المقدسة</w:t>
      </w:r>
      <w:r w:rsidR="008A60E8">
        <w:rPr>
          <w:rtl/>
        </w:rPr>
        <w:t>،</w:t>
      </w:r>
      <w:r>
        <w:rPr>
          <w:rtl/>
        </w:rPr>
        <w:t xml:space="preserve"> ط2 / 1404هـ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20</w:t>
      </w:r>
      <w:r w:rsidR="00EE7E9B">
        <w:rPr>
          <w:rtl/>
        </w:rPr>
        <w:t xml:space="preserve"> - </w:t>
      </w:r>
      <w:r>
        <w:rPr>
          <w:rtl/>
        </w:rPr>
        <w:t>تاريخ الطبري</w:t>
      </w:r>
      <w:r w:rsidR="008A60E8">
        <w:rPr>
          <w:rtl/>
        </w:rPr>
        <w:t>،</w:t>
      </w:r>
      <w:r>
        <w:rPr>
          <w:rtl/>
        </w:rPr>
        <w:t xml:space="preserve"> محمّد بن جرير الطبري (ت310هـ)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نخبة من العلماء</w:t>
      </w:r>
      <w:r w:rsidR="008A60E8">
        <w:rPr>
          <w:rtl/>
        </w:rPr>
        <w:t>،</w:t>
      </w:r>
      <w:r>
        <w:rPr>
          <w:rtl/>
        </w:rPr>
        <w:t xml:space="preserve"> انتشارات مؤسسة الأعلمي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لبنان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21</w:t>
      </w:r>
      <w:r w:rsidR="00EE7E9B">
        <w:rPr>
          <w:rtl/>
        </w:rPr>
        <w:t xml:space="preserve"> - </w:t>
      </w:r>
      <w:r>
        <w:rPr>
          <w:rtl/>
        </w:rPr>
        <w:t>تذكرة الفقهاء</w:t>
      </w:r>
      <w:r w:rsidR="008A60E8">
        <w:rPr>
          <w:rtl/>
        </w:rPr>
        <w:t>،</w:t>
      </w:r>
      <w:r>
        <w:rPr>
          <w:rtl/>
        </w:rPr>
        <w:t xml:space="preserve"> العلاّمة الحلّي الحسن بن يوسف بن المطهر (ت726هـ)</w:t>
      </w:r>
      <w:r w:rsidR="008A60E8">
        <w:rPr>
          <w:rtl/>
        </w:rPr>
        <w:t>،</w:t>
      </w:r>
      <w:r>
        <w:rPr>
          <w:rtl/>
        </w:rPr>
        <w:t xml:space="preserve"> نشر مكتبة الرضوية لإحياء الآثار الجعفرية</w:t>
      </w:r>
      <w:r w:rsidR="008A60E8">
        <w:rPr>
          <w:rtl/>
        </w:rPr>
        <w:t>،</w:t>
      </w:r>
      <w:r>
        <w:rPr>
          <w:rtl/>
        </w:rPr>
        <w:t xml:space="preserve"> الطبعة الحجرية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22</w:t>
      </w:r>
      <w:r w:rsidR="00EE7E9B">
        <w:rPr>
          <w:rtl/>
        </w:rPr>
        <w:t xml:space="preserve"> - </w:t>
      </w:r>
      <w:r>
        <w:rPr>
          <w:rtl/>
        </w:rPr>
        <w:t>تفسير الأمثل</w:t>
      </w:r>
      <w:r w:rsidR="008A60E8">
        <w:rPr>
          <w:rtl/>
        </w:rPr>
        <w:t>،</w:t>
      </w:r>
      <w:r>
        <w:rPr>
          <w:rtl/>
        </w:rPr>
        <w:t xml:space="preserve"> الشيخ ناصر مكارم الشيرازي</w:t>
      </w:r>
      <w:r w:rsidR="008A60E8">
        <w:rPr>
          <w:rtl/>
        </w:rPr>
        <w:t>،</w:t>
      </w:r>
      <w:r>
        <w:rPr>
          <w:rtl/>
        </w:rPr>
        <w:t xml:space="preserve"> مطبعة أمير المؤمنين </w:t>
      </w:r>
      <w:r w:rsidR="00EE7E9B" w:rsidRPr="00EE7E9B">
        <w:rPr>
          <w:rStyle w:val="libAlaemChar"/>
          <w:rtl/>
        </w:rPr>
        <w:t>عليه‌السلام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1421هـ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23</w:t>
      </w:r>
      <w:r w:rsidR="00EE7E9B">
        <w:rPr>
          <w:rtl/>
        </w:rPr>
        <w:t xml:space="preserve"> - </w:t>
      </w:r>
      <w:r>
        <w:rPr>
          <w:rtl/>
        </w:rPr>
        <w:t>تفسير البرهان</w:t>
      </w:r>
      <w:r w:rsidR="008A60E8">
        <w:rPr>
          <w:rtl/>
        </w:rPr>
        <w:t>،</w:t>
      </w:r>
      <w:r>
        <w:rPr>
          <w:rtl/>
        </w:rPr>
        <w:t xml:space="preserve"> السيد هاشم البحراني</w:t>
      </w:r>
      <w:r w:rsidR="008A60E8">
        <w:rPr>
          <w:rtl/>
        </w:rPr>
        <w:t>،</w:t>
      </w:r>
      <w:r>
        <w:rPr>
          <w:rtl/>
        </w:rPr>
        <w:t xml:space="preserve"> تحقيق وتعليق</w:t>
      </w:r>
      <w:r w:rsidR="008A60E8">
        <w:rPr>
          <w:rtl/>
        </w:rPr>
        <w:t>:</w:t>
      </w:r>
      <w:r>
        <w:rPr>
          <w:rtl/>
        </w:rPr>
        <w:t xml:space="preserve"> لجنة من العلماء والمحقّقين</w:t>
      </w:r>
      <w:r w:rsidR="008A60E8">
        <w:rPr>
          <w:rtl/>
        </w:rPr>
        <w:t>،</w:t>
      </w:r>
      <w:r>
        <w:rPr>
          <w:rtl/>
        </w:rPr>
        <w:t xml:space="preserve"> نشر مؤسسة الأعلمي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1419هـ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24</w:t>
      </w:r>
      <w:r w:rsidR="00EE7E9B">
        <w:rPr>
          <w:rtl/>
        </w:rPr>
        <w:t xml:space="preserve"> - </w:t>
      </w:r>
      <w:r>
        <w:rPr>
          <w:rtl/>
        </w:rPr>
        <w:t>تفسير كنز الدقائق</w:t>
      </w:r>
      <w:r w:rsidR="008A60E8">
        <w:rPr>
          <w:rtl/>
        </w:rPr>
        <w:t>،</w:t>
      </w:r>
      <w:r>
        <w:rPr>
          <w:rtl/>
        </w:rPr>
        <w:t xml:space="preserve"> الميرزا محمّد المشهدي (ت1125هـ)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الحاج يحيى العراقي</w:t>
      </w:r>
      <w:r w:rsidR="008A60E8">
        <w:rPr>
          <w:rtl/>
        </w:rPr>
        <w:t>،</w:t>
      </w:r>
      <w:r>
        <w:rPr>
          <w:rtl/>
        </w:rPr>
        <w:t xml:space="preserve"> مؤسسة النشر الإسلامي</w:t>
      </w:r>
      <w:r w:rsidR="008A60E8">
        <w:rPr>
          <w:rtl/>
        </w:rPr>
        <w:t>،</w:t>
      </w:r>
      <w:r>
        <w:rPr>
          <w:rtl/>
        </w:rPr>
        <w:t xml:space="preserve"> ط1 / 1407هـ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25</w:t>
      </w:r>
      <w:r w:rsidR="00EE7E9B">
        <w:rPr>
          <w:rtl/>
        </w:rPr>
        <w:t xml:space="preserve"> - </w:t>
      </w:r>
      <w:r>
        <w:rPr>
          <w:rtl/>
        </w:rPr>
        <w:t>تفسير مجمع البيان</w:t>
      </w:r>
      <w:r w:rsidR="008A60E8">
        <w:rPr>
          <w:rtl/>
        </w:rPr>
        <w:t>،</w:t>
      </w:r>
      <w:r>
        <w:rPr>
          <w:rtl/>
        </w:rPr>
        <w:t xml:space="preserve"> أمين الإسلام أبو علي الفضل بن الحسن الطبرسي (ت560هـ)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لجنة من العلماء</w:t>
      </w:r>
      <w:r w:rsidR="008A60E8">
        <w:rPr>
          <w:rtl/>
        </w:rPr>
        <w:t>،</w:t>
      </w:r>
      <w:r>
        <w:rPr>
          <w:rtl/>
        </w:rPr>
        <w:t xml:space="preserve"> نشر مؤسسة الأعلمي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1415هـ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26</w:t>
      </w:r>
      <w:r w:rsidR="00EE7E9B">
        <w:rPr>
          <w:rtl/>
        </w:rPr>
        <w:t xml:space="preserve"> - </w:t>
      </w:r>
      <w:r>
        <w:rPr>
          <w:rtl/>
        </w:rPr>
        <w:t>تفسير مفاتيح الغيب (التفسير الكبير)</w:t>
      </w:r>
      <w:r w:rsidR="008A60E8">
        <w:rPr>
          <w:rtl/>
        </w:rPr>
        <w:t>،</w:t>
      </w:r>
      <w:r>
        <w:rPr>
          <w:rtl/>
        </w:rPr>
        <w:t xml:space="preserve"> الفخر الرازي (ت606هـ)</w:t>
      </w:r>
      <w:r w:rsidR="008A60E8">
        <w:rPr>
          <w:rtl/>
        </w:rPr>
        <w:t>،</w:t>
      </w:r>
      <w:r>
        <w:rPr>
          <w:rtl/>
        </w:rPr>
        <w:t xml:space="preserve"> الطبعة الثالثة بدون تاريخ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27</w:t>
      </w:r>
      <w:r w:rsidR="00EE7E9B">
        <w:rPr>
          <w:rtl/>
        </w:rPr>
        <w:t xml:space="preserve"> - </w:t>
      </w:r>
      <w:r>
        <w:rPr>
          <w:rtl/>
        </w:rPr>
        <w:t>تنبيه الخواطر ونزهة النواظر (مجموعة ورّام)</w:t>
      </w:r>
      <w:r w:rsidR="008A60E8">
        <w:rPr>
          <w:rtl/>
        </w:rPr>
        <w:t>،</w:t>
      </w:r>
      <w:r>
        <w:rPr>
          <w:rtl/>
        </w:rPr>
        <w:t xml:space="preserve"> الأمير الزاهد أبو الحسن ورّام بن أبي الفراس الأشتري (ت605هـ)</w:t>
      </w:r>
      <w:r w:rsidR="008A60E8">
        <w:rPr>
          <w:rtl/>
        </w:rPr>
        <w:t>،</w:t>
      </w:r>
      <w:r>
        <w:rPr>
          <w:rtl/>
        </w:rPr>
        <w:t xml:space="preserve"> مكتبة الفقيه</w:t>
      </w:r>
      <w:r w:rsidR="00EE7E9B">
        <w:rPr>
          <w:rtl/>
        </w:rPr>
        <w:t xml:space="preserve"> - </w:t>
      </w:r>
      <w:r>
        <w:rPr>
          <w:rtl/>
        </w:rPr>
        <w:t>قم</w:t>
      </w:r>
      <w:r w:rsidR="00EE7E9B">
        <w:rPr>
          <w:rtl/>
        </w:rPr>
        <w:t xml:space="preserve"> - </w:t>
      </w:r>
      <w:r>
        <w:rPr>
          <w:rtl/>
        </w:rPr>
        <w:t>إيران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28</w:t>
      </w:r>
      <w:r w:rsidR="00EE7E9B">
        <w:rPr>
          <w:rtl/>
        </w:rPr>
        <w:t xml:space="preserve"> - </w:t>
      </w:r>
      <w:r>
        <w:rPr>
          <w:rtl/>
        </w:rPr>
        <w:t>تهذيب الأحكام</w:t>
      </w:r>
      <w:r w:rsidR="008A60E8">
        <w:rPr>
          <w:rtl/>
        </w:rPr>
        <w:t>،</w:t>
      </w:r>
      <w:r>
        <w:rPr>
          <w:rtl/>
        </w:rPr>
        <w:t xml:space="preserve"> الشيخ محمّد بن الحسن الطوسي (ت460هـ)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السيد حسن الخراسان</w:t>
      </w:r>
      <w:r w:rsidR="008A60E8">
        <w:rPr>
          <w:rtl/>
        </w:rPr>
        <w:t>،</w:t>
      </w:r>
      <w:r>
        <w:rPr>
          <w:rtl/>
        </w:rPr>
        <w:t xml:space="preserve"> نشر دار الكتب الإسلاميّة</w:t>
      </w:r>
      <w:r w:rsidR="008A60E8">
        <w:rPr>
          <w:rtl/>
        </w:rPr>
        <w:t>،</w:t>
      </w:r>
      <w:r>
        <w:rPr>
          <w:rtl/>
        </w:rPr>
        <w:t xml:space="preserve"> مطبعة خورشيد</w:t>
      </w:r>
      <w:r w:rsidR="008A60E8">
        <w:rPr>
          <w:rtl/>
        </w:rPr>
        <w:t>،</w:t>
      </w:r>
      <w:r>
        <w:rPr>
          <w:rtl/>
        </w:rPr>
        <w:t xml:space="preserve"> ط4 / 1365هـ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29</w:t>
      </w:r>
      <w:r w:rsidR="00EE7E9B">
        <w:rPr>
          <w:rtl/>
        </w:rPr>
        <w:t xml:space="preserve"> - </w:t>
      </w:r>
      <w:r>
        <w:rPr>
          <w:rtl/>
        </w:rPr>
        <w:t>ثمرات الأعواد</w:t>
      </w:r>
      <w:r w:rsidR="008A60E8">
        <w:rPr>
          <w:rtl/>
        </w:rPr>
        <w:t>،</w:t>
      </w:r>
      <w:r>
        <w:rPr>
          <w:rtl/>
        </w:rPr>
        <w:t xml:space="preserve"> السيد علي الحسيني الهاشمي النجفي</w:t>
      </w:r>
      <w:r w:rsidR="008A60E8">
        <w:rPr>
          <w:rtl/>
        </w:rPr>
        <w:t>،</w:t>
      </w:r>
      <w:r>
        <w:rPr>
          <w:rtl/>
        </w:rPr>
        <w:t xml:space="preserve"> انتشارات المكتبة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ط1 / 1420هـ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30</w:t>
      </w:r>
      <w:r w:rsidR="00EE7E9B">
        <w:rPr>
          <w:rtl/>
        </w:rPr>
        <w:t xml:space="preserve"> - </w:t>
      </w:r>
      <w:r>
        <w:rPr>
          <w:rtl/>
        </w:rPr>
        <w:t>ثواب الأعمال</w:t>
      </w:r>
      <w:r w:rsidR="008A60E8">
        <w:rPr>
          <w:rtl/>
        </w:rPr>
        <w:t>،</w:t>
      </w:r>
      <w:r>
        <w:rPr>
          <w:rtl/>
        </w:rPr>
        <w:t xml:space="preserve"> الشيخ الصدوق (ت 381هـ)</w:t>
      </w:r>
      <w:r w:rsidR="008A60E8">
        <w:rPr>
          <w:rtl/>
        </w:rPr>
        <w:t>،</w:t>
      </w:r>
      <w:r>
        <w:rPr>
          <w:rtl/>
        </w:rPr>
        <w:t xml:space="preserve"> مطبعة أمير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منشورات الشريف الرضي</w:t>
      </w:r>
      <w:r w:rsidR="008A60E8">
        <w:rPr>
          <w:rtl/>
        </w:rPr>
        <w:t>،</w:t>
      </w:r>
      <w:r>
        <w:rPr>
          <w:rtl/>
        </w:rPr>
        <w:t xml:space="preserve"> ط2 / 1368 هـ ش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31</w:t>
      </w:r>
      <w:r w:rsidR="00EE7E9B">
        <w:rPr>
          <w:rtl/>
        </w:rPr>
        <w:t xml:space="preserve"> - </w:t>
      </w:r>
      <w:r>
        <w:rPr>
          <w:rtl/>
        </w:rPr>
        <w:t>الجامع الصغير</w:t>
      </w:r>
      <w:r w:rsidR="008A60E8">
        <w:rPr>
          <w:rtl/>
        </w:rPr>
        <w:t>،</w:t>
      </w:r>
      <w:r>
        <w:rPr>
          <w:rtl/>
        </w:rPr>
        <w:t xml:space="preserve"> جلال الدين السيوطي (ت911هـ)</w:t>
      </w:r>
      <w:r w:rsidR="008A60E8">
        <w:rPr>
          <w:rtl/>
        </w:rPr>
        <w:t>،</w:t>
      </w:r>
      <w:r>
        <w:rPr>
          <w:rtl/>
        </w:rPr>
        <w:t xml:space="preserve"> دار الفكر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1401هـ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Var0"/>
      </w:pPr>
      <w:r>
        <w:rPr>
          <w:rtl/>
        </w:rPr>
        <w:lastRenderedPageBreak/>
        <w:t>32</w:t>
      </w:r>
      <w:r w:rsidR="00EE7E9B">
        <w:rPr>
          <w:rtl/>
        </w:rPr>
        <w:t xml:space="preserve"> - </w:t>
      </w:r>
      <w:r>
        <w:rPr>
          <w:rtl/>
        </w:rPr>
        <w:t>الحدائق الناضرة</w:t>
      </w:r>
      <w:r w:rsidR="008A60E8">
        <w:rPr>
          <w:rtl/>
        </w:rPr>
        <w:t>،</w:t>
      </w:r>
      <w:r>
        <w:rPr>
          <w:rtl/>
        </w:rPr>
        <w:t xml:space="preserve"> الشيخ يوسف البحراني (ت1186هـ)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الشيخ محمّد تقي الإيرواني</w:t>
      </w:r>
      <w:r w:rsidR="008A60E8">
        <w:rPr>
          <w:rtl/>
        </w:rPr>
        <w:t>،</w:t>
      </w:r>
      <w:r>
        <w:rPr>
          <w:rtl/>
        </w:rPr>
        <w:t xml:space="preserve"> نشر 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33</w:t>
      </w:r>
      <w:r w:rsidR="00EE7E9B">
        <w:rPr>
          <w:rtl/>
        </w:rPr>
        <w:t xml:space="preserve"> - </w:t>
      </w:r>
      <w:r>
        <w:rPr>
          <w:rtl/>
        </w:rPr>
        <w:t>خصائص الأئمّة</w:t>
      </w:r>
      <w:r w:rsidR="008A60E8">
        <w:rPr>
          <w:rtl/>
        </w:rPr>
        <w:t>،</w:t>
      </w:r>
      <w:r>
        <w:rPr>
          <w:rtl/>
        </w:rPr>
        <w:t xml:space="preserve"> الشريف الرضي (ت406هـ)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د</w:t>
      </w:r>
      <w:r w:rsidR="008A60E8">
        <w:rPr>
          <w:rtl/>
        </w:rPr>
        <w:t>.</w:t>
      </w:r>
      <w:r>
        <w:rPr>
          <w:rtl/>
        </w:rPr>
        <w:t xml:space="preserve"> محمّد هادي الأميني</w:t>
      </w:r>
      <w:r w:rsidR="008A60E8">
        <w:rPr>
          <w:rtl/>
        </w:rPr>
        <w:t>،</w:t>
      </w:r>
      <w:r>
        <w:rPr>
          <w:rtl/>
        </w:rPr>
        <w:t xml:space="preserve"> نشر مجمع البحوث الإسلاميّة</w:t>
      </w:r>
      <w:r w:rsidR="00EE7E9B">
        <w:rPr>
          <w:rtl/>
        </w:rPr>
        <w:t xml:space="preserve"> - </w:t>
      </w:r>
      <w:r>
        <w:rPr>
          <w:rtl/>
        </w:rPr>
        <w:t>الإستانة الرضوية المقدسة</w:t>
      </w:r>
      <w:r w:rsidR="00EE7E9B">
        <w:rPr>
          <w:rtl/>
        </w:rPr>
        <w:t xml:space="preserve"> - </w:t>
      </w:r>
      <w:r>
        <w:rPr>
          <w:rtl/>
        </w:rPr>
        <w:t>مشهد المقدسة</w:t>
      </w:r>
      <w:r w:rsidR="008A60E8">
        <w:rPr>
          <w:rtl/>
        </w:rPr>
        <w:t>،</w:t>
      </w:r>
      <w:r>
        <w:rPr>
          <w:rtl/>
        </w:rPr>
        <w:t xml:space="preserve"> طبعة عام 1406هـ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34</w:t>
      </w:r>
      <w:r w:rsidR="00EE7E9B">
        <w:rPr>
          <w:rtl/>
        </w:rPr>
        <w:t xml:space="preserve"> - </w:t>
      </w:r>
      <w:r>
        <w:rPr>
          <w:rtl/>
        </w:rPr>
        <w:t>الخصال</w:t>
      </w:r>
      <w:r w:rsidR="008A60E8">
        <w:rPr>
          <w:rtl/>
        </w:rPr>
        <w:t>،</w:t>
      </w:r>
      <w:r>
        <w:rPr>
          <w:rtl/>
        </w:rPr>
        <w:t xml:space="preserve"> الشيخ الصدوق (ت381هـ)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علي أكبر الغفاري</w:t>
      </w:r>
      <w:r w:rsidR="008A60E8">
        <w:rPr>
          <w:rtl/>
        </w:rPr>
        <w:t>،</w:t>
      </w:r>
      <w:r>
        <w:rPr>
          <w:rtl/>
        </w:rPr>
        <w:t xml:space="preserve"> نشر 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35</w:t>
      </w:r>
      <w:r w:rsidR="00EE7E9B">
        <w:rPr>
          <w:rtl/>
        </w:rPr>
        <w:t xml:space="preserve"> - </w:t>
      </w:r>
      <w:r>
        <w:rPr>
          <w:rtl/>
        </w:rPr>
        <w:t>الدّر المنثور في التفسير بالمأثور</w:t>
      </w:r>
      <w:r w:rsidR="008A60E8">
        <w:rPr>
          <w:rtl/>
        </w:rPr>
        <w:t>،</w:t>
      </w:r>
      <w:r>
        <w:rPr>
          <w:rtl/>
        </w:rPr>
        <w:t xml:space="preserve"> جلال الدين السيوطي (ت911هـ)</w:t>
      </w:r>
      <w:r w:rsidR="008A60E8">
        <w:rPr>
          <w:rtl/>
        </w:rPr>
        <w:t>،</w:t>
      </w:r>
      <w:r>
        <w:rPr>
          <w:rtl/>
        </w:rPr>
        <w:t xml:space="preserve"> دار المعرفة</w:t>
      </w:r>
      <w:r w:rsidR="008A60E8">
        <w:rPr>
          <w:rtl/>
        </w:rPr>
        <w:t>،</w:t>
      </w:r>
      <w:r>
        <w:rPr>
          <w:rtl/>
        </w:rPr>
        <w:t xml:space="preserve"> ط1 / 1365هـ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36</w:t>
      </w:r>
      <w:r w:rsidR="00EE7E9B">
        <w:rPr>
          <w:rtl/>
        </w:rPr>
        <w:t xml:space="preserve"> - </w:t>
      </w:r>
      <w:r>
        <w:rPr>
          <w:rtl/>
        </w:rPr>
        <w:t>روضة الواعظين</w:t>
      </w:r>
      <w:r w:rsidR="008A60E8">
        <w:rPr>
          <w:rtl/>
        </w:rPr>
        <w:t>،</w:t>
      </w:r>
      <w:r>
        <w:rPr>
          <w:rtl/>
        </w:rPr>
        <w:t xml:space="preserve"> محمّد بن الفتّال النيسابوري (ت508هـ)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السيد محمّد مهدي الخرسان</w:t>
      </w:r>
      <w:r w:rsidR="008A60E8">
        <w:rPr>
          <w:rtl/>
        </w:rPr>
        <w:t>،</w:t>
      </w:r>
      <w:r>
        <w:rPr>
          <w:rtl/>
        </w:rPr>
        <w:t xml:space="preserve"> منشورات الشريف الرضي</w:t>
      </w:r>
      <w:r w:rsidR="00EE7E9B">
        <w:rPr>
          <w:rtl/>
        </w:rPr>
        <w:t xml:space="preserve"> - </w:t>
      </w:r>
      <w:r>
        <w:rPr>
          <w:rtl/>
        </w:rPr>
        <w:t>قم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37</w:t>
      </w:r>
      <w:r w:rsidR="00EE7E9B">
        <w:rPr>
          <w:rtl/>
        </w:rPr>
        <w:t xml:space="preserve"> - </w:t>
      </w:r>
      <w:r>
        <w:rPr>
          <w:rtl/>
        </w:rPr>
        <w:t>رياض المدح والرثاء</w:t>
      </w:r>
      <w:r w:rsidR="008A60E8">
        <w:rPr>
          <w:rtl/>
        </w:rPr>
        <w:t>،</w:t>
      </w:r>
      <w:r>
        <w:rPr>
          <w:rtl/>
        </w:rPr>
        <w:t xml:space="preserve"> الشيخ حسين علي سلمان البلادي البحراني</w:t>
      </w:r>
      <w:r w:rsidR="008A60E8">
        <w:rPr>
          <w:rtl/>
        </w:rPr>
        <w:t>،</w:t>
      </w:r>
      <w:r>
        <w:rPr>
          <w:rtl/>
        </w:rPr>
        <w:t xml:space="preserve"> انتشارات المكتبة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ط4 / 1426هـ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38</w:t>
      </w:r>
      <w:r w:rsidR="00EE7E9B">
        <w:rPr>
          <w:rtl/>
        </w:rPr>
        <w:t xml:space="preserve"> - </w:t>
      </w:r>
      <w:r>
        <w:rPr>
          <w:rtl/>
        </w:rPr>
        <w:t>سفينة البحار</w:t>
      </w:r>
      <w:r w:rsidR="008A60E8">
        <w:rPr>
          <w:rtl/>
        </w:rPr>
        <w:t>،</w:t>
      </w:r>
      <w:r>
        <w:rPr>
          <w:rtl/>
        </w:rPr>
        <w:t xml:space="preserve"> الشيخ عباس القمّي (ت1359هـ)</w:t>
      </w:r>
      <w:r w:rsidR="008A60E8">
        <w:rPr>
          <w:rtl/>
        </w:rPr>
        <w:t>،</w:t>
      </w:r>
      <w:r>
        <w:rPr>
          <w:rtl/>
        </w:rPr>
        <w:t xml:space="preserve"> مطبعة دار الأسوة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ط2 / 1416هـ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39</w:t>
      </w:r>
      <w:r w:rsidR="00EE7E9B">
        <w:rPr>
          <w:rtl/>
        </w:rPr>
        <w:t xml:space="preserve"> - </w:t>
      </w:r>
      <w:r>
        <w:rPr>
          <w:rtl/>
        </w:rPr>
        <w:t>السنن الكبرى</w:t>
      </w:r>
      <w:r w:rsidR="008A60E8">
        <w:rPr>
          <w:rtl/>
        </w:rPr>
        <w:t>،</w:t>
      </w:r>
      <w:r>
        <w:rPr>
          <w:rtl/>
        </w:rPr>
        <w:t xml:space="preserve"> أحمد بن الحسين بن علي البيهقي (ت458هـ)</w:t>
      </w:r>
      <w:r w:rsidR="008A60E8">
        <w:rPr>
          <w:rtl/>
        </w:rPr>
        <w:t>،</w:t>
      </w:r>
      <w:r>
        <w:rPr>
          <w:rtl/>
        </w:rPr>
        <w:t xml:space="preserve"> دار الفكر</w:t>
      </w:r>
      <w:r w:rsidR="00EE7E9B">
        <w:rPr>
          <w:rtl/>
        </w:rPr>
        <w:t xml:space="preserve"> - </w:t>
      </w:r>
      <w:r>
        <w:rPr>
          <w:rtl/>
        </w:rPr>
        <w:t>بيروت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40</w:t>
      </w:r>
      <w:r w:rsidR="00EE7E9B">
        <w:rPr>
          <w:rtl/>
        </w:rPr>
        <w:t xml:space="preserve"> - </w:t>
      </w:r>
      <w:r>
        <w:rPr>
          <w:rtl/>
        </w:rPr>
        <w:t>سياسة الحسين</w:t>
      </w:r>
      <w:r w:rsidR="008A60E8">
        <w:rPr>
          <w:rtl/>
        </w:rPr>
        <w:t>،</w:t>
      </w:r>
      <w:r>
        <w:rPr>
          <w:rtl/>
        </w:rPr>
        <w:t xml:space="preserve"> الشيخ عبد العظيم الربيعي</w:t>
      </w:r>
      <w:r w:rsidR="008A60E8">
        <w:rPr>
          <w:rtl/>
        </w:rPr>
        <w:t>،</w:t>
      </w:r>
      <w:r>
        <w:rPr>
          <w:rtl/>
        </w:rPr>
        <w:t xml:space="preserve"> انتشارات المكتبة الحيدرية</w:t>
      </w:r>
      <w:r w:rsidR="008A60E8">
        <w:rPr>
          <w:rtl/>
        </w:rPr>
        <w:t>،</w:t>
      </w:r>
      <w:r>
        <w:rPr>
          <w:rtl/>
        </w:rPr>
        <w:t xml:space="preserve"> ط1 / 1420هـ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41</w:t>
      </w:r>
      <w:r w:rsidR="00EE7E9B">
        <w:rPr>
          <w:rtl/>
        </w:rPr>
        <w:t xml:space="preserve"> - </w:t>
      </w:r>
      <w:r>
        <w:rPr>
          <w:rtl/>
        </w:rPr>
        <w:t>شجرة طوبى</w:t>
      </w:r>
      <w:r w:rsidR="008A60E8">
        <w:rPr>
          <w:rtl/>
        </w:rPr>
        <w:t>،</w:t>
      </w:r>
      <w:r>
        <w:rPr>
          <w:rtl/>
        </w:rPr>
        <w:t xml:space="preserve"> المحدّث الجليل الشيخ محمّد مهدي الحائري</w:t>
      </w:r>
      <w:r w:rsidR="008A60E8">
        <w:rPr>
          <w:rtl/>
        </w:rPr>
        <w:t>،</w:t>
      </w:r>
      <w:r>
        <w:rPr>
          <w:rtl/>
        </w:rPr>
        <w:t xml:space="preserve"> منشورات المكتبة الحيدرية</w:t>
      </w:r>
      <w:r w:rsidR="008A60E8">
        <w:rPr>
          <w:rtl/>
        </w:rPr>
        <w:t>،</w:t>
      </w:r>
      <w:r>
        <w:rPr>
          <w:rtl/>
        </w:rPr>
        <w:t xml:space="preserve"> ط5 / 1385هـ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42</w:t>
      </w:r>
      <w:r w:rsidR="00EE7E9B">
        <w:rPr>
          <w:rtl/>
        </w:rPr>
        <w:t xml:space="preserve"> - </w:t>
      </w:r>
      <w:r>
        <w:rPr>
          <w:rtl/>
        </w:rPr>
        <w:t>شرح التجريد (كشف المراد)</w:t>
      </w:r>
      <w:r w:rsidR="008A60E8">
        <w:rPr>
          <w:rtl/>
        </w:rPr>
        <w:t>،</w:t>
      </w:r>
      <w:r>
        <w:rPr>
          <w:rtl/>
        </w:rPr>
        <w:t xml:space="preserve"> العلاّمة الحلّي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حسن زاده آملي</w:t>
      </w:r>
      <w:r w:rsidR="008A60E8">
        <w:rPr>
          <w:rtl/>
        </w:rPr>
        <w:t>،</w:t>
      </w:r>
      <w:r>
        <w:rPr>
          <w:rtl/>
        </w:rPr>
        <w:t xml:space="preserve"> نشر 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ط8 / 1419هـ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43</w:t>
      </w:r>
      <w:r w:rsidR="00EE7E9B">
        <w:rPr>
          <w:rtl/>
        </w:rPr>
        <w:t xml:space="preserve"> - </w:t>
      </w:r>
      <w:r>
        <w:rPr>
          <w:rtl/>
        </w:rPr>
        <w:t>شرح نهج البلاغة</w:t>
      </w:r>
      <w:r w:rsidR="008A60E8">
        <w:rPr>
          <w:rtl/>
        </w:rPr>
        <w:t>،</w:t>
      </w:r>
      <w:r>
        <w:rPr>
          <w:rtl/>
        </w:rPr>
        <w:t xml:space="preserve"> ابن أبي الحديد المعتزلي (ت656هـ)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محمّد أبو الفضل إبراهيم</w:t>
      </w:r>
      <w:r w:rsidR="008A60E8">
        <w:rPr>
          <w:rtl/>
        </w:rPr>
        <w:t>،</w:t>
      </w:r>
      <w:r>
        <w:rPr>
          <w:rtl/>
        </w:rPr>
        <w:t xml:space="preserve"> مطبعة منشورات المرعشي النجفي</w:t>
      </w:r>
      <w:r w:rsidR="008A60E8">
        <w:rPr>
          <w:rtl/>
        </w:rPr>
        <w:t>،</w:t>
      </w:r>
      <w:r>
        <w:rPr>
          <w:rtl/>
        </w:rPr>
        <w:t xml:space="preserve"> نشر دار إحياء الكتب العربية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44</w:t>
      </w:r>
      <w:r w:rsidR="00EE7E9B">
        <w:rPr>
          <w:rtl/>
        </w:rPr>
        <w:t xml:space="preserve"> - </w:t>
      </w:r>
      <w:r>
        <w:rPr>
          <w:rtl/>
        </w:rPr>
        <w:t>شواهد التنزيل</w:t>
      </w:r>
      <w:r w:rsidR="008A60E8">
        <w:rPr>
          <w:rtl/>
        </w:rPr>
        <w:t>،</w:t>
      </w:r>
      <w:r>
        <w:rPr>
          <w:rtl/>
        </w:rPr>
        <w:t xml:space="preserve"> الحاكم الحسكاني عبد الله بن أحمد (ت القرن الخامس)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محمّد باقر المحمودي</w:t>
      </w:r>
      <w:r w:rsidR="008A60E8">
        <w:rPr>
          <w:rtl/>
        </w:rPr>
        <w:t>،</w:t>
      </w:r>
      <w:r>
        <w:rPr>
          <w:rtl/>
        </w:rPr>
        <w:t xml:space="preserve"> انتشارات إحياء الثقافية الإسلاميّة</w:t>
      </w:r>
      <w:r w:rsidR="008A60E8">
        <w:rPr>
          <w:rtl/>
        </w:rPr>
        <w:t>،</w:t>
      </w:r>
      <w:r>
        <w:rPr>
          <w:rtl/>
        </w:rPr>
        <w:t xml:space="preserve"> ط1 / 1411هـ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45</w:t>
      </w:r>
      <w:r w:rsidR="00EE7E9B">
        <w:rPr>
          <w:rtl/>
        </w:rPr>
        <w:t xml:space="preserve"> - </w:t>
      </w:r>
      <w:r>
        <w:rPr>
          <w:rtl/>
        </w:rPr>
        <w:t>الصحيفة السجّادية</w:t>
      </w:r>
      <w:r w:rsidR="008A60E8">
        <w:rPr>
          <w:rtl/>
        </w:rPr>
        <w:t>،</w:t>
      </w:r>
      <w:r>
        <w:rPr>
          <w:rtl/>
        </w:rPr>
        <w:t xml:space="preserve"> الإمام زين العابدين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(ت94هـ)</w:t>
      </w:r>
      <w:r w:rsidR="008A60E8">
        <w:rPr>
          <w:rtl/>
        </w:rPr>
        <w:t>،</w:t>
      </w:r>
      <w:r>
        <w:rPr>
          <w:rtl/>
        </w:rPr>
        <w:t xml:space="preserve"> المطبعة والنشر 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46</w:t>
      </w:r>
      <w:r w:rsidR="00EE7E9B">
        <w:rPr>
          <w:rtl/>
        </w:rPr>
        <w:t xml:space="preserve"> - </w:t>
      </w:r>
      <w:r>
        <w:rPr>
          <w:rtl/>
        </w:rPr>
        <w:t>صحيح البخاري</w:t>
      </w:r>
      <w:r w:rsidR="008A60E8">
        <w:rPr>
          <w:rtl/>
        </w:rPr>
        <w:t>،</w:t>
      </w:r>
      <w:r>
        <w:rPr>
          <w:rtl/>
        </w:rPr>
        <w:t xml:space="preserve"> محمّد بن إسماعيل البخاري (ت256هـ)</w:t>
      </w:r>
      <w:r w:rsidR="008A60E8">
        <w:rPr>
          <w:rtl/>
        </w:rPr>
        <w:t>،</w:t>
      </w:r>
      <w:r>
        <w:rPr>
          <w:rtl/>
        </w:rPr>
        <w:t xml:space="preserve"> دار الفكر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أوفسيت عن طبعة دار الطباعة العاشرة</w:t>
      </w:r>
      <w:r w:rsidR="008A60E8">
        <w:rPr>
          <w:rtl/>
        </w:rPr>
        <w:t>،</w:t>
      </w:r>
      <w:r>
        <w:rPr>
          <w:rtl/>
        </w:rPr>
        <w:t xml:space="preserve"> إسطنبول</w:t>
      </w:r>
      <w:r w:rsidR="008A60E8">
        <w:rPr>
          <w:rtl/>
        </w:rPr>
        <w:t>،</w:t>
      </w:r>
      <w:r>
        <w:rPr>
          <w:rtl/>
        </w:rPr>
        <w:t xml:space="preserve"> طبعة عام 1401هـ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47</w:t>
      </w:r>
      <w:r w:rsidR="00EE7E9B">
        <w:rPr>
          <w:rtl/>
        </w:rPr>
        <w:t xml:space="preserve"> - </w:t>
      </w:r>
      <w:r>
        <w:rPr>
          <w:rtl/>
        </w:rPr>
        <w:t>صحيح مسلم</w:t>
      </w:r>
      <w:r w:rsidR="008A60E8">
        <w:rPr>
          <w:rtl/>
        </w:rPr>
        <w:t>،</w:t>
      </w:r>
      <w:r>
        <w:rPr>
          <w:rtl/>
        </w:rPr>
        <w:t xml:space="preserve"> مسلم بن الحجاج النيسابوري (ت261هـ)</w:t>
      </w:r>
      <w:r w:rsidR="008A60E8">
        <w:rPr>
          <w:rtl/>
        </w:rPr>
        <w:t>،</w:t>
      </w:r>
      <w:r>
        <w:rPr>
          <w:rtl/>
        </w:rPr>
        <w:t xml:space="preserve"> دار الفكر</w:t>
      </w:r>
      <w:r w:rsidR="00EE7E9B">
        <w:rPr>
          <w:rtl/>
        </w:rPr>
        <w:t xml:space="preserve"> - </w:t>
      </w:r>
      <w:r>
        <w:rPr>
          <w:rtl/>
        </w:rPr>
        <w:t>بيروت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48</w:t>
      </w:r>
      <w:r w:rsidR="00EE7E9B">
        <w:rPr>
          <w:rtl/>
        </w:rPr>
        <w:t xml:space="preserve"> - </w:t>
      </w:r>
      <w:r>
        <w:rPr>
          <w:rtl/>
        </w:rPr>
        <w:t>الطريق إلى منبر الحسين</w:t>
      </w:r>
      <w:r w:rsidR="008A60E8">
        <w:rPr>
          <w:rtl/>
        </w:rPr>
        <w:t>،</w:t>
      </w:r>
      <w:r>
        <w:rPr>
          <w:rtl/>
        </w:rPr>
        <w:t xml:space="preserve"> الخطيب المرحوم الشيخ عبد الوهاب الكاشي</w:t>
      </w:r>
      <w:r w:rsidR="008A60E8">
        <w:rPr>
          <w:rtl/>
        </w:rPr>
        <w:t>،</w:t>
      </w:r>
      <w:r>
        <w:rPr>
          <w:rtl/>
        </w:rPr>
        <w:t xml:space="preserve"> انتشارات الشريف الرضي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1421هـ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Var0"/>
      </w:pPr>
      <w:r>
        <w:rPr>
          <w:rtl/>
        </w:rPr>
        <w:lastRenderedPageBreak/>
        <w:t>49</w:t>
      </w:r>
      <w:r w:rsidR="00EE7E9B">
        <w:rPr>
          <w:rtl/>
        </w:rPr>
        <w:t xml:space="preserve"> - </w:t>
      </w:r>
      <w:r>
        <w:rPr>
          <w:rtl/>
        </w:rPr>
        <w:t>العقيلة زينب والفواطم</w:t>
      </w:r>
      <w:r w:rsidR="008A60E8">
        <w:rPr>
          <w:rtl/>
        </w:rPr>
        <w:t>،</w:t>
      </w:r>
      <w:r>
        <w:rPr>
          <w:rtl/>
        </w:rPr>
        <w:t xml:space="preserve"> الحاج حسين الشاكري</w:t>
      </w:r>
      <w:r w:rsidR="008A60E8">
        <w:rPr>
          <w:rtl/>
        </w:rPr>
        <w:t>،</w:t>
      </w:r>
      <w:r>
        <w:rPr>
          <w:rtl/>
        </w:rPr>
        <w:t xml:space="preserve"> نشر المؤسسة الإسلاميّة للتبليغ والإرشاد</w:t>
      </w:r>
      <w:r w:rsidR="008A60E8">
        <w:rPr>
          <w:rtl/>
        </w:rPr>
        <w:t>،</w:t>
      </w:r>
      <w:r>
        <w:rPr>
          <w:rtl/>
        </w:rPr>
        <w:t xml:space="preserve"> ط1 / 1422هـ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50</w:t>
      </w:r>
      <w:r w:rsidR="00EE7E9B">
        <w:rPr>
          <w:rtl/>
        </w:rPr>
        <w:t xml:space="preserve"> - </w:t>
      </w:r>
      <w:r>
        <w:rPr>
          <w:rtl/>
        </w:rPr>
        <w:t>علل الترمذي</w:t>
      </w:r>
      <w:r w:rsidR="008A60E8">
        <w:rPr>
          <w:rtl/>
        </w:rPr>
        <w:t>،</w:t>
      </w:r>
      <w:r>
        <w:rPr>
          <w:rtl/>
        </w:rPr>
        <w:t xml:space="preserve"> محمّد بن عيسى بن سورة الترمذي (ت279هـ)</w:t>
      </w:r>
      <w:r w:rsidR="008A60E8">
        <w:rPr>
          <w:rtl/>
        </w:rPr>
        <w:t>،</w:t>
      </w:r>
      <w:r>
        <w:rPr>
          <w:rtl/>
        </w:rPr>
        <w:t xml:space="preserve"> دار الفكر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ط2 / 1403هـ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51</w:t>
      </w:r>
      <w:r w:rsidR="00EE7E9B">
        <w:rPr>
          <w:rtl/>
        </w:rPr>
        <w:t xml:space="preserve"> - </w:t>
      </w:r>
      <w:r>
        <w:rPr>
          <w:rtl/>
        </w:rPr>
        <w:t>علل الشرائع</w:t>
      </w:r>
      <w:r w:rsidR="008A60E8">
        <w:rPr>
          <w:rtl/>
        </w:rPr>
        <w:t>،</w:t>
      </w:r>
      <w:r>
        <w:rPr>
          <w:rtl/>
        </w:rPr>
        <w:t xml:space="preserve"> الشيخ الصدوق (ت381هـ)</w:t>
      </w:r>
      <w:r w:rsidR="008A60E8">
        <w:rPr>
          <w:rtl/>
        </w:rPr>
        <w:t>،</w:t>
      </w:r>
      <w:r>
        <w:rPr>
          <w:rtl/>
        </w:rPr>
        <w:t xml:space="preserve"> المطبعة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طبعة عام 1386هـ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52</w:t>
      </w:r>
      <w:r w:rsidR="00EE7E9B">
        <w:rPr>
          <w:rtl/>
        </w:rPr>
        <w:t xml:space="preserve"> - </w:t>
      </w:r>
      <w:r>
        <w:rPr>
          <w:rtl/>
        </w:rPr>
        <w:t>عوالي اللآلي</w:t>
      </w:r>
      <w:r w:rsidR="008A60E8">
        <w:rPr>
          <w:rtl/>
        </w:rPr>
        <w:t>،</w:t>
      </w:r>
      <w:r>
        <w:rPr>
          <w:rtl/>
        </w:rPr>
        <w:t xml:space="preserve"> ابن أبي جمهور الأحسائي (ت880هـ)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السيد المرعشي والشيخ مجتبى العراقي</w:t>
      </w:r>
      <w:r w:rsidR="008A60E8">
        <w:rPr>
          <w:rtl/>
        </w:rPr>
        <w:t>،</w:t>
      </w:r>
      <w:r>
        <w:rPr>
          <w:rtl/>
        </w:rPr>
        <w:t xml:space="preserve"> مطبعة سيد الشهداء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1413هـ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53</w:t>
      </w:r>
      <w:r w:rsidR="00EE7E9B">
        <w:rPr>
          <w:rtl/>
        </w:rPr>
        <w:t xml:space="preserve"> - </w:t>
      </w:r>
      <w:r>
        <w:rPr>
          <w:rtl/>
        </w:rPr>
        <w:t>عين الحياة</w:t>
      </w:r>
      <w:r w:rsidR="008A60E8">
        <w:rPr>
          <w:rtl/>
        </w:rPr>
        <w:t>،</w:t>
      </w:r>
      <w:r>
        <w:rPr>
          <w:rtl/>
        </w:rPr>
        <w:t xml:space="preserve"> العلاّمة محمّد باقر المجلسي (ت1111هـ)</w:t>
      </w:r>
      <w:r w:rsidR="008A60E8">
        <w:rPr>
          <w:rtl/>
        </w:rPr>
        <w:t>،</w:t>
      </w:r>
      <w:r>
        <w:rPr>
          <w:rtl/>
        </w:rPr>
        <w:t xml:space="preserve"> طبعة 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54</w:t>
      </w:r>
      <w:r w:rsidR="00EE7E9B">
        <w:rPr>
          <w:rtl/>
        </w:rPr>
        <w:t xml:space="preserve"> - </w:t>
      </w:r>
      <w:r>
        <w:rPr>
          <w:rtl/>
        </w:rPr>
        <w:t xml:space="preserve">عيون أخبار الإمام الرضا </w:t>
      </w:r>
      <w:r w:rsidR="00EE7E9B" w:rsidRPr="00EE7E9B">
        <w:rPr>
          <w:rStyle w:val="libAlaemChar"/>
          <w:rtl/>
        </w:rPr>
        <w:t>عليه‌السلام</w:t>
      </w:r>
      <w:r w:rsidR="008A60E8">
        <w:rPr>
          <w:rtl/>
        </w:rPr>
        <w:t>،</w:t>
      </w:r>
      <w:r>
        <w:rPr>
          <w:rtl/>
        </w:rPr>
        <w:t xml:space="preserve"> الشيخ الصدوق (ت381هـ)</w:t>
      </w:r>
      <w:r w:rsidR="008A60E8">
        <w:rPr>
          <w:rtl/>
        </w:rPr>
        <w:t>،</w:t>
      </w:r>
      <w:r>
        <w:rPr>
          <w:rtl/>
        </w:rPr>
        <w:t xml:space="preserve"> تحقيق الشيخ حسين الأعلمي</w:t>
      </w:r>
      <w:r w:rsidR="008A60E8">
        <w:rPr>
          <w:rtl/>
        </w:rPr>
        <w:t>،</w:t>
      </w:r>
      <w:r>
        <w:rPr>
          <w:rtl/>
        </w:rPr>
        <w:t xml:space="preserve"> مؤسسة الأعلمي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1404هـ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55</w:t>
      </w:r>
      <w:r w:rsidR="00EE7E9B">
        <w:rPr>
          <w:rtl/>
        </w:rPr>
        <w:t xml:space="preserve"> - </w:t>
      </w:r>
      <w:r>
        <w:rPr>
          <w:rtl/>
        </w:rPr>
        <w:t>عيون الحكم والمواعظ</w:t>
      </w:r>
      <w:r w:rsidR="008A60E8">
        <w:rPr>
          <w:rtl/>
        </w:rPr>
        <w:t>،</w:t>
      </w:r>
      <w:r>
        <w:rPr>
          <w:rtl/>
        </w:rPr>
        <w:t xml:space="preserve"> علي بن محمّد الليثي الواسطي (ت القرن السادس)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حسين الحسني البيرجندي</w:t>
      </w:r>
      <w:r w:rsidR="008A60E8">
        <w:rPr>
          <w:rtl/>
        </w:rPr>
        <w:t>،</w:t>
      </w:r>
      <w:r>
        <w:rPr>
          <w:rtl/>
        </w:rPr>
        <w:t xml:space="preserve"> نشر دار الحديث</w:t>
      </w:r>
      <w:r w:rsidR="008A60E8">
        <w:rPr>
          <w:rtl/>
        </w:rPr>
        <w:t>،</w:t>
      </w:r>
      <w:r>
        <w:rPr>
          <w:rtl/>
        </w:rPr>
        <w:t xml:space="preserve"> ط1 / 1376 هـ ش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56</w:t>
      </w:r>
      <w:r w:rsidR="00EE7E9B">
        <w:rPr>
          <w:rtl/>
        </w:rPr>
        <w:t xml:space="preserve"> - </w:t>
      </w:r>
      <w:r>
        <w:rPr>
          <w:rtl/>
        </w:rPr>
        <w:t>في رحاب التوبة</w:t>
      </w:r>
      <w:r w:rsidR="008A60E8">
        <w:rPr>
          <w:rtl/>
        </w:rPr>
        <w:t>،</w:t>
      </w:r>
      <w:r>
        <w:rPr>
          <w:rtl/>
        </w:rPr>
        <w:t xml:space="preserve"> السيد محمّد مجاهد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ناصر الباقري البيد هندي</w:t>
      </w:r>
      <w:r w:rsidR="008A60E8">
        <w:rPr>
          <w:rtl/>
        </w:rPr>
        <w:t>،</w:t>
      </w:r>
      <w:r>
        <w:rPr>
          <w:rtl/>
        </w:rPr>
        <w:t xml:space="preserve"> انتشارات زائر</w:t>
      </w:r>
      <w:r w:rsidR="008A60E8">
        <w:rPr>
          <w:rtl/>
        </w:rPr>
        <w:t>،</w:t>
      </w:r>
      <w:r>
        <w:rPr>
          <w:rtl/>
        </w:rPr>
        <w:t xml:space="preserve"> ط1 / 1377 هـ ش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57</w:t>
      </w:r>
      <w:r w:rsidR="00EE7E9B">
        <w:rPr>
          <w:rtl/>
        </w:rPr>
        <w:t xml:space="preserve"> - </w:t>
      </w:r>
      <w:r>
        <w:rPr>
          <w:rtl/>
        </w:rPr>
        <w:t>فيض القدير</w:t>
      </w:r>
      <w:r w:rsidR="008A60E8">
        <w:rPr>
          <w:rtl/>
        </w:rPr>
        <w:t>،</w:t>
      </w:r>
      <w:r>
        <w:rPr>
          <w:rtl/>
        </w:rPr>
        <w:t xml:space="preserve"> محمّد عبد الرؤوف المناوي (ت1331هـ)</w:t>
      </w:r>
      <w:r w:rsidR="008A60E8">
        <w:rPr>
          <w:rtl/>
        </w:rPr>
        <w:t>،</w:t>
      </w:r>
      <w:r>
        <w:rPr>
          <w:rtl/>
        </w:rPr>
        <w:t xml:space="preserve"> دار الكتب العلمية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1415هـ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58</w:t>
      </w:r>
      <w:r w:rsidR="00EE7E9B">
        <w:rPr>
          <w:rtl/>
        </w:rPr>
        <w:t xml:space="preserve"> - </w:t>
      </w:r>
      <w:r>
        <w:rPr>
          <w:rtl/>
        </w:rPr>
        <w:t>قرب الإسناد</w:t>
      </w:r>
      <w:r w:rsidR="008A60E8">
        <w:rPr>
          <w:rtl/>
        </w:rPr>
        <w:t>،</w:t>
      </w:r>
      <w:r>
        <w:rPr>
          <w:rtl/>
        </w:rPr>
        <w:t xml:space="preserve"> السيد الحميري أبو العباس عبد الله البغدادي (ت300هـ)</w:t>
      </w:r>
      <w:r w:rsidR="008A60E8">
        <w:rPr>
          <w:rtl/>
        </w:rPr>
        <w:t>،</w:t>
      </w:r>
      <w:r>
        <w:rPr>
          <w:rtl/>
        </w:rPr>
        <w:t xml:space="preserve"> تحقيق ونشر</w:t>
      </w:r>
      <w:r w:rsidR="008A60E8">
        <w:rPr>
          <w:rtl/>
        </w:rPr>
        <w:t>:</w:t>
      </w:r>
      <w:r>
        <w:rPr>
          <w:rtl/>
        </w:rPr>
        <w:t xml:space="preserve"> مؤسسة آل البيت </w:t>
      </w:r>
      <w:r w:rsidR="00EE7E9B" w:rsidRPr="00EE7E9B">
        <w:rPr>
          <w:rStyle w:val="libAlaemChar"/>
          <w:rtl/>
        </w:rPr>
        <w:t>عليهم‌السلام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1413هـ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59</w:t>
      </w:r>
      <w:r w:rsidR="00EE7E9B">
        <w:rPr>
          <w:rtl/>
        </w:rPr>
        <w:t xml:space="preserve"> - </w:t>
      </w:r>
      <w:r>
        <w:rPr>
          <w:rtl/>
        </w:rPr>
        <w:t>قصص الأنبياء</w:t>
      </w:r>
      <w:r w:rsidR="008A60E8">
        <w:rPr>
          <w:rtl/>
        </w:rPr>
        <w:t>،</w:t>
      </w:r>
      <w:r>
        <w:rPr>
          <w:rtl/>
        </w:rPr>
        <w:t xml:space="preserve"> السيد نعمة الله الجزائري (ت1112هـ)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60</w:t>
      </w:r>
      <w:r w:rsidR="00EE7E9B">
        <w:rPr>
          <w:rtl/>
        </w:rPr>
        <w:t xml:space="preserve"> - </w:t>
      </w:r>
      <w:r>
        <w:rPr>
          <w:rtl/>
        </w:rPr>
        <w:t>الكافي</w:t>
      </w:r>
      <w:r w:rsidR="008A60E8">
        <w:rPr>
          <w:rtl/>
        </w:rPr>
        <w:t>،</w:t>
      </w:r>
      <w:r>
        <w:rPr>
          <w:rtl/>
        </w:rPr>
        <w:t xml:space="preserve"> الشيخ محمّد بن يعقوب الكليني (ت329هـ)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علي أكبر الغفاري</w:t>
      </w:r>
      <w:r w:rsidR="008A60E8">
        <w:rPr>
          <w:rtl/>
        </w:rPr>
        <w:t>،</w:t>
      </w:r>
      <w:r>
        <w:rPr>
          <w:rtl/>
        </w:rPr>
        <w:t xml:space="preserve"> دار الكتب الإسلاميّة</w:t>
      </w:r>
      <w:r w:rsidR="008A60E8">
        <w:rPr>
          <w:rtl/>
        </w:rPr>
        <w:t>،</w:t>
      </w:r>
      <w:r>
        <w:rPr>
          <w:rtl/>
        </w:rPr>
        <w:t xml:space="preserve"> ط3 / 1388هـ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61</w:t>
      </w:r>
      <w:r w:rsidR="00EE7E9B">
        <w:rPr>
          <w:rtl/>
        </w:rPr>
        <w:t xml:space="preserve"> - </w:t>
      </w:r>
      <w:r>
        <w:rPr>
          <w:rtl/>
        </w:rPr>
        <w:t>كامل الزيارات</w:t>
      </w:r>
      <w:r w:rsidR="008A60E8">
        <w:rPr>
          <w:rtl/>
        </w:rPr>
        <w:t>،</w:t>
      </w:r>
      <w:r>
        <w:rPr>
          <w:rtl/>
        </w:rPr>
        <w:t xml:space="preserve"> الشيخ الجليل جعفر بن محمّد بن قولويه القمي (ت368هـ)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الشيخ جواد القيومي الأصفهاني</w:t>
      </w:r>
      <w:r w:rsidR="008A60E8">
        <w:rPr>
          <w:rtl/>
        </w:rPr>
        <w:t>،</w:t>
      </w:r>
      <w:r>
        <w:rPr>
          <w:rtl/>
        </w:rPr>
        <w:t xml:space="preserve"> نشر 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1417هـ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62</w:t>
      </w:r>
      <w:r w:rsidR="00EE7E9B">
        <w:rPr>
          <w:rtl/>
        </w:rPr>
        <w:t xml:space="preserve"> - </w:t>
      </w:r>
      <w:r>
        <w:rPr>
          <w:rtl/>
        </w:rPr>
        <w:t>الكامل في التاريخ</w:t>
      </w:r>
      <w:r w:rsidR="008A60E8">
        <w:rPr>
          <w:rtl/>
        </w:rPr>
        <w:t>،</w:t>
      </w:r>
      <w:r>
        <w:rPr>
          <w:rtl/>
        </w:rPr>
        <w:t xml:space="preserve"> أبو الحسن علي بن أبي الكرم</w:t>
      </w:r>
      <w:r w:rsidR="008A60E8">
        <w:rPr>
          <w:rtl/>
        </w:rPr>
        <w:t>،</w:t>
      </w:r>
      <w:r>
        <w:rPr>
          <w:rtl/>
        </w:rPr>
        <w:t xml:space="preserve"> المعروف بابن الأثير الجزري (ت630هـ)</w:t>
      </w:r>
      <w:r w:rsidR="008A60E8">
        <w:rPr>
          <w:rtl/>
        </w:rPr>
        <w:t>،</w:t>
      </w:r>
      <w:r>
        <w:rPr>
          <w:rtl/>
        </w:rPr>
        <w:t xml:space="preserve"> دار الكتب العلمية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1407هـ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63</w:t>
      </w:r>
      <w:r w:rsidR="00EE7E9B">
        <w:rPr>
          <w:rtl/>
        </w:rPr>
        <w:t xml:space="preserve"> - </w:t>
      </w:r>
      <w:r>
        <w:rPr>
          <w:rtl/>
        </w:rPr>
        <w:t>كتاب سليم بن قيس</w:t>
      </w:r>
      <w:r w:rsidR="008A60E8">
        <w:rPr>
          <w:rtl/>
        </w:rPr>
        <w:t>،</w:t>
      </w:r>
      <w:r>
        <w:rPr>
          <w:rtl/>
        </w:rPr>
        <w:t xml:space="preserve"> أبو صادق سليم بن قيس الهلالي العامري الكوفي (ت القرن الأول</w:t>
      </w:r>
      <w:r w:rsidR="008A60E8">
        <w:rPr>
          <w:rtl/>
        </w:rPr>
        <w:t>)،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الشيح محمّد الباقر الأنصاري الزنجاني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64</w:t>
      </w:r>
      <w:r w:rsidR="00EE7E9B">
        <w:rPr>
          <w:rtl/>
        </w:rPr>
        <w:t xml:space="preserve"> - </w:t>
      </w:r>
      <w:r>
        <w:rPr>
          <w:rtl/>
        </w:rPr>
        <w:t>كشف الغمة</w:t>
      </w:r>
      <w:r w:rsidR="008A60E8">
        <w:rPr>
          <w:rtl/>
        </w:rPr>
        <w:t>،</w:t>
      </w:r>
      <w:r>
        <w:rPr>
          <w:rtl/>
        </w:rPr>
        <w:t xml:space="preserve"> الشيخ علي بن عيسى بن أبي الفتح الأربلي (ت693هـ)</w:t>
      </w:r>
      <w:r w:rsidR="008A60E8">
        <w:rPr>
          <w:rtl/>
        </w:rPr>
        <w:t>،</w:t>
      </w:r>
      <w:r>
        <w:rPr>
          <w:rtl/>
        </w:rPr>
        <w:t xml:space="preserve"> دار الأضواء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ط2 / 1405هـ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65</w:t>
      </w:r>
      <w:r w:rsidR="00EE7E9B">
        <w:rPr>
          <w:rtl/>
        </w:rPr>
        <w:t xml:space="preserve"> - </w:t>
      </w:r>
      <w:r>
        <w:rPr>
          <w:rtl/>
        </w:rPr>
        <w:t>كنز العمال</w:t>
      </w:r>
      <w:r w:rsidR="008A60E8">
        <w:rPr>
          <w:rtl/>
        </w:rPr>
        <w:t>،</w:t>
      </w:r>
      <w:r>
        <w:rPr>
          <w:rtl/>
        </w:rPr>
        <w:t xml:space="preserve"> المتقي الهندي (ت975هـ)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الشيخ بكر حياني والشيخ صفوة السقا</w:t>
      </w:r>
      <w:r w:rsidR="008A60E8">
        <w:rPr>
          <w:rtl/>
        </w:rPr>
        <w:t>،</w:t>
      </w:r>
      <w:r>
        <w:rPr>
          <w:rtl/>
        </w:rPr>
        <w:t xml:space="preserve"> مطبعة مؤسسة الرسالة</w:t>
      </w:r>
      <w:r w:rsidR="00EE7E9B">
        <w:rPr>
          <w:rtl/>
        </w:rPr>
        <w:t xml:space="preserve"> - </w:t>
      </w:r>
      <w:r>
        <w:rPr>
          <w:rtl/>
        </w:rPr>
        <w:t>بيروت (بدون تاريخ)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Var0"/>
      </w:pPr>
      <w:r>
        <w:rPr>
          <w:rtl/>
        </w:rPr>
        <w:lastRenderedPageBreak/>
        <w:t>66</w:t>
      </w:r>
      <w:r w:rsidR="00EE7E9B">
        <w:rPr>
          <w:rtl/>
        </w:rPr>
        <w:t xml:space="preserve"> - </w:t>
      </w:r>
      <w:r>
        <w:rPr>
          <w:rtl/>
        </w:rPr>
        <w:t>كنز الفوائد</w:t>
      </w:r>
      <w:r w:rsidR="008A60E8">
        <w:rPr>
          <w:rtl/>
        </w:rPr>
        <w:t>،</w:t>
      </w:r>
      <w:r>
        <w:rPr>
          <w:rtl/>
        </w:rPr>
        <w:t xml:space="preserve"> المحدّث الخبير العلاّمة أبو الفتح محمّد بن علي الكراجكي (ت449هـ)</w:t>
      </w:r>
      <w:r w:rsidR="008A60E8">
        <w:rPr>
          <w:rtl/>
        </w:rPr>
        <w:t>،</w:t>
      </w:r>
      <w:r>
        <w:rPr>
          <w:rtl/>
        </w:rPr>
        <w:t xml:space="preserve"> منشورات مكتبة المصطفوي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ط2 / 1410هـ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67</w:t>
      </w:r>
      <w:r w:rsidR="00EE7E9B">
        <w:rPr>
          <w:rtl/>
        </w:rPr>
        <w:t xml:space="preserve"> - </w:t>
      </w:r>
      <w:r>
        <w:rPr>
          <w:rtl/>
        </w:rPr>
        <w:t>كيمياء المحبّة</w:t>
      </w:r>
      <w:r w:rsidR="008A60E8">
        <w:rPr>
          <w:rtl/>
        </w:rPr>
        <w:t>،</w:t>
      </w:r>
      <w:r>
        <w:rPr>
          <w:rtl/>
        </w:rPr>
        <w:t xml:space="preserve"> الشيخ محمّد الريشهري</w:t>
      </w:r>
      <w:r w:rsidR="008A60E8">
        <w:rPr>
          <w:rtl/>
        </w:rPr>
        <w:t>،</w:t>
      </w:r>
      <w:r>
        <w:rPr>
          <w:rtl/>
        </w:rPr>
        <w:t xml:space="preserve"> تعريب</w:t>
      </w:r>
      <w:r w:rsidR="008A60E8">
        <w:rPr>
          <w:rtl/>
        </w:rPr>
        <w:t>:</w:t>
      </w:r>
      <w:r>
        <w:rPr>
          <w:rtl/>
        </w:rPr>
        <w:t xml:space="preserve"> خليل العصامي</w:t>
      </w:r>
      <w:r w:rsidR="008A60E8">
        <w:rPr>
          <w:rtl/>
        </w:rPr>
        <w:t>،</w:t>
      </w:r>
      <w:r>
        <w:rPr>
          <w:rtl/>
        </w:rPr>
        <w:t xml:space="preserve"> نشر</w:t>
      </w:r>
      <w:r w:rsidR="008A60E8">
        <w:rPr>
          <w:rtl/>
        </w:rPr>
        <w:t>:</w:t>
      </w:r>
      <w:r>
        <w:rPr>
          <w:rtl/>
        </w:rPr>
        <w:t xml:space="preserve"> دار الحديث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1422هـ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68</w:t>
      </w:r>
      <w:r w:rsidR="00EE7E9B">
        <w:rPr>
          <w:rtl/>
        </w:rPr>
        <w:t xml:space="preserve"> - </w:t>
      </w:r>
      <w:r>
        <w:rPr>
          <w:rtl/>
        </w:rPr>
        <w:t>اللهوف على قتلى الطفوف</w:t>
      </w:r>
      <w:r w:rsidR="008A60E8">
        <w:rPr>
          <w:rtl/>
        </w:rPr>
        <w:t>،</w:t>
      </w:r>
      <w:r>
        <w:rPr>
          <w:rtl/>
        </w:rPr>
        <w:t xml:space="preserve"> السيد ابن طاووس</w:t>
      </w:r>
      <w:r w:rsidR="008A60E8">
        <w:rPr>
          <w:rtl/>
        </w:rPr>
        <w:t>،</w:t>
      </w:r>
      <w:r>
        <w:rPr>
          <w:rtl/>
        </w:rPr>
        <w:t xml:space="preserve"> المترجم</w:t>
      </w:r>
      <w:r w:rsidR="008A60E8">
        <w:rPr>
          <w:rtl/>
        </w:rPr>
        <w:t>:</w:t>
      </w:r>
      <w:r>
        <w:rPr>
          <w:rtl/>
        </w:rPr>
        <w:t xml:space="preserve"> عبد الرحيم عفيفي بخشايشي</w:t>
      </w:r>
      <w:r w:rsidR="008A60E8">
        <w:rPr>
          <w:rtl/>
        </w:rPr>
        <w:t>،</w:t>
      </w:r>
      <w:r>
        <w:rPr>
          <w:rtl/>
        </w:rPr>
        <w:t xml:space="preserve"> انتشارات دفتر نشر مؤيد إسلام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ط5 / 1378 هـ ش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69</w:t>
      </w:r>
      <w:r w:rsidR="00EE7E9B">
        <w:rPr>
          <w:rtl/>
        </w:rPr>
        <w:t xml:space="preserve"> - </w:t>
      </w:r>
      <w:r>
        <w:rPr>
          <w:rtl/>
        </w:rPr>
        <w:t>مثير الأحزان</w:t>
      </w:r>
      <w:r w:rsidR="008A60E8">
        <w:rPr>
          <w:rtl/>
        </w:rPr>
        <w:t>،</w:t>
      </w:r>
      <w:r>
        <w:rPr>
          <w:rtl/>
        </w:rPr>
        <w:t xml:space="preserve"> ابن نما الحلّي (ت645هـ)</w:t>
      </w:r>
      <w:r w:rsidR="008A60E8">
        <w:rPr>
          <w:rtl/>
        </w:rPr>
        <w:t>،</w:t>
      </w:r>
      <w:r>
        <w:rPr>
          <w:rtl/>
        </w:rPr>
        <w:t xml:space="preserve"> المطبعة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طبعة عام 1359هـ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70</w:t>
      </w:r>
      <w:r w:rsidR="00EE7E9B">
        <w:rPr>
          <w:rtl/>
        </w:rPr>
        <w:t xml:space="preserve"> - </w:t>
      </w:r>
      <w:r>
        <w:rPr>
          <w:rtl/>
        </w:rPr>
        <w:t>مجمع البحرين</w:t>
      </w:r>
      <w:r w:rsidR="008A60E8">
        <w:rPr>
          <w:rtl/>
        </w:rPr>
        <w:t>،</w:t>
      </w:r>
      <w:r>
        <w:rPr>
          <w:rtl/>
        </w:rPr>
        <w:t xml:space="preserve"> الشيخ فخر الدين الطريحي (ت1085هـ)</w:t>
      </w:r>
      <w:r w:rsidR="008A60E8">
        <w:rPr>
          <w:rtl/>
        </w:rPr>
        <w:t>،</w:t>
      </w:r>
      <w:r>
        <w:rPr>
          <w:rtl/>
        </w:rPr>
        <w:t xml:space="preserve"> مكتب نشر الثقافة الإسلاميّة</w:t>
      </w:r>
      <w:r w:rsidR="008A60E8">
        <w:rPr>
          <w:rtl/>
        </w:rPr>
        <w:t>،</w:t>
      </w:r>
      <w:r>
        <w:rPr>
          <w:rtl/>
        </w:rPr>
        <w:t xml:space="preserve"> ط2 / 1408هـ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71</w:t>
      </w:r>
      <w:r w:rsidR="00EE7E9B">
        <w:rPr>
          <w:rtl/>
        </w:rPr>
        <w:t xml:space="preserve"> - </w:t>
      </w:r>
      <w:r>
        <w:rPr>
          <w:rtl/>
        </w:rPr>
        <w:t>مجمع الزوائد ومنبع الفوائد</w:t>
      </w:r>
      <w:r w:rsidR="008A60E8">
        <w:rPr>
          <w:rtl/>
        </w:rPr>
        <w:t>،</w:t>
      </w:r>
      <w:r>
        <w:rPr>
          <w:rtl/>
        </w:rPr>
        <w:t xml:space="preserve"> نور الدين الهيثمي (ت807هـ)</w:t>
      </w:r>
      <w:r w:rsidR="008A60E8">
        <w:rPr>
          <w:rtl/>
        </w:rPr>
        <w:t>،</w:t>
      </w:r>
      <w:r>
        <w:rPr>
          <w:rtl/>
        </w:rPr>
        <w:t xml:space="preserve"> المطبعة دار الكتب العلمية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طبعة عام 1408هـ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72</w:t>
      </w:r>
      <w:r w:rsidR="00EE7E9B">
        <w:rPr>
          <w:rtl/>
        </w:rPr>
        <w:t xml:space="preserve"> - </w:t>
      </w:r>
      <w:r>
        <w:rPr>
          <w:rtl/>
        </w:rPr>
        <w:t>مجمع المصائب</w:t>
      </w:r>
      <w:r w:rsidR="008A60E8">
        <w:rPr>
          <w:rtl/>
        </w:rPr>
        <w:t>،</w:t>
      </w:r>
      <w:r>
        <w:rPr>
          <w:rtl/>
        </w:rPr>
        <w:t xml:space="preserve"> الشيخ محمّد الهنداوي</w:t>
      </w:r>
      <w:r w:rsidR="008A60E8">
        <w:rPr>
          <w:rtl/>
        </w:rPr>
        <w:t>،</w:t>
      </w:r>
      <w:r>
        <w:rPr>
          <w:rtl/>
        </w:rPr>
        <w:t xml:space="preserve"> منشورات الشريف الرضي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73</w:t>
      </w:r>
      <w:r w:rsidR="00EE7E9B">
        <w:rPr>
          <w:rtl/>
        </w:rPr>
        <w:t xml:space="preserve"> - </w:t>
      </w:r>
      <w:r>
        <w:rPr>
          <w:rtl/>
        </w:rPr>
        <w:t>المراجعات</w:t>
      </w:r>
      <w:r w:rsidR="008A60E8">
        <w:rPr>
          <w:rtl/>
        </w:rPr>
        <w:t>،</w:t>
      </w:r>
      <w:r>
        <w:rPr>
          <w:rtl/>
        </w:rPr>
        <w:t xml:space="preserve"> السيد عبد الحسين شرف الدين العاملي (ت1377هـ)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حسين الراضي</w:t>
      </w:r>
      <w:r w:rsidR="008A60E8">
        <w:rPr>
          <w:rtl/>
        </w:rPr>
        <w:t>،</w:t>
      </w:r>
      <w:r>
        <w:rPr>
          <w:rtl/>
        </w:rPr>
        <w:t xml:space="preserve"> منشورات الجمعية الإسلاميّة</w:t>
      </w:r>
      <w:r w:rsidR="008A60E8">
        <w:rPr>
          <w:rtl/>
        </w:rPr>
        <w:t>،</w:t>
      </w:r>
      <w:r>
        <w:rPr>
          <w:rtl/>
        </w:rPr>
        <w:t xml:space="preserve"> ط2 / 1402هـ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74</w:t>
      </w:r>
      <w:r w:rsidR="00EE7E9B">
        <w:rPr>
          <w:rtl/>
        </w:rPr>
        <w:t xml:space="preserve"> - </w:t>
      </w:r>
      <w:r>
        <w:rPr>
          <w:rtl/>
        </w:rPr>
        <w:t>المزار</w:t>
      </w:r>
      <w:r w:rsidR="008A60E8">
        <w:rPr>
          <w:rtl/>
        </w:rPr>
        <w:t>،</w:t>
      </w:r>
      <w:r>
        <w:rPr>
          <w:rtl/>
        </w:rPr>
        <w:t xml:space="preserve"> محمّد المشهدي (ت610هـ)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جواد القيومي</w:t>
      </w:r>
      <w:r w:rsidR="008A60E8">
        <w:rPr>
          <w:rtl/>
        </w:rPr>
        <w:t>،</w:t>
      </w:r>
      <w:r>
        <w:rPr>
          <w:rtl/>
        </w:rPr>
        <w:t xml:space="preserve"> مطبعة مؤسسة النشر الإسلامي</w:t>
      </w:r>
      <w:r w:rsidR="008A60E8">
        <w:rPr>
          <w:rtl/>
        </w:rPr>
        <w:t>،</w:t>
      </w:r>
      <w:r>
        <w:rPr>
          <w:rtl/>
        </w:rPr>
        <w:t xml:space="preserve"> انتشارات القيوم</w:t>
      </w:r>
      <w:r w:rsidR="008A60E8">
        <w:rPr>
          <w:rtl/>
        </w:rPr>
        <w:t>،</w:t>
      </w:r>
      <w:r>
        <w:rPr>
          <w:rtl/>
        </w:rPr>
        <w:t xml:space="preserve"> ط1 / 1419هـ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75</w:t>
      </w:r>
      <w:r w:rsidR="00EE7E9B">
        <w:rPr>
          <w:rtl/>
        </w:rPr>
        <w:t xml:space="preserve"> - </w:t>
      </w:r>
      <w:r>
        <w:rPr>
          <w:rtl/>
        </w:rPr>
        <w:t>مسار الشيعة</w:t>
      </w:r>
      <w:r w:rsidR="008A60E8">
        <w:rPr>
          <w:rtl/>
        </w:rPr>
        <w:t>،</w:t>
      </w:r>
      <w:r>
        <w:rPr>
          <w:rtl/>
        </w:rPr>
        <w:t xml:space="preserve"> الشيخ المفيد (ت413هـ)</w:t>
      </w:r>
      <w:r w:rsidR="008A60E8">
        <w:rPr>
          <w:rtl/>
        </w:rPr>
        <w:t>،</w:t>
      </w:r>
      <w:r>
        <w:rPr>
          <w:rtl/>
        </w:rPr>
        <w:t xml:space="preserve"> انتشارات المرعشي النجفي</w:t>
      </w:r>
      <w:r w:rsidR="008A60E8">
        <w:rPr>
          <w:rtl/>
        </w:rPr>
        <w:t>،</w:t>
      </w:r>
      <w:r>
        <w:rPr>
          <w:rtl/>
        </w:rPr>
        <w:t xml:space="preserve"> مطبعة الصدر</w:t>
      </w:r>
      <w:r w:rsidR="008A60E8">
        <w:rPr>
          <w:rtl/>
        </w:rPr>
        <w:t>،</w:t>
      </w:r>
      <w:r>
        <w:rPr>
          <w:rtl/>
        </w:rPr>
        <w:t xml:space="preserve"> طبعة عام 1406هـ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76</w:t>
      </w:r>
      <w:r w:rsidR="00EE7E9B">
        <w:rPr>
          <w:rtl/>
        </w:rPr>
        <w:t xml:space="preserve"> - </w:t>
      </w:r>
      <w:r>
        <w:rPr>
          <w:rtl/>
        </w:rPr>
        <w:t>المستدرك على الصحيحين</w:t>
      </w:r>
      <w:r w:rsidR="008A60E8">
        <w:rPr>
          <w:rtl/>
        </w:rPr>
        <w:t>،</w:t>
      </w:r>
      <w:r>
        <w:rPr>
          <w:rtl/>
        </w:rPr>
        <w:t xml:space="preserve"> محمّد بن محمّد الحاكم النيسابوري (ت405هـ)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د. يوسف المرعشلي</w:t>
      </w:r>
      <w:r w:rsidR="008A60E8">
        <w:rPr>
          <w:rtl/>
        </w:rPr>
        <w:t>،</w:t>
      </w:r>
      <w:r>
        <w:rPr>
          <w:rtl/>
        </w:rPr>
        <w:t xml:space="preserve"> انتشارات دار المعرفة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طبعة عام 1406هـ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77</w:t>
      </w:r>
      <w:r w:rsidR="00EE7E9B">
        <w:rPr>
          <w:rtl/>
        </w:rPr>
        <w:t xml:space="preserve"> - </w:t>
      </w:r>
      <w:r>
        <w:rPr>
          <w:rtl/>
        </w:rPr>
        <w:t>مستدرك وسائل الشيعة</w:t>
      </w:r>
      <w:r w:rsidR="008A60E8">
        <w:rPr>
          <w:rtl/>
        </w:rPr>
        <w:t>،</w:t>
      </w:r>
      <w:r>
        <w:rPr>
          <w:rtl/>
        </w:rPr>
        <w:t xml:space="preserve"> الشيخ النوري الطبرسي (1320هـ)</w:t>
      </w:r>
      <w:r w:rsidR="008A60E8">
        <w:rPr>
          <w:rtl/>
        </w:rPr>
        <w:t>،</w:t>
      </w:r>
      <w:r>
        <w:rPr>
          <w:rtl/>
        </w:rPr>
        <w:t xml:space="preserve"> تحقيق ونشر مؤسسة آل البيت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ط2 / 1408هـ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78</w:t>
      </w:r>
      <w:r w:rsidR="00EE7E9B">
        <w:rPr>
          <w:rtl/>
        </w:rPr>
        <w:t xml:space="preserve"> - </w:t>
      </w:r>
      <w:r>
        <w:rPr>
          <w:rtl/>
        </w:rPr>
        <w:t>مسند أحمد</w:t>
      </w:r>
      <w:r w:rsidR="008A60E8">
        <w:rPr>
          <w:rtl/>
        </w:rPr>
        <w:t>،</w:t>
      </w:r>
      <w:r>
        <w:rPr>
          <w:rtl/>
        </w:rPr>
        <w:t xml:space="preserve"> الإمام أحمد بن حنبل (ت241هـ)</w:t>
      </w:r>
      <w:r w:rsidR="008A60E8">
        <w:rPr>
          <w:rtl/>
        </w:rPr>
        <w:t>،</w:t>
      </w:r>
      <w:r>
        <w:rPr>
          <w:rtl/>
        </w:rPr>
        <w:t xml:space="preserve"> دار صادر</w:t>
      </w:r>
      <w:r w:rsidR="00EE7E9B">
        <w:rPr>
          <w:rtl/>
        </w:rPr>
        <w:t xml:space="preserve"> - </w:t>
      </w:r>
      <w:r>
        <w:rPr>
          <w:rtl/>
        </w:rPr>
        <w:t>بيروت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79</w:t>
      </w:r>
      <w:r w:rsidR="00EE7E9B">
        <w:rPr>
          <w:rtl/>
        </w:rPr>
        <w:t xml:space="preserve"> - </w:t>
      </w:r>
      <w:r>
        <w:rPr>
          <w:rtl/>
        </w:rPr>
        <w:t>المعجم الصغير</w:t>
      </w:r>
      <w:r w:rsidR="008A60E8">
        <w:rPr>
          <w:rtl/>
        </w:rPr>
        <w:t>،</w:t>
      </w:r>
      <w:r>
        <w:rPr>
          <w:rtl/>
        </w:rPr>
        <w:t xml:space="preserve"> الطبراني سليمان بن أحمد بن أيوب اللخمي (ت360هـ)</w:t>
      </w:r>
      <w:r w:rsidR="008A60E8">
        <w:rPr>
          <w:rtl/>
        </w:rPr>
        <w:t>،</w:t>
      </w:r>
      <w:r>
        <w:rPr>
          <w:rtl/>
        </w:rPr>
        <w:t xml:space="preserve"> دار الكتب العلمية</w:t>
      </w:r>
      <w:r w:rsidR="00EE7E9B">
        <w:rPr>
          <w:rtl/>
        </w:rPr>
        <w:t xml:space="preserve"> - </w:t>
      </w:r>
      <w:r>
        <w:rPr>
          <w:rtl/>
        </w:rPr>
        <w:t>بيروت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80</w:t>
      </w:r>
      <w:r w:rsidR="00EE7E9B">
        <w:rPr>
          <w:rtl/>
        </w:rPr>
        <w:t xml:space="preserve"> - </w:t>
      </w:r>
      <w:r>
        <w:rPr>
          <w:rtl/>
        </w:rPr>
        <w:t>مسند زيد بن علي</w:t>
      </w:r>
      <w:r w:rsidR="008A60E8">
        <w:rPr>
          <w:rtl/>
        </w:rPr>
        <w:t>،</w:t>
      </w:r>
      <w:r>
        <w:rPr>
          <w:rtl/>
        </w:rPr>
        <w:t xml:space="preserve"> زيد بن علي (ت122هـ)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أحد العلماء الزيدية</w:t>
      </w:r>
      <w:r w:rsidR="008A60E8">
        <w:rPr>
          <w:rtl/>
        </w:rPr>
        <w:t>،</w:t>
      </w:r>
      <w:r>
        <w:rPr>
          <w:rtl/>
        </w:rPr>
        <w:t xml:space="preserve"> نشر</w:t>
      </w:r>
      <w:r w:rsidR="008A60E8">
        <w:rPr>
          <w:rtl/>
        </w:rPr>
        <w:t>:</w:t>
      </w:r>
      <w:r>
        <w:rPr>
          <w:rtl/>
        </w:rPr>
        <w:t xml:space="preserve"> دار الحياة</w:t>
      </w:r>
      <w:r w:rsidR="00EE7E9B">
        <w:rPr>
          <w:rtl/>
        </w:rPr>
        <w:t xml:space="preserve"> - </w:t>
      </w:r>
      <w:r>
        <w:rPr>
          <w:rtl/>
        </w:rPr>
        <w:t>بيروت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81</w:t>
      </w:r>
      <w:r w:rsidR="00EE7E9B">
        <w:rPr>
          <w:rtl/>
        </w:rPr>
        <w:t xml:space="preserve"> - </w:t>
      </w:r>
      <w:r>
        <w:rPr>
          <w:rtl/>
        </w:rPr>
        <w:t>مشكاة الأنوار</w:t>
      </w:r>
      <w:r w:rsidR="008A60E8">
        <w:rPr>
          <w:rtl/>
        </w:rPr>
        <w:t>،</w:t>
      </w:r>
      <w:r>
        <w:rPr>
          <w:rtl/>
        </w:rPr>
        <w:t xml:space="preserve"> أبو الفضل علي الطبرسي (ت القرن السابع)</w:t>
      </w:r>
      <w:r w:rsidR="008A60E8">
        <w:rPr>
          <w:rtl/>
        </w:rPr>
        <w:t>،</w:t>
      </w:r>
      <w:r>
        <w:rPr>
          <w:rtl/>
        </w:rPr>
        <w:t xml:space="preserve"> المطبعة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ط2 / 1385هـ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82</w:t>
      </w:r>
      <w:r w:rsidR="00EE7E9B">
        <w:rPr>
          <w:rtl/>
        </w:rPr>
        <w:t xml:space="preserve"> - </w:t>
      </w:r>
      <w:r>
        <w:rPr>
          <w:rtl/>
        </w:rPr>
        <w:t>مصباح المتهجد</w:t>
      </w:r>
      <w:r w:rsidR="008A60E8">
        <w:rPr>
          <w:rtl/>
        </w:rPr>
        <w:t>،</w:t>
      </w:r>
      <w:r>
        <w:rPr>
          <w:rtl/>
        </w:rPr>
        <w:t xml:space="preserve"> الطوسي محمّد بن الحسن (ت460هـ)</w:t>
      </w:r>
      <w:r w:rsidR="008A60E8">
        <w:rPr>
          <w:rtl/>
        </w:rPr>
        <w:t>،</w:t>
      </w:r>
      <w:r>
        <w:rPr>
          <w:rtl/>
        </w:rPr>
        <w:t xml:space="preserve"> مطبعة فقه الشيعة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1411هـ</w:t>
      </w:r>
      <w:r w:rsidR="008A60E8">
        <w:rPr>
          <w:rtl/>
        </w:rPr>
        <w:t>.</w:t>
      </w:r>
    </w:p>
    <w:p w:rsidR="008A60E8" w:rsidRDefault="008A60E8" w:rsidP="008A60E8">
      <w:pPr>
        <w:pStyle w:val="libNormal"/>
        <w:rPr>
          <w:rtl/>
        </w:rPr>
      </w:pPr>
      <w:r>
        <w:rPr>
          <w:rtl/>
        </w:rPr>
        <w:br w:type="page"/>
      </w:r>
    </w:p>
    <w:p w:rsidR="009A0DCC" w:rsidRDefault="009A0DCC" w:rsidP="00EE7E9B">
      <w:pPr>
        <w:pStyle w:val="libVar0"/>
      </w:pPr>
      <w:r>
        <w:rPr>
          <w:rtl/>
        </w:rPr>
        <w:lastRenderedPageBreak/>
        <w:t>83</w:t>
      </w:r>
      <w:r w:rsidR="00EE7E9B">
        <w:rPr>
          <w:rtl/>
        </w:rPr>
        <w:t xml:space="preserve"> - </w:t>
      </w:r>
      <w:r>
        <w:rPr>
          <w:rtl/>
        </w:rPr>
        <w:t>معالي السبطين</w:t>
      </w:r>
      <w:r w:rsidR="008A60E8">
        <w:rPr>
          <w:rtl/>
        </w:rPr>
        <w:t>،</w:t>
      </w:r>
      <w:r>
        <w:rPr>
          <w:rtl/>
        </w:rPr>
        <w:t xml:space="preserve"> الشيخ محمّد مهدي الحائري</w:t>
      </w:r>
      <w:r w:rsidR="008A60E8">
        <w:rPr>
          <w:rtl/>
        </w:rPr>
        <w:t>،</w:t>
      </w:r>
      <w:r>
        <w:rPr>
          <w:rtl/>
        </w:rPr>
        <w:t xml:space="preserve"> منشورات الشريف الرضي</w:t>
      </w:r>
      <w:r w:rsidR="008A60E8">
        <w:rPr>
          <w:rtl/>
        </w:rPr>
        <w:t>،</w:t>
      </w:r>
      <w:r>
        <w:rPr>
          <w:rtl/>
        </w:rPr>
        <w:t xml:space="preserve"> الطبعة الثانية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84</w:t>
      </w:r>
      <w:r w:rsidR="00EE7E9B">
        <w:rPr>
          <w:rtl/>
        </w:rPr>
        <w:t xml:space="preserve"> - </w:t>
      </w:r>
      <w:r>
        <w:rPr>
          <w:rtl/>
        </w:rPr>
        <w:t>معاني الأخبار</w:t>
      </w:r>
      <w:r w:rsidR="008A60E8">
        <w:rPr>
          <w:rtl/>
        </w:rPr>
        <w:t>،</w:t>
      </w:r>
      <w:r>
        <w:rPr>
          <w:rtl/>
        </w:rPr>
        <w:t xml:space="preserve"> الشيخ الصدوق (ت381هـ)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علي أكبر الغفاري</w:t>
      </w:r>
      <w:r w:rsidR="008A60E8">
        <w:rPr>
          <w:rtl/>
        </w:rPr>
        <w:t>،</w:t>
      </w:r>
      <w:r>
        <w:rPr>
          <w:rtl/>
        </w:rPr>
        <w:t xml:space="preserve"> انتشارات إسلامي</w:t>
      </w:r>
      <w:r w:rsidR="008A60E8">
        <w:rPr>
          <w:rtl/>
        </w:rPr>
        <w:t>،</w:t>
      </w:r>
      <w:r>
        <w:rPr>
          <w:rtl/>
        </w:rPr>
        <w:t xml:space="preserve"> طبعة 1361 هـ ش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85</w:t>
      </w:r>
      <w:r w:rsidR="00EE7E9B">
        <w:rPr>
          <w:rtl/>
        </w:rPr>
        <w:t xml:space="preserve"> - </w:t>
      </w:r>
      <w:r>
        <w:rPr>
          <w:rtl/>
        </w:rPr>
        <w:t>مفاتيح الجنان</w:t>
      </w:r>
      <w:r w:rsidR="008A60E8">
        <w:rPr>
          <w:rtl/>
        </w:rPr>
        <w:t>،</w:t>
      </w:r>
      <w:r>
        <w:rPr>
          <w:rtl/>
        </w:rPr>
        <w:t xml:space="preserve"> الشيخ عباس القمّي</w:t>
      </w:r>
      <w:r w:rsidR="008A60E8">
        <w:rPr>
          <w:rtl/>
        </w:rPr>
        <w:t>،</w:t>
      </w:r>
      <w:r>
        <w:rPr>
          <w:rtl/>
        </w:rPr>
        <w:t xml:space="preserve"> مؤسسة الأعلمي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ط2 المصححة 1418هـ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86</w:t>
      </w:r>
      <w:r w:rsidR="00EE7E9B">
        <w:rPr>
          <w:rtl/>
        </w:rPr>
        <w:t xml:space="preserve"> - </w:t>
      </w:r>
      <w:r>
        <w:rPr>
          <w:rtl/>
        </w:rPr>
        <w:t>مقاتل الطالبيّين</w:t>
      </w:r>
      <w:r w:rsidR="008A60E8">
        <w:rPr>
          <w:rtl/>
        </w:rPr>
        <w:t>،</w:t>
      </w:r>
      <w:r>
        <w:rPr>
          <w:rtl/>
        </w:rPr>
        <w:t xml:space="preserve"> أبو الفرج الأصفهاني (ت356هـ)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كاظم المظفر</w:t>
      </w:r>
      <w:r w:rsidR="008A60E8">
        <w:rPr>
          <w:rtl/>
        </w:rPr>
        <w:t>،</w:t>
      </w:r>
      <w:r>
        <w:rPr>
          <w:rtl/>
        </w:rPr>
        <w:t xml:space="preserve"> المطبعة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الطبعة الثانية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87</w:t>
      </w:r>
      <w:r w:rsidR="00EE7E9B">
        <w:rPr>
          <w:rtl/>
        </w:rPr>
        <w:t xml:space="preserve"> - </w:t>
      </w:r>
      <w:r>
        <w:rPr>
          <w:rtl/>
        </w:rPr>
        <w:t>مقتل الحسين (أبو مخنف)</w:t>
      </w:r>
      <w:r w:rsidR="008A60E8">
        <w:rPr>
          <w:rtl/>
        </w:rPr>
        <w:t>،</w:t>
      </w:r>
      <w:r>
        <w:rPr>
          <w:rtl/>
        </w:rPr>
        <w:t xml:space="preserve"> لوط بن يحيى بن سعيد الأزدي الغامدي (ت157هـ)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الميرزا حسن الغفاري</w:t>
      </w:r>
      <w:r w:rsidR="008A60E8">
        <w:rPr>
          <w:rtl/>
        </w:rPr>
        <w:t>،</w:t>
      </w:r>
      <w:r>
        <w:rPr>
          <w:rtl/>
        </w:rPr>
        <w:t xml:space="preserve"> المطبعة العلمية</w:t>
      </w:r>
      <w:r w:rsidR="00EE7E9B">
        <w:rPr>
          <w:rtl/>
        </w:rPr>
        <w:t xml:space="preserve"> - </w:t>
      </w:r>
      <w:r>
        <w:rPr>
          <w:rtl/>
        </w:rPr>
        <w:t>قم</w:t>
      </w:r>
      <w:r w:rsidR="008A60E8">
        <w:rPr>
          <w:rtl/>
        </w:rPr>
        <w:t>،</w:t>
      </w:r>
      <w:r>
        <w:rPr>
          <w:rtl/>
        </w:rPr>
        <w:t xml:space="preserve"> انتشارات المرعشي النجفي</w:t>
      </w:r>
      <w:r w:rsidR="008A60E8">
        <w:rPr>
          <w:rtl/>
        </w:rPr>
        <w:t>،</w:t>
      </w:r>
      <w:r>
        <w:rPr>
          <w:rtl/>
        </w:rPr>
        <w:t xml:space="preserve"> طبعة عام 1398هـ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88</w:t>
      </w:r>
      <w:r w:rsidR="00EE7E9B">
        <w:rPr>
          <w:rtl/>
        </w:rPr>
        <w:t xml:space="preserve"> - </w:t>
      </w:r>
      <w:r>
        <w:rPr>
          <w:rtl/>
        </w:rPr>
        <w:t>مقتل الحسين (المقرّم)</w:t>
      </w:r>
      <w:r w:rsidR="008A60E8">
        <w:rPr>
          <w:rtl/>
        </w:rPr>
        <w:t>،</w:t>
      </w:r>
      <w:r>
        <w:rPr>
          <w:rtl/>
        </w:rPr>
        <w:t xml:space="preserve"> السيد عبد الرزاق المقرّم</w:t>
      </w:r>
      <w:r w:rsidR="008A60E8">
        <w:rPr>
          <w:rtl/>
        </w:rPr>
        <w:t>،</w:t>
      </w:r>
      <w:r>
        <w:rPr>
          <w:rtl/>
        </w:rPr>
        <w:t xml:space="preserve"> المبطعة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انتشارات الشريف الرضي</w:t>
      </w:r>
      <w:r w:rsidR="008A60E8">
        <w:rPr>
          <w:rtl/>
        </w:rPr>
        <w:t>،</w:t>
      </w:r>
      <w:r>
        <w:rPr>
          <w:rtl/>
        </w:rPr>
        <w:t xml:space="preserve"> ط1 / 1414هـ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89</w:t>
      </w:r>
      <w:r w:rsidR="00EE7E9B">
        <w:rPr>
          <w:rtl/>
        </w:rPr>
        <w:t xml:space="preserve"> - </w:t>
      </w:r>
      <w:r>
        <w:rPr>
          <w:rtl/>
        </w:rPr>
        <w:t>مكارم الأخلاق</w:t>
      </w:r>
      <w:r w:rsidR="008A60E8">
        <w:rPr>
          <w:rtl/>
        </w:rPr>
        <w:t>،</w:t>
      </w:r>
      <w:r>
        <w:rPr>
          <w:rtl/>
        </w:rPr>
        <w:t xml:space="preserve"> الطبرسي الحسن بن الفضل بن حسن من أعلام القرن السادس الهجري (ت548هـ)</w:t>
      </w:r>
      <w:r w:rsidR="008A60E8">
        <w:rPr>
          <w:rtl/>
        </w:rPr>
        <w:t>،</w:t>
      </w:r>
      <w:r>
        <w:rPr>
          <w:rtl/>
        </w:rPr>
        <w:t xml:space="preserve"> منشورات الشريف الرضي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ط6</w:t>
      </w:r>
      <w:r w:rsidR="008A60E8">
        <w:rPr>
          <w:rtl/>
        </w:rPr>
        <w:t>،</w:t>
      </w:r>
      <w:r>
        <w:rPr>
          <w:rtl/>
        </w:rPr>
        <w:t xml:space="preserve"> 1392هـ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90</w:t>
      </w:r>
      <w:r w:rsidR="00EE7E9B">
        <w:rPr>
          <w:rtl/>
        </w:rPr>
        <w:t xml:space="preserve"> - </w:t>
      </w:r>
      <w:r>
        <w:rPr>
          <w:rtl/>
        </w:rPr>
        <w:t>مُسكن الفؤاد</w:t>
      </w:r>
      <w:r w:rsidR="008A60E8">
        <w:rPr>
          <w:rtl/>
        </w:rPr>
        <w:t>،</w:t>
      </w:r>
      <w:r>
        <w:rPr>
          <w:rtl/>
        </w:rPr>
        <w:t xml:space="preserve"> الشهيد الثاني زين الدين الجبعي العاملي (ت966هـ)</w:t>
      </w:r>
      <w:r w:rsidR="008A60E8">
        <w:rPr>
          <w:rtl/>
        </w:rPr>
        <w:t>،</w:t>
      </w:r>
      <w:r>
        <w:rPr>
          <w:rtl/>
        </w:rPr>
        <w:t xml:space="preserve"> نشر مؤسسة آل البيت </w:t>
      </w:r>
      <w:r w:rsidR="00EE7E9B" w:rsidRPr="00EE7E9B">
        <w:rPr>
          <w:rStyle w:val="libAlaemChar"/>
          <w:rtl/>
        </w:rPr>
        <w:t>عليهم‌السلام</w:t>
      </w:r>
      <w:r>
        <w:rPr>
          <w:rtl/>
        </w:rPr>
        <w:t xml:space="preserve"> لإحياء التراث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1407هـ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91</w:t>
      </w:r>
      <w:r w:rsidR="00EE7E9B">
        <w:rPr>
          <w:rtl/>
        </w:rPr>
        <w:t xml:space="preserve"> - </w:t>
      </w:r>
      <w:r>
        <w:rPr>
          <w:rtl/>
        </w:rPr>
        <w:t>مناقب ابن شهر آشوب</w:t>
      </w:r>
      <w:r w:rsidR="008A60E8">
        <w:rPr>
          <w:rtl/>
        </w:rPr>
        <w:t>،</w:t>
      </w:r>
      <w:r>
        <w:rPr>
          <w:rtl/>
        </w:rPr>
        <w:t xml:space="preserve"> ابن شهر آشوب (ت588هـ)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لجنة من أساتذة النجف الأشرف</w:t>
      </w:r>
      <w:r w:rsidR="00EE7E9B">
        <w:rPr>
          <w:rtl/>
        </w:rPr>
        <w:t xml:space="preserve"> - </w:t>
      </w:r>
      <w:r>
        <w:rPr>
          <w:rtl/>
        </w:rPr>
        <w:t>المطبعة الحيدرية</w:t>
      </w:r>
      <w:r w:rsidR="00EE7E9B">
        <w:rPr>
          <w:rtl/>
        </w:rPr>
        <w:t xml:space="preserve"> - </w:t>
      </w:r>
      <w:r>
        <w:rPr>
          <w:rtl/>
        </w:rPr>
        <w:t>النجف الأشرف</w:t>
      </w:r>
      <w:r w:rsidR="008A60E8">
        <w:rPr>
          <w:rtl/>
        </w:rPr>
        <w:t>،</w:t>
      </w:r>
      <w:r>
        <w:rPr>
          <w:rtl/>
        </w:rPr>
        <w:t xml:space="preserve"> طبعة عام 1376هـ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92</w:t>
      </w:r>
      <w:r w:rsidR="00EE7E9B">
        <w:rPr>
          <w:rtl/>
        </w:rPr>
        <w:t xml:space="preserve"> - </w:t>
      </w:r>
      <w:r>
        <w:rPr>
          <w:rtl/>
        </w:rPr>
        <w:t>منتهى الآمال</w:t>
      </w:r>
      <w:r w:rsidR="008A60E8">
        <w:rPr>
          <w:rtl/>
        </w:rPr>
        <w:t>،</w:t>
      </w:r>
      <w:r>
        <w:rPr>
          <w:rtl/>
        </w:rPr>
        <w:t xml:space="preserve"> الشيخ عباس القمّي (ت1359هـ)</w:t>
      </w:r>
      <w:r w:rsidR="008A60E8">
        <w:rPr>
          <w:rtl/>
        </w:rPr>
        <w:t>،</w:t>
      </w:r>
      <w:r>
        <w:rPr>
          <w:rtl/>
        </w:rPr>
        <w:t xml:space="preserve"> المترجم</w:t>
      </w:r>
      <w:r w:rsidR="008A60E8">
        <w:rPr>
          <w:rtl/>
        </w:rPr>
        <w:t>:</w:t>
      </w:r>
      <w:r>
        <w:rPr>
          <w:rtl/>
        </w:rPr>
        <w:t xml:space="preserve"> السيد هاشم الميلاني</w:t>
      </w:r>
      <w:r w:rsidR="008A60E8">
        <w:rPr>
          <w:rtl/>
        </w:rPr>
        <w:t>،</w:t>
      </w:r>
      <w:r>
        <w:rPr>
          <w:rtl/>
        </w:rPr>
        <w:t xml:space="preserve"> طبع ونشر مؤسسة النشر الإسلامي التابعة لجماعة المدرسين</w:t>
      </w:r>
      <w:r w:rsidR="00EE7E9B">
        <w:rPr>
          <w:rtl/>
        </w:rPr>
        <w:t xml:space="preserve"> - </w:t>
      </w:r>
      <w:r>
        <w:rPr>
          <w:rtl/>
        </w:rPr>
        <w:t>قم المقدسة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93</w:t>
      </w:r>
      <w:r w:rsidR="00EE7E9B">
        <w:rPr>
          <w:rtl/>
        </w:rPr>
        <w:t xml:space="preserve"> - </w:t>
      </w:r>
      <w:r>
        <w:rPr>
          <w:rtl/>
        </w:rPr>
        <w:t>منتهى المطلب</w:t>
      </w:r>
      <w:r w:rsidR="008A60E8">
        <w:rPr>
          <w:rtl/>
        </w:rPr>
        <w:t>،</w:t>
      </w:r>
      <w:r>
        <w:rPr>
          <w:rtl/>
        </w:rPr>
        <w:t xml:space="preserve"> العلاّمة الحلّي الحسن بن يوسف بن المطهر (ت726هـ)</w:t>
      </w:r>
      <w:r w:rsidR="008A60E8">
        <w:rPr>
          <w:rtl/>
        </w:rPr>
        <w:t>،</w:t>
      </w:r>
      <w:r>
        <w:rPr>
          <w:rtl/>
        </w:rPr>
        <w:t xml:space="preserve"> الناشر</w:t>
      </w:r>
      <w:r w:rsidR="008A60E8">
        <w:rPr>
          <w:rtl/>
        </w:rPr>
        <w:t>:</w:t>
      </w:r>
      <w:r>
        <w:rPr>
          <w:rtl/>
        </w:rPr>
        <w:t xml:space="preserve"> الحاج أحمد</w:t>
      </w:r>
      <w:r w:rsidR="00EE7E9B">
        <w:rPr>
          <w:rtl/>
        </w:rPr>
        <w:t xml:space="preserve"> - </w:t>
      </w:r>
      <w:r>
        <w:rPr>
          <w:rtl/>
        </w:rPr>
        <w:t>تبريز</w:t>
      </w:r>
      <w:r w:rsidR="008A60E8">
        <w:rPr>
          <w:rtl/>
        </w:rPr>
        <w:t>،</w:t>
      </w:r>
      <w:r>
        <w:rPr>
          <w:rtl/>
        </w:rPr>
        <w:t xml:space="preserve"> الطبعة الحجرية سنة 1333هـ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94</w:t>
      </w:r>
      <w:r w:rsidR="00EE7E9B">
        <w:rPr>
          <w:rtl/>
        </w:rPr>
        <w:t xml:space="preserve"> - </w:t>
      </w:r>
      <w:r>
        <w:rPr>
          <w:rtl/>
        </w:rPr>
        <w:t>مواقف الشيعة</w:t>
      </w:r>
      <w:r w:rsidR="008A60E8">
        <w:rPr>
          <w:rtl/>
        </w:rPr>
        <w:t>،</w:t>
      </w:r>
      <w:r>
        <w:rPr>
          <w:rtl/>
        </w:rPr>
        <w:t xml:space="preserve"> الشيخ علي الأحمدي الميانجي</w:t>
      </w:r>
      <w:r w:rsidR="008A60E8">
        <w:rPr>
          <w:rtl/>
        </w:rPr>
        <w:t>،</w:t>
      </w:r>
      <w:r>
        <w:rPr>
          <w:rtl/>
        </w:rPr>
        <w:t xml:space="preserve"> مؤسسة النشر الإسلامي</w:t>
      </w:r>
      <w:r w:rsidR="00EE7E9B">
        <w:rPr>
          <w:rtl/>
        </w:rPr>
        <w:t xml:space="preserve"> - </w:t>
      </w:r>
      <w:r>
        <w:rPr>
          <w:rtl/>
        </w:rPr>
        <w:t>قم المقدسة</w:t>
      </w:r>
      <w:r w:rsidR="008A60E8">
        <w:rPr>
          <w:rtl/>
        </w:rPr>
        <w:t>،</w:t>
      </w:r>
      <w:r>
        <w:rPr>
          <w:rtl/>
        </w:rPr>
        <w:t xml:space="preserve"> ط1 / رجب 1416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95</w:t>
      </w:r>
      <w:r w:rsidR="00EE7E9B">
        <w:rPr>
          <w:rtl/>
        </w:rPr>
        <w:t xml:space="preserve"> - </w:t>
      </w:r>
      <w:r>
        <w:rPr>
          <w:rtl/>
        </w:rPr>
        <w:t>ميزان الحكمة</w:t>
      </w:r>
      <w:r w:rsidR="008A60E8">
        <w:rPr>
          <w:rtl/>
        </w:rPr>
        <w:t>،</w:t>
      </w:r>
      <w:r>
        <w:rPr>
          <w:rtl/>
        </w:rPr>
        <w:t xml:space="preserve"> الشيخ محمّد الري شهري</w:t>
      </w:r>
      <w:r w:rsidR="008A60E8">
        <w:rPr>
          <w:rtl/>
        </w:rPr>
        <w:t>،</w:t>
      </w:r>
      <w:r>
        <w:rPr>
          <w:rtl/>
        </w:rPr>
        <w:t xml:space="preserve"> نشر دار الحديث</w:t>
      </w:r>
      <w:r w:rsidR="008A60E8">
        <w:rPr>
          <w:rtl/>
        </w:rPr>
        <w:t>،</w:t>
      </w:r>
      <w:r>
        <w:rPr>
          <w:rtl/>
        </w:rPr>
        <w:t xml:space="preserve"> الطبعة الأولى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96</w:t>
      </w:r>
      <w:r w:rsidR="00EE7E9B">
        <w:rPr>
          <w:rtl/>
        </w:rPr>
        <w:t xml:space="preserve"> - </w:t>
      </w:r>
      <w:r>
        <w:rPr>
          <w:rtl/>
        </w:rPr>
        <w:t>الميزان في تفسير القرآن</w:t>
      </w:r>
      <w:r w:rsidR="008A60E8">
        <w:rPr>
          <w:rtl/>
        </w:rPr>
        <w:t>،</w:t>
      </w:r>
      <w:r>
        <w:rPr>
          <w:rtl/>
        </w:rPr>
        <w:t xml:space="preserve"> العلاّمة محمّد حسين الطباطبائي (ت1402هـ)</w:t>
      </w:r>
      <w:r w:rsidR="008A60E8">
        <w:rPr>
          <w:rtl/>
        </w:rPr>
        <w:t>،</w:t>
      </w:r>
      <w:r>
        <w:rPr>
          <w:rtl/>
        </w:rPr>
        <w:t xml:space="preserve"> مؤسسة النشر التابعة لجماعة المدرسين بقم المقدسة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97</w:t>
      </w:r>
      <w:r w:rsidR="00EE7E9B">
        <w:rPr>
          <w:rtl/>
        </w:rPr>
        <w:t xml:space="preserve"> - </w:t>
      </w:r>
      <w:r>
        <w:rPr>
          <w:rtl/>
        </w:rPr>
        <w:t xml:space="preserve">نظرة إلى حياة السيدة معصومة </w:t>
      </w:r>
      <w:r w:rsidR="00EE7E9B" w:rsidRPr="00EE7E9B">
        <w:rPr>
          <w:rStyle w:val="libAlaemChar"/>
          <w:rtl/>
        </w:rPr>
        <w:t>عليها‌السلام</w:t>
      </w:r>
      <w:r w:rsidR="008A60E8">
        <w:rPr>
          <w:rtl/>
        </w:rPr>
        <w:t>،</w:t>
      </w:r>
      <w:r>
        <w:rPr>
          <w:rtl/>
        </w:rPr>
        <w:t xml:space="preserve"> انتشارات السيدة المعصومة </w:t>
      </w:r>
      <w:r w:rsidR="00EE7E9B" w:rsidRPr="00EE7E9B">
        <w:rPr>
          <w:rStyle w:val="libAlaemChar"/>
          <w:rtl/>
        </w:rPr>
        <w:t>عليها‌السلام</w:t>
      </w:r>
      <w:r w:rsidR="00EE7E9B">
        <w:rPr>
          <w:rtl/>
        </w:rPr>
        <w:t xml:space="preserve"> - </w:t>
      </w:r>
      <w:r>
        <w:rPr>
          <w:rtl/>
        </w:rPr>
        <w:t>قم المقدسة (بدون تاريخ)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98</w:t>
      </w:r>
      <w:r w:rsidR="00EE7E9B">
        <w:rPr>
          <w:rtl/>
        </w:rPr>
        <w:t xml:space="preserve"> - </w:t>
      </w:r>
      <w:r>
        <w:rPr>
          <w:rtl/>
        </w:rPr>
        <w:t>نهج البلاغة</w:t>
      </w:r>
      <w:r w:rsidR="008A60E8">
        <w:rPr>
          <w:rtl/>
        </w:rPr>
        <w:t>،</w:t>
      </w:r>
      <w:r>
        <w:rPr>
          <w:rtl/>
        </w:rPr>
        <w:t xml:space="preserve"> خطب الإمام أمير المؤمنين علي </w:t>
      </w:r>
      <w:r w:rsidR="00EE7E9B" w:rsidRPr="00EE7E9B">
        <w:rPr>
          <w:rStyle w:val="libAlaemChar"/>
          <w:rtl/>
        </w:rPr>
        <w:t>عليه‌السلام</w:t>
      </w:r>
      <w:r>
        <w:rPr>
          <w:rtl/>
        </w:rPr>
        <w:t xml:space="preserve"> (ت40هـ)</w:t>
      </w:r>
      <w:r w:rsidR="008A60E8">
        <w:rPr>
          <w:rtl/>
        </w:rPr>
        <w:t>،</w:t>
      </w:r>
      <w:r>
        <w:rPr>
          <w:rtl/>
        </w:rPr>
        <w:t xml:space="preserve"> تحقيق</w:t>
      </w:r>
      <w:r w:rsidR="008A60E8">
        <w:rPr>
          <w:rtl/>
        </w:rPr>
        <w:t>:</w:t>
      </w:r>
      <w:r>
        <w:rPr>
          <w:rtl/>
        </w:rPr>
        <w:t xml:space="preserve"> الشيخ محمّد عبده</w:t>
      </w:r>
      <w:r w:rsidR="008A60E8">
        <w:rPr>
          <w:rtl/>
        </w:rPr>
        <w:t>،</w:t>
      </w:r>
      <w:r>
        <w:rPr>
          <w:rtl/>
        </w:rPr>
        <w:t xml:space="preserve"> دار المعرفة</w:t>
      </w:r>
      <w:r w:rsidR="008A60E8">
        <w:rPr>
          <w:rtl/>
        </w:rPr>
        <w:t>.</w:t>
      </w:r>
      <w:r>
        <w:rPr>
          <w:rtl/>
        </w:rPr>
        <w:t xml:space="preserve"> </w:t>
      </w:r>
    </w:p>
    <w:p w:rsidR="009A0DCC" w:rsidRDefault="009A0DCC" w:rsidP="00EE7E9B">
      <w:pPr>
        <w:pStyle w:val="libVar0"/>
      </w:pPr>
      <w:r>
        <w:rPr>
          <w:rtl/>
        </w:rPr>
        <w:t>99</w:t>
      </w:r>
      <w:r w:rsidR="00EE7E9B">
        <w:rPr>
          <w:rtl/>
        </w:rPr>
        <w:t xml:space="preserve"> - </w:t>
      </w:r>
      <w:r>
        <w:rPr>
          <w:rtl/>
        </w:rPr>
        <w:t>وسائل الشيعة</w:t>
      </w:r>
      <w:r w:rsidR="008A60E8">
        <w:rPr>
          <w:rtl/>
        </w:rPr>
        <w:t>،</w:t>
      </w:r>
      <w:r>
        <w:rPr>
          <w:rtl/>
        </w:rPr>
        <w:t xml:space="preserve"> الحرّ العاملي (ت1104هـ)</w:t>
      </w:r>
      <w:r w:rsidR="008A60E8">
        <w:rPr>
          <w:rtl/>
        </w:rPr>
        <w:t>،</w:t>
      </w:r>
      <w:r>
        <w:rPr>
          <w:rtl/>
        </w:rPr>
        <w:t xml:space="preserve"> مؤسسة آل البيت </w:t>
      </w:r>
      <w:r w:rsidR="00EE7E9B" w:rsidRPr="00EE7E9B">
        <w:rPr>
          <w:rStyle w:val="libAlaemChar"/>
          <w:rtl/>
        </w:rPr>
        <w:t>عليهم‌السلام</w:t>
      </w:r>
      <w:r w:rsidR="008A60E8">
        <w:rPr>
          <w:rtl/>
        </w:rPr>
        <w:t>،</w:t>
      </w:r>
      <w:r>
        <w:rPr>
          <w:rtl/>
        </w:rPr>
        <w:t xml:space="preserve"> مطبعة مهر</w:t>
      </w:r>
      <w:r w:rsidR="00EE7E9B">
        <w:rPr>
          <w:rtl/>
        </w:rPr>
        <w:t xml:space="preserve"> - </w:t>
      </w:r>
      <w:r>
        <w:rPr>
          <w:rtl/>
        </w:rPr>
        <w:t>قم</w:t>
      </w:r>
      <w:r w:rsidR="008A60E8">
        <w:rPr>
          <w:rtl/>
        </w:rPr>
        <w:t>،</w:t>
      </w:r>
      <w:r>
        <w:rPr>
          <w:rtl/>
        </w:rPr>
        <w:t xml:space="preserve"> ط2 / جمادى 2</w:t>
      </w:r>
      <w:r w:rsidR="00EE7E9B">
        <w:rPr>
          <w:rtl/>
        </w:rPr>
        <w:t xml:space="preserve"> - </w:t>
      </w:r>
      <w:r>
        <w:rPr>
          <w:rtl/>
        </w:rPr>
        <w:t>1414هـ</w:t>
      </w:r>
      <w:r w:rsidR="008A60E8">
        <w:rPr>
          <w:rtl/>
        </w:rPr>
        <w:t>.</w:t>
      </w:r>
    </w:p>
    <w:p w:rsidR="009A0DCC" w:rsidRDefault="009A0DCC" w:rsidP="00EE7E9B">
      <w:pPr>
        <w:pStyle w:val="libVar0"/>
      </w:pPr>
      <w:r>
        <w:rPr>
          <w:rtl/>
        </w:rPr>
        <w:t>100</w:t>
      </w:r>
      <w:r w:rsidR="00EE7E9B">
        <w:rPr>
          <w:rtl/>
        </w:rPr>
        <w:t xml:space="preserve"> - </w:t>
      </w:r>
      <w:r>
        <w:rPr>
          <w:rtl/>
        </w:rPr>
        <w:t>وفيات الأئمّة</w:t>
      </w:r>
      <w:r w:rsidR="008A60E8">
        <w:rPr>
          <w:rtl/>
        </w:rPr>
        <w:t>،</w:t>
      </w:r>
      <w:r>
        <w:rPr>
          <w:rtl/>
        </w:rPr>
        <w:t xml:space="preserve"> مراجع من العلماء الأعلام</w:t>
      </w:r>
      <w:r w:rsidR="008A60E8">
        <w:rPr>
          <w:rtl/>
        </w:rPr>
        <w:t>،</w:t>
      </w:r>
      <w:r>
        <w:rPr>
          <w:rtl/>
        </w:rPr>
        <w:t xml:space="preserve"> دار البلاغة</w:t>
      </w:r>
      <w:r w:rsidR="00EE7E9B">
        <w:rPr>
          <w:rtl/>
        </w:rPr>
        <w:t xml:space="preserve"> - </w:t>
      </w:r>
      <w:r>
        <w:rPr>
          <w:rtl/>
        </w:rPr>
        <w:t>بيروت</w:t>
      </w:r>
      <w:r w:rsidR="008A60E8">
        <w:rPr>
          <w:rtl/>
        </w:rPr>
        <w:t>،</w:t>
      </w:r>
      <w:r>
        <w:rPr>
          <w:rtl/>
        </w:rPr>
        <w:t xml:space="preserve"> ط1 / 1412هـ</w:t>
      </w:r>
      <w:r w:rsidR="008A60E8">
        <w:rPr>
          <w:rtl/>
        </w:rPr>
        <w:t>.</w:t>
      </w:r>
    </w:p>
    <w:p w:rsidR="005317B0" w:rsidRDefault="009A0DCC" w:rsidP="008A60E8">
      <w:pPr>
        <w:pStyle w:val="libCenterBold2"/>
      </w:pPr>
      <w:r>
        <w:rPr>
          <w:rtl/>
        </w:rPr>
        <w:t>والحمد لله ربِّ العالمين والصلاة والسّلام على محمّد وآله الطاهرين</w:t>
      </w:r>
    </w:p>
    <w:p w:rsidR="005317B0" w:rsidRPr="005317B0" w:rsidRDefault="005317B0" w:rsidP="005317B0">
      <w:pPr>
        <w:pStyle w:val="libNormal"/>
      </w:pPr>
      <w:r>
        <w:br w:type="page"/>
      </w:r>
    </w:p>
    <w:sdt>
      <w:sdtPr>
        <w:rPr>
          <w:rtl/>
        </w:rPr>
        <w:id w:val="1140012313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:rsidR="005317B0" w:rsidRDefault="005317B0" w:rsidP="005317B0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6482580" w:history="1">
            <w:r w:rsidRPr="00B6713F">
              <w:rPr>
                <w:rStyle w:val="Hyperlink"/>
                <w:rFonts w:hint="eastAsia"/>
                <w:noProof/>
                <w:rtl/>
              </w:rPr>
              <w:t>الإهداء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1" w:history="1">
            <w:r w:rsidRPr="00B6713F">
              <w:rPr>
                <w:rStyle w:val="Hyperlink"/>
                <w:rFonts w:hint="eastAsia"/>
                <w:noProof/>
                <w:rtl/>
              </w:rPr>
              <w:t>كلمة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الناشر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2" w:history="1">
            <w:r w:rsidRPr="00B6713F">
              <w:rPr>
                <w:rStyle w:val="Hyperlink"/>
                <w:rFonts w:hint="eastAsia"/>
                <w:noProof/>
                <w:rtl/>
              </w:rPr>
              <w:t>المقدّمة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3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الأوّل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584" w:history="1">
            <w:r w:rsidRPr="00B6713F">
              <w:rPr>
                <w:rStyle w:val="Hyperlink"/>
                <w:rFonts w:hint="eastAsia"/>
                <w:noProof/>
                <w:rtl/>
              </w:rPr>
              <w:t>وجوب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تنصيب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5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الأوّل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586" w:history="1">
            <w:r w:rsidRPr="00B6713F">
              <w:rPr>
                <w:rStyle w:val="Hyperlink"/>
                <w:rFonts w:hint="eastAsia"/>
                <w:noProof/>
                <w:rtl/>
              </w:rPr>
              <w:t>وجوب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تنصيب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7" w:history="1">
            <w:r w:rsidRPr="00B6713F">
              <w:rPr>
                <w:rStyle w:val="Hyperlink"/>
                <w:rFonts w:hint="eastAsia"/>
                <w:noProof/>
                <w:rtl/>
              </w:rPr>
              <w:t>الإمامة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عند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الشيعة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8" w:history="1">
            <w:r w:rsidRPr="00B6713F">
              <w:rPr>
                <w:rStyle w:val="Hyperlink"/>
                <w:rFonts w:hint="eastAsia"/>
                <w:noProof/>
                <w:rtl/>
              </w:rPr>
              <w:t>الأدلّة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على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هذا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الأصل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89" w:history="1">
            <w:r w:rsidRPr="00B6713F">
              <w:rPr>
                <w:rStyle w:val="Hyperlink"/>
                <w:rFonts w:hint="eastAsia"/>
                <w:noProof/>
                <w:rtl/>
              </w:rPr>
              <w:t>الدليل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الأوّل</w:t>
            </w:r>
            <w:r w:rsidRPr="00B6713F">
              <w:rPr>
                <w:rStyle w:val="Hyperlink"/>
                <w:noProof/>
                <w:rtl/>
              </w:rPr>
              <w:t xml:space="preserve">: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الآيات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والروايات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90" w:history="1">
            <w:r w:rsidRPr="00B6713F">
              <w:rPr>
                <w:rStyle w:val="Hyperlink"/>
                <w:rFonts w:hint="eastAsia"/>
                <w:noProof/>
                <w:rtl/>
              </w:rPr>
              <w:t>الدليل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B6713F">
              <w:rPr>
                <w:rStyle w:val="Hyperlink"/>
                <w:noProof/>
                <w:rtl/>
              </w:rPr>
              <w:t xml:space="preserve">: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الأمّة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الإسلاميّة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ومثلّث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الخطر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الداهم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91" w:history="1">
            <w:r w:rsidRPr="00B6713F">
              <w:rPr>
                <w:rStyle w:val="Hyperlink"/>
                <w:rFonts w:hint="eastAsia"/>
                <w:noProof/>
                <w:rtl/>
              </w:rPr>
              <w:t>الدليل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B6713F">
              <w:rPr>
                <w:rStyle w:val="Hyperlink"/>
                <w:noProof/>
                <w:rtl/>
              </w:rPr>
              <w:t xml:space="preserve">: </w:t>
            </w:r>
            <w:r w:rsidRPr="00B6713F">
              <w:rPr>
                <w:rStyle w:val="Hyperlink"/>
                <w:rFonts w:hint="eastAsia"/>
                <w:noProof/>
                <w:rtl/>
              </w:rPr>
              <w:t>نصب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لُطفٌ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إلهي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92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الثاني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593" w:history="1">
            <w:r w:rsidRPr="00B6713F">
              <w:rPr>
                <w:rStyle w:val="Hyperlink"/>
                <w:rFonts w:hint="eastAsia"/>
                <w:noProof/>
                <w:rtl/>
              </w:rPr>
              <w:t>معجزات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cs="Rafed Alaem" w:hint="eastAsia"/>
                <w:noProof/>
                <w:rtl/>
              </w:rPr>
              <w:t>عليه‌السلام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94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الثالث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595" w:history="1">
            <w:r w:rsidRPr="00B6713F">
              <w:rPr>
                <w:rStyle w:val="Hyperlink"/>
                <w:rFonts w:hint="eastAsia"/>
                <w:noProof/>
                <w:rtl/>
              </w:rPr>
              <w:t>الحسد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96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الرابع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597" w:history="1">
            <w:r w:rsidRPr="00B6713F">
              <w:rPr>
                <w:rStyle w:val="Hyperlink"/>
                <w:rFonts w:hint="eastAsia"/>
                <w:noProof/>
                <w:rtl/>
              </w:rPr>
              <w:t>الرضا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بقضاء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598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الخامس</w:t>
            </w:r>
            <w:r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36482599" w:history="1">
            <w:r w:rsidRPr="00B6713F">
              <w:rPr>
                <w:rStyle w:val="Hyperlink"/>
                <w:rFonts w:hint="eastAsia"/>
                <w:noProof/>
                <w:rtl/>
              </w:rPr>
              <w:t>العبادة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Toc436482599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0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السادس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01" w:history="1">
            <w:r w:rsidRPr="00B6713F">
              <w:rPr>
                <w:rStyle w:val="Hyperlink"/>
                <w:rFonts w:hint="eastAsia"/>
                <w:noProof/>
                <w:rtl/>
              </w:rPr>
              <w:t>التوبة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2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السابع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03" w:history="1">
            <w:r w:rsidRPr="00B6713F">
              <w:rPr>
                <w:rStyle w:val="Hyperlink"/>
                <w:rFonts w:hint="eastAsia"/>
                <w:noProof/>
                <w:rtl/>
              </w:rPr>
              <w:t>القناعة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4" w:history="1">
            <w:r w:rsidRPr="00B6713F">
              <w:rPr>
                <w:rStyle w:val="Hyperlink"/>
                <w:rFonts w:hint="eastAsia"/>
                <w:noProof/>
                <w:rtl/>
              </w:rPr>
              <w:t>فضل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القناعة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5" w:history="1">
            <w:r w:rsidRPr="00B6713F">
              <w:rPr>
                <w:rStyle w:val="Hyperlink"/>
                <w:rFonts w:hint="eastAsia"/>
                <w:noProof/>
                <w:rtl/>
              </w:rPr>
              <w:t>من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نتائج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القناعة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6" w:history="1">
            <w:r w:rsidRPr="00B6713F">
              <w:rPr>
                <w:rStyle w:val="Hyperlink"/>
                <w:rFonts w:hint="eastAsia"/>
                <w:noProof/>
                <w:rtl/>
              </w:rPr>
              <w:t>من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قصص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القناعة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7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الثامن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08" w:history="1">
            <w:r w:rsidRPr="00B6713F">
              <w:rPr>
                <w:rStyle w:val="Hyperlink"/>
                <w:rFonts w:hint="eastAsia"/>
                <w:noProof/>
                <w:rtl/>
              </w:rPr>
              <w:t>صلة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09" w:history="1">
            <w:r w:rsidRPr="00B6713F">
              <w:rPr>
                <w:rStyle w:val="Hyperlink"/>
                <w:rFonts w:hint="eastAsia"/>
                <w:noProof/>
                <w:rtl/>
              </w:rPr>
              <w:t>مَنْ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هم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الأرحام؟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0" w:history="1">
            <w:r w:rsidRPr="00B6713F">
              <w:rPr>
                <w:rStyle w:val="Hyperlink"/>
                <w:rFonts w:hint="eastAsia"/>
                <w:noProof/>
                <w:rtl/>
              </w:rPr>
              <w:t>آثار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قطيعة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1" w:history="1">
            <w:r w:rsidRPr="00B6713F">
              <w:rPr>
                <w:rStyle w:val="Hyperlink"/>
                <w:rFonts w:hint="eastAsia"/>
                <w:noProof/>
                <w:rtl/>
              </w:rPr>
              <w:t>آثار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صلة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2" w:history="1">
            <w:r w:rsidRPr="00B6713F">
              <w:rPr>
                <w:rStyle w:val="Hyperlink"/>
                <w:rFonts w:hint="eastAsia"/>
                <w:noProof/>
                <w:rtl/>
              </w:rPr>
              <w:t>أقلّ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ما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يتحقق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به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صلة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3" w:history="1">
            <w:r w:rsidRPr="00B6713F">
              <w:rPr>
                <w:rStyle w:val="Hyperlink"/>
                <w:rFonts w:hint="eastAsia"/>
                <w:noProof/>
                <w:rtl/>
              </w:rPr>
              <w:t>أفضل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صلة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Pr="005317B0" w:rsidRDefault="005317B0" w:rsidP="005317B0">
          <w:pPr>
            <w:pStyle w:val="libNormal"/>
            <w:rPr>
              <w:rStyle w:val="Hyperlink"/>
              <w:color w:val="000000"/>
              <w:szCs w:val="24"/>
              <w:u w:val="none"/>
              <w:rtl/>
            </w:rPr>
          </w:pPr>
          <w:r w:rsidRPr="005317B0">
            <w:rPr>
              <w:rStyle w:val="Hyperlink"/>
              <w:color w:val="000000"/>
              <w:szCs w:val="24"/>
              <w:u w:val="none"/>
              <w:rtl/>
            </w:rPr>
            <w:br w:type="page"/>
          </w:r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4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التاسع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15" w:history="1">
            <w:r w:rsidRPr="00B6713F">
              <w:rPr>
                <w:rStyle w:val="Hyperlink"/>
                <w:rFonts w:hint="eastAsia"/>
                <w:noProof/>
                <w:rtl/>
              </w:rPr>
              <w:t>الإيثار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6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العاشر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17" w:history="1">
            <w:r w:rsidRPr="00B6713F">
              <w:rPr>
                <w:rStyle w:val="Hyperlink"/>
                <w:rFonts w:hint="eastAsia"/>
                <w:noProof/>
                <w:rtl/>
              </w:rPr>
              <w:t>الرحمة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8" w:history="1">
            <w:r w:rsidRPr="00B6713F">
              <w:rPr>
                <w:rStyle w:val="Hyperlink"/>
                <w:rFonts w:hint="eastAsia"/>
                <w:noProof/>
                <w:rtl/>
              </w:rPr>
              <w:t>رحمة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الله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عزّ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وجلَّ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على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مخلوقاته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19" w:history="1">
            <w:r w:rsidRPr="00B6713F">
              <w:rPr>
                <w:rStyle w:val="Hyperlink"/>
                <w:rFonts w:hint="eastAsia"/>
                <w:noProof/>
                <w:rtl/>
              </w:rPr>
              <w:t>ما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هي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الاُمور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التي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تسبّب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الرحمة؟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0" w:history="1">
            <w:r w:rsidRPr="00B6713F">
              <w:rPr>
                <w:rStyle w:val="Hyperlink"/>
                <w:rFonts w:hint="eastAsia"/>
                <w:noProof/>
                <w:rtl/>
              </w:rPr>
              <w:t>ما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هي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الاُمور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التي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تمنع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الرحمة؟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1" w:history="1">
            <w:r w:rsidRPr="00B6713F">
              <w:rPr>
                <w:rStyle w:val="Hyperlink"/>
                <w:rFonts w:hint="eastAsia"/>
                <w:noProof/>
                <w:rtl/>
              </w:rPr>
              <w:t>رحمة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الأيتام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2" w:history="1">
            <w:r w:rsidRPr="00B6713F">
              <w:rPr>
                <w:rStyle w:val="Hyperlink"/>
                <w:rFonts w:hint="eastAsia"/>
                <w:noProof/>
                <w:rtl/>
              </w:rPr>
              <w:t>رحمة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الضعيف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3" w:history="1">
            <w:r w:rsidRPr="00B6713F">
              <w:rPr>
                <w:rStyle w:val="Hyperlink"/>
                <w:rFonts w:hint="eastAsia"/>
                <w:noProof/>
                <w:rtl/>
              </w:rPr>
              <w:t>الشفقة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على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الوالدين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4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الحادي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عشر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25" w:history="1">
            <w:r w:rsidRPr="00B6713F">
              <w:rPr>
                <w:rStyle w:val="Hyperlink"/>
                <w:rFonts w:hint="eastAsia"/>
                <w:noProof/>
                <w:rtl/>
              </w:rPr>
              <w:t>برّ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الوالدين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وعقوقهما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6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عشر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27" w:history="1">
            <w:r w:rsidRPr="00B6713F">
              <w:rPr>
                <w:rStyle w:val="Hyperlink"/>
                <w:rFonts w:hint="eastAsia"/>
                <w:noProof/>
                <w:rtl/>
              </w:rPr>
              <w:t>الصبر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8" w:history="1">
            <w:r w:rsidRPr="00B6713F">
              <w:rPr>
                <w:rStyle w:val="Hyperlink"/>
                <w:noProof/>
                <w:rtl/>
              </w:rPr>
              <w:t xml:space="preserve">1 -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الصبر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على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الطاعة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29" w:history="1">
            <w:r w:rsidRPr="00B6713F">
              <w:rPr>
                <w:rStyle w:val="Hyperlink"/>
                <w:noProof/>
                <w:rtl/>
              </w:rPr>
              <w:t xml:space="preserve">2 -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الصبر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على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عدم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معصية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الله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30" w:history="1">
            <w:r w:rsidRPr="00B6713F">
              <w:rPr>
                <w:rStyle w:val="Hyperlink"/>
                <w:noProof/>
                <w:rtl/>
              </w:rPr>
              <w:t xml:space="preserve">3 -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الصبر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على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البلاء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والمصائب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31" w:history="1">
            <w:r w:rsidRPr="00B6713F">
              <w:rPr>
                <w:rStyle w:val="Hyperlink"/>
                <w:rFonts w:hint="eastAsia"/>
                <w:noProof/>
                <w:rtl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الثالث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عشر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32" w:history="1">
            <w:r w:rsidRPr="00B6713F">
              <w:rPr>
                <w:rStyle w:val="Hyperlink"/>
                <w:rFonts w:hint="eastAsia"/>
                <w:noProof/>
                <w:rtl/>
              </w:rPr>
              <w:t>حسن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الظنّ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وسُوء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الظنّ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33" w:history="1">
            <w:r w:rsidRPr="00B6713F">
              <w:rPr>
                <w:rStyle w:val="Hyperlink"/>
                <w:rFonts w:hint="eastAsia"/>
                <w:noProof/>
                <w:rtl/>
                <w:lang w:bidi="ar-IQ"/>
              </w:rPr>
              <w:t>المجلس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  <w:lang w:bidi="ar-IQ"/>
              </w:rPr>
              <w:t>الرابع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  <w:lang w:bidi="ar-IQ"/>
              </w:rPr>
              <w:t>عشر</w:t>
            </w:r>
            <w:r>
              <w:rPr>
                <w:rFonts w:hint="cs"/>
                <w:noProof/>
                <w:webHidden/>
                <w:rtl/>
              </w:rPr>
              <w:t xml:space="preserve">: </w:t>
            </w:r>
          </w:hyperlink>
          <w:hyperlink w:anchor="_Toc436482634" w:history="1">
            <w:r w:rsidRPr="00B6713F">
              <w:rPr>
                <w:rStyle w:val="Hyperlink"/>
                <w:rFonts w:hint="eastAsia"/>
                <w:noProof/>
                <w:rtl/>
                <w:lang w:bidi="ar-IQ"/>
              </w:rPr>
              <w:t>التقوى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>
          <w:pPr>
            <w:pStyle w:val="TOC2"/>
            <w:tabs>
              <w:tab w:val="right" w:leader="dot" w:pos="8637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436482635" w:history="1">
            <w:r w:rsidRPr="00B6713F">
              <w:rPr>
                <w:rStyle w:val="Hyperlink"/>
                <w:rFonts w:hint="eastAsia"/>
                <w:noProof/>
                <w:rtl/>
              </w:rPr>
              <w:t>فهرست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المصادر</w:t>
            </w:r>
            <w:r w:rsidRPr="00B6713F">
              <w:rPr>
                <w:rStyle w:val="Hyperlink"/>
                <w:noProof/>
                <w:rtl/>
              </w:rPr>
              <w:t xml:space="preserve"> </w:t>
            </w:r>
            <w:r w:rsidRPr="00B6713F">
              <w:rPr>
                <w:rStyle w:val="Hyperlink"/>
                <w:rFonts w:hint="eastAsia"/>
                <w:noProof/>
                <w:rtl/>
              </w:rPr>
              <w:t>والمراجع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Toc436482635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5317B0" w:rsidRDefault="005317B0" w:rsidP="005317B0">
          <w:pPr>
            <w:pStyle w:val="libNormal"/>
          </w:pPr>
          <w:r>
            <w:fldChar w:fldCharType="end"/>
          </w:r>
        </w:p>
      </w:sdtContent>
    </w:sdt>
    <w:sectPr w:rsidR="005317B0" w:rsidSect="001D052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559" w:bottom="1701" w:left="1701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1DBE" w:rsidRDefault="00271DBE">
      <w:r>
        <w:separator/>
      </w:r>
    </w:p>
  </w:endnote>
  <w:endnote w:type="continuationSeparator" w:id="0">
    <w:p w:rsidR="00271DBE" w:rsidRDefault="00271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BE" w:rsidRPr="00460435" w:rsidRDefault="00271DBE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8C59FE">
      <w:rPr>
        <w:rFonts w:ascii="Traditional Arabic" w:hAnsi="Traditional Arabic"/>
        <w:noProof/>
        <w:sz w:val="28"/>
        <w:szCs w:val="28"/>
        <w:rtl/>
      </w:rPr>
      <w:t>122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BE" w:rsidRPr="00460435" w:rsidRDefault="00271DBE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8C59FE">
      <w:rPr>
        <w:rFonts w:ascii="Traditional Arabic" w:hAnsi="Traditional Arabic"/>
        <w:noProof/>
        <w:sz w:val="28"/>
        <w:szCs w:val="28"/>
        <w:rtl/>
      </w:rPr>
      <w:t>123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DBE" w:rsidRPr="00460435" w:rsidRDefault="00271DBE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8C59FE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1DBE" w:rsidRDefault="00271DBE">
      <w:r>
        <w:separator/>
      </w:r>
    </w:p>
  </w:footnote>
  <w:footnote w:type="continuationSeparator" w:id="0">
    <w:p w:rsidR="00271DBE" w:rsidRDefault="00271D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3B5E91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48CA"/>
    <w:rsid w:val="00147ED8"/>
    <w:rsid w:val="00151C03"/>
    <w:rsid w:val="001531AC"/>
    <w:rsid w:val="00153917"/>
    <w:rsid w:val="00157306"/>
    <w:rsid w:val="00160F76"/>
    <w:rsid w:val="00163A74"/>
    <w:rsid w:val="00163D83"/>
    <w:rsid w:val="00164767"/>
    <w:rsid w:val="00164810"/>
    <w:rsid w:val="001712E1"/>
    <w:rsid w:val="00172AAC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0520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1DBE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5E9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201D"/>
    <w:rsid w:val="00464B21"/>
    <w:rsid w:val="0046634E"/>
    <w:rsid w:val="00467E54"/>
    <w:rsid w:val="00470378"/>
    <w:rsid w:val="004722F9"/>
    <w:rsid w:val="00475A8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317B0"/>
    <w:rsid w:val="00540F36"/>
    <w:rsid w:val="00541189"/>
    <w:rsid w:val="0054157A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2C18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33EF"/>
    <w:rsid w:val="0074517B"/>
    <w:rsid w:val="00745E33"/>
    <w:rsid w:val="007565A3"/>
    <w:rsid w:val="007571E2"/>
    <w:rsid w:val="00757A95"/>
    <w:rsid w:val="00760354"/>
    <w:rsid w:val="00760E91"/>
    <w:rsid w:val="00765826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A60E8"/>
    <w:rsid w:val="008B5AE2"/>
    <w:rsid w:val="008B5B7E"/>
    <w:rsid w:val="008C05BB"/>
    <w:rsid w:val="008C0DB1"/>
    <w:rsid w:val="008C3327"/>
    <w:rsid w:val="008C510F"/>
    <w:rsid w:val="008C59FE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1D78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0DCC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1B2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3223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37C42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075F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37B4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145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D4E4F"/>
    <w:rsid w:val="00EE260F"/>
    <w:rsid w:val="00EE56E1"/>
    <w:rsid w:val="00EE604B"/>
    <w:rsid w:val="00EE6B33"/>
    <w:rsid w:val="00EE7E9B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43A62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0DCC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paragraph" w:styleId="Heading6">
    <w:name w:val="heading 6"/>
    <w:basedOn w:val="Normal"/>
    <w:next w:val="Normal"/>
    <w:link w:val="Heading6Char"/>
    <w:qFormat/>
    <w:rsid w:val="009A0DCC"/>
    <w:pPr>
      <w:spacing w:before="240" w:after="60"/>
      <w:outlineLvl w:val="5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character" w:customStyle="1" w:styleId="Heading6Char">
    <w:name w:val="Heading 6 Char"/>
    <w:basedOn w:val="DefaultParagraphFont"/>
    <w:link w:val="Heading6"/>
    <w:rsid w:val="009A0DCC"/>
    <w:rPr>
      <w:rFonts w:eastAsia="Calibri"/>
      <w:b/>
      <w:bCs/>
      <w:sz w:val="22"/>
      <w:szCs w:val="22"/>
      <w:lang w:bidi="ar-SA"/>
    </w:rPr>
  </w:style>
  <w:style w:type="paragraph" w:styleId="Header">
    <w:name w:val="header"/>
    <w:basedOn w:val="Normal"/>
    <w:link w:val="HeaderChar"/>
    <w:uiPriority w:val="99"/>
    <w:rsid w:val="007658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826"/>
    <w:rPr>
      <w:rFonts w:ascii="Calibri" w:eastAsia="Calibri" w:hAnsi="Calibri" w:cs="Arial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9056F-C5BB-456F-9C69-A3AFBAB10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333</TotalTime>
  <Pages>224</Pages>
  <Words>29283</Words>
  <Characters>166919</Characters>
  <Application>Microsoft Office Word</Application>
  <DocSecurity>0</DocSecurity>
  <Lines>1390</Lines>
  <Paragraphs>391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195811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Rahimi</dc:creator>
  <cp:lastModifiedBy>Rahimi</cp:lastModifiedBy>
  <cp:revision>9</cp:revision>
  <cp:lastPrinted>2014-01-25T18:18:00Z</cp:lastPrinted>
  <dcterms:created xsi:type="dcterms:W3CDTF">2015-11-24T09:38:00Z</dcterms:created>
  <dcterms:modified xsi:type="dcterms:W3CDTF">2015-11-28T10:32:00Z</dcterms:modified>
</cp:coreProperties>
</file>