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102" w:rsidRDefault="009E2102" w:rsidP="001D3484">
      <w:pPr>
        <w:pStyle w:val="libCenter"/>
      </w:pPr>
      <w:r>
        <w:rPr>
          <w:noProof/>
          <w:rtl/>
        </w:rPr>
        <w:drawing>
          <wp:inline distT="0" distB="0" distL="0" distR="0">
            <wp:extent cx="4675505" cy="7402830"/>
            <wp:effectExtent l="19050" t="0" r="0" b="0"/>
            <wp:docPr id="2" name="Picture 2" descr="I:\Booooks\Kar\alimam_alhussain_fi_hellat_alberfir\Untitled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Booooks\Kar\alimam_alhussain_fi_hellat_alberfir\Untitled-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740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484" w:rsidRDefault="001D3484" w:rsidP="001D3484">
      <w:pPr>
        <w:pStyle w:val="libNormal"/>
      </w:pPr>
      <w:r>
        <w:rPr>
          <w:rtl/>
        </w:rPr>
        <w:br w:type="page"/>
      </w:r>
    </w:p>
    <w:p w:rsidR="001D3484" w:rsidRDefault="001D3484" w:rsidP="001D3484">
      <w:pPr>
        <w:pStyle w:val="libNormal"/>
      </w:pPr>
      <w:r>
        <w:rPr>
          <w:rtl/>
        </w:rPr>
        <w:lastRenderedPageBreak/>
        <w:br w:type="page"/>
      </w:r>
    </w:p>
    <w:p w:rsidR="003A7CC2" w:rsidRDefault="001D3484" w:rsidP="001D3484">
      <w:pPr>
        <w:pStyle w:val="libCenter"/>
        <w:rPr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4675505" cy="7402830"/>
            <wp:effectExtent l="19050" t="0" r="0" b="0"/>
            <wp:docPr id="3" name="Picture 3" descr="I:\Booooks\Kar\alimam_alhussain_fi_hellat_alberfir\Untitled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Booooks\Kar\alimam_alhussain_fi_hellat_alberfir\Untitled-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740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484" w:rsidRDefault="003A7CC2" w:rsidP="001D3484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1D3484" w:rsidRDefault="001D3484" w:rsidP="001D3484">
      <w:pPr>
        <w:pStyle w:val="libCenter"/>
        <w:rPr>
          <w:rFonts w:hint="cs"/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4675505" cy="7402830"/>
            <wp:effectExtent l="19050" t="0" r="0" b="0"/>
            <wp:docPr id="4" name="Picture 4" descr="I:\Booooks\Kar\alimam_alhussain_fi_hellat_alberfir\Untitled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Booooks\Kar\alimam_alhussain_fi_hellat_alberfir\Untitled-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740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484" w:rsidRDefault="001D3484" w:rsidP="001D3484">
      <w:pPr>
        <w:pStyle w:val="libNormal"/>
        <w:rPr>
          <w:rFonts w:hint="cs"/>
          <w:rtl/>
          <w:lang w:bidi="fa-IR"/>
        </w:rPr>
      </w:pPr>
      <w:r>
        <w:rPr>
          <w:rtl/>
        </w:rPr>
        <w:br w:type="page"/>
      </w:r>
    </w:p>
    <w:p w:rsidR="003A7CC2" w:rsidRPr="003A7CC2" w:rsidRDefault="003A7CC2" w:rsidP="00316775">
      <w:pPr>
        <w:pStyle w:val="Heading1Center"/>
        <w:rPr>
          <w:rtl/>
        </w:rPr>
      </w:pPr>
      <w:bookmarkStart w:id="0" w:name="01"/>
      <w:bookmarkStart w:id="1" w:name="_Toc395088355"/>
      <w:r w:rsidRPr="006756FE">
        <w:rPr>
          <w:rtl/>
        </w:rPr>
        <w:lastRenderedPageBreak/>
        <w:t>الكلمة الأُولى</w:t>
      </w:r>
      <w:bookmarkEnd w:id="0"/>
      <w:bookmarkEnd w:id="1"/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إنَّها موجَّهة إلى مركز الدراسات والبحوث العلميَّة في بيروت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تحيَّة إجلال وتقدير لمركزكم ا</w:t>
      </w:r>
      <w:r w:rsidR="002C2DD7">
        <w:rPr>
          <w:rtl/>
        </w:rPr>
        <w:t>لمـُ</w:t>
      </w:r>
      <w:r w:rsidRPr="006756FE">
        <w:rPr>
          <w:rtl/>
        </w:rPr>
        <w:t>هتمِّ بالدراسات والبحوث العلميَّة في سبيل الإفادة والتنوير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إنَّها رسالتكم</w:t>
      </w:r>
      <w:r w:rsidR="00F13C51">
        <w:rPr>
          <w:rtl/>
        </w:rPr>
        <w:t xml:space="preserve"> - </w:t>
      </w:r>
      <w:r w:rsidRPr="006756FE">
        <w:rPr>
          <w:rtl/>
        </w:rPr>
        <w:t>على ما يبدو</w:t>
      </w:r>
      <w:r w:rsidR="00F13C51">
        <w:rPr>
          <w:rtl/>
        </w:rPr>
        <w:t xml:space="preserve"> - </w:t>
      </w:r>
      <w:r w:rsidRPr="006756FE">
        <w:rPr>
          <w:rtl/>
        </w:rPr>
        <w:t>ولست أرى أيَّة قيمة لرسالة</w:t>
      </w:r>
      <w:r w:rsidR="00F13C51">
        <w:rPr>
          <w:rtl/>
        </w:rPr>
        <w:t>،</w:t>
      </w:r>
      <w:r w:rsidRPr="006756FE">
        <w:rPr>
          <w:rtl/>
        </w:rPr>
        <w:t xml:space="preserve"> ما لم تكن في خدمة قضيَّة كبيرة يحتاجها مُجتمع الإنسان</w:t>
      </w:r>
      <w:r w:rsidR="00F13C51">
        <w:rPr>
          <w:rtl/>
        </w:rPr>
        <w:t>،</w:t>
      </w:r>
      <w:r w:rsidRPr="006756FE">
        <w:rPr>
          <w:rtl/>
        </w:rPr>
        <w:t xml:space="preserve"> ولست أرى أيَّ كاتب يطيب قلمه ما لم يُعالج قضيَّة صحيحة يتبنَّاها ويُرشف منها لون حبره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لقد تمنَّى مركزكم ا</w:t>
      </w:r>
      <w:r w:rsidR="002C2DD7">
        <w:rPr>
          <w:rtl/>
        </w:rPr>
        <w:t>لمـُ</w:t>
      </w:r>
      <w:r w:rsidRPr="006756FE">
        <w:rPr>
          <w:rtl/>
        </w:rPr>
        <w:t>حترم</w:t>
      </w:r>
      <w:r w:rsidR="00F13C51">
        <w:rPr>
          <w:rtl/>
        </w:rPr>
        <w:t>،</w:t>
      </w:r>
      <w:r w:rsidRPr="006756FE">
        <w:rPr>
          <w:rtl/>
        </w:rPr>
        <w:t xml:space="preserve"> وهو يوجِّه الدعوة العامَّة لتقديم دراسة جديدة عن الإمام الحسين</w:t>
      </w:r>
      <w:r w:rsidR="00F13C51">
        <w:rPr>
          <w:rtl/>
        </w:rPr>
        <w:t>،</w:t>
      </w:r>
      <w:r w:rsidRPr="006756FE">
        <w:rPr>
          <w:rtl/>
        </w:rPr>
        <w:t xml:space="preserve"> أنْ تكون شَبهة بالدراسات الناجحة التي قُدِّمت في وقتها عن الإمام عليٍّ</w:t>
      </w:r>
      <w:r w:rsidR="00F13C51">
        <w:rPr>
          <w:rtl/>
        </w:rPr>
        <w:t>،</w:t>
      </w:r>
      <w:r w:rsidRPr="006756FE">
        <w:rPr>
          <w:rtl/>
        </w:rPr>
        <w:t xml:space="preserve"> وفاطمة الزهراء</w:t>
      </w:r>
      <w:r w:rsidR="00F13C51">
        <w:rPr>
          <w:rtl/>
        </w:rPr>
        <w:t>،</w:t>
      </w:r>
      <w:r w:rsidRPr="006756FE">
        <w:rPr>
          <w:rtl/>
        </w:rPr>
        <w:t xml:space="preserve"> ومؤخَّراً عن الإمام الحسن</w:t>
      </w:r>
      <w:r w:rsidR="00C327EB">
        <w:rPr>
          <w:rtl/>
        </w:rPr>
        <w:t>.</w:t>
      </w:r>
      <w:r w:rsidRPr="006756FE">
        <w:rPr>
          <w:rtl/>
        </w:rPr>
        <w:t xml:space="preserve"> وأيُّ واحد منهم لم يكن ذا وجه كريم</w:t>
      </w:r>
      <w:r w:rsidR="00106DAF">
        <w:rPr>
          <w:rtl/>
        </w:rPr>
        <w:t>؟</w:t>
      </w:r>
      <w:r w:rsidRPr="006756FE">
        <w:rPr>
          <w:rtl/>
        </w:rPr>
        <w:t xml:space="preserve"> فقلت في نفسي</w:t>
      </w:r>
      <w:r w:rsidR="00F13C51">
        <w:rPr>
          <w:rtl/>
        </w:rPr>
        <w:t>:</w:t>
      </w:r>
      <w:r w:rsidRPr="006756FE">
        <w:rPr>
          <w:rtl/>
        </w:rPr>
        <w:t xml:space="preserve"> ومَن مِن الأربعة هو كريم لو لم يكن مُشتقَّاً مِن قضيَّة كريمة</w:t>
      </w:r>
      <w:r w:rsidR="00F13C51">
        <w:rPr>
          <w:rtl/>
        </w:rPr>
        <w:t>،</w:t>
      </w:r>
      <w:r w:rsidRPr="006756FE">
        <w:rPr>
          <w:rtl/>
        </w:rPr>
        <w:t xml:space="preserve"> صبغتهم جميعا بلونها الكريم</w:t>
      </w:r>
      <w:r w:rsidR="00106DAF">
        <w:rPr>
          <w:rtl/>
        </w:rPr>
        <w:t>؟</w:t>
      </w:r>
      <w:r w:rsidRPr="006756FE">
        <w:rPr>
          <w:rtl/>
        </w:rPr>
        <w:t xml:space="preserve"> وذلك كان شأن الكاتب الذي تناول قلمه وراح يرسم فيهم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مِن أين كان له أنْ يُقدِّم كلمة ناجحة</w:t>
      </w:r>
      <w:r w:rsidR="00F13C51">
        <w:rPr>
          <w:rtl/>
        </w:rPr>
        <w:t>،</w:t>
      </w:r>
      <w:r w:rsidRPr="006756FE">
        <w:rPr>
          <w:rtl/>
        </w:rPr>
        <w:t xml:space="preserve"> لو أنَّه لم يتبنَّ ذات القضيَّة التي غاصوا هم بها</w:t>
      </w:r>
      <w:r w:rsidR="00F13C51">
        <w:rPr>
          <w:rtl/>
        </w:rPr>
        <w:t>،</w:t>
      </w:r>
      <w:r w:rsidRPr="006756FE">
        <w:rPr>
          <w:rtl/>
        </w:rPr>
        <w:t xml:space="preserve"> فانعكست عليه صدقاً واقتناعاً</w:t>
      </w:r>
      <w:r w:rsidR="00106DAF">
        <w:rPr>
          <w:rtl/>
        </w:rPr>
        <w:t>!</w:t>
      </w:r>
      <w:r w:rsidRPr="006756FE">
        <w:rPr>
          <w:rtl/>
        </w:rPr>
        <w:t xml:space="preserve"> إنَّ القضايا الجليلة في الحياة</w:t>
      </w:r>
      <w:r w:rsidR="00F13C51">
        <w:rPr>
          <w:rtl/>
        </w:rPr>
        <w:t>،</w:t>
      </w:r>
      <w:r w:rsidRPr="006756FE">
        <w:rPr>
          <w:rtl/>
        </w:rPr>
        <w:t xml:space="preserve"> هي الشعاع الذي يستضيء به فكرنا</w:t>
      </w:r>
      <w:r w:rsidR="00F13C51">
        <w:rPr>
          <w:rtl/>
        </w:rPr>
        <w:t>،</w:t>
      </w:r>
      <w:r w:rsidRPr="006756FE">
        <w:rPr>
          <w:rtl/>
        </w:rPr>
        <w:t xml:space="preserve"> وشوقنا</w:t>
      </w:r>
      <w:r w:rsidR="00F13C51">
        <w:rPr>
          <w:rtl/>
        </w:rPr>
        <w:t>،</w:t>
      </w:r>
      <w:r w:rsidRPr="006756FE">
        <w:rPr>
          <w:rtl/>
        </w:rPr>
        <w:t xml:space="preserve"> ووجداننا</w:t>
      </w:r>
      <w:r w:rsidR="00F13C51">
        <w:rPr>
          <w:rtl/>
        </w:rPr>
        <w:t>،</w:t>
      </w:r>
      <w:r w:rsidRPr="006756FE">
        <w:rPr>
          <w:rtl/>
        </w:rPr>
        <w:t xml:space="preserve"> وبالتالي تصرفنا في وجودنا الإنساني الذي هو بالنتيجة قضيَّتنا الكُبرى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 القضيَّة العظيمة التي امتلأ بها وجود الإمام عليٍّ</w:t>
      </w:r>
      <w:r w:rsidR="00F13C51">
        <w:rPr>
          <w:rtl/>
        </w:rPr>
        <w:t>،</w:t>
      </w:r>
      <w:r w:rsidRPr="006756FE">
        <w:rPr>
          <w:rtl/>
        </w:rPr>
        <w:t xml:space="preserve"> هي ذاتها التي سارت بها الصديقة الزهراء إلى باحة المسجد</w:t>
      </w:r>
      <w:r w:rsidR="00F13C51">
        <w:rPr>
          <w:rtl/>
        </w:rPr>
        <w:t>،</w:t>
      </w:r>
      <w:r w:rsidRPr="006756FE">
        <w:rPr>
          <w:rtl/>
        </w:rPr>
        <w:t xml:space="preserve"> وهي ذاتها التي قصف بها حُسامه الإمام الحسن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حَقناً للدماء</w:t>
      </w:r>
      <w:r w:rsidR="00F13C51">
        <w:rPr>
          <w:rtl/>
        </w:rPr>
        <w:t>،</w:t>
      </w:r>
      <w:r w:rsidRPr="006756FE">
        <w:rPr>
          <w:rtl/>
        </w:rPr>
        <w:t xml:space="preserve"> وصوناً لوحدة المسلمين</w:t>
      </w:r>
      <w:r w:rsidR="00F13C51">
        <w:rPr>
          <w:rtl/>
        </w:rPr>
        <w:t>؛</w:t>
      </w:r>
      <w:r w:rsidRPr="006756FE">
        <w:rPr>
          <w:rtl/>
        </w:rPr>
        <w:t xml:space="preserve"> لتبقى هي ذاتها يمشي بها الحسين مِن مَكَّة إلى كربلاء بجُبَّة ما طاب له إلاَّ أنْ يصبغها بدماء الوريد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وأقول</w:t>
      </w:r>
      <w:r w:rsidR="00F13C51">
        <w:rPr>
          <w:rtl/>
        </w:rPr>
        <w:t>:</w:t>
      </w:r>
      <w:r w:rsidRPr="006756FE">
        <w:rPr>
          <w:rtl/>
        </w:rPr>
        <w:t xml:space="preserve"> لقد كانت القضيَّة واحدة</w:t>
      </w:r>
      <w:r w:rsidR="00F13C51">
        <w:rPr>
          <w:rtl/>
        </w:rPr>
        <w:t>،</w:t>
      </w:r>
      <w:r w:rsidRPr="006756FE">
        <w:rPr>
          <w:rtl/>
        </w:rPr>
        <w:t xml:space="preserve"> ولكنَّ التعبير عنها قد جاء مع كلِّ واحد مِن الأربعة الكبار</w:t>
      </w:r>
      <w:r w:rsidR="00F13C51">
        <w:rPr>
          <w:rtl/>
        </w:rPr>
        <w:t>،</w:t>
      </w:r>
      <w:r w:rsidRPr="006756FE">
        <w:rPr>
          <w:rtl/>
        </w:rPr>
        <w:t xml:space="preserve"> بلون ميَّزه عن الآخر</w:t>
      </w:r>
      <w:r w:rsidR="00F13C51">
        <w:rPr>
          <w:rtl/>
        </w:rPr>
        <w:t xml:space="preserve"> - </w:t>
      </w:r>
      <w:r w:rsidRPr="006756FE">
        <w:rPr>
          <w:rtl/>
        </w:rPr>
        <w:t>فبينما كان مع الإمام الأوَّل مِن لون الصوافن والقلاع</w:t>
      </w:r>
      <w:r w:rsidR="00F13C51">
        <w:rPr>
          <w:rtl/>
        </w:rPr>
        <w:t>،</w:t>
      </w:r>
      <w:r w:rsidRPr="006756FE">
        <w:rPr>
          <w:rtl/>
        </w:rPr>
        <w:t xml:space="preserve"> جاء مع ابنة الرسول وأُمِّ الحسنين كأنَّه زهر مَلفوح بنارٍ</w:t>
      </w:r>
      <w:r w:rsidR="00F13C51">
        <w:rPr>
          <w:rtl/>
        </w:rPr>
        <w:t xml:space="preserve"> - </w:t>
      </w:r>
      <w:r w:rsidRPr="006756FE">
        <w:rPr>
          <w:rtl/>
        </w:rPr>
        <w:t>ليكون مع الحسن مِن شَكل قبضات السيوف ا</w:t>
      </w:r>
      <w:r w:rsidR="002C2DD7">
        <w:rPr>
          <w:rtl/>
        </w:rPr>
        <w:t>لمـُ</w:t>
      </w:r>
      <w:r w:rsidRPr="006756FE">
        <w:rPr>
          <w:rtl/>
        </w:rPr>
        <w:t>قصفة في ساحة الميدان</w:t>
      </w:r>
      <w:r w:rsidR="00F13C51">
        <w:rPr>
          <w:rtl/>
        </w:rPr>
        <w:t xml:space="preserve"> - </w:t>
      </w:r>
      <w:r w:rsidRPr="006756FE">
        <w:rPr>
          <w:rtl/>
        </w:rPr>
        <w:t>وإذا به مع الثالث الهاجع في ضمير الإمامة</w:t>
      </w:r>
      <w:r w:rsidR="00F13C51">
        <w:rPr>
          <w:rtl/>
        </w:rPr>
        <w:t>،</w:t>
      </w:r>
      <w:r w:rsidRPr="006756FE">
        <w:rPr>
          <w:rtl/>
        </w:rPr>
        <w:t xml:space="preserve"> انفجار وريد ضاق تحت مَدِّ العنفوان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شكراً لمركز الدراسات</w:t>
      </w:r>
      <w:r w:rsidR="00F13C51">
        <w:rPr>
          <w:rtl/>
        </w:rPr>
        <w:t>،</w:t>
      </w:r>
      <w:r w:rsidRPr="006756FE">
        <w:rPr>
          <w:rtl/>
        </w:rPr>
        <w:t xml:space="preserve"> يُحرِّك في نفسي شوقاً أتلمَّظ به طعماً لذيذاً</w:t>
      </w:r>
      <w:r w:rsidR="00F13C51">
        <w:rPr>
          <w:rtl/>
        </w:rPr>
        <w:t>،</w:t>
      </w:r>
      <w:r w:rsidRPr="006756FE">
        <w:rPr>
          <w:rtl/>
        </w:rPr>
        <w:t xml:space="preserve"> لا يزال إلاَّ موفورا على المائدة الكبيرة التي مدَّها الحسين</w:t>
      </w:r>
      <w:r w:rsidR="00F13C51">
        <w:rPr>
          <w:rtl/>
        </w:rPr>
        <w:t>،</w:t>
      </w:r>
      <w:r w:rsidRPr="006756FE">
        <w:rPr>
          <w:rtl/>
        </w:rPr>
        <w:t xml:space="preserve"> إنَّها المائدة الحمراء</w:t>
      </w:r>
      <w:r w:rsidR="00F13C51">
        <w:rPr>
          <w:rtl/>
        </w:rPr>
        <w:t>،</w:t>
      </w:r>
      <w:r w:rsidRPr="006756FE">
        <w:rPr>
          <w:rtl/>
        </w:rPr>
        <w:t xml:space="preserve"> ليس المسكوب في قصاعها مِن سائل الدم</w:t>
      </w:r>
      <w:r w:rsidR="00F13C51">
        <w:rPr>
          <w:rtl/>
        </w:rPr>
        <w:t>،</w:t>
      </w:r>
      <w:r w:rsidRPr="006756FE">
        <w:rPr>
          <w:rtl/>
        </w:rPr>
        <w:t xml:space="preserve"> إنَّما هو مِن لقاح العنفوان</w:t>
      </w:r>
      <w:r w:rsidR="00F13C51">
        <w:rPr>
          <w:rtl/>
        </w:rPr>
        <w:t>،</w:t>
      </w:r>
      <w:r w:rsidRPr="006756FE">
        <w:rPr>
          <w:rtl/>
        </w:rPr>
        <w:t xml:space="preserve"> تحيا به النفوس التي تابى الذِّلَّ لباساً</w:t>
      </w:r>
      <w:r w:rsidR="00C327EB">
        <w:rPr>
          <w:rtl/>
        </w:rPr>
        <w:t>.</w:t>
      </w:r>
      <w:r w:rsidRPr="006756FE">
        <w:rPr>
          <w:rtl/>
        </w:rPr>
        <w:t xml:space="preserve"> سيبقى العنفوان أبداً نتاج القضايا الكبيرة</w:t>
      </w:r>
      <w:r w:rsidR="00F13C51">
        <w:rPr>
          <w:rtl/>
        </w:rPr>
        <w:t>،</w:t>
      </w:r>
      <w:r w:rsidRPr="006756FE">
        <w:rPr>
          <w:rtl/>
        </w:rPr>
        <w:t xml:space="preserve"> تَسربله الحسين في المجال الفَخم الذي تتثبَّت به قيمة الانسان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أمَّا القلم الذي يُفتش عن كلِّ كلمة حرفها مِن ضلوع القضايا</w:t>
      </w:r>
      <w:r w:rsidR="00F13C51">
        <w:rPr>
          <w:rtl/>
        </w:rPr>
        <w:t>،</w:t>
      </w:r>
      <w:r w:rsidRPr="006756FE">
        <w:rPr>
          <w:rtl/>
        </w:rPr>
        <w:t xml:space="preserve"> فإنَّه يضفر الآن ذاته إلى الإمام الحسين بنبضاتٍ مِن مُباهلة</w:t>
      </w:r>
      <w:r w:rsidR="00C327EB">
        <w:rPr>
          <w:rtl/>
        </w:rPr>
        <w:t>.</w:t>
      </w:r>
    </w:p>
    <w:p w:rsidR="003A7CC2" w:rsidRPr="003A7CC2" w:rsidRDefault="003A7CC2" w:rsidP="003A7CC2">
      <w:pPr>
        <w:pStyle w:val="libLeftBold"/>
        <w:rPr>
          <w:rtl/>
        </w:rPr>
      </w:pPr>
      <w:r w:rsidRPr="006756FE">
        <w:rPr>
          <w:rtl/>
        </w:rPr>
        <w:t>سليمان كتَّاني</w:t>
      </w:r>
      <w:r w:rsidR="001D3484">
        <w:rPr>
          <w:rFonts w:hint="cs"/>
          <w:rtl/>
        </w:rPr>
        <w:tab/>
      </w:r>
      <w:r w:rsidR="001D3484">
        <w:rPr>
          <w:rFonts w:hint="cs"/>
          <w:rtl/>
        </w:rPr>
        <w:tab/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2" w:name="_Toc395088356"/>
      <w:r w:rsidRPr="006756FE">
        <w:rPr>
          <w:rtl/>
        </w:rPr>
        <w:lastRenderedPageBreak/>
        <w:t>مُباهلة</w:t>
      </w:r>
      <w:bookmarkEnd w:id="2"/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إيهٍ أيُّها الحسين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أتكون الياء</w:t>
      </w:r>
      <w:r w:rsidR="00F13C51">
        <w:rPr>
          <w:rtl/>
        </w:rPr>
        <w:t xml:space="preserve"> - </w:t>
      </w:r>
      <w:r w:rsidRPr="006756FE">
        <w:rPr>
          <w:rtl/>
        </w:rPr>
        <w:t>مضفورةً عليك</w:t>
      </w:r>
      <w:r w:rsidR="00F13C51">
        <w:rPr>
          <w:rtl/>
        </w:rPr>
        <w:t xml:space="preserve"> - </w:t>
      </w:r>
      <w:r w:rsidRPr="006756FE">
        <w:rPr>
          <w:rtl/>
        </w:rPr>
        <w:t>شامةً مِن عنبرٍ في غنجة التصغير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 أنَّها دعجة العين</w:t>
      </w:r>
      <w:r w:rsidR="00F13C51">
        <w:rPr>
          <w:rtl/>
        </w:rPr>
        <w:t>،</w:t>
      </w:r>
      <w:r w:rsidRPr="006756FE">
        <w:rPr>
          <w:rtl/>
        </w:rPr>
        <w:t xml:space="preserve"> يتمُّ بها التصوير والتحضير والتكبير</w:t>
      </w:r>
      <w:r w:rsidR="00106DAF">
        <w:rPr>
          <w:rtl/>
        </w:rPr>
        <w:t>؟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يا للياء الرخيمة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كأنِّي هكذا</w:t>
      </w:r>
      <w:r w:rsidR="00F13C51">
        <w:rPr>
          <w:rtl/>
        </w:rPr>
        <w:t xml:space="preserve"> - </w:t>
      </w:r>
      <w:r w:rsidRPr="006756FE">
        <w:rPr>
          <w:rtl/>
        </w:rPr>
        <w:t>أراها تُرخَم</w:t>
      </w:r>
      <w:r w:rsidR="00F13C51">
        <w:rPr>
          <w:rtl/>
        </w:rPr>
        <w:t>،</w:t>
      </w:r>
      <w:r w:rsidRPr="006756FE">
        <w:rPr>
          <w:rtl/>
        </w:rPr>
        <w:t xml:space="preserve"> بك</w:t>
      </w:r>
      <w:r w:rsidR="00F13C51">
        <w:rPr>
          <w:rtl/>
        </w:rPr>
        <w:t>،</w:t>
      </w:r>
      <w:r w:rsidRPr="006756FE">
        <w:rPr>
          <w:rtl/>
        </w:rPr>
        <w:t xml:space="preserve"> وتُرسَم فيك</w:t>
      </w:r>
      <w:r w:rsidR="00F13C51">
        <w:rPr>
          <w:rtl/>
        </w:rPr>
        <w:t xml:space="preserve"> - </w:t>
      </w:r>
      <w:r w:rsidRPr="006756FE">
        <w:rPr>
          <w:rtl/>
        </w:rPr>
        <w:t>وكأنِّي أسمعها تقول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هل أنت مُصغَّر الاسم ا</w:t>
      </w:r>
      <w:r w:rsidR="002C2DD7">
        <w:rPr>
          <w:rtl/>
        </w:rPr>
        <w:t>لمـُ</w:t>
      </w:r>
      <w:r w:rsidRPr="006756FE">
        <w:rPr>
          <w:rtl/>
        </w:rPr>
        <w:t>طيَّب بالبَلْسَم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يا بن ا</w:t>
      </w:r>
      <w:r w:rsidR="002C2DD7">
        <w:rPr>
          <w:rtl/>
        </w:rPr>
        <w:t>لمـُ</w:t>
      </w:r>
      <w:r w:rsidRPr="006756FE">
        <w:rPr>
          <w:rtl/>
        </w:rPr>
        <w:t>طيَّبين</w:t>
      </w:r>
      <w:r w:rsidR="00106DAF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 أنَّك اللحمة ا</w:t>
      </w:r>
      <w:r w:rsidR="002C2DD7">
        <w:rPr>
          <w:rtl/>
        </w:rPr>
        <w:t>لمـُ</w:t>
      </w:r>
      <w:r w:rsidRPr="006756FE">
        <w:rPr>
          <w:rtl/>
        </w:rPr>
        <w:t>ندمجة بخاصرة التوأم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يا نَهدة التوَّاقين</w:t>
      </w:r>
      <w:r w:rsidR="00106DAF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اثنان في واحد أيُّها الحسن ا</w:t>
      </w:r>
      <w:r w:rsidR="002C2DD7">
        <w:rPr>
          <w:rtl/>
        </w:rPr>
        <w:t>لمـُ</w:t>
      </w:r>
      <w:r w:rsidRPr="006756FE">
        <w:rPr>
          <w:rtl/>
        </w:rPr>
        <w:t>كمَّل بالحسين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 xml:space="preserve">في وحدة التوق ووحدة الشوق ووحدة العين 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يا للقضيَّة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تبيضُّ إذ يبهرها حَقٌّ</w:t>
      </w:r>
      <w:r w:rsidR="00F13C51">
        <w:rPr>
          <w:rtl/>
        </w:rPr>
        <w:t>،</w:t>
      </w:r>
      <w:r w:rsidRPr="006756FE">
        <w:rPr>
          <w:rtl/>
        </w:rPr>
        <w:t xml:space="preserve"> وتَحمرُّ إذ يضنيها غَسق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وتبقى</w:t>
      </w:r>
      <w:r w:rsidR="00F13C51">
        <w:rPr>
          <w:rtl/>
        </w:rPr>
        <w:t xml:space="preserve"> - </w:t>
      </w:r>
      <w:r w:rsidRPr="006756FE">
        <w:rPr>
          <w:rtl/>
        </w:rPr>
        <w:t>هي هي</w:t>
      </w:r>
      <w:r w:rsidR="00F13C51">
        <w:rPr>
          <w:rtl/>
        </w:rPr>
        <w:t xml:space="preserve"> - </w:t>
      </w:r>
      <w:r w:rsidRPr="006756FE">
        <w:rPr>
          <w:rtl/>
        </w:rPr>
        <w:t>في وحدة الشفرة وفي لون السنا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وما بين الطُّهر والفِسق وترٌ يطيب هناك وينهدُّ هنا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هكذا الحسن يبيضُّ صدقاً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وهكذا الحسين يحمرُّ وريداً</w:t>
      </w:r>
      <w:r w:rsidR="00106DAF">
        <w:rPr>
          <w:rtl/>
        </w:rPr>
        <w:t>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lastRenderedPageBreak/>
        <w:t>وفي العينين</w:t>
      </w:r>
      <w:r w:rsidR="00F13C51">
        <w:rPr>
          <w:rtl/>
        </w:rPr>
        <w:t>:</w:t>
      </w:r>
      <w:r w:rsidRPr="006756FE">
        <w:rPr>
          <w:rtl/>
        </w:rPr>
        <w:t xml:space="preserve"> عين الصدق الأبيض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وعين الإباء ا</w:t>
      </w:r>
      <w:r w:rsidR="002C2DD7">
        <w:rPr>
          <w:rtl/>
        </w:rPr>
        <w:t>لمـُ</w:t>
      </w:r>
      <w:r w:rsidRPr="006756FE">
        <w:rPr>
          <w:rtl/>
        </w:rPr>
        <w:t>عروك بالدم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تنام القضيَّة وتصحو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في جوهر اليقظة وفي جوهر الضمِّ</w:t>
      </w:r>
      <w:r w:rsidR="00106DAF">
        <w:rPr>
          <w:rtl/>
        </w:rPr>
        <w:t>!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يا ل</w:t>
      </w:r>
      <w:r w:rsidR="002C2DD7">
        <w:rPr>
          <w:rtl/>
        </w:rPr>
        <w:t>لمـُ</w:t>
      </w:r>
      <w:r w:rsidRPr="006756FE">
        <w:rPr>
          <w:rtl/>
        </w:rPr>
        <w:t>باهلة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مَن كان ينام في عينَيْ الآخر قريراً أكثر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أنت في عينَيْ جَدِّك البصير الكبير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أمْ أخوك الحسن</w:t>
      </w:r>
      <w:r w:rsidR="00F13C51">
        <w:rPr>
          <w:rtl/>
        </w:rPr>
        <w:t>،</w:t>
      </w:r>
      <w:r w:rsidRPr="006756FE">
        <w:rPr>
          <w:rtl/>
        </w:rPr>
        <w:t xml:space="preserve"> وأنت الأصغر وهو الأكبر</w:t>
      </w:r>
      <w:r w:rsidR="00106DAF">
        <w:rPr>
          <w:rtl/>
        </w:rPr>
        <w:t>!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يا للكساء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يجمع الضلعين</w:t>
      </w:r>
      <w:r w:rsidR="00F13C51">
        <w:rPr>
          <w:rtl/>
        </w:rPr>
        <w:t xml:space="preserve"> - </w:t>
      </w:r>
      <w:r w:rsidRPr="006756FE">
        <w:rPr>
          <w:rtl/>
        </w:rPr>
        <w:t>في حضن الأبوين</w:t>
      </w:r>
      <w:r w:rsidR="00F13C51">
        <w:rPr>
          <w:rtl/>
        </w:rPr>
        <w:t xml:space="preserve"> - </w:t>
      </w:r>
      <w:r w:rsidRPr="006756FE">
        <w:rPr>
          <w:rtl/>
        </w:rPr>
        <w:t>تحت هَمس الشفتين</w:t>
      </w:r>
      <w:r w:rsidR="00F13C51">
        <w:rPr>
          <w:rtl/>
        </w:rPr>
        <w:t>:</w:t>
      </w:r>
      <w:r w:rsidRPr="006756F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يا أهل البيت</w:t>
      </w:r>
      <w:r w:rsidR="00F13C51">
        <w:rPr>
          <w:rtl/>
        </w:rPr>
        <w:t xml:space="preserve"> - </w:t>
      </w:r>
      <w:r w:rsidRPr="006756FE">
        <w:rPr>
          <w:rtl/>
        </w:rPr>
        <w:t>تنفضوا مِن كلِّ رجس</w:t>
      </w:r>
      <w:r w:rsidR="00F13C51">
        <w:rPr>
          <w:rtl/>
        </w:rPr>
        <w:t xml:space="preserve"> - </w:t>
      </w:r>
      <w:r w:rsidRPr="006756FE">
        <w:rPr>
          <w:rtl/>
        </w:rPr>
        <w:t>كونوا للغَد الآتي دعامة الأجيال</w:t>
      </w:r>
      <w:r w:rsidR="00106DAF">
        <w:rPr>
          <w:rtl/>
        </w:rPr>
        <w:t>!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يا للحَقِّ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تلمسه القضيَّة الكُبرى</w:t>
      </w:r>
      <w:r w:rsidR="00F13C51"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ينهض بها العصب الأكبر</w:t>
      </w:r>
      <w:r w:rsidR="00F13C51"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ويقول</w:t>
      </w:r>
      <w:r w:rsidR="00F13C51">
        <w:rPr>
          <w:rtl/>
        </w:rPr>
        <w:t>:</w:t>
      </w:r>
      <w:r w:rsidRPr="006756FE">
        <w:rPr>
          <w:rtl/>
        </w:rPr>
        <w:t xml:space="preserve"> إنَّها أُمَّتي أُباهل بها أُمَم الأرض</w:t>
      </w:r>
      <w:r w:rsidR="00106DAF">
        <w:rPr>
          <w:rtl/>
        </w:rPr>
        <w:t>!</w:t>
      </w:r>
    </w:p>
    <w:p w:rsidR="003A7CC2" w:rsidRPr="00A37385" w:rsidRDefault="003A7CC2" w:rsidP="0001789B">
      <w:pPr>
        <w:pStyle w:val="libCenter"/>
        <w:rPr>
          <w:rtl/>
        </w:rPr>
      </w:pPr>
      <w:r w:rsidRPr="006756FE">
        <w:rPr>
          <w:rtl/>
        </w:rPr>
        <w:t>ويا للحسين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تبقى أنت في ضلعَي ا</w:t>
      </w:r>
      <w:r w:rsidR="002C2DD7">
        <w:rPr>
          <w:rtl/>
        </w:rPr>
        <w:t>لمـُ</w:t>
      </w:r>
      <w:r w:rsidRPr="006756FE">
        <w:rPr>
          <w:rtl/>
        </w:rPr>
        <w:t>باهلة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ونبقى نحن</w:t>
      </w:r>
      <w:r w:rsidR="00F13C51">
        <w:rPr>
          <w:rtl/>
        </w:rPr>
        <w:t xml:space="preserve"> - </w:t>
      </w:r>
      <w:r w:rsidRPr="006756FE">
        <w:rPr>
          <w:rtl/>
        </w:rPr>
        <w:t>أبداً نسأل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هل احترقت الثورة في عينيك وترمَّدت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 أنَّها نامت في مُقلتيك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 xml:space="preserve">تترقَّب مُطلق ساعة مِن ساعات العُمر 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حتَّى تكون هي رمقاً مِن الثواني التي ينبض بها وريد البطولات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الصافية وا</w:t>
      </w:r>
      <w:r w:rsidR="002C2DD7">
        <w:rPr>
          <w:rtl/>
        </w:rPr>
        <w:t>لمـُ</w:t>
      </w:r>
      <w:r w:rsidRPr="006756FE">
        <w:rPr>
          <w:rtl/>
        </w:rPr>
        <w:t>حقِّقة مُجتمع الإنسان</w:t>
      </w:r>
      <w:r w:rsidR="00106DAF">
        <w:rPr>
          <w:rtl/>
        </w:rPr>
        <w:t>!</w:t>
      </w:r>
      <w:r w:rsidRPr="006756FE">
        <w:rPr>
          <w:rtl/>
        </w:rPr>
        <w:t>!!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3" w:name="_Toc395088357"/>
      <w:r w:rsidRPr="006756FE">
        <w:rPr>
          <w:rtl/>
        </w:rPr>
        <w:lastRenderedPageBreak/>
        <w:t>توطئة</w:t>
      </w:r>
      <w:bookmarkEnd w:id="3"/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ولا تزال الدعوة مرصوصة بجلالها يا شقَّ القلم</w:t>
      </w:r>
      <w:r w:rsidR="00F13C51">
        <w:rPr>
          <w:rtl/>
        </w:rPr>
        <w:t>،</w:t>
      </w:r>
      <w:r w:rsidRPr="006756FE">
        <w:rPr>
          <w:rtl/>
        </w:rPr>
        <w:t xml:space="preserve"> لقد وجَّهتْ إليك بالأمس تُناديك إلى ولوج دائرة مقطوبة بالإمام علي</w:t>
      </w:r>
      <w:r w:rsidR="00F13C51">
        <w:rPr>
          <w:rtl/>
        </w:rPr>
        <w:t xml:space="preserve"> - </w:t>
      </w:r>
      <w:r w:rsidRPr="006756FE">
        <w:rPr>
          <w:rtl/>
        </w:rPr>
        <w:t>فولجتَ الدائرة مزوَّداً بحبر مقطور مِن ا</w:t>
      </w:r>
      <w:r w:rsidR="002C2DD7">
        <w:rPr>
          <w:rtl/>
        </w:rPr>
        <w:t>لمـُ</w:t>
      </w:r>
      <w:r w:rsidRPr="006756FE">
        <w:rPr>
          <w:rtl/>
        </w:rPr>
        <w:t>قلة ا</w:t>
      </w:r>
      <w:r w:rsidR="002C2DD7">
        <w:rPr>
          <w:rtl/>
        </w:rPr>
        <w:t>لمـُ</w:t>
      </w:r>
      <w:r w:rsidRPr="006756FE">
        <w:rPr>
          <w:rtl/>
        </w:rPr>
        <w:t>شتعلة بنهج البلاغة</w:t>
      </w:r>
      <w:r w:rsidR="00F13C51">
        <w:rPr>
          <w:rtl/>
        </w:rPr>
        <w:t>،</w:t>
      </w:r>
      <w:r w:rsidRPr="006756FE">
        <w:rPr>
          <w:rtl/>
        </w:rPr>
        <w:t xml:space="preserve"> ثمَّ تتالى إليكَ النداء مربوطاً بمِنديلٍ كانت تعتصب به فاطمة الزهراء</w:t>
      </w:r>
      <w:r w:rsidR="00F13C51">
        <w:rPr>
          <w:rtl/>
        </w:rPr>
        <w:t>،</w:t>
      </w:r>
      <w:r w:rsidRPr="006756FE">
        <w:rPr>
          <w:rtl/>
        </w:rPr>
        <w:t xml:space="preserve"> فعصرتَ منه زيتاً لسراجك تكحَّلتْ به شعاعاً مشيتَ به معها مِن فَدك إلى باحة المسجد</w:t>
      </w:r>
      <w:r w:rsidR="00F13C51">
        <w:rPr>
          <w:rtl/>
        </w:rPr>
        <w:t>،</w:t>
      </w:r>
      <w:r w:rsidRPr="006756FE">
        <w:rPr>
          <w:rtl/>
        </w:rPr>
        <w:t xml:space="preserve"> ثمَّ جاءك الأمس الأقرب بنداء يشدُّك إلى الإمام الحسن</w:t>
      </w:r>
      <w:r w:rsidR="00F13C51">
        <w:rPr>
          <w:rtl/>
        </w:rPr>
        <w:t>،</w:t>
      </w:r>
      <w:r w:rsidRPr="006756FE">
        <w:rPr>
          <w:rtl/>
        </w:rPr>
        <w:t xml:space="preserve"> فسهرتَ معه ليلاً طويلاً أشرق صُبحه على رباط أبيض</w:t>
      </w:r>
      <w:r w:rsidR="00F13C51">
        <w:rPr>
          <w:rtl/>
        </w:rPr>
        <w:t>،</w:t>
      </w:r>
      <w:r w:rsidRPr="006756FE">
        <w:rPr>
          <w:rtl/>
        </w:rPr>
        <w:t xml:space="preserve"> وصل العراق</w:t>
      </w:r>
      <w:r w:rsidR="00F13C51">
        <w:rPr>
          <w:rtl/>
        </w:rPr>
        <w:t>،</w:t>
      </w:r>
      <w:r w:rsidRPr="006756FE">
        <w:rPr>
          <w:rtl/>
        </w:rPr>
        <w:t xml:space="preserve"> بالشام</w:t>
      </w:r>
      <w:r w:rsidR="00F13C51">
        <w:rPr>
          <w:rtl/>
        </w:rPr>
        <w:t>،</w:t>
      </w:r>
      <w:r w:rsidRPr="006756FE">
        <w:rPr>
          <w:rtl/>
        </w:rPr>
        <w:t xml:space="preserve"> بارض الجزيرة الأُمُّ</w:t>
      </w:r>
      <w:r w:rsidR="00F13C51">
        <w:rPr>
          <w:rtl/>
        </w:rPr>
        <w:t>،</w:t>
      </w:r>
      <w:r w:rsidRPr="006756FE">
        <w:rPr>
          <w:rtl/>
        </w:rPr>
        <w:t xml:space="preserve"> في حضن الرسالة التي لا تزال تعتصم بها وحدة الإسلام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واليوم</w:t>
      </w:r>
      <w:r w:rsidR="00F13C51">
        <w:rPr>
          <w:rtl/>
        </w:rPr>
        <w:t>،</w:t>
      </w:r>
      <w:r w:rsidRPr="006756FE">
        <w:rPr>
          <w:rtl/>
        </w:rPr>
        <w:t xml:space="preserve"> يا شقَّ القلم</w:t>
      </w:r>
      <w:r w:rsidR="00F13C51">
        <w:rPr>
          <w:rtl/>
        </w:rPr>
        <w:t>،</w:t>
      </w:r>
      <w:r w:rsidRPr="006756FE">
        <w:rPr>
          <w:rtl/>
        </w:rPr>
        <w:t xml:space="preserve"> تأتيك دعوة جديدة أشعر أنَّها</w:t>
      </w:r>
      <w:r w:rsidR="00F13C51">
        <w:rPr>
          <w:rtl/>
        </w:rPr>
        <w:t xml:space="preserve"> - </w:t>
      </w:r>
      <w:r w:rsidRPr="006756FE">
        <w:rPr>
          <w:rtl/>
        </w:rPr>
        <w:t>كمثيلاتها السابقات</w:t>
      </w:r>
      <w:r w:rsidR="00F13C51">
        <w:rPr>
          <w:rtl/>
        </w:rPr>
        <w:t xml:space="preserve"> - </w:t>
      </w:r>
      <w:r w:rsidRPr="006756FE">
        <w:rPr>
          <w:rtl/>
        </w:rPr>
        <w:t>مغمورة بجلالها</w:t>
      </w:r>
      <w:r w:rsidR="00F13C51">
        <w:rPr>
          <w:rtl/>
        </w:rPr>
        <w:t>،</w:t>
      </w:r>
      <w:r w:rsidRPr="006756FE">
        <w:rPr>
          <w:rtl/>
        </w:rPr>
        <w:t xml:space="preserve"> فهلاَّ يكون لك اهتزاز إليها يُلبِّي وجبة النداء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ولكنَّ القلم الذي كان نائماً قُرب المحبرة</w:t>
      </w:r>
      <w:r w:rsidR="00F13C51">
        <w:rPr>
          <w:rtl/>
        </w:rPr>
        <w:t>،</w:t>
      </w:r>
      <w:r w:rsidRPr="006756FE">
        <w:rPr>
          <w:rtl/>
        </w:rPr>
        <w:t xml:space="preserve"> ما ارتعش إلاَّ قليلاً وعاد إلى غلاف السكون</w:t>
      </w:r>
      <w:r w:rsidR="00F13C51">
        <w:rPr>
          <w:rtl/>
        </w:rPr>
        <w:t>،</w:t>
      </w:r>
      <w:r w:rsidRPr="006756FE">
        <w:rPr>
          <w:rtl/>
        </w:rPr>
        <w:t xml:space="preserve"> كأنَّه التعب الراجع مِن جهادٍ</w:t>
      </w:r>
      <w:r w:rsidR="00F13C51">
        <w:rPr>
          <w:rtl/>
        </w:rPr>
        <w:t>،</w:t>
      </w:r>
      <w:r w:rsidRPr="006756FE">
        <w:rPr>
          <w:rtl/>
        </w:rPr>
        <w:t xml:space="preserve"> فتناولته بين أنمُلتي</w:t>
      </w:r>
      <w:r w:rsidR="00F13C51">
        <w:rPr>
          <w:rtl/>
        </w:rPr>
        <w:t>،</w:t>
      </w:r>
      <w:r w:rsidRPr="006756FE">
        <w:rPr>
          <w:rtl/>
        </w:rPr>
        <w:t xml:space="preserve"> وطُبعت على ثغره قُبلة فيها نشوة</w:t>
      </w:r>
      <w:r w:rsidR="00F13C51">
        <w:rPr>
          <w:rtl/>
        </w:rPr>
        <w:t>،</w:t>
      </w:r>
      <w:r w:rsidRPr="006756FE">
        <w:rPr>
          <w:rtl/>
        </w:rPr>
        <w:t xml:space="preserve"> وفيها وفاء</w:t>
      </w:r>
      <w:r w:rsidR="00F13C51">
        <w:rPr>
          <w:rtl/>
        </w:rPr>
        <w:t>،</w:t>
      </w:r>
      <w:r w:rsidRPr="006756FE">
        <w:rPr>
          <w:rtl/>
        </w:rPr>
        <w:t xml:space="preserve"> وفيها مَدد مِن عافية</w:t>
      </w:r>
      <w:r w:rsidR="00F13C51">
        <w:rPr>
          <w:rtl/>
        </w:rPr>
        <w:t>،</w:t>
      </w:r>
      <w:r w:rsidRPr="006756FE">
        <w:rPr>
          <w:rtl/>
        </w:rPr>
        <w:t xml:space="preserve"> ورحت إلى بعضٍ مِن الأطناب أموِّهه بشيءٍ مِن الثناء</w:t>
      </w:r>
      <w:r w:rsidR="00F13C51">
        <w:rPr>
          <w:rtl/>
        </w:rPr>
        <w:t>،</w:t>
      </w:r>
      <w:r w:rsidRPr="006756FE">
        <w:rPr>
          <w:rtl/>
        </w:rPr>
        <w:t xml:space="preserve"> حتَّى استدرجه إلى استعادة وعيه</w:t>
      </w:r>
      <w:r w:rsidR="00F13C51">
        <w:rPr>
          <w:rtl/>
        </w:rPr>
        <w:t>،</w:t>
      </w:r>
      <w:r w:rsidRPr="006756FE">
        <w:rPr>
          <w:rtl/>
        </w:rPr>
        <w:t xml:space="preserve"> واستيعاب ما أنا استحثُّه إليه</w:t>
      </w:r>
      <w:r w:rsidR="00C327EB">
        <w:rPr>
          <w:rtl/>
        </w:rPr>
        <w:t>.</w:t>
      </w:r>
      <w:r w:rsidRPr="006756F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قلتُ له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إنَّني أعرف يا رفيقي</w:t>
      </w:r>
      <w:r w:rsidR="00F13C51">
        <w:rPr>
          <w:rtl/>
        </w:rPr>
        <w:t>،</w:t>
      </w:r>
      <w:r w:rsidRPr="006756FE">
        <w:rPr>
          <w:rtl/>
        </w:rPr>
        <w:t xml:space="preserve"> وصديقي</w:t>
      </w:r>
      <w:r w:rsidR="00F13C51">
        <w:rPr>
          <w:rtl/>
        </w:rPr>
        <w:t>،</w:t>
      </w:r>
      <w:r w:rsidRPr="006756FE">
        <w:rPr>
          <w:rtl/>
        </w:rPr>
        <w:t xml:space="preserve"> ونديمي الأجلّ</w:t>
      </w:r>
      <w:r w:rsidR="00F13C51">
        <w:rPr>
          <w:rtl/>
        </w:rPr>
        <w:t>،</w:t>
      </w:r>
      <w:r w:rsidRPr="006756FE">
        <w:rPr>
          <w:rtl/>
        </w:rPr>
        <w:t xml:space="preserve"> كم أجورُ عليك</w:t>
      </w:r>
      <w:r w:rsidR="00F13C51">
        <w:rPr>
          <w:rtl/>
        </w:rPr>
        <w:t>،</w:t>
      </w:r>
      <w:r w:rsidRPr="006756FE">
        <w:rPr>
          <w:rtl/>
        </w:rPr>
        <w:t xml:space="preserve"> وأُحمِّلك الأحمال الثقيلة</w:t>
      </w:r>
      <w:r w:rsidR="00F13C51">
        <w:rPr>
          <w:rtl/>
        </w:rPr>
        <w:t>،</w:t>
      </w:r>
      <w:r w:rsidRPr="006756FE">
        <w:rPr>
          <w:rtl/>
        </w:rPr>
        <w:t xml:space="preserve"> وما ذلك إلاَّ لأنِّي أُدرك أنَّ فيك شوقاً يدفعك لاقتحام الحَلبات</w:t>
      </w:r>
      <w:r w:rsidR="00F13C51">
        <w:rPr>
          <w:rtl/>
        </w:rPr>
        <w:t xml:space="preserve"> - </w:t>
      </w:r>
      <w:r w:rsidRPr="006756FE">
        <w:rPr>
          <w:rtl/>
        </w:rPr>
        <w:t>صحيح أنَّ الكلمة هي عدتك في كلِّ واحدة مِن الغَمرات</w:t>
      </w:r>
      <w:r w:rsidR="00F13C51">
        <w:rPr>
          <w:rtl/>
        </w:rPr>
        <w:t>،</w:t>
      </w:r>
      <w:r w:rsidRPr="006756FE">
        <w:rPr>
          <w:rtl/>
        </w:rPr>
        <w:t xml:space="preserve"> إلاَّ أنَّك تعرف مِن أين تقتنصها وكيف تُلبسها بَهجة الحرف</w:t>
      </w:r>
      <w:r w:rsidR="00F13C51">
        <w:rPr>
          <w:rtl/>
        </w:rPr>
        <w:t>،</w:t>
      </w:r>
      <w:r w:rsidRPr="006756FE">
        <w:rPr>
          <w:rtl/>
        </w:rPr>
        <w:t xml:space="preserve"> وبهجة الزَّيِّ</w:t>
      </w:r>
      <w:r w:rsidR="00F13C51">
        <w:rPr>
          <w:rtl/>
        </w:rPr>
        <w:t>،</w:t>
      </w:r>
      <w:r w:rsidRPr="006756FE">
        <w:rPr>
          <w:rtl/>
        </w:rPr>
        <w:t xml:space="preserve"> وبهجة اللون</w:t>
      </w:r>
      <w:r w:rsidR="00F13C51">
        <w:rPr>
          <w:rtl/>
        </w:rPr>
        <w:t xml:space="preserve"> - </w:t>
      </w:r>
      <w:r w:rsidRPr="006756FE">
        <w:rPr>
          <w:rtl/>
        </w:rPr>
        <w:t>فأنت فنَّان يا قلمي الحبيب</w:t>
      </w:r>
      <w:r w:rsidR="00F13C51">
        <w:rPr>
          <w:rtl/>
        </w:rPr>
        <w:t>،</w:t>
      </w:r>
      <w:r w:rsidRPr="006756FE">
        <w:rPr>
          <w:rtl/>
        </w:rPr>
        <w:t xml:space="preserve"> وأنت غوَّاص في البحور التي تَغزر في قيعانها منابت الدُّرر</w:t>
      </w:r>
      <w:r w:rsidR="00F13C51">
        <w:rPr>
          <w:rtl/>
        </w:rPr>
        <w:t>؛</w:t>
      </w:r>
      <w:r w:rsidRPr="006756FE">
        <w:rPr>
          <w:rtl/>
        </w:rPr>
        <w:t xml:space="preserve"> وأنت مُراقب ماهرٌ</w:t>
      </w:r>
      <w:r w:rsidR="00F13C51">
        <w:rPr>
          <w:rtl/>
        </w:rPr>
        <w:t>،</w:t>
      </w:r>
      <w:r w:rsidRPr="006756FE">
        <w:rPr>
          <w:rtl/>
        </w:rPr>
        <w:t xml:space="preserve"> تقتفي أثر الخُطوات الكبيرة</w:t>
      </w:r>
      <w:r w:rsidR="00F13C51">
        <w:rPr>
          <w:rtl/>
        </w:rPr>
        <w:t>،</w:t>
      </w:r>
      <w:r w:rsidRPr="006756FE">
        <w:rPr>
          <w:rtl/>
        </w:rPr>
        <w:t xml:space="preserve"> وتأخذ لك مِن وقعها فوق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القلاع نقشاً تُزيِّن به جُدران الأغوار</w:t>
      </w:r>
      <w:r w:rsidR="00F13C51">
        <w:rPr>
          <w:rtl/>
        </w:rPr>
        <w:t>،</w:t>
      </w:r>
      <w:r w:rsidRPr="006756FE">
        <w:rPr>
          <w:rtl/>
        </w:rPr>
        <w:t xml:space="preserve"> وتطلي به كلَّ حرفٍ يتزنَّر به خصر الكلمة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واهتزَّ القلم في كفِّي كأنَّه مِن انتفاضة جاء و</w:t>
      </w:r>
      <w:r w:rsidR="002C2DD7">
        <w:rPr>
          <w:rtl/>
        </w:rPr>
        <w:t>لمـّ</w:t>
      </w:r>
      <w:r w:rsidRPr="006756FE">
        <w:rPr>
          <w:rtl/>
        </w:rPr>
        <w:t>َا أنته مِن عرضي بعد</w:t>
      </w:r>
      <w:r w:rsidR="00F13C51">
        <w:rPr>
          <w:rtl/>
        </w:rPr>
        <w:t>،</w:t>
      </w:r>
      <w:r w:rsidRPr="006756FE">
        <w:rPr>
          <w:rtl/>
        </w:rPr>
        <w:t xml:space="preserve"> قال</w:t>
      </w:r>
      <w:r w:rsidR="00F13C51">
        <w:rPr>
          <w:rtl/>
        </w:rPr>
        <w:t>:</w:t>
      </w:r>
      <w:r w:rsidRPr="006756FE">
        <w:rPr>
          <w:rtl/>
        </w:rPr>
        <w:t xml:space="preserve"> وإنْ أقبل منك الثناء</w:t>
      </w:r>
      <w:r w:rsidR="00F13C51">
        <w:rPr>
          <w:rtl/>
        </w:rPr>
        <w:t xml:space="preserve"> - </w:t>
      </w:r>
      <w:r w:rsidRPr="006756FE">
        <w:rPr>
          <w:rtl/>
        </w:rPr>
        <w:t>فهل تظنُّني هكذا به أغترُّ</w:t>
      </w:r>
      <w:r w:rsidR="00106DAF">
        <w:rPr>
          <w:rtl/>
        </w:rPr>
        <w:t>؟</w:t>
      </w:r>
      <w:r w:rsidRPr="006756FE">
        <w:rPr>
          <w:rtl/>
        </w:rPr>
        <w:t>! أنا بين يديك يا رفيقي</w:t>
      </w:r>
      <w:r w:rsidR="00F13C51">
        <w:rPr>
          <w:rtl/>
        </w:rPr>
        <w:t>،</w:t>
      </w:r>
      <w:r w:rsidRPr="006756FE">
        <w:rPr>
          <w:rtl/>
        </w:rPr>
        <w:t xml:space="preserve"> ويا وليِّي الأبرُّ</w:t>
      </w:r>
      <w:r w:rsidR="00F13C51">
        <w:rPr>
          <w:rtl/>
        </w:rPr>
        <w:t>،</w:t>
      </w:r>
      <w:r w:rsidRPr="006756FE">
        <w:rPr>
          <w:rtl/>
        </w:rPr>
        <w:t xml:space="preserve"> ألاَّ أنَّني غزارة</w:t>
      </w:r>
      <w:r w:rsidR="00F13C51">
        <w:rPr>
          <w:rtl/>
        </w:rPr>
        <w:t>،</w:t>
      </w:r>
      <w:r w:rsidRPr="006756FE">
        <w:rPr>
          <w:rtl/>
        </w:rPr>
        <w:t xml:space="preserve"> ما هزَّتني الريح وسقتني الديمة</w:t>
      </w:r>
      <w:r w:rsidR="00F13C51">
        <w:rPr>
          <w:rtl/>
        </w:rPr>
        <w:t>،</w:t>
      </w:r>
      <w:r w:rsidRPr="006756FE">
        <w:rPr>
          <w:rtl/>
        </w:rPr>
        <w:t xml:space="preserve"> إلاَّ لأنْ أكون ريشة بين يديك</w:t>
      </w:r>
      <w:r w:rsidR="00F13C51">
        <w:rPr>
          <w:rtl/>
        </w:rPr>
        <w:t>،</w:t>
      </w:r>
      <w:r w:rsidRPr="006756FE">
        <w:rPr>
          <w:rtl/>
        </w:rPr>
        <w:t xml:space="preserve"> وها أنا لك تبريني بشفرة سكِّينك</w:t>
      </w:r>
      <w:r w:rsidR="00F13C51">
        <w:rPr>
          <w:rtl/>
        </w:rPr>
        <w:t>،</w:t>
      </w:r>
      <w:r w:rsidRPr="006756FE">
        <w:rPr>
          <w:rtl/>
        </w:rPr>
        <w:t xml:space="preserve"> تسقيني مِن رمش عينيك</w:t>
      </w:r>
      <w:r w:rsidR="00C327EB">
        <w:rPr>
          <w:rtl/>
        </w:rPr>
        <w:t>.</w:t>
      </w:r>
      <w:r w:rsidRPr="006756FE">
        <w:rPr>
          <w:rtl/>
        </w:rPr>
        <w:t xml:space="preserve"> أنا لا آخذ الكلمة الإَّ منك</w:t>
      </w:r>
      <w:r w:rsidR="00F13C51">
        <w:rPr>
          <w:rtl/>
        </w:rPr>
        <w:t>،</w:t>
      </w:r>
      <w:r w:rsidRPr="006756FE">
        <w:rPr>
          <w:rtl/>
        </w:rPr>
        <w:t xml:space="preserve"> ولا أبنيها جداراً إلاَّ بخفقة مِعصمك</w:t>
      </w:r>
      <w:r w:rsidR="00F13C51">
        <w:rPr>
          <w:rtl/>
        </w:rPr>
        <w:t>،</w:t>
      </w:r>
      <w:r w:rsidRPr="006756FE">
        <w:rPr>
          <w:rtl/>
        </w:rPr>
        <w:t xml:space="preserve"> فهل لك أنت مِمَّا أردُّه إليك أنْ تُباهي أوْ أنْ تَغترُّ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وراح القلم في كفَّي إلى صمت حريز</w:t>
      </w:r>
      <w:r w:rsidR="00F13C51">
        <w:rPr>
          <w:rtl/>
        </w:rPr>
        <w:t>،</w:t>
      </w:r>
      <w:r w:rsidRPr="006756FE">
        <w:rPr>
          <w:rtl/>
        </w:rPr>
        <w:t xml:space="preserve"> وهو يرقب قنِّينة الحِبر</w:t>
      </w:r>
      <w:r w:rsidR="00F13C51">
        <w:rPr>
          <w:rtl/>
        </w:rPr>
        <w:t>،</w:t>
      </w:r>
      <w:r w:rsidRPr="006756FE">
        <w:rPr>
          <w:rtl/>
        </w:rPr>
        <w:t xml:space="preserve"> كأنَّه يهفو إليها تأخذ هي</w:t>
      </w:r>
      <w:r w:rsidR="00F13C51">
        <w:rPr>
          <w:rtl/>
        </w:rPr>
        <w:t xml:space="preserve"> - </w:t>
      </w:r>
      <w:r w:rsidRPr="006756FE">
        <w:rPr>
          <w:rtl/>
        </w:rPr>
        <w:t>له</w:t>
      </w:r>
      <w:r w:rsidR="00F13C51">
        <w:rPr>
          <w:rtl/>
        </w:rPr>
        <w:t xml:space="preserve"> - </w:t>
      </w:r>
      <w:r w:rsidRPr="006756FE">
        <w:rPr>
          <w:rtl/>
        </w:rPr>
        <w:t>منِّي الجواب</w:t>
      </w:r>
      <w:r w:rsidR="00F13C51">
        <w:rPr>
          <w:rtl/>
        </w:rPr>
        <w:t>:</w:t>
      </w:r>
    </w:p>
    <w:p w:rsidR="003A7CC2" w:rsidRPr="00A37385" w:rsidRDefault="00F13C51" w:rsidP="00A37385">
      <w:pPr>
        <w:pStyle w:val="libNormal"/>
        <w:rPr>
          <w:rtl/>
        </w:rPr>
      </w:pPr>
      <w:r>
        <w:rPr>
          <w:rtl/>
        </w:rPr>
        <w:t>-</w:t>
      </w:r>
      <w:r w:rsidR="003A7CC2" w:rsidRPr="006756FE">
        <w:rPr>
          <w:rtl/>
        </w:rPr>
        <w:t xml:space="preserve"> صدقت يا صنوي الحبيب</w:t>
      </w:r>
      <w:r>
        <w:rPr>
          <w:rtl/>
        </w:rPr>
        <w:t>،</w:t>
      </w:r>
      <w:r w:rsidR="003A7CC2" w:rsidRPr="006756FE">
        <w:rPr>
          <w:rtl/>
        </w:rPr>
        <w:t xml:space="preserve"> وأنا مثلك لا يحقُّ لي أنْ أغترَّ</w:t>
      </w:r>
      <w:r>
        <w:rPr>
          <w:rtl/>
        </w:rPr>
        <w:t xml:space="preserve"> - </w:t>
      </w:r>
      <w:r w:rsidR="003A7CC2" w:rsidRPr="006756FE">
        <w:rPr>
          <w:rtl/>
        </w:rPr>
        <w:t>كلانا غَزارة يا قلمي في كفِّ الحياة</w:t>
      </w:r>
      <w:r>
        <w:rPr>
          <w:rtl/>
        </w:rPr>
        <w:t xml:space="preserve"> - </w:t>
      </w:r>
      <w:r w:rsidR="003A7CC2" w:rsidRPr="006756FE">
        <w:rPr>
          <w:rtl/>
        </w:rPr>
        <w:t>إنَّها هي التي تَبرينا أقلاماً وتسقينا مِن حِبرها نلوِّن به صفحة القرطاس</w:t>
      </w:r>
      <w:r>
        <w:rPr>
          <w:rtl/>
        </w:rPr>
        <w:t>،</w:t>
      </w:r>
      <w:r w:rsidR="003A7CC2" w:rsidRPr="006756FE">
        <w:rPr>
          <w:rtl/>
        </w:rPr>
        <w:t xml:space="preserve"> نأخذ الكلمة منها ونبنيها في حقيقة التعبير</w:t>
      </w:r>
      <w:r>
        <w:rPr>
          <w:rtl/>
        </w:rPr>
        <w:t xml:space="preserve"> - </w:t>
      </w:r>
      <w:r w:rsidR="003A7CC2" w:rsidRPr="006756FE">
        <w:rPr>
          <w:rtl/>
        </w:rPr>
        <w:t>فإذا كان لنا الغوص العميق والجمع الأصيل</w:t>
      </w:r>
      <w:r>
        <w:rPr>
          <w:rtl/>
        </w:rPr>
        <w:t>،</w:t>
      </w:r>
      <w:r w:rsidR="003A7CC2" w:rsidRPr="006756FE">
        <w:rPr>
          <w:rtl/>
        </w:rPr>
        <w:t xml:space="preserve"> فذلك مِن معانيها الصحيحة ننقله إلى الصفحة المزدهية بجمال التصوير</w:t>
      </w:r>
      <w:r w:rsidR="00C327EB">
        <w:rPr>
          <w:rtl/>
        </w:rPr>
        <w:t>.</w:t>
      </w:r>
      <w:r w:rsidR="003A7CC2" w:rsidRPr="006756FE">
        <w:rPr>
          <w:rtl/>
        </w:rPr>
        <w:t xml:space="preserve"> الصدق والغوص يا قلمي</w:t>
      </w:r>
      <w:r>
        <w:rPr>
          <w:rtl/>
        </w:rPr>
        <w:t>،</w:t>
      </w:r>
      <w:r w:rsidR="003A7CC2" w:rsidRPr="006756FE">
        <w:rPr>
          <w:rtl/>
        </w:rPr>
        <w:t xml:space="preserve"> كلاهما في ا</w:t>
      </w:r>
      <w:r w:rsidR="002C2DD7">
        <w:rPr>
          <w:rtl/>
        </w:rPr>
        <w:t>لمـُ</w:t>
      </w:r>
      <w:r w:rsidR="003A7CC2" w:rsidRPr="006756FE">
        <w:rPr>
          <w:rtl/>
        </w:rPr>
        <w:t>جتنى</w:t>
      </w:r>
      <w:r>
        <w:rPr>
          <w:rtl/>
        </w:rPr>
        <w:t>،</w:t>
      </w:r>
      <w:r w:rsidR="003A7CC2" w:rsidRPr="006756FE">
        <w:rPr>
          <w:rtl/>
        </w:rPr>
        <w:t xml:space="preserve"> يبنيان الكلمة تشفُّ بهما</w:t>
      </w:r>
      <w:r>
        <w:rPr>
          <w:rtl/>
        </w:rPr>
        <w:t>،</w:t>
      </w:r>
      <w:r w:rsidR="003A7CC2" w:rsidRPr="006756FE">
        <w:rPr>
          <w:rtl/>
        </w:rPr>
        <w:t xml:space="preserve"> ويبنيان النفس إلى حقيقة الغرف وحقيقة التأثير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تلك هي القضايا الكبيرة في الحياة</w:t>
      </w:r>
      <w:r w:rsidR="00F13C51">
        <w:rPr>
          <w:rtl/>
        </w:rPr>
        <w:t>،</w:t>
      </w:r>
      <w:r w:rsidRPr="006756FE">
        <w:rPr>
          <w:rtl/>
        </w:rPr>
        <w:t xml:space="preserve"> تنبت منها الكلمة</w:t>
      </w:r>
      <w:r w:rsidR="00F13C51">
        <w:rPr>
          <w:rtl/>
        </w:rPr>
        <w:t>،</w:t>
      </w:r>
      <w:r w:rsidRPr="006756FE">
        <w:rPr>
          <w:rtl/>
        </w:rPr>
        <w:t xml:space="preserve"> ويصدر عنها التعبير</w:t>
      </w:r>
      <w:r w:rsidR="00F13C51">
        <w:rPr>
          <w:rtl/>
        </w:rPr>
        <w:t xml:space="preserve"> - </w:t>
      </w:r>
      <w:r w:rsidRPr="006756FE">
        <w:rPr>
          <w:rtl/>
        </w:rPr>
        <w:t>والشوق والفهم هما الصيادان الماهران اللذان يتلقطان بالكلمة المنسوجة مِن حقيقة القضيَّة</w:t>
      </w:r>
      <w:r w:rsidR="00F13C51">
        <w:rPr>
          <w:rtl/>
        </w:rPr>
        <w:t xml:space="preserve"> - </w:t>
      </w:r>
      <w:r w:rsidRPr="006756FE">
        <w:rPr>
          <w:rtl/>
        </w:rPr>
        <w:t>وا</w:t>
      </w:r>
      <w:r w:rsidR="002C2DD7">
        <w:rPr>
          <w:rtl/>
        </w:rPr>
        <w:t>لمـُ</w:t>
      </w:r>
      <w:r w:rsidRPr="006756FE">
        <w:rPr>
          <w:rtl/>
        </w:rPr>
        <w:t>عبِّرة هي عن حقيقة جلالها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أمَّا الدعوة الجديدة التي يُحفِّزك ويُحفِّزني الشوق إلى جعلها جليلة في المضمار</w:t>
      </w:r>
      <w:r w:rsidR="00F13C51">
        <w:rPr>
          <w:rtl/>
        </w:rPr>
        <w:t>،</w:t>
      </w:r>
      <w:r w:rsidRPr="006756FE">
        <w:rPr>
          <w:rtl/>
        </w:rPr>
        <w:t xml:space="preserve"> فلا أظنُّك إلاَّ مُتهيِّباً مِثلي جديَّة الغوص فيها</w:t>
      </w:r>
      <w:r w:rsidR="00F13C51">
        <w:rPr>
          <w:rtl/>
        </w:rPr>
        <w:t>؛</w:t>
      </w:r>
      <w:r w:rsidRPr="006756FE">
        <w:rPr>
          <w:rtl/>
        </w:rPr>
        <w:t xml:space="preserve"> لانَّ لها</w:t>
      </w:r>
      <w:r w:rsidR="00F13C51">
        <w:rPr>
          <w:rtl/>
        </w:rPr>
        <w:t xml:space="preserve"> - </w:t>
      </w:r>
      <w:r w:rsidRPr="006756FE">
        <w:rPr>
          <w:rtl/>
        </w:rPr>
        <w:t>في المجال الكبير</w:t>
      </w:r>
      <w:r w:rsidR="00F13C51">
        <w:rPr>
          <w:rtl/>
        </w:rPr>
        <w:t xml:space="preserve"> - </w:t>
      </w:r>
      <w:r w:rsidRPr="006756FE">
        <w:rPr>
          <w:rtl/>
        </w:rPr>
        <w:t>قضيَّة مُلتهبة بالجوهر الذي تُفتِّش عنه حقيقة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عديدون هُمْ الرؤوس الكبار الذي تناولتُ إليهم سَهماً مشتاقاً في حقول السيرة</w:t>
      </w:r>
      <w:r w:rsidR="00F13C51">
        <w:rPr>
          <w:rtl/>
        </w:rPr>
        <w:t>،</w:t>
      </w:r>
      <w:r w:rsidRPr="006756FE">
        <w:rPr>
          <w:rtl/>
        </w:rPr>
        <w:t xml:space="preserve"> ولكنِّي لم أؤخذ مع أيِّ واحد منهم</w:t>
      </w:r>
      <w:r w:rsidR="00F13C51">
        <w:rPr>
          <w:rtl/>
        </w:rPr>
        <w:t>،</w:t>
      </w:r>
      <w:r w:rsidRPr="006756FE">
        <w:rPr>
          <w:rtl/>
        </w:rPr>
        <w:t xml:space="preserve"> وهُمْ العظام</w:t>
      </w:r>
      <w:r w:rsidR="00F13C51">
        <w:rPr>
          <w:rtl/>
        </w:rPr>
        <w:t>،</w:t>
      </w:r>
      <w:r w:rsidRPr="006756FE">
        <w:rPr>
          <w:rtl/>
        </w:rPr>
        <w:t xml:space="preserve"> بهزَّة تناولت مِن نفسي كلَّ كوامنها</w:t>
      </w:r>
      <w:r w:rsidR="00F13C51">
        <w:rPr>
          <w:rtl/>
        </w:rPr>
        <w:t>،</w:t>
      </w:r>
      <w:r w:rsidRPr="006756FE">
        <w:rPr>
          <w:rtl/>
        </w:rPr>
        <w:t xml:space="preserve"> كالهزَّة التي تملَّكتني وأنا اتتبَّع خُطوات الإمام الحسين مِن أرض الحِجاز</w:t>
      </w:r>
      <w:r w:rsidR="00F13C51">
        <w:rPr>
          <w:rtl/>
        </w:rPr>
        <w:t>،</w:t>
      </w:r>
      <w:r w:rsidRPr="006756FE">
        <w:rPr>
          <w:rtl/>
        </w:rPr>
        <w:t xml:space="preserve"> إلى أرض الكوفة</w:t>
      </w:r>
      <w:r w:rsidR="00F13C51">
        <w:rPr>
          <w:rtl/>
        </w:rPr>
        <w:t xml:space="preserve"> - </w:t>
      </w:r>
      <w:r w:rsidRPr="006756FE">
        <w:rPr>
          <w:rtl/>
        </w:rPr>
        <w:t>لقد مشى الخُطوط ذاتها</w:t>
      </w:r>
      <w:r w:rsidR="00F13C51">
        <w:rPr>
          <w:rtl/>
        </w:rPr>
        <w:t>،</w:t>
      </w:r>
      <w:r w:rsidRPr="006756FE">
        <w:rPr>
          <w:rtl/>
        </w:rPr>
        <w:t xml:space="preserve"> وأوسع منها بكثير</w:t>
      </w:r>
      <w:r w:rsidR="00F13C51">
        <w:rPr>
          <w:rtl/>
        </w:rPr>
        <w:t>،</w:t>
      </w:r>
      <w:r w:rsidRPr="006756FE">
        <w:rPr>
          <w:rtl/>
        </w:rPr>
        <w:t xml:space="preserve"> كلُّ واحد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مِن هؤلاء المشَّائين</w:t>
      </w:r>
      <w:r w:rsidR="00F13C51">
        <w:rPr>
          <w:rtl/>
        </w:rPr>
        <w:t xml:space="preserve"> - </w:t>
      </w:r>
      <w:r w:rsidRPr="006756FE">
        <w:rPr>
          <w:rtl/>
        </w:rPr>
        <w:t>لقد كان كلُّ واحد منهم عدَّاءً وجوَّاباً</w:t>
      </w:r>
      <w:r w:rsidR="00F13C51">
        <w:rPr>
          <w:rtl/>
        </w:rPr>
        <w:t xml:space="preserve"> - </w:t>
      </w:r>
      <w:r w:rsidRPr="006756FE">
        <w:rPr>
          <w:rtl/>
        </w:rPr>
        <w:t>ابتداءً مِن النبي الجليل</w:t>
      </w:r>
      <w:r w:rsidR="00F13C51">
        <w:rPr>
          <w:rtl/>
        </w:rPr>
        <w:t>،</w:t>
      </w:r>
      <w:r w:rsidRPr="006756FE">
        <w:rPr>
          <w:rtl/>
        </w:rPr>
        <w:t xml:space="preserve"> الذي لم يترك حَبَّة رمل مِن أرض الجزيرة إلاَّ ونشَّفها بخطواته الثقيلة</w:t>
      </w:r>
      <w:r w:rsidR="00F13C51">
        <w:rPr>
          <w:rtl/>
        </w:rPr>
        <w:t>،</w:t>
      </w:r>
      <w:r w:rsidRPr="006756FE">
        <w:rPr>
          <w:rtl/>
        </w:rPr>
        <w:t xml:space="preserve"> وغمرها بفيض مِن عقله وروحه وحنانه</w:t>
      </w:r>
      <w:r w:rsidR="00F13C51">
        <w:rPr>
          <w:rtl/>
        </w:rPr>
        <w:t>،</w:t>
      </w:r>
      <w:r w:rsidRPr="006756FE">
        <w:rPr>
          <w:rtl/>
        </w:rPr>
        <w:t xml:space="preserve"> فإذا هي تَؤوب مِن اعتكافها الطويل</w:t>
      </w:r>
      <w:r w:rsidR="00F13C51">
        <w:rPr>
          <w:rtl/>
        </w:rPr>
        <w:t>،</w:t>
      </w:r>
      <w:r w:rsidRPr="006756FE">
        <w:rPr>
          <w:rtl/>
        </w:rPr>
        <w:t xml:space="preserve"> لتنال خَطَّاً جديداً بين يدي مَن راح يبنيها بناءً جديداً بإنسان سويٍّ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أمَّا العبقريُّ الآخر الذي كانت خُطواته أوسع مِن الدروب</w:t>
      </w:r>
      <w:r w:rsidR="00F13C51">
        <w:rPr>
          <w:rtl/>
        </w:rPr>
        <w:t>،</w:t>
      </w:r>
      <w:r w:rsidRPr="006756FE">
        <w:rPr>
          <w:rtl/>
        </w:rPr>
        <w:t xml:space="preserve"> وراحتاه أندى مِن كلِّ دُيمة مَرَّت في سماء</w:t>
      </w:r>
      <w:r w:rsidR="00F13C51">
        <w:rPr>
          <w:rtl/>
        </w:rPr>
        <w:t>،</w:t>
      </w:r>
      <w:r w:rsidRPr="006756FE">
        <w:rPr>
          <w:rtl/>
        </w:rPr>
        <w:t xml:space="preserve"> فانَّه ما ترك خلفه خَطَّاً مِن خُطوط القوافل</w:t>
      </w:r>
      <w:r w:rsidR="00F13C51">
        <w:rPr>
          <w:rtl/>
        </w:rPr>
        <w:t>،</w:t>
      </w:r>
      <w:r w:rsidRPr="006756FE">
        <w:rPr>
          <w:rtl/>
        </w:rPr>
        <w:t xml:space="preserve"> إلاَّ وزرع نفسه فيه</w:t>
      </w:r>
      <w:r w:rsidR="00F13C51">
        <w:rPr>
          <w:rtl/>
        </w:rPr>
        <w:t>:</w:t>
      </w:r>
      <w:r w:rsidRPr="006756FE">
        <w:rPr>
          <w:rtl/>
        </w:rPr>
        <w:t xml:space="preserve"> نظافة</w:t>
      </w:r>
      <w:r w:rsidR="00F13C51">
        <w:rPr>
          <w:rtl/>
        </w:rPr>
        <w:t>،</w:t>
      </w:r>
      <w:r w:rsidRPr="006756FE">
        <w:rPr>
          <w:rtl/>
        </w:rPr>
        <w:t xml:space="preserve"> وعدالة</w:t>
      </w:r>
      <w:r w:rsidR="00F13C51">
        <w:rPr>
          <w:rtl/>
        </w:rPr>
        <w:t>،</w:t>
      </w:r>
      <w:r w:rsidRPr="006756FE">
        <w:rPr>
          <w:rtl/>
        </w:rPr>
        <w:t xml:space="preserve"> وتُقى</w:t>
      </w:r>
      <w:r w:rsidR="00F13C51">
        <w:rPr>
          <w:rtl/>
        </w:rPr>
        <w:t>،</w:t>
      </w:r>
      <w:r w:rsidRPr="006756FE">
        <w:rPr>
          <w:rtl/>
        </w:rPr>
        <w:t xml:space="preserve"> وسموَّاً</w:t>
      </w:r>
      <w:r w:rsidR="00F13C51">
        <w:rPr>
          <w:rtl/>
        </w:rPr>
        <w:t>،</w:t>
      </w:r>
      <w:r w:rsidRPr="006756FE">
        <w:rPr>
          <w:rtl/>
        </w:rPr>
        <w:t xml:space="preserve"> مِمَّا جعل مُجتمعات الأرض تُفتِّش عن حقيقة وجودها الحضاري النبيل</w:t>
      </w:r>
      <w:r w:rsidR="00F13C51">
        <w:rPr>
          <w:rtl/>
        </w:rPr>
        <w:t>،</w:t>
      </w:r>
      <w:r w:rsidRPr="006756FE">
        <w:rPr>
          <w:rtl/>
        </w:rPr>
        <w:t xml:space="preserve"> ولا تجده إلاَّ في الإنسان الذي يبنيه حِزام الإمام عليٍّ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أمَّا تلك التي نبتت بين ذراعي أبيها</w:t>
      </w:r>
      <w:r w:rsidR="00F13C51">
        <w:rPr>
          <w:rtl/>
        </w:rPr>
        <w:t>،</w:t>
      </w:r>
      <w:r w:rsidRPr="006756FE">
        <w:rPr>
          <w:rtl/>
        </w:rPr>
        <w:t xml:space="preserve"> كأنَّها أعزُّ مِن شجرة الدُّرِّ</w:t>
      </w:r>
      <w:r w:rsidR="00F13C51">
        <w:rPr>
          <w:rtl/>
        </w:rPr>
        <w:t>،</w:t>
      </w:r>
      <w:r w:rsidRPr="006756FE">
        <w:rPr>
          <w:rtl/>
        </w:rPr>
        <w:t xml:space="preserve"> فيكفيها أنَّها مشت أقصر طريق مِن بيتها الذي قُلِعت مِن باحته شجرة الأراك</w:t>
      </w:r>
      <w:r w:rsidR="00F13C51">
        <w:rPr>
          <w:rtl/>
        </w:rPr>
        <w:t>،</w:t>
      </w:r>
      <w:r w:rsidRPr="006756FE">
        <w:rPr>
          <w:rtl/>
        </w:rPr>
        <w:t xml:space="preserve"> إلى باحة المسجد الذي كان يُصلِّي فيه خليفة المسلمين</w:t>
      </w:r>
      <w:r w:rsidR="00F13C51">
        <w:rPr>
          <w:rtl/>
        </w:rPr>
        <w:t>؛</w:t>
      </w:r>
      <w:r w:rsidRPr="006756FE">
        <w:rPr>
          <w:rtl/>
        </w:rPr>
        <w:t xml:space="preserve"> لتُعلمه أنَّ العدالة الممهورة بجِنان أبيها محمَّد</w:t>
      </w:r>
      <w:r w:rsidR="00F13C51">
        <w:rPr>
          <w:rtl/>
        </w:rPr>
        <w:t>،</w:t>
      </w:r>
      <w:r w:rsidRPr="006756FE">
        <w:rPr>
          <w:rtl/>
        </w:rPr>
        <w:t xml:space="preserve"> والمسبوكة مِن مَعدن زوجها عليٍّ</w:t>
      </w:r>
      <w:r w:rsidR="00F13C51">
        <w:rPr>
          <w:rtl/>
        </w:rPr>
        <w:t>،</w:t>
      </w:r>
      <w:r w:rsidRPr="006756FE">
        <w:rPr>
          <w:rtl/>
        </w:rPr>
        <w:t xml:space="preserve"> هي التي تُرزِم الأُمَّة وتجعلها قدوة بين الأُمَم</w:t>
      </w:r>
      <w:r w:rsidR="00F13C51">
        <w:rPr>
          <w:rtl/>
        </w:rPr>
        <w:t>،</w:t>
      </w:r>
      <w:r w:rsidRPr="006756FE">
        <w:rPr>
          <w:rtl/>
        </w:rPr>
        <w:t xml:space="preserve"> إنَّ الطريق القصير الذي مشته فاطمة الزهراء</w:t>
      </w:r>
      <w:r w:rsidR="00F13C51">
        <w:rPr>
          <w:rtl/>
        </w:rPr>
        <w:t>،</w:t>
      </w:r>
      <w:r w:rsidRPr="006756FE">
        <w:rPr>
          <w:rtl/>
        </w:rPr>
        <w:t xml:space="preserve"> لا يزال حتَّى الآن يمتدُّ عِبَر الأجيال</w:t>
      </w:r>
      <w:r w:rsidR="00F13C51">
        <w:rPr>
          <w:rtl/>
        </w:rPr>
        <w:t>،</w:t>
      </w:r>
      <w:r w:rsidRPr="006756FE">
        <w:rPr>
          <w:rtl/>
        </w:rPr>
        <w:t xml:space="preserve"> تخفق فيه ثورة نادرة المثال</w:t>
      </w:r>
      <w:r w:rsidR="00F13C51">
        <w:rPr>
          <w:rtl/>
        </w:rPr>
        <w:t>،</w:t>
      </w:r>
      <w:r w:rsidRPr="006756FE">
        <w:rPr>
          <w:rtl/>
        </w:rPr>
        <w:t xml:space="preserve"> تُعلِّم البنَّائين كيف يُعالجون أساس الصرح الذي يليق لسُكنى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هؤلاء هُمْ ثلاثة علَّموا الإمام الحسن كيف يمشي فوق الدروب</w:t>
      </w:r>
      <w:r w:rsidR="00F13C51">
        <w:rPr>
          <w:rtl/>
        </w:rPr>
        <w:t>،</w:t>
      </w:r>
      <w:r w:rsidRPr="006756FE">
        <w:rPr>
          <w:rtl/>
        </w:rPr>
        <w:t xml:space="preserve"> ولقد مشى بروحه</w:t>
      </w:r>
      <w:r w:rsidR="00F13C51">
        <w:rPr>
          <w:rtl/>
        </w:rPr>
        <w:t>،</w:t>
      </w:r>
      <w:r w:rsidRPr="006756FE">
        <w:rPr>
          <w:rtl/>
        </w:rPr>
        <w:t xml:space="preserve"> وعقله</w:t>
      </w:r>
      <w:r w:rsidR="00F13C51">
        <w:rPr>
          <w:rtl/>
        </w:rPr>
        <w:t>،</w:t>
      </w:r>
      <w:r w:rsidRPr="006756FE">
        <w:rPr>
          <w:rtl/>
        </w:rPr>
        <w:t xml:space="preserve"> وإيمانه</w:t>
      </w:r>
      <w:r w:rsidR="00F13C51">
        <w:rPr>
          <w:rtl/>
        </w:rPr>
        <w:t>،</w:t>
      </w:r>
      <w:r w:rsidRPr="006756FE">
        <w:rPr>
          <w:rtl/>
        </w:rPr>
        <w:t xml:space="preserve"> وكان جليلاً وهو يمشي</w:t>
      </w:r>
      <w:r w:rsidR="00F13C51">
        <w:rPr>
          <w:rtl/>
        </w:rPr>
        <w:t>،</w:t>
      </w:r>
      <w:r w:rsidRPr="006756FE">
        <w:rPr>
          <w:rtl/>
        </w:rPr>
        <w:t xml:space="preserve"> وكان حكيماً وهو يمشي</w:t>
      </w:r>
      <w:r w:rsidR="00F13C51">
        <w:rPr>
          <w:rtl/>
        </w:rPr>
        <w:t>،</w:t>
      </w:r>
      <w:r w:rsidRPr="006756FE">
        <w:rPr>
          <w:rtl/>
        </w:rPr>
        <w:t xml:space="preserve"> وكان قُطباً مِن مرونة وهو يمشي</w:t>
      </w:r>
      <w:r w:rsidR="00F13C51">
        <w:rPr>
          <w:rtl/>
        </w:rPr>
        <w:t>،</w:t>
      </w:r>
      <w:r w:rsidRPr="006756FE">
        <w:rPr>
          <w:rtl/>
        </w:rPr>
        <w:t xml:space="preserve"> ولا يزال حتَّى الآن يمشي مشية الرِّئبال ا</w:t>
      </w:r>
      <w:r w:rsidR="002C2DD7">
        <w:rPr>
          <w:rtl/>
        </w:rPr>
        <w:t>لمـُ</w:t>
      </w:r>
      <w:r w:rsidRPr="006756FE">
        <w:rPr>
          <w:rtl/>
        </w:rPr>
        <w:t>ختال</w:t>
      </w:r>
      <w:r w:rsidR="00F13C51">
        <w:rPr>
          <w:rtl/>
        </w:rPr>
        <w:t xml:space="preserve"> - </w:t>
      </w:r>
      <w:r w:rsidRPr="006756FE">
        <w:rPr>
          <w:rtl/>
        </w:rPr>
        <w:t>إنَّه الغيور على أُمَّة سُحبت مِن تحت الرمال المحرورة</w:t>
      </w:r>
      <w:r w:rsidR="00F13C51">
        <w:rPr>
          <w:rtl/>
        </w:rPr>
        <w:t>،</w:t>
      </w:r>
      <w:r w:rsidRPr="006756FE">
        <w:rPr>
          <w:rtl/>
        </w:rPr>
        <w:t xml:space="preserve"> لتُثبت وجودها تحت الظلال</w:t>
      </w:r>
      <w:r w:rsidR="00F13C51">
        <w:rPr>
          <w:rtl/>
        </w:rPr>
        <w:t xml:space="preserve"> - </w:t>
      </w:r>
      <w:r w:rsidRPr="006756FE">
        <w:rPr>
          <w:rtl/>
        </w:rPr>
        <w:t>إنَّه لا يزال ولن يَنْيَ يُعلِّمها أنَّ الوحدة النظيفة</w:t>
      </w:r>
      <w:r w:rsidR="00F13C51">
        <w:rPr>
          <w:rtl/>
        </w:rPr>
        <w:t>،</w:t>
      </w:r>
      <w:r w:rsidRPr="006756FE">
        <w:rPr>
          <w:rtl/>
        </w:rPr>
        <w:t xml:space="preserve"> المؤمنة</w:t>
      </w:r>
      <w:r w:rsidR="00F13C51">
        <w:rPr>
          <w:rtl/>
        </w:rPr>
        <w:t>،</w:t>
      </w:r>
      <w:r w:rsidRPr="006756FE">
        <w:rPr>
          <w:rtl/>
        </w:rPr>
        <w:t xml:space="preserve"> وا</w:t>
      </w:r>
      <w:r w:rsidR="002C2DD7">
        <w:rPr>
          <w:rtl/>
        </w:rPr>
        <w:t>لمـُ</w:t>
      </w:r>
      <w:r w:rsidRPr="006756FE">
        <w:rPr>
          <w:rtl/>
        </w:rPr>
        <w:t>دركة هي التي</w:t>
      </w:r>
      <w:r w:rsidR="00F13C51">
        <w:rPr>
          <w:rtl/>
        </w:rPr>
        <w:t xml:space="preserve"> - </w:t>
      </w:r>
      <w:r w:rsidRPr="006756FE">
        <w:rPr>
          <w:rtl/>
        </w:rPr>
        <w:t>وحدها</w:t>
      </w:r>
      <w:r w:rsidR="00F13C51">
        <w:rPr>
          <w:rtl/>
        </w:rPr>
        <w:t xml:space="preserve"> - </w:t>
      </w:r>
      <w:r w:rsidRPr="006756FE">
        <w:rPr>
          <w:rtl/>
        </w:rPr>
        <w:t>تبني ا</w:t>
      </w:r>
      <w:r w:rsidR="002C2DD7">
        <w:rPr>
          <w:rtl/>
        </w:rPr>
        <w:t>لمـُ</w:t>
      </w:r>
      <w:r w:rsidRPr="006756FE">
        <w:rPr>
          <w:rtl/>
        </w:rPr>
        <w:t>جتمع بالإنسان العظيم</w:t>
      </w:r>
      <w:r w:rsidR="00F13C51">
        <w:rPr>
          <w:rtl/>
        </w:rPr>
        <w:t>،</w:t>
      </w:r>
      <w:r w:rsidRPr="006756FE">
        <w:rPr>
          <w:rtl/>
        </w:rPr>
        <w:t xml:space="preserve"> وأنَّ الأحقاد ليست عقلاً</w:t>
      </w:r>
      <w:r w:rsidR="00F13C51">
        <w:rPr>
          <w:rtl/>
        </w:rPr>
        <w:t>،</w:t>
      </w:r>
      <w:r w:rsidRPr="006756FE">
        <w:rPr>
          <w:rtl/>
        </w:rPr>
        <w:t xml:space="preserve"> وأنَّ التسابق إلى مراكز الحُكم والثروة ليس قوَّةً ولا غِنىً</w:t>
      </w:r>
      <w:r w:rsidR="00F13C51">
        <w:rPr>
          <w:rtl/>
        </w:rPr>
        <w:t>،</w:t>
      </w:r>
      <w:r w:rsidRPr="006756FE">
        <w:rPr>
          <w:rtl/>
        </w:rPr>
        <w:t xml:space="preserve"> ولا أيَّ تحقيق يدوم</w:t>
      </w:r>
      <w:r w:rsidR="00F13C51">
        <w:rPr>
          <w:rtl/>
        </w:rPr>
        <w:t>،</w:t>
      </w:r>
      <w:r w:rsidRPr="006756FE">
        <w:rPr>
          <w:rtl/>
        </w:rPr>
        <w:t xml:space="preserve"> وأنَّ الحُكم هو خدمة مُتفانية</w:t>
      </w:r>
      <w:r w:rsidR="00F13C51">
        <w:rPr>
          <w:rtl/>
        </w:rPr>
        <w:t>،</w:t>
      </w:r>
      <w:r w:rsidRPr="006756FE">
        <w:rPr>
          <w:rtl/>
        </w:rPr>
        <w:t xml:space="preserve"> وصدق في المعرفة والضمير</w:t>
      </w:r>
      <w:r w:rsidR="00F13C51">
        <w:rPr>
          <w:rtl/>
        </w:rPr>
        <w:t>،</w:t>
      </w:r>
      <w:r w:rsidRPr="006756FE">
        <w:rPr>
          <w:rtl/>
        </w:rPr>
        <w:t xml:space="preserve"> وأنَّ كلَّ ما خطَّه جَدُّه الذي جمع الأُمَّة مِن شِتاتها إلى واحد</w:t>
      </w:r>
      <w:r w:rsidR="00F13C51">
        <w:rPr>
          <w:rtl/>
        </w:rPr>
        <w:t>،</w:t>
      </w:r>
      <w:r w:rsidRPr="006756FE">
        <w:rPr>
          <w:rtl/>
        </w:rPr>
        <w:t xml:space="preserve"> هو الصحيح في أداة الجمع والتوحيد</w:t>
      </w:r>
      <w:r w:rsidR="00F13C51">
        <w:rPr>
          <w:rtl/>
        </w:rPr>
        <w:t>،</w:t>
      </w:r>
      <w:r w:rsidRPr="006756FE">
        <w:rPr>
          <w:rtl/>
        </w:rPr>
        <w:t xml:space="preserve"> وهي التي جمعت</w:t>
      </w:r>
      <w:r w:rsidR="00F13C51">
        <w:rPr>
          <w:rtl/>
        </w:rPr>
        <w:t>،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وهي التي حقَّقت</w:t>
      </w:r>
      <w:r w:rsidR="00F13C51">
        <w:rPr>
          <w:rtl/>
        </w:rPr>
        <w:t>،</w:t>
      </w:r>
      <w:r w:rsidRPr="006756FE">
        <w:rPr>
          <w:rtl/>
        </w:rPr>
        <w:t xml:space="preserve"> وهي التي لا يقدر</w:t>
      </w:r>
      <w:r w:rsidR="00F13C51">
        <w:rPr>
          <w:rtl/>
        </w:rPr>
        <w:t xml:space="preserve"> - </w:t>
      </w:r>
      <w:r w:rsidRPr="006756FE">
        <w:rPr>
          <w:rtl/>
        </w:rPr>
        <w:t>هو الإمام الحسن</w:t>
      </w:r>
      <w:r w:rsidR="00F13C51">
        <w:rPr>
          <w:rtl/>
        </w:rPr>
        <w:t xml:space="preserve"> - </w:t>
      </w:r>
      <w:r w:rsidRPr="006756FE">
        <w:rPr>
          <w:rtl/>
        </w:rPr>
        <w:t>إلاَّ أنْ يُضحِّي مِن أجل تثبيتها أداة جمع لا أداة تفرقة</w:t>
      </w:r>
      <w:r w:rsidR="00F13C51">
        <w:rPr>
          <w:rtl/>
        </w:rPr>
        <w:t>،</w:t>
      </w:r>
      <w:r w:rsidRPr="006756FE">
        <w:rPr>
          <w:rtl/>
        </w:rPr>
        <w:t xml:space="preserve"> وكان التنازل عن الحُكم</w:t>
      </w:r>
      <w:r w:rsidR="00F13C51">
        <w:rPr>
          <w:rtl/>
        </w:rPr>
        <w:t>،</w:t>
      </w:r>
      <w:r w:rsidRPr="006756FE">
        <w:rPr>
          <w:rtl/>
        </w:rPr>
        <w:t xml:space="preserve"> والابتعاد عن إراقة الدم</w:t>
      </w:r>
      <w:r w:rsidR="00F13C51">
        <w:rPr>
          <w:rtl/>
        </w:rPr>
        <w:t>،</w:t>
      </w:r>
      <w:r w:rsidRPr="006756FE">
        <w:rPr>
          <w:rtl/>
        </w:rPr>
        <w:t xml:space="preserve"> إحياءً لقدوةٍ لا تزال حتَّى الآن تُقدِّم لكلِّ مَن يُحاول الوصول إلى كرسيٍّ مغروز القوائم في بُرَك الدم</w:t>
      </w:r>
      <w:r w:rsidR="00F13C51">
        <w:rPr>
          <w:rtl/>
        </w:rPr>
        <w:t>،</w:t>
      </w:r>
      <w:r w:rsidRPr="006756FE">
        <w:rPr>
          <w:rtl/>
        </w:rPr>
        <w:t xml:space="preserve"> على حساب مُجتمع ينهدُّ إلى دَركٍ مِن الذِّلِّ والضعف والهوان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تلك هي الخُطوط العريضة التي مشاها هؤلاء العظام</w:t>
      </w:r>
      <w:r w:rsidR="00F13C51">
        <w:rPr>
          <w:rtl/>
        </w:rPr>
        <w:t>،</w:t>
      </w:r>
      <w:r w:rsidRPr="006756FE">
        <w:rPr>
          <w:rtl/>
        </w:rPr>
        <w:t xml:space="preserve"> فهل يكون الخَطُّ الذي مشاه الحسين مِن مَكَّة إلى كربلاء هو مِن ذات الطول</w:t>
      </w:r>
      <w:r w:rsidR="00F13C51">
        <w:rPr>
          <w:rtl/>
        </w:rPr>
        <w:t>،</w:t>
      </w:r>
      <w:r w:rsidRPr="006756FE">
        <w:rPr>
          <w:rtl/>
        </w:rPr>
        <w:t xml:space="preserve"> وذات الوزن</w:t>
      </w:r>
      <w:r w:rsidR="00F13C51">
        <w:rPr>
          <w:rtl/>
        </w:rPr>
        <w:t>،</w:t>
      </w:r>
      <w:r w:rsidRPr="006756FE">
        <w:rPr>
          <w:rtl/>
        </w:rPr>
        <w:t xml:space="preserve"> وذات الدلال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ولكنَّ السير الذي كان يبدو وكأنَّه بلا رحل ولا نعل</w:t>
      </w:r>
      <w:r w:rsidR="00F13C51">
        <w:rPr>
          <w:rtl/>
        </w:rPr>
        <w:t>،</w:t>
      </w:r>
      <w:r w:rsidRPr="006756FE">
        <w:rPr>
          <w:rtl/>
        </w:rPr>
        <w:t xml:space="preserve"> ولا رمح مصقول السنان</w:t>
      </w:r>
      <w:r w:rsidR="00F13C51">
        <w:rPr>
          <w:rtl/>
        </w:rPr>
        <w:t>،</w:t>
      </w:r>
      <w:r w:rsidRPr="006756FE">
        <w:rPr>
          <w:rtl/>
        </w:rPr>
        <w:t xml:space="preserve"> كيف له أنْ يطيب عِرقه وحفاؤه</w:t>
      </w:r>
      <w:r w:rsidR="00F13C51">
        <w:rPr>
          <w:rtl/>
        </w:rPr>
        <w:t>،</w:t>
      </w:r>
      <w:r w:rsidRPr="006756FE">
        <w:rPr>
          <w:rtl/>
        </w:rPr>
        <w:t xml:space="preserve"> ويذكو نزفه وسخاؤه</w:t>
      </w:r>
      <w:r w:rsidR="00106DAF">
        <w:rPr>
          <w:rtl/>
        </w:rPr>
        <w:t>؟</w:t>
      </w:r>
      <w:r w:rsidRPr="006756FE">
        <w:rPr>
          <w:rtl/>
        </w:rPr>
        <w:t xml:space="preserve"> أم أنَّه غِمْد خَسر السيف</w:t>
      </w:r>
      <w:r w:rsidR="00F13C51">
        <w:rPr>
          <w:rtl/>
        </w:rPr>
        <w:t>،</w:t>
      </w:r>
      <w:r w:rsidRPr="006756FE">
        <w:rPr>
          <w:rtl/>
        </w:rPr>
        <w:t xml:space="preserve"> وخَطو نَتَفَ النَّعل</w:t>
      </w:r>
      <w:r w:rsidR="00F13C51">
        <w:rPr>
          <w:rtl/>
        </w:rPr>
        <w:t>،</w:t>
      </w:r>
      <w:r w:rsidRPr="006756FE">
        <w:rPr>
          <w:rtl/>
        </w:rPr>
        <w:t xml:space="preserve"> جَعبة ضيَّعت النبل</w:t>
      </w:r>
      <w:r w:rsidR="00F13C51">
        <w:rPr>
          <w:rtl/>
        </w:rPr>
        <w:t>،</w:t>
      </w:r>
      <w:r w:rsidRPr="006756FE">
        <w:rPr>
          <w:rtl/>
        </w:rPr>
        <w:t xml:space="preserve"> وفرس قفز السرج مِن حِزامها</w:t>
      </w:r>
      <w:r w:rsidR="00F13C51">
        <w:rPr>
          <w:rtl/>
        </w:rPr>
        <w:t>،</w:t>
      </w:r>
      <w:r w:rsidRPr="006756FE">
        <w:rPr>
          <w:rtl/>
        </w:rPr>
        <w:t xml:space="preserve"> فإذا بالمعركة المشدودة بالصهيل</w:t>
      </w:r>
      <w:r w:rsidR="00F13C51">
        <w:rPr>
          <w:rtl/>
        </w:rPr>
        <w:t>،</w:t>
      </w:r>
      <w:r w:rsidRPr="006756FE">
        <w:rPr>
          <w:rtl/>
        </w:rPr>
        <w:t xml:space="preserve"> كأنَّها كهف في وادٍ مهجور</w:t>
      </w:r>
      <w:r w:rsidR="00F13C51">
        <w:rPr>
          <w:rtl/>
        </w:rPr>
        <w:t>،</w:t>
      </w:r>
      <w:r w:rsidRPr="006756FE">
        <w:rPr>
          <w:rtl/>
        </w:rPr>
        <w:t xml:space="preserve"> ما جَنَّ إلاَّ بالصدى وهَمْهَمة الصدى</w:t>
      </w:r>
      <w:r w:rsidR="00F13C51">
        <w:rPr>
          <w:rtl/>
        </w:rPr>
        <w:t>،</w:t>
      </w:r>
      <w:r w:rsidRPr="006756FE">
        <w:rPr>
          <w:rtl/>
        </w:rPr>
        <w:t xml:space="preserve"> وإذا بالعزم كأنَّه انتحار لا يتخفَّى إلاَّ تحت أقدامٍ حافية</w:t>
      </w:r>
      <w:r w:rsidR="00F13C51">
        <w:rPr>
          <w:rtl/>
        </w:rPr>
        <w:t>،</w:t>
      </w:r>
      <w:r w:rsidRPr="006756FE">
        <w:rPr>
          <w:rtl/>
        </w:rPr>
        <w:t xml:space="preserve"> تجوس النَّخاريب لتصبغها بالورم والدم</w:t>
      </w:r>
      <w:r w:rsidR="00106DAF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إنَّها المأساة</w:t>
      </w:r>
      <w:r w:rsidR="00F13C51">
        <w:rPr>
          <w:rtl/>
        </w:rPr>
        <w:t xml:space="preserve"> - </w:t>
      </w:r>
      <w:r w:rsidRPr="006756FE">
        <w:rPr>
          <w:rtl/>
        </w:rPr>
        <w:t>على ما يبدو</w:t>
      </w:r>
      <w:r w:rsidR="00F13C51">
        <w:rPr>
          <w:rtl/>
        </w:rPr>
        <w:t xml:space="preserve"> - </w:t>
      </w:r>
      <w:r w:rsidRPr="006756FE">
        <w:rPr>
          <w:rtl/>
        </w:rPr>
        <w:t>ولكنَّها ليست هي التي هزَّتني وحرَّكت في نفسي كوامن ما طالها أحد مِثلما طالتها سيرة الحسين</w:t>
      </w:r>
      <w:r w:rsidR="00F13C51">
        <w:rPr>
          <w:rtl/>
        </w:rPr>
        <w:t>،</w:t>
      </w:r>
      <w:r w:rsidRPr="006756FE">
        <w:rPr>
          <w:rtl/>
        </w:rPr>
        <w:t xml:space="preserve"> ليست المأساة هي التي انتهت بمقتل الحسين وأهل بيته</w:t>
      </w:r>
      <w:r w:rsidR="00F13C51">
        <w:rPr>
          <w:rtl/>
        </w:rPr>
        <w:t>،</w:t>
      </w:r>
      <w:r w:rsidRPr="006756FE">
        <w:rPr>
          <w:rtl/>
        </w:rPr>
        <w:t xml:space="preserve"> وليست هي التي انتهت بقطع رأسه وحمله هديَّة إلى ا</w:t>
      </w:r>
      <w:r w:rsidR="002C2DD7">
        <w:rPr>
          <w:rtl/>
        </w:rPr>
        <w:t>لمـَ</w:t>
      </w:r>
      <w:r w:rsidRPr="006756FE">
        <w:rPr>
          <w:rtl/>
        </w:rPr>
        <w:t>ريد الجديد يزيد</w:t>
      </w:r>
      <w:r w:rsidR="00106DAF">
        <w:rPr>
          <w:rtl/>
        </w:rPr>
        <w:t>!</w:t>
      </w:r>
      <w:r w:rsidRPr="006756FE">
        <w:rPr>
          <w:rtl/>
        </w:rPr>
        <w:t>!! صحيح أنَّها همجيَّة ينفر مِن تقبُّلها تحصُّل مُطلق إنسان</w:t>
      </w:r>
      <w:r w:rsidR="00F13C51">
        <w:rPr>
          <w:rtl/>
        </w:rPr>
        <w:t xml:space="preserve"> - </w:t>
      </w:r>
      <w:r w:rsidRPr="006756FE">
        <w:rPr>
          <w:rtl/>
        </w:rPr>
        <w:t>وأنَّها تجديف يُجرِّد كلَّ مُجتمع تَحصَل فيه مِن كلِّ قيمه الحضاريَّة</w:t>
      </w:r>
      <w:r w:rsidR="00F13C51">
        <w:rPr>
          <w:rtl/>
        </w:rPr>
        <w:t xml:space="preserve"> - </w:t>
      </w:r>
      <w:r w:rsidRPr="006756FE">
        <w:rPr>
          <w:rtl/>
        </w:rPr>
        <w:t>الإنسانيَّة</w:t>
      </w:r>
      <w:r w:rsidR="00F13C51">
        <w:rPr>
          <w:rtl/>
        </w:rPr>
        <w:t xml:space="preserve"> - </w:t>
      </w:r>
      <w:r w:rsidRPr="006756FE">
        <w:rPr>
          <w:rtl/>
        </w:rPr>
        <w:t>ا</w:t>
      </w:r>
      <w:r w:rsidR="002C2DD7">
        <w:rPr>
          <w:rtl/>
        </w:rPr>
        <w:t>لمـُ</w:t>
      </w:r>
      <w:r w:rsidRPr="006756FE">
        <w:rPr>
          <w:rtl/>
        </w:rPr>
        <w:t>جتمعيَّة</w:t>
      </w:r>
      <w:r w:rsidR="00F13C51">
        <w:rPr>
          <w:rtl/>
        </w:rPr>
        <w:t>،</w:t>
      </w:r>
      <w:r w:rsidRPr="006756FE">
        <w:rPr>
          <w:rtl/>
        </w:rPr>
        <w:t xml:space="preserve"> وتُصنِّفه دون الدرك الحيواني ا</w:t>
      </w:r>
      <w:r w:rsidR="002C2DD7">
        <w:rPr>
          <w:rtl/>
        </w:rPr>
        <w:t>لمـُ</w:t>
      </w:r>
      <w:r w:rsidRPr="006756FE">
        <w:rPr>
          <w:rtl/>
        </w:rPr>
        <w:t>توحِّش</w:t>
      </w:r>
      <w:r w:rsidR="00F13C51">
        <w:rPr>
          <w:rtl/>
        </w:rPr>
        <w:t>،</w:t>
      </w:r>
      <w:r w:rsidRPr="006756FE">
        <w:rPr>
          <w:rtl/>
        </w:rPr>
        <w:t xml:space="preserve"> ولا تغسله مِن زَنِخها الكريه إلاَّ أجيال أُخرى</w:t>
      </w:r>
      <w:r w:rsidR="00F13C51">
        <w:rPr>
          <w:rtl/>
        </w:rPr>
        <w:t>،</w:t>
      </w:r>
      <w:r w:rsidRPr="006756FE">
        <w:rPr>
          <w:rtl/>
        </w:rPr>
        <w:t xml:space="preserve"> تردُّه إلى إعادة اعتبار نفسه إنساناً لا يجوز له أبداً أنْ يُمثَّل حتَّى بذئبٍ جاء يفترس نعجة مُطمئنَّة في حظيرة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قلت</w:t>
      </w:r>
      <w:r w:rsidR="00F13C51">
        <w:rPr>
          <w:rtl/>
        </w:rPr>
        <w:t>:</w:t>
      </w:r>
      <w:r w:rsidRPr="006756FE">
        <w:rPr>
          <w:rtl/>
        </w:rPr>
        <w:t xml:space="preserve"> ليست المأساة تلك هي التي هزَّتني</w:t>
      </w:r>
      <w:r w:rsidR="00F13C51">
        <w:rPr>
          <w:rtl/>
        </w:rPr>
        <w:t>،</w:t>
      </w:r>
      <w:r w:rsidRPr="006756FE">
        <w:rPr>
          <w:rtl/>
        </w:rPr>
        <w:t xml:space="preserve"> وإنْ تكن قد قهرتني وقصفتني إلى ذِلٍّ لا يُمرِّغني به إلاَّ إنسان كافر في مُجتمعي</w:t>
      </w:r>
      <w:r w:rsidR="00F13C51">
        <w:rPr>
          <w:rtl/>
        </w:rPr>
        <w:t>،</w:t>
      </w:r>
      <w:r w:rsidRPr="006756FE">
        <w:rPr>
          <w:rtl/>
        </w:rPr>
        <w:t xml:space="preserve"> إنَّما المأساة في أنْ نكتب الكلمة ولا نعرف كيف نقرأها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lastRenderedPageBreak/>
        <w:t>لا</w:t>
      </w:r>
      <w:r w:rsidR="00F13C51">
        <w:rPr>
          <w:rtl/>
        </w:rPr>
        <w:t xml:space="preserve"> - </w:t>
      </w:r>
      <w:r w:rsidRPr="006756FE">
        <w:rPr>
          <w:rtl/>
        </w:rPr>
        <w:t>لم تكن مسيرة الحسين مِن مَكَّة إلى العراق نَزْقاً موصلاً إلى جنون الانتحار</w:t>
      </w:r>
      <w:r w:rsidR="00F13C51">
        <w:rPr>
          <w:rtl/>
        </w:rPr>
        <w:t xml:space="preserve"> - </w:t>
      </w:r>
      <w:r w:rsidRPr="006756FE">
        <w:rPr>
          <w:rtl/>
        </w:rPr>
        <w:t>إنَّما كانت مسيرة الروح</w:t>
      </w:r>
      <w:r w:rsidR="00F13C51">
        <w:rPr>
          <w:rtl/>
        </w:rPr>
        <w:t>،</w:t>
      </w:r>
      <w:r w:rsidRPr="006756FE">
        <w:rPr>
          <w:rtl/>
        </w:rPr>
        <w:t xml:space="preserve"> والعقل</w:t>
      </w:r>
      <w:r w:rsidR="00F13C51">
        <w:rPr>
          <w:rtl/>
        </w:rPr>
        <w:t>،</w:t>
      </w:r>
      <w:r w:rsidRPr="006756FE">
        <w:rPr>
          <w:rtl/>
        </w:rPr>
        <w:t xml:space="preserve"> والعزم</w:t>
      </w:r>
      <w:r w:rsidR="00F13C51">
        <w:rPr>
          <w:rtl/>
        </w:rPr>
        <w:t>،</w:t>
      </w:r>
      <w:r w:rsidRPr="006756FE">
        <w:rPr>
          <w:rtl/>
        </w:rPr>
        <w:t xml:space="preserve"> والضمير إلى الواحة الكُبرى التي لا يُرويها إلاَّ العنفوان والوجدان</w:t>
      </w:r>
      <w:r w:rsidR="00C327EB">
        <w:rPr>
          <w:rtl/>
        </w:rPr>
        <w:t>.</w:t>
      </w:r>
      <w:r w:rsidRPr="006756FE">
        <w:rPr>
          <w:rtl/>
        </w:rPr>
        <w:t xml:space="preserve"> إنَّ مُجتمعا يخسر معركة العُنفوان والوجدان</w:t>
      </w:r>
      <w:r w:rsidR="00F13C51">
        <w:rPr>
          <w:rtl/>
        </w:rPr>
        <w:t>،</w:t>
      </w:r>
      <w:r w:rsidRPr="006756FE">
        <w:rPr>
          <w:rtl/>
        </w:rPr>
        <w:t xml:space="preserve"> هو ا</w:t>
      </w:r>
      <w:r w:rsidR="002C2DD7">
        <w:rPr>
          <w:rtl/>
        </w:rPr>
        <w:t>لمـُ</w:t>
      </w:r>
      <w:r w:rsidRPr="006756FE">
        <w:rPr>
          <w:rtl/>
        </w:rPr>
        <w:t>جتمع الذي لم يتعلَّم بعد كيف يكتب</w:t>
      </w:r>
      <w:r w:rsidR="00F13C51">
        <w:rPr>
          <w:rtl/>
        </w:rPr>
        <w:t>،</w:t>
      </w:r>
      <w:r w:rsidRPr="006756FE">
        <w:rPr>
          <w:rtl/>
        </w:rPr>
        <w:t xml:space="preserve"> ولا كيف يقرأ كلمة ا</w:t>
      </w:r>
      <w:r w:rsidR="002C2DD7">
        <w:rPr>
          <w:rtl/>
        </w:rPr>
        <w:t>لمـَ</w:t>
      </w:r>
      <w:r w:rsidRPr="006756FE">
        <w:rPr>
          <w:rtl/>
        </w:rPr>
        <w:t>جد أو كلمة الكرامة في حقيقة الانسان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ومشى الحسين مِن مَكَّة</w:t>
      </w:r>
      <w:r w:rsidR="00F13C51">
        <w:rPr>
          <w:rtl/>
        </w:rPr>
        <w:t xml:space="preserve"> - </w:t>
      </w:r>
      <w:r w:rsidRPr="006756FE">
        <w:rPr>
          <w:rtl/>
        </w:rPr>
        <w:t>وأهل بيته جميعهم في محمول القافلة</w:t>
      </w:r>
      <w:r w:rsidR="00F13C51">
        <w:rPr>
          <w:rtl/>
        </w:rPr>
        <w:t xml:space="preserve"> - </w:t>
      </w:r>
      <w:r w:rsidRPr="006756FE">
        <w:rPr>
          <w:rtl/>
        </w:rPr>
        <w:t>ومعه أبوه الرابض هناك في النجف الأشرف</w:t>
      </w:r>
      <w:r w:rsidR="00F13C51">
        <w:rPr>
          <w:rtl/>
        </w:rPr>
        <w:t>،</w:t>
      </w:r>
      <w:r w:rsidRPr="006756FE">
        <w:rPr>
          <w:rtl/>
        </w:rPr>
        <w:t xml:space="preserve"> وأُمُّه الثاوية هنا في البقيع</w:t>
      </w:r>
      <w:r w:rsidR="00F13C51">
        <w:rPr>
          <w:rtl/>
        </w:rPr>
        <w:t>،</w:t>
      </w:r>
      <w:r w:rsidRPr="006756FE">
        <w:rPr>
          <w:rtl/>
        </w:rPr>
        <w:t xml:space="preserve"> وا</w:t>
      </w:r>
      <w:r w:rsidR="002C2DD7">
        <w:rPr>
          <w:rtl/>
        </w:rPr>
        <w:t>لمـُ</w:t>
      </w:r>
      <w:r w:rsidRPr="006756FE">
        <w:rPr>
          <w:rtl/>
        </w:rPr>
        <w:t>تلفِّعة بوشاحها ا</w:t>
      </w:r>
      <w:r w:rsidR="002C2DD7">
        <w:rPr>
          <w:rtl/>
        </w:rPr>
        <w:t>لمـُ</w:t>
      </w:r>
      <w:r w:rsidRPr="006756FE">
        <w:rPr>
          <w:rtl/>
        </w:rPr>
        <w:t>طرَّز</w:t>
      </w:r>
      <w:r w:rsidR="00F13C51">
        <w:rPr>
          <w:rtl/>
        </w:rPr>
        <w:t>،</w:t>
      </w:r>
      <w:r w:rsidRPr="006756FE">
        <w:rPr>
          <w:rtl/>
        </w:rPr>
        <w:t xml:space="preserve"> وأخوه ا</w:t>
      </w:r>
      <w:r w:rsidR="002C2DD7">
        <w:rPr>
          <w:rtl/>
        </w:rPr>
        <w:t>لمـُ</w:t>
      </w:r>
      <w:r w:rsidRPr="006756FE">
        <w:rPr>
          <w:rtl/>
        </w:rPr>
        <w:t>تزِّمل بجُبَّته البيضاء</w:t>
      </w:r>
      <w:r w:rsidR="00F13C51">
        <w:rPr>
          <w:rtl/>
        </w:rPr>
        <w:t>،</w:t>
      </w:r>
      <w:r w:rsidRPr="006756FE">
        <w:rPr>
          <w:rtl/>
        </w:rPr>
        <w:t xml:space="preserve"> وجَدُّه الممدود فوق المدى</w:t>
      </w:r>
      <w:r w:rsidR="00F13C51">
        <w:rPr>
          <w:rtl/>
        </w:rPr>
        <w:t>،</w:t>
      </w:r>
      <w:r w:rsidRPr="006756FE">
        <w:rPr>
          <w:rtl/>
        </w:rPr>
        <w:t xml:space="preserve"> ومعه كلُّ الجُدود ا</w:t>
      </w:r>
      <w:r w:rsidR="002C2DD7">
        <w:rPr>
          <w:rtl/>
        </w:rPr>
        <w:t>لمـُ</w:t>
      </w:r>
      <w:r w:rsidRPr="006756FE">
        <w:rPr>
          <w:rtl/>
        </w:rPr>
        <w:t>طيَّبين</w:t>
      </w:r>
      <w:r w:rsidR="00F13C51">
        <w:rPr>
          <w:rtl/>
        </w:rPr>
        <w:t>،</w:t>
      </w:r>
      <w:r w:rsidRPr="006756FE">
        <w:rPr>
          <w:rtl/>
        </w:rPr>
        <w:t xml:space="preserve"> مِن أبي طالب</w:t>
      </w:r>
      <w:r w:rsidR="00F13C51">
        <w:rPr>
          <w:rtl/>
        </w:rPr>
        <w:t>،</w:t>
      </w:r>
      <w:r w:rsidRPr="006756FE">
        <w:rPr>
          <w:rtl/>
        </w:rPr>
        <w:t xml:space="preserve"> إلى عمرو العُلا</w:t>
      </w:r>
      <w:r w:rsidR="00F13C51">
        <w:rPr>
          <w:rtl/>
        </w:rPr>
        <w:t>،</w:t>
      </w:r>
      <w:r w:rsidRPr="006756FE">
        <w:rPr>
          <w:rtl/>
        </w:rPr>
        <w:t xml:space="preserve"> الهاشمين الثريد في القِصاع</w:t>
      </w:r>
      <w:r w:rsidR="00F13C51">
        <w:rPr>
          <w:rtl/>
        </w:rPr>
        <w:t>،</w:t>
      </w:r>
      <w:r w:rsidRPr="006756FE">
        <w:rPr>
          <w:rtl/>
        </w:rPr>
        <w:t xml:space="preserve"> ا</w:t>
      </w:r>
      <w:r w:rsidR="002C2DD7">
        <w:rPr>
          <w:rtl/>
        </w:rPr>
        <w:t>لمـُ</w:t>
      </w:r>
      <w:r w:rsidRPr="006756FE">
        <w:rPr>
          <w:rtl/>
        </w:rPr>
        <w:t>شبعين العُطاش مِن بئر زمزم</w:t>
      </w:r>
      <w:r w:rsidR="00F13C51">
        <w:rPr>
          <w:rtl/>
        </w:rPr>
        <w:t>،</w:t>
      </w:r>
      <w:r w:rsidRPr="006756FE">
        <w:rPr>
          <w:rtl/>
        </w:rPr>
        <w:t xml:space="preserve"> ومعه الرسالة في القرآن</w:t>
      </w:r>
      <w:r w:rsidR="00F13C51">
        <w:rPr>
          <w:rtl/>
        </w:rPr>
        <w:t>،</w:t>
      </w:r>
      <w:r w:rsidRPr="006756FE">
        <w:rPr>
          <w:rtl/>
        </w:rPr>
        <w:t xml:space="preserve"> ومعه الاجتهاد وكلُّ صيغ الجهاد</w:t>
      </w:r>
      <w:r w:rsidR="00F13C51">
        <w:rPr>
          <w:rtl/>
        </w:rPr>
        <w:t>،</w:t>
      </w:r>
      <w:r w:rsidRPr="006756FE">
        <w:rPr>
          <w:rtl/>
        </w:rPr>
        <w:t xml:space="preserve"> ومعه الغيرة على مُجتمع فُكَّ جديداً مِن أُساره وأُعيد مِن غياب طويل</w:t>
      </w:r>
      <w:r w:rsidR="00F13C51">
        <w:rPr>
          <w:rtl/>
        </w:rPr>
        <w:t>،</w:t>
      </w:r>
      <w:r w:rsidRPr="006756FE">
        <w:rPr>
          <w:rtl/>
        </w:rPr>
        <w:t xml:space="preserve"> حتَّى يتعلَّم كيف يكتب الكلمة وكيف يقرأها للحياة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أنا لا أقول</w:t>
      </w:r>
      <w:r w:rsidR="00F13C51">
        <w:rPr>
          <w:rtl/>
        </w:rPr>
        <w:t>:</w:t>
      </w:r>
      <w:r w:rsidRPr="006756FE">
        <w:rPr>
          <w:rtl/>
        </w:rPr>
        <w:t xml:space="preserve"> إنَّ الحسين قد تأبَّط كلَّ هؤلاء الرَّزم وسار مِن مَكَّة إلى كربلاء</w:t>
      </w:r>
      <w:r w:rsidR="00F13C51">
        <w:rPr>
          <w:rtl/>
        </w:rPr>
        <w:t>،</w:t>
      </w:r>
      <w:r w:rsidRPr="006756FE">
        <w:rPr>
          <w:rtl/>
        </w:rPr>
        <w:t xml:space="preserve"> ليرميهم جميعا فوق رمالٍ محروقة بالعطش</w:t>
      </w:r>
      <w:r w:rsidR="00F13C51">
        <w:rPr>
          <w:rtl/>
        </w:rPr>
        <w:t>،</w:t>
      </w:r>
      <w:r w:rsidRPr="006756FE">
        <w:rPr>
          <w:rtl/>
        </w:rPr>
        <w:t xml:space="preserve"> في حين ينساب إلى جنبها ماء الفرات</w:t>
      </w:r>
      <w:r w:rsidR="00F13C51">
        <w:rPr>
          <w:rtl/>
        </w:rPr>
        <w:t>،</w:t>
      </w:r>
      <w:r w:rsidRPr="006756FE">
        <w:rPr>
          <w:rtl/>
        </w:rPr>
        <w:t xml:space="preserve"> إنَّما جاء ا</w:t>
      </w:r>
      <w:r w:rsidR="002C2DD7">
        <w:rPr>
          <w:rtl/>
        </w:rPr>
        <w:t>لمـَ</w:t>
      </w:r>
      <w:r w:rsidRPr="006756FE">
        <w:rPr>
          <w:rtl/>
        </w:rPr>
        <w:t>عين يجري مِن بين راحتيه</w:t>
      </w:r>
      <w:r w:rsidR="00F13C51">
        <w:rPr>
          <w:rtl/>
        </w:rPr>
        <w:t>،</w:t>
      </w:r>
      <w:r w:rsidRPr="006756FE">
        <w:rPr>
          <w:rtl/>
        </w:rPr>
        <w:t xml:space="preserve"> والكلمة العزيزة ترقص مغزولة في عينيه</w:t>
      </w:r>
      <w:r w:rsidR="00F13C51">
        <w:rPr>
          <w:rtl/>
        </w:rPr>
        <w:t>،</w:t>
      </w:r>
      <w:r w:rsidRPr="006756FE">
        <w:rPr>
          <w:rtl/>
        </w:rPr>
        <w:t xml:space="preserve"> لقد جاء يُعلِّم كيف تكتب الكلمة</w:t>
      </w:r>
      <w:r w:rsidR="00F13C51">
        <w:rPr>
          <w:rtl/>
        </w:rPr>
        <w:t>،</w:t>
      </w:r>
      <w:r w:rsidRPr="006756FE">
        <w:rPr>
          <w:rtl/>
        </w:rPr>
        <w:t xml:space="preserve"> وكيف يقرأها العِزُّ وا</w:t>
      </w:r>
      <w:r w:rsidR="002C2DD7">
        <w:rPr>
          <w:rtl/>
        </w:rPr>
        <w:t>لمـَ</w:t>
      </w:r>
      <w:r w:rsidRPr="006756FE">
        <w:rPr>
          <w:rtl/>
        </w:rPr>
        <w:t>جد والعنفوان</w:t>
      </w:r>
      <w:r w:rsidR="00106DAF">
        <w:rPr>
          <w:rtl/>
        </w:rPr>
        <w:t>!</w:t>
      </w:r>
      <w:r w:rsidRPr="006756FE">
        <w:rPr>
          <w:rtl/>
        </w:rPr>
        <w:t xml:space="preserve"> لقد جاء با</w:t>
      </w:r>
      <w:r w:rsidR="002C2DD7">
        <w:rPr>
          <w:rtl/>
        </w:rPr>
        <w:t>لمـُ</w:t>
      </w:r>
      <w:r w:rsidRPr="006756FE">
        <w:rPr>
          <w:rtl/>
        </w:rPr>
        <w:t>حاولة الكُبرى</w:t>
      </w:r>
      <w:r w:rsidR="00F13C51">
        <w:rPr>
          <w:rtl/>
        </w:rPr>
        <w:t>،</w:t>
      </w:r>
      <w:r w:rsidRPr="006756FE">
        <w:rPr>
          <w:rtl/>
        </w:rPr>
        <w:t xml:space="preserve"> فإنَّها</w:t>
      </w:r>
      <w:r w:rsidR="00F13C51">
        <w:rPr>
          <w:rtl/>
        </w:rPr>
        <w:t xml:space="preserve"> - </w:t>
      </w:r>
      <w:r w:rsidRPr="006756FE">
        <w:rPr>
          <w:rtl/>
        </w:rPr>
        <w:t>إنْ لم تسمح الآن</w:t>
      </w:r>
      <w:r w:rsidR="00F13C51">
        <w:rPr>
          <w:rtl/>
        </w:rPr>
        <w:t xml:space="preserve"> - </w:t>
      </w:r>
      <w:r w:rsidRPr="006756FE">
        <w:rPr>
          <w:rtl/>
        </w:rPr>
        <w:t>سيكون لها</w:t>
      </w:r>
      <w:r w:rsidR="00F13C51">
        <w:rPr>
          <w:rtl/>
        </w:rPr>
        <w:t>،</w:t>
      </w:r>
      <w:r w:rsidRPr="006756FE">
        <w:rPr>
          <w:rtl/>
        </w:rPr>
        <w:t xml:space="preserve"> مع كلِّ غَدٍ</w:t>
      </w:r>
      <w:r w:rsidR="00F13C51">
        <w:rPr>
          <w:rtl/>
        </w:rPr>
        <w:t>،</w:t>
      </w:r>
      <w:r w:rsidRPr="006756FE">
        <w:rPr>
          <w:rtl/>
        </w:rPr>
        <w:t xml:space="preserve"> وقع يلفظ الحرف</w:t>
      </w:r>
      <w:r w:rsidR="00F13C51">
        <w:rPr>
          <w:rtl/>
        </w:rPr>
        <w:t>،</w:t>
      </w:r>
      <w:r w:rsidRPr="006756FE">
        <w:rPr>
          <w:rtl/>
        </w:rPr>
        <w:t xml:space="preserve"> ووقع يؤلِّف الكلمة</w:t>
      </w:r>
      <w:r w:rsidR="00F13C51">
        <w:rPr>
          <w:rtl/>
        </w:rPr>
        <w:t>،</w:t>
      </w:r>
      <w:r w:rsidRPr="006756FE">
        <w:rPr>
          <w:rtl/>
        </w:rPr>
        <w:t xml:space="preserve"> يكفي الصدى</w:t>
      </w:r>
      <w:r w:rsidR="00F13C51">
        <w:rPr>
          <w:rtl/>
        </w:rPr>
        <w:t>،</w:t>
      </w:r>
      <w:r w:rsidRPr="006756FE">
        <w:rPr>
          <w:rtl/>
        </w:rPr>
        <w:t xml:space="preserve"> بقاياه تتعبَّأ بها حنايا الكهوف</w:t>
      </w:r>
      <w:r w:rsidR="00F13C51">
        <w:rPr>
          <w:rtl/>
        </w:rPr>
        <w:t>،</w:t>
      </w:r>
      <w:r w:rsidRPr="006756FE">
        <w:rPr>
          <w:rtl/>
        </w:rPr>
        <w:t xml:space="preserve"> ويستعين بها ا</w:t>
      </w:r>
      <w:r w:rsidR="002C2DD7">
        <w:rPr>
          <w:rtl/>
        </w:rPr>
        <w:t>لمـُ</w:t>
      </w:r>
      <w:r w:rsidRPr="006756FE">
        <w:rPr>
          <w:rtl/>
        </w:rPr>
        <w:t>جتمع النائم</w:t>
      </w:r>
      <w:r w:rsidR="00F13C51">
        <w:rPr>
          <w:rtl/>
        </w:rPr>
        <w:t>،</w:t>
      </w:r>
      <w:r w:rsidRPr="006756FE">
        <w:rPr>
          <w:rtl/>
        </w:rPr>
        <w:t xml:space="preserve"> لصياغة حُلمه</w:t>
      </w:r>
      <w:r w:rsidR="00F13C51">
        <w:rPr>
          <w:rtl/>
        </w:rPr>
        <w:t>،</w:t>
      </w:r>
      <w:r w:rsidRPr="006756FE">
        <w:rPr>
          <w:rtl/>
        </w:rPr>
        <w:t xml:space="preserve"> فيُفيق ويعود يبني نفسه مِن غُبار ا</w:t>
      </w:r>
      <w:r w:rsidR="002C2DD7">
        <w:rPr>
          <w:rtl/>
        </w:rPr>
        <w:t>لمـَ</w:t>
      </w:r>
      <w:r w:rsidRPr="006756FE">
        <w:rPr>
          <w:rtl/>
        </w:rPr>
        <w:t>عْمَعة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لا</w:t>
      </w:r>
      <w:r w:rsidR="00F13C51">
        <w:rPr>
          <w:rtl/>
        </w:rPr>
        <w:t xml:space="preserve"> - </w:t>
      </w:r>
      <w:r w:rsidRPr="006756FE">
        <w:rPr>
          <w:rtl/>
        </w:rPr>
        <w:t>لم تكن مسيرة الحسين غير ثورة في الروح لم ترضَ بسيادة الغيِّ</w:t>
      </w:r>
      <w:r w:rsidR="00F13C51">
        <w:rPr>
          <w:rtl/>
        </w:rPr>
        <w:t>،</w:t>
      </w:r>
      <w:r w:rsidRPr="006756FE">
        <w:rPr>
          <w:rtl/>
        </w:rPr>
        <w:t xml:space="preserve"> والجهل</w:t>
      </w:r>
      <w:r w:rsidR="00F13C51">
        <w:rPr>
          <w:rtl/>
        </w:rPr>
        <w:t>،</w:t>
      </w:r>
      <w:r w:rsidRPr="006756FE">
        <w:rPr>
          <w:rtl/>
        </w:rPr>
        <w:t xml:space="preserve"> والغباء</w:t>
      </w:r>
      <w:r w:rsidR="00F13C51">
        <w:rPr>
          <w:rtl/>
        </w:rPr>
        <w:t xml:space="preserve">، - </w:t>
      </w:r>
      <w:r w:rsidRPr="006756FE">
        <w:rPr>
          <w:rtl/>
        </w:rPr>
        <w:t>بالأمس كان أخوه الحسن قُدوة بيضاء</w:t>
      </w:r>
      <w:r w:rsidR="00F13C51">
        <w:rPr>
          <w:rtl/>
        </w:rPr>
        <w:t>،</w:t>
      </w:r>
      <w:r w:rsidRPr="006756FE">
        <w:rPr>
          <w:rtl/>
        </w:rPr>
        <w:t xml:space="preserve"> وها هو اليوم</w:t>
      </w:r>
      <w:r w:rsidR="00F13C51">
        <w:rPr>
          <w:rtl/>
        </w:rPr>
        <w:t xml:space="preserve"> - </w:t>
      </w:r>
      <w:r w:rsidRPr="006756FE">
        <w:rPr>
          <w:rtl/>
        </w:rPr>
        <w:t>الحسين</w:t>
      </w:r>
      <w:r w:rsidR="00F13C51">
        <w:rPr>
          <w:rtl/>
        </w:rPr>
        <w:t xml:space="preserve"> - </w:t>
      </w:r>
      <w:r w:rsidRPr="006756FE">
        <w:rPr>
          <w:rtl/>
        </w:rPr>
        <w:t>يقوم بقُدوة حمراء</w:t>
      </w:r>
      <w:r w:rsidR="00F13C51">
        <w:rPr>
          <w:rtl/>
        </w:rPr>
        <w:t>،</w:t>
      </w:r>
      <w:r w:rsidRPr="006756FE">
        <w:rPr>
          <w:rtl/>
        </w:rPr>
        <w:t xml:space="preserve"> وكلا القُدوتين مُشتَّق مِن مصدر واحد هو المصدر الأكبر</w:t>
      </w:r>
      <w:r w:rsidR="00F13C51">
        <w:rPr>
          <w:rtl/>
        </w:rPr>
        <w:t>،</w:t>
      </w:r>
      <w:r w:rsidRPr="006756FE">
        <w:rPr>
          <w:rtl/>
        </w:rPr>
        <w:t xml:space="preserve"> مِن أجل بناء ا</w:t>
      </w:r>
      <w:r w:rsidR="002C2DD7">
        <w:rPr>
          <w:rtl/>
        </w:rPr>
        <w:t>لمـُ</w:t>
      </w:r>
      <w:r w:rsidRPr="006756FE">
        <w:rPr>
          <w:rtl/>
        </w:rPr>
        <w:t>جتمع بناء تتعزَّز في تطويره وتتنوَّع كلُّ السُّبل</w:t>
      </w:r>
      <w:r w:rsidR="00F13C51">
        <w:rPr>
          <w:rtl/>
        </w:rPr>
        <w:t xml:space="preserve"> - </w:t>
      </w:r>
      <w:r w:rsidRPr="006756FE">
        <w:rPr>
          <w:rtl/>
        </w:rPr>
        <w:t>هكذا قال جَدُّه وأبوه في حقيقة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الرسالة</w:t>
      </w:r>
      <w:r w:rsidR="00F13C51">
        <w:rPr>
          <w:rtl/>
        </w:rPr>
        <w:t>،</w:t>
      </w:r>
      <w:r w:rsidRPr="006756FE">
        <w:rPr>
          <w:rtl/>
        </w:rPr>
        <w:t xml:space="preserve"> وهكذا قالت الوصيَّة</w:t>
      </w:r>
      <w:r w:rsidR="00F13C51">
        <w:rPr>
          <w:rtl/>
        </w:rPr>
        <w:t>،</w:t>
      </w:r>
      <w:r w:rsidRPr="006756FE">
        <w:rPr>
          <w:rtl/>
        </w:rPr>
        <w:t xml:space="preserve"> وهكذا قالت له الإمامة الهاجعة في ضميره</w:t>
      </w:r>
      <w:r w:rsidR="00F13C51">
        <w:rPr>
          <w:rtl/>
        </w:rPr>
        <w:t>،</w:t>
      </w:r>
      <w:r w:rsidRPr="006756FE">
        <w:rPr>
          <w:rtl/>
        </w:rPr>
        <w:t xml:space="preserve"> وا</w:t>
      </w:r>
      <w:r w:rsidR="002C2DD7">
        <w:rPr>
          <w:rtl/>
        </w:rPr>
        <w:t>لمـُ</w:t>
      </w:r>
      <w:r w:rsidRPr="006756FE">
        <w:rPr>
          <w:rtl/>
        </w:rPr>
        <w:t>فسَّرة في التصرُّف الأحمر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تلك هي المسيرة</w:t>
      </w:r>
      <w:r w:rsidR="00F13C51">
        <w:rPr>
          <w:rtl/>
        </w:rPr>
        <w:t xml:space="preserve"> - </w:t>
      </w:r>
      <w:r w:rsidRPr="006756FE">
        <w:rPr>
          <w:rtl/>
        </w:rPr>
        <w:t>مسيرة الحسين</w:t>
      </w:r>
      <w:r w:rsidR="00F13C51">
        <w:rPr>
          <w:rtl/>
        </w:rPr>
        <w:t xml:space="preserve"> - </w:t>
      </w:r>
      <w:r w:rsidRPr="006756FE">
        <w:rPr>
          <w:rtl/>
        </w:rPr>
        <w:t>وتلك هي الكلمة خَطَّها وتلفَّظ بها عُنفوان الحسين</w:t>
      </w:r>
      <w:r w:rsidR="00F13C51">
        <w:rPr>
          <w:rtl/>
        </w:rPr>
        <w:t>،</w:t>
      </w:r>
      <w:r w:rsidRPr="006756FE">
        <w:rPr>
          <w:rtl/>
        </w:rPr>
        <w:t xml:space="preserve"> وتلك هي المأساة</w:t>
      </w:r>
      <w:r w:rsidR="00F13C51">
        <w:rPr>
          <w:rtl/>
        </w:rPr>
        <w:t>:</w:t>
      </w:r>
      <w:r w:rsidRPr="006756FE">
        <w:rPr>
          <w:rtl/>
        </w:rPr>
        <w:t xml:space="preserve"> تقرأ ثورة الروح انتحاراً</w:t>
      </w:r>
      <w:r w:rsidR="00F13C51">
        <w:rPr>
          <w:rtl/>
        </w:rPr>
        <w:t>،</w:t>
      </w:r>
      <w:r w:rsidRPr="006756FE">
        <w:rPr>
          <w:rtl/>
        </w:rPr>
        <w:t xml:space="preserve"> وتَقصيف السيوف في ساحات الدفاع عن الحَقِّ انتحاراً</w:t>
      </w:r>
      <w:r w:rsidR="00F13C51">
        <w:rPr>
          <w:rtl/>
        </w:rPr>
        <w:t>،</w:t>
      </w:r>
      <w:r w:rsidRPr="006756FE">
        <w:rPr>
          <w:rtl/>
        </w:rPr>
        <w:t xml:space="preserve"> وبذل النفس مِن أجل قيمة في الحياة انتحاراً</w:t>
      </w:r>
      <w:r w:rsidR="00F13C51">
        <w:rPr>
          <w:rtl/>
        </w:rPr>
        <w:t>،</w:t>
      </w:r>
      <w:r w:rsidRPr="006756FE">
        <w:rPr>
          <w:rtl/>
        </w:rPr>
        <w:t xml:space="preserve"> والجُرأة في وجه الحاكمين الظالمين انتحاراً</w:t>
      </w:r>
      <w:r w:rsidR="00F13C51">
        <w:rPr>
          <w:rtl/>
        </w:rPr>
        <w:t>،</w:t>
      </w:r>
      <w:r w:rsidRPr="006756FE">
        <w:rPr>
          <w:rtl/>
        </w:rPr>
        <w:t xml:space="preserve"> وا</w:t>
      </w:r>
      <w:r w:rsidR="002C2DD7">
        <w:rPr>
          <w:rtl/>
        </w:rPr>
        <w:t>لمـُ</w:t>
      </w:r>
      <w:r w:rsidRPr="006756FE">
        <w:rPr>
          <w:rtl/>
        </w:rPr>
        <w:t>طالبة بمُنعة ا</w:t>
      </w:r>
      <w:r w:rsidR="002C2DD7">
        <w:rPr>
          <w:rtl/>
        </w:rPr>
        <w:t>لمـُ</w:t>
      </w:r>
      <w:r w:rsidRPr="006756FE">
        <w:rPr>
          <w:rtl/>
        </w:rPr>
        <w:t>جتمع الصحيح انتحاراً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تلك هي الكلمة التي أدعوك</w:t>
      </w:r>
      <w:r w:rsidR="00F13C51">
        <w:rPr>
          <w:rtl/>
        </w:rPr>
        <w:t xml:space="preserve"> - </w:t>
      </w:r>
      <w:r w:rsidRPr="006756FE">
        <w:rPr>
          <w:rtl/>
        </w:rPr>
        <w:t>يا قلمي</w:t>
      </w:r>
      <w:r w:rsidR="00F13C51">
        <w:rPr>
          <w:rtl/>
        </w:rPr>
        <w:t xml:space="preserve"> - </w:t>
      </w:r>
      <w:r w:rsidRPr="006756FE">
        <w:rPr>
          <w:rtl/>
        </w:rPr>
        <w:t>إلى جَلوة حروفها</w:t>
      </w:r>
      <w:r w:rsidR="00F13C51">
        <w:rPr>
          <w:rtl/>
        </w:rPr>
        <w:t>،</w:t>
      </w:r>
      <w:r w:rsidRPr="006756FE">
        <w:rPr>
          <w:rtl/>
        </w:rPr>
        <w:t xml:space="preserve"> إنَّ الحسين شرارة الكلمة</w:t>
      </w:r>
      <w:r w:rsidR="00C327EB">
        <w:rPr>
          <w:rtl/>
        </w:rPr>
        <w:t xml:space="preserve"> ...</w:t>
      </w:r>
      <w:r w:rsidRPr="006756FE">
        <w:rPr>
          <w:rtl/>
        </w:rPr>
        <w:t xml:space="preserve"> وهل يُبنى مُجتمع صحيح بغير مِثل هذا الشرار</w:t>
      </w:r>
      <w:r w:rsidR="00106DAF">
        <w:rPr>
          <w:rtl/>
        </w:rPr>
        <w:t>؟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1Center"/>
        <w:rPr>
          <w:rtl/>
        </w:rPr>
      </w:pPr>
      <w:bookmarkStart w:id="4" w:name="_Toc395088358"/>
      <w:r w:rsidRPr="006756FE">
        <w:rPr>
          <w:rtl/>
        </w:rPr>
        <w:lastRenderedPageBreak/>
        <w:t>القسم الأوَّل</w:t>
      </w:r>
      <w:bookmarkEnd w:id="4"/>
    </w:p>
    <w:p w:rsidR="0001789B" w:rsidRDefault="003A7CC2" w:rsidP="0001789B">
      <w:pPr>
        <w:pStyle w:val="Heading2Center"/>
        <w:rPr>
          <w:rFonts w:hint="cs"/>
          <w:rtl/>
        </w:rPr>
      </w:pPr>
      <w:bookmarkStart w:id="5" w:name="_Toc395088359"/>
      <w:r w:rsidRPr="006756FE">
        <w:rPr>
          <w:rtl/>
        </w:rPr>
        <w:t>أزاميل</w:t>
      </w:r>
      <w:bookmarkEnd w:id="5"/>
      <w:r w:rsidR="00F13C51">
        <w:rPr>
          <w:rFonts w:hint="cs"/>
          <w:rtl/>
        </w:rPr>
        <w:t xml:space="preserve"> </w:t>
      </w:r>
    </w:p>
    <w:p w:rsidR="003A7CC2" w:rsidRPr="003A7CC2" w:rsidRDefault="003A7CC2" w:rsidP="0001789B">
      <w:pPr>
        <w:pStyle w:val="libBold1"/>
        <w:rPr>
          <w:rtl/>
        </w:rPr>
      </w:pPr>
      <w:r w:rsidRPr="006756FE">
        <w:rPr>
          <w:rtl/>
        </w:rPr>
        <w:t>الأحضان</w:t>
      </w:r>
    </w:p>
    <w:p w:rsidR="003A7CC2" w:rsidRPr="003A7CC2" w:rsidRDefault="003A7CC2" w:rsidP="0001789B">
      <w:pPr>
        <w:pStyle w:val="libBold1"/>
        <w:rPr>
          <w:rtl/>
        </w:rPr>
      </w:pPr>
      <w:r w:rsidRPr="006756FE">
        <w:rPr>
          <w:rtl/>
        </w:rPr>
        <w:t>أهل البيت</w:t>
      </w:r>
    </w:p>
    <w:p w:rsidR="003A7CC2" w:rsidRPr="003A7CC2" w:rsidRDefault="003A7CC2" w:rsidP="0001789B">
      <w:pPr>
        <w:pStyle w:val="libBold1"/>
        <w:rPr>
          <w:rtl/>
        </w:rPr>
      </w:pPr>
      <w:r w:rsidRPr="006756FE">
        <w:rPr>
          <w:rtl/>
        </w:rPr>
        <w:t>الأساس</w:t>
      </w:r>
    </w:p>
    <w:p w:rsidR="003A7CC2" w:rsidRPr="003A7CC2" w:rsidRDefault="003A7CC2" w:rsidP="0001789B">
      <w:pPr>
        <w:pStyle w:val="libBold1"/>
        <w:rPr>
          <w:rtl/>
        </w:rPr>
      </w:pPr>
      <w:r w:rsidRPr="006756FE">
        <w:rPr>
          <w:rtl/>
        </w:rPr>
        <w:t>حَجَّة الوداع</w:t>
      </w:r>
    </w:p>
    <w:p w:rsidR="003A7CC2" w:rsidRPr="003A7CC2" w:rsidRDefault="003A7CC2" w:rsidP="0001789B">
      <w:pPr>
        <w:pStyle w:val="libBold1"/>
        <w:rPr>
          <w:rtl/>
        </w:rPr>
      </w:pPr>
      <w:r w:rsidRPr="006756FE">
        <w:rPr>
          <w:rtl/>
        </w:rPr>
        <w:t>أين هو الحسين</w:t>
      </w:r>
    </w:p>
    <w:p w:rsidR="003A7CC2" w:rsidRPr="003A7CC2" w:rsidRDefault="003A7CC2" w:rsidP="0001789B">
      <w:pPr>
        <w:pStyle w:val="libBold1"/>
        <w:rPr>
          <w:rtl/>
        </w:rPr>
      </w:pPr>
      <w:r w:rsidRPr="006756FE">
        <w:rPr>
          <w:rtl/>
        </w:rPr>
        <w:t>إنَّه هُنا الحسين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Default="003A7CC2" w:rsidP="003A7CC2">
      <w:pPr>
        <w:pStyle w:val="libNormal"/>
      </w:pPr>
      <w:r>
        <w:rPr>
          <w:rtl/>
        </w:rPr>
        <w:lastRenderedPageBreak/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6" w:name="_Toc395088360"/>
      <w:r w:rsidRPr="006756FE">
        <w:rPr>
          <w:rtl/>
        </w:rPr>
        <w:lastRenderedPageBreak/>
        <w:t>الأحضان</w:t>
      </w:r>
      <w:bookmarkEnd w:id="6"/>
    </w:p>
    <w:p w:rsidR="003A7CC2" w:rsidRPr="00A37385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6756FE">
        <w:rPr>
          <w:rtl/>
        </w:rPr>
        <w:t xml:space="preserve"> 1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ليست قليلة تلك السنوات السِّتّ</w:t>
      </w:r>
      <w:r w:rsidR="00F13C51">
        <w:rPr>
          <w:rtl/>
        </w:rPr>
        <w:t xml:space="preserve"> - </w:t>
      </w:r>
      <w:r w:rsidRPr="006756FE">
        <w:rPr>
          <w:rtl/>
        </w:rPr>
        <w:t>وهي التي حفرت في نفس الحسين حَفرها البليغ</w:t>
      </w:r>
      <w:r w:rsidR="00F13C51">
        <w:rPr>
          <w:rtl/>
        </w:rPr>
        <w:t xml:space="preserve"> - </w:t>
      </w:r>
      <w:r w:rsidRPr="006756FE">
        <w:rPr>
          <w:rtl/>
        </w:rPr>
        <w:t>لقد كان ينتقل فيها</w:t>
      </w:r>
      <w:r w:rsidR="00F13C51">
        <w:rPr>
          <w:rtl/>
        </w:rPr>
        <w:t>،</w:t>
      </w:r>
      <w:r w:rsidRPr="006756FE">
        <w:rPr>
          <w:rtl/>
        </w:rPr>
        <w:t xml:space="preserve"> مُنذ أنْ تكحَّلت عيناه بالنور</w:t>
      </w:r>
      <w:r w:rsidR="00F13C51">
        <w:rPr>
          <w:rtl/>
        </w:rPr>
        <w:t>،</w:t>
      </w:r>
      <w:r w:rsidRPr="006756FE">
        <w:rPr>
          <w:rtl/>
        </w:rPr>
        <w:t xml:space="preserve"> مِن حِضن إلى حِضن</w:t>
      </w:r>
      <w:r w:rsidR="00F13C51">
        <w:rPr>
          <w:rtl/>
        </w:rPr>
        <w:t>،</w:t>
      </w:r>
      <w:r w:rsidRPr="006756FE">
        <w:rPr>
          <w:rtl/>
        </w:rPr>
        <w:t xml:space="preserve"> في دوامة مِن الحُبِّ والحَنان</w:t>
      </w:r>
      <w:r w:rsidR="00F13C51">
        <w:rPr>
          <w:rtl/>
        </w:rPr>
        <w:t>،</w:t>
      </w:r>
      <w:r w:rsidRPr="006756FE">
        <w:rPr>
          <w:rtl/>
        </w:rPr>
        <w:t xml:space="preserve"> قَلَّ أنْ تمتَّع بمِثل نوعها طفل مِن أطفال مُجتمع الجزيرة في تلك الأيَّام</w:t>
      </w:r>
      <w:r w:rsidR="00F13C51">
        <w:rPr>
          <w:rtl/>
        </w:rPr>
        <w:t>،</w:t>
      </w:r>
      <w:r w:rsidRPr="006756FE">
        <w:rPr>
          <w:rtl/>
        </w:rPr>
        <w:t xml:space="preserve"> لم يكن حِضن أُمِّه فاطمة رفيقاً به بمقدار عِزٍّ نظيره</w:t>
      </w:r>
      <w:r w:rsidR="00F13C51">
        <w:rPr>
          <w:rtl/>
        </w:rPr>
        <w:t>،</w:t>
      </w:r>
      <w:r w:rsidRPr="006756FE">
        <w:rPr>
          <w:rtl/>
        </w:rPr>
        <w:t xml:space="preserve"> لو لم تكن ابنة أبيها محمد</w:t>
      </w:r>
      <w:r w:rsidR="00F13C51">
        <w:rPr>
          <w:rtl/>
        </w:rPr>
        <w:t>،</w:t>
      </w:r>
      <w:r w:rsidRPr="006756FE">
        <w:rPr>
          <w:rtl/>
        </w:rPr>
        <w:t xml:space="preserve"> ذلك الذي انسكب في ابنته هذه انسكاب الحُبِّ بالحُبِّ</w:t>
      </w:r>
      <w:r w:rsidR="00F13C51">
        <w:rPr>
          <w:rtl/>
        </w:rPr>
        <w:t>،</w:t>
      </w:r>
      <w:r w:rsidRPr="006756FE">
        <w:rPr>
          <w:rtl/>
        </w:rPr>
        <w:t xml:space="preserve"> والعِشق بالعِشق</w:t>
      </w:r>
      <w:r w:rsidR="00F13C51">
        <w:rPr>
          <w:rtl/>
        </w:rPr>
        <w:t>،</w:t>
      </w:r>
      <w:r w:rsidRPr="006756FE">
        <w:rPr>
          <w:rtl/>
        </w:rPr>
        <w:t xml:space="preserve"> والرضى بالرضى</w:t>
      </w:r>
      <w:r w:rsidR="00F13C51">
        <w:rPr>
          <w:rtl/>
        </w:rPr>
        <w:t>،</w:t>
      </w:r>
      <w:r w:rsidRPr="006756FE">
        <w:rPr>
          <w:rtl/>
        </w:rPr>
        <w:t xml:space="preserve"> كأنَّه سماء لا تنزل إلاَّ في سماء</w:t>
      </w:r>
      <w:r w:rsidR="00F13C51">
        <w:rPr>
          <w:rtl/>
        </w:rPr>
        <w:t>،</w:t>
      </w:r>
      <w:r w:rsidRPr="006756FE">
        <w:rPr>
          <w:rtl/>
        </w:rPr>
        <w:t xml:space="preserve"> أو كأنَّه شوق لا يتبرَّج إلاَّ بذاته</w:t>
      </w:r>
      <w:r w:rsidR="00F13C51">
        <w:rPr>
          <w:rtl/>
        </w:rPr>
        <w:t>،</w:t>
      </w:r>
      <w:r w:rsidRPr="006756FE">
        <w:rPr>
          <w:rtl/>
        </w:rPr>
        <w:t xml:space="preserve"> أو كأنَّه وَهج لا يتأجَّج إلاَّ في ضرامه</w:t>
      </w:r>
      <w:r w:rsidR="00F13C51">
        <w:rPr>
          <w:rtl/>
        </w:rPr>
        <w:t>،</w:t>
      </w:r>
      <w:r w:rsidRPr="006756FE">
        <w:rPr>
          <w:rtl/>
        </w:rPr>
        <w:t xml:space="preserve"> ولا يتبرَّد إلاَّ في كلِّ مَعين مِن مَساكبه</w:t>
      </w:r>
      <w:r w:rsidR="00C327EB">
        <w:rPr>
          <w:rtl/>
        </w:rPr>
        <w:t>.</w:t>
      </w:r>
      <w:r w:rsidRPr="006756FE">
        <w:rPr>
          <w:rtl/>
        </w:rPr>
        <w:t xml:space="preserve"> لم يصف قلم بعدُ حُبَّ أبٍ لابنته</w:t>
      </w:r>
      <w:r w:rsidR="00F13C51">
        <w:rPr>
          <w:rtl/>
        </w:rPr>
        <w:t>،</w:t>
      </w:r>
      <w:r w:rsidRPr="006756FE">
        <w:rPr>
          <w:rtl/>
        </w:rPr>
        <w:t xml:space="preserve"> أو حُبَّ ابنةٍ لأبيها</w:t>
      </w:r>
      <w:r w:rsidR="00F13C51">
        <w:rPr>
          <w:rtl/>
        </w:rPr>
        <w:t>،</w:t>
      </w:r>
      <w:r w:rsidRPr="006756FE">
        <w:rPr>
          <w:rtl/>
        </w:rPr>
        <w:t xml:space="preserve"> كالحُبِّ الذي تبادله الرسول العظيم مع ابنته الصديقة الزهراء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أقول</w:t>
      </w:r>
      <w:r w:rsidR="00F13C51">
        <w:rPr>
          <w:rtl/>
        </w:rPr>
        <w:t>:</w:t>
      </w:r>
      <w:r w:rsidRPr="006756FE">
        <w:rPr>
          <w:rtl/>
        </w:rPr>
        <w:t xml:space="preserve"> لو أنَّ فاطمة الرهيفة لم تكن ضِلعا رهيفا مِن قضيَّة أبيها</w:t>
      </w:r>
      <w:r w:rsidR="00F13C51">
        <w:rPr>
          <w:rtl/>
        </w:rPr>
        <w:t>،</w:t>
      </w:r>
      <w:r w:rsidRPr="006756FE">
        <w:rPr>
          <w:rtl/>
        </w:rPr>
        <w:t xml:space="preserve"> لكان شأنها عاديَّاً كشأن أخواتها اللواتي أَمَمْنَ الحياة ورِحنَ إلى أزواجهنَّ يَبنينَ العِشَّ السعيد</w:t>
      </w:r>
      <w:r w:rsidR="00F13C51">
        <w:rPr>
          <w:rtl/>
        </w:rPr>
        <w:t xml:space="preserve"> - </w:t>
      </w:r>
      <w:r w:rsidRPr="006756FE">
        <w:rPr>
          <w:rtl/>
        </w:rPr>
        <w:t>ولكنَّ فاطمة المجبولة بحنين أبيها</w:t>
      </w:r>
      <w:r w:rsidR="00F13C51">
        <w:rPr>
          <w:rtl/>
        </w:rPr>
        <w:t>،</w:t>
      </w:r>
      <w:r w:rsidRPr="006756FE">
        <w:rPr>
          <w:rtl/>
        </w:rPr>
        <w:t xml:space="preserve"> كانت قسطاً آخر مِن أقساطه التي يُسدِّدها للحياة على صفحة الرسالة التي اندمجت بشوقه</w:t>
      </w:r>
      <w:r w:rsidR="00F13C51">
        <w:rPr>
          <w:rtl/>
        </w:rPr>
        <w:t>،</w:t>
      </w:r>
      <w:r w:rsidRPr="006756FE">
        <w:rPr>
          <w:rtl/>
        </w:rPr>
        <w:t xml:space="preserve"> وعزمه</w:t>
      </w:r>
      <w:r w:rsidR="00F13C51">
        <w:rPr>
          <w:rtl/>
        </w:rPr>
        <w:t>،</w:t>
      </w:r>
      <w:r w:rsidRPr="006756FE">
        <w:rPr>
          <w:rtl/>
        </w:rPr>
        <w:t xml:space="preserve"> وروحه</w:t>
      </w:r>
      <w:r w:rsidR="00F13C51">
        <w:rPr>
          <w:rtl/>
        </w:rPr>
        <w:t>،</w:t>
      </w:r>
      <w:r w:rsidRPr="006756FE">
        <w:rPr>
          <w:rtl/>
        </w:rPr>
        <w:t xml:space="preserve"> في سبيل الأُمَّة التي هو منها</w:t>
      </w:r>
      <w:r w:rsidR="00F13C51">
        <w:rPr>
          <w:rtl/>
        </w:rPr>
        <w:t>،</w:t>
      </w:r>
      <w:r w:rsidRPr="006756FE">
        <w:rPr>
          <w:rtl/>
        </w:rPr>
        <w:t xml:space="preserve"> ومِن أجل جعلها عزيزة وهادية لأُمَم الأرض</w:t>
      </w:r>
      <w:r w:rsidR="00C327EB">
        <w:rPr>
          <w:rtl/>
        </w:rPr>
        <w:t>.</w:t>
      </w:r>
      <w:r w:rsidRPr="006756FE">
        <w:rPr>
          <w:rtl/>
        </w:rPr>
        <w:t xml:space="preserve"> لم يذكر التاريخ رجلاً أحبَّ وأكرم مِن عليٍّ على قلب النبيِّ الكريم</w:t>
      </w:r>
      <w:r w:rsidR="00F13C51">
        <w:rPr>
          <w:rtl/>
        </w:rPr>
        <w:t>،</w:t>
      </w:r>
      <w:r w:rsidRPr="006756FE">
        <w:rPr>
          <w:rtl/>
        </w:rPr>
        <w:t xml:space="preserve"> ولم ينزل أحد غيره مِن بيته نزولاً مقرونا به كأنَّه ا</w:t>
      </w:r>
      <w:r w:rsidR="002C2DD7">
        <w:rPr>
          <w:rtl/>
        </w:rPr>
        <w:t>لمـُ</w:t>
      </w:r>
      <w:r w:rsidRPr="006756FE">
        <w:rPr>
          <w:rtl/>
        </w:rPr>
        <w:t>لازمة والالتصاق</w:t>
      </w:r>
      <w:r w:rsidR="00F13C51">
        <w:rPr>
          <w:rtl/>
        </w:rPr>
        <w:t>،</w:t>
      </w:r>
      <w:r w:rsidRPr="006756FE">
        <w:rPr>
          <w:rtl/>
        </w:rPr>
        <w:t xml:space="preserve"> وذلك هو التدليل القائم بذاته بغير حاجة إلى أيِّ تفسيرٍ أو تحليلٍ أو تعديلٍ</w:t>
      </w:r>
      <w:r w:rsidR="00F13C51">
        <w:rPr>
          <w:rtl/>
        </w:rPr>
        <w:t>،</w:t>
      </w:r>
      <w:r w:rsidRPr="006756FE">
        <w:rPr>
          <w:rtl/>
        </w:rPr>
        <w:t xml:space="preserve"> بأنَّّه رفيقه الروحيّ</w:t>
      </w:r>
      <w:r w:rsidR="00F13C51">
        <w:rPr>
          <w:rtl/>
        </w:rPr>
        <w:t>،</w:t>
      </w:r>
      <w:r w:rsidRPr="006756FE">
        <w:rPr>
          <w:rtl/>
        </w:rPr>
        <w:t xml:space="preserve"> وربيبه الأمثل</w:t>
      </w:r>
      <w:r w:rsidR="00F13C51">
        <w:rPr>
          <w:rtl/>
        </w:rPr>
        <w:t>،</w:t>
      </w:r>
      <w:r w:rsidRPr="006756FE">
        <w:rPr>
          <w:rtl/>
        </w:rPr>
        <w:t xml:space="preserve"> وتلبيته الخارقة</w:t>
      </w:r>
      <w:r w:rsidR="00F13C51">
        <w:rPr>
          <w:rtl/>
        </w:rPr>
        <w:t>،</w:t>
      </w:r>
      <w:r w:rsidRPr="006756FE">
        <w:rPr>
          <w:rtl/>
        </w:rPr>
        <w:t xml:space="preserve"> وزِناده المشدود مثله بالعزم</w:t>
      </w:r>
      <w:r w:rsidR="00F13C51">
        <w:rPr>
          <w:rtl/>
        </w:rPr>
        <w:t>،</w:t>
      </w:r>
      <w:r w:rsidRPr="006756FE">
        <w:rPr>
          <w:rtl/>
        </w:rPr>
        <w:t xml:space="preserve"> والحَقُّ</w:t>
      </w:r>
      <w:r w:rsidR="00F13C51">
        <w:rPr>
          <w:rtl/>
        </w:rPr>
        <w:t>،</w:t>
      </w:r>
      <w:r w:rsidRPr="006756FE">
        <w:rPr>
          <w:rtl/>
        </w:rPr>
        <w:t xml:space="preserve"> والصدق</w:t>
      </w:r>
      <w:r w:rsidR="00F13C51">
        <w:rPr>
          <w:rtl/>
        </w:rPr>
        <w:t>،</w:t>
      </w:r>
      <w:r w:rsidRPr="006756FE">
        <w:rPr>
          <w:rtl/>
        </w:rPr>
        <w:t xml:space="preserve"> والإخلاص</w:t>
      </w:r>
      <w:r w:rsidR="00F13C51">
        <w:rPr>
          <w:rtl/>
        </w:rPr>
        <w:t>،</w:t>
      </w:r>
      <w:r w:rsidRPr="006756FE">
        <w:rPr>
          <w:rtl/>
        </w:rPr>
        <w:t xml:space="preserve"> وإلاَّ لما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قال عنه</w:t>
      </w:r>
      <w:r w:rsidR="00F13C51">
        <w:rPr>
          <w:rtl/>
        </w:rPr>
        <w:t>:</w:t>
      </w:r>
      <w:r w:rsidRPr="006756FE">
        <w:rPr>
          <w:rtl/>
        </w:rPr>
        <w:t xml:space="preserve"> بأنَّه هو مدينة العلم وعليٌّ بابها</w:t>
      </w:r>
      <w:r w:rsidR="00C327EB">
        <w:rPr>
          <w:rtl/>
        </w:rPr>
        <w:t>.</w:t>
      </w:r>
      <w:r w:rsidRPr="006756FE">
        <w:rPr>
          <w:rtl/>
        </w:rPr>
        <w:t xml:space="preserve"> وبأنَّ عليَّاً وحده ذو الفِقار</w:t>
      </w:r>
      <w:r w:rsidR="00C327EB">
        <w:rPr>
          <w:rtl/>
        </w:rPr>
        <w:t>.</w:t>
      </w:r>
      <w:r w:rsidRPr="006756FE">
        <w:rPr>
          <w:rtl/>
        </w:rPr>
        <w:t xml:space="preserve"> وبأنَّهما</w:t>
      </w:r>
      <w:r w:rsidR="00F13C51">
        <w:rPr>
          <w:rtl/>
        </w:rPr>
        <w:t>:</w:t>
      </w:r>
      <w:r w:rsidRPr="006756FE">
        <w:rPr>
          <w:rtl/>
        </w:rPr>
        <w:t xml:space="preserve"> عليٌّ منه وهو مِن عليٍّ</w:t>
      </w:r>
      <w:r w:rsidR="00F13C51">
        <w:rPr>
          <w:rtl/>
        </w:rPr>
        <w:t>،</w:t>
      </w:r>
      <w:r w:rsidRPr="006756FE">
        <w:rPr>
          <w:rtl/>
        </w:rPr>
        <w:t xml:space="preserve"> فليكن القول هذا</w:t>
      </w:r>
      <w:r w:rsidR="00F13C51">
        <w:rPr>
          <w:rtl/>
        </w:rPr>
        <w:t xml:space="preserve"> - </w:t>
      </w:r>
      <w:r w:rsidRPr="006756FE">
        <w:rPr>
          <w:rtl/>
        </w:rPr>
        <w:t>عند مِن يُريد</w:t>
      </w:r>
      <w:r w:rsidR="00F13C51">
        <w:rPr>
          <w:rtl/>
        </w:rPr>
        <w:t xml:space="preserve"> - </w:t>
      </w:r>
      <w:r w:rsidRPr="006756FE">
        <w:rPr>
          <w:rtl/>
        </w:rPr>
        <w:t>مُختلَقاً</w:t>
      </w:r>
      <w:r w:rsidR="00F13C51">
        <w:rPr>
          <w:rtl/>
        </w:rPr>
        <w:t>،</w:t>
      </w:r>
      <w:r w:rsidRPr="006756FE">
        <w:rPr>
          <w:rtl/>
        </w:rPr>
        <w:t xml:space="preserve"> ولكنَّ البيت</w:t>
      </w:r>
      <w:r w:rsidR="00F13C51">
        <w:rPr>
          <w:rtl/>
        </w:rPr>
        <w:t>،</w:t>
      </w:r>
      <w:r w:rsidRPr="006756FE">
        <w:rPr>
          <w:rtl/>
        </w:rPr>
        <w:t xml:space="preserve"> ووجود البيت في حدوده</w:t>
      </w:r>
      <w:r w:rsidR="00F13C51">
        <w:rPr>
          <w:rtl/>
        </w:rPr>
        <w:t>،</w:t>
      </w:r>
      <w:r w:rsidRPr="006756FE">
        <w:rPr>
          <w:rtl/>
        </w:rPr>
        <w:t xml:space="preserve"> وفي واقعه على الأرض</w:t>
      </w:r>
      <w:r w:rsidR="00F13C51">
        <w:rPr>
          <w:rtl/>
        </w:rPr>
        <w:t>،</w:t>
      </w:r>
      <w:r w:rsidRPr="006756FE">
        <w:rPr>
          <w:rtl/>
        </w:rPr>
        <w:t xml:space="preserve"> لا يُمكنه أنْ يُشير إلى غير هذا المعنى الجليل</w:t>
      </w:r>
      <w:r w:rsidR="00F13C51">
        <w:rPr>
          <w:rtl/>
        </w:rPr>
        <w:t>،</w:t>
      </w:r>
      <w:r w:rsidRPr="006756FE">
        <w:rPr>
          <w:rtl/>
        </w:rPr>
        <w:t xml:space="preserve"> أكان قد ورد في حرف</w:t>
      </w:r>
      <w:r w:rsidR="00F13C51">
        <w:rPr>
          <w:rtl/>
        </w:rPr>
        <w:t>،</w:t>
      </w:r>
      <w:r w:rsidRPr="006756FE">
        <w:rPr>
          <w:rtl/>
        </w:rPr>
        <w:t xml:space="preserve"> أم كان قد فُسِّر بالإشارة</w:t>
      </w:r>
      <w:r w:rsidR="00C327EB">
        <w:rPr>
          <w:rtl/>
        </w:rPr>
        <w:t>.</w:t>
      </w:r>
      <w:r w:rsidRPr="006756FE">
        <w:rPr>
          <w:rtl/>
        </w:rPr>
        <w:t xml:space="preserve"> يكفي التصديق على ذلك ربط فاطمة البهيَّة بالرجل الحصيف</w:t>
      </w:r>
      <w:r w:rsidR="00F13C51">
        <w:rPr>
          <w:rtl/>
        </w:rPr>
        <w:t>؛</w:t>
      </w:r>
      <w:r w:rsidRPr="006756FE">
        <w:rPr>
          <w:rtl/>
        </w:rPr>
        <w:t xml:space="preserve"> حتَّى تظهر الغاية التي بقيت نائمة في الحُلم إلى أنْ تَفسَّر الحُلم وأنجب الزواج الكبير طفلين سمَّى واحداً بالحسن</w:t>
      </w:r>
      <w:r w:rsidR="00F13C51">
        <w:rPr>
          <w:rtl/>
        </w:rPr>
        <w:t>،</w:t>
      </w:r>
      <w:r w:rsidRPr="006756FE">
        <w:rPr>
          <w:rtl/>
        </w:rPr>
        <w:t xml:space="preserve"> والثاني بالحسين</w:t>
      </w:r>
      <w:r w:rsidR="00C327EB">
        <w:rPr>
          <w:rtl/>
        </w:rPr>
        <w:t>.</w:t>
      </w:r>
    </w:p>
    <w:p w:rsidR="003A7CC2" w:rsidRPr="00A37385" w:rsidRDefault="003A7CC2" w:rsidP="00F13C51">
      <w:pPr>
        <w:pStyle w:val="libNormal"/>
        <w:rPr>
          <w:rtl/>
        </w:rPr>
      </w:pPr>
      <w:r w:rsidRPr="006756FE">
        <w:rPr>
          <w:rtl/>
        </w:rPr>
        <w:t>مِن فاطمة وعلي تكون القيمومة على الرسالة المسحوبة مِن حِضن الحَقِّ</w:t>
      </w:r>
      <w:r w:rsidR="00F13C51">
        <w:rPr>
          <w:rtl/>
        </w:rPr>
        <w:t xml:space="preserve"> - </w:t>
      </w:r>
      <w:r w:rsidRPr="006756FE">
        <w:rPr>
          <w:rtl/>
        </w:rPr>
        <w:t>إنَّها وحدها الآن في الضمير</w:t>
      </w:r>
      <w:r w:rsidR="00F13C51">
        <w:rPr>
          <w:rtl/>
        </w:rPr>
        <w:t>،</w:t>
      </w:r>
      <w:r w:rsidRPr="006756FE">
        <w:rPr>
          <w:rtl/>
        </w:rPr>
        <w:t xml:space="preserve"> وفي العينين</w:t>
      </w:r>
      <w:r w:rsidR="00C327EB">
        <w:rPr>
          <w:rtl/>
        </w:rPr>
        <w:t xml:space="preserve"> ...</w:t>
      </w:r>
      <w:r w:rsidRPr="006756FE">
        <w:rPr>
          <w:rtl/>
        </w:rPr>
        <w:t xml:space="preserve"> لقد كانت فاطمة في عين النبي</w:t>
      </w:r>
      <w:r w:rsidR="00F13C51">
        <w:rPr>
          <w:rtl/>
        </w:rPr>
        <w:t>،</w:t>
      </w:r>
      <w:r w:rsidRPr="006756FE">
        <w:rPr>
          <w:rtl/>
        </w:rPr>
        <w:t xml:space="preserve"> أطهر رَحم يُمكن أنْ يُنجِب مَن يليق بالميراث الأوسع مِن الحدود</w:t>
      </w:r>
      <w:r w:rsidR="00F13C51">
        <w:rPr>
          <w:rtl/>
        </w:rPr>
        <w:t xml:space="preserve"> - </w:t>
      </w:r>
      <w:r w:rsidRPr="006756FE">
        <w:rPr>
          <w:rtl/>
        </w:rPr>
        <w:t>أمَّا عليٌّ فهو وحده</w:t>
      </w:r>
      <w:r w:rsidR="00F13C51">
        <w:rPr>
          <w:rtl/>
        </w:rPr>
        <w:t xml:space="preserve"> - </w:t>
      </w:r>
      <w:r w:rsidRPr="006756FE">
        <w:rPr>
          <w:rtl/>
        </w:rPr>
        <w:t>أيضاً</w:t>
      </w:r>
      <w:r w:rsidR="00F13C51">
        <w:rPr>
          <w:rtl/>
        </w:rPr>
        <w:t xml:space="preserve"> - </w:t>
      </w:r>
      <w:r w:rsidRPr="006756FE">
        <w:rPr>
          <w:rtl/>
        </w:rPr>
        <w:t>خليق بالأُبوَّة المجيدة يُحقِّقها في جَلوة التظهير</w:t>
      </w:r>
      <w:r w:rsidR="00C327EB">
        <w:rPr>
          <w:rtl/>
        </w:rPr>
        <w:t>.</w:t>
      </w:r>
      <w:r w:rsidRPr="006756FE">
        <w:rPr>
          <w:rtl/>
        </w:rPr>
        <w:t xml:space="preserve"> إنَّ الرسالة لتستحقُّ أنْ يُحضَّر لها</w:t>
      </w:r>
      <w:r w:rsidR="00F13C51">
        <w:rPr>
          <w:rtl/>
        </w:rPr>
        <w:t xml:space="preserve"> - </w:t>
      </w:r>
      <w:r w:rsidRPr="006756FE">
        <w:rPr>
          <w:rtl/>
        </w:rPr>
        <w:t>مُسبقاً</w:t>
      </w:r>
      <w:r w:rsidR="00F13C51">
        <w:rPr>
          <w:rtl/>
        </w:rPr>
        <w:t xml:space="preserve"> - </w:t>
      </w:r>
      <w:r w:rsidRPr="006756FE">
        <w:rPr>
          <w:rtl/>
        </w:rPr>
        <w:t>مثل هذا التحضير</w:t>
      </w:r>
      <w:r w:rsidR="00F13C51">
        <w:rPr>
          <w:rtl/>
        </w:rPr>
        <w:t>،</w:t>
      </w:r>
      <w:r w:rsidRPr="006756FE">
        <w:rPr>
          <w:rtl/>
        </w:rPr>
        <w:t xml:space="preserve"> فهي ما نزلت لتوحيد هذه الأُمَّة</w:t>
      </w:r>
      <w:r w:rsidR="00F13C51">
        <w:rPr>
          <w:rtl/>
        </w:rPr>
        <w:t xml:space="preserve"> - </w:t>
      </w:r>
      <w:r w:rsidRPr="006756FE">
        <w:rPr>
          <w:rtl/>
        </w:rPr>
        <w:t>واسترجاعها إلى حقيقة الوجود العزيز بالإنسان</w:t>
      </w:r>
      <w:r w:rsidR="00F13C51">
        <w:rPr>
          <w:rtl/>
        </w:rPr>
        <w:t>،</w:t>
      </w:r>
      <w:r w:rsidRPr="006756FE">
        <w:rPr>
          <w:rtl/>
        </w:rPr>
        <w:t xml:space="preserve"> بعد غيابٍ مسحوقٍ بأجيالٍ وأجيالٍ مِن التخلُّف والتردِّي</w:t>
      </w:r>
      <w:r w:rsidR="00F13C51">
        <w:rPr>
          <w:rtl/>
        </w:rPr>
        <w:t xml:space="preserve"> - </w:t>
      </w:r>
      <w:r w:rsidRPr="006756FE">
        <w:rPr>
          <w:rtl/>
        </w:rPr>
        <w:t>إلاَّ لأنْ تقتنص لها كلَّ السُّبل الحريصة على صيانتها وتعهدها</w:t>
      </w:r>
      <w:r w:rsidR="00F13C51">
        <w:rPr>
          <w:rtl/>
        </w:rPr>
        <w:t>؛</w:t>
      </w:r>
      <w:r w:rsidRPr="006756FE">
        <w:rPr>
          <w:rtl/>
        </w:rPr>
        <w:t xml:space="preserve"> حتَّى يبقى الاستمرار فاعلاً في تصاعده التحقيقي البليغ</w:t>
      </w:r>
      <w:r w:rsidR="00C327EB">
        <w:rPr>
          <w:rtl/>
        </w:rPr>
        <w:t>.</w:t>
      </w:r>
      <w:r w:rsidRPr="006756FE">
        <w:rPr>
          <w:rtl/>
        </w:rPr>
        <w:t xml:space="preserve"> لقد سهرت الجزيرة طويلاً في لياليها العتيقة الدامسة</w:t>
      </w:r>
      <w:r w:rsidR="00F13C51">
        <w:rPr>
          <w:rtl/>
        </w:rPr>
        <w:t>،</w:t>
      </w:r>
      <w:r w:rsidRPr="006756FE">
        <w:rPr>
          <w:rtl/>
        </w:rPr>
        <w:t xml:space="preserve"> تُفتِّش مع كلِّ الجُدود عن قبس يجمعها ويوحِّدها في الحظيرة</w:t>
      </w:r>
      <w:r w:rsidR="00F13C51">
        <w:rPr>
          <w:rtl/>
        </w:rPr>
        <w:t>،</w:t>
      </w:r>
      <w:r w:rsidRPr="006756FE">
        <w:rPr>
          <w:rtl/>
        </w:rPr>
        <w:t xml:space="preserve"> وليس قليلاً ما أهرقه</w:t>
      </w:r>
      <w:r w:rsidR="00F13C51">
        <w:rPr>
          <w:rtl/>
        </w:rPr>
        <w:t>،</w:t>
      </w:r>
      <w:r w:rsidRPr="006756FE">
        <w:rPr>
          <w:rtl/>
        </w:rPr>
        <w:t xml:space="preserve"> مِن عقله وروحه ودمه</w:t>
      </w:r>
      <w:r w:rsidR="00F13C51">
        <w:rPr>
          <w:rtl/>
        </w:rPr>
        <w:t>،</w:t>
      </w:r>
      <w:r w:rsidRPr="006756FE">
        <w:rPr>
          <w:rtl/>
        </w:rPr>
        <w:t xml:space="preserve"> إنسانها ا</w:t>
      </w:r>
      <w:r w:rsidR="002C2DD7">
        <w:rPr>
          <w:rtl/>
        </w:rPr>
        <w:t>لمـُ</w:t>
      </w:r>
      <w:r w:rsidRPr="006756FE">
        <w:rPr>
          <w:rtl/>
        </w:rPr>
        <w:t>شرَّد عِبر الصحارى والفيافي والفَدَافِد</w:t>
      </w:r>
      <w:r w:rsidR="00F13C51">
        <w:rPr>
          <w:rtl/>
        </w:rPr>
        <w:t>،</w:t>
      </w:r>
      <w:r w:rsidRPr="006756FE">
        <w:rPr>
          <w:rtl/>
        </w:rPr>
        <w:t xml:space="preserve"> ولم تُحرِز إلاَّ رموزا هزيلة مشرورة في أحجار موزَّعة السِّدانات في مَكَّة الأصنام، أمَّا الرسالة الجديدة المنوَّرة</w:t>
      </w:r>
      <w:r w:rsidR="00F13C51">
        <w:rPr>
          <w:rtl/>
        </w:rPr>
        <w:t>،</w:t>
      </w:r>
      <w:r w:rsidRPr="006756FE">
        <w:rPr>
          <w:rtl/>
        </w:rPr>
        <w:t xml:space="preserve"> فهي التي ولِدت مِن حَوملة هذه الأجيال الغارقة في بؤسها</w:t>
      </w:r>
      <w:r w:rsidR="00F13C51">
        <w:rPr>
          <w:rtl/>
        </w:rPr>
        <w:t>،</w:t>
      </w:r>
      <w:r w:rsidRPr="006756FE">
        <w:rPr>
          <w:rtl/>
        </w:rPr>
        <w:t xml:space="preserve"> وشُحِّها</w:t>
      </w:r>
      <w:r w:rsidR="00F13C51">
        <w:rPr>
          <w:rtl/>
        </w:rPr>
        <w:t>،</w:t>
      </w:r>
      <w:r w:rsidRPr="006756FE">
        <w:rPr>
          <w:rtl/>
        </w:rPr>
        <w:t xml:space="preserve"> ونزف أوصالها</w:t>
      </w:r>
      <w:r w:rsidR="00F13C51">
        <w:rPr>
          <w:rtl/>
        </w:rPr>
        <w:t xml:space="preserve"> - </w:t>
      </w:r>
      <w:r w:rsidRPr="006756FE">
        <w:rPr>
          <w:rtl/>
        </w:rPr>
        <w:t>أما وأنَّها قد نزلت</w:t>
      </w:r>
      <w:r w:rsidR="00F13C51">
        <w:rPr>
          <w:rtl/>
        </w:rPr>
        <w:t>،</w:t>
      </w:r>
      <w:r w:rsidRPr="006756FE">
        <w:rPr>
          <w:rtl/>
        </w:rPr>
        <w:t xml:space="preserve"> وضاءت</w:t>
      </w:r>
      <w:r w:rsidR="00F13C51">
        <w:rPr>
          <w:rtl/>
        </w:rPr>
        <w:t>،</w:t>
      </w:r>
      <w:r w:rsidRPr="006756FE">
        <w:rPr>
          <w:rtl/>
        </w:rPr>
        <w:t xml:space="preserve"> وحقَّقت فوق الأرض مُعجزاتها</w:t>
      </w:r>
      <w:r w:rsidR="00F13C51">
        <w:rPr>
          <w:rtl/>
        </w:rPr>
        <w:t>،</w:t>
      </w:r>
      <w:r w:rsidRPr="006756FE">
        <w:rPr>
          <w:rtl/>
        </w:rPr>
        <w:t xml:space="preserve"> فكيف لها أنْ لا تسهر طويلاً مع مُعطياتها</w:t>
      </w:r>
      <w:r w:rsidR="00F13C51">
        <w:rPr>
          <w:rtl/>
        </w:rPr>
        <w:t>،</w:t>
      </w:r>
      <w:r w:rsidRPr="006756FE">
        <w:rPr>
          <w:rtl/>
        </w:rPr>
        <w:t xml:space="preserve"> وكيف لها أنْ لا تتحسَّب في ا</w:t>
      </w:r>
      <w:r w:rsidR="002C2DD7">
        <w:rPr>
          <w:rtl/>
        </w:rPr>
        <w:t>لمـُ</w:t>
      </w:r>
      <w:r w:rsidRPr="006756FE">
        <w:rPr>
          <w:rtl/>
        </w:rPr>
        <w:t>حافظة على مغانمها التي حقَّقت وجودها الإنساني فوق الأرض</w:t>
      </w:r>
      <w:r w:rsidR="00F13C51">
        <w:rPr>
          <w:rtl/>
        </w:rPr>
        <w:t>،</w:t>
      </w:r>
      <w:r w:rsidRPr="006756FE">
        <w:rPr>
          <w:rtl/>
        </w:rPr>
        <w:t xml:space="preserve"> وفي حِضن الحياة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لقد كان التحُّسب العظيم في صيانة الرسالة مرصوداً في الرجل المبنيِّ بناءً متيناً</w:t>
      </w:r>
      <w:r w:rsidR="00F13C51">
        <w:rPr>
          <w:rtl/>
        </w:rPr>
        <w:t>،</w:t>
      </w:r>
      <w:r w:rsidRPr="006756FE">
        <w:rPr>
          <w:rtl/>
        </w:rPr>
        <w:t xml:space="preserve"> ولا يعني البناء أنَّ النبي الكريم هو الذي بناه</w:t>
      </w:r>
      <w:r w:rsidR="00F13C51">
        <w:rPr>
          <w:rtl/>
        </w:rPr>
        <w:t>،</w:t>
      </w:r>
      <w:r w:rsidRPr="006756FE">
        <w:rPr>
          <w:rtl/>
        </w:rPr>
        <w:t xml:space="preserve"> أكثر مِمَّا يعني أنَّه اكتشفه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مرسوخا في نفسيَّة الفتى عليٍّ</w:t>
      </w:r>
      <w:r w:rsidR="00F13C51">
        <w:rPr>
          <w:rtl/>
        </w:rPr>
        <w:t>،</w:t>
      </w:r>
      <w:r w:rsidRPr="006756FE">
        <w:rPr>
          <w:rtl/>
        </w:rPr>
        <w:t xml:space="preserve"> عندما لمحَ</w:t>
      </w:r>
      <w:r w:rsidR="00F13C51">
        <w:rPr>
          <w:rtl/>
        </w:rPr>
        <w:t xml:space="preserve"> - </w:t>
      </w:r>
      <w:r w:rsidRPr="006756FE">
        <w:rPr>
          <w:rtl/>
        </w:rPr>
        <w:t>لأوَّل مَرَّة</w:t>
      </w:r>
      <w:r w:rsidR="00F13C51">
        <w:rPr>
          <w:rtl/>
        </w:rPr>
        <w:t xml:space="preserve"> - </w:t>
      </w:r>
      <w:r w:rsidRPr="006756FE">
        <w:rPr>
          <w:rtl/>
        </w:rPr>
        <w:t>جبيناً تتخبَّأ</w:t>
      </w:r>
      <w:r w:rsidR="00F13C51">
        <w:rPr>
          <w:rtl/>
        </w:rPr>
        <w:t>،</w:t>
      </w:r>
      <w:r w:rsidRPr="006756FE">
        <w:rPr>
          <w:rtl/>
        </w:rPr>
        <w:t xml:space="preserve"> دونه نجابة ومتانة في الخُلق والروح</w:t>
      </w:r>
      <w:r w:rsidR="00F13C51">
        <w:rPr>
          <w:rtl/>
        </w:rPr>
        <w:t>،</w:t>
      </w:r>
      <w:r w:rsidRPr="006756FE">
        <w:rPr>
          <w:rtl/>
        </w:rPr>
        <w:t xml:space="preserve"> هي كلُّ ما في الانسان</w:t>
      </w:r>
      <w:r w:rsidR="00F13C51">
        <w:rPr>
          <w:rtl/>
        </w:rPr>
        <w:t>،</w:t>
      </w:r>
      <w:r w:rsidRPr="006756FE">
        <w:rPr>
          <w:rtl/>
        </w:rPr>
        <w:t xml:space="preserve"> مِن روائع</w:t>
      </w:r>
      <w:r w:rsidR="00C327EB">
        <w:rPr>
          <w:rtl/>
        </w:rPr>
        <w:t>.</w:t>
      </w:r>
      <w:r w:rsidRPr="006756FE">
        <w:rPr>
          <w:rtl/>
        </w:rPr>
        <w:t xml:space="preserve"> لقد لمح كلُّ ما يجول في عينيه مِن آفاق تُطلُّ به على مَرح وسموٍّ في النفس</w:t>
      </w:r>
      <w:r w:rsidR="00F13C51">
        <w:rPr>
          <w:rtl/>
        </w:rPr>
        <w:t>،</w:t>
      </w:r>
      <w:r w:rsidRPr="006756FE">
        <w:rPr>
          <w:rtl/>
        </w:rPr>
        <w:t xml:space="preserve"> هي وحدها الصفات الكبيرة التي تجذبه إليه في عمليَّة الالتصاق والانضمام</w:t>
      </w:r>
      <w:r w:rsidR="00F13C51">
        <w:rPr>
          <w:rtl/>
        </w:rPr>
        <w:t>؛</w:t>
      </w:r>
      <w:r w:rsidRPr="006756FE">
        <w:rPr>
          <w:rtl/>
        </w:rPr>
        <w:t xml:space="preserve"> لتكون له</w:t>
      </w:r>
      <w:r w:rsidR="00F13C51">
        <w:rPr>
          <w:rtl/>
        </w:rPr>
        <w:t xml:space="preserve"> - </w:t>
      </w:r>
      <w:r w:rsidRPr="006756FE">
        <w:rPr>
          <w:rtl/>
        </w:rPr>
        <w:t>به</w:t>
      </w:r>
      <w:r w:rsidR="00F13C51">
        <w:rPr>
          <w:rtl/>
        </w:rPr>
        <w:t xml:space="preserve"> - </w:t>
      </w:r>
      <w:r w:rsidRPr="006756FE">
        <w:rPr>
          <w:rtl/>
        </w:rPr>
        <w:t>وحدة في الطوية تُهيِّئه للبلوغ ا</w:t>
      </w:r>
      <w:r w:rsidR="002C2DD7">
        <w:rPr>
          <w:rtl/>
        </w:rPr>
        <w:t>لمـُ</w:t>
      </w:r>
      <w:r w:rsidRPr="006756FE">
        <w:rPr>
          <w:rtl/>
        </w:rPr>
        <w:t>شتاق إلى التحقيق الرائع</w:t>
      </w:r>
      <w:r w:rsidR="00F13C51">
        <w:rPr>
          <w:rtl/>
        </w:rPr>
        <w:t>،</w:t>
      </w:r>
      <w:r w:rsidRPr="006756FE">
        <w:rPr>
          <w:rtl/>
        </w:rPr>
        <w:t xml:space="preserve"> الذي يتجلَّى به جوهر الانسان في حِضن الحياة</w:t>
      </w:r>
      <w:r w:rsidR="00F13C51">
        <w:rPr>
          <w:rtl/>
        </w:rPr>
        <w:t>،</w:t>
      </w:r>
      <w:r w:rsidRPr="006756FE">
        <w:rPr>
          <w:rtl/>
        </w:rPr>
        <w:t xml:space="preserve"> التي هي فيض رَبِّه العظيم الرحيم</w:t>
      </w:r>
      <w:r w:rsidR="00C327EB">
        <w:rPr>
          <w:rtl/>
        </w:rPr>
        <w:t>.</w:t>
      </w:r>
    </w:p>
    <w:p w:rsidR="003A7CC2" w:rsidRPr="00A37385" w:rsidRDefault="003A7CC2" w:rsidP="00F13C51">
      <w:pPr>
        <w:pStyle w:val="libNormal"/>
        <w:rPr>
          <w:rtl/>
        </w:rPr>
      </w:pPr>
      <w:r w:rsidRPr="006756FE">
        <w:rPr>
          <w:rtl/>
        </w:rPr>
        <w:t>هكذا هي قِصَّة علي بن أبي طالب</w:t>
      </w:r>
      <w:r w:rsidR="00F13C51">
        <w:rPr>
          <w:rtl/>
        </w:rPr>
        <w:t>،</w:t>
      </w:r>
      <w:r w:rsidRPr="006756FE">
        <w:rPr>
          <w:rtl/>
        </w:rPr>
        <w:t xml:space="preserve"> في التحامه الرائع بالرجل الآخر</w:t>
      </w:r>
      <w:r w:rsidR="00F13C51">
        <w:rPr>
          <w:rtl/>
        </w:rPr>
        <w:t>،</w:t>
      </w:r>
      <w:r w:rsidRPr="006756FE">
        <w:rPr>
          <w:rtl/>
        </w:rPr>
        <w:t xml:space="preserve"> الذي يستعدُّ للأطلالة الكبيرة</w:t>
      </w:r>
      <w:r w:rsidR="00F13C51">
        <w:rPr>
          <w:rtl/>
        </w:rPr>
        <w:t>،</w:t>
      </w:r>
      <w:r w:rsidRPr="006756FE">
        <w:rPr>
          <w:rtl/>
        </w:rPr>
        <w:t xml:space="preserve"> التي تستضيء بها رسالة الإسلام</w:t>
      </w:r>
      <w:r w:rsidR="00F13C51">
        <w:rPr>
          <w:rtl/>
        </w:rPr>
        <w:t xml:space="preserve"> - </w:t>
      </w:r>
      <w:r w:rsidRPr="006756FE">
        <w:rPr>
          <w:rtl/>
        </w:rPr>
        <w:t>وهكذا هي قِصَّة فاطمة الزهراء بالذات</w:t>
      </w:r>
      <w:r w:rsidR="00F13C51">
        <w:rPr>
          <w:rtl/>
        </w:rPr>
        <w:t xml:space="preserve"> - </w:t>
      </w:r>
      <w:r w:rsidRPr="006756FE">
        <w:rPr>
          <w:rtl/>
        </w:rPr>
        <w:t>لقد كانت لمحاً اكتشافيَّاً مِن جبينها</w:t>
      </w:r>
      <w:r w:rsidR="00F13C51">
        <w:rPr>
          <w:rtl/>
        </w:rPr>
        <w:t>،</w:t>
      </w:r>
      <w:r w:rsidRPr="006756FE">
        <w:rPr>
          <w:rtl/>
        </w:rPr>
        <w:t xml:space="preserve"> وعينيها</w:t>
      </w:r>
      <w:r w:rsidR="00F13C51">
        <w:rPr>
          <w:rtl/>
        </w:rPr>
        <w:t>،</w:t>
      </w:r>
      <w:r w:rsidRPr="006756FE">
        <w:rPr>
          <w:rtl/>
        </w:rPr>
        <w:t xml:space="preserve"> وتكوينها الأُنثوي</w:t>
      </w:r>
      <w:r w:rsidR="00F13C51">
        <w:rPr>
          <w:rtl/>
        </w:rPr>
        <w:t>،</w:t>
      </w:r>
      <w:r w:rsidRPr="006756FE">
        <w:rPr>
          <w:rtl/>
        </w:rPr>
        <w:t xml:space="preserve"> وكانت تخصيصا رائعاً آخر يلتصق بالرجل البعيد المجال</w:t>
      </w:r>
      <w:r w:rsidR="00F13C51">
        <w:rPr>
          <w:rtl/>
        </w:rPr>
        <w:t>،</w:t>
      </w:r>
      <w:r w:rsidRPr="006756FE">
        <w:rPr>
          <w:rtl/>
        </w:rPr>
        <w:t xml:space="preserve"> ومِن ذُرِّيَّة هذين النورين الوافدين مِن اللمح</w:t>
      </w:r>
      <w:r w:rsidR="00F13C51">
        <w:rPr>
          <w:rtl/>
        </w:rPr>
        <w:t>،</w:t>
      </w:r>
      <w:r w:rsidRPr="006756FE">
        <w:rPr>
          <w:rtl/>
        </w:rPr>
        <w:t xml:space="preserve"> سيولَد </w:t>
      </w:r>
      <w:r w:rsidR="002C2DD7">
        <w:rPr>
          <w:rtl/>
        </w:rPr>
        <w:t>لمـَ</w:t>
      </w:r>
      <w:r w:rsidRPr="006756FE">
        <w:rPr>
          <w:rtl/>
        </w:rPr>
        <w:t>حٌ جديد آخر</w:t>
      </w:r>
      <w:r w:rsidR="00F13C51">
        <w:rPr>
          <w:rtl/>
        </w:rPr>
        <w:t>،</w:t>
      </w:r>
      <w:r w:rsidRPr="006756FE">
        <w:rPr>
          <w:rtl/>
        </w:rPr>
        <w:t xml:space="preserve"> معقود في جبينٍ سيُسمَّى الحسن وفي جبينٍ آخر سيُسمَّى الحسين</w:t>
      </w:r>
      <w:r w:rsidR="00C327EB">
        <w:rPr>
          <w:rtl/>
        </w:rPr>
        <w:t>.</w:t>
      </w:r>
    </w:p>
    <w:p w:rsidR="003A7CC2" w:rsidRPr="00A37385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6756FE">
        <w:rPr>
          <w:rtl/>
        </w:rPr>
        <w:t xml:space="preserve"> 2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لقد تجمَّدت الزعامات التقليديَّة في الجزيرة</w:t>
      </w:r>
      <w:r w:rsidR="00F13C51">
        <w:rPr>
          <w:rtl/>
        </w:rPr>
        <w:t>،</w:t>
      </w:r>
      <w:r w:rsidRPr="006756FE">
        <w:rPr>
          <w:rtl/>
        </w:rPr>
        <w:t xml:space="preserve"> على أمل أنْ تنام دون أنْ يعود فيلمُّها وعيٌ</w:t>
      </w:r>
      <w:r w:rsidR="00F13C51">
        <w:rPr>
          <w:rtl/>
        </w:rPr>
        <w:t>،</w:t>
      </w:r>
      <w:r w:rsidRPr="006756FE">
        <w:rPr>
          <w:rtl/>
        </w:rPr>
        <w:t xml:space="preserve"> مع انتقال النبي الكريم إلى الرفيق الأعلى</w:t>
      </w:r>
      <w:r w:rsidR="00F13C51">
        <w:rPr>
          <w:rtl/>
        </w:rPr>
        <w:t>،</w:t>
      </w:r>
      <w:r w:rsidRPr="006756FE">
        <w:rPr>
          <w:rtl/>
        </w:rPr>
        <w:t xml:space="preserve"> هبَّت تُعلن أنَّها لم تُصدِّق تحسب الرسول بإسناد مُهمَّة الاهتمام بصيانة الرسالة الطريَّة العُود</w:t>
      </w:r>
      <w:r w:rsidR="00F13C51">
        <w:rPr>
          <w:rtl/>
        </w:rPr>
        <w:t>،</w:t>
      </w:r>
      <w:r w:rsidRPr="006756FE">
        <w:rPr>
          <w:rtl/>
        </w:rPr>
        <w:t xml:space="preserve"> إلى أمتن رجل صدَّقها وشارك في تمتينها حُفراً في النفوس</w:t>
      </w:r>
      <w:r w:rsidR="00C327EB">
        <w:rPr>
          <w:rtl/>
        </w:rPr>
        <w:t>.</w:t>
      </w:r>
      <w:r w:rsidRPr="006756FE">
        <w:rPr>
          <w:rtl/>
        </w:rPr>
        <w:t xml:space="preserve"> فليكُن اجتماع السقيفة</w:t>
      </w:r>
      <w:r w:rsidR="00F13C51">
        <w:rPr>
          <w:rtl/>
        </w:rPr>
        <w:t xml:space="preserve"> - </w:t>
      </w:r>
      <w:r w:rsidRPr="006756FE">
        <w:rPr>
          <w:rtl/>
        </w:rPr>
        <w:t>تم</w:t>
      </w:r>
      <w:r w:rsidR="002C2DD7">
        <w:rPr>
          <w:rtl/>
        </w:rPr>
        <w:t>لمـُ</w:t>
      </w:r>
      <w:r w:rsidRPr="006756FE">
        <w:rPr>
          <w:rtl/>
        </w:rPr>
        <w:t>لاً مِن هَجعة</w:t>
      </w:r>
      <w:r w:rsidR="00F13C51">
        <w:rPr>
          <w:rtl/>
        </w:rPr>
        <w:t xml:space="preserve"> - </w:t>
      </w:r>
      <w:r w:rsidRPr="006756FE">
        <w:rPr>
          <w:rtl/>
        </w:rPr>
        <w:t>أبَعَدَ الرجل ا</w:t>
      </w:r>
      <w:r w:rsidR="002C2DD7">
        <w:rPr>
          <w:rtl/>
        </w:rPr>
        <w:t>لمـَ</w:t>
      </w:r>
      <w:r w:rsidRPr="006756FE">
        <w:rPr>
          <w:rtl/>
        </w:rPr>
        <w:t>حسوب رُكناً مِن الأركان ا</w:t>
      </w:r>
      <w:r w:rsidR="002C2DD7">
        <w:rPr>
          <w:rtl/>
        </w:rPr>
        <w:t>لمـُ</w:t>
      </w:r>
      <w:r w:rsidRPr="006756FE">
        <w:rPr>
          <w:rtl/>
        </w:rPr>
        <w:t xml:space="preserve">عتمدة </w:t>
      </w:r>
      <w:r w:rsidR="002C2DD7">
        <w:rPr>
          <w:rtl/>
        </w:rPr>
        <w:t>لمـُ</w:t>
      </w:r>
      <w:r w:rsidRPr="006756FE">
        <w:rPr>
          <w:rtl/>
        </w:rPr>
        <w:t>تابعة الخَطِّ وترسيخه</w:t>
      </w:r>
      <w:r w:rsidR="00F13C51">
        <w:rPr>
          <w:rtl/>
        </w:rPr>
        <w:t>،</w:t>
      </w:r>
      <w:r w:rsidRPr="006756FE">
        <w:rPr>
          <w:rtl/>
        </w:rPr>
        <w:t xml:space="preserve"> إلاَّ أنَّ واقع التاريخ وواقع الرسالة</w:t>
      </w:r>
      <w:r w:rsidR="00F13C51">
        <w:rPr>
          <w:rtl/>
        </w:rPr>
        <w:t>،</w:t>
      </w:r>
      <w:r w:rsidRPr="006756FE">
        <w:rPr>
          <w:rtl/>
        </w:rPr>
        <w:t xml:space="preserve"> التي لا تزال حتَّى الآن تنمو وينمو بها عالم الإسلام</w:t>
      </w:r>
      <w:r w:rsidR="00F13C51">
        <w:rPr>
          <w:rtl/>
        </w:rPr>
        <w:t>،</w:t>
      </w:r>
      <w:r w:rsidRPr="006756FE">
        <w:rPr>
          <w:rtl/>
        </w:rPr>
        <w:t xml:space="preserve"> يشهد بأنَّ لعليٍّ مكانة مجيدة القيمة في ضلوع الرسالة</w:t>
      </w:r>
      <w:r w:rsidR="00F13C51">
        <w:rPr>
          <w:rtl/>
        </w:rPr>
        <w:t>،</w:t>
      </w:r>
      <w:r w:rsidRPr="006756FE">
        <w:rPr>
          <w:rtl/>
        </w:rPr>
        <w:t xml:space="preserve"> لا يجهلها الحَقُّ</w:t>
      </w:r>
      <w:r w:rsidR="00F13C51">
        <w:rPr>
          <w:rtl/>
        </w:rPr>
        <w:t>،</w:t>
      </w:r>
      <w:r w:rsidRPr="006756FE">
        <w:rPr>
          <w:rtl/>
        </w:rPr>
        <w:t xml:space="preserve"> ولا يقدر أنْ يُنكرها المنطق</w:t>
      </w:r>
      <w:r w:rsidR="00F13C51">
        <w:rPr>
          <w:rtl/>
        </w:rPr>
        <w:t xml:space="preserve"> - </w:t>
      </w:r>
      <w:r w:rsidRPr="006756FE">
        <w:rPr>
          <w:rtl/>
        </w:rPr>
        <w:t>وما مِن أحدٍ على الإطلاق تمكَّن مِن فصل بيت عليٍّ عن بيت الرسول</w:t>
      </w:r>
      <w:r w:rsidR="00F13C51">
        <w:rPr>
          <w:rtl/>
        </w:rPr>
        <w:t>،</w:t>
      </w:r>
      <w:r w:rsidRPr="006756FE">
        <w:rPr>
          <w:rtl/>
        </w:rPr>
        <w:t xml:space="preserve"> لا في الحقيقة ولا في المجاز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أعود فأقول</w:t>
      </w:r>
      <w:r w:rsidR="00F13C51">
        <w:rPr>
          <w:rtl/>
        </w:rPr>
        <w:t>:</w:t>
      </w:r>
      <w:r w:rsidRPr="006756FE">
        <w:rPr>
          <w:rtl/>
        </w:rPr>
        <w:t xml:space="preserve"> فلتكن للسقيفة عينها الحولاء</w:t>
      </w:r>
      <w:r w:rsidR="00F13C51">
        <w:rPr>
          <w:rtl/>
        </w:rPr>
        <w:t>،</w:t>
      </w:r>
      <w:r w:rsidRPr="006756FE">
        <w:rPr>
          <w:rtl/>
        </w:rPr>
        <w:t xml:space="preserve"> غير أنَّ حَوَلاً هناك لا يُطفيء نوراً في عينَي عليٍّ</w:t>
      </w:r>
      <w:r w:rsidR="00F13C51">
        <w:rPr>
          <w:rtl/>
        </w:rPr>
        <w:t>،</w:t>
      </w:r>
      <w:r w:rsidRPr="006756FE">
        <w:rPr>
          <w:rtl/>
        </w:rPr>
        <w:t xml:space="preserve"> ولا شعوراً ضمنيَّاً يعيش به أهل البيت</w:t>
      </w:r>
      <w:r w:rsidR="00C327EB">
        <w:rPr>
          <w:rtl/>
        </w:rPr>
        <w:t>.</w:t>
      </w:r>
      <w:r w:rsidRPr="006756FE">
        <w:rPr>
          <w:rtl/>
        </w:rPr>
        <w:t xml:space="preserve"> إنَّ الذين جمعهم مُربِّيهم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6756FE">
        <w:rPr>
          <w:rtl/>
        </w:rPr>
        <w:lastRenderedPageBreak/>
        <w:t>الأكرم</w:t>
      </w:r>
      <w:r w:rsidR="00F13C51">
        <w:rPr>
          <w:rtl/>
        </w:rPr>
        <w:t>،</w:t>
      </w:r>
      <w:r w:rsidRPr="006756FE">
        <w:rPr>
          <w:rtl/>
        </w:rPr>
        <w:t xml:space="preserve"> وضمَّهم تحت كسائه ليُدفِّئهم بعَطفه</w:t>
      </w:r>
      <w:r w:rsidR="00F13C51">
        <w:rPr>
          <w:rtl/>
        </w:rPr>
        <w:t>،</w:t>
      </w:r>
      <w:r w:rsidRPr="006756FE">
        <w:rPr>
          <w:rtl/>
        </w:rPr>
        <w:t xml:space="preserve"> ويُطهِّرهم مِن كلِّ عيبٍ</w:t>
      </w:r>
      <w:r w:rsidR="00F13C51">
        <w:rPr>
          <w:rtl/>
        </w:rPr>
        <w:t>،</w:t>
      </w:r>
      <w:r w:rsidRPr="006756FE">
        <w:rPr>
          <w:rtl/>
        </w:rPr>
        <w:t xml:space="preserve"> هو الذي يتحسَّب بهم</w:t>
      </w:r>
      <w:r w:rsidR="00F13C51">
        <w:rPr>
          <w:rtl/>
        </w:rPr>
        <w:t>؛</w:t>
      </w:r>
      <w:r w:rsidRPr="006756FE">
        <w:rPr>
          <w:rtl/>
        </w:rPr>
        <w:t xml:space="preserve"> إذ يبنيهم لاستلام الغَد</w:t>
      </w:r>
      <w:r w:rsidR="00F13C51">
        <w:rPr>
          <w:rtl/>
        </w:rPr>
        <w:t>،</w:t>
      </w:r>
      <w:r w:rsidRPr="006756FE">
        <w:rPr>
          <w:rtl/>
        </w:rPr>
        <w:t xml:space="preserve"> وأنَّ الغَد العظيم هو في استمرار الرسالة التي تستردُّ الإنسان إلى حقيقة الرُّشد</w:t>
      </w:r>
      <w:r w:rsidR="00F13C51">
        <w:rPr>
          <w:rtl/>
        </w:rPr>
        <w:t>،</w:t>
      </w:r>
      <w:r w:rsidRPr="006756FE">
        <w:rPr>
          <w:rtl/>
        </w:rPr>
        <w:t xml:space="preserve"> وحقيقة بناء ا</w:t>
      </w:r>
      <w:r w:rsidR="002C2DD7">
        <w:rPr>
          <w:rtl/>
        </w:rPr>
        <w:t>لمـُ</w:t>
      </w:r>
      <w:r w:rsidRPr="006756FE">
        <w:rPr>
          <w:rtl/>
        </w:rPr>
        <w:t>جتمع الموحَّد بالوعي والحَقِّ</w:t>
      </w:r>
      <w:r w:rsidR="00F13C51">
        <w:rPr>
          <w:rtl/>
        </w:rPr>
        <w:t xml:space="preserve"> - </w:t>
      </w:r>
      <w:r w:rsidRPr="006756FE">
        <w:rPr>
          <w:rtl/>
        </w:rPr>
        <w:t>إنَّه يعرف أنَّه بعد لحظات قصيرة سيَعبر تاركاً لهم الدار</w:t>
      </w:r>
      <w:r w:rsidR="00F13C51">
        <w:rPr>
          <w:rtl/>
        </w:rPr>
        <w:t>،</w:t>
      </w:r>
      <w:r w:rsidRPr="006756FE">
        <w:rPr>
          <w:rtl/>
        </w:rPr>
        <w:t xml:space="preserve"> وأبناء الدار</w:t>
      </w:r>
      <w:r w:rsidR="00F13C51">
        <w:rPr>
          <w:rtl/>
        </w:rPr>
        <w:t xml:space="preserve"> - </w:t>
      </w:r>
      <w:r w:rsidRPr="006756FE">
        <w:rPr>
          <w:rtl/>
        </w:rPr>
        <w:t>فليتثبَّتوا أنَّهم هُمْ ا</w:t>
      </w:r>
      <w:r w:rsidR="002C2DD7">
        <w:rPr>
          <w:rtl/>
        </w:rPr>
        <w:t>لمـُ</w:t>
      </w:r>
      <w:r w:rsidRPr="006756FE">
        <w:rPr>
          <w:rtl/>
        </w:rPr>
        <w:t>عنيَّون ا</w:t>
      </w:r>
      <w:r w:rsidR="002C2DD7">
        <w:rPr>
          <w:rtl/>
        </w:rPr>
        <w:t>لمـُ</w:t>
      </w:r>
      <w:r w:rsidRPr="006756FE">
        <w:rPr>
          <w:rtl/>
        </w:rPr>
        <w:t>نتدبون ل</w:t>
      </w:r>
      <w:r w:rsidR="002C2DD7">
        <w:rPr>
          <w:rtl/>
        </w:rPr>
        <w:t>لمـُ</w:t>
      </w:r>
      <w:r w:rsidRPr="006756FE">
        <w:rPr>
          <w:rtl/>
        </w:rPr>
        <w:t>حافظة على صيانة القَرار</w:t>
      </w:r>
      <w:r w:rsidR="00F13C51">
        <w:rPr>
          <w:rtl/>
        </w:rPr>
        <w:t>،</w:t>
      </w:r>
      <w:r w:rsidRPr="006756FE">
        <w:rPr>
          <w:rtl/>
        </w:rPr>
        <w:t xml:space="preserve"> إلى أنْ يطويهم</w:t>
      </w:r>
      <w:r w:rsidR="00F13C51">
        <w:rPr>
          <w:rtl/>
        </w:rPr>
        <w:t xml:space="preserve"> - </w:t>
      </w:r>
      <w:r w:rsidRPr="006756FE">
        <w:rPr>
          <w:rtl/>
        </w:rPr>
        <w:t>بدورهم</w:t>
      </w:r>
      <w:r w:rsidR="00F13C51">
        <w:rPr>
          <w:rtl/>
        </w:rPr>
        <w:t xml:space="preserve"> - </w:t>
      </w:r>
      <w:r w:rsidRPr="006756FE">
        <w:rPr>
          <w:rtl/>
        </w:rPr>
        <w:t>سُلطان الحَقِّ</w:t>
      </w:r>
      <w:r w:rsidR="00F13C51">
        <w:rPr>
          <w:rtl/>
        </w:rPr>
        <w:t>،</w:t>
      </w:r>
      <w:r w:rsidRPr="006756FE">
        <w:rPr>
          <w:rtl/>
        </w:rPr>
        <w:t xml:space="preserve"> فيتركون للقيم الأُخر رسالة مُستمرَّة بنظافة الحَرف</w:t>
      </w:r>
      <w:r w:rsidR="00F13C51">
        <w:rPr>
          <w:rtl/>
        </w:rPr>
        <w:t>،</w:t>
      </w:r>
      <w:r w:rsidRPr="006756FE">
        <w:rPr>
          <w:rtl/>
        </w:rPr>
        <w:t xml:space="preserve"> وأمانة النهج</w:t>
      </w:r>
      <w:r w:rsidR="00F13C51">
        <w:rPr>
          <w:rtl/>
        </w:rPr>
        <w:t>،</w:t>
      </w:r>
      <w:r w:rsidRPr="006756FE">
        <w:rPr>
          <w:rtl/>
        </w:rPr>
        <w:t xml:space="preserve"> وحقيقة التطوير ا</w:t>
      </w:r>
      <w:r w:rsidR="002C2DD7">
        <w:rPr>
          <w:rtl/>
        </w:rPr>
        <w:t>لمـُ</w:t>
      </w:r>
      <w:r w:rsidRPr="006756FE">
        <w:rPr>
          <w:rtl/>
        </w:rPr>
        <w:t>ركَّز بالإيمان والجوهر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إنَّها ا</w:t>
      </w:r>
      <w:r w:rsidR="002C2DD7">
        <w:rPr>
          <w:rtl/>
        </w:rPr>
        <w:t>لمـُ</w:t>
      </w:r>
      <w:r w:rsidRPr="006756FE">
        <w:rPr>
          <w:rtl/>
        </w:rPr>
        <w:t>همَّة ا</w:t>
      </w:r>
      <w:r w:rsidR="002C2DD7">
        <w:rPr>
          <w:rtl/>
        </w:rPr>
        <w:t>لمـُ</w:t>
      </w:r>
      <w:r w:rsidRPr="006756FE">
        <w:rPr>
          <w:rtl/>
        </w:rPr>
        <w:t>نتدبون إليها</w:t>
      </w:r>
      <w:r w:rsidR="00F13C51">
        <w:rPr>
          <w:rtl/>
        </w:rPr>
        <w:t>،</w:t>
      </w:r>
      <w:r w:rsidRPr="006756FE">
        <w:rPr>
          <w:rtl/>
        </w:rPr>
        <w:t xml:space="preserve"> وإنَّها القضيَّة الكبيرة والجليلة</w:t>
      </w:r>
      <w:r w:rsidR="00F13C51">
        <w:rPr>
          <w:rtl/>
        </w:rPr>
        <w:t>،</w:t>
      </w:r>
      <w:r w:rsidRPr="006756FE">
        <w:rPr>
          <w:rtl/>
        </w:rPr>
        <w:t xml:space="preserve"> التي ساهم بجَلوتها وإخراجها عقلُ عليٍّ</w:t>
      </w:r>
      <w:r w:rsidR="00F13C51">
        <w:rPr>
          <w:rtl/>
        </w:rPr>
        <w:t>،</w:t>
      </w:r>
      <w:r w:rsidRPr="006756FE">
        <w:rPr>
          <w:rtl/>
        </w:rPr>
        <w:t xml:space="preserve"> ولُبُّ عليٍّ</w:t>
      </w:r>
      <w:r w:rsidR="00F13C51">
        <w:rPr>
          <w:rtl/>
        </w:rPr>
        <w:t>،</w:t>
      </w:r>
      <w:r w:rsidRPr="006756FE">
        <w:rPr>
          <w:rtl/>
        </w:rPr>
        <w:t xml:space="preserve"> وصدقُ عليٍّ</w:t>
      </w:r>
      <w:r w:rsidR="00C327EB">
        <w:rPr>
          <w:rtl/>
        </w:rPr>
        <w:t>.</w:t>
      </w:r>
      <w:r w:rsidRPr="006756FE">
        <w:rPr>
          <w:rtl/>
        </w:rPr>
        <w:t xml:space="preserve"> وإنَّه البيت الذي جعل النبي العظيم حدوده مربوطة بحدود أُخرى</w:t>
      </w:r>
      <w:r w:rsidR="00F13C51">
        <w:rPr>
          <w:rtl/>
        </w:rPr>
        <w:t>،</w:t>
      </w:r>
      <w:r w:rsidRPr="006756FE">
        <w:rPr>
          <w:rtl/>
        </w:rPr>
        <w:t xml:space="preserve"> هي أبعد مِن القُربى</w:t>
      </w:r>
      <w:r w:rsidR="00F13C51">
        <w:rPr>
          <w:rtl/>
        </w:rPr>
        <w:t>،</w:t>
      </w:r>
      <w:r w:rsidRPr="006756FE">
        <w:rPr>
          <w:rtl/>
        </w:rPr>
        <w:t xml:space="preserve"> وأثبت مِن خطوط الانتساب</w:t>
      </w:r>
      <w:r w:rsidR="00F13C51">
        <w:rPr>
          <w:rtl/>
        </w:rPr>
        <w:t>،</w:t>
      </w:r>
      <w:r w:rsidRPr="006756FE">
        <w:rPr>
          <w:rtl/>
        </w:rPr>
        <w:t xml:space="preserve"> في مُجتمع سينسى انتسابه إلى كلِّ بطن مِن بطونه القبائليَّة</w:t>
      </w:r>
      <w:r w:rsidR="00F13C51">
        <w:rPr>
          <w:rtl/>
        </w:rPr>
        <w:t>،</w:t>
      </w:r>
      <w:r w:rsidRPr="006756FE">
        <w:rPr>
          <w:rtl/>
        </w:rPr>
        <w:t xml:space="preserve"> ليبقى له</w:t>
      </w:r>
      <w:r w:rsidR="00F13C51">
        <w:rPr>
          <w:rtl/>
        </w:rPr>
        <w:t xml:space="preserve"> - </w:t>
      </w:r>
      <w:r w:rsidRPr="006756FE">
        <w:rPr>
          <w:rtl/>
        </w:rPr>
        <w:t>فقط</w:t>
      </w:r>
      <w:r w:rsidR="00F13C51">
        <w:rPr>
          <w:rtl/>
        </w:rPr>
        <w:t xml:space="preserve"> - </w:t>
      </w:r>
      <w:r w:rsidRPr="006756FE">
        <w:rPr>
          <w:rtl/>
        </w:rPr>
        <w:t>انتساب إلى القيمة ا</w:t>
      </w:r>
      <w:r w:rsidR="002C2DD7">
        <w:rPr>
          <w:rtl/>
        </w:rPr>
        <w:t>لمـُ</w:t>
      </w:r>
      <w:r w:rsidRPr="006756FE">
        <w:rPr>
          <w:rtl/>
        </w:rPr>
        <w:t>جتمعيَّة الكُبرى</w:t>
      </w:r>
      <w:r w:rsidR="00F13C51">
        <w:rPr>
          <w:rtl/>
        </w:rPr>
        <w:t>،</w:t>
      </w:r>
      <w:r w:rsidRPr="006756FE">
        <w:rPr>
          <w:rtl/>
        </w:rPr>
        <w:t xml:space="preserve"> التي قدَّمتها له الرسالة</w:t>
      </w:r>
      <w:r w:rsidR="00F13C51">
        <w:rPr>
          <w:rtl/>
        </w:rPr>
        <w:t>،</w:t>
      </w:r>
      <w:r w:rsidRPr="006756FE">
        <w:rPr>
          <w:rtl/>
        </w:rPr>
        <w:t xml:space="preserve"> وجعلته بيتاً واحداً </w:t>
      </w:r>
      <w:r w:rsidR="002C2DD7">
        <w:rPr>
          <w:rtl/>
        </w:rPr>
        <w:t>لمـُ</w:t>
      </w:r>
      <w:r w:rsidRPr="006756FE">
        <w:rPr>
          <w:rtl/>
        </w:rPr>
        <w:t>جتمع إنسانيٍّ واحد</w:t>
      </w:r>
      <w:r w:rsidR="00F13C51">
        <w:rPr>
          <w:rtl/>
        </w:rPr>
        <w:t>،</w:t>
      </w:r>
      <w:r w:rsidRPr="006756FE">
        <w:rPr>
          <w:rtl/>
        </w:rPr>
        <w:t xml:space="preserve"> يفهم ويعي حَقَّه في الوجود الحياتي الإنساني الكريم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إنَّها مسؤوليَّة راح ينوخ تحت جلالها البيت النبوي ا</w:t>
      </w:r>
      <w:r w:rsidR="002C2DD7">
        <w:rPr>
          <w:rtl/>
        </w:rPr>
        <w:t>لمـُ</w:t>
      </w:r>
      <w:r w:rsidRPr="006756FE">
        <w:rPr>
          <w:rtl/>
        </w:rPr>
        <w:t>شعُّ</w:t>
      </w:r>
      <w:r w:rsidR="00F13C51">
        <w:rPr>
          <w:rtl/>
        </w:rPr>
        <w:t>،</w:t>
      </w:r>
      <w:r w:rsidRPr="006756FE">
        <w:rPr>
          <w:rtl/>
        </w:rPr>
        <w:t xml:space="preserve"> والمبنيُّ مِن لمح الرسول الأبعد</w:t>
      </w:r>
      <w:r w:rsidR="00F13C51">
        <w:rPr>
          <w:rtl/>
        </w:rPr>
        <w:t>،</w:t>
      </w:r>
      <w:r w:rsidRPr="006756FE">
        <w:rPr>
          <w:rtl/>
        </w:rPr>
        <w:t xml:space="preserve"> ومِن تحسُّبه الأبلغ</w:t>
      </w:r>
      <w:r w:rsidR="00F13C51">
        <w:rPr>
          <w:rtl/>
        </w:rPr>
        <w:t>؛</w:t>
      </w:r>
      <w:r w:rsidRPr="006756FE">
        <w:rPr>
          <w:rtl/>
        </w:rPr>
        <w:t xml:space="preserve"> لتكون منه انطلاقة لسياسة العهد الطويلة الأمد</w:t>
      </w:r>
      <w:r w:rsidR="00F13C51">
        <w:rPr>
          <w:rtl/>
        </w:rPr>
        <w:t>،</w:t>
      </w:r>
      <w:r w:rsidRPr="006756FE">
        <w:rPr>
          <w:rtl/>
        </w:rPr>
        <w:t xml:space="preserve"> والمحصنة بالنظافة التي تُنجبها النفوس الكريمة</w:t>
      </w:r>
      <w:r w:rsidR="00F13C51">
        <w:rPr>
          <w:rtl/>
        </w:rPr>
        <w:t>،</w:t>
      </w:r>
      <w:r w:rsidRPr="006756FE">
        <w:rPr>
          <w:rtl/>
        </w:rPr>
        <w:t xml:space="preserve"> مُستقاة مِن صدر ربِّها في الحياة مَعيناً لا ينضب</w:t>
      </w:r>
      <w:r w:rsidR="00F13C51">
        <w:rPr>
          <w:rtl/>
        </w:rPr>
        <w:t>،</w:t>
      </w:r>
      <w:r w:rsidRPr="006756FE">
        <w:rPr>
          <w:rtl/>
        </w:rPr>
        <w:t xml:space="preserve"> والرسالة الكريمة هي</w:t>
      </w:r>
      <w:r w:rsidR="00F13C51">
        <w:rPr>
          <w:rtl/>
        </w:rPr>
        <w:t xml:space="preserve"> - </w:t>
      </w:r>
      <w:r w:rsidRPr="006756FE">
        <w:rPr>
          <w:rtl/>
        </w:rPr>
        <w:t>بدورها</w:t>
      </w:r>
      <w:r w:rsidR="00F13C51">
        <w:rPr>
          <w:rtl/>
        </w:rPr>
        <w:t xml:space="preserve"> - </w:t>
      </w:r>
      <w:r w:rsidRPr="006756FE">
        <w:rPr>
          <w:rtl/>
        </w:rPr>
        <w:t>نفحةٌ مِن روحه</w:t>
      </w:r>
      <w:r w:rsidR="00F13C51">
        <w:rPr>
          <w:rtl/>
        </w:rPr>
        <w:t>،</w:t>
      </w:r>
      <w:r w:rsidRPr="006756FE">
        <w:rPr>
          <w:rtl/>
        </w:rPr>
        <w:t xml:space="preserve"> التي لا ينمو ويتبارك الاَّ بها وبقُدسيَّتها مُجتمع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6756FE">
        <w:rPr>
          <w:rtl/>
        </w:rPr>
        <w:t>أنْ لا يَعي أهل السقيفة أو أيَّة سقيفة سواها</w:t>
      </w:r>
      <w:r w:rsidR="00F13C51">
        <w:rPr>
          <w:rtl/>
        </w:rPr>
        <w:t>،</w:t>
      </w:r>
      <w:r w:rsidRPr="006756FE">
        <w:rPr>
          <w:rtl/>
        </w:rPr>
        <w:t xml:space="preserve"> ثقل المرام</w:t>
      </w:r>
      <w:r w:rsidR="00F13C51">
        <w:rPr>
          <w:rtl/>
        </w:rPr>
        <w:t>،</w:t>
      </w:r>
      <w:r w:rsidRPr="006756FE">
        <w:rPr>
          <w:rtl/>
        </w:rPr>
        <w:t xml:space="preserve"> لا يعني أنَّه ليس ثُقلاً رَسَا بجلاله على أهل البيت</w:t>
      </w:r>
      <w:r w:rsidR="00F13C51">
        <w:rPr>
          <w:rtl/>
        </w:rPr>
        <w:t>،</w:t>
      </w:r>
      <w:r w:rsidRPr="006756FE">
        <w:rPr>
          <w:rtl/>
        </w:rPr>
        <w:t xml:space="preserve"> ولا يعني أهل البيت تخصيصاً لحدود رابطة الدم</w:t>
      </w:r>
      <w:r w:rsidR="00F13C51">
        <w:rPr>
          <w:rtl/>
        </w:rPr>
        <w:t>،</w:t>
      </w:r>
      <w:r w:rsidRPr="006756FE">
        <w:rPr>
          <w:rtl/>
        </w:rPr>
        <w:t xml:space="preserve"> بلْ يعني بيتاً لفَّه النبي الكريم بقصدٍ مربوطٍ بتعهد الرسالة</w:t>
      </w:r>
      <w:r w:rsidR="00C327EB">
        <w:rPr>
          <w:rtl/>
        </w:rPr>
        <w:t>.</w:t>
      </w:r>
      <w:r w:rsidRPr="006756FE">
        <w:rPr>
          <w:rtl/>
        </w:rPr>
        <w:t xml:space="preserve"> إنَّهم أوَّل ا</w:t>
      </w:r>
      <w:r w:rsidR="002C2DD7">
        <w:rPr>
          <w:rtl/>
        </w:rPr>
        <w:t>لمـُ</w:t>
      </w:r>
      <w:r w:rsidRPr="006756FE">
        <w:rPr>
          <w:rtl/>
        </w:rPr>
        <w:t>تحسِّسين</w:t>
      </w:r>
      <w:r w:rsidR="00F13C51">
        <w:rPr>
          <w:rtl/>
        </w:rPr>
        <w:t>،</w:t>
      </w:r>
      <w:r w:rsidRPr="006756FE">
        <w:rPr>
          <w:rtl/>
        </w:rPr>
        <w:t xml:space="preserve"> وأوَّل ا</w:t>
      </w:r>
      <w:r w:rsidR="002C2DD7">
        <w:rPr>
          <w:rtl/>
        </w:rPr>
        <w:t>لمـُ</w:t>
      </w:r>
      <w:r w:rsidRPr="006756FE">
        <w:rPr>
          <w:rtl/>
        </w:rPr>
        <w:t>عانين</w:t>
      </w:r>
      <w:r w:rsidR="00F13C51">
        <w:rPr>
          <w:rtl/>
        </w:rPr>
        <w:t>،</w:t>
      </w:r>
      <w:r w:rsidRPr="006756FE">
        <w:rPr>
          <w:rtl/>
        </w:rPr>
        <w:t xml:space="preserve"> وأوَّل الرازحين تحت الوطأة الجليلة</w:t>
      </w:r>
      <w:r w:rsidR="00F13C51">
        <w:rPr>
          <w:rtl/>
        </w:rPr>
        <w:t>،</w:t>
      </w:r>
      <w:r w:rsidRPr="006756FE">
        <w:rPr>
          <w:rtl/>
        </w:rPr>
        <w:t xml:space="preserve"> فليكن البيت هذا</w:t>
      </w:r>
      <w:r w:rsidR="00F13C51">
        <w:rPr>
          <w:rtl/>
        </w:rPr>
        <w:t xml:space="preserve"> - </w:t>
      </w:r>
      <w:r w:rsidRPr="006756FE">
        <w:rPr>
          <w:rtl/>
        </w:rPr>
        <w:t>في وجدان أهل البيت</w:t>
      </w:r>
      <w:r w:rsidR="00F13C51">
        <w:rPr>
          <w:rtl/>
        </w:rPr>
        <w:t xml:space="preserve"> - </w:t>
      </w:r>
      <w:r w:rsidRPr="006756FE">
        <w:rPr>
          <w:rtl/>
        </w:rPr>
        <w:t>بيت الأُمَّة الأفيح والأفيأ</w:t>
      </w:r>
      <w:r w:rsidR="00F13C51">
        <w:rPr>
          <w:rtl/>
        </w:rPr>
        <w:t>،</w:t>
      </w:r>
      <w:r w:rsidRPr="006756FE">
        <w:rPr>
          <w:rtl/>
        </w:rPr>
        <w:t xml:space="preserve"> إنَّه</w:t>
      </w:r>
      <w:r w:rsidR="00F13C51">
        <w:rPr>
          <w:rtl/>
        </w:rPr>
        <w:t xml:space="preserve"> - </w:t>
      </w:r>
      <w:r w:rsidRPr="006756FE">
        <w:rPr>
          <w:rtl/>
        </w:rPr>
        <w:t>في وجدانهم أيضاً</w:t>
      </w:r>
      <w:r w:rsidR="00F13C51">
        <w:rPr>
          <w:rtl/>
        </w:rPr>
        <w:t xml:space="preserve"> - </w:t>
      </w:r>
      <w:r w:rsidRPr="006756FE">
        <w:rPr>
          <w:rtl/>
        </w:rPr>
        <w:t>بيت الأمس الصغير</w:t>
      </w:r>
      <w:r w:rsidR="00F13C51">
        <w:rPr>
          <w:rtl/>
        </w:rPr>
        <w:t>،</w:t>
      </w:r>
      <w:r w:rsidRPr="006756FE">
        <w:rPr>
          <w:rtl/>
        </w:rPr>
        <w:t xml:space="preserve"> وبيت اليوم الأشرق</w:t>
      </w:r>
      <w:r w:rsidR="00F13C51">
        <w:rPr>
          <w:rtl/>
        </w:rPr>
        <w:t>،</w:t>
      </w:r>
      <w:r w:rsidRPr="006756FE">
        <w:rPr>
          <w:rtl/>
        </w:rPr>
        <w:t xml:space="preserve"> وبيت الغد الكبير</w:t>
      </w:r>
      <w:r w:rsidR="00F13C51">
        <w:rPr>
          <w:rtl/>
        </w:rPr>
        <w:t>،</w:t>
      </w:r>
      <w:r w:rsidRPr="006756FE">
        <w:rPr>
          <w:rtl/>
        </w:rPr>
        <w:t xml:space="preserve"> الذي يحيا فيه الإنسان عزيزاً كريماً</w:t>
      </w:r>
      <w:r w:rsidR="00F13C51">
        <w:rPr>
          <w:rtl/>
        </w:rPr>
        <w:t>،</w:t>
      </w:r>
      <w:r w:rsidRPr="006756FE">
        <w:rPr>
          <w:rtl/>
        </w:rPr>
        <w:t xml:space="preserve"> ومثالاً لكلِّ أُسرة يُعمِّر بها مُجتمع الإنسان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lastRenderedPageBreak/>
        <w:t>على أيِّ شيءٍ يغار أهل هذا البيت</w:t>
      </w:r>
      <w:r w:rsidR="00F13C51">
        <w:rPr>
          <w:rtl/>
        </w:rPr>
        <w:t>،</w:t>
      </w:r>
      <w:r w:rsidRPr="00ED7148">
        <w:rPr>
          <w:rtl/>
        </w:rPr>
        <w:t xml:space="preserve"> لو لم يكن لهذا الذي يغارون عليه هذا الوزن</w:t>
      </w:r>
      <w:r w:rsidR="00F13C51">
        <w:rPr>
          <w:rtl/>
        </w:rPr>
        <w:t>،</w:t>
      </w:r>
      <w:r w:rsidRPr="00ED7148">
        <w:rPr>
          <w:rtl/>
        </w:rPr>
        <w:t xml:space="preserve"> وهذا الثقل</w:t>
      </w:r>
      <w:r w:rsidR="00F13C51">
        <w:rPr>
          <w:rtl/>
        </w:rPr>
        <w:t>،</w:t>
      </w:r>
      <w:r w:rsidRPr="00ED7148">
        <w:rPr>
          <w:rtl/>
        </w:rPr>
        <w:t xml:space="preserve"> وهذا الغد ا</w:t>
      </w:r>
      <w:r w:rsidR="002C2DD7">
        <w:rPr>
          <w:rtl/>
        </w:rPr>
        <w:t>لمـُ</w:t>
      </w:r>
      <w:r w:rsidRPr="00ED7148">
        <w:rPr>
          <w:rtl/>
        </w:rPr>
        <w:t>رتقب</w:t>
      </w:r>
      <w:r w:rsidR="00106DAF">
        <w:rPr>
          <w:rtl/>
        </w:rPr>
        <w:t>؟</w:t>
      </w:r>
      <w:r w:rsidRPr="00ED7148">
        <w:rPr>
          <w:rtl/>
        </w:rPr>
        <w:t xml:space="preserve"> إنَّهم يرون على مُجتمع تلقَّط بكلِّ أسباب تراثه وعِزِّة وجوده</w:t>
      </w:r>
      <w:r w:rsidR="00F13C51">
        <w:rPr>
          <w:rtl/>
        </w:rPr>
        <w:t>،</w:t>
      </w:r>
      <w:r w:rsidRPr="00ED7148">
        <w:rPr>
          <w:rtl/>
        </w:rPr>
        <w:t xml:space="preserve"> مِن أنْ يعمى عن سُبل الصيانة والتعهُّد، فيبتعد كثيراً عن حقيقة الجنى</w:t>
      </w:r>
      <w:r w:rsidR="00C327EB">
        <w:rPr>
          <w:rtl/>
        </w:rPr>
        <w:t>.</w:t>
      </w:r>
      <w:r w:rsidRPr="00ED7148">
        <w:rPr>
          <w:rtl/>
        </w:rPr>
        <w:t xml:space="preserve"> وا</w:t>
      </w:r>
      <w:r w:rsidR="002C2DD7">
        <w:rPr>
          <w:rtl/>
        </w:rPr>
        <w:t>لمـُ</w:t>
      </w:r>
      <w:r w:rsidRPr="00ED7148">
        <w:rPr>
          <w:rtl/>
        </w:rPr>
        <w:t>جتمع</w:t>
      </w:r>
      <w:r w:rsidR="00F13C51">
        <w:rPr>
          <w:rtl/>
        </w:rPr>
        <w:t xml:space="preserve"> - </w:t>
      </w:r>
      <w:r w:rsidRPr="00ED7148">
        <w:rPr>
          <w:rtl/>
        </w:rPr>
        <w:t>أصلاً</w:t>
      </w:r>
      <w:r w:rsidR="00F13C51">
        <w:rPr>
          <w:rtl/>
        </w:rPr>
        <w:t xml:space="preserve"> - </w:t>
      </w:r>
      <w:r w:rsidRPr="00ED7148">
        <w:rPr>
          <w:rtl/>
        </w:rPr>
        <w:t>هو مُجتمع أهل البيت</w:t>
      </w:r>
      <w:r w:rsidR="00F13C51">
        <w:rPr>
          <w:rtl/>
        </w:rPr>
        <w:t>،</w:t>
      </w:r>
      <w:r w:rsidRPr="00ED7148">
        <w:rPr>
          <w:rtl/>
        </w:rPr>
        <w:t xml:space="preserve"> أمَّا الوعد الكبير</w:t>
      </w:r>
      <w:r w:rsidR="00F13C51">
        <w:rPr>
          <w:rtl/>
        </w:rPr>
        <w:t>،</w:t>
      </w:r>
      <w:r w:rsidRPr="00ED7148">
        <w:rPr>
          <w:rtl/>
        </w:rPr>
        <w:t xml:space="preserve"> فهم الذين نزفوا الدم مِن أجل تحضيره وتقديمه</w:t>
      </w:r>
      <w:r w:rsidR="00F13C51">
        <w:rPr>
          <w:rtl/>
        </w:rPr>
        <w:t>،</w:t>
      </w:r>
      <w:r w:rsidRPr="00ED7148">
        <w:rPr>
          <w:rtl/>
        </w:rPr>
        <w:t xml:space="preserve"> هم الذين أعدُّوا المائدة وهشَّموا ثريدها الطاهر</w:t>
      </w:r>
      <w:r w:rsidR="00F13C51">
        <w:rPr>
          <w:rtl/>
        </w:rPr>
        <w:t>،</w:t>
      </w:r>
      <w:r w:rsidRPr="00ED7148">
        <w:rPr>
          <w:rtl/>
        </w:rPr>
        <w:t xml:space="preserve"> وهُم الذين ملأوا كؤوس المشرب بماء فرات</w:t>
      </w:r>
      <w:r w:rsidR="00C327EB">
        <w:rPr>
          <w:rtl/>
        </w:rPr>
        <w:t>.</w:t>
      </w:r>
      <w:r w:rsidRPr="00ED7148">
        <w:rPr>
          <w:rtl/>
        </w:rPr>
        <w:t xml:space="preserve"> وهُمْ الذين سكبوا في الحرف جلال المعاني</w:t>
      </w:r>
      <w:r w:rsidR="00F13C51">
        <w:rPr>
          <w:rtl/>
        </w:rPr>
        <w:t>،</w:t>
      </w:r>
      <w:r w:rsidRPr="00ED7148">
        <w:rPr>
          <w:rtl/>
        </w:rPr>
        <w:t xml:space="preserve"> فإذا في كلِّ آية مِن الآيات قرآن يبني إنساناً صحيحاً صادقاً</w:t>
      </w:r>
      <w:r w:rsidR="00F13C51">
        <w:rPr>
          <w:rtl/>
        </w:rPr>
        <w:t>،</w:t>
      </w:r>
      <w:r w:rsidRPr="00ED7148">
        <w:rPr>
          <w:rtl/>
        </w:rPr>
        <w:t xml:space="preserve"> يتحقَّق بوجودٍ مثله كلُّ مُجتمع سليم مِن مُجتمعات الأرض</w:t>
      </w:r>
      <w:r w:rsidR="00F13C51">
        <w:rPr>
          <w:rtl/>
        </w:rPr>
        <w:t xml:space="preserve"> - </w:t>
      </w:r>
      <w:r w:rsidRPr="00ED7148">
        <w:rPr>
          <w:rtl/>
        </w:rPr>
        <w:t>إنَّهم أهل البيت</w:t>
      </w:r>
      <w:r w:rsidR="00F13C51">
        <w:rPr>
          <w:rtl/>
        </w:rPr>
        <w:t>،</w:t>
      </w:r>
      <w:r w:rsidRPr="00ED7148">
        <w:rPr>
          <w:rtl/>
        </w:rPr>
        <w:t xml:space="preserve"> ولا يدَّعون</w:t>
      </w:r>
      <w:r w:rsidR="00F13C51">
        <w:rPr>
          <w:rtl/>
        </w:rPr>
        <w:t xml:space="preserve"> - </w:t>
      </w:r>
      <w:r w:rsidRPr="00ED7148">
        <w:rPr>
          <w:rtl/>
        </w:rPr>
        <w:t>أليس نبيُّهم العظيم</w:t>
      </w:r>
      <w:r w:rsidR="00F13C51">
        <w:rPr>
          <w:rtl/>
        </w:rPr>
        <w:t xml:space="preserve"> - </w:t>
      </w:r>
      <w:r w:rsidRPr="00ED7148">
        <w:rPr>
          <w:rtl/>
        </w:rPr>
        <w:t>وهو منهم</w:t>
      </w:r>
      <w:r w:rsidR="00F13C51">
        <w:rPr>
          <w:rtl/>
        </w:rPr>
        <w:t xml:space="preserve"> - </w:t>
      </w:r>
      <w:r w:rsidRPr="00ED7148">
        <w:rPr>
          <w:rtl/>
        </w:rPr>
        <w:t>هو الخلاَّق الجديد ا</w:t>
      </w:r>
      <w:r w:rsidR="002C2DD7">
        <w:rPr>
          <w:rtl/>
        </w:rPr>
        <w:t>لمـَ</w:t>
      </w:r>
      <w:r w:rsidRPr="00ED7148">
        <w:rPr>
          <w:rtl/>
        </w:rPr>
        <w:t>بريُّ مِن روح الحَقِّ</w:t>
      </w:r>
      <w:r w:rsidR="00F13C51">
        <w:rPr>
          <w:rtl/>
        </w:rPr>
        <w:t>،</w:t>
      </w:r>
      <w:r w:rsidRPr="00ED7148">
        <w:rPr>
          <w:rtl/>
        </w:rPr>
        <w:t xml:space="preserve"> ليقدِّم للجزيرة</w:t>
      </w:r>
      <w:r w:rsidR="00F13C51">
        <w:rPr>
          <w:rtl/>
        </w:rPr>
        <w:t>،</w:t>
      </w:r>
      <w:r w:rsidRPr="00ED7148">
        <w:rPr>
          <w:rtl/>
        </w:rPr>
        <w:t xml:space="preserve"> وللإنسان</w:t>
      </w:r>
      <w:r w:rsidR="00F13C51">
        <w:rPr>
          <w:rtl/>
        </w:rPr>
        <w:t>،</w:t>
      </w:r>
      <w:r w:rsidRPr="00ED7148">
        <w:rPr>
          <w:rtl/>
        </w:rPr>
        <w:t xml:space="preserve"> قرآناً جمعهم ولا يزال يجمع أجيالهم</w:t>
      </w:r>
      <w:r w:rsidR="00F13C51">
        <w:rPr>
          <w:rtl/>
        </w:rPr>
        <w:t>،</w:t>
      </w:r>
      <w:r w:rsidRPr="00ED7148">
        <w:rPr>
          <w:rtl/>
        </w:rPr>
        <w:t xml:space="preserve"> وأجيال العديد مِن ا</w:t>
      </w:r>
      <w:r w:rsidR="002C2DD7">
        <w:rPr>
          <w:rtl/>
        </w:rPr>
        <w:t>لمـُ</w:t>
      </w:r>
      <w:r w:rsidRPr="00ED7148">
        <w:rPr>
          <w:rtl/>
        </w:rPr>
        <w:t>جتمعات الذين يُنادون مِن فوق المآذن</w:t>
      </w:r>
      <w:r w:rsidR="00F13C51">
        <w:rPr>
          <w:rtl/>
        </w:rPr>
        <w:t>:</w:t>
      </w:r>
      <w:r w:rsidRPr="00ED7148">
        <w:rPr>
          <w:rtl/>
        </w:rPr>
        <w:t xml:space="preserve"> بسم الله الرحمان الرحيم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ولا يزال التاريخ</w:t>
      </w:r>
      <w:r w:rsidR="00F13C51">
        <w:rPr>
          <w:rtl/>
        </w:rPr>
        <w:t>،</w:t>
      </w:r>
      <w:r w:rsidRPr="00ED7148">
        <w:rPr>
          <w:rtl/>
        </w:rPr>
        <w:t xml:space="preserve"> ذلك المسَّاح الأصدق</w:t>
      </w:r>
      <w:r w:rsidR="00F13C51">
        <w:rPr>
          <w:rtl/>
        </w:rPr>
        <w:t>،</w:t>
      </w:r>
      <w:r w:rsidRPr="00ED7148">
        <w:rPr>
          <w:rtl/>
        </w:rPr>
        <w:t xml:space="preserve"> يصف لنا دارَة بناها الرسول في المدينة قُرب المسجد</w:t>
      </w:r>
      <w:r w:rsidR="00C327EB">
        <w:rPr>
          <w:rtl/>
        </w:rPr>
        <w:t>.</w:t>
      </w:r>
      <w:r w:rsidRPr="00ED7148">
        <w:rPr>
          <w:rtl/>
        </w:rPr>
        <w:t xml:space="preserve"> لقد نزل في شِقٍّ منها النبيُّ الكريم</w:t>
      </w:r>
      <w:r w:rsidR="00F13C51">
        <w:rPr>
          <w:rtl/>
        </w:rPr>
        <w:t>،</w:t>
      </w:r>
      <w:r w:rsidRPr="00ED7148">
        <w:rPr>
          <w:rtl/>
        </w:rPr>
        <w:t xml:space="preserve"> وخصَّص الشِقَّ الآخر لسُكنى ابنته فاطمة</w:t>
      </w:r>
      <w:r w:rsidR="00F13C51">
        <w:rPr>
          <w:rtl/>
        </w:rPr>
        <w:t>،</w:t>
      </w:r>
      <w:r w:rsidRPr="00ED7148">
        <w:rPr>
          <w:rtl/>
        </w:rPr>
        <w:t xml:space="preserve"> بعد أنْ جمعها بعليٍّ في عمليَّة تتميم الأرادة ا</w:t>
      </w:r>
      <w:r w:rsidR="002C2DD7">
        <w:rPr>
          <w:rtl/>
        </w:rPr>
        <w:t>لمـُ</w:t>
      </w:r>
      <w:r w:rsidRPr="00ED7148">
        <w:rPr>
          <w:rtl/>
        </w:rPr>
        <w:t>حتسبة</w:t>
      </w:r>
      <w:r w:rsidR="00F13C51">
        <w:rPr>
          <w:rtl/>
        </w:rPr>
        <w:t>،</w:t>
      </w:r>
      <w:r w:rsidRPr="00ED7148">
        <w:rPr>
          <w:rtl/>
        </w:rPr>
        <w:t xml:space="preserve"> وتحقيق الحُلم المنسوج بفتنة الغَد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هذا هو البيت الصغير</w:t>
      </w:r>
      <w:r w:rsidR="00F13C51">
        <w:rPr>
          <w:rtl/>
        </w:rPr>
        <w:t>،</w:t>
      </w:r>
      <w:r w:rsidRPr="00ED7148">
        <w:rPr>
          <w:rtl/>
        </w:rPr>
        <w:t xml:space="preserve"> الذي كان يعود إليه اثنان بعد كلِّ جولة يجولانها</w:t>
      </w:r>
      <w:r w:rsidR="00F13C51">
        <w:rPr>
          <w:rtl/>
        </w:rPr>
        <w:t>؛</w:t>
      </w:r>
      <w:r w:rsidRPr="00ED7148">
        <w:rPr>
          <w:rtl/>
        </w:rPr>
        <w:t xml:space="preserve"> مِن أجل تثبيت جوهر الرسالة ونقشها في مَعدن الإنسان</w:t>
      </w:r>
      <w:r w:rsidR="00F13C51">
        <w:rPr>
          <w:rtl/>
        </w:rPr>
        <w:t>،</w:t>
      </w:r>
      <w:r w:rsidRPr="00ED7148">
        <w:rPr>
          <w:rtl/>
        </w:rPr>
        <w:t xml:space="preserve"> إنَّهما</w:t>
      </w:r>
      <w:r w:rsidR="00F13C51">
        <w:rPr>
          <w:rtl/>
        </w:rPr>
        <w:t xml:space="preserve"> - </w:t>
      </w:r>
      <w:r w:rsidRPr="00ED7148">
        <w:rPr>
          <w:rtl/>
        </w:rPr>
        <w:t>اثناهما</w:t>
      </w:r>
      <w:r w:rsidR="00F13C51">
        <w:rPr>
          <w:rtl/>
        </w:rPr>
        <w:t xml:space="preserve"> - </w:t>
      </w:r>
      <w:r w:rsidRPr="00ED7148">
        <w:rPr>
          <w:rtl/>
        </w:rPr>
        <w:t>كانا يعودان بجَعبةٍ واحدةٍ مليئةٍ بالتحقيق ا</w:t>
      </w:r>
      <w:r w:rsidR="002C2DD7">
        <w:rPr>
          <w:rtl/>
        </w:rPr>
        <w:t>لمـُ</w:t>
      </w:r>
      <w:r w:rsidRPr="00ED7148">
        <w:rPr>
          <w:rtl/>
        </w:rPr>
        <w:t>ثَّبت وا</w:t>
      </w:r>
      <w:r w:rsidR="002C2DD7">
        <w:rPr>
          <w:rtl/>
        </w:rPr>
        <w:t>لمـُ</w:t>
      </w:r>
      <w:r w:rsidRPr="00ED7148">
        <w:rPr>
          <w:rtl/>
        </w:rPr>
        <w:t>ركَّز في هذا البيت</w:t>
      </w:r>
      <w:r w:rsidR="00F13C51">
        <w:rPr>
          <w:rtl/>
        </w:rPr>
        <w:t>،</w:t>
      </w:r>
      <w:r w:rsidRPr="00ED7148">
        <w:rPr>
          <w:rtl/>
        </w:rPr>
        <w:t xml:space="preserve"> وضمن هذه الحيطان ا</w:t>
      </w:r>
      <w:r w:rsidR="002C2DD7">
        <w:rPr>
          <w:rtl/>
        </w:rPr>
        <w:t>لمـُ</w:t>
      </w:r>
      <w:r w:rsidRPr="00ED7148">
        <w:rPr>
          <w:rtl/>
        </w:rPr>
        <w:t>صغية إلى النفس المليء بالحقِّ والوجدان</w:t>
      </w:r>
      <w:r w:rsidR="00F13C51">
        <w:rPr>
          <w:rtl/>
        </w:rPr>
        <w:t>،</w:t>
      </w:r>
      <w:r w:rsidRPr="00ED7148">
        <w:rPr>
          <w:rtl/>
        </w:rPr>
        <w:t xml:space="preserve"> كان الاثنان يتبادلان العَرض والدرس وغربلة الأحداث</w:t>
      </w:r>
      <w:r w:rsidR="00F13C51">
        <w:rPr>
          <w:rtl/>
        </w:rPr>
        <w:t>،</w:t>
      </w:r>
      <w:r w:rsidRPr="00ED7148">
        <w:rPr>
          <w:rtl/>
        </w:rPr>
        <w:t xml:space="preserve"> وكانا يبنيان التصاميم العريضة</w:t>
      </w:r>
      <w:r w:rsidR="00F13C51">
        <w:rPr>
          <w:rtl/>
        </w:rPr>
        <w:t>،</w:t>
      </w:r>
      <w:r w:rsidRPr="00ED7148">
        <w:rPr>
          <w:rtl/>
        </w:rPr>
        <w:t xml:space="preserve"> والدقيقة</w:t>
      </w:r>
      <w:r w:rsidR="00F13C51">
        <w:rPr>
          <w:rtl/>
        </w:rPr>
        <w:t>،</w:t>
      </w:r>
      <w:r w:rsidRPr="00ED7148">
        <w:rPr>
          <w:rtl/>
        </w:rPr>
        <w:t xml:space="preserve"> لجعل الغد الآتي مؤهَّلاً لأنْ يكون نبضة صادقة في تأليف الزمان</w:t>
      </w:r>
      <w:r w:rsidR="00C327EB">
        <w:rPr>
          <w:rtl/>
        </w:rPr>
        <w:t>.</w:t>
      </w:r>
      <w:r w:rsidRPr="00ED7148">
        <w:rPr>
          <w:rtl/>
        </w:rPr>
        <w:t xml:space="preserve"> ما مِن حِكمة جالت في عقلهما وروحهما</w:t>
      </w:r>
      <w:r w:rsidR="00F13C51">
        <w:rPr>
          <w:rtl/>
        </w:rPr>
        <w:t>،</w:t>
      </w:r>
      <w:r w:rsidRPr="00ED7148">
        <w:rPr>
          <w:rtl/>
        </w:rPr>
        <w:t xml:space="preserve"> إلاَّ واندرجت على هذا البساط</w:t>
      </w:r>
      <w:r w:rsidR="00F13C51">
        <w:rPr>
          <w:rtl/>
        </w:rPr>
        <w:t>،</w:t>
      </w:r>
      <w:r w:rsidRPr="00ED7148">
        <w:rPr>
          <w:rtl/>
        </w:rPr>
        <w:t xml:space="preserve"> وتحت هذا السقف</w:t>
      </w:r>
      <w:r w:rsidR="00F13C51">
        <w:rPr>
          <w:rtl/>
        </w:rPr>
        <w:t>،</w:t>
      </w:r>
      <w:r w:rsidRPr="00ED7148">
        <w:rPr>
          <w:rtl/>
        </w:rPr>
        <w:t xml:space="preserve"> حتَّى يكون توحيد غزلها باهراً في حياكة الثوب</w:t>
      </w:r>
      <w:r w:rsidR="00F13C51">
        <w:rPr>
          <w:rtl/>
        </w:rPr>
        <w:t>،</w:t>
      </w:r>
      <w:r w:rsidRPr="00ED7148">
        <w:rPr>
          <w:rtl/>
        </w:rPr>
        <w:t xml:space="preserve"> الذي سترتَديه الأُمَّة في نهوضها مِن غفواتها الطويلات</w:t>
      </w:r>
      <w:r w:rsidR="00F13C51">
        <w:rPr>
          <w:rtl/>
        </w:rPr>
        <w:t>،</w:t>
      </w:r>
      <w:r w:rsidRPr="00ED7148">
        <w:rPr>
          <w:rtl/>
        </w:rPr>
        <w:t xml:space="preserve"> إلى يقظتها هذه الحاضرة وا</w:t>
      </w:r>
      <w:r w:rsidR="002C2DD7">
        <w:rPr>
          <w:rtl/>
        </w:rPr>
        <w:t>لمـُ</w:t>
      </w:r>
      <w:r w:rsidRPr="00ED7148">
        <w:rPr>
          <w:rtl/>
        </w:rPr>
        <w:t>كلَّلة بالطُّهر</w:t>
      </w:r>
      <w:r w:rsidR="00F13C51">
        <w:rPr>
          <w:rtl/>
        </w:rPr>
        <w:t>،</w:t>
      </w:r>
      <w:r w:rsidRPr="00ED7148">
        <w:rPr>
          <w:rtl/>
        </w:rPr>
        <w:t xml:space="preserve"> والرُّشد</w:t>
      </w:r>
      <w:r w:rsidR="00F13C51">
        <w:rPr>
          <w:rtl/>
        </w:rPr>
        <w:t>،</w:t>
      </w:r>
      <w:r w:rsidRPr="00ED7148">
        <w:rPr>
          <w:rtl/>
        </w:rPr>
        <w:t xml:space="preserve"> وروابط الصواب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lastRenderedPageBreak/>
        <w:t>اثنان</w:t>
      </w:r>
      <w:r w:rsidR="00F13C51">
        <w:rPr>
          <w:rtl/>
        </w:rPr>
        <w:t xml:space="preserve"> - </w:t>
      </w:r>
      <w:r w:rsidRPr="00ED7148">
        <w:rPr>
          <w:rtl/>
        </w:rPr>
        <w:t>قلتُ</w:t>
      </w:r>
      <w:r w:rsidR="00F13C51">
        <w:rPr>
          <w:rtl/>
        </w:rPr>
        <w:t xml:space="preserve">: - </w:t>
      </w:r>
      <w:r w:rsidRPr="00ED7148">
        <w:rPr>
          <w:rtl/>
        </w:rPr>
        <w:t>وهل هما غير النبي العظيم مُلتحما بفتاه الآخر</w:t>
      </w:r>
      <w:r w:rsidR="00F13C51">
        <w:rPr>
          <w:rtl/>
        </w:rPr>
        <w:t>،</w:t>
      </w:r>
      <w:r w:rsidRPr="00ED7148">
        <w:rPr>
          <w:rtl/>
        </w:rPr>
        <w:t xml:space="preserve"> أو فلنقُل</w:t>
      </w:r>
      <w:r w:rsidR="00F13C51">
        <w:rPr>
          <w:rtl/>
        </w:rPr>
        <w:t>:</w:t>
      </w:r>
      <w:r w:rsidRPr="00ED7148">
        <w:rPr>
          <w:rtl/>
        </w:rPr>
        <w:t xml:space="preserve"> مُلتحما بثقله الموزون في وحدة المنطق</w:t>
      </w:r>
      <w:r w:rsidR="00F13C51">
        <w:rPr>
          <w:rtl/>
        </w:rPr>
        <w:t>،</w:t>
      </w:r>
      <w:r w:rsidRPr="00ED7148">
        <w:rPr>
          <w:rtl/>
        </w:rPr>
        <w:t xml:space="preserve"> ووحدة الصدق</w:t>
      </w:r>
      <w:r w:rsidR="00F13C51">
        <w:rPr>
          <w:rtl/>
        </w:rPr>
        <w:t>،</w:t>
      </w:r>
      <w:r w:rsidRPr="00ED7148">
        <w:rPr>
          <w:rtl/>
        </w:rPr>
        <w:t xml:space="preserve"> ووحدة الجوهر</w:t>
      </w:r>
      <w:r w:rsidR="00106DAF">
        <w:rPr>
          <w:rtl/>
        </w:rPr>
        <w:t>؟</w:t>
      </w:r>
      <w:r w:rsidRPr="00ED7148">
        <w:rPr>
          <w:rtl/>
        </w:rPr>
        <w:t xml:space="preserve"> أقول</w:t>
      </w:r>
      <w:r w:rsidR="00F13C51">
        <w:rPr>
          <w:rtl/>
        </w:rPr>
        <w:t xml:space="preserve"> - </w:t>
      </w:r>
      <w:r w:rsidRPr="00ED7148">
        <w:rPr>
          <w:rtl/>
        </w:rPr>
        <w:t>ذلك ولم ألمح حتَّى اليوم</w:t>
      </w:r>
      <w:r w:rsidR="00F13C51">
        <w:rPr>
          <w:rtl/>
        </w:rPr>
        <w:t>،</w:t>
      </w:r>
      <w:r w:rsidRPr="00ED7148">
        <w:rPr>
          <w:rtl/>
        </w:rPr>
        <w:t xml:space="preserve"> مِن الأمسِّ الدابر إلى اليوم الحاضر</w:t>
      </w:r>
      <w:r w:rsidR="00F13C51">
        <w:rPr>
          <w:rtl/>
        </w:rPr>
        <w:t>،</w:t>
      </w:r>
      <w:r w:rsidRPr="00ED7148">
        <w:rPr>
          <w:rtl/>
        </w:rPr>
        <w:t xml:space="preserve"> امتعاضة واحدة رشق بها التاريخ طويَّة الإمام عليٍّ</w:t>
      </w:r>
      <w:r w:rsidR="00F13C51">
        <w:rPr>
          <w:rtl/>
        </w:rPr>
        <w:t xml:space="preserve"> -:</w:t>
      </w:r>
      <w:r w:rsidRPr="00ED7148">
        <w:rPr>
          <w:rtl/>
        </w:rPr>
        <w:t xml:space="preserve"> بأنَّ هنالك ريشة ضئيلة تُخفِّف مِن ثِقله في ميزان الحَقِّ</w:t>
      </w:r>
      <w:r w:rsidR="00F13C51">
        <w:rPr>
          <w:rtl/>
        </w:rPr>
        <w:t>،</w:t>
      </w:r>
      <w:r w:rsidRPr="00ED7148">
        <w:rPr>
          <w:rtl/>
        </w:rPr>
        <w:t xml:space="preserve"> والعدل</w:t>
      </w:r>
      <w:r w:rsidR="00F13C51">
        <w:rPr>
          <w:rtl/>
        </w:rPr>
        <w:t>،</w:t>
      </w:r>
      <w:r w:rsidRPr="00ED7148">
        <w:rPr>
          <w:rtl/>
        </w:rPr>
        <w:t xml:space="preserve"> والفهم ا</w:t>
      </w:r>
      <w:r w:rsidR="002C2DD7">
        <w:rPr>
          <w:rtl/>
        </w:rPr>
        <w:t>لمـُ</w:t>
      </w:r>
      <w:r w:rsidRPr="00ED7148">
        <w:rPr>
          <w:rtl/>
        </w:rPr>
        <w:t>قدَّس</w:t>
      </w:r>
      <w:r w:rsidR="00F13C51">
        <w:rPr>
          <w:rtl/>
        </w:rPr>
        <w:t>،</w:t>
      </w:r>
      <w:r w:rsidRPr="00ED7148">
        <w:rPr>
          <w:rtl/>
        </w:rPr>
        <w:t xml:space="preserve"> والتحلِّي بطهارة الصادقين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في هذا البيت الصغير الصغير</w:t>
      </w:r>
      <w:r w:rsidR="00F13C51">
        <w:rPr>
          <w:rtl/>
        </w:rPr>
        <w:t>،</w:t>
      </w:r>
      <w:r w:rsidRPr="00ED7148">
        <w:rPr>
          <w:rtl/>
        </w:rPr>
        <w:t xml:space="preserve"> وهو</w:t>
      </w:r>
      <w:r w:rsidR="00F13C51">
        <w:rPr>
          <w:rtl/>
        </w:rPr>
        <w:t xml:space="preserve"> - </w:t>
      </w:r>
      <w:r w:rsidRPr="00ED7148">
        <w:rPr>
          <w:rtl/>
        </w:rPr>
        <w:t>بالقصد والمعنى</w:t>
      </w:r>
      <w:r w:rsidR="00F13C51">
        <w:rPr>
          <w:rtl/>
        </w:rPr>
        <w:t xml:space="preserve"> - </w:t>
      </w:r>
      <w:r w:rsidRPr="00ED7148">
        <w:rPr>
          <w:rtl/>
        </w:rPr>
        <w:t>الكبير الكبير</w:t>
      </w:r>
      <w:r w:rsidR="00F13C51">
        <w:rPr>
          <w:rtl/>
        </w:rPr>
        <w:t>،</w:t>
      </w:r>
      <w:r w:rsidRPr="00ED7148">
        <w:rPr>
          <w:rtl/>
        </w:rPr>
        <w:t xml:space="preserve"> تمَّت جَولة الحُلم</w:t>
      </w:r>
      <w:r w:rsidR="00F13C51">
        <w:rPr>
          <w:rtl/>
        </w:rPr>
        <w:t>،</w:t>
      </w:r>
      <w:r w:rsidRPr="00ED7148">
        <w:rPr>
          <w:rtl/>
        </w:rPr>
        <w:t xml:space="preserve"> وانعقدت جَلوتها في اللحظة التي بدأ يدرج فيها طفلان</w:t>
      </w:r>
      <w:r w:rsidR="00F13C51">
        <w:rPr>
          <w:rtl/>
        </w:rPr>
        <w:t>،</w:t>
      </w:r>
      <w:r w:rsidRPr="00ED7148">
        <w:rPr>
          <w:rtl/>
        </w:rPr>
        <w:t xml:space="preserve"> ما قَصَّ شعريهما جَدُّهما</w:t>
      </w:r>
      <w:r w:rsidR="00F13C51">
        <w:rPr>
          <w:rtl/>
        </w:rPr>
        <w:t>،</w:t>
      </w:r>
      <w:r w:rsidRPr="00ED7148">
        <w:rPr>
          <w:rtl/>
        </w:rPr>
        <w:t xml:space="preserve"> وتصدَّق بوزنه فِضَّة تُصرَف على إطعام المساكين</w:t>
      </w:r>
      <w:r w:rsidR="00F13C51">
        <w:rPr>
          <w:rtl/>
        </w:rPr>
        <w:t>،</w:t>
      </w:r>
      <w:r w:rsidRPr="00ED7148">
        <w:rPr>
          <w:rtl/>
        </w:rPr>
        <w:t xml:space="preserve"> إلاَّ ليكون لاسمَيهما تسجيل جديد في صفحة تاريخ الأُمَّة</w:t>
      </w:r>
      <w:r w:rsidR="00F13C51">
        <w:rPr>
          <w:rtl/>
        </w:rPr>
        <w:t>،</w:t>
      </w:r>
      <w:r w:rsidRPr="00ED7148">
        <w:rPr>
          <w:rtl/>
        </w:rPr>
        <w:t xml:space="preserve"> لقد شَعر مُجتمع الجزيرة بأنَّ الحسن والحسين هما اسمان جديدان</w:t>
      </w:r>
      <w:r w:rsidR="00F13C51">
        <w:rPr>
          <w:rtl/>
        </w:rPr>
        <w:t>،</w:t>
      </w:r>
      <w:r w:rsidRPr="00ED7148">
        <w:rPr>
          <w:rtl/>
        </w:rPr>
        <w:t xml:space="preserve"> لم تتلقَّط أُذن بعد بنداء وجهه أحد مِن شيوخ القبائل إلى أيِّ فردٍ مِن أفراد القبيلة</w:t>
      </w:r>
      <w:r w:rsidR="00F13C51">
        <w:rPr>
          <w:rtl/>
        </w:rPr>
        <w:t>،</w:t>
      </w:r>
      <w:r w:rsidRPr="00ED7148">
        <w:rPr>
          <w:rtl/>
        </w:rPr>
        <w:t xml:space="preserve"> صحيح أنَّهما لفظتان عربيَّتان</w:t>
      </w:r>
      <w:r w:rsidR="00F13C51">
        <w:rPr>
          <w:rtl/>
        </w:rPr>
        <w:t>،</w:t>
      </w:r>
      <w:r w:rsidRPr="00ED7148">
        <w:rPr>
          <w:rtl/>
        </w:rPr>
        <w:t xml:space="preserve"> مشهورتان في اللفظ والتخاطُب</w:t>
      </w:r>
      <w:r w:rsidR="00F13C51">
        <w:rPr>
          <w:rtl/>
        </w:rPr>
        <w:t>،</w:t>
      </w:r>
      <w:r w:rsidRPr="00ED7148">
        <w:rPr>
          <w:rtl/>
        </w:rPr>
        <w:t xml:space="preserve"> ولكنَّهما ما كانا مُطلقاً اسمين لأيِّ شخصٍ مشى على صفحات هذه الرمال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شعرت الجزيرة بهذا الجديد</w:t>
      </w:r>
      <w:r w:rsidR="00F13C51">
        <w:rPr>
          <w:rtl/>
        </w:rPr>
        <w:t>،</w:t>
      </w:r>
      <w:r w:rsidRPr="00ED7148">
        <w:rPr>
          <w:rtl/>
        </w:rPr>
        <w:t xml:space="preserve"> والتاريخ أيضاً قد شعر</w:t>
      </w:r>
      <w:r w:rsidR="00F13C51">
        <w:rPr>
          <w:rtl/>
        </w:rPr>
        <w:t>،</w:t>
      </w:r>
      <w:r w:rsidRPr="00ED7148">
        <w:rPr>
          <w:rtl/>
        </w:rPr>
        <w:t xml:space="preserve"> أمَّا الجديد الكبير النائم في عين هذا الجديد الصغير</w:t>
      </w:r>
      <w:r w:rsidR="00F13C51">
        <w:rPr>
          <w:rtl/>
        </w:rPr>
        <w:t>،</w:t>
      </w:r>
      <w:r w:rsidRPr="00ED7148">
        <w:rPr>
          <w:rtl/>
        </w:rPr>
        <w:t xml:space="preserve"> فإنَّه بقي كأنَّه النُّعاس الذي يقطب العين فلا ترى</w:t>
      </w:r>
      <w:r w:rsidR="00F13C51">
        <w:rPr>
          <w:rtl/>
        </w:rPr>
        <w:t>،</w:t>
      </w:r>
      <w:r w:rsidRPr="00ED7148">
        <w:rPr>
          <w:rtl/>
        </w:rPr>
        <w:t xml:space="preserve"> وأنا أرى الآن أنَّ السقيفة في ذلك العهد</w:t>
      </w:r>
      <w:r w:rsidR="00F13C51">
        <w:rPr>
          <w:rtl/>
        </w:rPr>
        <w:t>،</w:t>
      </w:r>
      <w:r w:rsidRPr="00ED7148">
        <w:rPr>
          <w:rtl/>
        </w:rPr>
        <w:t xml:space="preserve"> قد تخبَّأت بهذا النُّعاس</w:t>
      </w:r>
      <w:r w:rsidR="00F13C51">
        <w:rPr>
          <w:rtl/>
        </w:rPr>
        <w:t>،</w:t>
      </w:r>
      <w:r w:rsidRPr="00ED7148">
        <w:rPr>
          <w:rtl/>
        </w:rPr>
        <w:t xml:space="preserve"> وأنكرت جديداً ينام في الاسمين ا</w:t>
      </w:r>
      <w:r w:rsidR="002C2DD7">
        <w:rPr>
          <w:rtl/>
        </w:rPr>
        <w:t>لمـُ</w:t>
      </w:r>
      <w:r w:rsidRPr="00ED7148">
        <w:rPr>
          <w:rtl/>
        </w:rPr>
        <w:t>شتقَّين مِن روعة الحُلم</w:t>
      </w:r>
      <w:r w:rsidR="00F13C51">
        <w:rPr>
          <w:rtl/>
        </w:rPr>
        <w:t>،</w:t>
      </w:r>
      <w:r w:rsidRPr="00ED7148">
        <w:rPr>
          <w:rtl/>
        </w:rPr>
        <w:t xml:space="preserve"> واللذين يدرجان في البيتين ا</w:t>
      </w:r>
      <w:r w:rsidR="002C2DD7">
        <w:rPr>
          <w:rtl/>
        </w:rPr>
        <w:t>لمـُ</w:t>
      </w:r>
      <w:r w:rsidRPr="00ED7148">
        <w:rPr>
          <w:rtl/>
        </w:rPr>
        <w:t>وحِّدين بالفهم والصفة</w:t>
      </w:r>
      <w:r w:rsidR="00C327EB">
        <w:rPr>
          <w:rtl/>
        </w:rPr>
        <w:t>.</w:t>
      </w:r>
      <w:r w:rsidRPr="00ED7148">
        <w:rPr>
          <w:rtl/>
        </w:rPr>
        <w:t xml:space="preserve"> أمَّا الخمسة الذين جذبهم القصد واجتذبهم إلى صدره التحسُّب الأكبر</w:t>
      </w:r>
      <w:r w:rsidR="00F13C51">
        <w:rPr>
          <w:rtl/>
        </w:rPr>
        <w:t>،</w:t>
      </w:r>
      <w:r w:rsidRPr="00ED7148">
        <w:rPr>
          <w:rtl/>
        </w:rPr>
        <w:t xml:space="preserve"> فإنَّهم هم الذين لبثوا يهتمُّون بتأليف النهار الجديد الذي ستكون له شمسه الأُخرى</w:t>
      </w:r>
      <w:r w:rsidR="00C327EB">
        <w:rPr>
          <w:rtl/>
        </w:rPr>
        <w:t>.</w:t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3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مُنذ أنْ هبط الحسين مِن رحم أُمِّه إلى حضنها الوثير</w:t>
      </w:r>
      <w:r w:rsidR="00F13C51">
        <w:rPr>
          <w:rtl/>
        </w:rPr>
        <w:t>،</w:t>
      </w:r>
      <w:r w:rsidRPr="00ED7148">
        <w:rPr>
          <w:rtl/>
        </w:rPr>
        <w:t xml:space="preserve"> تلقَّفته الأحضان مِن حِضن إلى حِضن</w:t>
      </w:r>
      <w:r w:rsidR="00F13C51">
        <w:rPr>
          <w:rtl/>
        </w:rPr>
        <w:t>،</w:t>
      </w:r>
      <w:r w:rsidRPr="00ED7148">
        <w:rPr>
          <w:rtl/>
        </w:rPr>
        <w:t xml:space="preserve"> وبقي ينمو ولا يدري أيَّ حِضن هو الأرفه والأوثر</w:t>
      </w:r>
      <w:r w:rsidR="00F13C51">
        <w:rPr>
          <w:rtl/>
        </w:rPr>
        <w:t xml:space="preserve"> - </w:t>
      </w:r>
      <w:r w:rsidRPr="00ED7148">
        <w:rPr>
          <w:rtl/>
        </w:rPr>
        <w:t>لقد أمَّ الحياة صغيراً ضئيلا</w:t>
      </w:r>
      <w:r w:rsidR="00F13C51">
        <w:rPr>
          <w:rtl/>
        </w:rPr>
        <w:t xml:space="preserve"> - </w:t>
      </w:r>
      <w:r w:rsidRPr="00ED7148">
        <w:rPr>
          <w:rtl/>
        </w:rPr>
        <w:t xml:space="preserve">لم تكن ولادته وهو في شهره السادس إلاَّ نحيلة كنُحول أمِّه في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F13C51">
      <w:pPr>
        <w:pStyle w:val="libNormal0"/>
        <w:rPr>
          <w:rtl/>
        </w:rPr>
      </w:pPr>
      <w:r w:rsidRPr="00ED7148">
        <w:rPr>
          <w:rtl/>
        </w:rPr>
        <w:lastRenderedPageBreak/>
        <w:t>خشبة جَسدها</w:t>
      </w:r>
      <w:r w:rsidR="00F13C51">
        <w:rPr>
          <w:rtl/>
        </w:rPr>
        <w:t>،</w:t>
      </w:r>
      <w:r w:rsidRPr="00ED7148">
        <w:rPr>
          <w:rtl/>
        </w:rPr>
        <w:t xml:space="preserve"> وما احتاك به مِن زهيد الشحم والدم</w:t>
      </w:r>
      <w:r w:rsidR="00F13C51">
        <w:rPr>
          <w:rtl/>
        </w:rPr>
        <w:t>؛</w:t>
      </w:r>
      <w:r w:rsidRPr="00ED7148">
        <w:rPr>
          <w:rtl/>
        </w:rPr>
        <w:t xml:space="preserve"> مِن هنا كانت الولادة نحيفة رهيفة</w:t>
      </w:r>
      <w:r w:rsidR="00F13C51">
        <w:rPr>
          <w:rtl/>
        </w:rPr>
        <w:t>،</w:t>
      </w:r>
      <w:r w:rsidRPr="00ED7148">
        <w:rPr>
          <w:rtl/>
        </w:rPr>
        <w:t xml:space="preserve"> كالمصدر الذي انزلقت عنه</w:t>
      </w:r>
      <w:r w:rsidR="00F13C51">
        <w:rPr>
          <w:rtl/>
        </w:rPr>
        <w:t xml:space="preserve"> - </w:t>
      </w:r>
      <w:r w:rsidRPr="00ED7148">
        <w:rPr>
          <w:rtl/>
        </w:rPr>
        <w:t>غير أنَّ الأحضان التي سربلته بأكثر مِن دثار</w:t>
      </w:r>
      <w:r w:rsidR="00F13C51">
        <w:rPr>
          <w:rtl/>
        </w:rPr>
        <w:t>،</w:t>
      </w:r>
      <w:r w:rsidRPr="00ED7148">
        <w:rPr>
          <w:rtl/>
        </w:rPr>
        <w:t xml:space="preserve"> نشَّطت فيه طاقات عجيبة مِن التدلُّه النفسي الروحي</w:t>
      </w:r>
      <w:r w:rsidR="00F13C51">
        <w:rPr>
          <w:rtl/>
        </w:rPr>
        <w:t xml:space="preserve"> - </w:t>
      </w:r>
      <w:r w:rsidRPr="00ED7148">
        <w:rPr>
          <w:rtl/>
        </w:rPr>
        <w:t>ما شَحَّ انعكاسه على عضلاته وألياف أعصابه</w:t>
      </w:r>
      <w:r w:rsidR="00F13C51">
        <w:rPr>
          <w:rtl/>
        </w:rPr>
        <w:t>،</w:t>
      </w:r>
      <w:r w:rsidRPr="00ED7148">
        <w:rPr>
          <w:rtl/>
        </w:rPr>
        <w:t xml:space="preserve"> فإذا هو كأنَّه رشأ يملأ البيت حركة ودلعا ورواء</w:t>
      </w:r>
      <w:r w:rsidR="00F13C51">
        <w:rPr>
          <w:rtl/>
        </w:rPr>
        <w:t>،</w:t>
      </w:r>
      <w:r w:rsidRPr="00ED7148">
        <w:rPr>
          <w:rtl/>
        </w:rPr>
        <w:t xml:space="preserve"> وإذا هو أكثر مِن جاذبيَّة شغف بها ا</w:t>
      </w:r>
      <w:r w:rsidR="002C2DD7">
        <w:rPr>
          <w:rtl/>
        </w:rPr>
        <w:t>لمـُ</w:t>
      </w:r>
      <w:r w:rsidRPr="00ED7148">
        <w:rPr>
          <w:rtl/>
        </w:rPr>
        <w:t>حيط كلَّه</w:t>
      </w:r>
      <w:r w:rsidR="00F13C51">
        <w:rPr>
          <w:rtl/>
        </w:rPr>
        <w:t>،</w:t>
      </w:r>
      <w:r w:rsidRPr="00ED7148">
        <w:rPr>
          <w:rtl/>
        </w:rPr>
        <w:t xml:space="preserve"> مِن ساحة الدار التي تُظلِّلها شجرة واحدة اسمها ( الآراك )</w:t>
      </w:r>
      <w:r w:rsidR="00F13C51">
        <w:rPr>
          <w:rtl/>
        </w:rPr>
        <w:t>؛</w:t>
      </w:r>
      <w:r w:rsidRPr="00ED7148">
        <w:rPr>
          <w:rtl/>
        </w:rPr>
        <w:t xml:space="preserve"> إلى داخل البيت الذي كانت حيطانه وسقفه ترشح بما لا يعرف مِن أيِّ ضَوْعٍ هو</w:t>
      </w:r>
      <w:r w:rsidR="00F13C51">
        <w:rPr>
          <w:rtl/>
        </w:rPr>
        <w:t>،</w:t>
      </w:r>
      <w:r w:rsidRPr="00ED7148">
        <w:rPr>
          <w:rtl/>
        </w:rPr>
        <w:t xml:space="preserve"> لقد راح الفتى يشعر أنَّه دلاَّعة البيت وهزَّته الصغيرة</w:t>
      </w:r>
      <w:r w:rsidR="00F13C51">
        <w:rPr>
          <w:rtl/>
        </w:rPr>
        <w:t>،</w:t>
      </w:r>
      <w:r w:rsidRPr="00ED7148">
        <w:rPr>
          <w:rtl/>
        </w:rPr>
        <w:t xml:space="preserve"> وكانت النشوة فيه تحتار مِن أين تأتيها الإشارة</w:t>
      </w:r>
      <w:r w:rsidR="00F13C51">
        <w:rPr>
          <w:rtl/>
        </w:rPr>
        <w:t>،</w:t>
      </w:r>
      <w:r w:rsidRPr="00ED7148">
        <w:rPr>
          <w:rtl/>
        </w:rPr>
        <w:t xml:space="preserve"> فبينا يغرق فيها في حِضن أُمِّه</w:t>
      </w:r>
      <w:r w:rsidR="00F13C51">
        <w:rPr>
          <w:rtl/>
        </w:rPr>
        <w:t>،</w:t>
      </w:r>
      <w:r w:rsidRPr="00ED7148">
        <w:rPr>
          <w:rtl/>
        </w:rPr>
        <w:t xml:space="preserve"> كأنَّه حرير مُبطَّن بمخمل</w:t>
      </w:r>
      <w:r w:rsidR="00F13C51">
        <w:rPr>
          <w:rtl/>
        </w:rPr>
        <w:t>،</w:t>
      </w:r>
      <w:r w:rsidRPr="00ED7148">
        <w:rPr>
          <w:rtl/>
        </w:rPr>
        <w:t xml:space="preserve"> إذا هي</w:t>
      </w:r>
      <w:r w:rsidR="00F13C51">
        <w:rPr>
          <w:rtl/>
        </w:rPr>
        <w:t xml:space="preserve"> - </w:t>
      </w:r>
      <w:r w:rsidRPr="00ED7148">
        <w:rPr>
          <w:rtl/>
        </w:rPr>
        <w:t>في عُبِّ أبيه</w:t>
      </w:r>
      <w:r w:rsidR="00F13C51">
        <w:rPr>
          <w:rtl/>
        </w:rPr>
        <w:t xml:space="preserve"> - </w:t>
      </w:r>
      <w:r w:rsidRPr="00ED7148">
        <w:rPr>
          <w:rtl/>
        </w:rPr>
        <w:t>كأنَّها إعصار يتناحل في نسمة الصبح</w:t>
      </w:r>
      <w:r w:rsidR="00F13C51">
        <w:rPr>
          <w:rtl/>
        </w:rPr>
        <w:t>،</w:t>
      </w:r>
      <w:r w:rsidRPr="00ED7148">
        <w:rPr>
          <w:rtl/>
        </w:rPr>
        <w:t xml:space="preserve"> أمَّا في حِضن جَدِّه وتحت عينيه</w:t>
      </w:r>
      <w:r w:rsidR="00F13C51">
        <w:rPr>
          <w:rtl/>
        </w:rPr>
        <w:t>،</w:t>
      </w:r>
      <w:r w:rsidRPr="00ED7148">
        <w:rPr>
          <w:rtl/>
        </w:rPr>
        <w:t xml:space="preserve"> الناضحتين بالحُبِّ</w:t>
      </w:r>
      <w:r w:rsidR="00F13C51">
        <w:rPr>
          <w:rtl/>
        </w:rPr>
        <w:t>،</w:t>
      </w:r>
      <w:r w:rsidRPr="00ED7148">
        <w:rPr>
          <w:rtl/>
        </w:rPr>
        <w:t xml:space="preserve"> فكأنَّها شعاع دفءٍ هابط مِن كُوَّتين</w:t>
      </w:r>
      <w:r w:rsidR="00F13C51">
        <w:rPr>
          <w:rtl/>
        </w:rPr>
        <w:t>،</w:t>
      </w:r>
      <w:r w:rsidRPr="00ED7148">
        <w:rPr>
          <w:rtl/>
        </w:rPr>
        <w:t xml:space="preserve"> هما مِن بهجة الصباح أنقى وأزهى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وهنالك حِضن رابع كان يتعب وهو يتلقَّط به ليحتويه</w:t>
      </w:r>
      <w:r w:rsidR="00F13C51">
        <w:rPr>
          <w:rtl/>
        </w:rPr>
        <w:t>،</w:t>
      </w:r>
      <w:r w:rsidRPr="00ED7148">
        <w:rPr>
          <w:rtl/>
        </w:rPr>
        <w:t xml:space="preserve"> وهو حِضن الحسن أخيه الذي يزيده بالعُمر سنة وعِدَّة أشهُر</w:t>
      </w:r>
      <w:r w:rsidR="00F13C51">
        <w:rPr>
          <w:rtl/>
        </w:rPr>
        <w:t>،</w:t>
      </w:r>
      <w:r w:rsidRPr="00ED7148">
        <w:rPr>
          <w:rtl/>
        </w:rPr>
        <w:t xml:space="preserve"> ولم يكن يعرف الحسين أيَّ طعم كان يتلذَّذ به وهو مضموم إلى صدر أخيه</w:t>
      </w:r>
      <w:r w:rsidR="00F13C51">
        <w:rPr>
          <w:rtl/>
        </w:rPr>
        <w:t>،</w:t>
      </w:r>
      <w:r w:rsidRPr="00ED7148">
        <w:rPr>
          <w:rtl/>
        </w:rPr>
        <w:t xml:space="preserve"> كأنَّه نَكهة معجونة بسويق لا اسم له</w:t>
      </w:r>
      <w:r w:rsidR="00F13C51">
        <w:rPr>
          <w:rtl/>
        </w:rPr>
        <w:t>،</w:t>
      </w:r>
      <w:r w:rsidRPr="00ED7148">
        <w:rPr>
          <w:rtl/>
        </w:rPr>
        <w:t xml:space="preserve"> تلك هي الأحضان التي احتوت الحسين مُنذ أَمَّ الحياة</w:t>
      </w:r>
      <w:r w:rsidR="00F13C51">
        <w:rPr>
          <w:rtl/>
        </w:rPr>
        <w:t>،</w:t>
      </w:r>
      <w:r w:rsidRPr="00ED7148">
        <w:rPr>
          <w:rtl/>
        </w:rPr>
        <w:t xml:space="preserve"> وراح يدرج في البيت إلى أنْ تركه جَدُّه الكبير في حِضنٍ راح يُفسِّر له</w:t>
      </w:r>
      <w:r w:rsidR="00F13C51">
        <w:rPr>
          <w:rtl/>
        </w:rPr>
        <w:t xml:space="preserve"> - </w:t>
      </w:r>
      <w:r w:rsidRPr="00ED7148">
        <w:rPr>
          <w:rtl/>
        </w:rPr>
        <w:t>بالتدريج</w:t>
      </w:r>
      <w:r w:rsidR="00F13C51">
        <w:rPr>
          <w:rtl/>
        </w:rPr>
        <w:t xml:space="preserve"> - </w:t>
      </w:r>
      <w:r w:rsidRPr="00ED7148">
        <w:rPr>
          <w:rtl/>
        </w:rPr>
        <w:t>كلَّ معاني الأحضان التي احتوته طفلاً</w:t>
      </w:r>
      <w:r w:rsidR="00F13C51">
        <w:rPr>
          <w:rtl/>
        </w:rPr>
        <w:t>،</w:t>
      </w:r>
      <w:r w:rsidRPr="00ED7148">
        <w:rPr>
          <w:rtl/>
        </w:rPr>
        <w:t xml:space="preserve"> وحضَّرته</w:t>
      </w:r>
      <w:r w:rsidR="00F13C51">
        <w:rPr>
          <w:rtl/>
        </w:rPr>
        <w:t xml:space="preserve"> - </w:t>
      </w:r>
      <w:r w:rsidRPr="00ED7148">
        <w:rPr>
          <w:rtl/>
        </w:rPr>
        <w:t>بدوره</w:t>
      </w:r>
      <w:r w:rsidR="00F13C51">
        <w:rPr>
          <w:rtl/>
        </w:rPr>
        <w:t xml:space="preserve"> - </w:t>
      </w:r>
      <w:r w:rsidRPr="00ED7148">
        <w:rPr>
          <w:rtl/>
        </w:rPr>
        <w:t>لأنْ يكون حِضناً يتناول الرسالة إلى صدره</w:t>
      </w:r>
      <w:r w:rsidR="00F13C51">
        <w:rPr>
          <w:rtl/>
        </w:rPr>
        <w:t>،</w:t>
      </w:r>
      <w:r w:rsidRPr="00ED7148">
        <w:rPr>
          <w:rtl/>
        </w:rPr>
        <w:t xml:space="preserve"> ويفنخ فيها نفساً مقدوداً مِن صدره المليء بالعُنفوان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ضاع الحسين في تعيين أيِّ حِضن تدلَّه فيه</w:t>
      </w:r>
      <w:r w:rsidR="00F13C51">
        <w:rPr>
          <w:rtl/>
        </w:rPr>
        <w:t>،</w:t>
      </w:r>
      <w:r w:rsidRPr="00ED7148">
        <w:rPr>
          <w:rtl/>
        </w:rPr>
        <w:t xml:space="preserve"> كان أعطف وأرهف مِن الآخر</w:t>
      </w:r>
      <w:r w:rsidR="00106DAF">
        <w:rPr>
          <w:rtl/>
        </w:rPr>
        <w:t>؟</w:t>
      </w:r>
      <w:r w:rsidRPr="00ED7148">
        <w:rPr>
          <w:rtl/>
        </w:rPr>
        <w:t xml:space="preserve"> ولكنَّه</w:t>
      </w:r>
      <w:r w:rsidR="00F13C51">
        <w:rPr>
          <w:rtl/>
        </w:rPr>
        <w:t xml:space="preserve"> - </w:t>
      </w:r>
      <w:r w:rsidRPr="00ED7148">
        <w:rPr>
          <w:rtl/>
        </w:rPr>
        <w:t>بالحقيقة البارزة</w:t>
      </w:r>
      <w:r w:rsidR="00F13C51">
        <w:rPr>
          <w:rtl/>
        </w:rPr>
        <w:t xml:space="preserve"> - </w:t>
      </w:r>
      <w:r w:rsidRPr="00ED7148">
        <w:rPr>
          <w:rtl/>
        </w:rPr>
        <w:t>كان مُشتقَّاً منها جميعها على توحيد والتزام</w:t>
      </w:r>
      <w:r w:rsidR="00F13C51">
        <w:rPr>
          <w:rtl/>
        </w:rPr>
        <w:t xml:space="preserve"> - </w:t>
      </w:r>
      <w:r w:rsidRPr="00ED7148">
        <w:rPr>
          <w:rtl/>
        </w:rPr>
        <w:t>لقد ضمَّته جميعها</w:t>
      </w:r>
      <w:r w:rsidR="00F13C51">
        <w:rPr>
          <w:rtl/>
        </w:rPr>
        <w:t>،</w:t>
      </w:r>
      <w:r w:rsidRPr="00ED7148">
        <w:rPr>
          <w:rtl/>
        </w:rPr>
        <w:t xml:space="preserve"> لأنَّها كلَّها كانت حدوده في المبدأ وفي صيانة الجوهر</w:t>
      </w:r>
      <w:r w:rsidR="00F13C51">
        <w:rPr>
          <w:rtl/>
        </w:rPr>
        <w:t>،</w:t>
      </w:r>
      <w:r w:rsidRPr="00ED7148">
        <w:rPr>
          <w:rtl/>
        </w:rPr>
        <w:t xml:space="preserve"> أنَّه مِن هذه الصياغة الكبيرة التي احتضنها الطالبيُّون الهاشميُّون</w:t>
      </w:r>
      <w:r w:rsidR="00F13C51">
        <w:rPr>
          <w:rtl/>
        </w:rPr>
        <w:t>،</w:t>
      </w:r>
      <w:r w:rsidRPr="00ED7148">
        <w:rPr>
          <w:rtl/>
        </w:rPr>
        <w:t xml:space="preserve"> فإذا بها مِمَّن مَرَّ أنَّها في النفس تتفتَّق عن رسالة تفوَّه بها الطالبيُّ الهاشميُّ</w:t>
      </w:r>
      <w:r w:rsidR="00F13C51">
        <w:rPr>
          <w:rtl/>
        </w:rPr>
        <w:t>،</w:t>
      </w:r>
      <w:r w:rsidRPr="00ED7148">
        <w:rPr>
          <w:rtl/>
        </w:rPr>
        <w:t xml:space="preserve"> فارتدَّت إلى الأُمَّة العظيمة أمانتها المحفوظة في عقل وجُهد نبيِّها العظيم محمد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F13C51">
      <w:pPr>
        <w:pStyle w:val="libNormal"/>
        <w:rPr>
          <w:rtl/>
        </w:rPr>
      </w:pPr>
      <w:r w:rsidRPr="00ED7148">
        <w:rPr>
          <w:rtl/>
        </w:rPr>
        <w:lastRenderedPageBreak/>
        <w:t>إنَّ القصد المنسول مِن هذه الرسالة</w:t>
      </w:r>
      <w:r w:rsidR="00F13C51">
        <w:rPr>
          <w:rtl/>
        </w:rPr>
        <w:t>،</w:t>
      </w:r>
      <w:r w:rsidRPr="00ED7148">
        <w:rPr>
          <w:rtl/>
        </w:rPr>
        <w:t xml:space="preserve"> التي حقَّقت ذاتها فوق الأرض وتحت ظلال السماء</w:t>
      </w:r>
      <w:r w:rsidR="00F13C51">
        <w:rPr>
          <w:rtl/>
        </w:rPr>
        <w:t>،</w:t>
      </w:r>
      <w:r w:rsidRPr="00ED7148">
        <w:rPr>
          <w:rtl/>
        </w:rPr>
        <w:t xml:space="preserve"> هي التي وسَّعت ودفَّأت الأحضان التي انغلقت كلُّها بالتساوي على تعهُّد الحسن والحسين</w:t>
      </w:r>
      <w:r w:rsidR="00F13C51">
        <w:rPr>
          <w:rtl/>
        </w:rPr>
        <w:t>،</w:t>
      </w:r>
      <w:r w:rsidRPr="00ED7148">
        <w:rPr>
          <w:rtl/>
        </w:rPr>
        <w:t xml:space="preserve"> ليكونا ضِلعين مُخصَّصين لرعاية الخَطِّ الطويل</w:t>
      </w:r>
      <w:r w:rsidR="00F13C51">
        <w:rPr>
          <w:rtl/>
        </w:rPr>
        <w:t>،</w:t>
      </w:r>
      <w:r w:rsidRPr="00ED7148">
        <w:rPr>
          <w:rtl/>
        </w:rPr>
        <w:t xml:space="preserve"> إنَّما مِن أهل بيت حدوده في سوارٍ مِن نبوَّة أنتجت رسالة تتحدَّد بها الأُمَّة</w:t>
      </w:r>
      <w:r w:rsidR="00F13C51">
        <w:rPr>
          <w:rtl/>
        </w:rPr>
        <w:t>،</w:t>
      </w:r>
      <w:r w:rsidRPr="00ED7148">
        <w:rPr>
          <w:rtl/>
        </w:rPr>
        <w:t xml:space="preserve"> ويتحدَّد بها الزمان الجديد</w:t>
      </w:r>
      <w:r w:rsidR="00F13C51">
        <w:rPr>
          <w:rtl/>
        </w:rPr>
        <w:t>،</w:t>
      </w:r>
      <w:r w:rsidRPr="00ED7148">
        <w:rPr>
          <w:rtl/>
        </w:rPr>
        <w:t xml:space="preserve"> ويتحدَّد بها الإنسان الجديد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7" w:name="_Toc395088361"/>
      <w:r w:rsidRPr="00ED7148">
        <w:rPr>
          <w:rtl/>
        </w:rPr>
        <w:lastRenderedPageBreak/>
        <w:t>أهل البيت</w:t>
      </w:r>
      <w:bookmarkEnd w:id="7"/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ولكم تمنَّيت على التاريخ أنْ لا يقرأ علينا الكلمة بحروفها</w:t>
      </w:r>
      <w:r w:rsidR="00F13C51">
        <w:rPr>
          <w:rtl/>
        </w:rPr>
        <w:t>،</w:t>
      </w:r>
      <w:r w:rsidRPr="00ED7148">
        <w:rPr>
          <w:rtl/>
        </w:rPr>
        <w:t xml:space="preserve"> بلْ بمعناها النازل فيها</w:t>
      </w:r>
      <w:r w:rsidR="00F13C51">
        <w:rPr>
          <w:rtl/>
        </w:rPr>
        <w:t>،</w:t>
      </w:r>
      <w:r w:rsidRPr="00ED7148">
        <w:rPr>
          <w:rtl/>
        </w:rPr>
        <w:t xml:space="preserve"> ألا تراه هكذا قد تصرَّف وهو يكتب على أحدى صفحاته ( أهل البيت ) وهو يُفسِّر الكلمتين بحروفهما لا بمعناهما المقصود</w:t>
      </w:r>
      <w:r w:rsidR="00106DAF">
        <w:rPr>
          <w:rtl/>
        </w:rPr>
        <w:t>؟</w:t>
      </w:r>
      <w:r w:rsidRPr="00ED7148">
        <w:rPr>
          <w:rtl/>
        </w:rPr>
        <w:t>! والبيت هنا وأهله</w:t>
      </w:r>
      <w:r w:rsidR="00F13C51">
        <w:rPr>
          <w:rtl/>
        </w:rPr>
        <w:t>،</w:t>
      </w:r>
      <w:r w:rsidRPr="00ED7148">
        <w:rPr>
          <w:rtl/>
        </w:rPr>
        <w:t xml:space="preserve"> لا يعنيان في كلمتيهما أساساً مضروباً لإقامة أربعة حيطان</w:t>
      </w:r>
      <w:r w:rsidR="00F13C51">
        <w:rPr>
          <w:rtl/>
        </w:rPr>
        <w:t>،</w:t>
      </w:r>
      <w:r w:rsidRPr="00ED7148">
        <w:rPr>
          <w:rtl/>
        </w:rPr>
        <w:t xml:space="preserve"> تنشأ ضِمنها وحدة سَكنيَّة تنزل فيها عائلة مؤلَّفة مِن رجل وامرأة وعِدَّة بَنين</w:t>
      </w:r>
      <w:r w:rsidR="00F13C51">
        <w:rPr>
          <w:rtl/>
        </w:rPr>
        <w:t>،</w:t>
      </w:r>
      <w:r w:rsidRPr="00ED7148">
        <w:rPr>
          <w:rtl/>
        </w:rPr>
        <w:t xml:space="preserve"> إنَّما البيت وأهلوه هما رمزان</w:t>
      </w:r>
      <w:r w:rsidR="00F13C51">
        <w:rPr>
          <w:rtl/>
        </w:rPr>
        <w:t xml:space="preserve"> - </w:t>
      </w:r>
      <w:r w:rsidRPr="00ED7148">
        <w:rPr>
          <w:rtl/>
        </w:rPr>
        <w:t>بالذات</w:t>
      </w:r>
      <w:r w:rsidR="00F13C51">
        <w:rPr>
          <w:rtl/>
        </w:rPr>
        <w:t xml:space="preserve"> - </w:t>
      </w:r>
      <w:r w:rsidRPr="00ED7148">
        <w:rPr>
          <w:rtl/>
        </w:rPr>
        <w:t>إلى مُجتمع ظهر منه مُشتاق رائد تمكَّن مِن رصفه ورزمه في إطارٍ جديدٍ</w:t>
      </w:r>
      <w:r w:rsidR="00F13C51">
        <w:rPr>
          <w:rtl/>
        </w:rPr>
        <w:t>،</w:t>
      </w:r>
      <w:r w:rsidRPr="00ED7148">
        <w:rPr>
          <w:rtl/>
        </w:rPr>
        <w:t xml:space="preserve"> ومضى به إلى تحقيقات رائعة المثال</w:t>
      </w:r>
      <w:r w:rsidR="00F13C51">
        <w:rPr>
          <w:rtl/>
        </w:rPr>
        <w:t>،</w:t>
      </w:r>
      <w:r w:rsidRPr="00ED7148">
        <w:rPr>
          <w:rtl/>
        </w:rPr>
        <w:t xml:space="preserve"> وخارقة المجال</w:t>
      </w:r>
      <w:r w:rsidR="00F13C51">
        <w:rPr>
          <w:rtl/>
        </w:rPr>
        <w:t>،</w:t>
      </w:r>
      <w:r w:rsidRPr="00ED7148">
        <w:rPr>
          <w:rtl/>
        </w:rPr>
        <w:t xml:space="preserve"> نشلته مِن كينونة إلى كينونة</w:t>
      </w:r>
      <w:r w:rsidR="00F13C51">
        <w:rPr>
          <w:rtl/>
        </w:rPr>
        <w:t>،</w:t>
      </w:r>
      <w:r w:rsidRPr="00ED7148">
        <w:rPr>
          <w:rtl/>
        </w:rPr>
        <w:t xml:space="preserve"> فإذا الفرق بعيد بين إنسان كان يتشرَّد هنا وهناك فوق الرمال</w:t>
      </w:r>
      <w:r w:rsidR="00F13C51">
        <w:rPr>
          <w:rtl/>
        </w:rPr>
        <w:t>،</w:t>
      </w:r>
      <w:r w:rsidRPr="00ED7148">
        <w:rPr>
          <w:rtl/>
        </w:rPr>
        <w:t xml:space="preserve"> كأنَّه مثل هاتيك الغزلان</w:t>
      </w:r>
      <w:r w:rsidR="00F13C51">
        <w:rPr>
          <w:rtl/>
        </w:rPr>
        <w:t>،</w:t>
      </w:r>
      <w:r w:rsidRPr="00ED7148">
        <w:rPr>
          <w:rtl/>
        </w:rPr>
        <w:t xml:space="preserve"> لا يقودها العطش إلاَّ إلى واحاتٍ مِن سرابٍ</w:t>
      </w:r>
      <w:r w:rsidR="00F13C51">
        <w:rPr>
          <w:rtl/>
        </w:rPr>
        <w:t>،</w:t>
      </w:r>
      <w:r w:rsidRPr="00ED7148">
        <w:rPr>
          <w:rtl/>
        </w:rPr>
        <w:t xml:space="preserve"> وإنسان دلَّه عقل كبير إلى قضيَّة كبيرة في الحياة</w:t>
      </w:r>
      <w:r w:rsidR="00F13C51">
        <w:rPr>
          <w:rtl/>
        </w:rPr>
        <w:t>،</w:t>
      </w:r>
      <w:r w:rsidRPr="00ED7148">
        <w:rPr>
          <w:rtl/>
        </w:rPr>
        <w:t xml:space="preserve"> وجد بها منهله لحقيقته الإنسانيَّة</w:t>
      </w:r>
      <w:r w:rsidR="00F13C51">
        <w:rPr>
          <w:rtl/>
        </w:rPr>
        <w:t>،</w:t>
      </w:r>
      <w:r w:rsidRPr="00ED7148">
        <w:rPr>
          <w:rtl/>
        </w:rPr>
        <w:t xml:space="preserve"> التي يبني بها مُجتمعاً صحيحاً يُحقِّق به أنشودته في الوجود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ألم يكن العظيم محمد هو الذي انفجر به شوق الجزيرة العربيَّة</w:t>
      </w:r>
      <w:r w:rsidR="00F13C51">
        <w:rPr>
          <w:rtl/>
        </w:rPr>
        <w:t>،</w:t>
      </w:r>
      <w:r w:rsidRPr="00ED7148">
        <w:rPr>
          <w:rtl/>
        </w:rPr>
        <w:t xml:space="preserve"> إلى سحبها مِن كلِّ حَرَّاتها الراقصة بالزفت والكبريت</w:t>
      </w:r>
      <w:r w:rsidR="00F13C51">
        <w:rPr>
          <w:rtl/>
        </w:rPr>
        <w:t>،</w:t>
      </w:r>
      <w:r w:rsidRPr="00ED7148">
        <w:rPr>
          <w:rtl/>
        </w:rPr>
        <w:t xml:space="preserve"> إلى واحاتٍ مِن نوعٍ جديدٍ يسرح فيها نسمٌ</w:t>
      </w:r>
      <w:r w:rsidR="00F13C51">
        <w:rPr>
          <w:rtl/>
        </w:rPr>
        <w:t>،</w:t>
      </w:r>
      <w:r w:rsidRPr="00ED7148">
        <w:rPr>
          <w:rtl/>
        </w:rPr>
        <w:t xml:space="preserve"> وينبت فيها ظلٌّ</w:t>
      </w:r>
      <w:r w:rsidR="00F13C51">
        <w:rPr>
          <w:rtl/>
        </w:rPr>
        <w:t>،</w:t>
      </w:r>
      <w:r w:rsidRPr="00ED7148">
        <w:rPr>
          <w:rtl/>
        </w:rPr>
        <w:t xml:space="preserve"> ويجمعها رُشد يُخلصِّها مِن تشريد وتحريب</w:t>
      </w:r>
      <w:r w:rsidR="00F13C51">
        <w:rPr>
          <w:rtl/>
        </w:rPr>
        <w:t>،</w:t>
      </w:r>
      <w:r w:rsidRPr="00ED7148">
        <w:rPr>
          <w:rtl/>
        </w:rPr>
        <w:t xml:space="preserve"> ويوفِّر لها نظاماً ينشلها مِن غزو وقتل</w:t>
      </w:r>
      <w:r w:rsidR="00F13C51">
        <w:rPr>
          <w:rtl/>
        </w:rPr>
        <w:t>،</w:t>
      </w:r>
      <w:r w:rsidRPr="00ED7148">
        <w:rPr>
          <w:rtl/>
        </w:rPr>
        <w:t xml:space="preserve"> وهدر قوى يمتصُّها الجهل وفقر الروح</w:t>
      </w:r>
      <w:r w:rsidR="00F13C51">
        <w:rPr>
          <w:rtl/>
        </w:rPr>
        <w:t>،</w:t>
      </w:r>
      <w:r w:rsidRPr="00ED7148">
        <w:rPr>
          <w:rtl/>
        </w:rPr>
        <w:t xml:space="preserve"> وتُبعثرها</w:t>
      </w:r>
      <w:r w:rsidR="00F13C51">
        <w:rPr>
          <w:rtl/>
        </w:rPr>
        <w:t xml:space="preserve"> - </w:t>
      </w:r>
      <w:r w:rsidRPr="00ED7148">
        <w:rPr>
          <w:rtl/>
        </w:rPr>
        <w:t>توهيناً وتفتيتاً</w:t>
      </w:r>
      <w:r w:rsidR="00F13C51">
        <w:rPr>
          <w:rtl/>
        </w:rPr>
        <w:t xml:space="preserve"> - </w:t>
      </w:r>
      <w:r w:rsidRPr="00ED7148">
        <w:rPr>
          <w:rtl/>
        </w:rPr>
        <w:t>روح قبليَّة عشائريَّة</w:t>
      </w:r>
      <w:r w:rsidR="00F13C51">
        <w:rPr>
          <w:rtl/>
        </w:rPr>
        <w:t>،</w:t>
      </w:r>
      <w:r w:rsidRPr="00ED7148">
        <w:rPr>
          <w:rtl/>
        </w:rPr>
        <w:t xml:space="preserve"> مُتزمِّتة في تجمهُرها وتصنيفها المرصوص في الأفخاذ والبطون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مَن غير محمد</w:t>
      </w:r>
      <w:r w:rsidR="00F13C51">
        <w:rPr>
          <w:rtl/>
        </w:rPr>
        <w:t xml:space="preserve"> - </w:t>
      </w:r>
      <w:r w:rsidRPr="00ED7148">
        <w:rPr>
          <w:rtl/>
        </w:rPr>
        <w:t>بعد هذه الآلاف مِن السنين المهدروة</w:t>
      </w:r>
      <w:r w:rsidR="00F13C51">
        <w:rPr>
          <w:rtl/>
        </w:rPr>
        <w:t xml:space="preserve"> - </w:t>
      </w:r>
      <w:r w:rsidRPr="00ED7148">
        <w:rPr>
          <w:rtl/>
        </w:rPr>
        <w:t>تمكَّن مِن إشعال هذه الحَرَّات أتُّوناً مؤجَّجاً بنار زفْتها وكبريتها</w:t>
      </w:r>
      <w:r w:rsidR="00F13C51">
        <w:rPr>
          <w:rtl/>
        </w:rPr>
        <w:t>،</w:t>
      </w:r>
      <w:r w:rsidRPr="00ED7148">
        <w:rPr>
          <w:rtl/>
        </w:rPr>
        <w:t xml:space="preserve"> رمى إليه كلَّ هذه الأصنام التي كانت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ED7148">
        <w:rPr>
          <w:rtl/>
        </w:rPr>
        <w:lastRenderedPageBreak/>
        <w:t>تُكبِّل هذا الانسان عن بلوغ حقيقته العُظمى في الحياة</w:t>
      </w:r>
      <w:r w:rsidR="00106DAF">
        <w:rPr>
          <w:rtl/>
        </w:rPr>
        <w:t>؟</w:t>
      </w:r>
      <w:r w:rsidRPr="00ED7148">
        <w:rPr>
          <w:rtl/>
        </w:rPr>
        <w:t xml:space="preserve"> لقد كان هذا الانسان بلا كتاب</w:t>
      </w:r>
      <w:r w:rsidR="00F13C51">
        <w:rPr>
          <w:rtl/>
        </w:rPr>
        <w:t>،</w:t>
      </w:r>
      <w:r w:rsidRPr="00ED7148">
        <w:rPr>
          <w:rtl/>
        </w:rPr>
        <w:t xml:space="preserve"> فهجَّأ له</w:t>
      </w:r>
      <w:r w:rsidR="00F13C51">
        <w:rPr>
          <w:rtl/>
        </w:rPr>
        <w:t xml:space="preserve"> - </w:t>
      </w:r>
      <w:r w:rsidRPr="00ED7148">
        <w:rPr>
          <w:rtl/>
        </w:rPr>
        <w:t>لحظةً بعد لحظةٍ</w:t>
      </w:r>
      <w:r w:rsidR="00F13C51">
        <w:rPr>
          <w:rtl/>
        </w:rPr>
        <w:t xml:space="preserve"> - </w:t>
      </w:r>
      <w:r w:rsidRPr="00ED7148">
        <w:rPr>
          <w:rtl/>
        </w:rPr>
        <w:t>كلَّ حروف الكتاب</w:t>
      </w:r>
      <w:r w:rsidR="00F13C51">
        <w:rPr>
          <w:rtl/>
        </w:rPr>
        <w:t>،</w:t>
      </w:r>
      <w:r w:rsidRPr="00ED7148">
        <w:rPr>
          <w:rtl/>
        </w:rPr>
        <w:t xml:space="preserve"> كان فرداً يُتقن القفز بين المفاوز وخلف الطرائد</w:t>
      </w:r>
      <w:r w:rsidR="00F13C51">
        <w:rPr>
          <w:rtl/>
        </w:rPr>
        <w:t>،</w:t>
      </w:r>
      <w:r w:rsidRPr="00ED7148">
        <w:rPr>
          <w:rtl/>
        </w:rPr>
        <w:t xml:space="preserve"> فضغطه إنساناً يعرف كيف يمشي على الطريق</w:t>
      </w:r>
      <w:r w:rsidR="00F13C51">
        <w:rPr>
          <w:rtl/>
        </w:rPr>
        <w:t>،</w:t>
      </w:r>
      <w:r w:rsidRPr="00ED7148">
        <w:rPr>
          <w:rtl/>
        </w:rPr>
        <w:t xml:space="preserve"> وكان قبيلة تلعب بها البطون والأفخاذ</w:t>
      </w:r>
      <w:r w:rsidR="00F13C51">
        <w:rPr>
          <w:rtl/>
        </w:rPr>
        <w:t>،</w:t>
      </w:r>
      <w:r w:rsidRPr="00ED7148">
        <w:rPr>
          <w:rtl/>
        </w:rPr>
        <w:t xml:space="preserve"> فجاهدها حتَّى جعلها في الوحدة ا</w:t>
      </w:r>
      <w:r w:rsidR="002C2DD7">
        <w:rPr>
          <w:rtl/>
        </w:rPr>
        <w:t>لمـُ</w:t>
      </w:r>
      <w:r w:rsidRPr="00ED7148">
        <w:rPr>
          <w:rtl/>
        </w:rPr>
        <w:t>جتمعيَّة المؤمنة بالحقيقة</w:t>
      </w:r>
      <w:r w:rsidR="00F13C51">
        <w:rPr>
          <w:rtl/>
        </w:rPr>
        <w:t>،</w:t>
      </w:r>
      <w:r w:rsidRPr="00ED7148">
        <w:rPr>
          <w:rtl/>
        </w:rPr>
        <w:t xml:space="preserve"> لقد كان هذا الانسان بلا قضيَّة فدمجه بالقضيَّة</w:t>
      </w:r>
      <w:r w:rsidR="00F13C51">
        <w:rPr>
          <w:rtl/>
        </w:rPr>
        <w:t>،</w:t>
      </w:r>
      <w:r w:rsidRPr="00ED7148">
        <w:rPr>
          <w:rtl/>
        </w:rPr>
        <w:t xml:space="preserve"> وأفهمه أنَّ الأُمَّة الواحدة لا يعلو لها إلاَّ صرح واحد مؤمن</w:t>
      </w:r>
      <w:r w:rsidR="00F13C51">
        <w:rPr>
          <w:rtl/>
        </w:rPr>
        <w:t>،</w:t>
      </w:r>
      <w:r w:rsidRPr="00ED7148">
        <w:rPr>
          <w:rtl/>
        </w:rPr>
        <w:t xml:space="preserve"> متين الأساس</w:t>
      </w:r>
      <w:r w:rsidR="00F13C51">
        <w:rPr>
          <w:rtl/>
        </w:rPr>
        <w:t>،</w:t>
      </w:r>
      <w:r w:rsidRPr="00ED7148">
        <w:rPr>
          <w:rtl/>
        </w:rPr>
        <w:t xml:space="preserve"> وعزيز الحَجر</w:t>
      </w:r>
      <w:r w:rsidR="00F13C51">
        <w:rPr>
          <w:rtl/>
        </w:rPr>
        <w:t>،</w:t>
      </w:r>
      <w:r w:rsidRPr="00ED7148">
        <w:rPr>
          <w:rtl/>
        </w:rPr>
        <w:t xml:space="preserve"> وكريم السقف</w:t>
      </w:r>
      <w:r w:rsidR="00F13C51">
        <w:rPr>
          <w:rtl/>
        </w:rPr>
        <w:t>،</w:t>
      </w:r>
      <w:r w:rsidRPr="00ED7148">
        <w:rPr>
          <w:rtl/>
        </w:rPr>
        <w:t xml:space="preserve"> أنَّه بيت الأُمَّة الواعية</w:t>
      </w:r>
      <w:r w:rsidR="00F13C51">
        <w:rPr>
          <w:rtl/>
        </w:rPr>
        <w:t>،</w:t>
      </w:r>
      <w:r w:rsidRPr="00ED7148">
        <w:rPr>
          <w:rtl/>
        </w:rPr>
        <w:t xml:space="preserve"> يوحِّدها الشوق</w:t>
      </w:r>
      <w:r w:rsidR="00F13C51">
        <w:rPr>
          <w:rtl/>
        </w:rPr>
        <w:t>،</w:t>
      </w:r>
      <w:r w:rsidRPr="00ED7148">
        <w:rPr>
          <w:rtl/>
        </w:rPr>
        <w:t xml:space="preserve"> ويجمعها العقل إلى تعزيز المصير ا</w:t>
      </w:r>
      <w:r w:rsidR="002C2DD7">
        <w:rPr>
          <w:rtl/>
        </w:rPr>
        <w:t>لمـُ</w:t>
      </w:r>
      <w:r w:rsidRPr="00ED7148">
        <w:rPr>
          <w:rtl/>
        </w:rPr>
        <w:t>شترك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هل كان أحد غير هذا الفتى الرائي</w:t>
      </w:r>
      <w:r w:rsidR="00F13C51">
        <w:rPr>
          <w:rtl/>
        </w:rPr>
        <w:t>،</w:t>
      </w:r>
      <w:r w:rsidRPr="00ED7148">
        <w:rPr>
          <w:rtl/>
        </w:rPr>
        <w:t xml:space="preserve"> في حقيقة العزم والإقدام لخوض غمار معركة</w:t>
      </w:r>
      <w:r w:rsidR="00F13C51">
        <w:rPr>
          <w:rtl/>
        </w:rPr>
        <w:t>،</w:t>
      </w:r>
      <w:r w:rsidRPr="00ED7148">
        <w:rPr>
          <w:rtl/>
        </w:rPr>
        <w:t xml:space="preserve"> كان يبدو أنَّها خارقة الجنون</w:t>
      </w:r>
      <w:r w:rsidR="00F13C51">
        <w:rPr>
          <w:rtl/>
        </w:rPr>
        <w:t>،</w:t>
      </w:r>
      <w:r w:rsidRPr="00ED7148">
        <w:rPr>
          <w:rtl/>
        </w:rPr>
        <w:t xml:space="preserve"> وإذا بها</w:t>
      </w:r>
      <w:r w:rsidR="00F13C51">
        <w:rPr>
          <w:rtl/>
        </w:rPr>
        <w:t xml:space="preserve"> - </w:t>
      </w:r>
      <w:r w:rsidRPr="00ED7148">
        <w:rPr>
          <w:rtl/>
        </w:rPr>
        <w:t>بعد اختلاءٍ في غارٍ</w:t>
      </w:r>
      <w:r w:rsidR="00F13C51">
        <w:rPr>
          <w:rtl/>
        </w:rPr>
        <w:t xml:space="preserve"> - </w:t>
      </w:r>
      <w:r w:rsidRPr="00ED7148">
        <w:rPr>
          <w:rtl/>
        </w:rPr>
        <w:t>تُحقِّق ذاتها</w:t>
      </w:r>
      <w:r w:rsidR="00F13C51">
        <w:rPr>
          <w:rtl/>
        </w:rPr>
        <w:t>،</w:t>
      </w:r>
      <w:r w:rsidRPr="00ED7148">
        <w:rPr>
          <w:rtl/>
        </w:rPr>
        <w:t xml:space="preserve"> وتُحقِّق المعجزة التي لم يُحقِّقها</w:t>
      </w:r>
      <w:r w:rsidR="00F13C51">
        <w:rPr>
          <w:rtl/>
        </w:rPr>
        <w:t xml:space="preserve"> - </w:t>
      </w:r>
      <w:r w:rsidRPr="00ED7148">
        <w:rPr>
          <w:rtl/>
        </w:rPr>
        <w:t>مُجتمعين</w:t>
      </w:r>
      <w:r w:rsidR="00F13C51">
        <w:rPr>
          <w:rtl/>
        </w:rPr>
        <w:t xml:space="preserve"> - </w:t>
      </w:r>
      <w:r w:rsidRPr="00ED7148">
        <w:rPr>
          <w:rtl/>
        </w:rPr>
        <w:t>كلُّ الإبطال الذين ألَّفوا ملحمة هوميروس</w:t>
      </w:r>
      <w:r w:rsidR="00106DAF">
        <w:rPr>
          <w:rtl/>
        </w:rPr>
        <w:t>؟</w:t>
      </w:r>
      <w:r w:rsidRPr="00ED7148">
        <w:rPr>
          <w:rtl/>
        </w:rPr>
        <w:t xml:space="preserve"> إنَّها</w:t>
      </w:r>
      <w:r w:rsidR="00F13C51">
        <w:rPr>
          <w:rtl/>
        </w:rPr>
        <w:t xml:space="preserve"> - </w:t>
      </w:r>
      <w:r w:rsidRPr="00ED7148">
        <w:rPr>
          <w:rtl/>
        </w:rPr>
        <w:t>العمري</w:t>
      </w:r>
      <w:r w:rsidR="00F13C51">
        <w:rPr>
          <w:rtl/>
        </w:rPr>
        <w:t xml:space="preserve"> - </w:t>
      </w:r>
      <w:r w:rsidRPr="00ED7148">
        <w:rPr>
          <w:rtl/>
        </w:rPr>
        <w:t>أضخم معركة حصلت على وجه الأرض</w:t>
      </w:r>
      <w:r w:rsidR="00F13C51">
        <w:rPr>
          <w:rtl/>
        </w:rPr>
        <w:t>،</w:t>
      </w:r>
      <w:r w:rsidRPr="00ED7148">
        <w:rPr>
          <w:rtl/>
        </w:rPr>
        <w:t xml:space="preserve"> كان بطلها إنساناً حقيقيَّاً</w:t>
      </w:r>
      <w:r w:rsidR="00F13C51">
        <w:rPr>
          <w:rtl/>
        </w:rPr>
        <w:t>،</w:t>
      </w:r>
      <w:r w:rsidRPr="00ED7148">
        <w:rPr>
          <w:rtl/>
        </w:rPr>
        <w:t xml:space="preserve"> ولم يتجاوز الوقت الذي أحرزت فيه النصر عشر سنين</w:t>
      </w:r>
      <w:r w:rsidR="00F13C51">
        <w:rPr>
          <w:rtl/>
        </w:rPr>
        <w:t>،</w:t>
      </w:r>
      <w:r w:rsidRPr="00ED7148">
        <w:rPr>
          <w:rtl/>
        </w:rPr>
        <w:t xml:space="preserve"> وإذا بمُجتمع</w:t>
      </w:r>
      <w:r w:rsidR="00F13C51">
        <w:rPr>
          <w:rtl/>
        </w:rPr>
        <w:t xml:space="preserve"> - </w:t>
      </w:r>
      <w:r w:rsidRPr="00ED7148">
        <w:rPr>
          <w:rtl/>
        </w:rPr>
        <w:t>برُمَّته</w:t>
      </w:r>
      <w:r w:rsidR="00F13C51">
        <w:rPr>
          <w:rtl/>
        </w:rPr>
        <w:t xml:space="preserve"> - </w:t>
      </w:r>
      <w:r w:rsidRPr="00ED7148">
        <w:rPr>
          <w:rtl/>
        </w:rPr>
        <w:t>يلتمُّ إلى وحدة فوق ساحة كانت تلتهمها المسافات الفارغة</w:t>
      </w:r>
      <w:r w:rsidR="00F13C51">
        <w:rPr>
          <w:rtl/>
        </w:rPr>
        <w:t>،</w:t>
      </w:r>
      <w:r w:rsidRPr="00ED7148">
        <w:rPr>
          <w:rtl/>
        </w:rPr>
        <w:t xml:space="preserve"> وتُفرِّطها العادات والتقاليد</w:t>
      </w:r>
      <w:r w:rsidR="00F13C51">
        <w:rPr>
          <w:rtl/>
        </w:rPr>
        <w:t>،</w:t>
      </w:r>
      <w:r w:rsidRPr="00ED7148">
        <w:rPr>
          <w:rtl/>
        </w:rPr>
        <w:t xml:space="preserve"> وأبالسة الشياطين</w:t>
      </w:r>
      <w:r w:rsidR="00F13C51">
        <w:rPr>
          <w:rtl/>
        </w:rPr>
        <w:t>،</w:t>
      </w:r>
      <w:r w:rsidRPr="00ED7148">
        <w:rPr>
          <w:rtl/>
        </w:rPr>
        <w:t xml:space="preserve"> وأُلوف مِن القبائل ا</w:t>
      </w:r>
      <w:r w:rsidR="002C2DD7">
        <w:rPr>
          <w:rtl/>
        </w:rPr>
        <w:t>لمـُ</w:t>
      </w:r>
      <w:r w:rsidRPr="00ED7148">
        <w:rPr>
          <w:rtl/>
        </w:rPr>
        <w:t>شرَّدة</w:t>
      </w:r>
      <w:r w:rsidR="00F13C51">
        <w:rPr>
          <w:rtl/>
        </w:rPr>
        <w:t>،</w:t>
      </w:r>
      <w:r w:rsidRPr="00ED7148">
        <w:rPr>
          <w:rtl/>
        </w:rPr>
        <w:t xml:space="preserve"> والعشائر الضائعة في الليل</w:t>
      </w:r>
      <w:r w:rsidR="00F13C51">
        <w:rPr>
          <w:rtl/>
        </w:rPr>
        <w:t>،</w:t>
      </w:r>
      <w:r w:rsidRPr="00ED7148">
        <w:rPr>
          <w:rtl/>
        </w:rPr>
        <w:t xml:space="preserve"> وكلُّ شيخٍ مِن شيوخهن كأنَّه صنم بلا عين</w:t>
      </w:r>
      <w:r w:rsidR="00F13C51">
        <w:rPr>
          <w:rtl/>
        </w:rPr>
        <w:t>،</w:t>
      </w:r>
      <w:r w:rsidRPr="00ED7148">
        <w:rPr>
          <w:rtl/>
        </w:rPr>
        <w:t xml:space="preserve"> ولا قلب</w:t>
      </w:r>
      <w:r w:rsidR="00F13C51">
        <w:rPr>
          <w:rtl/>
        </w:rPr>
        <w:t>،</w:t>
      </w:r>
      <w:r w:rsidRPr="00ED7148">
        <w:rPr>
          <w:rtl/>
        </w:rPr>
        <w:t xml:space="preserve"> ولا لسان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أجلْ</w:t>
      </w:r>
      <w:r w:rsidR="00F13C51">
        <w:rPr>
          <w:rtl/>
        </w:rPr>
        <w:t>،</w:t>
      </w:r>
      <w:r w:rsidRPr="00ED7148">
        <w:rPr>
          <w:rtl/>
        </w:rPr>
        <w:t xml:space="preserve"> إنَّها معركة التهبُّت بالحقِّ</w:t>
      </w:r>
      <w:r w:rsidR="00F13C51">
        <w:rPr>
          <w:rtl/>
        </w:rPr>
        <w:t>،</w:t>
      </w:r>
      <w:r w:rsidRPr="00ED7148">
        <w:rPr>
          <w:rtl/>
        </w:rPr>
        <w:t xml:space="preserve"> واشتغل بها الوجدان ا</w:t>
      </w:r>
      <w:r w:rsidR="002C2DD7">
        <w:rPr>
          <w:rtl/>
        </w:rPr>
        <w:t>لمـُ</w:t>
      </w:r>
      <w:r w:rsidRPr="00ED7148">
        <w:rPr>
          <w:rtl/>
        </w:rPr>
        <w:t>جنح بالخيال</w:t>
      </w:r>
      <w:r w:rsidR="00F13C51">
        <w:rPr>
          <w:rtl/>
        </w:rPr>
        <w:t>،</w:t>
      </w:r>
      <w:r w:rsidRPr="00ED7148">
        <w:rPr>
          <w:rtl/>
        </w:rPr>
        <w:t xml:space="preserve"> على صهواتٍ بيضٍ راحت تُحرِّر الأرض مِن عبوديَّتها ا</w:t>
      </w:r>
      <w:r w:rsidR="002C2DD7">
        <w:rPr>
          <w:rtl/>
        </w:rPr>
        <w:t>لمـُ</w:t>
      </w:r>
      <w:r w:rsidRPr="00ED7148">
        <w:rPr>
          <w:rtl/>
        </w:rPr>
        <w:t>عفَّرة بالسراب وبالغبار</w:t>
      </w:r>
      <w:r w:rsidR="00F13C51">
        <w:rPr>
          <w:rtl/>
        </w:rPr>
        <w:t>،</w:t>
      </w:r>
      <w:r w:rsidRPr="00ED7148">
        <w:rPr>
          <w:rtl/>
        </w:rPr>
        <w:t xml:space="preserve"> وترفعها إلى فضاءٍ يمرح فيه شعاع سَني النور</w:t>
      </w:r>
      <w:r w:rsidR="00F13C51">
        <w:rPr>
          <w:rtl/>
        </w:rPr>
        <w:t>،</w:t>
      </w:r>
      <w:r w:rsidRPr="00ED7148">
        <w:rPr>
          <w:rtl/>
        </w:rPr>
        <w:t xml:space="preserve"> مربوط الضلعين بالإسراء والمعراج</w:t>
      </w:r>
      <w:r w:rsidR="00F13C51">
        <w:rPr>
          <w:rtl/>
        </w:rPr>
        <w:t>،</w:t>
      </w:r>
      <w:r w:rsidRPr="00ED7148">
        <w:rPr>
          <w:rtl/>
        </w:rPr>
        <w:t xml:space="preserve"> فإذا السموات السبع</w:t>
      </w:r>
      <w:r w:rsidR="00F13C51">
        <w:rPr>
          <w:rtl/>
        </w:rPr>
        <w:t>،</w:t>
      </w:r>
      <w:r w:rsidRPr="00ED7148">
        <w:rPr>
          <w:rtl/>
        </w:rPr>
        <w:t xml:space="preserve"> وكلُّها موسوعة ا</w:t>
      </w:r>
      <w:r w:rsidR="002C2DD7">
        <w:rPr>
          <w:rtl/>
        </w:rPr>
        <w:t>لمـَ</w:t>
      </w:r>
      <w:r w:rsidRPr="00ED7148">
        <w:rPr>
          <w:rtl/>
        </w:rPr>
        <w:t>مرَّات إلى جنان تشرب الكوثر مِن راحتي الوعد السخي</w:t>
      </w:r>
      <w:r w:rsidR="00F13C51">
        <w:rPr>
          <w:rtl/>
        </w:rPr>
        <w:t>،</w:t>
      </w:r>
      <w:r w:rsidRPr="00ED7148">
        <w:rPr>
          <w:rtl/>
        </w:rPr>
        <w:t xml:space="preserve"> الذي سيتمتَّع به الإنسان الذي يسمو بالحَقِّ</w:t>
      </w:r>
      <w:r w:rsidR="00F13C51">
        <w:rPr>
          <w:rtl/>
        </w:rPr>
        <w:t>،</w:t>
      </w:r>
      <w:r w:rsidRPr="00ED7148">
        <w:rPr>
          <w:rtl/>
        </w:rPr>
        <w:t xml:space="preserve"> والصدق والمعرفة</w:t>
      </w:r>
      <w:r w:rsidR="00F13C51">
        <w:rPr>
          <w:rtl/>
        </w:rPr>
        <w:t>،</w:t>
      </w:r>
      <w:r w:rsidRPr="00ED7148">
        <w:rPr>
          <w:rtl/>
        </w:rPr>
        <w:t xml:space="preserve"> وهو يتحلَّى با</w:t>
      </w:r>
      <w:r w:rsidR="002C2DD7">
        <w:rPr>
          <w:rtl/>
        </w:rPr>
        <w:t>لمـُ</w:t>
      </w:r>
      <w:r w:rsidRPr="00ED7148">
        <w:rPr>
          <w:rtl/>
        </w:rPr>
        <w:t>ثل الكريمة النابعة مِن إيمانه بإلهٍ واحدٍ أمثل</w:t>
      </w:r>
      <w:r w:rsidR="00F13C51">
        <w:rPr>
          <w:rtl/>
        </w:rPr>
        <w:t>،</w:t>
      </w:r>
      <w:r w:rsidRPr="00ED7148">
        <w:rPr>
          <w:rtl/>
        </w:rPr>
        <w:t xml:space="preserve"> يُخلصِّه مِن كلِّ عبوديَّة</w:t>
      </w:r>
      <w:r w:rsidR="00F13C51">
        <w:rPr>
          <w:rtl/>
        </w:rPr>
        <w:t>،</w:t>
      </w:r>
      <w:r w:rsidRPr="00ED7148">
        <w:rPr>
          <w:rtl/>
        </w:rPr>
        <w:t xml:space="preserve"> ويُنظِّفه مِن الرغبات السود</w:t>
      </w:r>
      <w:r w:rsidR="00F13C51">
        <w:rPr>
          <w:rtl/>
        </w:rPr>
        <w:t>،</w:t>
      </w:r>
      <w:r w:rsidRPr="00ED7148">
        <w:rPr>
          <w:rtl/>
        </w:rPr>
        <w:t xml:space="preserve"> ويزينه بالصدق</w:t>
      </w:r>
      <w:r w:rsidR="00F13C51">
        <w:rPr>
          <w:rtl/>
        </w:rPr>
        <w:t>،</w:t>
      </w:r>
      <w:r w:rsidRPr="00ED7148">
        <w:rPr>
          <w:rtl/>
        </w:rPr>
        <w:t xml:space="preserve"> والطُّهر</w:t>
      </w:r>
      <w:r w:rsidR="00F13C51">
        <w:rPr>
          <w:rtl/>
        </w:rPr>
        <w:t>،</w:t>
      </w:r>
      <w:r w:rsidRPr="00ED7148">
        <w:rPr>
          <w:rtl/>
        </w:rPr>
        <w:t xml:space="preserve"> والعفاف</w:t>
      </w:r>
      <w:r w:rsidR="00F13C51">
        <w:rPr>
          <w:rtl/>
        </w:rPr>
        <w:t>،</w:t>
      </w:r>
      <w:r w:rsidRPr="00ED7148">
        <w:rPr>
          <w:rtl/>
        </w:rPr>
        <w:t xml:space="preserve"> ويُحضِّره لأنْ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ED7148">
        <w:rPr>
          <w:rtl/>
        </w:rPr>
        <w:lastRenderedPageBreak/>
        <w:t>يكون أنساناً صادقاً في دنياه</w:t>
      </w:r>
      <w:r w:rsidR="00F13C51">
        <w:rPr>
          <w:rtl/>
        </w:rPr>
        <w:t>،</w:t>
      </w:r>
      <w:r w:rsidRPr="00ED7148">
        <w:rPr>
          <w:rtl/>
        </w:rPr>
        <w:t xml:space="preserve"> ليكون ثوابه جَنَّة مِن ذلك الطراز</w:t>
      </w:r>
      <w:r w:rsidR="00F13C51">
        <w:rPr>
          <w:rtl/>
        </w:rPr>
        <w:t>،</w:t>
      </w:r>
      <w:r w:rsidRPr="00ED7148">
        <w:rPr>
          <w:rtl/>
        </w:rPr>
        <w:t xml:space="preserve"> وهي</w:t>
      </w:r>
      <w:r w:rsidR="00F13C51">
        <w:rPr>
          <w:rtl/>
        </w:rPr>
        <w:t xml:space="preserve"> - </w:t>
      </w:r>
      <w:r w:rsidRPr="00ED7148">
        <w:rPr>
          <w:rtl/>
        </w:rPr>
        <w:t>أبداً</w:t>
      </w:r>
      <w:r w:rsidR="00F13C51">
        <w:rPr>
          <w:rtl/>
        </w:rPr>
        <w:t xml:space="preserve"> - </w:t>
      </w:r>
      <w:r w:rsidRPr="00ED7148">
        <w:rPr>
          <w:rtl/>
        </w:rPr>
        <w:t>جَنَّة سيجدها مزروعة في نفسه ا</w:t>
      </w:r>
      <w:r w:rsidR="002C2DD7">
        <w:rPr>
          <w:rtl/>
        </w:rPr>
        <w:t>لمـُ</w:t>
      </w:r>
      <w:r w:rsidRPr="00ED7148">
        <w:rPr>
          <w:rtl/>
        </w:rPr>
        <w:t>حرَّرة مِن الكَذب</w:t>
      </w:r>
      <w:r w:rsidR="00F13C51">
        <w:rPr>
          <w:rtl/>
        </w:rPr>
        <w:t>،</w:t>
      </w:r>
      <w:r w:rsidRPr="00ED7148">
        <w:rPr>
          <w:rtl/>
        </w:rPr>
        <w:t xml:space="preserve"> والغِشِّ</w:t>
      </w:r>
      <w:r w:rsidR="00F13C51">
        <w:rPr>
          <w:rtl/>
        </w:rPr>
        <w:t>،</w:t>
      </w:r>
      <w:r w:rsidRPr="00ED7148">
        <w:rPr>
          <w:rtl/>
        </w:rPr>
        <w:t xml:space="preserve"> والبُهتان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ما شحَّت في هذه الملحمة الرائعة بطولات لحَمَت الأرض بالجنان</w:t>
      </w:r>
      <w:r w:rsidR="00F13C51">
        <w:rPr>
          <w:rtl/>
        </w:rPr>
        <w:t>،</w:t>
      </w:r>
      <w:r w:rsidRPr="00ED7148">
        <w:rPr>
          <w:rtl/>
        </w:rPr>
        <w:t xml:space="preserve"> وما ضؤل الثواب على المدعوِّين إلى مُعانقة الحقيقة الباهرة</w:t>
      </w:r>
      <w:r w:rsidR="00F13C51">
        <w:rPr>
          <w:rtl/>
        </w:rPr>
        <w:t>،</w:t>
      </w:r>
      <w:r w:rsidRPr="00ED7148">
        <w:rPr>
          <w:rtl/>
        </w:rPr>
        <w:t xml:space="preserve"> وكان الثواب تحقيقاً آنيَّاً مُترجماً على الأرض</w:t>
      </w:r>
      <w:r w:rsidR="00C327EB">
        <w:rPr>
          <w:rtl/>
        </w:rPr>
        <w:t>.</w:t>
      </w:r>
      <w:r w:rsidRPr="00ED7148">
        <w:rPr>
          <w:rtl/>
        </w:rPr>
        <w:t xml:space="preserve"> هكذا كانت الترجمة العظيمة مُتجلِّية في الكلمة الواحد التي هي ( الرسالة )</w:t>
      </w:r>
      <w:r w:rsidR="00F13C51">
        <w:rPr>
          <w:rtl/>
        </w:rPr>
        <w:t>،</w:t>
      </w:r>
      <w:r w:rsidRPr="00ED7148">
        <w:rPr>
          <w:rtl/>
        </w:rPr>
        <w:t xml:space="preserve"> وكان التحقيق البليغ ملموحاً في توحيد ا</w:t>
      </w:r>
      <w:r w:rsidR="002C2DD7">
        <w:rPr>
          <w:rtl/>
        </w:rPr>
        <w:t>لمـُ</w:t>
      </w:r>
      <w:r w:rsidRPr="00ED7148">
        <w:rPr>
          <w:rtl/>
        </w:rPr>
        <w:t>جتمع بإنسان رمى فرديَّته المنهوكة بقبائليَّته وعشائريَّته</w:t>
      </w:r>
      <w:r w:rsidR="00F13C51">
        <w:rPr>
          <w:rtl/>
        </w:rPr>
        <w:t>،</w:t>
      </w:r>
      <w:r w:rsidRPr="00ED7148">
        <w:rPr>
          <w:rtl/>
        </w:rPr>
        <w:t xml:space="preserve"> وفتائل زعاماته</w:t>
      </w:r>
      <w:r w:rsidR="00F13C51">
        <w:rPr>
          <w:rtl/>
        </w:rPr>
        <w:t>،</w:t>
      </w:r>
      <w:r w:rsidRPr="00ED7148">
        <w:rPr>
          <w:rtl/>
        </w:rPr>
        <w:t xml:space="preserve"> وثعابين أصنامه</w:t>
      </w:r>
      <w:r w:rsidR="00F13C51">
        <w:rPr>
          <w:rtl/>
        </w:rPr>
        <w:t>،</w:t>
      </w:r>
      <w:r w:rsidRPr="00ED7148">
        <w:rPr>
          <w:rtl/>
        </w:rPr>
        <w:t xml:space="preserve"> وراح يتمتَّع بمُجتمعيَّته التي هي الآن في حقيقة الوعد الكبير</w:t>
      </w:r>
      <w:r w:rsidR="00F13C51">
        <w:rPr>
          <w:rtl/>
        </w:rPr>
        <w:t>،</w:t>
      </w:r>
      <w:r w:rsidRPr="00ED7148">
        <w:rPr>
          <w:rtl/>
        </w:rPr>
        <w:t xml:space="preserve"> الذي زرع القيمة في الإنسان</w:t>
      </w:r>
      <w:r w:rsidR="00F13C51">
        <w:rPr>
          <w:rtl/>
        </w:rPr>
        <w:t>،</w:t>
      </w:r>
      <w:r w:rsidRPr="00ED7148">
        <w:rPr>
          <w:rtl/>
        </w:rPr>
        <w:t xml:space="preserve"> فإذا الحياة الكريمة هي الجَنَّة التي لمحتها عين الإسراء والمِعراج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هذا هو ا</w:t>
      </w:r>
      <w:r w:rsidR="002C2DD7">
        <w:rPr>
          <w:rtl/>
        </w:rPr>
        <w:t>لمـُ</w:t>
      </w:r>
      <w:r w:rsidRPr="00ED7148">
        <w:rPr>
          <w:rtl/>
        </w:rPr>
        <w:t>جتمع الأمثل</w:t>
      </w:r>
      <w:r w:rsidR="00F13C51">
        <w:rPr>
          <w:rtl/>
        </w:rPr>
        <w:t>،</w:t>
      </w:r>
      <w:r w:rsidRPr="00ED7148">
        <w:rPr>
          <w:rtl/>
        </w:rPr>
        <w:t xml:space="preserve"> لقد حقَّقته الرسالة إذ بنته بيتاً كريماً تنزل فيه لتَخلد معه في القيمة ا</w:t>
      </w:r>
      <w:r w:rsidR="002C2DD7">
        <w:rPr>
          <w:rtl/>
        </w:rPr>
        <w:t>لمـُ</w:t>
      </w:r>
      <w:r w:rsidRPr="00ED7148">
        <w:rPr>
          <w:rtl/>
        </w:rPr>
        <w:t>ستمرَّة في وجود الانسان</w:t>
      </w:r>
      <w:r w:rsidR="00F13C51">
        <w:rPr>
          <w:rtl/>
        </w:rPr>
        <w:t>،</w:t>
      </w:r>
      <w:r w:rsidRPr="00ED7148">
        <w:rPr>
          <w:rtl/>
        </w:rPr>
        <w:t xml:space="preserve"> ستُدافع عنه إذ تُدافع</w:t>
      </w:r>
      <w:r w:rsidR="00F13C51">
        <w:rPr>
          <w:rtl/>
        </w:rPr>
        <w:t xml:space="preserve"> - </w:t>
      </w:r>
      <w:r w:rsidRPr="00ED7148">
        <w:rPr>
          <w:rtl/>
        </w:rPr>
        <w:t>أبداً</w:t>
      </w:r>
      <w:r w:rsidR="00F13C51">
        <w:rPr>
          <w:rtl/>
        </w:rPr>
        <w:t xml:space="preserve"> - </w:t>
      </w:r>
      <w:r w:rsidRPr="00ED7148">
        <w:rPr>
          <w:rtl/>
        </w:rPr>
        <w:t>عن حقيقتها في ذاتها</w:t>
      </w:r>
      <w:r w:rsidR="00F13C51">
        <w:rPr>
          <w:rtl/>
        </w:rPr>
        <w:t>؛</w:t>
      </w:r>
      <w:r w:rsidRPr="00ED7148">
        <w:rPr>
          <w:rtl/>
        </w:rPr>
        <w:t xml:space="preserve"> ومِن هنا كان البيت بيت الرسالة</w:t>
      </w:r>
      <w:r w:rsidR="00F13C51">
        <w:rPr>
          <w:rtl/>
        </w:rPr>
        <w:t>،</w:t>
      </w:r>
      <w:r w:rsidRPr="00ED7148">
        <w:rPr>
          <w:rtl/>
        </w:rPr>
        <w:t xml:space="preserve"> أمَّا أهلوه ا</w:t>
      </w:r>
      <w:r w:rsidR="002C2DD7">
        <w:rPr>
          <w:rtl/>
        </w:rPr>
        <w:t>لمـُ</w:t>
      </w:r>
      <w:r w:rsidRPr="00ED7148">
        <w:rPr>
          <w:rtl/>
        </w:rPr>
        <w:t>خصَّصون فهم ا</w:t>
      </w:r>
      <w:r w:rsidR="002C2DD7">
        <w:rPr>
          <w:rtl/>
        </w:rPr>
        <w:t>لمـُ</w:t>
      </w:r>
      <w:r w:rsidRPr="00ED7148">
        <w:rPr>
          <w:rtl/>
        </w:rPr>
        <w:t>نتقون عُنصراً متيناً للصيانة والتعهُّد</w:t>
      </w:r>
      <w:r w:rsidR="00F13C51">
        <w:rPr>
          <w:rtl/>
        </w:rPr>
        <w:t>،</w:t>
      </w:r>
      <w:r w:rsidRPr="00ED7148">
        <w:rPr>
          <w:rtl/>
        </w:rPr>
        <w:t xml:space="preserve"> حتَّى تبقى الرسالة فاعلة فعلها ا</w:t>
      </w:r>
      <w:r w:rsidR="002C2DD7">
        <w:rPr>
          <w:rtl/>
        </w:rPr>
        <w:t>لمـُ</w:t>
      </w:r>
      <w:r w:rsidRPr="00ED7148">
        <w:rPr>
          <w:rtl/>
        </w:rPr>
        <w:t>تصاعد</w:t>
      </w:r>
      <w:r w:rsidR="00F13C51">
        <w:rPr>
          <w:rtl/>
        </w:rPr>
        <w:t>؛</w:t>
      </w:r>
      <w:r w:rsidRPr="00ED7148">
        <w:rPr>
          <w:rtl/>
        </w:rPr>
        <w:t xml:space="preserve"> مِن أجل أنْ يعمَّ الرُّشد</w:t>
      </w:r>
      <w:r w:rsidR="00F13C51">
        <w:rPr>
          <w:rtl/>
        </w:rPr>
        <w:t>،</w:t>
      </w:r>
      <w:r w:rsidRPr="00ED7148">
        <w:rPr>
          <w:rtl/>
        </w:rPr>
        <w:t xml:space="preserve"> ويَمتنُ هذا الإنسان با</w:t>
      </w:r>
      <w:r w:rsidR="002C2DD7">
        <w:rPr>
          <w:rtl/>
        </w:rPr>
        <w:t>لمـُ</w:t>
      </w:r>
      <w:r w:rsidRPr="00ED7148">
        <w:rPr>
          <w:rtl/>
        </w:rPr>
        <w:t>مارسة التي تُنسيه مواطئ قدميه في أمسه الهزيل</w:t>
      </w:r>
      <w:r w:rsidR="00F13C51">
        <w:rPr>
          <w:rtl/>
        </w:rPr>
        <w:t>،</w:t>
      </w:r>
      <w:r w:rsidRPr="00ED7148">
        <w:rPr>
          <w:rtl/>
        </w:rPr>
        <w:t xml:space="preserve"> وتُنجيه مِن الردَّة في يومه الطالع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هكذا بُنيت الملحمة مِن أجل تثبيت بُطولاتها فوق الأرض</w:t>
      </w:r>
      <w:r w:rsidR="00F13C51">
        <w:rPr>
          <w:rtl/>
        </w:rPr>
        <w:t>،</w:t>
      </w:r>
      <w:r w:rsidRPr="00ED7148">
        <w:rPr>
          <w:rtl/>
        </w:rPr>
        <w:t xml:space="preserve"> أمَّا البيت الهاجع في معناه</w:t>
      </w:r>
      <w:r w:rsidR="00F13C51">
        <w:rPr>
          <w:rtl/>
        </w:rPr>
        <w:t>،</w:t>
      </w:r>
      <w:r w:rsidRPr="00ED7148">
        <w:rPr>
          <w:rtl/>
        </w:rPr>
        <w:t xml:space="preserve"> فهو البيت الذي بنته الرسالة</w:t>
      </w:r>
      <w:r w:rsidR="00F13C51">
        <w:rPr>
          <w:rtl/>
        </w:rPr>
        <w:t>،</w:t>
      </w:r>
      <w:r w:rsidRPr="00ED7148">
        <w:rPr>
          <w:rtl/>
        </w:rPr>
        <w:t xml:space="preserve"> وهو ا</w:t>
      </w:r>
      <w:r w:rsidR="002C2DD7">
        <w:rPr>
          <w:rtl/>
        </w:rPr>
        <w:t>لمـُ</w:t>
      </w:r>
      <w:r w:rsidRPr="00ED7148">
        <w:rPr>
          <w:rtl/>
        </w:rPr>
        <w:t>جتمع المبنيُّ بها</w:t>
      </w:r>
      <w:r w:rsidR="00F13C51">
        <w:rPr>
          <w:rtl/>
        </w:rPr>
        <w:t>،</w:t>
      </w:r>
      <w:r w:rsidRPr="00ED7148">
        <w:rPr>
          <w:rtl/>
        </w:rPr>
        <w:t xml:space="preserve"> أمَّا الذي ينزل فيه الآن فهو الرجل الآخر</w:t>
      </w:r>
      <w:r w:rsidR="00F13C51">
        <w:rPr>
          <w:rtl/>
        </w:rPr>
        <w:t>،</w:t>
      </w:r>
      <w:r w:rsidRPr="00ED7148">
        <w:rPr>
          <w:rtl/>
        </w:rPr>
        <w:t xml:space="preserve"> لا لأنَّه عَصبٌ توضَّجت به عروق الدم</w:t>
      </w:r>
      <w:r w:rsidR="00F13C51">
        <w:rPr>
          <w:rtl/>
        </w:rPr>
        <w:t>،</w:t>
      </w:r>
      <w:r w:rsidRPr="00ED7148">
        <w:rPr>
          <w:rtl/>
        </w:rPr>
        <w:t xml:space="preserve"> الذي نسج لها ملحمة لفَّها بها في المعركة</w:t>
      </w:r>
      <w:r w:rsidR="00F13C51">
        <w:rPr>
          <w:rtl/>
        </w:rPr>
        <w:t>،</w:t>
      </w:r>
      <w:r w:rsidRPr="00ED7148">
        <w:rPr>
          <w:rtl/>
        </w:rPr>
        <w:t xml:space="preserve"> التي دمجت الأرض بجِنان النعيم</w:t>
      </w:r>
      <w:r w:rsidR="00F13C51">
        <w:rPr>
          <w:rtl/>
        </w:rPr>
        <w:t>،</w:t>
      </w:r>
      <w:r w:rsidRPr="00ED7148">
        <w:rPr>
          <w:rtl/>
        </w:rPr>
        <w:t xml:space="preserve"> وطهَّرت إنسانها تطهيراً.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كان التاريخ في تفسيره ( أهل البيت ) أشبه ببطنٍ مِن بطون القبائل في تلك الأيَّام</w:t>
      </w:r>
      <w:r w:rsidR="00F13C51">
        <w:rPr>
          <w:rtl/>
        </w:rPr>
        <w:t>،</w:t>
      </w:r>
      <w:r w:rsidRPr="00ED7148">
        <w:rPr>
          <w:rtl/>
        </w:rPr>
        <w:t xml:space="preserve"> تجمعها روابط النَّسب واللحم والدم</w:t>
      </w:r>
      <w:r w:rsidR="00F13C51">
        <w:rPr>
          <w:rtl/>
        </w:rPr>
        <w:t>،</w:t>
      </w:r>
      <w:r w:rsidRPr="00ED7148">
        <w:rPr>
          <w:rtl/>
        </w:rPr>
        <w:t xml:space="preserve"> في حين أنَّ النبي العظيم برى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ED7148">
        <w:rPr>
          <w:rtl/>
        </w:rPr>
        <w:lastRenderedPageBreak/>
        <w:t>الروابط هذه</w:t>
      </w:r>
      <w:r w:rsidR="00F13C51">
        <w:rPr>
          <w:rtl/>
        </w:rPr>
        <w:t>،</w:t>
      </w:r>
      <w:r w:rsidRPr="00ED7148">
        <w:rPr>
          <w:rtl/>
        </w:rPr>
        <w:t xml:space="preserve"> وجعلها مهدورة في ا</w:t>
      </w:r>
      <w:r w:rsidR="002C2DD7">
        <w:rPr>
          <w:rtl/>
        </w:rPr>
        <w:t>لمـُ</w:t>
      </w:r>
      <w:r w:rsidRPr="00ED7148">
        <w:rPr>
          <w:rtl/>
        </w:rPr>
        <w:t>جتمع الواحد</w:t>
      </w:r>
      <w:r w:rsidR="00F13C51">
        <w:rPr>
          <w:rtl/>
        </w:rPr>
        <w:t>،</w:t>
      </w:r>
      <w:r w:rsidRPr="00ED7148">
        <w:rPr>
          <w:rtl/>
        </w:rPr>
        <w:t xml:space="preserve"> وجعل البيت رمزاً للبيت الكبير الجديد ا</w:t>
      </w:r>
      <w:r w:rsidR="002C2DD7">
        <w:rPr>
          <w:rtl/>
        </w:rPr>
        <w:t>لمـُ</w:t>
      </w:r>
      <w:r w:rsidRPr="00ED7148">
        <w:rPr>
          <w:rtl/>
        </w:rPr>
        <w:t>وحَّد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إنَّ أهل البيت هُمْ الوصيَّة المقصودة لتناول الإرث</w:t>
      </w:r>
      <w:r w:rsidR="00F13C51">
        <w:rPr>
          <w:rtl/>
        </w:rPr>
        <w:t>،</w:t>
      </w:r>
      <w:r w:rsidRPr="00ED7148">
        <w:rPr>
          <w:rtl/>
        </w:rPr>
        <w:t xml:space="preserve"> الذي هو رسالة ملفوفة بملحمة حقيقيَّة ما شهدت الأرض نظيرها مِن الملاحم</w:t>
      </w:r>
      <w:r w:rsidR="00F13C51">
        <w:rPr>
          <w:rtl/>
        </w:rPr>
        <w:t>،</w:t>
      </w:r>
      <w:r w:rsidRPr="00ED7148">
        <w:rPr>
          <w:rtl/>
        </w:rPr>
        <w:t xml:space="preserve"> أمَّا الحسن والحسين</w:t>
      </w:r>
      <w:r w:rsidR="00F13C51">
        <w:rPr>
          <w:rtl/>
        </w:rPr>
        <w:t>،</w:t>
      </w:r>
      <w:r w:rsidRPr="00ED7148">
        <w:rPr>
          <w:rtl/>
        </w:rPr>
        <w:t xml:space="preserve"> فمنهما الحُلم الذي انبثق مِن الوجدان الممسوح بالشوق والخيال</w:t>
      </w:r>
      <w:r w:rsidR="00C327EB">
        <w:rPr>
          <w:rtl/>
        </w:rPr>
        <w:t>.</w:t>
      </w:r>
      <w:r w:rsidRPr="00ED7148">
        <w:rPr>
          <w:rtl/>
        </w:rPr>
        <w:t xml:space="preserve"> إنَّهما مِن صُلب هذا الوجدان وهو مرشوق بعظمة الرسالة</w:t>
      </w:r>
      <w:r w:rsidR="00F13C51">
        <w:rPr>
          <w:rtl/>
        </w:rPr>
        <w:t>،</w:t>
      </w:r>
      <w:r w:rsidRPr="00ED7148">
        <w:rPr>
          <w:rtl/>
        </w:rPr>
        <w:t xml:space="preserve"> سيكونان مخطوفين مِن بَهجة اللَّمح</w:t>
      </w:r>
      <w:r w:rsidR="00F13C51">
        <w:rPr>
          <w:rtl/>
        </w:rPr>
        <w:t>،</w:t>
      </w:r>
      <w:r w:rsidRPr="00ED7148">
        <w:rPr>
          <w:rtl/>
        </w:rPr>
        <w:t xml:space="preserve"> لقد نشأ أبوهما وهو يأكل مِن ذات الخمير</w:t>
      </w:r>
      <w:r w:rsidR="00F13C51">
        <w:rPr>
          <w:rtl/>
        </w:rPr>
        <w:t>،</w:t>
      </w:r>
      <w:r w:rsidRPr="00ED7148">
        <w:rPr>
          <w:rtl/>
        </w:rPr>
        <w:t xml:space="preserve"> ويتربَّع على ذات الحصير</w:t>
      </w:r>
      <w:r w:rsidR="00F13C51">
        <w:rPr>
          <w:rtl/>
        </w:rPr>
        <w:t>،</w:t>
      </w:r>
      <w:r w:rsidRPr="00ED7148">
        <w:rPr>
          <w:rtl/>
        </w:rPr>
        <w:t xml:space="preserve"> وهكذا نشأت أُمُّهما تمتصُّ رهافتها مِن ثديِ التي ذابت بين يدي زوجها كما تذوب شمعة مُقدَّسة أمام نافذة المِحراب</w:t>
      </w:r>
      <w:r w:rsidR="00F13C51">
        <w:rPr>
          <w:rtl/>
        </w:rPr>
        <w:t>،</w:t>
      </w:r>
      <w:r w:rsidRPr="00ED7148">
        <w:rPr>
          <w:rtl/>
        </w:rPr>
        <w:t xml:space="preserve"> وها هُما طفلان يلعبان في باحة المسجد</w:t>
      </w:r>
      <w:r w:rsidR="00F13C51">
        <w:rPr>
          <w:rtl/>
        </w:rPr>
        <w:t>،</w:t>
      </w:r>
      <w:r w:rsidRPr="00ED7148">
        <w:rPr>
          <w:rtl/>
        </w:rPr>
        <w:t xml:space="preserve"> ولكنَّهما ما كانا يشربان إلاَّ كوثراً صِرفاً سيكون به تحقيق الميراث</w:t>
      </w:r>
      <w:r w:rsidR="00F13C51">
        <w:rPr>
          <w:rtl/>
        </w:rPr>
        <w:t>،</w:t>
      </w:r>
      <w:r w:rsidRPr="00ED7148">
        <w:rPr>
          <w:rtl/>
        </w:rPr>
        <w:t xml:space="preserve"> وتحقيق الوصيَّة</w:t>
      </w:r>
      <w:r w:rsidR="00F13C51">
        <w:rPr>
          <w:rtl/>
        </w:rPr>
        <w:t>،</w:t>
      </w:r>
      <w:r w:rsidRPr="00ED7148">
        <w:rPr>
          <w:rtl/>
        </w:rPr>
        <w:t xml:space="preserve"> وتحقيق الإمامة</w:t>
      </w:r>
      <w:r w:rsidR="00F13C51">
        <w:rPr>
          <w:rtl/>
        </w:rPr>
        <w:t>،</w:t>
      </w:r>
      <w:r w:rsidRPr="00ED7148">
        <w:rPr>
          <w:rtl/>
        </w:rPr>
        <w:t xml:space="preserve"> وتحقيق الوعد الذي تعيش به رسالة ما انفكَّت ملحمة يلتحم بها إسلام الأرض بين يدي ربِّها الرحمان الرحيم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8" w:name="_Toc395088362"/>
      <w:r w:rsidRPr="00ED7148">
        <w:rPr>
          <w:rtl/>
        </w:rPr>
        <w:lastRenderedPageBreak/>
        <w:t>الأساس</w:t>
      </w:r>
      <w:bookmarkEnd w:id="8"/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1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لا يُمكن أنْ يكون للقضيَّة غير هذا الأساس</w:t>
      </w:r>
      <w:r w:rsidR="00F13C51">
        <w:rPr>
          <w:rtl/>
        </w:rPr>
        <w:t>،</w:t>
      </w:r>
      <w:r w:rsidRPr="00ED7148">
        <w:rPr>
          <w:rtl/>
        </w:rPr>
        <w:t xml:space="preserve"> لقد كانت القضيَّة مُطلقة مرماها وجوهرها</w:t>
      </w:r>
      <w:r w:rsidR="00F13C51">
        <w:rPr>
          <w:rtl/>
        </w:rPr>
        <w:t>،</w:t>
      </w:r>
      <w:r w:rsidRPr="00ED7148">
        <w:rPr>
          <w:rtl/>
        </w:rPr>
        <w:t xml:space="preserve"> فهي ما تناولت تنظيماً عاديَّاً مِن شؤون الهندسة</w:t>
      </w:r>
      <w:r w:rsidR="00F13C51">
        <w:rPr>
          <w:rtl/>
        </w:rPr>
        <w:t>،</w:t>
      </w:r>
      <w:r w:rsidRPr="00ED7148">
        <w:rPr>
          <w:rtl/>
        </w:rPr>
        <w:t xml:space="preserve"> كإنشاء بيت</w:t>
      </w:r>
      <w:r w:rsidR="00F13C51">
        <w:rPr>
          <w:rtl/>
        </w:rPr>
        <w:t>،</w:t>
      </w:r>
      <w:r w:rsidRPr="00ED7148">
        <w:rPr>
          <w:rtl/>
        </w:rPr>
        <w:t xml:space="preserve"> أو إنشاء قصر</w:t>
      </w:r>
      <w:r w:rsidR="00F13C51">
        <w:rPr>
          <w:rtl/>
        </w:rPr>
        <w:t>،</w:t>
      </w:r>
      <w:r w:rsidRPr="00ED7148">
        <w:rPr>
          <w:rtl/>
        </w:rPr>
        <w:t xml:space="preserve"> ينزل في الوحدة الصغيرة عائلة مسكينة</w:t>
      </w:r>
      <w:r w:rsidR="00F13C51">
        <w:rPr>
          <w:rtl/>
        </w:rPr>
        <w:t>،</w:t>
      </w:r>
      <w:r w:rsidRPr="00ED7148">
        <w:rPr>
          <w:rtl/>
        </w:rPr>
        <w:t xml:space="preserve"> وفي الوحدة الأُخرى أمير له ثَراء وجاه سلطان</w:t>
      </w:r>
      <w:r w:rsidR="00F13C51">
        <w:rPr>
          <w:rtl/>
        </w:rPr>
        <w:t>،</w:t>
      </w:r>
      <w:r w:rsidRPr="00ED7148">
        <w:rPr>
          <w:rtl/>
        </w:rPr>
        <w:t xml:space="preserve"> إنَّما تناولت شأناً حياتيَّاً آخر</w:t>
      </w:r>
      <w:r w:rsidR="00F13C51">
        <w:rPr>
          <w:rtl/>
        </w:rPr>
        <w:t>،</w:t>
      </w:r>
      <w:r w:rsidRPr="00ED7148">
        <w:rPr>
          <w:rtl/>
        </w:rPr>
        <w:t xml:space="preserve"> له مِن الحقيقة والشمول</w:t>
      </w:r>
      <w:r w:rsidR="00F13C51">
        <w:rPr>
          <w:rtl/>
        </w:rPr>
        <w:t>،</w:t>
      </w:r>
      <w:r w:rsidRPr="00ED7148">
        <w:rPr>
          <w:rtl/>
        </w:rPr>
        <w:t xml:space="preserve"> تصميم وتركيز في عمليَّة بناء الفرد بناءً إنسانيَّاً</w:t>
      </w:r>
      <w:r w:rsidR="00F13C51">
        <w:rPr>
          <w:rtl/>
        </w:rPr>
        <w:t>،</w:t>
      </w:r>
      <w:r w:rsidRPr="00ED7148">
        <w:rPr>
          <w:rtl/>
        </w:rPr>
        <w:t xml:space="preserve"> مُجتمعيَّاً</w:t>
      </w:r>
      <w:r w:rsidR="00F13C51">
        <w:rPr>
          <w:rtl/>
        </w:rPr>
        <w:t>،</w:t>
      </w:r>
      <w:r w:rsidRPr="00ED7148">
        <w:rPr>
          <w:rtl/>
        </w:rPr>
        <w:t xml:space="preserve"> تتحقَّق به الغايات الشريفة في الحياة</w:t>
      </w:r>
      <w:r w:rsidR="00F13C51">
        <w:rPr>
          <w:rtl/>
        </w:rPr>
        <w:t>،</w:t>
      </w:r>
      <w:r w:rsidRPr="00ED7148">
        <w:rPr>
          <w:rtl/>
        </w:rPr>
        <w:t xml:space="preserve"> فلا بيت ينشأ والقضيَّة هذه هي المطروحة فوق البساط</w:t>
      </w:r>
      <w:r w:rsidR="00F13C51">
        <w:rPr>
          <w:rtl/>
        </w:rPr>
        <w:t>،</w:t>
      </w:r>
      <w:r w:rsidRPr="00ED7148">
        <w:rPr>
          <w:rtl/>
        </w:rPr>
        <w:t xml:space="preserve"> ولا قصر ينشأ أيضاً</w:t>
      </w:r>
      <w:r w:rsidR="00F13C51">
        <w:rPr>
          <w:rtl/>
        </w:rPr>
        <w:t>،</w:t>
      </w:r>
      <w:r w:rsidRPr="00ED7148">
        <w:rPr>
          <w:rtl/>
        </w:rPr>
        <w:t xml:space="preserve"> وتكون لهما حقيقة الثبات</w:t>
      </w:r>
      <w:r w:rsidR="00F13C51">
        <w:rPr>
          <w:rtl/>
        </w:rPr>
        <w:t>،</w:t>
      </w:r>
      <w:r w:rsidRPr="00ED7148">
        <w:rPr>
          <w:rtl/>
        </w:rPr>
        <w:t xml:space="preserve"> ما لم تحفر أساسيهما عناية القضيَّة الكب</w:t>
      </w:r>
      <w:r w:rsidR="00F13C51">
        <w:rPr>
          <w:rtl/>
        </w:rPr>
        <w:t>يرة، التي تُركِّز نظرة الإنسان</w:t>
      </w:r>
      <w:r w:rsidRPr="00ED7148">
        <w:rPr>
          <w:rtl/>
        </w:rPr>
        <w:t xml:space="preserve"> على الحقيقة الصادقة فيه</w:t>
      </w:r>
      <w:r w:rsidR="00F13C51">
        <w:rPr>
          <w:rtl/>
        </w:rPr>
        <w:t>،</w:t>
      </w:r>
      <w:r w:rsidRPr="00ED7148">
        <w:rPr>
          <w:rtl/>
        </w:rPr>
        <w:t xml:space="preserve"> فيبني مُجتمعاً صادقاً يصون فعاليَّاته الفرديَّة الإنسانيَّة ا</w:t>
      </w:r>
      <w:r w:rsidR="002C2DD7">
        <w:rPr>
          <w:rtl/>
        </w:rPr>
        <w:t>لمـُ</w:t>
      </w:r>
      <w:r w:rsidRPr="00ED7148">
        <w:rPr>
          <w:rtl/>
        </w:rPr>
        <w:t>تحوِّلة</w:t>
      </w:r>
      <w:r w:rsidR="00F13C51">
        <w:rPr>
          <w:rtl/>
        </w:rPr>
        <w:t xml:space="preserve"> - </w:t>
      </w:r>
      <w:r w:rsidRPr="00ED7148">
        <w:rPr>
          <w:rtl/>
        </w:rPr>
        <w:t>حتماً</w:t>
      </w:r>
      <w:r w:rsidR="00F13C51">
        <w:rPr>
          <w:rtl/>
        </w:rPr>
        <w:t xml:space="preserve"> - </w:t>
      </w:r>
      <w:r w:rsidRPr="00ED7148">
        <w:rPr>
          <w:rtl/>
        </w:rPr>
        <w:t>إلى مُجتمع سليم منيع</w:t>
      </w:r>
      <w:r w:rsidR="00F13C51">
        <w:rPr>
          <w:rtl/>
        </w:rPr>
        <w:t>،</w:t>
      </w:r>
      <w:r w:rsidRPr="00ED7148">
        <w:rPr>
          <w:rtl/>
        </w:rPr>
        <w:t xml:space="preserve"> وعندئذ يكون له البيت</w:t>
      </w:r>
      <w:r w:rsidR="00F13C51">
        <w:rPr>
          <w:rtl/>
        </w:rPr>
        <w:t>،</w:t>
      </w:r>
      <w:r w:rsidRPr="00ED7148">
        <w:rPr>
          <w:rtl/>
        </w:rPr>
        <w:t xml:space="preserve"> والقصر</w:t>
      </w:r>
      <w:r w:rsidR="00F13C51">
        <w:rPr>
          <w:rtl/>
        </w:rPr>
        <w:t>،</w:t>
      </w:r>
      <w:r w:rsidRPr="00ED7148">
        <w:rPr>
          <w:rtl/>
        </w:rPr>
        <w:t xml:space="preserve"> وا</w:t>
      </w:r>
      <w:r w:rsidR="002C2DD7">
        <w:rPr>
          <w:rtl/>
        </w:rPr>
        <w:t>لمـُ</w:t>
      </w:r>
      <w:r w:rsidRPr="00ED7148">
        <w:rPr>
          <w:rtl/>
        </w:rPr>
        <w:t>تعة بالعمران</w:t>
      </w:r>
      <w:r w:rsidR="00C327EB">
        <w:rPr>
          <w:rtl/>
        </w:rPr>
        <w:t>.</w:t>
      </w:r>
      <w:r w:rsidRPr="00ED7148">
        <w:rPr>
          <w:rtl/>
        </w:rPr>
        <w:t xml:space="preserve"> إنَّ الأُمَّة الصادقة</w:t>
      </w:r>
      <w:r w:rsidR="00F13C51">
        <w:rPr>
          <w:rtl/>
        </w:rPr>
        <w:t>،</w:t>
      </w:r>
      <w:r w:rsidRPr="00ED7148">
        <w:rPr>
          <w:rtl/>
        </w:rPr>
        <w:t xml:space="preserve"> هي الأُمَّة المنيعة</w:t>
      </w:r>
      <w:r w:rsidR="00F13C51">
        <w:rPr>
          <w:rtl/>
        </w:rPr>
        <w:t>،</w:t>
      </w:r>
      <w:r w:rsidRPr="00ED7148">
        <w:rPr>
          <w:rtl/>
        </w:rPr>
        <w:t xml:space="preserve"> لا يدعمها في مناعتها إلا الحقُّ</w:t>
      </w:r>
      <w:r w:rsidR="00F13C51">
        <w:rPr>
          <w:rtl/>
        </w:rPr>
        <w:t>،</w:t>
      </w:r>
      <w:r w:rsidRPr="00ED7148">
        <w:rPr>
          <w:rtl/>
        </w:rPr>
        <w:t xml:space="preserve"> والصواب</w:t>
      </w:r>
      <w:r w:rsidR="00F13C51">
        <w:rPr>
          <w:rtl/>
        </w:rPr>
        <w:t>،</w:t>
      </w:r>
      <w:r w:rsidRPr="00ED7148">
        <w:rPr>
          <w:rtl/>
        </w:rPr>
        <w:t xml:space="preserve"> نظافة العقل</w:t>
      </w:r>
      <w:r w:rsidR="00F13C51">
        <w:rPr>
          <w:rtl/>
        </w:rPr>
        <w:t>،</w:t>
      </w:r>
      <w:r w:rsidRPr="00ED7148">
        <w:rPr>
          <w:rtl/>
        </w:rPr>
        <w:t xml:space="preserve"> والروح</w:t>
      </w:r>
      <w:r w:rsidR="00F13C51">
        <w:rPr>
          <w:rtl/>
        </w:rPr>
        <w:t>،</w:t>
      </w:r>
      <w:r w:rsidRPr="00ED7148">
        <w:rPr>
          <w:rtl/>
        </w:rPr>
        <w:t xml:space="preserve"> وهي كلُّها</w:t>
      </w:r>
      <w:r w:rsidR="00F13C51">
        <w:rPr>
          <w:rtl/>
        </w:rPr>
        <w:t xml:space="preserve"> - </w:t>
      </w:r>
      <w:r w:rsidRPr="00ED7148">
        <w:rPr>
          <w:rtl/>
        </w:rPr>
        <w:t>في العدل وا</w:t>
      </w:r>
      <w:r w:rsidR="002C2DD7">
        <w:rPr>
          <w:rtl/>
        </w:rPr>
        <w:t>لمـُ</w:t>
      </w:r>
      <w:r w:rsidRPr="00ED7148">
        <w:rPr>
          <w:rtl/>
        </w:rPr>
        <w:t>ساواة</w:t>
      </w:r>
      <w:r w:rsidR="00F13C51">
        <w:rPr>
          <w:rtl/>
        </w:rPr>
        <w:t xml:space="preserve"> - </w:t>
      </w:r>
      <w:r w:rsidRPr="00ED7148">
        <w:rPr>
          <w:rtl/>
        </w:rPr>
        <w:t>وحدة عظيمة يجدها الإنسان في ضلوع ا</w:t>
      </w:r>
      <w:r w:rsidR="002C2DD7">
        <w:rPr>
          <w:rtl/>
        </w:rPr>
        <w:t>لمـُ</w:t>
      </w:r>
      <w:r w:rsidRPr="00ED7148">
        <w:rPr>
          <w:rtl/>
        </w:rPr>
        <w:t>جتمع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تلك هي القضيَّة</w:t>
      </w:r>
      <w:r w:rsidR="00F13C51">
        <w:rPr>
          <w:rtl/>
        </w:rPr>
        <w:t>،</w:t>
      </w:r>
      <w:r w:rsidRPr="00ED7148">
        <w:rPr>
          <w:rtl/>
        </w:rPr>
        <w:t xml:space="preserve"> إنَّها حشو الأساس</w:t>
      </w:r>
      <w:r w:rsidR="00F13C51">
        <w:rPr>
          <w:rtl/>
        </w:rPr>
        <w:t>،</w:t>
      </w:r>
      <w:r w:rsidRPr="00ED7148">
        <w:rPr>
          <w:rtl/>
        </w:rPr>
        <w:t xml:space="preserve"> وإنَّها هي البيت الذي سكن فيه باعث الرسالة</w:t>
      </w:r>
      <w:r w:rsidR="00F13C51">
        <w:rPr>
          <w:rtl/>
        </w:rPr>
        <w:t>،</w:t>
      </w:r>
      <w:r w:rsidRPr="00ED7148">
        <w:rPr>
          <w:rtl/>
        </w:rPr>
        <w:t xml:space="preserve"> وإنَّها هي الأساس الذي تقوم عليه جدران هذا البيت الذي هو</w:t>
      </w:r>
      <w:r w:rsidR="00F13C51">
        <w:rPr>
          <w:rtl/>
        </w:rPr>
        <w:t xml:space="preserve"> - </w:t>
      </w:r>
      <w:r w:rsidRPr="00ED7148">
        <w:rPr>
          <w:rtl/>
        </w:rPr>
        <w:t>بكلِّ مُحيطه</w:t>
      </w:r>
      <w:r w:rsidR="00F13C51">
        <w:rPr>
          <w:rtl/>
        </w:rPr>
        <w:t xml:space="preserve"> - </w:t>
      </w:r>
      <w:r w:rsidRPr="00ED7148">
        <w:rPr>
          <w:rtl/>
        </w:rPr>
        <w:t>بيت الأُمَّة في حقيقة الرمز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أيكون أهل هذا البيت ملموحين حِجارة في الأساس</w:t>
      </w:r>
      <w:r w:rsidR="00106DAF">
        <w:rPr>
          <w:rtl/>
        </w:rPr>
        <w:t>؟</w:t>
      </w:r>
      <w:r w:rsidRPr="00ED7148">
        <w:rPr>
          <w:rtl/>
        </w:rPr>
        <w:t xml:space="preserve"> إنَّ للمنطق إصبعاً تستقيم بها الإشارة</w:t>
      </w:r>
      <w:r w:rsidR="00F13C51">
        <w:rPr>
          <w:rtl/>
        </w:rPr>
        <w:t>،</w:t>
      </w:r>
      <w:r w:rsidRPr="00ED7148">
        <w:rPr>
          <w:rtl/>
        </w:rPr>
        <w:t xml:space="preserve"> وإنَّ للقضيَّة تعييناً تتوضَّح دلالته إلى المقلع المرصوص بصلابة الصوان</w:t>
      </w:r>
      <w:r w:rsidR="00F13C51">
        <w:rPr>
          <w:rtl/>
        </w:rPr>
        <w:t>،</w:t>
      </w:r>
      <w:r w:rsidRPr="00ED7148">
        <w:rPr>
          <w:rtl/>
        </w:rPr>
        <w:t xml:space="preserve"> وإنَّ للحقيقة عيناً لم يدعَج بها إلاَّ عليُّ بن أبي طالب</w:t>
      </w:r>
      <w:r w:rsidR="00F13C51">
        <w:rPr>
          <w:rtl/>
        </w:rPr>
        <w:t>،</w:t>
      </w:r>
      <w:r w:rsidRPr="00ED7148">
        <w:rPr>
          <w:rtl/>
        </w:rPr>
        <w:t xml:space="preserve"> وهي ترنو إليه بأنَّه مِن المقلع ا</w:t>
      </w:r>
      <w:r w:rsidR="002C2DD7">
        <w:rPr>
          <w:rtl/>
        </w:rPr>
        <w:t>لمـُ</w:t>
      </w:r>
      <w:r w:rsidRPr="00ED7148">
        <w:rPr>
          <w:rtl/>
        </w:rPr>
        <w:t>متاز</w:t>
      </w:r>
      <w:r w:rsidR="00F13C51">
        <w:rPr>
          <w:rtl/>
        </w:rPr>
        <w:t>،</w:t>
      </w:r>
      <w:r w:rsidRPr="00ED7148">
        <w:rPr>
          <w:rtl/>
        </w:rPr>
        <w:t xml:space="preserve"> الذي يصحُّ به رصف الأساس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lastRenderedPageBreak/>
        <w:t>ومِن الجهة ا</w:t>
      </w:r>
      <w:r w:rsidR="002C2DD7">
        <w:rPr>
          <w:rtl/>
        </w:rPr>
        <w:t>لمـُ</w:t>
      </w:r>
      <w:r w:rsidRPr="00ED7148">
        <w:rPr>
          <w:rtl/>
        </w:rPr>
        <w:t>قابلة</w:t>
      </w:r>
      <w:r w:rsidR="00F13C51">
        <w:rPr>
          <w:rtl/>
        </w:rPr>
        <w:t>،</w:t>
      </w:r>
      <w:r w:rsidRPr="00ED7148">
        <w:rPr>
          <w:rtl/>
        </w:rPr>
        <w:t xml:space="preserve"> أتكون الإمامة رُكناً يقوم على الأساس</w:t>
      </w:r>
      <w:r w:rsidR="00106DAF">
        <w:rPr>
          <w:rtl/>
        </w:rPr>
        <w:t>؟</w:t>
      </w:r>
      <w:r w:rsidRPr="00ED7148">
        <w:rPr>
          <w:rtl/>
        </w:rPr>
        <w:t xml:space="preserve"> ولكنَّ القصد الحكيم كأنَّه جعله سرباً ينضح منه ليعود ويسقيه فلا يعطش</w:t>
      </w:r>
      <w:r w:rsidR="00F13C51">
        <w:rPr>
          <w:rtl/>
        </w:rPr>
        <w:t>،</w:t>
      </w:r>
      <w:r w:rsidRPr="00ED7148">
        <w:rPr>
          <w:rtl/>
        </w:rPr>
        <w:t xml:space="preserve"> أمَّا المعنى فإنَّه أبداً واحد</w:t>
      </w:r>
      <w:r w:rsidR="00F13C51">
        <w:rPr>
          <w:rtl/>
        </w:rPr>
        <w:t>،</w:t>
      </w:r>
      <w:r w:rsidRPr="00ED7148">
        <w:rPr>
          <w:rtl/>
        </w:rPr>
        <w:t xml:space="preserve"> فالقضيَّة التي هي في عُمق الشمول</w:t>
      </w:r>
      <w:r w:rsidR="00F13C51">
        <w:rPr>
          <w:rtl/>
        </w:rPr>
        <w:t>،</w:t>
      </w:r>
      <w:r w:rsidRPr="00ED7148">
        <w:rPr>
          <w:rtl/>
        </w:rPr>
        <w:t xml:space="preserve"> والتي كلَّفت جُهداً يوازي عمر الجزيرة في التفتيش عن واحتها الكُبرى</w:t>
      </w:r>
      <w:r w:rsidR="00F13C51">
        <w:rPr>
          <w:rtl/>
        </w:rPr>
        <w:t>،</w:t>
      </w:r>
      <w:r w:rsidRPr="00ED7148">
        <w:rPr>
          <w:rtl/>
        </w:rPr>
        <w:t xml:space="preserve"> تتطلَّب صيانة أساسيَّة ومُركَّزة على مثل النظافة والجدارة اللتين يتجوهر بهما مَعدن عليٍّ</w:t>
      </w:r>
      <w:r w:rsidR="00F13C51">
        <w:rPr>
          <w:rtl/>
        </w:rPr>
        <w:t>،</w:t>
      </w:r>
      <w:r w:rsidRPr="00ED7148">
        <w:rPr>
          <w:rtl/>
        </w:rPr>
        <w:t xml:space="preserve"> كما وأنَّ القبلية الهزيلة العقل والهزيلة الإنسان</w:t>
      </w:r>
      <w:r w:rsidR="00F13C51">
        <w:rPr>
          <w:rtl/>
        </w:rPr>
        <w:t>،</w:t>
      </w:r>
      <w:r w:rsidRPr="00ED7148">
        <w:rPr>
          <w:rtl/>
        </w:rPr>
        <w:t xml:space="preserve"> أصحبت الآن ترفض إعادة لملمَّة حروف اسمها أمام جلال القضيَّة</w:t>
      </w:r>
      <w:r w:rsidR="00F13C51">
        <w:rPr>
          <w:rtl/>
        </w:rPr>
        <w:t>،</w:t>
      </w:r>
      <w:r w:rsidRPr="00ED7148">
        <w:rPr>
          <w:rtl/>
        </w:rPr>
        <w:t xml:space="preserve"> التي انبسطت بها أرجاء الجزيرة في وحدة مُجتمعها</w:t>
      </w:r>
      <w:r w:rsidR="00F13C51">
        <w:rPr>
          <w:rtl/>
        </w:rPr>
        <w:t>،</w:t>
      </w:r>
      <w:r w:rsidRPr="00ED7148">
        <w:rPr>
          <w:rtl/>
        </w:rPr>
        <w:t xml:space="preserve"> ستكون الإمامة الكرسيَّ الجديد والأنظف</w:t>
      </w:r>
      <w:r w:rsidR="00F13C51">
        <w:rPr>
          <w:rtl/>
        </w:rPr>
        <w:t>،</w:t>
      </w:r>
      <w:r w:rsidRPr="00ED7148">
        <w:rPr>
          <w:rtl/>
        </w:rPr>
        <w:t xml:space="preserve"> تجلس فيه ركيزة الإدارة</w:t>
      </w:r>
      <w:r w:rsidR="00F13C51">
        <w:rPr>
          <w:rtl/>
        </w:rPr>
        <w:t>،</w:t>
      </w:r>
      <w:r w:rsidRPr="00ED7148">
        <w:rPr>
          <w:rtl/>
        </w:rPr>
        <w:t xml:space="preserve"> دونما احتياج إلى أيَّة استشارة أو إثارة</w:t>
      </w:r>
      <w:r w:rsidR="00C327EB">
        <w:rPr>
          <w:rtl/>
        </w:rPr>
        <w:t>.</w:t>
      </w:r>
      <w:r w:rsidRPr="00ED7148">
        <w:rPr>
          <w:rtl/>
        </w:rPr>
        <w:t xml:space="preserve"> إنَّ النظافة المرميَّة في الأساس</w:t>
      </w:r>
      <w:r w:rsidR="00F13C51">
        <w:rPr>
          <w:rtl/>
        </w:rPr>
        <w:t>،</w:t>
      </w:r>
      <w:r w:rsidRPr="00ED7148">
        <w:rPr>
          <w:rtl/>
        </w:rPr>
        <w:t xml:space="preserve"> وفي المدماك الأوَّل</w:t>
      </w:r>
      <w:r w:rsidR="00F13C51">
        <w:rPr>
          <w:rtl/>
        </w:rPr>
        <w:t>،</w:t>
      </w:r>
      <w:r w:rsidRPr="00ED7148">
        <w:rPr>
          <w:rtl/>
        </w:rPr>
        <w:t xml:space="preserve"> هي التي تُستشار الآن</w:t>
      </w:r>
      <w:r w:rsidR="00F13C51">
        <w:rPr>
          <w:rtl/>
        </w:rPr>
        <w:t>،</w:t>
      </w:r>
      <w:r w:rsidRPr="00ED7148">
        <w:rPr>
          <w:rtl/>
        </w:rPr>
        <w:t xml:space="preserve"> والتي ستُستشار في الغد</w:t>
      </w:r>
      <w:r w:rsidR="00F13C51">
        <w:rPr>
          <w:rtl/>
        </w:rPr>
        <w:t>،</w:t>
      </w:r>
      <w:r w:rsidRPr="00ED7148">
        <w:rPr>
          <w:rtl/>
        </w:rPr>
        <w:t xml:space="preserve"> ولكنَّ الأُمَّة التي سيَصلب عودها فوق هذا الأساس</w:t>
      </w:r>
      <w:r w:rsidR="00F13C51">
        <w:rPr>
          <w:rtl/>
        </w:rPr>
        <w:t>،</w:t>
      </w:r>
      <w:r w:rsidRPr="00ED7148">
        <w:rPr>
          <w:rtl/>
        </w:rPr>
        <w:t xml:space="preserve"> سيكون لها في مثل هذا الصدق والطُّهر</w:t>
      </w:r>
      <w:r w:rsidR="00F13C51">
        <w:rPr>
          <w:rtl/>
        </w:rPr>
        <w:t>،</w:t>
      </w:r>
      <w:r w:rsidRPr="00ED7148">
        <w:rPr>
          <w:rtl/>
        </w:rPr>
        <w:t xml:space="preserve"> ذيَّاك ا</w:t>
      </w:r>
      <w:r w:rsidR="002C2DD7">
        <w:rPr>
          <w:rtl/>
        </w:rPr>
        <w:t>لمـُ</w:t>
      </w:r>
      <w:r w:rsidRPr="00ED7148">
        <w:rPr>
          <w:rtl/>
        </w:rPr>
        <w:t>رَّان</w:t>
      </w:r>
      <w:r w:rsidR="00F13C51">
        <w:rPr>
          <w:rtl/>
        </w:rPr>
        <w:t>،</w:t>
      </w:r>
      <w:r w:rsidRPr="00ED7148">
        <w:rPr>
          <w:rtl/>
        </w:rPr>
        <w:t xml:space="preserve"> وستبقى القضيَّة الكبيرة التي جمعها هي مُستشارها الأفخم</w:t>
      </w:r>
      <w:r w:rsidR="00F13C51">
        <w:rPr>
          <w:rtl/>
        </w:rPr>
        <w:t>،</w:t>
      </w:r>
      <w:r w:rsidRPr="00ED7148">
        <w:rPr>
          <w:rtl/>
        </w:rPr>
        <w:t xml:space="preserve"> يُنجيها</w:t>
      </w:r>
      <w:r w:rsidR="00F13C51">
        <w:rPr>
          <w:rtl/>
        </w:rPr>
        <w:t xml:space="preserve"> - </w:t>
      </w:r>
      <w:r w:rsidRPr="00ED7148">
        <w:rPr>
          <w:rtl/>
        </w:rPr>
        <w:t>ما دامت في وضوح الصراط</w:t>
      </w:r>
      <w:r w:rsidR="00F13C51">
        <w:rPr>
          <w:rtl/>
        </w:rPr>
        <w:t xml:space="preserve"> - </w:t>
      </w:r>
      <w:r w:rsidRPr="00ED7148">
        <w:rPr>
          <w:rtl/>
        </w:rPr>
        <w:t>مِن العِثار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في مثل هذا الجوِّ ا</w:t>
      </w:r>
      <w:r w:rsidR="002C2DD7">
        <w:rPr>
          <w:rtl/>
        </w:rPr>
        <w:t>لمـُ</w:t>
      </w:r>
      <w:r w:rsidRPr="00ED7148">
        <w:rPr>
          <w:rtl/>
        </w:rPr>
        <w:t>فعم بالمسؤوليَّة البالغة العُمق</w:t>
      </w:r>
      <w:r w:rsidR="00F13C51">
        <w:rPr>
          <w:rtl/>
        </w:rPr>
        <w:t>،</w:t>
      </w:r>
      <w:r w:rsidRPr="00ED7148">
        <w:rPr>
          <w:rtl/>
        </w:rPr>
        <w:t xml:space="preserve"> والقصد</w:t>
      </w:r>
      <w:r w:rsidR="00F13C51">
        <w:rPr>
          <w:rtl/>
        </w:rPr>
        <w:t>،</w:t>
      </w:r>
      <w:r w:rsidRPr="00ED7148">
        <w:rPr>
          <w:rtl/>
        </w:rPr>
        <w:t xml:space="preserve"> والجوهر</w:t>
      </w:r>
      <w:r w:rsidR="00F13C51">
        <w:rPr>
          <w:rtl/>
        </w:rPr>
        <w:t>،</w:t>
      </w:r>
      <w:r w:rsidRPr="00ED7148">
        <w:rPr>
          <w:rtl/>
        </w:rPr>
        <w:t xml:space="preserve"> كان يعيش البيت وأهلوه</w:t>
      </w:r>
      <w:r w:rsidR="00C327EB">
        <w:rPr>
          <w:rtl/>
        </w:rPr>
        <w:t>.</w:t>
      </w:r>
      <w:r w:rsidRPr="00ED7148">
        <w:rPr>
          <w:rtl/>
        </w:rPr>
        <w:t xml:space="preserve"> لم يكن الحسين الذي يقفز الآن على الطريق ا</w:t>
      </w:r>
      <w:r w:rsidR="002C2DD7">
        <w:rPr>
          <w:rtl/>
        </w:rPr>
        <w:t>لمـُ</w:t>
      </w:r>
      <w:r w:rsidRPr="00ED7148">
        <w:rPr>
          <w:rtl/>
        </w:rPr>
        <w:t>متدِّ بين باحة البيت وساحة المسجد</w:t>
      </w:r>
      <w:r w:rsidR="00F13C51">
        <w:rPr>
          <w:rtl/>
        </w:rPr>
        <w:t>،</w:t>
      </w:r>
      <w:r w:rsidRPr="00ED7148">
        <w:rPr>
          <w:rtl/>
        </w:rPr>
        <w:t xml:space="preserve"> ليفقه كثيراً ثقل القضيَّة</w:t>
      </w:r>
      <w:r w:rsidR="00F13C51">
        <w:rPr>
          <w:rtl/>
        </w:rPr>
        <w:t>،</w:t>
      </w:r>
      <w:r w:rsidRPr="00ED7148">
        <w:rPr>
          <w:rtl/>
        </w:rPr>
        <w:t xml:space="preserve"> ولكنَّه كان يشعر أنَّ شيئاً عظيماً يُدغدغه وهو يُفرِّق الناس الجالسين القُرفصاء</w:t>
      </w:r>
      <w:r w:rsidR="00F13C51">
        <w:rPr>
          <w:rtl/>
        </w:rPr>
        <w:t>،</w:t>
      </w:r>
      <w:r w:rsidRPr="00ED7148">
        <w:rPr>
          <w:rtl/>
        </w:rPr>
        <w:t xml:space="preserve"> وهم يُصغون إلى كلِّ كلمة كانت تخرج مِن بين شَفتي جَدِّه الجالس فوق المنبر</w:t>
      </w:r>
      <w:r w:rsidR="00C327EB">
        <w:rPr>
          <w:rtl/>
        </w:rPr>
        <w:t>.</w:t>
      </w:r>
      <w:r w:rsidRPr="00ED7148">
        <w:rPr>
          <w:rtl/>
        </w:rPr>
        <w:t xml:space="preserve"> لقد توصَّل الفتى</w:t>
      </w:r>
      <w:r w:rsidR="00F13C51">
        <w:rPr>
          <w:rtl/>
        </w:rPr>
        <w:t xml:space="preserve"> - </w:t>
      </w:r>
      <w:r w:rsidRPr="00ED7148">
        <w:rPr>
          <w:rtl/>
        </w:rPr>
        <w:t>بعد عَناء</w:t>
      </w:r>
      <w:r w:rsidR="00F13C51">
        <w:rPr>
          <w:rtl/>
        </w:rPr>
        <w:t xml:space="preserve"> - </w:t>
      </w:r>
      <w:r w:rsidRPr="00ED7148">
        <w:rPr>
          <w:rtl/>
        </w:rPr>
        <w:t>إلى جَدِّه ا</w:t>
      </w:r>
      <w:r w:rsidR="002C2DD7">
        <w:rPr>
          <w:rtl/>
        </w:rPr>
        <w:t>لمـُ</w:t>
      </w:r>
      <w:r w:rsidRPr="00ED7148">
        <w:rPr>
          <w:rtl/>
        </w:rPr>
        <w:t>نبري بجلاله</w:t>
      </w:r>
      <w:r w:rsidR="00C327EB">
        <w:rPr>
          <w:rtl/>
        </w:rPr>
        <w:t>.</w:t>
      </w:r>
      <w:r w:rsidRPr="00ED7148">
        <w:rPr>
          <w:rtl/>
        </w:rPr>
        <w:t xml:space="preserve"> لقد مدَّ يديه وتعلَّق بطوق الجُبَّة</w:t>
      </w:r>
      <w:r w:rsidR="00F13C51">
        <w:rPr>
          <w:rtl/>
        </w:rPr>
        <w:t>،</w:t>
      </w:r>
      <w:r w:rsidRPr="00ED7148">
        <w:rPr>
          <w:rtl/>
        </w:rPr>
        <w:t xml:space="preserve"> وصعد الهويناً</w:t>
      </w:r>
      <w:r w:rsidR="00F13C51">
        <w:rPr>
          <w:rtl/>
        </w:rPr>
        <w:t>،</w:t>
      </w:r>
      <w:r w:rsidRPr="00ED7148">
        <w:rPr>
          <w:rtl/>
        </w:rPr>
        <w:t xml:space="preserve"> وكفُّ جَدِّه يُسنده مِن الوراء</w:t>
      </w:r>
      <w:r w:rsidR="00F13C51">
        <w:rPr>
          <w:rtl/>
        </w:rPr>
        <w:t>،</w:t>
      </w:r>
      <w:r w:rsidRPr="00ED7148">
        <w:rPr>
          <w:rtl/>
        </w:rPr>
        <w:t xml:space="preserve"> وإذا به</w:t>
      </w:r>
      <w:r w:rsidR="00F13C51">
        <w:rPr>
          <w:rtl/>
        </w:rPr>
        <w:t xml:space="preserve"> - </w:t>
      </w:r>
      <w:r w:rsidRPr="00ED7148">
        <w:rPr>
          <w:rtl/>
        </w:rPr>
        <w:t>رويداً رويداً</w:t>
      </w:r>
      <w:r w:rsidR="00F13C51">
        <w:rPr>
          <w:rtl/>
        </w:rPr>
        <w:t xml:space="preserve"> - </w:t>
      </w:r>
      <w:r w:rsidRPr="00ED7148">
        <w:rPr>
          <w:rtl/>
        </w:rPr>
        <w:t>ويمتن ربوضه فوق ا</w:t>
      </w:r>
      <w:r w:rsidR="002C2DD7">
        <w:rPr>
          <w:rtl/>
        </w:rPr>
        <w:t>لمـَ</w:t>
      </w:r>
      <w:r w:rsidRPr="00ED7148">
        <w:rPr>
          <w:rtl/>
        </w:rPr>
        <w:t>نكبين ا</w:t>
      </w:r>
      <w:r w:rsidR="002C2DD7">
        <w:rPr>
          <w:rtl/>
        </w:rPr>
        <w:t>لمـُ</w:t>
      </w:r>
      <w:r w:rsidRPr="00ED7148">
        <w:rPr>
          <w:rtl/>
        </w:rPr>
        <w:t>ستسلمين لإرادة الفارس</w:t>
      </w:r>
      <w:r w:rsidR="00C327EB">
        <w:rPr>
          <w:rtl/>
        </w:rPr>
        <w:t>.</w:t>
      </w:r>
      <w:r w:rsidRPr="00ED7148">
        <w:rPr>
          <w:rtl/>
        </w:rPr>
        <w:t xml:space="preserve"> لقد تبسَّم الجَدُّ الذي هو الآن رحل الحسين</w:t>
      </w:r>
      <w:r w:rsidR="00F13C51">
        <w:rPr>
          <w:rtl/>
        </w:rPr>
        <w:t>،</w:t>
      </w:r>
      <w:r w:rsidRPr="00ED7148">
        <w:rPr>
          <w:rtl/>
        </w:rPr>
        <w:t xml:space="preserve"> وهو يقول</w:t>
      </w:r>
      <w:r w:rsidR="00F13C51">
        <w:rPr>
          <w:rtl/>
        </w:rPr>
        <w:t>:</w:t>
      </w:r>
      <w:r w:rsidRPr="00ED7148">
        <w:rPr>
          <w:rtl/>
        </w:rPr>
        <w:t xml:space="preserve"> هذا سيِّدٌ ثانٍ مِن أسياد أهل الجَنَّة</w:t>
      </w:r>
      <w:r w:rsidR="00F13C51">
        <w:rPr>
          <w:rtl/>
        </w:rPr>
        <w:t>،</w:t>
      </w:r>
      <w:r w:rsidRPr="00ED7148">
        <w:rPr>
          <w:rtl/>
        </w:rPr>
        <w:t xml:space="preserve"> فطوبى لأُمَّة فيها مِثل عليٍّ يُنجب</w:t>
      </w:r>
      <w:r w:rsidR="00106DAF">
        <w:rPr>
          <w:rtl/>
        </w:rPr>
        <w:t>!</w:t>
      </w:r>
      <w:r w:rsidRPr="00ED7148">
        <w:rPr>
          <w:rtl/>
        </w:rPr>
        <w:t>!!</w:t>
      </w:r>
    </w:p>
    <w:p w:rsidR="003A7CC2" w:rsidRPr="00A37385" w:rsidRDefault="00F13C51" w:rsidP="00F13C51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2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وهذه حروف أُخرى ما رصفت ذاتها بذاتها</w:t>
      </w:r>
      <w:r w:rsidR="00F13C51">
        <w:rPr>
          <w:rtl/>
        </w:rPr>
        <w:t>،</w:t>
      </w:r>
      <w:r w:rsidRPr="00ED7148">
        <w:rPr>
          <w:rtl/>
        </w:rPr>
        <w:t xml:space="preserve"> ما كانت الحروف لأنْ ترقص على أذنابها فتتلحَّن بها الكلمة معطوفة على رَنَّة الوتر</w:t>
      </w:r>
      <w:r w:rsidR="00F13C51">
        <w:rPr>
          <w:rtl/>
        </w:rPr>
        <w:t>،</w:t>
      </w:r>
      <w:r w:rsidRPr="00ED7148">
        <w:rPr>
          <w:rtl/>
        </w:rPr>
        <w:t xml:space="preserve"> إنَّما المعاني هي التي يشغفها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ED7148">
        <w:rPr>
          <w:rtl/>
        </w:rPr>
        <w:lastRenderedPageBreak/>
        <w:t>القصد</w:t>
      </w:r>
      <w:r w:rsidR="00F13C51">
        <w:rPr>
          <w:rtl/>
        </w:rPr>
        <w:t>،</w:t>
      </w:r>
      <w:r w:rsidRPr="00ED7148">
        <w:rPr>
          <w:rtl/>
        </w:rPr>
        <w:t xml:space="preserve"> فتتنضَّد حروفاً يرقص بها الوتر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 xml:space="preserve">لو لم يكن الحسين </w:t>
      </w:r>
      <w:r w:rsidR="002C2DD7">
        <w:rPr>
          <w:rtl/>
        </w:rPr>
        <w:t>لمـَ</w:t>
      </w:r>
      <w:r w:rsidRPr="00ED7148">
        <w:rPr>
          <w:rtl/>
        </w:rPr>
        <w:t>عة حُلوة</w:t>
      </w:r>
      <w:r w:rsidR="00F13C51">
        <w:rPr>
          <w:rtl/>
        </w:rPr>
        <w:t>،</w:t>
      </w:r>
      <w:r w:rsidRPr="00ED7148">
        <w:rPr>
          <w:rtl/>
        </w:rPr>
        <w:t xml:space="preserve"> في حُلم ذلك الذي رقص الدويُّ في أُذنيه فصار بعثاً</w:t>
      </w:r>
      <w:r w:rsidR="00F13C51">
        <w:rPr>
          <w:rtl/>
        </w:rPr>
        <w:t>،</w:t>
      </w:r>
      <w:r w:rsidRPr="00ED7148">
        <w:rPr>
          <w:rtl/>
        </w:rPr>
        <w:t xml:space="preserve"> وصار حرفاً ضجَّت به الآيات في القرآن</w:t>
      </w:r>
      <w:r w:rsidR="00F13C51">
        <w:rPr>
          <w:rtl/>
        </w:rPr>
        <w:t>،</w:t>
      </w:r>
      <w:r w:rsidRPr="00ED7148">
        <w:rPr>
          <w:rtl/>
        </w:rPr>
        <w:t xml:space="preserve"> لما كان له</w:t>
      </w:r>
      <w:r w:rsidR="00F13C51">
        <w:rPr>
          <w:rtl/>
        </w:rPr>
        <w:t xml:space="preserve"> - </w:t>
      </w:r>
      <w:r w:rsidRPr="00ED7148">
        <w:rPr>
          <w:rtl/>
        </w:rPr>
        <w:t>الآن</w:t>
      </w:r>
      <w:r w:rsidR="00F13C51">
        <w:rPr>
          <w:rtl/>
        </w:rPr>
        <w:t xml:space="preserve"> - </w:t>
      </w:r>
      <w:r w:rsidRPr="00ED7148">
        <w:rPr>
          <w:rtl/>
        </w:rPr>
        <w:t>أنْ يلفَّ عُنق جَدِّه بذراعيه الصغيرتين</w:t>
      </w:r>
      <w:r w:rsidR="00F13C51">
        <w:rPr>
          <w:rtl/>
        </w:rPr>
        <w:t>،</w:t>
      </w:r>
      <w:r w:rsidRPr="00ED7148">
        <w:rPr>
          <w:rtl/>
        </w:rPr>
        <w:t xml:space="preserve"> ويَجثُم فوق منكبيه ويُثَغْثِغ بالآية الهابطة مِن الجَنَّة التي رآها جَدُّه سيِّداً فيها</w:t>
      </w:r>
      <w:r w:rsidR="00F13C51">
        <w:rPr>
          <w:rtl/>
        </w:rPr>
        <w:t>،</w:t>
      </w:r>
      <w:r w:rsidRPr="00ED7148">
        <w:rPr>
          <w:rtl/>
        </w:rPr>
        <w:t xml:space="preserve"> أمَّا الجَنَّة التي يُشير إليها النبي ا</w:t>
      </w:r>
      <w:r w:rsidR="002C2DD7">
        <w:rPr>
          <w:rtl/>
        </w:rPr>
        <w:t>لمـُ</w:t>
      </w:r>
      <w:r w:rsidRPr="00ED7148">
        <w:rPr>
          <w:rtl/>
        </w:rPr>
        <w:t>شبع بالمهابة والجلال</w:t>
      </w:r>
      <w:r w:rsidR="00F13C51">
        <w:rPr>
          <w:rtl/>
        </w:rPr>
        <w:t>،</w:t>
      </w:r>
      <w:r w:rsidRPr="00ED7148">
        <w:rPr>
          <w:rtl/>
        </w:rPr>
        <w:t xml:space="preserve"> فهي التي رسم لها أُنموذجاً فوق الأرض</w:t>
      </w:r>
      <w:r w:rsidR="00F13C51">
        <w:rPr>
          <w:rtl/>
        </w:rPr>
        <w:t>،</w:t>
      </w:r>
      <w:r w:rsidRPr="00ED7148">
        <w:rPr>
          <w:rtl/>
        </w:rPr>
        <w:t xml:space="preserve"> في مُجتمع الأُمَّة الموحَّدة والمؤمنة بإلهٍ واحدٍ عظيمٍ كبيرٍ خيِّر</w:t>
      </w:r>
      <w:r w:rsidR="00F13C51">
        <w:rPr>
          <w:rtl/>
        </w:rPr>
        <w:t>،</w:t>
      </w:r>
      <w:r w:rsidRPr="00ED7148">
        <w:rPr>
          <w:rtl/>
        </w:rPr>
        <w:t xml:space="preserve"> يجمع بالحَقِّ</w:t>
      </w:r>
      <w:r w:rsidR="00F13C51">
        <w:rPr>
          <w:rtl/>
        </w:rPr>
        <w:t>،</w:t>
      </w:r>
      <w:r w:rsidRPr="00ED7148">
        <w:rPr>
          <w:rtl/>
        </w:rPr>
        <w:t xml:space="preserve"> ويظهر بالصدق</w:t>
      </w:r>
      <w:r w:rsidR="00F13C51">
        <w:rPr>
          <w:rtl/>
        </w:rPr>
        <w:t>،</w:t>
      </w:r>
      <w:r w:rsidRPr="00ED7148">
        <w:rPr>
          <w:rtl/>
        </w:rPr>
        <w:t xml:space="preserve"> ويبني بالعلم والمعرفة إنساناً يُصبح عظيماً بمقدار ما ترجح فيه قيمة ا</w:t>
      </w:r>
      <w:r w:rsidR="002C2DD7">
        <w:rPr>
          <w:rtl/>
        </w:rPr>
        <w:t>لمـُ</w:t>
      </w:r>
      <w:r w:rsidRPr="00ED7148">
        <w:rPr>
          <w:rtl/>
        </w:rPr>
        <w:t>ثل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تعيسة هي الكلمة تأخذها الأُذن</w:t>
      </w:r>
      <w:r w:rsidR="00F13C51">
        <w:rPr>
          <w:rtl/>
        </w:rPr>
        <w:t>،</w:t>
      </w:r>
      <w:r w:rsidRPr="00ED7148">
        <w:rPr>
          <w:rtl/>
        </w:rPr>
        <w:t xml:space="preserve"> أو العين دون أنْ يؤخذ معها لونها وصداها</w:t>
      </w:r>
      <w:r w:rsidR="00106DAF">
        <w:rPr>
          <w:rtl/>
        </w:rPr>
        <w:t>!</w:t>
      </w:r>
      <w:r w:rsidR="00F13C51">
        <w:rPr>
          <w:rtl/>
        </w:rPr>
        <w:t xml:space="preserve"> - </w:t>
      </w:r>
      <w:r w:rsidRPr="00ED7148">
        <w:rPr>
          <w:rtl/>
        </w:rPr>
        <w:t>وأتعس منها كلُّ حقيقة تحتشم</w:t>
      </w:r>
      <w:r w:rsidR="00F13C51">
        <w:rPr>
          <w:rtl/>
        </w:rPr>
        <w:t>،</w:t>
      </w:r>
      <w:r w:rsidRPr="00ED7148">
        <w:rPr>
          <w:rtl/>
        </w:rPr>
        <w:t xml:space="preserve"> إذ تترك الحرف يتربَّع بها ويتأنَّق بإدراجها في لفَّة الزمر</w:t>
      </w:r>
      <w:r w:rsidR="00F13C51">
        <w:rPr>
          <w:rtl/>
        </w:rPr>
        <w:t>،</w:t>
      </w:r>
      <w:r w:rsidRPr="00ED7148">
        <w:rPr>
          <w:rtl/>
        </w:rPr>
        <w:t xml:space="preserve"> فإذا بها تترك ملفوفة بحشمتها</w:t>
      </w:r>
      <w:r w:rsidR="00F13C51">
        <w:rPr>
          <w:rtl/>
        </w:rPr>
        <w:t>،</w:t>
      </w:r>
      <w:r w:rsidRPr="00ED7148">
        <w:rPr>
          <w:rtl/>
        </w:rPr>
        <w:t xml:space="preserve"> وينبري الحرف يتبجَّح بأنَّه هو الصدفة</w:t>
      </w:r>
      <w:r w:rsidR="00F13C51">
        <w:rPr>
          <w:rtl/>
        </w:rPr>
        <w:t>،</w:t>
      </w:r>
      <w:r w:rsidRPr="00ED7148">
        <w:rPr>
          <w:rtl/>
        </w:rPr>
        <w:t xml:space="preserve"> ولولاه لما كانت بَهْرَجَة ولا لؤلؤة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تلك هي قِصَّة الحسين الطفل فوق مِنكبي جَدِّه فوق منبر المسجد</w:t>
      </w:r>
      <w:r w:rsidR="00F13C51">
        <w:rPr>
          <w:rtl/>
        </w:rPr>
        <w:t>،</w:t>
      </w:r>
      <w:r w:rsidRPr="00ED7148">
        <w:rPr>
          <w:rtl/>
        </w:rPr>
        <w:t xml:space="preserve"> لقد سمع الناس ورَأوا عاطفة تموع</w:t>
      </w:r>
      <w:r w:rsidR="00F13C51">
        <w:rPr>
          <w:rtl/>
        </w:rPr>
        <w:t>،</w:t>
      </w:r>
      <w:r w:rsidRPr="00ED7148">
        <w:rPr>
          <w:rtl/>
        </w:rPr>
        <w:t xml:space="preserve"> وبادرة يلعب بها طفل اسم أُمِّه فاطمة</w:t>
      </w:r>
      <w:r w:rsidR="00F13C51">
        <w:rPr>
          <w:rtl/>
        </w:rPr>
        <w:t>،</w:t>
      </w:r>
      <w:r w:rsidRPr="00ED7148">
        <w:rPr>
          <w:rtl/>
        </w:rPr>
        <w:t xml:space="preserve"> أمَّا الرمز</w:t>
      </w:r>
      <w:r w:rsidR="00F13C51">
        <w:rPr>
          <w:rtl/>
        </w:rPr>
        <w:t>،</w:t>
      </w:r>
      <w:r w:rsidRPr="00ED7148">
        <w:rPr>
          <w:rtl/>
        </w:rPr>
        <w:t xml:space="preserve"> وأمَّا الصدى فلا عَلاقة للرسالة بهما</w:t>
      </w:r>
      <w:r w:rsidR="00F13C51">
        <w:rPr>
          <w:rtl/>
        </w:rPr>
        <w:t>،</w:t>
      </w:r>
      <w:r w:rsidRPr="00ED7148">
        <w:rPr>
          <w:rtl/>
        </w:rPr>
        <w:t xml:space="preserve"> كأنَّ النبي العظيم الذي أخضع الجزيرة برُمَّتها وجعلها تسجد أمام عظمة الحَقِّ</w:t>
      </w:r>
      <w:r w:rsidR="00F13C51">
        <w:rPr>
          <w:rtl/>
        </w:rPr>
        <w:t>،</w:t>
      </w:r>
      <w:r w:rsidRPr="00ED7148">
        <w:rPr>
          <w:rtl/>
        </w:rPr>
        <w:t xml:space="preserve"> ونجَّاها مِن طفولة بائسة</w:t>
      </w:r>
      <w:r w:rsidR="00F13C51">
        <w:rPr>
          <w:rtl/>
        </w:rPr>
        <w:t>،</w:t>
      </w:r>
      <w:r w:rsidRPr="00ED7148">
        <w:rPr>
          <w:rtl/>
        </w:rPr>
        <w:t xml:space="preserve"> ما كانت تلعب إلاَّ بالتُّرُّهات والخَرزات الزرق</w:t>
      </w:r>
      <w:r w:rsidR="00F13C51">
        <w:rPr>
          <w:rtl/>
        </w:rPr>
        <w:t>،</w:t>
      </w:r>
      <w:r w:rsidRPr="00ED7148">
        <w:rPr>
          <w:rtl/>
        </w:rPr>
        <w:t xml:space="preserve"> ليس له إلاَّ أنْ يُلاعب طفلاً اسمه الحسين</w:t>
      </w:r>
      <w:r w:rsidR="00F13C51">
        <w:rPr>
          <w:rtl/>
        </w:rPr>
        <w:t>؛</w:t>
      </w:r>
      <w:r w:rsidRPr="00ED7148">
        <w:rPr>
          <w:rtl/>
        </w:rPr>
        <w:t xml:space="preserve"> لا لشيء إلاَّ لأنَّ أُمَّه اسمها فاطمة</w:t>
      </w:r>
      <w:r w:rsidR="00F13C51">
        <w:rPr>
          <w:rtl/>
        </w:rPr>
        <w:t>،</w:t>
      </w:r>
      <w:r w:rsidRPr="00ED7148">
        <w:rPr>
          <w:rtl/>
        </w:rPr>
        <w:t xml:space="preserve"> ولأنَّها ابنته مِن لحمه ودمه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أمَّا الطفل الصغير الذي كان مجذوباً إلى منكبي جَدِّه</w:t>
      </w:r>
      <w:r w:rsidR="00F13C51">
        <w:rPr>
          <w:rtl/>
        </w:rPr>
        <w:t>،</w:t>
      </w:r>
      <w:r w:rsidRPr="00ED7148">
        <w:rPr>
          <w:rtl/>
        </w:rPr>
        <w:t xml:space="preserve"> وهو يُملي على الناس كيف لهم أنْ يجتمعوا دائماً مع كلِّ غَدٍ</w:t>
      </w:r>
      <w:r w:rsidR="00F13C51">
        <w:rPr>
          <w:rtl/>
        </w:rPr>
        <w:t>،</w:t>
      </w:r>
      <w:r w:rsidRPr="00ED7148">
        <w:rPr>
          <w:rtl/>
        </w:rPr>
        <w:t xml:space="preserve"> فإنَّه وحده</w:t>
      </w:r>
      <w:r w:rsidR="00F13C51">
        <w:rPr>
          <w:rtl/>
        </w:rPr>
        <w:t xml:space="preserve"> - </w:t>
      </w:r>
      <w:r w:rsidRPr="00ED7148">
        <w:rPr>
          <w:rtl/>
        </w:rPr>
        <w:t>على الأقل</w:t>
      </w:r>
      <w:r w:rsidR="00F13C51">
        <w:rPr>
          <w:rtl/>
        </w:rPr>
        <w:t xml:space="preserve"> - </w:t>
      </w:r>
      <w:r w:rsidRPr="00ED7148">
        <w:rPr>
          <w:rtl/>
        </w:rPr>
        <w:t>راح ينحفر في نفسه</w:t>
      </w:r>
      <w:r w:rsidR="00F13C51">
        <w:rPr>
          <w:rtl/>
        </w:rPr>
        <w:t>،</w:t>
      </w:r>
      <w:r w:rsidRPr="00ED7148">
        <w:rPr>
          <w:rtl/>
        </w:rPr>
        <w:t xml:space="preserve"> بأنَّ الرسالة الكبيرة هي التي يغار جَدُّه عليها</w:t>
      </w:r>
      <w:r w:rsidR="00F13C51">
        <w:rPr>
          <w:rtl/>
        </w:rPr>
        <w:t>،</w:t>
      </w:r>
      <w:r w:rsidRPr="00ED7148">
        <w:rPr>
          <w:rtl/>
        </w:rPr>
        <w:t xml:space="preserve"> وهي التي يعتبرها دعامة اليوم لتكون دعامة الغَدِ</w:t>
      </w:r>
      <w:r w:rsidR="00C327EB">
        <w:rPr>
          <w:rtl/>
        </w:rPr>
        <w:t>.</w:t>
      </w:r>
      <w:r w:rsidRPr="00ED7148">
        <w:rPr>
          <w:rtl/>
        </w:rPr>
        <w:t xml:space="preserve"> إنَّ هذه اللحظة</w:t>
      </w:r>
      <w:r w:rsidR="00F13C51">
        <w:rPr>
          <w:rtl/>
        </w:rPr>
        <w:t xml:space="preserve"> - </w:t>
      </w:r>
      <w:r w:rsidRPr="00ED7148">
        <w:rPr>
          <w:rtl/>
        </w:rPr>
        <w:t>بالذات</w:t>
      </w:r>
      <w:r w:rsidR="00F13C51">
        <w:rPr>
          <w:rtl/>
        </w:rPr>
        <w:t xml:space="preserve"> - </w:t>
      </w:r>
      <w:r w:rsidRPr="00ED7148">
        <w:rPr>
          <w:rtl/>
        </w:rPr>
        <w:t>هي التي تحفر في نفسه عُمق القضيَّة</w:t>
      </w:r>
      <w:r w:rsidR="00F13C51">
        <w:rPr>
          <w:rtl/>
        </w:rPr>
        <w:t>،</w:t>
      </w:r>
      <w:r w:rsidRPr="00ED7148">
        <w:rPr>
          <w:rtl/>
        </w:rPr>
        <w:t xml:space="preserve"> وعُمق المسؤوليَّة</w:t>
      </w:r>
      <w:r w:rsidR="00F13C51">
        <w:rPr>
          <w:rtl/>
        </w:rPr>
        <w:t>،</w:t>
      </w:r>
      <w:r w:rsidRPr="00ED7148">
        <w:rPr>
          <w:rtl/>
        </w:rPr>
        <w:t xml:space="preserve"> وعُمق الوصيَّة</w:t>
      </w:r>
      <w:r w:rsidR="00F13C51">
        <w:rPr>
          <w:rtl/>
        </w:rPr>
        <w:t>،</w:t>
      </w:r>
      <w:r w:rsidRPr="00ED7148">
        <w:rPr>
          <w:rtl/>
        </w:rPr>
        <w:t xml:space="preserve"> وعُمق الرمز الذي هو كلُّ الصدى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9" w:name="_Toc395088363"/>
      <w:r w:rsidRPr="00ED7148">
        <w:rPr>
          <w:rtl/>
        </w:rPr>
        <w:lastRenderedPageBreak/>
        <w:t>حَجَّة الوَداع</w:t>
      </w:r>
      <w:bookmarkEnd w:id="9"/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ولن تُفلت حَجَّة الوداع مِن تَمنِّينا</w:t>
      </w:r>
      <w:r w:rsidR="00F13C51">
        <w:rPr>
          <w:rtl/>
        </w:rPr>
        <w:t>،</w:t>
      </w:r>
      <w:r w:rsidRPr="00ED7148">
        <w:rPr>
          <w:rtl/>
        </w:rPr>
        <w:t xml:space="preserve"> لو أنَّها لم تكن وداعاً بمعناها الحرفي</w:t>
      </w:r>
      <w:r w:rsidR="00F13C51">
        <w:rPr>
          <w:rtl/>
        </w:rPr>
        <w:t>،</w:t>
      </w:r>
      <w:r w:rsidRPr="00ED7148">
        <w:rPr>
          <w:rtl/>
        </w:rPr>
        <w:t xml:space="preserve"> إلاَّ بعد عشرين حَجَّة أُخرى</w:t>
      </w:r>
      <w:r w:rsidR="00F13C51">
        <w:rPr>
          <w:rtl/>
        </w:rPr>
        <w:t>،</w:t>
      </w:r>
      <w:r w:rsidRPr="00ED7148">
        <w:rPr>
          <w:rtl/>
        </w:rPr>
        <w:t xml:space="preserve"> على الأقلِّ</w:t>
      </w:r>
      <w:r w:rsidR="00F13C51">
        <w:rPr>
          <w:rtl/>
        </w:rPr>
        <w:t>،</w:t>
      </w:r>
      <w:r w:rsidRPr="00ED7148">
        <w:rPr>
          <w:rtl/>
        </w:rPr>
        <w:t xml:space="preserve"> بمعناها ا</w:t>
      </w:r>
      <w:r w:rsidR="002C2DD7">
        <w:rPr>
          <w:rtl/>
        </w:rPr>
        <w:t>لمـُ</w:t>
      </w:r>
      <w:r w:rsidRPr="00ED7148">
        <w:rPr>
          <w:rtl/>
        </w:rPr>
        <w:t>شتاق إلى إطالة العهد مع صاحب البعث</w:t>
      </w:r>
      <w:r w:rsidR="00F13C51">
        <w:rPr>
          <w:rtl/>
        </w:rPr>
        <w:t>،</w:t>
      </w:r>
      <w:r w:rsidRPr="00ED7148">
        <w:rPr>
          <w:rtl/>
        </w:rPr>
        <w:t xml:space="preserve"> وحامل الحَقِّ والهداية</w:t>
      </w:r>
      <w:r w:rsidR="00F13C51">
        <w:rPr>
          <w:rtl/>
        </w:rPr>
        <w:t>،</w:t>
      </w:r>
      <w:r w:rsidRPr="00ED7148">
        <w:rPr>
          <w:rtl/>
        </w:rPr>
        <w:t xml:space="preserve"> في سبيل تمتين الحُفر في النفوس</w:t>
      </w:r>
      <w:r w:rsidR="00F13C51">
        <w:rPr>
          <w:rtl/>
        </w:rPr>
        <w:t>،</w:t>
      </w:r>
      <w:r w:rsidRPr="00ED7148">
        <w:rPr>
          <w:rtl/>
        </w:rPr>
        <w:t xml:space="preserve"> فينمو عودها أنقى</w:t>
      </w:r>
      <w:r w:rsidR="00F13C51">
        <w:rPr>
          <w:rtl/>
        </w:rPr>
        <w:t>،</w:t>
      </w:r>
      <w:r w:rsidRPr="00ED7148">
        <w:rPr>
          <w:rtl/>
        </w:rPr>
        <w:t xml:space="preserve"> وأصلب</w:t>
      </w:r>
      <w:r w:rsidR="00F13C51">
        <w:rPr>
          <w:rtl/>
        </w:rPr>
        <w:t>،</w:t>
      </w:r>
      <w:r w:rsidRPr="00ED7148">
        <w:rPr>
          <w:rtl/>
        </w:rPr>
        <w:t xml:space="preserve"> وأثبت في واقع اللمس وترسيخ ا</w:t>
      </w:r>
      <w:r w:rsidR="002C2DD7">
        <w:rPr>
          <w:rtl/>
        </w:rPr>
        <w:t>لمـُ</w:t>
      </w:r>
      <w:r w:rsidRPr="00ED7148">
        <w:rPr>
          <w:rtl/>
        </w:rPr>
        <w:t>ران</w:t>
      </w:r>
      <w:r w:rsidR="00F13C51">
        <w:rPr>
          <w:rtl/>
        </w:rPr>
        <w:t>،</w:t>
      </w:r>
      <w:r w:rsidRPr="00ED7148">
        <w:rPr>
          <w:rtl/>
        </w:rPr>
        <w:t xml:space="preserve"> ولكنَّها حصلت كأنَّها الحُلم في صباح تكدَّرت شمسه بمضيضٍ مِن كسوف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هل كانت حَجَّة الوداع أكثر مِن اسطوانة تخبَّأت فيها وصيَّة</w:t>
      </w:r>
      <w:r w:rsidR="00106DAF">
        <w:rPr>
          <w:rtl/>
        </w:rPr>
        <w:t>؟</w:t>
      </w:r>
      <w:r w:rsidRPr="00ED7148">
        <w:rPr>
          <w:rtl/>
        </w:rPr>
        <w:t xml:space="preserve"> ولكنَّ الجماهير الغفيرة الذين امتلأت بهم قافلة الطريق</w:t>
      </w:r>
      <w:r w:rsidR="00F13C51">
        <w:rPr>
          <w:rtl/>
        </w:rPr>
        <w:t>،</w:t>
      </w:r>
      <w:r w:rsidRPr="00ED7148">
        <w:rPr>
          <w:rtl/>
        </w:rPr>
        <w:t xml:space="preserve"> بين المدينة ومَكَّة</w:t>
      </w:r>
      <w:r w:rsidR="00F13C51">
        <w:rPr>
          <w:rtl/>
        </w:rPr>
        <w:t>،</w:t>
      </w:r>
      <w:r w:rsidRPr="00ED7148">
        <w:rPr>
          <w:rtl/>
        </w:rPr>
        <w:t xml:space="preserve"> ما كانوا يمشون إلاَّ بحَفاء الأمس</w:t>
      </w:r>
      <w:r w:rsidR="00F13C51">
        <w:rPr>
          <w:rtl/>
        </w:rPr>
        <w:t xml:space="preserve"> - </w:t>
      </w:r>
      <w:r w:rsidRPr="00ED7148">
        <w:rPr>
          <w:rtl/>
        </w:rPr>
        <w:t>صحيح أنَّ ولادة جديدة قد كحَّلتهم بنورٍ جديدٍ</w:t>
      </w:r>
      <w:r w:rsidR="00F13C51">
        <w:rPr>
          <w:rtl/>
        </w:rPr>
        <w:t>،</w:t>
      </w:r>
      <w:r w:rsidRPr="00ED7148">
        <w:rPr>
          <w:rtl/>
        </w:rPr>
        <w:t xml:space="preserve"> ولكنَّه نور لم يتسرَّب بعد إلى عُمق الحدقة</w:t>
      </w:r>
      <w:r w:rsidR="00F13C51">
        <w:rPr>
          <w:rtl/>
        </w:rPr>
        <w:t>،</w:t>
      </w:r>
      <w:r w:rsidRPr="00ED7148">
        <w:rPr>
          <w:rtl/>
        </w:rPr>
        <w:t xml:space="preserve"> ولم تختزنه الطويَّة بعد</w:t>
      </w:r>
      <w:r w:rsidR="00F13C51">
        <w:rPr>
          <w:rtl/>
        </w:rPr>
        <w:t>،</w:t>
      </w:r>
      <w:r w:rsidRPr="00ED7148">
        <w:rPr>
          <w:rtl/>
        </w:rPr>
        <w:t xml:space="preserve"> فيُصبح جزءاً منها</w:t>
      </w:r>
      <w:r w:rsidR="00F13C51">
        <w:rPr>
          <w:rtl/>
        </w:rPr>
        <w:t xml:space="preserve"> - </w:t>
      </w:r>
      <w:r w:rsidRPr="00ED7148">
        <w:rPr>
          <w:rtl/>
        </w:rPr>
        <w:t>يا أُمْنَية وهي تضرُّع</w:t>
      </w:r>
      <w:r w:rsidR="00F13C51">
        <w:rPr>
          <w:rtl/>
        </w:rPr>
        <w:t xml:space="preserve"> - </w:t>
      </w:r>
      <w:r w:rsidRPr="00ED7148">
        <w:rPr>
          <w:rtl/>
        </w:rPr>
        <w:t>لو أنَّ حَجَّة الوداع ما حصلت إلاَّ بعد ثلاثين مِن سنوات الهِجرة</w:t>
      </w:r>
      <w:r w:rsidR="00F13C51">
        <w:rPr>
          <w:rtl/>
        </w:rPr>
        <w:t>،</w:t>
      </w:r>
      <w:r w:rsidRPr="00ED7148">
        <w:rPr>
          <w:rtl/>
        </w:rPr>
        <w:t xml:space="preserve"> أو بعد أربعين إذا يصحُّ التمنِّي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tl/>
        </w:rPr>
        <w:t>أمَّا الوصيَّة في غدير خُمٍّ</w:t>
      </w:r>
      <w:r w:rsidR="00F13C51">
        <w:rPr>
          <w:rtl/>
        </w:rPr>
        <w:t>،</w:t>
      </w:r>
      <w:r w:rsidRPr="00A37385">
        <w:rPr>
          <w:rtl/>
        </w:rPr>
        <w:t xml:space="preserve"> فإنَّها هي التي برزت بثوب الرمز اللطيف</w:t>
      </w:r>
      <w:r w:rsidR="00F13C51">
        <w:rPr>
          <w:rtl/>
        </w:rPr>
        <w:t>،</w:t>
      </w:r>
      <w:r w:rsidRPr="00A37385">
        <w:rPr>
          <w:rtl/>
        </w:rPr>
        <w:t xml:space="preserve"> ما شربت الاَّ عطشها ا</w:t>
      </w:r>
      <w:r w:rsidR="002C2DD7">
        <w:rPr>
          <w:rtl/>
        </w:rPr>
        <w:t>لمـُ</w:t>
      </w:r>
      <w:r w:rsidRPr="00A37385">
        <w:rPr>
          <w:rtl/>
        </w:rPr>
        <w:t>قدَّس</w:t>
      </w:r>
      <w:r w:rsidR="00C327EB">
        <w:rPr>
          <w:rtl/>
        </w:rPr>
        <w:t xml:space="preserve"> ...</w:t>
      </w:r>
      <w:r w:rsidRPr="00A37385">
        <w:rPr>
          <w:rtl/>
        </w:rPr>
        <w:t xml:space="preserve"> ألم يتوسَّل النبي الكريم</w:t>
      </w:r>
      <w:r w:rsidR="00F13C51">
        <w:rPr>
          <w:rtl/>
        </w:rPr>
        <w:t xml:space="preserve"> - </w:t>
      </w:r>
      <w:r w:rsidRPr="00A37385">
        <w:rPr>
          <w:rtl/>
        </w:rPr>
        <w:t>وهو الذي توسَّلت إليه مهابات وجلالات</w:t>
      </w:r>
      <w:r w:rsidR="00F13C51">
        <w:rPr>
          <w:rtl/>
        </w:rPr>
        <w:t xml:space="preserve"> - </w:t>
      </w:r>
      <w:r w:rsidRPr="00A37385">
        <w:rPr>
          <w:rtl/>
        </w:rPr>
        <w:t>وهو يقول</w:t>
      </w:r>
      <w:r w:rsidR="00F13C51">
        <w:rPr>
          <w:rtl/>
        </w:rPr>
        <w:t>:</w:t>
      </w:r>
      <w:r w:rsidRPr="00A37385">
        <w:rPr>
          <w:rtl/>
        </w:rPr>
        <w:t xml:space="preserve"> </w:t>
      </w:r>
      <w:r w:rsidRPr="003A7CC2">
        <w:rPr>
          <w:rStyle w:val="libBold2Char"/>
          <w:rtl/>
        </w:rPr>
        <w:t>( عليٌّ منِّي وأنا مِن عليٍّ )</w:t>
      </w:r>
      <w:r w:rsidR="00F13C51">
        <w:rPr>
          <w:rtl/>
        </w:rPr>
        <w:t>،</w:t>
      </w:r>
      <w:r w:rsidRPr="00A37385">
        <w:rPr>
          <w:rtl/>
        </w:rPr>
        <w:t xml:space="preserve"> </w:t>
      </w:r>
      <w:r w:rsidRPr="003A7CC2">
        <w:rPr>
          <w:rStyle w:val="libBold2Char"/>
          <w:rtl/>
        </w:rPr>
        <w:t>( مَن كنت مولاه فهذا عليٌّ مولاه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اللَّهمَّ والِ مَن والاه وعاد مَن عاداه )</w:t>
      </w:r>
      <w:r w:rsidR="00F13C51">
        <w:rPr>
          <w:rtl/>
        </w:rPr>
        <w:t>،</w:t>
      </w:r>
      <w:r w:rsidRPr="00A37385">
        <w:rPr>
          <w:rtl/>
        </w:rPr>
        <w:t xml:space="preserve"> </w:t>
      </w:r>
      <w:r w:rsidRPr="003A7CC2">
        <w:rPr>
          <w:rStyle w:val="libBold2Char"/>
          <w:rtl/>
        </w:rPr>
        <w:t>( إنِّي مُخلِّف فيكم ما إنْ تمسَّكتم به لن تضلُّوا مِن بعدي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كتاب الله وعِترتي أهل بيتي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فإنَّهما لن يفترقا حتَّى يردا عليَّ الحوض )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تلك هي الوصيَّة</w:t>
      </w:r>
      <w:r w:rsidR="00F13C51">
        <w:rPr>
          <w:rtl/>
        </w:rPr>
        <w:t>،</w:t>
      </w:r>
      <w:r w:rsidRPr="00ED7148">
        <w:rPr>
          <w:rtl/>
        </w:rPr>
        <w:t xml:space="preserve"> لقد عطشت بها وإليها حَجَّة الوداع</w:t>
      </w:r>
      <w:r w:rsidR="00C327EB">
        <w:rPr>
          <w:rtl/>
        </w:rPr>
        <w:t>.</w:t>
      </w:r>
      <w:r w:rsidRPr="00ED7148">
        <w:rPr>
          <w:rtl/>
        </w:rPr>
        <w:t xml:space="preserve"> أمَّا السامعون غدير خُمٍّ</w:t>
      </w:r>
      <w:r w:rsidR="00F13C51">
        <w:rPr>
          <w:rtl/>
        </w:rPr>
        <w:t>،</w:t>
      </w:r>
      <w:r w:rsidRPr="00ED7148">
        <w:rPr>
          <w:rtl/>
        </w:rPr>
        <w:t xml:space="preserve"> فإنَّهم هم الذين كانوا يسمعون في صباح الأمس</w:t>
      </w:r>
      <w:r w:rsidR="00F13C51">
        <w:rPr>
          <w:rtl/>
        </w:rPr>
        <w:t>،</w:t>
      </w:r>
      <w:r w:rsidRPr="00ED7148">
        <w:rPr>
          <w:rtl/>
        </w:rPr>
        <w:t xml:space="preserve"> وهم جالسون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ED7148">
        <w:rPr>
          <w:rtl/>
        </w:rPr>
        <w:lastRenderedPageBreak/>
        <w:t>القُرفصاء</w:t>
      </w:r>
      <w:r w:rsidR="00F13C51">
        <w:rPr>
          <w:rtl/>
        </w:rPr>
        <w:t>،</w:t>
      </w:r>
      <w:r w:rsidRPr="00ED7148">
        <w:rPr>
          <w:rtl/>
        </w:rPr>
        <w:t xml:space="preserve"> بين يدي مَن ينزل عليهم الآيات</w:t>
      </w:r>
      <w:r w:rsidR="00F13C51">
        <w:rPr>
          <w:rtl/>
        </w:rPr>
        <w:t>،</w:t>
      </w:r>
      <w:r w:rsidRPr="00ED7148">
        <w:rPr>
          <w:rtl/>
        </w:rPr>
        <w:t xml:space="preserve"> لقد قالوا في تلك الساعة</w:t>
      </w:r>
      <w:r w:rsidR="00F13C51">
        <w:rPr>
          <w:rtl/>
        </w:rPr>
        <w:t>:</w:t>
      </w:r>
      <w:r w:rsidRPr="00ED7148">
        <w:rPr>
          <w:rtl/>
        </w:rPr>
        <w:t xml:space="preserve"> ما أطيب الرسول يُداعب ابن بنته فاطمة</w:t>
      </w:r>
      <w:r w:rsidR="00F13C51">
        <w:rPr>
          <w:rtl/>
        </w:rPr>
        <w:t>،</w:t>
      </w:r>
      <w:r w:rsidRPr="00ED7148">
        <w:rPr>
          <w:rtl/>
        </w:rPr>
        <w:t xml:space="preserve"> وها هم الآن يُردِّدون القول في غدير خُمٍّ</w:t>
      </w:r>
      <w:r w:rsidR="00F13C51">
        <w:rPr>
          <w:rtl/>
        </w:rPr>
        <w:t>:</w:t>
      </w:r>
      <w:r w:rsidRPr="00ED7148">
        <w:rPr>
          <w:rtl/>
        </w:rPr>
        <w:t xml:space="preserve"> ما اشدَّ حُبِّه لعليٍّ</w:t>
      </w:r>
      <w:r w:rsidR="00F13C51">
        <w:rPr>
          <w:rtl/>
        </w:rPr>
        <w:t>،</w:t>
      </w:r>
      <w:r w:rsidRPr="00ED7148">
        <w:rPr>
          <w:rtl/>
        </w:rPr>
        <w:t xml:space="preserve"> أتراه دائماً يُحبُّه أكثر مِن أيِّ واحدٍ مِنَّا</w:t>
      </w:r>
      <w:r w:rsidR="00106DAF">
        <w:rPr>
          <w:rtl/>
        </w:rPr>
        <w:t>؟</w:t>
      </w:r>
      <w:r w:rsidRPr="00ED7148">
        <w:rPr>
          <w:rtl/>
        </w:rPr>
        <w:t xml:space="preserve"> يا للوعي ا</w:t>
      </w:r>
      <w:r w:rsidR="002C2DD7">
        <w:rPr>
          <w:rtl/>
        </w:rPr>
        <w:t>لمـَ</w:t>
      </w:r>
      <w:r w:rsidRPr="00ED7148">
        <w:rPr>
          <w:rtl/>
        </w:rPr>
        <w:t>مزوق</w:t>
      </w:r>
      <w:r w:rsidR="00106DAF">
        <w:rPr>
          <w:rtl/>
        </w:rPr>
        <w:t>!</w:t>
      </w:r>
      <w:r w:rsidRPr="00ED7148">
        <w:rPr>
          <w:rtl/>
        </w:rPr>
        <w:t xml:space="preserve"> كم يلزمه مِن المِران والصفاء</w:t>
      </w:r>
      <w:r w:rsidR="00F13C51">
        <w:rPr>
          <w:rtl/>
        </w:rPr>
        <w:t>،</w:t>
      </w:r>
      <w:r w:rsidRPr="00ED7148">
        <w:rPr>
          <w:rtl/>
        </w:rPr>
        <w:t xml:space="preserve"> </w:t>
      </w:r>
      <w:r w:rsidR="00F13C51">
        <w:rPr>
          <w:rtl/>
        </w:rPr>
        <w:t>حتَّى يستوي الفهم فيه والرواء</w:t>
      </w:r>
      <w:r w:rsidR="00106DAF">
        <w:rPr>
          <w:rtl/>
        </w:rPr>
        <w:t>!</w:t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2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غير أنَّ الوصيَّة ما كانت بحاجة إلى حَجَّة الوداع</w:t>
      </w:r>
      <w:r w:rsidR="00F13C51">
        <w:rPr>
          <w:rtl/>
        </w:rPr>
        <w:t>،</w:t>
      </w:r>
      <w:r w:rsidRPr="00ED7148">
        <w:rPr>
          <w:rtl/>
        </w:rPr>
        <w:t xml:space="preserve"> حتَّى يتناولها النبيُّ ا</w:t>
      </w:r>
      <w:r w:rsidR="002C2DD7">
        <w:rPr>
          <w:rtl/>
        </w:rPr>
        <w:t>لمـُ</w:t>
      </w:r>
      <w:r w:rsidRPr="00ED7148">
        <w:rPr>
          <w:rtl/>
        </w:rPr>
        <w:t>تممِّ حُجَّته ما بين يدي ربِّه الرحيم</w:t>
      </w:r>
      <w:r w:rsidR="00F13C51">
        <w:rPr>
          <w:rtl/>
        </w:rPr>
        <w:t>،</w:t>
      </w:r>
      <w:r w:rsidRPr="00ED7148">
        <w:rPr>
          <w:rtl/>
        </w:rPr>
        <w:t xml:space="preserve"> مِن تحت أُبط عليٍّ</w:t>
      </w:r>
      <w:r w:rsidR="00F13C51">
        <w:rPr>
          <w:rtl/>
        </w:rPr>
        <w:t>،</w:t>
      </w:r>
      <w:r w:rsidRPr="00ED7148">
        <w:rPr>
          <w:rtl/>
        </w:rPr>
        <w:t xml:space="preserve"> ليعرضها على الناس فيصدُّقوه</w:t>
      </w:r>
      <w:r w:rsidR="00106DAF">
        <w:rPr>
          <w:rtl/>
        </w:rPr>
        <w:t>!</w:t>
      </w:r>
      <w:r w:rsidRPr="00ED7148">
        <w:rPr>
          <w:rtl/>
        </w:rPr>
        <w:t xml:space="preserve"> لا</w:t>
      </w:r>
      <w:r w:rsidR="00F13C51">
        <w:rPr>
          <w:rtl/>
        </w:rPr>
        <w:t xml:space="preserve"> - </w:t>
      </w:r>
      <w:r w:rsidRPr="00ED7148">
        <w:rPr>
          <w:rtl/>
        </w:rPr>
        <w:t>وأيْمَ الحَقِّ</w:t>
      </w:r>
      <w:r w:rsidR="00F13C51">
        <w:rPr>
          <w:rtl/>
        </w:rPr>
        <w:t xml:space="preserve"> - </w:t>
      </w:r>
      <w:r w:rsidRPr="00ED7148">
        <w:rPr>
          <w:rtl/>
        </w:rPr>
        <w:t>لقد كانت الوصيَّة مدقوقة كالوشم فوق جبين عليٍّ</w:t>
      </w:r>
      <w:r w:rsidR="00F13C51">
        <w:rPr>
          <w:rtl/>
        </w:rPr>
        <w:t>،</w:t>
      </w:r>
      <w:r w:rsidRPr="00ED7148">
        <w:rPr>
          <w:rtl/>
        </w:rPr>
        <w:t xml:space="preserve"> إنَّها مِن سجاياه الناضحة مِن طويَّته الكريمة</w:t>
      </w:r>
      <w:r w:rsidR="00F13C51">
        <w:rPr>
          <w:rtl/>
        </w:rPr>
        <w:t xml:space="preserve"> - </w:t>
      </w:r>
      <w:r w:rsidRPr="00ED7148">
        <w:rPr>
          <w:rtl/>
        </w:rPr>
        <w:t>لا التاريخ عَمْيَ</w:t>
      </w:r>
      <w:r w:rsidR="00F13C51">
        <w:rPr>
          <w:rtl/>
        </w:rPr>
        <w:t>،</w:t>
      </w:r>
      <w:r w:rsidRPr="00ED7148">
        <w:rPr>
          <w:rtl/>
        </w:rPr>
        <w:t xml:space="preserve"> ولا أيَّ رجل كريم مِن رجالات ذلك العصر كان يعمى عن قراءة الحقيقة</w:t>
      </w:r>
      <w:r w:rsidR="00F13C51">
        <w:rPr>
          <w:rtl/>
        </w:rPr>
        <w:t>،</w:t>
      </w:r>
      <w:r w:rsidRPr="00ED7148">
        <w:rPr>
          <w:rtl/>
        </w:rPr>
        <w:t xml:space="preserve"> ولكنَّ سياسة الزُّعماء ا</w:t>
      </w:r>
      <w:r w:rsidR="002C2DD7">
        <w:rPr>
          <w:rtl/>
        </w:rPr>
        <w:t>لمـُ</w:t>
      </w:r>
      <w:r w:rsidRPr="00ED7148">
        <w:rPr>
          <w:rtl/>
        </w:rPr>
        <w:t>تشرِّبين روح القبليَّة هي العميَّة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لم يكن عمر بن الخطَّاب ضعيف السجيَّة</w:t>
      </w:r>
      <w:r w:rsidR="00F13C51">
        <w:rPr>
          <w:rtl/>
        </w:rPr>
        <w:t>،</w:t>
      </w:r>
      <w:r w:rsidRPr="00ED7148">
        <w:rPr>
          <w:rtl/>
        </w:rPr>
        <w:t xml:space="preserve"> إنَّه عنصر فطنة بين الرجال</w:t>
      </w:r>
      <w:r w:rsidR="00F13C51">
        <w:rPr>
          <w:rtl/>
        </w:rPr>
        <w:t>،</w:t>
      </w:r>
      <w:r w:rsidRPr="00ED7148">
        <w:rPr>
          <w:rtl/>
        </w:rPr>
        <w:t xml:space="preserve"> وإنَّه عقل تمكَّن مِن احتواء الوسيع مِن الرشد في مجال الحياة</w:t>
      </w:r>
      <w:r w:rsidR="00F13C51">
        <w:rPr>
          <w:rtl/>
        </w:rPr>
        <w:t>،</w:t>
      </w:r>
      <w:r w:rsidRPr="00ED7148">
        <w:rPr>
          <w:rtl/>
        </w:rPr>
        <w:t xml:space="preserve"> ولكنَّ عنهجهيَّة قبليَّة نائمة في بطانة نفسه</w:t>
      </w:r>
      <w:r w:rsidR="00F13C51">
        <w:rPr>
          <w:rtl/>
        </w:rPr>
        <w:t>،</w:t>
      </w:r>
      <w:r w:rsidRPr="00ED7148">
        <w:rPr>
          <w:rtl/>
        </w:rPr>
        <w:t xml:space="preserve"> ما سمحت له ولا قبلت أنْ يتقدَّم عليه وعلى أمثاله مِن وجهاء الجزيرة</w:t>
      </w:r>
      <w:r w:rsidR="00F13C51">
        <w:rPr>
          <w:rtl/>
        </w:rPr>
        <w:t xml:space="preserve"> - </w:t>
      </w:r>
      <w:r w:rsidRPr="00ED7148">
        <w:rPr>
          <w:rtl/>
        </w:rPr>
        <w:t>وبنوع خاصٍّ ا</w:t>
      </w:r>
      <w:r w:rsidR="002C2DD7">
        <w:rPr>
          <w:rtl/>
        </w:rPr>
        <w:t>لمـُ</w:t>
      </w:r>
      <w:r w:rsidRPr="00ED7148">
        <w:rPr>
          <w:rtl/>
        </w:rPr>
        <w:t>سنِّين منهم والبارزين في صفوف الصدارة</w:t>
      </w:r>
      <w:r w:rsidR="00F13C51">
        <w:rPr>
          <w:rtl/>
        </w:rPr>
        <w:t xml:space="preserve"> - </w:t>
      </w:r>
      <w:r w:rsidRPr="00ED7148">
        <w:rPr>
          <w:rtl/>
        </w:rPr>
        <w:t>فتى لا يزال أمرداً</w:t>
      </w:r>
      <w:r w:rsidR="00F13C51">
        <w:rPr>
          <w:rtl/>
        </w:rPr>
        <w:t>،</w:t>
      </w:r>
      <w:r w:rsidRPr="00ED7148">
        <w:rPr>
          <w:rtl/>
        </w:rPr>
        <w:t xml:space="preserve"> أكان هذا الفتى عليَّاً أم كان فتى آخر اسمه أُسامة بن زيد</w:t>
      </w:r>
      <w:r w:rsidR="00106DAF">
        <w:rPr>
          <w:rtl/>
        </w:rPr>
        <w:t>!</w:t>
      </w:r>
      <w:r w:rsidRPr="00ED7148">
        <w:rPr>
          <w:rtl/>
        </w:rPr>
        <w:t xml:space="preserve"> لقد كان حِسُّ ابن الخطَّاب</w:t>
      </w:r>
      <w:r w:rsidR="00F13C51">
        <w:rPr>
          <w:rtl/>
        </w:rPr>
        <w:t xml:space="preserve"> - </w:t>
      </w:r>
      <w:r w:rsidRPr="00ED7148">
        <w:rPr>
          <w:rtl/>
        </w:rPr>
        <w:t>بمركز الزعامة</w:t>
      </w:r>
      <w:r w:rsidR="00F13C51">
        <w:rPr>
          <w:rtl/>
        </w:rPr>
        <w:t xml:space="preserve"> - </w:t>
      </w:r>
      <w:r w:rsidRPr="00ED7148">
        <w:rPr>
          <w:rtl/>
        </w:rPr>
        <w:t>أرجح مِن حِسِّه بقيمة الرسالة</w:t>
      </w:r>
      <w:r w:rsidR="00F13C51">
        <w:rPr>
          <w:rtl/>
        </w:rPr>
        <w:t xml:space="preserve"> - </w:t>
      </w:r>
      <w:r w:rsidRPr="00ED7148">
        <w:rPr>
          <w:rtl/>
        </w:rPr>
        <w:t>لهذا لم يُرِد أنْ يُصغي إلى فِطنة التحسُّب في التلميح بالوصيَّة</w:t>
      </w:r>
      <w:r w:rsidR="00F13C51">
        <w:rPr>
          <w:rtl/>
        </w:rPr>
        <w:t>؛</w:t>
      </w:r>
      <w:r w:rsidRPr="00ED7148">
        <w:rPr>
          <w:rtl/>
        </w:rPr>
        <w:t xml:space="preserve"> ولهذا كان رفضه القبول بولاية عليٍّ بعد غياب الرسول إلى الرفيق الأعلى</w:t>
      </w:r>
      <w:r w:rsidR="00F13C51">
        <w:rPr>
          <w:rtl/>
        </w:rPr>
        <w:t>؛</w:t>
      </w:r>
      <w:r w:rsidRPr="00ED7148">
        <w:rPr>
          <w:rtl/>
        </w:rPr>
        <w:t xml:space="preserve"> ولهذا</w:t>
      </w:r>
      <w:r w:rsidR="00F13C51">
        <w:rPr>
          <w:rtl/>
        </w:rPr>
        <w:t xml:space="preserve"> - </w:t>
      </w:r>
      <w:r w:rsidRPr="00ED7148">
        <w:rPr>
          <w:rtl/>
        </w:rPr>
        <w:t>أيضاً</w:t>
      </w:r>
      <w:r w:rsidR="00F13C51">
        <w:rPr>
          <w:rtl/>
        </w:rPr>
        <w:t xml:space="preserve"> - </w:t>
      </w:r>
      <w:r w:rsidRPr="00ED7148">
        <w:rPr>
          <w:rtl/>
        </w:rPr>
        <w:t>كان رفضه القبول بالفتى أُسامة بن زيد أميراً عليهم في الجيش الموجَّه إلى غزوة الشام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لم يكن هذا وحسب في ميزان عمر</w:t>
      </w:r>
      <w:r w:rsidR="00F13C51">
        <w:rPr>
          <w:rtl/>
        </w:rPr>
        <w:t>،</w:t>
      </w:r>
      <w:r w:rsidRPr="00ED7148">
        <w:rPr>
          <w:rtl/>
        </w:rPr>
        <w:t xml:space="preserve"> بلْ إنَّ هنالك خبيئة مِن الماضي الوخيم تُعشِّش في ضلوعه</w:t>
      </w:r>
      <w:r w:rsidR="00F13C51">
        <w:rPr>
          <w:rtl/>
        </w:rPr>
        <w:t>،</w:t>
      </w:r>
      <w:r w:rsidRPr="00ED7148">
        <w:rPr>
          <w:rtl/>
        </w:rPr>
        <w:t xml:space="preserve"> إنَّها الدودة في وزيعة الإرث</w:t>
      </w:r>
      <w:r w:rsidR="00F13C51">
        <w:rPr>
          <w:rtl/>
        </w:rPr>
        <w:t>،</w:t>
      </w:r>
      <w:r w:rsidRPr="00ED7148">
        <w:rPr>
          <w:rtl/>
        </w:rPr>
        <w:t xml:space="preserve"> إنَّها الأُمويَّة السُّفيانيَّة ضِدَّ الطالبيَّة الهاشميَّة</w:t>
      </w:r>
      <w:r w:rsidR="00F13C51">
        <w:rPr>
          <w:rtl/>
        </w:rPr>
        <w:t>،</w:t>
      </w:r>
      <w:r w:rsidRPr="00ED7148">
        <w:rPr>
          <w:rtl/>
        </w:rPr>
        <w:t xml:space="preserve"> تمرح بين الخطَّين</w:t>
      </w:r>
      <w:r w:rsidR="00F13C51">
        <w:rPr>
          <w:rtl/>
        </w:rPr>
        <w:t>،</w:t>
      </w:r>
      <w:r w:rsidRPr="00ED7148">
        <w:rPr>
          <w:rtl/>
        </w:rPr>
        <w:t xml:space="preserve"> وتقضم مِن لحمة الطرفين</w:t>
      </w:r>
      <w:r w:rsidR="00F13C51">
        <w:rPr>
          <w:rtl/>
        </w:rPr>
        <w:t>،</w:t>
      </w:r>
      <w:r w:rsidRPr="00ED7148">
        <w:rPr>
          <w:rtl/>
        </w:rPr>
        <w:t xml:space="preserve"> إلى أنْ جاءت الرسالة الرضيَّة فتلملمت الدودة إلى خبيئتها في عُتْمة الظنِّ</w:t>
      </w:r>
      <w:r w:rsidR="00F13C51">
        <w:rPr>
          <w:rtl/>
        </w:rPr>
        <w:t>،</w:t>
      </w:r>
      <w:r w:rsidRPr="00ED7148">
        <w:rPr>
          <w:rtl/>
        </w:rPr>
        <w:t xml:space="preserve"> وها هو غياب الرسول يُعيد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F13C51">
      <w:pPr>
        <w:pStyle w:val="libNormal0"/>
        <w:rPr>
          <w:rtl/>
        </w:rPr>
      </w:pPr>
      <w:r w:rsidRPr="00ED7148">
        <w:rPr>
          <w:rtl/>
        </w:rPr>
        <w:lastRenderedPageBreak/>
        <w:t>الدودة إلى مربعها الأوَّل</w:t>
      </w:r>
      <w:r w:rsidR="00F13C51">
        <w:rPr>
          <w:rtl/>
        </w:rPr>
        <w:t>،</w:t>
      </w:r>
      <w:r w:rsidRPr="00ED7148">
        <w:rPr>
          <w:rtl/>
        </w:rPr>
        <w:t xml:space="preserve"> وإذا الوصيَّة بعليٍّ هل الأُولى التي تتناولها بالقضم</w:t>
      </w:r>
      <w:r w:rsidR="00106DAF">
        <w:rPr>
          <w:rtl/>
        </w:rPr>
        <w:t>!</w:t>
      </w:r>
      <w:r w:rsidRPr="00ED7148">
        <w:rPr>
          <w:rtl/>
        </w:rPr>
        <w:t>!! فيا للأُمْنِية تًكرِّر في ضراعتها</w:t>
      </w:r>
      <w:r w:rsidR="00F13C51">
        <w:rPr>
          <w:rtl/>
        </w:rPr>
        <w:t>:</w:t>
      </w:r>
      <w:r w:rsidRPr="00ED7148">
        <w:rPr>
          <w:rtl/>
        </w:rPr>
        <w:t xml:space="preserve"> لو أنَّ حَجَّة الوداع ما حصلت إلاَّ بعد ثلاثين مِن سنوات الهجرة</w:t>
      </w:r>
      <w:r w:rsidR="00F13C51">
        <w:rPr>
          <w:rtl/>
        </w:rPr>
        <w:t>،</w:t>
      </w:r>
      <w:r w:rsidRPr="00ED7148">
        <w:rPr>
          <w:rtl/>
        </w:rPr>
        <w:t xml:space="preserve"> أو بعد أربعين إذا يصحُّ التمنِّي</w:t>
      </w:r>
      <w:r w:rsidR="00106DAF">
        <w:rPr>
          <w:rtl/>
        </w:rPr>
        <w:t>!</w:t>
      </w:r>
      <w:r w:rsidRPr="00ED7148">
        <w:rPr>
          <w:rtl/>
        </w:rPr>
        <w:t xml:space="preserve"> لرُبَّما كان طول المِران ما بين يدي صاحب الرسالة</w:t>
      </w:r>
      <w:r w:rsidR="00F13C51">
        <w:rPr>
          <w:rtl/>
        </w:rPr>
        <w:t>،</w:t>
      </w:r>
      <w:r w:rsidRPr="00ED7148">
        <w:rPr>
          <w:rtl/>
        </w:rPr>
        <w:t xml:space="preserve"> يقضي على دودة كان تئنُّ منها مُجتمع الجزيرة</w:t>
      </w:r>
      <w:r w:rsidR="00F13C51">
        <w:rPr>
          <w:rtl/>
        </w:rPr>
        <w:t>،</w:t>
      </w:r>
      <w:r w:rsidRPr="00ED7148">
        <w:rPr>
          <w:rtl/>
        </w:rPr>
        <w:t xml:space="preserve"> كما تئنُّ</w:t>
      </w:r>
      <w:r w:rsidR="00F13C51">
        <w:rPr>
          <w:rtl/>
        </w:rPr>
        <w:t xml:space="preserve"> - </w:t>
      </w:r>
      <w:r w:rsidRPr="00ED7148">
        <w:rPr>
          <w:rtl/>
        </w:rPr>
        <w:t>أبداً</w:t>
      </w:r>
      <w:r w:rsidR="00F13C51">
        <w:rPr>
          <w:rtl/>
        </w:rPr>
        <w:t xml:space="preserve"> - </w:t>
      </w:r>
      <w:r w:rsidRPr="00ED7148">
        <w:rPr>
          <w:rtl/>
        </w:rPr>
        <w:t>كلُّ واحة خضراء مِن أسراب الجُراد</w:t>
      </w:r>
      <w:r w:rsidR="00C327EB">
        <w:rPr>
          <w:rtl/>
        </w:rPr>
        <w:t>.</w:t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3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هنالك سبب وجيه وأساس خَلْفَ تصرُّف عمر بن الخطاب</w:t>
      </w:r>
      <w:r w:rsidR="00F13C51">
        <w:rPr>
          <w:rtl/>
        </w:rPr>
        <w:t>،</w:t>
      </w:r>
      <w:r w:rsidRPr="00ED7148">
        <w:rPr>
          <w:rtl/>
        </w:rPr>
        <w:t xml:space="preserve"> يُلبِّيه مِن الوراء أبو بكر الصدِّيق بالرضوخ وا</w:t>
      </w:r>
      <w:r w:rsidR="002C2DD7">
        <w:rPr>
          <w:rtl/>
        </w:rPr>
        <w:t>لمـُ</w:t>
      </w:r>
      <w:r w:rsidRPr="00ED7148">
        <w:rPr>
          <w:rtl/>
        </w:rPr>
        <w:t>طاوعة</w:t>
      </w:r>
      <w:r w:rsidR="00F13C51">
        <w:rPr>
          <w:rtl/>
        </w:rPr>
        <w:t>،</w:t>
      </w:r>
      <w:r w:rsidRPr="00ED7148">
        <w:rPr>
          <w:rtl/>
        </w:rPr>
        <w:t xml:space="preserve"> إنَّه يَكمن في فقر الساحة وافتقارها إلى الصفات التي يتحلَّى بها الإمام عليٍّ</w:t>
      </w:r>
      <w:r w:rsidR="00F13C51">
        <w:rPr>
          <w:rtl/>
        </w:rPr>
        <w:t>،</w:t>
      </w:r>
      <w:r w:rsidRPr="00ED7148">
        <w:rPr>
          <w:rtl/>
        </w:rPr>
        <w:t xml:space="preserve"> إنَّ الصدق الذي رفع الرجل إلى سويَّة الرسالة وجعله وحياً منها</w:t>
      </w:r>
      <w:r w:rsidR="00F13C51">
        <w:rPr>
          <w:rtl/>
        </w:rPr>
        <w:t>،</w:t>
      </w:r>
      <w:r w:rsidRPr="00ED7148">
        <w:rPr>
          <w:rtl/>
        </w:rPr>
        <w:t xml:space="preserve"> لم تكن قد حصلت له موجات مِن انعكاسٍ فاعلٍ</w:t>
      </w:r>
      <w:r w:rsidR="00F13C51">
        <w:rPr>
          <w:rtl/>
        </w:rPr>
        <w:t>،</w:t>
      </w:r>
      <w:r w:rsidRPr="00ED7148">
        <w:rPr>
          <w:rtl/>
        </w:rPr>
        <w:t xml:space="preserve"> رشقت الغير وقرَّبته مِن القُطب ا</w:t>
      </w:r>
      <w:r w:rsidR="002C2DD7">
        <w:rPr>
          <w:rtl/>
        </w:rPr>
        <w:t>لمـُ</w:t>
      </w:r>
      <w:r w:rsidRPr="00ED7148">
        <w:rPr>
          <w:rtl/>
        </w:rPr>
        <w:t>مغنط</w:t>
      </w:r>
      <w:r w:rsidR="00F13C51">
        <w:rPr>
          <w:rtl/>
        </w:rPr>
        <w:t>،</w:t>
      </w:r>
      <w:r w:rsidRPr="00ED7148">
        <w:rPr>
          <w:rtl/>
        </w:rPr>
        <w:t xml:space="preserve"> مِن هنا يكون تأثير الثقافات الفكريَّة</w:t>
      </w:r>
      <w:r w:rsidR="00F13C51">
        <w:rPr>
          <w:rtl/>
        </w:rPr>
        <w:t>،</w:t>
      </w:r>
      <w:r w:rsidRPr="00ED7148">
        <w:rPr>
          <w:rtl/>
        </w:rPr>
        <w:t xml:space="preserve"> الروحيَّة</w:t>
      </w:r>
      <w:r w:rsidR="00F13C51">
        <w:rPr>
          <w:rtl/>
        </w:rPr>
        <w:t>،</w:t>
      </w:r>
      <w:r w:rsidRPr="00ED7148">
        <w:rPr>
          <w:rtl/>
        </w:rPr>
        <w:t xml:space="preserve"> الحضاريَّة</w:t>
      </w:r>
      <w:r w:rsidR="00F13C51">
        <w:rPr>
          <w:rtl/>
        </w:rPr>
        <w:t>،</w:t>
      </w:r>
      <w:r w:rsidRPr="00ED7148">
        <w:rPr>
          <w:rtl/>
        </w:rPr>
        <w:t xml:space="preserve"> تتناول مُجتمعاً بأسره</w:t>
      </w:r>
      <w:r w:rsidR="00F13C51">
        <w:rPr>
          <w:rtl/>
        </w:rPr>
        <w:t>،</w:t>
      </w:r>
      <w:r w:rsidRPr="00ED7148">
        <w:rPr>
          <w:rtl/>
        </w:rPr>
        <w:t xml:space="preserve"> وتدمغه بالفهم</w:t>
      </w:r>
      <w:r w:rsidR="00F13C51">
        <w:rPr>
          <w:rtl/>
        </w:rPr>
        <w:t>،</w:t>
      </w:r>
      <w:r w:rsidRPr="00ED7148">
        <w:rPr>
          <w:rtl/>
        </w:rPr>
        <w:t xml:space="preserve"> والحِسِّ والنَّباهة</w:t>
      </w:r>
      <w:r w:rsidR="00F13C51">
        <w:rPr>
          <w:rtl/>
        </w:rPr>
        <w:t>؛</w:t>
      </w:r>
      <w:r w:rsidRPr="00ED7148">
        <w:rPr>
          <w:rtl/>
        </w:rPr>
        <w:t xml:space="preserve"> ومِن هنا يكون المِراس والمِران عاملين قويَّين في عمليَّة تنشيط المواهب ونقلها</w:t>
      </w:r>
      <w:r w:rsidR="00F13C51">
        <w:rPr>
          <w:rtl/>
        </w:rPr>
        <w:t xml:space="preserve"> - </w:t>
      </w:r>
      <w:r w:rsidRPr="00ED7148">
        <w:rPr>
          <w:rtl/>
        </w:rPr>
        <w:t>مِن البَلادة والخُمول</w:t>
      </w:r>
      <w:r w:rsidR="00F13C51">
        <w:rPr>
          <w:rtl/>
        </w:rPr>
        <w:t xml:space="preserve"> - </w:t>
      </w:r>
      <w:r w:rsidRPr="00ED7148">
        <w:rPr>
          <w:rtl/>
        </w:rPr>
        <w:t>إلى التفاعل الحيِّ</w:t>
      </w:r>
      <w:r w:rsidR="00F13C51">
        <w:rPr>
          <w:rtl/>
        </w:rPr>
        <w:t>؛</w:t>
      </w:r>
      <w:r w:rsidRPr="00ED7148">
        <w:rPr>
          <w:rtl/>
        </w:rPr>
        <w:t xml:space="preserve"> ومِن هنا يكون لعليٍّ وصول أوسع</w:t>
      </w:r>
      <w:r w:rsidR="00F13C51">
        <w:rPr>
          <w:rtl/>
        </w:rPr>
        <w:t>،</w:t>
      </w:r>
      <w:r w:rsidRPr="00ED7148">
        <w:rPr>
          <w:rtl/>
        </w:rPr>
        <w:t xml:space="preserve"> تغتني به أوصال ا</w:t>
      </w:r>
      <w:r w:rsidR="002C2DD7">
        <w:rPr>
          <w:rtl/>
        </w:rPr>
        <w:t>لمـُ</w:t>
      </w:r>
      <w:r w:rsidRPr="00ED7148">
        <w:rPr>
          <w:rtl/>
        </w:rPr>
        <w:t>جتمع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كان عليٌّ ساعة حمل الغَمامَ النبي إلى المصدر الأوسع</w:t>
      </w:r>
      <w:r w:rsidR="00F13C51">
        <w:rPr>
          <w:rtl/>
        </w:rPr>
        <w:t>،</w:t>
      </w:r>
      <w:r w:rsidRPr="00ED7148">
        <w:rPr>
          <w:rtl/>
        </w:rPr>
        <w:t xml:space="preserve"> طويَّة ينعكس هو فيها بحقيقته المتيقظة</w:t>
      </w:r>
      <w:r w:rsidR="00F13C51">
        <w:rPr>
          <w:rtl/>
        </w:rPr>
        <w:t>؛</w:t>
      </w:r>
      <w:r w:rsidRPr="00ED7148">
        <w:rPr>
          <w:rtl/>
        </w:rPr>
        <w:t xml:space="preserve"> لهذا كانت سرعة ابن الخطَّاب في هندسة أمير يتسلَّم الأمارة</w:t>
      </w:r>
      <w:r w:rsidR="00F13C51">
        <w:rPr>
          <w:rtl/>
        </w:rPr>
        <w:t>،</w:t>
      </w:r>
      <w:r w:rsidRPr="00ED7148">
        <w:rPr>
          <w:rtl/>
        </w:rPr>
        <w:t xml:space="preserve"> قبل أنْ ينشط لها وعيٌ جديد يلمح عليَّاً ويستدعيه إلى مركز الرعاية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مُنذ تلك الساعة إلى اليوم</w:t>
      </w:r>
      <w:r w:rsidR="00F13C51">
        <w:rPr>
          <w:rtl/>
        </w:rPr>
        <w:t>،</w:t>
      </w:r>
      <w:r w:rsidRPr="00ED7148">
        <w:rPr>
          <w:rtl/>
        </w:rPr>
        <w:t xml:space="preserve"> ولا رسالة تفعل فعلها المنقوص</w:t>
      </w:r>
      <w:r w:rsidR="00F13C51">
        <w:rPr>
          <w:rtl/>
        </w:rPr>
        <w:t>،</w:t>
      </w:r>
      <w:r w:rsidRPr="00ED7148">
        <w:rPr>
          <w:rtl/>
        </w:rPr>
        <w:t xml:space="preserve"> في مُجتمع يتقدَّم خُطوة إلى التحقيق</w:t>
      </w:r>
      <w:r w:rsidR="00F13C51">
        <w:rPr>
          <w:rtl/>
        </w:rPr>
        <w:t>،</w:t>
      </w:r>
      <w:r w:rsidRPr="00ED7148">
        <w:rPr>
          <w:rtl/>
        </w:rPr>
        <w:t xml:space="preserve"> وتتراجع به الرُّدَّة خطوتين إلى الوراء</w:t>
      </w:r>
      <w:r w:rsidR="00F13C51">
        <w:rPr>
          <w:rtl/>
        </w:rPr>
        <w:t>،</w:t>
      </w:r>
      <w:r w:rsidRPr="00ED7148">
        <w:rPr>
          <w:rtl/>
        </w:rPr>
        <w:t xml:space="preserve"> إنَّه لا يزال مُجتمعاً يهجع به الانتظار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lastRenderedPageBreak/>
        <w:t>أعود فأقول</w:t>
      </w:r>
      <w:r w:rsidR="00F13C51">
        <w:rPr>
          <w:rtl/>
        </w:rPr>
        <w:t>:</w:t>
      </w:r>
      <w:r w:rsidRPr="00ED7148">
        <w:rPr>
          <w:rtl/>
        </w:rPr>
        <w:t xml:space="preserve"> لو أنَّ الرسالة في ا</w:t>
      </w:r>
      <w:r w:rsidR="002C2DD7">
        <w:rPr>
          <w:rtl/>
        </w:rPr>
        <w:t>لمـُ</w:t>
      </w:r>
      <w:r w:rsidRPr="00ED7148">
        <w:rPr>
          <w:rtl/>
        </w:rPr>
        <w:t>جتمع فعلت فعلها ا</w:t>
      </w:r>
      <w:r w:rsidR="002C2DD7">
        <w:rPr>
          <w:rtl/>
        </w:rPr>
        <w:t>لمـُ</w:t>
      </w:r>
      <w:r w:rsidRPr="00ED7148">
        <w:rPr>
          <w:rtl/>
        </w:rPr>
        <w:t>قدَّر لها حصوله في ا</w:t>
      </w:r>
      <w:r w:rsidR="002C2DD7">
        <w:rPr>
          <w:rtl/>
        </w:rPr>
        <w:t>لمـُ</w:t>
      </w:r>
      <w:r w:rsidRPr="00ED7148">
        <w:rPr>
          <w:rtl/>
        </w:rPr>
        <w:t>جتمع</w:t>
      </w:r>
      <w:r w:rsidR="00F13C51">
        <w:rPr>
          <w:rtl/>
        </w:rPr>
        <w:t>،</w:t>
      </w:r>
      <w:r w:rsidRPr="00ED7148">
        <w:rPr>
          <w:rtl/>
        </w:rPr>
        <w:t xml:space="preserve"> لما كانت الحَجَّة تلك بحاجة إلى إعلان وصيَّة</w:t>
      </w:r>
      <w:r w:rsidR="00F13C51">
        <w:rPr>
          <w:rtl/>
        </w:rPr>
        <w:t>،</w:t>
      </w:r>
      <w:r w:rsidRPr="00ED7148">
        <w:rPr>
          <w:rtl/>
        </w:rPr>
        <w:t xml:space="preserve"> ولما كانت لتُنعت بالوداع</w:t>
      </w:r>
      <w:r w:rsidR="00F13C51">
        <w:rPr>
          <w:rtl/>
        </w:rPr>
        <w:t>،</w:t>
      </w:r>
      <w:r w:rsidRPr="00ED7148">
        <w:rPr>
          <w:rtl/>
        </w:rPr>
        <w:t xml:space="preserve"> بلْ بالوَصلة الدائمة الحضور في دائرتها العظيمة</w:t>
      </w:r>
      <w:r w:rsidR="00F13C51">
        <w:rPr>
          <w:rtl/>
        </w:rPr>
        <w:t>،</w:t>
      </w:r>
      <w:r w:rsidRPr="00ED7148">
        <w:rPr>
          <w:rtl/>
        </w:rPr>
        <w:t xml:space="preserve"> التي تجلَّت هي فيها</w:t>
      </w:r>
      <w:r w:rsidR="00F13C51">
        <w:rPr>
          <w:rtl/>
        </w:rPr>
        <w:t>،</w:t>
      </w:r>
      <w:r w:rsidRPr="00ED7148">
        <w:rPr>
          <w:rtl/>
        </w:rPr>
        <w:t xml:space="preserve"> كأنَّها الأعجاز في رفع ا</w:t>
      </w:r>
      <w:r w:rsidR="002C2DD7">
        <w:rPr>
          <w:rtl/>
        </w:rPr>
        <w:t>لمـُ</w:t>
      </w:r>
      <w:r w:rsidRPr="00ED7148">
        <w:rPr>
          <w:rtl/>
        </w:rPr>
        <w:t>جتمع إلى وحدةٍ راح يتَّضح رويداً رويداً على الأرض جلالها في التحقيق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لا</w:t>
      </w:r>
      <w:r w:rsidR="00F13C51">
        <w:rPr>
          <w:rtl/>
        </w:rPr>
        <w:t>،</w:t>
      </w:r>
      <w:r w:rsidRPr="00ED7148">
        <w:rPr>
          <w:rtl/>
        </w:rPr>
        <w:t xml:space="preserve"> لم تكن القضيَّة الكبيرة التي اعتنقتها الجزيرة بين يدي محمدها العظيم</w:t>
      </w:r>
      <w:r w:rsidR="00F13C51">
        <w:rPr>
          <w:rtl/>
        </w:rPr>
        <w:t>،</w:t>
      </w:r>
      <w:r w:rsidRPr="00ED7148">
        <w:rPr>
          <w:rtl/>
        </w:rPr>
        <w:t xml:space="preserve"> بحاجة إلى أيَّة وصيَّة ملفوظة بكلمات</w:t>
      </w:r>
      <w:r w:rsidR="00F13C51">
        <w:rPr>
          <w:rtl/>
        </w:rPr>
        <w:t>،</w:t>
      </w:r>
      <w:r w:rsidRPr="00ED7148">
        <w:rPr>
          <w:rtl/>
        </w:rPr>
        <w:t xml:space="preserve"> لقد كان لكلِّ خُطوة خطاها الرسول على الأرض حَفر مُعيَّن</w:t>
      </w:r>
      <w:r w:rsidR="00F13C51">
        <w:rPr>
          <w:rtl/>
        </w:rPr>
        <w:t>،</w:t>
      </w:r>
      <w:r w:rsidRPr="00ED7148">
        <w:rPr>
          <w:rtl/>
        </w:rPr>
        <w:t xml:space="preserve"> له سداد</w:t>
      </w:r>
      <w:r w:rsidR="00F13C51">
        <w:rPr>
          <w:rtl/>
        </w:rPr>
        <w:t>،</w:t>
      </w:r>
      <w:r w:rsidRPr="00ED7148">
        <w:rPr>
          <w:rtl/>
        </w:rPr>
        <w:t xml:space="preserve"> وله رشاد</w:t>
      </w:r>
      <w:r w:rsidR="00F13C51">
        <w:rPr>
          <w:rtl/>
        </w:rPr>
        <w:t>،</w:t>
      </w:r>
      <w:r w:rsidRPr="00ED7148">
        <w:rPr>
          <w:rtl/>
        </w:rPr>
        <w:t xml:space="preserve"> ولقد كان لكلِّ إشارة زفَّها إليهم بإصبع كفِّه</w:t>
      </w:r>
      <w:r w:rsidR="00F13C51">
        <w:rPr>
          <w:rtl/>
        </w:rPr>
        <w:t>،</w:t>
      </w:r>
      <w:r w:rsidRPr="00ED7148">
        <w:rPr>
          <w:rtl/>
        </w:rPr>
        <w:t xml:space="preserve"> أو بلفتة عينه</w:t>
      </w:r>
      <w:r w:rsidR="00F13C51">
        <w:rPr>
          <w:rtl/>
        </w:rPr>
        <w:t>،</w:t>
      </w:r>
      <w:r w:rsidRPr="00ED7148">
        <w:rPr>
          <w:rtl/>
        </w:rPr>
        <w:t xml:space="preserve"> أو ببسمةٍ ماجت بها شفتاه</w:t>
      </w:r>
      <w:r w:rsidR="00F13C51">
        <w:rPr>
          <w:rtl/>
        </w:rPr>
        <w:t>،</w:t>
      </w:r>
      <w:r w:rsidRPr="00ED7148">
        <w:rPr>
          <w:rtl/>
        </w:rPr>
        <w:t xml:space="preserve"> دلائل غنيَّة العُمق</w:t>
      </w:r>
      <w:r w:rsidR="00F13C51">
        <w:rPr>
          <w:rtl/>
        </w:rPr>
        <w:t>،</w:t>
      </w:r>
      <w:r w:rsidRPr="00ED7148">
        <w:rPr>
          <w:rtl/>
        </w:rPr>
        <w:t xml:space="preserve"> بعيدة الغور</w:t>
      </w:r>
      <w:r w:rsidR="00F13C51">
        <w:rPr>
          <w:rtl/>
        </w:rPr>
        <w:t>،</w:t>
      </w:r>
      <w:r w:rsidRPr="00ED7148">
        <w:rPr>
          <w:rtl/>
        </w:rPr>
        <w:t xml:space="preserve"> ولكنَّه لم يَخطُ خُطوة واحدة الاَّ ومعه الرسالة</w:t>
      </w:r>
      <w:r w:rsidR="00F13C51">
        <w:rPr>
          <w:rtl/>
        </w:rPr>
        <w:t>،</w:t>
      </w:r>
      <w:r w:rsidRPr="00ED7148">
        <w:rPr>
          <w:rtl/>
        </w:rPr>
        <w:t xml:space="preserve"> ولم يتفوَّه بكلمة واحدة ليست حروفها مِن حروف الرسالة</w:t>
      </w:r>
      <w:r w:rsidR="00F13C51">
        <w:rPr>
          <w:rtl/>
        </w:rPr>
        <w:t>،</w:t>
      </w:r>
      <w:r w:rsidRPr="00ED7148">
        <w:rPr>
          <w:rtl/>
        </w:rPr>
        <w:t xml:space="preserve"> إنَّها وحدها كانت الوصيَّة</w:t>
      </w:r>
      <w:r w:rsidR="00F13C51">
        <w:rPr>
          <w:rtl/>
        </w:rPr>
        <w:t>،</w:t>
      </w:r>
      <w:r w:rsidRPr="00ED7148">
        <w:rPr>
          <w:rtl/>
        </w:rPr>
        <w:t xml:space="preserve"> وإنَّها وحدها التي بنت وجمعت</w:t>
      </w:r>
      <w:r w:rsidR="00F13C51">
        <w:rPr>
          <w:rtl/>
        </w:rPr>
        <w:t>،</w:t>
      </w:r>
      <w:r w:rsidRPr="00ED7148">
        <w:rPr>
          <w:rtl/>
        </w:rPr>
        <w:t xml:space="preserve"> فهي القضيَّة</w:t>
      </w:r>
      <w:r w:rsidR="00F13C51">
        <w:rPr>
          <w:rtl/>
        </w:rPr>
        <w:t>،</w:t>
      </w:r>
      <w:r w:rsidRPr="00ED7148">
        <w:rPr>
          <w:rtl/>
        </w:rPr>
        <w:t xml:space="preserve"> وإنَّها منه</w:t>
      </w:r>
      <w:r w:rsidR="00F13C51">
        <w:rPr>
          <w:rtl/>
        </w:rPr>
        <w:t>،</w:t>
      </w:r>
      <w:r w:rsidRPr="00ED7148">
        <w:rPr>
          <w:rtl/>
        </w:rPr>
        <w:t xml:space="preserve"> وإنَّه لم يغار أبداً إلاَّ عليها</w:t>
      </w:r>
      <w:r w:rsidR="00F13C51">
        <w:rPr>
          <w:rtl/>
        </w:rPr>
        <w:t>،</w:t>
      </w:r>
      <w:r w:rsidRPr="00ED7148">
        <w:rPr>
          <w:rtl/>
        </w:rPr>
        <w:t xml:space="preserve"> لأنَّها القضيَّة</w:t>
      </w:r>
      <w:r w:rsidR="00F13C51">
        <w:rPr>
          <w:rtl/>
        </w:rPr>
        <w:t>،</w:t>
      </w:r>
      <w:r w:rsidRPr="00ED7148">
        <w:rPr>
          <w:rtl/>
        </w:rPr>
        <w:t xml:space="preserve"> ولن يُقرِّب اليه أحداً مِن الناس</w:t>
      </w:r>
      <w:r w:rsidR="00F13C51">
        <w:rPr>
          <w:rtl/>
        </w:rPr>
        <w:t>،</w:t>
      </w:r>
      <w:r w:rsidRPr="00ED7148">
        <w:rPr>
          <w:rtl/>
        </w:rPr>
        <w:t xml:space="preserve"> إلاَّ الذي يراه متين المنكبين لحمل الرسالة التي هي كلُّ القضيَّة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أيكون كلُّ هذا المخطوط البارز في حقيقة مُجتمع الجزيرة صعب الفهم</w:t>
      </w:r>
      <w:r w:rsidR="00F13C51">
        <w:rPr>
          <w:rtl/>
        </w:rPr>
        <w:t>،</w:t>
      </w:r>
      <w:r w:rsidRPr="00ED7148">
        <w:rPr>
          <w:rtl/>
        </w:rPr>
        <w:t xml:space="preserve"> وصعب اللمح</w:t>
      </w:r>
      <w:r w:rsidR="00F13C51">
        <w:rPr>
          <w:rtl/>
        </w:rPr>
        <w:t>،</w:t>
      </w:r>
      <w:r w:rsidRPr="00ED7148">
        <w:rPr>
          <w:rtl/>
        </w:rPr>
        <w:t xml:space="preserve"> وصعب السمع حتَّى نطلب مِن الغائب الذي التحق بسُّحب الغيب</w:t>
      </w:r>
      <w:r w:rsidR="00F13C51">
        <w:rPr>
          <w:rtl/>
        </w:rPr>
        <w:t>،</w:t>
      </w:r>
      <w:r w:rsidRPr="00ED7148">
        <w:rPr>
          <w:rtl/>
        </w:rPr>
        <w:t xml:space="preserve"> أنْ يعود ويوضِّح حروف الوصيَّة</w:t>
      </w:r>
      <w:r w:rsidR="00F13C51">
        <w:rPr>
          <w:rtl/>
        </w:rPr>
        <w:t>،</w:t>
      </w:r>
      <w:r w:rsidRPr="00ED7148">
        <w:rPr>
          <w:rtl/>
        </w:rPr>
        <w:t xml:space="preserve"> لنرى اليوم مَن هو المدلول إليه ليتسلَّم زمام الرسالة</w:t>
      </w:r>
      <w:r w:rsidR="00106DAF">
        <w:rPr>
          <w:rtl/>
        </w:rPr>
        <w:t>؟</w:t>
      </w:r>
      <w:r w:rsidRPr="00ED7148">
        <w:rPr>
          <w:rtl/>
        </w:rPr>
        <w:t xml:space="preserve"> هل هو عليُّ بن أبي طالب</w:t>
      </w:r>
      <w:r w:rsidR="00F13C51">
        <w:rPr>
          <w:rtl/>
        </w:rPr>
        <w:t>،</w:t>
      </w:r>
      <w:r w:rsidRPr="00ED7148">
        <w:rPr>
          <w:rtl/>
        </w:rPr>
        <w:t xml:space="preserve"> أم أنَّه عمر بن الخطاب ملفوفاً بأبي بكر الصدِّيق</w:t>
      </w:r>
      <w:r w:rsidR="00F13C51">
        <w:rPr>
          <w:rtl/>
        </w:rPr>
        <w:t>،</w:t>
      </w:r>
      <w:r w:rsidRPr="00ED7148">
        <w:rPr>
          <w:rtl/>
        </w:rPr>
        <w:t xml:space="preserve"> مَفروزاً إلى عثمان بن عفَّان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ليت حَجَّة الوداع قد تكرَّرت مَرَّتين</w:t>
      </w:r>
      <w:r w:rsidR="00F13C51">
        <w:rPr>
          <w:rtl/>
        </w:rPr>
        <w:t>؛</w:t>
      </w:r>
      <w:r w:rsidRPr="00ED7148">
        <w:rPr>
          <w:rtl/>
        </w:rPr>
        <w:t xml:space="preserve"> حتَّى يقتنع ابن الخطاب بأنَّ الوصيّة بتعهُّد الرسالة</w:t>
      </w:r>
      <w:r w:rsidR="00F13C51">
        <w:rPr>
          <w:rtl/>
        </w:rPr>
        <w:t xml:space="preserve"> - </w:t>
      </w:r>
      <w:r w:rsidRPr="00ED7148">
        <w:rPr>
          <w:rtl/>
        </w:rPr>
        <w:t>القضيَّة</w:t>
      </w:r>
      <w:r w:rsidR="00F13C51">
        <w:rPr>
          <w:rtl/>
        </w:rPr>
        <w:t xml:space="preserve"> - </w:t>
      </w:r>
      <w:r w:rsidRPr="00ED7148">
        <w:rPr>
          <w:rtl/>
        </w:rPr>
        <w:t>هي لعليٍّ</w:t>
      </w:r>
      <w:r w:rsidR="00F13C51">
        <w:rPr>
          <w:rtl/>
        </w:rPr>
        <w:t>،</w:t>
      </w:r>
      <w:r w:rsidRPr="00ED7148">
        <w:rPr>
          <w:rtl/>
        </w:rPr>
        <w:t xml:space="preserve"> لا بصفته قريباً وابن عَمٍّ</w:t>
      </w:r>
      <w:r w:rsidR="00F13C51">
        <w:rPr>
          <w:rtl/>
        </w:rPr>
        <w:t>،</w:t>
      </w:r>
      <w:r w:rsidRPr="00ED7148">
        <w:rPr>
          <w:rtl/>
        </w:rPr>
        <w:t xml:space="preserve"> ولو بوجود العباس وهو عمٌّ أولى</w:t>
      </w:r>
      <w:r w:rsidR="00F13C51">
        <w:rPr>
          <w:rtl/>
        </w:rPr>
        <w:t>،</w:t>
      </w:r>
      <w:r w:rsidRPr="00ED7148">
        <w:rPr>
          <w:rtl/>
        </w:rPr>
        <w:t xml:space="preserve"> ولا بصفته طالبيَّاً مُنافساً لسفياني</w:t>
      </w:r>
      <w:r w:rsidR="00F13C51">
        <w:rPr>
          <w:rtl/>
        </w:rPr>
        <w:t>؛</w:t>
      </w:r>
      <w:r w:rsidRPr="00ED7148">
        <w:rPr>
          <w:rtl/>
        </w:rPr>
        <w:t xml:space="preserve"> بلْ لانَّ عزم الروح كان جليلا فوق منكبيه</w:t>
      </w:r>
      <w:r w:rsidR="00F13C51">
        <w:rPr>
          <w:rtl/>
        </w:rPr>
        <w:t>،</w:t>
      </w:r>
      <w:r w:rsidRPr="00ED7148">
        <w:rPr>
          <w:rtl/>
        </w:rPr>
        <w:t xml:space="preserve"> ولأنَّ الذي سَحب الجزيرة مِن أمسها البائس هو الذي حضَّر لها غَداً مُشرقاً</w:t>
      </w:r>
      <w:r w:rsidR="00F13C51">
        <w:rPr>
          <w:rtl/>
        </w:rPr>
        <w:t>،</w:t>
      </w:r>
      <w:r w:rsidRPr="00ED7148">
        <w:rPr>
          <w:rtl/>
        </w:rPr>
        <w:t xml:space="preserve"> غنيَّاً بالوِئام النظيف والرأي الحصيف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10" w:name="04"/>
      <w:bookmarkStart w:id="11" w:name="_Toc395088364"/>
      <w:r w:rsidRPr="00ED7148">
        <w:rPr>
          <w:rtl/>
        </w:rPr>
        <w:lastRenderedPageBreak/>
        <w:t>أين هو الحسين</w:t>
      </w:r>
      <w:bookmarkEnd w:id="10"/>
      <w:bookmarkEnd w:id="11"/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1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إنَّه الآن هنا ثمَّ هناك</w:t>
      </w:r>
      <w:r w:rsidR="00F13C51">
        <w:rPr>
          <w:rtl/>
        </w:rPr>
        <w:t>،</w:t>
      </w:r>
      <w:r w:rsidRPr="00ED7148">
        <w:rPr>
          <w:rtl/>
        </w:rPr>
        <w:t xml:space="preserve"> لا يستقرُّ له مقام</w:t>
      </w:r>
      <w:r w:rsidR="00F13C51">
        <w:rPr>
          <w:rtl/>
        </w:rPr>
        <w:t>،</w:t>
      </w:r>
      <w:r w:rsidRPr="00ED7148">
        <w:rPr>
          <w:rtl/>
        </w:rPr>
        <w:t xml:space="preserve"> فبينا تراه قابعاً وحده في زاوية البيت</w:t>
      </w:r>
      <w:r w:rsidR="00F13C51">
        <w:rPr>
          <w:rtl/>
        </w:rPr>
        <w:t>،</w:t>
      </w:r>
      <w:r w:rsidRPr="00ED7148">
        <w:rPr>
          <w:rtl/>
        </w:rPr>
        <w:t xml:space="preserve"> كأنَّه في إغفاءة التفكير</w:t>
      </w:r>
      <w:r w:rsidR="00F13C51">
        <w:rPr>
          <w:rtl/>
        </w:rPr>
        <w:t>،</w:t>
      </w:r>
      <w:r w:rsidRPr="00ED7148">
        <w:rPr>
          <w:rtl/>
        </w:rPr>
        <w:t xml:space="preserve"> إذا به</w:t>
      </w:r>
      <w:r w:rsidR="00F13C51">
        <w:rPr>
          <w:rtl/>
        </w:rPr>
        <w:t>،</w:t>
      </w:r>
      <w:r w:rsidRPr="00ED7148">
        <w:rPr>
          <w:rtl/>
        </w:rPr>
        <w:t xml:space="preserve"> بعد لحظات قاسيات</w:t>
      </w:r>
      <w:r w:rsidR="00F13C51">
        <w:rPr>
          <w:rtl/>
        </w:rPr>
        <w:t>،</w:t>
      </w:r>
      <w:r w:rsidRPr="00ED7148">
        <w:rPr>
          <w:rtl/>
        </w:rPr>
        <w:t xml:space="preserve"> يقيس الطريق بخُطواته التائهة</w:t>
      </w:r>
      <w:r w:rsidR="00F13C51">
        <w:rPr>
          <w:rtl/>
        </w:rPr>
        <w:t>،</w:t>
      </w:r>
      <w:r w:rsidRPr="00ED7148">
        <w:rPr>
          <w:rtl/>
        </w:rPr>
        <w:t xml:space="preserve"> بين ساحة البيت وباحة المسجد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فهم بعُمق أنَّ حقيقة رهيبة اسمها الموت</w:t>
      </w:r>
      <w:r w:rsidR="00F13C51">
        <w:rPr>
          <w:rtl/>
        </w:rPr>
        <w:t>،</w:t>
      </w:r>
      <w:r w:rsidRPr="00ED7148">
        <w:rPr>
          <w:rtl/>
        </w:rPr>
        <w:t xml:space="preserve"> قد تناولت جَدَّه الحبيب</w:t>
      </w:r>
      <w:r w:rsidR="00F13C51">
        <w:rPr>
          <w:rtl/>
        </w:rPr>
        <w:t>،</w:t>
      </w:r>
      <w:r w:rsidRPr="00ED7148">
        <w:rPr>
          <w:rtl/>
        </w:rPr>
        <w:t xml:space="preserve"> ولفَّته إليها</w:t>
      </w:r>
      <w:r w:rsidR="00F13C51">
        <w:rPr>
          <w:rtl/>
        </w:rPr>
        <w:t>،</w:t>
      </w:r>
      <w:r w:rsidRPr="00ED7148">
        <w:rPr>
          <w:rtl/>
        </w:rPr>
        <w:t xml:space="preserve"> كأنَّها الزوبعة الرهيبة الهابطة مِن غياهب الغيب</w:t>
      </w:r>
      <w:r w:rsidR="00106DAF">
        <w:rPr>
          <w:rtl/>
        </w:rPr>
        <w:t>!</w:t>
      </w:r>
      <w:r w:rsidRPr="00ED7148">
        <w:rPr>
          <w:rtl/>
        </w:rPr>
        <w:t xml:space="preserve"> أين هو جَدُّه الآن</w:t>
      </w:r>
      <w:r w:rsidR="00106DAF">
        <w:rPr>
          <w:rtl/>
        </w:rPr>
        <w:t>؟</w:t>
      </w:r>
      <w:r w:rsidRPr="00ED7148">
        <w:rPr>
          <w:rtl/>
        </w:rPr>
        <w:t xml:space="preserve"> وقد سحبته العاصفة مِن منبر المسجد</w:t>
      </w:r>
      <w:r w:rsidR="00106DAF">
        <w:rPr>
          <w:rtl/>
        </w:rPr>
        <w:t>؟</w:t>
      </w:r>
      <w:r w:rsidRPr="00ED7148">
        <w:rPr>
          <w:rtl/>
        </w:rPr>
        <w:t xml:space="preserve"> أتراه قد أصبح في البُعد البعيد</w:t>
      </w:r>
      <w:r w:rsidR="00F13C51">
        <w:rPr>
          <w:rtl/>
        </w:rPr>
        <w:t>،</w:t>
      </w:r>
      <w:r w:rsidRPr="00ED7148">
        <w:rPr>
          <w:rtl/>
        </w:rPr>
        <w:t xml:space="preserve"> أم أنَّه لا يزال حيَّاً في عذوبة الصدى</w:t>
      </w:r>
      <w:r w:rsidR="00F13C51">
        <w:rPr>
          <w:rtl/>
        </w:rPr>
        <w:t>،</w:t>
      </w:r>
      <w:r w:rsidRPr="00ED7148">
        <w:rPr>
          <w:rtl/>
        </w:rPr>
        <w:t xml:space="preserve"> كما تحيا شجرة الأراك في ظلِّها الناعم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ويرتاح الفتى</w:t>
      </w:r>
      <w:r w:rsidR="00F13C51">
        <w:rPr>
          <w:rtl/>
        </w:rPr>
        <w:t>،</w:t>
      </w:r>
      <w:r w:rsidRPr="00ED7148">
        <w:rPr>
          <w:rtl/>
        </w:rPr>
        <w:t xml:space="preserve"> وهو مأخوذ بعفويَّة التصوُّر</w:t>
      </w:r>
      <w:r w:rsidR="00F13C51">
        <w:rPr>
          <w:rtl/>
        </w:rPr>
        <w:t>،</w:t>
      </w:r>
      <w:r w:rsidRPr="00ED7148">
        <w:rPr>
          <w:rtl/>
        </w:rPr>
        <w:t xml:space="preserve"> يدخل المسجد الخالي مِن جَدِّه</w:t>
      </w:r>
      <w:r w:rsidR="00F13C51">
        <w:rPr>
          <w:rtl/>
        </w:rPr>
        <w:t>،</w:t>
      </w:r>
      <w:r w:rsidRPr="00ED7148">
        <w:rPr>
          <w:rtl/>
        </w:rPr>
        <w:t xml:space="preserve"> ومِن ا</w:t>
      </w:r>
      <w:r w:rsidR="002C2DD7">
        <w:rPr>
          <w:rtl/>
        </w:rPr>
        <w:t>لمـُ</w:t>
      </w:r>
      <w:r w:rsidRPr="00ED7148">
        <w:rPr>
          <w:rtl/>
        </w:rPr>
        <w:t>قرفصين ا</w:t>
      </w:r>
      <w:r w:rsidR="002C2DD7">
        <w:rPr>
          <w:rtl/>
        </w:rPr>
        <w:t>لمـُ</w:t>
      </w:r>
      <w:r w:rsidRPr="00ED7148">
        <w:rPr>
          <w:rtl/>
        </w:rPr>
        <w:t>صغين</w:t>
      </w:r>
      <w:r w:rsidR="00C327EB">
        <w:rPr>
          <w:rtl/>
        </w:rPr>
        <w:t xml:space="preserve"> ...</w:t>
      </w:r>
      <w:r w:rsidRPr="00ED7148">
        <w:rPr>
          <w:rtl/>
        </w:rPr>
        <w:t xml:space="preserve"> ويعتلي المنبر يُفتِّش عن المنكبين الرازحين تحت رأس الدلال</w:t>
      </w:r>
      <w:r w:rsidR="00106DAF">
        <w:rPr>
          <w:rtl/>
        </w:rPr>
        <w:t>!</w:t>
      </w:r>
      <w:r w:rsidRPr="00ED714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ولكنَّه لا يجد المنكبين</w:t>
      </w:r>
      <w:r w:rsidR="00F13C51">
        <w:rPr>
          <w:rtl/>
        </w:rPr>
        <w:t>،</w:t>
      </w:r>
      <w:r w:rsidRPr="00ED7148">
        <w:rPr>
          <w:rtl/>
        </w:rPr>
        <w:t xml:space="preserve"> ولا الرأس تحت ملمس الكفَّين</w:t>
      </w:r>
      <w:r w:rsidR="00F13C51">
        <w:rPr>
          <w:rtl/>
        </w:rPr>
        <w:t>،</w:t>
      </w:r>
      <w:r w:rsidRPr="00ED7148">
        <w:rPr>
          <w:rtl/>
        </w:rPr>
        <w:t xml:space="preserve"> مع أنَّه راح يَسمع الجُدران الشبعانة مِن حفيف الصدى وهي تُردِّد</w:t>
      </w:r>
      <w:r w:rsidR="00F13C51">
        <w:rPr>
          <w:rtl/>
        </w:rPr>
        <w:t>:</w:t>
      </w:r>
      <w:r w:rsidRPr="00ED7148">
        <w:rPr>
          <w:rtl/>
        </w:rPr>
        <w:t xml:space="preserve"> هذا ابني مِن عليٍّ وفاطمة</w:t>
      </w:r>
      <w:r w:rsidR="00F13C51">
        <w:rPr>
          <w:rtl/>
        </w:rPr>
        <w:t>،</w:t>
      </w:r>
      <w:r w:rsidRPr="00ED7148">
        <w:rPr>
          <w:rtl/>
        </w:rPr>
        <w:t xml:space="preserve"> إنَّه وأخوه عُقدة البيت</w:t>
      </w:r>
      <w:r w:rsidR="00F13C51">
        <w:rPr>
          <w:rtl/>
        </w:rPr>
        <w:t>،</w:t>
      </w:r>
      <w:r w:rsidRPr="00ED7148">
        <w:rPr>
          <w:rtl/>
        </w:rPr>
        <w:t xml:space="preserve"> وإنَّهما سيِّدان مِن أسياد الجَنَّة</w:t>
      </w:r>
      <w:r w:rsidR="00F13C51">
        <w:rPr>
          <w:rtl/>
        </w:rPr>
        <w:t>،</w:t>
      </w:r>
      <w:r w:rsidRPr="00ED7148">
        <w:rPr>
          <w:rtl/>
        </w:rPr>
        <w:t xml:space="preserve"> وإنَّهما يردان عليَّ الحوض</w:t>
      </w:r>
      <w:r w:rsidR="00F13C51">
        <w:rPr>
          <w:rtl/>
        </w:rPr>
        <w:t>،</w:t>
      </w:r>
      <w:r w:rsidRPr="00ED7148">
        <w:rPr>
          <w:rtl/>
        </w:rPr>
        <w:t xml:space="preserve"> وإنَّهما إمامان قاما أو قعدا</w:t>
      </w:r>
      <w:r w:rsidR="00C327EB">
        <w:rPr>
          <w:rtl/>
        </w:rPr>
        <w:t>.</w:t>
      </w:r>
      <w:r w:rsidRPr="00ED7148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هنا دائماً سنجد الحسين في المسجد</w:t>
      </w:r>
      <w:r w:rsidR="00F13C51">
        <w:rPr>
          <w:rtl/>
        </w:rPr>
        <w:t>،</w:t>
      </w:r>
      <w:r w:rsidRPr="00ED7148">
        <w:rPr>
          <w:rtl/>
        </w:rPr>
        <w:t xml:space="preserve"> وفي زاوية البيت حِضنه الأوَّل والأحَبُّ وا</w:t>
      </w:r>
      <w:r w:rsidR="002C2DD7">
        <w:rPr>
          <w:rtl/>
        </w:rPr>
        <w:t>لمـُ</w:t>
      </w:r>
      <w:r w:rsidRPr="00ED7148">
        <w:rPr>
          <w:rtl/>
        </w:rPr>
        <w:t>خمس الأحضان</w:t>
      </w:r>
      <w:r w:rsidR="00F13C51">
        <w:rPr>
          <w:rtl/>
        </w:rPr>
        <w:t>،</w:t>
      </w:r>
      <w:r w:rsidRPr="00ED7148">
        <w:rPr>
          <w:rtl/>
        </w:rPr>
        <w:t xml:space="preserve"> إنَّه ضمن حيطان المسجد</w:t>
      </w:r>
      <w:r w:rsidR="00F13C51">
        <w:rPr>
          <w:rtl/>
        </w:rPr>
        <w:t>،</w:t>
      </w:r>
      <w:r w:rsidRPr="00ED7148">
        <w:rPr>
          <w:rtl/>
        </w:rPr>
        <w:t xml:space="preserve"> يُلملم</w:t>
      </w:r>
      <w:r w:rsidR="00F13C51">
        <w:rPr>
          <w:rtl/>
        </w:rPr>
        <w:t>،</w:t>
      </w:r>
      <w:r w:rsidRPr="00ED7148">
        <w:rPr>
          <w:rtl/>
        </w:rPr>
        <w:t xml:space="preserve"> مِمَّا عُلِّق عليها مِن نبرات جَدّهِ</w:t>
      </w:r>
      <w:r w:rsidR="00F13C51">
        <w:rPr>
          <w:rtl/>
        </w:rPr>
        <w:t>،</w:t>
      </w:r>
      <w:r w:rsidRPr="00ED7148">
        <w:rPr>
          <w:rtl/>
        </w:rPr>
        <w:t xml:space="preserve"> كلَّ الخيوط التي سينسج منها جُبَّته وقُمصانه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lastRenderedPageBreak/>
        <w:t>-</w:t>
      </w:r>
      <w:r w:rsidR="003A7CC2" w:rsidRPr="00ED7148">
        <w:rPr>
          <w:rtl/>
        </w:rPr>
        <w:t xml:space="preserve"> 2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كان الحسين باكر التمييز والنُّضج</w:t>
      </w:r>
      <w:r w:rsidR="00F13C51">
        <w:rPr>
          <w:rtl/>
        </w:rPr>
        <w:t>،</w:t>
      </w:r>
      <w:r w:rsidRPr="00ED7148">
        <w:rPr>
          <w:rtl/>
        </w:rPr>
        <w:t xml:space="preserve"> لا نردُّ ذلك إلى بُنية مُنسَّقة الاسنجام</w:t>
      </w:r>
      <w:r w:rsidR="00F13C51">
        <w:rPr>
          <w:rtl/>
        </w:rPr>
        <w:t>،</w:t>
      </w:r>
      <w:r w:rsidRPr="00ED7148">
        <w:rPr>
          <w:rtl/>
        </w:rPr>
        <w:t xml:space="preserve"> هي مِن نعمة باريها هِبة كريمة يتمتَّع بها وجود الإنسان</w:t>
      </w:r>
      <w:r w:rsidR="00F13C51">
        <w:rPr>
          <w:rtl/>
        </w:rPr>
        <w:t>،</w:t>
      </w:r>
      <w:r w:rsidRPr="00ED7148">
        <w:rPr>
          <w:rtl/>
        </w:rPr>
        <w:t xml:space="preserve"> أكثر مِمَّا نُعزِّزها</w:t>
      </w:r>
      <w:r w:rsidR="00F13C51">
        <w:rPr>
          <w:rtl/>
        </w:rPr>
        <w:t xml:space="preserve"> - </w:t>
      </w:r>
      <w:r w:rsidRPr="00ED7148">
        <w:rPr>
          <w:rtl/>
        </w:rPr>
        <w:t>وهي البُنية الأصيلة</w:t>
      </w:r>
      <w:r w:rsidR="00F13C51">
        <w:rPr>
          <w:rtl/>
        </w:rPr>
        <w:t xml:space="preserve"> - </w:t>
      </w:r>
      <w:r w:rsidRPr="00ED7148">
        <w:rPr>
          <w:rtl/>
        </w:rPr>
        <w:t>بتنشئة واضحة القصد</w:t>
      </w:r>
      <w:r w:rsidR="00F13C51">
        <w:rPr>
          <w:rtl/>
        </w:rPr>
        <w:t>،</w:t>
      </w:r>
      <w:r w:rsidRPr="00ED7148">
        <w:rPr>
          <w:rtl/>
        </w:rPr>
        <w:t xml:space="preserve"> والتوجيه</w:t>
      </w:r>
      <w:r w:rsidR="00F13C51">
        <w:rPr>
          <w:rtl/>
        </w:rPr>
        <w:t>،</w:t>
      </w:r>
      <w:r w:rsidRPr="00ED7148">
        <w:rPr>
          <w:rtl/>
        </w:rPr>
        <w:t xml:space="preserve"> والإحاطة</w:t>
      </w:r>
      <w:r w:rsidR="00F13C51">
        <w:rPr>
          <w:rtl/>
        </w:rPr>
        <w:t>،</w:t>
      </w:r>
      <w:r w:rsidRPr="00ED7148">
        <w:rPr>
          <w:rtl/>
        </w:rPr>
        <w:t xml:space="preserve"> فإذا هي طاقة مُستعجلة إلى تلبية الغاية وبلوغ المرام</w:t>
      </w:r>
      <w:r w:rsidR="00C327EB">
        <w:rPr>
          <w:rtl/>
        </w:rPr>
        <w:t>.</w:t>
      </w:r>
      <w:r w:rsidRPr="00ED714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كان الحسين تلك البُنية السليمة بما شعَّ عليها مِن دلائل نُبْل الفِكر والروح</w:t>
      </w:r>
      <w:r w:rsidR="00F13C51">
        <w:rPr>
          <w:rtl/>
        </w:rPr>
        <w:t>،</w:t>
      </w:r>
      <w:r w:rsidRPr="00ED7148">
        <w:rPr>
          <w:rtl/>
        </w:rPr>
        <w:t xml:space="preserve"> وهي كلُّها التي لمحتها عين النبيِّ الكريم مُتحدِّرة مِن صُلب عليٍّ</w:t>
      </w:r>
      <w:r w:rsidR="00F13C51">
        <w:rPr>
          <w:rtl/>
        </w:rPr>
        <w:t>،</w:t>
      </w:r>
      <w:r w:rsidRPr="00ED7148">
        <w:rPr>
          <w:rtl/>
        </w:rPr>
        <w:t xml:space="preserve"> فإذا هي</w:t>
      </w:r>
      <w:r w:rsidR="00F13C51">
        <w:rPr>
          <w:rtl/>
        </w:rPr>
        <w:t xml:space="preserve"> - </w:t>
      </w:r>
      <w:r w:rsidRPr="00ED7148">
        <w:rPr>
          <w:rtl/>
        </w:rPr>
        <w:t>في عين الطفل وفي محياه</w:t>
      </w:r>
      <w:r w:rsidR="00F13C51">
        <w:rPr>
          <w:rtl/>
        </w:rPr>
        <w:t xml:space="preserve"> - </w:t>
      </w:r>
      <w:r w:rsidRPr="00ED7148">
        <w:rPr>
          <w:rtl/>
        </w:rPr>
        <w:t>استجابة للأصل والجوهر</w:t>
      </w:r>
      <w:r w:rsidR="00F13C51">
        <w:rPr>
          <w:rtl/>
        </w:rPr>
        <w:t>،</w:t>
      </w:r>
      <w:r w:rsidRPr="00ED7148">
        <w:rPr>
          <w:rtl/>
        </w:rPr>
        <w:t xml:space="preserve"> وتحقيق لأشواق الحُلم الذي جاشت به تلك الليالي الصامتة</w:t>
      </w:r>
      <w:r w:rsidR="00F13C51">
        <w:rPr>
          <w:rtl/>
        </w:rPr>
        <w:t>:</w:t>
      </w:r>
      <w:r w:rsidRPr="00ED7148">
        <w:rPr>
          <w:rtl/>
        </w:rPr>
        <w:t xml:space="preserve"> فكان الانبعاث</w:t>
      </w:r>
      <w:r w:rsidR="00F13C51">
        <w:rPr>
          <w:rtl/>
        </w:rPr>
        <w:t>،</w:t>
      </w:r>
      <w:r w:rsidRPr="00ED7148">
        <w:rPr>
          <w:rtl/>
        </w:rPr>
        <w:t xml:space="preserve"> وكانت الرسالة</w:t>
      </w:r>
      <w:r w:rsidR="00F13C51">
        <w:rPr>
          <w:rtl/>
        </w:rPr>
        <w:t>،</w:t>
      </w:r>
      <w:r w:rsidRPr="00ED7148">
        <w:rPr>
          <w:rtl/>
        </w:rPr>
        <w:t xml:space="preserve"> وكانت القضيَّة</w:t>
      </w:r>
      <w:r w:rsidR="00F13C51">
        <w:rPr>
          <w:rtl/>
        </w:rPr>
        <w:t>،</w:t>
      </w:r>
      <w:r w:rsidRPr="00ED7148">
        <w:rPr>
          <w:rtl/>
        </w:rPr>
        <w:t xml:space="preserve"> وكانت الوصيَّة الهاجعة في عين الحُلم</w:t>
      </w:r>
      <w:r w:rsidR="00C327EB">
        <w:rPr>
          <w:rtl/>
        </w:rPr>
        <w:t>.</w:t>
      </w:r>
      <w:r w:rsidRPr="00ED714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مِن هنا كان وضوح القصد</w:t>
      </w:r>
      <w:r w:rsidR="00F13C51">
        <w:rPr>
          <w:rtl/>
        </w:rPr>
        <w:t>،</w:t>
      </w:r>
      <w:r w:rsidRPr="00ED7148">
        <w:rPr>
          <w:rtl/>
        </w:rPr>
        <w:t xml:space="preserve"> ومِن هنا كانت التنشئة مُعيَّنة التوجيه</w:t>
      </w:r>
      <w:r w:rsidR="00F13C51">
        <w:rPr>
          <w:rtl/>
        </w:rPr>
        <w:t>،</w:t>
      </w:r>
      <w:r w:rsidRPr="00ED7148">
        <w:rPr>
          <w:rtl/>
        </w:rPr>
        <w:t xml:space="preserve"> وكانت الإحاطة موحَّدة العناصر</w:t>
      </w:r>
      <w:r w:rsidR="00F13C51">
        <w:rPr>
          <w:rtl/>
        </w:rPr>
        <w:t>،</w:t>
      </w:r>
      <w:r w:rsidRPr="00ED7148">
        <w:rPr>
          <w:rtl/>
        </w:rPr>
        <w:t xml:space="preserve"> وحاضرة الإعداد</w:t>
      </w:r>
      <w:r w:rsidR="00F13C51">
        <w:rPr>
          <w:rtl/>
        </w:rPr>
        <w:t>،</w:t>
      </w:r>
      <w:r w:rsidRPr="00ED7148">
        <w:rPr>
          <w:rtl/>
        </w:rPr>
        <w:t xml:space="preserve"> وكانت البيئة</w:t>
      </w:r>
      <w:r w:rsidR="00F13C51">
        <w:rPr>
          <w:rtl/>
        </w:rPr>
        <w:t xml:space="preserve"> - </w:t>
      </w:r>
      <w:r w:rsidRPr="00ED7148">
        <w:rPr>
          <w:rtl/>
        </w:rPr>
        <w:t>بحدِّ ذاتها</w:t>
      </w:r>
      <w:r w:rsidR="00F13C51">
        <w:rPr>
          <w:rtl/>
        </w:rPr>
        <w:t xml:space="preserve"> - </w:t>
      </w:r>
      <w:r w:rsidRPr="00ED7148">
        <w:rPr>
          <w:rtl/>
        </w:rPr>
        <w:t>بيئة غنيَّة بمواردها الفكريَّة</w:t>
      </w:r>
      <w:r w:rsidR="00F13C51">
        <w:rPr>
          <w:rtl/>
        </w:rPr>
        <w:t xml:space="preserve"> - </w:t>
      </w:r>
      <w:r w:rsidRPr="00ED7148">
        <w:rPr>
          <w:rtl/>
        </w:rPr>
        <w:t>الروحيّة</w:t>
      </w:r>
      <w:r w:rsidR="00F13C51">
        <w:rPr>
          <w:rtl/>
        </w:rPr>
        <w:t xml:space="preserve"> - </w:t>
      </w:r>
      <w:r w:rsidRPr="00ED7148">
        <w:rPr>
          <w:rtl/>
        </w:rPr>
        <w:t>الأصيلة في بُعدها وجوهرها</w:t>
      </w:r>
      <w:r w:rsidR="00F13C51">
        <w:rPr>
          <w:rtl/>
        </w:rPr>
        <w:t>،</w:t>
      </w:r>
      <w:r w:rsidRPr="00ED7148">
        <w:rPr>
          <w:rtl/>
        </w:rPr>
        <w:t xml:space="preserve"> وتحقيقاتها الرائعة المِثال</w:t>
      </w:r>
      <w:r w:rsidR="00C327EB">
        <w:rPr>
          <w:rtl/>
        </w:rPr>
        <w:t>.</w:t>
      </w:r>
      <w:r w:rsidRPr="00ED714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كان كلُّ ذلك في الجوِّ الذي راح الحسين يتنفَّس فيه</w:t>
      </w:r>
      <w:r w:rsidR="00F13C51">
        <w:rPr>
          <w:rtl/>
        </w:rPr>
        <w:t>،</w:t>
      </w:r>
      <w:r w:rsidRPr="00ED7148">
        <w:rPr>
          <w:rtl/>
        </w:rPr>
        <w:t xml:space="preserve"> ويدرج مِن حِضن إلى حِضن</w:t>
      </w:r>
      <w:r w:rsidR="00F13C51">
        <w:rPr>
          <w:rtl/>
        </w:rPr>
        <w:t>،</w:t>
      </w:r>
      <w:r w:rsidRPr="00ED7148">
        <w:rPr>
          <w:rtl/>
        </w:rPr>
        <w:t xml:space="preserve"> فكيف له</w:t>
      </w:r>
      <w:r w:rsidR="00F13C51">
        <w:rPr>
          <w:rtl/>
        </w:rPr>
        <w:t xml:space="preserve"> - </w:t>
      </w:r>
      <w:r w:rsidRPr="00ED7148">
        <w:rPr>
          <w:rtl/>
        </w:rPr>
        <w:t>وهو الآن في ثمانية مِن العُمر</w:t>
      </w:r>
      <w:r w:rsidR="00F13C51">
        <w:rPr>
          <w:rtl/>
        </w:rPr>
        <w:t xml:space="preserve"> - </w:t>
      </w:r>
      <w:r w:rsidRPr="00ED7148">
        <w:rPr>
          <w:rtl/>
        </w:rPr>
        <w:t>أنْ لا يكون باكر النضج والتمييز</w:t>
      </w:r>
      <w:r w:rsidR="00106DAF">
        <w:rPr>
          <w:rtl/>
        </w:rPr>
        <w:t>؟</w:t>
      </w:r>
      <w:r w:rsidRPr="00ED7148">
        <w:rPr>
          <w:rtl/>
        </w:rPr>
        <w:t>! وكيف له أنْ لا يُدرك</w:t>
      </w:r>
      <w:r w:rsidR="00F13C51">
        <w:rPr>
          <w:rtl/>
        </w:rPr>
        <w:t xml:space="preserve"> - </w:t>
      </w:r>
      <w:r w:rsidRPr="00ED7148">
        <w:rPr>
          <w:rtl/>
        </w:rPr>
        <w:t>وهو تحت عين أبيه علي وبين يديه وفي احتكاك لا يهدأ بروحه وقلبه ولسانه</w:t>
      </w:r>
      <w:r w:rsidR="00F13C51">
        <w:rPr>
          <w:rtl/>
        </w:rPr>
        <w:t xml:space="preserve"> - </w:t>
      </w:r>
      <w:r w:rsidRPr="00ED7148">
        <w:rPr>
          <w:rtl/>
        </w:rPr>
        <w:t>أنَّ جدَّه الذي رجع مريضاً مِن حَجَّة الوداع</w:t>
      </w:r>
      <w:r w:rsidR="00F13C51">
        <w:rPr>
          <w:rtl/>
        </w:rPr>
        <w:t>،</w:t>
      </w:r>
      <w:r w:rsidRPr="00ED7148">
        <w:rPr>
          <w:rtl/>
        </w:rPr>
        <w:t xml:space="preserve"> وهو الذي أضناه التعب في الساحات الكبيرة</w:t>
      </w:r>
      <w:r w:rsidR="00F13C51">
        <w:rPr>
          <w:rtl/>
        </w:rPr>
        <w:t>،</w:t>
      </w:r>
      <w:r w:rsidRPr="00ED7148">
        <w:rPr>
          <w:rtl/>
        </w:rPr>
        <w:t xml:space="preserve"> التي امتصَّت فِكره وقلبه وأوصاله</w:t>
      </w:r>
      <w:r w:rsidR="00106DAF">
        <w:rPr>
          <w:rtl/>
        </w:rPr>
        <w:t>؟</w:t>
      </w:r>
      <w:r w:rsidRPr="00ED7148">
        <w:rPr>
          <w:rtl/>
        </w:rPr>
        <w:t>! وها هو يتركها وقد خلَّف فيها الثقلين</w:t>
      </w:r>
      <w:r w:rsidR="00F13C51">
        <w:rPr>
          <w:rtl/>
        </w:rPr>
        <w:t>:</w:t>
      </w:r>
      <w:r w:rsidRPr="00ED7148">
        <w:rPr>
          <w:rtl/>
        </w:rPr>
        <w:t xml:space="preserve"> عترته</w:t>
      </w:r>
      <w:r w:rsidR="00F13C51">
        <w:rPr>
          <w:rtl/>
        </w:rPr>
        <w:t>،</w:t>
      </w:r>
      <w:r w:rsidRPr="00ED7148">
        <w:rPr>
          <w:rtl/>
        </w:rPr>
        <w:t xml:space="preserve"> ورسالة ملفوفة بكتاب</w:t>
      </w:r>
      <w:r w:rsidR="00F13C51">
        <w:rPr>
          <w:rtl/>
        </w:rPr>
        <w:t>،</w:t>
      </w:r>
      <w:r w:rsidRPr="00ED7148">
        <w:rPr>
          <w:rtl/>
        </w:rPr>
        <w:t xml:space="preserve"> وحُلماً أصيلاً بأنَّ الجُهد الكبير في الحياة</w:t>
      </w:r>
      <w:r w:rsidR="00F13C51">
        <w:rPr>
          <w:rtl/>
        </w:rPr>
        <w:t>،</w:t>
      </w:r>
      <w:r w:rsidRPr="00ED7148">
        <w:rPr>
          <w:rtl/>
        </w:rPr>
        <w:t xml:space="preserve"> هو مِن الحياة</w:t>
      </w:r>
      <w:r w:rsidR="00F13C51">
        <w:rPr>
          <w:rtl/>
        </w:rPr>
        <w:t>،</w:t>
      </w:r>
      <w:r w:rsidRPr="00ED7148">
        <w:rPr>
          <w:rtl/>
        </w:rPr>
        <w:t xml:space="preserve"> وأنَّ الحقَّ لا يموت</w:t>
      </w:r>
      <w:r w:rsidR="00F13C51">
        <w:rPr>
          <w:rtl/>
        </w:rPr>
        <w:t>،</w:t>
      </w:r>
      <w:r w:rsidRPr="00ED7148">
        <w:rPr>
          <w:rtl/>
        </w:rPr>
        <w:t xml:space="preserve"> وأنَّ الاستمرار هو الوصلة الجُلَّى</w:t>
      </w:r>
      <w:r w:rsidR="00F13C51">
        <w:rPr>
          <w:rtl/>
        </w:rPr>
        <w:t>،</w:t>
      </w:r>
      <w:r w:rsidRPr="00ED7148">
        <w:rPr>
          <w:rtl/>
        </w:rPr>
        <w:t xml:space="preserve"> يتنقَّل الجُهد بها وعليها إلى بقاء القيمة الخالدة في مُجتمع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أدرك الحسين</w:t>
      </w:r>
      <w:r w:rsidR="00F13C51">
        <w:rPr>
          <w:rtl/>
        </w:rPr>
        <w:t xml:space="preserve"> - </w:t>
      </w:r>
      <w:r w:rsidRPr="00ED7148">
        <w:rPr>
          <w:rtl/>
        </w:rPr>
        <w:t>وهو في بكرة طريَّة مِن العُمر</w:t>
      </w:r>
      <w:r w:rsidR="00F13C51">
        <w:rPr>
          <w:rtl/>
        </w:rPr>
        <w:t xml:space="preserve"> - </w:t>
      </w:r>
      <w:r w:rsidRPr="00ED7148">
        <w:rPr>
          <w:rtl/>
        </w:rPr>
        <w:t>أنَّ جَدَّه وأباه</w:t>
      </w:r>
      <w:r w:rsidR="00F13C51">
        <w:rPr>
          <w:rtl/>
        </w:rPr>
        <w:t>،</w:t>
      </w:r>
      <w:r w:rsidRPr="00ED7148">
        <w:rPr>
          <w:rtl/>
        </w:rPr>
        <w:t xml:space="preserve"> هما مُحيطان في الإصابة</w:t>
      </w:r>
      <w:r w:rsidR="00F13C51">
        <w:rPr>
          <w:rtl/>
        </w:rPr>
        <w:t>،</w:t>
      </w:r>
      <w:r w:rsidRPr="00ED7148">
        <w:rPr>
          <w:rtl/>
        </w:rPr>
        <w:t xml:space="preserve"> وأدرك أنَّ عليه</w:t>
      </w:r>
      <w:r w:rsidR="00F13C51">
        <w:rPr>
          <w:rtl/>
        </w:rPr>
        <w:t xml:space="preserve"> - </w:t>
      </w:r>
      <w:r w:rsidRPr="00ED7148">
        <w:rPr>
          <w:rtl/>
        </w:rPr>
        <w:t>مُنذ الآن</w:t>
      </w:r>
      <w:r w:rsidR="00F13C51">
        <w:rPr>
          <w:rtl/>
        </w:rPr>
        <w:t xml:space="preserve"> - </w:t>
      </w:r>
      <w:r w:rsidRPr="00ED7148">
        <w:rPr>
          <w:rtl/>
        </w:rPr>
        <w:t xml:space="preserve">أنْ ينمو ويترعرع في حِضن جَدَّه الذي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F13C51">
      <w:pPr>
        <w:pStyle w:val="libNormal0"/>
        <w:rPr>
          <w:rtl/>
        </w:rPr>
      </w:pPr>
      <w:r w:rsidRPr="00ED7148">
        <w:rPr>
          <w:rtl/>
        </w:rPr>
        <w:lastRenderedPageBreak/>
        <w:t>غاب وبقي كامل الحضور في المسجد</w:t>
      </w:r>
      <w:r w:rsidR="00F13C51">
        <w:rPr>
          <w:rtl/>
        </w:rPr>
        <w:t xml:space="preserve"> - </w:t>
      </w:r>
      <w:r w:rsidRPr="00ED7148">
        <w:rPr>
          <w:rtl/>
        </w:rPr>
        <w:t>إنَّها وصيَّته</w:t>
      </w:r>
      <w:r w:rsidR="00F13C51">
        <w:rPr>
          <w:rtl/>
        </w:rPr>
        <w:t xml:space="preserve"> - </w:t>
      </w:r>
      <w:r w:rsidRPr="00ED7148">
        <w:rPr>
          <w:rtl/>
        </w:rPr>
        <w:t>لقد سمعها مِن جَدِّه وهو يتغنَّج عليه فوق منبر المسجد</w:t>
      </w:r>
      <w:r w:rsidR="00C327EB">
        <w:rPr>
          <w:rtl/>
        </w:rPr>
        <w:t>.</w:t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3</w:t>
      </w:r>
      <w:r>
        <w:rPr>
          <w:rtl/>
        </w:rPr>
        <w:t xml:space="preserve"> -</w:t>
      </w:r>
    </w:p>
    <w:p w:rsidR="003A7CC2" w:rsidRPr="00A37385" w:rsidRDefault="003A7CC2" w:rsidP="00F13C51">
      <w:pPr>
        <w:pStyle w:val="libNormal"/>
        <w:rPr>
          <w:rtl/>
        </w:rPr>
      </w:pPr>
      <w:r w:rsidRPr="00ED7148">
        <w:rPr>
          <w:rtl/>
        </w:rPr>
        <w:t>ما كان أبوه علي يخرج مَرَّة إلى الساحات ويعود إلى رُكن البيت</w:t>
      </w:r>
      <w:r w:rsidR="00F13C51">
        <w:rPr>
          <w:rtl/>
        </w:rPr>
        <w:t>،</w:t>
      </w:r>
      <w:r w:rsidRPr="00ED7148">
        <w:rPr>
          <w:rtl/>
        </w:rPr>
        <w:t xml:space="preserve"> إلاَّ وفي جَعبته خبر ثقيل كأنَّه الرزيئة</w:t>
      </w:r>
      <w:r w:rsidR="00F13C51">
        <w:rPr>
          <w:rtl/>
        </w:rPr>
        <w:t>،</w:t>
      </w:r>
      <w:r w:rsidRPr="00ED7148">
        <w:rPr>
          <w:rtl/>
        </w:rPr>
        <w:t xml:space="preserve"> لقد اجتمعوا أربعتهم الليلة هذه على الحصير حول صينيَّة</w:t>
      </w:r>
      <w:r w:rsidR="00F13C51">
        <w:rPr>
          <w:rtl/>
        </w:rPr>
        <w:t>،</w:t>
      </w:r>
      <w:r w:rsidRPr="00ED7148">
        <w:rPr>
          <w:rtl/>
        </w:rPr>
        <w:t xml:space="preserve"> مَدَّت عليها فاطمة وجبة الطعام، أمَّا الأب الذي كان يأكل قليلاً وهو يتحدَّث</w:t>
      </w:r>
      <w:r w:rsidR="00F13C51">
        <w:rPr>
          <w:rtl/>
        </w:rPr>
        <w:t>،</w:t>
      </w:r>
      <w:r w:rsidRPr="00ED7148">
        <w:rPr>
          <w:rtl/>
        </w:rPr>
        <w:t xml:space="preserve"> فإنَّه راح يوضِّح لهم قِصَّة السقيفة</w:t>
      </w:r>
      <w:r w:rsidR="00F13C51">
        <w:rPr>
          <w:rtl/>
        </w:rPr>
        <w:t>،</w:t>
      </w:r>
      <w:r w:rsidRPr="00ED7148">
        <w:rPr>
          <w:rtl/>
        </w:rPr>
        <w:t xml:space="preserve"> سقيفة بني ساعدة</w:t>
      </w:r>
      <w:r w:rsidR="00F13C51">
        <w:rPr>
          <w:rtl/>
        </w:rPr>
        <w:t>،</w:t>
      </w:r>
      <w:r w:rsidRPr="00ED7148">
        <w:rPr>
          <w:rtl/>
        </w:rPr>
        <w:t xml:space="preserve"> كيف وظَّفها عمر بن الخطاب لتُبعده عن حقيقته وحقوقيَّته في الإمارة</w:t>
      </w:r>
      <w:r w:rsidR="00F13C51">
        <w:rPr>
          <w:rtl/>
        </w:rPr>
        <w:t>،</w:t>
      </w:r>
      <w:r w:rsidRPr="00ED7148">
        <w:rPr>
          <w:rtl/>
        </w:rPr>
        <w:t xml:space="preserve"> وإحلال أبي بكر فيها</w:t>
      </w:r>
      <w:r w:rsidR="00F13C51">
        <w:rPr>
          <w:rtl/>
        </w:rPr>
        <w:t>،</w:t>
      </w:r>
      <w:r w:rsidRPr="00ED7148">
        <w:rPr>
          <w:rtl/>
        </w:rPr>
        <w:t xml:space="preserve"> كأنَّ الرضوخ لمشيئة النبي هو الخطأ</w:t>
      </w:r>
      <w:r w:rsidR="00F13C51">
        <w:rPr>
          <w:rtl/>
        </w:rPr>
        <w:t>،</w:t>
      </w:r>
      <w:r w:rsidRPr="00ED7148">
        <w:rPr>
          <w:rtl/>
        </w:rPr>
        <w:t xml:space="preserve"> وفي المعصية الصواب</w:t>
      </w:r>
      <w:r w:rsidR="00C327EB">
        <w:rPr>
          <w:rtl/>
        </w:rPr>
        <w:t>.</w:t>
      </w:r>
      <w:r w:rsidRPr="00ED714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تبسَّط أمامهم كيف أنَّ في التصرُّف هذا استدعاء أثيما لقبلية</w:t>
      </w:r>
      <w:r w:rsidR="00F13C51">
        <w:rPr>
          <w:rtl/>
        </w:rPr>
        <w:t>،</w:t>
      </w:r>
      <w:r w:rsidRPr="00ED7148">
        <w:rPr>
          <w:rtl/>
        </w:rPr>
        <w:t xml:space="preserve"> حاول النبي الحكيم وَأدَها وتخليص مُجتمع الأُمَّة منها</w:t>
      </w:r>
      <w:r w:rsidR="00F13C51">
        <w:rPr>
          <w:rtl/>
        </w:rPr>
        <w:t>،</w:t>
      </w:r>
      <w:r w:rsidRPr="00ED7148">
        <w:rPr>
          <w:rtl/>
        </w:rPr>
        <w:t xml:space="preserve"> وإذا لها الآن توَّاً</w:t>
      </w:r>
      <w:r w:rsidR="00F13C51">
        <w:rPr>
          <w:rtl/>
        </w:rPr>
        <w:t xml:space="preserve"> - </w:t>
      </w:r>
      <w:r w:rsidRPr="00ED7148">
        <w:rPr>
          <w:rtl/>
        </w:rPr>
        <w:t>إثر غيابه</w:t>
      </w:r>
      <w:r w:rsidR="00F13C51">
        <w:rPr>
          <w:rtl/>
        </w:rPr>
        <w:t xml:space="preserve"> - </w:t>
      </w:r>
      <w:r w:rsidRPr="00ED7148">
        <w:rPr>
          <w:rtl/>
        </w:rPr>
        <w:t>عودة إلى الأرض</w:t>
      </w:r>
      <w:r w:rsidR="00F13C51">
        <w:rPr>
          <w:rtl/>
        </w:rPr>
        <w:t>،</w:t>
      </w:r>
      <w:r w:rsidRPr="00ED7148">
        <w:rPr>
          <w:rtl/>
        </w:rPr>
        <w:t xml:space="preserve"> وإلى النفوس</w:t>
      </w:r>
      <w:r w:rsidR="00F13C51">
        <w:rPr>
          <w:rtl/>
        </w:rPr>
        <w:t>،</w:t>
      </w:r>
      <w:r w:rsidRPr="00ED7148">
        <w:rPr>
          <w:rtl/>
        </w:rPr>
        <w:t xml:space="preserve"> تنهدر بها الطاقات الفاعلة</w:t>
      </w:r>
      <w:r w:rsidR="00F13C51">
        <w:rPr>
          <w:rtl/>
        </w:rPr>
        <w:t>،</w:t>
      </w:r>
      <w:r w:rsidRPr="00ED7148">
        <w:rPr>
          <w:rtl/>
        </w:rPr>
        <w:t xml:space="preserve"> وينشل الزخم الواعي</w:t>
      </w:r>
      <w:r w:rsidR="00F13C51">
        <w:rPr>
          <w:rtl/>
        </w:rPr>
        <w:t>،</w:t>
      </w:r>
      <w:r w:rsidRPr="00ED7148">
        <w:rPr>
          <w:rtl/>
        </w:rPr>
        <w:t xml:space="preserve"> مُتلهياً بالعرض عن الجوهر</w:t>
      </w:r>
      <w:r w:rsidR="00C327EB">
        <w:rPr>
          <w:rtl/>
        </w:rPr>
        <w:t>.</w:t>
      </w:r>
      <w:r w:rsidRPr="00ED7148">
        <w:rPr>
          <w:rtl/>
        </w:rPr>
        <w:t xml:space="preserve"> إنَّ الوحدة هي في الخطر ا</w:t>
      </w:r>
      <w:r w:rsidR="002C2DD7">
        <w:rPr>
          <w:rtl/>
        </w:rPr>
        <w:t>لمـُ</w:t>
      </w:r>
      <w:r w:rsidRPr="00ED7148">
        <w:rPr>
          <w:rtl/>
        </w:rPr>
        <w:t>داهم تحمله سياسة الزعامات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شرح لهم بعُمق وهو مُثقل المنكبين</w:t>
      </w:r>
      <w:r w:rsidR="00F13C51">
        <w:rPr>
          <w:rtl/>
        </w:rPr>
        <w:t>:</w:t>
      </w:r>
      <w:r w:rsidRPr="00ED7148">
        <w:rPr>
          <w:rtl/>
        </w:rPr>
        <w:t xml:space="preserve"> إنَّ للأعمال الكبيرة أوقاتاً مرهونة بها ساعات مُباركة</w:t>
      </w:r>
      <w:r w:rsidR="00F13C51">
        <w:rPr>
          <w:rtl/>
        </w:rPr>
        <w:t>،</w:t>
      </w:r>
      <w:r w:rsidRPr="00ED7148">
        <w:rPr>
          <w:rtl/>
        </w:rPr>
        <w:t xml:space="preserve"> مقرونة بالتحفِّز والرضوان</w:t>
      </w:r>
      <w:r w:rsidR="00F13C51">
        <w:rPr>
          <w:rtl/>
        </w:rPr>
        <w:t>،</w:t>
      </w:r>
      <w:r w:rsidRPr="00ED7148">
        <w:rPr>
          <w:rtl/>
        </w:rPr>
        <w:t xml:space="preserve"> ولقد قطفتها</w:t>
      </w:r>
      <w:r w:rsidR="00F13C51">
        <w:rPr>
          <w:rtl/>
        </w:rPr>
        <w:t xml:space="preserve"> - </w:t>
      </w:r>
      <w:r w:rsidRPr="00ED7148">
        <w:rPr>
          <w:rtl/>
        </w:rPr>
        <w:t>في حينونة ساعتها</w:t>
      </w:r>
      <w:r w:rsidR="00F13C51">
        <w:rPr>
          <w:rtl/>
        </w:rPr>
        <w:t xml:space="preserve"> - </w:t>
      </w:r>
      <w:r w:rsidRPr="00ED7148">
        <w:rPr>
          <w:rtl/>
        </w:rPr>
        <w:t>نَهدة الحَقِّ بنبيِّها وبطلها الذيب</w:t>
      </w:r>
      <w:r w:rsidR="00F13C51">
        <w:rPr>
          <w:rtl/>
        </w:rPr>
        <w:t>،</w:t>
      </w:r>
      <w:r w:rsidRPr="00ED7148">
        <w:rPr>
          <w:rtl/>
        </w:rPr>
        <w:t xml:space="preserve"> لم تنجب صِنوه ملحمة مِن أقدس الملاحم في وجود الإنسان</w:t>
      </w:r>
      <w:r w:rsidR="00F13C51">
        <w:rPr>
          <w:rtl/>
        </w:rPr>
        <w:t>،</w:t>
      </w:r>
      <w:r w:rsidRPr="00ED7148">
        <w:rPr>
          <w:rtl/>
        </w:rPr>
        <w:t xml:space="preserve"> واستطرد يقول</w:t>
      </w:r>
      <w:r w:rsidR="00F13C51">
        <w:rPr>
          <w:rtl/>
        </w:rPr>
        <w:t>:</w:t>
      </w:r>
      <w:r w:rsidRPr="00ED7148">
        <w:rPr>
          <w:rtl/>
        </w:rPr>
        <w:t xml:space="preserve"> مَن لنا الآن</w:t>
      </w:r>
      <w:r w:rsidR="00F13C51">
        <w:rPr>
          <w:rtl/>
        </w:rPr>
        <w:t>،</w:t>
      </w:r>
      <w:r w:rsidRPr="00ED7148">
        <w:rPr>
          <w:rtl/>
        </w:rPr>
        <w:t xml:space="preserve"> وقد غاب سيف صقيل مِن بيننا</w:t>
      </w:r>
      <w:r w:rsidR="00F13C51">
        <w:rPr>
          <w:rtl/>
        </w:rPr>
        <w:t>،</w:t>
      </w:r>
      <w:r w:rsidRPr="00ED7148">
        <w:rPr>
          <w:rtl/>
        </w:rPr>
        <w:t xml:space="preserve"> وفوَّتنا علينا تعهُّد ما غرسناه في البستان</w:t>
      </w:r>
      <w:r w:rsidR="00106DAF">
        <w:rPr>
          <w:rtl/>
        </w:rPr>
        <w:t>؟</w:t>
      </w:r>
      <w:r w:rsidRPr="00ED7148">
        <w:rPr>
          <w:rtl/>
        </w:rPr>
        <w:t>! لهفي على الرسالة</w:t>
      </w:r>
      <w:r w:rsidR="00F13C51">
        <w:rPr>
          <w:rtl/>
        </w:rPr>
        <w:t>،</w:t>
      </w:r>
      <w:r w:rsidRPr="00ED7148">
        <w:rPr>
          <w:rtl/>
        </w:rPr>
        <w:t xml:space="preserve"> يلزمها ا</w:t>
      </w:r>
      <w:r w:rsidR="002C2DD7">
        <w:rPr>
          <w:rtl/>
        </w:rPr>
        <w:t>لمـَ</w:t>
      </w:r>
      <w:r w:rsidRPr="00ED7148">
        <w:rPr>
          <w:rtl/>
        </w:rPr>
        <w:t>عين</w:t>
      </w:r>
      <w:r w:rsidR="00F13C51">
        <w:rPr>
          <w:rtl/>
        </w:rPr>
        <w:t>،</w:t>
      </w:r>
      <w:r w:rsidRPr="00ED7148">
        <w:rPr>
          <w:rtl/>
        </w:rPr>
        <w:t xml:space="preserve"> ونقطع عنها</w:t>
      </w:r>
      <w:r w:rsidR="00F13C51">
        <w:rPr>
          <w:rtl/>
        </w:rPr>
        <w:t xml:space="preserve"> - </w:t>
      </w:r>
      <w:r w:rsidRPr="00ED7148">
        <w:rPr>
          <w:rtl/>
        </w:rPr>
        <w:t>وهي طريَّة</w:t>
      </w:r>
      <w:r w:rsidR="00F13C51">
        <w:rPr>
          <w:rtl/>
        </w:rPr>
        <w:t xml:space="preserve"> - </w:t>
      </w:r>
      <w:r w:rsidRPr="00ED7148">
        <w:rPr>
          <w:rtl/>
        </w:rPr>
        <w:t>هذا ا</w:t>
      </w:r>
      <w:r w:rsidR="002C2DD7">
        <w:rPr>
          <w:rtl/>
        </w:rPr>
        <w:t>لمـَ</w:t>
      </w:r>
      <w:r w:rsidRPr="00ED7148">
        <w:rPr>
          <w:rtl/>
        </w:rPr>
        <w:t>عين</w:t>
      </w:r>
      <w:r w:rsidR="00106DAF">
        <w:rPr>
          <w:rtl/>
        </w:rPr>
        <w:t>!</w:t>
      </w:r>
      <w:r w:rsidRPr="00ED714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ما كادت فاطمة تستوعب مرارة البوح حتَّى غاصت في نشيجها</w:t>
      </w:r>
      <w:r w:rsidR="00F13C51">
        <w:rPr>
          <w:rtl/>
        </w:rPr>
        <w:t>،</w:t>
      </w:r>
      <w:r w:rsidRPr="00ED7148">
        <w:rPr>
          <w:rtl/>
        </w:rPr>
        <w:t xml:space="preserve"> فهبَّ الحسن يُطيِّب خاطرها ويُهدئ مِن ثورة كالحة في صدرها وهو يقول</w:t>
      </w:r>
      <w:r w:rsidR="00F13C51">
        <w:rPr>
          <w:rtl/>
        </w:rPr>
        <w:t>:</w:t>
      </w:r>
      <w:r w:rsidRPr="00ED7148">
        <w:rPr>
          <w:rtl/>
        </w:rPr>
        <w:t xml:space="preserve"> إنَّ خلف الليل هذا</w:t>
      </w:r>
      <w:r w:rsidR="00F13C51">
        <w:rPr>
          <w:rtl/>
        </w:rPr>
        <w:t xml:space="preserve"> - </w:t>
      </w:r>
      <w:r w:rsidRPr="00ED7148">
        <w:rPr>
          <w:rtl/>
        </w:rPr>
        <w:t>يا أُمِّي</w:t>
      </w:r>
      <w:r w:rsidR="00F13C51">
        <w:rPr>
          <w:rtl/>
        </w:rPr>
        <w:t xml:space="preserve"> - </w:t>
      </w:r>
      <w:r w:rsidRPr="00ED7148">
        <w:rPr>
          <w:rtl/>
        </w:rPr>
        <w:t>هزيعاً آخر</w:t>
      </w:r>
      <w:r w:rsidR="00F13C51">
        <w:rPr>
          <w:rtl/>
        </w:rPr>
        <w:t>،</w:t>
      </w:r>
      <w:r w:rsidRPr="00ED7148">
        <w:rPr>
          <w:rtl/>
        </w:rPr>
        <w:t xml:space="preserve"> لابدَّ أنْ تطيب شمسه</w:t>
      </w:r>
      <w:r w:rsidR="00C327EB">
        <w:rPr>
          <w:rtl/>
        </w:rPr>
        <w:t xml:space="preserve"> ...</w:t>
      </w:r>
      <w:r w:rsidRPr="00ED7148">
        <w:rPr>
          <w:rtl/>
        </w:rPr>
        <w:t xml:space="preserve"> فرمقه الحسين بعين سرحت منها نقطة دمٍ</w:t>
      </w:r>
      <w:r w:rsidR="00F13C51">
        <w:rPr>
          <w:rtl/>
        </w:rPr>
        <w:t>،</w:t>
      </w:r>
      <w:r w:rsidRPr="00ED7148">
        <w:rPr>
          <w:rtl/>
        </w:rPr>
        <w:t xml:space="preserve"> وهرول صوب الليل وهو يقول</w:t>
      </w:r>
      <w:r w:rsidR="00F13C51">
        <w:rPr>
          <w:rtl/>
        </w:rPr>
        <w:t>:</w:t>
      </w:r>
      <w:r w:rsidRPr="00ED7148">
        <w:rPr>
          <w:rtl/>
        </w:rPr>
        <w:t xml:space="preserve"> جَدِّي ينتظرني في باحة المسجد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lastRenderedPageBreak/>
        <w:t>-</w:t>
      </w:r>
      <w:r w:rsidR="003A7CC2" w:rsidRPr="00ED7148">
        <w:rPr>
          <w:rtl/>
        </w:rPr>
        <w:t xml:space="preserve"> 4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بالرغم مِن أنَّ ا</w:t>
      </w:r>
      <w:r w:rsidR="002C2DD7">
        <w:rPr>
          <w:rtl/>
        </w:rPr>
        <w:t>لمـُ</w:t>
      </w:r>
      <w:r w:rsidRPr="00ED7148">
        <w:rPr>
          <w:rtl/>
        </w:rPr>
        <w:t>عتدَى عليه كان يسكت ويصبر على الضيم</w:t>
      </w:r>
      <w:r w:rsidR="00F13C51">
        <w:rPr>
          <w:rtl/>
        </w:rPr>
        <w:t>،</w:t>
      </w:r>
      <w:r w:rsidRPr="00ED7148">
        <w:rPr>
          <w:rtl/>
        </w:rPr>
        <w:t xml:space="preserve"> علَّ الليل يأتي بصباح آخر طيِّب الشمس</w:t>
      </w:r>
      <w:r w:rsidR="00F13C51">
        <w:rPr>
          <w:rtl/>
        </w:rPr>
        <w:t>،</w:t>
      </w:r>
      <w:r w:rsidRPr="00ED7148">
        <w:rPr>
          <w:rtl/>
        </w:rPr>
        <w:t xml:space="preserve"> كان ا</w:t>
      </w:r>
      <w:r w:rsidR="002C2DD7">
        <w:rPr>
          <w:rtl/>
        </w:rPr>
        <w:t>لمـُ</w:t>
      </w:r>
      <w:r w:rsidRPr="00ED7148">
        <w:rPr>
          <w:rtl/>
        </w:rPr>
        <w:t>عتدي لا يقبل إلاَّ بالتحدِّي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لم يدرِ أهل البيت في أيَّة ساعة مِن ذلك الليل</w:t>
      </w:r>
      <w:r w:rsidR="00F13C51">
        <w:rPr>
          <w:rtl/>
        </w:rPr>
        <w:t>،</w:t>
      </w:r>
      <w:r w:rsidRPr="00ED7148">
        <w:rPr>
          <w:rtl/>
        </w:rPr>
        <w:t xml:space="preserve"> تسلَّل أُمويٌّ سفيانيٌّ إلى ساحة الدار</w:t>
      </w:r>
      <w:r w:rsidR="00F13C51">
        <w:rPr>
          <w:rtl/>
        </w:rPr>
        <w:t>،</w:t>
      </w:r>
      <w:r w:rsidRPr="00ED7148">
        <w:rPr>
          <w:rtl/>
        </w:rPr>
        <w:t xml:space="preserve"> واقتلع منها شجرة الأراك التي كانت وحدها مَظلَّة النبي</w:t>
      </w:r>
      <w:r w:rsidR="00F13C51">
        <w:rPr>
          <w:rtl/>
        </w:rPr>
        <w:t>،</w:t>
      </w:r>
      <w:r w:rsidRPr="00ED7148">
        <w:rPr>
          <w:rtl/>
        </w:rPr>
        <w:t xml:space="preserve"> وكانت وحدها ظِلاًّ يركن إليه صِبْية الحيِّ ليلعبوا مع الحسن والحسين</w:t>
      </w:r>
      <w:r w:rsidR="00F13C51">
        <w:rPr>
          <w:rtl/>
        </w:rPr>
        <w:t>،</w:t>
      </w:r>
      <w:r w:rsidRPr="00ED7148">
        <w:rPr>
          <w:rtl/>
        </w:rPr>
        <w:t xml:space="preserve"> في كلِّ ضحوةٍ محمومة بلهيب الشمس</w:t>
      </w:r>
      <w:r w:rsidR="00F13C51">
        <w:rPr>
          <w:rtl/>
        </w:rPr>
        <w:t>،</w:t>
      </w:r>
      <w:r w:rsidRPr="00ED7148">
        <w:rPr>
          <w:rtl/>
        </w:rPr>
        <w:t xml:space="preserve"> في تلك الليلة بالذات</w:t>
      </w:r>
      <w:r w:rsidR="00F13C51">
        <w:rPr>
          <w:rtl/>
        </w:rPr>
        <w:t>،</w:t>
      </w:r>
      <w:r w:rsidRPr="00ED7148">
        <w:rPr>
          <w:rtl/>
        </w:rPr>
        <w:t xml:space="preserve"> كان أهل البيت متحلِّقين حول عميدهم عليٍّ</w:t>
      </w:r>
      <w:r w:rsidR="00F13C51">
        <w:rPr>
          <w:rtl/>
        </w:rPr>
        <w:t>،</w:t>
      </w:r>
      <w:r w:rsidRPr="00ED7148">
        <w:rPr>
          <w:rtl/>
        </w:rPr>
        <w:t xml:space="preserve"> وهو يُطلعهم على تصرُّف الخليفة أبي بكر بحجزه ( نِحلة فَدَك ) عنهم</w:t>
      </w:r>
      <w:r w:rsidR="00F13C51">
        <w:rPr>
          <w:rtl/>
        </w:rPr>
        <w:t>،</w:t>
      </w:r>
      <w:r w:rsidRPr="00ED7148">
        <w:rPr>
          <w:rtl/>
        </w:rPr>
        <w:t xml:space="preserve"> كأنَّه لا يُريد لهم أيَّة بحبوحة مِن رزق تعولهم في حشرة الشَّحِّ</w:t>
      </w:r>
      <w:r w:rsidR="00106DAF">
        <w:rPr>
          <w:rtl/>
        </w:rPr>
        <w:t>!</w:t>
      </w:r>
      <w:r w:rsidRPr="00ED7148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ما تحمَّلتها فاطمة عندما فتحت الباب مع الصباح</w:t>
      </w:r>
      <w:r w:rsidR="00F13C51">
        <w:rPr>
          <w:rtl/>
        </w:rPr>
        <w:t>،</w:t>
      </w:r>
      <w:r w:rsidRPr="00ED7148">
        <w:rPr>
          <w:rtl/>
        </w:rPr>
        <w:t xml:space="preserve"> ولمحت شجرتها العفيفة مطروحة فوق التراب</w:t>
      </w:r>
      <w:r w:rsidR="00F13C51">
        <w:rPr>
          <w:rtl/>
        </w:rPr>
        <w:t>،</w:t>
      </w:r>
      <w:r w:rsidRPr="00ED7148">
        <w:rPr>
          <w:rtl/>
        </w:rPr>
        <w:t xml:space="preserve"> لقد تلفَّعت بخِمارها وانسابت</w:t>
      </w:r>
      <w:r w:rsidR="00F13C51">
        <w:rPr>
          <w:rtl/>
        </w:rPr>
        <w:t>،</w:t>
      </w:r>
      <w:r w:rsidRPr="00ED7148">
        <w:rPr>
          <w:rtl/>
        </w:rPr>
        <w:t xml:space="preserve"> كأنَّها قضيب مِن بانٍ معكوف عليه صولجان</w:t>
      </w:r>
      <w:r w:rsidR="00F13C51">
        <w:rPr>
          <w:rtl/>
        </w:rPr>
        <w:t>،</w:t>
      </w:r>
      <w:r w:rsidRPr="00ED7148">
        <w:rPr>
          <w:rtl/>
        </w:rPr>
        <w:t xml:space="preserve"> لقد تعلَّق بذيلها</w:t>
      </w:r>
      <w:r w:rsidR="00F13C51">
        <w:rPr>
          <w:rtl/>
        </w:rPr>
        <w:t xml:space="preserve"> - </w:t>
      </w:r>
      <w:r w:rsidRPr="00ED7148">
        <w:rPr>
          <w:rtl/>
        </w:rPr>
        <w:t>وهي تهرول</w:t>
      </w:r>
      <w:r w:rsidR="00F13C51">
        <w:rPr>
          <w:rtl/>
        </w:rPr>
        <w:t xml:space="preserve"> - </w:t>
      </w:r>
      <w:r w:rsidRPr="00ED7148">
        <w:rPr>
          <w:rtl/>
        </w:rPr>
        <w:t>فتاها الحسين</w:t>
      </w:r>
      <w:r w:rsidR="00F13C51">
        <w:rPr>
          <w:rtl/>
        </w:rPr>
        <w:t>،</w:t>
      </w:r>
      <w:r w:rsidRPr="00ED7148">
        <w:rPr>
          <w:rtl/>
        </w:rPr>
        <w:t xml:space="preserve"> لأنَّه عرف أنَّها تقصد المسجد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انتثرت</w:t>
      </w:r>
      <w:r w:rsidR="00F13C51">
        <w:rPr>
          <w:rtl/>
        </w:rPr>
        <w:t xml:space="preserve"> - </w:t>
      </w:r>
      <w:r w:rsidRPr="00ED7148">
        <w:rPr>
          <w:rtl/>
        </w:rPr>
        <w:t>أمام مِن اغتصب المشيئة</w:t>
      </w:r>
      <w:r w:rsidR="00F13C51">
        <w:rPr>
          <w:rtl/>
        </w:rPr>
        <w:t>،</w:t>
      </w:r>
      <w:r w:rsidRPr="00ED7148">
        <w:rPr>
          <w:rtl/>
        </w:rPr>
        <w:t xml:space="preserve"> واقتلع مِن الساحة شجرتها ا</w:t>
      </w:r>
      <w:r w:rsidR="002C2DD7">
        <w:rPr>
          <w:rtl/>
        </w:rPr>
        <w:t>لمـُ</w:t>
      </w:r>
      <w:r w:rsidRPr="00ED7148">
        <w:rPr>
          <w:rtl/>
        </w:rPr>
        <w:t>ظلَّة</w:t>
      </w:r>
      <w:r w:rsidR="00F13C51">
        <w:rPr>
          <w:rtl/>
        </w:rPr>
        <w:t xml:space="preserve"> - </w:t>
      </w:r>
      <w:r w:rsidRPr="00ED7148">
        <w:rPr>
          <w:rtl/>
        </w:rPr>
        <w:t>ثورة مبحوحة الصوت</w:t>
      </w:r>
      <w:r w:rsidR="00F13C51">
        <w:rPr>
          <w:rtl/>
        </w:rPr>
        <w:t>،</w:t>
      </w:r>
      <w:r w:rsidRPr="00ED7148">
        <w:rPr>
          <w:rtl/>
        </w:rPr>
        <w:t xml:space="preserve"> ما تردَّت أُنوثتها مِن قَدِّها النحيل</w:t>
      </w:r>
      <w:r w:rsidR="00F13C51">
        <w:rPr>
          <w:rtl/>
        </w:rPr>
        <w:t>،</w:t>
      </w:r>
      <w:r w:rsidRPr="00ED7148">
        <w:rPr>
          <w:rtl/>
        </w:rPr>
        <w:t xml:space="preserve"> إلاَّ وتبدَّت بجبروتها مِن عُنفوانها الأصيل</w:t>
      </w:r>
      <w:r w:rsidR="00C327EB">
        <w:rPr>
          <w:rtl/>
        </w:rPr>
        <w:t>.</w:t>
      </w:r>
      <w:r w:rsidRPr="00ED714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أفهمته أنَّ الأُمَّة العظيمة</w:t>
      </w:r>
      <w:r w:rsidR="00F13C51">
        <w:rPr>
          <w:rtl/>
        </w:rPr>
        <w:t>،</w:t>
      </w:r>
      <w:r w:rsidRPr="00ED7148">
        <w:rPr>
          <w:rtl/>
        </w:rPr>
        <w:t xml:space="preserve"> التي ينشرها أبوها لتكون هديَّة ومِثالا على صفحة الأرض</w:t>
      </w:r>
      <w:r w:rsidR="00F13C51">
        <w:rPr>
          <w:rtl/>
        </w:rPr>
        <w:t>،</w:t>
      </w:r>
      <w:r w:rsidRPr="00ED7148">
        <w:rPr>
          <w:rtl/>
        </w:rPr>
        <w:t xml:space="preserve"> إنَّما هي صداه في جبروته ا</w:t>
      </w:r>
      <w:r w:rsidR="002C2DD7">
        <w:rPr>
          <w:rtl/>
        </w:rPr>
        <w:t>لمـُ</w:t>
      </w:r>
      <w:r w:rsidRPr="00ED7148">
        <w:rPr>
          <w:rtl/>
        </w:rPr>
        <w:t>تلقط بالذمَّة الكريم الطاهرة البنَّاءة</w:t>
      </w:r>
      <w:r w:rsidR="00F13C51">
        <w:rPr>
          <w:rtl/>
        </w:rPr>
        <w:t>،</w:t>
      </w:r>
      <w:r w:rsidRPr="00ED7148">
        <w:rPr>
          <w:rtl/>
        </w:rPr>
        <w:t xml:space="preserve"> وسألته</w:t>
      </w:r>
      <w:r w:rsidR="00F13C51">
        <w:rPr>
          <w:rtl/>
        </w:rPr>
        <w:t>:</w:t>
      </w:r>
      <w:r w:rsidRPr="00ED7148">
        <w:rPr>
          <w:rtl/>
        </w:rPr>
        <w:t xml:space="preserve"> لماذا تُعطِّلون أنتم الذمَّة</w:t>
      </w:r>
      <w:r w:rsidR="00F13C51">
        <w:rPr>
          <w:rtl/>
        </w:rPr>
        <w:t>،</w:t>
      </w:r>
      <w:r w:rsidRPr="00ED7148">
        <w:rPr>
          <w:rtl/>
        </w:rPr>
        <w:t xml:space="preserve"> وتطمرون الصدى في حفر الجحيم</w:t>
      </w:r>
      <w:r w:rsidR="00106DAF">
        <w:rPr>
          <w:rtl/>
        </w:rPr>
        <w:t>؟</w:t>
      </w:r>
      <w:r w:rsidRPr="00ED7148">
        <w:rPr>
          <w:rtl/>
        </w:rPr>
        <w:t>! إنَّ الشجرة للظلِّ</w:t>
      </w:r>
      <w:r w:rsidR="00F13C51">
        <w:rPr>
          <w:rtl/>
        </w:rPr>
        <w:t xml:space="preserve"> - </w:t>
      </w:r>
      <w:r w:rsidRPr="00ED7148">
        <w:rPr>
          <w:rtl/>
        </w:rPr>
        <w:t>فهي الوارفة</w:t>
      </w:r>
      <w:r w:rsidR="00F13C51">
        <w:rPr>
          <w:rtl/>
        </w:rPr>
        <w:t xml:space="preserve"> - </w:t>
      </w:r>
      <w:r w:rsidRPr="00ED7148">
        <w:rPr>
          <w:rtl/>
        </w:rPr>
        <w:t>وتدَّعون أنَّكم ما قطعتم الظِلَّ إذ اقتلعتم الشجرة</w:t>
      </w:r>
      <w:r w:rsidR="00106DAF">
        <w:rPr>
          <w:rtl/>
        </w:rPr>
        <w:t>!</w:t>
      </w:r>
      <w:r w:rsidRPr="00ED714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وفَدك</w:t>
      </w:r>
      <w:r w:rsidR="00F13C51">
        <w:rPr>
          <w:rtl/>
        </w:rPr>
        <w:t>،</w:t>
      </w:r>
      <w:r w:rsidRPr="00ED7148">
        <w:rPr>
          <w:rtl/>
        </w:rPr>
        <w:t xml:space="preserve"> أيُّها ا</w:t>
      </w:r>
      <w:r w:rsidR="002C2DD7">
        <w:rPr>
          <w:rtl/>
        </w:rPr>
        <w:t>لمـُ</w:t>
      </w:r>
      <w:r w:rsidRPr="00ED7148">
        <w:rPr>
          <w:rtl/>
        </w:rPr>
        <w:t>تنعِّمون بخيرات الفيء</w:t>
      </w:r>
      <w:r w:rsidR="00F13C51">
        <w:rPr>
          <w:rtl/>
        </w:rPr>
        <w:t xml:space="preserve"> - </w:t>
      </w:r>
      <w:r w:rsidRPr="00ED7148">
        <w:rPr>
          <w:rtl/>
        </w:rPr>
        <w:t>وهل كان الفيء غير ظِلٍّ مِن أظلالنا</w:t>
      </w:r>
      <w:r w:rsidR="00106DAF">
        <w:rPr>
          <w:rtl/>
        </w:rPr>
        <w:t>؟</w:t>
      </w:r>
      <w:r w:rsidRPr="00ED7148">
        <w:rPr>
          <w:rtl/>
        </w:rPr>
        <w:t>! ونحن الذين استقيناه مِن كوثر النعيم</w:t>
      </w:r>
      <w:r w:rsidR="00F13C51">
        <w:rPr>
          <w:rtl/>
        </w:rPr>
        <w:t xml:space="preserve"> - </w:t>
      </w:r>
      <w:r w:rsidRPr="00ED7148">
        <w:rPr>
          <w:rtl/>
        </w:rPr>
        <w:t>فلماذا تحرموننا منه ونحن الذين أفضناه</w:t>
      </w:r>
      <w:r w:rsidR="00106DAF">
        <w:rPr>
          <w:rtl/>
        </w:rPr>
        <w:t>؟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lastRenderedPageBreak/>
        <w:t>لقد أُفعم الجوُّ كلُّه في باحة المسجد</w:t>
      </w:r>
      <w:r w:rsidR="00F13C51">
        <w:rPr>
          <w:rtl/>
        </w:rPr>
        <w:t>،</w:t>
      </w:r>
      <w:r w:rsidRPr="00ED7148">
        <w:rPr>
          <w:rtl/>
        </w:rPr>
        <w:t xml:space="preserve"> بنبرات صوتها التي لم تتمكَّن مِن تخليصها مِن الضعف والخفوت</w:t>
      </w:r>
      <w:r w:rsidR="00C327EB">
        <w:rPr>
          <w:rtl/>
        </w:rPr>
        <w:t xml:space="preserve"> ...</w:t>
      </w:r>
      <w:r w:rsidRPr="00ED714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أمَّا الحسين</w:t>
      </w:r>
      <w:r w:rsidR="00F13C51">
        <w:rPr>
          <w:rtl/>
        </w:rPr>
        <w:t>،</w:t>
      </w:r>
      <w:r w:rsidRPr="00ED7148">
        <w:rPr>
          <w:rtl/>
        </w:rPr>
        <w:t xml:space="preserve"> فإنَّه راح يلتصق بها حتَّى لكأنَّه أصبح وتراً مشدوداً بعودها وهو يقول</w:t>
      </w:r>
      <w:r w:rsidR="00F13C51">
        <w:rPr>
          <w:rtl/>
        </w:rPr>
        <w:t>:</w:t>
      </w:r>
      <w:r w:rsidRPr="00ED7148">
        <w:rPr>
          <w:rtl/>
        </w:rPr>
        <w:t xml:space="preserve"> طِبْت طِبْت يا أُمَّاه</w:t>
      </w:r>
      <w:r w:rsidR="00106DAF">
        <w:rPr>
          <w:rtl/>
        </w:rPr>
        <w:t>!</w:t>
      </w:r>
      <w:r w:rsidRPr="00ED7148">
        <w:rPr>
          <w:rtl/>
        </w:rPr>
        <w:t xml:space="preserve"> لو تقدرين أنْ تجعلي صوتك عالياً كالهدير فيه</w:t>
      </w:r>
      <w:r w:rsidR="00106DAF">
        <w:rPr>
          <w:rtl/>
        </w:rPr>
        <w:t>!</w:t>
      </w:r>
      <w:r w:rsidRPr="00ED7148">
        <w:rPr>
          <w:rtl/>
        </w:rPr>
        <w:t>!! كمْ أُحبُّ الآن أنْ يسمعه أولئك الذين هُمْ نيام خلف جُدران هذا المسجد</w:t>
      </w:r>
      <w:r w:rsidR="00F13C51">
        <w:rPr>
          <w:rtl/>
        </w:rPr>
        <w:t>،</w:t>
      </w:r>
      <w:r w:rsidRPr="00ED7148">
        <w:rPr>
          <w:rtl/>
        </w:rPr>
        <w:t xml:space="preserve"> ارفعي صوتك أكثر وأكثر</w:t>
      </w:r>
      <w:r w:rsidR="00F13C51">
        <w:rPr>
          <w:rtl/>
        </w:rPr>
        <w:t xml:space="preserve"> - </w:t>
      </w:r>
      <w:r w:rsidRPr="00ED7148">
        <w:rPr>
          <w:rtl/>
        </w:rPr>
        <w:t>يا أُمِّي</w:t>
      </w:r>
      <w:r w:rsidR="00F13C51">
        <w:rPr>
          <w:rtl/>
        </w:rPr>
        <w:t xml:space="preserve"> - </w:t>
      </w:r>
      <w:r w:rsidRPr="00ED7148">
        <w:rPr>
          <w:rtl/>
        </w:rPr>
        <w:t>علَّهم أيضاً</w:t>
      </w:r>
      <w:r w:rsidR="00F13C51">
        <w:rPr>
          <w:rtl/>
        </w:rPr>
        <w:t>،</w:t>
      </w:r>
      <w:r w:rsidRPr="00ED7148">
        <w:rPr>
          <w:rtl/>
        </w:rPr>
        <w:t xml:space="preserve"> أولئك الذين هناك</w:t>
      </w:r>
      <w:r w:rsidR="00F13C51">
        <w:rPr>
          <w:rtl/>
        </w:rPr>
        <w:t>،</w:t>
      </w:r>
      <w:r w:rsidRPr="00ED7148">
        <w:rPr>
          <w:rtl/>
        </w:rPr>
        <w:t xml:space="preserve"> يسمعون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أمَّا الخليفة الذي بدا كأنَّه ا</w:t>
      </w:r>
      <w:r w:rsidR="002C2DD7">
        <w:rPr>
          <w:rtl/>
        </w:rPr>
        <w:t>لمـُ</w:t>
      </w:r>
      <w:r w:rsidRPr="00ED7148">
        <w:rPr>
          <w:rtl/>
        </w:rPr>
        <w:t>نهار</w:t>
      </w:r>
      <w:r w:rsidR="00F13C51">
        <w:rPr>
          <w:rtl/>
        </w:rPr>
        <w:t>،</w:t>
      </w:r>
      <w:r w:rsidRPr="00ED7148">
        <w:rPr>
          <w:rtl/>
        </w:rPr>
        <w:t xml:space="preserve"> فإنَّه اقترب من المرأة</w:t>
      </w:r>
      <w:r w:rsidR="00F13C51">
        <w:rPr>
          <w:rtl/>
        </w:rPr>
        <w:t>،</w:t>
      </w:r>
      <w:r w:rsidRPr="00ED7148">
        <w:rPr>
          <w:rtl/>
        </w:rPr>
        <w:t xml:space="preserve"> وضمَّ الحسين إلى صدره وهو يُتمتم</w:t>
      </w:r>
      <w:r w:rsidR="00F13C51">
        <w:rPr>
          <w:rtl/>
        </w:rPr>
        <w:t>:</w:t>
      </w:r>
      <w:r w:rsidRPr="00ED7148">
        <w:rPr>
          <w:rtl/>
        </w:rPr>
        <w:t xml:space="preserve"> كمْ كان النبي يُحبُّك يا بن علي</w:t>
      </w:r>
      <w:r w:rsidR="00F13C51">
        <w:rPr>
          <w:rtl/>
        </w:rPr>
        <w:t>،</w:t>
      </w:r>
      <w:r w:rsidRPr="00ED7148">
        <w:rPr>
          <w:rtl/>
        </w:rPr>
        <w:t xml:space="preserve"> لقد رأيته مَرَّة يُعرِّيك ويزرع في جسمك القُبَل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والتفت إليه الحسين بعينين فيهما طفولة عمرها أقلُّ مِن تِسع سنين</w:t>
      </w:r>
      <w:r w:rsidR="00F13C51">
        <w:rPr>
          <w:rtl/>
        </w:rPr>
        <w:t>،</w:t>
      </w:r>
      <w:r w:rsidRPr="00ED7148">
        <w:rPr>
          <w:rtl/>
        </w:rPr>
        <w:t xml:space="preserve"> وفيهما بريق أدعج أحمر</w:t>
      </w:r>
      <w:r w:rsidR="00F13C51">
        <w:rPr>
          <w:rtl/>
        </w:rPr>
        <w:t>،</w:t>
      </w:r>
      <w:r w:rsidRPr="00ED7148">
        <w:rPr>
          <w:rtl/>
        </w:rPr>
        <w:t xml:space="preserve"> كأنَّه مِن زفرة شمس</w:t>
      </w:r>
      <w:r w:rsidR="00C327EB">
        <w:rPr>
          <w:rtl/>
        </w:rPr>
        <w:t>.</w:t>
      </w:r>
    </w:p>
    <w:p w:rsidR="003A7CC2" w:rsidRPr="00A37385" w:rsidRDefault="00F13C51" w:rsidP="00A37385">
      <w:pPr>
        <w:pStyle w:val="libCenterBold1"/>
        <w:rPr>
          <w:rtl/>
        </w:rPr>
      </w:pPr>
      <w:r>
        <w:rPr>
          <w:rtl/>
        </w:rPr>
        <w:t>-</w:t>
      </w:r>
      <w:r w:rsidR="003A7CC2" w:rsidRPr="00ED7148">
        <w:rPr>
          <w:rtl/>
        </w:rPr>
        <w:t xml:space="preserve"> 5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لقد شاهد الحسين أُمَّه كيف كانت تَنْعس نُعاساً باسماً</w:t>
      </w:r>
      <w:r w:rsidR="00F13C51">
        <w:rPr>
          <w:rtl/>
        </w:rPr>
        <w:t>،</w:t>
      </w:r>
      <w:r w:rsidRPr="00ED7148">
        <w:rPr>
          <w:rtl/>
        </w:rPr>
        <w:t xml:space="preserve"> وهي تتأوَّد بفرح كأنَّه مُنتهى الغِبطة بين ذراعي الموت</w:t>
      </w:r>
      <w:r w:rsidR="00106DAF">
        <w:rPr>
          <w:rtl/>
        </w:rPr>
        <w:t>!</w:t>
      </w:r>
      <w:r w:rsidRPr="00ED7148">
        <w:rPr>
          <w:rtl/>
        </w:rPr>
        <w:t xml:space="preserve"> لقد كان يفرك أصابع كفيِّها الباردة</w:t>
      </w:r>
      <w:r w:rsidR="00F13C51">
        <w:rPr>
          <w:rtl/>
        </w:rPr>
        <w:t>،</w:t>
      </w:r>
      <w:r w:rsidRPr="00ED7148">
        <w:rPr>
          <w:rtl/>
        </w:rPr>
        <w:t xml:space="preserve"> وهو جاث بجنب فراشها الممدود فوق الحصير</w:t>
      </w:r>
      <w:r w:rsidR="00F13C51">
        <w:rPr>
          <w:rtl/>
        </w:rPr>
        <w:t>،</w:t>
      </w:r>
      <w:r w:rsidRPr="00ED7148">
        <w:rPr>
          <w:rtl/>
        </w:rPr>
        <w:t xml:space="preserve"> كانت أسماء بنت عميس</w:t>
      </w:r>
      <w:r w:rsidR="00F13C51">
        <w:rPr>
          <w:rtl/>
        </w:rPr>
        <w:t>،</w:t>
      </w:r>
      <w:r w:rsidRPr="00ED7148">
        <w:rPr>
          <w:rtl/>
        </w:rPr>
        <w:t xml:space="preserve"> لطيفة كالشعاع</w:t>
      </w:r>
      <w:r w:rsidR="00F13C51">
        <w:rPr>
          <w:rtl/>
        </w:rPr>
        <w:t>،</w:t>
      </w:r>
      <w:r w:rsidRPr="00ED7148">
        <w:rPr>
          <w:rtl/>
        </w:rPr>
        <w:t xml:space="preserve"> وهي تُرطِّب شفتيها بمنديل مُبلَّل بماء الزهر</w:t>
      </w:r>
      <w:r w:rsidR="00F13C51">
        <w:rPr>
          <w:rtl/>
        </w:rPr>
        <w:t>،</w:t>
      </w:r>
      <w:r w:rsidRPr="00ED7148">
        <w:rPr>
          <w:rtl/>
        </w:rPr>
        <w:t xml:space="preserve"> حتَّى تُخفِّف عنهما نشفة مَصَّت منها بهجة القرمز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أمّا أبوه عليٌّ</w:t>
      </w:r>
      <w:r w:rsidR="00F13C51">
        <w:rPr>
          <w:rtl/>
        </w:rPr>
        <w:t>،</w:t>
      </w:r>
      <w:r w:rsidRPr="00ED7148">
        <w:rPr>
          <w:rtl/>
        </w:rPr>
        <w:t xml:space="preserve"> فكان كأنَّه طود مسحوق القِمَّة</w:t>
      </w:r>
      <w:r w:rsidR="00F13C51">
        <w:rPr>
          <w:rtl/>
        </w:rPr>
        <w:t>،</w:t>
      </w:r>
      <w:r w:rsidRPr="00ED7148">
        <w:rPr>
          <w:rtl/>
        </w:rPr>
        <w:t xml:space="preserve"> يزرع صحن الدار بخطوات تئنُّ مِن فَرط الوقار</w:t>
      </w:r>
      <w:r w:rsidR="00F13C51">
        <w:rPr>
          <w:rtl/>
        </w:rPr>
        <w:t>،</w:t>
      </w:r>
      <w:r w:rsidRPr="00ED7148">
        <w:rPr>
          <w:rtl/>
        </w:rPr>
        <w:t xml:space="preserve"> هنالك الحسن وحده بقي في الزاوية راكعاً يُصلِّي</w:t>
      </w:r>
      <w:r w:rsidR="00F13C51">
        <w:rPr>
          <w:rtl/>
        </w:rPr>
        <w:t>،</w:t>
      </w:r>
      <w:r w:rsidRPr="00ED7148">
        <w:rPr>
          <w:rtl/>
        </w:rPr>
        <w:t xml:space="preserve"> ثمَّ لا يعتم أنْ يتلَمْلَم على رؤوس أصابعه</w:t>
      </w:r>
      <w:r w:rsidR="00F13C51">
        <w:rPr>
          <w:rtl/>
        </w:rPr>
        <w:t>،</w:t>
      </w:r>
      <w:r w:rsidRPr="00ED7148">
        <w:rPr>
          <w:rtl/>
        </w:rPr>
        <w:t xml:space="preserve"> ويتقدَّم حتَّى يرى إذا يتنفَّس الأمل وتعود الحياة إلى ثغر أُمِّه فيبتسم</w:t>
      </w:r>
      <w:r w:rsidR="00106DAF">
        <w:rPr>
          <w:rtl/>
        </w:rPr>
        <w:t>!</w:t>
      </w:r>
      <w:r w:rsidRPr="00ED7148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ED7148">
        <w:rPr>
          <w:rtl/>
        </w:rPr>
        <w:t>وفتحت فاطمة عينين غارقتين بما يُشبه النُّعاس</w:t>
      </w:r>
      <w:r w:rsidR="00F13C51">
        <w:rPr>
          <w:rtl/>
        </w:rPr>
        <w:t>،</w:t>
      </w:r>
      <w:r w:rsidRPr="00ED7148">
        <w:rPr>
          <w:rtl/>
        </w:rPr>
        <w:t xml:space="preserve"> ولكنَّه أعمق مِمَّا يُسمَّى بمرمى النظر</w:t>
      </w:r>
      <w:r w:rsidR="00F13C51">
        <w:rPr>
          <w:rtl/>
        </w:rPr>
        <w:t>،</w:t>
      </w:r>
      <w:r w:rsidRPr="00ED7148">
        <w:rPr>
          <w:rtl/>
        </w:rPr>
        <w:t xml:space="preserve"> إنَّهما مِن مدى آخر</w:t>
      </w:r>
      <w:r w:rsidR="00F13C51">
        <w:rPr>
          <w:rtl/>
        </w:rPr>
        <w:t>،</w:t>
      </w:r>
      <w:r w:rsidRPr="00ED7148">
        <w:rPr>
          <w:rtl/>
        </w:rPr>
        <w:t xml:space="preserve"> فيه شفافيَّة مِن فضاء</w:t>
      </w:r>
      <w:r w:rsidR="00F13C51">
        <w:rPr>
          <w:rtl/>
        </w:rPr>
        <w:t>،</w:t>
      </w:r>
      <w:r w:rsidRPr="00ED7148">
        <w:rPr>
          <w:rtl/>
        </w:rPr>
        <w:t xml:space="preserve"> وقرار مِن رؤى</w:t>
      </w:r>
      <w:r w:rsidR="00F13C51">
        <w:rPr>
          <w:rtl/>
        </w:rPr>
        <w:t>،</w:t>
      </w:r>
      <w:r w:rsidRPr="00ED7148">
        <w:rPr>
          <w:rtl/>
        </w:rPr>
        <w:t xml:space="preserve"> وسِمات مِن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فرح وطمأنينة</w:t>
      </w:r>
      <w:r w:rsidR="00F13C51">
        <w:rPr>
          <w:rtl/>
        </w:rPr>
        <w:t>،</w:t>
      </w:r>
      <w:r w:rsidRPr="00464303">
        <w:rPr>
          <w:rtl/>
        </w:rPr>
        <w:t xml:space="preserve"> كأنَّها كلَّها مِن جَنَّة موصوفة</w:t>
      </w:r>
      <w:r w:rsidR="00F13C51">
        <w:rPr>
          <w:rtl/>
        </w:rPr>
        <w:t>،</w:t>
      </w:r>
      <w:r w:rsidRPr="00464303">
        <w:rPr>
          <w:rtl/>
        </w:rPr>
        <w:t xml:space="preserve"> لا تغتبط بمثلها إلاَّ الذات المؤمنة بفيض الحَقِّ</w:t>
      </w:r>
      <w:r w:rsidR="00F13C51">
        <w:rPr>
          <w:rtl/>
        </w:rPr>
        <w:t>،</w:t>
      </w:r>
      <w:r w:rsidRPr="00464303">
        <w:rPr>
          <w:rtl/>
        </w:rPr>
        <w:t xml:space="preserve"> وفرح الثواب</w:t>
      </w:r>
      <w:r w:rsidR="00F13C51">
        <w:rPr>
          <w:rtl/>
        </w:rPr>
        <w:t>،</w:t>
      </w:r>
      <w:r w:rsidRPr="00464303">
        <w:rPr>
          <w:rtl/>
        </w:rPr>
        <w:t xml:space="preserve"> وعدل القضاء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جالت بعينيها هاتين</w:t>
      </w:r>
      <w:r w:rsidR="00F13C51">
        <w:rPr>
          <w:rtl/>
        </w:rPr>
        <w:t>،</w:t>
      </w:r>
      <w:r w:rsidRPr="00464303">
        <w:rPr>
          <w:rtl/>
        </w:rPr>
        <w:t xml:space="preserve"> في سقف البيت</w:t>
      </w:r>
      <w:r w:rsidR="00F13C51">
        <w:rPr>
          <w:rtl/>
        </w:rPr>
        <w:t>،</w:t>
      </w:r>
      <w:r w:rsidRPr="00464303">
        <w:rPr>
          <w:rtl/>
        </w:rPr>
        <w:t xml:space="preserve"> ومسحت بهما كلَّ حيطانه</w:t>
      </w:r>
      <w:r w:rsidR="00F13C51">
        <w:rPr>
          <w:rtl/>
        </w:rPr>
        <w:t>،</w:t>
      </w:r>
      <w:r w:rsidRPr="00464303">
        <w:rPr>
          <w:rtl/>
        </w:rPr>
        <w:t xml:space="preserve"> ووزَّعتهما على كلِّ ا</w:t>
      </w:r>
      <w:r w:rsidR="002C2DD7">
        <w:rPr>
          <w:rtl/>
        </w:rPr>
        <w:t>لمـُ</w:t>
      </w:r>
      <w:r w:rsidRPr="00464303">
        <w:rPr>
          <w:rtl/>
        </w:rPr>
        <w:t>تنفسين حولها</w:t>
      </w:r>
      <w:r w:rsidR="00F13C51">
        <w:rPr>
          <w:rtl/>
        </w:rPr>
        <w:t>،</w:t>
      </w:r>
      <w:r w:rsidRPr="00464303">
        <w:rPr>
          <w:rtl/>
        </w:rPr>
        <w:t xml:space="preserve"> وهُمْ بالحُزن والأسى غارقون</w:t>
      </w:r>
      <w:r w:rsidR="00F13C51">
        <w:rPr>
          <w:rtl/>
        </w:rPr>
        <w:t>،</w:t>
      </w:r>
      <w:r w:rsidRPr="00464303">
        <w:rPr>
          <w:rtl/>
        </w:rPr>
        <w:t xml:space="preserve"> لقد حطَّت بهما على رفيقها في العُمر</w:t>
      </w:r>
      <w:r w:rsidR="00F13C51">
        <w:rPr>
          <w:rtl/>
        </w:rPr>
        <w:t>،</w:t>
      </w:r>
      <w:r w:rsidRPr="00464303">
        <w:rPr>
          <w:rtl/>
        </w:rPr>
        <w:t xml:space="preserve"> وأبي ريحانتيها وريحانتي أبيها</w:t>
      </w:r>
      <w:r w:rsidR="00F13C51">
        <w:rPr>
          <w:rtl/>
        </w:rPr>
        <w:t>،</w:t>
      </w:r>
      <w:r w:rsidRPr="00464303">
        <w:rPr>
          <w:rtl/>
        </w:rPr>
        <w:t xml:space="preserve"> فهبط عليٌّ إلى الأرض بين يديها</w:t>
      </w:r>
      <w:r w:rsidR="00F13C51">
        <w:rPr>
          <w:rtl/>
        </w:rPr>
        <w:t>،</w:t>
      </w:r>
      <w:r w:rsidRPr="00464303">
        <w:rPr>
          <w:rtl/>
        </w:rPr>
        <w:t xml:space="preserve"> يشكرها على رهافة الرَّمق</w:t>
      </w:r>
      <w:r w:rsidR="00F13C51">
        <w:rPr>
          <w:rtl/>
        </w:rPr>
        <w:t>،</w:t>
      </w:r>
      <w:r w:rsidRPr="00464303">
        <w:rPr>
          <w:rtl/>
        </w:rPr>
        <w:t xml:space="preserve"> وحطَّت بهما على الحسن فسحبتاه مِن عالَم الحُلم إلى عالم أبعد</w:t>
      </w:r>
      <w:r w:rsidR="00F13C51">
        <w:rPr>
          <w:rtl/>
        </w:rPr>
        <w:t>،</w:t>
      </w:r>
      <w:r w:rsidRPr="00464303">
        <w:rPr>
          <w:rtl/>
        </w:rPr>
        <w:t xml:space="preserve"> ولكنَّه هبط أيضاً على رجليها يُكفكفهما وهو ينشج</w:t>
      </w:r>
      <w:r w:rsidR="00F13C51">
        <w:rPr>
          <w:rtl/>
        </w:rPr>
        <w:t>:</w:t>
      </w:r>
      <w:r w:rsidRPr="00464303">
        <w:rPr>
          <w:rtl/>
        </w:rPr>
        <w:t xml:space="preserve"> ستكون لك العافية يا أُمِّي مع صباح الغَد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وحطَّت بهما على الحسين</w:t>
      </w:r>
      <w:r w:rsidR="00F13C51">
        <w:rPr>
          <w:rtl/>
        </w:rPr>
        <w:t>،</w:t>
      </w:r>
      <w:r w:rsidRPr="00464303">
        <w:rPr>
          <w:rtl/>
        </w:rPr>
        <w:t xml:space="preserve"> فتململ وانجبل جُبَّلة أُخرى وهو يُكفكفها بعينيه الفائضتين بالدم</w:t>
      </w:r>
      <w:r w:rsidR="00F13C51">
        <w:rPr>
          <w:rtl/>
        </w:rPr>
        <w:t>،</w:t>
      </w:r>
      <w:r w:rsidRPr="00464303">
        <w:rPr>
          <w:rtl/>
        </w:rPr>
        <w:t xml:space="preserve"> أمَّا هي فإنَّها شعرت بيقظة هبطت عليها مِن الزوايا الأربع</w:t>
      </w:r>
      <w:r w:rsidR="00F13C51">
        <w:rPr>
          <w:rtl/>
        </w:rPr>
        <w:t>،</w:t>
      </w:r>
      <w:r w:rsidRPr="00464303">
        <w:rPr>
          <w:rtl/>
        </w:rPr>
        <w:t xml:space="preserve"> وهي مسحوبة مِن السماوات السبع</w:t>
      </w:r>
      <w:r w:rsidR="00F13C51">
        <w:rPr>
          <w:rtl/>
        </w:rPr>
        <w:t>،</w:t>
      </w:r>
      <w:r w:rsidRPr="00464303">
        <w:rPr>
          <w:rtl/>
        </w:rPr>
        <w:t xml:space="preserve"> فارتعش تحت وطأتها جسمها بكلِّ أوصاله</w:t>
      </w:r>
      <w:r w:rsidR="00F13C51">
        <w:rPr>
          <w:rtl/>
        </w:rPr>
        <w:t>،</w:t>
      </w:r>
      <w:r w:rsidRPr="00464303">
        <w:rPr>
          <w:rtl/>
        </w:rPr>
        <w:t xml:space="preserve"> ومالت برأسها صوب أسماء بنت عميس</w:t>
      </w:r>
      <w:r w:rsidR="00F13C51">
        <w:rPr>
          <w:rtl/>
        </w:rPr>
        <w:t>،</w:t>
      </w:r>
      <w:r w:rsidRPr="00464303">
        <w:rPr>
          <w:rtl/>
        </w:rPr>
        <w:t xml:space="preserve"> وفاضت على شفتيها بسمة مفتونة</w:t>
      </w:r>
      <w:r w:rsidR="00F13C51">
        <w:rPr>
          <w:rtl/>
        </w:rPr>
        <w:t>،</w:t>
      </w:r>
      <w:r w:rsidRPr="00464303">
        <w:rPr>
          <w:rtl/>
        </w:rPr>
        <w:t xml:space="preserve"> وما عرفت نعومتها شَفتان مِن شِفاه الناس</w:t>
      </w:r>
      <w:r w:rsidR="00F13C51">
        <w:rPr>
          <w:rtl/>
        </w:rPr>
        <w:t>،</w:t>
      </w:r>
      <w:r w:rsidRPr="00464303">
        <w:rPr>
          <w:rtl/>
        </w:rPr>
        <w:t xml:space="preserve"> وراحت كأنَّها تُثغثِغ</w:t>
      </w:r>
      <w:r w:rsidR="00F13C51">
        <w:rPr>
          <w:rtl/>
        </w:rPr>
        <w:t>:</w:t>
      </w:r>
      <w:r w:rsidRPr="00464303">
        <w:rPr>
          <w:rtl/>
        </w:rPr>
        <w:t xml:space="preserve"> لقد رطَّبت شفتيَّ يا أسماء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فشكراً لك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ثمَّ استطردت بثَغْثَغتها</w:t>
      </w:r>
      <w:r w:rsidR="00F13C51">
        <w:rPr>
          <w:rtl/>
        </w:rPr>
        <w:t>:</w:t>
      </w:r>
      <w:r w:rsidRPr="00464303">
        <w:rPr>
          <w:rtl/>
        </w:rPr>
        <w:t xml:space="preserve"> أو تدرون بين يدي مَن أنا الآن</w:t>
      </w:r>
      <w:r w:rsidR="00106DAF">
        <w:rPr>
          <w:rtl/>
        </w:rPr>
        <w:t>؟</w:t>
      </w:r>
      <w:r w:rsidRPr="00464303">
        <w:rPr>
          <w:rtl/>
        </w:rPr>
        <w:t>؟؟ ما أطيبك يا أبي تستعجلني إليك</w:t>
      </w:r>
      <w:r w:rsidR="00106DAF">
        <w:rPr>
          <w:rtl/>
        </w:rPr>
        <w:t>!</w:t>
      </w:r>
      <w:r w:rsidRPr="0046430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ما كان الحسين يسمع شفتي أُمَّه تتهلَّلان</w:t>
      </w:r>
      <w:r w:rsidR="00F13C51">
        <w:rPr>
          <w:rtl/>
        </w:rPr>
        <w:t>،</w:t>
      </w:r>
      <w:r w:rsidRPr="00464303">
        <w:rPr>
          <w:rtl/>
        </w:rPr>
        <w:t xml:space="preserve"> حتَّى رآى رأسها يهبط على وسادتها كما يهبط الجِفن النَّهلان على العين النَّهلى لتنام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لم يصبر دقيقتين</w:t>
      </w:r>
      <w:r w:rsidR="00F13C51">
        <w:rPr>
          <w:rtl/>
        </w:rPr>
        <w:t xml:space="preserve"> - </w:t>
      </w:r>
      <w:r w:rsidRPr="00464303">
        <w:rPr>
          <w:rtl/>
        </w:rPr>
        <w:t>ها هو في المسجد يُفتِّش عن أُمِّه في حِضن جَدِّه</w:t>
      </w:r>
      <w:r w:rsidR="00F13C51">
        <w:rPr>
          <w:rtl/>
        </w:rPr>
        <w:t xml:space="preserve"> - </w:t>
      </w:r>
      <w:r w:rsidRPr="00464303">
        <w:rPr>
          <w:rtl/>
        </w:rPr>
        <w:t>سيجد فيما بعد أنَّ كلا الاثنين</w:t>
      </w:r>
      <w:r w:rsidR="00F13C51">
        <w:rPr>
          <w:rtl/>
        </w:rPr>
        <w:t>،</w:t>
      </w:r>
      <w:r w:rsidRPr="00464303">
        <w:rPr>
          <w:rtl/>
        </w:rPr>
        <w:t xml:space="preserve"> مع أبيه وأخيه</w:t>
      </w:r>
      <w:r w:rsidR="00F13C51">
        <w:rPr>
          <w:rtl/>
        </w:rPr>
        <w:t>،</w:t>
      </w:r>
      <w:r w:rsidRPr="00464303">
        <w:rPr>
          <w:rtl/>
        </w:rPr>
        <w:t xml:space="preserve"> وحتَّى أسماء بنت عُميس</w:t>
      </w:r>
      <w:r w:rsidR="00F13C51">
        <w:rPr>
          <w:rtl/>
        </w:rPr>
        <w:t xml:space="preserve"> - </w:t>
      </w:r>
      <w:r w:rsidRPr="00464303">
        <w:rPr>
          <w:rtl/>
        </w:rPr>
        <w:t>ولو أنَّها الآن زوجة للخليفة أبي بكر</w:t>
      </w:r>
      <w:r w:rsidR="00F13C51">
        <w:rPr>
          <w:rtl/>
        </w:rPr>
        <w:t xml:space="preserve"> - </w:t>
      </w:r>
      <w:r w:rsidRPr="00464303">
        <w:rPr>
          <w:rtl/>
        </w:rPr>
        <w:t>يَحيون فيه ويحيا فيهم</w:t>
      </w:r>
      <w:r w:rsidR="00F13C51">
        <w:rPr>
          <w:rtl/>
        </w:rPr>
        <w:t>،</w:t>
      </w:r>
      <w:r w:rsidRPr="00464303">
        <w:rPr>
          <w:rtl/>
        </w:rPr>
        <w:t xml:space="preserve"> إنَّها مشيئة جَدِّه</w:t>
      </w:r>
      <w:r w:rsidR="00F13C51">
        <w:rPr>
          <w:rtl/>
        </w:rPr>
        <w:t>،</w:t>
      </w:r>
      <w:r w:rsidRPr="00464303">
        <w:rPr>
          <w:rtl/>
        </w:rPr>
        <w:t xml:space="preserve"> وحِكمته في الوصيَّة</w:t>
      </w:r>
      <w:r w:rsidR="00F13C51">
        <w:rPr>
          <w:rtl/>
        </w:rPr>
        <w:t xml:space="preserve"> - </w:t>
      </w:r>
      <w:r w:rsidRPr="00464303">
        <w:rPr>
          <w:rtl/>
        </w:rPr>
        <w:t>يا للرسالة</w:t>
      </w:r>
      <w:r w:rsidR="00106DAF">
        <w:rPr>
          <w:rtl/>
        </w:rPr>
        <w:t>!</w:t>
      </w:r>
      <w:r w:rsidRPr="00464303">
        <w:rPr>
          <w:rtl/>
        </w:rPr>
        <w:t xml:space="preserve"> تجعله حِضناً لجميع الذين حضنوه</w:t>
      </w:r>
      <w:r w:rsidR="00F13C51">
        <w:rPr>
          <w:rtl/>
        </w:rPr>
        <w:t xml:space="preserve"> - </w:t>
      </w:r>
      <w:r w:rsidRPr="00464303">
        <w:rPr>
          <w:rtl/>
        </w:rPr>
        <w:t>و يا للأُمَّة</w:t>
      </w:r>
      <w:r w:rsidR="00106DAF">
        <w:rPr>
          <w:rtl/>
        </w:rPr>
        <w:t>!</w:t>
      </w:r>
      <w:r w:rsidRPr="00464303">
        <w:rPr>
          <w:rtl/>
        </w:rPr>
        <w:t xml:space="preserve"> لا تموت إلاَّ لتحيا في جوهر الرسالة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lastRenderedPageBreak/>
        <w:t>-</w:t>
      </w:r>
      <w:r w:rsidR="003A7CC2" w:rsidRPr="00464303">
        <w:rPr>
          <w:rtl/>
        </w:rPr>
        <w:t xml:space="preserve"> 6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وأيضا</w:t>
      </w:r>
      <w:r w:rsidR="00F13C51">
        <w:rPr>
          <w:rtl/>
        </w:rPr>
        <w:t xml:space="preserve"> - </w:t>
      </w:r>
      <w:r w:rsidRPr="00464303">
        <w:rPr>
          <w:rtl/>
        </w:rPr>
        <w:t>فيما بعد تماماً بعد انقضاء ثلاث سنين</w:t>
      </w:r>
      <w:r w:rsidR="00F13C51">
        <w:rPr>
          <w:rtl/>
        </w:rPr>
        <w:t xml:space="preserve"> - </w:t>
      </w:r>
      <w:r w:rsidRPr="00464303">
        <w:rPr>
          <w:rtl/>
        </w:rPr>
        <w:t>سيجد الحسين</w:t>
      </w:r>
      <w:r w:rsidR="00F13C51">
        <w:rPr>
          <w:rtl/>
        </w:rPr>
        <w:t>،</w:t>
      </w:r>
      <w:r w:rsidRPr="00464303">
        <w:rPr>
          <w:rtl/>
        </w:rPr>
        <w:t xml:space="preserve"> أنَّ اليد التي قطعت مِن ساحة البيت شجرة الأراك</w:t>
      </w:r>
      <w:r w:rsidR="00F13C51">
        <w:rPr>
          <w:rtl/>
        </w:rPr>
        <w:t>،</w:t>
      </w:r>
      <w:r w:rsidRPr="00464303">
        <w:rPr>
          <w:rtl/>
        </w:rPr>
        <w:t xml:space="preserve"> هي ذاتها التي عطَّلت فعل الإمامة</w:t>
      </w:r>
      <w:r w:rsidR="00F13C51">
        <w:rPr>
          <w:rtl/>
        </w:rPr>
        <w:t>،</w:t>
      </w:r>
      <w:r w:rsidRPr="00464303">
        <w:rPr>
          <w:rtl/>
        </w:rPr>
        <w:t xml:space="preserve"> ومسختها إلى خلافة مُزوَّرة الإرادة ومجنونة اليقين</w:t>
      </w:r>
      <w:r w:rsidR="00F13C51">
        <w:rPr>
          <w:rtl/>
        </w:rPr>
        <w:t>،</w:t>
      </w:r>
      <w:r w:rsidRPr="00464303">
        <w:rPr>
          <w:rtl/>
        </w:rPr>
        <w:t xml:space="preserve"> وها هي الآن إمارة الحكم تنتقل</w:t>
      </w:r>
      <w:r w:rsidR="00F13C51">
        <w:rPr>
          <w:rtl/>
        </w:rPr>
        <w:t xml:space="preserve"> - </w:t>
      </w:r>
      <w:r w:rsidRPr="00464303">
        <w:rPr>
          <w:rtl/>
        </w:rPr>
        <w:t>باسم الرسالة</w:t>
      </w:r>
      <w:r w:rsidR="00F13C51">
        <w:rPr>
          <w:rtl/>
        </w:rPr>
        <w:t xml:space="preserve"> - </w:t>
      </w:r>
      <w:r w:rsidRPr="00464303">
        <w:rPr>
          <w:rtl/>
        </w:rPr>
        <w:t>مِن أبي بكر إلى عمر بن الخطاب</w:t>
      </w:r>
      <w:r w:rsidR="00F13C51">
        <w:rPr>
          <w:rtl/>
        </w:rPr>
        <w:t>،</w:t>
      </w:r>
      <w:r w:rsidRPr="00464303">
        <w:rPr>
          <w:rtl/>
        </w:rPr>
        <w:t xml:space="preserve"> دون أن يكون للذمَّة أيُّ وفاء في تعديل الأُمور وتخليصها مِن زَيغها</w:t>
      </w:r>
      <w:r w:rsidR="00F13C51">
        <w:rPr>
          <w:rtl/>
        </w:rPr>
        <w:t>،</w:t>
      </w:r>
      <w:r w:rsidRPr="00464303">
        <w:rPr>
          <w:rtl/>
        </w:rPr>
        <w:t xml:space="preserve"> وإرجاع الحَقَّ إلى نصابه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قد شرح الإمام علي</w:t>
      </w:r>
      <w:r w:rsidR="00F13C51">
        <w:rPr>
          <w:rtl/>
        </w:rPr>
        <w:t xml:space="preserve"> - </w:t>
      </w:r>
      <w:r w:rsidRPr="00464303">
        <w:rPr>
          <w:rtl/>
        </w:rPr>
        <w:t>في تلك الليلة</w:t>
      </w:r>
      <w:r w:rsidR="00F13C51">
        <w:rPr>
          <w:rtl/>
        </w:rPr>
        <w:t xml:space="preserve"> - </w:t>
      </w:r>
      <w:r w:rsidRPr="00464303">
        <w:rPr>
          <w:rtl/>
        </w:rPr>
        <w:t>أمام الحسن والحسين</w:t>
      </w:r>
      <w:r w:rsidR="00F13C51">
        <w:rPr>
          <w:rtl/>
        </w:rPr>
        <w:t>،</w:t>
      </w:r>
      <w:r w:rsidRPr="00464303">
        <w:rPr>
          <w:rtl/>
        </w:rPr>
        <w:t xml:space="preserve"> كيفية انتهاء ولاية أبي بكر مع انتهاء أيَّام عمره فوق الأرض</w:t>
      </w:r>
      <w:r w:rsidR="00F13C51">
        <w:rPr>
          <w:rtl/>
        </w:rPr>
        <w:t>،</w:t>
      </w:r>
      <w:r w:rsidRPr="00464303">
        <w:rPr>
          <w:rtl/>
        </w:rPr>
        <w:t xml:space="preserve"> وكيف أنَّه تَسلَّم الخلافة بموأزرةٍ مِن عمر</w:t>
      </w:r>
      <w:r w:rsidR="00F13C51">
        <w:rPr>
          <w:rtl/>
        </w:rPr>
        <w:t>،</w:t>
      </w:r>
      <w:r w:rsidRPr="00464303">
        <w:rPr>
          <w:rtl/>
        </w:rPr>
        <w:t xml:space="preserve"> وكيف أنَّه قبل أن يموت</w:t>
      </w:r>
      <w:r w:rsidR="00F13C51">
        <w:rPr>
          <w:rtl/>
        </w:rPr>
        <w:t xml:space="preserve"> - </w:t>
      </w:r>
      <w:r w:rsidRPr="00464303">
        <w:rPr>
          <w:rtl/>
        </w:rPr>
        <w:t>وقد شعر بقُرب الأجل</w:t>
      </w:r>
      <w:r w:rsidR="00F13C51">
        <w:rPr>
          <w:rtl/>
        </w:rPr>
        <w:t xml:space="preserve"> - </w:t>
      </w:r>
      <w:r w:rsidRPr="00464303">
        <w:rPr>
          <w:rtl/>
        </w:rPr>
        <w:t>رَدَّ إلى عمر الخلافة</w:t>
      </w:r>
      <w:r w:rsidR="00F13C51">
        <w:rPr>
          <w:rtl/>
        </w:rPr>
        <w:t>،</w:t>
      </w:r>
      <w:r w:rsidRPr="00464303">
        <w:rPr>
          <w:rtl/>
        </w:rPr>
        <w:t xml:space="preserve"> وذلك كان جميلاً مردوداً بجميلٍ</w:t>
      </w:r>
      <w:r w:rsidR="00F13C51">
        <w:rPr>
          <w:rtl/>
        </w:rPr>
        <w:t>،</w:t>
      </w:r>
      <w:r w:rsidRPr="00464303">
        <w:rPr>
          <w:rtl/>
        </w:rPr>
        <w:t xml:space="preserve"> هو تماماً مثله ومِن نوعه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الحقيقة التي لمحها عليٌّ</w:t>
      </w:r>
      <w:r w:rsidR="00F13C51">
        <w:rPr>
          <w:rtl/>
        </w:rPr>
        <w:t xml:space="preserve"> - </w:t>
      </w:r>
      <w:r w:rsidRPr="00464303">
        <w:rPr>
          <w:rtl/>
        </w:rPr>
        <w:t>بعد أنْ استخلصها مِن واقع البيئة وواقع الأمراض النفسيَّة التي كان يُعاني منها مُجتمع الجزيرة في ذلك العصر</w:t>
      </w:r>
      <w:r w:rsidR="00F13C51">
        <w:rPr>
          <w:rtl/>
        </w:rPr>
        <w:t xml:space="preserve"> - </w:t>
      </w:r>
      <w:r w:rsidRPr="00464303">
        <w:rPr>
          <w:rtl/>
        </w:rPr>
        <w:t>كانت محصورة بواقع القبليَّة في تسابق كلِّ قبيلة إلى الحصول على ا</w:t>
      </w:r>
      <w:r w:rsidR="002C2DD7">
        <w:rPr>
          <w:rtl/>
        </w:rPr>
        <w:t>لمـَ</w:t>
      </w:r>
      <w:r w:rsidRPr="00464303">
        <w:rPr>
          <w:rtl/>
        </w:rPr>
        <w:t>غنم</w:t>
      </w:r>
      <w:r w:rsidR="00F13C51">
        <w:rPr>
          <w:rtl/>
        </w:rPr>
        <w:t>،</w:t>
      </w:r>
      <w:r w:rsidRPr="00464303">
        <w:rPr>
          <w:rtl/>
        </w:rPr>
        <w:t xml:space="preserve"> إنَّ في ا</w:t>
      </w:r>
      <w:r w:rsidR="002C2DD7">
        <w:rPr>
          <w:rtl/>
        </w:rPr>
        <w:t>لمـَ</w:t>
      </w:r>
      <w:r w:rsidRPr="00464303">
        <w:rPr>
          <w:rtl/>
        </w:rPr>
        <w:t>غنم هذا تحقيقاً معيشيَّاً يؤمِّن القوَّة والنفوذ</w:t>
      </w:r>
      <w:r w:rsidR="00F13C51">
        <w:rPr>
          <w:rtl/>
        </w:rPr>
        <w:t>،</w:t>
      </w:r>
      <w:r w:rsidRPr="00464303">
        <w:rPr>
          <w:rtl/>
        </w:rPr>
        <w:t xml:space="preserve"> على حساب مُطلق قبيلة أُخرى يجب جعلها</w:t>
      </w:r>
      <w:r w:rsidR="00F13C51">
        <w:rPr>
          <w:rtl/>
        </w:rPr>
        <w:t xml:space="preserve"> - </w:t>
      </w:r>
      <w:r w:rsidRPr="00464303">
        <w:rPr>
          <w:rtl/>
        </w:rPr>
        <w:t>ما أمكن</w:t>
      </w:r>
      <w:r w:rsidR="00F13C51">
        <w:rPr>
          <w:rtl/>
        </w:rPr>
        <w:t xml:space="preserve"> - </w:t>
      </w:r>
      <w:r w:rsidRPr="00464303">
        <w:rPr>
          <w:rtl/>
        </w:rPr>
        <w:t>أضعف مِن أنْ تنزل إلى ساحة سباق وزحام</w:t>
      </w:r>
      <w:r w:rsidR="00F13C51">
        <w:rPr>
          <w:rtl/>
        </w:rPr>
        <w:t>،</w:t>
      </w:r>
      <w:r w:rsidRPr="00464303">
        <w:rPr>
          <w:rtl/>
        </w:rPr>
        <w:t xml:space="preserve"> لقد كان تحقيق الرسالة في ا</w:t>
      </w:r>
      <w:r w:rsidR="002C2DD7">
        <w:rPr>
          <w:rtl/>
        </w:rPr>
        <w:t>لمـُ</w:t>
      </w:r>
      <w:r w:rsidRPr="00464303">
        <w:rPr>
          <w:rtl/>
        </w:rPr>
        <w:t>جتمع الجديد عكساً بعكس</w:t>
      </w:r>
      <w:r w:rsidR="00F13C51">
        <w:rPr>
          <w:rtl/>
        </w:rPr>
        <w:t>،</w:t>
      </w:r>
      <w:r w:rsidRPr="00464303">
        <w:rPr>
          <w:rtl/>
        </w:rPr>
        <w:t xml:space="preserve"> وعلى طرفي نقيض</w:t>
      </w:r>
      <w:r w:rsidR="00F13C51">
        <w:rPr>
          <w:rtl/>
        </w:rPr>
        <w:t>،</w:t>
      </w:r>
      <w:r w:rsidRPr="00464303">
        <w:rPr>
          <w:rtl/>
        </w:rPr>
        <w:t xml:space="preserve"> هنالك نظام قبلي يُفرِّط ا</w:t>
      </w:r>
      <w:r w:rsidR="002C2DD7">
        <w:rPr>
          <w:rtl/>
        </w:rPr>
        <w:t>لمـُ</w:t>
      </w:r>
      <w:r w:rsidRPr="00464303">
        <w:rPr>
          <w:rtl/>
        </w:rPr>
        <w:t>جتمع ويوزِّعه على عدد القبائل</w:t>
      </w:r>
      <w:r w:rsidR="00F13C51">
        <w:rPr>
          <w:rtl/>
        </w:rPr>
        <w:t>،</w:t>
      </w:r>
      <w:r w:rsidRPr="00464303">
        <w:rPr>
          <w:rtl/>
        </w:rPr>
        <w:t xml:space="preserve"> بعد أنْ يُسلِّم السلطة لشيخ</w:t>
      </w:r>
      <w:r w:rsidR="00F13C51">
        <w:rPr>
          <w:rtl/>
        </w:rPr>
        <w:t>،</w:t>
      </w:r>
      <w:r w:rsidRPr="00464303">
        <w:rPr>
          <w:rtl/>
        </w:rPr>
        <w:t xml:space="preserve"> ويلغي قيمة الفرد</w:t>
      </w:r>
      <w:r w:rsidR="00F13C51">
        <w:rPr>
          <w:rtl/>
        </w:rPr>
        <w:t>،</w:t>
      </w:r>
      <w:r w:rsidRPr="00464303">
        <w:rPr>
          <w:rtl/>
        </w:rPr>
        <w:t xml:space="preserve"> وهنا نظام يعتبر ا</w:t>
      </w:r>
      <w:r w:rsidR="002C2DD7">
        <w:rPr>
          <w:rtl/>
        </w:rPr>
        <w:t>لمـُ</w:t>
      </w:r>
      <w:r w:rsidRPr="00464303">
        <w:rPr>
          <w:rtl/>
        </w:rPr>
        <w:t>جتمع كلَّه وحدة شاملة ومُتكاملة بكلِّ فردٍ فيه</w:t>
      </w:r>
      <w:r w:rsidR="00F13C51">
        <w:rPr>
          <w:rtl/>
        </w:rPr>
        <w:t>،</w:t>
      </w:r>
      <w:r w:rsidRPr="00464303">
        <w:rPr>
          <w:rtl/>
        </w:rPr>
        <w:t xml:space="preserve"> أمَّا الجَني فهو الموزَّع بالعدل وا</w:t>
      </w:r>
      <w:r w:rsidR="002C2DD7">
        <w:rPr>
          <w:rtl/>
        </w:rPr>
        <w:t>لمـُ</w:t>
      </w:r>
      <w:r w:rsidRPr="00464303">
        <w:rPr>
          <w:rtl/>
        </w:rPr>
        <w:t>ساواة</w:t>
      </w:r>
      <w:r w:rsidR="00F13C51">
        <w:rPr>
          <w:rtl/>
        </w:rPr>
        <w:t>،</w:t>
      </w:r>
      <w:r w:rsidRPr="00464303">
        <w:rPr>
          <w:rtl/>
        </w:rPr>
        <w:t xml:space="preserve"> شرط أنْ يكون نتيجة عمل صادق وطاهر</w:t>
      </w:r>
      <w:r w:rsidR="00F13C51">
        <w:rPr>
          <w:rtl/>
        </w:rPr>
        <w:t>،</w:t>
      </w:r>
      <w:r w:rsidRPr="00464303">
        <w:rPr>
          <w:rtl/>
        </w:rPr>
        <w:t xml:space="preserve"> أمَّا الذي يُحرَم</w:t>
      </w:r>
      <w:r w:rsidR="00F13C51">
        <w:rPr>
          <w:rtl/>
        </w:rPr>
        <w:t>،</w:t>
      </w:r>
      <w:r w:rsidRPr="00464303">
        <w:rPr>
          <w:rtl/>
        </w:rPr>
        <w:t xml:space="preserve"> فهو الكسول الكذوب</w:t>
      </w:r>
      <w:r w:rsidR="00F13C51">
        <w:rPr>
          <w:rtl/>
        </w:rPr>
        <w:t>،</w:t>
      </w:r>
      <w:r w:rsidRPr="00464303">
        <w:rPr>
          <w:rtl/>
        </w:rPr>
        <w:t xml:space="preserve"> أمَّا الإمامة العظيمة بشرفها</w:t>
      </w:r>
      <w:r w:rsidR="00F13C51">
        <w:rPr>
          <w:rtl/>
        </w:rPr>
        <w:t>،</w:t>
      </w:r>
      <w:r w:rsidRPr="00464303">
        <w:rPr>
          <w:rtl/>
        </w:rPr>
        <w:t xml:space="preserve"> ونظافتها</w:t>
      </w:r>
      <w:r w:rsidR="00F13C51">
        <w:rPr>
          <w:rtl/>
        </w:rPr>
        <w:t>،</w:t>
      </w:r>
      <w:r w:rsidRPr="00464303">
        <w:rPr>
          <w:rtl/>
        </w:rPr>
        <w:t xml:space="preserve"> واستقامتها</w:t>
      </w:r>
      <w:r w:rsidR="00F13C51">
        <w:rPr>
          <w:rtl/>
        </w:rPr>
        <w:t>،</w:t>
      </w:r>
      <w:r w:rsidRPr="00464303">
        <w:rPr>
          <w:rtl/>
        </w:rPr>
        <w:t xml:space="preserve"> وعلمها البصير</w:t>
      </w:r>
      <w:r w:rsidR="00F13C51">
        <w:rPr>
          <w:rtl/>
        </w:rPr>
        <w:t>،</w:t>
      </w:r>
      <w:r w:rsidRPr="00464303">
        <w:rPr>
          <w:rtl/>
        </w:rPr>
        <w:t xml:space="preserve"> فهي التي تسوس بالعدل والقسطاس</w:t>
      </w:r>
      <w:r w:rsidR="00F13C51">
        <w:rPr>
          <w:rtl/>
        </w:rPr>
        <w:t>،</w:t>
      </w:r>
      <w:r w:rsidRPr="00464303">
        <w:rPr>
          <w:rtl/>
        </w:rPr>
        <w:t xml:space="preserve"> وهي التي تُفجِّر الخير مِن موارده الصادقة</w:t>
      </w:r>
      <w:r w:rsidR="00F13C51">
        <w:rPr>
          <w:rtl/>
        </w:rPr>
        <w:t>،</w:t>
      </w:r>
      <w:r w:rsidRPr="00464303">
        <w:rPr>
          <w:rtl/>
        </w:rPr>
        <w:t xml:space="preserve"> وهي التي تحكم بظلٍّ مِن الله الذي هو حَقٌّ</w:t>
      </w:r>
      <w:r w:rsidR="00F13C51">
        <w:rPr>
          <w:rtl/>
        </w:rPr>
        <w:t>،</w:t>
      </w:r>
      <w:r w:rsidRPr="00464303">
        <w:rPr>
          <w:rtl/>
        </w:rPr>
        <w:t xml:space="preserve"> وعدل</w:t>
      </w:r>
      <w:r w:rsidR="00F13C51">
        <w:rPr>
          <w:rtl/>
        </w:rPr>
        <w:t>،</w:t>
      </w:r>
      <w:r w:rsidRPr="00464303">
        <w:rPr>
          <w:rtl/>
        </w:rPr>
        <w:t xml:space="preserve"> وعلم</w:t>
      </w:r>
      <w:r w:rsidR="00F13C51">
        <w:rPr>
          <w:rtl/>
        </w:rPr>
        <w:t>،</w:t>
      </w:r>
      <w:r w:rsidRPr="00464303">
        <w:rPr>
          <w:rtl/>
        </w:rPr>
        <w:t xml:space="preserve"> وجمال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ويُتابع علي الشرح</w:t>
      </w:r>
      <w:r w:rsidR="00F13C51">
        <w:rPr>
          <w:rtl/>
        </w:rPr>
        <w:t>:</w:t>
      </w:r>
      <w:r w:rsidRPr="00464303">
        <w:rPr>
          <w:rtl/>
        </w:rPr>
        <w:t xml:space="preserve"> هذا هو مُختصر نظامهم</w:t>
      </w:r>
      <w:r w:rsidR="00F13C51">
        <w:rPr>
          <w:rtl/>
        </w:rPr>
        <w:t>،</w:t>
      </w:r>
      <w:r w:rsidRPr="00464303">
        <w:rPr>
          <w:rtl/>
        </w:rPr>
        <w:t xml:space="preserve"> وهذا هو مُختصر نظامنا</w:t>
      </w:r>
      <w:r w:rsidR="00F13C51">
        <w:rPr>
          <w:rtl/>
        </w:rPr>
        <w:t>،</w:t>
      </w:r>
      <w:r w:rsidRPr="00464303">
        <w:rPr>
          <w:rtl/>
        </w:rPr>
        <w:t xml:space="preserve"> ولقد طبَّقوه على الأرض مُنذ الآف السنين</w:t>
      </w:r>
      <w:r w:rsidR="00F13C51">
        <w:rPr>
          <w:rtl/>
        </w:rPr>
        <w:t>،</w:t>
      </w:r>
      <w:r w:rsidRPr="00464303">
        <w:rPr>
          <w:rtl/>
        </w:rPr>
        <w:t xml:space="preserve"> فكانت النتيجة ألف قبيلة بألف مُجتمع فوق أرض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واحدة</w:t>
      </w:r>
      <w:r w:rsidR="00F13C51">
        <w:rPr>
          <w:rtl/>
        </w:rPr>
        <w:t>،</w:t>
      </w:r>
      <w:r w:rsidRPr="00464303">
        <w:rPr>
          <w:rtl/>
        </w:rPr>
        <w:t xml:space="preserve"> ولقد طبَّقناه نحن على الأرض</w:t>
      </w:r>
      <w:r w:rsidR="00F13C51">
        <w:rPr>
          <w:rtl/>
        </w:rPr>
        <w:t>،</w:t>
      </w:r>
      <w:r w:rsidRPr="00464303">
        <w:rPr>
          <w:rtl/>
        </w:rPr>
        <w:t xml:space="preserve"> فكانت النتيجة ملايين الناس في قبيلة واحدة هي الأُمَّة جَمعاء</w:t>
      </w:r>
      <w:r w:rsidR="00F13C51">
        <w:rPr>
          <w:rtl/>
        </w:rPr>
        <w:t>،</w:t>
      </w:r>
      <w:r w:rsidRPr="00464303">
        <w:rPr>
          <w:rtl/>
        </w:rPr>
        <w:t xml:space="preserve"> ما كان هناك عدد السنين بالأجيال إلاَّ غباراً وهَباء</w:t>
      </w:r>
      <w:r w:rsidR="00C327EB">
        <w:rPr>
          <w:rtl/>
        </w:rPr>
        <w:t>.</w:t>
      </w:r>
      <w:r w:rsidRPr="00464303">
        <w:rPr>
          <w:rtl/>
        </w:rPr>
        <w:t xml:space="preserve"> أمَّا هنا</w:t>
      </w:r>
      <w:r w:rsidR="00F13C51">
        <w:rPr>
          <w:rtl/>
        </w:rPr>
        <w:t>:</w:t>
      </w:r>
      <w:r w:rsidRPr="00464303">
        <w:rPr>
          <w:rtl/>
        </w:rPr>
        <w:t xml:space="preserve"> فعشر سنوات مُعذَّبة بالتشريد والهِجرة</w:t>
      </w:r>
      <w:r w:rsidR="00F13C51">
        <w:rPr>
          <w:rtl/>
        </w:rPr>
        <w:t>،</w:t>
      </w:r>
      <w:r w:rsidRPr="00464303">
        <w:rPr>
          <w:rtl/>
        </w:rPr>
        <w:t xml:space="preserve"> كانت كافية لأنْ توحِّد أُمَّة راحت تسير نحو ا</w:t>
      </w:r>
      <w:r w:rsidR="002C2DD7">
        <w:rPr>
          <w:rtl/>
        </w:rPr>
        <w:t>لمـَ</w:t>
      </w:r>
      <w:r w:rsidRPr="00464303">
        <w:rPr>
          <w:rtl/>
        </w:rPr>
        <w:t>جد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كنَّا نحن</w:t>
      </w:r>
      <w:r w:rsidR="00F13C51">
        <w:rPr>
          <w:rtl/>
        </w:rPr>
        <w:t xml:space="preserve"> - </w:t>
      </w:r>
      <w:r w:rsidRPr="00464303">
        <w:rPr>
          <w:rtl/>
        </w:rPr>
        <w:t>مُنذ وجودنا في القديم</w:t>
      </w:r>
      <w:r w:rsidR="00F13C51">
        <w:rPr>
          <w:rtl/>
        </w:rPr>
        <w:t xml:space="preserve"> - </w:t>
      </w:r>
      <w:r w:rsidRPr="00464303">
        <w:rPr>
          <w:rtl/>
        </w:rPr>
        <w:t>نُحاول أنْ نفعل</w:t>
      </w:r>
      <w:r w:rsidR="00F13C51">
        <w:rPr>
          <w:rtl/>
        </w:rPr>
        <w:t>،</w:t>
      </w:r>
      <w:r w:rsidRPr="00464303">
        <w:rPr>
          <w:rtl/>
        </w:rPr>
        <w:t xml:space="preserve"> ولم نتمكَّن حتَّى رعرع الله فينا</w:t>
      </w:r>
      <w:r w:rsidR="00F13C51">
        <w:rPr>
          <w:rtl/>
        </w:rPr>
        <w:t>،</w:t>
      </w:r>
      <w:r w:rsidRPr="00464303">
        <w:rPr>
          <w:rtl/>
        </w:rPr>
        <w:t xml:space="preserve"> ومَن صدَّقنا</w:t>
      </w:r>
      <w:r w:rsidR="00F13C51">
        <w:rPr>
          <w:rtl/>
        </w:rPr>
        <w:t>،</w:t>
      </w:r>
      <w:r w:rsidRPr="00464303">
        <w:rPr>
          <w:rtl/>
        </w:rPr>
        <w:t xml:space="preserve"> مَن أثمر فيه الصدق والإرادة وعزم الروح</w:t>
      </w:r>
      <w:r w:rsidR="00F13C51">
        <w:rPr>
          <w:rtl/>
        </w:rPr>
        <w:t>،</w:t>
      </w:r>
      <w:r w:rsidRPr="00464303">
        <w:rPr>
          <w:rtl/>
        </w:rPr>
        <w:t xml:space="preserve"> فتلقطت بناصيتنا ناصية الحَقِّ</w:t>
      </w:r>
      <w:r w:rsidR="00F13C51">
        <w:rPr>
          <w:rtl/>
        </w:rPr>
        <w:t>،</w:t>
      </w:r>
      <w:r w:rsidRPr="00464303">
        <w:rPr>
          <w:rtl/>
        </w:rPr>
        <w:t xml:space="preserve"> وإذا مِنَّا النبي</w:t>
      </w:r>
      <w:r w:rsidR="00F13C51">
        <w:rPr>
          <w:rtl/>
        </w:rPr>
        <w:t>،</w:t>
      </w:r>
      <w:r w:rsidRPr="00464303">
        <w:rPr>
          <w:rtl/>
        </w:rPr>
        <w:t xml:space="preserve"> وإذا بنا مُجادل السيف في ساحات الجهاد</w:t>
      </w:r>
      <w:r w:rsidR="00F13C51">
        <w:rPr>
          <w:rtl/>
        </w:rPr>
        <w:t>،</w:t>
      </w:r>
      <w:r w:rsidRPr="00464303">
        <w:rPr>
          <w:rtl/>
        </w:rPr>
        <w:t xml:space="preserve"> وإذا بنا نحن تقوم الأُمَّة وتنهض مِن الغفلات السود</w:t>
      </w:r>
      <w:r w:rsidR="00C327EB">
        <w:rPr>
          <w:rtl/>
        </w:rPr>
        <w:t>.</w:t>
      </w:r>
      <w:r w:rsidRPr="00464303">
        <w:rPr>
          <w:rtl/>
        </w:rPr>
        <w:t xml:space="preserve"> وها هي نحن</w:t>
      </w:r>
      <w:r w:rsidR="00F13C51">
        <w:rPr>
          <w:rtl/>
        </w:rPr>
        <w:t>،</w:t>
      </w:r>
      <w:r w:rsidRPr="00464303">
        <w:rPr>
          <w:rtl/>
        </w:rPr>
        <w:t xml:space="preserve"> وها هي فينا نحن دون أنْ نسأل</w:t>
      </w:r>
      <w:r w:rsidR="00F13C51">
        <w:rPr>
          <w:rtl/>
        </w:rPr>
        <w:t>:</w:t>
      </w:r>
      <w:r w:rsidRPr="00464303">
        <w:rPr>
          <w:rtl/>
        </w:rPr>
        <w:t xml:space="preserve"> هل نحن مِن عدنان</w:t>
      </w:r>
      <w:r w:rsidR="00F13C51">
        <w:rPr>
          <w:rtl/>
        </w:rPr>
        <w:t>،</w:t>
      </w:r>
      <w:r w:rsidRPr="00464303">
        <w:rPr>
          <w:rtl/>
        </w:rPr>
        <w:t xml:space="preserve"> أم مِن قحطان</w:t>
      </w:r>
      <w:r w:rsidR="00F13C51">
        <w:rPr>
          <w:rtl/>
        </w:rPr>
        <w:t>،</w:t>
      </w:r>
      <w:r w:rsidRPr="00464303">
        <w:rPr>
          <w:rtl/>
        </w:rPr>
        <w:t xml:space="preserve"> أم مِن قيس</w:t>
      </w:r>
      <w:r w:rsidR="00F13C51">
        <w:rPr>
          <w:rtl/>
        </w:rPr>
        <w:t>،</w:t>
      </w:r>
      <w:r w:rsidRPr="00464303">
        <w:rPr>
          <w:rtl/>
        </w:rPr>
        <w:t xml:space="preserve"> أم مِن مضر</w:t>
      </w:r>
      <w:r w:rsidR="00F13C51">
        <w:rPr>
          <w:rtl/>
        </w:rPr>
        <w:t>؛</w:t>
      </w:r>
      <w:r w:rsidRPr="00464303">
        <w:rPr>
          <w:rtl/>
        </w:rPr>
        <w:t xml:space="preserve"> لأنَّ الأُمَّة كلَّها أصبحت مجموعة في وحدة النسب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الوصيَّة فهي التي حُصرت فينا نحن</w:t>
      </w:r>
      <w:r w:rsidR="00F13C51">
        <w:rPr>
          <w:rtl/>
        </w:rPr>
        <w:t>،</w:t>
      </w:r>
      <w:r w:rsidRPr="00464303">
        <w:rPr>
          <w:rtl/>
        </w:rPr>
        <w:t xml:space="preserve"> ولا أعني الخطَّ الطويل الذي تنتهي بعدنان</w:t>
      </w:r>
      <w:r w:rsidR="00F13C51">
        <w:rPr>
          <w:rtl/>
        </w:rPr>
        <w:t>،</w:t>
      </w:r>
      <w:r w:rsidRPr="00464303">
        <w:rPr>
          <w:rtl/>
        </w:rPr>
        <w:t xml:space="preserve"> بلْ الذي يحصرنا بأهل البيت الذي هو بيتنا</w:t>
      </w:r>
      <w:r w:rsidR="00F13C51">
        <w:rPr>
          <w:rtl/>
        </w:rPr>
        <w:t>،</w:t>
      </w:r>
      <w:r w:rsidRPr="00464303">
        <w:rPr>
          <w:rtl/>
        </w:rPr>
        <w:t xml:space="preserve"> أيْ</w:t>
      </w:r>
      <w:r w:rsidR="00F13C51">
        <w:rPr>
          <w:rtl/>
        </w:rPr>
        <w:t>:</w:t>
      </w:r>
      <w:r w:rsidRPr="00464303">
        <w:rPr>
          <w:rtl/>
        </w:rPr>
        <w:t xml:space="preserve"> بيت النبي لسبب واحد لا أكثر</w:t>
      </w:r>
      <w:r w:rsidR="00F13C51">
        <w:rPr>
          <w:rtl/>
        </w:rPr>
        <w:t>،</w:t>
      </w:r>
      <w:r w:rsidRPr="00464303">
        <w:rPr>
          <w:rtl/>
        </w:rPr>
        <w:t xml:space="preserve"> وهو منع أيِّ نزاع سلطوي</w:t>
      </w:r>
      <w:r w:rsidR="00F13C51">
        <w:rPr>
          <w:rtl/>
        </w:rPr>
        <w:t xml:space="preserve"> - </w:t>
      </w:r>
      <w:r w:rsidRPr="00464303">
        <w:rPr>
          <w:rtl/>
        </w:rPr>
        <w:t>سياسي</w:t>
      </w:r>
      <w:r w:rsidR="00F13C51">
        <w:rPr>
          <w:rtl/>
        </w:rPr>
        <w:t xml:space="preserve"> - </w:t>
      </w:r>
      <w:r w:rsidRPr="00464303">
        <w:rPr>
          <w:rtl/>
        </w:rPr>
        <w:t>يُعيد الحقل إلى سككه الماضية البالية</w:t>
      </w:r>
      <w:r w:rsidR="00F13C51">
        <w:rPr>
          <w:rtl/>
        </w:rPr>
        <w:t>،</w:t>
      </w:r>
      <w:r w:rsidRPr="00464303">
        <w:rPr>
          <w:rtl/>
        </w:rPr>
        <w:t xml:space="preserve"> التي لم تنبت في ما مضى لا زرعاً ولا ضرعاً</w:t>
      </w:r>
      <w:r w:rsidR="00C327EB">
        <w:rPr>
          <w:rtl/>
        </w:rPr>
        <w:t>.</w:t>
      </w:r>
      <w:r w:rsidRPr="00464303">
        <w:rPr>
          <w:rtl/>
        </w:rPr>
        <w:t xml:space="preserve"> أمَّا الرسالة فهي التي تضبط الموازين</w:t>
      </w:r>
      <w:r w:rsidR="00F13C51">
        <w:rPr>
          <w:rtl/>
        </w:rPr>
        <w:t>،</w:t>
      </w:r>
      <w:r w:rsidRPr="00464303">
        <w:rPr>
          <w:rtl/>
        </w:rPr>
        <w:t xml:space="preserve"> وترسم الصراط</w:t>
      </w:r>
      <w:r w:rsidR="00F13C51">
        <w:rPr>
          <w:rtl/>
        </w:rPr>
        <w:t>،</w:t>
      </w:r>
      <w:r w:rsidRPr="00464303">
        <w:rPr>
          <w:rtl/>
        </w:rPr>
        <w:t xml:space="preserve"> وتحفظ البيت في خَطِّه النبويِّ العظيم</w:t>
      </w:r>
      <w:r w:rsidR="00F13C51">
        <w:rPr>
          <w:rtl/>
        </w:rPr>
        <w:t>،</w:t>
      </w:r>
      <w:r w:rsidRPr="00464303">
        <w:rPr>
          <w:rtl/>
        </w:rPr>
        <w:t xml:space="preserve"> فاذا تبرَّأ هذا الخطُّ</w:t>
      </w:r>
      <w:r w:rsidR="00F13C51">
        <w:rPr>
          <w:rtl/>
        </w:rPr>
        <w:t xml:space="preserve"> - </w:t>
      </w:r>
      <w:r w:rsidRPr="00464303">
        <w:rPr>
          <w:rtl/>
        </w:rPr>
        <w:t>لا سمح الله</w:t>
      </w:r>
      <w:r w:rsidR="00F13C51">
        <w:rPr>
          <w:rtl/>
        </w:rPr>
        <w:t xml:space="preserve"> - </w:t>
      </w:r>
      <w:r w:rsidRPr="00464303">
        <w:rPr>
          <w:rtl/>
        </w:rPr>
        <w:t>في حين ما مِن الأحيان مِن عصمة</w:t>
      </w:r>
      <w:r w:rsidR="00F13C51">
        <w:rPr>
          <w:rtl/>
        </w:rPr>
        <w:t>،</w:t>
      </w:r>
      <w:r w:rsidRPr="00464303">
        <w:rPr>
          <w:rtl/>
        </w:rPr>
        <w:t xml:space="preserve"> فإنَّ الروح النبويَّة ذاتها تلقطه مُتبرِّئا</w:t>
      </w:r>
      <w:r w:rsidR="00F13C51">
        <w:rPr>
          <w:rtl/>
        </w:rPr>
        <w:t>،</w:t>
      </w:r>
      <w:r w:rsidRPr="00464303">
        <w:rPr>
          <w:rtl/>
        </w:rPr>
        <w:t xml:space="preserve"> وتردُّه مُنصاعاً إلى الحقيقة الباهرة التي صنعت في عشر سنين</w:t>
      </w:r>
      <w:r w:rsidR="00F13C51">
        <w:rPr>
          <w:rtl/>
        </w:rPr>
        <w:t>،</w:t>
      </w:r>
      <w:r w:rsidRPr="00464303">
        <w:rPr>
          <w:rtl/>
        </w:rPr>
        <w:t xml:space="preserve"> ما لم تصنع جزءاً واحداً مثله عشرات الأجيال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عمر</w:t>
      </w:r>
      <w:r w:rsidR="00F13C51">
        <w:rPr>
          <w:rtl/>
        </w:rPr>
        <w:t>،</w:t>
      </w:r>
      <w:r w:rsidRPr="00464303">
        <w:rPr>
          <w:rtl/>
        </w:rPr>
        <w:t xml:space="preserve"> فإنَّه لم يتقبَّلها وصيَّة تطرحها نبوَّة الأُمَّة</w:t>
      </w:r>
      <w:r w:rsidR="00F13C51">
        <w:rPr>
          <w:rtl/>
        </w:rPr>
        <w:t>،</w:t>
      </w:r>
      <w:r w:rsidRPr="00464303">
        <w:rPr>
          <w:rtl/>
        </w:rPr>
        <w:t xml:space="preserve"> وعبقريَّة الأُمَّة التي فهمت وعرفت وأدركت كيف تنتفض الأُمَّة</w:t>
      </w:r>
      <w:r w:rsidR="00F13C51">
        <w:rPr>
          <w:rtl/>
        </w:rPr>
        <w:t>،</w:t>
      </w:r>
      <w:r w:rsidRPr="00464303">
        <w:rPr>
          <w:rtl/>
        </w:rPr>
        <w:t xml:space="preserve"> وكيف تنجدل الأُمَّة</w:t>
      </w:r>
      <w:r w:rsidR="00F13C51">
        <w:rPr>
          <w:rtl/>
        </w:rPr>
        <w:t>،</w:t>
      </w:r>
      <w:r w:rsidRPr="00464303">
        <w:rPr>
          <w:rtl/>
        </w:rPr>
        <w:t xml:space="preserve"> وكيف تتحقَّق وتتوحَّد الأُمَّة</w:t>
      </w:r>
      <w:r w:rsidR="00F13C51">
        <w:rPr>
          <w:rtl/>
        </w:rPr>
        <w:t>،</w:t>
      </w:r>
      <w:r w:rsidRPr="00464303">
        <w:rPr>
          <w:rtl/>
        </w:rPr>
        <w:t xml:space="preserve"> وكيف تُصان وتبقى الأُمَّة مِن جيلٍ إلى جيلٍ</w:t>
      </w:r>
      <w:r w:rsidR="00F13C51">
        <w:rPr>
          <w:rtl/>
        </w:rPr>
        <w:t>،</w:t>
      </w:r>
      <w:r w:rsidRPr="00464303">
        <w:rPr>
          <w:rtl/>
        </w:rPr>
        <w:t xml:space="preserve"> في وحدتها وتحقيق ذاتها الخالدة في الحياة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أراد عمر إرجاعها قبيليَّة تتفكَّك بها الأُمَّة رويداً رويداً</w:t>
      </w:r>
      <w:r w:rsidR="00F13C51">
        <w:rPr>
          <w:rtl/>
        </w:rPr>
        <w:t>،</w:t>
      </w:r>
      <w:r w:rsidRPr="00464303">
        <w:rPr>
          <w:rtl/>
        </w:rPr>
        <w:t xml:space="preserve"> ولم يُرِدها رساليَّة بنت قضيَّة تنهض الأُمَّة بها دائماً مِن تراث إلى تراث</w:t>
      </w:r>
      <w:r w:rsidR="00C327EB">
        <w:rPr>
          <w:rtl/>
        </w:rPr>
        <w:t>.</w:t>
      </w:r>
      <w:r w:rsidRPr="00464303">
        <w:rPr>
          <w:rtl/>
        </w:rPr>
        <w:t xml:space="preserve"> ولقد خاف إذا رزمها</w:t>
      </w:r>
      <w:r w:rsidR="00F13C51">
        <w:rPr>
          <w:rtl/>
        </w:rPr>
        <w:t xml:space="preserve"> - </w:t>
      </w:r>
      <w:r w:rsidRPr="00464303">
        <w:rPr>
          <w:rtl/>
        </w:rPr>
        <w:t>أوَّلاً</w:t>
      </w:r>
      <w:r w:rsidR="00F13C51">
        <w:rPr>
          <w:rtl/>
        </w:rPr>
        <w:t xml:space="preserve"> -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إلى صدره</w:t>
      </w:r>
      <w:r w:rsidR="00F13C51">
        <w:rPr>
          <w:rtl/>
        </w:rPr>
        <w:t>،</w:t>
      </w:r>
      <w:r w:rsidRPr="00464303">
        <w:rPr>
          <w:rtl/>
        </w:rPr>
        <w:t xml:space="preserve"> مِن اتِّهامه بالأنانية</w:t>
      </w:r>
      <w:r w:rsidR="00F13C51">
        <w:rPr>
          <w:rtl/>
        </w:rPr>
        <w:t>،</w:t>
      </w:r>
      <w:r w:rsidRPr="00464303">
        <w:rPr>
          <w:rtl/>
        </w:rPr>
        <w:t xml:space="preserve"> فلصقها بالغير حتَّى تتبرَّأ مِن التُّهمَة وتنجح</w:t>
      </w:r>
      <w:r w:rsidR="00F13C51">
        <w:rPr>
          <w:rtl/>
        </w:rPr>
        <w:t>،</w:t>
      </w:r>
      <w:r w:rsidRPr="00464303">
        <w:rPr>
          <w:rtl/>
        </w:rPr>
        <w:t xml:space="preserve"> وكان أبو بكر فصيلها الأوَّل في التجربة والسَّبر</w:t>
      </w:r>
      <w:r w:rsidR="00F13C51">
        <w:rPr>
          <w:rtl/>
        </w:rPr>
        <w:t>،</w:t>
      </w:r>
      <w:r w:rsidRPr="00464303">
        <w:rPr>
          <w:rtl/>
        </w:rPr>
        <w:t xml:space="preserve"> وجَسِّ المفاصل والأنباض</w:t>
      </w:r>
      <w:r w:rsidR="00F13C51">
        <w:rPr>
          <w:rtl/>
        </w:rPr>
        <w:t>،</w:t>
      </w:r>
      <w:r w:rsidRPr="00464303">
        <w:rPr>
          <w:rtl/>
        </w:rPr>
        <w:t xml:space="preserve"> حتَّى إذا انتهى الشيخ ا</w:t>
      </w:r>
      <w:r w:rsidR="002C2DD7">
        <w:rPr>
          <w:rtl/>
        </w:rPr>
        <w:t>لمـُ</w:t>
      </w:r>
      <w:r w:rsidRPr="00464303">
        <w:rPr>
          <w:rtl/>
        </w:rPr>
        <w:t>سنُّ</w:t>
      </w:r>
      <w:r w:rsidR="00F13C51">
        <w:rPr>
          <w:rtl/>
        </w:rPr>
        <w:t>،</w:t>
      </w:r>
      <w:r w:rsidRPr="00464303">
        <w:rPr>
          <w:rtl/>
        </w:rPr>
        <w:t xml:space="preserve"> وكان حَدُّه قريباً جِدَّاً مِن فتحة القبر</w:t>
      </w:r>
      <w:r w:rsidR="00F13C51">
        <w:rPr>
          <w:rtl/>
        </w:rPr>
        <w:t>،</w:t>
      </w:r>
      <w:r w:rsidRPr="00464303">
        <w:rPr>
          <w:rtl/>
        </w:rPr>
        <w:t xml:space="preserve"> عادت إلى أميرها الولاية بحُكم الطبع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هذا هو الرهان</w:t>
      </w:r>
      <w:r w:rsidR="00F13C51">
        <w:rPr>
          <w:rtl/>
        </w:rPr>
        <w:t>،</w:t>
      </w:r>
      <w:r w:rsidRPr="00464303">
        <w:rPr>
          <w:rtl/>
        </w:rPr>
        <w:t xml:space="preserve"> وقد طاب الرهان وطاب القصد مع عمر</w:t>
      </w:r>
      <w:r w:rsidR="00F13C51">
        <w:rPr>
          <w:rtl/>
        </w:rPr>
        <w:t>،</w:t>
      </w:r>
      <w:r w:rsidRPr="00464303">
        <w:rPr>
          <w:rtl/>
        </w:rPr>
        <w:t xml:space="preserve"> ألاَ تريان معي</w:t>
      </w:r>
      <w:r w:rsidR="00106DAF">
        <w:rPr>
          <w:rtl/>
        </w:rPr>
        <w:t>؟</w:t>
      </w:r>
      <w:r w:rsidRPr="00464303">
        <w:rPr>
          <w:rtl/>
        </w:rPr>
        <w:t xml:space="preserve"> أنت كبيرنا الآن يا حسن</w:t>
      </w:r>
      <w:r w:rsidR="00F13C51">
        <w:rPr>
          <w:rtl/>
        </w:rPr>
        <w:t>،</w:t>
      </w:r>
      <w:r w:rsidRPr="00464303">
        <w:rPr>
          <w:rtl/>
        </w:rPr>
        <w:t xml:space="preserve"> وأنت صغيرنا الآخر يا حسين</w:t>
      </w:r>
      <w:r w:rsidR="00F13C51">
        <w:rPr>
          <w:rtl/>
        </w:rPr>
        <w:t>،</w:t>
      </w:r>
      <w:r w:rsidRPr="00464303">
        <w:rPr>
          <w:rtl/>
        </w:rPr>
        <w:t xml:space="preserve"> وكلاكما مُتمِّم للآخر في ذِمَّتي وذِمَّة جَدِّكما الرسول</w:t>
      </w:r>
      <w:r w:rsidR="00C327EB">
        <w:rPr>
          <w:rtl/>
        </w:rPr>
        <w:t>.</w:t>
      </w:r>
      <w:r w:rsidRPr="00464303">
        <w:rPr>
          <w:rtl/>
        </w:rPr>
        <w:t xml:space="preserve"> إنَّ تحليلي للواقع ا</w:t>
      </w:r>
      <w:r w:rsidR="002C2DD7">
        <w:rPr>
          <w:rtl/>
        </w:rPr>
        <w:t>لمـُ</w:t>
      </w:r>
      <w:r w:rsidRPr="00464303">
        <w:rPr>
          <w:rtl/>
        </w:rPr>
        <w:t>رِّ هو في حقيقة الإصابة</w:t>
      </w:r>
      <w:r w:rsidR="00F13C51">
        <w:rPr>
          <w:rtl/>
        </w:rPr>
        <w:t>،</w:t>
      </w:r>
      <w:r w:rsidRPr="00464303">
        <w:rPr>
          <w:rtl/>
        </w:rPr>
        <w:t xml:space="preserve"> وإنَّ الأُمَّة التي هي نحن في جميع تجاربها الماضية</w:t>
      </w:r>
      <w:r w:rsidR="00F13C51">
        <w:rPr>
          <w:rtl/>
        </w:rPr>
        <w:t>،</w:t>
      </w:r>
      <w:r w:rsidRPr="00464303">
        <w:rPr>
          <w:rtl/>
        </w:rPr>
        <w:t xml:space="preserve"> وفي كلِّ تحقيقاتها الحاضرة</w:t>
      </w:r>
      <w:r w:rsidR="00F13C51">
        <w:rPr>
          <w:rtl/>
        </w:rPr>
        <w:t>،</w:t>
      </w:r>
      <w:r w:rsidRPr="00464303">
        <w:rPr>
          <w:rtl/>
        </w:rPr>
        <w:t xml:space="preserve"> هي في مَهبٍّ آخر يُحاول أنْ يلفظنا ويُجرِّدنا مِن الحضور</w:t>
      </w:r>
      <w:r w:rsidR="00F13C51">
        <w:rPr>
          <w:rtl/>
        </w:rPr>
        <w:t>،</w:t>
      </w:r>
      <w:r w:rsidRPr="00464303">
        <w:rPr>
          <w:rtl/>
        </w:rPr>
        <w:t xml:space="preserve"> بينما ستندك هي رجوعاً إلى الوراء</w:t>
      </w:r>
      <w:r w:rsidR="00F13C51">
        <w:rPr>
          <w:rtl/>
        </w:rPr>
        <w:t>،</w:t>
      </w:r>
      <w:r w:rsidRPr="00464303">
        <w:rPr>
          <w:rtl/>
        </w:rPr>
        <w:t xml:space="preserve"> إلى ماضٍ كنَا جميعنا فيه الأذلاِّء الأذلاِّء</w:t>
      </w:r>
      <w:r w:rsidR="00106DAF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tl/>
        </w:rPr>
        <w:t>وتهيَّب الحسن الطرح</w:t>
      </w:r>
      <w:r w:rsidR="00F13C51">
        <w:rPr>
          <w:rtl/>
        </w:rPr>
        <w:t>،</w:t>
      </w:r>
      <w:r w:rsidRPr="00A37385">
        <w:rPr>
          <w:rtl/>
        </w:rPr>
        <w:t xml:space="preserve"> والسؤال</w:t>
      </w:r>
      <w:r w:rsidR="00F13C51">
        <w:rPr>
          <w:rtl/>
        </w:rPr>
        <w:t>،</w:t>
      </w:r>
      <w:r w:rsidRPr="00A37385">
        <w:rPr>
          <w:rtl/>
        </w:rPr>
        <w:t xml:space="preserve"> والجواب</w:t>
      </w:r>
      <w:r w:rsidR="00F13C51">
        <w:rPr>
          <w:rtl/>
        </w:rPr>
        <w:t xml:space="preserve"> - </w:t>
      </w:r>
      <w:r w:rsidRPr="00A37385">
        <w:rPr>
          <w:rtl/>
        </w:rPr>
        <w:t>فهو الذكيُّ ا</w:t>
      </w:r>
      <w:r w:rsidR="002C2DD7">
        <w:rPr>
          <w:rtl/>
        </w:rPr>
        <w:t>لمـَ</w:t>
      </w:r>
      <w:r w:rsidRPr="00A37385">
        <w:rPr>
          <w:rtl/>
        </w:rPr>
        <w:t>بنيُّ بالصدق والتهذيب</w:t>
      </w:r>
      <w:r w:rsidR="00F13C51">
        <w:rPr>
          <w:rtl/>
        </w:rPr>
        <w:t xml:space="preserve"> - </w:t>
      </w:r>
      <w:r w:rsidRPr="00A37385">
        <w:rPr>
          <w:rtl/>
        </w:rPr>
        <w:t>ولقد كان يبدو وعليه هدوء رائع المثال</w:t>
      </w:r>
      <w:r w:rsidR="00F13C51">
        <w:rPr>
          <w:rtl/>
        </w:rPr>
        <w:t>،</w:t>
      </w:r>
      <w:r w:rsidRPr="00A37385">
        <w:rPr>
          <w:rtl/>
        </w:rPr>
        <w:t xml:space="preserve"> وفِطنة مدهوكة بدهاء ولكنْ طيِّبة ا</w:t>
      </w:r>
      <w:r w:rsidR="002C2DD7">
        <w:rPr>
          <w:rtl/>
        </w:rPr>
        <w:t>لمـَ</w:t>
      </w:r>
      <w:r w:rsidRPr="00A37385">
        <w:rPr>
          <w:rtl/>
        </w:rPr>
        <w:t>عدن كانت تملحها بحَذر مُتأنٍّ</w:t>
      </w:r>
      <w:r w:rsidR="00F13C51">
        <w:rPr>
          <w:rtl/>
        </w:rPr>
        <w:t>،</w:t>
      </w:r>
      <w:r w:rsidRPr="00A37385">
        <w:rPr>
          <w:rtl/>
        </w:rPr>
        <w:t xml:space="preserve"> إلاَّ أنَّه حذر حكيم حليم</w:t>
      </w:r>
      <w:r w:rsidR="00F13C51">
        <w:rPr>
          <w:rtl/>
        </w:rPr>
        <w:t>،</w:t>
      </w:r>
      <w:r w:rsidRPr="00A37385">
        <w:rPr>
          <w:rtl/>
        </w:rPr>
        <w:t xml:space="preserve"> يفيض عليه التصبُّر ونعمة السماح</w:t>
      </w:r>
      <w:r w:rsidR="00F13C51">
        <w:rPr>
          <w:rtl/>
        </w:rPr>
        <w:t>،</w:t>
      </w:r>
      <w:r w:rsidRPr="00A37385">
        <w:rPr>
          <w:rtl/>
        </w:rPr>
        <w:t xml:space="preserve"> وكلُّها صفات يتأنَّق بها ا</w:t>
      </w:r>
      <w:r w:rsidR="002C2DD7">
        <w:rPr>
          <w:rtl/>
        </w:rPr>
        <w:t>لمـُ</w:t>
      </w:r>
      <w:r w:rsidRPr="00A37385">
        <w:rPr>
          <w:rtl/>
        </w:rPr>
        <w:t>سالمون في مُجتمع يُحاولون أنْ يبنوه بالتؤدة</w:t>
      </w:r>
      <w:r w:rsidR="00F13C51">
        <w:rPr>
          <w:rtl/>
        </w:rPr>
        <w:t>،</w:t>
      </w:r>
      <w:r w:rsidRPr="00A37385">
        <w:rPr>
          <w:rtl/>
        </w:rPr>
        <w:t xml:space="preserve"> والحُبِّ</w:t>
      </w:r>
      <w:r w:rsidR="00F13C51">
        <w:rPr>
          <w:rtl/>
        </w:rPr>
        <w:t>،</w:t>
      </w:r>
      <w:r w:rsidRPr="00A37385">
        <w:rPr>
          <w:rtl/>
        </w:rPr>
        <w:t xml:space="preserve"> والسماح</w:t>
      </w:r>
      <w:r w:rsidR="00F13C51">
        <w:rPr>
          <w:rtl/>
        </w:rPr>
        <w:t>،</w:t>
      </w:r>
      <w:r w:rsidRPr="00A37385">
        <w:rPr>
          <w:rtl/>
        </w:rPr>
        <w:t xml:space="preserve"> حتَّى يتخلَّص مِن الكراهيَّة</w:t>
      </w:r>
      <w:r w:rsidR="00F13C51">
        <w:rPr>
          <w:rtl/>
        </w:rPr>
        <w:t>،</w:t>
      </w:r>
      <w:r w:rsidRPr="00A37385">
        <w:rPr>
          <w:rtl/>
        </w:rPr>
        <w:t xml:space="preserve"> والحِقد</w:t>
      </w:r>
      <w:r w:rsidR="00F13C51">
        <w:rPr>
          <w:rtl/>
        </w:rPr>
        <w:t>،</w:t>
      </w:r>
      <w:r w:rsidRPr="00A37385">
        <w:rPr>
          <w:rtl/>
        </w:rPr>
        <w:t xml:space="preserve"> وبذر الضغائن</w:t>
      </w:r>
      <w:r w:rsidR="00F13C51">
        <w:rPr>
          <w:rtl/>
        </w:rPr>
        <w:t>،</w:t>
      </w:r>
      <w:r w:rsidRPr="00A37385">
        <w:rPr>
          <w:rtl/>
        </w:rPr>
        <w:t xml:space="preserve"> وتلك هي التربية الحكيمة</w:t>
      </w:r>
      <w:r w:rsidR="00F13C51">
        <w:rPr>
          <w:rtl/>
        </w:rPr>
        <w:t>،</w:t>
      </w:r>
      <w:r w:rsidRPr="00A37385">
        <w:rPr>
          <w:rtl/>
        </w:rPr>
        <w:t xml:space="preserve"> تأخذ مِن التصبُّر مداها</w:t>
      </w:r>
      <w:r w:rsidR="00F13C51">
        <w:rPr>
          <w:rtl/>
        </w:rPr>
        <w:t>،</w:t>
      </w:r>
      <w:r w:rsidRPr="00A37385">
        <w:rPr>
          <w:rtl/>
        </w:rPr>
        <w:t xml:space="preserve"> ومِن الوقت بساطاً تُقدِّم عليه ا</w:t>
      </w:r>
      <w:r w:rsidR="002C2DD7">
        <w:rPr>
          <w:rtl/>
        </w:rPr>
        <w:t>لمـُ</w:t>
      </w:r>
      <w:r w:rsidRPr="00A37385">
        <w:rPr>
          <w:rtl/>
        </w:rPr>
        <w:t>ثل النظيفة</w:t>
      </w:r>
      <w:r w:rsidR="00F13C51">
        <w:rPr>
          <w:rtl/>
        </w:rPr>
        <w:t>،</w:t>
      </w:r>
      <w:r w:rsidRPr="00A37385">
        <w:rPr>
          <w:rtl/>
        </w:rPr>
        <w:t xml:space="preserve"> والقدوات ا</w:t>
      </w:r>
      <w:r w:rsidR="002C2DD7">
        <w:rPr>
          <w:rtl/>
        </w:rPr>
        <w:t>لمـُ</w:t>
      </w:r>
      <w:r w:rsidRPr="00A37385">
        <w:rPr>
          <w:rtl/>
        </w:rPr>
        <w:t>لقَّحة بالسماح</w:t>
      </w:r>
      <w:r w:rsidR="00F13C51">
        <w:rPr>
          <w:rtl/>
        </w:rPr>
        <w:t>،</w:t>
      </w:r>
      <w:r w:rsidRPr="00A37385">
        <w:rPr>
          <w:rtl/>
        </w:rPr>
        <w:t xml:space="preserve"> لقد كان</w:t>
      </w:r>
      <w:r w:rsidR="00F13C51">
        <w:rPr>
          <w:rtl/>
        </w:rPr>
        <w:t xml:space="preserve"> - </w:t>
      </w:r>
      <w:r w:rsidRPr="00A37385">
        <w:rPr>
          <w:rtl/>
        </w:rPr>
        <w:t>رويداً رويداً</w:t>
      </w:r>
      <w:r w:rsidR="00F13C51">
        <w:rPr>
          <w:rtl/>
        </w:rPr>
        <w:t xml:space="preserve"> - </w:t>
      </w:r>
      <w:r w:rsidRPr="00A37385">
        <w:rPr>
          <w:rtl/>
        </w:rPr>
        <w:t>يتأكَّد للحسن أنَّ مُجتمع جَدِّه في الجزيرة كان بحاجة إلى قسوة تلحمه إلى جَمع</w:t>
      </w:r>
      <w:r w:rsidR="00F13C51">
        <w:rPr>
          <w:rtl/>
        </w:rPr>
        <w:t>،</w:t>
      </w:r>
      <w:r w:rsidRPr="00A37385">
        <w:rPr>
          <w:rtl/>
        </w:rPr>
        <w:t xml:space="preserve"> وفي الوقت ذاته كان بحاجة إلى لينٍ وسماحٍ مُتعلِّقين بعَطف وغُفران</w:t>
      </w:r>
      <w:r w:rsidR="00F13C51">
        <w:rPr>
          <w:rtl/>
        </w:rPr>
        <w:t>،</w:t>
      </w:r>
      <w:r w:rsidRPr="00A37385">
        <w:rPr>
          <w:rtl/>
        </w:rPr>
        <w:t xml:space="preserve"> حتَّى لا ينقصف تحت الضرب على السِّندان</w:t>
      </w:r>
      <w:r w:rsidR="00F13C51">
        <w:rPr>
          <w:rtl/>
        </w:rPr>
        <w:t>،</w:t>
      </w:r>
      <w:r w:rsidRPr="00A37385">
        <w:rPr>
          <w:rtl/>
        </w:rPr>
        <w:t xml:space="preserve"> تماماً كما نهج جَدُّه عند فتحه مَكَّة</w:t>
      </w:r>
      <w:r w:rsidR="00C327EB">
        <w:rPr>
          <w:rtl/>
        </w:rPr>
        <w:t>.</w:t>
      </w:r>
      <w:r w:rsidRPr="00A37385">
        <w:rPr>
          <w:rtl/>
        </w:rPr>
        <w:t xml:space="preserve"> لقد كان الاجتياح وتحطيم الأصنام</w:t>
      </w:r>
      <w:r w:rsidR="00F13C51">
        <w:rPr>
          <w:rtl/>
        </w:rPr>
        <w:t>،</w:t>
      </w:r>
      <w:r w:rsidRPr="00A37385">
        <w:rPr>
          <w:rtl/>
        </w:rPr>
        <w:t xml:space="preserve"> وكان</w:t>
      </w:r>
      <w:r w:rsidR="00F13C51">
        <w:rPr>
          <w:rtl/>
        </w:rPr>
        <w:t xml:space="preserve"> - </w:t>
      </w:r>
      <w:r w:rsidRPr="00A37385">
        <w:rPr>
          <w:rtl/>
        </w:rPr>
        <w:t>با</w:t>
      </w:r>
      <w:r w:rsidR="002C2DD7">
        <w:rPr>
          <w:rtl/>
        </w:rPr>
        <w:t>لمـُ</w:t>
      </w:r>
      <w:r w:rsidRPr="00A37385">
        <w:rPr>
          <w:rtl/>
        </w:rPr>
        <w:t>قابل</w:t>
      </w:r>
      <w:r w:rsidR="00F13C51">
        <w:rPr>
          <w:rtl/>
        </w:rPr>
        <w:t xml:space="preserve"> - </w:t>
      </w:r>
      <w:r w:rsidRPr="00A37385">
        <w:rPr>
          <w:rtl/>
        </w:rPr>
        <w:t>تقديم الحُبِّ والسَّماح والغُفران</w:t>
      </w:r>
      <w:r w:rsidR="00F13C51">
        <w:rPr>
          <w:rtl/>
        </w:rPr>
        <w:t>،</w:t>
      </w:r>
      <w:r w:rsidRPr="00A37385">
        <w:rPr>
          <w:rtl/>
        </w:rPr>
        <w:t xml:space="preserve"> لقد غفر للأعداء</w:t>
      </w:r>
      <w:r w:rsidR="00F13C51">
        <w:rPr>
          <w:rtl/>
        </w:rPr>
        <w:t>،</w:t>
      </w:r>
      <w:r w:rsidRPr="00A37385">
        <w:rPr>
          <w:rtl/>
        </w:rPr>
        <w:t xml:space="preserve"> وهم جميعهم أبناء عَمٍّ</w:t>
      </w:r>
      <w:r w:rsidR="00F13C51">
        <w:rPr>
          <w:rtl/>
        </w:rPr>
        <w:t>،</w:t>
      </w:r>
      <w:r w:rsidRPr="00A37385">
        <w:rPr>
          <w:rtl/>
        </w:rPr>
        <w:t xml:space="preserve"> لقد قال لهم قوله المشهور</w:t>
      </w:r>
      <w:r w:rsidR="00F13C51">
        <w:rPr>
          <w:rtl/>
        </w:rPr>
        <w:t>:</w:t>
      </w:r>
      <w:r w:rsidRPr="00A37385">
        <w:rPr>
          <w:rtl/>
        </w:rPr>
        <w:t xml:space="preserve"> </w:t>
      </w:r>
      <w:r w:rsidRPr="003A7CC2">
        <w:rPr>
          <w:rStyle w:val="libBold2Char"/>
          <w:rtl/>
        </w:rPr>
        <w:t>( أنتم الطُّلقاء )</w:t>
      </w:r>
      <w:r w:rsidRPr="00A37385">
        <w:rPr>
          <w:rtl/>
        </w:rPr>
        <w:t xml:space="preserve"> والتحمت الجزيرة كلُّها</w:t>
      </w:r>
      <w:r w:rsidR="00F13C51">
        <w:rPr>
          <w:rtl/>
        </w:rPr>
        <w:t>:</w:t>
      </w:r>
      <w:r w:rsidRPr="00A37385">
        <w:rPr>
          <w:rtl/>
        </w:rPr>
        <w:t xml:space="preserve"> سيف واحد يجمعها</w:t>
      </w:r>
      <w:r w:rsidR="00F13C51">
        <w:rPr>
          <w:rtl/>
        </w:rPr>
        <w:t>،</w:t>
      </w:r>
      <w:r w:rsidRPr="00A37385">
        <w:rPr>
          <w:rtl/>
        </w:rPr>
        <w:t xml:space="preserve"> وحُبٌّ كريم واحد يدفعها إلى الأمام</w:t>
      </w:r>
      <w:r w:rsidR="00F13C51">
        <w:rPr>
          <w:rtl/>
        </w:rPr>
        <w:t>،</w:t>
      </w:r>
      <w:r w:rsidRPr="00A37385">
        <w:rPr>
          <w:rtl/>
        </w:rPr>
        <w:t xml:space="preserve"> لقد تحفَّز الحسن وأجاب</w:t>
      </w:r>
      <w:r w:rsidR="00F13C51">
        <w:rPr>
          <w:rtl/>
        </w:rPr>
        <w:t>: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الحسن</w:t>
      </w:r>
      <w:r w:rsidR="00F13C51">
        <w:rPr>
          <w:rtl/>
        </w:rPr>
        <w:t>:</w:t>
      </w:r>
      <w:r w:rsidRPr="00464303">
        <w:rPr>
          <w:rtl/>
        </w:rPr>
        <w:t xml:space="preserve"> وهل لنا رأي يا أبي</w:t>
      </w:r>
      <w:r w:rsidR="00F13C51">
        <w:rPr>
          <w:rtl/>
        </w:rPr>
        <w:t>،</w:t>
      </w:r>
      <w:r w:rsidRPr="00464303">
        <w:rPr>
          <w:rtl/>
        </w:rPr>
        <w:t xml:space="preserve"> ونحن لا نقدر أنْ نبنيه مِن غير الرجوع إليك في الرُّشد والسَّداد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إلاَّ أنَّك تُحبُّ</w:t>
      </w:r>
      <w:r w:rsidR="00F13C51">
        <w:rPr>
          <w:rtl/>
        </w:rPr>
        <w:t xml:space="preserve"> - </w:t>
      </w:r>
      <w:r w:rsidRPr="00464303">
        <w:rPr>
          <w:rtl/>
        </w:rPr>
        <w:t>دائماً</w:t>
      </w:r>
      <w:r w:rsidR="00F13C51">
        <w:rPr>
          <w:rtl/>
        </w:rPr>
        <w:t xml:space="preserve"> - </w:t>
      </w:r>
      <w:r w:rsidRPr="00464303">
        <w:rPr>
          <w:rtl/>
        </w:rPr>
        <w:t>أنْ نحمل السيف ونلوِّح به أمامك</w:t>
      </w:r>
      <w:r w:rsidR="00F13C51">
        <w:rPr>
          <w:rtl/>
        </w:rPr>
        <w:t>،</w:t>
      </w:r>
      <w:r w:rsidRPr="00464303">
        <w:rPr>
          <w:rtl/>
        </w:rPr>
        <w:t xml:space="preserve"> إنَّه نهجك الحكيم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تُدرِّبنا به على امتشاق الحُسام</w:t>
      </w:r>
      <w:r w:rsidR="00F13C51">
        <w:rPr>
          <w:rtl/>
        </w:rPr>
        <w:t>،</w:t>
      </w:r>
      <w:r w:rsidRPr="00464303">
        <w:rPr>
          <w:rtl/>
        </w:rPr>
        <w:t xml:space="preserve"> وليكن لك ما تُريد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أصبحت أرى معك أنَّ نيَّة سيِّئة تجمع ضِدَّنا هؤلاء القوم</w:t>
      </w:r>
      <w:r w:rsidR="00F13C51">
        <w:rPr>
          <w:rtl/>
        </w:rPr>
        <w:t>،</w:t>
      </w:r>
      <w:r w:rsidRPr="00464303">
        <w:rPr>
          <w:rtl/>
        </w:rPr>
        <w:t xml:space="preserve"> وأنَّ ا</w:t>
      </w:r>
      <w:r w:rsidR="002C2DD7">
        <w:rPr>
          <w:rtl/>
        </w:rPr>
        <w:t>لمـُ</w:t>
      </w:r>
      <w:r w:rsidRPr="00464303">
        <w:rPr>
          <w:rtl/>
        </w:rPr>
        <w:t>حرِّك ا</w:t>
      </w:r>
      <w:r w:rsidR="002C2DD7">
        <w:rPr>
          <w:rtl/>
        </w:rPr>
        <w:t>لمـُ</w:t>
      </w:r>
      <w:r w:rsidRPr="00464303">
        <w:rPr>
          <w:rtl/>
        </w:rPr>
        <w:t>قتدر الذي يلعب بها لُعبةً ما كرةً هو رفيقك في الساحة وفي مَكَّة</w:t>
      </w:r>
      <w:r w:rsidR="00F13C51">
        <w:rPr>
          <w:rtl/>
        </w:rPr>
        <w:t>،</w:t>
      </w:r>
      <w:r w:rsidRPr="00464303">
        <w:rPr>
          <w:rtl/>
        </w:rPr>
        <w:t xml:space="preserve"> أنَّ في ذلك وضوحاً لا يُشير إلاَّ إلى عمر بن الخطاب</w:t>
      </w:r>
      <w:r w:rsidR="00F13C51">
        <w:rPr>
          <w:rtl/>
        </w:rPr>
        <w:t>،</w:t>
      </w:r>
      <w:r w:rsidRPr="00464303">
        <w:rPr>
          <w:rtl/>
        </w:rPr>
        <w:t xml:space="preserve"> ولقد تكشَّف لي الآن أنَّه مُقتدر في امتلاك الساحة التي يدخلها الآن بقوَّة الأمس</w:t>
      </w:r>
      <w:r w:rsidR="00F13C51">
        <w:rPr>
          <w:rtl/>
        </w:rPr>
        <w:t>،</w:t>
      </w:r>
      <w:r w:rsidRPr="00464303">
        <w:rPr>
          <w:rtl/>
        </w:rPr>
        <w:t xml:space="preserve"> وأنا أعرف</w:t>
      </w:r>
      <w:r w:rsidR="00F13C51">
        <w:rPr>
          <w:rtl/>
        </w:rPr>
        <w:t xml:space="preserve"> - </w:t>
      </w:r>
      <w:r w:rsidRPr="00464303">
        <w:rPr>
          <w:rtl/>
        </w:rPr>
        <w:t>الآن</w:t>
      </w:r>
      <w:r w:rsidR="00F13C51">
        <w:rPr>
          <w:rtl/>
        </w:rPr>
        <w:t xml:space="preserve"> - </w:t>
      </w:r>
      <w:r w:rsidRPr="00464303">
        <w:rPr>
          <w:rtl/>
        </w:rPr>
        <w:t>تماماً أنَّ قوَّة الأمس هي كذَّابة</w:t>
      </w:r>
      <w:r w:rsidR="00F13C51">
        <w:rPr>
          <w:rtl/>
        </w:rPr>
        <w:t>،</w:t>
      </w:r>
      <w:r w:rsidRPr="00464303">
        <w:rPr>
          <w:rtl/>
        </w:rPr>
        <w:t xml:space="preserve"> وقد علَّمها جَدِّي</w:t>
      </w:r>
      <w:r w:rsidR="00F13C51">
        <w:rPr>
          <w:rtl/>
        </w:rPr>
        <w:t xml:space="preserve"> - </w:t>
      </w:r>
      <w:r w:rsidRPr="00464303">
        <w:rPr>
          <w:rtl/>
        </w:rPr>
        <w:t>وكنت ساعده الأيمن في الساحة</w:t>
      </w:r>
      <w:r w:rsidR="00F13C51">
        <w:rPr>
          <w:rtl/>
        </w:rPr>
        <w:t xml:space="preserve"> - </w:t>
      </w:r>
      <w:r w:rsidRPr="00464303">
        <w:rPr>
          <w:rtl/>
        </w:rPr>
        <w:t>كيف عليها أنْ تَصدِق وتسقيم لتصير فاعلة بنَّاءة</w:t>
      </w:r>
      <w:r w:rsidR="00C327EB">
        <w:rPr>
          <w:rtl/>
        </w:rPr>
        <w:t>.</w:t>
      </w:r>
      <w:r w:rsidRPr="00464303">
        <w:rPr>
          <w:rtl/>
        </w:rPr>
        <w:t xml:space="preserve"> مِن هنا آخذ موضوعي وأُقدِّم رأيي</w:t>
      </w:r>
      <w:r w:rsidR="00F13C51">
        <w:rPr>
          <w:rtl/>
        </w:rPr>
        <w:t>:</w:t>
      </w:r>
      <w:r w:rsidRPr="00464303">
        <w:rPr>
          <w:rtl/>
        </w:rPr>
        <w:t xml:space="preserve"> ألا يُمكننا</w:t>
      </w:r>
      <w:r w:rsidR="00F13C51">
        <w:rPr>
          <w:rtl/>
        </w:rPr>
        <w:t xml:space="preserve"> - </w:t>
      </w:r>
      <w:r w:rsidRPr="00464303">
        <w:rPr>
          <w:rtl/>
        </w:rPr>
        <w:t>وها نحن في هذا الواقع الجديد</w:t>
      </w:r>
      <w:r w:rsidR="00F13C51">
        <w:rPr>
          <w:rtl/>
        </w:rPr>
        <w:t xml:space="preserve"> - </w:t>
      </w:r>
      <w:r w:rsidRPr="00464303">
        <w:rPr>
          <w:rtl/>
        </w:rPr>
        <w:t>أنْ تُعيد النظر</w:t>
      </w:r>
      <w:r w:rsidR="00F13C51">
        <w:rPr>
          <w:rtl/>
        </w:rPr>
        <w:t xml:space="preserve"> - </w:t>
      </w:r>
      <w:r w:rsidRPr="00464303">
        <w:rPr>
          <w:rtl/>
        </w:rPr>
        <w:t>أنت بالذات</w:t>
      </w:r>
      <w:r w:rsidR="00F13C51">
        <w:rPr>
          <w:rtl/>
        </w:rPr>
        <w:t xml:space="preserve"> - </w:t>
      </w:r>
      <w:r w:rsidRPr="00464303">
        <w:rPr>
          <w:rtl/>
        </w:rPr>
        <w:t>في بُنية ابن الخطاب النفسيَّة</w:t>
      </w:r>
      <w:r w:rsidR="00F13C51">
        <w:rPr>
          <w:rtl/>
        </w:rPr>
        <w:t>،</w:t>
      </w:r>
      <w:r w:rsidRPr="00464303">
        <w:rPr>
          <w:rtl/>
        </w:rPr>
        <w:t xml:space="preserve"> وتُعيده إلى أنْ يتصالح مع نفسه</w:t>
      </w:r>
      <w:r w:rsidR="00F13C51">
        <w:rPr>
          <w:rtl/>
        </w:rPr>
        <w:t>،</w:t>
      </w:r>
      <w:r w:rsidRPr="00464303">
        <w:rPr>
          <w:rtl/>
        </w:rPr>
        <w:t xml:space="preserve"> ومع حقيقة إسلامه</w:t>
      </w:r>
      <w:r w:rsidR="00F13C51">
        <w:rPr>
          <w:rtl/>
        </w:rPr>
        <w:t>،</w:t>
      </w:r>
      <w:r w:rsidRPr="00464303">
        <w:rPr>
          <w:rtl/>
        </w:rPr>
        <w:t xml:space="preserve"> عندما كان بين يدي جَدِّي في حقيقة الحضور</w:t>
      </w:r>
      <w:r w:rsidR="00C327EB">
        <w:rPr>
          <w:rtl/>
        </w:rPr>
        <w:t>.</w:t>
      </w:r>
      <w:r w:rsidRPr="00464303">
        <w:rPr>
          <w:rtl/>
        </w:rPr>
        <w:t xml:space="preserve"> أنا أرى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أنْ تُساعد الرجل وهو الآن في كرسي الإمارة</w:t>
      </w:r>
      <w:r w:rsidR="00F13C51">
        <w:rPr>
          <w:rtl/>
        </w:rPr>
        <w:t>،</w:t>
      </w:r>
      <w:r w:rsidRPr="00464303">
        <w:rPr>
          <w:rtl/>
        </w:rPr>
        <w:t xml:space="preserve"> أليس هناك أمل كبير في إصلاحه عن طريق التغاضي والسماح</w:t>
      </w:r>
      <w:r w:rsidR="00F13C51">
        <w:rPr>
          <w:rtl/>
        </w:rPr>
        <w:t>،</w:t>
      </w:r>
      <w:r w:rsidRPr="00464303">
        <w:rPr>
          <w:rtl/>
        </w:rPr>
        <w:t xml:space="preserve"> وتناسي الأسيَّة والأذيَّة</w:t>
      </w:r>
      <w:r w:rsidR="00F13C51">
        <w:rPr>
          <w:rtl/>
        </w:rPr>
        <w:t>،</w:t>
      </w:r>
      <w:r w:rsidRPr="00464303">
        <w:rPr>
          <w:rtl/>
        </w:rPr>
        <w:t xml:space="preserve"> فيكون الإشراف هذا كبيراً في تساميه</w:t>
      </w:r>
      <w:r w:rsidR="00F13C51">
        <w:rPr>
          <w:rtl/>
        </w:rPr>
        <w:t>،</w:t>
      </w:r>
      <w:r w:rsidRPr="00464303">
        <w:rPr>
          <w:rtl/>
        </w:rPr>
        <w:t xml:space="preserve"> ومُساعداً لإرجاع الذات إلى حقيقتها مِن النُّبل</w:t>
      </w:r>
      <w:r w:rsidR="00F13C51">
        <w:rPr>
          <w:rtl/>
        </w:rPr>
        <w:t>،</w:t>
      </w:r>
      <w:r w:rsidRPr="00464303">
        <w:rPr>
          <w:rtl/>
        </w:rPr>
        <w:t xml:space="preserve"> والسير في سبيل الرَّشاد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أنا أُرجِّح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أنَّنا إذا تمكَّنا مِن تمريض الخليفة وإشفائه</w:t>
      </w:r>
      <w:r w:rsidR="00F13C51">
        <w:rPr>
          <w:rtl/>
        </w:rPr>
        <w:t>،</w:t>
      </w:r>
      <w:r w:rsidRPr="00464303">
        <w:rPr>
          <w:rtl/>
        </w:rPr>
        <w:t xml:space="preserve"> نعود إلى حقيقة الوصول في تنفيذ كلِّ غايات جَدِّي مِن أجل هذه الأُمَّة التي وصفتها الآن</w:t>
      </w:r>
      <w:r w:rsidR="00F13C51">
        <w:rPr>
          <w:rtl/>
        </w:rPr>
        <w:t>:</w:t>
      </w:r>
      <w:r w:rsidRPr="00464303">
        <w:rPr>
          <w:rtl/>
        </w:rPr>
        <w:t xml:space="preserve"> بأنَّها هي نحن في وسيع التداخل والتضامن</w:t>
      </w:r>
      <w:r w:rsidR="00F13C51">
        <w:rPr>
          <w:rtl/>
        </w:rPr>
        <w:t>،</w:t>
      </w:r>
      <w:r w:rsidRPr="00464303">
        <w:rPr>
          <w:rtl/>
        </w:rPr>
        <w:t xml:space="preserve"> أليس بناء الأُمَّة في لُحمتها</w:t>
      </w:r>
      <w:r w:rsidR="00F13C51">
        <w:rPr>
          <w:rtl/>
        </w:rPr>
        <w:t>،</w:t>
      </w:r>
      <w:r w:rsidRPr="00464303">
        <w:rPr>
          <w:rtl/>
        </w:rPr>
        <w:t xml:space="preserve"> ورصِّها</w:t>
      </w:r>
      <w:r w:rsidR="00F13C51">
        <w:rPr>
          <w:rtl/>
        </w:rPr>
        <w:t>،</w:t>
      </w:r>
      <w:r w:rsidRPr="00464303">
        <w:rPr>
          <w:rtl/>
        </w:rPr>
        <w:t xml:space="preserve"> هو غايتنا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وهدفنا وقضيَّتنا في الوجود الإنساني الكريم</w:t>
      </w:r>
      <w:r w:rsidR="00F13C51">
        <w:rPr>
          <w:rtl/>
        </w:rPr>
        <w:t>،</w:t>
      </w:r>
      <w:r w:rsidRPr="00464303">
        <w:rPr>
          <w:rtl/>
        </w:rPr>
        <w:t xml:space="preserve"> الذي ستبقى تعمل الرسالة على تحقيقه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الإمام</w:t>
      </w:r>
      <w:r w:rsidR="00F13C51">
        <w:rPr>
          <w:rtl/>
        </w:rPr>
        <w:t>،</w:t>
      </w:r>
      <w:r w:rsidRPr="00464303">
        <w:rPr>
          <w:rtl/>
        </w:rPr>
        <w:t xml:space="preserve"> وقد تلألأت أساريره بفيض مِن الرضى</w:t>
      </w:r>
      <w:r w:rsidR="00F13C51">
        <w:rPr>
          <w:rtl/>
        </w:rPr>
        <w:t>،</w:t>
      </w:r>
      <w:r w:rsidRPr="00464303">
        <w:rPr>
          <w:rtl/>
        </w:rPr>
        <w:t xml:space="preserve"> فإنَّه ابتسم وقال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نِعمَّا أنت</w:t>
      </w:r>
      <w:r w:rsidR="00F13C51">
        <w:rPr>
          <w:rtl/>
        </w:rPr>
        <w:t xml:space="preserve"> - </w:t>
      </w:r>
      <w:r w:rsidRPr="00464303">
        <w:rPr>
          <w:rtl/>
        </w:rPr>
        <w:t>يا أبني يا الحسن</w:t>
      </w:r>
      <w:r w:rsidR="00F13C51">
        <w:rPr>
          <w:rtl/>
        </w:rPr>
        <w:t xml:space="preserve"> - </w:t>
      </w:r>
      <w:r w:rsidRPr="00464303">
        <w:rPr>
          <w:rtl/>
        </w:rPr>
        <w:t>أُتراني لا احترم رأيك</w:t>
      </w:r>
      <w:r w:rsidR="00F13C51">
        <w:rPr>
          <w:rtl/>
        </w:rPr>
        <w:t>،</w:t>
      </w:r>
      <w:r w:rsidRPr="00464303">
        <w:rPr>
          <w:rtl/>
        </w:rPr>
        <w:t xml:space="preserve"> وألمح فيه سِماتٍ مِن ملامح جَدِّك في المجال</w:t>
      </w:r>
      <w:r w:rsidR="00106DAF">
        <w:rPr>
          <w:rtl/>
        </w:rPr>
        <w:t>؟</w:t>
      </w:r>
      <w:r w:rsidRPr="00464303">
        <w:rPr>
          <w:rtl/>
        </w:rPr>
        <w:t xml:space="preserve"> سأُنقِّح رأيك بعد أنْ نستمع إلى أخيك الحسين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ألا تُريد أنْ تعود مِن شُرودك يا الحسين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فعلاً</w:t>
      </w:r>
      <w:r w:rsidR="00F13C51">
        <w:rPr>
          <w:rtl/>
        </w:rPr>
        <w:t>،</w:t>
      </w:r>
      <w:r w:rsidRPr="00464303">
        <w:rPr>
          <w:rtl/>
        </w:rPr>
        <w:t xml:space="preserve"> لقد كان الحسين شارداً</w:t>
      </w:r>
      <w:r w:rsidR="00F13C51">
        <w:rPr>
          <w:rtl/>
        </w:rPr>
        <w:t>،</w:t>
      </w:r>
      <w:r w:rsidRPr="00464303">
        <w:rPr>
          <w:rtl/>
        </w:rPr>
        <w:t xml:space="preserve"> خصوصا هو يُصغي إلى الطرح الكبير الذي قدَّمه أبوه</w:t>
      </w:r>
      <w:r w:rsidR="00F13C51">
        <w:rPr>
          <w:rtl/>
        </w:rPr>
        <w:t>،</w:t>
      </w:r>
      <w:r w:rsidRPr="00464303">
        <w:rPr>
          <w:rtl/>
        </w:rPr>
        <w:t xml:space="preserve"> فكان إلماماً</w:t>
      </w:r>
      <w:r w:rsidR="00F13C51">
        <w:rPr>
          <w:rtl/>
        </w:rPr>
        <w:t xml:space="preserve"> - </w:t>
      </w:r>
      <w:r w:rsidRPr="00464303">
        <w:rPr>
          <w:rtl/>
        </w:rPr>
        <w:t>وإنْ مُختصراً</w:t>
      </w:r>
      <w:r w:rsidR="00F13C51">
        <w:rPr>
          <w:rtl/>
        </w:rPr>
        <w:t xml:space="preserve"> - </w:t>
      </w:r>
      <w:r w:rsidRPr="00464303">
        <w:rPr>
          <w:rtl/>
        </w:rPr>
        <w:t>بواقع الجزيرة</w:t>
      </w:r>
      <w:r w:rsidR="00F13C51">
        <w:rPr>
          <w:rtl/>
        </w:rPr>
        <w:t>،</w:t>
      </w:r>
      <w:r w:rsidRPr="00464303">
        <w:rPr>
          <w:rtl/>
        </w:rPr>
        <w:t xml:space="preserve"> وبواقعهم هم فيها</w:t>
      </w:r>
      <w:r w:rsidR="00F13C51">
        <w:rPr>
          <w:rtl/>
        </w:rPr>
        <w:t>،</w:t>
      </w:r>
      <w:r w:rsidRPr="00464303">
        <w:rPr>
          <w:rtl/>
        </w:rPr>
        <w:t xml:space="preserve"> مِن حيث دورهم في عمليَّة تثبيت الأُمَّة على أركانها المتينة</w:t>
      </w:r>
      <w:r w:rsidR="00F13C51">
        <w:rPr>
          <w:rtl/>
        </w:rPr>
        <w:t>،</w:t>
      </w:r>
      <w:r w:rsidRPr="00464303">
        <w:rPr>
          <w:rtl/>
        </w:rPr>
        <w:t xml:space="preserve"> ومِن حيث إنَّ الارتداد عليهم ليس هو الاَّ كفرٌ بهم</w:t>
      </w:r>
      <w:r w:rsidR="00F13C51">
        <w:rPr>
          <w:rtl/>
        </w:rPr>
        <w:t>،</w:t>
      </w:r>
      <w:r w:rsidRPr="00464303">
        <w:rPr>
          <w:rtl/>
        </w:rPr>
        <w:t xml:space="preserve"> وكفر بالقيمة السَنْيَّة التي تستحقُّ الثواب لا العقاب</w:t>
      </w:r>
      <w:r w:rsidR="00F13C51">
        <w:rPr>
          <w:rtl/>
        </w:rPr>
        <w:t>،</w:t>
      </w:r>
      <w:r w:rsidRPr="00464303">
        <w:rPr>
          <w:rtl/>
        </w:rPr>
        <w:t xml:space="preserve"> ولقد زاد شروداً</w:t>
      </w:r>
      <w:r w:rsidR="00F13C51">
        <w:rPr>
          <w:rtl/>
        </w:rPr>
        <w:t xml:space="preserve"> - </w:t>
      </w:r>
      <w:r w:rsidRPr="00464303">
        <w:rPr>
          <w:rtl/>
        </w:rPr>
        <w:t>بنوعٍ أخصّ</w:t>
      </w:r>
      <w:r w:rsidR="00F13C51">
        <w:rPr>
          <w:rtl/>
        </w:rPr>
        <w:t xml:space="preserve"> - </w:t>
      </w:r>
      <w:r w:rsidRPr="00464303">
        <w:rPr>
          <w:rtl/>
        </w:rPr>
        <w:t>عندما راح يُصغي إلى رأي أخيه الحسن</w:t>
      </w:r>
      <w:r w:rsidR="00F13C51">
        <w:rPr>
          <w:rtl/>
        </w:rPr>
        <w:t>،</w:t>
      </w:r>
      <w:r w:rsidRPr="00464303">
        <w:rPr>
          <w:rtl/>
        </w:rPr>
        <w:t xml:space="preserve"> داعياً إلى التصبُّر والتأنِّي</w:t>
      </w:r>
      <w:r w:rsidR="00F13C51">
        <w:rPr>
          <w:rtl/>
        </w:rPr>
        <w:t>،</w:t>
      </w:r>
      <w:r w:rsidRPr="00464303">
        <w:rPr>
          <w:rtl/>
        </w:rPr>
        <w:t xml:space="preserve"> ومَصَّ جرح الكَفِّ حتَّى يندمل الجرح وتعود الكَفُّ فتستأنف مُجدَّداً امْتِشْاق الحُسام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كان للحسين مِزاج رهيف</w:t>
      </w:r>
      <w:r w:rsidR="00F13C51">
        <w:rPr>
          <w:rtl/>
        </w:rPr>
        <w:t>،</w:t>
      </w:r>
      <w:r w:rsidRPr="00464303">
        <w:rPr>
          <w:rtl/>
        </w:rPr>
        <w:t xml:space="preserve"> يمزجه بأخيه الحسن مزجاً أنيقاً</w:t>
      </w:r>
      <w:r w:rsidR="00F13C51">
        <w:rPr>
          <w:rtl/>
        </w:rPr>
        <w:t>،</w:t>
      </w:r>
      <w:r w:rsidRPr="00464303">
        <w:rPr>
          <w:rtl/>
        </w:rPr>
        <w:t xml:space="preserve"> ولكنَّ شعرة رفيقة كانت دائماً تتسَّحب بين المزاجين على صعوبة في لمحها</w:t>
      </w:r>
      <w:r w:rsidR="00F13C51">
        <w:rPr>
          <w:rtl/>
        </w:rPr>
        <w:t>،</w:t>
      </w:r>
      <w:r w:rsidRPr="00464303">
        <w:rPr>
          <w:rtl/>
        </w:rPr>
        <w:t xml:space="preserve"> وعلى صعوبة</w:t>
      </w:r>
      <w:r w:rsidR="00F13C51">
        <w:rPr>
          <w:rtl/>
        </w:rPr>
        <w:t xml:space="preserve"> - </w:t>
      </w:r>
      <w:r w:rsidRPr="00464303">
        <w:rPr>
          <w:rtl/>
        </w:rPr>
        <w:t>أيضاً</w:t>
      </w:r>
      <w:r w:rsidR="00F13C51">
        <w:rPr>
          <w:rtl/>
        </w:rPr>
        <w:t xml:space="preserve"> - </w:t>
      </w:r>
      <w:r w:rsidRPr="00464303">
        <w:rPr>
          <w:rtl/>
        </w:rPr>
        <w:t>في اعتبارها خيطاً فاصلاً بين وحدتين</w:t>
      </w:r>
      <w:r w:rsidR="00F13C51">
        <w:rPr>
          <w:rtl/>
        </w:rPr>
        <w:t>،</w:t>
      </w:r>
      <w:r w:rsidRPr="00464303">
        <w:rPr>
          <w:rtl/>
        </w:rPr>
        <w:t xml:space="preserve"> مِن هنا إنَّ الحسن والحسين</w:t>
      </w:r>
      <w:r w:rsidR="00F13C51">
        <w:rPr>
          <w:rtl/>
        </w:rPr>
        <w:t>،</w:t>
      </w:r>
      <w:r w:rsidRPr="00464303">
        <w:rPr>
          <w:rtl/>
        </w:rPr>
        <w:t xml:space="preserve"> كانا جَنَّة في حساب الحُلم</w:t>
      </w:r>
      <w:r w:rsidR="00F13C51">
        <w:rPr>
          <w:rtl/>
        </w:rPr>
        <w:t>،</w:t>
      </w:r>
      <w:r w:rsidRPr="00464303">
        <w:rPr>
          <w:rtl/>
        </w:rPr>
        <w:t xml:space="preserve"> يُكمِّل الواحد منهما الآخر</w:t>
      </w:r>
      <w:r w:rsidR="00F13C51">
        <w:rPr>
          <w:rtl/>
        </w:rPr>
        <w:t>:</w:t>
      </w:r>
      <w:r w:rsidRPr="00464303">
        <w:rPr>
          <w:rtl/>
        </w:rPr>
        <w:t xml:space="preserve"> هنالك شمس تُدفِّيء الزرع</w:t>
      </w:r>
      <w:r w:rsidR="00F13C51">
        <w:rPr>
          <w:rtl/>
        </w:rPr>
        <w:t>،</w:t>
      </w:r>
      <w:r w:rsidRPr="00464303">
        <w:rPr>
          <w:rtl/>
        </w:rPr>
        <w:t xml:space="preserve"> وهنا كوثر يروي الزرع</w:t>
      </w:r>
      <w:r w:rsidR="00F13C51">
        <w:rPr>
          <w:rtl/>
        </w:rPr>
        <w:t>،</w:t>
      </w:r>
      <w:r w:rsidRPr="00464303">
        <w:rPr>
          <w:rtl/>
        </w:rPr>
        <w:t xml:space="preserve"> وبين حرارة الدِّفء وبرودة الري ينبثُّ النور ويسرع الإمراع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كانت الشعرة الفاصلة بين المزاجين تستعدُّ دائماً</w:t>
      </w:r>
      <w:r w:rsidR="00F13C51">
        <w:rPr>
          <w:rtl/>
        </w:rPr>
        <w:t>،</w:t>
      </w:r>
      <w:r w:rsidRPr="00464303">
        <w:rPr>
          <w:rtl/>
        </w:rPr>
        <w:t xml:space="preserve"> لأنْ تُنمِّي في الحسن ثورة تتأنَّى وهي تتروَّض بالصبر والاحتمال</w:t>
      </w:r>
      <w:r w:rsidR="00F13C51">
        <w:rPr>
          <w:rtl/>
        </w:rPr>
        <w:t>،</w:t>
      </w:r>
      <w:r w:rsidRPr="00464303">
        <w:rPr>
          <w:rtl/>
        </w:rPr>
        <w:t xml:space="preserve"> بينما كانت هنا في الحسين أكثر إلحاحاً</w:t>
      </w:r>
      <w:r w:rsidR="00F13C51">
        <w:rPr>
          <w:rtl/>
        </w:rPr>
        <w:t>،</w:t>
      </w:r>
      <w:r w:rsidRPr="00464303">
        <w:rPr>
          <w:rtl/>
        </w:rPr>
        <w:t xml:space="preserve"> وأشدَّ تمسُّكاً بالعُنفوان</w:t>
      </w:r>
      <w:r w:rsidR="00F13C51">
        <w:rPr>
          <w:rtl/>
        </w:rPr>
        <w:t>،</w:t>
      </w:r>
      <w:r w:rsidRPr="00464303">
        <w:rPr>
          <w:rtl/>
        </w:rPr>
        <w:t xml:space="preserve"> أمَّا العُنفوان فإنَّه كان مع الاثنين واحداً لا يتجزَّأ</w:t>
      </w:r>
      <w:r w:rsidR="00C327EB">
        <w:rPr>
          <w:rtl/>
        </w:rPr>
        <w:t>.</w:t>
      </w:r>
      <w:r w:rsidRPr="00464303">
        <w:rPr>
          <w:rtl/>
        </w:rPr>
        <w:t xml:space="preserve"> إنَّ القضيَّة الواحدة هي التي كانت تلوِّن ثوبه</w:t>
      </w:r>
      <w:r w:rsidR="00F13C51">
        <w:rPr>
          <w:rtl/>
        </w:rPr>
        <w:t>:</w:t>
      </w:r>
      <w:r w:rsidRPr="00464303">
        <w:rPr>
          <w:rtl/>
        </w:rPr>
        <w:t xml:space="preserve"> أبيض مع الحسن</w:t>
      </w:r>
      <w:r w:rsidR="00F13C51">
        <w:rPr>
          <w:rtl/>
        </w:rPr>
        <w:t>،</w:t>
      </w:r>
      <w:r w:rsidRPr="00464303">
        <w:rPr>
          <w:rtl/>
        </w:rPr>
        <w:t xml:space="preserve"> أحمر مع الحسين الذي يلتمُّ الآن مِن شروده مُتَّجهاً نحو أبيه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الحسين</w:t>
      </w:r>
      <w:r w:rsidR="00F13C51">
        <w:rPr>
          <w:rtl/>
        </w:rPr>
        <w:t>:</w:t>
      </w:r>
      <w:r w:rsidRPr="00464303">
        <w:rPr>
          <w:rtl/>
        </w:rPr>
        <w:t xml:space="preserve"> كلامك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هو الصحيح في التلميح</w:t>
      </w:r>
      <w:r w:rsidR="00F13C51">
        <w:rPr>
          <w:rtl/>
        </w:rPr>
        <w:t>،</w:t>
      </w:r>
      <w:r w:rsidRPr="00464303">
        <w:rPr>
          <w:rtl/>
        </w:rPr>
        <w:t xml:space="preserve"> لقد تحسَّسته وأنا طفل أمرح مِن حِضن أُمي إلى حِضنك</w:t>
      </w:r>
      <w:r w:rsidR="00F13C51">
        <w:rPr>
          <w:rtl/>
        </w:rPr>
        <w:t>،</w:t>
      </w:r>
      <w:r w:rsidRPr="00464303">
        <w:rPr>
          <w:rtl/>
        </w:rPr>
        <w:t xml:space="preserve"> إلى منكبي جَدِّي فوق منبر المسجد</w:t>
      </w:r>
      <w:r w:rsidR="00F13C51">
        <w:rPr>
          <w:rtl/>
        </w:rPr>
        <w:t>،</w:t>
      </w:r>
      <w:r w:rsidRPr="00464303">
        <w:rPr>
          <w:rtl/>
        </w:rPr>
        <w:t xml:space="preserve"> لقد نقشتْ في نفسي الطفولة تلك نقشاً لا يُمكن أنْ أجد أعمق منه في وجودي وكياني</w:t>
      </w:r>
      <w:r w:rsidR="00106DAF">
        <w:rPr>
          <w:rtl/>
        </w:rPr>
        <w:t>!</w:t>
      </w:r>
      <w:r w:rsidRPr="00464303">
        <w:rPr>
          <w:rtl/>
        </w:rPr>
        <w:t>!! مَن هي أُمِّي</w:t>
      </w:r>
      <w:r w:rsidR="00106DAF">
        <w:rPr>
          <w:rtl/>
        </w:rPr>
        <w:t>؟</w:t>
      </w:r>
      <w:r w:rsidRPr="00464303">
        <w:rPr>
          <w:rtl/>
        </w:rPr>
        <w:t>! مَن هو أبي</w:t>
      </w:r>
      <w:r w:rsidR="00106DAF">
        <w:rPr>
          <w:rtl/>
        </w:rPr>
        <w:t>؟</w:t>
      </w:r>
      <w:r w:rsidRPr="00464303">
        <w:rPr>
          <w:rtl/>
        </w:rPr>
        <w:t>! مَن هو جَدِّي</w:t>
      </w:r>
      <w:r w:rsidR="00106DAF">
        <w:rPr>
          <w:rtl/>
        </w:rPr>
        <w:t>؟</w:t>
      </w:r>
      <w:r w:rsidRPr="00464303">
        <w:rPr>
          <w:rtl/>
        </w:rPr>
        <w:t>! لقد شرحت لي</w:t>
      </w:r>
      <w:r w:rsidR="00F13C51">
        <w:rPr>
          <w:rtl/>
        </w:rPr>
        <w:t xml:space="preserve"> - </w:t>
      </w:r>
      <w:r w:rsidRPr="00464303">
        <w:rPr>
          <w:rtl/>
        </w:rPr>
        <w:t>وأنت تُلقمني لقمة العيش</w:t>
      </w:r>
      <w:r w:rsidR="00F13C51">
        <w:rPr>
          <w:rtl/>
        </w:rPr>
        <w:t xml:space="preserve"> - </w:t>
      </w:r>
      <w:r w:rsidRPr="00464303">
        <w:rPr>
          <w:rtl/>
        </w:rPr>
        <w:t>أنَّا نحن أهل البيت</w:t>
      </w:r>
      <w:r w:rsidR="00F13C51">
        <w:rPr>
          <w:rtl/>
        </w:rPr>
        <w:t>،</w:t>
      </w:r>
      <w:r w:rsidRPr="00464303">
        <w:rPr>
          <w:rtl/>
        </w:rPr>
        <w:t xml:space="preserve"> ما خُصِّصنا بالبيت إلاَّ لأنَّنا أهل البيت</w:t>
      </w:r>
      <w:r w:rsidR="00C327EB">
        <w:rPr>
          <w:rtl/>
        </w:rPr>
        <w:t>.</w:t>
      </w:r>
      <w:r w:rsidRPr="00464303">
        <w:rPr>
          <w:rtl/>
        </w:rPr>
        <w:t xml:space="preserve"> إنَّني أشعر الآن أنَّنا نحن الأُمَّة التي سحبها جَدِّي مِن غفلة الأيَّام والسنين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أنا لست صغيراً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وأنا في حدود تكاد لا تتجاوز بي الثلاثة عشر مِن سنوات العمر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إنِّي أشعر أنِّي مِن عمر الرسالة التي اختصر بها جَدِّي عمر الدهر في رحلة عبر الزمان</w:t>
      </w:r>
      <w:r w:rsidR="00F13C51">
        <w:rPr>
          <w:rtl/>
        </w:rPr>
        <w:t>،</w:t>
      </w:r>
      <w:r w:rsidRPr="00464303">
        <w:rPr>
          <w:rtl/>
        </w:rPr>
        <w:t xml:space="preserve"> إنَّي اشعر</w:t>
      </w:r>
      <w:r w:rsidR="00F13C51">
        <w:rPr>
          <w:rtl/>
        </w:rPr>
        <w:t xml:space="preserve"> - </w:t>
      </w:r>
      <w:r w:rsidRPr="00464303">
        <w:rPr>
          <w:rtl/>
        </w:rPr>
        <w:t>الآن وأنا مِن صُلبك في العتوِّ</w:t>
      </w:r>
      <w:r w:rsidR="00F13C51">
        <w:rPr>
          <w:rtl/>
        </w:rPr>
        <w:t xml:space="preserve"> - </w:t>
      </w:r>
      <w:r w:rsidRPr="00464303">
        <w:rPr>
          <w:rtl/>
        </w:rPr>
        <w:t>أنَّي هزَّة مِن هزَّات العتوِّ</w:t>
      </w:r>
      <w:r w:rsidR="00F13C51">
        <w:rPr>
          <w:rtl/>
        </w:rPr>
        <w:t>،</w:t>
      </w:r>
      <w:r w:rsidRPr="00464303">
        <w:rPr>
          <w:rtl/>
        </w:rPr>
        <w:t xml:space="preserve"> وأنِّي زهوة مِن زهوات العُنفوان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لقد اهتزَّ كياني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عندما لمحت أنَّ شجرة الأراك مِن ساحة بيتنا قد اقتلعوها</w:t>
      </w:r>
      <w:r w:rsidR="00F13C51">
        <w:rPr>
          <w:rtl/>
        </w:rPr>
        <w:t>؛</w:t>
      </w:r>
      <w:r w:rsidRPr="00464303">
        <w:rPr>
          <w:rtl/>
        </w:rPr>
        <w:t xml:space="preserve"> لأنَّها ظِلُّنا في ضغط الهجيرة</w:t>
      </w:r>
      <w:r w:rsidR="00F13C51">
        <w:rPr>
          <w:rtl/>
        </w:rPr>
        <w:t>،</w:t>
      </w:r>
      <w:r w:rsidRPr="00464303">
        <w:rPr>
          <w:rtl/>
        </w:rPr>
        <w:t xml:space="preserve"> ولقد التهبت بما لا أعرف كيف أُسمِّيه</w:t>
      </w:r>
      <w:r w:rsidR="00F13C51">
        <w:rPr>
          <w:rtl/>
        </w:rPr>
        <w:t>،</w:t>
      </w:r>
      <w:r w:rsidRPr="00464303">
        <w:rPr>
          <w:rtl/>
        </w:rPr>
        <w:t xml:space="preserve"> عندما سمعت أُمِّي تُندِّد الخليفة أبا بكر</w:t>
      </w:r>
      <w:r w:rsidR="00F13C51">
        <w:rPr>
          <w:rtl/>
        </w:rPr>
        <w:t>؛</w:t>
      </w:r>
      <w:r w:rsidRPr="00464303">
        <w:rPr>
          <w:rtl/>
        </w:rPr>
        <w:t xml:space="preserve"> لأنَّه اقتلع مِن حَقِّنا ميراثنا في فَدك</w:t>
      </w:r>
      <w:r w:rsidR="00F13C51">
        <w:rPr>
          <w:rtl/>
        </w:rPr>
        <w:t>،</w:t>
      </w:r>
      <w:r w:rsidRPr="00464303">
        <w:rPr>
          <w:rtl/>
        </w:rPr>
        <w:t xml:space="preserve"> ولا أعرف كيف أصف لك شعوري عندما أدركت أنَّ المدعوَّ صِدِّيقا</w:t>
      </w:r>
      <w:r w:rsidR="00F13C51">
        <w:rPr>
          <w:rtl/>
        </w:rPr>
        <w:t>،</w:t>
      </w:r>
      <w:r w:rsidRPr="00464303">
        <w:rPr>
          <w:rtl/>
        </w:rPr>
        <w:t xml:space="preserve"> تَمكَّن مِن اختلاس إمارة هي لك في الرسالة</w:t>
      </w:r>
      <w:r w:rsidR="00F13C51">
        <w:rPr>
          <w:rtl/>
        </w:rPr>
        <w:t>،</w:t>
      </w:r>
      <w:r w:rsidRPr="00464303">
        <w:rPr>
          <w:rtl/>
        </w:rPr>
        <w:t xml:space="preserve"> وفي القضيَّة وفي الوصيَّة</w:t>
      </w:r>
      <w:r w:rsidR="00F13C51">
        <w:rPr>
          <w:rtl/>
        </w:rPr>
        <w:t>،</w:t>
      </w:r>
      <w:r w:rsidRPr="00464303">
        <w:rPr>
          <w:rtl/>
        </w:rPr>
        <w:t xml:space="preserve"> فأين أنت</w:t>
      </w:r>
      <w:r w:rsidR="00106DAF">
        <w:rPr>
          <w:rtl/>
        </w:rPr>
        <w:t>؟</w:t>
      </w:r>
      <w:r w:rsidRPr="00464303">
        <w:rPr>
          <w:rtl/>
        </w:rPr>
        <w:t xml:space="preserve"> وأين جَدِّي</w:t>
      </w:r>
      <w:r w:rsidR="00106DAF">
        <w:rPr>
          <w:rtl/>
        </w:rPr>
        <w:t>؟</w:t>
      </w:r>
      <w:r w:rsidRPr="00464303">
        <w:rPr>
          <w:rtl/>
        </w:rPr>
        <w:t xml:space="preserve"> مُمرَّغين بالعُقوق والعِصيان</w:t>
      </w:r>
      <w:r w:rsidR="00106DAF">
        <w:rPr>
          <w:rtl/>
        </w:rPr>
        <w:t>!</w:t>
      </w:r>
      <w:r w:rsidRPr="00464303">
        <w:rPr>
          <w:rtl/>
        </w:rPr>
        <w:t>!! وما كدت أسمع شرحك الآن</w:t>
      </w:r>
      <w:r w:rsidR="00F13C51">
        <w:rPr>
          <w:rtl/>
        </w:rPr>
        <w:t>،</w:t>
      </w:r>
      <w:r w:rsidRPr="00464303">
        <w:rPr>
          <w:rtl/>
        </w:rPr>
        <w:t xml:space="preserve"> حتَّى تملَّكتني هزَّة كأنَّها ألقتنا جميعاً في وَهدة الاندحار</w:t>
      </w:r>
      <w:r w:rsidR="00106DAF">
        <w:rPr>
          <w:rtl/>
        </w:rPr>
        <w:t>!</w:t>
      </w:r>
      <w:r w:rsidRPr="0046430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أنا لم أشرد عنك يا أبي</w:t>
      </w:r>
      <w:r w:rsidR="00F13C51">
        <w:rPr>
          <w:rtl/>
        </w:rPr>
        <w:t>،</w:t>
      </w:r>
      <w:r w:rsidRPr="00464303">
        <w:rPr>
          <w:rtl/>
        </w:rPr>
        <w:t xml:space="preserve"> كما وأنَّني لم أشرد عن تحسُّس صواب آخر أبداه أخي الحسن</w:t>
      </w:r>
      <w:r w:rsidR="00F13C51">
        <w:rPr>
          <w:rtl/>
        </w:rPr>
        <w:t>،</w:t>
      </w:r>
      <w:r w:rsidRPr="00464303">
        <w:rPr>
          <w:rtl/>
        </w:rPr>
        <w:t xml:space="preserve"> كأنَّه ضِلع مِن ضِلوع تلك الأُمِّ المسكينة</w:t>
      </w:r>
      <w:r w:rsidR="00F13C51">
        <w:rPr>
          <w:rtl/>
        </w:rPr>
        <w:t>،</w:t>
      </w:r>
      <w:r w:rsidRPr="00464303">
        <w:rPr>
          <w:rtl/>
        </w:rPr>
        <w:t xml:space="preserve"> وهي تشتري ابنها مِن قَبضتي لِصٍّ قد خطفه</w:t>
      </w:r>
      <w:r w:rsidR="00F13C51">
        <w:rPr>
          <w:rtl/>
        </w:rPr>
        <w:t>،</w:t>
      </w:r>
      <w:r w:rsidRPr="00464303">
        <w:rPr>
          <w:rtl/>
        </w:rPr>
        <w:t xml:space="preserve"> إنَّها تدفع له ثمن اللصوصيَّة</w:t>
      </w:r>
      <w:r w:rsidR="00F13C51">
        <w:rPr>
          <w:rtl/>
        </w:rPr>
        <w:t>،</w:t>
      </w:r>
      <w:r w:rsidRPr="00464303">
        <w:rPr>
          <w:rtl/>
        </w:rPr>
        <w:t xml:space="preserve"> لقاء استرجاع فلذتها إليها</w:t>
      </w:r>
      <w:r w:rsidR="00106DAF">
        <w:rPr>
          <w:rtl/>
        </w:rPr>
        <w:t>!</w:t>
      </w:r>
      <w:r w:rsidRPr="00464303">
        <w:rPr>
          <w:rtl/>
        </w:rPr>
        <w:t>!!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F13C51">
      <w:pPr>
        <w:pStyle w:val="libNormal"/>
        <w:rPr>
          <w:rtl/>
        </w:rPr>
      </w:pPr>
      <w:r w:rsidRPr="00464303">
        <w:rPr>
          <w:rtl/>
        </w:rPr>
        <w:lastRenderedPageBreak/>
        <w:t>هذا أنا يا أبي</w:t>
      </w:r>
      <w:r w:rsidR="00F13C51">
        <w:rPr>
          <w:rtl/>
        </w:rPr>
        <w:t>،</w:t>
      </w:r>
      <w:r w:rsidRPr="00464303">
        <w:rPr>
          <w:rtl/>
        </w:rPr>
        <w:t xml:space="preserve"> في شعوري والتفافي بقضيَّة أُدافع عنها بأُسلوب مِن عُنفوان. أمَّا رأي أخي</w:t>
      </w:r>
      <w:r w:rsidR="00F13C51">
        <w:rPr>
          <w:rtl/>
        </w:rPr>
        <w:t>،</w:t>
      </w:r>
      <w:r w:rsidRPr="00464303">
        <w:rPr>
          <w:rtl/>
        </w:rPr>
        <w:t xml:space="preserve"> ولا أظنُّك إلاَّ وتعطف عليه</w:t>
      </w:r>
      <w:r w:rsidR="00F13C51">
        <w:rPr>
          <w:rtl/>
        </w:rPr>
        <w:t>،</w:t>
      </w:r>
      <w:r w:rsidRPr="00464303">
        <w:rPr>
          <w:rtl/>
        </w:rPr>
        <w:t xml:space="preserve"> فهو ا</w:t>
      </w:r>
      <w:r w:rsidR="002C2DD7">
        <w:rPr>
          <w:rtl/>
        </w:rPr>
        <w:t>لمـُ</w:t>
      </w:r>
      <w:r w:rsidRPr="00464303">
        <w:rPr>
          <w:rtl/>
        </w:rPr>
        <w:t>صيب في الواقع الجريح</w:t>
      </w:r>
      <w:r w:rsidR="00106DAF">
        <w:rPr>
          <w:rtl/>
        </w:rPr>
        <w:t>!</w:t>
      </w:r>
      <w:r w:rsidRPr="00464303">
        <w:rPr>
          <w:rtl/>
        </w:rPr>
        <w:t xml:space="preserve"> أمَّا رأيي</w:t>
      </w:r>
      <w:r w:rsidR="00F13C51">
        <w:rPr>
          <w:rtl/>
        </w:rPr>
        <w:t>،</w:t>
      </w:r>
      <w:r w:rsidRPr="00464303">
        <w:rPr>
          <w:rtl/>
        </w:rPr>
        <w:t xml:space="preserve"> فلا أجرؤ</w:t>
      </w:r>
      <w:r w:rsidR="00F13C51">
        <w:rPr>
          <w:rtl/>
        </w:rPr>
        <w:t xml:space="preserve"> - </w:t>
      </w:r>
      <w:r w:rsidRPr="00464303">
        <w:rPr>
          <w:rtl/>
        </w:rPr>
        <w:t>أبداً</w:t>
      </w:r>
      <w:r w:rsidR="00F13C51">
        <w:rPr>
          <w:rtl/>
        </w:rPr>
        <w:t xml:space="preserve"> - </w:t>
      </w:r>
      <w:r w:rsidRPr="00464303">
        <w:rPr>
          <w:rtl/>
        </w:rPr>
        <w:t>أنْ أُبديه</w:t>
      </w:r>
      <w:r w:rsidR="00C327EB">
        <w:rPr>
          <w:rtl/>
        </w:rPr>
        <w:t>.</w:t>
      </w:r>
      <w:r w:rsidRPr="00464303">
        <w:rPr>
          <w:rtl/>
        </w:rPr>
        <w:t xml:space="preserve"> جُلُّ ما أقول</w:t>
      </w:r>
      <w:r w:rsidR="00F13C51">
        <w:rPr>
          <w:rtl/>
        </w:rPr>
        <w:t>:</w:t>
      </w:r>
      <w:r w:rsidRPr="00464303">
        <w:rPr>
          <w:rtl/>
        </w:rPr>
        <w:t xml:space="preserve"> إنَّ الأُمَّة بحاجة إلى دراية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ولكنَّها لن تحيا بغير العُنفوان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تناول علي ابنه الحسين</w:t>
      </w:r>
      <w:r w:rsidR="00F13C51">
        <w:rPr>
          <w:rtl/>
        </w:rPr>
        <w:t>،</w:t>
      </w:r>
      <w:r w:rsidRPr="00464303">
        <w:rPr>
          <w:rtl/>
        </w:rPr>
        <w:t xml:space="preserve"> وطواه على أخيه الحسن</w:t>
      </w:r>
      <w:r w:rsidR="00F13C51">
        <w:rPr>
          <w:rtl/>
        </w:rPr>
        <w:t>،</w:t>
      </w:r>
      <w:r w:rsidRPr="00464303">
        <w:rPr>
          <w:rtl/>
        </w:rPr>
        <w:t xml:space="preserve"> وهو يبكي</w:t>
      </w:r>
      <w:r w:rsidR="00F13C51">
        <w:rPr>
          <w:rtl/>
        </w:rPr>
        <w:t>،</w:t>
      </w:r>
      <w:r w:rsidRPr="00464303">
        <w:rPr>
          <w:rtl/>
        </w:rPr>
        <w:t xml:space="preserve"> كأنَّه يوحي إلينا أنَّه يقول</w:t>
      </w:r>
      <w:r w:rsidR="00F13C51">
        <w:rPr>
          <w:rtl/>
        </w:rPr>
        <w:t>:</w:t>
      </w:r>
    </w:p>
    <w:p w:rsidR="003A7CC2" w:rsidRPr="00A37385" w:rsidRDefault="00F13C51" w:rsidP="00A37385">
      <w:pPr>
        <w:pStyle w:val="libNormal"/>
        <w:rPr>
          <w:rtl/>
        </w:rPr>
      </w:pPr>
      <w:r>
        <w:rPr>
          <w:rtl/>
        </w:rPr>
        <w:t>-</w:t>
      </w:r>
      <w:r w:rsidR="003A7CC2" w:rsidRPr="00464303">
        <w:rPr>
          <w:rtl/>
        </w:rPr>
        <w:t xml:space="preserve"> سيكون للأُمَّة أنْ تنجح بكما</w:t>
      </w:r>
      <w:r>
        <w:rPr>
          <w:rtl/>
        </w:rPr>
        <w:t xml:space="preserve"> - </w:t>
      </w:r>
      <w:r w:rsidR="003A7CC2" w:rsidRPr="00464303">
        <w:rPr>
          <w:rtl/>
        </w:rPr>
        <w:t>يا ابنيَّ ويا ابني محمد</w:t>
      </w:r>
      <w:r>
        <w:rPr>
          <w:rtl/>
        </w:rPr>
        <w:t xml:space="preserve"> -</w:t>
      </w:r>
      <w:r w:rsidR="00C327EB">
        <w:rPr>
          <w:rtl/>
        </w:rPr>
        <w:t xml:space="preserve"> ...</w:t>
      </w:r>
      <w:r w:rsidR="003A7CC2" w:rsidRPr="00464303">
        <w:rPr>
          <w:rtl/>
        </w:rPr>
        <w:t xml:space="preserve"> إنْ لم يكن في الغَد</w:t>
      </w:r>
      <w:r>
        <w:rPr>
          <w:rtl/>
        </w:rPr>
        <w:t>،</w:t>
      </w:r>
      <w:r w:rsidR="003A7CC2" w:rsidRPr="00464303">
        <w:rPr>
          <w:rtl/>
        </w:rPr>
        <w:t xml:space="preserve"> فبَعد الغَد</w:t>
      </w:r>
      <w:r w:rsidR="00C327EB">
        <w:rPr>
          <w:rtl/>
        </w:rPr>
        <w:t xml:space="preserve"> ...</w:t>
      </w:r>
      <w:r w:rsidR="003A7CC2" w:rsidRPr="00464303">
        <w:rPr>
          <w:rtl/>
        </w:rPr>
        <w:t xml:space="preserve"> إنَّ لساعة الحَقِّ</w:t>
      </w:r>
      <w:r>
        <w:rPr>
          <w:rtl/>
        </w:rPr>
        <w:t xml:space="preserve"> - </w:t>
      </w:r>
      <w:r w:rsidR="003A7CC2" w:rsidRPr="00464303">
        <w:rPr>
          <w:rtl/>
        </w:rPr>
        <w:t>وإنْ طالت</w:t>
      </w:r>
      <w:r>
        <w:rPr>
          <w:rtl/>
        </w:rPr>
        <w:t xml:space="preserve"> - </w:t>
      </w:r>
      <w:r w:rsidR="003A7CC2" w:rsidRPr="00464303">
        <w:rPr>
          <w:rtl/>
        </w:rPr>
        <w:t>قَرعاً تحبل به الثواني</w:t>
      </w:r>
      <w:r>
        <w:rPr>
          <w:rtl/>
        </w:rPr>
        <w:t>،</w:t>
      </w:r>
      <w:r w:rsidR="003A7CC2" w:rsidRPr="00464303">
        <w:rPr>
          <w:rtl/>
        </w:rPr>
        <w:t xml:space="preserve"> وتتجلَّى به باحات العُمر</w:t>
      </w:r>
      <w:r w:rsidR="00C327EB">
        <w:rPr>
          <w:rtl/>
        </w:rPr>
        <w:t xml:space="preserve"> ...</w:t>
      </w:r>
      <w:r w:rsidR="003A7CC2" w:rsidRPr="00464303">
        <w:rPr>
          <w:rtl/>
        </w:rPr>
        <w:t xml:space="preserve"> إنَّ الدهر الكبير يلتفُّ بالصبر</w:t>
      </w:r>
      <w:r w:rsidR="00C327EB">
        <w:rPr>
          <w:rtl/>
        </w:rPr>
        <w:t xml:space="preserve"> ...</w:t>
      </w:r>
      <w:r w:rsidR="003A7CC2" w:rsidRPr="00464303">
        <w:rPr>
          <w:rtl/>
        </w:rPr>
        <w:t xml:space="preserve"> وإنَّ الصبر الكبير لا تضيق به الثواني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464303">
        <w:rPr>
          <w:rtl/>
        </w:rPr>
        <w:t xml:space="preserve"> 7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مِن مَحطَّة إلى مَحطَّة</w:t>
      </w:r>
      <w:r w:rsidR="00F13C51">
        <w:rPr>
          <w:rtl/>
        </w:rPr>
        <w:t>،</w:t>
      </w:r>
      <w:r w:rsidRPr="00464303">
        <w:rPr>
          <w:rtl/>
        </w:rPr>
        <w:t xml:space="preserve"> هكذا يقطع الطريق</w:t>
      </w:r>
      <w:r w:rsidR="00F13C51">
        <w:rPr>
          <w:rtl/>
        </w:rPr>
        <w:t>،</w:t>
      </w:r>
      <w:r w:rsidRPr="00464303">
        <w:rPr>
          <w:rtl/>
        </w:rPr>
        <w:t xml:space="preserve"> تكون ا</w:t>
      </w:r>
      <w:r w:rsidR="002C2DD7">
        <w:rPr>
          <w:rtl/>
        </w:rPr>
        <w:t>لمـَ</w:t>
      </w:r>
      <w:r w:rsidRPr="00464303">
        <w:rPr>
          <w:rtl/>
        </w:rPr>
        <w:t>حطَّة الأُولى بداية نُزهة</w:t>
      </w:r>
      <w:r w:rsidR="00F13C51">
        <w:rPr>
          <w:rtl/>
        </w:rPr>
        <w:t>،</w:t>
      </w:r>
      <w:r w:rsidRPr="00464303">
        <w:rPr>
          <w:rtl/>
        </w:rPr>
        <w:t xml:space="preserve"> ثمَّ تأتي الثانية فتتحوَّل إلى مشوارٍ</w:t>
      </w:r>
      <w:r w:rsidR="00C327EB">
        <w:rPr>
          <w:rtl/>
        </w:rPr>
        <w:t>.</w:t>
      </w:r>
      <w:r w:rsidRPr="00464303">
        <w:rPr>
          <w:rtl/>
        </w:rPr>
        <w:t xml:space="preserve"> أمَّا الثالثة فإنَّها تُصبح شوطاً</w:t>
      </w:r>
      <w:r w:rsidR="00F13C51">
        <w:rPr>
          <w:rtl/>
        </w:rPr>
        <w:t>،</w:t>
      </w:r>
      <w:r w:rsidRPr="00464303">
        <w:rPr>
          <w:rtl/>
        </w:rPr>
        <w:t xml:space="preserve"> لتأتي الرابعة وما سيليها</w:t>
      </w:r>
      <w:r w:rsidR="00F13C51">
        <w:rPr>
          <w:rtl/>
        </w:rPr>
        <w:t>،</w:t>
      </w:r>
      <w:r w:rsidRPr="00464303">
        <w:rPr>
          <w:rtl/>
        </w:rPr>
        <w:t xml:space="preserve"> فتلبس النعل الثقيل</w:t>
      </w:r>
      <w:r w:rsidR="00F13C51">
        <w:rPr>
          <w:rtl/>
        </w:rPr>
        <w:t>،</w:t>
      </w:r>
      <w:r w:rsidRPr="00464303">
        <w:rPr>
          <w:rtl/>
        </w:rPr>
        <w:t xml:space="preserve"> والسروال ا</w:t>
      </w:r>
      <w:r w:rsidR="002C2DD7">
        <w:rPr>
          <w:rtl/>
        </w:rPr>
        <w:t>لمـُ</w:t>
      </w:r>
      <w:r w:rsidRPr="00464303">
        <w:rPr>
          <w:rtl/>
        </w:rPr>
        <w:t>دبَّغ بالغبار والوحول</w:t>
      </w:r>
      <w:r w:rsidR="00F13C51">
        <w:rPr>
          <w:rtl/>
        </w:rPr>
        <w:t>،</w:t>
      </w:r>
      <w:r w:rsidRPr="00464303">
        <w:rPr>
          <w:rtl/>
        </w:rPr>
        <w:t xml:space="preserve"> ولا تعود تدري كيف تمشي</w:t>
      </w:r>
      <w:r w:rsidR="00F13C51">
        <w:rPr>
          <w:rtl/>
        </w:rPr>
        <w:t>،</w:t>
      </w:r>
      <w:r w:rsidRPr="00464303">
        <w:rPr>
          <w:rtl/>
        </w:rPr>
        <w:t xml:space="preserve"> وأين هي مِن المسيرة</w:t>
      </w:r>
      <w:r w:rsidR="00F13C51">
        <w:rPr>
          <w:rtl/>
        </w:rPr>
        <w:t>،</w:t>
      </w:r>
      <w:r w:rsidRPr="00464303">
        <w:rPr>
          <w:rtl/>
        </w:rPr>
        <w:t xml:space="preserve"> إنَّها الرحلة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كانت المحطَّة الأُولى مَحطَّة السقيفة</w:t>
      </w:r>
      <w:r w:rsidR="00F13C51">
        <w:rPr>
          <w:rtl/>
        </w:rPr>
        <w:t>،</w:t>
      </w:r>
      <w:r w:rsidRPr="00464303">
        <w:rPr>
          <w:rtl/>
        </w:rPr>
        <w:t xml:space="preserve"> وذلك إذ ترك الرسول الكريم كلَّ المحطَّات التي مشاها على الأرض</w:t>
      </w:r>
      <w:r w:rsidR="00F13C51">
        <w:rPr>
          <w:rtl/>
        </w:rPr>
        <w:t>،</w:t>
      </w:r>
      <w:r w:rsidRPr="00464303">
        <w:rPr>
          <w:rtl/>
        </w:rPr>
        <w:t xml:space="preserve"> بعد أنْ مسحها مِن لوثات الغبار</w:t>
      </w:r>
      <w:r w:rsidR="00F13C51">
        <w:rPr>
          <w:rtl/>
        </w:rPr>
        <w:t>،</w:t>
      </w:r>
      <w:r w:rsidRPr="00464303">
        <w:rPr>
          <w:rtl/>
        </w:rPr>
        <w:t xml:space="preserve"> وأوصى الذين سيمشون بعده في رحلة العمر</w:t>
      </w:r>
      <w:r w:rsidR="00F13C51">
        <w:rPr>
          <w:rtl/>
        </w:rPr>
        <w:t>،</w:t>
      </w:r>
      <w:r w:rsidRPr="00464303">
        <w:rPr>
          <w:rtl/>
        </w:rPr>
        <w:t xml:space="preserve"> أنْ يتوقُّوا إثارة الغِبار وهم يمشون فيعموا عن الطريق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بالحقيقة المستورة كانت السقيفة مَحطَّة أُولى تَنزَّه بها القوم</w:t>
      </w:r>
      <w:r w:rsidR="00F13C51">
        <w:rPr>
          <w:rtl/>
        </w:rPr>
        <w:t>،</w:t>
      </w:r>
      <w:r w:rsidRPr="00464303">
        <w:rPr>
          <w:rtl/>
        </w:rPr>
        <w:t xml:space="preserve"> لقد توقُّوا أنْ لا يُثيروا غِباراً</w:t>
      </w:r>
      <w:r w:rsidR="00F13C51">
        <w:rPr>
          <w:rtl/>
        </w:rPr>
        <w:t>؛</w:t>
      </w:r>
      <w:r w:rsidRPr="00464303">
        <w:rPr>
          <w:rtl/>
        </w:rPr>
        <w:t xml:space="preserve"> لهذا فإنَّهم مشوها في الليل</w:t>
      </w:r>
      <w:r w:rsidR="00F13C51">
        <w:rPr>
          <w:rtl/>
        </w:rPr>
        <w:t>،</w:t>
      </w:r>
      <w:r w:rsidRPr="00464303">
        <w:rPr>
          <w:rtl/>
        </w:rPr>
        <w:t xml:space="preserve"> وتقريباً بلا كثير مِن قرقعة</w:t>
      </w:r>
      <w:r w:rsidR="00F13C51">
        <w:rPr>
          <w:rtl/>
        </w:rPr>
        <w:t>،</w:t>
      </w:r>
      <w:r w:rsidRPr="00464303">
        <w:rPr>
          <w:rtl/>
        </w:rPr>
        <w:t xml:space="preserve"> وانتهت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مع الصباح الباكر بتنصيب أبي بكر الصِّدِّيق خليفة على المسلمين</w:t>
      </w:r>
      <w:r w:rsidR="00F13C51">
        <w:rPr>
          <w:rtl/>
        </w:rPr>
        <w:t xml:space="preserve"> - </w:t>
      </w:r>
      <w:r w:rsidRPr="00464303">
        <w:rPr>
          <w:rtl/>
        </w:rPr>
        <w:t>توَّاً</w:t>
      </w:r>
      <w:r w:rsidR="00F13C51">
        <w:rPr>
          <w:rtl/>
        </w:rPr>
        <w:t xml:space="preserve"> - </w:t>
      </w:r>
      <w:r w:rsidRPr="00464303">
        <w:rPr>
          <w:rtl/>
        </w:rPr>
        <w:t>بعد التفاف محمد بالدثار الكبير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</w:t>
      </w:r>
      <w:r w:rsidR="002C2DD7">
        <w:rPr>
          <w:rtl/>
        </w:rPr>
        <w:t>لمـَ</w:t>
      </w:r>
      <w:r w:rsidRPr="00464303">
        <w:rPr>
          <w:rtl/>
        </w:rPr>
        <w:t>حطَّة الثانية</w:t>
      </w:r>
      <w:r w:rsidR="00F13C51">
        <w:rPr>
          <w:rtl/>
        </w:rPr>
        <w:t>،</w:t>
      </w:r>
      <w:r w:rsidRPr="00464303">
        <w:rPr>
          <w:rtl/>
        </w:rPr>
        <w:t xml:space="preserve"> فإنَّها ترتَّبت وتأنَّقت بعد أنْ لبست ثوبها وتدهَّنت بعطر شميم</w:t>
      </w:r>
      <w:r w:rsidR="00F13C51">
        <w:rPr>
          <w:rtl/>
        </w:rPr>
        <w:t>،</w:t>
      </w:r>
      <w:r w:rsidRPr="00464303">
        <w:rPr>
          <w:rtl/>
        </w:rPr>
        <w:t xml:space="preserve"> إنَّها الآن أكثر مِن نُزهة بسيطة</w:t>
      </w:r>
      <w:r w:rsidR="00F13C51">
        <w:rPr>
          <w:rtl/>
        </w:rPr>
        <w:t>،</w:t>
      </w:r>
      <w:r w:rsidRPr="00464303">
        <w:rPr>
          <w:rtl/>
        </w:rPr>
        <w:t xml:space="preserve"> إنَّها مشوار</w:t>
      </w:r>
      <w:r w:rsidR="00C327EB">
        <w:rPr>
          <w:rtl/>
        </w:rPr>
        <w:t>.</w:t>
      </w:r>
      <w:r w:rsidRPr="00464303">
        <w:rPr>
          <w:rtl/>
        </w:rPr>
        <w:t xml:space="preserve"> أمَّا المشوار هذا</w:t>
      </w:r>
      <w:r w:rsidR="00F13C51">
        <w:rPr>
          <w:rtl/>
        </w:rPr>
        <w:t>،</w:t>
      </w:r>
      <w:r w:rsidRPr="00464303">
        <w:rPr>
          <w:rtl/>
        </w:rPr>
        <w:t xml:space="preserve"> فإنَّه تميَّز بقافلة كبيرة تألَّفت مِن فُرسان وخيول</w:t>
      </w:r>
      <w:r w:rsidR="00F13C51">
        <w:rPr>
          <w:rtl/>
        </w:rPr>
        <w:t>،</w:t>
      </w:r>
      <w:r w:rsidRPr="00464303">
        <w:rPr>
          <w:rtl/>
        </w:rPr>
        <w:t xml:space="preserve"> وسيوف وهوداج</w:t>
      </w:r>
      <w:r w:rsidR="00F13C51">
        <w:rPr>
          <w:rtl/>
        </w:rPr>
        <w:t>،</w:t>
      </w:r>
      <w:r w:rsidRPr="00464303">
        <w:rPr>
          <w:rtl/>
        </w:rPr>
        <w:t xml:space="preserve"> لقد كان على القافلة أنْ تقوم بمراسيم نقل إمارة مِن قصرٍ إلى قصرٍ</w:t>
      </w:r>
      <w:r w:rsidR="00F13C51">
        <w:rPr>
          <w:rtl/>
        </w:rPr>
        <w:t>،</w:t>
      </w:r>
      <w:r w:rsidRPr="00464303">
        <w:rPr>
          <w:rtl/>
        </w:rPr>
        <w:t xml:space="preserve"> إنَّ الأمير هنا مُشرف على الموت</w:t>
      </w:r>
      <w:r w:rsidR="00F13C51">
        <w:rPr>
          <w:rtl/>
        </w:rPr>
        <w:t>،</w:t>
      </w:r>
      <w:r w:rsidRPr="00464303">
        <w:rPr>
          <w:rtl/>
        </w:rPr>
        <w:t xml:space="preserve"> سيكون انتقال إمارته إلى الآخر</w:t>
      </w:r>
      <w:r w:rsidR="00F13C51">
        <w:rPr>
          <w:rtl/>
        </w:rPr>
        <w:t>،</w:t>
      </w:r>
      <w:r w:rsidRPr="00464303">
        <w:rPr>
          <w:rtl/>
        </w:rPr>
        <w:t xml:space="preserve"> قبل أنْ يُغمض عينيه</w:t>
      </w:r>
      <w:r w:rsidR="00F13C51">
        <w:rPr>
          <w:rtl/>
        </w:rPr>
        <w:t>،</w:t>
      </w:r>
      <w:r w:rsidRPr="00464303">
        <w:rPr>
          <w:rtl/>
        </w:rPr>
        <w:t xml:space="preserve"> وهكذا حصل</w:t>
      </w:r>
      <w:r w:rsidR="00F13C51">
        <w:rPr>
          <w:rtl/>
        </w:rPr>
        <w:t>،</w:t>
      </w:r>
      <w:r w:rsidRPr="00464303">
        <w:rPr>
          <w:rtl/>
        </w:rPr>
        <w:t xml:space="preserve"> لقد نقلت القافلة ا</w:t>
      </w:r>
      <w:r w:rsidR="002C2DD7">
        <w:rPr>
          <w:rtl/>
        </w:rPr>
        <w:t>لمـُ</w:t>
      </w:r>
      <w:r w:rsidRPr="00464303">
        <w:rPr>
          <w:rtl/>
        </w:rPr>
        <w:t>عدَّة خصِّيصاً لهذا المشوار</w:t>
      </w:r>
      <w:r w:rsidR="00F13C51">
        <w:rPr>
          <w:rtl/>
        </w:rPr>
        <w:t>،</w:t>
      </w:r>
      <w:r w:rsidRPr="00464303">
        <w:rPr>
          <w:rtl/>
        </w:rPr>
        <w:t xml:space="preserve"> إمارةً</w:t>
      </w:r>
      <w:r w:rsidR="00F13C51">
        <w:rPr>
          <w:rtl/>
        </w:rPr>
        <w:t>،</w:t>
      </w:r>
      <w:r w:rsidRPr="00464303">
        <w:rPr>
          <w:rtl/>
        </w:rPr>
        <w:t xml:space="preserve"> هي بين يدي أبي بكر</w:t>
      </w:r>
      <w:r w:rsidR="00F13C51">
        <w:rPr>
          <w:rtl/>
        </w:rPr>
        <w:t>،</w:t>
      </w:r>
      <w:r w:rsidRPr="00464303">
        <w:rPr>
          <w:rtl/>
        </w:rPr>
        <w:t xml:space="preserve"> إلى شيخٍ آخر اسمه عمر بن الخطاب</w:t>
      </w:r>
      <w:r w:rsidR="00F13C51">
        <w:rPr>
          <w:rtl/>
        </w:rPr>
        <w:t>،</w:t>
      </w:r>
      <w:r w:rsidRPr="00464303">
        <w:rPr>
          <w:rtl/>
        </w:rPr>
        <w:t xml:space="preserve"> أمَّا الغبار فإنَّه لم يكن أقلَّ مِن مُستوى المشوار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</w:t>
      </w:r>
      <w:r w:rsidR="002C2DD7">
        <w:rPr>
          <w:rtl/>
        </w:rPr>
        <w:t>لمـَ</w:t>
      </w:r>
      <w:r w:rsidRPr="00464303">
        <w:rPr>
          <w:rtl/>
        </w:rPr>
        <w:t>حطَّة الثالثة التي تيمَّم إليها القوم</w:t>
      </w:r>
      <w:r w:rsidR="00F13C51">
        <w:rPr>
          <w:rtl/>
        </w:rPr>
        <w:t>،</w:t>
      </w:r>
      <w:r w:rsidRPr="00464303">
        <w:rPr>
          <w:rtl/>
        </w:rPr>
        <w:t xml:space="preserve"> وحَبل بها المشوار</w:t>
      </w:r>
      <w:r w:rsidR="00F13C51">
        <w:rPr>
          <w:rtl/>
        </w:rPr>
        <w:t>،</w:t>
      </w:r>
      <w:r w:rsidRPr="00464303">
        <w:rPr>
          <w:rtl/>
        </w:rPr>
        <w:t xml:space="preserve"> وجاءها المخاض فأولدها شوطاً</w:t>
      </w:r>
      <w:r w:rsidR="00F13C51">
        <w:rPr>
          <w:rtl/>
        </w:rPr>
        <w:t>،</w:t>
      </w:r>
      <w:r w:rsidRPr="00464303">
        <w:rPr>
          <w:rtl/>
        </w:rPr>
        <w:t xml:space="preserve"> فإنَّها هي التي مشاها الخليفة أمير المؤمنين</w:t>
      </w:r>
      <w:r w:rsidR="00F13C51">
        <w:rPr>
          <w:rtl/>
        </w:rPr>
        <w:t xml:space="preserve"> - </w:t>
      </w:r>
      <w:r w:rsidRPr="00464303">
        <w:rPr>
          <w:rtl/>
        </w:rPr>
        <w:t>عمر بن الخطاب</w:t>
      </w:r>
      <w:r w:rsidR="00F13C51">
        <w:rPr>
          <w:rtl/>
        </w:rPr>
        <w:t xml:space="preserve"> - </w:t>
      </w:r>
      <w:r w:rsidRPr="00464303">
        <w:rPr>
          <w:rtl/>
        </w:rPr>
        <w:t>لقد بقي يمشي عشر سنين في شوطه الوسيع</w:t>
      </w:r>
      <w:r w:rsidR="00F13C51">
        <w:rPr>
          <w:rtl/>
        </w:rPr>
        <w:t>،</w:t>
      </w:r>
      <w:r w:rsidRPr="00464303">
        <w:rPr>
          <w:rtl/>
        </w:rPr>
        <w:t xml:space="preserve"> حتَّى زحمه مِن الخَلف</w:t>
      </w:r>
      <w:r w:rsidR="00F13C51">
        <w:rPr>
          <w:rtl/>
        </w:rPr>
        <w:t>،</w:t>
      </w:r>
      <w:r w:rsidRPr="00464303">
        <w:rPr>
          <w:rtl/>
        </w:rPr>
        <w:t xml:space="preserve"> عِلجٌ</w:t>
      </w:r>
      <w:r w:rsidR="00F13C51">
        <w:rPr>
          <w:rtl/>
        </w:rPr>
        <w:t xml:space="preserve"> - </w:t>
      </w:r>
      <w:r w:rsidRPr="00464303">
        <w:rPr>
          <w:rtl/>
        </w:rPr>
        <w:t>حَسْبَما كان عمر يُلبسه الثوب</w:t>
      </w:r>
      <w:r w:rsidR="00F13C51">
        <w:rPr>
          <w:rtl/>
        </w:rPr>
        <w:t xml:space="preserve"> - </w:t>
      </w:r>
      <w:r w:rsidRPr="00464303">
        <w:rPr>
          <w:rtl/>
        </w:rPr>
        <w:t>فارسيُّ الانتماء اسمه ( أبو لؤلؤة ) بضربة خَنْجر</w:t>
      </w:r>
      <w:r w:rsidR="00F13C51">
        <w:rPr>
          <w:rtl/>
        </w:rPr>
        <w:t>،</w:t>
      </w:r>
      <w:r w:rsidRPr="00464303">
        <w:rPr>
          <w:rtl/>
        </w:rPr>
        <w:t xml:space="preserve"> مزَّقت سِرَّته</w:t>
      </w:r>
      <w:r w:rsidR="00F13C51">
        <w:rPr>
          <w:rtl/>
        </w:rPr>
        <w:t>،</w:t>
      </w:r>
      <w:r w:rsidRPr="00464303">
        <w:rPr>
          <w:rtl/>
        </w:rPr>
        <w:t xml:space="preserve"> واستقرَّت طائشة في حبال أمعائه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بالحقيقة</w:t>
      </w:r>
      <w:r w:rsidR="00F13C51">
        <w:rPr>
          <w:rtl/>
        </w:rPr>
        <w:t>،</w:t>
      </w:r>
      <w:r w:rsidRPr="00464303">
        <w:rPr>
          <w:rtl/>
        </w:rPr>
        <w:t xml:space="preserve"> إنَّ السبب كان ابن وتَيرة جَنَّ بها أبو لؤلؤة</w:t>
      </w:r>
      <w:r w:rsidR="00F13C51">
        <w:rPr>
          <w:rtl/>
        </w:rPr>
        <w:t>،</w:t>
      </w:r>
      <w:r w:rsidRPr="00464303">
        <w:rPr>
          <w:rtl/>
        </w:rPr>
        <w:t xml:space="preserve"> نحر الأمير بها ثمَّ انتحر</w:t>
      </w:r>
      <w:r w:rsidR="00F13C51">
        <w:rPr>
          <w:rtl/>
        </w:rPr>
        <w:t>،</w:t>
      </w:r>
      <w:r w:rsidRPr="00464303">
        <w:rPr>
          <w:rtl/>
        </w:rPr>
        <w:t xml:space="preserve"> وتلك كانت ا</w:t>
      </w:r>
      <w:r w:rsidR="002C2DD7">
        <w:rPr>
          <w:rtl/>
        </w:rPr>
        <w:t>لمـَ</w:t>
      </w:r>
      <w:r w:rsidRPr="00464303">
        <w:rPr>
          <w:rtl/>
        </w:rPr>
        <w:t>حطَّة الأخيرة للرجلين القتيلين</w:t>
      </w:r>
      <w:r w:rsidR="00F13C51">
        <w:rPr>
          <w:rtl/>
        </w:rPr>
        <w:t>،</w:t>
      </w:r>
      <w:r w:rsidRPr="00464303">
        <w:rPr>
          <w:rtl/>
        </w:rPr>
        <w:t xml:space="preserve"> بمُدْيَة واحدة في اجتيازهما رحلة العمر.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المحطَّة الثالثة هذه</w:t>
      </w:r>
      <w:r w:rsidR="00F13C51">
        <w:rPr>
          <w:rtl/>
        </w:rPr>
        <w:t>،</w:t>
      </w:r>
      <w:r w:rsidRPr="00464303">
        <w:rPr>
          <w:rtl/>
        </w:rPr>
        <w:t xml:space="preserve"> كانت شوطاً كبيراً مِن الأشواط التي بقيت تمشي يساراً يساراً إلى أنْ ارتطمت بذاتها</w:t>
      </w:r>
      <w:r w:rsidR="00F13C51">
        <w:rPr>
          <w:rtl/>
        </w:rPr>
        <w:t>،</w:t>
      </w:r>
      <w:r w:rsidRPr="00464303">
        <w:rPr>
          <w:rtl/>
        </w:rPr>
        <w:t xml:space="preserve"> فوقعت أرضاً وشجَّت رأسها حتَّى الدماغ</w:t>
      </w:r>
      <w:r w:rsidR="00F13C51">
        <w:rPr>
          <w:rtl/>
        </w:rPr>
        <w:t>،</w:t>
      </w:r>
      <w:r w:rsidRPr="00464303">
        <w:rPr>
          <w:rtl/>
        </w:rPr>
        <w:t xml:space="preserve"> وراحت تُعصِّبه بما لا يردُّه إلى وعيه</w:t>
      </w:r>
      <w:r w:rsidR="00F13C51">
        <w:rPr>
          <w:rtl/>
        </w:rPr>
        <w:t>،</w:t>
      </w:r>
      <w:r w:rsidRPr="00464303">
        <w:rPr>
          <w:rtl/>
        </w:rPr>
        <w:t xml:space="preserve"> لقد تألَّفت العُصبة ا</w:t>
      </w:r>
      <w:r w:rsidR="002C2DD7">
        <w:rPr>
          <w:rtl/>
        </w:rPr>
        <w:t>لمـُ</w:t>
      </w:r>
      <w:r w:rsidRPr="00464303">
        <w:rPr>
          <w:rtl/>
        </w:rPr>
        <w:t>عدَّة للفِّ الرأس المشجوج مِن قماشة مَحبوكة بستَّة أشرطة تُسمَّى</w:t>
      </w:r>
      <w:r w:rsidR="00F13C51">
        <w:rPr>
          <w:rtl/>
        </w:rPr>
        <w:t>:</w:t>
      </w:r>
      <w:r w:rsidRPr="00464303">
        <w:rPr>
          <w:rtl/>
        </w:rPr>
        <w:t xml:space="preserve"> ( مجلس الشورى )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الحسن</w:t>
      </w:r>
      <w:r w:rsidR="00F13C51">
        <w:rPr>
          <w:rtl/>
        </w:rPr>
        <w:t xml:space="preserve"> - </w:t>
      </w:r>
      <w:r w:rsidRPr="00464303">
        <w:rPr>
          <w:rtl/>
        </w:rPr>
        <w:t>وهو الآن في غمرة مِن العمر تقفز به بضِع خُطوات عن العشرين</w:t>
      </w:r>
      <w:r w:rsidR="00F13C51">
        <w:rPr>
          <w:rtl/>
        </w:rPr>
        <w:t xml:space="preserve"> - </w:t>
      </w:r>
      <w:r w:rsidRPr="00464303">
        <w:rPr>
          <w:rtl/>
        </w:rPr>
        <w:t>في جلسة حميمة مع أبيه عليٍّ</w:t>
      </w:r>
      <w:r w:rsidR="00F13C51">
        <w:rPr>
          <w:rtl/>
        </w:rPr>
        <w:t>،</w:t>
      </w:r>
      <w:r w:rsidRPr="00464303">
        <w:rPr>
          <w:rtl/>
        </w:rPr>
        <w:t xml:space="preserve"> وأخيه الحسين</w:t>
      </w:r>
      <w:r w:rsidR="00F13C51">
        <w:rPr>
          <w:rtl/>
        </w:rPr>
        <w:t>،</w:t>
      </w:r>
      <w:r w:rsidRPr="00464303">
        <w:rPr>
          <w:rtl/>
        </w:rPr>
        <w:t xml:space="preserve"> يستعرضون مليَّاً واقع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الحَدَث الجديد</w:t>
      </w:r>
      <w:r w:rsidR="00F13C51">
        <w:rPr>
          <w:rtl/>
        </w:rPr>
        <w:t>،</w:t>
      </w:r>
      <w:r w:rsidRPr="00464303">
        <w:rPr>
          <w:rtl/>
        </w:rPr>
        <w:t xml:space="preserve"> الذي راحت تتفقَّه به الأُمَّة بعد مرور عشر سنين عليها بين يدي ابن الخطاب الذي راح</w:t>
      </w:r>
      <w:r w:rsidR="00F13C51">
        <w:rPr>
          <w:rtl/>
        </w:rPr>
        <w:t xml:space="preserve"> - </w:t>
      </w:r>
      <w:r w:rsidRPr="00464303">
        <w:rPr>
          <w:rtl/>
        </w:rPr>
        <w:t>بدوره</w:t>
      </w:r>
      <w:r w:rsidR="00F13C51">
        <w:rPr>
          <w:rtl/>
        </w:rPr>
        <w:t xml:space="preserve"> - </w:t>
      </w:r>
      <w:r w:rsidRPr="00464303">
        <w:rPr>
          <w:rtl/>
        </w:rPr>
        <w:t>يعرض الحساب بين يدي النبي</w:t>
      </w:r>
      <w:r w:rsidR="00F13C51">
        <w:rPr>
          <w:rtl/>
        </w:rPr>
        <w:t>،</w:t>
      </w:r>
      <w:r w:rsidRPr="00464303">
        <w:rPr>
          <w:rtl/>
        </w:rPr>
        <w:t xml:space="preserve"> الذي أوصاه قبل أنْ يرحل</w:t>
      </w:r>
      <w:r w:rsidR="00F13C51">
        <w:rPr>
          <w:rtl/>
        </w:rPr>
        <w:t>:</w:t>
      </w:r>
      <w:r w:rsidRPr="00464303">
        <w:rPr>
          <w:rtl/>
        </w:rPr>
        <w:t xml:space="preserve"> أنْ يصون الذِّمَّة ويتعهَّد الأُمَّة مع ا</w:t>
      </w:r>
      <w:r w:rsidR="002C2DD7">
        <w:rPr>
          <w:rtl/>
        </w:rPr>
        <w:t>لمـُ</w:t>
      </w:r>
      <w:r w:rsidRPr="00464303">
        <w:rPr>
          <w:rtl/>
        </w:rPr>
        <w:t>تعهِّدين</w:t>
      </w:r>
      <w:r w:rsidR="00F13C51">
        <w:rPr>
          <w:rtl/>
        </w:rPr>
        <w:t>،</w:t>
      </w:r>
      <w:r w:rsidRPr="00464303">
        <w:rPr>
          <w:rtl/>
        </w:rPr>
        <w:t xml:space="preserve"> ويُنجِّي الطريق مِن زحمة الغبار</w:t>
      </w:r>
      <w:r w:rsidR="00F13C51">
        <w:rPr>
          <w:rtl/>
        </w:rPr>
        <w:t>،</w:t>
      </w:r>
      <w:r w:rsidRPr="00464303">
        <w:rPr>
          <w:rtl/>
        </w:rPr>
        <w:t xml:space="preserve"> وأنْ يضبط الشوط ويجعله رحلة العُمر</w:t>
      </w:r>
      <w:r w:rsidR="00F13C51">
        <w:rPr>
          <w:rtl/>
        </w:rPr>
        <w:t>،</w:t>
      </w:r>
      <w:r w:rsidRPr="00464303">
        <w:rPr>
          <w:rtl/>
        </w:rPr>
        <w:t xml:space="preserve"> مِن أجل مَجيد إلى أمجد</w:t>
      </w:r>
      <w:r w:rsidR="00F13C51">
        <w:rPr>
          <w:rtl/>
        </w:rPr>
        <w:t>،</w:t>
      </w:r>
      <w:r w:rsidRPr="00464303">
        <w:rPr>
          <w:rtl/>
        </w:rPr>
        <w:t xml:space="preserve"> وعندئذ يُمكن القول</w:t>
      </w:r>
      <w:r w:rsidR="00F13C51">
        <w:rPr>
          <w:rtl/>
        </w:rPr>
        <w:t>:</w:t>
      </w:r>
      <w:r w:rsidRPr="00464303">
        <w:rPr>
          <w:rtl/>
        </w:rPr>
        <w:t xml:space="preserve"> جَلَّ الله وصدق وعده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464303">
        <w:rPr>
          <w:rtl/>
        </w:rPr>
        <w:t xml:space="preserve"> 8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كان العرض طويلاً في هذه الليلة</w:t>
      </w:r>
      <w:r w:rsidR="00F13C51">
        <w:rPr>
          <w:rtl/>
        </w:rPr>
        <w:t>،</w:t>
      </w:r>
      <w:r w:rsidRPr="00464303">
        <w:rPr>
          <w:rtl/>
        </w:rPr>
        <w:t xml:space="preserve"> لقد انتهى مع الصباح الباكر على صدى جديد</w:t>
      </w:r>
      <w:r w:rsidR="00F13C51">
        <w:rPr>
          <w:rtl/>
        </w:rPr>
        <w:t>،</w:t>
      </w:r>
      <w:r w:rsidRPr="00464303">
        <w:rPr>
          <w:rtl/>
        </w:rPr>
        <w:t xml:space="preserve"> كان يتردَّد هنا وهناك</w:t>
      </w:r>
      <w:r w:rsidR="00F13C51">
        <w:rPr>
          <w:rtl/>
        </w:rPr>
        <w:t>،</w:t>
      </w:r>
      <w:r w:rsidRPr="00464303">
        <w:rPr>
          <w:rtl/>
        </w:rPr>
        <w:t xml:space="preserve"> كأنَّه قهقهات عفاريت أفلتت مِن القماقم المضغوطة تحت أقدام الجِنِّ</w:t>
      </w:r>
      <w:r w:rsidR="00F13C51">
        <w:rPr>
          <w:rtl/>
        </w:rPr>
        <w:t>،</w:t>
      </w:r>
      <w:r w:rsidRPr="00464303">
        <w:rPr>
          <w:rtl/>
        </w:rPr>
        <w:t xml:space="preserve"> يا للقبليَّة</w:t>
      </w:r>
      <w:r w:rsidR="00106DAF">
        <w:rPr>
          <w:rtl/>
        </w:rPr>
        <w:t>!</w:t>
      </w:r>
      <w:r w:rsidRPr="00464303">
        <w:rPr>
          <w:rtl/>
        </w:rPr>
        <w:t xml:space="preserve"> ترقص الآن تميميَّة</w:t>
      </w:r>
      <w:r w:rsidR="00F13C51">
        <w:rPr>
          <w:rtl/>
        </w:rPr>
        <w:t xml:space="preserve"> - </w:t>
      </w:r>
      <w:r w:rsidRPr="00464303">
        <w:rPr>
          <w:rtl/>
        </w:rPr>
        <w:t>حربيَّة</w:t>
      </w:r>
      <w:r w:rsidR="00F13C51">
        <w:rPr>
          <w:rtl/>
        </w:rPr>
        <w:t xml:space="preserve"> - </w:t>
      </w:r>
      <w:r w:rsidRPr="00464303">
        <w:rPr>
          <w:rtl/>
        </w:rPr>
        <w:t>أُمويَّة</w:t>
      </w:r>
      <w:r w:rsidR="00F13C51">
        <w:rPr>
          <w:rtl/>
        </w:rPr>
        <w:t xml:space="preserve"> - </w:t>
      </w:r>
      <w:r w:rsidRPr="00464303">
        <w:rPr>
          <w:rtl/>
        </w:rPr>
        <w:t>سُفيانيَّة</w:t>
      </w:r>
      <w:r w:rsidR="00F13C51">
        <w:rPr>
          <w:rtl/>
        </w:rPr>
        <w:t xml:space="preserve"> - </w:t>
      </w:r>
      <w:r w:rsidRPr="00464303">
        <w:rPr>
          <w:rtl/>
        </w:rPr>
        <w:t>في الساحة الأَسوديَّة</w:t>
      </w:r>
      <w:r w:rsidR="00F13C51">
        <w:rPr>
          <w:rtl/>
        </w:rPr>
        <w:t>،</w:t>
      </w:r>
      <w:r w:rsidRPr="00464303">
        <w:rPr>
          <w:rtl/>
        </w:rPr>
        <w:t xml:space="preserve"> العَنسيَّة</w:t>
      </w:r>
      <w:r w:rsidR="00F13C51">
        <w:rPr>
          <w:rtl/>
        </w:rPr>
        <w:t>،</w:t>
      </w:r>
      <w:r w:rsidRPr="00464303">
        <w:rPr>
          <w:rtl/>
        </w:rPr>
        <w:t xml:space="preserve"> الشقيَّة</w:t>
      </w:r>
      <w:r w:rsidR="00F13C51">
        <w:rPr>
          <w:rtl/>
        </w:rPr>
        <w:t>،</w:t>
      </w:r>
      <w:r w:rsidRPr="00464303">
        <w:rPr>
          <w:rtl/>
        </w:rPr>
        <w:t xml:space="preserve"> السطيحيَّة</w:t>
      </w:r>
      <w:r w:rsidR="00F13C51">
        <w:rPr>
          <w:rtl/>
        </w:rPr>
        <w:t>،</w:t>
      </w:r>
      <w:r w:rsidRPr="00464303">
        <w:rPr>
          <w:rtl/>
        </w:rPr>
        <w:t xml:space="preserve"> ( نسبة إلى بني تميم وبني حرب الأُمويِّين السُّفيانيِّين</w:t>
      </w:r>
      <w:r w:rsidR="00F13C51">
        <w:rPr>
          <w:rtl/>
        </w:rPr>
        <w:t>،</w:t>
      </w:r>
      <w:r w:rsidRPr="00464303">
        <w:rPr>
          <w:rtl/>
        </w:rPr>
        <w:t xml:space="preserve"> ونسبة</w:t>
      </w:r>
      <w:r w:rsidR="00F13C51">
        <w:rPr>
          <w:rtl/>
        </w:rPr>
        <w:t xml:space="preserve"> - </w:t>
      </w:r>
      <w:r w:rsidRPr="00464303">
        <w:rPr>
          <w:rtl/>
        </w:rPr>
        <w:t>أيضا</w:t>
      </w:r>
      <w:r w:rsidR="00F13C51">
        <w:rPr>
          <w:rtl/>
        </w:rPr>
        <w:t xml:space="preserve"> - </w:t>
      </w:r>
      <w:r w:rsidRPr="00464303">
        <w:rPr>
          <w:rtl/>
        </w:rPr>
        <w:t>إلى مُدَّعي النبوَّة الكاذبة الأسود العنسي</w:t>
      </w:r>
      <w:r w:rsidR="00F13C51">
        <w:rPr>
          <w:rtl/>
        </w:rPr>
        <w:t>،</w:t>
      </w:r>
      <w:r w:rsidRPr="00464303">
        <w:rPr>
          <w:rtl/>
        </w:rPr>
        <w:t xml:space="preserve"> وألى العرافين شِق وسَطيح اللذين اختلقهما خيال العرب</w:t>
      </w:r>
      <w:r w:rsidR="00F13C51">
        <w:rPr>
          <w:rtl/>
        </w:rPr>
        <w:t>،</w:t>
      </w:r>
      <w:r w:rsidRPr="00464303">
        <w:rPr>
          <w:rtl/>
        </w:rPr>
        <w:t xml:space="preserve"> وكان الأوَّل إنساناً مَمسوخاً بشِقٍّ واحدٍ والثاني بلا هيكلٍ عظميٍّ يشتدُّ به )</w:t>
      </w:r>
      <w:r w:rsidR="00F13C51">
        <w:rPr>
          <w:rtl/>
        </w:rPr>
        <w:t>،</w:t>
      </w:r>
      <w:r w:rsidRPr="00464303">
        <w:rPr>
          <w:rtl/>
        </w:rPr>
        <w:t xml:space="preserve"> وهي تحرب الصدى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أميرنا الجديد هو عثمان بن عفَّان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ذلك كان موضوع العرض الذي بسطه الإمام عليٍّ أمام الحسن والحسين</w:t>
      </w:r>
      <w:r w:rsidR="00F13C51">
        <w:rPr>
          <w:rtl/>
        </w:rPr>
        <w:t>،</w:t>
      </w:r>
      <w:r w:rsidRPr="00464303">
        <w:rPr>
          <w:rtl/>
        </w:rPr>
        <w:t xml:space="preserve"> إنَّه شرح مُستفيض لمعنى ( مجلس الشورى ) الذي ابتكره عمر بن الخطاب عندما شعر بدنوِّ أجله</w:t>
      </w:r>
      <w:r w:rsidR="00F13C51">
        <w:rPr>
          <w:rtl/>
        </w:rPr>
        <w:t>،</w:t>
      </w:r>
      <w:r w:rsidRPr="00464303">
        <w:rPr>
          <w:rtl/>
        </w:rPr>
        <w:t xml:space="preserve"> وكانت نتيجته تنصيب عثمان بن عفَّان خليفة على المسلمين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ليست الأحداث اليوم بعيدة عن مفهوم الحسنين</w:t>
      </w:r>
      <w:r w:rsidR="00F13C51">
        <w:rPr>
          <w:rtl/>
        </w:rPr>
        <w:t>،</w:t>
      </w:r>
      <w:r w:rsidRPr="00464303">
        <w:rPr>
          <w:rtl/>
        </w:rPr>
        <w:t xml:space="preserve"> فكلاهما يزينهما نضجٌ باكر إضافة إلى نضجِ العُمر</w:t>
      </w:r>
      <w:r w:rsidR="00F13C51">
        <w:rPr>
          <w:rtl/>
        </w:rPr>
        <w:t>،</w:t>
      </w:r>
      <w:r w:rsidRPr="00464303">
        <w:rPr>
          <w:rtl/>
        </w:rPr>
        <w:t xml:space="preserve"> على فارق بسيط بينهما في السِّنِّ يدور بهما حول الخامسة والعشرين</w:t>
      </w:r>
      <w:r w:rsidR="00C327EB">
        <w:rPr>
          <w:rtl/>
        </w:rPr>
        <w:t>.</w:t>
      </w:r>
      <w:r w:rsidRPr="00464303">
        <w:rPr>
          <w:rtl/>
        </w:rPr>
        <w:t xml:space="preserve"> إنَّ الحسن بالذات كان عضواً في مجلس الشورى بصفة مُراقب لا أكثر</w:t>
      </w:r>
      <w:r w:rsidR="00C327EB">
        <w:rPr>
          <w:rtl/>
        </w:rPr>
        <w:t>.</w:t>
      </w:r>
      <w:r w:rsidRPr="00464303">
        <w:rPr>
          <w:rtl/>
        </w:rPr>
        <w:t xml:space="preserve"> أمَّا المجلس فكان مؤلَّفاً مِن سِتَّة فاعلين هُمْ</w:t>
      </w:r>
      <w:r w:rsidR="00F13C51">
        <w:rPr>
          <w:rtl/>
        </w:rPr>
        <w:t>:</w:t>
      </w:r>
      <w:r w:rsidRPr="00464303">
        <w:rPr>
          <w:rtl/>
        </w:rPr>
        <w:t xml:space="preserve"> طلحة</w:t>
      </w:r>
      <w:r w:rsidR="00F13C51">
        <w:rPr>
          <w:rtl/>
        </w:rPr>
        <w:t>،</w:t>
      </w:r>
      <w:r w:rsidRPr="00464303">
        <w:rPr>
          <w:rtl/>
        </w:rPr>
        <w:t xml:space="preserve"> الزبير</w:t>
      </w:r>
      <w:r w:rsidR="00F13C51">
        <w:rPr>
          <w:rtl/>
        </w:rPr>
        <w:t>،</w:t>
      </w:r>
      <w:r w:rsidRPr="00464303">
        <w:rPr>
          <w:rtl/>
        </w:rPr>
        <w:t xml:space="preserve"> ابن عوف</w:t>
      </w:r>
      <w:r w:rsidR="00F13C51">
        <w:rPr>
          <w:rtl/>
        </w:rPr>
        <w:t>،</w:t>
      </w:r>
      <w:r w:rsidRPr="00464303">
        <w:rPr>
          <w:rtl/>
        </w:rPr>
        <w:t xml:space="preserve"> ابن أبي وقَّاص</w:t>
      </w:r>
      <w:r w:rsidR="00F13C51">
        <w:rPr>
          <w:rtl/>
        </w:rPr>
        <w:t>،</w:t>
      </w:r>
      <w:r w:rsidRPr="00464303">
        <w:rPr>
          <w:rtl/>
        </w:rPr>
        <w:t xml:space="preserve"> ابن عفَّان</w:t>
      </w:r>
      <w:r w:rsidR="00F13C51">
        <w:rPr>
          <w:rtl/>
        </w:rPr>
        <w:t>،</w:t>
      </w:r>
      <w:r w:rsidRPr="00464303">
        <w:rPr>
          <w:rtl/>
        </w:rPr>
        <w:t xml:space="preserve"> ابن أبي طالب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القصد مِن التبسُّط أمام الحسن والحسين</w:t>
      </w:r>
      <w:r w:rsidR="00F13C51">
        <w:rPr>
          <w:rtl/>
        </w:rPr>
        <w:t>،</w:t>
      </w:r>
      <w:r w:rsidRPr="00464303">
        <w:rPr>
          <w:rtl/>
        </w:rPr>
        <w:t xml:space="preserve"> فذلك كان</w:t>
      </w:r>
      <w:r w:rsidR="00F13C51">
        <w:rPr>
          <w:rtl/>
        </w:rPr>
        <w:t xml:space="preserve"> - </w:t>
      </w:r>
      <w:r w:rsidRPr="00464303">
        <w:rPr>
          <w:rtl/>
        </w:rPr>
        <w:t>أبداً</w:t>
      </w:r>
      <w:r w:rsidR="00F13C51">
        <w:rPr>
          <w:rtl/>
        </w:rPr>
        <w:t xml:space="preserve"> - </w:t>
      </w:r>
      <w:r w:rsidRPr="00464303">
        <w:rPr>
          <w:rtl/>
        </w:rPr>
        <w:t>مِن الإمام عليٍّ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مع ولديه الإمامين</w:t>
      </w:r>
      <w:r w:rsidR="00F13C51">
        <w:rPr>
          <w:rtl/>
        </w:rPr>
        <w:t>؛</w:t>
      </w:r>
      <w:r w:rsidRPr="00464303">
        <w:rPr>
          <w:rtl/>
        </w:rPr>
        <w:t xml:space="preserve"> تمتيناً لثقافتيهما في تعميق الفَهم وجَلوته عن طريق ا</w:t>
      </w:r>
      <w:r w:rsidR="002C2DD7">
        <w:rPr>
          <w:rtl/>
        </w:rPr>
        <w:t>لمـُ</w:t>
      </w:r>
      <w:r w:rsidRPr="00464303">
        <w:rPr>
          <w:rtl/>
        </w:rPr>
        <w:t>شاركة في الرأي</w:t>
      </w:r>
      <w:r w:rsidR="00F13C51">
        <w:rPr>
          <w:rtl/>
        </w:rPr>
        <w:t>،</w:t>
      </w:r>
      <w:r w:rsidRPr="00464303">
        <w:rPr>
          <w:rtl/>
        </w:rPr>
        <w:t xml:space="preserve"> والإفاضة في التعمُّق والإدراك</w:t>
      </w:r>
      <w:r w:rsidR="00F13C51">
        <w:rPr>
          <w:rtl/>
        </w:rPr>
        <w:t>،</w:t>
      </w:r>
      <w:r w:rsidRPr="00464303">
        <w:rPr>
          <w:rtl/>
        </w:rPr>
        <w:t xml:space="preserve"> والتحسُّب في مُعالجة القضايا المصيريَّة الذاتيَّة مِن جهة</w:t>
      </w:r>
      <w:r w:rsidR="00F13C51">
        <w:rPr>
          <w:rtl/>
        </w:rPr>
        <w:t>،</w:t>
      </w:r>
      <w:r w:rsidRPr="00464303">
        <w:rPr>
          <w:rtl/>
        </w:rPr>
        <w:t xml:space="preserve"> والاجتماعيَّة ا</w:t>
      </w:r>
      <w:r w:rsidR="002C2DD7">
        <w:rPr>
          <w:rtl/>
        </w:rPr>
        <w:t>لمـُ</w:t>
      </w:r>
      <w:r w:rsidRPr="00464303">
        <w:rPr>
          <w:rtl/>
        </w:rPr>
        <w:t>همة مِن جِهة أُخرى</w:t>
      </w:r>
      <w:r w:rsidR="00F13C51">
        <w:rPr>
          <w:rtl/>
        </w:rPr>
        <w:t>،</w:t>
      </w:r>
      <w:r w:rsidRPr="00464303">
        <w:rPr>
          <w:rtl/>
        </w:rPr>
        <w:t xml:space="preserve"> لقد كان الإمام بصيراً أمام حقيقة ذاته</w:t>
      </w:r>
      <w:r w:rsidR="00F13C51">
        <w:rPr>
          <w:rtl/>
        </w:rPr>
        <w:t>،</w:t>
      </w:r>
      <w:r w:rsidRPr="00464303">
        <w:rPr>
          <w:rtl/>
        </w:rPr>
        <w:t xml:space="preserve"> وأمام الحقيقة الأُخرى التي هي قيمة وجوديَّة تتمنطق بها ذات الانسان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مجلس الشورى الذي ابتكره عمر</w:t>
      </w:r>
      <w:r w:rsidR="00F13C51">
        <w:rPr>
          <w:rtl/>
        </w:rPr>
        <w:t>،</w:t>
      </w:r>
      <w:r w:rsidRPr="00464303">
        <w:rPr>
          <w:rtl/>
        </w:rPr>
        <w:t xml:space="preserve"> فإنَّه لا يتطلَّب شيئاً يذكر مِن العَناء</w:t>
      </w:r>
      <w:r w:rsidR="00F13C51">
        <w:rPr>
          <w:rtl/>
        </w:rPr>
        <w:t>،</w:t>
      </w:r>
      <w:r w:rsidRPr="00464303">
        <w:rPr>
          <w:rtl/>
        </w:rPr>
        <w:t xml:space="preserve"> إنَّه ليس دستوراً مُعزَّزاً ببنود</w:t>
      </w:r>
      <w:r w:rsidR="00F13C51">
        <w:rPr>
          <w:rtl/>
        </w:rPr>
        <w:t>،</w:t>
      </w:r>
      <w:r w:rsidRPr="00464303">
        <w:rPr>
          <w:rtl/>
        </w:rPr>
        <w:t xml:space="preserve"> فهو نظام بِدائي صِبياني الترتيب</w:t>
      </w:r>
      <w:r w:rsidR="00F13C51">
        <w:rPr>
          <w:rtl/>
        </w:rPr>
        <w:t>،</w:t>
      </w:r>
      <w:r w:rsidRPr="00464303">
        <w:rPr>
          <w:rtl/>
        </w:rPr>
        <w:t xml:space="preserve"> هزلي الإخراج</w:t>
      </w:r>
      <w:r w:rsidR="00F13C51">
        <w:rPr>
          <w:rtl/>
        </w:rPr>
        <w:t>،</w:t>
      </w:r>
      <w:r w:rsidRPr="00464303">
        <w:rPr>
          <w:rtl/>
        </w:rPr>
        <w:t xml:space="preserve"> لا ابتكار فيه ولا بُعد نظر</w:t>
      </w:r>
      <w:r w:rsidR="00F13C51">
        <w:rPr>
          <w:rtl/>
        </w:rPr>
        <w:t>،</w:t>
      </w:r>
      <w:r w:rsidRPr="00464303">
        <w:rPr>
          <w:rtl/>
        </w:rPr>
        <w:t xml:space="preserve"> إنَّه مؤلَّف مِن ستَّة</w:t>
      </w:r>
      <w:r w:rsidR="00F13C51">
        <w:rPr>
          <w:rtl/>
        </w:rPr>
        <w:t>،</w:t>
      </w:r>
      <w:r w:rsidRPr="00464303">
        <w:rPr>
          <w:rtl/>
        </w:rPr>
        <w:t xml:space="preserve"> معروضين عرضاً رخيصاً على كرسيِّ الخلافة</w:t>
      </w:r>
      <w:r w:rsidR="00F13C51">
        <w:rPr>
          <w:rtl/>
        </w:rPr>
        <w:t>،</w:t>
      </w:r>
      <w:r w:rsidRPr="00464303">
        <w:rPr>
          <w:rtl/>
        </w:rPr>
        <w:t xml:space="preserve"> دون أنْ يسبقهم أيَّ تقديم مقصودٍ أو مجَّانيٍّ</w:t>
      </w:r>
      <w:r w:rsidR="00F13C51">
        <w:rPr>
          <w:rtl/>
        </w:rPr>
        <w:t>،</w:t>
      </w:r>
      <w:r w:rsidRPr="00464303">
        <w:rPr>
          <w:rtl/>
        </w:rPr>
        <w:t xml:space="preserve"> لا عن الكرسيِّ ذاته المؤهَّل للجلوس فيه</w:t>
      </w:r>
      <w:r w:rsidR="00F13C51">
        <w:rPr>
          <w:rtl/>
        </w:rPr>
        <w:t>،</w:t>
      </w:r>
      <w:r w:rsidRPr="00464303">
        <w:rPr>
          <w:rtl/>
        </w:rPr>
        <w:t xml:space="preserve"> وكيف يجب أنْ تكون قوائمه أو قاعدته</w:t>
      </w:r>
      <w:r w:rsidR="00F13C51">
        <w:rPr>
          <w:rtl/>
        </w:rPr>
        <w:t>،</w:t>
      </w:r>
      <w:r w:rsidRPr="00464303">
        <w:rPr>
          <w:rtl/>
        </w:rPr>
        <w:t xml:space="preserve"> أو لونه ودهانه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ولا عن ا</w:t>
      </w:r>
      <w:r w:rsidR="002C2DD7">
        <w:rPr>
          <w:rtl/>
        </w:rPr>
        <w:t>لمـُ</w:t>
      </w:r>
      <w:r w:rsidRPr="00464303">
        <w:rPr>
          <w:rtl/>
        </w:rPr>
        <w:t>عدِّين لاعتلائه</w:t>
      </w:r>
      <w:r w:rsidR="00F13C51">
        <w:rPr>
          <w:rtl/>
        </w:rPr>
        <w:t>،</w:t>
      </w:r>
      <w:r w:rsidRPr="00464303">
        <w:rPr>
          <w:rtl/>
        </w:rPr>
        <w:t xml:space="preserve"> بأيِّ صفات عليهم أنْ يكونوا مُتحلِّين</w:t>
      </w:r>
      <w:r w:rsidR="00F13C51">
        <w:rPr>
          <w:rtl/>
        </w:rPr>
        <w:t>،</w:t>
      </w:r>
      <w:r w:rsidRPr="00464303">
        <w:rPr>
          <w:rtl/>
        </w:rPr>
        <w:t xml:space="preserve"> جُلُّ ما في الأمر</w:t>
      </w:r>
      <w:r w:rsidR="00F13C51">
        <w:rPr>
          <w:rtl/>
        </w:rPr>
        <w:t>،</w:t>
      </w:r>
      <w:r w:rsidRPr="00464303">
        <w:rPr>
          <w:rtl/>
        </w:rPr>
        <w:t xml:space="preserve"> أنَّ على ا</w:t>
      </w:r>
      <w:r w:rsidR="002C2DD7">
        <w:rPr>
          <w:rtl/>
        </w:rPr>
        <w:t>لمـَ</w:t>
      </w:r>
      <w:r w:rsidRPr="00464303">
        <w:rPr>
          <w:rtl/>
        </w:rPr>
        <w:t>جلس أنْ يجمعهم للتشاور في ما بينهم</w:t>
      </w:r>
      <w:r w:rsidR="00F13C51">
        <w:rPr>
          <w:rtl/>
        </w:rPr>
        <w:t>:</w:t>
      </w:r>
      <w:r w:rsidRPr="00464303">
        <w:rPr>
          <w:rtl/>
        </w:rPr>
        <w:t xml:space="preserve"> أيُّهم هو ا</w:t>
      </w:r>
      <w:r w:rsidR="002C2DD7">
        <w:rPr>
          <w:rtl/>
        </w:rPr>
        <w:t>لمـُ</w:t>
      </w:r>
      <w:r w:rsidRPr="00464303">
        <w:rPr>
          <w:rtl/>
        </w:rPr>
        <w:t>ستحقُّ أنْ يضع رجليه على الدرجات الموصِلة إلى المركز السَّنِي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هنالك مُقرَّر واحد موجود معهم</w:t>
      </w:r>
      <w:r w:rsidR="00F13C51">
        <w:rPr>
          <w:rtl/>
        </w:rPr>
        <w:t>،</w:t>
      </w:r>
      <w:r w:rsidRPr="00464303">
        <w:rPr>
          <w:rtl/>
        </w:rPr>
        <w:t xml:space="preserve"> وهو مِن ضمنهم مرشَّح للوصول</w:t>
      </w:r>
      <w:r w:rsidR="00F13C51">
        <w:rPr>
          <w:rtl/>
        </w:rPr>
        <w:t>،</w:t>
      </w:r>
      <w:r w:rsidRPr="00464303">
        <w:rPr>
          <w:rtl/>
        </w:rPr>
        <w:t xml:space="preserve"> كأنَّه مَلِك مِن حِجارة الشطرنج</w:t>
      </w:r>
      <w:r w:rsidR="00F13C51">
        <w:rPr>
          <w:rtl/>
        </w:rPr>
        <w:t>،</w:t>
      </w:r>
      <w:r w:rsidRPr="00464303">
        <w:rPr>
          <w:rtl/>
        </w:rPr>
        <w:t xml:space="preserve"> يُمكنه</w:t>
      </w:r>
      <w:r w:rsidR="00F13C51">
        <w:rPr>
          <w:rtl/>
        </w:rPr>
        <w:t xml:space="preserve"> - </w:t>
      </w:r>
      <w:r w:rsidRPr="00464303">
        <w:rPr>
          <w:rtl/>
        </w:rPr>
        <w:t>إذا أراد أنْ يقفز ويتربَّع في الخانة التي يُريد</w:t>
      </w:r>
      <w:r w:rsidR="00F13C51">
        <w:rPr>
          <w:rtl/>
        </w:rPr>
        <w:t xml:space="preserve"> - </w:t>
      </w:r>
      <w:r w:rsidRPr="00464303">
        <w:rPr>
          <w:rtl/>
        </w:rPr>
        <w:t>هذا إذا صدقت العزيمة</w:t>
      </w:r>
      <w:r w:rsidR="00F13C51">
        <w:rPr>
          <w:rtl/>
        </w:rPr>
        <w:t xml:space="preserve"> -،</w:t>
      </w:r>
      <w:r w:rsidRPr="00464303">
        <w:rPr>
          <w:rtl/>
        </w:rPr>
        <w:t xml:space="preserve"> ويُمكنه أيضاً أنْ يستنيب عنه مَن يرتئي</w:t>
      </w:r>
      <w:r w:rsidR="00F13C51">
        <w:rPr>
          <w:rtl/>
        </w:rPr>
        <w:t>،</w:t>
      </w:r>
      <w:r w:rsidRPr="00464303">
        <w:rPr>
          <w:rtl/>
        </w:rPr>
        <w:t xml:space="preserve"> فيُحلَّه في المركز المقصود</w:t>
      </w:r>
      <w:r w:rsidR="00C327EB">
        <w:rPr>
          <w:rtl/>
        </w:rPr>
        <w:t>.</w:t>
      </w:r>
      <w:r w:rsidRPr="00464303">
        <w:rPr>
          <w:rtl/>
        </w:rPr>
        <w:t xml:space="preserve"> لقد كان كلُّ هذا مربوطاً بهوى عبد الرحمان بن عوف</w:t>
      </w:r>
      <w:r w:rsidR="00F13C51">
        <w:rPr>
          <w:rtl/>
        </w:rPr>
        <w:t>:</w:t>
      </w:r>
      <w:r w:rsidRPr="00464303">
        <w:rPr>
          <w:rtl/>
        </w:rPr>
        <w:t xml:space="preserve"> فهو ا</w:t>
      </w:r>
      <w:r w:rsidR="002C2DD7">
        <w:rPr>
          <w:rtl/>
        </w:rPr>
        <w:t>لمـُ</w:t>
      </w:r>
      <w:r w:rsidRPr="00464303">
        <w:rPr>
          <w:rtl/>
        </w:rPr>
        <w:t>دير</w:t>
      </w:r>
      <w:r w:rsidR="00F13C51">
        <w:rPr>
          <w:rtl/>
        </w:rPr>
        <w:t>،</w:t>
      </w:r>
      <w:r w:rsidRPr="00464303">
        <w:rPr>
          <w:rtl/>
        </w:rPr>
        <w:t xml:space="preserve"> والموجِّه وا</w:t>
      </w:r>
      <w:r w:rsidR="002C2DD7">
        <w:rPr>
          <w:rtl/>
        </w:rPr>
        <w:t>لمـُ</w:t>
      </w:r>
      <w:r w:rsidRPr="00464303">
        <w:rPr>
          <w:rtl/>
        </w:rPr>
        <w:t>قرِّر حَسْبَما جاء في النظام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( إذا اتَّفق خمسة وأبى واحد فاضربوا عُنقه</w:t>
      </w:r>
      <w:r w:rsidR="00F13C51">
        <w:rPr>
          <w:rtl/>
        </w:rPr>
        <w:t>،</w:t>
      </w:r>
      <w:r w:rsidRPr="00464303">
        <w:rPr>
          <w:rtl/>
        </w:rPr>
        <w:t xml:space="preserve"> وإنْ اتَّفق أربعة وأبى اثنان فاضربوا عُنقيهما</w:t>
      </w:r>
      <w:r w:rsidR="00F13C51">
        <w:rPr>
          <w:rtl/>
        </w:rPr>
        <w:t>،</w:t>
      </w:r>
      <w:r w:rsidRPr="00464303">
        <w:rPr>
          <w:rtl/>
        </w:rPr>
        <w:t xml:space="preserve"> وإنْ اتَّفق ثلاثة منهم على رجل ورضي منهم ثلاثة على رجل آخر</w:t>
      </w:r>
      <w:r w:rsidR="00F13C51">
        <w:rPr>
          <w:rtl/>
        </w:rPr>
        <w:t>،</w:t>
      </w:r>
      <w:r w:rsidRPr="00464303">
        <w:rPr>
          <w:rtl/>
        </w:rPr>
        <w:t xml:space="preserve"> فكونوا مع الذين فهيم عبد الرحمان بن عوف</w:t>
      </w:r>
      <w:r w:rsidR="00F13C51">
        <w:rPr>
          <w:rtl/>
        </w:rPr>
        <w:t>،</w:t>
      </w:r>
      <w:r w:rsidRPr="00464303">
        <w:rPr>
          <w:rtl/>
        </w:rPr>
        <w:t xml:space="preserve"> واقتلوا الباقين إنْ رغبوا عمَّا { اجتمعوا } عليه الناس )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ذلك هو النظام العامُّ المعمول به</w:t>
      </w:r>
      <w:r w:rsidR="00F13C51">
        <w:rPr>
          <w:rtl/>
        </w:rPr>
        <w:t>،</w:t>
      </w:r>
      <w:r w:rsidRPr="00464303">
        <w:rPr>
          <w:rtl/>
        </w:rPr>
        <w:t xml:space="preserve"> أمَّا عبد الرحمان بن عوف</w:t>
      </w:r>
      <w:r w:rsidR="00F13C51">
        <w:rPr>
          <w:rtl/>
        </w:rPr>
        <w:t>،</w:t>
      </w:r>
      <w:r w:rsidRPr="00464303">
        <w:rPr>
          <w:rtl/>
        </w:rPr>
        <w:t xml:space="preserve"> فكان مزوَّدا بقوَّة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تنفيذيَّة مؤلَّفة مِن فرقة عسكريَّة خمسينيَّة العدد</w:t>
      </w:r>
      <w:r w:rsidR="00F13C51">
        <w:rPr>
          <w:rtl/>
        </w:rPr>
        <w:t>،</w:t>
      </w:r>
      <w:r w:rsidRPr="00464303">
        <w:rPr>
          <w:rtl/>
        </w:rPr>
        <w:t xml:space="preserve"> يرأسها أبو طلحة الأنصاري</w:t>
      </w:r>
      <w:r w:rsidR="00F13C51">
        <w:rPr>
          <w:rtl/>
        </w:rPr>
        <w:t>،</w:t>
      </w:r>
      <w:r w:rsidRPr="00464303">
        <w:rPr>
          <w:rtl/>
        </w:rPr>
        <w:t xml:space="preserve"> ينتظر تنفيذ الأوامر التي يوجِّهها إليه عبد الرحمان بن عوف</w:t>
      </w:r>
      <w:r w:rsidR="00F13C51">
        <w:rPr>
          <w:rtl/>
        </w:rPr>
        <w:t>،</w:t>
      </w:r>
      <w:r w:rsidRPr="00464303">
        <w:rPr>
          <w:rtl/>
        </w:rPr>
        <w:t xml:space="preserve"> فيتناول رأس العاصي مِن هؤلاء ا</w:t>
      </w:r>
      <w:r w:rsidR="002C2DD7">
        <w:rPr>
          <w:rtl/>
        </w:rPr>
        <w:t>لمـُ</w:t>
      </w:r>
      <w:r w:rsidRPr="00464303">
        <w:rPr>
          <w:rtl/>
        </w:rPr>
        <w:t>رشَّحين الأجِلاَّء ويحذفه مِن الوجود.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هذا هو مجلس الشورى ونظامه الميداني</w:t>
      </w:r>
      <w:r w:rsidR="00F13C51">
        <w:rPr>
          <w:rtl/>
        </w:rPr>
        <w:t>،</w:t>
      </w:r>
      <w:r w:rsidRPr="00464303">
        <w:rPr>
          <w:rtl/>
        </w:rPr>
        <w:t xml:space="preserve"> والذي ما كان له مِن الوقت حتَّى يقرِّر أبعد مِن ثلاثة أيَّام فقط</w:t>
      </w:r>
      <w:r w:rsidR="00F13C51">
        <w:rPr>
          <w:rtl/>
        </w:rPr>
        <w:t>،</w:t>
      </w:r>
      <w:r w:rsidRPr="00464303">
        <w:rPr>
          <w:rtl/>
        </w:rPr>
        <w:t xml:space="preserve"> بعد ثلاثة أيَّام يلفظ الحُكم الرهيب عبد الرحمان بن عوف</w:t>
      </w:r>
      <w:r w:rsidR="00F13C51">
        <w:rPr>
          <w:rtl/>
        </w:rPr>
        <w:t>،</w:t>
      </w:r>
      <w:r w:rsidRPr="00464303">
        <w:rPr>
          <w:rtl/>
        </w:rPr>
        <w:t xml:space="preserve"> فتُزلزل الأرض زلزالها على رؤوس ا</w:t>
      </w:r>
      <w:r w:rsidR="002C2DD7">
        <w:rPr>
          <w:rtl/>
        </w:rPr>
        <w:t>لمـُ</w:t>
      </w:r>
      <w:r w:rsidRPr="00464303">
        <w:rPr>
          <w:rtl/>
        </w:rPr>
        <w:t>رشَّحين الذين لم يتمكَّنوا مِن أنْ يُتمُّوا الفريضة</w:t>
      </w:r>
      <w:r w:rsidR="00106DAF">
        <w:rPr>
          <w:rtl/>
        </w:rPr>
        <w:t>!</w:t>
      </w:r>
      <w:r w:rsidRPr="00464303">
        <w:rPr>
          <w:rtl/>
        </w:rPr>
        <w:t>!!.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ولكنَّ الشمس ما انكسفت كسوفها مع طلوع الصبح الرابع</w:t>
      </w:r>
      <w:r w:rsidR="00F13C51">
        <w:rPr>
          <w:rtl/>
        </w:rPr>
        <w:t>،</w:t>
      </w:r>
      <w:r w:rsidRPr="00464303">
        <w:rPr>
          <w:rtl/>
        </w:rPr>
        <w:t xml:space="preserve"> وها هو نجم عثمان بن عفَّان يبرز كالشمس فوق سماء كرسيِّ الخلافة</w:t>
      </w:r>
      <w:r w:rsidR="00F13C51">
        <w:rPr>
          <w:rtl/>
        </w:rPr>
        <w:t>،</w:t>
      </w:r>
      <w:r w:rsidRPr="00464303">
        <w:rPr>
          <w:rtl/>
        </w:rPr>
        <w:t xml:space="preserve"> ونجا الأربعة الآخرون مِن سيف المقصلة</w:t>
      </w:r>
      <w:r w:rsidR="00F13C51">
        <w:rPr>
          <w:rtl/>
        </w:rPr>
        <w:t>؛</w:t>
      </w:r>
      <w:r w:rsidRPr="00464303">
        <w:rPr>
          <w:rtl/>
        </w:rPr>
        <w:t xml:space="preserve"> لأنَّ ابن عوف أجبرهم</w:t>
      </w:r>
      <w:r w:rsidR="00F13C51">
        <w:rPr>
          <w:rtl/>
        </w:rPr>
        <w:t xml:space="preserve"> - </w:t>
      </w:r>
      <w:r w:rsidRPr="00464303">
        <w:rPr>
          <w:rtl/>
        </w:rPr>
        <w:t>كما أجبر نفسه</w:t>
      </w:r>
      <w:r w:rsidR="00F13C51">
        <w:rPr>
          <w:rtl/>
        </w:rPr>
        <w:t xml:space="preserve"> - </w:t>
      </w:r>
      <w:r w:rsidRPr="00464303">
        <w:rPr>
          <w:rtl/>
        </w:rPr>
        <w:t>با</w:t>
      </w:r>
      <w:r w:rsidR="002C2DD7">
        <w:rPr>
          <w:rtl/>
        </w:rPr>
        <w:t>لمـُ</w:t>
      </w:r>
      <w:r w:rsidRPr="00464303">
        <w:rPr>
          <w:rtl/>
        </w:rPr>
        <w:t>بايعة</w:t>
      </w:r>
      <w:r w:rsidR="00F13C51">
        <w:rPr>
          <w:rtl/>
        </w:rPr>
        <w:t>،</w:t>
      </w:r>
      <w:r w:rsidRPr="00464303">
        <w:rPr>
          <w:rtl/>
        </w:rPr>
        <w:t xml:space="preserve"> وأشرقت شمس جديدة على عالم الإسلام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تبسَّط الإمام علي بالشرح</w:t>
      </w:r>
      <w:r w:rsidR="00F13C51">
        <w:rPr>
          <w:rtl/>
        </w:rPr>
        <w:t>،</w:t>
      </w:r>
      <w:r w:rsidRPr="00464303">
        <w:rPr>
          <w:rtl/>
        </w:rPr>
        <w:t xml:space="preserve"> حلّل واقع الجلسة التي راح يهزأ منها مثلما كانت هي تهزأ به</w:t>
      </w:r>
      <w:r w:rsidR="00F13C51">
        <w:rPr>
          <w:rtl/>
        </w:rPr>
        <w:t>،</w:t>
      </w:r>
      <w:r w:rsidRPr="00464303">
        <w:rPr>
          <w:rtl/>
        </w:rPr>
        <w:t xml:space="preserve"> وهو سادس مطروح فيها كأنَّه</w:t>
      </w:r>
      <w:r w:rsidR="00F13C51">
        <w:rPr>
          <w:rtl/>
        </w:rPr>
        <w:t xml:space="preserve"> - </w:t>
      </w:r>
      <w:r w:rsidRPr="00464303">
        <w:rPr>
          <w:rtl/>
        </w:rPr>
        <w:t>أيضاً</w:t>
      </w:r>
      <w:r w:rsidR="00F13C51">
        <w:rPr>
          <w:rtl/>
        </w:rPr>
        <w:t xml:space="preserve"> - </w:t>
      </w:r>
      <w:r w:rsidRPr="00464303">
        <w:rPr>
          <w:rtl/>
        </w:rPr>
        <w:t>جنديٌّ بسيط مِن حِجارة الشطرنج</w:t>
      </w:r>
      <w:r w:rsidR="00F13C51">
        <w:rPr>
          <w:rtl/>
        </w:rPr>
        <w:t>،</w:t>
      </w:r>
      <w:r w:rsidRPr="00464303">
        <w:rPr>
          <w:rtl/>
        </w:rPr>
        <w:t xml:space="preserve"> ولكنَّ الجلسة السُّداسيَّة لم تكن أقلَّ مِن مهزأة</w:t>
      </w:r>
      <w:r w:rsidR="00F13C51">
        <w:rPr>
          <w:rtl/>
        </w:rPr>
        <w:t>،</w:t>
      </w:r>
      <w:r w:rsidRPr="00464303">
        <w:rPr>
          <w:rtl/>
        </w:rPr>
        <w:t xml:space="preserve"> إذ كيف يُمكن أنْ تضمَّ قاعة ما</w:t>
      </w:r>
      <w:r w:rsidR="00F13C51">
        <w:rPr>
          <w:rtl/>
        </w:rPr>
        <w:t>،</w:t>
      </w:r>
      <w:r w:rsidRPr="00464303">
        <w:rPr>
          <w:rtl/>
        </w:rPr>
        <w:t xml:space="preserve"> سِتَّة مُرشَّحين حتَّى يتشاوروا</w:t>
      </w:r>
      <w:r w:rsidR="00F13C51">
        <w:rPr>
          <w:rtl/>
        </w:rPr>
        <w:t xml:space="preserve"> - </w:t>
      </w:r>
      <w:r w:rsidRPr="00464303">
        <w:rPr>
          <w:rtl/>
        </w:rPr>
        <w:t>في ما بينهم</w:t>
      </w:r>
      <w:r w:rsidR="00F13C51">
        <w:rPr>
          <w:rtl/>
        </w:rPr>
        <w:t xml:space="preserve"> - </w:t>
      </w:r>
      <w:r w:rsidRPr="00464303">
        <w:rPr>
          <w:rtl/>
        </w:rPr>
        <w:t>أيُّهم الأصلح</w:t>
      </w:r>
      <w:r w:rsidR="00106DAF">
        <w:rPr>
          <w:rtl/>
        </w:rPr>
        <w:t>؟</w:t>
      </w:r>
      <w:r w:rsidRPr="00464303">
        <w:rPr>
          <w:rtl/>
        </w:rPr>
        <w:t xml:space="preserve"> وكلُّ واحد منهم هو المعدود في عين نفسه</w:t>
      </w:r>
      <w:r w:rsidR="00F13C51">
        <w:rPr>
          <w:rtl/>
        </w:rPr>
        <w:t xml:space="preserve"> - </w:t>
      </w:r>
      <w:r w:rsidRPr="00464303">
        <w:rPr>
          <w:rtl/>
        </w:rPr>
        <w:t>على الأقلِّ</w:t>
      </w:r>
      <w:r w:rsidR="00F13C51">
        <w:rPr>
          <w:rtl/>
        </w:rPr>
        <w:t xml:space="preserve"> - </w:t>
      </w:r>
      <w:r w:rsidRPr="00464303">
        <w:rPr>
          <w:rtl/>
        </w:rPr>
        <w:t>نِعْمَ الفتى</w:t>
      </w:r>
      <w:r w:rsidR="00106DAF">
        <w:rPr>
          <w:rtl/>
        </w:rPr>
        <w:t>؟</w:t>
      </w:r>
      <w:r w:rsidRPr="00464303">
        <w:rPr>
          <w:rtl/>
        </w:rPr>
        <w:t xml:space="preserve"> إمَّا أنْ يكون الحَكَم وا</w:t>
      </w:r>
      <w:r w:rsidR="002C2DD7">
        <w:rPr>
          <w:rtl/>
        </w:rPr>
        <w:t>لمـُ</w:t>
      </w:r>
      <w:r w:rsidRPr="00464303">
        <w:rPr>
          <w:rtl/>
        </w:rPr>
        <w:t>دبِّر</w:t>
      </w:r>
      <w:r w:rsidR="00F13C51">
        <w:rPr>
          <w:rtl/>
        </w:rPr>
        <w:t>،</w:t>
      </w:r>
      <w:r w:rsidRPr="00464303">
        <w:rPr>
          <w:rtl/>
        </w:rPr>
        <w:t xml:space="preserve"> والموجِّه هو ا</w:t>
      </w:r>
      <w:r w:rsidR="002C2DD7">
        <w:rPr>
          <w:rtl/>
        </w:rPr>
        <w:t>لمـُ</w:t>
      </w:r>
      <w:r w:rsidRPr="00464303">
        <w:rPr>
          <w:rtl/>
        </w:rPr>
        <w:t>رجِّح وا</w:t>
      </w:r>
      <w:r w:rsidR="002C2DD7">
        <w:rPr>
          <w:rtl/>
        </w:rPr>
        <w:t>لمـُ</w:t>
      </w:r>
      <w:r w:rsidRPr="00464303">
        <w:rPr>
          <w:rtl/>
        </w:rPr>
        <w:t>قرِّر</w:t>
      </w:r>
      <w:r w:rsidR="00F13C51">
        <w:rPr>
          <w:rtl/>
        </w:rPr>
        <w:t>،</w:t>
      </w:r>
      <w:r w:rsidRPr="00464303">
        <w:rPr>
          <w:rtl/>
        </w:rPr>
        <w:t xml:space="preserve"> فلماذا وجعة الرأس</w:t>
      </w:r>
      <w:r w:rsidR="00106DAF">
        <w:rPr>
          <w:rtl/>
        </w:rPr>
        <w:t>؟</w:t>
      </w:r>
      <w:r w:rsidRPr="00464303">
        <w:rPr>
          <w:rtl/>
        </w:rPr>
        <w:t xml:space="preserve"> أليس هو الأصلح في حُجَّة المنطق</w:t>
      </w:r>
      <w:r w:rsidR="00106DAF">
        <w:rPr>
          <w:rtl/>
        </w:rPr>
        <w:t>؟</w:t>
      </w:r>
      <w:r w:rsidRPr="00464303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ولكنَّ اللُّعبة الصبيانيَّة الهوى ما كانت بنتاً لعمر</w:t>
      </w:r>
      <w:r w:rsidR="00F13C51">
        <w:rPr>
          <w:rtl/>
        </w:rPr>
        <w:t>،</w:t>
      </w:r>
      <w:r w:rsidRPr="00464303">
        <w:rPr>
          <w:rtl/>
        </w:rPr>
        <w:t xml:space="preserve"> أكثر مِمَّا كانت عانساً يُحاول أبوها أنْ يزفَّها عروساً لشيخ مِن شيوخ القبيلة</w:t>
      </w:r>
      <w:r w:rsidR="00F13C51">
        <w:rPr>
          <w:rtl/>
        </w:rPr>
        <w:t>،</w:t>
      </w:r>
      <w:r w:rsidRPr="00464303">
        <w:rPr>
          <w:rtl/>
        </w:rPr>
        <w:t xml:space="preserve"> أمَّا المدعوُّون إلى حَفلة العِرس</w:t>
      </w:r>
      <w:r w:rsidR="00F13C51">
        <w:rPr>
          <w:rtl/>
        </w:rPr>
        <w:t>،</w:t>
      </w:r>
      <w:r w:rsidRPr="00464303">
        <w:rPr>
          <w:rtl/>
        </w:rPr>
        <w:t xml:space="preserve"> فإنَّهم الرأي العامُّ الذي لا يروق له أنْ يفتح رِئتيه إلاَّ لغِبار يُثار مِن تحت نعليه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وتدخَّل الإمام إلى شرح أساس الشورى بمعناها الوسيع وواقعها الحضاري</w:t>
      </w:r>
      <w:r w:rsidR="00F13C51">
        <w:rPr>
          <w:rtl/>
        </w:rPr>
        <w:t>،</w:t>
      </w:r>
      <w:r w:rsidRPr="00464303">
        <w:rPr>
          <w:rtl/>
        </w:rPr>
        <w:t xml:space="preserve"> إنَّها تليق بمُجتمع راقٍ له مِن العلم والفَهم</w:t>
      </w:r>
      <w:r w:rsidR="00F13C51">
        <w:rPr>
          <w:rtl/>
        </w:rPr>
        <w:t>،</w:t>
      </w:r>
      <w:r w:rsidRPr="00464303">
        <w:rPr>
          <w:rtl/>
        </w:rPr>
        <w:t xml:space="preserve"> ما يجعله مُفتِّشاً دائماً عن الحقيقة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F13C51">
      <w:pPr>
        <w:pStyle w:val="libNormal0"/>
        <w:rPr>
          <w:rtl/>
        </w:rPr>
      </w:pPr>
      <w:r w:rsidRPr="00464303">
        <w:rPr>
          <w:rtl/>
        </w:rPr>
        <w:lastRenderedPageBreak/>
        <w:t>والصواب</w:t>
      </w:r>
      <w:r w:rsidR="00F13C51">
        <w:rPr>
          <w:rtl/>
        </w:rPr>
        <w:t>،</w:t>
      </w:r>
      <w:r w:rsidRPr="00464303">
        <w:rPr>
          <w:rtl/>
        </w:rPr>
        <w:t xml:space="preserve"> فالمجلس الاستشاري</w:t>
      </w:r>
      <w:r w:rsidR="00F13C51">
        <w:rPr>
          <w:rtl/>
        </w:rPr>
        <w:t xml:space="preserve"> - </w:t>
      </w:r>
      <w:r w:rsidRPr="00464303">
        <w:rPr>
          <w:rtl/>
        </w:rPr>
        <w:t>والحالة هذه</w:t>
      </w:r>
      <w:r w:rsidR="00F13C51">
        <w:rPr>
          <w:rtl/>
        </w:rPr>
        <w:t xml:space="preserve"> - </w:t>
      </w:r>
      <w:r w:rsidRPr="00464303">
        <w:rPr>
          <w:rtl/>
        </w:rPr>
        <w:t>هو في استدعاء أقطاب مُمثِّلين لذلك ا</w:t>
      </w:r>
      <w:r w:rsidR="002C2DD7">
        <w:rPr>
          <w:rtl/>
        </w:rPr>
        <w:t>لمـُ</w:t>
      </w:r>
      <w:r w:rsidRPr="00464303">
        <w:rPr>
          <w:rtl/>
        </w:rPr>
        <w:t>جتمع</w:t>
      </w:r>
      <w:r w:rsidR="00F13C51">
        <w:rPr>
          <w:rtl/>
        </w:rPr>
        <w:t>،</w:t>
      </w:r>
      <w:r w:rsidRPr="00464303">
        <w:rPr>
          <w:rtl/>
        </w:rPr>
        <w:t xml:space="preserve"> لاستشارتهم في استخراج آرائهم مِن واقعهم الاحتكاكي بكلِّ التيَّارات المعيشيَّة الحياتيَّة</w:t>
      </w:r>
      <w:r w:rsidR="00F13C51">
        <w:rPr>
          <w:rtl/>
        </w:rPr>
        <w:t>،</w:t>
      </w:r>
      <w:r w:rsidRPr="00464303">
        <w:rPr>
          <w:rtl/>
        </w:rPr>
        <w:t xml:space="preserve"> التي تتناول شؤونهم اليوميَّة وا</w:t>
      </w:r>
      <w:r w:rsidR="002C2DD7">
        <w:rPr>
          <w:rtl/>
        </w:rPr>
        <w:t>لمـُ</w:t>
      </w:r>
      <w:r w:rsidRPr="00464303">
        <w:rPr>
          <w:rtl/>
        </w:rPr>
        <w:t>ستمرَّة بهم مِن يومٍ إلى يومٍ</w:t>
      </w:r>
      <w:r w:rsidR="00F13C51">
        <w:rPr>
          <w:rtl/>
        </w:rPr>
        <w:t>،</w:t>
      </w:r>
      <w:r w:rsidRPr="00464303">
        <w:rPr>
          <w:rtl/>
        </w:rPr>
        <w:t xml:space="preserve"> إلى كلِّ يوم آخر يكون منه جَلاء حقِّهم في العيش</w:t>
      </w:r>
      <w:r w:rsidR="00F13C51">
        <w:rPr>
          <w:rtl/>
        </w:rPr>
        <w:t>،</w:t>
      </w:r>
      <w:r w:rsidRPr="00464303">
        <w:rPr>
          <w:rtl/>
        </w:rPr>
        <w:t xml:space="preserve"> والحياة والاستمرار في الوجود ا</w:t>
      </w:r>
      <w:r w:rsidR="002C2DD7">
        <w:rPr>
          <w:rtl/>
        </w:rPr>
        <w:t>لمـُ</w:t>
      </w:r>
      <w:r w:rsidRPr="00464303">
        <w:rPr>
          <w:rtl/>
        </w:rPr>
        <w:t>جتمعي الإنسانيِّ الكريم</w:t>
      </w:r>
      <w:r w:rsidR="00C327EB">
        <w:rPr>
          <w:rtl/>
        </w:rPr>
        <w:t>.</w:t>
      </w:r>
      <w:r w:rsidRPr="00464303">
        <w:rPr>
          <w:rtl/>
        </w:rPr>
        <w:t xml:space="preserve"> ستكون حُرِّيَّة الرأي</w:t>
      </w:r>
      <w:r w:rsidR="00F13C51">
        <w:rPr>
          <w:rtl/>
        </w:rPr>
        <w:t>،</w:t>
      </w:r>
      <w:r w:rsidRPr="00464303">
        <w:rPr>
          <w:rtl/>
        </w:rPr>
        <w:t xml:space="preserve"> وحُرِّيَّة إبدائه</w:t>
      </w:r>
      <w:r w:rsidR="00F13C51">
        <w:rPr>
          <w:rtl/>
        </w:rPr>
        <w:t>،</w:t>
      </w:r>
      <w:r w:rsidRPr="00464303">
        <w:rPr>
          <w:rtl/>
        </w:rPr>
        <w:t xml:space="preserve"> مُزدانة بالعلم</w:t>
      </w:r>
      <w:r w:rsidR="00F13C51">
        <w:rPr>
          <w:rtl/>
        </w:rPr>
        <w:t>،</w:t>
      </w:r>
      <w:r w:rsidRPr="00464303">
        <w:rPr>
          <w:rtl/>
        </w:rPr>
        <w:t xml:space="preserve"> والفهم والمعرفة</w:t>
      </w:r>
      <w:r w:rsidR="00F13C51">
        <w:rPr>
          <w:rtl/>
        </w:rPr>
        <w:t>،</w:t>
      </w:r>
      <w:r w:rsidRPr="00464303">
        <w:rPr>
          <w:rtl/>
        </w:rPr>
        <w:t xml:space="preserve"> شرطاً أساسياً موفوراً للجميع</w:t>
      </w:r>
      <w:r w:rsidR="00F13C51">
        <w:rPr>
          <w:rtl/>
        </w:rPr>
        <w:t>،</w:t>
      </w:r>
      <w:r w:rsidRPr="00464303">
        <w:rPr>
          <w:rtl/>
        </w:rPr>
        <w:t xml:space="preserve"> وسيكون</w:t>
      </w:r>
      <w:r w:rsidR="00F13C51">
        <w:rPr>
          <w:rtl/>
        </w:rPr>
        <w:t xml:space="preserve"> - </w:t>
      </w:r>
      <w:r w:rsidRPr="00464303">
        <w:rPr>
          <w:rtl/>
        </w:rPr>
        <w:t>بالحقيقة</w:t>
      </w:r>
      <w:r w:rsidR="00F13C51">
        <w:rPr>
          <w:rtl/>
        </w:rPr>
        <w:t xml:space="preserve"> - </w:t>
      </w:r>
      <w:r w:rsidRPr="00464303">
        <w:rPr>
          <w:rtl/>
        </w:rPr>
        <w:t>مجلس الأُمَّة جمعاء</w:t>
      </w:r>
      <w:r w:rsidR="00F13C51">
        <w:rPr>
          <w:rtl/>
        </w:rPr>
        <w:t>،</w:t>
      </w:r>
      <w:r w:rsidRPr="00464303">
        <w:rPr>
          <w:rtl/>
        </w:rPr>
        <w:t xml:space="preserve"> ومؤلَّفاً مِن نُخبة تشمل ا</w:t>
      </w:r>
      <w:r w:rsidR="002C2DD7">
        <w:rPr>
          <w:rtl/>
        </w:rPr>
        <w:t>لمـُ</w:t>
      </w:r>
      <w:r w:rsidRPr="00464303">
        <w:rPr>
          <w:rtl/>
        </w:rPr>
        <w:t>جتمع في التمثيل</w:t>
      </w:r>
      <w:r w:rsidR="00F13C51">
        <w:rPr>
          <w:rtl/>
        </w:rPr>
        <w:t>،</w:t>
      </w:r>
      <w:r w:rsidRPr="00464303">
        <w:rPr>
          <w:rtl/>
        </w:rPr>
        <w:t xml:space="preserve"> ولن يكون مؤلَّفاً من سِتَّة أنفار فقط</w:t>
      </w:r>
      <w:r w:rsidR="00F13C51">
        <w:rPr>
          <w:rtl/>
        </w:rPr>
        <w:t>،</w:t>
      </w:r>
      <w:r w:rsidRPr="00464303">
        <w:rPr>
          <w:rtl/>
        </w:rPr>
        <w:t xml:space="preserve"> بلْ مِن النسبة العدديَّة بالمآت</w:t>
      </w:r>
      <w:r w:rsidR="00F13C51">
        <w:rPr>
          <w:rtl/>
        </w:rPr>
        <w:t>،</w:t>
      </w:r>
      <w:r w:rsidRPr="00464303">
        <w:rPr>
          <w:rtl/>
        </w:rPr>
        <w:t xml:space="preserve"> وعندئذ يكون تقرير المصير بانتخاب وليٍّ يُشرف على إدارة الحُكم والتوجيه في مَحلٍّ مِن الوضوح والإيجاب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مِن هنا</w:t>
      </w:r>
      <w:r w:rsidR="00F13C51">
        <w:rPr>
          <w:rtl/>
        </w:rPr>
        <w:t>،</w:t>
      </w:r>
      <w:r w:rsidRPr="00464303">
        <w:rPr>
          <w:rtl/>
        </w:rPr>
        <w:t xml:space="preserve"> إنَّ ا</w:t>
      </w:r>
      <w:r w:rsidR="002C2DD7">
        <w:rPr>
          <w:rtl/>
        </w:rPr>
        <w:t>لمـُ</w:t>
      </w:r>
      <w:r w:rsidRPr="00464303">
        <w:rPr>
          <w:rtl/>
        </w:rPr>
        <w:t>جتمع الذي راح يدرج إلى مثل هذه السويَّة بين يدي نبيِّهم الخلاَّق</w:t>
      </w:r>
      <w:r w:rsidR="00F13C51">
        <w:rPr>
          <w:rtl/>
        </w:rPr>
        <w:t>،</w:t>
      </w:r>
      <w:r w:rsidRPr="00464303">
        <w:rPr>
          <w:rtl/>
        </w:rPr>
        <w:t xml:space="preserve"> ما كان له أنْ يزحف هذا الزحف ا</w:t>
      </w:r>
      <w:r w:rsidR="002C2DD7">
        <w:rPr>
          <w:rtl/>
        </w:rPr>
        <w:t>لمـُ</w:t>
      </w:r>
      <w:r w:rsidRPr="00464303">
        <w:rPr>
          <w:rtl/>
        </w:rPr>
        <w:t>بارك إلى مثل هذه النعمة التي لا يُحقِّقها ويوسِّعها الاَّ المِران والوقت</w:t>
      </w:r>
      <w:r w:rsidR="00F13C51">
        <w:rPr>
          <w:rtl/>
        </w:rPr>
        <w:t>،</w:t>
      </w:r>
      <w:r w:rsidRPr="00464303">
        <w:rPr>
          <w:rtl/>
        </w:rPr>
        <w:t xml:space="preserve"> وغزارة العلم والمعرفة</w:t>
      </w:r>
      <w:r w:rsidR="00F13C51">
        <w:rPr>
          <w:rtl/>
        </w:rPr>
        <w:t>،</w:t>
      </w:r>
      <w:r w:rsidRPr="00464303">
        <w:rPr>
          <w:rtl/>
        </w:rPr>
        <w:t xml:space="preserve"> في ظِلِّ وحدة قاسية الإحاطة</w:t>
      </w:r>
      <w:r w:rsidR="00F13C51">
        <w:rPr>
          <w:rtl/>
        </w:rPr>
        <w:t>،</w:t>
      </w:r>
      <w:r w:rsidRPr="00464303">
        <w:rPr>
          <w:rtl/>
        </w:rPr>
        <w:t xml:space="preserve"> مُبعَّدة عن كلِّ ما يُحرِّك فيها جيشاناً يردُّها إلى المهاوي التي كانت تتلقَّفها في الأمس الدابر</w:t>
      </w:r>
      <w:r w:rsidR="00F13C51">
        <w:rPr>
          <w:rtl/>
        </w:rPr>
        <w:t>،</w:t>
      </w:r>
      <w:r w:rsidRPr="00464303">
        <w:rPr>
          <w:rtl/>
        </w:rPr>
        <w:t xml:space="preserve"> مِن حَرَّةٍ إلى حَرَّة</w:t>
      </w:r>
      <w:r w:rsidR="00F13C51">
        <w:rPr>
          <w:rtl/>
        </w:rPr>
        <w:t>،</w:t>
      </w:r>
      <w:r w:rsidRPr="00464303">
        <w:rPr>
          <w:rtl/>
        </w:rPr>
        <w:t xml:space="preserve"> ومِن حُفرة إلى حُفرة</w:t>
      </w:r>
      <w:r w:rsidR="00F13C51">
        <w:rPr>
          <w:rtl/>
        </w:rPr>
        <w:t>،</w:t>
      </w:r>
      <w:r w:rsidRPr="00464303">
        <w:rPr>
          <w:rtl/>
        </w:rPr>
        <w:t xml:space="preserve"> وكلُّها كانت بين يدي قبليَّاتها العقيمة</w:t>
      </w:r>
      <w:r w:rsidR="00F13C51">
        <w:rPr>
          <w:rtl/>
        </w:rPr>
        <w:t>،</w:t>
      </w:r>
      <w:r w:rsidRPr="00464303">
        <w:rPr>
          <w:rtl/>
        </w:rPr>
        <w:t xml:space="preserve"> جديرة بالوأد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استدعاء الأُمَّة إلى جلسات استشاريَّة مِن النوع ا</w:t>
      </w:r>
      <w:r w:rsidR="002C2DD7">
        <w:rPr>
          <w:rtl/>
        </w:rPr>
        <w:t>لمـُ</w:t>
      </w:r>
      <w:r w:rsidRPr="00464303">
        <w:rPr>
          <w:rtl/>
        </w:rPr>
        <w:t>نوَّه عنه</w:t>
      </w:r>
      <w:r w:rsidR="00F13C51">
        <w:rPr>
          <w:rtl/>
        </w:rPr>
        <w:t>،</w:t>
      </w:r>
      <w:r w:rsidRPr="00464303">
        <w:rPr>
          <w:rtl/>
        </w:rPr>
        <w:t xml:space="preserve"> سيتحقَّق في مُجتمع الجزيرة بعد أنْ ترتفع سويَّته إلى مثل هذا المجال</w:t>
      </w:r>
      <w:r w:rsidR="00F13C51">
        <w:rPr>
          <w:rtl/>
        </w:rPr>
        <w:t>،</w:t>
      </w:r>
      <w:r w:rsidRPr="00464303">
        <w:rPr>
          <w:rtl/>
        </w:rPr>
        <w:t xml:space="preserve"> وعندئذ فإنَّ الإمامة التي راح يُهيِّؤها لها النبي الكريم البعيد النظر</w:t>
      </w:r>
      <w:r w:rsidR="00F13C51">
        <w:rPr>
          <w:rtl/>
        </w:rPr>
        <w:t>،</w:t>
      </w:r>
      <w:r w:rsidRPr="00464303">
        <w:rPr>
          <w:rtl/>
        </w:rPr>
        <w:t xml:space="preserve"> لقطع مراحل وافية مِن العُمر</w:t>
      </w:r>
      <w:r w:rsidR="00F13C51">
        <w:rPr>
          <w:rtl/>
        </w:rPr>
        <w:t>،</w:t>
      </w:r>
      <w:r w:rsidRPr="00464303">
        <w:rPr>
          <w:rtl/>
        </w:rPr>
        <w:t xml:space="preserve"> وبمَثابة إعدادٍ واقٍ لها مِن العِثار</w:t>
      </w:r>
      <w:r w:rsidR="00F13C51">
        <w:rPr>
          <w:rtl/>
        </w:rPr>
        <w:t>،</w:t>
      </w:r>
      <w:r w:rsidRPr="00464303">
        <w:rPr>
          <w:rtl/>
        </w:rPr>
        <w:t xml:space="preserve"> تُصبِح تلقائيَّاً ثقافتها العامَّة الموحَّدة</w:t>
      </w:r>
      <w:r w:rsidR="00F13C51">
        <w:rPr>
          <w:rtl/>
        </w:rPr>
        <w:t>،</w:t>
      </w:r>
      <w:r w:rsidRPr="00464303">
        <w:rPr>
          <w:rtl/>
        </w:rPr>
        <w:t xml:space="preserve"> وتلك</w:t>
      </w:r>
      <w:r w:rsidR="00F13C51">
        <w:rPr>
          <w:rtl/>
        </w:rPr>
        <w:t xml:space="preserve"> - </w:t>
      </w:r>
      <w:r w:rsidRPr="00464303">
        <w:rPr>
          <w:rtl/>
        </w:rPr>
        <w:t>لعمري</w:t>
      </w:r>
      <w:r w:rsidR="00F13C51">
        <w:rPr>
          <w:rtl/>
        </w:rPr>
        <w:t xml:space="preserve"> - </w:t>
      </w:r>
      <w:r w:rsidRPr="00464303">
        <w:rPr>
          <w:rtl/>
        </w:rPr>
        <w:t>تكون اندماجيَّة سويَّة بسويَّة</w:t>
      </w:r>
      <w:r w:rsidR="00F13C51">
        <w:rPr>
          <w:rtl/>
        </w:rPr>
        <w:t>،</w:t>
      </w:r>
      <w:r w:rsidRPr="00464303">
        <w:rPr>
          <w:rtl/>
        </w:rPr>
        <w:t xml:space="preserve"> بقيت تُجمَّع وتوحِّد الأُمَّة</w:t>
      </w:r>
      <w:r w:rsidR="00F13C51">
        <w:rPr>
          <w:rtl/>
        </w:rPr>
        <w:t>،</w:t>
      </w:r>
      <w:r w:rsidRPr="00464303">
        <w:rPr>
          <w:rtl/>
        </w:rPr>
        <w:t xml:space="preserve"> إلى أنْ بلغت بها درجة تجعلها رائدة وموجَّهة لأُمَم الأرض</w:t>
      </w:r>
      <w:r w:rsidR="00F13C51">
        <w:rPr>
          <w:rtl/>
        </w:rPr>
        <w:t>،</w:t>
      </w:r>
      <w:r w:rsidRPr="00464303">
        <w:rPr>
          <w:rtl/>
        </w:rPr>
        <w:t xml:space="preserve"> وتلك هي الأُمَّة ا</w:t>
      </w:r>
      <w:r w:rsidR="002C2DD7">
        <w:rPr>
          <w:rtl/>
        </w:rPr>
        <w:t>لمـُ</w:t>
      </w:r>
      <w:r w:rsidRPr="00464303">
        <w:rPr>
          <w:rtl/>
        </w:rPr>
        <w:t>تطوَّرة</w:t>
      </w:r>
      <w:r w:rsidR="00F13C51">
        <w:rPr>
          <w:rtl/>
        </w:rPr>
        <w:t xml:space="preserve"> - </w:t>
      </w:r>
      <w:r w:rsidRPr="00464303">
        <w:rPr>
          <w:rtl/>
        </w:rPr>
        <w:t>عندئذ</w:t>
      </w:r>
      <w:r w:rsidR="00F13C51">
        <w:rPr>
          <w:rtl/>
        </w:rPr>
        <w:t xml:space="preserve"> - </w:t>
      </w:r>
      <w:r w:rsidRPr="00464303">
        <w:rPr>
          <w:rtl/>
        </w:rPr>
        <w:t>في حساب النبي الكريم</w:t>
      </w:r>
      <w:r w:rsidR="00F13C51">
        <w:rPr>
          <w:rtl/>
        </w:rPr>
        <w:t>،</w:t>
      </w:r>
      <w:r w:rsidRPr="00464303">
        <w:rPr>
          <w:rtl/>
        </w:rPr>
        <w:t xml:space="preserve"> الذي أعلن أنَّه سيُباهي بها أُمَم الأرض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لست أرى</w:t>
      </w:r>
      <w:r w:rsidR="00F13C51">
        <w:rPr>
          <w:rtl/>
        </w:rPr>
        <w:t xml:space="preserve"> - </w:t>
      </w:r>
      <w:r w:rsidRPr="00464303">
        <w:rPr>
          <w:rtl/>
        </w:rPr>
        <w:t>أردف الإمام</w:t>
      </w:r>
      <w:r w:rsidR="00F13C51">
        <w:rPr>
          <w:rtl/>
        </w:rPr>
        <w:t xml:space="preserve"> - </w:t>
      </w:r>
      <w:r w:rsidRPr="00464303">
        <w:rPr>
          <w:rtl/>
        </w:rPr>
        <w:t>أنَّ عمر بن الخطاب كان يفهم كيف يُعالج الأُمَّة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لتكون في مُستوى الريادة</w:t>
      </w:r>
      <w:r w:rsidR="00F13C51">
        <w:rPr>
          <w:rtl/>
        </w:rPr>
        <w:t>،</w:t>
      </w:r>
      <w:r w:rsidRPr="00464303">
        <w:rPr>
          <w:rtl/>
        </w:rPr>
        <w:t xml:space="preserve"> لقد أوصلنا الرسالة إلى جارتنا فارس</w:t>
      </w:r>
      <w:r w:rsidR="00F13C51">
        <w:rPr>
          <w:rtl/>
        </w:rPr>
        <w:t>،</w:t>
      </w:r>
      <w:r w:rsidRPr="00464303">
        <w:rPr>
          <w:rtl/>
        </w:rPr>
        <w:t xml:space="preserve"> وكنَّا فخورين بأنَّنا صدَّرنا رسالة تُعزِّز الإنسان وتحميه</w:t>
      </w:r>
      <w:r w:rsidR="00F13C51">
        <w:rPr>
          <w:rtl/>
        </w:rPr>
        <w:t xml:space="preserve"> - </w:t>
      </w:r>
      <w:r w:rsidRPr="00464303">
        <w:rPr>
          <w:rtl/>
        </w:rPr>
        <w:t>بالإيمان الصافي</w:t>
      </w:r>
      <w:r w:rsidR="00F13C51">
        <w:rPr>
          <w:rtl/>
        </w:rPr>
        <w:t xml:space="preserve"> - </w:t>
      </w:r>
      <w:r w:rsidRPr="00464303">
        <w:rPr>
          <w:rtl/>
        </w:rPr>
        <w:t>مِن كُفر الإنسان</w:t>
      </w:r>
      <w:r w:rsidR="00F13C51">
        <w:rPr>
          <w:rtl/>
        </w:rPr>
        <w:t>،</w:t>
      </w:r>
      <w:r w:rsidRPr="00464303">
        <w:rPr>
          <w:rtl/>
        </w:rPr>
        <w:t xml:space="preserve"> لتكون جارتنا معنا في ميزان مُعادلة مِن الاحترام ا</w:t>
      </w:r>
      <w:r w:rsidR="002C2DD7">
        <w:rPr>
          <w:rtl/>
        </w:rPr>
        <w:t>لمـُ</w:t>
      </w:r>
      <w:r w:rsidRPr="00464303">
        <w:rPr>
          <w:rtl/>
        </w:rPr>
        <w:t>تبادل</w:t>
      </w:r>
      <w:r w:rsidR="00F13C51">
        <w:rPr>
          <w:rtl/>
        </w:rPr>
        <w:t>،</w:t>
      </w:r>
      <w:r w:rsidRPr="00464303">
        <w:rPr>
          <w:rtl/>
        </w:rPr>
        <w:t xml:space="preserve"> تحمينا ونحميها في واقع الجيرة</w:t>
      </w:r>
      <w:r w:rsidR="00F13C51">
        <w:rPr>
          <w:rtl/>
        </w:rPr>
        <w:t>،</w:t>
      </w:r>
      <w:r w:rsidRPr="00464303">
        <w:rPr>
          <w:rtl/>
        </w:rPr>
        <w:t xml:space="preserve"> وفي حقيقة البناء والإيجاب</w:t>
      </w:r>
      <w:r w:rsidR="00F13C51">
        <w:rPr>
          <w:rtl/>
        </w:rPr>
        <w:t>،</w:t>
      </w:r>
      <w:r w:rsidRPr="00464303">
        <w:rPr>
          <w:rtl/>
        </w:rPr>
        <w:t xml:space="preserve"> ولكنَّنا لم نُصدِّر رسالة تُعتبر الفارسيَّ أبا لؤلؤة عِلجاً مِن العُلوج</w:t>
      </w:r>
      <w:r w:rsidR="00F13C51">
        <w:rPr>
          <w:rtl/>
        </w:rPr>
        <w:t>،</w:t>
      </w:r>
      <w:r w:rsidRPr="00464303">
        <w:rPr>
          <w:rtl/>
        </w:rPr>
        <w:t xml:space="preserve"> فإذا كانت الطعنة مزَّقت أمعاءه</w:t>
      </w:r>
      <w:r w:rsidR="00F13C51">
        <w:rPr>
          <w:rtl/>
        </w:rPr>
        <w:t>؛</w:t>
      </w:r>
      <w:r w:rsidRPr="00464303">
        <w:rPr>
          <w:rtl/>
        </w:rPr>
        <w:t xml:space="preserve"> فلأنَّه هو بالذات قد سلَّمه ا</w:t>
      </w:r>
      <w:r w:rsidR="002C2DD7">
        <w:rPr>
          <w:rtl/>
        </w:rPr>
        <w:t>لمـَ</w:t>
      </w:r>
      <w:r w:rsidRPr="00464303">
        <w:rPr>
          <w:rtl/>
        </w:rPr>
        <w:t>دْية التي طعنه بها</w:t>
      </w:r>
      <w:r w:rsidR="00F13C51">
        <w:rPr>
          <w:rtl/>
        </w:rPr>
        <w:t>،</w:t>
      </w:r>
      <w:r w:rsidRPr="00464303">
        <w:rPr>
          <w:rtl/>
        </w:rPr>
        <w:t xml:space="preserve"> وهي ذاتها التي سلَّح بها أبا طلحة</w:t>
      </w:r>
      <w:r w:rsidR="00F13C51">
        <w:rPr>
          <w:rtl/>
        </w:rPr>
        <w:t>،</w:t>
      </w:r>
      <w:r w:rsidRPr="00464303">
        <w:rPr>
          <w:rtl/>
        </w:rPr>
        <w:t xml:space="preserve"> ليُعلِّمنا</w:t>
      </w:r>
      <w:r w:rsidR="00F13C51">
        <w:rPr>
          <w:rtl/>
        </w:rPr>
        <w:t xml:space="preserve"> - </w:t>
      </w:r>
      <w:r w:rsidRPr="00464303">
        <w:rPr>
          <w:rtl/>
        </w:rPr>
        <w:t>هذا</w:t>
      </w:r>
      <w:r w:rsidR="00F13C51">
        <w:rPr>
          <w:rtl/>
        </w:rPr>
        <w:t xml:space="preserve"> - </w:t>
      </w:r>
      <w:r w:rsidRPr="00464303">
        <w:rPr>
          <w:rtl/>
        </w:rPr>
        <w:t>أنَّ وصول خليفة النبي إلى السياسة والإدارة</w:t>
      </w:r>
      <w:r w:rsidR="00F13C51">
        <w:rPr>
          <w:rtl/>
        </w:rPr>
        <w:t>،</w:t>
      </w:r>
      <w:r w:rsidRPr="00464303">
        <w:rPr>
          <w:rtl/>
        </w:rPr>
        <w:t xml:space="preserve"> لا يتمُّ إلاَّ بضرب الأعناق بأمر يخرج مِن بين شَفتي عبد الرحمان بن عوف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الآن</w:t>
      </w:r>
      <w:r w:rsidR="00F13C51">
        <w:rPr>
          <w:rtl/>
        </w:rPr>
        <w:t>،</w:t>
      </w:r>
      <w:r w:rsidRPr="00464303">
        <w:rPr>
          <w:rtl/>
        </w:rPr>
        <w:t xml:space="preserve"> فإنَّ الأُمّة هي في أشدِّ الحاجة إلى مجلس استشاريٍّ موحَّد</w:t>
      </w:r>
      <w:r w:rsidR="00F13C51">
        <w:rPr>
          <w:rtl/>
        </w:rPr>
        <w:t>،</w:t>
      </w:r>
      <w:r w:rsidRPr="00464303">
        <w:rPr>
          <w:rtl/>
        </w:rPr>
        <w:t xml:space="preserve"> لقد عيَّنه وحده صاحب المشيئة</w:t>
      </w:r>
      <w:r w:rsidR="00F13C51">
        <w:rPr>
          <w:rtl/>
        </w:rPr>
        <w:t>،</w:t>
      </w:r>
      <w:r w:rsidRPr="00464303">
        <w:rPr>
          <w:rtl/>
        </w:rPr>
        <w:t xml:space="preserve"> دونما حاجة مُطلقاً إلى استشارة شيوخ قبائل الأمس</w:t>
      </w:r>
      <w:r w:rsidR="00F13C51">
        <w:rPr>
          <w:rtl/>
        </w:rPr>
        <w:t>،</w:t>
      </w:r>
      <w:r w:rsidRPr="00464303">
        <w:rPr>
          <w:rtl/>
        </w:rPr>
        <w:t xml:space="preserve"> وإلاَّ فإنَّ الغِبار سيخنق الجوَّ</w:t>
      </w:r>
      <w:r w:rsidR="00F13C51">
        <w:rPr>
          <w:rtl/>
        </w:rPr>
        <w:t>،</w:t>
      </w:r>
      <w:r w:rsidRPr="00464303">
        <w:rPr>
          <w:rtl/>
        </w:rPr>
        <w:t xml:space="preserve"> ويشلُّ العيون إلاَّ مِن حَكِّها وهي في عُماها الأحمر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لم يكن المجلس الاستشاري هذا بحاجة إلاَّ إلى عمر بن الخطاب يدسُّ في الكرسي أبا بكر</w:t>
      </w:r>
      <w:r w:rsidR="00F13C51">
        <w:rPr>
          <w:rtl/>
        </w:rPr>
        <w:t>،</w:t>
      </w:r>
      <w:r w:rsidRPr="00464303">
        <w:rPr>
          <w:rtl/>
        </w:rPr>
        <w:t xml:space="preserve"> ولا إلى أبي بكر يعود فيطويها على وِرْكَي عمر</w:t>
      </w:r>
      <w:r w:rsidR="00F13C51">
        <w:rPr>
          <w:rtl/>
        </w:rPr>
        <w:t>،</w:t>
      </w:r>
      <w:r w:rsidRPr="00464303">
        <w:rPr>
          <w:rtl/>
        </w:rPr>
        <w:t xml:space="preserve"> ولا إلى عمر ( يتصبيَن ) بها في حِضن ابن عوف</w:t>
      </w:r>
      <w:r w:rsidR="00F13C51">
        <w:rPr>
          <w:rtl/>
        </w:rPr>
        <w:t>،</w:t>
      </w:r>
      <w:r w:rsidRPr="00464303">
        <w:rPr>
          <w:rtl/>
        </w:rPr>
        <w:t xml:space="preserve"> ولا إلى ابن عوف يَعيف نفسه منها ليهبها</w:t>
      </w:r>
      <w:r w:rsidR="00F13C51">
        <w:rPr>
          <w:rtl/>
        </w:rPr>
        <w:t xml:space="preserve"> - </w:t>
      </w:r>
      <w:r w:rsidRPr="00464303">
        <w:rPr>
          <w:rtl/>
        </w:rPr>
        <w:t>كأنَّها بقرة حلوب</w:t>
      </w:r>
      <w:r w:rsidR="00F13C51">
        <w:rPr>
          <w:rtl/>
        </w:rPr>
        <w:t xml:space="preserve"> - </w:t>
      </w:r>
      <w:r w:rsidRPr="00464303">
        <w:rPr>
          <w:rtl/>
        </w:rPr>
        <w:t>لعثمان بن عفَّان</w:t>
      </w:r>
      <w:r w:rsidR="00F13C51">
        <w:rPr>
          <w:rtl/>
        </w:rPr>
        <w:t>،</w:t>
      </w:r>
      <w:r w:rsidRPr="00464303">
        <w:rPr>
          <w:rtl/>
        </w:rPr>
        <w:t xml:space="preserve"> فيُمسكها هذا بقَرنيها ليتعلَّق بأثدائها يميناً وشمالاً ومِن الخَلف مروان بن الحَكم</w:t>
      </w:r>
      <w:r w:rsidR="00F13C51">
        <w:rPr>
          <w:rtl/>
        </w:rPr>
        <w:t>،</w:t>
      </w:r>
      <w:r w:rsidRPr="00464303">
        <w:rPr>
          <w:rtl/>
        </w:rPr>
        <w:t xml:space="preserve"> وعمرو بن العاص</w:t>
      </w:r>
      <w:r w:rsidR="00F13C51">
        <w:rPr>
          <w:rtl/>
        </w:rPr>
        <w:t>،</w:t>
      </w:r>
      <w:r w:rsidRPr="00464303">
        <w:rPr>
          <w:rtl/>
        </w:rPr>
        <w:t xml:space="preserve"> وآخر هو أدهى الدُّهاة في عمليَّة الحَلْب والصَّرِّ</w:t>
      </w:r>
      <w:r w:rsidR="00F13C51">
        <w:rPr>
          <w:rtl/>
        </w:rPr>
        <w:t>،</w:t>
      </w:r>
      <w:r w:rsidRPr="00464303">
        <w:rPr>
          <w:rtl/>
        </w:rPr>
        <w:t xml:space="preserve"> اسمه</w:t>
      </w:r>
      <w:r w:rsidR="00F13C51">
        <w:rPr>
          <w:rtl/>
        </w:rPr>
        <w:t xml:space="preserve"> - </w:t>
      </w:r>
      <w:r w:rsidRPr="00464303">
        <w:rPr>
          <w:rtl/>
        </w:rPr>
        <w:t>فقط</w:t>
      </w:r>
      <w:r w:rsidR="00F13C51">
        <w:rPr>
          <w:rtl/>
        </w:rPr>
        <w:t xml:space="preserve"> - </w:t>
      </w:r>
      <w:r w:rsidRPr="00464303">
        <w:rPr>
          <w:rtl/>
        </w:rPr>
        <w:t>مُعاوية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الأُقنوم الواحد</w:t>
      </w:r>
      <w:r w:rsidR="00F13C51">
        <w:rPr>
          <w:rtl/>
        </w:rPr>
        <w:t>،</w:t>
      </w:r>
      <w:r w:rsidRPr="00464303">
        <w:rPr>
          <w:rtl/>
        </w:rPr>
        <w:t xml:space="preserve"> فهو الذي عرض اللُّعبة عليه عبد الرحمان بن عوف</w:t>
      </w:r>
      <w:r w:rsidR="00F13C51">
        <w:rPr>
          <w:rtl/>
        </w:rPr>
        <w:t>،</w:t>
      </w:r>
      <w:r w:rsidRPr="00464303">
        <w:rPr>
          <w:rtl/>
        </w:rPr>
        <w:t xml:space="preserve"> وهو يطرح الخلافة عليه والمشروطة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( العمل بموجب كتاب الله</w:t>
      </w:r>
      <w:r w:rsidR="00F13C51">
        <w:rPr>
          <w:rtl/>
        </w:rPr>
        <w:t>،</w:t>
      </w:r>
      <w:r w:rsidRPr="00464303">
        <w:rPr>
          <w:rtl/>
        </w:rPr>
        <w:t xml:space="preserve"> وسنَّة نبيِّه</w:t>
      </w:r>
      <w:r w:rsidR="00F13C51">
        <w:rPr>
          <w:rtl/>
        </w:rPr>
        <w:t>،</w:t>
      </w:r>
      <w:r w:rsidRPr="00464303">
        <w:rPr>
          <w:rtl/>
        </w:rPr>
        <w:t xml:space="preserve"> وبموجب كلِّ تشريع سَنَّه الشيخان</w:t>
      </w:r>
      <w:r w:rsidR="00F13C51">
        <w:rPr>
          <w:rtl/>
        </w:rPr>
        <w:t>:</w:t>
      </w:r>
      <w:r w:rsidRPr="00464303">
        <w:rPr>
          <w:rtl/>
        </w:rPr>
        <w:t xml:space="preserve"> أبو بكر وعمر )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لقد تعب الإمام علي وهو يشرح</w:t>
      </w:r>
      <w:r w:rsidR="00F13C51">
        <w:rPr>
          <w:rtl/>
        </w:rPr>
        <w:t>،</w:t>
      </w:r>
      <w:r w:rsidRPr="00464303">
        <w:rPr>
          <w:rtl/>
        </w:rPr>
        <w:t xml:space="preserve"> لقد انتبه عندما سكت</w:t>
      </w:r>
      <w:r w:rsidR="00F13C51">
        <w:rPr>
          <w:rtl/>
        </w:rPr>
        <w:t>،</w:t>
      </w:r>
      <w:r w:rsidRPr="00464303">
        <w:rPr>
          <w:rtl/>
        </w:rPr>
        <w:t xml:space="preserve"> أنَّ أحداً مِن ابنيه لم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lastRenderedPageBreak/>
        <w:t>يعترضه</w:t>
      </w:r>
      <w:r w:rsidR="00F13C51">
        <w:rPr>
          <w:rtl/>
        </w:rPr>
        <w:t>،</w:t>
      </w:r>
      <w:r w:rsidRPr="00464303">
        <w:rPr>
          <w:rtl/>
        </w:rPr>
        <w:t xml:space="preserve"> لا بسؤال</w:t>
      </w:r>
      <w:r w:rsidR="00F13C51">
        <w:rPr>
          <w:rtl/>
        </w:rPr>
        <w:t>،</w:t>
      </w:r>
      <w:r w:rsidRPr="00464303">
        <w:rPr>
          <w:rtl/>
        </w:rPr>
        <w:t xml:space="preserve"> ولا بتعليق</w:t>
      </w:r>
      <w:r w:rsidR="00F13C51">
        <w:rPr>
          <w:rtl/>
        </w:rPr>
        <w:t>،</w:t>
      </w:r>
      <w:r w:rsidRPr="00464303">
        <w:rPr>
          <w:rtl/>
        </w:rPr>
        <w:t xml:space="preserve"> ولا بأيٍّ نَفَسٍ</w:t>
      </w:r>
      <w:r w:rsidR="00F13C51">
        <w:rPr>
          <w:rtl/>
        </w:rPr>
        <w:t>؛</w:t>
      </w:r>
      <w:r w:rsidRPr="00464303">
        <w:rPr>
          <w:rtl/>
        </w:rPr>
        <w:t xml:space="preserve"> فاستفهم بعينيه</w:t>
      </w:r>
      <w:r w:rsidR="00F13C51">
        <w:rPr>
          <w:rtl/>
        </w:rPr>
        <w:t>،</w:t>
      </w:r>
      <w:r w:rsidRPr="00464303">
        <w:rPr>
          <w:rtl/>
        </w:rPr>
        <w:t xml:space="preserve"> وفهم الحسن القصد فأسرع وقال</w:t>
      </w:r>
      <w:r w:rsidR="00F13C51">
        <w:rPr>
          <w:rtl/>
        </w:rPr>
        <w:t>:</w:t>
      </w:r>
      <w:r w:rsidRPr="00464303">
        <w:rPr>
          <w:rtl/>
        </w:rPr>
        <w:t xml:space="preserve"> </w:t>
      </w:r>
    </w:p>
    <w:p w:rsidR="003A7CC2" w:rsidRPr="003A7CC2" w:rsidRDefault="003A7CC2" w:rsidP="003A7CC2">
      <w:pPr>
        <w:pStyle w:val="libNormal0"/>
        <w:rPr>
          <w:rtl/>
        </w:rPr>
      </w:pPr>
      <w:r w:rsidRPr="00464303">
        <w:rPr>
          <w:rtl/>
        </w:rPr>
        <w:t>كنت معك</w:t>
      </w:r>
      <w:r w:rsidR="00F13C51">
        <w:rPr>
          <w:rtl/>
        </w:rPr>
        <w:t>،</w:t>
      </w:r>
      <w:r w:rsidRPr="00464303">
        <w:rPr>
          <w:rtl/>
        </w:rPr>
        <w:t xml:space="preserve"> هنالك في الجلسة الملعب</w:t>
      </w:r>
      <w:r w:rsidR="00F13C51">
        <w:rPr>
          <w:rtl/>
        </w:rPr>
        <w:t>،</w:t>
      </w:r>
      <w:r w:rsidRPr="00464303">
        <w:rPr>
          <w:rtl/>
        </w:rPr>
        <w:t xml:space="preserve"> وهنا في الشرح الأشهب</w:t>
      </w:r>
      <w:r w:rsidR="00F13C51">
        <w:rPr>
          <w:rtl/>
        </w:rPr>
        <w:t>،</w:t>
      </w:r>
      <w:r w:rsidRPr="00464303">
        <w:rPr>
          <w:rtl/>
        </w:rPr>
        <w:t xml:space="preserve"> لم تفتني حاشية واحدة مِن حواشي ا</w:t>
      </w:r>
      <w:r w:rsidR="002C2DD7">
        <w:rPr>
          <w:rtl/>
        </w:rPr>
        <w:t>لمـَ</w:t>
      </w:r>
      <w:r w:rsidRPr="00464303">
        <w:rPr>
          <w:rtl/>
        </w:rPr>
        <w:t>هزلة</w:t>
      </w:r>
      <w:r w:rsidR="00F13C51">
        <w:rPr>
          <w:rtl/>
        </w:rPr>
        <w:t>،</w:t>
      </w:r>
      <w:r w:rsidRPr="00464303">
        <w:rPr>
          <w:rtl/>
        </w:rPr>
        <w:t xml:space="preserve"> لكنِّي أُدرك</w:t>
      </w:r>
      <w:r w:rsidR="00F13C51">
        <w:rPr>
          <w:rtl/>
        </w:rPr>
        <w:t xml:space="preserve"> - </w:t>
      </w:r>
      <w:r w:rsidRPr="00464303">
        <w:rPr>
          <w:rtl/>
        </w:rPr>
        <w:t>الآن</w:t>
      </w:r>
      <w:r w:rsidR="00F13C51">
        <w:rPr>
          <w:rtl/>
        </w:rPr>
        <w:t xml:space="preserve"> - </w:t>
      </w:r>
      <w:r w:rsidRPr="00464303">
        <w:rPr>
          <w:rtl/>
        </w:rPr>
        <w:t>أنَّنا لم نتوفَّق أبداً بَعْدُ في توسيع رئتي أُمَّتنا</w:t>
      </w:r>
      <w:r w:rsidR="00F13C51">
        <w:rPr>
          <w:rtl/>
        </w:rPr>
        <w:t>،</w:t>
      </w:r>
      <w:r w:rsidRPr="00464303">
        <w:rPr>
          <w:rtl/>
        </w:rPr>
        <w:t xml:space="preserve"> حتَّى تعرف كيف تتنفَّس</w:t>
      </w:r>
      <w:r w:rsidR="00F13C51">
        <w:rPr>
          <w:rtl/>
        </w:rPr>
        <w:t>،</w:t>
      </w:r>
      <w:r w:rsidRPr="00464303">
        <w:rPr>
          <w:rtl/>
        </w:rPr>
        <w:t xml:space="preserve"> لهذا كان التمثيل عليها هو في مفعوله الجاري</w:t>
      </w:r>
      <w:r w:rsidR="00106DAF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أَحبُّ إليَّ الآن أنْ أتمنَّى عليك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أنْ تبقى مُعتكفاً في بُرجك الكبير</w:t>
      </w:r>
      <w:r w:rsidR="00F13C51">
        <w:rPr>
          <w:rtl/>
        </w:rPr>
        <w:t>،</w:t>
      </w:r>
      <w:r w:rsidRPr="00464303">
        <w:rPr>
          <w:rtl/>
        </w:rPr>
        <w:t xml:space="preserve"> أليست لك الساعة التي يرغب هؤلاء القوم أنْ تصمت</w:t>
      </w:r>
      <w:r w:rsidR="00106DAF">
        <w:rPr>
          <w:rtl/>
        </w:rPr>
        <w:t>؟</w:t>
      </w:r>
      <w:r w:rsidRPr="00464303">
        <w:rPr>
          <w:rtl/>
        </w:rPr>
        <w:t>! وهي التي لن تصمت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وقال الحسين</w:t>
      </w:r>
      <w:r w:rsidR="00F13C51">
        <w:rPr>
          <w:rtl/>
        </w:rPr>
        <w:t>،</w:t>
      </w:r>
      <w:r w:rsidRPr="00464303">
        <w:rPr>
          <w:rtl/>
        </w:rPr>
        <w:t xml:space="preserve"> وفي صوته أنَّة مِن جَزعٍ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وأنا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أرى أخي الحسن مُصيباً في تشبيهه أُمَّة جَدِّي بالرئة التي لم تتوسَّع بَعْدُ للتنفُّس</w:t>
      </w:r>
      <w:r w:rsidR="00F13C51">
        <w:rPr>
          <w:rtl/>
        </w:rPr>
        <w:t>،</w:t>
      </w:r>
      <w:r w:rsidRPr="00464303">
        <w:rPr>
          <w:rtl/>
        </w:rPr>
        <w:t xml:space="preserve"> هذا صحيح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لو أنَّ رِئتها أصبحت أوسع</w:t>
      </w:r>
      <w:r w:rsidR="00F13C51">
        <w:rPr>
          <w:rtl/>
        </w:rPr>
        <w:t>،</w:t>
      </w:r>
      <w:r w:rsidRPr="00464303">
        <w:rPr>
          <w:rtl/>
        </w:rPr>
        <w:t xml:space="preserve"> فهل كان لابن عوف أنْ يُقرِّر</w:t>
      </w:r>
      <w:r w:rsidR="00C327EB">
        <w:rPr>
          <w:rtl/>
        </w:rPr>
        <w:t>.</w:t>
      </w:r>
      <w:r w:rsidRPr="00464303">
        <w:rPr>
          <w:rtl/>
        </w:rPr>
        <w:t xml:space="preserve"> ولأبي طلحة أنْ يُبيِّضَ</w:t>
      </w:r>
      <w:r w:rsidR="00106DAF">
        <w:rPr>
          <w:rtl/>
        </w:rPr>
        <w:t>؟</w:t>
      </w:r>
      <w:r w:rsidRPr="00464303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سيكون لنا</w:t>
      </w:r>
      <w:r w:rsidR="00F13C51">
        <w:rPr>
          <w:rtl/>
        </w:rPr>
        <w:t xml:space="preserve"> - </w:t>
      </w:r>
      <w:r w:rsidRPr="00464303">
        <w:rPr>
          <w:rtl/>
        </w:rPr>
        <w:t>يا أبي</w:t>
      </w:r>
      <w:r w:rsidR="00F13C51">
        <w:rPr>
          <w:rtl/>
        </w:rPr>
        <w:t xml:space="preserve"> - </w:t>
      </w:r>
      <w:r w:rsidRPr="00464303">
        <w:rPr>
          <w:rtl/>
        </w:rPr>
        <w:t>أنْ يَبْيضُّ السيف بيدنا</w:t>
      </w:r>
      <w:r w:rsidR="00F13C51">
        <w:rPr>
          <w:rtl/>
        </w:rPr>
        <w:t xml:space="preserve"> - </w:t>
      </w:r>
      <w:r w:rsidRPr="00464303">
        <w:rPr>
          <w:rtl/>
        </w:rPr>
        <w:t>سيفنا نحن</w:t>
      </w:r>
      <w:r w:rsidR="00F13C51">
        <w:rPr>
          <w:rtl/>
        </w:rPr>
        <w:t xml:space="preserve"> - </w:t>
      </w:r>
      <w:r w:rsidRPr="00464303">
        <w:rPr>
          <w:rtl/>
        </w:rPr>
        <w:t>في سبيل أنْ نوسِّع رِئة الأُمَّة</w:t>
      </w:r>
      <w:r w:rsidR="00F13C51">
        <w:rPr>
          <w:rtl/>
        </w:rPr>
        <w:t>،</w:t>
      </w:r>
      <w:r w:rsidRPr="00464303">
        <w:rPr>
          <w:rtl/>
        </w:rPr>
        <w:t xml:space="preserve"> التي هي أُمَّة جَدِّي</w:t>
      </w:r>
      <w:r w:rsidR="00106DAF">
        <w:rPr>
          <w:rtl/>
        </w:rPr>
        <w:t>!</w:t>
      </w:r>
      <w:r w:rsidRPr="00464303">
        <w:rPr>
          <w:rtl/>
        </w:rPr>
        <w:t>!!</w:t>
      </w:r>
      <w:r w:rsidR="00C327EB">
        <w:rPr>
          <w:rtl/>
        </w:rPr>
        <w:t>.</w:t>
      </w:r>
    </w:p>
    <w:p w:rsidR="003A7CC2" w:rsidRPr="00A37385" w:rsidRDefault="003A7CC2" w:rsidP="00F13C51">
      <w:pPr>
        <w:pStyle w:val="libNormal"/>
        <w:rPr>
          <w:rtl/>
        </w:rPr>
      </w:pPr>
      <w:r w:rsidRPr="00464303">
        <w:rPr>
          <w:rtl/>
        </w:rPr>
        <w:t>يا للرسالة</w:t>
      </w:r>
      <w:r w:rsidR="00106DAF">
        <w:rPr>
          <w:rtl/>
        </w:rPr>
        <w:t>!</w:t>
      </w:r>
      <w:r w:rsidRPr="00464303">
        <w:rPr>
          <w:rtl/>
        </w:rPr>
        <w:t xml:space="preserve"> يدَّعي صيانتها ابن عفَّان</w:t>
      </w:r>
      <w:r w:rsidR="00F13C51">
        <w:rPr>
          <w:rtl/>
        </w:rPr>
        <w:t>،</w:t>
      </w:r>
      <w:r w:rsidRPr="00464303">
        <w:rPr>
          <w:rtl/>
        </w:rPr>
        <w:t xml:space="preserve"> وابن عوف</w:t>
      </w:r>
      <w:r w:rsidR="00F13C51">
        <w:rPr>
          <w:rtl/>
        </w:rPr>
        <w:t>،</w:t>
      </w:r>
      <w:r w:rsidRPr="00464303">
        <w:rPr>
          <w:rtl/>
        </w:rPr>
        <w:t xml:space="preserve"> أبو طلحة</w:t>
      </w:r>
      <w:r w:rsidR="00106DAF">
        <w:rPr>
          <w:rtl/>
        </w:rPr>
        <w:t>!</w:t>
      </w:r>
      <w:r w:rsidRPr="00464303">
        <w:rPr>
          <w:rtl/>
        </w:rPr>
        <w:t>!! ليت لي سِتَّة أعناق أُفجرِّها أوردة في سبيل استرداد شَجرة الأراك</w:t>
      </w:r>
      <w:r w:rsidR="00F13C51">
        <w:rPr>
          <w:rtl/>
        </w:rPr>
        <w:t>،</w:t>
      </w:r>
      <w:r w:rsidRPr="00464303">
        <w:rPr>
          <w:rtl/>
        </w:rPr>
        <w:t xml:space="preserve"> التي كان يتظلَّل بها جَدِّي وأبي</w:t>
      </w:r>
      <w:r w:rsidR="00F13C51">
        <w:rPr>
          <w:rtl/>
        </w:rPr>
        <w:t>،</w:t>
      </w:r>
      <w:r w:rsidRPr="00464303">
        <w:rPr>
          <w:rtl/>
        </w:rPr>
        <w:t xml:space="preserve"> وأُمِّي وأخي الحسن</w:t>
      </w:r>
      <w:r w:rsidR="00F13C51">
        <w:rPr>
          <w:rtl/>
        </w:rPr>
        <w:t>،</w:t>
      </w:r>
      <w:r w:rsidRPr="00464303">
        <w:rPr>
          <w:rtl/>
        </w:rPr>
        <w:t xml:space="preserve"> وأنا</w:t>
      </w:r>
      <w:r w:rsidR="00F13C51">
        <w:rPr>
          <w:rtl/>
        </w:rPr>
        <w:t xml:space="preserve"> - </w:t>
      </w:r>
      <w:r w:rsidRPr="00464303">
        <w:rPr>
          <w:rtl/>
        </w:rPr>
        <w:t>الحسين</w:t>
      </w:r>
      <w:r w:rsidR="00F13C51">
        <w:rPr>
          <w:rtl/>
        </w:rPr>
        <w:t xml:space="preserve"> -</w:t>
      </w:r>
      <w:r w:rsidR="00106DAF">
        <w:rPr>
          <w:rtl/>
        </w:rPr>
        <w:t>!</w:t>
      </w:r>
      <w:r w:rsidRPr="00464303">
        <w:rPr>
          <w:rtl/>
        </w:rPr>
        <w:t>!!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ما قلَّ تخوُّف الإمام عليٍّ مِن وصول الحُكم إلى عثمان بن عفَّان</w:t>
      </w:r>
      <w:r w:rsidR="00F13C51">
        <w:rPr>
          <w:rtl/>
        </w:rPr>
        <w:t>،</w:t>
      </w:r>
      <w:r w:rsidRPr="00464303">
        <w:rPr>
          <w:rtl/>
        </w:rPr>
        <w:t xml:space="preserve"> ولقد تكشَّف لأهل البيت سوء النيَّة التي عالج بها عمر بن الخطاب قضيَّة الخلافة</w:t>
      </w:r>
      <w:r w:rsidR="00C327EB">
        <w:rPr>
          <w:rtl/>
        </w:rPr>
        <w:t>.</w:t>
      </w:r>
      <w:r w:rsidRPr="00464303">
        <w:rPr>
          <w:rtl/>
        </w:rPr>
        <w:t xml:space="preserve"> لم تكن التقوى</w:t>
      </w:r>
      <w:r w:rsidR="00F13C51">
        <w:rPr>
          <w:rtl/>
        </w:rPr>
        <w:t>،</w:t>
      </w:r>
      <w:r w:rsidRPr="00464303">
        <w:rPr>
          <w:rtl/>
        </w:rPr>
        <w:t xml:space="preserve"> ولا الغيرة على الرسالة</w:t>
      </w:r>
      <w:r w:rsidR="00F13C51">
        <w:rPr>
          <w:rtl/>
        </w:rPr>
        <w:t>،</w:t>
      </w:r>
      <w:r w:rsidRPr="00464303">
        <w:rPr>
          <w:rtl/>
        </w:rPr>
        <w:t xml:space="preserve"> هما الدافعتاه إلى الاهتمام بأُمور المسلمين</w:t>
      </w:r>
      <w:r w:rsidR="00F13C51">
        <w:rPr>
          <w:rtl/>
        </w:rPr>
        <w:t>،</w:t>
      </w:r>
      <w:r w:rsidRPr="00464303">
        <w:rPr>
          <w:rtl/>
        </w:rPr>
        <w:t xml:space="preserve"> ولكنَّه تسربل بهما ومشى قُدَّاماً</w:t>
      </w:r>
      <w:r w:rsidR="00F13C51">
        <w:rPr>
          <w:rtl/>
        </w:rPr>
        <w:t xml:space="preserve"> - </w:t>
      </w:r>
      <w:r w:rsidRPr="00464303">
        <w:rPr>
          <w:rtl/>
        </w:rPr>
        <w:t>كما يتبيَّن لنا مِن التحليلات السابقة</w:t>
      </w:r>
      <w:r w:rsidR="00F13C51">
        <w:rPr>
          <w:rtl/>
        </w:rPr>
        <w:t xml:space="preserve"> - </w:t>
      </w:r>
      <w:r w:rsidRPr="00464303">
        <w:rPr>
          <w:rtl/>
        </w:rPr>
        <w:t>إلى التطبيق</w:t>
      </w:r>
      <w:r w:rsidR="00F13C51">
        <w:rPr>
          <w:rtl/>
        </w:rPr>
        <w:t>،</w:t>
      </w:r>
      <w:r w:rsidRPr="00464303">
        <w:rPr>
          <w:rtl/>
        </w:rPr>
        <w:t xml:space="preserve"> وكانت الخلافة الأُولى لأبي بكر</w:t>
      </w:r>
      <w:r w:rsidR="00F13C51">
        <w:rPr>
          <w:rtl/>
        </w:rPr>
        <w:t>،</w:t>
      </w:r>
      <w:r w:rsidRPr="00464303">
        <w:rPr>
          <w:rtl/>
        </w:rPr>
        <w:t xml:space="preserve"> ورُدَّت إليه في الثانية</w:t>
      </w:r>
      <w:r w:rsidR="00F13C51">
        <w:rPr>
          <w:rtl/>
        </w:rPr>
        <w:t>،</w:t>
      </w:r>
      <w:r w:rsidRPr="00464303">
        <w:rPr>
          <w:rtl/>
        </w:rPr>
        <w:t xml:space="preserve"> حتَّى كانت الثالثة هذه في إيصالها إلى عثمان</w:t>
      </w:r>
      <w:r w:rsidR="00F13C51">
        <w:rPr>
          <w:rtl/>
        </w:rPr>
        <w:t>،</w:t>
      </w:r>
      <w:r w:rsidRPr="00464303">
        <w:rPr>
          <w:rtl/>
        </w:rPr>
        <w:t xml:space="preserve"> فتكشَّفت بها ا</w:t>
      </w:r>
      <w:r w:rsidR="002C2DD7">
        <w:rPr>
          <w:rtl/>
        </w:rPr>
        <w:t>لمـُ</w:t>
      </w:r>
      <w:r w:rsidRPr="00464303">
        <w:rPr>
          <w:rtl/>
        </w:rPr>
        <w:t>خطَّطات عن المقاصد الموجَّهة بأحكام ضِدِّ أهل البيت</w:t>
      </w:r>
      <w:r w:rsidR="00F13C51">
        <w:rPr>
          <w:rtl/>
        </w:rPr>
        <w:t>،</w:t>
      </w:r>
      <w:r w:rsidRPr="00464303">
        <w:rPr>
          <w:rtl/>
        </w:rPr>
        <w:t xml:space="preserve"> في إبعادهم عن الحُكم وامتهانهم</w:t>
      </w:r>
      <w:r w:rsidR="00F13C51">
        <w:rPr>
          <w:rtl/>
        </w:rPr>
        <w:t>،</w:t>
      </w:r>
      <w:r w:rsidRPr="00464303">
        <w:rPr>
          <w:rtl/>
        </w:rPr>
        <w:t xml:space="preserve"> وإضعاف مركزهم الاجتماعيِّ وتذليلهم ما أمكن</w:t>
      </w:r>
      <w:r w:rsidR="00F13C51">
        <w:rPr>
          <w:rtl/>
        </w:rPr>
        <w:t>،</w:t>
      </w:r>
      <w:r w:rsidRPr="00464303">
        <w:rPr>
          <w:rtl/>
        </w:rPr>
        <w:t xml:space="preserve"> حتَّى إذا تكون إبادتهم مُمكنة</w:t>
      </w:r>
      <w:r w:rsidR="00F13C51">
        <w:rPr>
          <w:rtl/>
        </w:rPr>
        <w:t>،</w:t>
      </w:r>
      <w:r w:rsidRPr="00464303">
        <w:rPr>
          <w:rtl/>
        </w:rPr>
        <w:t xml:space="preserve"> فلا تحرُّج مِن ذلك</w:t>
      </w:r>
      <w:r w:rsidR="00C327EB">
        <w:rPr>
          <w:rtl/>
        </w:rPr>
        <w:t>.</w:t>
      </w:r>
      <w:r w:rsidRPr="00464303">
        <w:rPr>
          <w:rtl/>
        </w:rPr>
        <w:t xml:space="preserve"> إنَّنا نعلم</w:t>
      </w:r>
      <w:r w:rsidR="00F13C51">
        <w:rPr>
          <w:rtl/>
        </w:rPr>
        <w:t>،</w:t>
      </w:r>
      <w:r w:rsidRPr="00464303">
        <w:rPr>
          <w:rtl/>
        </w:rPr>
        <w:t xml:space="preserve"> والتاريخ أيضاً يعلم</w:t>
      </w:r>
      <w:r w:rsidR="00F13C51">
        <w:rPr>
          <w:rtl/>
        </w:rPr>
        <w:t>،</w:t>
      </w:r>
      <w:r w:rsidRPr="00464303">
        <w:rPr>
          <w:rtl/>
        </w:rPr>
        <w:t xml:space="preserve"> كمْ هي مُجرمة حزازات تلك الأيَّام</w:t>
      </w:r>
      <w:r w:rsidR="00F13C51">
        <w:rPr>
          <w:rtl/>
        </w:rPr>
        <w:t>،</w:t>
      </w:r>
      <w:r w:rsidRPr="00464303">
        <w:rPr>
          <w:rtl/>
        </w:rPr>
        <w:t xml:space="preserve"> التي كان الإسلام جاهداً في تخليص ا</w:t>
      </w:r>
      <w:r w:rsidR="002C2DD7">
        <w:rPr>
          <w:rtl/>
        </w:rPr>
        <w:t>لمـُ</w:t>
      </w:r>
      <w:r w:rsidRPr="00464303">
        <w:rPr>
          <w:rtl/>
        </w:rPr>
        <w:t>جتمع من همجيَّتها</w:t>
      </w:r>
      <w:r w:rsidR="00F13C51">
        <w:rPr>
          <w:rtl/>
        </w:rPr>
        <w:t>،</w:t>
      </w:r>
      <w:r w:rsidRPr="00464303">
        <w:rPr>
          <w:rtl/>
        </w:rPr>
        <w:t xml:space="preserve"> لقد كانت هنالك ا</w:t>
      </w:r>
      <w:r w:rsidR="002C2DD7">
        <w:rPr>
          <w:rtl/>
        </w:rPr>
        <w:t>لمـُ</w:t>
      </w:r>
      <w:r w:rsidRPr="00464303">
        <w:rPr>
          <w:rtl/>
        </w:rPr>
        <w:t>نافسات الحاقدة</w:t>
      </w:r>
      <w:r w:rsidR="00F13C51">
        <w:rPr>
          <w:rtl/>
        </w:rPr>
        <w:t>،</w:t>
      </w:r>
      <w:r w:rsidRPr="00464303">
        <w:rPr>
          <w:rtl/>
        </w:rPr>
        <w:t xml:space="preserve"> لا تتورَّع عن مَدِّ الأيدي إلى صدر ا</w:t>
      </w:r>
      <w:r w:rsidR="002C2DD7">
        <w:rPr>
          <w:rtl/>
        </w:rPr>
        <w:t>لمـَ</w:t>
      </w:r>
      <w:r w:rsidRPr="00464303">
        <w:rPr>
          <w:rtl/>
        </w:rPr>
        <w:t>غدور ونشل الكبد منه</w:t>
      </w:r>
      <w:r w:rsidR="00F13C51">
        <w:rPr>
          <w:rtl/>
        </w:rPr>
        <w:t>،</w:t>
      </w:r>
      <w:r w:rsidRPr="00464303">
        <w:rPr>
          <w:rtl/>
        </w:rPr>
        <w:t xml:space="preserve"> ونهشها بالأسنان</w:t>
      </w:r>
      <w:r w:rsidR="00106DAF">
        <w:rPr>
          <w:rtl/>
        </w:rPr>
        <w:t>!</w:t>
      </w:r>
      <w:r w:rsidRPr="00464303">
        <w:rPr>
          <w:rtl/>
        </w:rPr>
        <w:t>!! إنَّها مشهورة في التاريخ تلك المرأة</w:t>
      </w:r>
      <w:r w:rsidR="00F13C51">
        <w:rPr>
          <w:rtl/>
        </w:rPr>
        <w:t>،</w:t>
      </w:r>
      <w:r w:rsidRPr="00464303">
        <w:rPr>
          <w:rtl/>
        </w:rPr>
        <w:t xml:space="preserve"> وما أنف التخلُّص مٍن ذكر اسمها</w:t>
      </w:r>
      <w:r w:rsidR="00F13C51">
        <w:rPr>
          <w:rtl/>
        </w:rPr>
        <w:t>،</w:t>
      </w:r>
      <w:r w:rsidRPr="00464303">
        <w:rPr>
          <w:rtl/>
        </w:rPr>
        <w:t xml:space="preserve"> إنَّها آكلة الأكباد</w:t>
      </w:r>
      <w:r w:rsidR="00106DAF">
        <w:rPr>
          <w:rtl/>
        </w:rPr>
        <w:t>!</w:t>
      </w:r>
      <w:r w:rsidRPr="00464303">
        <w:rPr>
          <w:rtl/>
        </w:rPr>
        <w:t>!!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ها هو عثمان بن عفَّان لا يتلابق مثل عمر</w:t>
      </w:r>
      <w:r w:rsidR="00F13C51">
        <w:rPr>
          <w:rtl/>
        </w:rPr>
        <w:t>،</w:t>
      </w:r>
      <w:r w:rsidRPr="00464303">
        <w:rPr>
          <w:rtl/>
        </w:rPr>
        <w:t xml:space="preserve"> ولا يقدر مثله أن يتداهى</w:t>
      </w:r>
      <w:r w:rsidR="00F13C51">
        <w:rPr>
          <w:rtl/>
        </w:rPr>
        <w:t>،</w:t>
      </w:r>
      <w:r w:rsidRPr="00464303">
        <w:rPr>
          <w:rtl/>
        </w:rPr>
        <w:t xml:space="preserve"> بلْ إنَّه يذهب رأساً إلى الغرض المقصود والمدروس والمدسوس</w:t>
      </w:r>
      <w:r w:rsidR="00F13C51">
        <w:rPr>
          <w:rtl/>
        </w:rPr>
        <w:t>:</w:t>
      </w:r>
      <w:r w:rsidRPr="00464303">
        <w:rPr>
          <w:rtl/>
        </w:rPr>
        <w:t xml:space="preserve"> هل يجوز أنْ يكون في الحُكم</w:t>
      </w:r>
      <w:r w:rsidR="00F13C51">
        <w:rPr>
          <w:rtl/>
        </w:rPr>
        <w:t>،</w:t>
      </w:r>
      <w:r w:rsidRPr="00464303">
        <w:rPr>
          <w:rtl/>
        </w:rPr>
        <w:t xml:space="preserve"> أو في أيِّ مركز مرموق مِن وظائف الدولة</w:t>
      </w:r>
      <w:r w:rsidR="00F13C51">
        <w:rPr>
          <w:rtl/>
        </w:rPr>
        <w:t>،</w:t>
      </w:r>
      <w:r w:rsidRPr="00464303">
        <w:rPr>
          <w:rtl/>
        </w:rPr>
        <w:t xml:space="preserve"> رجل طالبيٌّ</w:t>
      </w:r>
      <w:r w:rsidR="00F13C51">
        <w:rPr>
          <w:rtl/>
        </w:rPr>
        <w:t>،</w:t>
      </w:r>
      <w:r w:rsidRPr="00464303">
        <w:rPr>
          <w:rtl/>
        </w:rPr>
        <w:t xml:space="preserve"> أو أيٌّ مِمَّن يمتُّ بصِلَة إليهم</w:t>
      </w:r>
      <w:r w:rsidR="00106DAF">
        <w:rPr>
          <w:rtl/>
        </w:rPr>
        <w:t>؟</w:t>
      </w:r>
      <w:r w:rsidRPr="00464303">
        <w:rPr>
          <w:rtl/>
        </w:rPr>
        <w:t>! لا بلْ فليُضطهد الرجل أوْ فليُنكَّل به</w:t>
      </w:r>
      <w:r w:rsidR="00F13C51">
        <w:rPr>
          <w:rtl/>
        </w:rPr>
        <w:t>،</w:t>
      </w:r>
      <w:r w:rsidRPr="00464303">
        <w:rPr>
          <w:rtl/>
        </w:rPr>
        <w:t xml:space="preserve"> أو فليذوَّب في حرارة الشمس</w:t>
      </w:r>
      <w:r w:rsidR="00F13C51">
        <w:rPr>
          <w:rtl/>
        </w:rPr>
        <w:t>،</w:t>
      </w:r>
      <w:r w:rsidRPr="00464303">
        <w:rPr>
          <w:rtl/>
        </w:rPr>
        <w:t xml:space="preserve"> أو فليُنفَ إلى الربذة</w:t>
      </w:r>
      <w:r w:rsidR="00F13C51">
        <w:rPr>
          <w:rtl/>
        </w:rPr>
        <w:t>،</w:t>
      </w:r>
      <w:r w:rsidRPr="00464303">
        <w:rPr>
          <w:rtl/>
        </w:rPr>
        <w:t xml:space="preserve"> كما فُعِل بأبي ذر الغفاري</w:t>
      </w:r>
      <w:r w:rsidR="00F13C51">
        <w:rPr>
          <w:rtl/>
        </w:rPr>
        <w:t>،</w:t>
      </w:r>
      <w:r w:rsidRPr="00464303">
        <w:rPr>
          <w:rtl/>
        </w:rPr>
        <w:t xml:space="preserve"> وبغيره مِن الأعلام والأبرار</w:t>
      </w:r>
      <w:r w:rsidR="00106DAF">
        <w:rPr>
          <w:rtl/>
        </w:rPr>
        <w:t>!</w:t>
      </w:r>
      <w:r w:rsidRPr="00464303">
        <w:rPr>
          <w:rtl/>
        </w:rPr>
        <w:t xml:space="preserve"> هنالك تنتهي قضيَّة ا</w:t>
      </w:r>
      <w:r w:rsidR="002C2DD7">
        <w:rPr>
          <w:rtl/>
        </w:rPr>
        <w:t>لمـَ</w:t>
      </w:r>
      <w:r w:rsidRPr="00464303">
        <w:rPr>
          <w:rtl/>
        </w:rPr>
        <w:t>نفيِّ</w:t>
      </w:r>
      <w:r w:rsidR="00F13C51">
        <w:rPr>
          <w:rtl/>
        </w:rPr>
        <w:t>،</w:t>
      </w:r>
      <w:r w:rsidRPr="00464303">
        <w:rPr>
          <w:rtl/>
        </w:rPr>
        <w:t xml:space="preserve"> إنْ لم يكن بقساوة الحِرمان</w:t>
      </w:r>
      <w:r w:rsidR="00F13C51">
        <w:rPr>
          <w:rtl/>
        </w:rPr>
        <w:t>،</w:t>
      </w:r>
      <w:r w:rsidRPr="00464303">
        <w:rPr>
          <w:rtl/>
        </w:rPr>
        <w:t xml:space="preserve"> فبرَداءة شمس المكان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ما كانت خلافة عثمان بن عفَّان إلاَّ حُكما إرهابيَّاً جائراً ومُعالجَاً بدقَّة وقصد</w:t>
      </w:r>
      <w:r w:rsidR="00F13C51">
        <w:rPr>
          <w:rtl/>
        </w:rPr>
        <w:t>،</w:t>
      </w:r>
      <w:r w:rsidRPr="00464303">
        <w:rPr>
          <w:rtl/>
        </w:rPr>
        <w:t xml:space="preserve"> إنَّه التمهيد الفنِّي الكبير الموصل الأمويِّين إلى هذه الدسوت</w:t>
      </w:r>
      <w:r w:rsidR="00F13C51">
        <w:rPr>
          <w:rtl/>
        </w:rPr>
        <w:t>:</w:t>
      </w:r>
      <w:r w:rsidRPr="00464303">
        <w:rPr>
          <w:rtl/>
        </w:rPr>
        <w:t xml:space="preserve"> دَسْت القوَّة وا</w:t>
      </w:r>
      <w:r w:rsidR="002C2DD7">
        <w:rPr>
          <w:rtl/>
        </w:rPr>
        <w:t>لمـَ</w:t>
      </w:r>
      <w:r w:rsidRPr="00464303">
        <w:rPr>
          <w:rtl/>
        </w:rPr>
        <w:t>ناعة</w:t>
      </w:r>
      <w:r w:rsidR="00F13C51">
        <w:rPr>
          <w:rtl/>
        </w:rPr>
        <w:t>،</w:t>
      </w:r>
      <w:r w:rsidRPr="00464303">
        <w:rPr>
          <w:rtl/>
        </w:rPr>
        <w:t xml:space="preserve"> دَسْت الغنى والنفوذ</w:t>
      </w:r>
      <w:r w:rsidR="00F13C51">
        <w:rPr>
          <w:rtl/>
        </w:rPr>
        <w:t>،</w:t>
      </w:r>
      <w:r w:rsidRPr="00464303">
        <w:rPr>
          <w:rtl/>
        </w:rPr>
        <w:t xml:space="preserve"> دَسْت السياسة والتسلُّط</w:t>
      </w:r>
      <w:r w:rsidR="00F13C51">
        <w:rPr>
          <w:rtl/>
        </w:rPr>
        <w:t>،</w:t>
      </w:r>
      <w:r w:rsidRPr="00464303">
        <w:rPr>
          <w:rtl/>
        </w:rPr>
        <w:t xml:space="preserve"> دَسْت الخلافة والتبرُّج بها لتكون لُعبة مِن لُعب ا</w:t>
      </w:r>
      <w:r w:rsidR="002C2DD7">
        <w:rPr>
          <w:rtl/>
        </w:rPr>
        <w:t>لمـُ</w:t>
      </w:r>
      <w:r w:rsidRPr="00464303">
        <w:rPr>
          <w:rtl/>
        </w:rPr>
        <w:t>لوك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لم يكن عثمان بَيْدَقها</w:t>
      </w:r>
      <w:r w:rsidR="00F13C51">
        <w:rPr>
          <w:rtl/>
        </w:rPr>
        <w:t>،</w:t>
      </w:r>
      <w:r w:rsidRPr="00464303">
        <w:rPr>
          <w:rtl/>
        </w:rPr>
        <w:t xml:space="preserve"> إنَّ عمر بن الخطاب هو الذي زرعه بَيْدَقاً في لُعبة الشطرنج فيها</w:t>
      </w:r>
      <w:r w:rsidR="00F13C51">
        <w:rPr>
          <w:rtl/>
        </w:rPr>
        <w:t>،</w:t>
      </w:r>
      <w:r w:rsidRPr="00464303">
        <w:rPr>
          <w:rtl/>
        </w:rPr>
        <w:t xml:space="preserve"> لقد كان يعرف ماذا يزرع وكيف يزرع</w:t>
      </w:r>
      <w:r w:rsidR="00F13C51">
        <w:rPr>
          <w:rtl/>
        </w:rPr>
        <w:t>،</w:t>
      </w:r>
      <w:r w:rsidRPr="00464303">
        <w:rPr>
          <w:rtl/>
        </w:rPr>
        <w:t xml:space="preserve"> ألم يكن أبو بكر بَيْدَقاً أجلسه عمر على كرسي</w:t>
      </w:r>
      <w:r w:rsidR="00F13C51">
        <w:rPr>
          <w:rtl/>
        </w:rPr>
        <w:t>،</w:t>
      </w:r>
      <w:r w:rsidRPr="00464303">
        <w:rPr>
          <w:rtl/>
        </w:rPr>
        <w:t xml:space="preserve"> ثمَّ مضى يوشوش الكرسي بأنَّه أتقى مَن يغار عليها</w:t>
      </w:r>
      <w:r w:rsidR="00F13C51">
        <w:rPr>
          <w:rtl/>
        </w:rPr>
        <w:t>،</w:t>
      </w:r>
      <w:r w:rsidRPr="00464303">
        <w:rPr>
          <w:rtl/>
        </w:rPr>
        <w:t xml:space="preserve"> فصدَّقته واستسلمت إليه بقوائمها الأربع</w:t>
      </w:r>
      <w:r w:rsidR="00106DAF">
        <w:rPr>
          <w:rtl/>
        </w:rPr>
        <w:t>؟</w:t>
      </w:r>
      <w:r w:rsidRPr="00464303">
        <w:rPr>
          <w:rtl/>
        </w:rPr>
        <w:t xml:space="preserve"> وابتدأ العمل الصامت</w:t>
      </w:r>
      <w:r w:rsidR="00F13C51">
        <w:rPr>
          <w:rtl/>
        </w:rPr>
        <w:t>،</w:t>
      </w:r>
      <w:r w:rsidRPr="00464303">
        <w:rPr>
          <w:rtl/>
        </w:rPr>
        <w:t xml:space="preserve"> إنَّ القبائل التي يجب أنْ تزرع هي التي ستدرُّ عناقيد الرطب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أوَّل فسيلة غرسها بعناية في أرض خَصبة التربة والمناخ</w:t>
      </w:r>
      <w:r w:rsidR="00F13C51">
        <w:rPr>
          <w:rtl/>
        </w:rPr>
        <w:t>،</w:t>
      </w:r>
      <w:r w:rsidRPr="00464303">
        <w:rPr>
          <w:rtl/>
        </w:rPr>
        <w:t xml:space="preserve"> كانت مُعاوية وفي أرض الشام</w:t>
      </w:r>
      <w:r w:rsidR="00F13C51">
        <w:rPr>
          <w:rtl/>
        </w:rPr>
        <w:t>،</w:t>
      </w:r>
      <w:r w:rsidRPr="00464303">
        <w:rPr>
          <w:rtl/>
        </w:rPr>
        <w:t xml:space="preserve"> إنَّ ابن سُفيان</w:t>
      </w:r>
      <w:r w:rsidR="00F13C51">
        <w:rPr>
          <w:rtl/>
        </w:rPr>
        <w:t xml:space="preserve"> - </w:t>
      </w:r>
      <w:r w:rsidRPr="00464303">
        <w:rPr>
          <w:rtl/>
        </w:rPr>
        <w:t>عدوُّ الإسلام في البارحة وفي الأمس الطويل عدوُّ الطالبيِّين الذين منهم الأمين محمد ثمَّ النبي محمد</w:t>
      </w:r>
      <w:r w:rsidR="00F13C51">
        <w:rPr>
          <w:rtl/>
        </w:rPr>
        <w:t xml:space="preserve"> - </w:t>
      </w:r>
      <w:r w:rsidRPr="00464303">
        <w:rPr>
          <w:rtl/>
        </w:rPr>
        <w:t>هو السفياني الأمثل والأعند</w:t>
      </w:r>
      <w:r w:rsidR="00F13C51">
        <w:rPr>
          <w:rtl/>
        </w:rPr>
        <w:t>،</w:t>
      </w:r>
      <w:r w:rsidRPr="00464303">
        <w:rPr>
          <w:rtl/>
        </w:rPr>
        <w:t xml:space="preserve"> هو الذي</w:t>
      </w:r>
      <w:r w:rsidR="00F13C51">
        <w:rPr>
          <w:rtl/>
        </w:rPr>
        <w:t xml:space="preserve"> - </w:t>
      </w:r>
      <w:r w:rsidRPr="00464303">
        <w:rPr>
          <w:rtl/>
        </w:rPr>
        <w:t>إذا يمتن عوده ويخشن</w:t>
      </w:r>
      <w:r w:rsidR="00F13C51">
        <w:rPr>
          <w:rtl/>
        </w:rPr>
        <w:t xml:space="preserve"> - </w:t>
      </w:r>
      <w:r w:rsidRPr="00464303">
        <w:rPr>
          <w:rtl/>
        </w:rPr>
        <w:t>يتمكَّن مِن دحر عتوِّ كلِّ طالبيٍّ وسع صدره نبيُّهم الأوحد</w:t>
      </w:r>
      <w:r w:rsidR="00106DAF">
        <w:rPr>
          <w:rtl/>
        </w:rPr>
        <w:t>!</w:t>
      </w:r>
      <w:r w:rsidRPr="0046430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أجل</w:t>
      </w:r>
      <w:r w:rsidR="00F13C51">
        <w:rPr>
          <w:rtl/>
        </w:rPr>
        <w:t>،</w:t>
      </w:r>
      <w:r w:rsidRPr="00464303">
        <w:rPr>
          <w:rtl/>
        </w:rPr>
        <w:t xml:space="preserve"> سيكون علي مِن أهل البيت</w:t>
      </w:r>
      <w:r w:rsidR="00F13C51">
        <w:rPr>
          <w:rtl/>
        </w:rPr>
        <w:t>،</w:t>
      </w:r>
      <w:r w:rsidRPr="00464303">
        <w:rPr>
          <w:rtl/>
        </w:rPr>
        <w:t xml:space="preserve"> ولكنَّ مُعاوية هو الذي سيجعله داخل البيت لا خارج البيت</w:t>
      </w:r>
      <w:r w:rsidR="00F13C51">
        <w:rPr>
          <w:rtl/>
        </w:rPr>
        <w:t>،</w:t>
      </w:r>
      <w:r w:rsidRPr="00464303">
        <w:rPr>
          <w:rtl/>
        </w:rPr>
        <w:t xml:space="preserve"> يصول بالنبوَّة ويجول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إنَّه الحقد القبائلي مزروعة كلُّ فسائله في طويَّة ابن الخطَّاب ا</w:t>
      </w:r>
      <w:r w:rsidR="002C2DD7">
        <w:rPr>
          <w:rtl/>
        </w:rPr>
        <w:t>لمـُ</w:t>
      </w:r>
      <w:r w:rsidRPr="00464303">
        <w:rPr>
          <w:rtl/>
        </w:rPr>
        <w:t>قتدر</w:t>
      </w:r>
      <w:r w:rsidR="00F13C51">
        <w:rPr>
          <w:rtl/>
        </w:rPr>
        <w:t>،</w:t>
      </w:r>
      <w:r w:rsidRPr="00464303">
        <w:rPr>
          <w:rtl/>
        </w:rPr>
        <w:t xml:space="preserve"> الذي يعرف كيف يُعالج</w:t>
      </w:r>
      <w:r w:rsidR="00F13C51">
        <w:rPr>
          <w:rtl/>
        </w:rPr>
        <w:t xml:space="preserve"> - </w:t>
      </w:r>
      <w:r w:rsidRPr="00464303">
        <w:rPr>
          <w:rtl/>
        </w:rPr>
        <w:t>بصمت ودهاء</w:t>
      </w:r>
      <w:r w:rsidR="00F13C51">
        <w:rPr>
          <w:rtl/>
        </w:rPr>
        <w:t xml:space="preserve"> - </w:t>
      </w:r>
      <w:r w:rsidRPr="00464303">
        <w:rPr>
          <w:rtl/>
        </w:rPr>
        <w:t>كلَّ جِبلَّة مِن جِبلاَّت التراب</w:t>
      </w:r>
      <w:r w:rsidR="00F13C51">
        <w:rPr>
          <w:rtl/>
        </w:rPr>
        <w:t>،</w:t>
      </w:r>
      <w:r w:rsidRPr="00464303">
        <w:rPr>
          <w:rtl/>
        </w:rPr>
        <w:t xml:space="preserve"> وكيف ينفخ فيها مِن روحه حتَّى تستوي حِقداً يحذف به عليَّاً مِن أركان البيت النبوي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أمَّا عثمان بن عفَّان</w:t>
      </w:r>
      <w:r w:rsidR="00F13C51">
        <w:rPr>
          <w:rtl/>
        </w:rPr>
        <w:t>،</w:t>
      </w:r>
      <w:r w:rsidRPr="00464303">
        <w:rPr>
          <w:rtl/>
        </w:rPr>
        <w:t xml:space="preserve"> فعمر هو الذي نفخ إليه بصمت بالغ الفنِّ</w:t>
      </w:r>
      <w:r w:rsidR="00F13C51">
        <w:rPr>
          <w:rtl/>
        </w:rPr>
        <w:t>،</w:t>
      </w:r>
      <w:r w:rsidRPr="00464303">
        <w:rPr>
          <w:rtl/>
        </w:rPr>
        <w:t xml:space="preserve"> بأنْ يُسرع في تعهُّد النخلة المزروعة في أرض الشام</w:t>
      </w:r>
      <w:r w:rsidR="00F13C51">
        <w:rPr>
          <w:rtl/>
        </w:rPr>
        <w:t>،</w:t>
      </w:r>
      <w:r w:rsidRPr="00464303">
        <w:rPr>
          <w:rtl/>
        </w:rPr>
        <w:t xml:space="preserve"> والتي ستدرُّ الكثير مِن الرطب</w:t>
      </w:r>
      <w:r w:rsidR="00F13C51">
        <w:rPr>
          <w:rtl/>
        </w:rPr>
        <w:t>،</w:t>
      </w:r>
      <w:r w:rsidRPr="00464303">
        <w:rPr>
          <w:rtl/>
        </w:rPr>
        <w:t xml:space="preserve"> إنَّ عمرها مِن عمر الجدود</w:t>
      </w:r>
      <w:r w:rsidR="00F13C51">
        <w:rPr>
          <w:rtl/>
        </w:rPr>
        <w:t>،</w:t>
      </w:r>
      <w:r w:rsidRPr="00464303">
        <w:rPr>
          <w:rtl/>
        </w:rPr>
        <w:t xml:space="preserve"> ولقد كان يتظلَّل بها</w:t>
      </w:r>
      <w:r w:rsidR="00F13C51">
        <w:rPr>
          <w:rtl/>
        </w:rPr>
        <w:t>:</w:t>
      </w:r>
      <w:r w:rsidRPr="00464303">
        <w:rPr>
          <w:rtl/>
        </w:rPr>
        <w:t xml:space="preserve"> حرب</w:t>
      </w:r>
      <w:r w:rsidR="00F13C51">
        <w:rPr>
          <w:rtl/>
        </w:rPr>
        <w:t>،</w:t>
      </w:r>
      <w:r w:rsidRPr="00464303">
        <w:rPr>
          <w:rtl/>
        </w:rPr>
        <w:t xml:space="preserve"> وأُميَّة</w:t>
      </w:r>
      <w:r w:rsidR="00F13C51">
        <w:rPr>
          <w:rtl/>
        </w:rPr>
        <w:t>،</w:t>
      </w:r>
      <w:r w:rsidRPr="00464303">
        <w:rPr>
          <w:rtl/>
        </w:rPr>
        <w:t xml:space="preserve"> وأبو سفيان</w:t>
      </w:r>
      <w:r w:rsidR="00F13C51">
        <w:rPr>
          <w:rtl/>
        </w:rPr>
        <w:t>،</w:t>
      </w:r>
      <w:r w:rsidRPr="00464303">
        <w:rPr>
          <w:rtl/>
        </w:rPr>
        <w:t xml:space="preserve"> ويأكلون كلَّ بُسرَة منها قبل أنْ تنضج</w:t>
      </w:r>
      <w:r w:rsidR="00F13C51">
        <w:rPr>
          <w:rtl/>
        </w:rPr>
        <w:t>؛</w:t>
      </w:r>
      <w:r w:rsidRPr="00464303">
        <w:rPr>
          <w:rtl/>
        </w:rPr>
        <w:t xml:space="preserve"> حتَّى لا يمدُّ يداً إليها</w:t>
      </w:r>
      <w:r w:rsidR="00F13C51">
        <w:rPr>
          <w:rtl/>
        </w:rPr>
        <w:t xml:space="preserve"> - </w:t>
      </w:r>
      <w:r w:rsidRPr="00464303">
        <w:rPr>
          <w:rtl/>
        </w:rPr>
        <w:t>ناضجة</w:t>
      </w:r>
      <w:r w:rsidR="00F13C51">
        <w:rPr>
          <w:rtl/>
        </w:rPr>
        <w:t xml:space="preserve"> - </w:t>
      </w:r>
      <w:r w:rsidRPr="00464303">
        <w:rPr>
          <w:rtl/>
        </w:rPr>
        <w:t>أحد مِن أبناء عمرو العُلا</w:t>
      </w:r>
      <w:r w:rsidR="00F13C51">
        <w:rPr>
          <w:rtl/>
        </w:rPr>
        <w:t>،</w:t>
      </w:r>
      <w:r w:rsidRPr="00464303">
        <w:rPr>
          <w:rtl/>
        </w:rPr>
        <w:t xml:space="preserve"> إنَّها هي المنقولة بحُرص إلى أرض الشام</w:t>
      </w:r>
      <w:r w:rsidR="00F13C51">
        <w:rPr>
          <w:rtl/>
        </w:rPr>
        <w:t>،</w:t>
      </w:r>
      <w:r w:rsidRPr="00464303">
        <w:rPr>
          <w:rtl/>
        </w:rPr>
        <w:t xml:space="preserve"> مُنذ عشر سنين</w:t>
      </w:r>
      <w:r w:rsidR="00F13C51">
        <w:rPr>
          <w:rtl/>
        </w:rPr>
        <w:t>،</w:t>
      </w:r>
      <w:r w:rsidRPr="00464303">
        <w:rPr>
          <w:rtl/>
        </w:rPr>
        <w:t xml:space="preserve"> إنَّ اسمها الآن مُعاوية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تلك هي القِصَّة المكيدة التي أدرك كلَّ أبعادها وخفاياها الإمام عليٍّ</w:t>
      </w:r>
      <w:r w:rsidR="00F13C51">
        <w:rPr>
          <w:rtl/>
        </w:rPr>
        <w:t>،</w:t>
      </w:r>
      <w:r w:rsidRPr="00464303">
        <w:rPr>
          <w:rtl/>
        </w:rPr>
        <w:t xml:space="preserve"> والتي كانت تزرع في باله تخوُّفا بالغ الخطورة على مصيرهم بصفتهم أهل البيت</w:t>
      </w:r>
      <w:r w:rsidR="00F13C51">
        <w:rPr>
          <w:rtl/>
        </w:rPr>
        <w:t>،</w:t>
      </w:r>
    </w:p>
    <w:p w:rsidR="009E2102" w:rsidRDefault="009E2102" w:rsidP="009E210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وباعتبارهم رُكناً أساساً في تقديم رسالة جليلة القَدر توازي</w:t>
      </w:r>
      <w:r w:rsidR="00F13C51">
        <w:rPr>
          <w:rtl/>
        </w:rPr>
        <w:t xml:space="preserve"> - </w:t>
      </w:r>
      <w:r w:rsidRPr="00464303">
        <w:rPr>
          <w:rtl/>
        </w:rPr>
        <w:t>بحَجم قيمتها ونهجها وتحقيقها</w:t>
      </w:r>
      <w:r w:rsidR="00F13C51">
        <w:rPr>
          <w:rtl/>
        </w:rPr>
        <w:t xml:space="preserve"> - </w:t>
      </w:r>
      <w:r w:rsidRPr="00464303">
        <w:rPr>
          <w:rtl/>
        </w:rPr>
        <w:t>حَجم ا</w:t>
      </w:r>
      <w:r w:rsidR="002C2DD7">
        <w:rPr>
          <w:rtl/>
        </w:rPr>
        <w:t>لمـُ</w:t>
      </w:r>
      <w:r w:rsidRPr="00464303">
        <w:rPr>
          <w:rtl/>
        </w:rPr>
        <w:t>جتمع الذي راح يتلمَّس حدوده الجغرافيَّة</w:t>
      </w:r>
      <w:r w:rsidR="00F13C51">
        <w:rPr>
          <w:rtl/>
        </w:rPr>
        <w:t xml:space="preserve"> - </w:t>
      </w:r>
      <w:r w:rsidRPr="00464303">
        <w:rPr>
          <w:rtl/>
        </w:rPr>
        <w:t>الأرضيَّة المكانيَّة</w:t>
      </w:r>
      <w:r w:rsidR="00F13C51">
        <w:rPr>
          <w:rtl/>
        </w:rPr>
        <w:t xml:space="preserve"> - </w:t>
      </w:r>
      <w:r w:rsidRPr="00464303">
        <w:rPr>
          <w:rtl/>
        </w:rPr>
        <w:t>التاريخيَّة</w:t>
      </w:r>
      <w:r w:rsidR="00F13C51">
        <w:rPr>
          <w:rtl/>
        </w:rPr>
        <w:t>،</w:t>
      </w:r>
      <w:r w:rsidRPr="00464303">
        <w:rPr>
          <w:rtl/>
        </w:rPr>
        <w:t xml:space="preserve"> التي كان يتمدَّد إليها بقبائله النابتة منه</w:t>
      </w:r>
      <w:r w:rsidR="00F13C51">
        <w:rPr>
          <w:rtl/>
        </w:rPr>
        <w:t>،</w:t>
      </w:r>
      <w:r w:rsidRPr="00464303">
        <w:rPr>
          <w:rtl/>
        </w:rPr>
        <w:t xml:space="preserve"> والهائمة الفائضة</w:t>
      </w:r>
      <w:r w:rsidR="00F13C51">
        <w:rPr>
          <w:rtl/>
        </w:rPr>
        <w:t>،</w:t>
      </w:r>
      <w:r w:rsidRPr="00464303">
        <w:rPr>
          <w:rtl/>
        </w:rPr>
        <w:t xml:space="preserve"> مُنذ السَّحق مِن الزمان</w:t>
      </w:r>
      <w:r w:rsidR="00F13C51">
        <w:rPr>
          <w:rtl/>
        </w:rPr>
        <w:t xml:space="preserve"> - </w:t>
      </w:r>
      <w:r w:rsidRPr="00464303">
        <w:rPr>
          <w:rtl/>
        </w:rPr>
        <w:t>مِن كلِّ هذه المفاوز والفَدافد</w:t>
      </w:r>
      <w:r w:rsidR="00F13C51">
        <w:rPr>
          <w:rtl/>
        </w:rPr>
        <w:t>،</w:t>
      </w:r>
      <w:r w:rsidRPr="00464303">
        <w:rPr>
          <w:rtl/>
        </w:rPr>
        <w:t xml:space="preserve"> إلى ضفاف النيل</w:t>
      </w:r>
      <w:r w:rsidR="00F13C51">
        <w:rPr>
          <w:rtl/>
        </w:rPr>
        <w:t>،</w:t>
      </w:r>
      <w:r w:rsidRPr="00464303">
        <w:rPr>
          <w:rtl/>
        </w:rPr>
        <w:t xml:space="preserve"> وروافد السخيِّين دجلة والفرات</w:t>
      </w:r>
      <w:r w:rsidR="00F13C51">
        <w:rPr>
          <w:rtl/>
        </w:rPr>
        <w:t>،</w:t>
      </w:r>
      <w:r w:rsidRPr="00464303">
        <w:rPr>
          <w:rtl/>
        </w:rPr>
        <w:t xml:space="preserve"> وإلى حِضن الطريِّ ا</w:t>
      </w:r>
      <w:r w:rsidR="002C2DD7">
        <w:rPr>
          <w:rtl/>
        </w:rPr>
        <w:t>لمـُ</w:t>
      </w:r>
      <w:r w:rsidRPr="00464303">
        <w:rPr>
          <w:rtl/>
        </w:rPr>
        <w:t>ندَّاة به غوطة الشام</w:t>
      </w:r>
      <w:r w:rsidR="00F13C51">
        <w:rPr>
          <w:rtl/>
        </w:rPr>
        <w:t>،</w:t>
      </w:r>
      <w:r w:rsidRPr="00464303">
        <w:rPr>
          <w:rtl/>
        </w:rPr>
        <w:t xml:space="preserve"> يسقيها</w:t>
      </w:r>
      <w:r w:rsidR="00F13C51">
        <w:rPr>
          <w:rtl/>
        </w:rPr>
        <w:t xml:space="preserve"> - </w:t>
      </w:r>
      <w:r w:rsidRPr="00464303">
        <w:rPr>
          <w:rtl/>
        </w:rPr>
        <w:t>كُوباً كُوباً</w:t>
      </w:r>
      <w:r w:rsidR="00F13C51">
        <w:rPr>
          <w:rtl/>
        </w:rPr>
        <w:t xml:space="preserve"> - </w:t>
      </w:r>
      <w:r w:rsidRPr="00464303">
        <w:rPr>
          <w:rtl/>
        </w:rPr>
        <w:t>كوثر مِن بَرَدَى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هؤلاء كانوا فيضاً من هذه الجزيرة ا</w:t>
      </w:r>
      <w:r w:rsidR="002C2DD7">
        <w:rPr>
          <w:rtl/>
        </w:rPr>
        <w:t>لمـُ</w:t>
      </w:r>
      <w:r w:rsidRPr="00464303">
        <w:rPr>
          <w:rtl/>
        </w:rPr>
        <w:t>باركة الحِضن والنِّهد</w:t>
      </w:r>
      <w:r w:rsidR="00C327EB">
        <w:rPr>
          <w:rtl/>
        </w:rPr>
        <w:t>.</w:t>
      </w:r>
      <w:r w:rsidRPr="00464303">
        <w:rPr>
          <w:rtl/>
        </w:rPr>
        <w:t xml:space="preserve"> لقد توزَّع</w:t>
      </w:r>
      <w:r w:rsidR="00F13C51">
        <w:rPr>
          <w:rtl/>
        </w:rPr>
        <w:t xml:space="preserve"> - </w:t>
      </w:r>
      <w:r w:rsidRPr="00464303">
        <w:rPr>
          <w:rtl/>
        </w:rPr>
        <w:t>مِن عادهم وثمودهم</w:t>
      </w:r>
      <w:r w:rsidR="00F13C51">
        <w:rPr>
          <w:rtl/>
        </w:rPr>
        <w:t>،</w:t>
      </w:r>
      <w:r w:rsidRPr="00464303">
        <w:rPr>
          <w:rtl/>
        </w:rPr>
        <w:t xml:space="preserve"> وقحطانهم وعدنانهم</w:t>
      </w:r>
      <w:r w:rsidR="00F13C51">
        <w:rPr>
          <w:rtl/>
        </w:rPr>
        <w:t>،</w:t>
      </w:r>
      <w:r w:rsidRPr="00464303">
        <w:rPr>
          <w:rtl/>
        </w:rPr>
        <w:t xml:space="preserve"> ويمنيِّهم وقيسيِّهم</w:t>
      </w:r>
      <w:r w:rsidR="00F13C51">
        <w:rPr>
          <w:rtl/>
        </w:rPr>
        <w:t xml:space="preserve"> - </w:t>
      </w:r>
      <w:r w:rsidRPr="00464303">
        <w:rPr>
          <w:rtl/>
        </w:rPr>
        <w:t>كلُّ مَن سُمي</w:t>
      </w:r>
      <w:r w:rsidR="00F13C51">
        <w:rPr>
          <w:rtl/>
        </w:rPr>
        <w:t>:</w:t>
      </w:r>
      <w:r w:rsidRPr="00464303">
        <w:rPr>
          <w:rtl/>
        </w:rPr>
        <w:t xml:space="preserve"> كلدانيَّاً</w:t>
      </w:r>
      <w:r w:rsidR="00F13C51">
        <w:rPr>
          <w:rtl/>
        </w:rPr>
        <w:t>،</w:t>
      </w:r>
      <w:r w:rsidRPr="00464303">
        <w:rPr>
          <w:rtl/>
        </w:rPr>
        <w:t xml:space="preserve"> وآشوريَّاً</w:t>
      </w:r>
      <w:r w:rsidR="00F13C51">
        <w:rPr>
          <w:rtl/>
        </w:rPr>
        <w:t>،</w:t>
      </w:r>
      <w:r w:rsidRPr="00464303">
        <w:rPr>
          <w:rtl/>
        </w:rPr>
        <w:t xml:space="preserve"> وآراميَّاً</w:t>
      </w:r>
      <w:r w:rsidR="00F13C51">
        <w:rPr>
          <w:rtl/>
        </w:rPr>
        <w:t>،</w:t>
      </w:r>
      <w:r w:rsidRPr="00464303">
        <w:rPr>
          <w:rtl/>
        </w:rPr>
        <w:t xml:space="preserve"> وأموريَّاً</w:t>
      </w:r>
      <w:r w:rsidR="00F13C51">
        <w:rPr>
          <w:rtl/>
        </w:rPr>
        <w:t>،</w:t>
      </w:r>
      <w:r w:rsidRPr="00464303">
        <w:rPr>
          <w:rtl/>
        </w:rPr>
        <w:t xml:space="preserve"> وبابليَّاً</w:t>
      </w:r>
      <w:r w:rsidR="00F13C51">
        <w:rPr>
          <w:rtl/>
        </w:rPr>
        <w:t>،</w:t>
      </w:r>
      <w:r w:rsidRPr="00464303">
        <w:rPr>
          <w:rtl/>
        </w:rPr>
        <w:t xml:space="preserve"> وفينيقيَّاً كنعانيَّاً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ها هي الرسالة الآن تلحمهم بعضاً ببعض</w:t>
      </w:r>
      <w:r w:rsidR="00F13C51">
        <w:rPr>
          <w:rtl/>
        </w:rPr>
        <w:t>،</w:t>
      </w:r>
      <w:r w:rsidRPr="00464303">
        <w:rPr>
          <w:rtl/>
        </w:rPr>
        <w:t xml:space="preserve"> مِن وادي مصر</w:t>
      </w:r>
      <w:r w:rsidR="00F13C51">
        <w:rPr>
          <w:rtl/>
        </w:rPr>
        <w:t>،</w:t>
      </w:r>
      <w:r w:rsidRPr="00464303">
        <w:rPr>
          <w:rtl/>
        </w:rPr>
        <w:t xml:space="preserve"> إلى البصرة والكوفة النابضتين بالعراقين</w:t>
      </w:r>
      <w:r w:rsidR="00F13C51">
        <w:rPr>
          <w:rtl/>
        </w:rPr>
        <w:t>،</w:t>
      </w:r>
      <w:r w:rsidRPr="00464303">
        <w:rPr>
          <w:rtl/>
        </w:rPr>
        <w:t xml:space="preserve"> إلى دمشق</w:t>
      </w:r>
      <w:r w:rsidR="00F13C51">
        <w:rPr>
          <w:rtl/>
        </w:rPr>
        <w:t>،</w:t>
      </w:r>
      <w:r w:rsidRPr="00464303">
        <w:rPr>
          <w:rtl/>
        </w:rPr>
        <w:t xml:space="preserve"> وحَلَب</w:t>
      </w:r>
      <w:r w:rsidR="00F13C51">
        <w:rPr>
          <w:rtl/>
        </w:rPr>
        <w:t>،</w:t>
      </w:r>
      <w:r w:rsidRPr="00464303">
        <w:rPr>
          <w:rtl/>
        </w:rPr>
        <w:t xml:space="preserve"> وحَمص</w:t>
      </w:r>
      <w:r w:rsidR="00F13C51">
        <w:rPr>
          <w:rtl/>
        </w:rPr>
        <w:t>،</w:t>
      </w:r>
      <w:r w:rsidRPr="00464303">
        <w:rPr>
          <w:rtl/>
        </w:rPr>
        <w:t xml:space="preserve"> وحماه</w:t>
      </w:r>
      <w:r w:rsidR="00F13C51">
        <w:rPr>
          <w:rtl/>
        </w:rPr>
        <w:t>،</w:t>
      </w:r>
      <w:r w:rsidRPr="00464303">
        <w:rPr>
          <w:rtl/>
        </w:rPr>
        <w:t xml:space="preserve"> والشاطئ المخصب باللاذقيَّة</w:t>
      </w:r>
      <w:r w:rsidR="00F13C51">
        <w:rPr>
          <w:rtl/>
        </w:rPr>
        <w:t>،</w:t>
      </w:r>
      <w:r w:rsidRPr="00464303">
        <w:rPr>
          <w:rtl/>
        </w:rPr>
        <w:t xml:space="preserve"> إلى جبيل</w:t>
      </w:r>
      <w:r w:rsidR="00F13C51">
        <w:rPr>
          <w:rtl/>
        </w:rPr>
        <w:t>،</w:t>
      </w:r>
      <w:r w:rsidRPr="00464303">
        <w:rPr>
          <w:rtl/>
        </w:rPr>
        <w:t xml:space="preserve"> وبيروت</w:t>
      </w:r>
      <w:r w:rsidR="00F13C51">
        <w:rPr>
          <w:rtl/>
        </w:rPr>
        <w:t>،</w:t>
      </w:r>
      <w:r w:rsidRPr="00464303">
        <w:rPr>
          <w:rtl/>
        </w:rPr>
        <w:t xml:space="preserve"> وصور</w:t>
      </w:r>
      <w:r w:rsidR="00F13C51">
        <w:rPr>
          <w:rtl/>
        </w:rPr>
        <w:t>،</w:t>
      </w:r>
      <w:r w:rsidRPr="00464303">
        <w:rPr>
          <w:rtl/>
        </w:rPr>
        <w:t xml:space="preserve"> وصيدا والأور ا</w:t>
      </w:r>
      <w:r w:rsidR="002C2DD7">
        <w:rPr>
          <w:rtl/>
        </w:rPr>
        <w:t>لمـُ</w:t>
      </w:r>
      <w:r w:rsidRPr="00464303">
        <w:rPr>
          <w:rtl/>
        </w:rPr>
        <w:t>قدَّس الماء</w:t>
      </w:r>
      <w:r w:rsidR="00F13C51">
        <w:rPr>
          <w:rtl/>
        </w:rPr>
        <w:t>،</w:t>
      </w:r>
      <w:r w:rsidRPr="00464303">
        <w:rPr>
          <w:rtl/>
        </w:rPr>
        <w:t xml:space="preserve"> والجو</w:t>
      </w:r>
      <w:r w:rsidR="00F13C51">
        <w:rPr>
          <w:rtl/>
        </w:rPr>
        <w:t>،</w:t>
      </w:r>
      <w:r w:rsidRPr="00464303">
        <w:rPr>
          <w:rtl/>
        </w:rPr>
        <w:t xml:space="preserve"> والتبر التراب</w:t>
      </w:r>
      <w:r w:rsidR="00C327EB">
        <w:rPr>
          <w:rtl/>
        </w:rPr>
        <w:t>.</w:t>
      </w:r>
      <w:r w:rsidRPr="00464303">
        <w:rPr>
          <w:rtl/>
        </w:rPr>
        <w:t xml:space="preserve"> إنَّها كلَّها الآن في التحام واحد بين يدي الرسالة التي ضمَّخت الأُمَّة بمشيئتها الباهرة</w:t>
      </w:r>
      <w:r w:rsidR="00F13C51">
        <w:rPr>
          <w:rtl/>
        </w:rPr>
        <w:t>،</w:t>
      </w:r>
      <w:r w:rsidRPr="00464303">
        <w:rPr>
          <w:rtl/>
        </w:rPr>
        <w:t xml:space="preserve"> وحطَّمت كلَّ صنميَّاتها</w:t>
      </w:r>
      <w:r w:rsidR="00F13C51">
        <w:rPr>
          <w:rtl/>
        </w:rPr>
        <w:t>،</w:t>
      </w:r>
      <w:r w:rsidRPr="00464303">
        <w:rPr>
          <w:rtl/>
        </w:rPr>
        <w:t xml:space="preserve"> أ كانت نصباً في سِدانات الكعبة</w:t>
      </w:r>
      <w:r w:rsidR="00F13C51">
        <w:rPr>
          <w:rtl/>
        </w:rPr>
        <w:t>،</w:t>
      </w:r>
      <w:r w:rsidRPr="00464303">
        <w:rPr>
          <w:rtl/>
        </w:rPr>
        <w:t xml:space="preserve"> أم حِجارة أثافي حول المضارب والخيام</w:t>
      </w:r>
      <w:r w:rsidR="00F13C51">
        <w:rPr>
          <w:rtl/>
        </w:rPr>
        <w:t>،</w:t>
      </w:r>
      <w:r w:rsidRPr="00464303">
        <w:rPr>
          <w:rtl/>
        </w:rPr>
        <w:t xml:space="preserve"> أم غزوات ونخوات قبائليَّة عتيقة تنفَّست بها الصراعات والنزاعات حول المساقي والمراعي</w:t>
      </w:r>
      <w:r w:rsidR="00F13C51">
        <w:rPr>
          <w:rtl/>
        </w:rPr>
        <w:t>،</w:t>
      </w:r>
      <w:r w:rsidRPr="00464303">
        <w:rPr>
          <w:rtl/>
        </w:rPr>
        <w:t xml:space="preserve"> إنَّها هي الرسالة التي جمعت الأُمَّة</w:t>
      </w:r>
      <w:r w:rsidR="00F13C51">
        <w:rPr>
          <w:rtl/>
        </w:rPr>
        <w:t>،</w:t>
      </w:r>
      <w:r w:rsidRPr="00464303">
        <w:rPr>
          <w:rtl/>
        </w:rPr>
        <w:t xml:space="preserve"> ونجَّتها مِن تخرُّقاتها</w:t>
      </w:r>
      <w:r w:rsidR="00F13C51">
        <w:rPr>
          <w:rtl/>
        </w:rPr>
        <w:t>،</w:t>
      </w:r>
      <w:r w:rsidRPr="00464303">
        <w:rPr>
          <w:rtl/>
        </w:rPr>
        <w:t xml:space="preserve"> ومُبايعاتها</w:t>
      </w:r>
      <w:r w:rsidR="00F13C51">
        <w:rPr>
          <w:rtl/>
        </w:rPr>
        <w:t>،</w:t>
      </w:r>
      <w:r w:rsidRPr="00464303">
        <w:rPr>
          <w:rtl/>
        </w:rPr>
        <w:t xml:space="preserve"> والتفافاتها بأزلامها</w:t>
      </w:r>
      <w:r w:rsidR="00F13C51">
        <w:rPr>
          <w:rtl/>
        </w:rPr>
        <w:t>،</w:t>
      </w:r>
      <w:r w:rsidRPr="00464303">
        <w:rPr>
          <w:rtl/>
        </w:rPr>
        <w:t xml:space="preserve"> وأقداحها</w:t>
      </w:r>
      <w:r w:rsidR="00F13C51">
        <w:rPr>
          <w:rtl/>
        </w:rPr>
        <w:t>،</w:t>
      </w:r>
      <w:r w:rsidRPr="00464303">
        <w:rPr>
          <w:rtl/>
        </w:rPr>
        <w:t xml:space="preserve"> وعرَّافاتها</w:t>
      </w:r>
      <w:r w:rsidR="00F13C51">
        <w:rPr>
          <w:rtl/>
        </w:rPr>
        <w:t>،</w:t>
      </w:r>
      <w:r w:rsidRPr="00464303">
        <w:rPr>
          <w:rtl/>
        </w:rPr>
        <w:t xml:space="preserve"> وكهاناتها</w:t>
      </w:r>
      <w:r w:rsidR="00F13C51">
        <w:rPr>
          <w:rtl/>
        </w:rPr>
        <w:t>،</w:t>
      </w:r>
      <w:r w:rsidRPr="00464303">
        <w:rPr>
          <w:rtl/>
        </w:rPr>
        <w:t xml:space="preserve"> وجميع ترَّهاتها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الخلافة العمريَّة هي التي ستفكِّك الأُمَّة</w:t>
      </w:r>
      <w:r w:rsidR="00F13C51">
        <w:rPr>
          <w:rtl/>
        </w:rPr>
        <w:t>،</w:t>
      </w:r>
      <w:r w:rsidRPr="00464303">
        <w:rPr>
          <w:rtl/>
        </w:rPr>
        <w:t xml:space="preserve"> باتِّباعها نهجاً تصدَّت له الرسالة</w:t>
      </w:r>
      <w:r w:rsidR="00F13C51">
        <w:rPr>
          <w:rtl/>
        </w:rPr>
        <w:t>،</w:t>
      </w:r>
      <w:r w:rsidRPr="00464303">
        <w:rPr>
          <w:rtl/>
        </w:rPr>
        <w:t xml:space="preserve"> مُنذ لملمت ا</w:t>
      </w:r>
      <w:r w:rsidR="002C2DD7">
        <w:rPr>
          <w:rtl/>
        </w:rPr>
        <w:t>لمـُ</w:t>
      </w:r>
      <w:r w:rsidRPr="00464303">
        <w:rPr>
          <w:rtl/>
        </w:rPr>
        <w:t>جتمع ونظَّفته مِن قبليَّاته الذميمة</w:t>
      </w:r>
      <w:r w:rsidR="00C327EB">
        <w:rPr>
          <w:rtl/>
        </w:rPr>
        <w:t>.</w:t>
      </w:r>
      <w:r w:rsidRPr="00464303">
        <w:rPr>
          <w:rtl/>
        </w:rPr>
        <w:t xml:space="preserve"> إنَّه النهج الذي اشتغل صامتاً مِن أجل تحقيق غرض أثيم</w:t>
      </w:r>
      <w:r w:rsidR="00F13C51">
        <w:rPr>
          <w:rtl/>
        </w:rPr>
        <w:t>،</w:t>
      </w:r>
      <w:r w:rsidRPr="00464303">
        <w:rPr>
          <w:rtl/>
        </w:rPr>
        <w:t xml:space="preserve"> هو تحطيم البيت النبويِّ وتثبيت البيت الأُمويّ</w:t>
      </w:r>
      <w:r w:rsidR="00C327EB">
        <w:rPr>
          <w:rtl/>
        </w:rPr>
        <w:t>.</w:t>
      </w:r>
      <w:r w:rsidRPr="00464303">
        <w:rPr>
          <w:rtl/>
        </w:rPr>
        <w:t xml:space="preserve"> إنَّه النهج الرجوع إلى الصراع القبلي</w:t>
      </w:r>
      <w:r w:rsidR="00F13C51">
        <w:rPr>
          <w:rtl/>
        </w:rPr>
        <w:t>،</w:t>
      </w:r>
      <w:r w:rsidRPr="00464303">
        <w:rPr>
          <w:rtl/>
        </w:rPr>
        <w:t xml:space="preserve"> وتعزيز الواحدة بإنهاك الأُخرى</w:t>
      </w:r>
      <w:r w:rsidR="00F13C51">
        <w:rPr>
          <w:rtl/>
        </w:rPr>
        <w:t>،</w:t>
      </w:r>
      <w:r w:rsidRPr="00464303">
        <w:rPr>
          <w:rtl/>
        </w:rPr>
        <w:t xml:space="preserve"> ورميها تحت السنابك</w:t>
      </w:r>
      <w:r w:rsidR="00C327EB">
        <w:rPr>
          <w:rtl/>
        </w:rPr>
        <w:t>.</w:t>
      </w:r>
      <w:r w:rsidRPr="00464303">
        <w:rPr>
          <w:rtl/>
        </w:rPr>
        <w:t xml:space="preserve"> إنَّه النهج الذي يشحذ الحقد ويتسلَّح به حتَّى البلوغ</w:t>
      </w:r>
      <w:r w:rsidR="00F13C51">
        <w:rPr>
          <w:rtl/>
        </w:rPr>
        <w:t>،</w:t>
      </w:r>
      <w:r w:rsidRPr="00464303">
        <w:rPr>
          <w:rtl/>
        </w:rPr>
        <w:t xml:space="preserve"> وهذا ما تنكَّر له البيت النبويِّ</w:t>
      </w:r>
      <w:r w:rsidR="00F13C51">
        <w:rPr>
          <w:rtl/>
        </w:rPr>
        <w:t>،</w:t>
      </w:r>
      <w:r w:rsidRPr="00464303">
        <w:rPr>
          <w:rtl/>
        </w:rPr>
        <w:t xml:space="preserve"> إذ مَدَّ يد ا</w:t>
      </w:r>
      <w:r w:rsidR="002C2DD7">
        <w:rPr>
          <w:rtl/>
        </w:rPr>
        <w:t>لمـُ</w:t>
      </w:r>
      <w:r w:rsidRPr="00464303">
        <w:rPr>
          <w:rtl/>
        </w:rPr>
        <w:t>صافحة للعدوِّ اللدود بعد أنْ دخل مَكَّة بزندٍ مُنتصر</w:t>
      </w:r>
      <w:r w:rsidR="00F13C51">
        <w:rPr>
          <w:rtl/>
        </w:rPr>
        <w:t>،</w:t>
      </w:r>
      <w:r w:rsidRPr="00464303">
        <w:rPr>
          <w:rtl/>
        </w:rPr>
        <w:t xml:space="preserve"> وحطَّم الصنم وعزَّز بالسماح المحبَّة</w:t>
      </w:r>
      <w:r w:rsidR="00F13C51">
        <w:rPr>
          <w:rtl/>
        </w:rPr>
        <w:t>،</w:t>
      </w:r>
      <w:r w:rsidRPr="00464303">
        <w:rPr>
          <w:rtl/>
        </w:rPr>
        <w:t xml:space="preserve"> ربط الإنسان بالإنسان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لم يكن عجباً أنْ يرفض الإمام عليٍّ خلافة مربوطة بهذا الشرط</w:t>
      </w:r>
      <w:r w:rsidR="00F13C51">
        <w:rPr>
          <w:rtl/>
        </w:rPr>
        <w:t>:</w:t>
      </w:r>
      <w:r w:rsidRPr="00464303">
        <w:rPr>
          <w:rtl/>
        </w:rPr>
        <w:t xml:space="preserve"> ( العمل أوَّلاً بسُنَّة الرسول</w:t>
      </w:r>
      <w:r w:rsidR="00F13C51">
        <w:rPr>
          <w:rtl/>
        </w:rPr>
        <w:t>،</w:t>
      </w:r>
      <w:r w:rsidRPr="00464303">
        <w:rPr>
          <w:rtl/>
        </w:rPr>
        <w:t xml:space="preserve"> وثانياً بنهج الشيخين )</w:t>
      </w:r>
      <w:r w:rsidR="00F13C51">
        <w:rPr>
          <w:rtl/>
        </w:rPr>
        <w:t>،</w:t>
      </w:r>
      <w:r w:rsidRPr="00464303">
        <w:rPr>
          <w:rtl/>
        </w:rPr>
        <w:t xml:space="preserve"> إنَّ البيت كلَّه هو سُنَّة الرسول</w:t>
      </w:r>
      <w:r w:rsidR="00F13C51">
        <w:rPr>
          <w:rtl/>
        </w:rPr>
        <w:t>،</w:t>
      </w:r>
      <w:r w:rsidRPr="00464303">
        <w:rPr>
          <w:rtl/>
        </w:rPr>
        <w:t xml:space="preserve"> أمَّا نهج الشيخين فإنَّه قائم على تحقيق رعونة القبليَّة</w:t>
      </w:r>
      <w:r w:rsidR="00F13C51">
        <w:rPr>
          <w:rtl/>
        </w:rPr>
        <w:t>،</w:t>
      </w:r>
      <w:r w:rsidRPr="00464303">
        <w:rPr>
          <w:rtl/>
        </w:rPr>
        <w:t xml:space="preserve"> وليس فيها مِن قصد غير تشديد بني أُميَّة لتحطيم أهل البيت</w:t>
      </w:r>
      <w:r w:rsidR="00F13C51">
        <w:rPr>
          <w:rtl/>
        </w:rPr>
        <w:t>،</w:t>
      </w:r>
      <w:r w:rsidRPr="00464303">
        <w:rPr>
          <w:rtl/>
        </w:rPr>
        <w:t xml:space="preserve"> وبالتالي تحطيم الرسالة التي هي الآن</w:t>
      </w:r>
      <w:r w:rsidR="00F13C51">
        <w:rPr>
          <w:rtl/>
        </w:rPr>
        <w:t xml:space="preserve"> - </w:t>
      </w:r>
      <w:r w:rsidRPr="00464303">
        <w:rPr>
          <w:rtl/>
        </w:rPr>
        <w:t>في المنظار الأكبر</w:t>
      </w:r>
      <w:r w:rsidR="00F13C51">
        <w:rPr>
          <w:rtl/>
        </w:rPr>
        <w:t xml:space="preserve"> - </w:t>
      </w:r>
      <w:r w:rsidRPr="00464303">
        <w:rPr>
          <w:rtl/>
        </w:rPr>
        <w:t>الأُمَّة ا</w:t>
      </w:r>
      <w:r w:rsidR="002C2DD7">
        <w:rPr>
          <w:rtl/>
        </w:rPr>
        <w:t>لمـُ</w:t>
      </w:r>
      <w:r w:rsidRPr="00464303">
        <w:rPr>
          <w:rtl/>
        </w:rPr>
        <w:t>نطلقة إلى تمجيد ذاتها بكلِّ حدودها ا</w:t>
      </w:r>
      <w:r w:rsidR="002C2DD7">
        <w:rPr>
          <w:rtl/>
        </w:rPr>
        <w:t>لمـُ</w:t>
      </w:r>
      <w:r w:rsidRPr="00464303">
        <w:rPr>
          <w:rtl/>
        </w:rPr>
        <w:t>جتمعيَّة</w:t>
      </w:r>
      <w:r w:rsidR="00F13C51">
        <w:rPr>
          <w:rtl/>
        </w:rPr>
        <w:t xml:space="preserve"> - </w:t>
      </w:r>
      <w:r w:rsidRPr="00464303">
        <w:rPr>
          <w:rtl/>
        </w:rPr>
        <w:t>التاريخيَّة</w:t>
      </w:r>
      <w:r w:rsidR="00F13C51">
        <w:rPr>
          <w:rtl/>
        </w:rPr>
        <w:t xml:space="preserve"> - </w:t>
      </w:r>
      <w:r w:rsidRPr="00464303">
        <w:rPr>
          <w:rtl/>
        </w:rPr>
        <w:t>الإنسانيَّة العظيمة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ولم يكن قبول الإمام علي باعتباره سادساً في المجلس الاستشاري</w:t>
      </w:r>
      <w:r w:rsidR="00F13C51">
        <w:rPr>
          <w:rtl/>
        </w:rPr>
        <w:t>،</w:t>
      </w:r>
      <w:r w:rsidRPr="00464303">
        <w:rPr>
          <w:rtl/>
        </w:rPr>
        <w:t xml:space="preserve"> إلاَّ ليتسنَّى له عن كَثب مُشاهدة توزيع الأدوار في المهزلة التي ابتدأت</w:t>
      </w:r>
      <w:r w:rsidR="00F13C51">
        <w:rPr>
          <w:rtl/>
        </w:rPr>
        <w:t>،</w:t>
      </w:r>
      <w:r w:rsidRPr="00464303">
        <w:rPr>
          <w:rtl/>
        </w:rPr>
        <w:t xml:space="preserve"> تمثيلاً بأبي بكر</w:t>
      </w:r>
      <w:r w:rsidR="00F13C51">
        <w:rPr>
          <w:rtl/>
        </w:rPr>
        <w:t>،</w:t>
      </w:r>
      <w:r w:rsidRPr="00464303">
        <w:rPr>
          <w:rtl/>
        </w:rPr>
        <w:t xml:space="preserve"> وستنتهي</w:t>
      </w:r>
      <w:r w:rsidR="00F13C51">
        <w:rPr>
          <w:rtl/>
        </w:rPr>
        <w:t xml:space="preserve"> - </w:t>
      </w:r>
      <w:r w:rsidRPr="00464303">
        <w:rPr>
          <w:rtl/>
        </w:rPr>
        <w:t>حتماً</w:t>
      </w:r>
      <w:r w:rsidR="00F13C51">
        <w:rPr>
          <w:rtl/>
        </w:rPr>
        <w:t xml:space="preserve"> - </w:t>
      </w:r>
      <w:r w:rsidRPr="00464303">
        <w:rPr>
          <w:rtl/>
        </w:rPr>
        <w:t>بابن عفَّان</w:t>
      </w:r>
      <w:r w:rsidR="00F13C51">
        <w:rPr>
          <w:rtl/>
        </w:rPr>
        <w:t>،</w:t>
      </w:r>
      <w:r w:rsidRPr="00464303">
        <w:rPr>
          <w:rtl/>
        </w:rPr>
        <w:t xml:space="preserve"> أمَّا رفضه القَبول بالخلافة</w:t>
      </w:r>
      <w:r w:rsidR="00F13C51">
        <w:rPr>
          <w:rtl/>
        </w:rPr>
        <w:t xml:space="preserve"> - </w:t>
      </w:r>
      <w:r w:rsidRPr="00464303">
        <w:rPr>
          <w:rtl/>
        </w:rPr>
        <w:t>فإنَّه تمثيليٌّ أيضاً</w:t>
      </w:r>
      <w:r w:rsidR="00F13C51">
        <w:rPr>
          <w:rtl/>
        </w:rPr>
        <w:t xml:space="preserve"> - </w:t>
      </w:r>
      <w:r w:rsidRPr="00464303">
        <w:rPr>
          <w:rtl/>
        </w:rPr>
        <w:t>لأنَّه ا</w:t>
      </w:r>
      <w:r w:rsidR="002C2DD7">
        <w:rPr>
          <w:rtl/>
        </w:rPr>
        <w:t>لمـُ</w:t>
      </w:r>
      <w:r w:rsidRPr="00464303">
        <w:rPr>
          <w:rtl/>
        </w:rPr>
        <w:t>توقِّع ا</w:t>
      </w:r>
      <w:r w:rsidR="002C2DD7">
        <w:rPr>
          <w:rtl/>
        </w:rPr>
        <w:t>لمـُ</w:t>
      </w:r>
      <w:r w:rsidRPr="00464303">
        <w:rPr>
          <w:rtl/>
        </w:rPr>
        <w:t>بصر أنَّ طبخة عمر ما كان لها أبداً أنْ تُقبَل</w:t>
      </w:r>
      <w:r w:rsidR="00F13C51">
        <w:rPr>
          <w:rtl/>
        </w:rPr>
        <w:t>،</w:t>
      </w:r>
      <w:r w:rsidRPr="00464303">
        <w:rPr>
          <w:rtl/>
        </w:rPr>
        <w:t xml:space="preserve"> فتُنزَّل في قِدرٍ مِن قُدور بني طالب</w:t>
      </w:r>
      <w:r w:rsidR="00106DAF">
        <w:rPr>
          <w:rtl/>
        </w:rPr>
        <w:t>!</w:t>
      </w:r>
      <w:r w:rsidRPr="00464303">
        <w:rPr>
          <w:rtl/>
        </w:rPr>
        <w:t>!!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يبقى وحده التخوُّف على الأُمَّة</w:t>
      </w:r>
      <w:r w:rsidR="00F13C51">
        <w:rPr>
          <w:rtl/>
        </w:rPr>
        <w:t>،</w:t>
      </w:r>
      <w:r w:rsidRPr="00464303">
        <w:rPr>
          <w:rtl/>
        </w:rPr>
        <w:t xml:space="preserve"> علَّ الرسالة تبقى تُكفكفها وتُنجيها مِن عثمانيَّة تصنع قميصها وتمشي به مِن المدينة إلى الشام كأن مشيتها نُزْهَة</w:t>
      </w:r>
      <w:r w:rsidR="00F13C51">
        <w:rPr>
          <w:rtl/>
        </w:rPr>
        <w:t>،</w:t>
      </w:r>
      <w:r w:rsidRPr="00464303">
        <w:rPr>
          <w:rtl/>
        </w:rPr>
        <w:t xml:space="preserve"> بينما كانت مشواراً طويلاً أفسد الرحلة</w:t>
      </w:r>
      <w:r w:rsidR="00F13C51">
        <w:rPr>
          <w:rtl/>
        </w:rPr>
        <w:t>،</w:t>
      </w:r>
      <w:r w:rsidRPr="00464303">
        <w:rPr>
          <w:rtl/>
        </w:rPr>
        <w:t xml:space="preserve"> وقطَّع الخيطان في ا</w:t>
      </w:r>
      <w:r w:rsidR="002C2DD7">
        <w:rPr>
          <w:rtl/>
        </w:rPr>
        <w:t>لمـُ</w:t>
      </w:r>
      <w:r w:rsidRPr="00464303">
        <w:rPr>
          <w:rtl/>
        </w:rPr>
        <w:t>كوَّك الذي رغب النبيُّ الكريم بتسليمه لأهل البيت</w:t>
      </w:r>
      <w:r w:rsidR="00F13C51">
        <w:rPr>
          <w:rtl/>
        </w:rPr>
        <w:t>،</w:t>
      </w:r>
      <w:r w:rsidRPr="00464303">
        <w:rPr>
          <w:rtl/>
        </w:rPr>
        <w:t xml:space="preserve"> حتَّى يضبطوا به حياكة قُمصان الأُمَّة لتزدان بها في كلُّ عيدٍ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464303">
        <w:rPr>
          <w:rtl/>
        </w:rPr>
        <w:t xml:space="preserve"> 10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إنَّ هذا الحديث الذي مررنا به في المقطع السابق</w:t>
      </w:r>
      <w:r w:rsidR="00F13C51">
        <w:rPr>
          <w:rtl/>
        </w:rPr>
        <w:t>،</w:t>
      </w:r>
      <w:r w:rsidRPr="00464303">
        <w:rPr>
          <w:rtl/>
        </w:rPr>
        <w:t xml:space="preserve"> كان يَعرضه الإمام عليٍّ على الحسن والحسين</w:t>
      </w:r>
      <w:r w:rsidR="00F13C51">
        <w:rPr>
          <w:rtl/>
        </w:rPr>
        <w:t>،</w:t>
      </w:r>
      <w:r w:rsidRPr="00464303">
        <w:rPr>
          <w:rtl/>
        </w:rPr>
        <w:t xml:space="preserve"> وهو مُغمَض العينين كسيف الخاطر</w:t>
      </w:r>
      <w:r w:rsidR="00F13C51">
        <w:rPr>
          <w:rtl/>
        </w:rPr>
        <w:t>،</w:t>
      </w:r>
      <w:r w:rsidRPr="00464303">
        <w:rPr>
          <w:rtl/>
        </w:rPr>
        <w:t xml:space="preserve"> بعد أنْ هاجت الثورة على الخليفة عثمان</w:t>
      </w:r>
      <w:r w:rsidR="00F13C51">
        <w:rPr>
          <w:rtl/>
        </w:rPr>
        <w:t>،</w:t>
      </w:r>
      <w:r w:rsidRPr="00464303">
        <w:rPr>
          <w:rtl/>
        </w:rPr>
        <w:t xml:space="preserve"> واقتحمت داره</w:t>
      </w:r>
      <w:r w:rsidR="00F13C51">
        <w:rPr>
          <w:rtl/>
        </w:rPr>
        <w:t>،</w:t>
      </w:r>
      <w:r w:rsidRPr="00464303">
        <w:rPr>
          <w:rtl/>
        </w:rPr>
        <w:t xml:space="preserve"> ومزَّقت ضلوعه</w:t>
      </w:r>
      <w:r w:rsidR="00F13C51">
        <w:rPr>
          <w:rtl/>
        </w:rPr>
        <w:t>،</w:t>
      </w:r>
      <w:r w:rsidRPr="00464303">
        <w:rPr>
          <w:rtl/>
        </w:rPr>
        <w:t xml:space="preserve"> وقطَّعت أصابع كفِّ زوجته نائلة</w:t>
      </w:r>
      <w:r w:rsidR="00F13C51">
        <w:rPr>
          <w:rtl/>
        </w:rPr>
        <w:t>،</w:t>
      </w:r>
      <w:r w:rsidRPr="00464303">
        <w:rPr>
          <w:rtl/>
        </w:rPr>
        <w:t xml:space="preserve"> وهي تُدافع عنه مِن ضربة السيف</w:t>
      </w:r>
      <w:r w:rsidR="00F13C51">
        <w:rPr>
          <w:rtl/>
        </w:rPr>
        <w:t>،</w:t>
      </w:r>
      <w:r w:rsidRPr="00464303">
        <w:rPr>
          <w:rtl/>
        </w:rPr>
        <w:t xml:space="preserve"> وعرَّت صدره مِن القميص الذي صُبغ بدمه</w:t>
      </w:r>
      <w:r w:rsidR="00F13C51">
        <w:rPr>
          <w:rtl/>
        </w:rPr>
        <w:t>،</w:t>
      </w:r>
      <w:r w:rsidRPr="00464303">
        <w:rPr>
          <w:rtl/>
        </w:rPr>
        <w:t xml:space="preserve"> وطار به بشير بن النعمان ليعرضه</w:t>
      </w:r>
      <w:r w:rsidR="00F13C51">
        <w:rPr>
          <w:rtl/>
        </w:rPr>
        <w:t xml:space="preserve"> - </w:t>
      </w:r>
      <w:r w:rsidRPr="00464303">
        <w:rPr>
          <w:rtl/>
        </w:rPr>
        <w:t>وأصابع المرأة ملفوفة به</w:t>
      </w:r>
      <w:r w:rsidR="00F13C51">
        <w:rPr>
          <w:rtl/>
        </w:rPr>
        <w:t xml:space="preserve"> - </w:t>
      </w:r>
      <w:r w:rsidRPr="00464303">
        <w:rPr>
          <w:rtl/>
        </w:rPr>
        <w:t>على مُعاوية في الشام</w:t>
      </w:r>
      <w:r w:rsidR="00F13C51">
        <w:rPr>
          <w:rtl/>
        </w:rPr>
        <w:t>،</w:t>
      </w:r>
      <w:r w:rsidRPr="00464303">
        <w:rPr>
          <w:rtl/>
        </w:rPr>
        <w:t xml:space="preserve"> ليعرف كيف يتدبَّر الأخذ بالثار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lastRenderedPageBreak/>
        <w:t>بالحقيقة</w:t>
      </w:r>
      <w:r w:rsidR="00F13C51">
        <w:rPr>
          <w:rtl/>
        </w:rPr>
        <w:t>،</w:t>
      </w:r>
      <w:r w:rsidRPr="00464303">
        <w:rPr>
          <w:rtl/>
        </w:rPr>
        <w:t xml:space="preserve"> إنَّ الفترة الزمنيَّة التي قضاها عثمان في الحُكم</w:t>
      </w:r>
      <w:r w:rsidR="00F13C51">
        <w:rPr>
          <w:rtl/>
        </w:rPr>
        <w:t>،</w:t>
      </w:r>
      <w:r w:rsidRPr="00464303">
        <w:rPr>
          <w:rtl/>
        </w:rPr>
        <w:t xml:space="preserve"> والتي لم تقلَّ عن اثنتي عشرة سنة</w:t>
      </w:r>
      <w:r w:rsidR="00F13C51">
        <w:rPr>
          <w:rtl/>
        </w:rPr>
        <w:t>،</w:t>
      </w:r>
      <w:r w:rsidRPr="00464303">
        <w:rPr>
          <w:rtl/>
        </w:rPr>
        <w:t xml:space="preserve"> كانت غَنيَّة في مردودها</w:t>
      </w:r>
      <w:r w:rsidR="00C327EB">
        <w:rPr>
          <w:rtl/>
        </w:rPr>
        <w:t xml:space="preserve"> ...</w:t>
      </w:r>
      <w:r w:rsidRPr="00464303">
        <w:rPr>
          <w:rtl/>
        </w:rPr>
        <w:t xml:space="preserve"> لم يكن ذلك في مُساهمة عثمان بجمع آيات القرآن احتراصاً مِن ألاَّ تتناولها أيدي الضياع أو النسيان</w:t>
      </w:r>
      <w:r w:rsidR="00F13C51">
        <w:rPr>
          <w:rtl/>
        </w:rPr>
        <w:t>،</w:t>
      </w:r>
      <w:r w:rsidRPr="00464303">
        <w:rPr>
          <w:rtl/>
        </w:rPr>
        <w:t xml:space="preserve"> لقد قُدِّر له العمل بالرغم مِن أنَّ الحِرص هذا كان أولى به الاهتمام</w:t>
      </w:r>
      <w:r w:rsidR="00F13C51">
        <w:rPr>
          <w:rtl/>
        </w:rPr>
        <w:t>،</w:t>
      </w:r>
      <w:r w:rsidRPr="00464303">
        <w:rPr>
          <w:rtl/>
        </w:rPr>
        <w:t xml:space="preserve"> بترسيخ المعاني ا</w:t>
      </w:r>
      <w:r w:rsidR="002C2DD7">
        <w:rPr>
          <w:rtl/>
        </w:rPr>
        <w:t>لمـُ</w:t>
      </w:r>
      <w:r w:rsidRPr="00464303">
        <w:rPr>
          <w:rtl/>
        </w:rPr>
        <w:t>نزَّلة في النفوس</w:t>
      </w:r>
      <w:r w:rsidR="00F13C51">
        <w:rPr>
          <w:rtl/>
        </w:rPr>
        <w:t>،</w:t>
      </w:r>
      <w:r w:rsidRPr="00464303">
        <w:rPr>
          <w:rtl/>
        </w:rPr>
        <w:t xml:space="preserve"> حتَّى تستمرَّ صامدة في بُنيتها ا</w:t>
      </w:r>
      <w:r w:rsidR="002C2DD7">
        <w:rPr>
          <w:rtl/>
        </w:rPr>
        <w:t>لمـُ</w:t>
      </w:r>
      <w:r w:rsidRPr="00464303">
        <w:rPr>
          <w:rtl/>
        </w:rPr>
        <w:t>عفَّفة</w:t>
      </w:r>
      <w:r w:rsidR="00F13C51">
        <w:rPr>
          <w:rtl/>
        </w:rPr>
        <w:t>،</w:t>
      </w:r>
      <w:r w:rsidRPr="00464303">
        <w:rPr>
          <w:rtl/>
        </w:rPr>
        <w:t xml:space="preserve"> وعندئذ فإنَّ التسجيل الباهر هو الظاهر كالشمس</w:t>
      </w:r>
      <w:r w:rsidR="00F13C51">
        <w:rPr>
          <w:rtl/>
        </w:rPr>
        <w:t>،</w:t>
      </w:r>
      <w:r w:rsidRPr="00464303">
        <w:rPr>
          <w:rtl/>
        </w:rPr>
        <w:t xml:space="preserve"> التي لا تحتاج إلى تسجيل يضبطها مِن النسيان</w:t>
      </w:r>
      <w:r w:rsidR="00C327EB">
        <w:rPr>
          <w:rtl/>
        </w:rPr>
        <w:t>.</w:t>
      </w:r>
      <w:r w:rsidRPr="00464303">
        <w:rPr>
          <w:rtl/>
        </w:rPr>
        <w:t xml:space="preserve"> ولكنَّ تسجيل آيات القرآن وسِجنها في قوالب الحروف</w:t>
      </w:r>
      <w:r w:rsidR="00F13C51">
        <w:rPr>
          <w:rtl/>
        </w:rPr>
        <w:t>،</w:t>
      </w:r>
      <w:r w:rsidRPr="00464303">
        <w:rPr>
          <w:rtl/>
        </w:rPr>
        <w:t xml:space="preserve"> مِن دون تخزينها فاعلةً في نفسه</w:t>
      </w:r>
      <w:r w:rsidR="00F13C51">
        <w:rPr>
          <w:rtl/>
        </w:rPr>
        <w:t xml:space="preserve"> - </w:t>
      </w:r>
      <w:r w:rsidRPr="00464303">
        <w:rPr>
          <w:rtl/>
        </w:rPr>
        <w:t>كوكيل مؤتمَن على صيانتها ودفعها</w:t>
      </w:r>
      <w:r w:rsidR="00F13C51">
        <w:rPr>
          <w:rtl/>
        </w:rPr>
        <w:t>،</w:t>
      </w:r>
      <w:r w:rsidRPr="00464303">
        <w:rPr>
          <w:rtl/>
        </w:rPr>
        <w:t xml:space="preserve"> حقَّاً تُقى</w:t>
      </w:r>
      <w:r w:rsidR="00F13C51">
        <w:rPr>
          <w:rtl/>
        </w:rPr>
        <w:t>،</w:t>
      </w:r>
      <w:r w:rsidRPr="00464303">
        <w:rPr>
          <w:rtl/>
        </w:rPr>
        <w:t xml:space="preserve"> وعدلاً ونوراً ل</w:t>
      </w:r>
      <w:r w:rsidR="002C2DD7">
        <w:rPr>
          <w:rtl/>
        </w:rPr>
        <w:t>لمـُ</w:t>
      </w:r>
      <w:r w:rsidRPr="00464303">
        <w:rPr>
          <w:rtl/>
        </w:rPr>
        <w:t>جتمع الذي لا يشتاق إلاَّ الى الحَقِّ والتُّقى والعدل والنور</w:t>
      </w:r>
      <w:r w:rsidR="00F13C51">
        <w:rPr>
          <w:rtl/>
        </w:rPr>
        <w:t xml:space="preserve"> - </w:t>
      </w:r>
      <w:r w:rsidRPr="00464303">
        <w:rPr>
          <w:rtl/>
        </w:rPr>
        <w:t>هو الذي كان ضياعا ابشع من النسيان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464303">
        <w:rPr>
          <w:rtl/>
        </w:rPr>
        <w:t>مِن هنا كان مردود هذه السنوات العثمانيَّة كريماً في تحريك ثورة</w:t>
      </w:r>
      <w:r w:rsidR="00F13C51">
        <w:rPr>
          <w:rtl/>
        </w:rPr>
        <w:t xml:space="preserve"> - </w:t>
      </w:r>
      <w:r w:rsidRPr="00464303">
        <w:rPr>
          <w:rtl/>
        </w:rPr>
        <w:t>وإنْ بحَجم زهيد وضئيل</w:t>
      </w:r>
      <w:r w:rsidR="00F13C51">
        <w:rPr>
          <w:rtl/>
        </w:rPr>
        <w:t xml:space="preserve"> - </w:t>
      </w:r>
      <w:r w:rsidRPr="00464303">
        <w:rPr>
          <w:rtl/>
        </w:rPr>
        <w:t>رفضت استهانة عثمان بالرسالة التي هي بين يديه</w:t>
      </w:r>
      <w:r w:rsidR="00F13C51">
        <w:rPr>
          <w:rtl/>
        </w:rPr>
        <w:t>،</w:t>
      </w:r>
      <w:r w:rsidRPr="00464303">
        <w:rPr>
          <w:rtl/>
        </w:rPr>
        <w:t xml:space="preserve"> وهو يُسجِّلها في الحرف بدون أنْ يقرأ لمحة واحدة مِن معانيها ا</w:t>
      </w:r>
      <w:r w:rsidR="002C2DD7">
        <w:rPr>
          <w:rtl/>
        </w:rPr>
        <w:t>لمـُ</w:t>
      </w:r>
      <w:r w:rsidRPr="00464303">
        <w:rPr>
          <w:rtl/>
        </w:rPr>
        <w:t>نيرة</w:t>
      </w:r>
      <w:r w:rsidR="00C327EB">
        <w:rPr>
          <w:rtl/>
        </w:rPr>
        <w:t>.</w:t>
      </w:r>
      <w:r w:rsidRPr="00464303">
        <w:rPr>
          <w:rtl/>
        </w:rPr>
        <w:t xml:space="preserve"> لقد قالت له الثورة الضئيلة</w:t>
      </w:r>
      <w:r w:rsidR="00F13C51">
        <w:rPr>
          <w:rtl/>
        </w:rPr>
        <w:t>:</w:t>
      </w:r>
      <w:r w:rsidRPr="00464303">
        <w:rPr>
          <w:rtl/>
        </w:rPr>
        <w:t xml:space="preserve"> حجمك</w:t>
      </w:r>
      <w:r w:rsidR="00F13C51">
        <w:rPr>
          <w:rtl/>
        </w:rPr>
        <w:t xml:space="preserve"> - </w:t>
      </w:r>
      <w:r w:rsidRPr="00464303">
        <w:rPr>
          <w:rtl/>
        </w:rPr>
        <w:t>يا عثمان</w:t>
      </w:r>
      <w:r w:rsidR="00F13C51">
        <w:rPr>
          <w:rtl/>
        </w:rPr>
        <w:t xml:space="preserve"> - </w:t>
      </w:r>
      <w:r w:rsidRPr="00464303">
        <w:rPr>
          <w:rtl/>
        </w:rPr>
        <w:t>ضئيل في الحُكم</w:t>
      </w:r>
      <w:r w:rsidR="00F13C51">
        <w:rPr>
          <w:rtl/>
        </w:rPr>
        <w:t>،</w:t>
      </w:r>
      <w:r w:rsidRPr="00464303">
        <w:rPr>
          <w:rtl/>
        </w:rPr>
        <w:t xml:space="preserve"> لهذا ننقم عليك</w:t>
      </w:r>
      <w:r w:rsidR="00F13C51">
        <w:rPr>
          <w:rtl/>
        </w:rPr>
        <w:t>،</w:t>
      </w:r>
      <w:r w:rsidRPr="00464303">
        <w:rPr>
          <w:rtl/>
        </w:rPr>
        <w:t xml:space="preserve"> لقد رأيناك تلبس عشرة سراويل</w:t>
      </w:r>
      <w:r w:rsidR="00F13C51">
        <w:rPr>
          <w:rtl/>
        </w:rPr>
        <w:t>،</w:t>
      </w:r>
      <w:r w:rsidRPr="00464303">
        <w:rPr>
          <w:rtl/>
        </w:rPr>
        <w:t xml:space="preserve"> و</w:t>
      </w:r>
      <w:r w:rsidR="002C2DD7">
        <w:rPr>
          <w:rtl/>
        </w:rPr>
        <w:t>لمـّ</w:t>
      </w:r>
      <w:r w:rsidRPr="00464303">
        <w:rPr>
          <w:rtl/>
        </w:rPr>
        <w:t>َا رحنا نُفتِّش على أيِّ نول حِكْتها</w:t>
      </w:r>
      <w:r w:rsidR="00F13C51">
        <w:rPr>
          <w:rtl/>
        </w:rPr>
        <w:t>،</w:t>
      </w:r>
      <w:r w:rsidRPr="00464303">
        <w:rPr>
          <w:rtl/>
        </w:rPr>
        <w:t xml:space="preserve"> وجدنا حول بيتك عشرة عراة يسألون عمَّن سرق سراويلهم</w:t>
      </w:r>
      <w:r w:rsidR="00F13C51">
        <w:rPr>
          <w:rtl/>
        </w:rPr>
        <w:t>،</w:t>
      </w:r>
      <w:r w:rsidRPr="00464303">
        <w:rPr>
          <w:rtl/>
        </w:rPr>
        <w:t xml:space="preserve"> لهذا ننقم عليك</w:t>
      </w:r>
      <w:r w:rsidR="00F13C51">
        <w:rPr>
          <w:rtl/>
        </w:rPr>
        <w:t>،</w:t>
      </w:r>
      <w:r w:rsidRPr="00464303">
        <w:rPr>
          <w:rtl/>
        </w:rPr>
        <w:t xml:space="preserve"> ولقد وجدناك تتنزَّه مِن قصرٍ إلى قصر مِن بيوتك العامرة</w:t>
      </w:r>
      <w:r w:rsidR="00F13C51">
        <w:rPr>
          <w:rtl/>
        </w:rPr>
        <w:t>،</w:t>
      </w:r>
      <w:r w:rsidRPr="00464303">
        <w:rPr>
          <w:rtl/>
        </w:rPr>
        <w:t xml:space="preserve"> و</w:t>
      </w:r>
      <w:r w:rsidR="002C2DD7">
        <w:rPr>
          <w:rtl/>
        </w:rPr>
        <w:t>لمـّ</w:t>
      </w:r>
      <w:r w:rsidRPr="00464303">
        <w:rPr>
          <w:rtl/>
        </w:rPr>
        <w:t>َا سألناك مَن بناها لك</w:t>
      </w:r>
      <w:r w:rsidR="00106DAF">
        <w:rPr>
          <w:rtl/>
        </w:rPr>
        <w:t>؟</w:t>
      </w:r>
      <w:r w:rsidRPr="00464303">
        <w:rPr>
          <w:rtl/>
        </w:rPr>
        <w:t xml:space="preserve"> وجدنا المئات مِن المساكين حول دورك</w:t>
      </w:r>
      <w:r w:rsidR="00F13C51">
        <w:rPr>
          <w:rtl/>
        </w:rPr>
        <w:t>،</w:t>
      </w:r>
      <w:r w:rsidRPr="00464303">
        <w:rPr>
          <w:rtl/>
        </w:rPr>
        <w:t xml:space="preserve"> كلُّ واحدٍ يتوسَّل وهو يقول</w:t>
      </w:r>
      <w:r w:rsidR="00F13C51">
        <w:rPr>
          <w:rtl/>
        </w:rPr>
        <w:t>:</w:t>
      </w:r>
      <w:r w:rsidRPr="00464303">
        <w:rPr>
          <w:rtl/>
        </w:rPr>
        <w:t xml:space="preserve"> لست أدري</w:t>
      </w:r>
      <w:r w:rsidR="00F13C51">
        <w:rPr>
          <w:rtl/>
        </w:rPr>
        <w:t xml:space="preserve"> - </w:t>
      </w:r>
      <w:r w:rsidRPr="00464303">
        <w:rPr>
          <w:rtl/>
        </w:rPr>
        <w:t>يا عثمان</w:t>
      </w:r>
      <w:r w:rsidR="00F13C51">
        <w:rPr>
          <w:rtl/>
        </w:rPr>
        <w:t xml:space="preserve"> - </w:t>
      </w:r>
      <w:r w:rsidRPr="00464303">
        <w:rPr>
          <w:rtl/>
        </w:rPr>
        <w:t>كيف اقتُلع كوخي</w:t>
      </w:r>
      <w:r w:rsidR="00106DAF">
        <w:rPr>
          <w:rtl/>
        </w:rPr>
        <w:t>؟</w:t>
      </w:r>
      <w:r w:rsidRPr="00464303">
        <w:rPr>
          <w:rtl/>
        </w:rPr>
        <w:t xml:space="preserve"> فهل مِن سبيل أنْ تردَّ لي كوخي</w:t>
      </w:r>
      <w:r w:rsidR="00106DAF">
        <w:rPr>
          <w:rtl/>
        </w:rPr>
        <w:t>؟</w:t>
      </w:r>
      <w:r w:rsidRPr="00464303">
        <w:rPr>
          <w:rtl/>
        </w:rPr>
        <w:t xml:space="preserve"> ولأنَّك لم ترِدْ أنْ تفهم معنى الطلب نقمنا عليك</w:t>
      </w:r>
      <w:r w:rsidR="00F13C51">
        <w:rPr>
          <w:rtl/>
        </w:rPr>
        <w:t>،</w:t>
      </w:r>
      <w:r w:rsidRPr="00464303">
        <w:rPr>
          <w:rtl/>
        </w:rPr>
        <w:t xml:space="preserve"> ولقد وجدناك تدخل البصرة وتدَّعي أنَّها بستان لك باسم قريش</w:t>
      </w:r>
      <w:r w:rsidR="00F13C51">
        <w:rPr>
          <w:rtl/>
        </w:rPr>
        <w:t>؛</w:t>
      </w:r>
      <w:r w:rsidRPr="00464303">
        <w:rPr>
          <w:rtl/>
        </w:rPr>
        <w:t xml:space="preserve"> ولهذا نقمنا عليك</w:t>
      </w:r>
      <w:r w:rsidR="00F13C51">
        <w:rPr>
          <w:rtl/>
        </w:rPr>
        <w:t xml:space="preserve"> - </w:t>
      </w:r>
      <w:r w:rsidRPr="00464303">
        <w:rPr>
          <w:rtl/>
        </w:rPr>
        <w:t>ولقد رأيناك تدخل علينا في مصر ونحن نحلب أبقارنا لنُرضع أولادنا لبنها</w:t>
      </w:r>
      <w:r w:rsidR="00F13C51">
        <w:rPr>
          <w:rtl/>
        </w:rPr>
        <w:t>،</w:t>
      </w:r>
      <w:r w:rsidRPr="00464303">
        <w:rPr>
          <w:rtl/>
        </w:rPr>
        <w:t xml:space="preserve"> فاستوليت على أبقارنا وعلينا وأنت تدَّعي وتقول</w:t>
      </w:r>
      <w:r w:rsidR="00F13C51">
        <w:rPr>
          <w:rtl/>
        </w:rPr>
        <w:t>:</w:t>
      </w:r>
      <w:r w:rsidRPr="00464303">
        <w:rPr>
          <w:rtl/>
        </w:rPr>
        <w:t xml:space="preserve"> الأرض وما فيها بقرة حَلوب لنا</w:t>
      </w:r>
      <w:r w:rsidR="00F13C51">
        <w:rPr>
          <w:rtl/>
        </w:rPr>
        <w:t>،</w:t>
      </w:r>
      <w:r w:rsidRPr="00464303">
        <w:rPr>
          <w:rtl/>
        </w:rPr>
        <w:t xml:space="preserve"> وليست لسوانا</w:t>
      </w:r>
      <w:r w:rsidR="00F13C51">
        <w:rPr>
          <w:rtl/>
        </w:rPr>
        <w:t>؛</w:t>
      </w:r>
      <w:r w:rsidRPr="00464303">
        <w:rPr>
          <w:rtl/>
        </w:rPr>
        <w:t xml:space="preserve"> لهذا نقمنا عليك</w:t>
      </w:r>
      <w:r w:rsidR="00C327EB">
        <w:rPr>
          <w:rtl/>
        </w:rPr>
        <w:t>.</w:t>
      </w:r>
      <w:r w:rsidRPr="00464303">
        <w:rPr>
          <w:rtl/>
        </w:rPr>
        <w:t xml:space="preserve"> لقد تفرَّدت بالحُكم وجعلت وظائف الدولة حَكراً عليك وعلى أزلامك ا</w:t>
      </w:r>
      <w:r w:rsidR="002C2DD7">
        <w:rPr>
          <w:rtl/>
        </w:rPr>
        <w:t>لمـُ</w:t>
      </w:r>
      <w:r w:rsidRPr="00464303">
        <w:rPr>
          <w:rtl/>
        </w:rPr>
        <w:t>قرَّبين</w:t>
      </w:r>
      <w:r w:rsidR="00F13C51">
        <w:rPr>
          <w:rtl/>
        </w:rPr>
        <w:t>،</w:t>
      </w:r>
      <w:r w:rsidRPr="00464303">
        <w:rPr>
          <w:rtl/>
        </w:rPr>
        <w:t xml:space="preserve"> كأنَّ القبيلة الواحدة هي ميزان القوَّة الضاربة بالظلم والاحتكار والاستبداد</w:t>
      </w:r>
      <w:r w:rsidR="00F13C51">
        <w:rPr>
          <w:rtl/>
        </w:rPr>
        <w:t>؛</w:t>
      </w:r>
      <w:r w:rsidRPr="00464303">
        <w:rPr>
          <w:rtl/>
        </w:rPr>
        <w:t xml:space="preserve"> لهذا فإنَّنا ننقم كثيراً عليك</w:t>
      </w:r>
      <w:r w:rsidR="00106DAF">
        <w:rPr>
          <w:rtl/>
        </w:rPr>
        <w:t>!</w:t>
      </w:r>
      <w:r w:rsidRPr="00464303">
        <w:rPr>
          <w:rtl/>
        </w:rPr>
        <w:t>!!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إنَّ فترةً زمنيَّةً حلَّ بها عثمان خليفة مُتنكِّراً لمعنى الخلافة</w:t>
      </w:r>
      <w:r w:rsidR="00F13C51">
        <w:rPr>
          <w:rtl/>
        </w:rPr>
        <w:t>،</w:t>
      </w:r>
      <w:r w:rsidRPr="002E4D94">
        <w:rPr>
          <w:rtl/>
        </w:rPr>
        <w:t xml:space="preserve"> وتمكَّنت مِن تحريك النفوس بثورة رافضة</w:t>
      </w:r>
      <w:r w:rsidR="00F13C51">
        <w:rPr>
          <w:rtl/>
        </w:rPr>
        <w:t>،</w:t>
      </w:r>
      <w:r w:rsidRPr="002E4D94">
        <w:rPr>
          <w:rtl/>
        </w:rPr>
        <w:t xml:space="preserve"> هي</w:t>
      </w:r>
      <w:r w:rsidR="00F13C51">
        <w:rPr>
          <w:rtl/>
        </w:rPr>
        <w:t xml:space="preserve"> - </w:t>
      </w:r>
      <w:r w:rsidRPr="002E4D94">
        <w:rPr>
          <w:rtl/>
        </w:rPr>
        <w:t>في الحقيقة</w:t>
      </w:r>
      <w:r w:rsidR="00F13C51">
        <w:rPr>
          <w:rtl/>
        </w:rPr>
        <w:t xml:space="preserve"> - </w:t>
      </w:r>
      <w:r w:rsidRPr="002E4D94">
        <w:rPr>
          <w:rtl/>
        </w:rPr>
        <w:t>ذات مردود مُبارك</w:t>
      </w:r>
      <w:r w:rsidR="00F13C51">
        <w:rPr>
          <w:rtl/>
        </w:rPr>
        <w:t>،</w:t>
      </w:r>
      <w:r w:rsidRPr="002E4D94">
        <w:rPr>
          <w:rtl/>
        </w:rPr>
        <w:t xml:space="preserve"> لا لكونها هدرت دماً</w:t>
      </w:r>
      <w:r w:rsidR="00F13C51">
        <w:rPr>
          <w:rtl/>
        </w:rPr>
        <w:t>،</w:t>
      </w:r>
      <w:r w:rsidRPr="002E4D94">
        <w:rPr>
          <w:rtl/>
        </w:rPr>
        <w:t xml:space="preserve"> بلْ لأنَّها حرَّكت وعياً يأبى أنْ يذلَّ ويستكين</w:t>
      </w:r>
      <w:r w:rsidR="00F13C51">
        <w:rPr>
          <w:rtl/>
        </w:rPr>
        <w:t>،</w:t>
      </w:r>
      <w:r w:rsidRPr="002E4D94">
        <w:rPr>
          <w:rtl/>
        </w:rPr>
        <w:t xml:space="preserve"> وتلك هي دلالات تُبشِّر بيقظة يتثقَّف بها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مُفتِّشاً عن حقيقة الإباء والنُّبل اللذين يبنيانه إنساناً عفيفاً كريماً</w:t>
      </w:r>
      <w:r w:rsidR="00F13C51">
        <w:rPr>
          <w:rtl/>
        </w:rPr>
        <w:t>،</w:t>
      </w:r>
      <w:r w:rsidRPr="002E4D94">
        <w:rPr>
          <w:rtl/>
        </w:rPr>
        <w:t xml:space="preserve"> إنَّ في الحَقِّ والعدل وا</w:t>
      </w:r>
      <w:r w:rsidR="002C2DD7">
        <w:rPr>
          <w:rtl/>
        </w:rPr>
        <w:t>لمـُ</w:t>
      </w:r>
      <w:r w:rsidRPr="002E4D94">
        <w:rPr>
          <w:rtl/>
        </w:rPr>
        <w:t>ثل لَجاجة تحرُّك النفس</w:t>
      </w:r>
      <w:r w:rsidR="00F13C51">
        <w:rPr>
          <w:rtl/>
        </w:rPr>
        <w:t>،</w:t>
      </w:r>
      <w:r w:rsidRPr="002E4D94">
        <w:rPr>
          <w:rtl/>
        </w:rPr>
        <w:t xml:space="preserve"> وتستدعيها إلى البطولة التي هي وحدها عُنفوان صحيح في وجود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وكان حديث الإمام مع ولديه الحسن والحسين</w:t>
      </w:r>
      <w:r w:rsidR="00F13C51">
        <w:rPr>
          <w:rtl/>
        </w:rPr>
        <w:t>،</w:t>
      </w:r>
      <w:r w:rsidRPr="002E4D94">
        <w:rPr>
          <w:rtl/>
        </w:rPr>
        <w:t xml:space="preserve"> مُتضمِّنا</w:t>
      </w:r>
      <w:r w:rsidR="00F13C51">
        <w:rPr>
          <w:rtl/>
        </w:rPr>
        <w:t xml:space="preserve"> - </w:t>
      </w:r>
      <w:r w:rsidRPr="002E4D94">
        <w:rPr>
          <w:rtl/>
        </w:rPr>
        <w:t>أيضاً</w:t>
      </w:r>
      <w:r w:rsidR="00F13C51">
        <w:rPr>
          <w:rtl/>
        </w:rPr>
        <w:t xml:space="preserve"> - </w:t>
      </w:r>
      <w:r w:rsidRPr="002E4D94">
        <w:rPr>
          <w:rtl/>
        </w:rPr>
        <w:t>هذه المعاني وهو يُحلِّل ثورة الناس على الخليفة</w:t>
      </w:r>
      <w:r w:rsidR="00F13C51">
        <w:rPr>
          <w:rtl/>
        </w:rPr>
        <w:t>،</w:t>
      </w:r>
      <w:r w:rsidRPr="002E4D94">
        <w:rPr>
          <w:rtl/>
        </w:rPr>
        <w:t xml:space="preserve"> وكيف أنَّهم رفضوه حاكماً</w:t>
      </w:r>
      <w:r w:rsidR="00F13C51">
        <w:rPr>
          <w:rtl/>
        </w:rPr>
        <w:t>،</w:t>
      </w:r>
      <w:r w:rsidRPr="002E4D94">
        <w:rPr>
          <w:rtl/>
        </w:rPr>
        <w:t xml:space="preserve"> وكيف أنَّهم يطلبون الإمام ا</w:t>
      </w:r>
      <w:r w:rsidR="002C2DD7">
        <w:rPr>
          <w:rtl/>
        </w:rPr>
        <w:t>لمـُ</w:t>
      </w:r>
      <w:r w:rsidRPr="002E4D94">
        <w:rPr>
          <w:rtl/>
        </w:rPr>
        <w:t>غيَّب عن الساحة التي تطلبه الآن إدارة الحُكم وترميمه</w:t>
      </w:r>
      <w:r w:rsidR="00F13C51">
        <w:rPr>
          <w:rtl/>
        </w:rPr>
        <w:t>،</w:t>
      </w:r>
      <w:r w:rsidRPr="002E4D94">
        <w:rPr>
          <w:rtl/>
        </w:rPr>
        <w:t xml:space="preserve"> حتَّى يعود مُلمَّاً بشؤونهم التي اعوجَّ بها الاضطراب والزيغان</w:t>
      </w:r>
      <w:r w:rsidR="00C327EB">
        <w:rPr>
          <w:rtl/>
        </w:rPr>
        <w:t>.</w:t>
      </w:r>
      <w:r w:rsidRPr="002E4D94">
        <w:rPr>
          <w:rtl/>
        </w:rPr>
        <w:t xml:space="preserve"> وتابع الإمام وقال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وإنَّ مُعاوية في الشام يتَّهمني بأنِّي أنا صبغت قميص عثمان بالدم</w:t>
      </w:r>
      <w:r w:rsidR="00F13C51">
        <w:rPr>
          <w:rtl/>
        </w:rPr>
        <w:t>،</w:t>
      </w:r>
      <w:r w:rsidRPr="002E4D94">
        <w:rPr>
          <w:rtl/>
        </w:rPr>
        <w:t xml:space="preserve"> كأنَّ الرجل لم يدرِ أنَّنا نحن الذين كنَّا نُحاول أنْ نُرمِّم الحُفر مِن طريق عثمان</w:t>
      </w:r>
      <w:r w:rsidR="00F13C51">
        <w:rPr>
          <w:rtl/>
        </w:rPr>
        <w:t>،</w:t>
      </w:r>
      <w:r w:rsidRPr="002E4D94">
        <w:rPr>
          <w:rtl/>
        </w:rPr>
        <w:t xml:space="preserve"> حتَّى ننجيه مِن السقوط فيها فتتحطَّم ضلوعه</w:t>
      </w:r>
      <w:r w:rsidR="00F13C51">
        <w:rPr>
          <w:rtl/>
        </w:rPr>
        <w:t>،</w:t>
      </w:r>
      <w:r w:rsidRPr="002E4D94">
        <w:rPr>
          <w:rtl/>
        </w:rPr>
        <w:t xml:space="preserve"> ويشرب قميصه ذلك الدم</w:t>
      </w:r>
      <w:r w:rsidR="00106DAF">
        <w:rPr>
          <w:rtl/>
        </w:rPr>
        <w:t>!</w:t>
      </w:r>
      <w:r w:rsidRPr="002E4D94">
        <w:rPr>
          <w:rtl/>
        </w:rPr>
        <w:t>! إنَّ عمر بالذات هو الذي رزع الطريق بالحُفر التي وقع فيها عثمان</w:t>
      </w:r>
      <w:r w:rsidR="00F13C51">
        <w:rPr>
          <w:rtl/>
        </w:rPr>
        <w:t>،</w:t>
      </w:r>
      <w:r w:rsidRPr="002E4D94">
        <w:rPr>
          <w:rtl/>
        </w:rPr>
        <w:t xml:space="preserve"> وإنَّ مُعاوية بالذات هو الذي تمنَّاها عميقة حتَّى يُمكنها أنْ تواري عثمانه هذا</w:t>
      </w:r>
      <w:r w:rsidR="00F13C51">
        <w:rPr>
          <w:rtl/>
        </w:rPr>
        <w:t>،</w:t>
      </w:r>
      <w:r w:rsidRPr="002E4D94">
        <w:rPr>
          <w:rtl/>
        </w:rPr>
        <w:t xml:space="preserve"> وتبقى له الذريعة بأخذ الثأر</w:t>
      </w:r>
      <w:r w:rsidR="00F13C51">
        <w:rPr>
          <w:rtl/>
        </w:rPr>
        <w:t>،</w:t>
      </w:r>
      <w:r w:rsidRPr="002E4D94">
        <w:rPr>
          <w:rtl/>
        </w:rPr>
        <w:t xml:space="preserve"> أنَّه يظنُّ أنَّ الساحة قد خلت له الآن</w:t>
      </w:r>
      <w:r w:rsidR="00C327EB">
        <w:rPr>
          <w:rtl/>
        </w:rPr>
        <w:t>.</w:t>
      </w:r>
      <w:r w:rsidRPr="002E4D94">
        <w:rPr>
          <w:rtl/>
        </w:rPr>
        <w:t xml:space="preserve"> يا للرجل</w:t>
      </w:r>
      <w:r w:rsidR="00106DAF">
        <w:rPr>
          <w:rtl/>
        </w:rPr>
        <w:t>!</w:t>
      </w:r>
      <w:r w:rsidRPr="002E4D94">
        <w:rPr>
          <w:rtl/>
        </w:rPr>
        <w:t xml:space="preserve"> يعدُّ نفسه أيضاً بخلافة المسلمين</w:t>
      </w:r>
      <w:r w:rsidR="00106DAF">
        <w:rPr>
          <w:rtl/>
        </w:rPr>
        <w:t>!</w:t>
      </w:r>
      <w:r w:rsidRPr="002E4D94">
        <w:rPr>
          <w:rtl/>
        </w:rPr>
        <w:t xml:space="preserve"> ألا تريان مثلي ومعي</w:t>
      </w:r>
      <w:r w:rsidR="00F13C51">
        <w:rPr>
          <w:rtl/>
        </w:rPr>
        <w:t>،</w:t>
      </w:r>
      <w:r w:rsidRPr="002E4D94">
        <w:rPr>
          <w:rtl/>
        </w:rPr>
        <w:t xml:space="preserve"> أنَّ شفقاً احمرَّ بالزور والبُهتان</w:t>
      </w:r>
      <w:r w:rsidR="00F13C51">
        <w:rPr>
          <w:rtl/>
        </w:rPr>
        <w:t>،</w:t>
      </w:r>
      <w:r w:rsidRPr="002E4D94">
        <w:rPr>
          <w:rtl/>
        </w:rPr>
        <w:t xml:space="preserve"> يُطلُّ علينا مِن خلف الأُفق ا</w:t>
      </w:r>
      <w:r w:rsidR="002C2DD7">
        <w:rPr>
          <w:rtl/>
        </w:rPr>
        <w:t>لمـُ</w:t>
      </w:r>
      <w:r w:rsidRPr="002E4D94">
        <w:rPr>
          <w:rtl/>
        </w:rPr>
        <w:t>طلِّ على الشام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لم يكن وجيفاً جواب الحسن</w:t>
      </w:r>
      <w:r w:rsidR="00F13C51">
        <w:rPr>
          <w:rtl/>
        </w:rPr>
        <w:t>،</w:t>
      </w:r>
      <w:r w:rsidRPr="002E4D94">
        <w:rPr>
          <w:rtl/>
        </w:rPr>
        <w:t xml:space="preserve"> كما وأنَّ جواب الحسين لم يكن أقلَّ مِن مضيض</w:t>
      </w:r>
      <w:r w:rsidR="00C327EB">
        <w:rPr>
          <w:rtl/>
        </w:rPr>
        <w:t>.</w:t>
      </w:r>
      <w:r w:rsidRPr="002E4D94">
        <w:rPr>
          <w:rtl/>
        </w:rPr>
        <w:t xml:space="preserve"> قال الحسن بما معناه</w:t>
      </w:r>
      <w:r w:rsidR="00F13C51">
        <w:rPr>
          <w:rtl/>
        </w:rPr>
        <w:t>: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الحسن</w:t>
      </w:r>
      <w:r w:rsidR="00F13C51">
        <w:rPr>
          <w:rtl/>
        </w:rPr>
        <w:t>:</w:t>
      </w:r>
      <w:r w:rsidRPr="002E4D94">
        <w:rPr>
          <w:rtl/>
        </w:rPr>
        <w:t xml:space="preserve"> نحن مِن زمنٍ طويلٍ حاضرون</w:t>
      </w:r>
      <w:r w:rsidR="00F13C51">
        <w:rPr>
          <w:rtl/>
        </w:rPr>
        <w:t xml:space="preserve"> - </w:t>
      </w:r>
      <w:r w:rsidRPr="002E4D94">
        <w:rPr>
          <w:rtl/>
        </w:rPr>
        <w:t>يا أبي</w:t>
      </w:r>
      <w:r w:rsidR="00F13C51">
        <w:rPr>
          <w:rtl/>
        </w:rPr>
        <w:t xml:space="preserve"> - </w:t>
      </w:r>
      <w:r w:rsidRPr="002E4D94">
        <w:rPr>
          <w:rtl/>
        </w:rPr>
        <w:t>لو أنَّ يقظة قد استدعتنا في عهد عمر</w:t>
      </w:r>
      <w:r w:rsidR="00F13C51">
        <w:rPr>
          <w:rtl/>
        </w:rPr>
        <w:t>،</w:t>
      </w:r>
      <w:r w:rsidRPr="002E4D94">
        <w:rPr>
          <w:rtl/>
        </w:rPr>
        <w:t xml:space="preserve"> لكنَّا لبيَّناها بإلحاح</w:t>
      </w:r>
      <w:r w:rsidR="00F13C51">
        <w:rPr>
          <w:rtl/>
        </w:rPr>
        <w:t>،</w:t>
      </w:r>
      <w:r w:rsidRPr="002E4D94">
        <w:rPr>
          <w:rtl/>
        </w:rPr>
        <w:t xml:space="preserve"> ولكنَّها تأخَّرت حتَّى الآن</w:t>
      </w:r>
      <w:r w:rsidR="00F13C51">
        <w:rPr>
          <w:rtl/>
        </w:rPr>
        <w:t>،</w:t>
      </w:r>
      <w:r w:rsidRPr="002E4D94">
        <w:rPr>
          <w:rtl/>
        </w:rPr>
        <w:t xml:space="preserve"> فهل لنا إلاَّ أنْ نُلبِّي</w:t>
      </w:r>
      <w:r w:rsidR="00106DAF">
        <w:rPr>
          <w:rtl/>
        </w:rPr>
        <w:t>؟</w:t>
      </w:r>
      <w:r w:rsidRPr="002E4D94">
        <w:rPr>
          <w:rtl/>
        </w:rPr>
        <w:t>! إنَّ الأُمَّة تطلبنا في الوقت الحاضر</w:t>
      </w:r>
      <w:r w:rsidR="00F13C51">
        <w:rPr>
          <w:rtl/>
        </w:rPr>
        <w:t>،</w:t>
      </w:r>
      <w:r w:rsidRPr="002E4D94">
        <w:rPr>
          <w:rtl/>
        </w:rPr>
        <w:t xml:space="preserve"> فامش إليها أيُّها الإمام</w:t>
      </w:r>
      <w:r w:rsidR="00C327EB">
        <w:rPr>
          <w:rtl/>
        </w:rPr>
        <w:t>.</w:t>
      </w:r>
      <w:r w:rsidRPr="002E4D94">
        <w:rPr>
          <w:rtl/>
        </w:rPr>
        <w:t xml:space="preserve"> صحيح أنَّ كلَّ قعود طويل يوهِن الطريق ويُبعثر فيه حُفر العِثار</w:t>
      </w:r>
      <w:r w:rsidR="00F13C51">
        <w:rPr>
          <w:rtl/>
        </w:rPr>
        <w:t>،</w:t>
      </w:r>
      <w:r w:rsidRPr="002E4D94">
        <w:rPr>
          <w:rtl/>
        </w:rPr>
        <w:t xml:space="preserve"> ولكنَّ القضيَّة الكبيرة تبقى</w:t>
      </w:r>
      <w:r w:rsidR="00F13C51">
        <w:rPr>
          <w:rtl/>
        </w:rPr>
        <w:t xml:space="preserve"> - </w:t>
      </w:r>
      <w:r w:rsidRPr="002E4D94">
        <w:rPr>
          <w:rtl/>
        </w:rPr>
        <w:t>أبداً</w:t>
      </w:r>
      <w:r w:rsidR="00F13C51">
        <w:rPr>
          <w:rtl/>
        </w:rPr>
        <w:t xml:space="preserve"> - </w:t>
      </w:r>
      <w:r w:rsidRPr="002E4D94">
        <w:rPr>
          <w:rtl/>
        </w:rPr>
        <w:t>حافزنا نُلبِّيها ساعة تطلبنا النَّجدة بمَزيِّتها الحكيمة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يظهر أنَّ مُعاوية يلعب لُعبة كبيرة في غوطة الشام</w:t>
      </w:r>
      <w:r w:rsidR="00F13C51">
        <w:rPr>
          <w:rtl/>
        </w:rPr>
        <w:t>،</w:t>
      </w:r>
      <w:r w:rsidRPr="002E4D94">
        <w:rPr>
          <w:rtl/>
        </w:rPr>
        <w:t xml:space="preserve"> إنَّها لُعبة يُتقنها</w:t>
      </w:r>
      <w:r w:rsidR="00F13C51">
        <w:rPr>
          <w:rtl/>
        </w:rPr>
        <w:t xml:space="preserve"> - </w:t>
      </w:r>
      <w:r w:rsidRPr="002E4D94">
        <w:rPr>
          <w:rtl/>
        </w:rPr>
        <w:t>تيميَّة سُفيانيَّة</w:t>
      </w:r>
      <w:r w:rsidR="00F13C51">
        <w:rPr>
          <w:rtl/>
        </w:rPr>
        <w:t xml:space="preserve"> - </w:t>
      </w:r>
      <w:r w:rsidRPr="002E4D94">
        <w:rPr>
          <w:rtl/>
        </w:rPr>
        <w:t>إنَّ تيميَّة أبي بكر تَنشط الآن في البصرة</w:t>
      </w:r>
      <w:r w:rsidR="00F13C51">
        <w:rPr>
          <w:rtl/>
        </w:rPr>
        <w:t>،</w:t>
      </w:r>
      <w:r w:rsidRPr="002E4D94">
        <w:rPr>
          <w:rtl/>
        </w:rPr>
        <w:t xml:space="preserve"> تُحرِّكها ابنته عائشة لصالح طلحة والزبير</w:t>
      </w:r>
      <w:r w:rsidR="00F13C51">
        <w:rPr>
          <w:rtl/>
        </w:rPr>
        <w:t>،</w:t>
      </w:r>
      <w:r w:rsidRPr="002E4D94">
        <w:rPr>
          <w:rtl/>
        </w:rPr>
        <w:t xml:space="preserve"> في حين يوظِّفها دَهاء مُعاوية حتَّى تكون لصالحه في طرف الميدان</w:t>
      </w:r>
      <w:r w:rsidR="00C327EB">
        <w:rPr>
          <w:rtl/>
        </w:rPr>
        <w:t>.</w:t>
      </w:r>
      <w:r w:rsidRPr="002E4D94">
        <w:rPr>
          <w:rtl/>
        </w:rPr>
        <w:t xml:space="preserve"> فلنقف بوجه مُعاوية الآن في البصرة</w:t>
      </w:r>
      <w:r w:rsidR="00C327EB">
        <w:rPr>
          <w:rtl/>
        </w:rPr>
        <w:t>.</w:t>
      </w:r>
      <w:r w:rsidRPr="002E4D94">
        <w:rPr>
          <w:rtl/>
        </w:rPr>
        <w:t xml:space="preserve"> لقد سمعتك في الأمس تُخطِّط</w:t>
      </w:r>
      <w:r w:rsidR="00F13C51">
        <w:rPr>
          <w:rtl/>
        </w:rPr>
        <w:t>:</w:t>
      </w:r>
      <w:r w:rsidRPr="002E4D94">
        <w:rPr>
          <w:rtl/>
        </w:rPr>
        <w:t xml:space="preserve"> إنَّ عائشة أوَّلا ثمَّ يأتي دور الشام</w:t>
      </w:r>
      <w:r w:rsidR="00C327EB">
        <w:rPr>
          <w:rtl/>
        </w:rPr>
        <w:t>.</w:t>
      </w:r>
      <w:r w:rsidRPr="002E4D94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ما كاد الحسن يسكت عن حديثه الموجَز</w:t>
      </w:r>
      <w:r w:rsidR="00F13C51">
        <w:rPr>
          <w:rtl/>
        </w:rPr>
        <w:t>،</w:t>
      </w:r>
      <w:r w:rsidRPr="002E4D94">
        <w:rPr>
          <w:rtl/>
        </w:rPr>
        <w:t xml:space="preserve"> حتَّى نهض الحسين يزرع الدار بخطوات مَلزوزة</w:t>
      </w:r>
      <w:r w:rsidR="00F13C51">
        <w:rPr>
          <w:rtl/>
        </w:rPr>
        <w:t>،</w:t>
      </w:r>
      <w:r w:rsidRPr="002E4D94">
        <w:rPr>
          <w:rtl/>
        </w:rPr>
        <w:t xml:space="preserve"> كأنَّها هي التي راحت تُساعده في التعبير عن انفعالاته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الحسين</w:t>
      </w:r>
      <w:r w:rsidR="00F13C51">
        <w:rPr>
          <w:rtl/>
        </w:rPr>
        <w:t>:</w:t>
      </w:r>
      <w:r w:rsidRPr="002E4D94">
        <w:rPr>
          <w:rtl/>
        </w:rPr>
        <w:t xml:space="preserve"> أجل</w:t>
      </w:r>
      <w:r w:rsidR="00F13C51">
        <w:rPr>
          <w:rtl/>
        </w:rPr>
        <w:t xml:space="preserve"> - </w:t>
      </w:r>
      <w:r w:rsidRPr="002E4D94">
        <w:rPr>
          <w:rtl/>
        </w:rPr>
        <w:t>يا أبي</w:t>
      </w:r>
      <w:r w:rsidR="00F13C51">
        <w:rPr>
          <w:rtl/>
        </w:rPr>
        <w:t xml:space="preserve"> - </w:t>
      </w:r>
      <w:r w:rsidRPr="002E4D94">
        <w:rPr>
          <w:rtl/>
        </w:rPr>
        <w:t>نحن دائماً حاضرون</w:t>
      </w:r>
      <w:r w:rsidR="00F13C51">
        <w:rPr>
          <w:rtl/>
        </w:rPr>
        <w:t>،</w:t>
      </w:r>
      <w:r w:rsidRPr="002E4D94">
        <w:rPr>
          <w:rtl/>
        </w:rPr>
        <w:t xml:space="preserve"> فالرسالة</w:t>
      </w:r>
      <w:r w:rsidR="00F13C51">
        <w:rPr>
          <w:rtl/>
        </w:rPr>
        <w:t xml:space="preserve"> - </w:t>
      </w:r>
      <w:r w:rsidRPr="002E4D94">
        <w:rPr>
          <w:rtl/>
        </w:rPr>
        <w:t>القضيَّة</w:t>
      </w:r>
      <w:r w:rsidR="00F13C51">
        <w:rPr>
          <w:rtl/>
        </w:rPr>
        <w:t xml:space="preserve"> - </w:t>
      </w:r>
      <w:r w:rsidRPr="002E4D94">
        <w:rPr>
          <w:rtl/>
        </w:rPr>
        <w:t>حاضرة فينا ونحن حاضرون فيها وبها</w:t>
      </w:r>
      <w:r w:rsidR="00F13C51">
        <w:rPr>
          <w:rtl/>
        </w:rPr>
        <w:t>،</w:t>
      </w:r>
      <w:r w:rsidRPr="002E4D94">
        <w:rPr>
          <w:rtl/>
        </w:rPr>
        <w:t xml:space="preserve"> وعلينا أنْ نُلبِّي في كلِّ لحظة يشتغل فيها وعي وإدراك</w:t>
      </w:r>
      <w:r w:rsidR="00F13C51">
        <w:rPr>
          <w:rtl/>
        </w:rPr>
        <w:t>،</w:t>
      </w:r>
      <w:r w:rsidRPr="002E4D94">
        <w:rPr>
          <w:rtl/>
        </w:rPr>
        <w:t xml:space="preserve"> ولكنَّني أسأل</w:t>
      </w:r>
      <w:r w:rsidR="00F13C51">
        <w:rPr>
          <w:rtl/>
        </w:rPr>
        <w:t>:</w:t>
      </w:r>
      <w:r w:rsidRPr="002E4D94">
        <w:rPr>
          <w:rtl/>
        </w:rPr>
        <w:t xml:space="preserve"> ألسنا نحن يقظة في ضمير الأُمَّة</w:t>
      </w:r>
      <w:r w:rsidR="00106DAF">
        <w:rPr>
          <w:rtl/>
        </w:rPr>
        <w:t>؟</w:t>
      </w:r>
      <w:r w:rsidRPr="002E4D94">
        <w:rPr>
          <w:rtl/>
        </w:rPr>
        <w:t>! فإذا كانت الثورة قد هبَّت في وجه الخليفة وضرَّجته بدمه</w:t>
      </w:r>
      <w:r w:rsidR="00F13C51">
        <w:rPr>
          <w:rtl/>
        </w:rPr>
        <w:t>،</w:t>
      </w:r>
      <w:r w:rsidRPr="002E4D94">
        <w:rPr>
          <w:rtl/>
        </w:rPr>
        <w:t xml:space="preserve"> ألاَ نكون نحن هم الذين أيقظوا الثورة فأُسِكتت</w:t>
      </w:r>
      <w:r w:rsidR="00106DAF">
        <w:rPr>
          <w:rtl/>
        </w:rPr>
        <w:t>؟</w:t>
      </w:r>
      <w:r w:rsidRPr="002E4D94">
        <w:rPr>
          <w:rtl/>
        </w:rPr>
        <w:t>!فما كان يُنطَق بالعهر والكُفر</w:t>
      </w:r>
      <w:r w:rsidR="00106DAF">
        <w:rPr>
          <w:rtl/>
        </w:rPr>
        <w:t>؟</w:t>
      </w:r>
      <w:r w:rsidRPr="002E4D94">
        <w:rPr>
          <w:rtl/>
        </w:rPr>
        <w:t xml:space="preserve"> صحيح أنَّنا لم نَمتشِق حساماً غرزناه في صدر القتيل</w:t>
      </w:r>
      <w:r w:rsidR="00F13C51">
        <w:rPr>
          <w:rtl/>
        </w:rPr>
        <w:t>،</w:t>
      </w:r>
      <w:r w:rsidRPr="002E4D94">
        <w:rPr>
          <w:rtl/>
        </w:rPr>
        <w:t xml:space="preserve"> إنَّنا لسنا مُجرمين سفاكي دم</w:t>
      </w:r>
      <w:r w:rsidR="00F13C51">
        <w:rPr>
          <w:rtl/>
        </w:rPr>
        <w:t>،</w:t>
      </w:r>
      <w:r w:rsidRPr="002E4D94">
        <w:rPr>
          <w:rtl/>
        </w:rPr>
        <w:t xml:space="preserve"> ولكنَّنا نحن كلمة في الرسالة التي هبطت بالحَقِّ</w:t>
      </w:r>
      <w:r w:rsidR="00F13C51">
        <w:rPr>
          <w:rtl/>
        </w:rPr>
        <w:t>؛</w:t>
      </w:r>
      <w:r w:rsidRPr="002E4D94">
        <w:rPr>
          <w:rtl/>
        </w:rPr>
        <w:t xml:space="preserve"> لتزيح ا</w:t>
      </w:r>
      <w:r w:rsidR="002C2DD7">
        <w:rPr>
          <w:rtl/>
        </w:rPr>
        <w:t>لمـُ</w:t>
      </w:r>
      <w:r w:rsidRPr="002E4D94">
        <w:rPr>
          <w:rtl/>
        </w:rPr>
        <w:t>جرمين السفَّاكين مِن درب الحَقِّ</w:t>
      </w:r>
      <w:r w:rsidR="00F13C51">
        <w:rPr>
          <w:rtl/>
        </w:rPr>
        <w:t>،</w:t>
      </w:r>
      <w:r w:rsidRPr="002E4D94">
        <w:rPr>
          <w:rtl/>
        </w:rPr>
        <w:t xml:space="preserve"> الذي يلهب يقظة الإنسان في أُمَّة جَدِّي</w:t>
      </w:r>
      <w:r w:rsidR="00F13C51">
        <w:rPr>
          <w:rtl/>
        </w:rPr>
        <w:t>،</w:t>
      </w:r>
      <w:r w:rsidRPr="002E4D94">
        <w:rPr>
          <w:rtl/>
        </w:rPr>
        <w:t xml:space="preserve"> لهذا نحن حاضرون الآن لأنْ نُلبِّي القضيَّة ساعةَ تطلبنا النَّجدة</w:t>
      </w:r>
      <w:r w:rsidR="00F13C51">
        <w:rPr>
          <w:rtl/>
        </w:rPr>
        <w:t>،</w:t>
      </w:r>
      <w:r w:rsidRPr="002E4D94">
        <w:rPr>
          <w:rtl/>
        </w:rPr>
        <w:t xml:space="preserve"> وسنلبيها بمُجازفة بأعناقنا</w:t>
      </w:r>
      <w:r w:rsidR="00F13C51">
        <w:rPr>
          <w:rtl/>
        </w:rPr>
        <w:t>،</w:t>
      </w:r>
      <w:r w:rsidRPr="002E4D94">
        <w:rPr>
          <w:rtl/>
        </w:rPr>
        <w:t xml:space="preserve"> ألم تكن ا</w:t>
      </w:r>
      <w:r w:rsidR="002C2DD7">
        <w:rPr>
          <w:rtl/>
        </w:rPr>
        <w:t>لمـُ</w:t>
      </w:r>
      <w:r w:rsidRPr="002E4D94">
        <w:rPr>
          <w:rtl/>
        </w:rPr>
        <w:t>جازفة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في معركة أُحد بنت البطولة التي حقَّقت النصر</w:t>
      </w:r>
      <w:r w:rsidR="00106DAF">
        <w:rPr>
          <w:rtl/>
        </w:rPr>
        <w:t>؟</w:t>
      </w:r>
      <w:r w:rsidRPr="002E4D94">
        <w:rPr>
          <w:rtl/>
        </w:rPr>
        <w:t>! إنَّي أرى ا</w:t>
      </w:r>
      <w:r w:rsidR="002C2DD7">
        <w:rPr>
          <w:rtl/>
        </w:rPr>
        <w:t>لمـُ</w:t>
      </w:r>
      <w:r w:rsidRPr="002E4D94">
        <w:rPr>
          <w:rtl/>
        </w:rPr>
        <w:t>جازفة بنت الحِكمة</w:t>
      </w:r>
      <w:r w:rsidR="00F13C51">
        <w:rPr>
          <w:rtl/>
        </w:rPr>
        <w:t>،</w:t>
      </w:r>
      <w:r w:rsidRPr="002E4D94">
        <w:rPr>
          <w:rtl/>
        </w:rPr>
        <w:t xml:space="preserve"> فلنرمِ بنفسنا إلى الساحة حتَّى لا نخسر الفرصة بإعطاء الوقت الكافي لهروب اللُّص الذي سرق</w:t>
      </w:r>
      <w:r w:rsidR="00C327EB">
        <w:rPr>
          <w:rtl/>
        </w:rPr>
        <w:t>.</w:t>
      </w:r>
      <w:r w:rsidRPr="002E4D94">
        <w:rPr>
          <w:rtl/>
        </w:rPr>
        <w:t xml:space="preserve"> أنا أقول</w:t>
      </w:r>
      <w:r w:rsidR="00F13C51">
        <w:rPr>
          <w:rtl/>
        </w:rPr>
        <w:t xml:space="preserve"> - </w:t>
      </w:r>
      <w:r w:rsidRPr="002E4D94">
        <w:rPr>
          <w:rtl/>
        </w:rPr>
        <w:t>مثلك يا أبي</w:t>
      </w:r>
      <w:r w:rsidR="00F13C51">
        <w:rPr>
          <w:rtl/>
        </w:rPr>
        <w:t xml:space="preserve"> -:</w:t>
      </w:r>
      <w:r w:rsidRPr="002E4D94">
        <w:rPr>
          <w:rtl/>
        </w:rPr>
        <w:t xml:space="preserve"> لم يَقتل عثمان إلاَّ عمر</w:t>
      </w:r>
      <w:r w:rsidR="00F13C51">
        <w:rPr>
          <w:rtl/>
        </w:rPr>
        <w:t>،</w:t>
      </w:r>
      <w:r w:rsidRPr="002E4D94">
        <w:rPr>
          <w:rtl/>
        </w:rPr>
        <w:t xml:space="preserve"> فهل يكون </w:t>
      </w:r>
      <w:r w:rsidR="002C2DD7">
        <w:rPr>
          <w:rtl/>
        </w:rPr>
        <w:t>لمـُ</w:t>
      </w:r>
      <w:r w:rsidRPr="002E4D94">
        <w:rPr>
          <w:rtl/>
        </w:rPr>
        <w:t>عاوية ثأر مِنَّا والجاني عمر</w:t>
      </w:r>
      <w:r w:rsidR="00106DAF">
        <w:rPr>
          <w:rtl/>
        </w:rPr>
        <w:t>؟!</w:t>
      </w:r>
      <w:r w:rsidRPr="002E4D94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ولكنَّ أُمَّة جَدِّي هي الضحيَّة</w:t>
      </w:r>
      <w:r w:rsidR="00F13C51">
        <w:rPr>
          <w:rtl/>
        </w:rPr>
        <w:t>،</w:t>
      </w:r>
      <w:r w:rsidRPr="002E4D94">
        <w:rPr>
          <w:rtl/>
        </w:rPr>
        <w:t xml:space="preserve"> وهل لغيرنا نحن أنْ يثأر</w:t>
      </w:r>
      <w:r w:rsidR="00106DAF">
        <w:rPr>
          <w:rtl/>
        </w:rPr>
        <w:t>؟</w:t>
      </w:r>
      <w:r w:rsidRPr="002E4D94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لم يمرَّ هزيع أوَّل مِن ذلك الليل إلاَّ وكانت القوافل وخيول الجُند</w:t>
      </w:r>
      <w:r w:rsidR="00F13C51">
        <w:rPr>
          <w:rtl/>
        </w:rPr>
        <w:t>،</w:t>
      </w:r>
      <w:r w:rsidRPr="002E4D94">
        <w:rPr>
          <w:rtl/>
        </w:rPr>
        <w:t xml:space="preserve"> تترك المدينة وتستلم الخَطَّ المارَّ بالتنعيم</w:t>
      </w:r>
      <w:r w:rsidR="00F13C51">
        <w:rPr>
          <w:rtl/>
        </w:rPr>
        <w:t>،</w:t>
      </w:r>
      <w:r w:rsidRPr="002E4D94">
        <w:rPr>
          <w:rtl/>
        </w:rPr>
        <w:t xml:space="preserve"> والصفاح</w:t>
      </w:r>
      <w:r w:rsidR="00F13C51">
        <w:rPr>
          <w:rtl/>
        </w:rPr>
        <w:t>،</w:t>
      </w:r>
      <w:r w:rsidRPr="002E4D94">
        <w:rPr>
          <w:rtl/>
        </w:rPr>
        <w:t xml:space="preserve"> ووادي العقيق والقادسيَّة</w:t>
      </w:r>
      <w:r w:rsidR="00F13C51">
        <w:rPr>
          <w:rtl/>
        </w:rPr>
        <w:t>،</w:t>
      </w:r>
      <w:r w:rsidRPr="002E4D94">
        <w:rPr>
          <w:rtl/>
        </w:rPr>
        <w:t xml:space="preserve"> وكلُّها مَحطَّات تؤدِّي إلى البصرة والكوفة والشام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2E4D94">
        <w:rPr>
          <w:rtl/>
        </w:rPr>
        <w:t xml:space="preserve"> 11</w:t>
      </w:r>
      <w:r>
        <w:rPr>
          <w:rtl/>
        </w:rPr>
        <w:t xml:space="preserve"> -</w:t>
      </w:r>
    </w:p>
    <w:p w:rsidR="003A7CC2" w:rsidRPr="00A37385" w:rsidRDefault="003A7CC2" w:rsidP="00F13C51">
      <w:pPr>
        <w:pStyle w:val="libNormal"/>
        <w:rPr>
          <w:rtl/>
        </w:rPr>
      </w:pPr>
      <w:r w:rsidRPr="002E4D94">
        <w:rPr>
          <w:rtl/>
        </w:rPr>
        <w:t>وأخيراً وصل الرجل الدعَّابة إلى الحُكم</w:t>
      </w:r>
      <w:r w:rsidR="00F13C51">
        <w:rPr>
          <w:rtl/>
        </w:rPr>
        <w:t>،</w:t>
      </w:r>
      <w:r w:rsidRPr="002E4D94">
        <w:rPr>
          <w:rtl/>
        </w:rPr>
        <w:t xml:space="preserve"> ولكنَّه قُتِل</w:t>
      </w:r>
      <w:r w:rsidR="00106DAF">
        <w:rPr>
          <w:rtl/>
        </w:rPr>
        <w:t>!</w:t>
      </w:r>
      <w:r w:rsidRPr="002E4D94">
        <w:rPr>
          <w:rtl/>
        </w:rPr>
        <w:t xml:space="preserve"> أتكون دُعابته هي التي طعنه بها ابن مُلجم</w:t>
      </w:r>
      <w:r w:rsidR="00106DAF">
        <w:rPr>
          <w:rtl/>
        </w:rPr>
        <w:t>!</w:t>
      </w:r>
      <w:r w:rsidRPr="002E4D94">
        <w:rPr>
          <w:rtl/>
        </w:rPr>
        <w:t xml:space="preserve"> وهو خاشع تحتها في مِحراب المسجد</w:t>
      </w:r>
      <w:r w:rsidR="00106DAF">
        <w:rPr>
          <w:rtl/>
        </w:rPr>
        <w:t>؟</w:t>
      </w:r>
      <w:r w:rsidRPr="002E4D94">
        <w:rPr>
          <w:rtl/>
        </w:rPr>
        <w:t>! ومِن أين لابن مُلجم أنْ يعرف معنى الكلمة</w:t>
      </w:r>
      <w:r w:rsidR="00F13C51">
        <w:rPr>
          <w:rtl/>
        </w:rPr>
        <w:t>:</w:t>
      </w:r>
      <w:r w:rsidRPr="002E4D94">
        <w:rPr>
          <w:rtl/>
        </w:rPr>
        <w:t xml:space="preserve"> بأنَّه المزاح الخفيف في الطبع</w:t>
      </w:r>
      <w:r w:rsidR="00F13C51">
        <w:rPr>
          <w:rtl/>
        </w:rPr>
        <w:t>،</w:t>
      </w:r>
      <w:r w:rsidRPr="002E4D94">
        <w:rPr>
          <w:rtl/>
        </w:rPr>
        <w:t xml:space="preserve"> والمزيَّة البهلوانيَّة التي هي لُعبة يمرح بها الصِبْية في ليالي الطيش</w:t>
      </w:r>
      <w:r w:rsidR="00F13C51">
        <w:rPr>
          <w:rtl/>
        </w:rPr>
        <w:t>،</w:t>
      </w:r>
      <w:r w:rsidRPr="002E4D94">
        <w:rPr>
          <w:rtl/>
        </w:rPr>
        <w:t xml:space="preserve"> وفي خبايا الازَّقة ليلة العيد</w:t>
      </w:r>
      <w:r w:rsidR="00106DAF">
        <w:rPr>
          <w:rtl/>
        </w:rPr>
        <w:t>!</w:t>
      </w:r>
      <w:r w:rsidRPr="002E4D94">
        <w:rPr>
          <w:rtl/>
        </w:rPr>
        <w:t xml:space="preserve"> أم أنَّه سمع عمر بن الخطاب يصف بها رفيقه عليَّاً بالجهاد</w:t>
      </w:r>
      <w:r w:rsidR="00F13C51">
        <w:rPr>
          <w:rtl/>
        </w:rPr>
        <w:t>،</w:t>
      </w:r>
      <w:r w:rsidRPr="002E4D94">
        <w:rPr>
          <w:rtl/>
        </w:rPr>
        <w:t xml:space="preserve"> ليلة ألَّف مجلس الشورى السُّداسي</w:t>
      </w:r>
      <w:r w:rsidR="00F13C51">
        <w:rPr>
          <w:rtl/>
        </w:rPr>
        <w:t>،</w:t>
      </w:r>
      <w:r w:rsidRPr="002E4D94">
        <w:rPr>
          <w:rtl/>
        </w:rPr>
        <w:t xml:space="preserve"> فلم يترك أحداً مِن السِّتَّة إلاّ دلَّ إليه بالمزيَّة التي فيه</w:t>
      </w:r>
      <w:r w:rsidR="00F13C51">
        <w:rPr>
          <w:rtl/>
        </w:rPr>
        <w:t>،</w:t>
      </w:r>
      <w:r w:rsidRPr="002E4D94">
        <w:rPr>
          <w:rtl/>
        </w:rPr>
        <w:t xml:space="preserve"> والتي تُعرقل وصوله إلى كُرسيِّ الخلافة</w:t>
      </w:r>
      <w:r w:rsidR="00F13C51">
        <w:rPr>
          <w:rtl/>
        </w:rPr>
        <w:t>،</w:t>
      </w:r>
      <w:r w:rsidRPr="002E4D94">
        <w:rPr>
          <w:rtl/>
        </w:rPr>
        <w:t xml:space="preserve"> وكان يتمنَّى على كلِّ فردٍ منهم</w:t>
      </w:r>
      <w:r w:rsidR="00F13C51">
        <w:rPr>
          <w:rtl/>
        </w:rPr>
        <w:t>:</w:t>
      </w:r>
      <w:r w:rsidRPr="002E4D94">
        <w:rPr>
          <w:rtl/>
        </w:rPr>
        <w:t xml:space="preserve"> لو يَقدر أنْ يتنفض منها حتَّى يأتي الخلافة وهو في تمام استحقاقها</w:t>
      </w:r>
      <w:r w:rsidR="00F13C51">
        <w:rPr>
          <w:rtl/>
        </w:rPr>
        <w:t>،</w:t>
      </w:r>
      <w:r w:rsidRPr="002E4D94">
        <w:rPr>
          <w:rtl/>
        </w:rPr>
        <w:t xml:space="preserve"> أمَّا تمنِّيه على عليٍّ فكان حُكماً له بأنَّه يكون أمثل مَن يتولاَّها لولا دُعابة فيه تُبعده عنها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ولكنَّ التاريخ</w:t>
      </w:r>
      <w:r w:rsidR="00F13C51">
        <w:rPr>
          <w:rtl/>
        </w:rPr>
        <w:t xml:space="preserve"> - </w:t>
      </w:r>
      <w:r w:rsidRPr="002E4D94">
        <w:rPr>
          <w:rtl/>
        </w:rPr>
        <w:t>وهو جليل القدر إذ يُمحِّص ويتبنَّى الحَزم والجزم في الحُكم</w:t>
      </w:r>
      <w:r w:rsidR="00F13C51">
        <w:rPr>
          <w:rtl/>
        </w:rPr>
        <w:t xml:space="preserve"> - </w:t>
      </w:r>
      <w:r w:rsidRPr="002E4D94">
        <w:rPr>
          <w:rtl/>
        </w:rPr>
        <w:t>لم يتمنطق بشيء مِن فلسفته التي تُسمَّى ( فلسفة التاريخ ) وبها تتغربل المعاني والأحداث</w:t>
      </w:r>
      <w:r w:rsidR="00F13C51">
        <w:rPr>
          <w:rtl/>
        </w:rPr>
        <w:t>،</w:t>
      </w:r>
      <w:r w:rsidRPr="002E4D94">
        <w:rPr>
          <w:rtl/>
        </w:rPr>
        <w:t xml:space="preserve"> وأبقى على الكلمة خارجة مِن فَمِ عمر</w:t>
      </w:r>
      <w:r w:rsidR="00F13C51">
        <w:rPr>
          <w:rtl/>
        </w:rPr>
        <w:t>،</w:t>
      </w:r>
      <w:r w:rsidRPr="002E4D94">
        <w:rPr>
          <w:rtl/>
        </w:rPr>
        <w:t xml:space="preserve"> ولا صقة بعُنق عليٍّ</w:t>
      </w:r>
      <w:r w:rsidR="00F13C51">
        <w:rPr>
          <w:rtl/>
        </w:rPr>
        <w:t>،</w:t>
      </w:r>
      <w:r w:rsidRPr="002E4D94">
        <w:rPr>
          <w:rtl/>
        </w:rPr>
        <w:t xml:space="preserve"> دون أنْ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يلمسها بوصف وتحديد</w:t>
      </w:r>
      <w:r w:rsidR="00F13C51">
        <w:rPr>
          <w:rtl/>
        </w:rPr>
        <w:t>:</w:t>
      </w:r>
      <w:r w:rsidRPr="002E4D94">
        <w:rPr>
          <w:rtl/>
        </w:rPr>
        <w:t xml:space="preserve"> هل هي ثُؤلول في أنفه</w:t>
      </w:r>
      <w:r w:rsidR="00106DAF">
        <w:rPr>
          <w:rtl/>
        </w:rPr>
        <w:t>؟</w:t>
      </w:r>
      <w:r w:rsidRPr="002E4D94">
        <w:rPr>
          <w:rtl/>
        </w:rPr>
        <w:t xml:space="preserve"> أم حَدَرَة في جِفنه</w:t>
      </w:r>
      <w:r w:rsidR="00106DAF">
        <w:rPr>
          <w:rtl/>
        </w:rPr>
        <w:t>؟</w:t>
      </w:r>
      <w:r w:rsidRPr="002E4D94">
        <w:rPr>
          <w:rtl/>
        </w:rPr>
        <w:t xml:space="preserve"> أم غُضروف تحت لسانه</w:t>
      </w:r>
      <w:r w:rsidR="00106DAF">
        <w:rPr>
          <w:rtl/>
        </w:rPr>
        <w:t>؟</w:t>
      </w:r>
      <w:r w:rsidRPr="002E4D94">
        <w:rPr>
          <w:rtl/>
        </w:rPr>
        <w:t xml:space="preserve"> أم مُزحة طويلة مَدَّ لها رُمحه في ساحات الجهاد</w:t>
      </w:r>
      <w:r w:rsidR="00106DAF">
        <w:rPr>
          <w:rtl/>
        </w:rPr>
        <w:t>؟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كانت الدُّعابة</w:t>
      </w:r>
      <w:r w:rsidR="00F13C51">
        <w:rPr>
          <w:rtl/>
        </w:rPr>
        <w:t xml:space="preserve"> - </w:t>
      </w:r>
      <w:r w:rsidRPr="002E4D94">
        <w:rPr>
          <w:rtl/>
        </w:rPr>
        <w:t>إنَّنا الآن نقول</w:t>
      </w:r>
      <w:r w:rsidR="00F13C51">
        <w:rPr>
          <w:rtl/>
        </w:rPr>
        <w:t xml:space="preserve"> - </w:t>
      </w:r>
      <w:r w:rsidRPr="002E4D94">
        <w:rPr>
          <w:rtl/>
        </w:rPr>
        <w:t>في نيَّة عمر</w:t>
      </w:r>
      <w:r w:rsidR="00F13C51">
        <w:rPr>
          <w:rtl/>
        </w:rPr>
        <w:t>،</w:t>
      </w:r>
      <w:r w:rsidRPr="002E4D94">
        <w:rPr>
          <w:rtl/>
        </w:rPr>
        <w:t xml:space="preserve"> يَمزح هو بها على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وقد صاغه النبي بعِرقه وعِرق عليٍّ</w:t>
      </w:r>
      <w:r w:rsidR="00F13C51">
        <w:rPr>
          <w:rtl/>
        </w:rPr>
        <w:t>،</w:t>
      </w:r>
      <w:r w:rsidRPr="002E4D94">
        <w:rPr>
          <w:rtl/>
        </w:rPr>
        <w:t xml:space="preserve"> حتَّى يكون وحدة فاعلة يَعجنها ويخبزها</w:t>
      </w:r>
      <w:r w:rsidR="00F13C51">
        <w:rPr>
          <w:rtl/>
        </w:rPr>
        <w:t>:</w:t>
      </w:r>
      <w:r w:rsidRPr="002E4D94">
        <w:rPr>
          <w:rtl/>
        </w:rPr>
        <w:t xml:space="preserve"> التُّقى</w:t>
      </w:r>
      <w:r w:rsidR="00F13C51">
        <w:rPr>
          <w:rtl/>
        </w:rPr>
        <w:t>،</w:t>
      </w:r>
      <w:r w:rsidRPr="002E4D94">
        <w:rPr>
          <w:rtl/>
        </w:rPr>
        <w:t xml:space="preserve"> والحُبُّ</w:t>
      </w:r>
      <w:r w:rsidR="00F13C51">
        <w:rPr>
          <w:rtl/>
        </w:rPr>
        <w:t>،</w:t>
      </w:r>
      <w:r w:rsidRPr="002E4D94">
        <w:rPr>
          <w:rtl/>
        </w:rPr>
        <w:t xml:space="preserve"> والعدل</w:t>
      </w:r>
      <w:r w:rsidR="00F13C51">
        <w:rPr>
          <w:rtl/>
        </w:rPr>
        <w:t>،</w:t>
      </w:r>
      <w:r w:rsidRPr="002E4D94">
        <w:rPr>
          <w:rtl/>
        </w:rPr>
        <w:t xml:space="preserve"> والإخلاص</w:t>
      </w:r>
      <w:r w:rsidR="00F13C51">
        <w:rPr>
          <w:rtl/>
        </w:rPr>
        <w:t>،</w:t>
      </w:r>
      <w:r w:rsidRPr="002E4D94">
        <w:rPr>
          <w:rtl/>
        </w:rPr>
        <w:t xml:space="preserve"> مِن دون أنْ تلوي بها أيَّة مَزحة مِن ا</w:t>
      </w:r>
      <w:r w:rsidR="002C2DD7">
        <w:rPr>
          <w:rtl/>
        </w:rPr>
        <w:t>لمـَ</w:t>
      </w:r>
      <w:r w:rsidRPr="002E4D94">
        <w:rPr>
          <w:rtl/>
        </w:rPr>
        <w:t>زحات</w:t>
      </w:r>
      <w:r w:rsidR="00F13C51">
        <w:rPr>
          <w:rtl/>
        </w:rPr>
        <w:t>،</w:t>
      </w:r>
      <w:r w:rsidRPr="002E4D94">
        <w:rPr>
          <w:rtl/>
        </w:rPr>
        <w:t xml:space="preserve"> التي كانت تتداعب بها القبائل ا</w:t>
      </w:r>
      <w:r w:rsidR="002C2DD7">
        <w:rPr>
          <w:rtl/>
        </w:rPr>
        <w:t>لمـُ</w:t>
      </w:r>
      <w:r w:rsidRPr="002E4D94">
        <w:rPr>
          <w:rtl/>
        </w:rPr>
        <w:t>جْفَل منها الوعي</w:t>
      </w:r>
      <w:r w:rsidR="00F13C51">
        <w:rPr>
          <w:rtl/>
        </w:rPr>
        <w:t>،</w:t>
      </w:r>
      <w:r w:rsidRPr="002E4D94">
        <w:rPr>
          <w:rtl/>
        </w:rPr>
        <w:t xml:space="preserve"> والفَهم</w:t>
      </w:r>
      <w:r w:rsidR="00F13C51">
        <w:rPr>
          <w:rtl/>
        </w:rPr>
        <w:t>،</w:t>
      </w:r>
      <w:r w:rsidRPr="002E4D94">
        <w:rPr>
          <w:rtl/>
        </w:rPr>
        <w:t xml:space="preserve"> والإدراك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لو أنَّ عمر لم يَكذِب على نفسه وعلى نبيِّه</w:t>
      </w:r>
      <w:r w:rsidR="00F13C51">
        <w:rPr>
          <w:rtl/>
        </w:rPr>
        <w:t>،</w:t>
      </w:r>
      <w:r w:rsidRPr="002E4D94">
        <w:rPr>
          <w:rtl/>
        </w:rPr>
        <w:t xml:space="preserve"> وعلى حقيقة بناء مُجتمعه</w:t>
      </w:r>
      <w:r w:rsidR="00F13C51">
        <w:rPr>
          <w:rtl/>
        </w:rPr>
        <w:t>،</w:t>
      </w:r>
      <w:r w:rsidRPr="002E4D94">
        <w:rPr>
          <w:rtl/>
        </w:rPr>
        <w:t xml:space="preserve"> لكان نجَّى الأُمّة مِن الزواريب التي كانت تتعبَّأ بها السموم الزاحفة إليها مِن لَهيب حَرَّاتها</w:t>
      </w:r>
      <w:r w:rsidR="00F13C51">
        <w:rPr>
          <w:rtl/>
        </w:rPr>
        <w:t>،</w:t>
      </w:r>
      <w:r w:rsidRPr="002E4D94">
        <w:rPr>
          <w:rtl/>
        </w:rPr>
        <w:t xml:space="preserve"> ولقد كانت القبلية مِن أفتك السموم</w:t>
      </w:r>
      <w:r w:rsidR="00F13C51">
        <w:rPr>
          <w:rtl/>
        </w:rPr>
        <w:t>،</w:t>
      </w:r>
      <w:r w:rsidRPr="002E4D94">
        <w:rPr>
          <w:rtl/>
        </w:rPr>
        <w:t xml:space="preserve"> ومِن أشدِّ تلك الحرَّات نَفثاً بها</w:t>
      </w:r>
      <w:r w:rsidR="00106DAF">
        <w:rPr>
          <w:rtl/>
        </w:rPr>
        <w:t>!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ما كان أغنى عمر عن مجلسٍ يضمُّ خمسة مُتزاحمين مُتصارعين على كرسيِّ زعامة</w:t>
      </w:r>
      <w:r w:rsidR="00F13C51">
        <w:rPr>
          <w:rtl/>
        </w:rPr>
        <w:t>،</w:t>
      </w:r>
      <w:r w:rsidRPr="002E4D94">
        <w:rPr>
          <w:rtl/>
        </w:rPr>
        <w:t xml:space="preserve"> وخلفهم مئات وأُلوف مِن القبائل ا</w:t>
      </w:r>
      <w:r w:rsidR="002C2DD7">
        <w:rPr>
          <w:rtl/>
        </w:rPr>
        <w:t>لمـُ</w:t>
      </w:r>
      <w:r w:rsidRPr="002E4D94">
        <w:rPr>
          <w:rtl/>
        </w:rPr>
        <w:t>بايعين ا</w:t>
      </w:r>
      <w:r w:rsidR="002C2DD7">
        <w:rPr>
          <w:rtl/>
        </w:rPr>
        <w:t>لمـُ</w:t>
      </w:r>
      <w:r w:rsidRPr="002E4D94">
        <w:rPr>
          <w:rtl/>
        </w:rPr>
        <w:t>ساندين</w:t>
      </w:r>
      <w:r w:rsidR="00F13C51">
        <w:rPr>
          <w:rtl/>
        </w:rPr>
        <w:t>،</w:t>
      </w:r>
      <w:r w:rsidRPr="002E4D94">
        <w:rPr>
          <w:rtl/>
        </w:rPr>
        <w:t xml:space="preserve"> الضاربين بالسيف والرمح والرَجِل والخيل</w:t>
      </w:r>
      <w:r w:rsidR="00F13C51">
        <w:rPr>
          <w:rtl/>
        </w:rPr>
        <w:t>،</w:t>
      </w:r>
      <w:r w:rsidRPr="002E4D94">
        <w:rPr>
          <w:rtl/>
        </w:rPr>
        <w:t xml:space="preserve"> هنالك سادس لم يَدعب به التركيز والتأسيس</w:t>
      </w:r>
      <w:r w:rsidR="00F13C51">
        <w:rPr>
          <w:rtl/>
        </w:rPr>
        <w:t>،</w:t>
      </w:r>
      <w:r w:rsidRPr="002E4D94">
        <w:rPr>
          <w:rtl/>
        </w:rPr>
        <w:t xml:space="preserve"> ولم يأثم به</w:t>
      </w:r>
      <w:r w:rsidR="00F13C51">
        <w:rPr>
          <w:rtl/>
        </w:rPr>
        <w:t>:</w:t>
      </w:r>
      <w:r w:rsidRPr="002E4D94">
        <w:rPr>
          <w:rtl/>
        </w:rPr>
        <w:t xml:space="preserve"> لا النبي</w:t>
      </w:r>
      <w:r w:rsidR="00F13C51">
        <w:rPr>
          <w:rtl/>
        </w:rPr>
        <w:t>،</w:t>
      </w:r>
      <w:r w:rsidRPr="002E4D94">
        <w:rPr>
          <w:rtl/>
        </w:rPr>
        <w:t xml:space="preserve"> ولا الحَقُّ</w:t>
      </w:r>
      <w:r w:rsidR="00F13C51">
        <w:rPr>
          <w:rtl/>
        </w:rPr>
        <w:t>،</w:t>
      </w:r>
      <w:r w:rsidRPr="002E4D94">
        <w:rPr>
          <w:rtl/>
        </w:rPr>
        <w:t xml:space="preserve"> ولا العدل</w:t>
      </w:r>
      <w:r w:rsidR="00F13C51">
        <w:rPr>
          <w:rtl/>
        </w:rPr>
        <w:t>،</w:t>
      </w:r>
      <w:r w:rsidRPr="002E4D94">
        <w:rPr>
          <w:rtl/>
        </w:rPr>
        <w:t xml:space="preserve"> ولا العقل</w:t>
      </w:r>
      <w:r w:rsidR="00F13C51">
        <w:rPr>
          <w:rtl/>
        </w:rPr>
        <w:t>،</w:t>
      </w:r>
      <w:r w:rsidRPr="002E4D94">
        <w:rPr>
          <w:rtl/>
        </w:rPr>
        <w:t xml:space="preserve"> ولا الصدق</w:t>
      </w:r>
      <w:r w:rsidR="00F13C51">
        <w:rPr>
          <w:rtl/>
        </w:rPr>
        <w:t>،</w:t>
      </w:r>
      <w:r w:rsidRPr="002E4D94">
        <w:rPr>
          <w:rtl/>
        </w:rPr>
        <w:t xml:space="preserve"> ولا الزَّند في ساحات الجهاد</w:t>
      </w:r>
      <w:r w:rsidR="00F13C51">
        <w:rPr>
          <w:rtl/>
        </w:rPr>
        <w:t>،</w:t>
      </w:r>
      <w:r w:rsidRPr="002E4D94">
        <w:rPr>
          <w:rtl/>
        </w:rPr>
        <w:t xml:space="preserve"> لقد بُني كأنَّه المصفاة لتُخلِّص الأُمَّة جَمعاء</w:t>
      </w:r>
      <w:r w:rsidR="00F13C51">
        <w:rPr>
          <w:rtl/>
        </w:rPr>
        <w:t>،</w:t>
      </w:r>
      <w:r w:rsidRPr="002E4D94">
        <w:rPr>
          <w:rtl/>
        </w:rPr>
        <w:t xml:space="preserve"> مِن أغبرة ا</w:t>
      </w:r>
      <w:r w:rsidR="002C2DD7">
        <w:rPr>
          <w:rtl/>
        </w:rPr>
        <w:t>لمـُ</w:t>
      </w:r>
      <w:r w:rsidRPr="002E4D94">
        <w:rPr>
          <w:rtl/>
        </w:rPr>
        <w:t>بايعات والزحافات على كرسيِّ لم يَعُد مُطلقاً مشيخةً</w:t>
      </w:r>
      <w:r w:rsidR="00F13C51">
        <w:rPr>
          <w:rtl/>
        </w:rPr>
        <w:t>،</w:t>
      </w:r>
      <w:r w:rsidRPr="002E4D94">
        <w:rPr>
          <w:rtl/>
        </w:rPr>
        <w:t xml:space="preserve"> بلْ إنَّه بيت لأُمَّة تنرصُّ نحو ا</w:t>
      </w:r>
      <w:r w:rsidR="002C2DD7">
        <w:rPr>
          <w:rtl/>
        </w:rPr>
        <w:t>لمـَ</w:t>
      </w:r>
      <w:r w:rsidRPr="002E4D94">
        <w:rPr>
          <w:rtl/>
        </w:rPr>
        <w:t>جد والعظمة</w:t>
      </w:r>
      <w:r w:rsidR="00F13C51">
        <w:rPr>
          <w:rtl/>
        </w:rPr>
        <w:t>،</w:t>
      </w:r>
      <w:r w:rsidRPr="002E4D94">
        <w:rPr>
          <w:rtl/>
        </w:rPr>
        <w:t xml:space="preserve"> إنَّه السادس الذي اصطفاه المؤسِّس العظيم</w:t>
      </w:r>
      <w:r w:rsidR="00F13C51">
        <w:rPr>
          <w:rtl/>
        </w:rPr>
        <w:t>،</w:t>
      </w:r>
      <w:r w:rsidRPr="002E4D94">
        <w:rPr>
          <w:rtl/>
        </w:rPr>
        <w:t xml:space="preserve"> الذي أسَّس وصمَّم ونفَّذ</w:t>
      </w:r>
      <w:r w:rsidR="00F13C51">
        <w:rPr>
          <w:rtl/>
        </w:rPr>
        <w:t>،</w:t>
      </w:r>
      <w:r w:rsidRPr="002E4D94">
        <w:rPr>
          <w:rtl/>
        </w:rPr>
        <w:t xml:space="preserve"> إنَّه صخرة الأساس</w:t>
      </w:r>
      <w:r w:rsidR="00F13C51">
        <w:rPr>
          <w:rtl/>
        </w:rPr>
        <w:t>،</w:t>
      </w:r>
      <w:r w:rsidRPr="002E4D94">
        <w:rPr>
          <w:rtl/>
        </w:rPr>
        <w:t xml:space="preserve"> ويمين في التصميم</w:t>
      </w:r>
      <w:r w:rsidR="00F13C51">
        <w:rPr>
          <w:rtl/>
        </w:rPr>
        <w:t>،</w:t>
      </w:r>
      <w:r w:rsidRPr="002E4D94">
        <w:rPr>
          <w:rtl/>
        </w:rPr>
        <w:t xml:space="preserve"> وعزم حادٌّ أصيل في التنفيذ</w:t>
      </w:r>
      <w:r w:rsidR="00F13C51">
        <w:rPr>
          <w:rtl/>
        </w:rPr>
        <w:t>،</w:t>
      </w:r>
      <w:r w:rsidRPr="002E4D94">
        <w:rPr>
          <w:rtl/>
        </w:rPr>
        <w:t xml:space="preserve"> فلماذا خضع عمر </w:t>
      </w:r>
      <w:r w:rsidR="002C2DD7">
        <w:rPr>
          <w:rtl/>
        </w:rPr>
        <w:t>لمـَ</w:t>
      </w:r>
      <w:r w:rsidRPr="002E4D94">
        <w:rPr>
          <w:rtl/>
        </w:rPr>
        <w:t>هابة النبوَّة</w:t>
      </w:r>
      <w:r w:rsidR="00F13C51">
        <w:rPr>
          <w:rtl/>
        </w:rPr>
        <w:t>،</w:t>
      </w:r>
      <w:r w:rsidRPr="002E4D94">
        <w:rPr>
          <w:rtl/>
        </w:rPr>
        <w:t xml:space="preserve"> ولم يخضع </w:t>
      </w:r>
      <w:r w:rsidR="002C2DD7">
        <w:rPr>
          <w:rtl/>
        </w:rPr>
        <w:t>لمـُ</w:t>
      </w:r>
      <w:r w:rsidRPr="002E4D94">
        <w:rPr>
          <w:rtl/>
        </w:rPr>
        <w:t>قرَّرات النبوَّة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كلُّ ذلك كان يحزُّ في نفس الحسن والحسين</w:t>
      </w:r>
      <w:r w:rsidR="00F13C51">
        <w:rPr>
          <w:rtl/>
        </w:rPr>
        <w:t>،</w:t>
      </w:r>
      <w:r w:rsidRPr="002E4D94">
        <w:rPr>
          <w:rtl/>
        </w:rPr>
        <w:t xml:space="preserve"> عشيَّة كان جزاء أبيهما</w:t>
      </w:r>
      <w:r w:rsidR="00F13C51">
        <w:rPr>
          <w:rtl/>
        </w:rPr>
        <w:t>،</w:t>
      </w:r>
      <w:r w:rsidRPr="002E4D94">
        <w:rPr>
          <w:rtl/>
        </w:rPr>
        <w:t xml:space="preserve"> مِن جهاد العُمر</w:t>
      </w:r>
      <w:r w:rsidR="00F13C51">
        <w:rPr>
          <w:rtl/>
        </w:rPr>
        <w:t>،</w:t>
      </w:r>
      <w:r w:rsidRPr="002E4D94">
        <w:rPr>
          <w:rtl/>
        </w:rPr>
        <w:t xml:space="preserve"> مَدْيَةً ينخرها الصدأ</w:t>
      </w:r>
      <w:r w:rsidR="00F13C51">
        <w:rPr>
          <w:rtl/>
        </w:rPr>
        <w:t>،</w:t>
      </w:r>
      <w:r w:rsidRPr="002E4D94">
        <w:rPr>
          <w:rtl/>
        </w:rPr>
        <w:t xml:space="preserve"> كبته كبَّاً رخيصاً</w:t>
      </w:r>
      <w:r w:rsidR="00F13C51">
        <w:rPr>
          <w:rtl/>
        </w:rPr>
        <w:t>،</w:t>
      </w:r>
      <w:r w:rsidRPr="002E4D94">
        <w:rPr>
          <w:rtl/>
        </w:rPr>
        <w:t xml:space="preserve"> وهو في خِضَم مِن جلال ووقار</w:t>
      </w:r>
      <w:r w:rsidR="00106DAF">
        <w:rPr>
          <w:rtl/>
        </w:rPr>
        <w:t>!</w:t>
      </w:r>
      <w:r w:rsidRPr="002E4D94">
        <w:rPr>
          <w:rtl/>
        </w:rPr>
        <w:t xml:space="preserve"> صحيح أنَّ مرارة ثقيلة ا</w:t>
      </w:r>
      <w:r w:rsidR="002C2DD7">
        <w:rPr>
          <w:rtl/>
        </w:rPr>
        <w:t>لمـَ</w:t>
      </w:r>
      <w:r w:rsidRPr="002E4D94">
        <w:rPr>
          <w:rtl/>
        </w:rPr>
        <w:t>ذاق كانت تُهيمن عليهما</w:t>
      </w:r>
      <w:r w:rsidR="00F13C51">
        <w:rPr>
          <w:rtl/>
        </w:rPr>
        <w:t>،</w:t>
      </w:r>
      <w:r w:rsidRPr="002E4D94">
        <w:rPr>
          <w:rtl/>
        </w:rPr>
        <w:t xml:space="preserve"> وهما يستدرجان واقع الأحداث التي أدَّت إلى مقتل أبيهما</w:t>
      </w:r>
      <w:r w:rsidR="00F13C51">
        <w:rPr>
          <w:rtl/>
        </w:rPr>
        <w:t>،</w:t>
      </w:r>
      <w:r w:rsidRPr="002E4D94">
        <w:rPr>
          <w:rtl/>
        </w:rPr>
        <w:t xml:space="preserve"> ولكنَّهما كانا يغرقان في جِدِّيَّة مِن البحث المسؤول</w:t>
      </w:r>
      <w:r w:rsidR="00F13C51">
        <w:rPr>
          <w:rtl/>
        </w:rPr>
        <w:t>،</w:t>
      </w:r>
      <w:r w:rsidRPr="002E4D94">
        <w:rPr>
          <w:rtl/>
        </w:rPr>
        <w:t xml:space="preserve"> فيه تقويم شامل وعامٌّ عن وضع الجزيرة</w:t>
      </w:r>
      <w:r w:rsidR="00F13C51">
        <w:rPr>
          <w:rtl/>
        </w:rPr>
        <w:t>،</w:t>
      </w:r>
      <w:r w:rsidRPr="002E4D94">
        <w:rPr>
          <w:rtl/>
        </w:rPr>
        <w:t xml:space="preserve"> وعن دورهم المسؤول في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لقد تفرَّع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البحث ودقَّ</w:t>
      </w:r>
      <w:r w:rsidR="00F13C51">
        <w:rPr>
          <w:rtl/>
        </w:rPr>
        <w:t>،</w:t>
      </w:r>
      <w:r w:rsidRPr="002E4D94">
        <w:rPr>
          <w:rtl/>
        </w:rPr>
        <w:t xml:space="preserve"> فتناول الرسالة ومعانيها الايجابيَّة في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مِن حيث المقاصد والغايات والتصاميم</w:t>
      </w:r>
      <w:r w:rsidR="00F13C51">
        <w:rPr>
          <w:rtl/>
        </w:rPr>
        <w:t>،</w:t>
      </w:r>
      <w:r w:rsidRPr="002E4D94">
        <w:rPr>
          <w:rtl/>
        </w:rPr>
        <w:t xml:space="preserve"> حتَّى إنَّه تطرَّق إلى دراسة النُّظم التي تضبط ا</w:t>
      </w:r>
      <w:r w:rsidR="002C2DD7">
        <w:rPr>
          <w:rtl/>
        </w:rPr>
        <w:t>لمـُ</w:t>
      </w:r>
      <w:r w:rsidRPr="002E4D94">
        <w:rPr>
          <w:rtl/>
        </w:rPr>
        <w:t>جتمع وتصونه</w:t>
      </w:r>
      <w:r w:rsidR="00F13C51">
        <w:rPr>
          <w:rtl/>
        </w:rPr>
        <w:t>،</w:t>
      </w:r>
      <w:r w:rsidRPr="002E4D94">
        <w:rPr>
          <w:rtl/>
        </w:rPr>
        <w:t xml:space="preserve"> ومِن أحكمها وأعقلها خَطُّ الإمامة</w:t>
      </w:r>
      <w:r w:rsidR="00C327EB">
        <w:rPr>
          <w:rtl/>
        </w:rPr>
        <w:t>.</w:t>
      </w:r>
      <w:r w:rsidRPr="002E4D94">
        <w:rPr>
          <w:rtl/>
        </w:rPr>
        <w:t xml:space="preserve"> ولقد جرى تقويم عامٌّ لفترة الإمامة التي زاولها أبوهما عليٌّ</w:t>
      </w:r>
      <w:r w:rsidR="00F13C51">
        <w:rPr>
          <w:rtl/>
        </w:rPr>
        <w:t>،</w:t>
      </w:r>
      <w:r w:rsidRPr="002E4D94">
        <w:rPr>
          <w:rtl/>
        </w:rPr>
        <w:t xml:space="preserve"> وكان التساؤل</w:t>
      </w:r>
      <w:r w:rsidR="00F13C51">
        <w:rPr>
          <w:rtl/>
        </w:rPr>
        <w:t>:</w:t>
      </w:r>
      <w:r w:rsidRPr="002E4D94">
        <w:rPr>
          <w:rtl/>
        </w:rPr>
        <w:t xml:space="preserve"> هل هنالك تحقيق ما</w:t>
      </w:r>
      <w:r w:rsidR="00106DAF">
        <w:rPr>
          <w:rtl/>
        </w:rPr>
        <w:t>؟</w:t>
      </w:r>
      <w:r w:rsidRPr="002E4D94">
        <w:rPr>
          <w:rtl/>
        </w:rPr>
        <w:t xml:space="preserve"> أم أنَّه فشلٌ وإخفاق</w:t>
      </w:r>
      <w:r w:rsidR="00106DAF">
        <w:rPr>
          <w:rtl/>
        </w:rPr>
        <w:t>؟</w:t>
      </w:r>
      <w:r w:rsidRPr="002E4D94">
        <w:rPr>
          <w:rtl/>
        </w:rPr>
        <w:t xml:space="preserve"> أمَّا الأسباب التي أدَّت إلى ما يُسمَّى فشلاً وإخفاقاً</w:t>
      </w:r>
      <w:r w:rsidR="00F13C51">
        <w:rPr>
          <w:rtl/>
        </w:rPr>
        <w:t>،</w:t>
      </w:r>
      <w:r w:rsidRPr="002E4D94">
        <w:rPr>
          <w:rtl/>
        </w:rPr>
        <w:t xml:space="preserve"> فإنَّها كانت في مجال مِن البحث والتعليل والتحليل</w:t>
      </w:r>
      <w:r w:rsidR="00F13C51">
        <w:rPr>
          <w:rtl/>
        </w:rPr>
        <w:t>،</w:t>
      </w:r>
      <w:r w:rsidRPr="002E4D94">
        <w:rPr>
          <w:rtl/>
        </w:rPr>
        <w:t xml:space="preserve"> تفرَّعت منه التحسُّبات والتحوُّطات التي سيكون عليهما أنْ يتَّخذا منها عِدَّة للغد الذي يبدو أنَّه مُعتِّمٌ قاسٍ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إنَّ الحسن وحده كان ا</w:t>
      </w:r>
      <w:r w:rsidR="002C2DD7">
        <w:rPr>
          <w:rtl/>
        </w:rPr>
        <w:t>لمـُ</w:t>
      </w:r>
      <w:r w:rsidRPr="002E4D94">
        <w:rPr>
          <w:rtl/>
        </w:rPr>
        <w:t>ستفيض في البحث والتحليل</w:t>
      </w:r>
      <w:r w:rsidR="00F13C51">
        <w:rPr>
          <w:rtl/>
        </w:rPr>
        <w:t>،</w:t>
      </w:r>
      <w:r w:rsidRPr="002E4D94">
        <w:rPr>
          <w:rtl/>
        </w:rPr>
        <w:t xml:space="preserve"> أمَّا الحسين الذي كان مصبوغاً بحُزنه</w:t>
      </w:r>
      <w:r w:rsidR="00F13C51">
        <w:rPr>
          <w:rtl/>
        </w:rPr>
        <w:t>،</w:t>
      </w:r>
      <w:r w:rsidRPr="002E4D94">
        <w:rPr>
          <w:rtl/>
        </w:rPr>
        <w:t xml:space="preserve"> فإنَّه كان ا</w:t>
      </w:r>
      <w:r w:rsidR="002C2DD7">
        <w:rPr>
          <w:rtl/>
        </w:rPr>
        <w:t>لمـُ</w:t>
      </w:r>
      <w:r w:rsidRPr="002E4D94">
        <w:rPr>
          <w:rtl/>
        </w:rPr>
        <w:t>صغي باحترام إلى كلِّ كلمة كان يتنفَّس بها أخوه الحسن</w:t>
      </w:r>
      <w:r w:rsidR="00F13C51">
        <w:rPr>
          <w:rtl/>
        </w:rPr>
        <w:t>،</w:t>
      </w:r>
      <w:r w:rsidRPr="002E4D94">
        <w:rPr>
          <w:rtl/>
        </w:rPr>
        <w:t xml:space="preserve"> كأنَّه يسمعها مِن ثلاثة أفواه تنزل في أُذنه</w:t>
      </w:r>
      <w:r w:rsidR="00F13C51">
        <w:rPr>
          <w:rtl/>
        </w:rPr>
        <w:t>،</w:t>
      </w:r>
      <w:r w:rsidRPr="002E4D94">
        <w:rPr>
          <w:rtl/>
        </w:rPr>
        <w:t xml:space="preserve"> ونفسه</w:t>
      </w:r>
      <w:r w:rsidR="00F13C51">
        <w:rPr>
          <w:rtl/>
        </w:rPr>
        <w:t>،</w:t>
      </w:r>
      <w:r w:rsidRPr="002E4D94">
        <w:rPr>
          <w:rtl/>
        </w:rPr>
        <w:t xml:space="preserve"> واشتياقه</w:t>
      </w:r>
      <w:r w:rsidR="00F13C51">
        <w:rPr>
          <w:rtl/>
        </w:rPr>
        <w:t>،</w:t>
      </w:r>
      <w:r w:rsidRPr="002E4D94">
        <w:rPr>
          <w:rtl/>
        </w:rPr>
        <w:t xml:space="preserve"> دفعة واحدة</w:t>
      </w:r>
      <w:r w:rsidR="00F13C51">
        <w:rPr>
          <w:rtl/>
        </w:rPr>
        <w:t>:</w:t>
      </w:r>
      <w:r w:rsidRPr="002E4D94">
        <w:rPr>
          <w:rtl/>
        </w:rPr>
        <w:t xml:space="preserve"> فَمِ أُمِّه الندي</w:t>
      </w:r>
      <w:r w:rsidR="00F13C51">
        <w:rPr>
          <w:rtl/>
        </w:rPr>
        <w:t>،</w:t>
      </w:r>
      <w:r w:rsidRPr="002E4D94">
        <w:rPr>
          <w:rtl/>
        </w:rPr>
        <w:t xml:space="preserve"> وفَمِ جَدِّه الصادق</w:t>
      </w:r>
      <w:r w:rsidR="00F13C51">
        <w:rPr>
          <w:rtl/>
        </w:rPr>
        <w:t>،</w:t>
      </w:r>
      <w:r w:rsidRPr="002E4D94">
        <w:rPr>
          <w:rtl/>
        </w:rPr>
        <w:t xml:space="preserve"> وفَمِ أبيه ا</w:t>
      </w:r>
      <w:r w:rsidR="002C2DD7">
        <w:rPr>
          <w:rtl/>
        </w:rPr>
        <w:t>لمـُ</w:t>
      </w:r>
      <w:r w:rsidRPr="002E4D94">
        <w:rPr>
          <w:rtl/>
        </w:rPr>
        <w:t>فعَم بالحَقِّ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يا للأحضان تُناديه في </w:t>
      </w:r>
      <w:r w:rsidR="002C2DD7">
        <w:rPr>
          <w:rtl/>
        </w:rPr>
        <w:t>لمـّ</w:t>
      </w:r>
      <w:r w:rsidRPr="002E4D94">
        <w:rPr>
          <w:rtl/>
        </w:rPr>
        <w:t>ِه وحَضْنه</w:t>
      </w:r>
      <w:r w:rsidR="00106DAF">
        <w:rPr>
          <w:rtl/>
        </w:rPr>
        <w:t>!</w:t>
      </w:r>
      <w:r w:rsidRPr="002E4D94">
        <w:rPr>
          <w:rtl/>
        </w:rPr>
        <w:t>! لقد طواها الغياب</w:t>
      </w:r>
      <w:r w:rsidR="00F13C51">
        <w:rPr>
          <w:rtl/>
        </w:rPr>
        <w:t>،</w:t>
      </w:r>
      <w:r w:rsidRPr="002E4D94">
        <w:rPr>
          <w:rtl/>
        </w:rPr>
        <w:t xml:space="preserve"> إنَّما هي أبداً هيمنة في الروح</w:t>
      </w:r>
      <w:r w:rsidR="00F13C51">
        <w:rPr>
          <w:rtl/>
        </w:rPr>
        <w:t>،</w:t>
      </w:r>
      <w:r w:rsidRPr="002E4D94">
        <w:rPr>
          <w:rtl/>
        </w:rPr>
        <w:t xml:space="preserve"> والنفس، والبال</w:t>
      </w:r>
      <w:r w:rsidR="00F13C51">
        <w:rPr>
          <w:rtl/>
        </w:rPr>
        <w:t>،</w:t>
      </w:r>
      <w:r w:rsidRPr="002E4D94">
        <w:rPr>
          <w:rtl/>
        </w:rPr>
        <w:t xml:space="preserve"> وإنَّما هي ذُخر نفيس في هذا الحِضن الذي بقي وحده الآن</w:t>
      </w:r>
      <w:r w:rsidR="00F13C51">
        <w:rPr>
          <w:rtl/>
        </w:rPr>
        <w:t>،</w:t>
      </w:r>
      <w:r w:rsidRPr="002E4D94">
        <w:rPr>
          <w:rtl/>
        </w:rPr>
        <w:t xml:space="preserve"> وهو يتكلَّم كأنَّ الثلاثة الذين غابوا هُمْ</w:t>
      </w:r>
      <w:r w:rsidR="00F13C51">
        <w:rPr>
          <w:rtl/>
        </w:rPr>
        <w:t xml:space="preserve"> - </w:t>
      </w:r>
      <w:r w:rsidRPr="002E4D94">
        <w:rPr>
          <w:rtl/>
        </w:rPr>
        <w:t>به</w:t>
      </w:r>
      <w:r w:rsidR="00F13C51">
        <w:rPr>
          <w:rtl/>
        </w:rPr>
        <w:t xml:space="preserve"> - </w:t>
      </w:r>
      <w:r w:rsidRPr="002E4D94">
        <w:rPr>
          <w:rtl/>
        </w:rPr>
        <w:t>يتكلَّمون</w:t>
      </w:r>
      <w:r w:rsidR="00F13C51">
        <w:rPr>
          <w:rtl/>
        </w:rPr>
        <w:t>،</w:t>
      </w:r>
      <w:r w:rsidRPr="002E4D94">
        <w:rPr>
          <w:rtl/>
        </w:rPr>
        <w:t xml:space="preserve"> وبحضوره يستمرُّون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لو أنَّنا نقدر أنْ نُصغي الآن إلى شمول كان يعنيه الحسن</w:t>
      </w:r>
      <w:r w:rsidR="00F13C51">
        <w:rPr>
          <w:rtl/>
        </w:rPr>
        <w:t>،</w:t>
      </w:r>
      <w:r w:rsidRPr="002E4D94">
        <w:rPr>
          <w:rtl/>
        </w:rPr>
        <w:t xml:space="preserve"> كأنِّي به لم يعتنِ كثيراً بحصره في مادَّة الحروف</w:t>
      </w:r>
      <w:r w:rsidR="00F13C51">
        <w:rPr>
          <w:rtl/>
        </w:rPr>
        <w:t>،</w:t>
      </w:r>
      <w:r w:rsidRPr="002E4D94">
        <w:rPr>
          <w:rtl/>
        </w:rPr>
        <w:t xml:space="preserve"> ولكنَّه قد سكبه في كلِّ ما نهج به</w:t>
      </w:r>
      <w:r w:rsidR="00F13C51">
        <w:rPr>
          <w:rtl/>
        </w:rPr>
        <w:t>،</w:t>
      </w:r>
      <w:r w:rsidRPr="002E4D94">
        <w:rPr>
          <w:rtl/>
        </w:rPr>
        <w:t xml:space="preserve"> بعد أنْ تناول الإمامة عن أبيه</w:t>
      </w:r>
      <w:r w:rsidR="00F13C51">
        <w:rPr>
          <w:rtl/>
        </w:rPr>
        <w:t>،</w:t>
      </w:r>
      <w:r w:rsidRPr="002E4D94">
        <w:rPr>
          <w:rtl/>
        </w:rPr>
        <w:t xml:space="preserve"> وهي</w:t>
      </w:r>
      <w:r w:rsidR="00F13C51">
        <w:rPr>
          <w:rtl/>
        </w:rPr>
        <w:t xml:space="preserve"> - </w:t>
      </w:r>
      <w:r w:rsidRPr="002E4D94">
        <w:rPr>
          <w:rtl/>
        </w:rPr>
        <w:t>أبداً</w:t>
      </w:r>
      <w:r w:rsidR="00F13C51">
        <w:rPr>
          <w:rtl/>
        </w:rPr>
        <w:t xml:space="preserve"> - </w:t>
      </w:r>
      <w:r w:rsidRPr="002E4D94">
        <w:rPr>
          <w:rtl/>
        </w:rPr>
        <w:t>كُنهه ا</w:t>
      </w:r>
      <w:r w:rsidR="002C2DD7">
        <w:rPr>
          <w:rtl/>
        </w:rPr>
        <w:t>لمـُ</w:t>
      </w:r>
      <w:r w:rsidRPr="002E4D94">
        <w:rPr>
          <w:rtl/>
        </w:rPr>
        <w:t>كتنز بالفَهم والنُّضج</w:t>
      </w:r>
      <w:r w:rsidR="00F13C51">
        <w:rPr>
          <w:rtl/>
        </w:rPr>
        <w:t>،</w:t>
      </w:r>
      <w:r w:rsidRPr="002E4D94">
        <w:rPr>
          <w:rtl/>
        </w:rPr>
        <w:t xml:space="preserve"> وكأنِّي الآن أسمعه يتكلَّم أوَّلاً عن ا</w:t>
      </w:r>
      <w:r w:rsidR="002C2DD7">
        <w:rPr>
          <w:rtl/>
        </w:rPr>
        <w:t>لمـُ</w:t>
      </w:r>
      <w:r w:rsidRPr="002E4D94">
        <w:rPr>
          <w:rtl/>
        </w:rPr>
        <w:t>جتمع وعن دورهم فيه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الحسن</w:t>
      </w:r>
      <w:r w:rsidR="00F13C51">
        <w:rPr>
          <w:rtl/>
        </w:rPr>
        <w:t>:</w:t>
      </w:r>
      <w:r w:rsidRPr="002E4D94">
        <w:rPr>
          <w:rtl/>
        </w:rPr>
        <w:t xml:space="preserve"> هل مِن حاجة يا أخي إلى توضيح وبيان</w:t>
      </w:r>
      <w:r w:rsidR="00F13C51">
        <w:rPr>
          <w:rtl/>
        </w:rPr>
        <w:t>،</w:t>
      </w:r>
      <w:r w:rsidRPr="002E4D94">
        <w:rPr>
          <w:rtl/>
        </w:rPr>
        <w:t xml:space="preserve"> إنَّ جَدَّنا العظيم هو الناطق بالحَقِّ</w:t>
      </w:r>
      <w:r w:rsidR="00F13C51">
        <w:rPr>
          <w:rtl/>
        </w:rPr>
        <w:t>،</w:t>
      </w:r>
      <w:r w:rsidRPr="002E4D94">
        <w:rPr>
          <w:rtl/>
        </w:rPr>
        <w:t xml:space="preserve"> وهو العقل والروح الناطقان بالنبوَّة المنزلة في الساحة</w:t>
      </w:r>
      <w:r w:rsidR="00106DAF">
        <w:rPr>
          <w:rtl/>
        </w:rPr>
        <w:t>؟</w:t>
      </w:r>
      <w:r w:rsidRPr="002E4D94">
        <w:rPr>
          <w:rtl/>
        </w:rPr>
        <w:t xml:space="preserve"> أنا أفهم الآن أنَّ الرسالة هي قضيَّة مِن قضايا جوهر الإنسان</w:t>
      </w:r>
      <w:r w:rsidR="00F13C51">
        <w:rPr>
          <w:rtl/>
        </w:rPr>
        <w:t>،</w:t>
      </w:r>
      <w:r w:rsidRPr="002E4D94">
        <w:rPr>
          <w:rtl/>
        </w:rPr>
        <w:t xml:space="preserve"> أمَّا الإنسان</w:t>
      </w:r>
      <w:r w:rsidR="00F13C51">
        <w:rPr>
          <w:rtl/>
        </w:rPr>
        <w:t>،</w:t>
      </w:r>
      <w:r w:rsidRPr="002E4D94">
        <w:rPr>
          <w:rtl/>
        </w:rPr>
        <w:t xml:space="preserve"> فهو ا</w:t>
      </w:r>
      <w:r w:rsidR="002C2DD7">
        <w:rPr>
          <w:rtl/>
        </w:rPr>
        <w:t>لمـُ</w:t>
      </w:r>
      <w:r w:rsidRPr="002E4D94">
        <w:rPr>
          <w:rtl/>
        </w:rPr>
        <w:t>طلق فيها</w:t>
      </w:r>
      <w:r w:rsidR="00F13C51">
        <w:rPr>
          <w:rtl/>
        </w:rPr>
        <w:t>،</w:t>
      </w:r>
      <w:r w:rsidRPr="002E4D94">
        <w:rPr>
          <w:rtl/>
        </w:rPr>
        <w:t xml:space="preserve"> ولكنَّه أوَّلاً إنسان الأُمَّة التي هي أمَّة جَدِّي</w:t>
      </w:r>
      <w:r w:rsidR="00F13C51">
        <w:rPr>
          <w:rtl/>
        </w:rPr>
        <w:t>،</w:t>
      </w:r>
      <w:r w:rsidRPr="002E4D94">
        <w:rPr>
          <w:rtl/>
        </w:rPr>
        <w:t xml:space="preserve"> كأنِّي بالأُمَّة هذه هي التي استدعت جَدِّي بكلِّ ما لها مِن زَخم جالٍ في روحها</w:t>
      </w:r>
      <w:r w:rsidR="00F13C51">
        <w:rPr>
          <w:rtl/>
        </w:rPr>
        <w:t>،</w:t>
      </w:r>
      <w:r w:rsidRPr="002E4D94">
        <w:rPr>
          <w:rtl/>
        </w:rPr>
        <w:t xml:space="preserve"> وعزمها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وتفتيشها الدائب</w:t>
      </w:r>
      <w:r w:rsidR="00F13C51">
        <w:rPr>
          <w:rtl/>
        </w:rPr>
        <w:t>،</w:t>
      </w:r>
      <w:r w:rsidRPr="002E4D94">
        <w:rPr>
          <w:rtl/>
        </w:rPr>
        <w:t xml:space="preserve"> مُنذ أنْ بدأت تدب فوق هذه الأرض التي هي أرضها وحدودها</w:t>
      </w:r>
      <w:r w:rsidR="00F13C51">
        <w:rPr>
          <w:rtl/>
        </w:rPr>
        <w:t>،</w:t>
      </w:r>
      <w:r w:rsidRPr="002E4D94">
        <w:rPr>
          <w:rtl/>
        </w:rPr>
        <w:t xml:space="preserve"> ضمن بَوْتقة الزمان والمكان</w:t>
      </w:r>
      <w:r w:rsidR="00F13C51">
        <w:rPr>
          <w:rtl/>
        </w:rPr>
        <w:t>،</w:t>
      </w:r>
      <w:r w:rsidRPr="002E4D94">
        <w:rPr>
          <w:rtl/>
        </w:rPr>
        <w:t xml:space="preserve"> وهي التي انصهرت في عبقريَّته الفريدة</w:t>
      </w:r>
      <w:r w:rsidR="00F13C51">
        <w:rPr>
          <w:rtl/>
        </w:rPr>
        <w:t>،</w:t>
      </w:r>
      <w:r w:rsidRPr="002E4D94">
        <w:rPr>
          <w:rtl/>
        </w:rPr>
        <w:t xml:space="preserve"> واستقطبته إليها</w:t>
      </w:r>
      <w:r w:rsidR="00F13C51">
        <w:rPr>
          <w:rtl/>
        </w:rPr>
        <w:t>،</w:t>
      </w:r>
      <w:r w:rsidRPr="002E4D94">
        <w:rPr>
          <w:rtl/>
        </w:rPr>
        <w:t xml:space="preserve"> كأنَّه أعزُّ وأنبل وأجهد مَن لبَّاها إلى التوق الإنساني في اكتشاف ذاته والتلقُّط بحقيقة ا</w:t>
      </w:r>
      <w:r w:rsidR="002C2DD7">
        <w:rPr>
          <w:rtl/>
        </w:rPr>
        <w:t>لمـُ</w:t>
      </w:r>
      <w:r w:rsidRPr="002E4D94">
        <w:rPr>
          <w:rtl/>
        </w:rPr>
        <w:t>جتمع الإنساني</w:t>
      </w:r>
      <w:r w:rsidR="00F13C51">
        <w:rPr>
          <w:rtl/>
        </w:rPr>
        <w:t>،</w:t>
      </w:r>
      <w:r w:rsidRPr="002E4D94">
        <w:rPr>
          <w:rtl/>
        </w:rPr>
        <w:t xml:space="preserve"> الذي هو حِصنه في الوجود</w:t>
      </w:r>
      <w:r w:rsidR="00C327EB">
        <w:rPr>
          <w:rtl/>
        </w:rPr>
        <w:t>.</w:t>
      </w:r>
      <w:r w:rsidRPr="002E4D94">
        <w:rPr>
          <w:rtl/>
        </w:rPr>
        <w:t xml:space="preserve"> ليس إدراك هذا بمعناه الجليل إلاَّ مِن نصيب القِلَّة الفاهمة في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مِن هنا كان جَدُّنا</w:t>
      </w:r>
      <w:r w:rsidR="00F13C51">
        <w:rPr>
          <w:rtl/>
        </w:rPr>
        <w:t xml:space="preserve"> - </w:t>
      </w:r>
      <w:r w:rsidRPr="002E4D94">
        <w:rPr>
          <w:rtl/>
        </w:rPr>
        <w:t>يا أخي</w:t>
      </w:r>
      <w:r w:rsidR="00F13C51">
        <w:rPr>
          <w:rtl/>
        </w:rPr>
        <w:t xml:space="preserve"> - </w:t>
      </w:r>
      <w:r w:rsidRPr="002E4D94">
        <w:rPr>
          <w:rtl/>
        </w:rPr>
        <w:t>هو ا</w:t>
      </w:r>
      <w:r w:rsidR="002C2DD7">
        <w:rPr>
          <w:rtl/>
        </w:rPr>
        <w:t>لمـُ</w:t>
      </w:r>
      <w:r w:rsidRPr="002E4D94">
        <w:rPr>
          <w:rtl/>
        </w:rPr>
        <w:t>قتدر في الفَهم والإلمام</w:t>
      </w:r>
      <w:r w:rsidR="00F13C51">
        <w:rPr>
          <w:rtl/>
        </w:rPr>
        <w:t>،</w:t>
      </w:r>
      <w:r w:rsidRPr="002E4D94">
        <w:rPr>
          <w:rtl/>
        </w:rPr>
        <w:t xml:space="preserve"> وكان أبونا عليٌّ الأوَّل في الاستيعاب</w:t>
      </w:r>
      <w:r w:rsidR="00F13C51">
        <w:rPr>
          <w:rtl/>
        </w:rPr>
        <w:t>،</w:t>
      </w:r>
      <w:r w:rsidRPr="002E4D94">
        <w:rPr>
          <w:rtl/>
        </w:rPr>
        <w:t xml:space="preserve"> وكنَّا نحن المنقول إلينا وهج هو ا</w:t>
      </w:r>
      <w:r w:rsidR="002C2DD7">
        <w:rPr>
          <w:rtl/>
        </w:rPr>
        <w:t>لمـُ</w:t>
      </w:r>
      <w:r w:rsidRPr="002E4D94">
        <w:rPr>
          <w:rtl/>
        </w:rPr>
        <w:t>لزمنا أنْ نتلمَّسه</w:t>
      </w:r>
      <w:r w:rsidR="00F13C51">
        <w:rPr>
          <w:rtl/>
        </w:rPr>
        <w:t>،</w:t>
      </w:r>
      <w:r w:rsidRPr="002E4D94">
        <w:rPr>
          <w:rtl/>
        </w:rPr>
        <w:t xml:space="preserve"> لأنَّنا نشأنا في دائرة مِن دوائره الكبيرة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ما توقَّف الحسن قليلاً عن مُتابعة البحث</w:t>
      </w:r>
      <w:r w:rsidR="00F13C51">
        <w:rPr>
          <w:rtl/>
        </w:rPr>
        <w:t>،</w:t>
      </w:r>
      <w:r w:rsidRPr="002E4D94">
        <w:rPr>
          <w:rtl/>
        </w:rPr>
        <w:t xml:space="preserve"> إلاَّ إفساحاً لما رآه يجول في خاطر أخيه الحسين</w:t>
      </w:r>
      <w:r w:rsidR="00C327EB">
        <w:rPr>
          <w:rtl/>
        </w:rPr>
        <w:t>.</w:t>
      </w:r>
      <w:r w:rsidRPr="002E4D94">
        <w:rPr>
          <w:rtl/>
        </w:rPr>
        <w:t xml:space="preserve"> قال الحسين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الحسين</w:t>
      </w:r>
      <w:r w:rsidR="00F13C51">
        <w:rPr>
          <w:rtl/>
        </w:rPr>
        <w:t>:</w:t>
      </w:r>
      <w:r w:rsidRPr="002E4D94">
        <w:rPr>
          <w:rtl/>
        </w:rPr>
        <w:t xml:space="preserve"> لقد كنت هناك</w:t>
      </w:r>
      <w:r w:rsidR="00F13C51">
        <w:rPr>
          <w:rtl/>
        </w:rPr>
        <w:t>،</w:t>
      </w:r>
      <w:r w:rsidRPr="002E4D94">
        <w:rPr>
          <w:rtl/>
        </w:rPr>
        <w:t xml:space="preserve"> في بيتنا في المدينة قُرب المسجد</w:t>
      </w:r>
      <w:r w:rsidR="00F13C51">
        <w:rPr>
          <w:rtl/>
        </w:rPr>
        <w:t>،</w:t>
      </w:r>
      <w:r w:rsidRPr="002E4D94">
        <w:rPr>
          <w:rtl/>
        </w:rPr>
        <w:t xml:space="preserve"> أُصغي إلى مِثل هذه المعاني تنطق بها جُدران البيت</w:t>
      </w:r>
      <w:r w:rsidR="00F13C51">
        <w:rPr>
          <w:rtl/>
        </w:rPr>
        <w:t>،</w:t>
      </w:r>
      <w:r w:rsidRPr="002E4D94">
        <w:rPr>
          <w:rtl/>
        </w:rPr>
        <w:t xml:space="preserve"> وسقفه</w:t>
      </w:r>
      <w:r w:rsidR="00F13C51">
        <w:rPr>
          <w:rtl/>
        </w:rPr>
        <w:t>،</w:t>
      </w:r>
      <w:r w:rsidRPr="002E4D94">
        <w:rPr>
          <w:rtl/>
        </w:rPr>
        <w:t xml:space="preserve"> والباحة التي كانت أمامه</w:t>
      </w:r>
      <w:r w:rsidR="00F13C51">
        <w:rPr>
          <w:rtl/>
        </w:rPr>
        <w:t>،</w:t>
      </w:r>
      <w:r w:rsidRPr="002E4D94">
        <w:rPr>
          <w:rtl/>
        </w:rPr>
        <w:t xml:space="preserve"> وهي ترتعش بشجرة الأراك</w:t>
      </w:r>
      <w:r w:rsidR="00C327EB">
        <w:rPr>
          <w:rtl/>
        </w:rPr>
        <w:t>.</w:t>
      </w:r>
      <w:r w:rsidRPr="002E4D94">
        <w:rPr>
          <w:rtl/>
        </w:rPr>
        <w:t xml:space="preserve"> أكمل يا أخي</w:t>
      </w:r>
      <w:r w:rsidR="00F13C51">
        <w:rPr>
          <w:rtl/>
        </w:rPr>
        <w:t>،</w:t>
      </w:r>
      <w:r w:rsidRPr="002E4D94">
        <w:rPr>
          <w:rtl/>
        </w:rPr>
        <w:t xml:space="preserve"> إنَّني لا أزال أُصغي إليك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أمَّا الحسن</w:t>
      </w:r>
      <w:r w:rsidR="00F13C51">
        <w:rPr>
          <w:rtl/>
        </w:rPr>
        <w:t>،</w:t>
      </w:r>
      <w:r w:rsidRPr="002E4D94">
        <w:rPr>
          <w:rtl/>
        </w:rPr>
        <w:t xml:space="preserve"> فإنَّه تناول رأس أخيه وفركه بين يديه</w:t>
      </w:r>
      <w:r w:rsidR="00F13C51">
        <w:rPr>
          <w:rtl/>
        </w:rPr>
        <w:t>،</w:t>
      </w:r>
      <w:r w:rsidRPr="002E4D94">
        <w:rPr>
          <w:rtl/>
        </w:rPr>
        <w:t xml:space="preserve"> وقبَّله</w:t>
      </w:r>
      <w:r w:rsidR="00F13C51">
        <w:rPr>
          <w:rtl/>
        </w:rPr>
        <w:t>،</w:t>
      </w:r>
      <w:r w:rsidRPr="002E4D94">
        <w:rPr>
          <w:rtl/>
        </w:rPr>
        <w:t xml:space="preserve"> ثمَّ استطرد في القول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الحسن</w:t>
      </w:r>
      <w:r w:rsidR="00F13C51">
        <w:rPr>
          <w:rtl/>
        </w:rPr>
        <w:t>:</w:t>
      </w:r>
      <w:r w:rsidRPr="002E4D94">
        <w:rPr>
          <w:rtl/>
        </w:rPr>
        <w:t xml:space="preserve"> أمَّا نحن</w:t>
      </w:r>
      <w:r w:rsidR="00F13C51">
        <w:rPr>
          <w:rtl/>
        </w:rPr>
        <w:t>،</w:t>
      </w:r>
      <w:r w:rsidRPr="002E4D94">
        <w:rPr>
          <w:rtl/>
        </w:rPr>
        <w:t xml:space="preserve"> فإنَّ الإمامة هي التي أُوكِلت إلينا</w:t>
      </w:r>
      <w:r w:rsidR="00F13C51">
        <w:rPr>
          <w:rtl/>
        </w:rPr>
        <w:t>،</w:t>
      </w:r>
      <w:r w:rsidRPr="002E4D94">
        <w:rPr>
          <w:rtl/>
        </w:rPr>
        <w:t xml:space="preserve"> وراح يمنعها عنَّا كلُّ مَن لم يفهم أنْ الأُمَّة التي قصد الرسول ترسيخها</w:t>
      </w:r>
      <w:r w:rsidR="00F13C51">
        <w:rPr>
          <w:rtl/>
        </w:rPr>
        <w:t>،</w:t>
      </w:r>
      <w:r w:rsidRPr="002E4D94">
        <w:rPr>
          <w:rtl/>
        </w:rPr>
        <w:t xml:space="preserve"> ما كانت إلاَّ هَمُّه الأوحد</w:t>
      </w:r>
      <w:r w:rsidR="00F13C51">
        <w:rPr>
          <w:rtl/>
        </w:rPr>
        <w:t>،</w:t>
      </w:r>
      <w:r w:rsidRPr="002E4D94">
        <w:rPr>
          <w:rtl/>
        </w:rPr>
        <w:t xml:space="preserve"> ومُبتغاه الجامع</w:t>
      </w:r>
      <w:r w:rsidR="00F13C51">
        <w:rPr>
          <w:rtl/>
        </w:rPr>
        <w:t>؛</w:t>
      </w:r>
      <w:r w:rsidRPr="002E4D94">
        <w:rPr>
          <w:rtl/>
        </w:rPr>
        <w:t xml:space="preserve"> لهذا فإنَّه قصدان يصونها بالصدق والطُّهر النابعين مِن الإيمان</w:t>
      </w:r>
      <w:r w:rsidR="00F13C51">
        <w:rPr>
          <w:rtl/>
        </w:rPr>
        <w:t>،</w:t>
      </w:r>
      <w:r w:rsidRPr="002E4D94">
        <w:rPr>
          <w:rtl/>
        </w:rPr>
        <w:t xml:space="preserve"> ومِن ثمَّ بالنظام</w:t>
      </w:r>
      <w:r w:rsidR="00C327EB">
        <w:rPr>
          <w:rtl/>
        </w:rPr>
        <w:t>.</w:t>
      </w:r>
      <w:r w:rsidRPr="002E4D94">
        <w:rPr>
          <w:rtl/>
        </w:rPr>
        <w:t xml:space="preserve"> إنَّ الإمامة هي النظام</w:t>
      </w:r>
      <w:r w:rsidR="00F13C51">
        <w:rPr>
          <w:rtl/>
        </w:rPr>
        <w:t>،</w:t>
      </w:r>
      <w:r w:rsidRPr="002E4D94">
        <w:rPr>
          <w:rtl/>
        </w:rPr>
        <w:t xml:space="preserve"> وهي أُسلوب في الحُكم</w:t>
      </w:r>
      <w:r w:rsidR="00F13C51">
        <w:rPr>
          <w:rtl/>
        </w:rPr>
        <w:t>،</w:t>
      </w:r>
      <w:r w:rsidRPr="002E4D94">
        <w:rPr>
          <w:rtl/>
        </w:rPr>
        <w:t xml:space="preserve"> والسياسة</w:t>
      </w:r>
      <w:r w:rsidR="00F13C51">
        <w:rPr>
          <w:rtl/>
        </w:rPr>
        <w:t>،</w:t>
      </w:r>
      <w:r w:rsidRPr="002E4D94">
        <w:rPr>
          <w:rtl/>
        </w:rPr>
        <w:t xml:space="preserve"> والإدارة</w:t>
      </w:r>
      <w:r w:rsidR="00F13C51">
        <w:rPr>
          <w:rtl/>
        </w:rPr>
        <w:t>،</w:t>
      </w:r>
      <w:r w:rsidRPr="002E4D94">
        <w:rPr>
          <w:rtl/>
        </w:rPr>
        <w:t xml:space="preserve"> مشتقُّ مِن واقع الأُمَّة بالذات</w:t>
      </w:r>
      <w:r w:rsidR="00C327EB">
        <w:rPr>
          <w:rtl/>
        </w:rPr>
        <w:t>.</w:t>
      </w:r>
      <w:r w:rsidRPr="002E4D94">
        <w:rPr>
          <w:rtl/>
        </w:rPr>
        <w:t xml:space="preserve"> أقول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ذلك لأعني أنَّه نظام بمفهوم جديد</w:t>
      </w:r>
      <w:r w:rsidR="00F13C51">
        <w:rPr>
          <w:rtl/>
        </w:rPr>
        <w:t>،</w:t>
      </w:r>
      <w:r w:rsidRPr="002E4D94">
        <w:rPr>
          <w:rtl/>
        </w:rPr>
        <w:t xml:space="preserve"> لا ينبثق إلاَّ مِن جوهر الرسالة</w:t>
      </w:r>
      <w:r w:rsidR="00F13C51">
        <w:rPr>
          <w:rtl/>
        </w:rPr>
        <w:t>،</w:t>
      </w:r>
      <w:r w:rsidRPr="002E4D94">
        <w:rPr>
          <w:rtl/>
        </w:rPr>
        <w:t xml:space="preserve"> إنَّ ا</w:t>
      </w:r>
      <w:r w:rsidR="002C2DD7">
        <w:rPr>
          <w:rtl/>
        </w:rPr>
        <w:t>لمـَ</w:t>
      </w:r>
      <w:r w:rsidRPr="002E4D94">
        <w:rPr>
          <w:rtl/>
        </w:rPr>
        <w:t>خلوف هو جَدِّي النبيُّ الذي هو الرسالة</w:t>
      </w:r>
      <w:r w:rsidR="00F13C51">
        <w:rPr>
          <w:rtl/>
        </w:rPr>
        <w:t>،</w:t>
      </w:r>
      <w:r w:rsidRPr="002E4D94">
        <w:rPr>
          <w:rtl/>
        </w:rPr>
        <w:t xml:space="preserve"> والتي هي بدورها جَدِّي النبي</w:t>
      </w:r>
      <w:r w:rsidR="00F13C51">
        <w:rPr>
          <w:rtl/>
        </w:rPr>
        <w:t>،</w:t>
      </w:r>
      <w:r w:rsidRPr="002E4D94">
        <w:rPr>
          <w:rtl/>
        </w:rPr>
        <w:t xml:space="preserve"> اللذان هما</w:t>
      </w:r>
      <w:r w:rsidR="00F13C51">
        <w:rPr>
          <w:rtl/>
        </w:rPr>
        <w:t xml:space="preserve"> - </w:t>
      </w:r>
      <w:r w:rsidRPr="002E4D94">
        <w:rPr>
          <w:rtl/>
        </w:rPr>
        <w:t>في المآل الأخير</w:t>
      </w:r>
      <w:r w:rsidR="00F13C51">
        <w:rPr>
          <w:rtl/>
        </w:rPr>
        <w:t xml:space="preserve"> - </w:t>
      </w:r>
      <w:r w:rsidRPr="002E4D94">
        <w:rPr>
          <w:rtl/>
        </w:rPr>
        <w:t>ا</w:t>
      </w:r>
      <w:r w:rsidR="002C2DD7">
        <w:rPr>
          <w:rtl/>
        </w:rPr>
        <w:t>لمـُ</w:t>
      </w:r>
      <w:r w:rsidRPr="002E4D94">
        <w:rPr>
          <w:rtl/>
        </w:rPr>
        <w:t>جتمع الذي هو الأُمَّة</w:t>
      </w:r>
      <w:r w:rsidR="00C327EB">
        <w:rPr>
          <w:rtl/>
        </w:rPr>
        <w:t>.</w:t>
      </w:r>
      <w:r w:rsidRPr="002E4D94">
        <w:rPr>
          <w:rtl/>
        </w:rPr>
        <w:t xml:space="preserve"> أمَّا الإمامة فهي الترتيب الفَخم ا</w:t>
      </w:r>
      <w:r w:rsidR="002C2DD7">
        <w:rPr>
          <w:rtl/>
        </w:rPr>
        <w:t>لمـُ</w:t>
      </w:r>
      <w:r w:rsidRPr="002E4D94">
        <w:rPr>
          <w:rtl/>
        </w:rPr>
        <w:t>شتقُّ</w:t>
      </w:r>
      <w:r w:rsidR="00F13C51">
        <w:rPr>
          <w:rtl/>
        </w:rPr>
        <w:t xml:space="preserve"> - </w:t>
      </w:r>
      <w:r w:rsidRPr="002E4D94">
        <w:rPr>
          <w:rtl/>
        </w:rPr>
        <w:t>لفظاً ومعنى</w:t>
      </w:r>
      <w:r w:rsidR="00F13C51">
        <w:rPr>
          <w:rtl/>
        </w:rPr>
        <w:t xml:space="preserve"> - </w:t>
      </w:r>
      <w:r w:rsidRPr="002E4D94">
        <w:rPr>
          <w:rtl/>
        </w:rPr>
        <w:t>مِن الأُمَّة لأجل الأُمَّة</w:t>
      </w:r>
      <w:r w:rsidR="00F13C51">
        <w:rPr>
          <w:rtl/>
        </w:rPr>
        <w:t>،</w:t>
      </w:r>
      <w:r w:rsidRPr="002E4D94">
        <w:rPr>
          <w:rtl/>
        </w:rPr>
        <w:t xml:space="preserve"> أمَّا الأُمَّة التي صيغت جديداً وسُحِبت مِن كلِّ أنظمتها البالية</w:t>
      </w:r>
      <w:r w:rsidR="00F13C51">
        <w:rPr>
          <w:rtl/>
        </w:rPr>
        <w:t>،</w:t>
      </w:r>
      <w:r w:rsidRPr="002E4D94">
        <w:rPr>
          <w:rtl/>
        </w:rPr>
        <w:t xml:space="preserve"> التي كانت تفسخها ولا تلحمها</w:t>
      </w:r>
      <w:r w:rsidR="00F13C51">
        <w:rPr>
          <w:rtl/>
        </w:rPr>
        <w:t>،</w:t>
      </w:r>
      <w:r w:rsidRPr="002E4D94">
        <w:rPr>
          <w:rtl/>
        </w:rPr>
        <w:t xml:space="preserve"> فإنَّها تأخذ نظام سياستها وصيانتها مِن الرسالة ذاتها</w:t>
      </w:r>
      <w:r w:rsidR="00F13C51">
        <w:rPr>
          <w:rtl/>
        </w:rPr>
        <w:t>،</w:t>
      </w:r>
      <w:r w:rsidRPr="002E4D94">
        <w:rPr>
          <w:rtl/>
        </w:rPr>
        <w:t xml:space="preserve"> التي سحبتها مِن تفسخها</w:t>
      </w:r>
      <w:r w:rsidR="00F13C51">
        <w:rPr>
          <w:rtl/>
        </w:rPr>
        <w:t>،</w:t>
      </w:r>
      <w:r w:rsidRPr="002E4D94">
        <w:rPr>
          <w:rtl/>
        </w:rPr>
        <w:t xml:space="preserve"> ولحمتها بوحدتها الرائعة</w:t>
      </w:r>
      <w:r w:rsidR="00C327EB">
        <w:rPr>
          <w:rtl/>
        </w:rPr>
        <w:t>.</w:t>
      </w:r>
      <w:r w:rsidRPr="002E4D94">
        <w:rPr>
          <w:rtl/>
        </w:rPr>
        <w:t xml:space="preserve"> ليس الذي يؤسِّسها الآن مجاميع مَشيخات</w:t>
      </w:r>
      <w:r w:rsidR="00F13C51">
        <w:rPr>
          <w:rtl/>
        </w:rPr>
        <w:t>،</w:t>
      </w:r>
      <w:r w:rsidRPr="002E4D94">
        <w:rPr>
          <w:rtl/>
        </w:rPr>
        <w:t xml:space="preserve"> وزمر مِن أبالسة الأصنام</w:t>
      </w:r>
      <w:r w:rsidR="00F13C51">
        <w:rPr>
          <w:rtl/>
        </w:rPr>
        <w:t>،</w:t>
      </w:r>
      <w:r w:rsidRPr="002E4D94">
        <w:rPr>
          <w:rtl/>
        </w:rPr>
        <w:t xml:space="preserve"> إنَّما مَن يَسوسها في يومها الطالع</w:t>
      </w:r>
      <w:r w:rsidR="00F13C51">
        <w:rPr>
          <w:rtl/>
        </w:rPr>
        <w:t>،</w:t>
      </w:r>
      <w:r w:rsidRPr="002E4D94">
        <w:rPr>
          <w:rtl/>
        </w:rPr>
        <w:t xml:space="preserve"> فهو النبيُّ ا</w:t>
      </w:r>
      <w:r w:rsidR="002C2DD7">
        <w:rPr>
          <w:rtl/>
        </w:rPr>
        <w:t>لمـَ</w:t>
      </w:r>
      <w:r w:rsidRPr="002E4D94">
        <w:rPr>
          <w:rtl/>
        </w:rPr>
        <w:t>خلوف بتمام ما أنجز وتمَّم وأورث</w:t>
      </w:r>
      <w:r w:rsidR="00F13C51">
        <w:rPr>
          <w:rtl/>
        </w:rPr>
        <w:t>،</w:t>
      </w:r>
      <w:r w:rsidRPr="002E4D94">
        <w:rPr>
          <w:rtl/>
        </w:rPr>
        <w:t xml:space="preserve"> أمَّا أنْ تعود السياسة إلى مُبايعات ترقص رقصاً تحت أطناب المشايخ</w:t>
      </w:r>
      <w:r w:rsidR="00F13C51">
        <w:rPr>
          <w:rtl/>
        </w:rPr>
        <w:t>،</w:t>
      </w:r>
      <w:r w:rsidRPr="002E4D94">
        <w:rPr>
          <w:rtl/>
        </w:rPr>
        <w:t xml:space="preserve"> فهذا ما لا عودة إليه</w:t>
      </w:r>
      <w:r w:rsidR="00F13C51">
        <w:rPr>
          <w:rtl/>
        </w:rPr>
        <w:t>،</w:t>
      </w:r>
      <w:r w:rsidRPr="002E4D94">
        <w:rPr>
          <w:rtl/>
        </w:rPr>
        <w:t xml:space="preserve"> مَرضاً مُزمناً يُفسِّخ ا</w:t>
      </w:r>
      <w:r w:rsidR="002C2DD7">
        <w:rPr>
          <w:rtl/>
        </w:rPr>
        <w:t>لمـُ</w:t>
      </w:r>
      <w:r w:rsidRPr="002E4D94">
        <w:rPr>
          <w:rtl/>
        </w:rPr>
        <w:t>جتمع إلى وحدات لا حصر لها في العدد الذي يَفسخ ويَلغي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مِن هنا</w:t>
      </w:r>
      <w:r w:rsidR="00F13C51">
        <w:rPr>
          <w:rtl/>
        </w:rPr>
        <w:t>؛</w:t>
      </w:r>
      <w:r w:rsidRPr="002E4D94">
        <w:rPr>
          <w:rtl/>
        </w:rPr>
        <w:t xml:space="preserve"> إنَّ حصر الإدارة بخَطٍّ واحدٍ مبنيٍّ أساساً مِن جوهر الرسالة</w:t>
      </w:r>
      <w:r w:rsidR="00F13C51">
        <w:rPr>
          <w:rtl/>
        </w:rPr>
        <w:t>،</w:t>
      </w:r>
      <w:r w:rsidRPr="002E4D94">
        <w:rPr>
          <w:rtl/>
        </w:rPr>
        <w:t xml:space="preserve"> هو الذي يوحِّد السياسة ويوجِّهها</w:t>
      </w:r>
      <w:r w:rsidR="00F13C51">
        <w:rPr>
          <w:rtl/>
        </w:rPr>
        <w:t>،</w:t>
      </w:r>
      <w:r w:rsidRPr="002E4D94">
        <w:rPr>
          <w:rtl/>
        </w:rPr>
        <w:t xml:space="preserve"> ويُبعِد الأُمَّة عن أسباب تَشرذمها وتَخلُّفها</w:t>
      </w:r>
      <w:r w:rsidR="00F13C51">
        <w:rPr>
          <w:rtl/>
        </w:rPr>
        <w:t>،</w:t>
      </w:r>
      <w:r w:rsidRPr="002E4D94">
        <w:rPr>
          <w:rtl/>
        </w:rPr>
        <w:t xml:space="preserve"> ويُنسيها تماماً مناهجها العتيقة</w:t>
      </w:r>
      <w:r w:rsidR="00F13C51">
        <w:rPr>
          <w:rtl/>
        </w:rPr>
        <w:t>،</w:t>
      </w:r>
      <w:r w:rsidRPr="002E4D94">
        <w:rPr>
          <w:rtl/>
        </w:rPr>
        <w:t xml:space="preserve"> وهكذا تكون الإمامة أُسلوباً مُشتقَّاً مِن واقع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أيْ مِن واقع إصابة أسباب تَخلُّفه</w:t>
      </w:r>
      <w:r w:rsidR="00F13C51">
        <w:rPr>
          <w:rtl/>
        </w:rPr>
        <w:t>،</w:t>
      </w:r>
      <w:r w:rsidRPr="002E4D94">
        <w:rPr>
          <w:rtl/>
        </w:rPr>
        <w:t xml:space="preserve"> ثمَّ في تنظيم ما يُزيلها أسباباً ويقضي عليها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هنالك الزمن الآتي</w:t>
      </w:r>
      <w:r w:rsidR="00F13C51">
        <w:rPr>
          <w:rtl/>
        </w:rPr>
        <w:t>،</w:t>
      </w:r>
      <w:r w:rsidRPr="002E4D94">
        <w:rPr>
          <w:rtl/>
        </w:rPr>
        <w:t xml:space="preserve"> وهنالك ا</w:t>
      </w:r>
      <w:r w:rsidR="002C2DD7">
        <w:rPr>
          <w:rtl/>
        </w:rPr>
        <w:t>لمـُ</w:t>
      </w:r>
      <w:r w:rsidRPr="002E4D94">
        <w:rPr>
          <w:rtl/>
        </w:rPr>
        <w:t>جتمع الذي ينمو سِيَّما ويتطوَّر</w:t>
      </w:r>
      <w:r w:rsidR="00F13C51">
        <w:rPr>
          <w:rtl/>
        </w:rPr>
        <w:t>،</w:t>
      </w:r>
      <w:r w:rsidRPr="002E4D94">
        <w:rPr>
          <w:rtl/>
        </w:rPr>
        <w:t xml:space="preserve"> وهنالك كذلك الإمامة التي يعمق ضميرها في جوهر الرسالة</w:t>
      </w:r>
      <w:r w:rsidR="00F13C51">
        <w:rPr>
          <w:rtl/>
        </w:rPr>
        <w:t>،</w:t>
      </w:r>
      <w:r w:rsidRPr="002E4D94">
        <w:rPr>
          <w:rtl/>
        </w:rPr>
        <w:t xml:space="preserve"> والتي ستبقى ترسم ذاتها في مبناها ومعناها</w:t>
      </w:r>
      <w:r w:rsidR="00F13C51">
        <w:rPr>
          <w:rtl/>
        </w:rPr>
        <w:t>،</w:t>
      </w:r>
      <w:r w:rsidRPr="002E4D94">
        <w:rPr>
          <w:rtl/>
        </w:rPr>
        <w:t xml:space="preserve"> في رفقة ا</w:t>
      </w:r>
      <w:r w:rsidR="002C2DD7">
        <w:rPr>
          <w:rtl/>
        </w:rPr>
        <w:t>لمـُ</w:t>
      </w:r>
      <w:r w:rsidRPr="002E4D94">
        <w:rPr>
          <w:rtl/>
        </w:rPr>
        <w:t>جتمع الذي يُصبح</w:t>
      </w:r>
      <w:r w:rsidR="00F13C51">
        <w:rPr>
          <w:rtl/>
        </w:rPr>
        <w:t xml:space="preserve"> - </w:t>
      </w:r>
      <w:r w:rsidRPr="002E4D94">
        <w:rPr>
          <w:rtl/>
        </w:rPr>
        <w:t>هو بالذات</w:t>
      </w:r>
      <w:r w:rsidR="00F13C51">
        <w:rPr>
          <w:rtl/>
        </w:rPr>
        <w:t xml:space="preserve"> - </w:t>
      </w:r>
      <w:r w:rsidRPr="002E4D94">
        <w:rPr>
          <w:rtl/>
        </w:rPr>
        <w:t>مُرآتها في التصوُّر والتطوُّر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أنا لا أظنُّ ولا أقول بإمامة مسحوبة مِن هذا الأساس في الجوهر</w:t>
      </w:r>
      <w:r w:rsidR="00F13C51">
        <w:rPr>
          <w:rtl/>
        </w:rPr>
        <w:t>،</w:t>
      </w:r>
      <w:r w:rsidRPr="002E4D94">
        <w:rPr>
          <w:rtl/>
        </w:rPr>
        <w:t xml:space="preserve"> يُمكن أنْ تختلُّ موازينها في خدمة الأُمَّة وتوجيهها نحو الصلاح والفلاح</w:t>
      </w:r>
      <w:r w:rsidR="00F13C51">
        <w:rPr>
          <w:rtl/>
        </w:rPr>
        <w:t>،</w:t>
      </w:r>
      <w:r w:rsidRPr="002E4D94">
        <w:rPr>
          <w:rtl/>
        </w:rPr>
        <w:t xml:space="preserve"> إنَّ التوكيد على صِحَّة ظِنِّي هو في أنَّ الإمامة هي ترتيب جَدِّي</w:t>
      </w:r>
      <w:r w:rsidR="00F13C51">
        <w:rPr>
          <w:rtl/>
        </w:rPr>
        <w:t>،</w:t>
      </w:r>
      <w:r w:rsidRPr="002E4D94">
        <w:rPr>
          <w:rtl/>
        </w:rPr>
        <w:t xml:space="preserve"> الذي هو نبيُّ الأُمَّة التي هي ضميره ا</w:t>
      </w:r>
      <w:r w:rsidR="002C2DD7">
        <w:rPr>
          <w:rtl/>
        </w:rPr>
        <w:t>لمـُ</w:t>
      </w:r>
      <w:r w:rsidRPr="002E4D94">
        <w:rPr>
          <w:rtl/>
        </w:rPr>
        <w:t>شتاق</w:t>
      </w:r>
      <w:r w:rsidR="00F13C51">
        <w:rPr>
          <w:rtl/>
        </w:rPr>
        <w:t>،</w:t>
      </w:r>
      <w:r w:rsidRPr="002E4D94">
        <w:rPr>
          <w:rtl/>
        </w:rPr>
        <w:t xml:space="preserve"> وصدره الأوسع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وقاطع الحسين أخاه الحسن وهو يُعلِّق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الحسين</w:t>
      </w:r>
      <w:r w:rsidR="00F13C51">
        <w:rPr>
          <w:rtl/>
        </w:rPr>
        <w:t>:</w:t>
      </w:r>
      <w:r w:rsidRPr="002E4D94">
        <w:rPr>
          <w:rtl/>
        </w:rPr>
        <w:t xml:space="preserve"> طبت</w:t>
      </w:r>
      <w:r w:rsidR="00106DAF">
        <w:rPr>
          <w:rtl/>
        </w:rPr>
        <w:t>!</w:t>
      </w:r>
      <w:r w:rsidRPr="002E4D94">
        <w:rPr>
          <w:rtl/>
        </w:rPr>
        <w:t xml:space="preserve"> طبت</w:t>
      </w:r>
      <w:r w:rsidR="00106DAF">
        <w:rPr>
          <w:rtl/>
        </w:rPr>
        <w:t>!</w:t>
      </w:r>
      <w:r w:rsidRPr="002E4D94">
        <w:rPr>
          <w:rtl/>
        </w:rPr>
        <w:t xml:space="preserve"> يا أخي الحسن</w:t>
      </w:r>
      <w:r w:rsidR="00F13C51">
        <w:rPr>
          <w:rtl/>
        </w:rPr>
        <w:t>،</w:t>
      </w:r>
      <w:r w:rsidRPr="002E4D94">
        <w:rPr>
          <w:rtl/>
        </w:rPr>
        <w:t xml:space="preserve"> هكذا طابت فاطمة أُمِّي في ساحة المسجد</w:t>
      </w:r>
      <w:r w:rsidR="00F13C51">
        <w:rPr>
          <w:rtl/>
        </w:rPr>
        <w:t>،</w:t>
      </w:r>
      <w:r w:rsidRPr="002E4D94">
        <w:rPr>
          <w:rtl/>
        </w:rPr>
        <w:t xml:space="preserve"> وهي تفرك أُذنَي أبي بكر الخليفة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ولكنْ</w:t>
      </w:r>
      <w:r w:rsidR="00F13C51">
        <w:rPr>
          <w:rtl/>
        </w:rPr>
        <w:t>،</w:t>
      </w:r>
      <w:r w:rsidRPr="002E4D94">
        <w:rPr>
          <w:rtl/>
        </w:rPr>
        <w:t xml:space="preserve"> قُلْ لي</w:t>
      </w:r>
      <w:r w:rsidR="00F13C51">
        <w:rPr>
          <w:rtl/>
        </w:rPr>
        <w:t xml:space="preserve">: - </w:t>
      </w:r>
      <w:r w:rsidRPr="002E4D94">
        <w:rPr>
          <w:rtl/>
        </w:rPr>
        <w:t>يا أخي الحسن</w:t>
      </w:r>
      <w:r w:rsidR="00F13C51">
        <w:rPr>
          <w:rtl/>
        </w:rPr>
        <w:t xml:space="preserve"> - </w:t>
      </w:r>
      <w:r w:rsidRPr="002E4D94">
        <w:rPr>
          <w:rtl/>
        </w:rPr>
        <w:t>هل كان فعلاً أبو بكر خليفة جَدِّي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أمَّا الحسن</w:t>
      </w:r>
      <w:r w:rsidR="00F13C51">
        <w:rPr>
          <w:rtl/>
        </w:rPr>
        <w:t>،</w:t>
      </w:r>
      <w:r w:rsidRPr="002E4D94">
        <w:rPr>
          <w:rtl/>
        </w:rPr>
        <w:t xml:space="preserve"> فإنَّه راح يَمضغ الذِّكرى مَضغاً</w:t>
      </w:r>
      <w:r w:rsidR="00F13C51">
        <w:rPr>
          <w:rtl/>
        </w:rPr>
        <w:t>،</w:t>
      </w:r>
      <w:r w:rsidRPr="002E4D94">
        <w:rPr>
          <w:rtl/>
        </w:rPr>
        <w:t xml:space="preserve"> وهو يستأنف العرض بصوت خافت مُتقطِّع عميق الأداء</w:t>
      </w:r>
      <w:r w:rsidR="00F13C51">
        <w:rPr>
          <w:rtl/>
        </w:rPr>
        <w:t>،</w:t>
      </w:r>
      <w:r w:rsidRPr="002E4D94">
        <w:rPr>
          <w:rtl/>
        </w:rPr>
        <w:t xml:space="preserve"> كأنَّه نزف النفس مِن بين الشفتين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الحسن</w:t>
      </w:r>
      <w:r w:rsidR="00F13C51">
        <w:rPr>
          <w:rtl/>
        </w:rPr>
        <w:t>:</w:t>
      </w:r>
      <w:r w:rsidRPr="002E4D94">
        <w:rPr>
          <w:rtl/>
        </w:rPr>
        <w:t xml:space="preserve"> أتكون ثلاث ساعات في سقيفة بني ساعدة</w:t>
      </w:r>
      <w:r w:rsidR="00F13C51">
        <w:rPr>
          <w:rtl/>
        </w:rPr>
        <w:t>،</w:t>
      </w:r>
      <w:r w:rsidRPr="002E4D94">
        <w:rPr>
          <w:rtl/>
        </w:rPr>
        <w:t xml:space="preserve"> بمقدار دهر مِن العُمر</w:t>
      </w:r>
      <w:r w:rsidR="00F13C51">
        <w:rPr>
          <w:rtl/>
        </w:rPr>
        <w:t>،</w:t>
      </w:r>
      <w:r w:rsidRPr="002E4D94">
        <w:rPr>
          <w:rtl/>
        </w:rPr>
        <w:t xml:space="preserve"> غاص به جَدِّي في غار حِراء</w:t>
      </w:r>
      <w:r w:rsidR="00106DAF">
        <w:rPr>
          <w:rtl/>
        </w:rPr>
        <w:t>؟</w:t>
      </w:r>
      <w:r w:rsidRPr="002E4D94">
        <w:rPr>
          <w:rtl/>
        </w:rPr>
        <w:t>! لقد جَنى جَدِّي كلِّ عُمْق الدهر</w:t>
      </w:r>
      <w:r w:rsidR="00F13C51">
        <w:rPr>
          <w:rtl/>
        </w:rPr>
        <w:t>،</w:t>
      </w:r>
      <w:r w:rsidRPr="002E4D94">
        <w:rPr>
          <w:rtl/>
        </w:rPr>
        <w:t xml:space="preserve"> وكلَّ نور السماء</w:t>
      </w:r>
      <w:r w:rsidR="00F13C51">
        <w:rPr>
          <w:rtl/>
        </w:rPr>
        <w:t>،</w:t>
      </w:r>
      <w:r w:rsidRPr="002E4D94">
        <w:rPr>
          <w:rtl/>
        </w:rPr>
        <w:t xml:space="preserve"> وهو يرصف عقد الرسالة</w:t>
      </w:r>
      <w:r w:rsidR="00F13C51">
        <w:rPr>
          <w:rtl/>
        </w:rPr>
        <w:t>،</w:t>
      </w:r>
      <w:r w:rsidRPr="002E4D94">
        <w:rPr>
          <w:rtl/>
        </w:rPr>
        <w:t xml:space="preserve"> وهو ينظم خَطَّ الإمامة</w:t>
      </w:r>
      <w:r w:rsidR="00F13C51">
        <w:rPr>
          <w:rtl/>
        </w:rPr>
        <w:t>،</w:t>
      </w:r>
      <w:r w:rsidRPr="002E4D94">
        <w:rPr>
          <w:rtl/>
        </w:rPr>
        <w:t xml:space="preserve"> لتكون الخلافة مِن حقيقة ا</w:t>
      </w:r>
      <w:r w:rsidR="002C2DD7">
        <w:rPr>
          <w:rtl/>
        </w:rPr>
        <w:t>لمـَ</w:t>
      </w:r>
      <w:r w:rsidRPr="002E4D94">
        <w:rPr>
          <w:rtl/>
        </w:rPr>
        <w:t>خلوف</w:t>
      </w:r>
      <w:r w:rsidR="00F13C51">
        <w:rPr>
          <w:rtl/>
        </w:rPr>
        <w:t>،</w:t>
      </w:r>
      <w:r w:rsidRPr="002E4D94">
        <w:rPr>
          <w:rtl/>
        </w:rPr>
        <w:t xml:space="preserve"> ومِن حقيقة الجوهر</w:t>
      </w:r>
      <w:r w:rsidR="00F13C51">
        <w:rPr>
          <w:rtl/>
        </w:rPr>
        <w:t>،</w:t>
      </w:r>
      <w:r w:rsidRPr="002E4D94">
        <w:rPr>
          <w:rtl/>
        </w:rPr>
        <w:t xml:space="preserve"> فأيَّة خلافة يُمكن أنْ تأتي بها ثلاث ساعات مِن ليلٍ في سقيفة</w:t>
      </w:r>
      <w:r w:rsidR="00106DAF">
        <w:rPr>
          <w:rtl/>
        </w:rPr>
        <w:t>؟!</w:t>
      </w:r>
      <w:r w:rsidRPr="002E4D94">
        <w:rPr>
          <w:rtl/>
        </w:rPr>
        <w:t>!</w:t>
      </w:r>
    </w:p>
    <w:p w:rsidR="003A7CC2" w:rsidRPr="00A37385" w:rsidRDefault="003A7CC2" w:rsidP="00F13C51">
      <w:pPr>
        <w:pStyle w:val="libNormal"/>
        <w:rPr>
          <w:rtl/>
        </w:rPr>
      </w:pPr>
      <w:r w:rsidRPr="002E4D94">
        <w:rPr>
          <w:rtl/>
        </w:rPr>
        <w:t>لا يا أبا بكر</w:t>
      </w:r>
      <w:r w:rsidR="00F13C51">
        <w:rPr>
          <w:rtl/>
        </w:rPr>
        <w:t>،</w:t>
      </w:r>
      <w:r w:rsidRPr="002E4D94">
        <w:rPr>
          <w:rtl/>
        </w:rPr>
        <w:t xml:space="preserve"> ولا لا يا عمر</w:t>
      </w:r>
      <w:r w:rsidR="00F13C51">
        <w:rPr>
          <w:rtl/>
        </w:rPr>
        <w:t>،</w:t>
      </w:r>
      <w:r w:rsidRPr="002E4D94">
        <w:rPr>
          <w:rtl/>
        </w:rPr>
        <w:t xml:space="preserve"> لن تكون خلافة النبي في مَسخ الخلافة</w:t>
      </w:r>
      <w:r w:rsidR="00F13C51">
        <w:rPr>
          <w:rtl/>
        </w:rPr>
        <w:t>،</w:t>
      </w:r>
      <w:r w:rsidRPr="002E4D94">
        <w:rPr>
          <w:rtl/>
        </w:rPr>
        <w:t xml:space="preserve"> وتعطيل الإمامة</w:t>
      </w:r>
      <w:r w:rsidR="00106DAF">
        <w:rPr>
          <w:rtl/>
        </w:rPr>
        <w:t>!</w:t>
      </w:r>
      <w:r w:rsidRPr="002E4D94">
        <w:rPr>
          <w:rtl/>
        </w:rPr>
        <w:t>!! وهكذا قد حصل</w:t>
      </w:r>
      <w:r w:rsidR="00F13C51">
        <w:rPr>
          <w:rtl/>
        </w:rPr>
        <w:t>،</w:t>
      </w:r>
      <w:r w:rsidRPr="002E4D94">
        <w:rPr>
          <w:rtl/>
        </w:rPr>
        <w:t xml:space="preserve"> هل نبكي</w:t>
      </w:r>
      <w:r w:rsidR="00106DAF">
        <w:rPr>
          <w:rtl/>
        </w:rPr>
        <w:t>؟</w:t>
      </w:r>
      <w:r w:rsidRPr="002E4D94">
        <w:rPr>
          <w:rtl/>
        </w:rPr>
        <w:t xml:space="preserve"> ولكنَّنا حزناً</w:t>
      </w:r>
      <w:r w:rsidR="00106DAF">
        <w:rPr>
          <w:rtl/>
        </w:rPr>
        <w:t>!</w:t>
      </w:r>
      <w:r w:rsidRPr="002E4D94">
        <w:rPr>
          <w:rtl/>
        </w:rPr>
        <w:t>!! وهل نيأس</w:t>
      </w:r>
      <w:r w:rsidR="00106DAF">
        <w:rPr>
          <w:rtl/>
        </w:rPr>
        <w:t>؟</w:t>
      </w:r>
      <w:r w:rsidRPr="002E4D94">
        <w:rPr>
          <w:rtl/>
        </w:rPr>
        <w:t xml:space="preserve"> ولكنَّنا تصبَّرنا وبقينا نعمل حتَّى وصلنا</w:t>
      </w:r>
      <w:r w:rsidR="00F13C51">
        <w:rPr>
          <w:rtl/>
        </w:rPr>
        <w:t>،</w:t>
      </w:r>
      <w:r w:rsidRPr="002E4D94">
        <w:rPr>
          <w:rtl/>
        </w:rPr>
        <w:t xml:space="preserve"> ولكنْ</w:t>
      </w:r>
      <w:r w:rsidR="00F13C51">
        <w:rPr>
          <w:rtl/>
        </w:rPr>
        <w:t xml:space="preserve"> - </w:t>
      </w:r>
      <w:r w:rsidRPr="002E4D94">
        <w:rPr>
          <w:rtl/>
        </w:rPr>
        <w:t>بعد أنْ وصلنا</w:t>
      </w:r>
      <w:r w:rsidR="00F13C51">
        <w:rPr>
          <w:rtl/>
        </w:rPr>
        <w:t xml:space="preserve"> - </w:t>
      </w:r>
      <w:r w:rsidRPr="002E4D94">
        <w:rPr>
          <w:rtl/>
        </w:rPr>
        <w:t>أيَّ شيءٍ تمكنَّا مِن تحقيقه</w:t>
      </w:r>
      <w:r w:rsidR="00106DAF">
        <w:rPr>
          <w:rtl/>
        </w:rPr>
        <w:t>؟!</w:t>
      </w:r>
      <w:r w:rsidRPr="002E4D94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هنالك ثلاثة عقود مَرَّت ونحن مُقعدون</w:t>
      </w:r>
      <w:r w:rsidR="00F13C51">
        <w:rPr>
          <w:rtl/>
        </w:rPr>
        <w:t>،</w:t>
      </w:r>
      <w:r w:rsidRPr="002E4D94">
        <w:rPr>
          <w:rtl/>
        </w:rPr>
        <w:t xml:space="preserve"> لقد عادت مِن غفوتها العتيقة وانتعشت تلك الآفات التي كانت تخطف أنفاس الأُمَّة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وتُعطِّل إمكاناتها في وجودها الإنساني فوق الأرض</w:t>
      </w:r>
      <w:r w:rsidR="00F13C51">
        <w:rPr>
          <w:rtl/>
        </w:rPr>
        <w:t>،</w:t>
      </w:r>
      <w:r w:rsidRPr="002E4D94">
        <w:rPr>
          <w:rtl/>
        </w:rPr>
        <w:t xml:space="preserve"> أمَّا الإمامة فقد حُجِر عليها في سقيفة أُخرى طيلة هذه السنين</w:t>
      </w:r>
      <w:r w:rsidR="00F13C51">
        <w:rPr>
          <w:rtl/>
        </w:rPr>
        <w:t>،</w:t>
      </w:r>
      <w:r w:rsidRPr="002E4D94">
        <w:rPr>
          <w:rtl/>
        </w:rPr>
        <w:t xml:space="preserve"> كأنَّها شهادة زور</w:t>
      </w:r>
      <w:r w:rsidR="00F13C51">
        <w:rPr>
          <w:rtl/>
        </w:rPr>
        <w:t>،</w:t>
      </w:r>
      <w:r w:rsidRPr="002E4D94">
        <w:rPr>
          <w:rtl/>
        </w:rPr>
        <w:t xml:space="preserve"> أو كذبة نَطق بها عنسيٌّ أسود</w:t>
      </w:r>
      <w:r w:rsidR="00F13C51">
        <w:rPr>
          <w:rtl/>
        </w:rPr>
        <w:t>،</w:t>
      </w:r>
      <w:r w:rsidRPr="002E4D94">
        <w:rPr>
          <w:rtl/>
        </w:rPr>
        <w:t xml:space="preserve"> أو مَزحة تَخفَّف بها جَدِّي وهو ينزف في غدير خُمٍّ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إنْ نَسْتَفِقْ قبليَّات الجزيرة وتَعُدْ إلى رقصها في الساحات</w:t>
      </w:r>
      <w:r w:rsidR="00F13C51">
        <w:rPr>
          <w:rtl/>
        </w:rPr>
        <w:t>،</w:t>
      </w:r>
      <w:r w:rsidRPr="002E4D94">
        <w:rPr>
          <w:rtl/>
        </w:rPr>
        <w:t xml:space="preserve"> فتلك هي الرُّدَّة في وطأتها الثقيلة على ا</w:t>
      </w:r>
      <w:r w:rsidR="002C2DD7">
        <w:rPr>
          <w:rtl/>
        </w:rPr>
        <w:t>لمـُ</w:t>
      </w:r>
      <w:r w:rsidRPr="002E4D94">
        <w:rPr>
          <w:rtl/>
        </w:rPr>
        <w:t>جتمع الطريِّ العود</w:t>
      </w:r>
      <w:r w:rsidR="00106DAF">
        <w:rPr>
          <w:rtl/>
        </w:rPr>
        <w:t>!</w:t>
      </w:r>
      <w:r w:rsidRPr="002E4D94">
        <w:rPr>
          <w:rtl/>
        </w:rPr>
        <w:t xml:space="preserve"> أمَّا أنْ نصل نحن بعد غياب ثلاثين سنة ونقول لها</w:t>
      </w:r>
      <w:r w:rsidR="00F13C51">
        <w:rPr>
          <w:rtl/>
        </w:rPr>
        <w:t>:</w:t>
      </w:r>
      <w:r w:rsidRPr="002E4D94">
        <w:rPr>
          <w:rtl/>
        </w:rPr>
        <w:t xml:space="preserve"> أزيحي لِثامك مِن الدرب</w:t>
      </w:r>
      <w:r w:rsidR="00F13C51">
        <w:rPr>
          <w:rtl/>
        </w:rPr>
        <w:t>،</w:t>
      </w:r>
      <w:r w:rsidRPr="002E4D94">
        <w:rPr>
          <w:rtl/>
        </w:rPr>
        <w:t xml:space="preserve"> فقد شوَّشت الرسالة وزعزعت وحدة الأُمَّة</w:t>
      </w:r>
      <w:r w:rsidR="00F13C51">
        <w:rPr>
          <w:rtl/>
        </w:rPr>
        <w:t>،</w:t>
      </w:r>
      <w:r w:rsidRPr="002E4D94">
        <w:rPr>
          <w:rtl/>
        </w:rPr>
        <w:t xml:space="preserve"> فإنَّ ذلك هو الذي</w:t>
      </w:r>
      <w:r w:rsidR="00F13C51">
        <w:rPr>
          <w:rtl/>
        </w:rPr>
        <w:t>،</w:t>
      </w:r>
      <w:r w:rsidRPr="002E4D94">
        <w:rPr>
          <w:rtl/>
        </w:rPr>
        <w:t xml:space="preserve"> أصلا ضَاَمَ تيميَّة أبي بكر</w:t>
      </w:r>
      <w:r w:rsidR="00F13C51">
        <w:rPr>
          <w:rtl/>
        </w:rPr>
        <w:t>،</w:t>
      </w:r>
      <w:r w:rsidRPr="002E4D94">
        <w:rPr>
          <w:rtl/>
        </w:rPr>
        <w:t xml:space="preserve"> وضيَّع عمر عن الصواب</w:t>
      </w:r>
      <w:r w:rsidR="00F13C51">
        <w:rPr>
          <w:rtl/>
        </w:rPr>
        <w:t>،</w:t>
      </w:r>
      <w:r w:rsidRPr="002E4D94">
        <w:rPr>
          <w:rtl/>
        </w:rPr>
        <w:t xml:space="preserve"> وخبَّل عثمان بحِقد أُمويٍّ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ولكنَّنا فعلاً وصلنا</w:t>
      </w:r>
      <w:r w:rsidR="00F13C51">
        <w:rPr>
          <w:rtl/>
        </w:rPr>
        <w:t>،</w:t>
      </w:r>
      <w:r w:rsidRPr="002E4D94">
        <w:rPr>
          <w:rtl/>
        </w:rPr>
        <w:t xml:space="preserve"> وبدأنا ننفض الغُبار عن ورقة الغار</w:t>
      </w:r>
      <w:r w:rsidR="00F13C51">
        <w:rPr>
          <w:rtl/>
        </w:rPr>
        <w:t>،</w:t>
      </w:r>
      <w:r w:rsidRPr="002E4D94">
        <w:rPr>
          <w:rtl/>
        </w:rPr>
        <w:t xml:space="preserve"> ولكنَّ الشَّنار بقي الشًَّنار</w:t>
      </w:r>
      <w:r w:rsidR="00106DAF">
        <w:rPr>
          <w:rtl/>
        </w:rPr>
        <w:t>!</w:t>
      </w:r>
      <w:r w:rsidRPr="002E4D94">
        <w:rPr>
          <w:rtl/>
        </w:rPr>
        <w:t>! لقد تمكَّن مِن زرعه شناراً ثلاثة خُلفاء تعهَّدوه وتداركوه على مَدى ثلاثين سنة</w:t>
      </w:r>
      <w:r w:rsidR="00F13C51">
        <w:rPr>
          <w:rtl/>
        </w:rPr>
        <w:t>،</w:t>
      </w:r>
      <w:r w:rsidRPr="002E4D94">
        <w:rPr>
          <w:rtl/>
        </w:rPr>
        <w:t xml:space="preserve"> لقد جاء مَضريَّاً</w:t>
      </w:r>
      <w:r w:rsidR="00F13C51">
        <w:rPr>
          <w:rtl/>
        </w:rPr>
        <w:t>،</w:t>
      </w:r>
      <w:r w:rsidRPr="002E4D94">
        <w:rPr>
          <w:rtl/>
        </w:rPr>
        <w:t xml:space="preserve"> حميريَّاً</w:t>
      </w:r>
      <w:r w:rsidR="00F13C51">
        <w:rPr>
          <w:rtl/>
        </w:rPr>
        <w:t>،</w:t>
      </w:r>
      <w:r w:rsidRPr="002E4D94">
        <w:rPr>
          <w:rtl/>
        </w:rPr>
        <w:t xml:space="preserve"> كلبيَّاً</w:t>
      </w:r>
      <w:r w:rsidR="00F13C51">
        <w:rPr>
          <w:rtl/>
        </w:rPr>
        <w:t>،</w:t>
      </w:r>
      <w:r w:rsidRPr="002E4D94">
        <w:rPr>
          <w:rtl/>
        </w:rPr>
        <w:t xml:space="preserve"> تغلُبيَّاً</w:t>
      </w:r>
      <w:r w:rsidR="00F13C51">
        <w:rPr>
          <w:rtl/>
        </w:rPr>
        <w:t>،</w:t>
      </w:r>
      <w:r w:rsidRPr="002E4D94">
        <w:rPr>
          <w:rtl/>
        </w:rPr>
        <w:t xml:space="preserve"> قيسيَّاً</w:t>
      </w:r>
      <w:r w:rsidR="00F13C51">
        <w:rPr>
          <w:rtl/>
        </w:rPr>
        <w:t>،</w:t>
      </w:r>
      <w:r w:rsidRPr="002E4D94">
        <w:rPr>
          <w:rtl/>
        </w:rPr>
        <w:t xml:space="preserve"> يمنيَّاً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ابتداء مِن مَكَّة ومروراً بالبصرة</w:t>
      </w:r>
      <w:r w:rsidR="00F13C51">
        <w:rPr>
          <w:rtl/>
        </w:rPr>
        <w:t>،</w:t>
      </w:r>
      <w:r w:rsidRPr="002E4D94">
        <w:rPr>
          <w:rtl/>
        </w:rPr>
        <w:t xml:space="preserve"> ومربوطاً مسموماً بالشام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ولقد أجبرنا</w:t>
      </w:r>
      <w:r w:rsidR="00F13C51">
        <w:rPr>
          <w:rtl/>
        </w:rPr>
        <w:t xml:space="preserve"> - </w:t>
      </w:r>
      <w:r w:rsidRPr="002E4D94">
        <w:rPr>
          <w:rtl/>
        </w:rPr>
        <w:t>إذ وصلنا</w:t>
      </w:r>
      <w:r w:rsidR="00F13C51">
        <w:rPr>
          <w:rtl/>
        </w:rPr>
        <w:t xml:space="preserve"> - </w:t>
      </w:r>
      <w:r w:rsidRPr="002E4D94">
        <w:rPr>
          <w:rtl/>
        </w:rPr>
        <w:t>على خوضها معركة بنمط قَبَلِي</w:t>
      </w:r>
      <w:r w:rsidR="00F13C51">
        <w:rPr>
          <w:rtl/>
        </w:rPr>
        <w:t>،</w:t>
      </w:r>
      <w:r w:rsidRPr="002E4D94">
        <w:rPr>
          <w:rtl/>
        </w:rPr>
        <w:t xml:space="preserve"> واضطررنا على صَبغها بالدم حفاظاً على الإسلام</w:t>
      </w:r>
      <w:r w:rsidR="00F13C51">
        <w:rPr>
          <w:rtl/>
        </w:rPr>
        <w:t>،</w:t>
      </w:r>
      <w:r w:rsidRPr="002E4D94">
        <w:rPr>
          <w:rtl/>
        </w:rPr>
        <w:t xml:space="preserve"> ولقد اختلط دمُ جمل عائشة بدمٍ تفجَّر مِن صدر طلحة في معركة البصرة المشهورة بيوم الجمل</w:t>
      </w:r>
      <w:r w:rsidR="00F13C51">
        <w:rPr>
          <w:rtl/>
        </w:rPr>
        <w:t>،</w:t>
      </w:r>
      <w:r w:rsidRPr="002E4D94">
        <w:rPr>
          <w:rtl/>
        </w:rPr>
        <w:t xml:space="preserve"> وقفلنا راجعين إلى الكوفة ونحن نحسب أنَّنا ربحنا</w:t>
      </w:r>
      <w:r w:rsidR="00106DAF">
        <w:rPr>
          <w:rtl/>
        </w:rPr>
        <w:t>!</w:t>
      </w:r>
      <w:r w:rsidRPr="002E4D94">
        <w:rPr>
          <w:rtl/>
        </w:rPr>
        <w:t xml:space="preserve"> ولكنَّ الحقيقة إنَّ الربح ذاته كان الهزيمة</w:t>
      </w:r>
      <w:r w:rsidR="00106DAF">
        <w:rPr>
          <w:rtl/>
        </w:rPr>
        <w:t>!</w:t>
      </w:r>
      <w:r w:rsidRPr="002E4D94">
        <w:rPr>
          <w:rtl/>
        </w:rPr>
        <w:t xml:space="preserve"> لقد تجلَّت الهزيمة في اقتتالنا ضمن بيوتنا</w:t>
      </w:r>
      <w:r w:rsidR="00F13C51">
        <w:rPr>
          <w:rtl/>
        </w:rPr>
        <w:t>،</w:t>
      </w:r>
      <w:r w:rsidRPr="002E4D94">
        <w:rPr>
          <w:rtl/>
        </w:rPr>
        <w:t xml:space="preserve"> على أيِّنا هو الأحَقُّ بالوصول إلى صينيَّة الطعام</w:t>
      </w:r>
      <w:r w:rsidR="00F13C51">
        <w:rPr>
          <w:rtl/>
        </w:rPr>
        <w:t>:</w:t>
      </w:r>
      <w:r w:rsidRPr="002E4D94">
        <w:rPr>
          <w:rtl/>
        </w:rPr>
        <w:t xml:space="preserve"> هل هو طلحة</w:t>
      </w:r>
      <w:r w:rsidR="00106DAF">
        <w:rPr>
          <w:rtl/>
        </w:rPr>
        <w:t>؟</w:t>
      </w:r>
      <w:r w:rsidRPr="002E4D94">
        <w:rPr>
          <w:rtl/>
        </w:rPr>
        <w:t xml:space="preserve"> أمْ الزبير</w:t>
      </w:r>
      <w:r w:rsidR="00106DAF">
        <w:rPr>
          <w:rtl/>
        </w:rPr>
        <w:t>؟</w:t>
      </w:r>
      <w:r w:rsidRPr="002E4D94">
        <w:rPr>
          <w:rtl/>
        </w:rPr>
        <w:t xml:space="preserve"> أمْ هذاك الطالبيُّ الملصوق بأهل البيت</w:t>
      </w:r>
      <w:r w:rsidR="00106DAF">
        <w:rPr>
          <w:rtl/>
        </w:rPr>
        <w:t>؟</w:t>
      </w:r>
      <w:r w:rsidRPr="002E4D94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كان القتال وهدر الدم ضمن العائلة الواحدة</w:t>
      </w:r>
      <w:r w:rsidR="00F13C51">
        <w:rPr>
          <w:rtl/>
        </w:rPr>
        <w:t>،</w:t>
      </w:r>
      <w:r w:rsidRPr="002E4D94">
        <w:rPr>
          <w:rtl/>
        </w:rPr>
        <w:t xml:space="preserve"> وضمن البيت الواحد</w:t>
      </w:r>
      <w:r w:rsidR="00F13C51">
        <w:rPr>
          <w:rtl/>
        </w:rPr>
        <w:t>،</w:t>
      </w:r>
      <w:r w:rsidRPr="002E4D94">
        <w:rPr>
          <w:rtl/>
        </w:rPr>
        <w:t xml:space="preserve"> وفوق الأرض الواحدة</w:t>
      </w:r>
      <w:r w:rsidR="00106DAF">
        <w:rPr>
          <w:rtl/>
        </w:rPr>
        <w:t>!</w:t>
      </w:r>
      <w:r w:rsidRPr="002E4D94">
        <w:rPr>
          <w:rtl/>
        </w:rPr>
        <w:t xml:space="preserve"> يا لتعس الأُمَّة التي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بناها جَدِّي لتُعانِق الغَد بحِلَّةٍ مِن فَخار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ولقد خضناها في صِفِّين بذات النمط</w:t>
      </w:r>
      <w:r w:rsidR="00F13C51">
        <w:rPr>
          <w:rtl/>
        </w:rPr>
        <w:t>،</w:t>
      </w:r>
      <w:r w:rsidRPr="002E4D94">
        <w:rPr>
          <w:rtl/>
        </w:rPr>
        <w:t xml:space="preserve"> وما كِدنا نحسب أنَّنا ربحناها حتَّى انهزمنا هزيمة أُخرى لها جَعجعة أكرب مِن جَعجعة الجمال</w:t>
      </w:r>
      <w:r w:rsidR="00F13C51">
        <w:rPr>
          <w:rtl/>
        </w:rPr>
        <w:t>،</w:t>
      </w:r>
      <w:r w:rsidRPr="002E4D94">
        <w:rPr>
          <w:rtl/>
        </w:rPr>
        <w:t xml:space="preserve"> لقد جَعجع فيها عمرو بن العاص</w:t>
      </w:r>
      <w:r w:rsidR="00F13C51">
        <w:rPr>
          <w:rtl/>
        </w:rPr>
        <w:t>،</w:t>
      </w:r>
      <w:r w:rsidRPr="002E4D94">
        <w:rPr>
          <w:rtl/>
        </w:rPr>
        <w:t xml:space="preserve"> وأبو موسى الأشعريُّ</w:t>
      </w:r>
      <w:r w:rsidR="00F13C51">
        <w:rPr>
          <w:rtl/>
        </w:rPr>
        <w:t>،</w:t>
      </w:r>
      <w:r w:rsidRPr="002E4D94">
        <w:rPr>
          <w:rtl/>
        </w:rPr>
        <w:t xml:space="preserve"> بعد أنْ تكلَّم الاثنان باسم الرسالة التي هي رسالة جَدِّي</w:t>
      </w:r>
      <w:r w:rsidR="00F13C51">
        <w:rPr>
          <w:rtl/>
        </w:rPr>
        <w:t>،</w:t>
      </w:r>
      <w:r w:rsidRPr="002E4D94">
        <w:rPr>
          <w:rtl/>
        </w:rPr>
        <w:t xml:space="preserve"> يا للحُروف</w:t>
      </w:r>
      <w:r w:rsidR="00106DAF">
        <w:rPr>
          <w:rtl/>
        </w:rPr>
        <w:t>!</w:t>
      </w:r>
      <w:r w:rsidRPr="002E4D94">
        <w:rPr>
          <w:rtl/>
        </w:rPr>
        <w:t>! كيف يهرب منها النور</w:t>
      </w:r>
      <w:r w:rsidR="00106DAF">
        <w:rPr>
          <w:rtl/>
        </w:rPr>
        <w:t>؟</w:t>
      </w:r>
      <w:r w:rsidRPr="002E4D94">
        <w:rPr>
          <w:rtl/>
        </w:rPr>
        <w:t>! فتتعتَّم أوجاراً وأوكاراً للمناجذ والجُرذان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أُترانا جزعنا مِن فَظاعة ا</w:t>
      </w:r>
      <w:r w:rsidR="002C2DD7">
        <w:rPr>
          <w:rtl/>
        </w:rPr>
        <w:t>لمـَ</w:t>
      </w:r>
      <w:r w:rsidRPr="002E4D94">
        <w:rPr>
          <w:rtl/>
        </w:rPr>
        <w:t>عمعة</w:t>
      </w:r>
      <w:r w:rsidR="00106DAF">
        <w:rPr>
          <w:rtl/>
        </w:rPr>
        <w:t>؟</w:t>
      </w:r>
      <w:r w:rsidRPr="002E4D94">
        <w:rPr>
          <w:rtl/>
        </w:rPr>
        <w:t>! وتهيَّبنا هدر الدَّمِ</w:t>
      </w:r>
      <w:r w:rsidR="00106DAF">
        <w:rPr>
          <w:rtl/>
        </w:rPr>
        <w:t>؟</w:t>
      </w:r>
      <w:r w:rsidRPr="002E4D94">
        <w:rPr>
          <w:rtl/>
        </w:rPr>
        <w:t>! واعتصمنا بعمليَّة حَقنه حتَّى لا يبقى للأُمَّة شيء مِن رَمق نُعالج نحن به مصيرها</w:t>
      </w:r>
      <w:r w:rsidR="00F13C51">
        <w:rPr>
          <w:rtl/>
        </w:rPr>
        <w:t>،</w:t>
      </w:r>
      <w:r w:rsidRPr="002E4D94">
        <w:rPr>
          <w:rtl/>
        </w:rPr>
        <w:t xml:space="preserve"> ونعود فنرتق فتقه</w:t>
      </w:r>
      <w:r w:rsidR="00F13C51">
        <w:rPr>
          <w:rtl/>
        </w:rPr>
        <w:t>،</w:t>
      </w:r>
      <w:r w:rsidRPr="002E4D94">
        <w:rPr>
          <w:rtl/>
        </w:rPr>
        <w:t xml:space="preserve"> ونرسم له خَطَّاً يعوله في طالع الغَد</w:t>
      </w:r>
      <w:r w:rsidR="00106DAF">
        <w:rPr>
          <w:rtl/>
        </w:rPr>
        <w:t>؟</w:t>
      </w:r>
      <w:r w:rsidRPr="002E4D94">
        <w:rPr>
          <w:rtl/>
        </w:rPr>
        <w:t>! لقد ركبنا ا</w:t>
      </w:r>
      <w:r w:rsidR="002C2DD7">
        <w:rPr>
          <w:rtl/>
        </w:rPr>
        <w:t>لمـَ</w:t>
      </w:r>
      <w:r w:rsidRPr="002E4D94">
        <w:rPr>
          <w:rtl/>
        </w:rPr>
        <w:t>ركب هذا في ترجْرُجه فوق اليمِّ</w:t>
      </w:r>
      <w:r w:rsidR="00F13C51">
        <w:rPr>
          <w:rtl/>
        </w:rPr>
        <w:t>،</w:t>
      </w:r>
      <w:r w:rsidRPr="002E4D94">
        <w:rPr>
          <w:rtl/>
        </w:rPr>
        <w:t xml:space="preserve"> ولكنَّ النتيجة جاءت محمولة على مركب آخر ما استضاء</w:t>
      </w:r>
      <w:r w:rsidR="00F13C51">
        <w:rPr>
          <w:rtl/>
        </w:rPr>
        <w:t>،</w:t>
      </w:r>
      <w:r w:rsidRPr="002E4D94">
        <w:rPr>
          <w:rtl/>
        </w:rPr>
        <w:t xml:space="preserve"> وهو يقطع ظُلمة الليل فوق مُعترك ا</w:t>
      </w:r>
      <w:r w:rsidR="002C2DD7">
        <w:rPr>
          <w:rtl/>
        </w:rPr>
        <w:t>لمـَ</w:t>
      </w:r>
      <w:r w:rsidRPr="002E4D94">
        <w:rPr>
          <w:rtl/>
        </w:rPr>
        <w:t>وج إلاَّ بوميض كانت ترتجف به البروق في رعود العواصف والزوابع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كانت معركة النهروان</w:t>
      </w:r>
      <w:r w:rsidR="00F13C51">
        <w:rPr>
          <w:rtl/>
        </w:rPr>
        <w:t>،</w:t>
      </w:r>
      <w:r w:rsidRPr="002E4D94">
        <w:rPr>
          <w:rtl/>
        </w:rPr>
        <w:t xml:space="preserve"> تنهَّد بها الخوارج</w:t>
      </w:r>
      <w:r w:rsidR="00F13C51">
        <w:rPr>
          <w:rtl/>
        </w:rPr>
        <w:t>،</w:t>
      </w:r>
      <w:r w:rsidRPr="002E4D94">
        <w:rPr>
          <w:rtl/>
        </w:rPr>
        <w:t xml:space="preserve"> في زعمهم أنَّ حَقن الدم مُميت أكثر مِن تفجيره</w:t>
      </w:r>
      <w:r w:rsidR="00F13C51">
        <w:rPr>
          <w:rtl/>
        </w:rPr>
        <w:t>،</w:t>
      </w:r>
      <w:r w:rsidRPr="002E4D94">
        <w:rPr>
          <w:rtl/>
        </w:rPr>
        <w:t xml:space="preserve"> وهذا كان ضوءهم في الليل البهيم</w:t>
      </w:r>
      <w:r w:rsidR="00106DAF">
        <w:rPr>
          <w:rtl/>
        </w:rPr>
        <w:t>!</w:t>
      </w:r>
      <w:r w:rsidRPr="002E4D94">
        <w:rPr>
          <w:rtl/>
        </w:rPr>
        <w:t xml:space="preserve"> ورحنا إليهم حتَّى نهزم فيهم الفوضى التي تُعتِّم على الإمامة دربها إلى ا</w:t>
      </w:r>
      <w:r w:rsidR="002C2DD7">
        <w:rPr>
          <w:rtl/>
        </w:rPr>
        <w:t>لمـُ</w:t>
      </w:r>
      <w:r w:rsidRPr="002E4D94">
        <w:rPr>
          <w:rtl/>
        </w:rPr>
        <w:t>عالجة والتصحيح</w:t>
      </w:r>
      <w:r w:rsidR="00F13C51">
        <w:rPr>
          <w:rtl/>
        </w:rPr>
        <w:t>،</w:t>
      </w:r>
      <w:r w:rsidRPr="002E4D94">
        <w:rPr>
          <w:rtl/>
        </w:rPr>
        <w:t xml:space="preserve"> ولكنَّنا ما هزمناهم حتَّى شعرنا أنَّ الأُمَّة بكاملها هي المهزومة فينا</w:t>
      </w:r>
      <w:r w:rsidR="00F13C51">
        <w:rPr>
          <w:rtl/>
        </w:rPr>
        <w:t>،</w:t>
      </w:r>
      <w:r w:rsidRPr="002E4D94">
        <w:rPr>
          <w:rtl/>
        </w:rPr>
        <w:t xml:space="preserve"> فدمها دائماً هو المهدور</w:t>
      </w:r>
      <w:r w:rsidR="00F13C51">
        <w:rPr>
          <w:rtl/>
        </w:rPr>
        <w:t>،</w:t>
      </w:r>
      <w:r w:rsidRPr="002E4D94">
        <w:rPr>
          <w:rtl/>
        </w:rPr>
        <w:t xml:space="preserve"> ووحدتها هي المفروطة</w:t>
      </w:r>
      <w:r w:rsidR="00F13C51">
        <w:rPr>
          <w:rtl/>
        </w:rPr>
        <w:t>،</w:t>
      </w:r>
      <w:r w:rsidRPr="002E4D94">
        <w:rPr>
          <w:rtl/>
        </w:rPr>
        <w:t xml:space="preserve"> وقبائلها هي ا</w:t>
      </w:r>
      <w:r w:rsidR="002C2DD7">
        <w:rPr>
          <w:rtl/>
        </w:rPr>
        <w:t>لمـُ</w:t>
      </w:r>
      <w:r w:rsidRPr="002E4D94">
        <w:rPr>
          <w:rtl/>
        </w:rPr>
        <w:t>ستدعاة إلى أخذ الثار</w:t>
      </w:r>
      <w:r w:rsidR="00F13C51">
        <w:rPr>
          <w:rtl/>
        </w:rPr>
        <w:t>،</w:t>
      </w:r>
      <w:r w:rsidRPr="002E4D94">
        <w:rPr>
          <w:rtl/>
        </w:rPr>
        <w:t xml:space="preserve"> ثمَّ إلى الثار مِن الثار</w:t>
      </w:r>
      <w:r w:rsidR="00F13C51">
        <w:rPr>
          <w:rtl/>
        </w:rPr>
        <w:t>،</w:t>
      </w:r>
      <w:r w:rsidRPr="002E4D94">
        <w:rPr>
          <w:rtl/>
        </w:rPr>
        <w:t xml:space="preserve"> أمَّا الهزيمة الأخيرة</w:t>
      </w:r>
      <w:r w:rsidR="00F13C51">
        <w:rPr>
          <w:rtl/>
        </w:rPr>
        <w:t>،</w:t>
      </w:r>
      <w:r w:rsidRPr="002E4D94">
        <w:rPr>
          <w:rtl/>
        </w:rPr>
        <w:t xml:space="preserve"> والتي هي لنا فجيعة</w:t>
      </w:r>
      <w:r w:rsidR="00F13C51">
        <w:rPr>
          <w:rtl/>
        </w:rPr>
        <w:t>،</w:t>
      </w:r>
      <w:r w:rsidRPr="002E4D94">
        <w:rPr>
          <w:rtl/>
        </w:rPr>
        <w:t xml:space="preserve"> فهي التي أخذنا لها الثار مِن هذا ا</w:t>
      </w:r>
      <w:r w:rsidR="002C2DD7">
        <w:rPr>
          <w:rtl/>
        </w:rPr>
        <w:t>لمـُ</w:t>
      </w:r>
      <w:r w:rsidRPr="002E4D94">
        <w:rPr>
          <w:rtl/>
        </w:rPr>
        <w:t>سمَّى</w:t>
      </w:r>
      <w:r w:rsidR="00F13C51">
        <w:rPr>
          <w:rtl/>
        </w:rPr>
        <w:t>:</w:t>
      </w:r>
      <w:r w:rsidRPr="002E4D94">
        <w:rPr>
          <w:rtl/>
        </w:rPr>
        <w:t xml:space="preserve"> ابن مُلجم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F13C51">
      <w:pPr>
        <w:pStyle w:val="libNormal"/>
        <w:rPr>
          <w:rtl/>
        </w:rPr>
      </w:pPr>
      <w:r w:rsidRPr="002E4D94">
        <w:rPr>
          <w:rtl/>
        </w:rPr>
        <w:t>ما كاد الإمام الحسن</w:t>
      </w:r>
      <w:r w:rsidR="00F13C51">
        <w:rPr>
          <w:rtl/>
        </w:rPr>
        <w:t xml:space="preserve"> - </w:t>
      </w:r>
      <w:r w:rsidRPr="002E4D94">
        <w:rPr>
          <w:rtl/>
        </w:rPr>
        <w:t>وهو الآن خليفة أبيه في انتقال الإمامة</w:t>
      </w:r>
      <w:r w:rsidR="00F13C51">
        <w:rPr>
          <w:rtl/>
        </w:rPr>
        <w:t xml:space="preserve"> - </w:t>
      </w:r>
      <w:r w:rsidRPr="002E4D94">
        <w:rPr>
          <w:rtl/>
        </w:rPr>
        <w:t>يصل إلى مثل هذه ا</w:t>
      </w:r>
      <w:r w:rsidR="002C2DD7">
        <w:rPr>
          <w:rtl/>
        </w:rPr>
        <w:t>لمـُ</w:t>
      </w:r>
      <w:r w:rsidRPr="002E4D94">
        <w:rPr>
          <w:rtl/>
        </w:rPr>
        <w:t>عاناة</w:t>
      </w:r>
      <w:r w:rsidR="00F13C51">
        <w:rPr>
          <w:rtl/>
        </w:rPr>
        <w:t>،</w:t>
      </w:r>
      <w:r w:rsidRPr="002E4D94">
        <w:rPr>
          <w:rtl/>
        </w:rPr>
        <w:t xml:space="preserve"> تحت وطأة ثقيلة مِن الاستعراض الشامل للأوضاع التي أوصلت الأُمَّة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إلى ما يُهدِّد وحدتها بالانفراط المهزوم</w:t>
      </w:r>
      <w:r w:rsidR="00F13C51">
        <w:rPr>
          <w:rtl/>
        </w:rPr>
        <w:t>،</w:t>
      </w:r>
      <w:r w:rsidRPr="002E4D94">
        <w:rPr>
          <w:rtl/>
        </w:rPr>
        <w:t xml:space="preserve"> حتَّى بادره الحسين</w:t>
      </w:r>
      <w:r w:rsidR="00F13C51">
        <w:rPr>
          <w:rtl/>
        </w:rPr>
        <w:t>،</w:t>
      </w:r>
      <w:r w:rsidRPr="002E4D94">
        <w:rPr>
          <w:rtl/>
        </w:rPr>
        <w:t xml:space="preserve"> وهو مُثقَل مثله بهذا الذي يُولِّده العنفوان الهادر الصامت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الحسين</w:t>
      </w:r>
      <w:r w:rsidR="00F13C51">
        <w:rPr>
          <w:rtl/>
        </w:rPr>
        <w:t>:</w:t>
      </w:r>
      <w:r w:rsidRPr="002E4D94">
        <w:rPr>
          <w:rtl/>
        </w:rPr>
        <w:t xml:space="preserve"> صحيح</w:t>
      </w:r>
      <w:r w:rsidR="00F13C51">
        <w:rPr>
          <w:rtl/>
        </w:rPr>
        <w:t xml:space="preserve"> - </w:t>
      </w:r>
      <w:r w:rsidRPr="002E4D94">
        <w:rPr>
          <w:rtl/>
        </w:rPr>
        <w:t>يا أخي الإمام</w:t>
      </w:r>
      <w:r w:rsidR="00F13C51">
        <w:rPr>
          <w:rtl/>
        </w:rPr>
        <w:t xml:space="preserve"> - </w:t>
      </w:r>
      <w:r w:rsidRPr="002E4D94">
        <w:rPr>
          <w:rtl/>
        </w:rPr>
        <w:t>لقد رُمْينا بالهزيمة التي احتاكت بها خلوة السقيفة</w:t>
      </w:r>
      <w:r w:rsidR="00F13C51">
        <w:rPr>
          <w:rtl/>
        </w:rPr>
        <w:t>،</w:t>
      </w:r>
      <w:r w:rsidRPr="002E4D94">
        <w:rPr>
          <w:rtl/>
        </w:rPr>
        <w:t xml:space="preserve"> لو أنَّ الخَطَّ مشى طريقه المرسوم</w:t>
      </w:r>
      <w:r w:rsidR="00F13C51">
        <w:rPr>
          <w:rtl/>
        </w:rPr>
        <w:t>،</w:t>
      </w:r>
      <w:r w:rsidRPr="002E4D94">
        <w:rPr>
          <w:rtl/>
        </w:rPr>
        <w:t xml:space="preserve"> لما كان للقبليَّة يقظة</w:t>
      </w:r>
      <w:r w:rsidR="00F13C51">
        <w:rPr>
          <w:rtl/>
        </w:rPr>
        <w:t>،</w:t>
      </w:r>
      <w:r w:rsidRPr="002E4D94">
        <w:rPr>
          <w:rtl/>
        </w:rPr>
        <w:t xml:space="preserve"> ولا للمرض عافية</w:t>
      </w:r>
      <w:r w:rsidR="00F13C51">
        <w:rPr>
          <w:rtl/>
        </w:rPr>
        <w:t>،</w:t>
      </w:r>
      <w:r w:rsidRPr="002E4D94">
        <w:rPr>
          <w:rtl/>
        </w:rPr>
        <w:t xml:space="preserve"> ولا لأيَّة زعامة ما يُغريها إلى التنطُّح والبروز</w:t>
      </w:r>
      <w:r w:rsidR="00F13C51">
        <w:rPr>
          <w:rtl/>
        </w:rPr>
        <w:t>،</w:t>
      </w:r>
      <w:r w:rsidRPr="002E4D94">
        <w:rPr>
          <w:rtl/>
        </w:rPr>
        <w:t xml:space="preserve"> ولكان الاستمرار كفيلاً بعدم قطع النور عن الحدقة</w:t>
      </w:r>
      <w:r w:rsidR="00F13C51">
        <w:rPr>
          <w:rtl/>
        </w:rPr>
        <w:t>،</w:t>
      </w:r>
      <w:r w:rsidRPr="002E4D94">
        <w:rPr>
          <w:rtl/>
        </w:rPr>
        <w:t xml:space="preserve"> ولكانت الأُمَّة هي التي تمتنُ ضلوعها في صدرها الأكبر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وصبر قليلاً ثمَّ انتفض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الحسين</w:t>
      </w:r>
      <w:r w:rsidR="00F13C51">
        <w:rPr>
          <w:rtl/>
        </w:rPr>
        <w:t>:</w:t>
      </w:r>
      <w:r w:rsidRPr="002E4D94">
        <w:rPr>
          <w:rtl/>
        </w:rPr>
        <w:t xml:space="preserve"> ولكنَّنا نحن</w:t>
      </w:r>
      <w:r w:rsidR="00F13C51">
        <w:rPr>
          <w:rtl/>
        </w:rPr>
        <w:t xml:space="preserve"> - </w:t>
      </w:r>
      <w:r w:rsidRPr="002E4D94">
        <w:rPr>
          <w:rtl/>
        </w:rPr>
        <w:t>يا أخي الإمام</w:t>
      </w:r>
      <w:r w:rsidR="00F13C51">
        <w:rPr>
          <w:rtl/>
        </w:rPr>
        <w:t xml:space="preserve"> - </w:t>
      </w:r>
      <w:r w:rsidRPr="002E4D94">
        <w:rPr>
          <w:rtl/>
        </w:rPr>
        <w:t>ضمير الرسالة</w:t>
      </w:r>
      <w:r w:rsidR="00F13C51">
        <w:rPr>
          <w:rtl/>
        </w:rPr>
        <w:t>،</w:t>
      </w:r>
      <w:r w:rsidRPr="002E4D94">
        <w:rPr>
          <w:rtl/>
        </w:rPr>
        <w:t xml:space="preserve"> وعُنفوان الأُمَّة</w:t>
      </w:r>
      <w:r w:rsidR="00F13C51">
        <w:rPr>
          <w:rtl/>
        </w:rPr>
        <w:t xml:space="preserve"> - </w:t>
      </w:r>
      <w:r w:rsidRPr="002E4D94">
        <w:rPr>
          <w:rtl/>
        </w:rPr>
        <w:t>فهل يُمكن أنْ يخبو ضمير الرسالة</w:t>
      </w:r>
      <w:r w:rsidR="00F13C51">
        <w:rPr>
          <w:rtl/>
        </w:rPr>
        <w:t>،</w:t>
      </w:r>
      <w:r w:rsidRPr="002E4D94">
        <w:rPr>
          <w:rtl/>
        </w:rPr>
        <w:t xml:space="preserve"> وأنْ لا تُفتِّش الأُمَّة عن عُنفوانها الأصيل</w:t>
      </w:r>
      <w:r w:rsidR="00106DAF">
        <w:rPr>
          <w:rtl/>
        </w:rPr>
        <w:t>؟</w:t>
      </w:r>
      <w:r w:rsidRPr="002E4D94">
        <w:rPr>
          <w:rtl/>
        </w:rPr>
        <w:t>!!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2E4D94">
        <w:rPr>
          <w:rtl/>
        </w:rPr>
        <w:t xml:space="preserve"> 12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لم يتمكَّن الحسن</w:t>
      </w:r>
      <w:r w:rsidR="00F13C51">
        <w:rPr>
          <w:rtl/>
        </w:rPr>
        <w:t xml:space="preserve"> - </w:t>
      </w:r>
      <w:r w:rsidRPr="002E4D94">
        <w:rPr>
          <w:rtl/>
        </w:rPr>
        <w:t>فقط</w:t>
      </w:r>
      <w:r w:rsidR="00F13C51">
        <w:rPr>
          <w:rtl/>
        </w:rPr>
        <w:t xml:space="preserve"> - </w:t>
      </w:r>
      <w:r w:rsidRPr="002E4D94">
        <w:rPr>
          <w:rtl/>
        </w:rPr>
        <w:t>مِن مُلاحقة الأحداث التي حصلت على الأرض</w:t>
      </w:r>
      <w:r w:rsidR="00F13C51">
        <w:rPr>
          <w:rtl/>
        </w:rPr>
        <w:t>،</w:t>
      </w:r>
      <w:r w:rsidRPr="002E4D94">
        <w:rPr>
          <w:rtl/>
        </w:rPr>
        <w:t xml:space="preserve"> مُنذ السقيفة حتَّى مقتل أبيه</w:t>
      </w:r>
      <w:r w:rsidR="00F13C51">
        <w:rPr>
          <w:rtl/>
        </w:rPr>
        <w:t>،</w:t>
      </w:r>
      <w:r w:rsidRPr="002E4D94">
        <w:rPr>
          <w:rtl/>
        </w:rPr>
        <w:t xml:space="preserve"> بلْ إنَّه تمكَّن أيضاً مِن قراءة بَصماتها قراءة مُستوعبة</w:t>
      </w:r>
      <w:r w:rsidR="00F13C51">
        <w:rPr>
          <w:rtl/>
        </w:rPr>
        <w:t>،</w:t>
      </w:r>
      <w:r w:rsidRPr="002E4D94">
        <w:rPr>
          <w:rtl/>
        </w:rPr>
        <w:t xml:space="preserve"> ولقد كان له مِن قراءة البصمات عُمق اللَّمح ووضوح التصوُّر</w:t>
      </w:r>
      <w:r w:rsidR="00F13C51">
        <w:rPr>
          <w:rtl/>
        </w:rPr>
        <w:t>،</w:t>
      </w:r>
      <w:r w:rsidRPr="002E4D94">
        <w:rPr>
          <w:rtl/>
        </w:rPr>
        <w:t xml:space="preserve"> لقد لمح أنَّهم مُنذ الصباح الذي أُعلن فيه وصول أبي بكر إلى كُرسيِّ الخلافة</w:t>
      </w:r>
      <w:r w:rsidR="00F13C51">
        <w:rPr>
          <w:rtl/>
        </w:rPr>
        <w:t>،</w:t>
      </w:r>
      <w:r w:rsidRPr="002E4D94">
        <w:rPr>
          <w:rtl/>
        </w:rPr>
        <w:t xml:space="preserve"> بدأوا يخوضون مَعارك الحِقد الموصِلة إلى الانهزام</w:t>
      </w:r>
      <w:r w:rsidR="00F13C51">
        <w:rPr>
          <w:rtl/>
        </w:rPr>
        <w:t>،</w:t>
      </w:r>
      <w:r w:rsidRPr="002E4D94">
        <w:rPr>
          <w:rtl/>
        </w:rPr>
        <w:t xml:space="preserve"> مُنذ ذلك الوقت راحت الخُطوط تمشى تحت جِنح الليل</w:t>
      </w:r>
      <w:r w:rsidR="00F13C51">
        <w:rPr>
          <w:rtl/>
        </w:rPr>
        <w:t>،</w:t>
      </w:r>
      <w:r w:rsidRPr="002E4D94">
        <w:rPr>
          <w:rtl/>
        </w:rPr>
        <w:t xml:space="preserve"> ولكنَّ الصباح ما كان أبداً يجيء إلاَّ تاركاً خلفه بصمات أفصح مِن الخُطوات في الإعلان عن مخبئاتها</w:t>
      </w:r>
      <w:r w:rsidR="00F13C51">
        <w:rPr>
          <w:rtl/>
        </w:rPr>
        <w:t>،</w:t>
      </w:r>
      <w:r w:rsidRPr="002E4D94">
        <w:rPr>
          <w:rtl/>
        </w:rPr>
        <w:t xml:space="preserve"> إنَّ الذكي الذي يعرف كيف يقرأ البصمات</w:t>
      </w:r>
      <w:r w:rsidR="00F13C51">
        <w:rPr>
          <w:rtl/>
        </w:rPr>
        <w:t>،</w:t>
      </w:r>
      <w:r w:rsidRPr="002E4D94">
        <w:rPr>
          <w:rtl/>
        </w:rPr>
        <w:t xml:space="preserve"> هو ا</w:t>
      </w:r>
      <w:r w:rsidR="002C2DD7">
        <w:rPr>
          <w:rtl/>
        </w:rPr>
        <w:t>لمـُ</w:t>
      </w:r>
      <w:r w:rsidRPr="002E4D94">
        <w:rPr>
          <w:rtl/>
        </w:rPr>
        <w:t>متاز في لمحه</w:t>
      </w:r>
      <w:r w:rsidR="00F13C51">
        <w:rPr>
          <w:rtl/>
        </w:rPr>
        <w:t>،</w:t>
      </w:r>
      <w:r w:rsidRPr="002E4D94">
        <w:rPr>
          <w:rtl/>
        </w:rPr>
        <w:t xml:space="preserve"> وكان الحسن قارئا مُمتازاً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مُنذ ذلك التاريخ</w:t>
      </w:r>
      <w:r w:rsidR="00F13C51">
        <w:rPr>
          <w:rtl/>
        </w:rPr>
        <w:t xml:space="preserve"> - </w:t>
      </w:r>
      <w:r w:rsidRPr="002E4D94">
        <w:rPr>
          <w:rtl/>
        </w:rPr>
        <w:t>و</w:t>
      </w:r>
      <w:r w:rsidR="002C2DD7">
        <w:rPr>
          <w:rtl/>
        </w:rPr>
        <w:t>لمـّ</w:t>
      </w:r>
      <w:r w:rsidRPr="002E4D94">
        <w:rPr>
          <w:rtl/>
        </w:rPr>
        <w:t>َا يصل الدور بعد إلى عمر</w:t>
      </w:r>
      <w:r w:rsidR="00F13C51">
        <w:rPr>
          <w:rtl/>
        </w:rPr>
        <w:t>،</w:t>
      </w:r>
      <w:r w:rsidRPr="002E4D94">
        <w:rPr>
          <w:rtl/>
        </w:rPr>
        <w:t xml:space="preserve"> وإنْ يكن له في كرسيِّ الخلافة الصدر والأُذن والعين وإشارة البَنان</w:t>
      </w:r>
      <w:r w:rsidR="00F13C51">
        <w:rPr>
          <w:rtl/>
        </w:rPr>
        <w:t xml:space="preserve"> - </w:t>
      </w:r>
      <w:r w:rsidRPr="002E4D94">
        <w:rPr>
          <w:rtl/>
        </w:rPr>
        <w:t>وجَّه الخليفة أبو بكر</w:t>
      </w:r>
      <w:r w:rsidR="00F13C51">
        <w:rPr>
          <w:rtl/>
        </w:rPr>
        <w:t>،</w:t>
      </w:r>
      <w:r w:rsidRPr="002E4D94">
        <w:rPr>
          <w:rtl/>
        </w:rPr>
        <w:t xml:space="preserve"> في عُتمة الليل</w:t>
      </w:r>
      <w:r w:rsidR="00F13C51">
        <w:rPr>
          <w:rtl/>
        </w:rPr>
        <w:t>،</w:t>
      </w:r>
      <w:r w:rsidRPr="002E4D94">
        <w:rPr>
          <w:rtl/>
        </w:rPr>
        <w:t xml:space="preserve"> مُعاوية بن أبي سفيان ليزرعه في غوطة الشام</w:t>
      </w:r>
      <w:r w:rsidR="00F13C51">
        <w:rPr>
          <w:rtl/>
        </w:rPr>
        <w:t>،</w:t>
      </w:r>
      <w:r w:rsidRPr="002E4D94">
        <w:rPr>
          <w:rtl/>
        </w:rPr>
        <w:t xml:space="preserve"> و</w:t>
      </w:r>
      <w:r w:rsidR="002C2DD7">
        <w:rPr>
          <w:rtl/>
        </w:rPr>
        <w:t>لمـّ</w:t>
      </w:r>
      <w:r w:rsidRPr="002E4D94">
        <w:rPr>
          <w:rtl/>
        </w:rPr>
        <w:t>َا مضى الخليفة العجوز إلى حِضن ربِّه</w:t>
      </w:r>
      <w:r w:rsidR="00F13C51">
        <w:rPr>
          <w:rtl/>
        </w:rPr>
        <w:t>،</w:t>
      </w:r>
      <w:r w:rsidRPr="002E4D94">
        <w:rPr>
          <w:rtl/>
        </w:rPr>
        <w:t xml:space="preserve"> تناول عمر الزرع بالحيطة والعُهدة</w:t>
      </w:r>
      <w:r w:rsidR="00F13C51">
        <w:rPr>
          <w:rtl/>
        </w:rPr>
        <w:t>،</w:t>
      </w:r>
      <w:r w:rsidRPr="002E4D94">
        <w:rPr>
          <w:rtl/>
        </w:rPr>
        <w:t xml:space="preserve"> فهو وإنْ زرع في الليل</w:t>
      </w:r>
      <w:r w:rsidR="00F13C51">
        <w:rPr>
          <w:rtl/>
        </w:rPr>
        <w:t>،</w:t>
      </w:r>
      <w:r w:rsidRPr="002E4D94">
        <w:rPr>
          <w:rtl/>
        </w:rPr>
        <w:t xml:space="preserve"> فإنَّ الصبح سينشره حاكماً مُقتدراً على الشام</w:t>
      </w:r>
      <w:r w:rsidR="00F13C51">
        <w:rPr>
          <w:rtl/>
        </w:rPr>
        <w:t>،</w:t>
      </w:r>
      <w:r w:rsidRPr="002E4D94">
        <w:rPr>
          <w:rtl/>
        </w:rPr>
        <w:t xml:space="preserve"> وحَمص</w:t>
      </w:r>
      <w:r w:rsidR="00F13C51">
        <w:rPr>
          <w:rtl/>
        </w:rPr>
        <w:t>،</w:t>
      </w:r>
      <w:r w:rsidRPr="002E4D94">
        <w:rPr>
          <w:rtl/>
        </w:rPr>
        <w:t xml:space="preserve"> وحماه</w:t>
      </w:r>
      <w:r w:rsidR="00F13C51">
        <w:rPr>
          <w:rtl/>
        </w:rPr>
        <w:t>،</w:t>
      </w:r>
      <w:r w:rsidRPr="002E4D94">
        <w:rPr>
          <w:rtl/>
        </w:rPr>
        <w:t xml:space="preserve"> واللاذقيَّة</w:t>
      </w:r>
      <w:r w:rsidR="00F13C51">
        <w:rPr>
          <w:rtl/>
        </w:rPr>
        <w:t>،</w:t>
      </w:r>
      <w:r w:rsidRPr="002E4D94">
        <w:rPr>
          <w:rtl/>
        </w:rPr>
        <w:t xml:space="preserve"> وحتَّى على صيدا وصور وسهول بيسان</w:t>
      </w:r>
      <w:r w:rsidR="00F13C51">
        <w:rPr>
          <w:rtl/>
        </w:rPr>
        <w:t>،</w:t>
      </w:r>
      <w:r w:rsidRPr="002E4D94">
        <w:rPr>
          <w:rtl/>
        </w:rPr>
        <w:t xml:space="preserve"> سيكون الحاكم ا</w:t>
      </w:r>
      <w:r w:rsidR="002C2DD7">
        <w:rPr>
          <w:rtl/>
        </w:rPr>
        <w:t>لمـُ</w:t>
      </w:r>
      <w:r w:rsidRPr="002E4D94">
        <w:rPr>
          <w:rtl/>
        </w:rPr>
        <w:t>لمَّ وا</w:t>
      </w:r>
      <w:r w:rsidR="002C2DD7">
        <w:rPr>
          <w:rtl/>
        </w:rPr>
        <w:t>لمـُ</w:t>
      </w:r>
      <w:r w:rsidRPr="002E4D94">
        <w:rPr>
          <w:rtl/>
        </w:rPr>
        <w:t>قتدر على أيَّام الخليفة الثالث عثمان الذي وصل الليل بالنهار</w:t>
      </w:r>
      <w:r w:rsidR="00F13C51">
        <w:rPr>
          <w:rtl/>
        </w:rPr>
        <w:t>،</w:t>
      </w:r>
      <w:r w:rsidRPr="002E4D94">
        <w:rPr>
          <w:rtl/>
        </w:rPr>
        <w:t xml:space="preserve"> وهو يعتني بالزرع الذي ستغصُّ به البَيادر</w:t>
      </w:r>
      <w:r w:rsidR="00F13C51">
        <w:rPr>
          <w:rtl/>
        </w:rPr>
        <w:t>،</w:t>
      </w:r>
      <w:r w:rsidRPr="002E4D94">
        <w:rPr>
          <w:rtl/>
        </w:rPr>
        <w:t xml:space="preserve"> فيُشبع الأُمَّة التي هي بنو أُميَّة</w:t>
      </w:r>
      <w:r w:rsidR="00F13C51">
        <w:rPr>
          <w:rtl/>
        </w:rPr>
        <w:t>،</w:t>
      </w:r>
      <w:r w:rsidRPr="002E4D94">
        <w:rPr>
          <w:rtl/>
        </w:rPr>
        <w:t xml:space="preserve"> وتموت جوعاً تلك الأُمَّة الأُخرى التي هي طالبيَّة بني هاشم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كان مُعاوية أقدر مَن مشى الدروب في عُتمات الليل</w:t>
      </w:r>
      <w:r w:rsidR="00F13C51">
        <w:rPr>
          <w:rtl/>
        </w:rPr>
        <w:t>،</w:t>
      </w:r>
      <w:r w:rsidRPr="002E4D94">
        <w:rPr>
          <w:rtl/>
        </w:rPr>
        <w:t xml:space="preserve"> وكان يُجرِّب إخفاء بصمات خُطواته</w:t>
      </w:r>
      <w:r w:rsidR="00F13C51">
        <w:rPr>
          <w:rtl/>
        </w:rPr>
        <w:t>،</w:t>
      </w:r>
      <w:r w:rsidRPr="002E4D94">
        <w:rPr>
          <w:rtl/>
        </w:rPr>
        <w:t xml:space="preserve"> ولكنَّ الدروب لا تَقبل</w:t>
      </w:r>
      <w:r w:rsidR="00F13C51">
        <w:rPr>
          <w:rtl/>
        </w:rPr>
        <w:t xml:space="preserve"> - </w:t>
      </w:r>
      <w:r w:rsidRPr="002E4D94">
        <w:rPr>
          <w:rtl/>
        </w:rPr>
        <w:t>كثيراً</w:t>
      </w:r>
      <w:r w:rsidR="00F13C51">
        <w:rPr>
          <w:rtl/>
        </w:rPr>
        <w:t xml:space="preserve"> - </w:t>
      </w:r>
      <w:r w:rsidRPr="002E4D94">
        <w:rPr>
          <w:rtl/>
        </w:rPr>
        <w:t>بتشويه البصمات</w:t>
      </w:r>
      <w:r w:rsidR="00F13C51">
        <w:rPr>
          <w:rtl/>
        </w:rPr>
        <w:t>،</w:t>
      </w:r>
      <w:r w:rsidRPr="002E4D94">
        <w:rPr>
          <w:rtl/>
        </w:rPr>
        <w:t xml:space="preserve"> فهي مِن نصيبها تحمُّل الوطء</w:t>
      </w:r>
      <w:r w:rsidR="00F13C51">
        <w:rPr>
          <w:rtl/>
        </w:rPr>
        <w:t>،</w:t>
      </w:r>
      <w:r w:rsidRPr="002E4D94">
        <w:rPr>
          <w:rtl/>
        </w:rPr>
        <w:t xml:space="preserve"> والاحتفاظ بالبصمات التي هي تسجيلها الوحيد بإحصاء المارِّين</w:t>
      </w:r>
      <w:r w:rsidR="00F13C51">
        <w:rPr>
          <w:rtl/>
        </w:rPr>
        <w:t>،</w:t>
      </w:r>
      <w:r w:rsidRPr="002E4D94">
        <w:rPr>
          <w:rtl/>
        </w:rPr>
        <w:t xml:space="preserve"> ومُطالبتهم بما يكون عليهم مِن ضرائب ا</w:t>
      </w:r>
      <w:r w:rsidR="002C2DD7">
        <w:rPr>
          <w:rtl/>
        </w:rPr>
        <w:t>لمـُ</w:t>
      </w:r>
      <w:r w:rsidRPr="002E4D94">
        <w:rPr>
          <w:rtl/>
        </w:rPr>
        <w:t>كوث أو ا</w:t>
      </w:r>
      <w:r w:rsidR="002C2DD7">
        <w:rPr>
          <w:rtl/>
        </w:rPr>
        <w:t>لمـُ</w:t>
      </w:r>
      <w:r w:rsidRPr="002E4D94">
        <w:rPr>
          <w:rtl/>
        </w:rPr>
        <w:t>رور</w:t>
      </w:r>
      <w:r w:rsidR="00F13C51">
        <w:rPr>
          <w:rtl/>
        </w:rPr>
        <w:t>،</w:t>
      </w:r>
      <w:r w:rsidRPr="002E4D94">
        <w:rPr>
          <w:rtl/>
        </w:rPr>
        <w:t xml:space="preserve"> إنْ يَطل مكوث أو ينخطف مرور</w:t>
      </w:r>
      <w:r w:rsidR="00F13C51">
        <w:rPr>
          <w:rtl/>
        </w:rPr>
        <w:t>،</w:t>
      </w:r>
      <w:r w:rsidRPr="002E4D94">
        <w:rPr>
          <w:rtl/>
        </w:rPr>
        <w:t xml:space="preserve"> مِن هذا القبيل كان للثورة الصغيرة أنْ تمشي نحو عثمان وتُجندله عن كرسيِّ الخلافة</w:t>
      </w:r>
      <w:r w:rsidR="00F13C51">
        <w:rPr>
          <w:rtl/>
        </w:rPr>
        <w:t>،</w:t>
      </w:r>
      <w:r w:rsidRPr="002E4D94">
        <w:rPr>
          <w:rtl/>
        </w:rPr>
        <w:t xml:space="preserve"> وكان </w:t>
      </w:r>
      <w:r w:rsidR="002C2DD7">
        <w:rPr>
          <w:rtl/>
        </w:rPr>
        <w:t>لمـُ</w:t>
      </w:r>
      <w:r w:rsidRPr="002E4D94">
        <w:rPr>
          <w:rtl/>
        </w:rPr>
        <w:t>عاوية أنْ يُحاول لَمْلَمة بصَماتها</w:t>
      </w:r>
      <w:r w:rsidR="00F13C51">
        <w:rPr>
          <w:rtl/>
        </w:rPr>
        <w:t>،</w:t>
      </w:r>
      <w:r w:rsidRPr="002E4D94">
        <w:rPr>
          <w:rtl/>
        </w:rPr>
        <w:t xml:space="preserve"> ولفهَّا بقميص القتيل</w:t>
      </w:r>
      <w:r w:rsidR="00F13C51">
        <w:rPr>
          <w:rtl/>
        </w:rPr>
        <w:t>،</w:t>
      </w:r>
      <w:r w:rsidRPr="002E4D94">
        <w:rPr>
          <w:rtl/>
        </w:rPr>
        <w:t xml:space="preserve"> وتحويلها ثأراً يُطالب به الإمام عليَّاً ليأخذ منه ديَّةً عليه</w:t>
      </w:r>
      <w:r w:rsidR="00F13C51">
        <w:rPr>
          <w:rtl/>
        </w:rPr>
        <w:t>،</w:t>
      </w:r>
      <w:r w:rsidRPr="002E4D94">
        <w:rPr>
          <w:rtl/>
        </w:rPr>
        <w:t xml:space="preserve"> أمَّا الثورة الرابحة التي كانت أوسع وأكبر مِن سابقتيها</w:t>
      </w:r>
      <w:r w:rsidR="00F13C51">
        <w:rPr>
          <w:rtl/>
        </w:rPr>
        <w:t>:</w:t>
      </w:r>
      <w:r w:rsidRPr="002E4D94">
        <w:rPr>
          <w:rtl/>
        </w:rPr>
        <w:t xml:space="preserve"> ثورة الجَمل</w:t>
      </w:r>
      <w:r w:rsidR="00F13C51">
        <w:rPr>
          <w:rtl/>
        </w:rPr>
        <w:t>،</w:t>
      </w:r>
      <w:r w:rsidRPr="002E4D94">
        <w:rPr>
          <w:rtl/>
        </w:rPr>
        <w:t xml:space="preserve"> وثورة النهروان</w:t>
      </w:r>
      <w:r w:rsidR="00F13C51">
        <w:rPr>
          <w:rtl/>
        </w:rPr>
        <w:t>،</w:t>
      </w:r>
      <w:r w:rsidRPr="002E4D94">
        <w:rPr>
          <w:rtl/>
        </w:rPr>
        <w:t xml:space="preserve"> فإنَّه حاول أنْ يمتصَّ بصماتها ويلفَّها بورقة مِن أوراق المِصحف</w:t>
      </w:r>
      <w:r w:rsidR="00F13C51">
        <w:rPr>
          <w:rtl/>
        </w:rPr>
        <w:t>،</w:t>
      </w:r>
      <w:r w:rsidRPr="002E4D94">
        <w:rPr>
          <w:rtl/>
        </w:rPr>
        <w:t xml:space="preserve"> ليدرأ عنه ويلاً هددته به معارك صِفِّين</w:t>
      </w:r>
      <w:r w:rsidR="00F13C51">
        <w:rPr>
          <w:rtl/>
        </w:rPr>
        <w:t>،</w:t>
      </w:r>
      <w:r w:rsidRPr="002E4D94">
        <w:rPr>
          <w:rtl/>
        </w:rPr>
        <w:t xml:space="preserve"> إمَّا سقوط عليٍّ قتيلاً تحت مدية ابن ملجم</w:t>
      </w:r>
      <w:r w:rsidR="00F13C51">
        <w:rPr>
          <w:rtl/>
        </w:rPr>
        <w:t>،</w:t>
      </w:r>
      <w:r w:rsidRPr="002E4D94">
        <w:rPr>
          <w:rtl/>
        </w:rPr>
        <w:t xml:space="preserve"> فإنَّه جاء بعد خلوِّ الساحة مِن ثلاثة</w:t>
      </w:r>
      <w:r w:rsidR="00F13C51">
        <w:rPr>
          <w:rtl/>
        </w:rPr>
        <w:t>:</w:t>
      </w:r>
      <w:r w:rsidRPr="002E4D94">
        <w:rPr>
          <w:rtl/>
        </w:rPr>
        <w:t xml:space="preserve"> أوَّلهم طلحة</w:t>
      </w:r>
      <w:r w:rsidR="00F13C51">
        <w:rPr>
          <w:rtl/>
        </w:rPr>
        <w:t>،</w:t>
      </w:r>
      <w:r w:rsidRPr="002E4D94">
        <w:rPr>
          <w:rtl/>
        </w:rPr>
        <w:t xml:space="preserve"> وثانيهم الزبير</w:t>
      </w:r>
      <w:r w:rsidR="00F13C51">
        <w:rPr>
          <w:rtl/>
        </w:rPr>
        <w:t>،</w:t>
      </w:r>
      <w:r w:rsidRPr="002E4D94">
        <w:rPr>
          <w:rtl/>
        </w:rPr>
        <w:t xml:space="preserve"> وثالثهم إمام ما طاله إلاَّ اليوم مشي الليالي الطويلة</w:t>
      </w:r>
      <w:r w:rsidR="00F13C51">
        <w:rPr>
          <w:rtl/>
        </w:rPr>
        <w:t>،</w:t>
      </w:r>
      <w:r w:rsidRPr="002E4D94">
        <w:rPr>
          <w:rtl/>
        </w:rPr>
        <w:t xml:space="preserve"> مُنذ أنْ مشاها عمر بقدمي أبي بكر</w:t>
      </w:r>
      <w:r w:rsidR="00F13C51">
        <w:rPr>
          <w:rtl/>
        </w:rPr>
        <w:t>،</w:t>
      </w:r>
      <w:r w:rsidRPr="002E4D94">
        <w:rPr>
          <w:rtl/>
        </w:rPr>
        <w:t xml:space="preserve"> وتخطَّاها عثمان بولاية مقصوفة</w:t>
      </w:r>
      <w:r w:rsidR="00C327EB">
        <w:rPr>
          <w:rtl/>
        </w:rPr>
        <w:t>.</w:t>
      </w:r>
      <w:r w:rsidRPr="002E4D94">
        <w:rPr>
          <w:rtl/>
        </w:rPr>
        <w:t xml:space="preserve"> أمَّا البصمات فإنَّها توحي كلُّها الآن بأنَّه وحده</w:t>
      </w:r>
      <w:r w:rsidR="00F13C51">
        <w:rPr>
          <w:rtl/>
        </w:rPr>
        <w:t xml:space="preserve"> - </w:t>
      </w:r>
      <w:r w:rsidRPr="002E4D94">
        <w:rPr>
          <w:rtl/>
        </w:rPr>
        <w:t>مُعاوية</w:t>
      </w:r>
      <w:r w:rsidR="00F13C51">
        <w:rPr>
          <w:rtl/>
        </w:rPr>
        <w:t xml:space="preserve"> - </w:t>
      </w:r>
      <w:r w:rsidRPr="002E4D94">
        <w:rPr>
          <w:rtl/>
        </w:rPr>
        <w:t>هو الذي أصبح قدر الخلافة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بعد هذا التخطيط الطويل</w:t>
      </w:r>
      <w:r w:rsidR="00F13C51">
        <w:rPr>
          <w:rtl/>
        </w:rPr>
        <w:t>،</w:t>
      </w:r>
      <w:r w:rsidRPr="002E4D94">
        <w:rPr>
          <w:rtl/>
        </w:rPr>
        <w:t xml:space="preserve"> وبعد لملمة كلِّ هذه البصمات وتجييرها في خدمته</w:t>
      </w:r>
      <w:r w:rsidR="00F13C51">
        <w:rPr>
          <w:rtl/>
        </w:rPr>
        <w:t>،</w:t>
      </w:r>
      <w:r w:rsidRPr="002E4D94">
        <w:rPr>
          <w:rtl/>
        </w:rPr>
        <w:t xml:space="preserve"> أصبح مُعاوية سيِّد الساحة</w:t>
      </w:r>
      <w:r w:rsidR="00F13C51">
        <w:rPr>
          <w:rtl/>
        </w:rPr>
        <w:t>،</w:t>
      </w:r>
      <w:r w:rsidRPr="002E4D94">
        <w:rPr>
          <w:rtl/>
        </w:rPr>
        <w:t xml:space="preserve"> وا</w:t>
      </w:r>
      <w:r w:rsidR="002C2DD7">
        <w:rPr>
          <w:rtl/>
        </w:rPr>
        <w:t>لمـُ</w:t>
      </w:r>
      <w:r w:rsidRPr="002E4D94">
        <w:rPr>
          <w:rtl/>
        </w:rPr>
        <w:t>تحكِّم الأقدر بالخُطوط الطويلة التي تربط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الشام بالكوفة والبصرة والمدينة ومَكَّة واليمن</w:t>
      </w:r>
      <w:r w:rsidR="00F13C51">
        <w:rPr>
          <w:rtl/>
        </w:rPr>
        <w:t>،</w:t>
      </w:r>
      <w:r w:rsidRPr="002E4D94">
        <w:rPr>
          <w:rtl/>
        </w:rPr>
        <w:t xml:space="preserve"> وأخيراً مصر في ا</w:t>
      </w:r>
      <w:r w:rsidR="002C2DD7">
        <w:rPr>
          <w:rtl/>
        </w:rPr>
        <w:t>لمـُ</w:t>
      </w:r>
      <w:r w:rsidRPr="002E4D94">
        <w:rPr>
          <w:rtl/>
        </w:rPr>
        <w:t>قلب الآخر التي لم تأنف كثيراً مِن استحالتها بقرة حَلوبا بين يدي عمرو بن العاص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أمَّا الرجال الكبار الذين عاونوه في عمليَّات البصم والتجيير</w:t>
      </w:r>
      <w:r w:rsidR="00F13C51">
        <w:rPr>
          <w:rtl/>
        </w:rPr>
        <w:t>،</w:t>
      </w:r>
      <w:r w:rsidRPr="002E4D94">
        <w:rPr>
          <w:rtl/>
        </w:rPr>
        <w:t xml:space="preserve"> فإنَّهم لم يكونوا أقلَّ منه دهاءً</w:t>
      </w:r>
      <w:r w:rsidR="00F13C51">
        <w:rPr>
          <w:rtl/>
        </w:rPr>
        <w:t>،</w:t>
      </w:r>
      <w:r w:rsidRPr="002E4D94">
        <w:rPr>
          <w:rtl/>
        </w:rPr>
        <w:t xml:space="preserve"> وأطول نفساً في عمليَّة امتطاء الليل مِن أجل الحصول على كلِّ مَغنم فيه ثروة</w:t>
      </w:r>
      <w:r w:rsidR="00F13C51">
        <w:rPr>
          <w:rtl/>
        </w:rPr>
        <w:t>،</w:t>
      </w:r>
      <w:r w:rsidRPr="002E4D94">
        <w:rPr>
          <w:rtl/>
        </w:rPr>
        <w:t xml:space="preserve"> وفيه جاه</w:t>
      </w:r>
      <w:r w:rsidR="00F13C51">
        <w:rPr>
          <w:rtl/>
        </w:rPr>
        <w:t>،</w:t>
      </w:r>
      <w:r w:rsidRPr="002E4D94">
        <w:rPr>
          <w:rtl/>
        </w:rPr>
        <w:t xml:space="preserve"> وفيه تحكُّم برقاب الناس</w:t>
      </w:r>
      <w:r w:rsidR="00F13C51">
        <w:rPr>
          <w:rtl/>
        </w:rPr>
        <w:t>،</w:t>
      </w:r>
      <w:r w:rsidRPr="002E4D94">
        <w:rPr>
          <w:rtl/>
        </w:rPr>
        <w:t xml:space="preserve"> وفيه</w:t>
      </w:r>
      <w:r w:rsidR="00F13C51">
        <w:rPr>
          <w:rtl/>
        </w:rPr>
        <w:t xml:space="preserve"> - </w:t>
      </w:r>
      <w:r w:rsidRPr="002E4D94">
        <w:rPr>
          <w:rtl/>
        </w:rPr>
        <w:t>بنوعٍ خاصٍّ</w:t>
      </w:r>
      <w:r w:rsidR="00F13C51">
        <w:rPr>
          <w:rtl/>
        </w:rPr>
        <w:t xml:space="preserve"> - </w:t>
      </w:r>
      <w:r w:rsidRPr="002E4D94">
        <w:rPr>
          <w:rtl/>
        </w:rPr>
        <w:t>قضاء تامٌّ على بني طالب</w:t>
      </w:r>
      <w:r w:rsidR="00F13C51">
        <w:rPr>
          <w:rtl/>
        </w:rPr>
        <w:t>،</w:t>
      </w:r>
      <w:r w:rsidRPr="002E4D94">
        <w:rPr>
          <w:rtl/>
        </w:rPr>
        <w:t xml:space="preserve"> إنَّهم المعدودون في البطانة ا</w:t>
      </w:r>
      <w:r w:rsidR="002C2DD7">
        <w:rPr>
          <w:rtl/>
        </w:rPr>
        <w:t>لمـُ</w:t>
      </w:r>
      <w:r w:rsidRPr="002E4D94">
        <w:rPr>
          <w:rtl/>
        </w:rPr>
        <w:t>خمليَّة</w:t>
      </w:r>
      <w:r w:rsidR="00F13C51">
        <w:rPr>
          <w:rtl/>
        </w:rPr>
        <w:t>:</w:t>
      </w:r>
      <w:r w:rsidRPr="002E4D94">
        <w:rPr>
          <w:rtl/>
        </w:rPr>
        <w:t xml:space="preserve"> منهم عمرو بن عاص</w:t>
      </w:r>
      <w:r w:rsidR="00F13C51">
        <w:rPr>
          <w:rtl/>
        </w:rPr>
        <w:t>،</w:t>
      </w:r>
      <w:r w:rsidRPr="002E4D94">
        <w:rPr>
          <w:rtl/>
        </w:rPr>
        <w:t xml:space="preserve"> وا</w:t>
      </w:r>
      <w:r w:rsidR="002C2DD7">
        <w:rPr>
          <w:rtl/>
        </w:rPr>
        <w:t>لمـُ</w:t>
      </w:r>
      <w:r w:rsidRPr="002E4D94">
        <w:rPr>
          <w:rtl/>
        </w:rPr>
        <w:t>غيرة بن شعبة</w:t>
      </w:r>
      <w:r w:rsidR="00F13C51">
        <w:rPr>
          <w:rtl/>
        </w:rPr>
        <w:t>،</w:t>
      </w:r>
      <w:r w:rsidRPr="002E4D94">
        <w:rPr>
          <w:rtl/>
        </w:rPr>
        <w:t xml:space="preserve"> ومروان بن الحَكم</w:t>
      </w:r>
      <w:r w:rsidR="00F13C51">
        <w:rPr>
          <w:rtl/>
        </w:rPr>
        <w:t>،</w:t>
      </w:r>
      <w:r w:rsidRPr="002E4D94">
        <w:rPr>
          <w:rtl/>
        </w:rPr>
        <w:t xml:space="preserve"> وزياد الذي كان ابن أبيه</w:t>
      </w:r>
      <w:r w:rsidR="00F13C51">
        <w:rPr>
          <w:rtl/>
        </w:rPr>
        <w:t>،</w:t>
      </w:r>
      <w:r w:rsidRPr="002E4D94">
        <w:rPr>
          <w:rtl/>
        </w:rPr>
        <w:t xml:space="preserve"> فأصبح أكيداً أخاه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ذلك هو التخطيط ا</w:t>
      </w:r>
      <w:r w:rsidR="002C2DD7">
        <w:rPr>
          <w:rtl/>
        </w:rPr>
        <w:t>لمـُ</w:t>
      </w:r>
      <w:r w:rsidRPr="002E4D94">
        <w:rPr>
          <w:rtl/>
        </w:rPr>
        <w:t>صمَّم مُنذ ثلاثين سنة</w:t>
      </w:r>
      <w:r w:rsidR="00F13C51">
        <w:rPr>
          <w:rtl/>
        </w:rPr>
        <w:t>،</w:t>
      </w:r>
      <w:r w:rsidRPr="002E4D94">
        <w:rPr>
          <w:rtl/>
        </w:rPr>
        <w:t xml:space="preserve"> ومَن يَقدر أنْ يقول</w:t>
      </w:r>
      <w:r w:rsidR="00F13C51">
        <w:rPr>
          <w:rtl/>
        </w:rPr>
        <w:t>:</w:t>
      </w:r>
      <w:r w:rsidRPr="002E4D94">
        <w:rPr>
          <w:rtl/>
        </w:rPr>
        <w:t xml:space="preserve"> إنَّ ليس التخطيط أقوى وأشدَّ فيلق مِن الفيالق التي تمشي إلى حرب</w:t>
      </w:r>
      <w:r w:rsidR="00106DAF">
        <w:rPr>
          <w:rtl/>
        </w:rPr>
        <w:t>؟</w:t>
      </w:r>
      <w:r w:rsidRPr="002E4D94">
        <w:rPr>
          <w:rtl/>
        </w:rPr>
        <w:t xml:space="preserve"> بمثل هذا التخطيط قابل مُعاوية بن أبي سفيان الخَطَّ العريض الذي رسمه النبي الكريم بصِفته صاحب الرسالة</w:t>
      </w:r>
      <w:r w:rsidR="00F13C51">
        <w:rPr>
          <w:rtl/>
        </w:rPr>
        <w:t>،</w:t>
      </w:r>
      <w:r w:rsidRPr="002E4D94">
        <w:rPr>
          <w:rtl/>
        </w:rPr>
        <w:t xml:space="preserve"> وجامع الأُمَّة</w:t>
      </w:r>
      <w:r w:rsidR="00F13C51">
        <w:rPr>
          <w:rtl/>
        </w:rPr>
        <w:t>،</w:t>
      </w:r>
      <w:r w:rsidRPr="002E4D94">
        <w:rPr>
          <w:rtl/>
        </w:rPr>
        <w:t xml:space="preserve"> وموليها حقوقها في الوجود</w:t>
      </w:r>
      <w:r w:rsidR="00F13C51">
        <w:rPr>
          <w:rtl/>
        </w:rPr>
        <w:t>،</w:t>
      </w:r>
      <w:r w:rsidRPr="002E4D94">
        <w:rPr>
          <w:rtl/>
        </w:rPr>
        <w:t xml:space="preserve"> ومُتعهِّدها الأوحد في الصيانة والديمومة</w:t>
      </w:r>
      <w:r w:rsidR="00F13C51">
        <w:rPr>
          <w:rtl/>
        </w:rPr>
        <w:t>،</w:t>
      </w:r>
      <w:r w:rsidRPr="002E4D94">
        <w:rPr>
          <w:rtl/>
        </w:rPr>
        <w:t xml:space="preserve"> وهي المحسوبة</w:t>
      </w:r>
      <w:r w:rsidR="00F13C51">
        <w:rPr>
          <w:rtl/>
        </w:rPr>
        <w:t xml:space="preserve"> - </w:t>
      </w:r>
      <w:r w:rsidRPr="002E4D94">
        <w:rPr>
          <w:rtl/>
        </w:rPr>
        <w:t>أوَّلاً وأخيراً</w:t>
      </w:r>
      <w:r w:rsidR="00F13C51">
        <w:rPr>
          <w:rtl/>
        </w:rPr>
        <w:t xml:space="preserve"> - </w:t>
      </w:r>
      <w:r w:rsidRPr="002E4D94">
        <w:rPr>
          <w:rtl/>
        </w:rPr>
        <w:t>أُمَّته العربيَّة التي ردَّها مِن غياهب الليل</w:t>
      </w:r>
      <w:r w:rsidR="00F13C51">
        <w:rPr>
          <w:rtl/>
        </w:rPr>
        <w:t>،</w:t>
      </w:r>
      <w:r w:rsidRPr="002E4D94">
        <w:rPr>
          <w:rtl/>
        </w:rPr>
        <w:t xml:space="preserve"> وهي التي تتَّصف به الآن في إطارها الجامع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أدرك الحسن واستوعب كلَّ ما رمى ووصل إليه تحيُّط الجماعة</w:t>
      </w:r>
      <w:r w:rsidR="00F13C51">
        <w:rPr>
          <w:rtl/>
        </w:rPr>
        <w:t>،</w:t>
      </w:r>
      <w:r w:rsidRPr="002E4D94">
        <w:rPr>
          <w:rtl/>
        </w:rPr>
        <w:t xml:space="preserve"> التي يُمثِّلها الآن مُعاوية في الشام</w:t>
      </w:r>
      <w:r w:rsidR="00F13C51">
        <w:rPr>
          <w:rtl/>
        </w:rPr>
        <w:t>،</w:t>
      </w:r>
      <w:r w:rsidRPr="002E4D94">
        <w:rPr>
          <w:rtl/>
        </w:rPr>
        <w:t xml:space="preserve"> ولقد رأينا كيف أنَّه </w:t>
      </w:r>
      <w:r w:rsidR="002C2DD7">
        <w:rPr>
          <w:rtl/>
        </w:rPr>
        <w:t>لمـّ</w:t>
      </w:r>
      <w:r w:rsidRPr="002E4D94">
        <w:rPr>
          <w:rtl/>
        </w:rPr>
        <w:t>َح إلى كلِّ ذلك في الجَلسة التي عقدها مع أخيه الحسين</w:t>
      </w:r>
      <w:r w:rsidR="00F13C51">
        <w:rPr>
          <w:rtl/>
        </w:rPr>
        <w:t>،</w:t>
      </w:r>
      <w:r w:rsidRPr="002E4D94">
        <w:rPr>
          <w:rtl/>
        </w:rPr>
        <w:t xml:space="preserve"> عشيَّة مقتل أبيهما الإمام</w:t>
      </w:r>
      <w:r w:rsidR="00F13C51">
        <w:rPr>
          <w:rtl/>
        </w:rPr>
        <w:t>،</w:t>
      </w:r>
      <w:r w:rsidRPr="002E4D94">
        <w:rPr>
          <w:rtl/>
        </w:rPr>
        <w:t xml:space="preserve"> ولقد صمَّما على مُتابعة ملء الفراغ في الساحة المشحونة بالغبار</w:t>
      </w:r>
      <w:r w:rsidR="00F13C51">
        <w:rPr>
          <w:rtl/>
        </w:rPr>
        <w:t>،</w:t>
      </w:r>
      <w:r w:rsidRPr="002E4D94">
        <w:rPr>
          <w:rtl/>
        </w:rPr>
        <w:t xml:space="preserve"> كلُّ ذلك مِن أجل افتداء الأُمَّة ونَشْلها مِمَّا يُهدِّد لحمتها مِن انفراط بدأت القبليَّة تلعب به كمادَّة وحيدة يستنجد بها الآن مُعاوية</w:t>
      </w:r>
      <w:r w:rsidR="00F13C51">
        <w:rPr>
          <w:rtl/>
        </w:rPr>
        <w:t>،</w:t>
      </w:r>
      <w:r w:rsidRPr="002E4D94">
        <w:rPr>
          <w:rtl/>
        </w:rPr>
        <w:t xml:space="preserve"> وستكون نجدة كلِّ زعيم آخر يخوض الساحة حتَّى يثبت زعامته فيها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غير أنَّ التخطيط الذي جعلنا الحسن نلمح خُطورته</w:t>
      </w:r>
      <w:r w:rsidR="00F13C51">
        <w:rPr>
          <w:rtl/>
        </w:rPr>
        <w:t>،</w:t>
      </w:r>
      <w:r w:rsidRPr="002E4D94">
        <w:rPr>
          <w:rtl/>
        </w:rPr>
        <w:t xml:space="preserve"> هو الذي يتفرَّد بامتلاك الساحة</w:t>
      </w:r>
      <w:r w:rsidR="00F13C51">
        <w:rPr>
          <w:rtl/>
        </w:rPr>
        <w:t>،</w:t>
      </w:r>
      <w:r w:rsidRPr="002E4D94">
        <w:rPr>
          <w:rtl/>
        </w:rPr>
        <w:t xml:space="preserve"> وبالتحكُّم بكلِّ مَفارق دروبها</w:t>
      </w:r>
      <w:r w:rsidR="00F13C51">
        <w:rPr>
          <w:rtl/>
        </w:rPr>
        <w:t>،</w:t>
      </w:r>
      <w:r w:rsidRPr="002E4D94">
        <w:rPr>
          <w:rtl/>
        </w:rPr>
        <w:t xml:space="preserve"> وبالإلمام بكلِّ تشعُّباتها</w:t>
      </w:r>
      <w:r w:rsidR="00F13C51">
        <w:rPr>
          <w:rtl/>
        </w:rPr>
        <w:t>،</w:t>
      </w:r>
      <w:r w:rsidRPr="002E4D94">
        <w:rPr>
          <w:rtl/>
        </w:rPr>
        <w:t xml:space="preserve"> ومَساربها</w:t>
      </w:r>
      <w:r w:rsidR="00F13C51">
        <w:rPr>
          <w:rtl/>
        </w:rPr>
        <w:t>،</w:t>
      </w:r>
      <w:r w:rsidRPr="002E4D94">
        <w:rPr>
          <w:rtl/>
        </w:rPr>
        <w:t xml:space="preserve"> وحناياها</w:t>
      </w:r>
      <w:r w:rsidR="00F13C51">
        <w:rPr>
          <w:rtl/>
        </w:rPr>
        <w:t>،</w:t>
      </w:r>
      <w:r w:rsidRPr="002E4D94">
        <w:rPr>
          <w:rtl/>
        </w:rPr>
        <w:t xml:space="preserve"> ومخبآتها</w:t>
      </w:r>
      <w:r w:rsidR="00C327EB">
        <w:rPr>
          <w:rtl/>
        </w:rPr>
        <w:t>.</w:t>
      </w:r>
      <w:r w:rsidRPr="002E4D94">
        <w:rPr>
          <w:rtl/>
        </w:rPr>
        <w:t xml:space="preserve"> لقد كان كلُّ شيء مُعدَّاً بدرس وتصميم</w:t>
      </w:r>
      <w:r w:rsidR="00F13C51">
        <w:rPr>
          <w:rtl/>
        </w:rPr>
        <w:t>،</w:t>
      </w:r>
      <w:r w:rsidRPr="002E4D94">
        <w:rPr>
          <w:rtl/>
        </w:rPr>
        <w:t xml:space="preserve"> لإفشال كلِّ سعي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يقوم به الخصم الطالبي لتثبيت وجوده</w:t>
      </w:r>
      <w:r w:rsidR="00F13C51">
        <w:rPr>
          <w:rtl/>
        </w:rPr>
        <w:t>،</w:t>
      </w:r>
      <w:r w:rsidRPr="002E4D94">
        <w:rPr>
          <w:rtl/>
        </w:rPr>
        <w:t xml:space="preserve"> وتجريده منه</w:t>
      </w:r>
      <w:r w:rsidR="00F13C51">
        <w:rPr>
          <w:rtl/>
        </w:rPr>
        <w:t>،</w:t>
      </w:r>
      <w:r w:rsidRPr="002E4D94">
        <w:rPr>
          <w:rtl/>
        </w:rPr>
        <w:t xml:space="preserve"> وتحويله مَكسباً ضِدَّه</w:t>
      </w:r>
      <w:r w:rsidR="00F13C51">
        <w:rPr>
          <w:rtl/>
        </w:rPr>
        <w:t>،</w:t>
      </w:r>
      <w:r w:rsidRPr="002E4D94">
        <w:rPr>
          <w:rtl/>
        </w:rPr>
        <w:t xml:space="preserve"> مِن حيث يُصبح وَبالاً عليه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صُدِم الحسن بمثل هذا الثقل</w:t>
      </w:r>
      <w:r w:rsidR="00F13C51">
        <w:rPr>
          <w:rtl/>
        </w:rPr>
        <w:t>،</w:t>
      </w:r>
      <w:r w:rsidRPr="002E4D94">
        <w:rPr>
          <w:rtl/>
        </w:rPr>
        <w:t xml:space="preserve"> ولقد عانى منه أغرقه في كآبة لا يُمكن أنْ يتحمَّلها إلاَّ الأبطال الصامدون</w:t>
      </w:r>
      <w:r w:rsidR="00F13C51">
        <w:rPr>
          <w:rtl/>
        </w:rPr>
        <w:t>،</w:t>
      </w:r>
      <w:r w:rsidRPr="002E4D94">
        <w:rPr>
          <w:rtl/>
        </w:rPr>
        <w:t xml:space="preserve"> ولقد استوعبه وتحمَّله ثقلاً</w:t>
      </w:r>
      <w:r w:rsidR="00F13C51">
        <w:rPr>
          <w:rtl/>
        </w:rPr>
        <w:t>،</w:t>
      </w:r>
      <w:r w:rsidRPr="002E4D94">
        <w:rPr>
          <w:rtl/>
        </w:rPr>
        <w:t xml:space="preserve"> ولكنَّه تصرَّف به تصرُّف الأفذاذ</w:t>
      </w:r>
      <w:r w:rsidR="00F13C51">
        <w:rPr>
          <w:rtl/>
        </w:rPr>
        <w:t>،</w:t>
      </w:r>
      <w:r w:rsidRPr="002E4D94">
        <w:rPr>
          <w:rtl/>
        </w:rPr>
        <w:t xml:space="preserve"> وراح يتلاعب به تلاعب ا</w:t>
      </w:r>
      <w:r w:rsidR="002C2DD7">
        <w:rPr>
          <w:rtl/>
        </w:rPr>
        <w:t>لمـُ</w:t>
      </w:r>
      <w:r w:rsidRPr="002E4D94">
        <w:rPr>
          <w:rtl/>
        </w:rPr>
        <w:t>قتدرين</w:t>
      </w:r>
      <w:r w:rsidR="00F13C51">
        <w:rPr>
          <w:rtl/>
        </w:rPr>
        <w:t>،</w:t>
      </w:r>
      <w:r w:rsidRPr="002E4D94">
        <w:rPr>
          <w:rtl/>
        </w:rPr>
        <w:t xml:space="preserve"> حتَّى يُحوِّله مِن مؤدَّى إلى مؤدَّى</w:t>
      </w:r>
      <w:r w:rsidR="00F13C51">
        <w:rPr>
          <w:rtl/>
        </w:rPr>
        <w:t>،</w:t>
      </w:r>
      <w:r w:rsidRPr="002E4D94">
        <w:rPr>
          <w:rtl/>
        </w:rPr>
        <w:t xml:space="preserve"> أو بالأحرى مِن سَلبٍ أسود إلى إيجابٍ أبيض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مِن أبلغ ما فهمه الحسن</w:t>
      </w:r>
      <w:r w:rsidR="00F13C51">
        <w:rPr>
          <w:rtl/>
        </w:rPr>
        <w:t>،</w:t>
      </w:r>
      <w:r w:rsidRPr="002E4D94">
        <w:rPr>
          <w:rtl/>
        </w:rPr>
        <w:t xml:space="preserve"> ومِن آلم ما رضخ له</w:t>
      </w:r>
      <w:r w:rsidR="00F13C51">
        <w:rPr>
          <w:rtl/>
        </w:rPr>
        <w:t>،</w:t>
      </w:r>
      <w:r w:rsidRPr="002E4D94">
        <w:rPr>
          <w:rtl/>
        </w:rPr>
        <w:t xml:space="preserve"> أنَّ الساحة الآن هي التي يمتلكها مُعاوية ويضبط حدودها وكلُّ مُقدراتها</w:t>
      </w:r>
      <w:r w:rsidR="00F13C51">
        <w:rPr>
          <w:rtl/>
        </w:rPr>
        <w:t>،</w:t>
      </w:r>
      <w:r w:rsidRPr="002E4D94">
        <w:rPr>
          <w:rtl/>
        </w:rPr>
        <w:t xml:space="preserve"> لقد تحكَّم بها بقوَّة ما استلب منها</w:t>
      </w:r>
      <w:r w:rsidR="00F13C51">
        <w:rPr>
          <w:rtl/>
        </w:rPr>
        <w:t>،</w:t>
      </w:r>
      <w:r w:rsidRPr="002E4D94">
        <w:rPr>
          <w:rtl/>
        </w:rPr>
        <w:t xml:space="preserve"> لقد ولِّي الشام وهي الجناح الغربي مِن أرض الأُمَّة</w:t>
      </w:r>
      <w:r w:rsidR="00F13C51">
        <w:rPr>
          <w:rtl/>
        </w:rPr>
        <w:t>،</w:t>
      </w:r>
      <w:r w:rsidRPr="002E4D94">
        <w:rPr>
          <w:rtl/>
        </w:rPr>
        <w:t xml:space="preserve"> حتَّى تزدهر به مِن أجل تعزيز كلِّ قيمة مِن قيم الأُمَّة</w:t>
      </w:r>
      <w:r w:rsidR="00F13C51">
        <w:rPr>
          <w:rtl/>
        </w:rPr>
        <w:t>،</w:t>
      </w:r>
      <w:r w:rsidRPr="002E4D94">
        <w:rPr>
          <w:rtl/>
        </w:rPr>
        <w:t xml:space="preserve"> في ضبطها وتوحيدها ورَصِّها في ا</w:t>
      </w:r>
      <w:r w:rsidR="002C2DD7">
        <w:rPr>
          <w:rtl/>
        </w:rPr>
        <w:t>لمـَ</w:t>
      </w:r>
      <w:r w:rsidRPr="002E4D94">
        <w:rPr>
          <w:rtl/>
        </w:rPr>
        <w:t>بنى والمعنى</w:t>
      </w:r>
      <w:r w:rsidR="00F13C51">
        <w:rPr>
          <w:rtl/>
        </w:rPr>
        <w:t>،</w:t>
      </w:r>
      <w:r w:rsidRPr="002E4D94">
        <w:rPr>
          <w:rtl/>
        </w:rPr>
        <w:t xml:space="preserve"> وكانت النتيجة استئثاراً بما درَّت عليه الأرض ا</w:t>
      </w:r>
      <w:r w:rsidR="002C2DD7">
        <w:rPr>
          <w:rtl/>
        </w:rPr>
        <w:t>لمـُ</w:t>
      </w:r>
      <w:r w:rsidRPr="002E4D94">
        <w:rPr>
          <w:rtl/>
        </w:rPr>
        <w:t>خصبة وا</w:t>
      </w:r>
      <w:r w:rsidR="002C2DD7">
        <w:rPr>
          <w:rtl/>
        </w:rPr>
        <w:t>لمـُ</w:t>
      </w:r>
      <w:r w:rsidRPr="002E4D94">
        <w:rPr>
          <w:rtl/>
        </w:rPr>
        <w:t>رتاحة</w:t>
      </w:r>
      <w:r w:rsidR="00F13C51">
        <w:rPr>
          <w:rtl/>
        </w:rPr>
        <w:t>،</w:t>
      </w:r>
      <w:r w:rsidRPr="002E4D94">
        <w:rPr>
          <w:rtl/>
        </w:rPr>
        <w:t xml:space="preserve"> لقد أصبحت الأرض في الشام بكلِّ ما تُعطي وتدرُّ</w:t>
      </w:r>
      <w:r w:rsidR="00F13C51">
        <w:rPr>
          <w:rtl/>
        </w:rPr>
        <w:t>،</w:t>
      </w:r>
      <w:r w:rsidRPr="002E4D94">
        <w:rPr>
          <w:rtl/>
        </w:rPr>
        <w:t xml:space="preserve"> قصوراً خضراء </w:t>
      </w:r>
      <w:r w:rsidR="002C2DD7">
        <w:rPr>
          <w:rtl/>
        </w:rPr>
        <w:t>لمـُ</w:t>
      </w:r>
      <w:r w:rsidRPr="002E4D94">
        <w:rPr>
          <w:rtl/>
        </w:rPr>
        <w:t>عاوية ومُعاونيه</w:t>
      </w:r>
      <w:r w:rsidR="00F13C51">
        <w:rPr>
          <w:rtl/>
        </w:rPr>
        <w:t>،</w:t>
      </w:r>
      <w:r w:rsidRPr="002E4D94">
        <w:rPr>
          <w:rtl/>
        </w:rPr>
        <w:t xml:space="preserve"> وأصبحت أموالاً وثراء فاحشاً في صناديقه ومخزناته</w:t>
      </w:r>
      <w:r w:rsidR="00F13C51">
        <w:rPr>
          <w:rtl/>
        </w:rPr>
        <w:t>،</w:t>
      </w:r>
      <w:r w:rsidRPr="002E4D94">
        <w:rPr>
          <w:rtl/>
        </w:rPr>
        <w:t xml:space="preserve"> وسيوفاً</w:t>
      </w:r>
      <w:r w:rsidR="00F13C51">
        <w:rPr>
          <w:rtl/>
        </w:rPr>
        <w:t>،</w:t>
      </w:r>
      <w:r w:rsidRPr="002E4D94">
        <w:rPr>
          <w:rtl/>
        </w:rPr>
        <w:t xml:space="preserve"> ورماحاً</w:t>
      </w:r>
      <w:r w:rsidR="00F13C51">
        <w:rPr>
          <w:rtl/>
        </w:rPr>
        <w:t>،</w:t>
      </w:r>
      <w:r w:rsidRPr="002E4D94">
        <w:rPr>
          <w:rtl/>
        </w:rPr>
        <w:t xml:space="preserve"> ودروعاً</w:t>
      </w:r>
      <w:r w:rsidR="00F13C51">
        <w:rPr>
          <w:rtl/>
        </w:rPr>
        <w:t>،</w:t>
      </w:r>
      <w:r w:rsidRPr="002E4D94">
        <w:rPr>
          <w:rtl/>
        </w:rPr>
        <w:t xml:space="preserve"> وخيولاً مُطهَّمة لرجاله وجيوشه وبطاناته</w:t>
      </w:r>
      <w:r w:rsidR="00F13C51">
        <w:rPr>
          <w:rtl/>
        </w:rPr>
        <w:t>،</w:t>
      </w:r>
      <w:r w:rsidRPr="002E4D94">
        <w:rPr>
          <w:rtl/>
        </w:rPr>
        <w:t xml:space="preserve"> لقد كانت الشام نائمة على خيراتها بين يديه</w:t>
      </w:r>
      <w:r w:rsidR="00F13C51">
        <w:rPr>
          <w:rtl/>
        </w:rPr>
        <w:t>،</w:t>
      </w:r>
      <w:r w:rsidRPr="002E4D94">
        <w:rPr>
          <w:rtl/>
        </w:rPr>
        <w:t xml:space="preserve"> وكانت جيوشه مُرتاحة تنعم بالعطف منه</w:t>
      </w:r>
      <w:r w:rsidR="00F13C51">
        <w:rPr>
          <w:rtl/>
        </w:rPr>
        <w:t>،</w:t>
      </w:r>
      <w:r w:rsidRPr="002E4D94">
        <w:rPr>
          <w:rtl/>
        </w:rPr>
        <w:t xml:space="preserve"> وبالسلم الذي يوفِّر الراحة ورغد العَيش</w:t>
      </w:r>
      <w:r w:rsidR="00F13C51">
        <w:rPr>
          <w:rtl/>
        </w:rPr>
        <w:t>،</w:t>
      </w:r>
      <w:r w:rsidRPr="002E4D94">
        <w:rPr>
          <w:rtl/>
        </w:rPr>
        <w:t xml:space="preserve"> بينما كانت الأُمَّة هنالك تُعاني مِن زرع الشِّقاق فيها ويلات ووليلات</w:t>
      </w:r>
      <w:r w:rsidR="00F13C51">
        <w:rPr>
          <w:rtl/>
        </w:rPr>
        <w:t>،</w:t>
      </w:r>
      <w:r w:rsidRPr="002E4D94">
        <w:rPr>
          <w:rtl/>
        </w:rPr>
        <w:t xml:space="preserve"> لقد حمى الخُلفاء الثلاثة الأُولون مُعاوية في الشام</w:t>
      </w:r>
      <w:r w:rsidR="00F13C51">
        <w:rPr>
          <w:rtl/>
        </w:rPr>
        <w:t>،</w:t>
      </w:r>
      <w:r w:rsidRPr="002E4D94">
        <w:rPr>
          <w:rtl/>
        </w:rPr>
        <w:t xml:space="preserve"> وأبعدوه عن كلِّ هدر يُلهيه عن استكمال بناء قوَّته وإنجادها بالعُدَّة والعدد</w:t>
      </w:r>
      <w:r w:rsidR="00F13C51">
        <w:rPr>
          <w:rtl/>
        </w:rPr>
        <w:t>،</w:t>
      </w:r>
      <w:r w:rsidRPr="002E4D94">
        <w:rPr>
          <w:rtl/>
        </w:rPr>
        <w:t xml:space="preserve"> وراحوا يحجزون الخَصم في غُرف النوم</w:t>
      </w:r>
      <w:r w:rsidR="00F13C51">
        <w:rPr>
          <w:rtl/>
        </w:rPr>
        <w:t>،</w:t>
      </w:r>
      <w:r w:rsidRPr="002E4D94">
        <w:rPr>
          <w:rtl/>
        </w:rPr>
        <w:t xml:space="preserve"> حتَّى إذا ما ظهر هنا أيُّ تململ</w:t>
      </w:r>
      <w:r w:rsidR="00F13C51">
        <w:rPr>
          <w:rtl/>
        </w:rPr>
        <w:t>،</w:t>
      </w:r>
      <w:r w:rsidRPr="002E4D94">
        <w:rPr>
          <w:rtl/>
        </w:rPr>
        <w:t xml:space="preserve"> كان لهم استنجاد بالشام القويَّة ليقمعوه</w:t>
      </w:r>
      <w:r w:rsidR="00106DAF">
        <w:rPr>
          <w:rtl/>
        </w:rPr>
        <w:t>!</w:t>
      </w:r>
      <w:r w:rsidRPr="002E4D94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وتململ الرافضون</w:t>
      </w:r>
      <w:r w:rsidR="00F13C51">
        <w:rPr>
          <w:rtl/>
        </w:rPr>
        <w:t>،</w:t>
      </w:r>
      <w:r w:rsidRPr="002E4D94">
        <w:rPr>
          <w:rtl/>
        </w:rPr>
        <w:t xml:space="preserve"> وحذفوا عثمان مِن الوجود</w:t>
      </w:r>
      <w:r w:rsidR="00F13C51">
        <w:rPr>
          <w:rtl/>
        </w:rPr>
        <w:t>،</w:t>
      </w:r>
      <w:r w:rsidRPr="002E4D94">
        <w:rPr>
          <w:rtl/>
        </w:rPr>
        <w:t xml:space="preserve"> فحُمِلت قميص عثمان إلى الشام حتَّى يقوم مُعاوية بالثأر مِن عليٍّ</w:t>
      </w:r>
      <w:r w:rsidR="00F13C51">
        <w:rPr>
          <w:rtl/>
        </w:rPr>
        <w:t>،</w:t>
      </w:r>
      <w:r w:rsidRPr="002E4D94">
        <w:rPr>
          <w:rtl/>
        </w:rPr>
        <w:t xml:space="preserve"> وتملمت البصرة بوجه عليٍّ حتَّى تفسد عليه حقوق الإمامة</w:t>
      </w:r>
      <w:r w:rsidR="00F13C51">
        <w:rPr>
          <w:rtl/>
        </w:rPr>
        <w:t>،</w:t>
      </w:r>
      <w:r w:rsidRPr="002E4D94">
        <w:rPr>
          <w:rtl/>
        </w:rPr>
        <w:t xml:space="preserve"> فكان مُعاوية البعيد ا</w:t>
      </w:r>
      <w:r w:rsidR="002C2DD7">
        <w:rPr>
          <w:rtl/>
        </w:rPr>
        <w:t>لمـُ</w:t>
      </w:r>
      <w:r w:rsidRPr="002E4D94">
        <w:rPr>
          <w:rtl/>
        </w:rPr>
        <w:t>رتاح</w:t>
      </w:r>
      <w:r w:rsidR="00F13C51">
        <w:rPr>
          <w:rtl/>
        </w:rPr>
        <w:t>،</w:t>
      </w:r>
      <w:r w:rsidRPr="002E4D94">
        <w:rPr>
          <w:rtl/>
        </w:rPr>
        <w:t xml:space="preserve"> يجمع نفسه </w:t>
      </w:r>
      <w:r w:rsidR="002C2DD7">
        <w:rPr>
          <w:rtl/>
        </w:rPr>
        <w:t>لمـُ</w:t>
      </w:r>
      <w:r w:rsidRPr="002E4D94">
        <w:rPr>
          <w:rtl/>
        </w:rPr>
        <w:t>ناهضة عليٍّ إذ تبرز به الساحة</w:t>
      </w:r>
      <w:r w:rsidR="00F13C51">
        <w:rPr>
          <w:rtl/>
        </w:rPr>
        <w:t>،</w:t>
      </w:r>
      <w:r w:rsidRPr="002E4D94">
        <w:rPr>
          <w:rtl/>
        </w:rPr>
        <w:t xml:space="preserve"> ونبتت مِن قاع الجَحيم اعتراضات الخوارج</w:t>
      </w:r>
      <w:r w:rsidR="00F13C51">
        <w:rPr>
          <w:rtl/>
        </w:rPr>
        <w:t>،</w:t>
      </w:r>
      <w:r w:rsidRPr="002E4D94">
        <w:rPr>
          <w:rtl/>
        </w:rPr>
        <w:t xml:space="preserve"> وبثَّت سَمَّها في معركة النهروان</w:t>
      </w:r>
      <w:r w:rsidR="00F13C51">
        <w:rPr>
          <w:rtl/>
        </w:rPr>
        <w:t>،</w:t>
      </w:r>
      <w:r w:rsidRPr="002E4D94">
        <w:rPr>
          <w:rtl/>
        </w:rPr>
        <w:t xml:space="preserve"> فارتاح مُعاوية مَليَّاً في الشام</w:t>
      </w:r>
      <w:r w:rsidR="00F13C51">
        <w:rPr>
          <w:rtl/>
        </w:rPr>
        <w:t>،</w:t>
      </w:r>
      <w:r w:rsidRPr="002E4D94">
        <w:rPr>
          <w:rtl/>
        </w:rPr>
        <w:t xml:space="preserve"> بينما أُنِهك عليٌّ في البصرة والكوفة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F13C51">
      <w:pPr>
        <w:pStyle w:val="libNormal0"/>
        <w:rPr>
          <w:rtl/>
        </w:rPr>
      </w:pPr>
      <w:r w:rsidRPr="002E4D94">
        <w:rPr>
          <w:rtl/>
        </w:rPr>
        <w:lastRenderedPageBreak/>
        <w:t>وانتقلت ا</w:t>
      </w:r>
      <w:r w:rsidR="002C2DD7">
        <w:rPr>
          <w:rtl/>
        </w:rPr>
        <w:t>لمـُ</w:t>
      </w:r>
      <w:r w:rsidRPr="002E4D94">
        <w:rPr>
          <w:rtl/>
        </w:rPr>
        <w:t>عاناة إلى الحسن</w:t>
      </w:r>
      <w:r w:rsidR="00F13C51">
        <w:rPr>
          <w:rtl/>
        </w:rPr>
        <w:t>،</w:t>
      </w:r>
      <w:r w:rsidRPr="002E4D94">
        <w:rPr>
          <w:rtl/>
        </w:rPr>
        <w:t xml:space="preserve"> فإذا به يهتمُّ هنا بجمع قوى منهوكة</w:t>
      </w:r>
      <w:r w:rsidR="00F13C51">
        <w:rPr>
          <w:rtl/>
        </w:rPr>
        <w:t>،</w:t>
      </w:r>
      <w:r w:rsidRPr="002E4D94">
        <w:rPr>
          <w:rtl/>
        </w:rPr>
        <w:t xml:space="preserve"> خسرت عشرات الأُلوف مِن الرجال في معاركها المجنونة</w:t>
      </w:r>
      <w:r w:rsidR="00F13C51">
        <w:rPr>
          <w:rtl/>
        </w:rPr>
        <w:t>،</w:t>
      </w:r>
      <w:r w:rsidRPr="002E4D94">
        <w:rPr>
          <w:rtl/>
        </w:rPr>
        <w:t xml:space="preserve"> وخسرت المال</w:t>
      </w:r>
      <w:r w:rsidR="00F13C51">
        <w:rPr>
          <w:rtl/>
        </w:rPr>
        <w:t>،</w:t>
      </w:r>
      <w:r w:rsidRPr="002E4D94">
        <w:rPr>
          <w:rtl/>
        </w:rPr>
        <w:t xml:space="preserve"> والرزق والجَني</w:t>
      </w:r>
      <w:r w:rsidR="00F13C51">
        <w:rPr>
          <w:rtl/>
        </w:rPr>
        <w:t>،</w:t>
      </w:r>
      <w:r w:rsidRPr="002E4D94">
        <w:rPr>
          <w:rtl/>
        </w:rPr>
        <w:t xml:space="preserve"> والعُمران والاطمئنان</w:t>
      </w:r>
      <w:r w:rsidR="00F13C51">
        <w:rPr>
          <w:rtl/>
        </w:rPr>
        <w:t>،</w:t>
      </w:r>
      <w:r w:rsidRPr="002E4D94">
        <w:rPr>
          <w:rtl/>
        </w:rPr>
        <w:t xml:space="preserve"> بينما مُعاوية هناك تبسم له الراحة ورغد العيش</w:t>
      </w:r>
      <w:r w:rsidR="00F13C51">
        <w:rPr>
          <w:rtl/>
        </w:rPr>
        <w:t>،</w:t>
      </w:r>
      <w:r w:rsidRPr="002E4D94">
        <w:rPr>
          <w:rtl/>
        </w:rPr>
        <w:t xml:space="preserve"> ويستقيم التخطيط بين يديه أكثر فأكثر</w:t>
      </w:r>
      <w:r w:rsidR="00F13C51">
        <w:rPr>
          <w:rtl/>
        </w:rPr>
        <w:t>،</w:t>
      </w:r>
      <w:r w:rsidRPr="002E4D94">
        <w:rPr>
          <w:rtl/>
        </w:rPr>
        <w:t xml:space="preserve"> في استعمال التعب والوَهن</w:t>
      </w:r>
      <w:r w:rsidR="00F13C51">
        <w:rPr>
          <w:rtl/>
        </w:rPr>
        <w:t>،</w:t>
      </w:r>
      <w:r w:rsidRPr="002E4D94">
        <w:rPr>
          <w:rtl/>
        </w:rPr>
        <w:t xml:space="preserve"> وترجيحهما إليه مكاسب بسط منها الرشوة</w:t>
      </w:r>
      <w:r w:rsidR="00F13C51">
        <w:rPr>
          <w:rtl/>
        </w:rPr>
        <w:t>،</w:t>
      </w:r>
      <w:r w:rsidRPr="002E4D94">
        <w:rPr>
          <w:rtl/>
        </w:rPr>
        <w:t xml:space="preserve"> تارةً بالشَّهد والوعد</w:t>
      </w:r>
      <w:r w:rsidR="00F13C51">
        <w:rPr>
          <w:rtl/>
        </w:rPr>
        <w:t>،</w:t>
      </w:r>
      <w:r w:rsidRPr="002E4D94">
        <w:rPr>
          <w:rtl/>
        </w:rPr>
        <w:t xml:space="preserve"> وطوراً بالوعيد والتهديد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مَن كان يحسب أنَّ عبيد الله بن العباس قائد الجيش بالذات عند الإمام الحسن</w:t>
      </w:r>
      <w:r w:rsidR="00F13C51">
        <w:rPr>
          <w:rtl/>
        </w:rPr>
        <w:t>،</w:t>
      </w:r>
      <w:r w:rsidRPr="002E4D94">
        <w:rPr>
          <w:rtl/>
        </w:rPr>
        <w:t xml:space="preserve"> يشتريه مُعاوية بخمسين ألفاً</w:t>
      </w:r>
      <w:r w:rsidR="00F13C51">
        <w:rPr>
          <w:rtl/>
        </w:rPr>
        <w:t>،</w:t>
      </w:r>
      <w:r w:rsidRPr="002E4D94">
        <w:rPr>
          <w:rtl/>
        </w:rPr>
        <w:t xml:space="preserve"> فينتقل هو وفِرَق عديدة مِن الجيش</w:t>
      </w:r>
      <w:r w:rsidR="00F13C51">
        <w:rPr>
          <w:rtl/>
        </w:rPr>
        <w:t>،</w:t>
      </w:r>
      <w:r w:rsidRPr="002E4D94">
        <w:rPr>
          <w:rtl/>
        </w:rPr>
        <w:t xml:space="preserve"> إلى الجبهات التي يعدُّها مُعاوية لدَحر الذي يعتزُّ بتُراثه مِن أبيه الإمام</w:t>
      </w:r>
      <w:r w:rsidR="00F13C51">
        <w:rPr>
          <w:rtl/>
        </w:rPr>
        <w:t>،</w:t>
      </w:r>
      <w:r w:rsidRPr="002E4D94">
        <w:rPr>
          <w:rtl/>
        </w:rPr>
        <w:t xml:space="preserve"> وجَدِّه الرسول</w:t>
      </w:r>
      <w:r w:rsidR="00106DAF">
        <w:rPr>
          <w:rtl/>
        </w:rPr>
        <w:t>!</w:t>
      </w:r>
      <w:r w:rsidRPr="002E4D94">
        <w:rPr>
          <w:rtl/>
        </w:rPr>
        <w:t>!! وتُراثه الفخم مِن أبيه وجَدِّه هو إمامة</w:t>
      </w:r>
      <w:r w:rsidR="00F13C51">
        <w:rPr>
          <w:rtl/>
        </w:rPr>
        <w:t>،</w:t>
      </w:r>
      <w:r w:rsidRPr="002E4D94">
        <w:rPr>
          <w:rtl/>
        </w:rPr>
        <w:t xml:space="preserve"> ورسالة</w:t>
      </w:r>
      <w:r w:rsidR="00F13C51">
        <w:rPr>
          <w:rtl/>
        </w:rPr>
        <w:t>،</w:t>
      </w:r>
      <w:r w:rsidRPr="002E4D94">
        <w:rPr>
          <w:rtl/>
        </w:rPr>
        <w:t xml:space="preserve"> وقضيَّة</w:t>
      </w:r>
      <w:r w:rsidR="00F13C51">
        <w:rPr>
          <w:rtl/>
        </w:rPr>
        <w:t>،</w:t>
      </w:r>
      <w:r w:rsidRPr="002E4D94">
        <w:rPr>
          <w:rtl/>
        </w:rPr>
        <w:t xml:space="preserve"> ووحدة أُمَّة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فهمنا مليَّاً حتَّى الآن أنَّ مُعاوية كان أقوى مَن يمتلك الساحة</w:t>
      </w:r>
      <w:r w:rsidR="00F13C51">
        <w:rPr>
          <w:rtl/>
        </w:rPr>
        <w:t>،</w:t>
      </w:r>
      <w:r w:rsidRPr="002E4D94">
        <w:rPr>
          <w:rtl/>
        </w:rPr>
        <w:t xml:space="preserve"> وأدهى مَن يعرف كيف يتحكَّم بالدروب وبأيَّة خُطوات يمشيها</w:t>
      </w:r>
      <w:r w:rsidR="00F13C51">
        <w:rPr>
          <w:rtl/>
        </w:rPr>
        <w:t>،</w:t>
      </w:r>
      <w:r w:rsidRPr="002E4D94">
        <w:rPr>
          <w:rtl/>
        </w:rPr>
        <w:t xml:space="preserve"> أمَّا الحسن الذي وصل أيضاً إلى استيعاب هذا الواقع المؤلم</w:t>
      </w:r>
      <w:r w:rsidR="00F13C51">
        <w:rPr>
          <w:rtl/>
        </w:rPr>
        <w:t>،</w:t>
      </w:r>
      <w:r w:rsidRPr="002E4D94">
        <w:rPr>
          <w:rtl/>
        </w:rPr>
        <w:t xml:space="preserve"> فإنَّه ما جوبه به حتَّى تصرَّف</w:t>
      </w:r>
      <w:r w:rsidR="00F13C51">
        <w:rPr>
          <w:rtl/>
        </w:rPr>
        <w:t>،</w:t>
      </w:r>
      <w:r w:rsidRPr="002E4D94">
        <w:rPr>
          <w:rtl/>
        </w:rPr>
        <w:t xml:space="preserve"> ولقد ألبس تصرُّفه حِكمة لا نزال نلمسها اليوم</w:t>
      </w:r>
      <w:r w:rsidR="00F13C51">
        <w:rPr>
          <w:rtl/>
        </w:rPr>
        <w:t>،</w:t>
      </w:r>
      <w:r w:rsidRPr="002E4D94">
        <w:rPr>
          <w:rtl/>
        </w:rPr>
        <w:t xml:space="preserve"> بأنَّها هي التي يفتقر إلى جوهرها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الذي هو إطار الأُمَّة في وحدتها الشريفة والصحيحة في الوجود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لم يَخُضْ الإمام الحسن الحرب ضِدَّ مُعاوية</w:t>
      </w:r>
      <w:r w:rsidR="00F13C51">
        <w:rPr>
          <w:rtl/>
        </w:rPr>
        <w:t>،</w:t>
      </w:r>
      <w:r w:rsidRPr="002E4D94">
        <w:rPr>
          <w:rtl/>
        </w:rPr>
        <w:t xml:space="preserve"> لقد عقد صُلحاً معه</w:t>
      </w:r>
      <w:r w:rsidR="00F13C51">
        <w:rPr>
          <w:rtl/>
        </w:rPr>
        <w:t>،</w:t>
      </w:r>
      <w:r w:rsidRPr="002E4D94">
        <w:rPr>
          <w:rtl/>
        </w:rPr>
        <w:t xml:space="preserve"> وسلَّمه مقاليد الأُمَّة</w:t>
      </w:r>
      <w:r w:rsidR="00F13C51">
        <w:rPr>
          <w:rtl/>
        </w:rPr>
        <w:t>،</w:t>
      </w:r>
      <w:r w:rsidRPr="002E4D94">
        <w:rPr>
          <w:rtl/>
        </w:rPr>
        <w:t xml:space="preserve"> شرط أنْ يعدل فيها</w:t>
      </w:r>
      <w:r w:rsidR="00F13C51">
        <w:rPr>
          <w:rtl/>
        </w:rPr>
        <w:t>،</w:t>
      </w:r>
      <w:r w:rsidRPr="002E4D94">
        <w:rPr>
          <w:rtl/>
        </w:rPr>
        <w:t xml:space="preserve"> ويتحسَّسها أُمَّة حضرها جَدَّه لأنْ يكون لها يوم كبير طالع بالحَقِّ والصدق والجمال</w:t>
      </w:r>
      <w:r w:rsidR="00F13C51">
        <w:rPr>
          <w:rtl/>
        </w:rPr>
        <w:t>،</w:t>
      </w:r>
      <w:r w:rsidRPr="002E4D94">
        <w:rPr>
          <w:rtl/>
        </w:rPr>
        <w:t xml:space="preserve"> وإذا كان له أنْ يعتزل اليوم الحُكم</w:t>
      </w:r>
      <w:r w:rsidR="00F13C51">
        <w:rPr>
          <w:rtl/>
        </w:rPr>
        <w:t>،</w:t>
      </w:r>
      <w:r w:rsidRPr="002E4D94">
        <w:rPr>
          <w:rtl/>
        </w:rPr>
        <w:t xml:space="preserve"> فحتَّى يعود إليه هذا الحُكم في الغَد الذي يخلو هو فيه</w:t>
      </w:r>
      <w:r w:rsidR="00F13C51">
        <w:rPr>
          <w:rtl/>
        </w:rPr>
        <w:t xml:space="preserve"> - </w:t>
      </w:r>
      <w:r w:rsidRPr="002E4D94">
        <w:rPr>
          <w:rtl/>
        </w:rPr>
        <w:t>مُعاوية</w:t>
      </w:r>
      <w:r w:rsidR="00F13C51">
        <w:rPr>
          <w:rtl/>
        </w:rPr>
        <w:t xml:space="preserve"> - </w:t>
      </w:r>
      <w:r w:rsidR="002C2DD7">
        <w:rPr>
          <w:rtl/>
        </w:rPr>
        <w:t>لمـُ</w:t>
      </w:r>
      <w:r w:rsidRPr="002E4D94">
        <w:rPr>
          <w:rtl/>
        </w:rPr>
        <w:t>قابلة جَدِّه النبي في تقديم الحساب</w:t>
      </w:r>
      <w:r w:rsidR="00F13C51">
        <w:rPr>
          <w:rtl/>
        </w:rPr>
        <w:t>،</w:t>
      </w:r>
      <w:r w:rsidRPr="002E4D94">
        <w:rPr>
          <w:rtl/>
        </w:rPr>
        <w:t xml:space="preserve"> ولقد أكَّد له أنَّ الأُمَّة وحدها هي التي فرضت عليه القَبول</w:t>
      </w:r>
      <w:r w:rsidR="00F13C51">
        <w:rPr>
          <w:rtl/>
        </w:rPr>
        <w:t>،</w:t>
      </w:r>
      <w:r w:rsidRPr="002E4D94">
        <w:rPr>
          <w:rtl/>
        </w:rPr>
        <w:t xml:space="preserve"> مِن أجلها لا مِن أجل مُعاوية</w:t>
      </w:r>
      <w:r w:rsidR="00F13C51">
        <w:rPr>
          <w:rtl/>
        </w:rPr>
        <w:t>،</w:t>
      </w:r>
      <w:r w:rsidRPr="002E4D94">
        <w:rPr>
          <w:rtl/>
        </w:rPr>
        <w:t xml:space="preserve"> مِن أجل حَقْن دَمها</w:t>
      </w:r>
      <w:r w:rsidR="00F13C51">
        <w:rPr>
          <w:rtl/>
        </w:rPr>
        <w:t>،</w:t>
      </w:r>
      <w:r w:rsidRPr="002E4D94">
        <w:rPr>
          <w:rtl/>
        </w:rPr>
        <w:t xml:space="preserve"> وتوفير قواها حتَّى تستمرَّ في الوجود</w:t>
      </w:r>
      <w:r w:rsidR="00F13C51">
        <w:rPr>
          <w:rtl/>
        </w:rPr>
        <w:t>،</w:t>
      </w:r>
      <w:r w:rsidRPr="002E4D94">
        <w:rPr>
          <w:rtl/>
        </w:rPr>
        <w:t xml:space="preserve"> والبقاء</w:t>
      </w:r>
      <w:r w:rsidR="00F13C51">
        <w:rPr>
          <w:rtl/>
        </w:rPr>
        <w:t>،</w:t>
      </w:r>
      <w:r w:rsidRPr="002E4D94">
        <w:rPr>
          <w:rtl/>
        </w:rPr>
        <w:t xml:space="preserve"> وتحقيق الذات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هل كان الإمام الحسن مُصدِّقاً مُعاوية في تنفيذ المواثيق الواردة في اتفاقيَّة الصِّلح</w:t>
      </w:r>
      <w:r w:rsidR="00106DAF">
        <w:rPr>
          <w:rtl/>
        </w:rPr>
        <w:t>؟</w:t>
      </w:r>
      <w:r w:rsidRPr="002E4D94">
        <w:rPr>
          <w:rtl/>
        </w:rPr>
        <w:t xml:space="preserve"> ولكنَّ ا</w:t>
      </w:r>
      <w:r w:rsidR="002C2DD7">
        <w:rPr>
          <w:rtl/>
        </w:rPr>
        <w:t>لمـُ</w:t>
      </w:r>
      <w:r w:rsidRPr="002E4D94">
        <w:rPr>
          <w:rtl/>
        </w:rPr>
        <w:t>بادرة هذه كانت منه بمثابة مبادئ مُثبتة لهذه المواثيق</w:t>
      </w:r>
      <w:r w:rsidR="00F13C51">
        <w:rPr>
          <w:rtl/>
        </w:rPr>
        <w:t>،</w:t>
      </w:r>
      <w:r w:rsidRPr="002E4D94">
        <w:rPr>
          <w:rtl/>
        </w:rPr>
        <w:t xml:space="preserve"> على الأُمَّة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أنْ تتطلَّبها مِن ا</w:t>
      </w:r>
      <w:r w:rsidR="002C2DD7">
        <w:rPr>
          <w:rtl/>
        </w:rPr>
        <w:t>لمـُ</w:t>
      </w:r>
      <w:r w:rsidRPr="002E4D94">
        <w:rPr>
          <w:rtl/>
        </w:rPr>
        <w:t>تنادين إلى سياستها وصيانة حُرماتها ومُرافقها فوق الأرض</w:t>
      </w:r>
      <w:r w:rsidR="00F13C51">
        <w:rPr>
          <w:rtl/>
        </w:rPr>
        <w:t>،</w:t>
      </w:r>
      <w:r w:rsidRPr="002E4D94">
        <w:rPr>
          <w:rtl/>
        </w:rPr>
        <w:t xml:space="preserve"> وإلاَّ فإنَّ الأُمَّة إلى هدر إمكاناتها</w:t>
      </w:r>
      <w:r w:rsidR="00F13C51">
        <w:rPr>
          <w:rtl/>
        </w:rPr>
        <w:t>،</w:t>
      </w:r>
      <w:r w:rsidRPr="002E4D94">
        <w:rPr>
          <w:rtl/>
        </w:rPr>
        <w:t xml:space="preserve"> وزعزعة كيانها</w:t>
      </w:r>
      <w:r w:rsidR="00F13C51">
        <w:rPr>
          <w:rtl/>
        </w:rPr>
        <w:t>،</w:t>
      </w:r>
      <w:r w:rsidRPr="002E4D94">
        <w:rPr>
          <w:rtl/>
        </w:rPr>
        <w:t xml:space="preserve"> والتفريط في حاجاتها ا</w:t>
      </w:r>
      <w:r w:rsidR="002C2DD7">
        <w:rPr>
          <w:rtl/>
        </w:rPr>
        <w:t>لمـُ</w:t>
      </w:r>
      <w:r w:rsidRPr="002E4D94">
        <w:rPr>
          <w:rtl/>
        </w:rPr>
        <w:t>لحَّة إلى وحدتها وانسياقها نحو التحقيق</w:t>
      </w:r>
      <w:r w:rsidR="00F13C51">
        <w:rPr>
          <w:rtl/>
        </w:rPr>
        <w:t>،</w:t>
      </w:r>
      <w:r w:rsidRPr="002E4D94">
        <w:rPr>
          <w:rtl/>
        </w:rPr>
        <w:t xml:space="preserve"> فإذا كان مُعاوية هو ا</w:t>
      </w:r>
      <w:r w:rsidR="002C2DD7">
        <w:rPr>
          <w:rtl/>
        </w:rPr>
        <w:t>لمـُ</w:t>
      </w:r>
      <w:r w:rsidRPr="002E4D94">
        <w:rPr>
          <w:rtl/>
        </w:rPr>
        <w:t>تمادي في سلبها حقوقها</w:t>
      </w:r>
      <w:r w:rsidR="00F13C51">
        <w:rPr>
          <w:rtl/>
        </w:rPr>
        <w:t>،</w:t>
      </w:r>
      <w:r w:rsidRPr="002E4D94">
        <w:rPr>
          <w:rtl/>
        </w:rPr>
        <w:t xml:space="preserve"> فإنَّ هذه المبادئ هي التي تبقى مِن حَقِّ الأجيال إذ يستيقظ بها الوعي</w:t>
      </w:r>
      <w:r w:rsidR="00F13C51">
        <w:rPr>
          <w:rtl/>
        </w:rPr>
        <w:t>،</w:t>
      </w:r>
      <w:r w:rsidRPr="002E4D94">
        <w:rPr>
          <w:rtl/>
        </w:rPr>
        <w:t xml:space="preserve"> فتعمَّد إلى الحاكم تطلبه أنْ يتحلَّى بها</w:t>
      </w:r>
      <w:r w:rsidR="00F13C51">
        <w:rPr>
          <w:rtl/>
        </w:rPr>
        <w:t>،</w:t>
      </w:r>
      <w:r w:rsidRPr="002E4D94">
        <w:rPr>
          <w:rtl/>
        </w:rPr>
        <w:t xml:space="preserve"> ليكون نبرة مُثقَّفة مِن نبراتها في صدق وعيها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 xml:space="preserve">ولكنَّ مُعاوية الذي كان إفرازاً </w:t>
      </w:r>
      <w:r w:rsidR="002C2DD7">
        <w:rPr>
          <w:rtl/>
        </w:rPr>
        <w:t>لمـُ</w:t>
      </w:r>
      <w:r w:rsidRPr="002E4D94">
        <w:rPr>
          <w:rtl/>
        </w:rPr>
        <w:t>خطَّط مُعيَّن النهج</w:t>
      </w:r>
      <w:r w:rsidR="00F13C51">
        <w:rPr>
          <w:rtl/>
        </w:rPr>
        <w:t xml:space="preserve"> - </w:t>
      </w:r>
      <w:r w:rsidRPr="002E4D94">
        <w:rPr>
          <w:rtl/>
        </w:rPr>
        <w:t>ولا أتورع عن القول</w:t>
      </w:r>
      <w:r w:rsidR="00F13C51">
        <w:rPr>
          <w:rtl/>
        </w:rPr>
        <w:t xml:space="preserve"> - </w:t>
      </w:r>
      <w:r w:rsidRPr="002E4D94">
        <w:rPr>
          <w:rtl/>
        </w:rPr>
        <w:t>مُعيَّن الحِقد</w:t>
      </w:r>
      <w:r w:rsidR="00F13C51">
        <w:rPr>
          <w:rtl/>
        </w:rPr>
        <w:t>،</w:t>
      </w:r>
      <w:r w:rsidRPr="002E4D94">
        <w:rPr>
          <w:rtl/>
        </w:rPr>
        <w:t xml:space="preserve"> ومُعيَّن الضمير</w:t>
      </w:r>
      <w:r w:rsidR="00F13C51">
        <w:rPr>
          <w:rtl/>
        </w:rPr>
        <w:t>،</w:t>
      </w:r>
      <w:r w:rsidRPr="002E4D94">
        <w:rPr>
          <w:rtl/>
        </w:rPr>
        <w:t xml:space="preserve"> فإنَّه بقي رحى الطاحونة ذاتها</w:t>
      </w:r>
      <w:r w:rsidR="00F13C51">
        <w:rPr>
          <w:rtl/>
        </w:rPr>
        <w:t>،</w:t>
      </w:r>
      <w:r w:rsidRPr="002E4D94">
        <w:rPr>
          <w:rtl/>
        </w:rPr>
        <w:t xml:space="preserve"> أمَّا أنْ يصدق في تعهُّده بأنْ يترك الخلافة مِن بعده للحسن</w:t>
      </w:r>
      <w:r w:rsidR="00F13C51">
        <w:rPr>
          <w:rtl/>
        </w:rPr>
        <w:t>،</w:t>
      </w:r>
      <w:r w:rsidRPr="002E4D94">
        <w:rPr>
          <w:rtl/>
        </w:rPr>
        <w:t xml:space="preserve"> فإنَّه ما عَدِم وسيلةً مِن حذفه مِن الوجود</w:t>
      </w:r>
      <w:r w:rsidR="00F13C51">
        <w:rPr>
          <w:rtl/>
        </w:rPr>
        <w:t>،</w:t>
      </w:r>
      <w:r w:rsidRPr="002E4D94">
        <w:rPr>
          <w:rtl/>
        </w:rPr>
        <w:t xml:space="preserve"> وبذلك يكون صادقاً بتعهُّده</w:t>
      </w:r>
      <w:r w:rsidR="00F13C51">
        <w:rPr>
          <w:rtl/>
        </w:rPr>
        <w:t>،</w:t>
      </w:r>
      <w:r w:rsidRPr="002E4D94">
        <w:rPr>
          <w:rtl/>
        </w:rPr>
        <w:t xml:space="preserve"> وتُصبِح الخلافة ذاتها</w:t>
      </w:r>
      <w:r w:rsidR="00F13C51">
        <w:rPr>
          <w:rtl/>
        </w:rPr>
        <w:t>،</w:t>
      </w:r>
      <w:r w:rsidRPr="002E4D94">
        <w:rPr>
          <w:rtl/>
        </w:rPr>
        <w:t xml:space="preserve"> بدلاً مِن أنْ تنتقل مِن بعده إلى الحسن</w:t>
      </w:r>
      <w:r w:rsidR="00F13C51">
        <w:rPr>
          <w:rtl/>
        </w:rPr>
        <w:t>،</w:t>
      </w:r>
      <w:r w:rsidRPr="002E4D94">
        <w:rPr>
          <w:rtl/>
        </w:rPr>
        <w:t xml:space="preserve"> تنتقل</w:t>
      </w:r>
      <w:r w:rsidR="00F13C51">
        <w:rPr>
          <w:rtl/>
        </w:rPr>
        <w:t xml:space="preserve"> - </w:t>
      </w:r>
      <w:r w:rsidRPr="002E4D94">
        <w:rPr>
          <w:rtl/>
        </w:rPr>
        <w:t>بالأحرى</w:t>
      </w:r>
      <w:r w:rsidR="00F13C51">
        <w:rPr>
          <w:rtl/>
        </w:rPr>
        <w:t xml:space="preserve"> - </w:t>
      </w:r>
      <w:r w:rsidRPr="002E4D94">
        <w:rPr>
          <w:rtl/>
        </w:rPr>
        <w:t>إلى ابنه يزيد</w:t>
      </w:r>
      <w:r w:rsidR="00F13C51">
        <w:rPr>
          <w:rtl/>
        </w:rPr>
        <w:t>،</w:t>
      </w:r>
      <w:r w:rsidRPr="002E4D94">
        <w:rPr>
          <w:rtl/>
        </w:rPr>
        <w:t xml:space="preserve"> وبذلك يلتقي الاثنان في تضحية واحدة</w:t>
      </w:r>
      <w:r w:rsidR="00F13C51">
        <w:rPr>
          <w:rtl/>
        </w:rPr>
        <w:t>:</w:t>
      </w:r>
      <w:r w:rsidRPr="002E4D94">
        <w:rPr>
          <w:rtl/>
        </w:rPr>
        <w:t xml:space="preserve"> تضحية الحسن بمركز الخلافة مِن أجل مصلحة الأُمَّة</w:t>
      </w:r>
      <w:r w:rsidR="00F13C51">
        <w:rPr>
          <w:rtl/>
        </w:rPr>
        <w:t>،</w:t>
      </w:r>
      <w:r w:rsidRPr="002E4D94">
        <w:rPr>
          <w:rtl/>
        </w:rPr>
        <w:t xml:space="preserve"> وتضحية مُعاوية بالحسن مِن أجل مصلحة الخلافة التي هي الآن ليزيد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2E4D94">
        <w:rPr>
          <w:rtl/>
        </w:rPr>
        <w:t xml:space="preserve"> 13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أمَّا الحسين الذي كان وحده في البيت أسير التأمُّل</w:t>
      </w:r>
      <w:r w:rsidR="00C327EB">
        <w:rPr>
          <w:rtl/>
        </w:rPr>
        <w:t>.</w:t>
      </w:r>
      <w:r w:rsidRPr="002E4D94">
        <w:rPr>
          <w:rtl/>
        </w:rPr>
        <w:t xml:space="preserve"> فإنَّه ما وصله الناعي ليفجعه بخبر مَقتل أخيه الحسن بجُرعة سَمٍّ مدسوسة في كوب مِن اللبن</w:t>
      </w:r>
      <w:r w:rsidR="00F13C51">
        <w:rPr>
          <w:rtl/>
        </w:rPr>
        <w:t>،</w:t>
      </w:r>
      <w:r w:rsidRPr="002E4D94">
        <w:rPr>
          <w:rtl/>
        </w:rPr>
        <w:t xml:space="preserve"> حتَّى شَعر بحِدَّة مزَّقت نفسه</w:t>
      </w:r>
      <w:r w:rsidR="00F13C51">
        <w:rPr>
          <w:rtl/>
        </w:rPr>
        <w:t>،</w:t>
      </w:r>
      <w:r w:rsidRPr="002E4D94">
        <w:rPr>
          <w:rtl/>
        </w:rPr>
        <w:t xml:space="preserve"> وفجَّرت فيها زوبعة ما حبلت بمثلها بعد مطاوي الأُفق التي تلفُّ الأرض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هبَّ بأجمعه يُفتِّش عن أخيه</w:t>
      </w:r>
      <w:r w:rsidR="00106DAF">
        <w:rPr>
          <w:rtl/>
        </w:rPr>
        <w:t>!</w:t>
      </w:r>
      <w:r w:rsidRPr="002E4D94">
        <w:rPr>
          <w:rtl/>
        </w:rPr>
        <w:t>!! فارتطم بأبيه مذبوحاً مِن خاصرته</w:t>
      </w:r>
      <w:r w:rsidR="00106DAF">
        <w:rPr>
          <w:rtl/>
        </w:rPr>
        <w:t>!</w:t>
      </w:r>
      <w:r w:rsidRPr="002E4D94">
        <w:rPr>
          <w:rtl/>
        </w:rPr>
        <w:t>!! فولَّى عينيه إلى الجانب الآخر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فاصطدم رأسه بولولة تحملها حوملة مِن حوملات الريح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وما كاد يَحدق بها</w:t>
      </w:r>
      <w:r w:rsidR="00F13C51">
        <w:rPr>
          <w:rtl/>
        </w:rPr>
        <w:t>،</w:t>
      </w:r>
      <w:r w:rsidRPr="002E4D94">
        <w:rPr>
          <w:rtl/>
        </w:rPr>
        <w:t xml:space="preserve"> حتَّى رآها ترتجف بالخمار الذي كانت ترتديه فاطمة أُمُّه</w:t>
      </w:r>
      <w:r w:rsidR="00F13C51">
        <w:rPr>
          <w:rtl/>
        </w:rPr>
        <w:t>،</w:t>
      </w:r>
      <w:r w:rsidRPr="002E4D94">
        <w:rPr>
          <w:rtl/>
        </w:rPr>
        <w:t xml:space="preserve"> وهي تخفق بيديها في باحة المسجد</w:t>
      </w:r>
      <w:r w:rsidR="00106DAF">
        <w:rPr>
          <w:rtl/>
        </w:rPr>
        <w:t>!</w:t>
      </w:r>
      <w:r w:rsidRPr="002E4D94">
        <w:rPr>
          <w:rtl/>
        </w:rPr>
        <w:t>!! فخرَّ إلى الأرض ورأسه لا يزال يضرب سقف البيت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وإذا به يسمع قهقهات قِردَة ترقص على مزمار فَهْدٍ يعوي كأنَّه ممسوخ مِن كلبٍ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فاختلط عليه ا</w:t>
      </w:r>
      <w:r w:rsidR="002C2DD7">
        <w:rPr>
          <w:rtl/>
        </w:rPr>
        <w:t>لمـَ</w:t>
      </w:r>
      <w:r w:rsidRPr="002E4D94">
        <w:rPr>
          <w:rtl/>
        </w:rPr>
        <w:t>شهد</w:t>
      </w:r>
      <w:r w:rsidR="00F13C51">
        <w:rPr>
          <w:rtl/>
        </w:rPr>
        <w:t>،</w:t>
      </w:r>
      <w:r w:rsidRPr="002E4D94">
        <w:rPr>
          <w:rtl/>
        </w:rPr>
        <w:t xml:space="preserve"> وإذا به يلمح زاوية خلف زاوية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خلف زاوية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في الواحدة</w:t>
      </w:r>
      <w:r w:rsidR="00F13C51">
        <w:rPr>
          <w:rtl/>
        </w:rPr>
        <w:t>:</w:t>
      </w:r>
      <w:r w:rsidRPr="002E4D94">
        <w:rPr>
          <w:rtl/>
        </w:rPr>
        <w:t xml:space="preserve"> مُعاوية يتزايد في ضَحكه</w:t>
      </w:r>
      <w:r w:rsidR="00F13C51">
        <w:rPr>
          <w:rtl/>
        </w:rPr>
        <w:t>،</w:t>
      </w:r>
      <w:r w:rsidRPr="002E4D94">
        <w:rPr>
          <w:rtl/>
        </w:rPr>
        <w:t xml:space="preserve"> وهو يُقلِّب مِن كَفٍّ إلى كَفٍّ</w:t>
      </w:r>
      <w:r w:rsidR="00F13C51">
        <w:rPr>
          <w:rtl/>
        </w:rPr>
        <w:t>،</w:t>
      </w:r>
      <w:r w:rsidRPr="002E4D94">
        <w:rPr>
          <w:rtl/>
        </w:rPr>
        <w:t xml:space="preserve"> لُعبة خضراء صفراء</w:t>
      </w:r>
      <w:r w:rsidR="00C327EB">
        <w:rPr>
          <w:rtl/>
        </w:rPr>
        <w:t xml:space="preserve"> ...</w:t>
      </w:r>
      <w:r w:rsidRPr="002E4D94">
        <w:rPr>
          <w:rtl/>
        </w:rPr>
        <w:t xml:space="preserve"> وفي الثانية طاقم مِن ثلاثة رجال</w:t>
      </w:r>
      <w:r w:rsidR="00F13C51">
        <w:rPr>
          <w:rtl/>
        </w:rPr>
        <w:t>:</w:t>
      </w:r>
      <w:r w:rsidRPr="002E4D94">
        <w:rPr>
          <w:rtl/>
        </w:rPr>
        <w:t xml:space="preserve"> واحد بلا رأس يفهم</w:t>
      </w:r>
      <w:r w:rsidR="00F13C51">
        <w:rPr>
          <w:rtl/>
        </w:rPr>
        <w:t>،</w:t>
      </w:r>
      <w:r w:rsidRPr="002E4D94">
        <w:rPr>
          <w:rtl/>
        </w:rPr>
        <w:t xml:space="preserve"> وثانٍ يطوي رأسه في عِبِّه فوق عكَّاز</w:t>
      </w:r>
      <w:r w:rsidR="00F13C51">
        <w:rPr>
          <w:rtl/>
        </w:rPr>
        <w:t>،</w:t>
      </w:r>
      <w:r w:rsidRPr="002E4D94">
        <w:rPr>
          <w:rtl/>
        </w:rPr>
        <w:t xml:space="preserve"> أمَّا الثالث العابس فعرفه مِن لِثامه أنَّه عمر</w:t>
      </w:r>
      <w:r w:rsidR="00106DAF">
        <w:rPr>
          <w:rtl/>
        </w:rPr>
        <w:t>!</w:t>
      </w:r>
      <w:r w:rsidRPr="002E4D94">
        <w:rPr>
          <w:rtl/>
        </w:rPr>
        <w:t>!! وفي الزاوية الثالثة خَربة مِن الخرائب المعولة</w:t>
      </w:r>
      <w:r w:rsidR="00F13C51">
        <w:rPr>
          <w:rtl/>
        </w:rPr>
        <w:t>،</w:t>
      </w:r>
      <w:r w:rsidRPr="002E4D94">
        <w:rPr>
          <w:rtl/>
        </w:rPr>
        <w:t xml:space="preserve"> مَخلوع عنها السقف</w:t>
      </w:r>
      <w:r w:rsidR="00106DAF">
        <w:rPr>
          <w:rtl/>
        </w:rPr>
        <w:t>!</w:t>
      </w:r>
      <w:r w:rsidRPr="002E4D94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لم يقف الحسين مِن نفسه ا</w:t>
      </w:r>
      <w:r w:rsidR="002C2DD7">
        <w:rPr>
          <w:rtl/>
        </w:rPr>
        <w:t>لمـُ</w:t>
      </w:r>
      <w:r w:rsidRPr="002E4D94">
        <w:rPr>
          <w:rtl/>
        </w:rPr>
        <w:t>مزَّقة إلاَّ هادراً بصَمت بعيد الغَور</w:t>
      </w:r>
      <w:r w:rsidR="00F13C51">
        <w:rPr>
          <w:rtl/>
        </w:rPr>
        <w:t>،</w:t>
      </w:r>
      <w:r w:rsidRPr="002E4D94">
        <w:rPr>
          <w:rtl/>
        </w:rPr>
        <w:t xml:space="preserve"> إنَّه الحوملة التي لم تكتشف بعد مداها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12" w:name="_Toc395088365"/>
      <w:r w:rsidRPr="002E4D94">
        <w:rPr>
          <w:rtl/>
        </w:rPr>
        <w:lastRenderedPageBreak/>
        <w:t>إنَّه هنا الحسين</w:t>
      </w:r>
      <w:bookmarkEnd w:id="12"/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نحن ما ضيعَّنا الحسين حتَّى نُفتِّش عنه</w:t>
      </w:r>
      <w:r w:rsidR="00F13C51">
        <w:rPr>
          <w:rtl/>
        </w:rPr>
        <w:t>،</w:t>
      </w:r>
      <w:r w:rsidRPr="002E4D94">
        <w:rPr>
          <w:rtl/>
        </w:rPr>
        <w:t xml:space="preserve"> لقد عرفنا مُنذ الوَهلة الأُولى أنَّه دائما في المسجد</w:t>
      </w:r>
      <w:r w:rsidR="00F13C51">
        <w:rPr>
          <w:rtl/>
        </w:rPr>
        <w:t>،</w:t>
      </w:r>
      <w:r w:rsidRPr="002E4D94">
        <w:rPr>
          <w:rtl/>
        </w:rPr>
        <w:t xml:space="preserve"> حيث الرسالة التي هي صوت جَدِّه</w:t>
      </w:r>
      <w:r w:rsidR="00F13C51">
        <w:rPr>
          <w:rtl/>
        </w:rPr>
        <w:t>،</w:t>
      </w:r>
      <w:r w:rsidRPr="002E4D94">
        <w:rPr>
          <w:rtl/>
        </w:rPr>
        <w:t xml:space="preserve"> وضمير القضيَّة في وحدة الأُمَّة</w:t>
      </w:r>
      <w:r w:rsidR="00F13C51">
        <w:rPr>
          <w:rtl/>
        </w:rPr>
        <w:t>،</w:t>
      </w:r>
      <w:r w:rsidRPr="002E4D94">
        <w:rPr>
          <w:rtl/>
        </w:rPr>
        <w:t xml:space="preserve"> ولكنَّنا رحنا نُفتِّش عن الأزاميل التي نحتته وصاغت منه بطلاً ما نسجت مثله أنوال الملاحم</w:t>
      </w:r>
      <w:r w:rsidR="00F13C51">
        <w:rPr>
          <w:rtl/>
        </w:rPr>
        <w:t>،</w:t>
      </w:r>
      <w:r w:rsidRPr="002E4D94">
        <w:rPr>
          <w:rtl/>
        </w:rPr>
        <w:t xml:space="preserve"> لقد خضنا البحث وعنوانه ( أين هو الحسين ) بثلاثة عشر مقطعاً</w:t>
      </w:r>
      <w:r w:rsidR="00F13C51">
        <w:rPr>
          <w:rtl/>
        </w:rPr>
        <w:t>،</w:t>
      </w:r>
      <w:r w:rsidRPr="002E4D94">
        <w:rPr>
          <w:rtl/>
        </w:rPr>
        <w:t xml:space="preserve"> وهي كلُّها</w:t>
      </w:r>
      <w:r w:rsidR="00F13C51">
        <w:rPr>
          <w:rtl/>
        </w:rPr>
        <w:t xml:space="preserve"> - </w:t>
      </w:r>
      <w:r w:rsidRPr="002E4D94">
        <w:rPr>
          <w:rtl/>
        </w:rPr>
        <w:t>في مُحتواها</w:t>
      </w:r>
      <w:r w:rsidR="00F13C51">
        <w:rPr>
          <w:rtl/>
        </w:rPr>
        <w:t xml:space="preserve"> - </w:t>
      </w:r>
      <w:r w:rsidRPr="002E4D94">
        <w:rPr>
          <w:rtl/>
        </w:rPr>
        <w:t>هذه الأزاميل التي تكشف لنا الآن الردهات التي يطلُّ منها الحسين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مُنذ الطفولة وأحضان منسولة مِن الحُلم</w:t>
      </w:r>
      <w:r w:rsidR="00F13C51">
        <w:rPr>
          <w:rtl/>
        </w:rPr>
        <w:t>،</w:t>
      </w:r>
      <w:r w:rsidRPr="002E4D94">
        <w:rPr>
          <w:rtl/>
        </w:rPr>
        <w:t xml:space="preserve"> والرمز</w:t>
      </w:r>
      <w:r w:rsidR="00F13C51">
        <w:rPr>
          <w:rtl/>
        </w:rPr>
        <w:t>،</w:t>
      </w:r>
      <w:r w:rsidRPr="002E4D94">
        <w:rPr>
          <w:rtl/>
        </w:rPr>
        <w:t xml:space="preserve"> وضمير القصد</w:t>
      </w:r>
      <w:r w:rsidR="00F13C51">
        <w:rPr>
          <w:rtl/>
        </w:rPr>
        <w:t>،</w:t>
      </w:r>
      <w:r w:rsidRPr="002E4D94">
        <w:rPr>
          <w:rtl/>
        </w:rPr>
        <w:t xml:space="preserve"> تدغدغ الحسين وتتدغدغ به</w:t>
      </w:r>
      <w:r w:rsidR="00F13C51">
        <w:rPr>
          <w:rtl/>
        </w:rPr>
        <w:t>،</w:t>
      </w:r>
      <w:r w:rsidRPr="002E4D94">
        <w:rPr>
          <w:rtl/>
        </w:rPr>
        <w:t xml:space="preserve"> كأنَّه حِضن الحُلم</w:t>
      </w:r>
      <w:r w:rsidR="00F13C51">
        <w:rPr>
          <w:rtl/>
        </w:rPr>
        <w:t>،</w:t>
      </w:r>
      <w:r w:rsidRPr="002E4D94">
        <w:rPr>
          <w:rtl/>
        </w:rPr>
        <w:t xml:space="preserve"> والرمز</w:t>
      </w:r>
      <w:r w:rsidR="00F13C51">
        <w:rPr>
          <w:rtl/>
        </w:rPr>
        <w:t>،</w:t>
      </w:r>
      <w:r w:rsidRPr="002E4D94">
        <w:rPr>
          <w:rtl/>
        </w:rPr>
        <w:t xml:space="preserve"> والقصد</w:t>
      </w:r>
      <w:r w:rsidR="00F13C51">
        <w:rPr>
          <w:rtl/>
        </w:rPr>
        <w:t>،</w:t>
      </w:r>
      <w:r w:rsidRPr="002E4D94">
        <w:rPr>
          <w:rtl/>
        </w:rPr>
        <w:t xml:space="preserve"> لدغدغة أُخرى تهجُّ في ضميرها ديمومة تتلقَّط بها إمامة</w:t>
      </w:r>
      <w:r w:rsidR="00F13C51">
        <w:rPr>
          <w:rtl/>
        </w:rPr>
        <w:t>،</w:t>
      </w:r>
      <w:r w:rsidRPr="002E4D94">
        <w:rPr>
          <w:rtl/>
        </w:rPr>
        <w:t xml:space="preserve"> ما كان الحسين الطفل إلاَّ ويشعر بها وهو يحتويها</w:t>
      </w:r>
      <w:r w:rsidR="00F13C51">
        <w:rPr>
          <w:rtl/>
        </w:rPr>
        <w:t>،</w:t>
      </w:r>
      <w:r w:rsidRPr="002E4D94">
        <w:rPr>
          <w:rtl/>
        </w:rPr>
        <w:t xml:space="preserve"> وما كان ينمو ويتنامى إلاَّ بها</w:t>
      </w:r>
      <w:r w:rsidR="00F13C51">
        <w:rPr>
          <w:rtl/>
        </w:rPr>
        <w:t>،</w:t>
      </w:r>
      <w:r w:rsidRPr="002E4D94">
        <w:rPr>
          <w:rtl/>
        </w:rPr>
        <w:t xml:space="preserve"> أكان في حِضن أُمِّه وهو يمتصُّ ثديها ويشعر أنَّها</w:t>
      </w:r>
      <w:r w:rsidR="00F13C51">
        <w:rPr>
          <w:rtl/>
        </w:rPr>
        <w:t xml:space="preserve"> - </w:t>
      </w:r>
      <w:r w:rsidRPr="002E4D94">
        <w:rPr>
          <w:rtl/>
        </w:rPr>
        <w:t>بكامل ما فيها مِن دمٍ ولحمٍ وعطرٍ</w:t>
      </w:r>
      <w:r w:rsidR="00F13C51">
        <w:rPr>
          <w:rtl/>
        </w:rPr>
        <w:t xml:space="preserve"> - </w:t>
      </w:r>
      <w:r w:rsidRPr="002E4D94">
        <w:rPr>
          <w:rtl/>
        </w:rPr>
        <w:t>نعيم لا يجفُّ لها عطفٌ</w:t>
      </w:r>
      <w:r w:rsidR="00F13C51">
        <w:rPr>
          <w:rtl/>
        </w:rPr>
        <w:t>،</w:t>
      </w:r>
      <w:r w:rsidRPr="002E4D94">
        <w:rPr>
          <w:rtl/>
        </w:rPr>
        <w:t xml:space="preserve"> ولاحُبٌّ</w:t>
      </w:r>
      <w:r w:rsidR="00F13C51">
        <w:rPr>
          <w:rtl/>
        </w:rPr>
        <w:t>،</w:t>
      </w:r>
      <w:r w:rsidRPr="002E4D94">
        <w:rPr>
          <w:rtl/>
        </w:rPr>
        <w:t xml:space="preserve"> ولا شوقٌ</w:t>
      </w:r>
      <w:r w:rsidR="00F13C51">
        <w:rPr>
          <w:rtl/>
        </w:rPr>
        <w:t>،</w:t>
      </w:r>
      <w:r w:rsidRPr="002E4D94">
        <w:rPr>
          <w:rtl/>
        </w:rPr>
        <w:t xml:space="preserve"> ولا جمال</w:t>
      </w:r>
      <w:r w:rsidR="00F13C51">
        <w:rPr>
          <w:rtl/>
        </w:rPr>
        <w:t>،</w:t>
      </w:r>
      <w:r w:rsidRPr="002E4D94">
        <w:rPr>
          <w:rtl/>
        </w:rPr>
        <w:t xml:space="preserve"> أم كان في حِضن أبيه الذي يشيع عليه مَهابة لا تتسربل بمثلها إلاَّ مداميك القلاع أو أبراج الحصون</w:t>
      </w:r>
      <w:r w:rsidR="00F13C51">
        <w:rPr>
          <w:rtl/>
        </w:rPr>
        <w:t>،</w:t>
      </w:r>
      <w:r w:rsidRPr="002E4D94">
        <w:rPr>
          <w:rtl/>
        </w:rPr>
        <w:t xml:space="preserve"> أمَّا جَدُّه ا</w:t>
      </w:r>
      <w:r w:rsidR="002C2DD7">
        <w:rPr>
          <w:rtl/>
        </w:rPr>
        <w:t>لمـُ</w:t>
      </w:r>
      <w:r w:rsidRPr="002E4D94">
        <w:rPr>
          <w:rtl/>
        </w:rPr>
        <w:t>تمنطق بآيات الجلال</w:t>
      </w:r>
      <w:r w:rsidR="00F13C51">
        <w:rPr>
          <w:rtl/>
        </w:rPr>
        <w:t>،</w:t>
      </w:r>
      <w:r w:rsidRPr="002E4D94">
        <w:rPr>
          <w:rtl/>
        </w:rPr>
        <w:t xml:space="preserve"> فإنَّه كان يمرح فوق منكبيه وهو يشعر كأنَّ النجوم تتساقط مِن أبراجها إلى عِبِّه</w:t>
      </w:r>
      <w:r w:rsidR="00F13C51">
        <w:rPr>
          <w:rtl/>
        </w:rPr>
        <w:t>،</w:t>
      </w:r>
      <w:r w:rsidRPr="002E4D94">
        <w:rPr>
          <w:rtl/>
        </w:rPr>
        <w:t xml:space="preserve"> وما أنْ ينزل عن المنكبين إلى الأرض حتَّى يركض كالولهان إلى حِضن أخيه الحسن</w:t>
      </w:r>
      <w:r w:rsidR="00F13C51">
        <w:rPr>
          <w:rtl/>
        </w:rPr>
        <w:t>،</w:t>
      </w:r>
      <w:r w:rsidRPr="002E4D94">
        <w:rPr>
          <w:rtl/>
        </w:rPr>
        <w:t xml:space="preserve"> ليُفرغ مِن عِبّه إلى عِبِّه الآخر</w:t>
      </w:r>
      <w:r w:rsidR="00F13C51">
        <w:rPr>
          <w:rtl/>
        </w:rPr>
        <w:t>،</w:t>
      </w:r>
      <w:r w:rsidRPr="002E4D94">
        <w:rPr>
          <w:rtl/>
        </w:rPr>
        <w:t xml:space="preserve"> كلَّ ما جناه مِن سلال جَدِّه المليئة بالعَطف</w:t>
      </w:r>
      <w:r w:rsidR="00F13C51">
        <w:rPr>
          <w:rtl/>
        </w:rPr>
        <w:t>،</w:t>
      </w:r>
      <w:r w:rsidRPr="002E4D94">
        <w:rPr>
          <w:rtl/>
        </w:rPr>
        <w:t xml:space="preserve"> والرغد</w:t>
      </w:r>
      <w:r w:rsidR="00F13C51">
        <w:rPr>
          <w:rtl/>
        </w:rPr>
        <w:t>،</w:t>
      </w:r>
      <w:r w:rsidRPr="002E4D94">
        <w:rPr>
          <w:rtl/>
        </w:rPr>
        <w:t xml:space="preserve"> والزُّهد ا</w:t>
      </w:r>
      <w:r w:rsidR="002C2DD7">
        <w:rPr>
          <w:rtl/>
        </w:rPr>
        <w:t>لمـُ</w:t>
      </w:r>
      <w:r w:rsidRPr="002E4D94">
        <w:rPr>
          <w:rtl/>
        </w:rPr>
        <w:t>جمَّع عن شاطئ الكوثر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مِن يوم إلى يوم كان يعقد الزهر في روض الحسين ويُثمر</w:t>
      </w:r>
      <w:r w:rsidR="00F13C51">
        <w:rPr>
          <w:rtl/>
        </w:rPr>
        <w:t>،</w:t>
      </w:r>
      <w:r w:rsidRPr="002E4D94">
        <w:rPr>
          <w:rtl/>
        </w:rPr>
        <w:t xml:space="preserve"> ومِن عهدٍ إلى عهدٍ كانت تنجلي أمام عينيه ملامح الرؤى</w:t>
      </w:r>
      <w:r w:rsidR="00F13C51">
        <w:rPr>
          <w:rtl/>
        </w:rPr>
        <w:t>،</w:t>
      </w:r>
      <w:r w:rsidRPr="002E4D94">
        <w:rPr>
          <w:rtl/>
        </w:rPr>
        <w:t xml:space="preserve"> وما تتغلَّف بها الضمائر</w:t>
      </w:r>
      <w:r w:rsidR="00F13C51">
        <w:rPr>
          <w:rtl/>
        </w:rPr>
        <w:t>،</w:t>
      </w:r>
      <w:r w:rsidRPr="002E4D94">
        <w:rPr>
          <w:rtl/>
        </w:rPr>
        <w:t xml:space="preserve"> وكانت الأحداث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lastRenderedPageBreak/>
        <w:t>تتفتَّح عن مكامنها ومقاصدها بين يديه</w:t>
      </w:r>
      <w:r w:rsidR="00F13C51">
        <w:rPr>
          <w:rtl/>
        </w:rPr>
        <w:t>،</w:t>
      </w:r>
      <w:r w:rsidRPr="002E4D94">
        <w:rPr>
          <w:rtl/>
        </w:rPr>
        <w:t xml:space="preserve"> وهو يجلوها بما هو مرهوب به مِن عقل</w:t>
      </w:r>
      <w:r w:rsidR="00F13C51">
        <w:rPr>
          <w:rtl/>
        </w:rPr>
        <w:t>،</w:t>
      </w:r>
      <w:r w:rsidRPr="002E4D94">
        <w:rPr>
          <w:rtl/>
        </w:rPr>
        <w:t xml:space="preserve"> هو ذخيرة ربِّه في أنقى عباده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وإنْ كنَّا نؤمن بالعقل السليم طاقة تُحقِّق الفَهم والإدراك</w:t>
      </w:r>
      <w:r w:rsidR="00F13C51">
        <w:rPr>
          <w:rtl/>
        </w:rPr>
        <w:t>،</w:t>
      </w:r>
      <w:r w:rsidRPr="002E4D94">
        <w:rPr>
          <w:rtl/>
        </w:rPr>
        <w:t xml:space="preserve"> ولكنْ للجوِّ الحميم الذي ولِدَ فيه الحسين</w:t>
      </w:r>
      <w:r w:rsidR="00F13C51">
        <w:rPr>
          <w:rtl/>
        </w:rPr>
        <w:t xml:space="preserve"> - </w:t>
      </w:r>
      <w:r w:rsidRPr="002E4D94">
        <w:rPr>
          <w:rtl/>
        </w:rPr>
        <w:t>مع كلِّ الذبذبات ا</w:t>
      </w:r>
      <w:r w:rsidR="002C2DD7">
        <w:rPr>
          <w:rtl/>
        </w:rPr>
        <w:t>لمـُ</w:t>
      </w:r>
      <w:r w:rsidRPr="002E4D94">
        <w:rPr>
          <w:rtl/>
        </w:rPr>
        <w:t>تجانسة التي رافقته بجميع تأوّداتها</w:t>
      </w:r>
      <w:r w:rsidR="00F13C51">
        <w:rPr>
          <w:rtl/>
        </w:rPr>
        <w:t>،</w:t>
      </w:r>
      <w:r w:rsidRPr="002E4D94">
        <w:rPr>
          <w:rtl/>
        </w:rPr>
        <w:t xml:space="preserve"> مُنذ الطفولة إلى كلِّ عهد آخر تزيَّن بالصَبْوة</w:t>
      </w:r>
      <w:r w:rsidR="00F13C51">
        <w:rPr>
          <w:rtl/>
        </w:rPr>
        <w:t>،</w:t>
      </w:r>
      <w:r w:rsidRPr="002E4D94">
        <w:rPr>
          <w:rtl/>
        </w:rPr>
        <w:t xml:space="preserve"> والشباب</w:t>
      </w:r>
      <w:r w:rsidR="00F13C51">
        <w:rPr>
          <w:rtl/>
        </w:rPr>
        <w:t>،</w:t>
      </w:r>
      <w:r w:rsidRPr="002E4D94">
        <w:rPr>
          <w:rtl/>
        </w:rPr>
        <w:t xml:space="preserve"> والرجولة</w:t>
      </w:r>
      <w:r w:rsidR="00F13C51">
        <w:rPr>
          <w:rtl/>
        </w:rPr>
        <w:t>،</w:t>
      </w:r>
      <w:r w:rsidRPr="002E4D94">
        <w:rPr>
          <w:rtl/>
        </w:rPr>
        <w:t xml:space="preserve"> تأثيرات بليغة الوطء وبارزة الأداء</w:t>
      </w:r>
      <w:r w:rsidR="00F13C51">
        <w:rPr>
          <w:rtl/>
        </w:rPr>
        <w:t>،</w:t>
      </w:r>
      <w:r w:rsidRPr="002E4D94">
        <w:rPr>
          <w:rtl/>
        </w:rPr>
        <w:t xml:space="preserve"> في عمليَّات التكييف</w:t>
      </w:r>
      <w:r w:rsidR="00F13C51">
        <w:rPr>
          <w:rtl/>
        </w:rPr>
        <w:t>،</w:t>
      </w:r>
      <w:r w:rsidRPr="002E4D94">
        <w:rPr>
          <w:rtl/>
        </w:rPr>
        <w:t xml:space="preserve"> والشحذ</w:t>
      </w:r>
      <w:r w:rsidR="00F13C51">
        <w:rPr>
          <w:rtl/>
        </w:rPr>
        <w:t>،</w:t>
      </w:r>
      <w:r w:rsidRPr="002E4D94">
        <w:rPr>
          <w:rtl/>
        </w:rPr>
        <w:t xml:space="preserve"> والتوجيه</w:t>
      </w:r>
      <w:r w:rsidR="00F13C51">
        <w:rPr>
          <w:rtl/>
        </w:rPr>
        <w:t xml:space="preserve"> - </w:t>
      </w:r>
      <w:r w:rsidRPr="002E4D94">
        <w:rPr>
          <w:rtl/>
        </w:rPr>
        <w:t>كانت كلُّها بساطاً مُرتاحاً لهذه العقليَّة التي وصِفَت بأنَّها سليمة وباكرة النُّضج</w:t>
      </w:r>
      <w:r w:rsidR="00F13C51">
        <w:rPr>
          <w:rtl/>
        </w:rPr>
        <w:t>،</w:t>
      </w:r>
      <w:r w:rsidRPr="002E4D94">
        <w:rPr>
          <w:rtl/>
        </w:rPr>
        <w:t xml:space="preserve"> وأنَّه لمِن ا</w:t>
      </w:r>
      <w:r w:rsidR="002C2DD7">
        <w:rPr>
          <w:rtl/>
        </w:rPr>
        <w:t>لمـُ</w:t>
      </w:r>
      <w:r w:rsidRPr="002E4D94">
        <w:rPr>
          <w:rtl/>
        </w:rPr>
        <w:t>ثير أنْ نلمح إلى شيء مِن هذه التأثيرات المبثوثة في الجوِّ الذي نشأ فيه الحسين</w:t>
      </w:r>
      <w:r w:rsidR="00F13C51">
        <w:rPr>
          <w:rtl/>
        </w:rPr>
        <w:t>،</w:t>
      </w:r>
      <w:r w:rsidRPr="002E4D94">
        <w:rPr>
          <w:rtl/>
        </w:rPr>
        <w:t xml:space="preserve"> وكيف كان لها فعل إيحائي ترهَّف به عقله</w:t>
      </w:r>
      <w:r w:rsidR="00F13C51">
        <w:rPr>
          <w:rtl/>
        </w:rPr>
        <w:t>،</w:t>
      </w:r>
      <w:r w:rsidRPr="002E4D94">
        <w:rPr>
          <w:rtl/>
        </w:rPr>
        <w:t xml:space="preserve"> وحِسَّه</w:t>
      </w:r>
      <w:r w:rsidR="00F13C51">
        <w:rPr>
          <w:rtl/>
        </w:rPr>
        <w:t>،</w:t>
      </w:r>
      <w:r w:rsidRPr="002E4D94">
        <w:rPr>
          <w:rtl/>
        </w:rPr>
        <w:t xml:space="preserve"> وتكوينه النفسي، وكيف انطبعت به نزعاته</w:t>
      </w:r>
      <w:r w:rsidR="00F13C51">
        <w:rPr>
          <w:rtl/>
        </w:rPr>
        <w:t>،</w:t>
      </w:r>
      <w:r w:rsidRPr="002E4D94">
        <w:rPr>
          <w:rtl/>
        </w:rPr>
        <w:t xml:space="preserve"> وميوله</w:t>
      </w:r>
      <w:r w:rsidR="00F13C51">
        <w:rPr>
          <w:rtl/>
        </w:rPr>
        <w:t>،</w:t>
      </w:r>
      <w:r w:rsidRPr="002E4D94">
        <w:rPr>
          <w:rtl/>
        </w:rPr>
        <w:t xml:space="preserve"> في النهج والتعبير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مِن المشهور والمشهود له</w:t>
      </w:r>
      <w:r w:rsidR="00F13C51">
        <w:rPr>
          <w:rtl/>
        </w:rPr>
        <w:t>،</w:t>
      </w:r>
      <w:r w:rsidRPr="002E4D94">
        <w:rPr>
          <w:rtl/>
        </w:rPr>
        <w:t xml:space="preserve"> أنَّ لطفولة الحسين تعهُّداً مُهتمَّاً ومُتفرِّداً عن المثيل</w:t>
      </w:r>
      <w:r w:rsidR="00F13C51">
        <w:rPr>
          <w:rtl/>
        </w:rPr>
        <w:t>،</w:t>
      </w:r>
      <w:r w:rsidRPr="002E4D94">
        <w:rPr>
          <w:rtl/>
        </w:rPr>
        <w:t xml:space="preserve"> ولقد اشترك في مثل هذا التعهُّد ا</w:t>
      </w:r>
      <w:r w:rsidR="002C2DD7">
        <w:rPr>
          <w:rtl/>
        </w:rPr>
        <w:t>لمـُ</w:t>
      </w:r>
      <w:r w:rsidRPr="002E4D94">
        <w:rPr>
          <w:rtl/>
        </w:rPr>
        <w:t>متاز</w:t>
      </w:r>
      <w:r w:rsidR="00F13C51">
        <w:rPr>
          <w:rtl/>
        </w:rPr>
        <w:t>:</w:t>
      </w:r>
      <w:r w:rsidRPr="002E4D94">
        <w:rPr>
          <w:rtl/>
        </w:rPr>
        <w:t xml:space="preserve"> الجَدًّ</w:t>
      </w:r>
      <w:r w:rsidR="00F13C51">
        <w:rPr>
          <w:rtl/>
        </w:rPr>
        <w:t>،</w:t>
      </w:r>
      <w:r w:rsidRPr="002E4D94">
        <w:rPr>
          <w:rtl/>
        </w:rPr>
        <w:t xml:space="preserve"> والأبُ</w:t>
      </w:r>
      <w:r w:rsidR="00F13C51">
        <w:rPr>
          <w:rtl/>
        </w:rPr>
        <w:t>،</w:t>
      </w:r>
      <w:r w:rsidRPr="002E4D94">
        <w:rPr>
          <w:rtl/>
        </w:rPr>
        <w:t xml:space="preserve"> والأُمُّ في إخراج موحَّد لا يُشير إلاَّ إلى وحدة القصد الذي يجتمع عليه الثلاثة</w:t>
      </w:r>
      <w:r w:rsidR="00F13C51">
        <w:rPr>
          <w:rtl/>
        </w:rPr>
        <w:t>،</w:t>
      </w:r>
      <w:r w:rsidRPr="002E4D94">
        <w:rPr>
          <w:rtl/>
        </w:rPr>
        <w:t xml:space="preserve"> فكان واحداً في اللون</w:t>
      </w:r>
      <w:r w:rsidR="00F13C51">
        <w:rPr>
          <w:rtl/>
        </w:rPr>
        <w:t>،</w:t>
      </w:r>
      <w:r w:rsidRPr="002E4D94">
        <w:rPr>
          <w:rtl/>
        </w:rPr>
        <w:t xml:space="preserve"> وواحداً في النوع</w:t>
      </w:r>
      <w:r w:rsidR="00F13C51">
        <w:rPr>
          <w:rtl/>
        </w:rPr>
        <w:t>،</w:t>
      </w:r>
      <w:r w:rsidRPr="002E4D94">
        <w:rPr>
          <w:rtl/>
        </w:rPr>
        <w:t xml:space="preserve"> وواحداً في التوجيه</w:t>
      </w:r>
      <w:r w:rsidR="00F13C51">
        <w:rPr>
          <w:rtl/>
        </w:rPr>
        <w:t>،</w:t>
      </w:r>
      <w:r w:rsidRPr="002E4D94">
        <w:rPr>
          <w:rtl/>
        </w:rPr>
        <w:t xml:space="preserve"> وواحداً في لمِّ الأخوين إلى مُشتركٍ واحدٍ دون أيِّ فرقٍ أو تمييز</w:t>
      </w:r>
      <w:r w:rsidR="00F13C51">
        <w:rPr>
          <w:rtl/>
        </w:rPr>
        <w:t>،</w:t>
      </w:r>
      <w:r w:rsidRPr="002E4D94">
        <w:rPr>
          <w:rtl/>
        </w:rPr>
        <w:t xml:space="preserve"> كأنَّهما واحد في التنشئة والتربية</w:t>
      </w:r>
      <w:r w:rsidR="00F13C51">
        <w:rPr>
          <w:rtl/>
        </w:rPr>
        <w:t>،</w:t>
      </w:r>
      <w:r w:rsidRPr="002E4D94">
        <w:rPr>
          <w:rtl/>
        </w:rPr>
        <w:t xml:space="preserve"> وكان الواحد منهما هو ا</w:t>
      </w:r>
      <w:r w:rsidR="002C2DD7">
        <w:rPr>
          <w:rtl/>
        </w:rPr>
        <w:t>لمـُ</w:t>
      </w:r>
      <w:r w:rsidRPr="002E4D94">
        <w:rPr>
          <w:rtl/>
        </w:rPr>
        <w:t>كمِّل للآخر</w:t>
      </w:r>
      <w:r w:rsidR="00F13C51">
        <w:rPr>
          <w:rtl/>
        </w:rPr>
        <w:t>،</w:t>
      </w:r>
      <w:r w:rsidRPr="002E4D94">
        <w:rPr>
          <w:rtl/>
        </w:rPr>
        <w:t xml:space="preserve"> على بُنية في المزاج تبقى</w:t>
      </w:r>
      <w:r w:rsidR="00F13C51">
        <w:rPr>
          <w:rtl/>
        </w:rPr>
        <w:t xml:space="preserve"> - </w:t>
      </w:r>
      <w:r w:rsidRPr="002E4D94">
        <w:rPr>
          <w:rtl/>
        </w:rPr>
        <w:t>أبداً</w:t>
      </w:r>
      <w:r w:rsidR="00F13C51">
        <w:rPr>
          <w:rtl/>
        </w:rPr>
        <w:t xml:space="preserve"> - </w:t>
      </w:r>
      <w:r w:rsidRPr="002E4D94">
        <w:rPr>
          <w:rtl/>
        </w:rPr>
        <w:t>منقوصةً إنْ لم يَنجدل خيطها بالخيط الآخر</w:t>
      </w:r>
      <w:r w:rsidR="00F13C51">
        <w:rPr>
          <w:rtl/>
        </w:rPr>
        <w:t>،</w:t>
      </w:r>
      <w:r w:rsidRPr="002E4D94">
        <w:rPr>
          <w:rtl/>
        </w:rPr>
        <w:t xml:space="preserve"> ليكونا حُبكةً واحدة في فتيلة السراج</w:t>
      </w:r>
      <w:r w:rsidR="00F13C51">
        <w:rPr>
          <w:rtl/>
        </w:rPr>
        <w:t>،</w:t>
      </w:r>
      <w:r w:rsidRPr="002E4D94">
        <w:rPr>
          <w:rtl/>
        </w:rPr>
        <w:t xml:space="preserve"> لقد كان الحسن والحسين</w:t>
      </w:r>
      <w:r w:rsidR="00F13C51">
        <w:rPr>
          <w:rtl/>
        </w:rPr>
        <w:t xml:space="preserve"> - </w:t>
      </w:r>
      <w:r w:rsidRPr="002E4D94">
        <w:rPr>
          <w:rtl/>
        </w:rPr>
        <w:t>فعلاً</w:t>
      </w:r>
      <w:r w:rsidR="00F13C51">
        <w:rPr>
          <w:rtl/>
        </w:rPr>
        <w:t xml:space="preserve"> - </w:t>
      </w:r>
      <w:r w:rsidRPr="002E4D94">
        <w:rPr>
          <w:rtl/>
        </w:rPr>
        <w:t>شخصين بمِزاجين</w:t>
      </w:r>
      <w:r w:rsidR="00F13C51">
        <w:rPr>
          <w:rtl/>
        </w:rPr>
        <w:t>،</w:t>
      </w:r>
      <w:r w:rsidRPr="002E4D94">
        <w:rPr>
          <w:rtl/>
        </w:rPr>
        <w:t xml:space="preserve"> ولكنَّهما كانا في وحدة فِكريَّة</w:t>
      </w:r>
      <w:r w:rsidR="00F13C51">
        <w:rPr>
          <w:rtl/>
        </w:rPr>
        <w:t xml:space="preserve"> - </w:t>
      </w:r>
      <w:r w:rsidRPr="002E4D94">
        <w:rPr>
          <w:rtl/>
        </w:rPr>
        <w:t>روحيَّة رائعة الاندماج</w:t>
      </w:r>
      <w:r w:rsidR="00F13C51">
        <w:rPr>
          <w:rtl/>
        </w:rPr>
        <w:t>،</w:t>
      </w:r>
      <w:r w:rsidRPr="002E4D94">
        <w:rPr>
          <w:rtl/>
        </w:rPr>
        <w:t xml:space="preserve"> جمعتهما إلى القصد الواحد</w:t>
      </w:r>
      <w:r w:rsidR="00F13C51">
        <w:rPr>
          <w:rtl/>
        </w:rPr>
        <w:t>،</w:t>
      </w:r>
      <w:r w:rsidRPr="002E4D94">
        <w:rPr>
          <w:rtl/>
        </w:rPr>
        <w:t xml:space="preserve"> ليكونا أخراجاً واحداً لذلك القصد الأكبر</w:t>
      </w:r>
      <w:r w:rsidR="00F13C51">
        <w:rPr>
          <w:rtl/>
        </w:rPr>
        <w:t>،</w:t>
      </w:r>
      <w:r w:rsidRPr="002E4D94">
        <w:rPr>
          <w:rtl/>
        </w:rPr>
        <w:t xml:space="preserve"> الذي جال في بال النبي وهو يزفُّ إلى إنسان الجزيرة رسالة تجمعه مِن تيهه ا</w:t>
      </w:r>
      <w:r w:rsidR="002C2DD7">
        <w:rPr>
          <w:rtl/>
        </w:rPr>
        <w:t>لمـُ</w:t>
      </w:r>
      <w:r w:rsidRPr="002E4D94">
        <w:rPr>
          <w:rtl/>
        </w:rPr>
        <w:t>شرَّد إلى مُجتمعه ا</w:t>
      </w:r>
      <w:r w:rsidR="002C2DD7">
        <w:rPr>
          <w:rtl/>
        </w:rPr>
        <w:t>لمـُ</w:t>
      </w:r>
      <w:r w:rsidRPr="002E4D94">
        <w:rPr>
          <w:rtl/>
        </w:rPr>
        <w:t>وحَّد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تمَّ تأليف الأُمَّة وتوحيدها بعد بذل العرق والدم</w:t>
      </w:r>
      <w:r w:rsidR="00F13C51">
        <w:rPr>
          <w:rtl/>
        </w:rPr>
        <w:t>،</w:t>
      </w:r>
      <w:r w:rsidRPr="002E4D94">
        <w:rPr>
          <w:rtl/>
        </w:rPr>
        <w:t xml:space="preserve"> وتمَّ الانتصار على كلِّ ما كان يُعرقل سير القافلة الكبيرة على دروب الحياة</w:t>
      </w:r>
      <w:r w:rsidR="00F13C51">
        <w:rPr>
          <w:rtl/>
        </w:rPr>
        <w:t>،</w:t>
      </w:r>
      <w:r w:rsidRPr="002E4D94">
        <w:rPr>
          <w:rtl/>
        </w:rPr>
        <w:t xml:space="preserve"> وتمَّ القضاء على كلِّ تشويش كانت تتعنتر به القبليَّة</w:t>
      </w:r>
      <w:r w:rsidR="00F13C51">
        <w:rPr>
          <w:rtl/>
        </w:rPr>
        <w:t>،</w:t>
      </w:r>
      <w:r w:rsidRPr="002E4D94">
        <w:rPr>
          <w:rtl/>
        </w:rPr>
        <w:t xml:space="preserve"> وتشقُّ الأُمَّة وتُبعثرها إلى ألف</w:t>
      </w:r>
      <w:r w:rsidR="00F13C51">
        <w:rPr>
          <w:rtl/>
        </w:rPr>
        <w:t>،</w:t>
      </w:r>
      <w:r w:rsidRPr="002E4D94">
        <w:rPr>
          <w:rtl/>
        </w:rPr>
        <w:t xml:space="preserve"> وجاء التدبير الأوحد وألاحكم</w:t>
      </w:r>
      <w:r w:rsidR="00F13C51">
        <w:rPr>
          <w:rtl/>
        </w:rPr>
        <w:t>،</w:t>
      </w:r>
      <w:r w:rsidRPr="002E4D94">
        <w:rPr>
          <w:rtl/>
        </w:rPr>
        <w:t xml:space="preserve"> بإلقاء زمام التحكُّم والتعهُّد على رجل واحد مُرِّسَ بالإيمان</w:t>
      </w:r>
      <w:r w:rsidR="00F13C51">
        <w:rPr>
          <w:rtl/>
        </w:rPr>
        <w:t>،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E4D94">
        <w:rPr>
          <w:rtl/>
        </w:rPr>
        <w:lastRenderedPageBreak/>
        <w:t>والفكر</w:t>
      </w:r>
      <w:r w:rsidR="00F13C51">
        <w:rPr>
          <w:rtl/>
        </w:rPr>
        <w:t>،</w:t>
      </w:r>
      <w:r w:rsidRPr="002E4D94">
        <w:rPr>
          <w:rtl/>
        </w:rPr>
        <w:t xml:space="preserve"> والتوجيه</w:t>
      </w:r>
      <w:r w:rsidR="00F13C51">
        <w:rPr>
          <w:rtl/>
        </w:rPr>
        <w:t>،</w:t>
      </w:r>
      <w:r w:rsidRPr="002E4D94">
        <w:rPr>
          <w:rtl/>
        </w:rPr>
        <w:t xml:space="preserve"> والعَزم</w:t>
      </w:r>
      <w:r w:rsidR="00F13C51">
        <w:rPr>
          <w:rtl/>
        </w:rPr>
        <w:t>،</w:t>
      </w:r>
      <w:r w:rsidRPr="002E4D94">
        <w:rPr>
          <w:rtl/>
        </w:rPr>
        <w:t xml:space="preserve"> والإرادة</w:t>
      </w:r>
      <w:r w:rsidR="00C327EB">
        <w:rPr>
          <w:rtl/>
        </w:rPr>
        <w:t>.</w:t>
      </w:r>
      <w:r w:rsidRPr="002E4D94">
        <w:rPr>
          <w:rtl/>
        </w:rPr>
        <w:t xml:space="preserve"> إنَّ هذا الرجل هو الذي يُمثِّل الخلافة المصقولة بالإمامة</w:t>
      </w:r>
      <w:r w:rsidR="00F13C51">
        <w:rPr>
          <w:rtl/>
        </w:rPr>
        <w:t>،</w:t>
      </w:r>
      <w:r w:rsidRPr="002E4D94">
        <w:rPr>
          <w:rtl/>
        </w:rPr>
        <w:t xml:space="preserve"> وهو الذي يمنع</w:t>
      </w:r>
      <w:r w:rsidR="00F13C51">
        <w:rPr>
          <w:rtl/>
        </w:rPr>
        <w:t xml:space="preserve"> - </w:t>
      </w:r>
      <w:r w:rsidRPr="002E4D94">
        <w:rPr>
          <w:rtl/>
        </w:rPr>
        <w:t>وحده</w:t>
      </w:r>
      <w:r w:rsidR="00F13C51">
        <w:rPr>
          <w:rtl/>
        </w:rPr>
        <w:t xml:space="preserve"> - </w:t>
      </w:r>
      <w:r w:rsidRPr="002E4D94">
        <w:rPr>
          <w:rtl/>
        </w:rPr>
        <w:t>رجوعاً إلى زعامات تقليديَّة يدعمها</w:t>
      </w:r>
      <w:r w:rsidR="00F13C51">
        <w:rPr>
          <w:rtl/>
        </w:rPr>
        <w:t xml:space="preserve"> - </w:t>
      </w:r>
      <w:r w:rsidRPr="002E4D94">
        <w:rPr>
          <w:rtl/>
        </w:rPr>
        <w:t>مِن هنا وهناك</w:t>
      </w:r>
      <w:r w:rsidR="00F13C51">
        <w:rPr>
          <w:rtl/>
        </w:rPr>
        <w:t xml:space="preserve"> - </w:t>
      </w:r>
      <w:r w:rsidRPr="002E4D94">
        <w:rPr>
          <w:rtl/>
        </w:rPr>
        <w:t>عدد لا يُحصى مِن القبائل</w:t>
      </w:r>
      <w:r w:rsidR="00F13C51">
        <w:rPr>
          <w:rtl/>
        </w:rPr>
        <w:t>،</w:t>
      </w:r>
      <w:r w:rsidRPr="002E4D94">
        <w:rPr>
          <w:rtl/>
        </w:rPr>
        <w:t xml:space="preserve"> وهو الذي يُمثِّل رسالة ما نجح غيرها في ا</w:t>
      </w:r>
      <w:r w:rsidR="002C2DD7">
        <w:rPr>
          <w:rtl/>
        </w:rPr>
        <w:t>لمـُ</w:t>
      </w:r>
      <w:r w:rsidRPr="002E4D94">
        <w:rPr>
          <w:rtl/>
        </w:rPr>
        <w:t>جتمع</w:t>
      </w:r>
      <w:r w:rsidR="00F13C51">
        <w:rPr>
          <w:rtl/>
        </w:rPr>
        <w:t>،</w:t>
      </w:r>
      <w:r w:rsidRPr="002E4D94">
        <w:rPr>
          <w:rtl/>
        </w:rPr>
        <w:t xml:space="preserve"> وهو الذي ينقدُّ ضلعاً أميناً مِن الرسالة</w:t>
      </w:r>
      <w:r w:rsidR="00F13C51">
        <w:rPr>
          <w:rtl/>
        </w:rPr>
        <w:t>،</w:t>
      </w:r>
      <w:r w:rsidRPr="002E4D94">
        <w:rPr>
          <w:rtl/>
        </w:rPr>
        <w:t xml:space="preserve"> وشَفرةً كريمةً مِن مَعدنها الأصيل</w:t>
      </w:r>
      <w:r w:rsidR="00F13C51">
        <w:rPr>
          <w:rtl/>
        </w:rPr>
        <w:t>،</w:t>
      </w:r>
      <w:r w:rsidRPr="002E4D94">
        <w:rPr>
          <w:rtl/>
        </w:rPr>
        <w:t xml:space="preserve"> وحارساً أميناً لعهودها ا</w:t>
      </w:r>
      <w:r w:rsidR="002C2DD7">
        <w:rPr>
          <w:rtl/>
        </w:rPr>
        <w:t>لمـُ</w:t>
      </w:r>
      <w:r w:rsidRPr="002E4D94">
        <w:rPr>
          <w:rtl/>
        </w:rPr>
        <w:t>رتبطة بالصدق والحَقِّ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E4D94">
        <w:rPr>
          <w:rtl/>
        </w:rPr>
        <w:t>لقد تمَّ تعيين البيت الذي يحَضن الرسالة ا</w:t>
      </w:r>
      <w:r w:rsidR="002C2DD7">
        <w:rPr>
          <w:rtl/>
        </w:rPr>
        <w:t>لمـُ</w:t>
      </w:r>
      <w:r w:rsidRPr="002E4D94">
        <w:rPr>
          <w:rtl/>
        </w:rPr>
        <w:t>نبثقة مِن قلب الجوهر</w:t>
      </w:r>
      <w:r w:rsidR="00F13C51">
        <w:rPr>
          <w:rtl/>
        </w:rPr>
        <w:t>،</w:t>
      </w:r>
      <w:r w:rsidRPr="002E4D94">
        <w:rPr>
          <w:rtl/>
        </w:rPr>
        <w:t xml:space="preserve"> أمَّا النبيُّ العظيم</w:t>
      </w:r>
      <w:r w:rsidR="00F13C51">
        <w:rPr>
          <w:rtl/>
        </w:rPr>
        <w:t>،</w:t>
      </w:r>
      <w:r w:rsidRPr="002E4D94">
        <w:rPr>
          <w:rtl/>
        </w:rPr>
        <w:t xml:space="preserve"> وابنته التي كأنَّها جُبلت خصيصاً بطبيعتها الأنيقة ونفسها الكريمة</w:t>
      </w:r>
      <w:r w:rsidR="00F13C51">
        <w:rPr>
          <w:rtl/>
        </w:rPr>
        <w:t>،</w:t>
      </w:r>
      <w:r w:rsidRPr="002E4D94">
        <w:rPr>
          <w:rtl/>
        </w:rPr>
        <w:t xml:space="preserve"> وابن العَمِّ الذي ذابت كلُّ أجيال الجزيرة حتَّى أفردته فريداً في الصدق والعقل والعَزْم والبطولة</w:t>
      </w:r>
      <w:r w:rsidR="00F13C51">
        <w:rPr>
          <w:rtl/>
        </w:rPr>
        <w:t>،</w:t>
      </w:r>
      <w:r w:rsidRPr="002E4D94">
        <w:rPr>
          <w:rtl/>
        </w:rPr>
        <w:t xml:space="preserve"> هُمْ الآن الفاهمون القصد</w:t>
      </w:r>
      <w:r w:rsidR="00F13C51">
        <w:rPr>
          <w:rtl/>
        </w:rPr>
        <w:t>،</w:t>
      </w:r>
      <w:r w:rsidRPr="002E4D94">
        <w:rPr>
          <w:rtl/>
        </w:rPr>
        <w:t xml:space="preserve"> وا</w:t>
      </w:r>
      <w:r w:rsidR="002C2DD7">
        <w:rPr>
          <w:rtl/>
        </w:rPr>
        <w:t>لمـُ</w:t>
      </w:r>
      <w:r w:rsidRPr="002E4D94">
        <w:rPr>
          <w:rtl/>
        </w:rPr>
        <w:t>جتمعون على تنفيذه</w:t>
      </w:r>
      <w:r w:rsidR="00F13C51">
        <w:rPr>
          <w:rtl/>
        </w:rPr>
        <w:t>؛</w:t>
      </w:r>
      <w:r w:rsidRPr="002E4D94">
        <w:rPr>
          <w:rtl/>
        </w:rPr>
        <w:t xml:space="preserve"> لأنَّه هو وحده المستجيب لحقيقة الرسالة</w:t>
      </w:r>
      <w:r w:rsidR="00F13C51">
        <w:rPr>
          <w:rtl/>
        </w:rPr>
        <w:t>،</w:t>
      </w:r>
      <w:r w:rsidRPr="002E4D94">
        <w:rPr>
          <w:rtl/>
        </w:rPr>
        <w:t xml:space="preserve"> التي كانت ترجمة صادقة </w:t>
      </w:r>
      <w:r w:rsidR="002C2DD7">
        <w:rPr>
          <w:rtl/>
        </w:rPr>
        <w:t>لمـُ</w:t>
      </w:r>
      <w:r w:rsidRPr="002E4D94">
        <w:rPr>
          <w:rtl/>
        </w:rPr>
        <w:t>جتمع تحقَّق والْتَمَّ</w:t>
      </w:r>
      <w:r w:rsidR="00F13C51">
        <w:rPr>
          <w:rtl/>
        </w:rPr>
        <w:t>،</w:t>
      </w:r>
      <w:r w:rsidRPr="002E4D94">
        <w:rPr>
          <w:rtl/>
        </w:rPr>
        <w:t xml:space="preserve"> وتمَّ أيضاً ملء البيت بالفتيلتين المؤلِّفتين سلك النور الذي سيستضيء به خَطُّ الرسالة والإمامة</w:t>
      </w:r>
      <w:r w:rsidR="00F13C51">
        <w:rPr>
          <w:rtl/>
        </w:rPr>
        <w:t>،</w:t>
      </w:r>
      <w:r w:rsidRPr="002E4D94">
        <w:rPr>
          <w:rtl/>
        </w:rPr>
        <w:t xml:space="preserve"> فلتكن لنا مُرافقة الحسين حتَّى تستقيم معه مُتابعة الدراسة</w:t>
      </w:r>
      <w:r w:rsidR="00F13C51">
        <w:rPr>
          <w:rtl/>
        </w:rPr>
        <w:t>،</w:t>
      </w:r>
      <w:r w:rsidRPr="002E4D94">
        <w:rPr>
          <w:rtl/>
        </w:rPr>
        <w:t xml:space="preserve"> فهو صاحبنا الآن في الرفقة الكريمة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Style w:val="libBold2Char"/>
          <w:rtl/>
        </w:rPr>
        <w:t>أقول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ثلاثة هُمْ الراسمون القصد</w:t>
      </w:r>
      <w:r w:rsidR="00F13C51">
        <w:rPr>
          <w:rtl/>
        </w:rPr>
        <w:t>،</w:t>
      </w:r>
      <w:r w:rsidRPr="00A37385">
        <w:rPr>
          <w:rtl/>
        </w:rPr>
        <w:t xml:space="preserve"> وهُمْ وحدهم الفاهمون</w:t>
      </w:r>
      <w:r w:rsidR="00F13C51">
        <w:rPr>
          <w:rtl/>
        </w:rPr>
        <w:t>،</w:t>
      </w:r>
      <w:r w:rsidRPr="00A37385">
        <w:rPr>
          <w:rtl/>
        </w:rPr>
        <w:t xml:space="preserve"> وهُمْ الذين يُخرجونه با</w:t>
      </w:r>
      <w:r w:rsidR="002C2DD7">
        <w:rPr>
          <w:rtl/>
        </w:rPr>
        <w:t>لمـَ</w:t>
      </w:r>
      <w:r w:rsidRPr="00A37385">
        <w:rPr>
          <w:rtl/>
        </w:rPr>
        <w:t>بنى وبالمعنى</w:t>
      </w:r>
      <w:r w:rsidR="00F13C51">
        <w:rPr>
          <w:rtl/>
        </w:rPr>
        <w:t>،</w:t>
      </w:r>
      <w:r w:rsidRPr="00A37385">
        <w:rPr>
          <w:rtl/>
        </w:rPr>
        <w:t xml:space="preserve"> وبوضح النهج</w:t>
      </w:r>
      <w:r w:rsidR="00F13C51">
        <w:rPr>
          <w:rtl/>
        </w:rPr>
        <w:t>،</w:t>
      </w:r>
      <w:r w:rsidRPr="00A37385">
        <w:rPr>
          <w:rtl/>
        </w:rPr>
        <w:t xml:space="preserve"> أمَّا الحسين الطفل</w:t>
      </w:r>
      <w:r w:rsidR="00F13C51">
        <w:rPr>
          <w:rtl/>
        </w:rPr>
        <w:t>،</w:t>
      </w:r>
      <w:r w:rsidRPr="00A37385">
        <w:rPr>
          <w:rtl/>
        </w:rPr>
        <w:t xml:space="preserve"> فهل كان له أنْ يعرف أنَّه هو القصد ا</w:t>
      </w:r>
      <w:r w:rsidR="002C2DD7">
        <w:rPr>
          <w:rtl/>
        </w:rPr>
        <w:t>لمـُ</w:t>
      </w:r>
      <w:r w:rsidRPr="00A37385">
        <w:rPr>
          <w:rtl/>
        </w:rPr>
        <w:t>ضمر</w:t>
      </w:r>
      <w:r w:rsidR="00106DAF">
        <w:rPr>
          <w:rtl/>
        </w:rPr>
        <w:t>؟</w:t>
      </w:r>
      <w:r w:rsidRPr="00A37385">
        <w:rPr>
          <w:rtl/>
        </w:rPr>
        <w:t xml:space="preserve"> وأنَّه هو الذات ا</w:t>
      </w:r>
      <w:r w:rsidR="002C2DD7">
        <w:rPr>
          <w:rtl/>
        </w:rPr>
        <w:t>لمـُ</w:t>
      </w:r>
      <w:r w:rsidRPr="00A37385">
        <w:rPr>
          <w:rtl/>
        </w:rPr>
        <w:t>ستترة في البال وخَلف البال</w:t>
      </w:r>
      <w:r w:rsidR="00F13C51">
        <w:rPr>
          <w:rtl/>
        </w:rPr>
        <w:t>،</w:t>
      </w:r>
      <w:r w:rsidRPr="00A37385">
        <w:rPr>
          <w:rtl/>
        </w:rPr>
        <w:t xml:space="preserve"> وفي الحُلم</w:t>
      </w:r>
      <w:r w:rsidR="00F13C51">
        <w:rPr>
          <w:rtl/>
        </w:rPr>
        <w:t>،</w:t>
      </w:r>
      <w:r w:rsidRPr="00A37385">
        <w:rPr>
          <w:rtl/>
        </w:rPr>
        <w:t xml:space="preserve"> وفي الأبعَد منه</w:t>
      </w:r>
      <w:r w:rsidR="00F13C51">
        <w:rPr>
          <w:rtl/>
        </w:rPr>
        <w:t>،</w:t>
      </w:r>
      <w:r w:rsidRPr="00A37385">
        <w:rPr>
          <w:rtl/>
        </w:rPr>
        <w:t xml:space="preserve"> وفي البيت</w:t>
      </w:r>
      <w:r w:rsidR="00F13C51">
        <w:rPr>
          <w:rtl/>
        </w:rPr>
        <w:t>،</w:t>
      </w:r>
      <w:r w:rsidRPr="00A37385">
        <w:rPr>
          <w:rtl/>
        </w:rPr>
        <w:t xml:space="preserve"> وفي الأرفع والأفسح مِن سقفه</w:t>
      </w:r>
      <w:r w:rsidR="00106DAF">
        <w:rPr>
          <w:rtl/>
        </w:rPr>
        <w:t>؟</w:t>
      </w:r>
      <w:r w:rsidRPr="00A37385">
        <w:rPr>
          <w:rtl/>
        </w:rPr>
        <w:t xml:space="preserve"> ولكنْ مَن يقول</w:t>
      </w:r>
      <w:r w:rsidR="00F13C51">
        <w:rPr>
          <w:rtl/>
        </w:rPr>
        <w:t>:</w:t>
      </w:r>
      <w:r w:rsidRPr="00A37385">
        <w:rPr>
          <w:rtl/>
        </w:rPr>
        <w:t xml:space="preserve"> إنَّ ليس للطفولة إدراك مُخبَّأ في الحِسِّ</w:t>
      </w:r>
      <w:r w:rsidR="00F13C51">
        <w:rPr>
          <w:rtl/>
        </w:rPr>
        <w:t>،</w:t>
      </w:r>
      <w:r w:rsidRPr="00A37385">
        <w:rPr>
          <w:rtl/>
        </w:rPr>
        <w:t xml:space="preserve"> والشعور وطويَّة الذات</w:t>
      </w:r>
      <w:r w:rsidR="00F13C51">
        <w:rPr>
          <w:rtl/>
        </w:rPr>
        <w:t>،</w:t>
      </w:r>
      <w:r w:rsidRPr="00A37385">
        <w:rPr>
          <w:rtl/>
        </w:rPr>
        <w:t xml:space="preserve"> وهو الذي يتغذَّى مِن كلِّ ما يحتكُّ به</w:t>
      </w:r>
      <w:r w:rsidR="00F13C51">
        <w:rPr>
          <w:rtl/>
        </w:rPr>
        <w:t>،</w:t>
      </w:r>
      <w:r w:rsidRPr="00A37385">
        <w:rPr>
          <w:rtl/>
        </w:rPr>
        <w:t xml:space="preserve"> لينطلق مُعبِّراً عنه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Style w:val="libBold2Char"/>
          <w:rtl/>
        </w:rPr>
        <w:t>ونقول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إنَّ كلَّ ما احتكَّت به طفولة الحسين</w:t>
      </w:r>
      <w:r w:rsidR="00F13C51">
        <w:rPr>
          <w:rtl/>
        </w:rPr>
        <w:t>،</w:t>
      </w:r>
      <w:r w:rsidRPr="00A37385">
        <w:rPr>
          <w:rtl/>
        </w:rPr>
        <w:t xml:space="preserve"> هو الذي كان ذُخراً في حِسِّه وشعوره وطوية نفسه</w:t>
      </w:r>
      <w:r w:rsidR="00F13C51">
        <w:rPr>
          <w:rtl/>
        </w:rPr>
        <w:t>،</w:t>
      </w:r>
      <w:r w:rsidRPr="00A37385">
        <w:rPr>
          <w:rtl/>
        </w:rPr>
        <w:t xml:space="preserve"> وهو الذي ترسَّخ به عقله وقلبه وفكره</w:t>
      </w:r>
      <w:r w:rsidR="00F13C51">
        <w:rPr>
          <w:rtl/>
        </w:rPr>
        <w:t>،</w:t>
      </w:r>
      <w:r w:rsidRPr="00A37385">
        <w:rPr>
          <w:rtl/>
        </w:rPr>
        <w:t xml:space="preserve"> وهو الذي تركَّز به واستقام رأيه</w:t>
      </w:r>
      <w:r w:rsidR="00F13C51">
        <w:rPr>
          <w:rtl/>
        </w:rPr>
        <w:t>،</w:t>
      </w:r>
      <w:r w:rsidRPr="00A37385">
        <w:rPr>
          <w:rtl/>
        </w:rPr>
        <w:t xml:space="preserve"> واقتناعه ونهجه</w:t>
      </w:r>
      <w:r w:rsidR="00F13C51">
        <w:rPr>
          <w:rtl/>
        </w:rPr>
        <w:t>،</w:t>
      </w:r>
      <w:r w:rsidRPr="00A37385">
        <w:rPr>
          <w:rtl/>
        </w:rPr>
        <w:t xml:space="preserve"> وهو الذي عبَّر عنه في كلِّ كلمة قالها</w:t>
      </w:r>
      <w:r w:rsidR="00F13C51">
        <w:rPr>
          <w:rtl/>
        </w:rPr>
        <w:t>،</w:t>
      </w:r>
      <w:r w:rsidRPr="00A37385">
        <w:rPr>
          <w:rtl/>
        </w:rPr>
        <w:t xml:space="preserve"> وفي كلِّ عَزم مسح به إرادته وروحه وصلابته</w:t>
      </w:r>
      <w:r w:rsidR="00F13C51">
        <w:rPr>
          <w:rtl/>
        </w:rPr>
        <w:t>،</w:t>
      </w:r>
      <w:r w:rsidRPr="00A37385">
        <w:rPr>
          <w:rtl/>
        </w:rPr>
        <w:t xml:space="preserve"> في الاقتحام والاحتمال</w:t>
      </w:r>
      <w:r w:rsidR="00F13C51">
        <w:rPr>
          <w:rtl/>
        </w:rPr>
        <w:t>،</w:t>
      </w:r>
      <w:r w:rsidRPr="00A37385">
        <w:rPr>
          <w:rtl/>
        </w:rPr>
        <w:t xml:space="preserve"> لقد أصبح الجوُّ الذي رُبِّي وترعرع فيه الحسين</w:t>
      </w:r>
      <w:r w:rsidR="00F13C51">
        <w:rPr>
          <w:rtl/>
        </w:rPr>
        <w:t>،</w:t>
      </w:r>
      <w:r w:rsidRPr="00A37385">
        <w:rPr>
          <w:rtl/>
        </w:rPr>
        <w:t xml:space="preserve"> كلُّ الحسين</w:t>
      </w:r>
      <w:r w:rsidR="00C327EB">
        <w:rPr>
          <w:rtl/>
        </w:rPr>
        <w:t>.</w:t>
      </w:r>
      <w:r w:rsidRPr="00A37385">
        <w:rPr>
          <w:rtl/>
        </w:rPr>
        <w:t xml:space="preserve"> إنَّه</w:t>
      </w:r>
      <w:r w:rsidR="00F13C51">
        <w:rPr>
          <w:rtl/>
        </w:rPr>
        <w:t xml:space="preserve"> - </w:t>
      </w:r>
      <w:r w:rsidRPr="00A37385">
        <w:rPr>
          <w:rtl/>
        </w:rPr>
        <w:t>في آنٍ واحد</w:t>
      </w:r>
      <w:r w:rsidR="00F13C51">
        <w:rPr>
          <w:rtl/>
        </w:rPr>
        <w:t xml:space="preserve"> - 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البيت</w:t>
      </w:r>
      <w:r w:rsidR="00F13C51">
        <w:rPr>
          <w:rtl/>
        </w:rPr>
        <w:t>،</w:t>
      </w:r>
      <w:r w:rsidRPr="00282620">
        <w:rPr>
          <w:rtl/>
        </w:rPr>
        <w:t xml:space="preserve"> وكلُّ أهل البيت</w:t>
      </w:r>
      <w:r w:rsidR="00F13C51">
        <w:rPr>
          <w:rtl/>
        </w:rPr>
        <w:t>،</w:t>
      </w:r>
      <w:r w:rsidRPr="00282620">
        <w:rPr>
          <w:rtl/>
        </w:rPr>
        <w:t xml:space="preserve"> بكلِّ ما في العبارة مِن معاني حقيقيَّة ومَجازيَّة على الأرض</w:t>
      </w:r>
      <w:r w:rsidR="00F13C51">
        <w:rPr>
          <w:rtl/>
        </w:rPr>
        <w:t>،</w:t>
      </w:r>
      <w:r w:rsidRPr="00282620">
        <w:rPr>
          <w:rtl/>
        </w:rPr>
        <w:t xml:space="preserve"> إنَّه البيت وجُدران البيت</w:t>
      </w:r>
      <w:r w:rsidR="00F13C51">
        <w:rPr>
          <w:rtl/>
        </w:rPr>
        <w:t>،</w:t>
      </w:r>
      <w:r w:rsidRPr="00282620">
        <w:rPr>
          <w:rtl/>
        </w:rPr>
        <w:t xml:space="preserve"> وباحته</w:t>
      </w:r>
      <w:r w:rsidR="00F13C51">
        <w:rPr>
          <w:rtl/>
        </w:rPr>
        <w:t>،</w:t>
      </w:r>
      <w:r w:rsidRPr="00282620">
        <w:rPr>
          <w:rtl/>
        </w:rPr>
        <w:t xml:space="preserve"> وشجرة الأراك فيه</w:t>
      </w:r>
      <w:r w:rsidR="00F13C51">
        <w:rPr>
          <w:rtl/>
        </w:rPr>
        <w:t>،</w:t>
      </w:r>
      <w:r w:rsidRPr="00282620">
        <w:rPr>
          <w:rtl/>
        </w:rPr>
        <w:t xml:space="preserve"> وليست كلُّها موجودة إلاَّ لأنَّها احتواء مُتكامل بأُمِّه فاطمة ا</w:t>
      </w:r>
      <w:r w:rsidR="002C2DD7">
        <w:rPr>
          <w:rtl/>
        </w:rPr>
        <w:t>لمـُ</w:t>
      </w:r>
      <w:r w:rsidRPr="00282620">
        <w:rPr>
          <w:rtl/>
        </w:rPr>
        <w:t>رتبطة ارتباطاً أمتن مِن الحُبِّ</w:t>
      </w:r>
      <w:r w:rsidR="00F13C51">
        <w:rPr>
          <w:rtl/>
        </w:rPr>
        <w:t>،</w:t>
      </w:r>
      <w:r w:rsidRPr="00282620">
        <w:rPr>
          <w:rtl/>
        </w:rPr>
        <w:t xml:space="preserve"> وأبهى مِن العِشق</w:t>
      </w:r>
      <w:r w:rsidR="00F13C51">
        <w:rPr>
          <w:rtl/>
        </w:rPr>
        <w:t>،</w:t>
      </w:r>
      <w:r w:rsidRPr="00282620">
        <w:rPr>
          <w:rtl/>
        </w:rPr>
        <w:t xml:space="preserve"> بأبيها محمد</w:t>
      </w:r>
      <w:r w:rsidR="00F13C51">
        <w:rPr>
          <w:rtl/>
        </w:rPr>
        <w:t>،</w:t>
      </w:r>
      <w:r w:rsidRPr="00282620">
        <w:rPr>
          <w:rtl/>
        </w:rPr>
        <w:t xml:space="preserve"> وبزوجها عليٍّ</w:t>
      </w:r>
      <w:r w:rsidR="00F13C51">
        <w:rPr>
          <w:rtl/>
        </w:rPr>
        <w:t>،</w:t>
      </w:r>
      <w:r w:rsidRPr="00282620">
        <w:rPr>
          <w:rtl/>
        </w:rPr>
        <w:t xml:space="preserve"> وبالتالي به هو الذي لا يقدر إلاَّ أنْ يأخذهم جميعاً إلى صدره</w:t>
      </w:r>
      <w:r w:rsidR="00F13C51">
        <w:rPr>
          <w:rtl/>
        </w:rPr>
        <w:t>،</w:t>
      </w:r>
      <w:r w:rsidRPr="00282620">
        <w:rPr>
          <w:rtl/>
        </w:rPr>
        <w:t xml:space="preserve"> وقلبه</w:t>
      </w:r>
      <w:r w:rsidR="00F13C51">
        <w:rPr>
          <w:rtl/>
        </w:rPr>
        <w:t>،</w:t>
      </w:r>
      <w:r w:rsidRPr="00282620">
        <w:rPr>
          <w:rtl/>
        </w:rPr>
        <w:t xml:space="preserve"> وروحه</w:t>
      </w:r>
      <w:r w:rsidR="00F13C51">
        <w:rPr>
          <w:rtl/>
        </w:rPr>
        <w:t>،</w:t>
      </w:r>
      <w:r w:rsidRPr="00282620">
        <w:rPr>
          <w:rtl/>
        </w:rPr>
        <w:t xml:space="preserve"> بحُزمةٍ واحدةٍ مِن الشوق الذي يَكبر أبداً ويكبر</w:t>
      </w:r>
      <w:r w:rsidR="00C327EB">
        <w:rPr>
          <w:rtl/>
        </w:rPr>
        <w:t>.</w:t>
      </w:r>
    </w:p>
    <w:p w:rsidR="003A7CC2" w:rsidRPr="00A37385" w:rsidRDefault="003A7CC2" w:rsidP="00F13C51">
      <w:pPr>
        <w:pStyle w:val="libNormal"/>
        <w:rPr>
          <w:rtl/>
        </w:rPr>
      </w:pPr>
      <w:r w:rsidRPr="00A37385">
        <w:rPr>
          <w:rStyle w:val="libBold2Char"/>
          <w:rtl/>
        </w:rPr>
        <w:t>ونقول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لا معنى للحسين</w:t>
      </w:r>
      <w:r w:rsidR="00F13C51">
        <w:rPr>
          <w:rtl/>
        </w:rPr>
        <w:t>،</w:t>
      </w:r>
      <w:r w:rsidRPr="00A37385">
        <w:rPr>
          <w:rtl/>
        </w:rPr>
        <w:t xml:space="preserve"> لا في الوصف ولا في التحديد</w:t>
      </w:r>
      <w:r w:rsidR="00F13C51">
        <w:rPr>
          <w:rtl/>
        </w:rPr>
        <w:t>،</w:t>
      </w:r>
      <w:r w:rsidRPr="00A37385">
        <w:rPr>
          <w:rtl/>
        </w:rPr>
        <w:t xml:space="preserve"> مِن دون أنْ نربطه ربطاً مُحكماً بجَدِّه وأبيه وأُمِّه</w:t>
      </w:r>
      <w:r w:rsidR="00F13C51">
        <w:rPr>
          <w:rtl/>
        </w:rPr>
        <w:t>،</w:t>
      </w:r>
      <w:r w:rsidRPr="00A37385">
        <w:rPr>
          <w:rtl/>
        </w:rPr>
        <w:t xml:space="preserve"> ذلك هو الجَوُّ الذي رُبِّي فيه</w:t>
      </w:r>
      <w:r w:rsidR="00F13C51">
        <w:rPr>
          <w:rtl/>
        </w:rPr>
        <w:t>،</w:t>
      </w:r>
      <w:r w:rsidRPr="00A37385">
        <w:rPr>
          <w:rtl/>
        </w:rPr>
        <w:t xml:space="preserve"> وتلك هي الوحدة التي كانت لُحمة إطاره</w:t>
      </w:r>
      <w:r w:rsidR="00F13C51">
        <w:rPr>
          <w:rtl/>
        </w:rPr>
        <w:t>،</w:t>
      </w:r>
      <w:r w:rsidRPr="00A37385">
        <w:rPr>
          <w:rtl/>
        </w:rPr>
        <w:t xml:space="preserve"> فإذا كان لنا أنْ نتبيَّنه في ما بعد</w:t>
      </w:r>
      <w:r w:rsidR="00F13C51">
        <w:rPr>
          <w:rtl/>
        </w:rPr>
        <w:t>،</w:t>
      </w:r>
      <w:r w:rsidRPr="00A37385">
        <w:rPr>
          <w:rtl/>
        </w:rPr>
        <w:t xml:space="preserve"> فسنجده تعبيراً مُتباهياً</w:t>
      </w:r>
      <w:r w:rsidR="00F13C51">
        <w:rPr>
          <w:rtl/>
        </w:rPr>
        <w:t xml:space="preserve"> - </w:t>
      </w:r>
      <w:r w:rsidRPr="00A37385">
        <w:rPr>
          <w:rtl/>
        </w:rPr>
        <w:t>أبداً</w:t>
      </w:r>
      <w:r w:rsidR="00F13C51">
        <w:rPr>
          <w:rtl/>
        </w:rPr>
        <w:t xml:space="preserve"> - </w:t>
      </w:r>
      <w:r w:rsidRPr="00A37385">
        <w:rPr>
          <w:rtl/>
        </w:rPr>
        <w:t>بجُدوده الأوفياء للحَقِّ</w:t>
      </w:r>
      <w:r w:rsidR="00F13C51">
        <w:rPr>
          <w:rtl/>
        </w:rPr>
        <w:t>،</w:t>
      </w:r>
      <w:r w:rsidRPr="00A37385">
        <w:rPr>
          <w:rtl/>
        </w:rPr>
        <w:t xml:space="preserve"> والذين خرج مِن صُلبهم رجل راح يُسمِّيه</w:t>
      </w:r>
      <w:r w:rsidR="00F13C51">
        <w:rPr>
          <w:rtl/>
        </w:rPr>
        <w:t xml:space="preserve"> - </w:t>
      </w:r>
      <w:r w:rsidRPr="00A37385">
        <w:rPr>
          <w:rtl/>
        </w:rPr>
        <w:t>دائماً</w:t>
      </w:r>
      <w:r w:rsidR="00F13C51">
        <w:rPr>
          <w:rtl/>
        </w:rPr>
        <w:t xml:space="preserve"> - </w:t>
      </w:r>
      <w:r w:rsidRPr="00A37385">
        <w:rPr>
          <w:rtl/>
        </w:rPr>
        <w:t>( جَدُّه ) وهو الرجل العظيم ا</w:t>
      </w:r>
      <w:r w:rsidR="002C2DD7">
        <w:rPr>
          <w:rtl/>
        </w:rPr>
        <w:t>لمـُ</w:t>
      </w:r>
      <w:r w:rsidRPr="00A37385">
        <w:rPr>
          <w:rtl/>
        </w:rPr>
        <w:t>توشِّح بالنبوَّة</w:t>
      </w:r>
      <w:r w:rsidR="00F13C51">
        <w:rPr>
          <w:rtl/>
        </w:rPr>
        <w:t>،</w:t>
      </w:r>
      <w:r w:rsidRPr="00A37385">
        <w:rPr>
          <w:rtl/>
        </w:rPr>
        <w:t xml:space="preserve"> وهو الذي ما حبلت امرأة مِن نساء الجزيرة بأعقل منه</w:t>
      </w:r>
      <w:r w:rsidR="00F13C51">
        <w:rPr>
          <w:rtl/>
        </w:rPr>
        <w:t>،</w:t>
      </w:r>
      <w:r w:rsidRPr="00A37385">
        <w:rPr>
          <w:rtl/>
        </w:rPr>
        <w:t xml:space="preserve"> وأكبر منه</w:t>
      </w:r>
      <w:r w:rsidR="00F13C51">
        <w:rPr>
          <w:rtl/>
        </w:rPr>
        <w:t>،</w:t>
      </w:r>
      <w:r w:rsidRPr="00A37385">
        <w:rPr>
          <w:rtl/>
        </w:rPr>
        <w:t xml:space="preserve"> وأورع منه</w:t>
      </w:r>
      <w:r w:rsidR="00F13C51">
        <w:rPr>
          <w:rtl/>
        </w:rPr>
        <w:t>،</w:t>
      </w:r>
      <w:r w:rsidRPr="00A37385">
        <w:rPr>
          <w:rtl/>
        </w:rPr>
        <w:t xml:space="preserve"> فهو الجزيرة</w:t>
      </w:r>
      <w:r w:rsidR="00F13C51">
        <w:rPr>
          <w:rtl/>
        </w:rPr>
        <w:t>،</w:t>
      </w:r>
      <w:r w:rsidRPr="00A37385">
        <w:rPr>
          <w:rtl/>
        </w:rPr>
        <w:t xml:space="preserve"> وهو الرسالة</w:t>
      </w:r>
      <w:r w:rsidR="00F13C51">
        <w:rPr>
          <w:rtl/>
        </w:rPr>
        <w:t>،</w:t>
      </w:r>
      <w:r w:rsidRPr="00A37385">
        <w:rPr>
          <w:rtl/>
        </w:rPr>
        <w:t xml:space="preserve"> والقضيَّة</w:t>
      </w:r>
      <w:r w:rsidR="00F13C51">
        <w:rPr>
          <w:rtl/>
        </w:rPr>
        <w:t>،</w:t>
      </w:r>
      <w:r w:rsidRPr="00A37385">
        <w:rPr>
          <w:rtl/>
        </w:rPr>
        <w:t xml:space="preserve"> في سبيل مُجتمع الجزيرة</w:t>
      </w:r>
      <w:r w:rsidR="00F13C51">
        <w:rPr>
          <w:rtl/>
        </w:rPr>
        <w:t>،</w:t>
      </w:r>
      <w:r w:rsidRPr="00A37385">
        <w:rPr>
          <w:rtl/>
        </w:rPr>
        <w:t xml:space="preserve"> وهو الأُمَّة التي تعتصب به</w:t>
      </w:r>
      <w:r w:rsidR="00F13C51">
        <w:rPr>
          <w:rtl/>
        </w:rPr>
        <w:t>،</w:t>
      </w:r>
      <w:r w:rsidRPr="00A37385">
        <w:rPr>
          <w:rtl/>
        </w:rPr>
        <w:t xml:space="preserve"> وبنوره تمشي دروبها</w:t>
      </w:r>
      <w:r w:rsidR="00C327EB">
        <w:rPr>
          <w:rtl/>
        </w:rPr>
        <w:t>.</w:t>
      </w:r>
      <w:r w:rsidRPr="00A37385">
        <w:rPr>
          <w:rtl/>
        </w:rPr>
        <w:t xml:space="preserve"> إنَّ هذا الرجل هو جَدُّه الرسول</w:t>
      </w:r>
      <w:r w:rsidR="00F13C51">
        <w:rPr>
          <w:rtl/>
        </w:rPr>
        <w:t>،</w:t>
      </w:r>
      <w:r w:rsidRPr="00A37385">
        <w:rPr>
          <w:rtl/>
        </w:rPr>
        <w:t xml:space="preserve"> وأبو أُمِّه الأجمل والأحلى والأطهر</w:t>
      </w:r>
      <w:r w:rsidR="00F13C51">
        <w:rPr>
          <w:rtl/>
        </w:rPr>
        <w:t>،</w:t>
      </w:r>
      <w:r w:rsidRPr="00A37385">
        <w:rPr>
          <w:rtl/>
        </w:rPr>
        <w:t xml:space="preserve"> وابن عَمِّ أبيه الأمتن والأصدق</w:t>
      </w:r>
      <w:r w:rsidR="00F13C51">
        <w:rPr>
          <w:rtl/>
        </w:rPr>
        <w:t>،</w:t>
      </w:r>
      <w:r w:rsidRPr="00A37385">
        <w:rPr>
          <w:rtl/>
        </w:rPr>
        <w:t xml:space="preserve"> والأنبل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إنَّ ا</w:t>
      </w:r>
      <w:r w:rsidR="002C2DD7">
        <w:rPr>
          <w:rtl/>
        </w:rPr>
        <w:t>لمـُ</w:t>
      </w:r>
      <w:r w:rsidRPr="00282620">
        <w:rPr>
          <w:rtl/>
        </w:rPr>
        <w:t>ختصر الوحيد</w:t>
      </w:r>
      <w:r w:rsidR="00F13C51">
        <w:rPr>
          <w:rtl/>
        </w:rPr>
        <w:t xml:space="preserve"> - </w:t>
      </w:r>
      <w:r w:rsidRPr="00282620">
        <w:rPr>
          <w:rtl/>
        </w:rPr>
        <w:t>لهؤلاء الثلاثة الذين هُمْ في وجود الحسين كلِّ الحسين</w:t>
      </w:r>
      <w:r w:rsidR="00F13C51">
        <w:rPr>
          <w:rtl/>
        </w:rPr>
        <w:t xml:space="preserve"> - </w:t>
      </w:r>
      <w:r w:rsidRPr="00282620">
        <w:rPr>
          <w:rtl/>
        </w:rPr>
        <w:t>هو في الرسالة</w:t>
      </w:r>
      <w:r w:rsidR="00F13C51">
        <w:rPr>
          <w:rtl/>
        </w:rPr>
        <w:t>،</w:t>
      </w:r>
      <w:r w:rsidRPr="00282620">
        <w:rPr>
          <w:rtl/>
        </w:rPr>
        <w:t xml:space="preserve"> وإنَّ القصد الوحيد مِن تنشئة الحسين تنشئة مغمورة بهذا اللون مِن الحُبِّ والعطف والرعاية</w:t>
      </w:r>
      <w:r w:rsidR="00F13C51">
        <w:rPr>
          <w:rtl/>
        </w:rPr>
        <w:t>،</w:t>
      </w:r>
      <w:r w:rsidRPr="00282620">
        <w:rPr>
          <w:rtl/>
        </w:rPr>
        <w:t xml:space="preserve"> هو مِن أجل إمداده بالحِسِّ والشعور الأمتنين والأصدقين</w:t>
      </w:r>
      <w:r w:rsidR="00F13C51">
        <w:rPr>
          <w:rtl/>
        </w:rPr>
        <w:t>،</w:t>
      </w:r>
      <w:r w:rsidRPr="00282620">
        <w:rPr>
          <w:rtl/>
        </w:rPr>
        <w:t xml:space="preserve"> مِن أجل القيام على الرسبالة</w:t>
      </w:r>
      <w:r w:rsidR="00F13C51">
        <w:rPr>
          <w:rtl/>
        </w:rPr>
        <w:t>،</w:t>
      </w:r>
      <w:r w:rsidRPr="00282620">
        <w:rPr>
          <w:rtl/>
        </w:rPr>
        <w:t xml:space="preserve"> وإنَّ الرسالة بمُطلقها الأساسي والجوهري</w:t>
      </w:r>
      <w:r w:rsidR="00F13C51">
        <w:rPr>
          <w:rtl/>
        </w:rPr>
        <w:t>،</w:t>
      </w:r>
      <w:r w:rsidRPr="00282620">
        <w:rPr>
          <w:rtl/>
        </w:rPr>
        <w:t xml:space="preserve"> هي مِن أجل هذه الأُمَّة</w:t>
      </w:r>
      <w:r w:rsidR="00F13C51">
        <w:rPr>
          <w:rtl/>
        </w:rPr>
        <w:t>،</w:t>
      </w:r>
      <w:r w:rsidRPr="00282620">
        <w:rPr>
          <w:rtl/>
        </w:rPr>
        <w:t xml:space="preserve"> التي هي ا</w:t>
      </w:r>
      <w:r w:rsidR="002C2DD7">
        <w:rPr>
          <w:rtl/>
        </w:rPr>
        <w:t>لمـُ</w:t>
      </w:r>
      <w:r w:rsidRPr="00282620">
        <w:rPr>
          <w:rtl/>
        </w:rPr>
        <w:t>ستودع الأوحد لهذه الرسالة</w:t>
      </w:r>
      <w:r w:rsidR="00F13C51">
        <w:rPr>
          <w:rtl/>
        </w:rPr>
        <w:t>،</w:t>
      </w:r>
      <w:r w:rsidRPr="00282620">
        <w:rPr>
          <w:rtl/>
        </w:rPr>
        <w:t xml:space="preserve"> التي هي</w:t>
      </w:r>
      <w:r w:rsidR="00F13C51">
        <w:rPr>
          <w:rtl/>
        </w:rPr>
        <w:t xml:space="preserve"> - </w:t>
      </w:r>
      <w:r w:rsidRPr="00282620">
        <w:rPr>
          <w:rtl/>
        </w:rPr>
        <w:t>بحقيقتها الواسعة</w:t>
      </w:r>
      <w:r w:rsidR="00F13C51">
        <w:rPr>
          <w:rtl/>
        </w:rPr>
        <w:t xml:space="preserve"> - </w:t>
      </w:r>
      <w:r w:rsidRPr="00282620">
        <w:rPr>
          <w:rtl/>
        </w:rPr>
        <w:t>هذا الإنسان تبنيه القيمة</w:t>
      </w:r>
      <w:r w:rsidR="00F13C51">
        <w:rPr>
          <w:rtl/>
        </w:rPr>
        <w:t>،</w:t>
      </w:r>
      <w:r w:rsidRPr="00282620">
        <w:rPr>
          <w:rtl/>
        </w:rPr>
        <w:t xml:space="preserve"> وإنَّه</w:t>
      </w:r>
      <w:r w:rsidR="00F13C51">
        <w:rPr>
          <w:rtl/>
        </w:rPr>
        <w:t xml:space="preserve"> - </w:t>
      </w:r>
      <w:r w:rsidRPr="00282620">
        <w:rPr>
          <w:rtl/>
        </w:rPr>
        <w:t>هو الحسين</w:t>
      </w:r>
      <w:r w:rsidR="00F13C51">
        <w:rPr>
          <w:rtl/>
        </w:rPr>
        <w:t xml:space="preserve"> - </w:t>
      </w:r>
      <w:r w:rsidRPr="00282620">
        <w:rPr>
          <w:rtl/>
        </w:rPr>
        <w:t>تجسُّد لهذه القيمة</w:t>
      </w:r>
      <w:r w:rsidR="00F13C51">
        <w:rPr>
          <w:rtl/>
        </w:rPr>
        <w:t>،</w:t>
      </w:r>
      <w:r w:rsidRPr="00282620">
        <w:rPr>
          <w:rtl/>
        </w:rPr>
        <w:t xml:space="preserve"> زرعتها الرسالة فيه</w:t>
      </w:r>
      <w:r w:rsidR="00F13C51">
        <w:rPr>
          <w:rtl/>
        </w:rPr>
        <w:t>،</w:t>
      </w:r>
      <w:r w:rsidRPr="00282620">
        <w:rPr>
          <w:rtl/>
        </w:rPr>
        <w:t xml:space="preserve"> ليكون أوَّل مِن يمتثَّل إلى تعهُّدها</w:t>
      </w:r>
      <w:r w:rsidR="00F13C51">
        <w:rPr>
          <w:rtl/>
        </w:rPr>
        <w:t>،</w:t>
      </w:r>
      <w:r w:rsidRPr="00282620">
        <w:rPr>
          <w:rtl/>
        </w:rPr>
        <w:t xml:space="preserve"> والسهر عليها</w:t>
      </w:r>
      <w:r w:rsidR="00F13C51">
        <w:rPr>
          <w:rtl/>
        </w:rPr>
        <w:t>،</w:t>
      </w:r>
      <w:r w:rsidRPr="00282620">
        <w:rPr>
          <w:rtl/>
        </w:rPr>
        <w:t xml:space="preserve"> وهي التي تستدرج الأُمَّة</w:t>
      </w:r>
      <w:r w:rsidR="00F13C51">
        <w:rPr>
          <w:rtl/>
        </w:rPr>
        <w:t xml:space="preserve"> - </w:t>
      </w:r>
      <w:r w:rsidRPr="00282620">
        <w:rPr>
          <w:rtl/>
        </w:rPr>
        <w:t>بها</w:t>
      </w:r>
      <w:r w:rsidR="00F13C51">
        <w:rPr>
          <w:rtl/>
        </w:rPr>
        <w:t xml:space="preserve"> - </w:t>
      </w:r>
      <w:r w:rsidRPr="00282620">
        <w:rPr>
          <w:rtl/>
        </w:rPr>
        <w:t>وجودها النامي بالحَقِّ</w:t>
      </w:r>
      <w:r w:rsidR="00F13C51">
        <w:rPr>
          <w:rtl/>
        </w:rPr>
        <w:t>،</w:t>
      </w:r>
      <w:r w:rsidRPr="00282620">
        <w:rPr>
          <w:rtl/>
        </w:rPr>
        <w:t xml:space="preserve"> والصدق</w:t>
      </w:r>
      <w:r w:rsidR="00F13C51">
        <w:rPr>
          <w:rtl/>
        </w:rPr>
        <w:t>،</w:t>
      </w:r>
      <w:r w:rsidRPr="00282620">
        <w:rPr>
          <w:rtl/>
        </w:rPr>
        <w:t xml:space="preserve"> وعِفَّة الوجدان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lastRenderedPageBreak/>
        <w:t>كلُّ هذا كان بالإحاطة حول تنشئة الحسين</w:t>
      </w:r>
      <w:r w:rsidR="00F13C51">
        <w:rPr>
          <w:rtl/>
        </w:rPr>
        <w:t>،</w:t>
      </w:r>
      <w:r w:rsidRPr="00282620">
        <w:rPr>
          <w:rtl/>
        </w:rPr>
        <w:t xml:space="preserve"> وما كان الحسين إلاَّ ليعيها</w:t>
      </w:r>
      <w:r w:rsidR="00F13C51">
        <w:rPr>
          <w:rtl/>
        </w:rPr>
        <w:t xml:space="preserve"> - </w:t>
      </w:r>
      <w:r w:rsidRPr="00282620">
        <w:rPr>
          <w:rtl/>
        </w:rPr>
        <w:t>وهو طفل</w:t>
      </w:r>
      <w:r w:rsidR="00F13C51">
        <w:rPr>
          <w:rtl/>
        </w:rPr>
        <w:t xml:space="preserve"> - </w:t>
      </w:r>
      <w:r w:rsidRPr="00282620">
        <w:rPr>
          <w:rtl/>
        </w:rPr>
        <w:t>ولتتجسَّد وتفخَّم فيه</w:t>
      </w:r>
      <w:r w:rsidR="00F13C51">
        <w:rPr>
          <w:rtl/>
        </w:rPr>
        <w:t>،</w:t>
      </w:r>
      <w:r w:rsidRPr="00282620">
        <w:rPr>
          <w:rtl/>
        </w:rPr>
        <w:t xml:space="preserve"> وهو ينمو وينهد إلى الشباب والرجولة</w:t>
      </w:r>
      <w:r w:rsidR="00F13C51">
        <w:rPr>
          <w:rtl/>
        </w:rPr>
        <w:t>،</w:t>
      </w:r>
      <w:r w:rsidRPr="00282620">
        <w:rPr>
          <w:rtl/>
        </w:rPr>
        <w:t xml:space="preserve"> ولتُصبح</w:t>
      </w:r>
      <w:r w:rsidR="00F13C51">
        <w:rPr>
          <w:rtl/>
        </w:rPr>
        <w:t xml:space="preserve"> - </w:t>
      </w:r>
      <w:r w:rsidRPr="00282620">
        <w:rPr>
          <w:rtl/>
        </w:rPr>
        <w:t>بكلِّ ما فيها مِن مقصد ومعنى</w:t>
      </w:r>
      <w:r w:rsidR="00F13C51">
        <w:rPr>
          <w:rtl/>
        </w:rPr>
        <w:t xml:space="preserve"> - </w:t>
      </w:r>
      <w:r w:rsidRPr="00282620">
        <w:rPr>
          <w:rtl/>
        </w:rPr>
        <w:t>محفورة في نفسه</w:t>
      </w:r>
      <w:r w:rsidR="00F13C51">
        <w:rPr>
          <w:rtl/>
        </w:rPr>
        <w:t>،</w:t>
      </w:r>
      <w:r w:rsidRPr="00282620">
        <w:rPr>
          <w:rtl/>
        </w:rPr>
        <w:t xml:space="preserve"> وعقله</w:t>
      </w:r>
      <w:r w:rsidR="00F13C51">
        <w:rPr>
          <w:rtl/>
        </w:rPr>
        <w:t>،</w:t>
      </w:r>
      <w:r w:rsidRPr="00282620">
        <w:rPr>
          <w:rtl/>
        </w:rPr>
        <w:t xml:space="preserve"> وشعوره</w:t>
      </w:r>
      <w:r w:rsidR="00C327EB">
        <w:rPr>
          <w:rtl/>
        </w:rPr>
        <w:t>.</w:t>
      </w:r>
      <w:r w:rsidRPr="00282620">
        <w:rPr>
          <w:rtl/>
        </w:rPr>
        <w:t xml:space="preserve"> لقد فَهم مَليَّاً</w:t>
      </w:r>
      <w:r w:rsidR="00F13C51">
        <w:rPr>
          <w:rtl/>
        </w:rPr>
        <w:t xml:space="preserve"> - </w:t>
      </w:r>
      <w:r w:rsidRPr="00282620">
        <w:rPr>
          <w:rtl/>
        </w:rPr>
        <w:t>مع تقدُّمه بالفَهم والإدراك</w:t>
      </w:r>
      <w:r w:rsidR="00F13C51">
        <w:rPr>
          <w:rtl/>
        </w:rPr>
        <w:t xml:space="preserve"> - </w:t>
      </w:r>
      <w:r w:rsidRPr="00282620">
        <w:rPr>
          <w:rtl/>
        </w:rPr>
        <w:t>أنَّ تنشئته كانت بهذا الشكل</w:t>
      </w:r>
      <w:r w:rsidR="00F13C51">
        <w:rPr>
          <w:rtl/>
        </w:rPr>
        <w:t>،</w:t>
      </w:r>
      <w:r w:rsidRPr="00282620">
        <w:rPr>
          <w:rtl/>
        </w:rPr>
        <w:t xml:space="preserve"> والنوع واللون</w:t>
      </w:r>
      <w:r w:rsidR="00F13C51">
        <w:rPr>
          <w:rtl/>
        </w:rPr>
        <w:t>،</w:t>
      </w:r>
      <w:r w:rsidRPr="00282620">
        <w:rPr>
          <w:rtl/>
        </w:rPr>
        <w:t xml:space="preserve"> لأنَّه مزروع للقضيَّة</w:t>
      </w:r>
      <w:r w:rsidR="00F13C51">
        <w:rPr>
          <w:rtl/>
        </w:rPr>
        <w:t xml:space="preserve"> - </w:t>
      </w:r>
      <w:r w:rsidRPr="00282620">
        <w:rPr>
          <w:rtl/>
        </w:rPr>
        <w:t>للرسالة التي هي القضيَّة</w:t>
      </w:r>
      <w:r w:rsidR="00F13C51">
        <w:rPr>
          <w:rtl/>
        </w:rPr>
        <w:t xml:space="preserve"> - </w:t>
      </w:r>
      <w:r w:rsidRPr="00282620">
        <w:rPr>
          <w:rtl/>
        </w:rPr>
        <w:t>للأُمَّة التي هي أُسُّ الرسالة</w:t>
      </w:r>
      <w:r w:rsidR="00F13C51">
        <w:rPr>
          <w:rtl/>
        </w:rPr>
        <w:t>،</w:t>
      </w:r>
      <w:r w:rsidRPr="00282620">
        <w:rPr>
          <w:rtl/>
        </w:rPr>
        <w:t xml:space="preserve"> وللإنسان الذي هو كلُّ القضيَّة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يصحُّ القول</w:t>
      </w:r>
      <w:r w:rsidR="00F13C51">
        <w:rPr>
          <w:rtl/>
        </w:rPr>
        <w:t>:</w:t>
      </w:r>
      <w:r w:rsidRPr="00282620">
        <w:rPr>
          <w:rtl/>
        </w:rPr>
        <w:t xml:space="preserve"> إنَّ لكلِّ تربية أثراً ما في مُجتمعات الإنسان</w:t>
      </w:r>
      <w:r w:rsidR="00F13C51">
        <w:rPr>
          <w:rtl/>
        </w:rPr>
        <w:t>،</w:t>
      </w:r>
      <w:r w:rsidRPr="00282620">
        <w:rPr>
          <w:rtl/>
        </w:rPr>
        <w:t xml:space="preserve"> تعكس</w:t>
      </w:r>
      <w:r w:rsidR="00F13C51">
        <w:rPr>
          <w:rtl/>
        </w:rPr>
        <w:t xml:space="preserve"> - </w:t>
      </w:r>
      <w:r w:rsidRPr="00282620">
        <w:rPr>
          <w:rtl/>
        </w:rPr>
        <w:t>إلى حَدٍّ بعيدٍ</w:t>
      </w:r>
      <w:r w:rsidR="00F13C51">
        <w:rPr>
          <w:rtl/>
        </w:rPr>
        <w:t xml:space="preserve"> - </w:t>
      </w:r>
      <w:r w:rsidRPr="00282620">
        <w:rPr>
          <w:rtl/>
        </w:rPr>
        <w:t>بُنية ذلك ا</w:t>
      </w:r>
      <w:r w:rsidR="002C2DD7">
        <w:rPr>
          <w:rtl/>
        </w:rPr>
        <w:t>لمـُ</w:t>
      </w:r>
      <w:r w:rsidRPr="00282620">
        <w:rPr>
          <w:rtl/>
        </w:rPr>
        <w:t>جتمع</w:t>
      </w:r>
      <w:r w:rsidR="00F13C51">
        <w:rPr>
          <w:rtl/>
        </w:rPr>
        <w:t>،</w:t>
      </w:r>
      <w:r w:rsidRPr="00282620">
        <w:rPr>
          <w:rtl/>
        </w:rPr>
        <w:t xml:space="preserve"> ومُقدار ما حصل عليه مِن الوعي والرُّشد</w:t>
      </w:r>
      <w:r w:rsidR="00F13C51">
        <w:rPr>
          <w:rtl/>
        </w:rPr>
        <w:t>،</w:t>
      </w:r>
      <w:r w:rsidRPr="00282620">
        <w:rPr>
          <w:rtl/>
        </w:rPr>
        <w:t xml:space="preserve"> ليكون التوجيه التربوي الهادف تلبية للحاجة ا</w:t>
      </w:r>
      <w:r w:rsidR="002C2DD7">
        <w:rPr>
          <w:rtl/>
        </w:rPr>
        <w:t>لمـُ</w:t>
      </w:r>
      <w:r w:rsidRPr="00282620">
        <w:rPr>
          <w:rtl/>
        </w:rPr>
        <w:t>لحَّة إلى التطوير</w:t>
      </w:r>
      <w:r w:rsidR="00F13C51">
        <w:rPr>
          <w:rtl/>
        </w:rPr>
        <w:t>،</w:t>
      </w:r>
      <w:r w:rsidRPr="00282620">
        <w:rPr>
          <w:rtl/>
        </w:rPr>
        <w:t xml:space="preserve"> ورفع ا</w:t>
      </w:r>
      <w:r w:rsidR="002C2DD7">
        <w:rPr>
          <w:rtl/>
        </w:rPr>
        <w:t>لمـُ</w:t>
      </w:r>
      <w:r w:rsidRPr="00282620">
        <w:rPr>
          <w:rtl/>
        </w:rPr>
        <w:t>جتمع مِن سويَّة إلى سويَّة</w:t>
      </w:r>
      <w:r w:rsidR="00F13C51">
        <w:rPr>
          <w:rtl/>
        </w:rPr>
        <w:t>،</w:t>
      </w:r>
      <w:r w:rsidRPr="00282620">
        <w:rPr>
          <w:rtl/>
        </w:rPr>
        <w:t xml:space="preserve"> وكانت تنشئة الحسين مشغولة بهذا النوع الوجيه الهادف</w:t>
      </w:r>
      <w:r w:rsidR="00F13C51">
        <w:rPr>
          <w:rtl/>
        </w:rPr>
        <w:t>،</w:t>
      </w:r>
      <w:r w:rsidRPr="00282620">
        <w:rPr>
          <w:rtl/>
        </w:rPr>
        <w:t xml:space="preserve"> وكان مُبالغاً في تعهُّدها وإظهارها للعَيان</w:t>
      </w:r>
      <w:r w:rsidR="00F13C51">
        <w:rPr>
          <w:rtl/>
        </w:rPr>
        <w:t>،</w:t>
      </w:r>
      <w:r w:rsidRPr="00282620">
        <w:rPr>
          <w:rtl/>
        </w:rPr>
        <w:t xml:space="preserve"> لثلاثة أسباب وجيهة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Style w:val="libBold2Char"/>
          <w:rtl/>
        </w:rPr>
        <w:t>السبب الأوَّل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وهو شعور ا</w:t>
      </w:r>
      <w:r w:rsidR="002C2DD7">
        <w:rPr>
          <w:rtl/>
        </w:rPr>
        <w:t>لمـُ</w:t>
      </w:r>
      <w:r w:rsidRPr="00A37385">
        <w:rPr>
          <w:rtl/>
        </w:rPr>
        <w:t>ربِّي ا</w:t>
      </w:r>
      <w:r w:rsidR="002C2DD7">
        <w:rPr>
          <w:rtl/>
        </w:rPr>
        <w:t>لمـُ</w:t>
      </w:r>
      <w:r w:rsidRPr="00A37385">
        <w:rPr>
          <w:rtl/>
        </w:rPr>
        <w:t>تعهِّد الضمني ذاته</w:t>
      </w:r>
      <w:r w:rsidR="00F13C51">
        <w:rPr>
          <w:rtl/>
        </w:rPr>
        <w:t>،</w:t>
      </w:r>
      <w:r w:rsidRPr="00A37385">
        <w:rPr>
          <w:rtl/>
        </w:rPr>
        <w:t xml:space="preserve"> بأنَّ المقصد الكبير تلزمه العناية الكبيرة</w:t>
      </w:r>
      <w:r w:rsidR="00F13C51">
        <w:rPr>
          <w:rtl/>
        </w:rPr>
        <w:t>،</w:t>
      </w:r>
      <w:r w:rsidRPr="00A37385">
        <w:rPr>
          <w:rtl/>
        </w:rPr>
        <w:t xml:space="preserve"> بحيث لا يجوز أنْ تكون حياكة قميصه إلاَّ على النول الأميز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Style w:val="libBold2Char"/>
          <w:rtl/>
        </w:rPr>
        <w:t>والسبب الثاني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هو في التدليل البارز في نوعيَّة التنشئة</w:t>
      </w:r>
      <w:r w:rsidR="00F13C51">
        <w:rPr>
          <w:rtl/>
        </w:rPr>
        <w:t>،</w:t>
      </w:r>
      <w:r w:rsidRPr="00A37385">
        <w:rPr>
          <w:rtl/>
        </w:rPr>
        <w:t xml:space="preserve"> حتَّى يشعر فتاها بأنَّه هو ا</w:t>
      </w:r>
      <w:r w:rsidR="002C2DD7">
        <w:rPr>
          <w:rtl/>
        </w:rPr>
        <w:t>لمـُ</w:t>
      </w:r>
      <w:r w:rsidRPr="00A37385">
        <w:rPr>
          <w:rtl/>
        </w:rPr>
        <w:t>شار إليه</w:t>
      </w:r>
      <w:r w:rsidR="00F13C51">
        <w:rPr>
          <w:rtl/>
        </w:rPr>
        <w:t>،</w:t>
      </w:r>
      <w:r w:rsidRPr="00A37385">
        <w:rPr>
          <w:rtl/>
        </w:rPr>
        <w:t xml:space="preserve"> وما ذلك إلاَّ حتَّى يشعر هو بأنَّ حمله سيكون جليلاً</w:t>
      </w:r>
      <w:r w:rsidR="00F13C51">
        <w:rPr>
          <w:rtl/>
        </w:rPr>
        <w:t>،</w:t>
      </w:r>
      <w:r w:rsidRPr="00A37385">
        <w:rPr>
          <w:rtl/>
        </w:rPr>
        <w:t xml:space="preserve"> وأنَّه ا</w:t>
      </w:r>
      <w:r w:rsidR="002C2DD7">
        <w:rPr>
          <w:rtl/>
        </w:rPr>
        <w:t>لمـُ</w:t>
      </w:r>
      <w:r w:rsidRPr="00A37385">
        <w:rPr>
          <w:rtl/>
        </w:rPr>
        <w:t>نتدب ا</w:t>
      </w:r>
      <w:r w:rsidR="002C2DD7">
        <w:rPr>
          <w:rtl/>
        </w:rPr>
        <w:t>لمـُ</w:t>
      </w:r>
      <w:r w:rsidRPr="00A37385">
        <w:rPr>
          <w:rtl/>
        </w:rPr>
        <w:t>ميَّز للمسؤوليَّة ا</w:t>
      </w:r>
      <w:r w:rsidR="002C2DD7">
        <w:rPr>
          <w:rtl/>
        </w:rPr>
        <w:t>لمـُ</w:t>
      </w:r>
      <w:r w:rsidRPr="00A37385">
        <w:rPr>
          <w:rtl/>
        </w:rPr>
        <w:t>ميزة</w:t>
      </w:r>
      <w:r w:rsidR="00F13C51">
        <w:rPr>
          <w:rtl/>
        </w:rPr>
        <w:t>،</w:t>
      </w:r>
      <w:r w:rsidRPr="00A37385">
        <w:rPr>
          <w:rtl/>
        </w:rPr>
        <w:t xml:space="preserve"> وحتَّى يشعر بأنَّ هذا الجلال الذي يختم به إنَّما هو ظِلٌّ لذياك الجلال توشُّحه به الأُمَّة حتَّى تكبُر وتكبُر في ساحات التباهُل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Style w:val="libBold2Char"/>
          <w:rtl/>
        </w:rPr>
        <w:t>والسبب الثالث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هو في الظهور الأبرز أمام الرأي العامِّ</w:t>
      </w:r>
      <w:r w:rsidR="00F13C51">
        <w:rPr>
          <w:rtl/>
        </w:rPr>
        <w:t>،</w:t>
      </w:r>
      <w:r w:rsidRPr="00A37385">
        <w:rPr>
          <w:rtl/>
        </w:rPr>
        <w:t xml:space="preserve"> بأنَّ المدلول إليه بالتنشئة ا</w:t>
      </w:r>
      <w:r w:rsidR="002C2DD7">
        <w:rPr>
          <w:rtl/>
        </w:rPr>
        <w:t>لمـُ</w:t>
      </w:r>
      <w:r w:rsidRPr="00A37385">
        <w:rPr>
          <w:rtl/>
        </w:rPr>
        <w:t>ختصَّة وا</w:t>
      </w:r>
      <w:r w:rsidR="002C2DD7">
        <w:rPr>
          <w:rtl/>
        </w:rPr>
        <w:t>لمـُ</w:t>
      </w:r>
      <w:r w:rsidRPr="00A37385">
        <w:rPr>
          <w:rtl/>
        </w:rPr>
        <w:t>ميَّزة</w:t>
      </w:r>
      <w:r w:rsidR="00F13C51">
        <w:rPr>
          <w:rtl/>
        </w:rPr>
        <w:t>،</w:t>
      </w:r>
      <w:r w:rsidRPr="00A37385">
        <w:rPr>
          <w:rtl/>
        </w:rPr>
        <w:t xml:space="preserve"> إنَّما هو</w:t>
      </w:r>
      <w:r w:rsidR="00F13C51">
        <w:rPr>
          <w:rtl/>
        </w:rPr>
        <w:t xml:space="preserve"> - </w:t>
      </w:r>
      <w:r w:rsidRPr="00A37385">
        <w:rPr>
          <w:rtl/>
        </w:rPr>
        <w:t>بالتخصيص والتعيين</w:t>
      </w:r>
      <w:r w:rsidR="00F13C51">
        <w:rPr>
          <w:rtl/>
        </w:rPr>
        <w:t xml:space="preserve"> - </w:t>
      </w:r>
      <w:r w:rsidRPr="00A37385">
        <w:rPr>
          <w:rtl/>
        </w:rPr>
        <w:t>مُمثِّل للقدر الكبير الذي طابت على يده الرسالة</w:t>
      </w:r>
      <w:r w:rsidR="00F13C51">
        <w:rPr>
          <w:rtl/>
        </w:rPr>
        <w:t>،</w:t>
      </w:r>
      <w:r w:rsidRPr="00A37385">
        <w:rPr>
          <w:rtl/>
        </w:rPr>
        <w:t xml:space="preserve"> وإنَّه هو الوحيد الذي جمع الأُمَّة</w:t>
      </w:r>
      <w:r w:rsidR="00F13C51">
        <w:rPr>
          <w:rtl/>
        </w:rPr>
        <w:t>،</w:t>
      </w:r>
      <w:r w:rsidRPr="00A37385">
        <w:rPr>
          <w:rtl/>
        </w:rPr>
        <w:t xml:space="preserve"> وأنَّه هو الرائي البصير في كيفيَّة تعهُّدها حتَّى لا يطالها</w:t>
      </w:r>
      <w:r w:rsidR="00F13C51">
        <w:rPr>
          <w:rtl/>
        </w:rPr>
        <w:t>،</w:t>
      </w:r>
      <w:r w:rsidRPr="00A37385">
        <w:rPr>
          <w:rtl/>
        </w:rPr>
        <w:t xml:space="preserve"> لا تعثُّر</w:t>
      </w:r>
      <w:r w:rsidR="00F13C51">
        <w:rPr>
          <w:rtl/>
        </w:rPr>
        <w:t>،</w:t>
      </w:r>
      <w:r w:rsidRPr="00A37385">
        <w:rPr>
          <w:rtl/>
        </w:rPr>
        <w:t xml:space="preserve"> ولا وَهن</w:t>
      </w:r>
      <w:r w:rsidR="00F13C51">
        <w:rPr>
          <w:rtl/>
        </w:rPr>
        <w:t>،</w:t>
      </w:r>
      <w:r w:rsidRPr="00A37385">
        <w:rPr>
          <w:rtl/>
        </w:rPr>
        <w:t xml:space="preserve"> ولا رِدَّة تهدر الجُهد أو تُخفِّف مِن مَزاياه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تلك هي الأزاميل التي عمَّقت حُفرها في تكوين بُنية الحسين الروحيَّة والعقليَّة على السواء</w:t>
      </w:r>
      <w:r w:rsidR="00F13C51">
        <w:rPr>
          <w:rtl/>
        </w:rPr>
        <w:t>،</w:t>
      </w:r>
      <w:r w:rsidRPr="00282620">
        <w:rPr>
          <w:rtl/>
        </w:rPr>
        <w:t xml:space="preserve"> أمَّا أنْ يصطدم</w:t>
      </w:r>
      <w:r w:rsidR="00F13C51">
        <w:rPr>
          <w:rtl/>
        </w:rPr>
        <w:t xml:space="preserve"> - </w:t>
      </w:r>
      <w:r w:rsidRPr="00282620">
        <w:rPr>
          <w:rtl/>
        </w:rPr>
        <w:t>كما رأينا مِن واقع الأحداث</w:t>
      </w:r>
      <w:r w:rsidR="00F13C51">
        <w:rPr>
          <w:rtl/>
        </w:rPr>
        <w:t xml:space="preserve"> - </w:t>
      </w:r>
      <w:r w:rsidRPr="00282620">
        <w:rPr>
          <w:rtl/>
        </w:rPr>
        <w:t>بعد غياب جَدِّه عن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الأرض</w:t>
      </w:r>
      <w:r w:rsidR="00F13C51">
        <w:rPr>
          <w:rtl/>
        </w:rPr>
        <w:t>،</w:t>
      </w:r>
      <w:r w:rsidRPr="00282620">
        <w:rPr>
          <w:rtl/>
        </w:rPr>
        <w:t xml:space="preserve"> بما راح ينقضُ الوصاية في التعيين</w:t>
      </w:r>
      <w:r w:rsidR="00F13C51">
        <w:rPr>
          <w:rtl/>
        </w:rPr>
        <w:t>،</w:t>
      </w:r>
      <w:r w:rsidRPr="00282620">
        <w:rPr>
          <w:rtl/>
        </w:rPr>
        <w:t xml:space="preserve"> ويشلُّ قوى البيت المبنيِّ للانطلاق الموجَّه والمدروس</w:t>
      </w:r>
      <w:r w:rsidR="00F13C51">
        <w:rPr>
          <w:rtl/>
        </w:rPr>
        <w:t>،</w:t>
      </w:r>
      <w:r w:rsidRPr="00282620">
        <w:rPr>
          <w:rtl/>
        </w:rPr>
        <w:t xml:space="preserve"> فإنَّ ذلك ما جعله واقفاً مذعوراً مِن مَغبَّة العصيان</w:t>
      </w:r>
      <w:r w:rsidR="00F13C51">
        <w:rPr>
          <w:rtl/>
        </w:rPr>
        <w:t>،</w:t>
      </w:r>
      <w:r w:rsidRPr="00282620">
        <w:rPr>
          <w:rtl/>
        </w:rPr>
        <w:t xml:space="preserve"> عِصيان جَدِّه في أعزِّ أمانيه وتصاميمه</w:t>
      </w:r>
      <w:r w:rsidR="00F13C51">
        <w:rPr>
          <w:rtl/>
        </w:rPr>
        <w:t>،</w:t>
      </w:r>
      <w:r w:rsidRPr="00282620">
        <w:rPr>
          <w:rtl/>
        </w:rPr>
        <w:t xml:space="preserve"> وفي أفخم توصياته قبل أنْ يترك الأرض</w:t>
      </w:r>
      <w:r w:rsidR="00F13C51">
        <w:rPr>
          <w:rtl/>
        </w:rPr>
        <w:t>،</w:t>
      </w:r>
      <w:r w:rsidRPr="00282620">
        <w:rPr>
          <w:rtl/>
        </w:rPr>
        <w:t xml:space="preserve"> إلاَّ أنَّ إيمانه بأبيه بأنَّه سيتمكَّن مِن إعادة الأُمور إلى نصابها</w:t>
      </w:r>
      <w:r w:rsidR="00F13C51">
        <w:rPr>
          <w:rtl/>
        </w:rPr>
        <w:t>،</w:t>
      </w:r>
      <w:r w:rsidRPr="00282620">
        <w:rPr>
          <w:rtl/>
        </w:rPr>
        <w:t xml:space="preserve"> جعله في مكامن التربُّص والانتظار</w:t>
      </w:r>
      <w:r w:rsidR="00F13C51">
        <w:rPr>
          <w:rtl/>
        </w:rPr>
        <w:t>،</w:t>
      </w:r>
      <w:r w:rsidRPr="00282620">
        <w:rPr>
          <w:rtl/>
        </w:rPr>
        <w:t xml:space="preserve"> ولكنَّ مَجريات الأُمور والأحداث</w:t>
      </w:r>
      <w:r w:rsidR="00F13C51">
        <w:rPr>
          <w:rtl/>
        </w:rPr>
        <w:t>،</w:t>
      </w:r>
      <w:r w:rsidRPr="00282620">
        <w:rPr>
          <w:rtl/>
        </w:rPr>
        <w:t xml:space="preserve"> ساقت إليه الخيبة تلو الخيبة</w:t>
      </w:r>
      <w:r w:rsidR="00F13C51">
        <w:rPr>
          <w:rtl/>
        </w:rPr>
        <w:t>،</w:t>
      </w:r>
      <w:r w:rsidRPr="00282620">
        <w:rPr>
          <w:rtl/>
        </w:rPr>
        <w:t xml:space="preserve"> والهزيمة تلو الهزيمة</w:t>
      </w:r>
      <w:r w:rsidR="00F13C51">
        <w:rPr>
          <w:rtl/>
        </w:rPr>
        <w:t>،</w:t>
      </w:r>
      <w:r w:rsidRPr="00282620">
        <w:rPr>
          <w:rtl/>
        </w:rPr>
        <w:t xml:space="preserve"> وهذه كلُّها كانت أزاميل جديدة عمَّقت حُفرها في ذهنه</w:t>
      </w:r>
      <w:r w:rsidR="00F13C51">
        <w:rPr>
          <w:rtl/>
        </w:rPr>
        <w:t>،</w:t>
      </w:r>
      <w:r w:rsidRPr="00282620">
        <w:rPr>
          <w:rtl/>
        </w:rPr>
        <w:t xml:space="preserve"> وأكسبته قوَّة في مكامن النفس لا تعترف</w:t>
      </w:r>
      <w:r w:rsidR="00F13C51">
        <w:rPr>
          <w:rtl/>
        </w:rPr>
        <w:t xml:space="preserve"> - </w:t>
      </w:r>
      <w:r w:rsidRPr="00282620">
        <w:rPr>
          <w:rtl/>
        </w:rPr>
        <w:t>مُطلقاً</w:t>
      </w:r>
      <w:r w:rsidR="00F13C51">
        <w:rPr>
          <w:rtl/>
        </w:rPr>
        <w:t xml:space="preserve"> - </w:t>
      </w:r>
      <w:r w:rsidRPr="00282620">
        <w:rPr>
          <w:rtl/>
        </w:rPr>
        <w:t>لا بخيبة ولا بهزيمة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tl/>
        </w:rPr>
        <w:t>إنَّ العقل وحده عند الحسين هو الذي اكتشف الحقيقة</w:t>
      </w:r>
      <w:r w:rsidR="00F13C51">
        <w:rPr>
          <w:rtl/>
        </w:rPr>
        <w:t>،</w:t>
      </w:r>
      <w:r w:rsidRPr="00A37385">
        <w:rPr>
          <w:rtl/>
        </w:rPr>
        <w:t xml:space="preserve"> التي تتغلَّف بها القضايا الكبيرة في الوجود</w:t>
      </w:r>
      <w:r w:rsidR="00F13C51">
        <w:rPr>
          <w:rtl/>
        </w:rPr>
        <w:t>،</w:t>
      </w:r>
      <w:r w:rsidRPr="00A37385">
        <w:rPr>
          <w:rtl/>
        </w:rPr>
        <w:t xml:space="preserve"> ولقد اكتشف أنَّ الحَقَّ هو الذي يبني القضيَّة وأنَّ القضيَّة التي هي الحَقُّ</w:t>
      </w:r>
      <w:r w:rsidR="00F13C51">
        <w:rPr>
          <w:rtl/>
        </w:rPr>
        <w:t>،</w:t>
      </w:r>
      <w:r w:rsidRPr="00A37385">
        <w:rPr>
          <w:rtl/>
        </w:rPr>
        <w:t xml:space="preserve"> لا يكون عمرها بالساعات</w:t>
      </w:r>
      <w:r w:rsidR="00F13C51">
        <w:rPr>
          <w:rtl/>
        </w:rPr>
        <w:t>،</w:t>
      </w:r>
      <w:r w:rsidRPr="00A37385">
        <w:rPr>
          <w:rtl/>
        </w:rPr>
        <w:t xml:space="preserve"> بلْ إنَّها الأبقى مِن الدهر</w:t>
      </w:r>
      <w:r w:rsidR="00C327EB">
        <w:rPr>
          <w:rtl/>
        </w:rPr>
        <w:t xml:space="preserve"> ...</w:t>
      </w:r>
      <w:r w:rsidRPr="00A37385">
        <w:rPr>
          <w:rtl/>
        </w:rPr>
        <w:t xml:space="preserve"> لقد سمع أباه يقول</w:t>
      </w:r>
      <w:r w:rsidR="00F13C51">
        <w:rPr>
          <w:rtl/>
        </w:rPr>
        <w:t>:</w:t>
      </w:r>
      <w:r w:rsidRPr="00A37385">
        <w:rPr>
          <w:rtl/>
        </w:rPr>
        <w:t xml:space="preserve"> </w:t>
      </w:r>
      <w:r w:rsidRPr="00A37385">
        <w:rPr>
          <w:rStyle w:val="libBold2Char"/>
          <w:rtl/>
        </w:rPr>
        <w:t>( للباطل ساعة ولكنَّ الحَقَّ فإلى قيام الساعة</w:t>
      </w:r>
      <w:r w:rsidR="00C327EB">
        <w:rPr>
          <w:rStyle w:val="libBold2Char"/>
          <w:rtl/>
        </w:rPr>
        <w:t xml:space="preserve"> ...</w:t>
      </w:r>
      <w:r w:rsidRPr="00A37385">
        <w:rPr>
          <w:rStyle w:val="libBold2Char"/>
          <w:rtl/>
        </w:rPr>
        <w:t xml:space="preserve"> )</w:t>
      </w:r>
      <w:r w:rsidRPr="00A37385">
        <w:rPr>
          <w:rtl/>
        </w:rPr>
        <w:t xml:space="preserve"> وما كان قد انجلى </w:t>
      </w:r>
      <w:r w:rsidR="002C2DD7">
        <w:rPr>
          <w:rtl/>
        </w:rPr>
        <w:t>لمـّ</w:t>
      </w:r>
      <w:r w:rsidRPr="00A37385">
        <w:rPr>
          <w:rtl/>
        </w:rPr>
        <w:t>َا سمع أباه هكذا ينطق</w:t>
      </w:r>
      <w:r w:rsidR="00F13C51">
        <w:rPr>
          <w:rtl/>
        </w:rPr>
        <w:t xml:space="preserve"> - </w:t>
      </w:r>
      <w:r w:rsidRPr="00A37385">
        <w:rPr>
          <w:rtl/>
        </w:rPr>
        <w:t>إلاَّ أنَّه الآن</w:t>
      </w:r>
      <w:r w:rsidR="00F13C51">
        <w:rPr>
          <w:rtl/>
        </w:rPr>
        <w:t xml:space="preserve"> - </w:t>
      </w:r>
      <w:r w:rsidRPr="00A37385">
        <w:rPr>
          <w:rtl/>
        </w:rPr>
        <w:t>بعد أنْ شاهد أباه يختم شفتيه بالصمت الفصيح</w:t>
      </w:r>
      <w:r w:rsidR="00F13C51">
        <w:rPr>
          <w:rtl/>
        </w:rPr>
        <w:t>،</w:t>
      </w:r>
      <w:r w:rsidRPr="00A37385">
        <w:rPr>
          <w:rtl/>
        </w:rPr>
        <w:t xml:space="preserve"> وبعد أنْ غاب أخوه بجُرعة سَمٍّ</w:t>
      </w:r>
      <w:r w:rsidR="00106DAF">
        <w:rPr>
          <w:rtl/>
        </w:rPr>
        <w:t>!</w:t>
      </w:r>
      <w:r w:rsidRPr="00A37385">
        <w:rPr>
          <w:rtl/>
        </w:rPr>
        <w:t>!! وجد نفسه أمام حقيقة الإدراك بأنَّه مُنتدب لتعهُّد الحَقِّ</w:t>
      </w:r>
      <w:r w:rsidR="00F13C51">
        <w:rPr>
          <w:rtl/>
        </w:rPr>
        <w:t>،</w:t>
      </w:r>
      <w:r w:rsidRPr="00A37385">
        <w:rPr>
          <w:rtl/>
        </w:rPr>
        <w:t xml:space="preserve"> وسيقوم بحقيقة التعهُّد</w:t>
      </w:r>
      <w:r w:rsidR="00F13C51">
        <w:rPr>
          <w:rtl/>
        </w:rPr>
        <w:t>،</w:t>
      </w:r>
      <w:r w:rsidRPr="00A37385">
        <w:rPr>
          <w:rtl/>
        </w:rPr>
        <w:t xml:space="preserve"> فإمَّا يكون له الظهور، وإمَّا يكون له بروز العُنفوان الذي يبني الإنسان</w:t>
      </w:r>
      <w:r w:rsidR="00F13C51">
        <w:rPr>
          <w:rtl/>
        </w:rPr>
        <w:t xml:space="preserve"> - </w:t>
      </w:r>
      <w:r w:rsidRPr="00A37385">
        <w:rPr>
          <w:rtl/>
        </w:rPr>
        <w:t>لا للذلِّ</w:t>
      </w:r>
      <w:r w:rsidR="00F13C51">
        <w:rPr>
          <w:rtl/>
        </w:rPr>
        <w:t xml:space="preserve"> - </w:t>
      </w:r>
      <w:r w:rsidRPr="00A37385">
        <w:rPr>
          <w:rtl/>
        </w:rPr>
        <w:t>بل للحياة</w:t>
      </w:r>
      <w:r w:rsidR="00C327EB">
        <w:rPr>
          <w:rtl/>
        </w:rPr>
        <w:t xml:space="preserve"> ...</w:t>
      </w:r>
      <w:r w:rsidRPr="00A37385">
        <w:rPr>
          <w:rtl/>
        </w:rPr>
        <w:t xml:space="preserve"> أمَّا الأُمَّة التي هي مِن بُنية جَدِّه</w:t>
      </w:r>
      <w:r w:rsidR="00F13C51">
        <w:rPr>
          <w:rtl/>
        </w:rPr>
        <w:t>،</w:t>
      </w:r>
      <w:r w:rsidRPr="00A37385">
        <w:rPr>
          <w:rtl/>
        </w:rPr>
        <w:t xml:space="preserve"> فهي التي تبقى أبداً تنظر إليه</w:t>
      </w:r>
      <w:r w:rsidR="00F13C51">
        <w:rPr>
          <w:rtl/>
        </w:rPr>
        <w:t xml:space="preserve"> - </w:t>
      </w:r>
      <w:r w:rsidRPr="00A37385">
        <w:rPr>
          <w:rtl/>
        </w:rPr>
        <w:t>ولو بعد ألف حين</w:t>
      </w:r>
      <w:r w:rsidR="00F13C51">
        <w:rPr>
          <w:rtl/>
        </w:rPr>
        <w:t xml:space="preserve"> - </w:t>
      </w:r>
      <w:r w:rsidRPr="00A37385">
        <w:rPr>
          <w:rtl/>
        </w:rPr>
        <w:t>بأنَّه العُنفوان الذي إذ ما تُفتِّش عنه الأُمَّة تجده في حقيقة ذاتها</w:t>
      </w:r>
      <w:r w:rsidR="00F13C51">
        <w:rPr>
          <w:rtl/>
        </w:rPr>
        <w:t>،</w:t>
      </w:r>
      <w:r w:rsidRPr="00A37385">
        <w:rPr>
          <w:rtl/>
        </w:rPr>
        <w:t xml:space="preserve"> وذلك هو جوهر الإنسان الذي بذل له جَدُّه وأبوه عُرق العمر</w:t>
      </w:r>
      <w:r w:rsidR="00106DAF">
        <w:rPr>
          <w:rtl/>
        </w:rPr>
        <w:t>!</w:t>
      </w:r>
      <w:r w:rsidRPr="00A37385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هل يُمكننا الآن أنْ نقول</w:t>
      </w:r>
      <w:r w:rsidR="00F13C51">
        <w:rPr>
          <w:rtl/>
        </w:rPr>
        <w:t>:</w:t>
      </w:r>
      <w:r w:rsidRPr="00282620">
        <w:rPr>
          <w:rtl/>
        </w:rPr>
        <w:t xml:space="preserve"> إنَّه هنا الحسين</w:t>
      </w:r>
      <w:r w:rsidR="00106DAF">
        <w:rPr>
          <w:rtl/>
        </w:rPr>
        <w:t>؟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Default="003A7CC2" w:rsidP="003A7CC2">
      <w:pPr>
        <w:pStyle w:val="libNormal"/>
      </w:pPr>
      <w:r>
        <w:rPr>
          <w:rtl/>
        </w:rPr>
        <w:lastRenderedPageBreak/>
        <w:br w:type="page"/>
      </w:r>
    </w:p>
    <w:p w:rsidR="003A7CC2" w:rsidRPr="003A7CC2" w:rsidRDefault="003A7CC2" w:rsidP="00316775">
      <w:pPr>
        <w:pStyle w:val="Heading1Center"/>
        <w:rPr>
          <w:rtl/>
        </w:rPr>
      </w:pPr>
      <w:bookmarkStart w:id="13" w:name="_Toc395088366"/>
      <w:r w:rsidRPr="00282620">
        <w:rPr>
          <w:rtl/>
        </w:rPr>
        <w:lastRenderedPageBreak/>
        <w:t>القسم الثاني</w:t>
      </w:r>
      <w:bookmarkEnd w:id="13"/>
    </w:p>
    <w:p w:rsidR="003A7CC2" w:rsidRPr="003A7CC2" w:rsidRDefault="003A7CC2" w:rsidP="0001789B">
      <w:pPr>
        <w:pStyle w:val="Heading2Center"/>
        <w:rPr>
          <w:rtl/>
        </w:rPr>
      </w:pPr>
      <w:bookmarkStart w:id="14" w:name="_Toc395088367"/>
      <w:r w:rsidRPr="00282620">
        <w:rPr>
          <w:rtl/>
        </w:rPr>
        <w:t>في حِلَّة البرفير</w:t>
      </w:r>
      <w:bookmarkEnd w:id="14"/>
    </w:p>
    <w:p w:rsidR="003A7CC2" w:rsidRPr="003A7CC2" w:rsidRDefault="003A7CC2" w:rsidP="0001789B">
      <w:pPr>
        <w:pStyle w:val="libBold1"/>
        <w:rPr>
          <w:rtl/>
        </w:rPr>
      </w:pPr>
      <w:r w:rsidRPr="00282620">
        <w:rPr>
          <w:rtl/>
        </w:rPr>
        <w:t>ا</w:t>
      </w:r>
      <w:r w:rsidR="002C2DD7">
        <w:rPr>
          <w:rtl/>
        </w:rPr>
        <w:t>لمـُ</w:t>
      </w:r>
      <w:r w:rsidRPr="00282620">
        <w:rPr>
          <w:rtl/>
        </w:rPr>
        <w:t>عاناة</w:t>
      </w:r>
    </w:p>
    <w:p w:rsidR="003A7CC2" w:rsidRPr="003A7CC2" w:rsidRDefault="003A7CC2" w:rsidP="0001789B">
      <w:pPr>
        <w:pStyle w:val="libBold1"/>
        <w:rPr>
          <w:rtl/>
        </w:rPr>
      </w:pPr>
      <w:r w:rsidRPr="00282620">
        <w:rPr>
          <w:rtl/>
        </w:rPr>
        <w:t>ا</w:t>
      </w:r>
      <w:r w:rsidR="002C2DD7">
        <w:rPr>
          <w:rtl/>
        </w:rPr>
        <w:t>لمـُ</w:t>
      </w:r>
      <w:r w:rsidRPr="00282620">
        <w:rPr>
          <w:rtl/>
        </w:rPr>
        <w:t>بايعة</w:t>
      </w:r>
    </w:p>
    <w:p w:rsidR="003A7CC2" w:rsidRPr="003A7CC2" w:rsidRDefault="003A7CC2" w:rsidP="0001789B">
      <w:pPr>
        <w:pStyle w:val="libBold1"/>
        <w:rPr>
          <w:rtl/>
        </w:rPr>
      </w:pPr>
      <w:r w:rsidRPr="00282620">
        <w:rPr>
          <w:rtl/>
        </w:rPr>
        <w:t>الشَّرارة</w:t>
      </w:r>
    </w:p>
    <w:p w:rsidR="003A7CC2" w:rsidRPr="003A7CC2" w:rsidRDefault="003A7CC2" w:rsidP="0001789B">
      <w:pPr>
        <w:pStyle w:val="libBold1"/>
        <w:rPr>
          <w:rtl/>
        </w:rPr>
      </w:pPr>
      <w:r w:rsidRPr="00282620">
        <w:rPr>
          <w:rtl/>
        </w:rPr>
        <w:t>روعة التصميم</w:t>
      </w:r>
    </w:p>
    <w:p w:rsidR="003A7CC2" w:rsidRPr="003A7CC2" w:rsidRDefault="003A7CC2" w:rsidP="0001789B">
      <w:pPr>
        <w:pStyle w:val="libBold1"/>
        <w:rPr>
          <w:rtl/>
        </w:rPr>
      </w:pPr>
      <w:r w:rsidRPr="00282620">
        <w:rPr>
          <w:rtl/>
        </w:rPr>
        <w:t>كربلاء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Default="003A7CC2" w:rsidP="003A7CC2">
      <w:pPr>
        <w:pStyle w:val="libNormal"/>
      </w:pPr>
      <w:r>
        <w:rPr>
          <w:rtl/>
        </w:rPr>
        <w:lastRenderedPageBreak/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15" w:name="_Toc395088368"/>
      <w:r w:rsidRPr="00282620">
        <w:rPr>
          <w:rtl/>
        </w:rPr>
        <w:lastRenderedPageBreak/>
        <w:t>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bookmarkEnd w:id="15"/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Style w:val="libBold2Char"/>
          <w:rtl/>
        </w:rPr>
        <w:t>وا</w:t>
      </w:r>
      <w:r w:rsidR="002C2DD7">
        <w:rPr>
          <w:rStyle w:val="libBold2Char"/>
          <w:rtl/>
        </w:rPr>
        <w:t>لمـُ</w:t>
      </w:r>
      <w:r w:rsidRPr="00A37385">
        <w:rPr>
          <w:rStyle w:val="libBold2Char"/>
          <w:rtl/>
        </w:rPr>
        <w:t>عاناة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يا لها مِن عِمارة يبنيها الإنسان مِن كلِّ ضجيج يصخب به مِن نفسه وفي نفسه</w:t>
      </w:r>
      <w:r w:rsidR="00106DAF">
        <w:rPr>
          <w:rtl/>
        </w:rPr>
        <w:t>!</w:t>
      </w:r>
      <w:r w:rsidRPr="00A37385">
        <w:rPr>
          <w:rtl/>
        </w:rPr>
        <w:t xml:space="preserve"> إنَّها العِمارة التي يبنيها هذا الإنسان لتعود</w:t>
      </w:r>
      <w:r w:rsidR="00F13C51">
        <w:rPr>
          <w:rtl/>
        </w:rPr>
        <w:t xml:space="preserve"> - </w:t>
      </w:r>
      <w:r w:rsidRPr="00A37385">
        <w:rPr>
          <w:rtl/>
        </w:rPr>
        <w:t>هي</w:t>
      </w:r>
      <w:r w:rsidR="00F13C51">
        <w:rPr>
          <w:rtl/>
        </w:rPr>
        <w:t xml:space="preserve"> - </w:t>
      </w:r>
      <w:r w:rsidRPr="00A37385">
        <w:rPr>
          <w:rtl/>
        </w:rPr>
        <w:t>فتبنيه بالحِجارة ذاتها التي بناها</w:t>
      </w:r>
      <w:r w:rsidR="00F13C51">
        <w:rPr>
          <w:rtl/>
        </w:rPr>
        <w:t xml:space="preserve"> - </w:t>
      </w:r>
      <w:r w:rsidRPr="00A37385">
        <w:rPr>
          <w:rtl/>
        </w:rPr>
        <w:t>هو</w:t>
      </w:r>
      <w:r w:rsidR="00F13C51">
        <w:rPr>
          <w:rtl/>
        </w:rPr>
        <w:t xml:space="preserve"> - </w:t>
      </w:r>
      <w:r w:rsidRPr="00A37385">
        <w:rPr>
          <w:rtl/>
        </w:rPr>
        <w:t>بها</w:t>
      </w:r>
      <w:r w:rsidR="00F13C51">
        <w:rPr>
          <w:rtl/>
        </w:rPr>
        <w:t>،</w:t>
      </w:r>
      <w:r w:rsidRPr="00A37385">
        <w:rPr>
          <w:rtl/>
        </w:rPr>
        <w:t xml:space="preserve"> أمَّا الحِجارة فهي التي تكون قد انرصَّت بها نفسه</w:t>
      </w:r>
      <w:r w:rsidR="00F13C51">
        <w:rPr>
          <w:rtl/>
        </w:rPr>
        <w:t>،</w:t>
      </w:r>
      <w:r w:rsidRPr="00A37385">
        <w:rPr>
          <w:rtl/>
        </w:rPr>
        <w:t xml:space="preserve"> وروحه</w:t>
      </w:r>
      <w:r w:rsidR="00F13C51">
        <w:rPr>
          <w:rtl/>
        </w:rPr>
        <w:t>،</w:t>
      </w:r>
      <w:r w:rsidRPr="00A37385">
        <w:rPr>
          <w:rtl/>
        </w:rPr>
        <w:t xml:space="preserve"> وذاته</w:t>
      </w:r>
      <w:r w:rsidR="00F13C51">
        <w:rPr>
          <w:rtl/>
        </w:rPr>
        <w:t>،</w:t>
      </w:r>
      <w:r w:rsidRPr="00A37385">
        <w:rPr>
          <w:rtl/>
        </w:rPr>
        <w:t xml:space="preserve"> مِمَّا اختلط فيها وتجمَّع إليها مِن غبار الأيَّام وهي تتزاحم</w:t>
      </w:r>
      <w:r w:rsidR="00F13C51">
        <w:rPr>
          <w:rtl/>
        </w:rPr>
        <w:t xml:space="preserve"> - </w:t>
      </w:r>
      <w:r w:rsidRPr="00A37385">
        <w:rPr>
          <w:rtl/>
        </w:rPr>
        <w:t>بقوافلها</w:t>
      </w:r>
      <w:r w:rsidR="00F13C51">
        <w:rPr>
          <w:rtl/>
        </w:rPr>
        <w:t xml:space="preserve"> - </w:t>
      </w:r>
      <w:r w:rsidRPr="00A37385">
        <w:rPr>
          <w:rtl/>
        </w:rPr>
        <w:t>عابرة مِن قُطبٍ إلى قُطبٍ في وجوده الإنساني الصامد في صدر الحياة</w:t>
      </w:r>
      <w:r w:rsidR="00C327EB">
        <w:rPr>
          <w:rtl/>
        </w:rPr>
        <w:t>.</w:t>
      </w:r>
      <w:r w:rsidRPr="00A37385">
        <w:rPr>
          <w:rtl/>
        </w:rPr>
        <w:t xml:space="preserve"> سيكون مِن هذا الغبار تأليف المقالع المقطوعة منها حِجارة العِمارة التي أُسمِّيها الآن</w:t>
      </w:r>
      <w:r w:rsidR="00F13C51">
        <w:rPr>
          <w:rtl/>
        </w:rPr>
        <w:t>،</w:t>
      </w:r>
      <w:r w:rsidRPr="00A37385">
        <w:rPr>
          <w:rtl/>
        </w:rPr>
        <w:t xml:space="preserve"> عِمارة المعاناة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C82DEB">
        <w:rPr>
          <w:rStyle w:val="libBold2Char"/>
          <w:rtl/>
        </w:rPr>
        <w:t>وا</w:t>
      </w:r>
      <w:r w:rsidR="002C2DD7">
        <w:rPr>
          <w:rStyle w:val="libBold2Char"/>
          <w:rtl/>
        </w:rPr>
        <w:t>لمـُ</w:t>
      </w:r>
      <w:r w:rsidRPr="00C82DEB">
        <w:rPr>
          <w:rStyle w:val="libBold2Char"/>
          <w:rtl/>
        </w:rPr>
        <w:t>عاناة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بمعناها المجازي هذا تُفسرِّها الحقيقة</w:t>
      </w:r>
      <w:r w:rsidR="00F13C51">
        <w:rPr>
          <w:rtl/>
        </w:rPr>
        <w:t>،</w:t>
      </w:r>
      <w:r w:rsidRPr="00A37385">
        <w:rPr>
          <w:rtl/>
        </w:rPr>
        <w:t xml:space="preserve"> بأنَّها الخُبرة الطويلة</w:t>
      </w:r>
      <w:r w:rsidR="00F13C51">
        <w:rPr>
          <w:rtl/>
        </w:rPr>
        <w:t>،</w:t>
      </w:r>
      <w:r w:rsidRPr="00A37385">
        <w:rPr>
          <w:rtl/>
        </w:rPr>
        <w:t xml:space="preserve"> التي يتمرَّس بها الإنسان عِبر تطوُّره في مُجتمعاته الإنسانيَّة</w:t>
      </w:r>
      <w:r w:rsidR="00F13C51">
        <w:rPr>
          <w:rtl/>
        </w:rPr>
        <w:t>،</w:t>
      </w:r>
      <w:r w:rsidRPr="00A37385">
        <w:rPr>
          <w:rtl/>
        </w:rPr>
        <w:t xml:space="preserve"> ليكون له التحقيق ا</w:t>
      </w:r>
      <w:r w:rsidR="002C2DD7">
        <w:rPr>
          <w:rtl/>
        </w:rPr>
        <w:t>لمـُ</w:t>
      </w:r>
      <w:r w:rsidRPr="00A37385">
        <w:rPr>
          <w:rtl/>
        </w:rPr>
        <w:t>تطوِّر نتيجة حتميَّة لكلِّ ما عاناه في رحلاته ا</w:t>
      </w:r>
      <w:r w:rsidR="002C2DD7">
        <w:rPr>
          <w:rtl/>
        </w:rPr>
        <w:t>لمـُ</w:t>
      </w:r>
      <w:r w:rsidRPr="00A37385">
        <w:rPr>
          <w:rtl/>
        </w:rPr>
        <w:t>تمادية في حِضن الكون</w:t>
      </w:r>
      <w:r w:rsidR="00F13C51">
        <w:rPr>
          <w:rtl/>
        </w:rPr>
        <w:t>،</w:t>
      </w:r>
      <w:r w:rsidRPr="00A37385">
        <w:rPr>
          <w:rtl/>
        </w:rPr>
        <w:t xml:space="preserve"> إنَّ ا</w:t>
      </w:r>
      <w:r w:rsidR="002C2DD7">
        <w:rPr>
          <w:rtl/>
        </w:rPr>
        <w:t>لمـُ</w:t>
      </w:r>
      <w:r w:rsidRPr="00A37385">
        <w:rPr>
          <w:rtl/>
        </w:rPr>
        <w:t>عاناة التاريخيَّة الطويلة هي التي تبني هذا الإنسان ا</w:t>
      </w:r>
      <w:r w:rsidR="002C2DD7">
        <w:rPr>
          <w:rtl/>
        </w:rPr>
        <w:t>لمـُ</w:t>
      </w:r>
      <w:r w:rsidRPr="00A37385">
        <w:rPr>
          <w:rtl/>
        </w:rPr>
        <w:t>حقِّق ذاته بذاته</w:t>
      </w:r>
      <w:r w:rsidR="00F13C51">
        <w:rPr>
          <w:rtl/>
        </w:rPr>
        <w:t>،</w:t>
      </w:r>
      <w:r w:rsidRPr="00A37385">
        <w:rPr>
          <w:rtl/>
        </w:rPr>
        <w:t xml:space="preserve"> وهي التي تُكيِّف روحه</w:t>
      </w:r>
      <w:r w:rsidR="00F13C51">
        <w:rPr>
          <w:rtl/>
        </w:rPr>
        <w:t>،</w:t>
      </w:r>
      <w:r w:rsidRPr="00A37385">
        <w:rPr>
          <w:rtl/>
        </w:rPr>
        <w:t xml:space="preserve"> وعقله</w:t>
      </w:r>
      <w:r w:rsidR="00F13C51">
        <w:rPr>
          <w:rtl/>
        </w:rPr>
        <w:t>،</w:t>
      </w:r>
      <w:r w:rsidRPr="00A37385">
        <w:rPr>
          <w:rtl/>
        </w:rPr>
        <w:t xml:space="preserve"> وفكره</w:t>
      </w:r>
      <w:r w:rsidR="00F13C51">
        <w:rPr>
          <w:rtl/>
        </w:rPr>
        <w:t>،</w:t>
      </w:r>
      <w:r w:rsidRPr="00A37385">
        <w:rPr>
          <w:rtl/>
        </w:rPr>
        <w:t xml:space="preserve"> وكلُّ ا</w:t>
      </w:r>
      <w:r w:rsidR="002C2DD7">
        <w:rPr>
          <w:rtl/>
        </w:rPr>
        <w:t>لمـُ</w:t>
      </w:r>
      <w:r w:rsidRPr="00A37385">
        <w:rPr>
          <w:rtl/>
        </w:rPr>
        <w:t>ثل التي يجنيها لتكون عماده الصحيح ا</w:t>
      </w:r>
      <w:r w:rsidR="002C2DD7">
        <w:rPr>
          <w:rtl/>
        </w:rPr>
        <w:t>لمـُ</w:t>
      </w:r>
      <w:r w:rsidRPr="00A37385">
        <w:rPr>
          <w:rtl/>
        </w:rPr>
        <w:t>عبِّر عنه في البحث</w:t>
      </w:r>
      <w:r w:rsidR="00F13C51">
        <w:rPr>
          <w:rtl/>
        </w:rPr>
        <w:t>،</w:t>
      </w:r>
      <w:r w:rsidRPr="00A37385">
        <w:rPr>
          <w:rtl/>
        </w:rPr>
        <w:t xml:space="preserve"> والبناء</w:t>
      </w:r>
      <w:r w:rsidR="00F13C51">
        <w:rPr>
          <w:rtl/>
        </w:rPr>
        <w:t>،</w:t>
      </w:r>
      <w:r w:rsidRPr="00A37385">
        <w:rPr>
          <w:rtl/>
        </w:rPr>
        <w:t xml:space="preserve"> والسعي إلى حقيقته ا</w:t>
      </w:r>
      <w:r w:rsidR="002C2DD7">
        <w:rPr>
          <w:rtl/>
        </w:rPr>
        <w:t>لمـُ</w:t>
      </w:r>
      <w:r w:rsidRPr="00A37385">
        <w:rPr>
          <w:rtl/>
        </w:rPr>
        <w:t>تكاملة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C82DEB">
        <w:rPr>
          <w:rStyle w:val="libBold2Char"/>
          <w:rtl/>
        </w:rPr>
        <w:t>وا</w:t>
      </w:r>
      <w:r w:rsidR="002C2DD7">
        <w:rPr>
          <w:rStyle w:val="libBold2Char"/>
          <w:rtl/>
        </w:rPr>
        <w:t>لمـُ</w:t>
      </w:r>
      <w:r w:rsidRPr="00C82DEB">
        <w:rPr>
          <w:rStyle w:val="libBold2Char"/>
          <w:rtl/>
        </w:rPr>
        <w:t>عاناة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بمعنى واحد هي التي تُصيب دائماً في وجود الإنسان</w:t>
      </w:r>
      <w:r w:rsidR="00F13C51">
        <w:rPr>
          <w:rtl/>
        </w:rPr>
        <w:t>،</w:t>
      </w:r>
      <w:r w:rsidRPr="00A37385">
        <w:rPr>
          <w:rtl/>
        </w:rPr>
        <w:t xml:space="preserve"> وهي التي تُحدِّد حاجته</w:t>
      </w:r>
      <w:r w:rsidR="00F13C51">
        <w:rPr>
          <w:rtl/>
        </w:rPr>
        <w:t>،</w:t>
      </w:r>
      <w:r w:rsidRPr="00A37385">
        <w:rPr>
          <w:rtl/>
        </w:rPr>
        <w:t xml:space="preserve"> أو بالأحرى مجاعته إلى ما ينقصه في مُشتهاه</w:t>
      </w:r>
      <w:r w:rsidR="00F13C51">
        <w:rPr>
          <w:rtl/>
        </w:rPr>
        <w:t>،</w:t>
      </w:r>
      <w:r w:rsidRPr="00A37385">
        <w:rPr>
          <w:rtl/>
        </w:rPr>
        <w:t xml:space="preserve"> وهي التي تدلُّه إلى هذا ا</w:t>
      </w:r>
      <w:r w:rsidR="002C2DD7">
        <w:rPr>
          <w:rtl/>
        </w:rPr>
        <w:t>لمـُ</w:t>
      </w:r>
      <w:r w:rsidRPr="00A37385">
        <w:rPr>
          <w:rtl/>
        </w:rPr>
        <w:t>شتهى</w:t>
      </w:r>
      <w:r w:rsidR="00F13C51">
        <w:rPr>
          <w:rtl/>
        </w:rPr>
        <w:t>،</w:t>
      </w:r>
      <w:r w:rsidRPr="00A37385">
        <w:rPr>
          <w:rtl/>
        </w:rPr>
        <w:t xml:space="preserve"> وهي التي تُعيِّن له</w:t>
      </w:r>
      <w:r w:rsidR="00F13C51">
        <w:rPr>
          <w:rtl/>
        </w:rPr>
        <w:t xml:space="preserve"> - </w:t>
      </w:r>
      <w:r w:rsidRPr="00A37385">
        <w:rPr>
          <w:rtl/>
        </w:rPr>
        <w:t>في ما بعد</w:t>
      </w:r>
      <w:r w:rsidR="00F13C51">
        <w:rPr>
          <w:rtl/>
        </w:rPr>
        <w:t xml:space="preserve"> - </w:t>
      </w:r>
      <w:r w:rsidRPr="00A37385">
        <w:rPr>
          <w:rtl/>
        </w:rPr>
        <w:t>هل هو ا</w:t>
      </w:r>
      <w:r w:rsidR="002C2DD7">
        <w:rPr>
          <w:rtl/>
        </w:rPr>
        <w:t>لمـُ</w:t>
      </w:r>
      <w:r w:rsidRPr="00A37385">
        <w:rPr>
          <w:rtl/>
        </w:rPr>
        <w:t>شتهى الجميل ا</w:t>
      </w:r>
      <w:r w:rsidR="002C2DD7">
        <w:rPr>
          <w:rtl/>
        </w:rPr>
        <w:t>لمـُ</w:t>
      </w:r>
      <w:r w:rsidRPr="00A37385">
        <w:rPr>
          <w:rtl/>
        </w:rPr>
        <w:t>حيي</w:t>
      </w:r>
      <w:r w:rsidR="00F13C51">
        <w:rPr>
          <w:rtl/>
        </w:rPr>
        <w:t>،</w:t>
      </w:r>
      <w:r w:rsidRPr="00A37385">
        <w:rPr>
          <w:rtl/>
        </w:rPr>
        <w:t xml:space="preserve"> أم أنَّه ا</w:t>
      </w:r>
      <w:r w:rsidR="002C2DD7">
        <w:rPr>
          <w:rtl/>
        </w:rPr>
        <w:t>لمـُ</w:t>
      </w:r>
      <w:r w:rsidRPr="00A37385">
        <w:rPr>
          <w:rtl/>
        </w:rPr>
        <w:t>شتهى الخاطئ ا</w:t>
      </w:r>
      <w:r w:rsidR="002C2DD7">
        <w:rPr>
          <w:rtl/>
        </w:rPr>
        <w:t>لمـُ</w:t>
      </w:r>
      <w:r w:rsidRPr="00A37385">
        <w:rPr>
          <w:rtl/>
        </w:rPr>
        <w:t>ميت</w:t>
      </w:r>
      <w:r w:rsidR="00106DAF">
        <w:rPr>
          <w:rtl/>
        </w:rPr>
        <w:t>؟</w:t>
      </w:r>
      <w:r w:rsidRPr="00A37385">
        <w:rPr>
          <w:rtl/>
        </w:rPr>
        <w:t xml:space="preserve"> إلاَّ أنَّه يبقى</w:t>
      </w:r>
      <w:r w:rsidR="00F13C51">
        <w:rPr>
          <w:rtl/>
        </w:rPr>
        <w:t xml:space="preserve"> - </w:t>
      </w:r>
      <w:r w:rsidRPr="00A37385">
        <w:rPr>
          <w:rtl/>
        </w:rPr>
        <w:t>في كلا الحالين</w:t>
      </w:r>
      <w:r w:rsidR="00F13C51">
        <w:rPr>
          <w:rtl/>
        </w:rPr>
        <w:t xml:space="preserve"> - </w:t>
      </w:r>
      <w:r w:rsidRPr="00A37385">
        <w:rPr>
          <w:rtl/>
        </w:rPr>
        <w:t>تعييناً هزَّته ا</w:t>
      </w:r>
      <w:r w:rsidR="002C2DD7">
        <w:rPr>
          <w:rtl/>
        </w:rPr>
        <w:t>لمـُ</w:t>
      </w:r>
      <w:r w:rsidRPr="00A37385">
        <w:rPr>
          <w:rtl/>
        </w:rPr>
        <w:t>عاناة ا</w:t>
      </w:r>
      <w:r w:rsidR="002C2DD7">
        <w:rPr>
          <w:rtl/>
        </w:rPr>
        <w:t>لمـُ</w:t>
      </w:r>
      <w:r w:rsidRPr="00A37385">
        <w:rPr>
          <w:rtl/>
        </w:rPr>
        <w:t>تولِّدة في النفس</w:t>
      </w:r>
      <w:r w:rsidR="00F13C51">
        <w:rPr>
          <w:rtl/>
        </w:rPr>
        <w:t>،</w:t>
      </w:r>
      <w:r w:rsidRPr="00A37385">
        <w:rPr>
          <w:rtl/>
        </w:rPr>
        <w:t xml:space="preserve"> وحرَّكت إليه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C82DEB">
        <w:rPr>
          <w:rStyle w:val="libBold2Char"/>
          <w:rtl/>
        </w:rPr>
        <w:t>أمَّا ا</w:t>
      </w:r>
      <w:r w:rsidR="002C2DD7">
        <w:rPr>
          <w:rStyle w:val="libBold2Char"/>
          <w:rtl/>
        </w:rPr>
        <w:t>لمـُ</w:t>
      </w:r>
      <w:r w:rsidRPr="00C82DEB">
        <w:rPr>
          <w:rStyle w:val="libBold2Char"/>
          <w:rtl/>
        </w:rPr>
        <w:t>عاناة الكبيرة</w:t>
      </w:r>
      <w:r w:rsidRPr="00A37385">
        <w:rPr>
          <w:rtl/>
        </w:rPr>
        <w:t xml:space="preserve"> التي تتولَّد في النفس وتبنيها بناءً كبيراً</w:t>
      </w:r>
      <w:r w:rsidR="00F13C51">
        <w:rPr>
          <w:rtl/>
        </w:rPr>
        <w:t>،</w:t>
      </w:r>
      <w:r w:rsidRPr="00A37385">
        <w:rPr>
          <w:rtl/>
        </w:rPr>
        <w:t xml:space="preserve"> فهي لا تزال مِن الصنف الفريد</w:t>
      </w:r>
      <w:r w:rsidR="00F13C51">
        <w:rPr>
          <w:rtl/>
        </w:rPr>
        <w:t>،</w:t>
      </w:r>
      <w:r w:rsidRPr="00A37385">
        <w:rPr>
          <w:rtl/>
        </w:rPr>
        <w:t xml:space="preserve"> ولا يتعزَّز وجودها ويتعيَّن إلاَّ في تفاوت نسبي يلمح في ا</w:t>
      </w:r>
      <w:r w:rsidR="002C2DD7">
        <w:rPr>
          <w:rtl/>
        </w:rPr>
        <w:t>لمـُ</w:t>
      </w:r>
      <w:r w:rsidRPr="00A37385">
        <w:rPr>
          <w:rtl/>
        </w:rPr>
        <w:t>جتمعات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ا</w:t>
      </w:r>
      <w:r w:rsidR="002C2DD7">
        <w:rPr>
          <w:rtl/>
        </w:rPr>
        <w:t>لمـُ</w:t>
      </w:r>
      <w:r w:rsidRPr="00282620">
        <w:rPr>
          <w:rtl/>
        </w:rPr>
        <w:t>تطوِّرة وا</w:t>
      </w:r>
      <w:r w:rsidR="002C2DD7">
        <w:rPr>
          <w:rtl/>
        </w:rPr>
        <w:t>لمـُ</w:t>
      </w:r>
      <w:r w:rsidRPr="00282620">
        <w:rPr>
          <w:rtl/>
        </w:rPr>
        <w:t>نقَّحة بالعلم والفَهم ا</w:t>
      </w:r>
      <w:r w:rsidR="002C2DD7">
        <w:rPr>
          <w:rtl/>
        </w:rPr>
        <w:t>لمـُ</w:t>
      </w:r>
      <w:r w:rsidRPr="00282620">
        <w:rPr>
          <w:rtl/>
        </w:rPr>
        <w:t>نعكسين حضارة وثقافة</w:t>
      </w:r>
      <w:r w:rsidR="00F13C51">
        <w:rPr>
          <w:rtl/>
        </w:rPr>
        <w:t>،</w:t>
      </w:r>
      <w:r w:rsidRPr="00282620">
        <w:rPr>
          <w:rtl/>
        </w:rPr>
        <w:t xml:space="preserve"> هنالك يكون للعقل يد</w:t>
      </w:r>
      <w:r w:rsidR="00F13C51">
        <w:rPr>
          <w:rtl/>
        </w:rPr>
        <w:t>،</w:t>
      </w:r>
      <w:r w:rsidRPr="00282620">
        <w:rPr>
          <w:rtl/>
        </w:rPr>
        <w:t xml:space="preserve"> وللروح ملامس</w:t>
      </w:r>
      <w:r w:rsidR="00F13C51">
        <w:rPr>
          <w:rtl/>
        </w:rPr>
        <w:t>،</w:t>
      </w:r>
      <w:r w:rsidRPr="00282620">
        <w:rPr>
          <w:rtl/>
        </w:rPr>
        <w:t xml:space="preserve"> ولا يكون مجال التعبير عنها إلاَّ في احترام الإنسان لذاته الجميلة</w:t>
      </w:r>
      <w:r w:rsidR="00F13C51">
        <w:rPr>
          <w:rtl/>
        </w:rPr>
        <w:t>،</w:t>
      </w:r>
      <w:r w:rsidRPr="00282620">
        <w:rPr>
          <w:rtl/>
        </w:rPr>
        <w:t xml:space="preserve"> وعندئذ فإنَّ ا</w:t>
      </w:r>
      <w:r w:rsidR="002C2DD7">
        <w:rPr>
          <w:rtl/>
        </w:rPr>
        <w:t>لمـُ</w:t>
      </w:r>
      <w:r w:rsidRPr="00282620">
        <w:rPr>
          <w:rtl/>
        </w:rPr>
        <w:t>جتمع هو الكريم</w:t>
      </w:r>
      <w:r w:rsidR="00F13C51">
        <w:rPr>
          <w:rtl/>
        </w:rPr>
        <w:t>،</w:t>
      </w:r>
      <w:r w:rsidRPr="00282620">
        <w:rPr>
          <w:rtl/>
        </w:rPr>
        <w:t xml:space="preserve"> والعدل والحَقِّ وا</w:t>
      </w:r>
      <w:r w:rsidR="002C2DD7">
        <w:rPr>
          <w:rtl/>
        </w:rPr>
        <w:t>لمـُ</w:t>
      </w:r>
      <w:r w:rsidRPr="00282620">
        <w:rPr>
          <w:rtl/>
        </w:rPr>
        <w:t>ساواة</w:t>
      </w:r>
      <w:r w:rsidR="00F13C51">
        <w:rPr>
          <w:rtl/>
        </w:rPr>
        <w:t>،</w:t>
      </w:r>
      <w:r w:rsidRPr="00282620">
        <w:rPr>
          <w:rtl/>
        </w:rPr>
        <w:t xml:space="preserve"> هي دروسه في الحقوق والموجبات</w:t>
      </w:r>
      <w:r w:rsidR="00F13C51">
        <w:rPr>
          <w:rtl/>
        </w:rPr>
        <w:t>،</w:t>
      </w:r>
      <w:r w:rsidRPr="00282620">
        <w:rPr>
          <w:rtl/>
        </w:rPr>
        <w:t xml:space="preserve"> والصدق والنزاهة ونظافة الكَفِّ</w:t>
      </w:r>
      <w:r w:rsidR="00F13C51">
        <w:rPr>
          <w:rtl/>
        </w:rPr>
        <w:t>،</w:t>
      </w:r>
      <w:r w:rsidRPr="00282620">
        <w:rPr>
          <w:rtl/>
        </w:rPr>
        <w:t xml:space="preserve"> هي كلُّها صفاته في البروز الصحيح</w:t>
      </w:r>
      <w:r w:rsidR="00F13C51">
        <w:rPr>
          <w:rtl/>
        </w:rPr>
        <w:t>،</w:t>
      </w:r>
      <w:r w:rsidRPr="00282620">
        <w:rPr>
          <w:rtl/>
        </w:rPr>
        <w:t xml:space="preserve"> واقتصاده المبنيِّ والمعنيِّ والشبعان</w:t>
      </w:r>
      <w:r w:rsidR="00F13C51">
        <w:rPr>
          <w:rtl/>
        </w:rPr>
        <w:t xml:space="preserve"> - </w:t>
      </w:r>
      <w:r w:rsidRPr="00282620">
        <w:rPr>
          <w:rtl/>
        </w:rPr>
        <w:t>مع العِفَّة في جني الثمر</w:t>
      </w:r>
      <w:r w:rsidR="00F13C51">
        <w:rPr>
          <w:rtl/>
        </w:rPr>
        <w:t xml:space="preserve"> - </w:t>
      </w:r>
      <w:r w:rsidRPr="00282620">
        <w:rPr>
          <w:rtl/>
        </w:rPr>
        <w:t>هي نهجه في الزرع</w:t>
      </w:r>
      <w:r w:rsidR="00F13C51">
        <w:rPr>
          <w:rtl/>
        </w:rPr>
        <w:t>،</w:t>
      </w:r>
      <w:r w:rsidRPr="00282620">
        <w:rPr>
          <w:rtl/>
        </w:rPr>
        <w:t xml:space="preserve"> وفي عمليَّات الحصاد</w:t>
      </w:r>
      <w:r w:rsidR="00C327EB">
        <w:rPr>
          <w:rtl/>
        </w:rPr>
        <w:t>.</w:t>
      </w:r>
      <w:r w:rsidRPr="00282620">
        <w:rPr>
          <w:rtl/>
        </w:rPr>
        <w:t xml:space="preserve"> أمَّا ا</w:t>
      </w:r>
      <w:r w:rsidR="002C2DD7">
        <w:rPr>
          <w:rtl/>
        </w:rPr>
        <w:t>لمـُ</w:t>
      </w:r>
      <w:r w:rsidRPr="00282620">
        <w:rPr>
          <w:rtl/>
        </w:rPr>
        <w:t>جتمع الذي يبنيه إنساناً عظيماً يدور في حِضن الحياة مُجلَّلاً بالقيمة وعِزَّة النفس</w:t>
      </w:r>
      <w:r w:rsidR="00F13C51">
        <w:rPr>
          <w:rtl/>
        </w:rPr>
        <w:t>،</w:t>
      </w:r>
      <w:r w:rsidRPr="00282620">
        <w:rPr>
          <w:rtl/>
        </w:rPr>
        <w:t xml:space="preserve"> فهو مُداره الفخم الذي يُردُّ إليه</w:t>
      </w:r>
      <w:r w:rsidR="00F13C51">
        <w:rPr>
          <w:rtl/>
        </w:rPr>
        <w:t xml:space="preserve"> - </w:t>
      </w:r>
      <w:r w:rsidRPr="00282620">
        <w:rPr>
          <w:rtl/>
        </w:rPr>
        <w:t>مِن مُعاناته</w:t>
      </w:r>
      <w:r w:rsidR="00F13C51">
        <w:rPr>
          <w:rtl/>
        </w:rPr>
        <w:t xml:space="preserve"> - </w:t>
      </w:r>
      <w:r w:rsidRPr="00282620">
        <w:rPr>
          <w:rtl/>
        </w:rPr>
        <w:t>شعوراً ضمنيَّاً بأنَّ الجمال هو مُتعة النفس الكريمة التي يتعزَّز بها وجود الإنسان</w:t>
      </w:r>
      <w:r w:rsidR="00F13C51">
        <w:rPr>
          <w:rtl/>
        </w:rPr>
        <w:t>،</w:t>
      </w:r>
      <w:r w:rsidRPr="00282620">
        <w:rPr>
          <w:rtl/>
        </w:rPr>
        <w:t xml:space="preserve"> بنعمة وعظمة الحَقِّ والصدق ا</w:t>
      </w:r>
      <w:r w:rsidR="002C2DD7">
        <w:rPr>
          <w:rtl/>
        </w:rPr>
        <w:t>لمـَ</w:t>
      </w:r>
      <w:r w:rsidRPr="00282620">
        <w:rPr>
          <w:rtl/>
        </w:rPr>
        <w:t>غروسين في جِنان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C82DEB">
        <w:rPr>
          <w:rStyle w:val="libBold2Char"/>
          <w:rtl/>
        </w:rPr>
        <w:t>وا</w:t>
      </w:r>
      <w:r w:rsidR="002C2DD7">
        <w:rPr>
          <w:rStyle w:val="libBold2Char"/>
          <w:rtl/>
        </w:rPr>
        <w:t>لمـُ</w:t>
      </w:r>
      <w:r w:rsidRPr="00C82DEB">
        <w:rPr>
          <w:rStyle w:val="libBold2Char"/>
          <w:rtl/>
        </w:rPr>
        <w:t>عاناة في الطبيعة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إنَّما هي عُنصر مِن عناصرها الجامعة</w:t>
      </w:r>
      <w:r w:rsidR="00F13C51">
        <w:rPr>
          <w:rtl/>
        </w:rPr>
        <w:t>،</w:t>
      </w:r>
      <w:r w:rsidRPr="00A37385">
        <w:rPr>
          <w:rtl/>
        </w:rPr>
        <w:t xml:space="preserve"> ونَبرة مِن نبراتها ا</w:t>
      </w:r>
      <w:r w:rsidR="002C2DD7">
        <w:rPr>
          <w:rtl/>
        </w:rPr>
        <w:t>لمـُ</w:t>
      </w:r>
      <w:r w:rsidRPr="00A37385">
        <w:rPr>
          <w:rtl/>
        </w:rPr>
        <w:t>عبِّرة في خُنوعها فجموحها</w:t>
      </w:r>
      <w:r w:rsidR="00F13C51">
        <w:rPr>
          <w:rtl/>
        </w:rPr>
        <w:t>،</w:t>
      </w:r>
      <w:r w:rsidRPr="00A37385">
        <w:rPr>
          <w:rtl/>
        </w:rPr>
        <w:t xml:space="preserve"> فبُروزها في ثورة ما مِن ثوراتها التي تتنفَّس بها</w:t>
      </w:r>
      <w:r w:rsidR="00F13C51">
        <w:rPr>
          <w:rtl/>
        </w:rPr>
        <w:t>،</w:t>
      </w:r>
      <w:r w:rsidRPr="00A37385">
        <w:rPr>
          <w:rtl/>
        </w:rPr>
        <w:t xml:space="preserve"> حتَّى تعود فتعتدل وتستقرُّ في بُروزٍ جديد تتولَّد منه حوملة أُخرى</w:t>
      </w:r>
      <w:r w:rsidR="00F13C51">
        <w:rPr>
          <w:rtl/>
        </w:rPr>
        <w:t>،</w:t>
      </w:r>
      <w:r w:rsidRPr="00A37385">
        <w:rPr>
          <w:rtl/>
        </w:rPr>
        <w:t xml:space="preserve"> يتألَّف منها مَدار يُعينه شوق آخر مِن الأشواق التي يزخر بها فنُّ الحياة</w:t>
      </w:r>
      <w:r w:rsidR="00F13C51">
        <w:rPr>
          <w:rtl/>
        </w:rPr>
        <w:t>،</w:t>
      </w:r>
      <w:r w:rsidRPr="00A37385">
        <w:rPr>
          <w:rtl/>
        </w:rPr>
        <w:t xml:space="preserve"> كلَّ هذا إنَّما هو موزَّع في الوجود</w:t>
      </w:r>
      <w:r w:rsidR="00F13C51">
        <w:rPr>
          <w:rtl/>
        </w:rPr>
        <w:t>،</w:t>
      </w:r>
      <w:r w:rsidRPr="00A37385">
        <w:rPr>
          <w:rtl/>
        </w:rPr>
        <w:t xml:space="preserve"> أكان في الإنسان</w:t>
      </w:r>
      <w:r w:rsidR="00F13C51">
        <w:rPr>
          <w:rtl/>
        </w:rPr>
        <w:t>،</w:t>
      </w:r>
      <w:r w:rsidRPr="00A37385">
        <w:rPr>
          <w:rtl/>
        </w:rPr>
        <w:t xml:space="preserve"> أم في الحيوان</w:t>
      </w:r>
      <w:r w:rsidR="00F13C51">
        <w:rPr>
          <w:rtl/>
        </w:rPr>
        <w:t>،</w:t>
      </w:r>
      <w:r w:rsidRPr="00A37385">
        <w:rPr>
          <w:rtl/>
        </w:rPr>
        <w:t xml:space="preserve"> أم في النبات</w:t>
      </w:r>
      <w:r w:rsidR="00F13C51">
        <w:rPr>
          <w:rtl/>
        </w:rPr>
        <w:t>،</w:t>
      </w:r>
      <w:r w:rsidRPr="00A37385">
        <w:rPr>
          <w:rtl/>
        </w:rPr>
        <w:t xml:space="preserve"> أم حتَّى في ما يُسمَّى جماداً</w:t>
      </w:r>
      <w:r w:rsidR="00F13C51">
        <w:rPr>
          <w:rtl/>
        </w:rPr>
        <w:t>،</w:t>
      </w:r>
      <w:r w:rsidRPr="00A37385">
        <w:rPr>
          <w:rtl/>
        </w:rPr>
        <w:t xml:space="preserve"> كأنَّ ا</w:t>
      </w:r>
      <w:r w:rsidR="002C2DD7">
        <w:rPr>
          <w:rtl/>
        </w:rPr>
        <w:t>لمـُ</w:t>
      </w:r>
      <w:r w:rsidRPr="00A37385">
        <w:rPr>
          <w:rtl/>
        </w:rPr>
        <w:t>عاناة هي التي تلمح كلَّ شيء حتَّى تُطوِّره</w:t>
      </w:r>
      <w:r w:rsidR="00F13C51">
        <w:rPr>
          <w:rtl/>
        </w:rPr>
        <w:t>،</w:t>
      </w:r>
      <w:r w:rsidRPr="00A37385">
        <w:rPr>
          <w:rtl/>
        </w:rPr>
        <w:t xml:space="preserve"> وتخلق منه الحالة الأُخرى التي تشتاق إليها الحالة الأُولى التي هي حلقة منها في سلسلة الوجود</w:t>
      </w:r>
      <w:r w:rsidR="00C327EB">
        <w:rPr>
          <w:rtl/>
        </w:rPr>
        <w:t>.</w:t>
      </w:r>
      <w:r w:rsidRPr="00A37385">
        <w:rPr>
          <w:rtl/>
        </w:rPr>
        <w:t xml:space="preserve"> أليست هذه كلُّها هي</w:t>
      </w:r>
      <w:r w:rsidR="00F13C51">
        <w:rPr>
          <w:rtl/>
        </w:rPr>
        <w:t xml:space="preserve"> - </w:t>
      </w:r>
      <w:r w:rsidRPr="00A37385">
        <w:rPr>
          <w:rtl/>
        </w:rPr>
        <w:t>أيضاً</w:t>
      </w:r>
      <w:r w:rsidR="00F13C51">
        <w:rPr>
          <w:rtl/>
        </w:rPr>
        <w:t xml:space="preserve"> - </w:t>
      </w:r>
      <w:r w:rsidRPr="00A37385">
        <w:rPr>
          <w:rtl/>
        </w:rPr>
        <w:t>لُبعة الحياة في البقاء وتعلُّقها</w:t>
      </w:r>
      <w:r w:rsidR="00F13C51">
        <w:rPr>
          <w:rtl/>
        </w:rPr>
        <w:t xml:space="preserve"> - </w:t>
      </w:r>
      <w:r w:rsidRPr="00A37385">
        <w:rPr>
          <w:rtl/>
        </w:rPr>
        <w:t>أبداً</w:t>
      </w:r>
      <w:r w:rsidR="00F13C51">
        <w:rPr>
          <w:rtl/>
        </w:rPr>
        <w:t xml:space="preserve"> - </w:t>
      </w:r>
      <w:r w:rsidRPr="00A37385">
        <w:rPr>
          <w:rtl/>
        </w:rPr>
        <w:t>بالتطوُّر الذي هو تحوَّل يتلوَّن به جوهر الحياة في وجودها الأفسح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ليست ا</w:t>
      </w:r>
      <w:r w:rsidR="002C2DD7">
        <w:rPr>
          <w:rtl/>
        </w:rPr>
        <w:t>لمـُ</w:t>
      </w:r>
      <w:r w:rsidRPr="00282620">
        <w:rPr>
          <w:rtl/>
        </w:rPr>
        <w:t>حاولة هذه في تقديم هذه اللمحة عن 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r w:rsidR="00F13C51">
        <w:rPr>
          <w:rtl/>
        </w:rPr>
        <w:t>،</w:t>
      </w:r>
      <w:r w:rsidRPr="00282620">
        <w:rPr>
          <w:rtl/>
        </w:rPr>
        <w:t xml:space="preserve"> غوصاً في علم النفس</w:t>
      </w:r>
      <w:r w:rsidR="00F13C51">
        <w:rPr>
          <w:rtl/>
        </w:rPr>
        <w:t>،</w:t>
      </w:r>
      <w:r w:rsidRPr="00282620">
        <w:rPr>
          <w:rtl/>
        </w:rPr>
        <w:t xml:space="preserve"> فإنَّ ذلك يتطلَّب إحاطة في الموضوع الفلسفي</w:t>
      </w:r>
      <w:r w:rsidR="00F13C51">
        <w:rPr>
          <w:rtl/>
        </w:rPr>
        <w:t>،</w:t>
      </w:r>
      <w:r w:rsidRPr="00282620">
        <w:rPr>
          <w:rtl/>
        </w:rPr>
        <w:t xml:space="preserve"> الذي يحتاج إلى تحقيقات باهرة الطرافة</w:t>
      </w:r>
      <w:r w:rsidR="00F13C51">
        <w:rPr>
          <w:rtl/>
        </w:rPr>
        <w:t>،</w:t>
      </w:r>
      <w:r w:rsidRPr="00282620">
        <w:rPr>
          <w:rtl/>
        </w:rPr>
        <w:t xml:space="preserve"> وواسعة الدرس والتدقيق</w:t>
      </w:r>
      <w:r w:rsidR="00F13C51">
        <w:rPr>
          <w:rtl/>
        </w:rPr>
        <w:t>،</w:t>
      </w:r>
      <w:r w:rsidRPr="00282620">
        <w:rPr>
          <w:rtl/>
        </w:rPr>
        <w:t xml:space="preserve"> إنَّما التلميح هذا يقصد إعطاء ا</w:t>
      </w:r>
      <w:r w:rsidR="002C2DD7">
        <w:rPr>
          <w:rtl/>
        </w:rPr>
        <w:t>لمـُ</w:t>
      </w:r>
      <w:r w:rsidRPr="00282620">
        <w:rPr>
          <w:rtl/>
        </w:rPr>
        <w:t>عاناة حِصَّة مِن الاهتمام والاحترام</w:t>
      </w:r>
      <w:r w:rsidR="00F13C51">
        <w:rPr>
          <w:rtl/>
        </w:rPr>
        <w:t xml:space="preserve"> - </w:t>
      </w:r>
      <w:r w:rsidRPr="00282620">
        <w:rPr>
          <w:rtl/>
        </w:rPr>
        <w:t>فهي التي تتولَّد في نفسيَّة الإنسان</w:t>
      </w:r>
      <w:r w:rsidR="00F13C51">
        <w:rPr>
          <w:rtl/>
        </w:rPr>
        <w:t xml:space="preserve"> - </w:t>
      </w:r>
      <w:r w:rsidRPr="00282620">
        <w:rPr>
          <w:rtl/>
        </w:rPr>
        <w:t>ومُطلق إنسان</w:t>
      </w:r>
      <w:r w:rsidR="00F13C51">
        <w:rPr>
          <w:rtl/>
        </w:rPr>
        <w:t xml:space="preserve"> - </w:t>
      </w:r>
      <w:r w:rsidRPr="00282620">
        <w:rPr>
          <w:rtl/>
        </w:rPr>
        <w:t>وهي التي تعيُّن شوقه إلى أيِّ شيءٍ يُحرَم منه أو يحتاج إليه</w:t>
      </w:r>
      <w:r w:rsidR="00F13C51">
        <w:rPr>
          <w:rtl/>
        </w:rPr>
        <w:t>،</w:t>
      </w:r>
      <w:r w:rsidRPr="00282620">
        <w:rPr>
          <w:rtl/>
        </w:rPr>
        <w:t xml:space="preserve"> وهي التي تبنيه بناءً جديداً مُتولِّداً منها</w:t>
      </w:r>
      <w:r w:rsidR="00F13C51">
        <w:rPr>
          <w:rtl/>
        </w:rPr>
        <w:t>،</w:t>
      </w:r>
      <w:r w:rsidRPr="00282620">
        <w:rPr>
          <w:rtl/>
        </w:rPr>
        <w:t xml:space="preserve"> ومِن مُقدار ثقلها فيه وضغطها عليه</w:t>
      </w:r>
      <w:r w:rsidR="00F13C51">
        <w:rPr>
          <w:rtl/>
        </w:rPr>
        <w:t>،</w:t>
      </w:r>
      <w:r w:rsidRPr="00282620">
        <w:rPr>
          <w:rtl/>
        </w:rPr>
        <w:t xml:space="preserve"> ولا فرق أنْ يكون الحِرمان قد زال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والحاجة قد أُشبعت</w:t>
      </w:r>
      <w:r w:rsidR="00F13C51">
        <w:rPr>
          <w:rtl/>
        </w:rPr>
        <w:t>،</w:t>
      </w:r>
      <w:r w:rsidRPr="00282620">
        <w:rPr>
          <w:rtl/>
        </w:rPr>
        <w:t xml:space="preserve"> أو أنْ يكون كلاهما قد زادا عُنفاً في تورُّطهما عليه</w:t>
      </w:r>
      <w:r w:rsidR="00F13C51">
        <w:rPr>
          <w:rtl/>
        </w:rPr>
        <w:t>،</w:t>
      </w:r>
      <w:r w:rsidRPr="00282620">
        <w:rPr>
          <w:rtl/>
        </w:rPr>
        <w:t xml:space="preserve"> فقفزا به</w:t>
      </w:r>
      <w:r w:rsidR="00F13C51">
        <w:rPr>
          <w:rtl/>
        </w:rPr>
        <w:t>:</w:t>
      </w:r>
      <w:r w:rsidRPr="00282620">
        <w:rPr>
          <w:rtl/>
        </w:rPr>
        <w:t xml:space="preserve"> إمَّا إلى خُنوع واستسلام</w:t>
      </w:r>
      <w:r w:rsidR="00F13C51">
        <w:rPr>
          <w:rtl/>
        </w:rPr>
        <w:t>،</w:t>
      </w:r>
      <w:r w:rsidRPr="00282620">
        <w:rPr>
          <w:rtl/>
        </w:rPr>
        <w:t xml:space="preserve"> وإمَّا إلى ثورةٍ ما</w:t>
      </w:r>
      <w:r w:rsidR="00F13C51">
        <w:rPr>
          <w:rtl/>
        </w:rPr>
        <w:t>،</w:t>
      </w:r>
      <w:r w:rsidRPr="00282620">
        <w:rPr>
          <w:rtl/>
        </w:rPr>
        <w:t xml:space="preserve"> عُبِّر عنها بطريقة ما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هذا هو الغرض الآن مِن خدمة الموضوع هذا</w:t>
      </w:r>
      <w:r w:rsidR="00F13C51">
        <w:rPr>
          <w:rtl/>
        </w:rPr>
        <w:t>،</w:t>
      </w:r>
      <w:r w:rsidRPr="00282620">
        <w:rPr>
          <w:rtl/>
        </w:rPr>
        <w:t xml:space="preserve"> حتَّى يتبيَّن لنا أنَّ الحسين الذي هو موضوعنا الجليل في هذا الكتاب</w:t>
      </w:r>
      <w:r w:rsidR="00F13C51">
        <w:rPr>
          <w:rtl/>
        </w:rPr>
        <w:t>،</w:t>
      </w:r>
      <w:r w:rsidRPr="00282620">
        <w:rPr>
          <w:rtl/>
        </w:rPr>
        <w:t xml:space="preserve"> قد اشتغلت بصياغته عظيماً هذه ا</w:t>
      </w:r>
      <w:r w:rsidR="002C2DD7">
        <w:rPr>
          <w:rtl/>
        </w:rPr>
        <w:t>لمـُ</w:t>
      </w:r>
      <w:r w:rsidRPr="00282620">
        <w:rPr>
          <w:rtl/>
        </w:rPr>
        <w:t>عاناة التي تبنَّاها وتبنَّته مُنذ الطفولة</w:t>
      </w:r>
      <w:r w:rsidR="00F13C51">
        <w:rPr>
          <w:rtl/>
        </w:rPr>
        <w:t>،</w:t>
      </w:r>
      <w:r w:rsidRPr="00282620">
        <w:rPr>
          <w:rtl/>
        </w:rPr>
        <w:t xml:space="preserve"> وراحت تتجسَّد وتتجسَّم فيه عِبر مراحل الفتوَّة والرُّشد</w:t>
      </w:r>
      <w:r w:rsidR="00F13C51">
        <w:rPr>
          <w:rtl/>
        </w:rPr>
        <w:t>،</w:t>
      </w:r>
      <w:r w:rsidRPr="00282620">
        <w:rPr>
          <w:rtl/>
        </w:rPr>
        <w:t xml:space="preserve"> وعِبر بلوغه مرحلة سديدة مِن مراحل التعمق الفِكري</w:t>
      </w:r>
      <w:r w:rsidR="00F13C51">
        <w:rPr>
          <w:rtl/>
        </w:rPr>
        <w:t xml:space="preserve"> - </w:t>
      </w:r>
      <w:r w:rsidRPr="00282620">
        <w:rPr>
          <w:rtl/>
        </w:rPr>
        <w:t>النفسي</w:t>
      </w:r>
      <w:r w:rsidR="00F13C51">
        <w:rPr>
          <w:rtl/>
        </w:rPr>
        <w:t xml:space="preserve"> - </w:t>
      </w:r>
      <w:r w:rsidRPr="00282620">
        <w:rPr>
          <w:rtl/>
        </w:rPr>
        <w:t>الروحي التي زجَّته فيها ظروف قاهرة</w:t>
      </w:r>
      <w:r w:rsidR="00F13C51">
        <w:rPr>
          <w:rtl/>
        </w:rPr>
        <w:t>،</w:t>
      </w:r>
      <w:r w:rsidRPr="00282620">
        <w:rPr>
          <w:rtl/>
        </w:rPr>
        <w:t xml:space="preserve"> ما انفكَّت تُعمِّق بصماتها عليه</w:t>
      </w:r>
      <w:r w:rsidR="00F13C51">
        <w:rPr>
          <w:rtl/>
        </w:rPr>
        <w:t>،</w:t>
      </w:r>
      <w:r w:rsidRPr="00282620">
        <w:rPr>
          <w:rtl/>
        </w:rPr>
        <w:t xml:space="preserve"> حتَّى فجرتها فيه ثورة هادفة مُركَّزة</w:t>
      </w:r>
      <w:r w:rsidR="00F13C51">
        <w:rPr>
          <w:rtl/>
        </w:rPr>
        <w:t>،</w:t>
      </w:r>
      <w:r w:rsidRPr="00282620">
        <w:rPr>
          <w:rtl/>
        </w:rPr>
        <w:t xml:space="preserve"> ما ارتضت مِن التحقيق إلاَّ بذل الذات في سبيل إشباع 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r w:rsidR="00F13C51">
        <w:rPr>
          <w:rtl/>
        </w:rPr>
        <w:t>،</w:t>
      </w:r>
      <w:r w:rsidRPr="00282620">
        <w:rPr>
          <w:rtl/>
        </w:rPr>
        <w:t xml:space="preserve"> التي أصبحت لا ترضى إلاَّ ببذل الذات إشباعاً للذات الأُخرى التي هي إطار أكبر</w:t>
      </w:r>
      <w:r w:rsidR="00F13C51">
        <w:rPr>
          <w:rtl/>
        </w:rPr>
        <w:t>،</w:t>
      </w:r>
      <w:r w:rsidRPr="00282620">
        <w:rPr>
          <w:rtl/>
        </w:rPr>
        <w:t xml:space="preserve"> تنطوي فيه ذاته</w:t>
      </w:r>
      <w:r w:rsidR="00F13C51">
        <w:rPr>
          <w:rtl/>
        </w:rPr>
        <w:t xml:space="preserve"> - </w:t>
      </w:r>
      <w:r w:rsidRPr="00282620">
        <w:rPr>
          <w:rtl/>
        </w:rPr>
        <w:t>هو</w:t>
      </w:r>
      <w:r w:rsidR="00F13C51">
        <w:rPr>
          <w:rtl/>
        </w:rPr>
        <w:t xml:space="preserve"> - </w:t>
      </w:r>
      <w:r w:rsidRPr="00282620">
        <w:rPr>
          <w:rtl/>
        </w:rPr>
        <w:t>ملصوقة بذات أبيه</w:t>
      </w:r>
      <w:r w:rsidR="00F13C51">
        <w:rPr>
          <w:rtl/>
        </w:rPr>
        <w:t>،</w:t>
      </w:r>
      <w:r w:rsidRPr="00282620">
        <w:rPr>
          <w:rtl/>
        </w:rPr>
        <w:t xml:space="preserve"> وأُمِّه</w:t>
      </w:r>
      <w:r w:rsidR="00F13C51">
        <w:rPr>
          <w:rtl/>
        </w:rPr>
        <w:t>،</w:t>
      </w:r>
      <w:r w:rsidRPr="00282620">
        <w:rPr>
          <w:rtl/>
        </w:rPr>
        <w:t xml:space="preserve"> وأخيه</w:t>
      </w:r>
      <w:r w:rsidR="00F13C51">
        <w:rPr>
          <w:rtl/>
        </w:rPr>
        <w:t>،</w:t>
      </w:r>
      <w:r w:rsidRPr="00282620">
        <w:rPr>
          <w:rtl/>
        </w:rPr>
        <w:t xml:space="preserve"> وجَدِّه وكلِّ خَطِّ أجداده الصيَّد</w:t>
      </w:r>
      <w:r w:rsidR="00F13C51">
        <w:rPr>
          <w:rtl/>
        </w:rPr>
        <w:t>،</w:t>
      </w:r>
      <w:r w:rsidRPr="00282620">
        <w:rPr>
          <w:rtl/>
        </w:rPr>
        <w:t xml:space="preserve"> في مُجتمع واحد هو إطار الأُمَّة</w:t>
      </w:r>
      <w:r w:rsidR="00F13C51">
        <w:rPr>
          <w:rtl/>
        </w:rPr>
        <w:t>،</w:t>
      </w:r>
      <w:r w:rsidRPr="00282620">
        <w:rPr>
          <w:rtl/>
        </w:rPr>
        <w:t xml:space="preserve"> التي هي أُمَّة جَدِّه التي بناها بقضيَّة واحدة مختومة بالرسالة</w:t>
      </w:r>
      <w:r w:rsidR="00C327EB">
        <w:rPr>
          <w:rtl/>
        </w:rPr>
        <w:t>.</w:t>
      </w:r>
      <w:r w:rsidRPr="00282620">
        <w:rPr>
          <w:rtl/>
        </w:rPr>
        <w:t xml:space="preserve"> فلنتبصَّر الأُمور هذه كلَّها في خَطِّ 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r w:rsidR="00F13C51">
        <w:rPr>
          <w:rtl/>
        </w:rPr>
        <w:t>،</w:t>
      </w:r>
      <w:r w:rsidRPr="00282620">
        <w:rPr>
          <w:rtl/>
        </w:rPr>
        <w:t xml:space="preserve"> ولنعمد إلى تبويبها هكذا</w:t>
      </w:r>
      <w:r w:rsidR="00F13C51">
        <w:rPr>
          <w:rtl/>
        </w:rPr>
        <w:t>:</w:t>
      </w:r>
    </w:p>
    <w:p w:rsidR="003A7CC2" w:rsidRPr="003A7CC2" w:rsidRDefault="003A7CC2" w:rsidP="003A7CC2">
      <w:pPr>
        <w:pStyle w:val="Heading3"/>
        <w:rPr>
          <w:rtl/>
        </w:rPr>
      </w:pPr>
      <w:bookmarkStart w:id="16" w:name="_Toc395088369"/>
      <w:r w:rsidRPr="00282620">
        <w:rPr>
          <w:rtl/>
        </w:rPr>
        <w:t>1</w:t>
      </w:r>
      <w:r w:rsidR="00F13C51">
        <w:rPr>
          <w:rtl/>
        </w:rPr>
        <w:t xml:space="preserve"> - </w:t>
      </w:r>
      <w:r w:rsidRPr="00282620">
        <w:rPr>
          <w:rtl/>
        </w:rPr>
        <w:t>خَطُّ الطفولة</w:t>
      </w:r>
      <w:r w:rsidR="00F13C51">
        <w:rPr>
          <w:rtl/>
        </w:rPr>
        <w:t>:</w:t>
      </w:r>
      <w:bookmarkEnd w:id="16"/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ولقد كانت للطفولة على الحسين خيوط لذيذة مِن 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r w:rsidR="00F13C51">
        <w:rPr>
          <w:rtl/>
        </w:rPr>
        <w:t>،</w:t>
      </w:r>
      <w:r w:rsidRPr="00282620">
        <w:rPr>
          <w:rtl/>
        </w:rPr>
        <w:t xml:space="preserve"> حوَّشت منها نفسه كلَّ البطانات التي راحت تتلوَّن بها أيَّامه الطالعة</w:t>
      </w:r>
      <w:r w:rsidR="00C327EB">
        <w:rPr>
          <w:rtl/>
        </w:rPr>
        <w:t>.</w:t>
      </w:r>
      <w:r w:rsidRPr="00282620">
        <w:rPr>
          <w:rtl/>
        </w:rPr>
        <w:t xml:space="preserve"> ما مِن لَمسة غَنج تدلَّع بها في مُحيطه البيتي ا</w:t>
      </w:r>
      <w:r w:rsidR="002C2DD7">
        <w:rPr>
          <w:rtl/>
        </w:rPr>
        <w:t>لمـُ</w:t>
      </w:r>
      <w:r w:rsidRPr="00282620">
        <w:rPr>
          <w:rtl/>
        </w:rPr>
        <w:t>شبع بالحُبِّ والحنان</w:t>
      </w:r>
      <w:r w:rsidR="00F13C51">
        <w:rPr>
          <w:rtl/>
        </w:rPr>
        <w:t>،</w:t>
      </w:r>
      <w:r w:rsidRPr="00282620">
        <w:rPr>
          <w:rtl/>
        </w:rPr>
        <w:t xml:space="preserve"> وكلُّ أساريره الهانئة بغِبطتها</w:t>
      </w:r>
      <w:r w:rsidR="00F13C51">
        <w:rPr>
          <w:rtl/>
        </w:rPr>
        <w:t>،</w:t>
      </w:r>
      <w:r w:rsidRPr="00282620">
        <w:rPr>
          <w:rtl/>
        </w:rPr>
        <w:t xml:space="preserve"> لقد مَرَّ بنا كلُّ ذلك ونحن نستعرضها في كلِّ ما تخصَّص لها مِن مُناسبة وحين</w:t>
      </w:r>
      <w:r w:rsidR="00F13C51">
        <w:rPr>
          <w:rtl/>
        </w:rPr>
        <w:t>،</w:t>
      </w:r>
      <w:r w:rsidRPr="00282620">
        <w:rPr>
          <w:rtl/>
        </w:rPr>
        <w:t xml:space="preserve"> لقد كان لكلِّ هاتيك البَهجات تأثير وسَّع نفسه ا</w:t>
      </w:r>
      <w:r w:rsidR="002C2DD7">
        <w:rPr>
          <w:rtl/>
        </w:rPr>
        <w:t>لمـُ</w:t>
      </w:r>
      <w:r w:rsidRPr="00282620">
        <w:rPr>
          <w:rtl/>
        </w:rPr>
        <w:t>عانية على فَهم كان يزداد بها</w:t>
      </w:r>
      <w:r w:rsidR="00F13C51">
        <w:rPr>
          <w:rtl/>
        </w:rPr>
        <w:t>،</w:t>
      </w:r>
      <w:r w:rsidRPr="00282620">
        <w:rPr>
          <w:rtl/>
        </w:rPr>
        <w:t xml:space="preserve"> وهي تتحوَّل فيه إلى مُعاناة أُخرى كان يولِّدها ازدياد الفَهم مع وضوح التحليل والتعليل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كان الطفل الحسين</w:t>
      </w:r>
      <w:r w:rsidR="00F13C51">
        <w:rPr>
          <w:rtl/>
        </w:rPr>
        <w:t xml:space="preserve"> - </w:t>
      </w:r>
      <w:r w:rsidRPr="00282620">
        <w:rPr>
          <w:rtl/>
        </w:rPr>
        <w:t>وأظنُّه كان في الخامسة مِن العُمر أو ما يزيد قليلاً</w:t>
      </w:r>
      <w:r w:rsidR="00F13C51">
        <w:rPr>
          <w:rtl/>
        </w:rPr>
        <w:t xml:space="preserve"> - </w:t>
      </w:r>
      <w:r w:rsidRPr="00282620">
        <w:rPr>
          <w:rtl/>
        </w:rPr>
        <w:t>يلعب في باحة الدار في ظِلِّ شجرة الأراك</w:t>
      </w:r>
      <w:r w:rsidR="00F13C51">
        <w:rPr>
          <w:rtl/>
        </w:rPr>
        <w:t>،</w:t>
      </w:r>
      <w:r w:rsidRPr="00282620">
        <w:rPr>
          <w:rtl/>
        </w:rPr>
        <w:t xml:space="preserve"> مع صبيٍّ آخر مِن صِبْية الحيِّ</w:t>
      </w:r>
      <w:r w:rsidR="00F13C51">
        <w:rPr>
          <w:rtl/>
        </w:rPr>
        <w:t>،</w:t>
      </w:r>
      <w:r w:rsidRPr="00282620">
        <w:rPr>
          <w:rtl/>
        </w:rPr>
        <w:t xml:space="preserve"> قال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الحسين</w:t>
      </w:r>
      <w:r w:rsidR="00F13C51">
        <w:rPr>
          <w:rtl/>
        </w:rPr>
        <w:t xml:space="preserve"> - </w:t>
      </w:r>
      <w:r w:rsidRPr="00282620">
        <w:rPr>
          <w:rtl/>
        </w:rPr>
        <w:t>وهو يتباهى</w:t>
      </w:r>
      <w:r w:rsidR="00F13C51">
        <w:rPr>
          <w:rtl/>
        </w:rPr>
        <w:t xml:space="preserve"> -: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جَدِّي أنا هو الرسول</w:t>
      </w:r>
      <w:r w:rsidR="00C327EB">
        <w:rPr>
          <w:rtl/>
        </w:rPr>
        <w:t>.</w:t>
      </w:r>
      <w:r w:rsidRPr="00282620">
        <w:rPr>
          <w:rtl/>
        </w:rPr>
        <w:t xml:space="preserve"> وأنت مَن هو جَدُّك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الصبيُّ</w:t>
      </w:r>
      <w:r w:rsidR="00F13C51">
        <w:rPr>
          <w:rtl/>
        </w:rPr>
        <w:t>:</w:t>
      </w:r>
      <w:r w:rsidRPr="00282620">
        <w:rPr>
          <w:rtl/>
        </w:rPr>
        <w:t xml:space="preserve"> وجَدِّي أنا هو الرسول</w:t>
      </w:r>
      <w:r w:rsidR="00F13C51">
        <w:rPr>
          <w:rtl/>
        </w:rPr>
        <w:t>،</w:t>
      </w:r>
      <w:r w:rsidRPr="00282620">
        <w:rPr>
          <w:rtl/>
        </w:rPr>
        <w:t xml:space="preserve"> أمس دلَّتني إليه أُمِّي عندما كان مُتوجِّهاً إلى ساحة المسجد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وحاول الحسين أنْ يعترض بعد أنْ وسَّع فتحة عينيه</w:t>
      </w:r>
      <w:r w:rsidR="00F13C51">
        <w:rPr>
          <w:rtl/>
        </w:rPr>
        <w:t>،</w:t>
      </w:r>
      <w:r w:rsidRPr="00282620">
        <w:rPr>
          <w:rtl/>
        </w:rPr>
        <w:t xml:space="preserve"> وبدأ عليه بعض الغضب</w:t>
      </w:r>
      <w:r w:rsidR="00F13C51">
        <w:rPr>
          <w:rtl/>
        </w:rPr>
        <w:t>،</w:t>
      </w:r>
      <w:r w:rsidRPr="00282620">
        <w:rPr>
          <w:rtl/>
        </w:rPr>
        <w:t xml:space="preserve"> ولكنَّه سمع أُمَّه فاطمة تُناديه</w:t>
      </w:r>
      <w:r w:rsidR="00F13C51">
        <w:rPr>
          <w:rtl/>
        </w:rPr>
        <w:t>،</w:t>
      </w:r>
      <w:r w:rsidRPr="00282620">
        <w:rPr>
          <w:rtl/>
        </w:rPr>
        <w:t xml:space="preserve"> وكانت تُراقبهما يلعبان وهي واقفة على الباب</w:t>
      </w:r>
      <w:r w:rsidR="00F13C51">
        <w:rPr>
          <w:rtl/>
        </w:rPr>
        <w:t>،</w:t>
      </w:r>
      <w:r w:rsidRPr="00282620">
        <w:rPr>
          <w:rtl/>
        </w:rPr>
        <w:t xml:space="preserve"> وبلحظتين كان الحسين بين يديها</w:t>
      </w:r>
      <w:r w:rsidR="00F13C51">
        <w:rPr>
          <w:rtl/>
        </w:rPr>
        <w:t>،</w:t>
      </w:r>
      <w:r w:rsidRPr="00282620">
        <w:rPr>
          <w:rtl/>
        </w:rPr>
        <w:t xml:space="preserve"> قالت فاطمة</w:t>
      </w:r>
      <w:r w:rsidR="00F13C51">
        <w:rPr>
          <w:rtl/>
        </w:rPr>
        <w:t>:</w:t>
      </w:r>
      <w:r w:rsidRPr="00282620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معه حَقٌّ</w:t>
      </w:r>
      <w:r w:rsidR="00F13C51">
        <w:rPr>
          <w:rtl/>
        </w:rPr>
        <w:t xml:space="preserve"> - </w:t>
      </w:r>
      <w:r w:rsidRPr="00282620">
        <w:rPr>
          <w:rtl/>
        </w:rPr>
        <w:t>يا حسين يا ولدي</w:t>
      </w:r>
      <w:r w:rsidR="00F13C51">
        <w:rPr>
          <w:rtl/>
        </w:rPr>
        <w:t xml:space="preserve"> - </w:t>
      </w:r>
      <w:r w:rsidRPr="00282620">
        <w:rPr>
          <w:rtl/>
        </w:rPr>
        <w:t>جَدُّك الرسول هو جَدُّ كلِّ صبيان المدينة</w:t>
      </w:r>
      <w:r w:rsidR="00F13C51">
        <w:rPr>
          <w:rtl/>
        </w:rPr>
        <w:t xml:space="preserve"> - </w:t>
      </w:r>
      <w:r w:rsidRPr="00282620">
        <w:rPr>
          <w:rtl/>
        </w:rPr>
        <w:t>افْهَم عليَّ</w:t>
      </w:r>
      <w:r w:rsidR="00F13C51">
        <w:rPr>
          <w:rtl/>
        </w:rPr>
        <w:t xml:space="preserve"> - </w:t>
      </w:r>
      <w:r w:rsidRPr="00282620">
        <w:rPr>
          <w:rtl/>
        </w:rPr>
        <w:t>وإنَّه جَدُّ كلِّ صبيان الجزيرة</w:t>
      </w:r>
      <w:r w:rsidR="00F13C51">
        <w:rPr>
          <w:rtl/>
        </w:rPr>
        <w:t xml:space="preserve"> - </w:t>
      </w:r>
      <w:r w:rsidRPr="00282620">
        <w:rPr>
          <w:rtl/>
        </w:rPr>
        <w:t>أتفهم عليَّ</w:t>
      </w:r>
      <w:r w:rsidR="00106DAF">
        <w:rPr>
          <w:rtl/>
        </w:rPr>
        <w:t>؟</w:t>
      </w:r>
      <w:r w:rsidR="00F13C51">
        <w:rPr>
          <w:rtl/>
        </w:rPr>
        <w:t xml:space="preserve"> - </w:t>
      </w:r>
      <w:r w:rsidRPr="00282620">
        <w:rPr>
          <w:rtl/>
        </w:rPr>
        <w:t>جَدُّك رسول السماء لكلِّ أهل الأرض</w:t>
      </w:r>
      <w:r w:rsidR="00F13C51">
        <w:rPr>
          <w:rtl/>
        </w:rPr>
        <w:t>،</w:t>
      </w:r>
      <w:r w:rsidRPr="00282620">
        <w:rPr>
          <w:rtl/>
        </w:rPr>
        <w:t xml:space="preserve"> يا حسين</w:t>
      </w:r>
      <w:r w:rsidR="00F13C51">
        <w:rPr>
          <w:rtl/>
        </w:rPr>
        <w:t>،</w:t>
      </w:r>
      <w:r w:rsidRPr="00282620">
        <w:rPr>
          <w:rtl/>
        </w:rPr>
        <w:t xml:space="preserve"> يا ولدي</w:t>
      </w:r>
      <w:r w:rsidR="00F13C51">
        <w:rPr>
          <w:rtl/>
        </w:rPr>
        <w:t>،</w:t>
      </w:r>
      <w:r w:rsidRPr="00282620">
        <w:rPr>
          <w:rtl/>
        </w:rPr>
        <w:t xml:space="preserve"> أتفهم عليَّ</w:t>
      </w:r>
      <w:r w:rsidR="00106DAF">
        <w:rPr>
          <w:rtl/>
        </w:rPr>
        <w:t>؟</w:t>
      </w:r>
      <w:r w:rsidRPr="00282620">
        <w:rPr>
          <w:rtl/>
        </w:rPr>
        <w:t xml:space="preserve"> أظنُّ جَدَّك لا يقبل أنْ تمتلكه وحدك</w:t>
      </w:r>
      <w:r w:rsidR="00F13C51">
        <w:rPr>
          <w:rtl/>
        </w:rPr>
        <w:t xml:space="preserve"> - </w:t>
      </w:r>
      <w:r w:rsidRPr="00282620">
        <w:rPr>
          <w:rtl/>
        </w:rPr>
        <w:t>يا حسين</w:t>
      </w:r>
      <w:r w:rsidR="00F13C51">
        <w:rPr>
          <w:rtl/>
        </w:rPr>
        <w:t xml:space="preserve"> - </w:t>
      </w:r>
      <w:r w:rsidRPr="00282620">
        <w:rPr>
          <w:rtl/>
        </w:rPr>
        <w:t>وهكذا تكبُر أنت يا ولدي</w:t>
      </w:r>
      <w:r w:rsidR="00F13C51">
        <w:rPr>
          <w:rtl/>
        </w:rPr>
        <w:t>،</w:t>
      </w:r>
      <w:r w:rsidRPr="00282620">
        <w:rPr>
          <w:rtl/>
        </w:rPr>
        <w:t xml:space="preserve"> ويكبر معك إخوتك في كلِّ المدينة</w:t>
      </w:r>
      <w:r w:rsidR="00F13C51">
        <w:rPr>
          <w:rtl/>
        </w:rPr>
        <w:t>،</w:t>
      </w:r>
      <w:r w:rsidRPr="00282620">
        <w:rPr>
          <w:rtl/>
        </w:rPr>
        <w:t xml:space="preserve"> وفي كلِّ الجزيرة التي هي لنا على السواء</w:t>
      </w:r>
      <w:r w:rsidR="00F13C51">
        <w:rPr>
          <w:rtl/>
        </w:rPr>
        <w:t>،</w:t>
      </w:r>
      <w:r w:rsidRPr="00282620">
        <w:rPr>
          <w:rtl/>
        </w:rPr>
        <w:t xml:space="preserve"> أفهمت عليَّ ما أقصد يا حسين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وسَرَت على وجه الحسين بَهجة مقطوفة مِن ثَغر أُمِّه</w:t>
      </w:r>
      <w:r w:rsidR="00F13C51">
        <w:rPr>
          <w:rtl/>
        </w:rPr>
        <w:t>،</w:t>
      </w:r>
      <w:r w:rsidRPr="00282620">
        <w:rPr>
          <w:rtl/>
        </w:rPr>
        <w:t xml:space="preserve"> وهي تُدغدغ وجنتيه بقُبلة مسحوبة سَحباً ناعماً مِن بين ضلوعها</w:t>
      </w:r>
      <w:r w:rsidR="00F13C51">
        <w:rPr>
          <w:rtl/>
        </w:rPr>
        <w:t>،</w:t>
      </w:r>
      <w:r w:rsidRPr="00282620">
        <w:rPr>
          <w:rtl/>
        </w:rPr>
        <w:t xml:space="preserve"> رَدَّ لها مثلها</w:t>
      </w:r>
      <w:r w:rsidR="00F13C51">
        <w:rPr>
          <w:rtl/>
        </w:rPr>
        <w:t>،</w:t>
      </w:r>
      <w:r w:rsidRPr="00282620">
        <w:rPr>
          <w:rtl/>
        </w:rPr>
        <w:t xml:space="preserve"> ولوى قافزاً نحو رفيقه ا</w:t>
      </w:r>
      <w:r w:rsidR="002C2DD7">
        <w:rPr>
          <w:rtl/>
        </w:rPr>
        <w:t>لمـُ</w:t>
      </w:r>
      <w:r w:rsidRPr="00282620">
        <w:rPr>
          <w:rtl/>
        </w:rPr>
        <w:t>تهلِّل برجوعه</w:t>
      </w:r>
      <w:r w:rsidR="00F13C51">
        <w:rPr>
          <w:rtl/>
        </w:rPr>
        <w:t>،</w:t>
      </w:r>
      <w:r w:rsidRPr="00282620">
        <w:rPr>
          <w:rtl/>
        </w:rPr>
        <w:t xml:space="preserve"> لقد هفا إليه</w:t>
      </w:r>
      <w:r w:rsidR="00F13C51">
        <w:rPr>
          <w:rtl/>
        </w:rPr>
        <w:t>،</w:t>
      </w:r>
      <w:r w:rsidRPr="00282620">
        <w:rPr>
          <w:rtl/>
        </w:rPr>
        <w:t xml:space="preserve"> وقبَّله وهو يلتفت صوب أُمِّه</w:t>
      </w:r>
      <w:r w:rsidR="00F13C51">
        <w:rPr>
          <w:rtl/>
        </w:rPr>
        <w:t>،</w:t>
      </w:r>
      <w:r w:rsidRPr="00282620">
        <w:rPr>
          <w:rtl/>
        </w:rPr>
        <w:t xml:space="preserve"> وكأنَّه يُخبرها أنَّه فهم مليَّاً ما فاهت به بفَمها الأطهر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بعد خمس دقائق بالضبط</w:t>
      </w:r>
      <w:r w:rsidR="00F13C51">
        <w:rPr>
          <w:rtl/>
        </w:rPr>
        <w:t xml:space="preserve"> - </w:t>
      </w:r>
      <w:r w:rsidRPr="00282620">
        <w:rPr>
          <w:rtl/>
        </w:rPr>
        <w:t>ولا تزال الأُمِّ فاطمة تسهر بعينيها على الصبيَّين اللاعبين في ظِلِّ الشجرة</w:t>
      </w:r>
      <w:r w:rsidR="00F13C51">
        <w:rPr>
          <w:rtl/>
        </w:rPr>
        <w:t xml:space="preserve"> - </w:t>
      </w:r>
      <w:r w:rsidRPr="00282620">
        <w:rPr>
          <w:rtl/>
        </w:rPr>
        <w:t>وفد الحسن ليشترك معهما باللُّعبة المرحة</w:t>
      </w:r>
      <w:r w:rsidR="00F13C51">
        <w:rPr>
          <w:rtl/>
        </w:rPr>
        <w:t>،</w:t>
      </w:r>
      <w:r w:rsidRPr="00282620">
        <w:rPr>
          <w:rtl/>
        </w:rPr>
        <w:t xml:space="preserve"> فأخذه الحسين ليُسرَّ إليه بحديث أُمِّه</w:t>
      </w:r>
      <w:r w:rsidR="00F13C51">
        <w:rPr>
          <w:rtl/>
        </w:rPr>
        <w:t xml:space="preserve"> - </w:t>
      </w:r>
      <w:r w:rsidRPr="00282620">
        <w:rPr>
          <w:rtl/>
        </w:rPr>
        <w:t>وما أنْ أدرك الحسن المغزى الجميل حتَّى تَهلَّل فرحاً وهو يلتفت صوب الباب</w:t>
      </w:r>
      <w:r w:rsidR="00F13C51">
        <w:rPr>
          <w:rtl/>
        </w:rPr>
        <w:t>،</w:t>
      </w:r>
      <w:r w:rsidRPr="00282620">
        <w:rPr>
          <w:rtl/>
        </w:rPr>
        <w:t xml:space="preserve"> فوجد أُمَّه مسرعة إليهم وكلُّ بهجات الدنيا في محياها</w:t>
      </w:r>
      <w:r w:rsidR="00F13C51">
        <w:rPr>
          <w:rtl/>
        </w:rPr>
        <w:t>،</w:t>
      </w:r>
      <w:r w:rsidRPr="00282620">
        <w:rPr>
          <w:rtl/>
        </w:rPr>
        <w:t xml:space="preserve"> وما أنْ وصلت حتَّى أخذت الصبيان الثلاثة إلى عِبِّها وهي</w:t>
      </w:r>
      <w:r w:rsidR="00F13C51">
        <w:rPr>
          <w:rtl/>
        </w:rPr>
        <w:t xml:space="preserve"> - </w:t>
      </w:r>
      <w:r w:rsidRPr="00282620">
        <w:rPr>
          <w:rtl/>
        </w:rPr>
        <w:t>مِن فرحٍ</w:t>
      </w:r>
      <w:r w:rsidR="00F13C51">
        <w:rPr>
          <w:rtl/>
        </w:rPr>
        <w:t xml:space="preserve"> - </w:t>
      </w:r>
      <w:r w:rsidRPr="00282620">
        <w:rPr>
          <w:rtl/>
        </w:rPr>
        <w:t>تبكي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وعند المساء</w:t>
      </w:r>
      <w:r w:rsidR="00F13C51">
        <w:rPr>
          <w:rtl/>
        </w:rPr>
        <w:t>،</w:t>
      </w:r>
      <w:r w:rsidRPr="00282620">
        <w:rPr>
          <w:rtl/>
        </w:rPr>
        <w:t xml:space="preserve"> ما كاد عليٌّ يطأ عتبة البيت</w:t>
      </w:r>
      <w:r w:rsidR="00F13C51">
        <w:rPr>
          <w:rtl/>
        </w:rPr>
        <w:t>،</w:t>
      </w:r>
      <w:r w:rsidRPr="00282620">
        <w:rPr>
          <w:rtl/>
        </w:rPr>
        <w:t xml:space="preserve"> حتَّى هبَّ الحسين إليه</w:t>
      </w:r>
      <w:r w:rsidR="00F13C51">
        <w:rPr>
          <w:rtl/>
        </w:rPr>
        <w:t>،</w:t>
      </w:r>
      <w:r w:rsidRPr="00282620">
        <w:rPr>
          <w:rtl/>
        </w:rPr>
        <w:t xml:space="preserve"> قافزاً بين ذراعيه وهو يقول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عندي ما أقوله لك.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وما عندك يا حسين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قالت لي أُمِّي فاطمة إنَّ جَدِّي هو جَدُّ كلِّ صبيان الجزيرة</w:t>
      </w:r>
      <w:r w:rsidR="00F13C51">
        <w:rPr>
          <w:rtl/>
        </w:rPr>
        <w:t>،</w:t>
      </w:r>
      <w:r w:rsidRPr="00282620">
        <w:rPr>
          <w:rtl/>
        </w:rPr>
        <w:t xml:space="preserve"> وأنت ألست أباً للجميع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tl/>
        </w:rPr>
        <w:t>علي</w:t>
      </w:r>
      <w:r w:rsidR="00F13C51">
        <w:rPr>
          <w:rtl/>
        </w:rPr>
        <w:t>:</w:t>
      </w:r>
      <w:r w:rsidRPr="00A37385">
        <w:rPr>
          <w:rtl/>
        </w:rPr>
        <w:t xml:space="preserve"> وأنا كذلك يا حسين</w:t>
      </w:r>
      <w:r w:rsidR="00F13C51">
        <w:rPr>
          <w:rtl/>
        </w:rPr>
        <w:t>،</w:t>
      </w:r>
      <w:r w:rsidRPr="00A37385">
        <w:rPr>
          <w:rtl/>
        </w:rPr>
        <w:t xml:space="preserve"> ألم تسمع جَدَّك يقول</w:t>
      </w:r>
      <w:r w:rsidR="00F13C51">
        <w:rPr>
          <w:rtl/>
        </w:rPr>
        <w:t>:</w:t>
      </w:r>
      <w:r w:rsidRPr="00A37385">
        <w:rPr>
          <w:rtl/>
        </w:rPr>
        <w:t xml:space="preserve"> </w:t>
      </w:r>
      <w:r w:rsidRPr="003A7CC2">
        <w:rPr>
          <w:rStyle w:val="libBold2Char"/>
          <w:rtl/>
        </w:rPr>
        <w:t>( أنا وعليٌّ أبوا هذه الأُمَّة )</w:t>
      </w:r>
      <w:r w:rsidR="00106DAF">
        <w:rPr>
          <w:rtl/>
        </w:rPr>
        <w:t>؟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وأنا وأخي الحسن</w:t>
      </w:r>
      <w:r w:rsidR="00F13C51">
        <w:rPr>
          <w:rtl/>
        </w:rPr>
        <w:t xml:space="preserve"> - </w:t>
      </w:r>
      <w:r w:rsidRPr="00282620">
        <w:rPr>
          <w:rtl/>
        </w:rPr>
        <w:t>يا أبي</w:t>
      </w:r>
      <w:r w:rsidR="00F13C51">
        <w:rPr>
          <w:rtl/>
        </w:rPr>
        <w:t xml:space="preserve"> - </w:t>
      </w:r>
      <w:r w:rsidRPr="00282620">
        <w:rPr>
          <w:rtl/>
        </w:rPr>
        <w:t>كيف سنكون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ألم تسمع أيضاً جَدَّك يقول</w:t>
      </w:r>
      <w:r w:rsidR="00F13C51">
        <w:rPr>
          <w:rtl/>
        </w:rPr>
        <w:t>:</w:t>
      </w:r>
      <w:r w:rsidRPr="00282620">
        <w:rPr>
          <w:rtl/>
        </w:rPr>
        <w:t xml:space="preserve"> هذان ابناي</w:t>
      </w:r>
      <w:r w:rsidR="00F13C51">
        <w:rPr>
          <w:rtl/>
        </w:rPr>
        <w:t>،</w:t>
      </w:r>
      <w:r w:rsidRPr="00282620">
        <w:rPr>
          <w:rtl/>
        </w:rPr>
        <w:t xml:space="preserve"> إنَّهما إمامان قاما أم قعدا وهما سيِّدان مِن أسياد الجَنَّة</w:t>
      </w:r>
      <w:r w:rsidR="00106DAF">
        <w:rPr>
          <w:rtl/>
        </w:rPr>
        <w:t>؟</w:t>
      </w:r>
      <w:r w:rsidRPr="00282620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وكيف نكون إمامين وسيِّدين</w:t>
      </w:r>
      <w:r w:rsidR="00106DAF">
        <w:rPr>
          <w:rtl/>
        </w:rPr>
        <w:t>؟</w:t>
      </w:r>
      <w:r w:rsidRPr="00282620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وسوف يقول لك الغَد يا ابني</w:t>
      </w:r>
      <w:r w:rsidR="00F13C51">
        <w:rPr>
          <w:rtl/>
        </w:rPr>
        <w:t>:</w:t>
      </w:r>
      <w:r w:rsidRPr="00282620">
        <w:rPr>
          <w:rtl/>
        </w:rPr>
        <w:t xml:space="preserve"> كيف يكون ذلك</w:t>
      </w:r>
      <w:r w:rsidR="00C327EB">
        <w:rPr>
          <w:rtl/>
        </w:rPr>
        <w:t>.</w:t>
      </w:r>
      <w:r w:rsidRPr="00282620">
        <w:rPr>
          <w:rtl/>
        </w:rPr>
        <w:t xml:space="preserve"> ألا تصبر</w:t>
      </w:r>
      <w:r w:rsidR="00F13C51">
        <w:rPr>
          <w:rtl/>
        </w:rPr>
        <w:t xml:space="preserve"> - </w:t>
      </w:r>
      <w:r w:rsidRPr="00282620">
        <w:rPr>
          <w:rtl/>
        </w:rPr>
        <w:t>يا ولدي</w:t>
      </w:r>
      <w:r w:rsidR="00F13C51">
        <w:rPr>
          <w:rtl/>
        </w:rPr>
        <w:t xml:space="preserve"> - </w:t>
      </w:r>
      <w:r w:rsidRPr="00282620">
        <w:rPr>
          <w:rtl/>
        </w:rPr>
        <w:t>إلى الغَد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أمَّا الحسين</w:t>
      </w:r>
      <w:r w:rsidR="00F13C51">
        <w:rPr>
          <w:rtl/>
        </w:rPr>
        <w:t>،</w:t>
      </w:r>
      <w:r w:rsidRPr="00282620">
        <w:rPr>
          <w:rtl/>
        </w:rPr>
        <w:t xml:space="preserve"> فإنَّه نام تلك الليلة وفي عِبِّه تسرح أحلام نابتةٌ مِن اللَّغز وهو يبسم لها ويترنَّح</w:t>
      </w:r>
      <w:r w:rsidR="00F13C51">
        <w:rPr>
          <w:rtl/>
        </w:rPr>
        <w:t>،</w:t>
      </w:r>
      <w:r w:rsidRPr="00282620">
        <w:rPr>
          <w:rtl/>
        </w:rPr>
        <w:t xml:space="preserve"> أمَّا جَدُّه</w:t>
      </w:r>
      <w:r w:rsidR="00F13C51">
        <w:rPr>
          <w:rtl/>
        </w:rPr>
        <w:t>،</w:t>
      </w:r>
      <w:r w:rsidRPr="00282620">
        <w:rPr>
          <w:rtl/>
        </w:rPr>
        <w:t xml:space="preserve"> وأبوه</w:t>
      </w:r>
      <w:r w:rsidR="00F13C51">
        <w:rPr>
          <w:rtl/>
        </w:rPr>
        <w:t>،</w:t>
      </w:r>
      <w:r w:rsidRPr="00282620">
        <w:rPr>
          <w:rtl/>
        </w:rPr>
        <w:t xml:space="preserve"> فإنَّه كان يشاهدهما فوق حِصانين أبيضين يصهلان فوق</w:t>
      </w:r>
      <w:r w:rsidR="00F13C51">
        <w:rPr>
          <w:rtl/>
        </w:rPr>
        <w:t>،</w:t>
      </w:r>
      <w:r w:rsidRPr="00282620">
        <w:rPr>
          <w:rtl/>
        </w:rPr>
        <w:t xml:space="preserve"> قُرب نجمة الصبح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بعد سنتين وعِدَّة أشهُر</w:t>
      </w:r>
      <w:r w:rsidR="00F13C51">
        <w:rPr>
          <w:rtl/>
        </w:rPr>
        <w:t xml:space="preserve"> - </w:t>
      </w:r>
      <w:r w:rsidRPr="00282620">
        <w:rPr>
          <w:rtl/>
        </w:rPr>
        <w:t>كان جَدُّه قد أغمض عينيه عن المسجد</w:t>
      </w:r>
      <w:r w:rsidR="00F13C51">
        <w:rPr>
          <w:rtl/>
        </w:rPr>
        <w:t>،</w:t>
      </w:r>
      <w:r w:rsidRPr="00282620">
        <w:rPr>
          <w:rtl/>
        </w:rPr>
        <w:t xml:space="preserve"> وعن صبيان كلِّ الجزيرة</w:t>
      </w:r>
      <w:r w:rsidR="00F13C51">
        <w:rPr>
          <w:rtl/>
        </w:rPr>
        <w:t xml:space="preserve"> - </w:t>
      </w:r>
      <w:r w:rsidRPr="00282620">
        <w:rPr>
          <w:rtl/>
        </w:rPr>
        <w:t>عاد الحسين فاختلى بأبيه يوشوشه</w:t>
      </w:r>
      <w:r w:rsidR="00F13C51">
        <w:rPr>
          <w:rtl/>
        </w:rPr>
        <w:t>،</w:t>
      </w:r>
      <w:r w:rsidRPr="00282620">
        <w:rPr>
          <w:rtl/>
        </w:rPr>
        <w:t xml:space="preserve"> والحُزن يشرب مِن عينيه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أيكون أبو بكر أباً لهذه الأُمَّة</w:t>
      </w:r>
      <w:r w:rsidR="00F13C51">
        <w:rPr>
          <w:rtl/>
        </w:rPr>
        <w:t>،</w:t>
      </w:r>
      <w:r w:rsidRPr="00282620">
        <w:rPr>
          <w:rtl/>
        </w:rPr>
        <w:t xml:space="preserve"> ولا تكون أنت</w:t>
      </w:r>
      <w:r w:rsidR="00F13C51">
        <w:rPr>
          <w:rtl/>
        </w:rPr>
        <w:t xml:space="preserve"> - </w:t>
      </w:r>
      <w:r w:rsidRPr="00282620">
        <w:rPr>
          <w:rtl/>
        </w:rPr>
        <w:t>يا أبي</w:t>
      </w:r>
      <w:r w:rsidR="00F13C51">
        <w:rPr>
          <w:rtl/>
        </w:rPr>
        <w:t xml:space="preserve"> - </w:t>
      </w:r>
      <w:r w:rsidRPr="00282620">
        <w:rPr>
          <w:rtl/>
        </w:rPr>
        <w:t>بعد جَدِّي الذي غاب وترك الأُبوَّة لك</w:t>
      </w:r>
      <w:r w:rsidR="00106DAF">
        <w:rPr>
          <w:rtl/>
        </w:rPr>
        <w:t>؟</w:t>
      </w:r>
      <w:r w:rsidRPr="00282620">
        <w:rPr>
          <w:rtl/>
        </w:rPr>
        <w:t>!!!</w:t>
      </w:r>
    </w:p>
    <w:p w:rsidR="003A7CC2" w:rsidRPr="00A37385" w:rsidRDefault="003A7CC2" w:rsidP="00F13C51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أبو بكر أبٌ بالحميَّة القبليَّة لا بالوصيَّة النبويَّة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صلى الله على جَدِّك</w:t>
      </w:r>
      <w:r w:rsidR="00F13C51">
        <w:rPr>
          <w:rtl/>
        </w:rPr>
        <w:t xml:space="preserve"> - </w:t>
      </w:r>
      <w:r w:rsidRPr="00282620">
        <w:rPr>
          <w:rtl/>
        </w:rPr>
        <w:t>يا ابني</w:t>
      </w:r>
      <w:r w:rsidR="00F13C51">
        <w:rPr>
          <w:rtl/>
        </w:rPr>
        <w:t xml:space="preserve"> - </w:t>
      </w:r>
      <w:r w:rsidRPr="00282620">
        <w:rPr>
          <w:rtl/>
        </w:rPr>
        <w:t>وسلم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lastRenderedPageBreak/>
        <w:t>قال الامام ذلك وهو يتمشَّى في باحة البيت</w:t>
      </w:r>
      <w:r w:rsidR="00F13C51">
        <w:rPr>
          <w:rtl/>
        </w:rPr>
        <w:t>،</w:t>
      </w:r>
      <w:r w:rsidRPr="00282620">
        <w:rPr>
          <w:rtl/>
        </w:rPr>
        <w:t xml:space="preserve"> دون أنْ يلتفت صوب الحسين ليتبين وقع كلماته عليه</w:t>
      </w:r>
      <w:r w:rsidR="00F13C51">
        <w:rPr>
          <w:rtl/>
        </w:rPr>
        <w:t>،</w:t>
      </w:r>
      <w:r w:rsidRPr="00282620">
        <w:rPr>
          <w:rtl/>
        </w:rPr>
        <w:t xml:space="preserve"> و</w:t>
      </w:r>
      <w:r w:rsidR="002C2DD7">
        <w:rPr>
          <w:rtl/>
        </w:rPr>
        <w:t>لمـّ</w:t>
      </w:r>
      <w:r w:rsidRPr="00282620">
        <w:rPr>
          <w:rtl/>
        </w:rPr>
        <w:t>َا وصل البيت</w:t>
      </w:r>
      <w:r w:rsidR="00F13C51">
        <w:rPr>
          <w:rtl/>
        </w:rPr>
        <w:t>،</w:t>
      </w:r>
      <w:r w:rsidRPr="00282620">
        <w:rPr>
          <w:rtl/>
        </w:rPr>
        <w:t xml:space="preserve"> وابنه الحسين يسحب نفسه كئيباً خلف خُطواته</w:t>
      </w:r>
      <w:r w:rsidR="00F13C51">
        <w:rPr>
          <w:rtl/>
        </w:rPr>
        <w:t>،</w:t>
      </w:r>
      <w:r w:rsidRPr="00282620">
        <w:rPr>
          <w:rtl/>
        </w:rPr>
        <w:t xml:space="preserve"> كانت فاطمة قابعة في الزاوية ينهكها الحُزن ويدعك عينيها الدم</w:t>
      </w:r>
      <w:r w:rsidR="00F13C51">
        <w:rPr>
          <w:rtl/>
        </w:rPr>
        <w:t>،</w:t>
      </w:r>
      <w:r w:rsidRPr="00282620">
        <w:rPr>
          <w:rtl/>
        </w:rPr>
        <w:t xml:space="preserve"> ولكنَّها انتفضت عندما وقعت عينها على الحسين وهو يقفو خُطوات أبيه مُنكِّسا رأسه</w:t>
      </w:r>
      <w:r w:rsidR="00F13C51">
        <w:rPr>
          <w:rtl/>
        </w:rPr>
        <w:t>،</w:t>
      </w:r>
      <w:r w:rsidRPr="00282620">
        <w:rPr>
          <w:rtl/>
        </w:rPr>
        <w:t xml:space="preserve"> كأنَّه فرخ بازٍ هبط مِن عِشِّه إلى الأرض</w:t>
      </w:r>
      <w:r w:rsidR="00F13C51">
        <w:rPr>
          <w:rtl/>
        </w:rPr>
        <w:t>،</w:t>
      </w:r>
      <w:r w:rsidRPr="00282620">
        <w:rPr>
          <w:rtl/>
        </w:rPr>
        <w:t xml:space="preserve"> وسريعاً ما تلفَّعت بخمارها وقفزت إلى الخارج صوب ساحة المسجد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وعندما كان صوتها الخافت يقرع أُذني أبي بكر بذلك الخطاب</w:t>
      </w:r>
      <w:r w:rsidR="00F13C51">
        <w:rPr>
          <w:rtl/>
        </w:rPr>
        <w:t>،</w:t>
      </w:r>
      <w:r w:rsidRPr="00282620">
        <w:rPr>
          <w:rtl/>
        </w:rPr>
        <w:t xml:space="preserve"> الذي كانت ترتجف فيه ثورة ما حسبها التاريخ إلاَّ فاعلة</w:t>
      </w:r>
      <w:r w:rsidR="00F13C51">
        <w:rPr>
          <w:rtl/>
        </w:rPr>
        <w:t>،</w:t>
      </w:r>
      <w:r w:rsidRPr="00282620">
        <w:rPr>
          <w:rtl/>
        </w:rPr>
        <w:t xml:space="preserve"> كان الحسين لاصقاً بها مِن الخلف</w:t>
      </w:r>
      <w:r w:rsidR="00F13C51">
        <w:rPr>
          <w:rtl/>
        </w:rPr>
        <w:t>،</w:t>
      </w:r>
      <w:r w:rsidRPr="00282620">
        <w:rPr>
          <w:rtl/>
        </w:rPr>
        <w:t xml:space="preserve"> وهو يسجِّل في نفسه نبراتها ا</w:t>
      </w:r>
      <w:r w:rsidR="002C2DD7">
        <w:rPr>
          <w:rtl/>
        </w:rPr>
        <w:t>لمـُ</w:t>
      </w:r>
      <w:r w:rsidRPr="00282620">
        <w:rPr>
          <w:rtl/>
        </w:rPr>
        <w:t>تأوِّدة بالعظمة ذاتها</w:t>
      </w:r>
      <w:r w:rsidR="00F13C51">
        <w:rPr>
          <w:rtl/>
        </w:rPr>
        <w:t>،</w:t>
      </w:r>
      <w:r w:rsidRPr="00282620">
        <w:rPr>
          <w:rtl/>
        </w:rPr>
        <w:t xml:space="preserve"> التي كانت تسرح فوق جبين جَدِّه وهو يُعلِّم الناس في المسجد ذاته</w:t>
      </w:r>
      <w:r w:rsidR="00F13C51">
        <w:rPr>
          <w:rtl/>
        </w:rPr>
        <w:t>،</w:t>
      </w:r>
      <w:r w:rsidRPr="00282620">
        <w:rPr>
          <w:rtl/>
        </w:rPr>
        <w:t xml:space="preserve"> كيف يعتزُّون بالصدق والحَقِّ</w:t>
      </w:r>
      <w:r w:rsidR="00F13C51">
        <w:rPr>
          <w:rtl/>
        </w:rPr>
        <w:t>،</w:t>
      </w:r>
      <w:r w:rsidRPr="00282620">
        <w:rPr>
          <w:rtl/>
        </w:rPr>
        <w:t xml:space="preserve"> وكيف يكونون ضلوع أُمَّة عظيمة هُمْ أبناؤها</w:t>
      </w:r>
      <w:r w:rsidR="00F13C51">
        <w:rPr>
          <w:rtl/>
        </w:rPr>
        <w:t>،</w:t>
      </w:r>
      <w:r w:rsidRPr="00282620">
        <w:rPr>
          <w:rtl/>
        </w:rPr>
        <w:t xml:space="preserve"> وهو أبوهم الذي يجمعهم إلى مراحل ا</w:t>
      </w:r>
      <w:r w:rsidR="002C2DD7">
        <w:rPr>
          <w:rtl/>
        </w:rPr>
        <w:t>لمـَ</w:t>
      </w:r>
      <w:r w:rsidRPr="00282620">
        <w:rPr>
          <w:rtl/>
        </w:rPr>
        <w:t>جد</w:t>
      </w:r>
      <w:r w:rsidR="00F13C51">
        <w:rPr>
          <w:rtl/>
        </w:rPr>
        <w:t>،</w:t>
      </w:r>
      <w:r w:rsidRPr="00282620">
        <w:rPr>
          <w:rtl/>
        </w:rPr>
        <w:t xml:space="preserve"> وعندما انسحبت مِن ساحة المسجد راجعة إلى البيت</w:t>
      </w:r>
      <w:r w:rsidR="00F13C51">
        <w:rPr>
          <w:rtl/>
        </w:rPr>
        <w:t>،</w:t>
      </w:r>
      <w:r w:rsidRPr="00282620">
        <w:rPr>
          <w:rtl/>
        </w:rPr>
        <w:t xml:space="preserve"> أوقفها الحسين على العَتبة حتَّى يغمر جيدها بذراعين مِن لُطف</w:t>
      </w:r>
      <w:r w:rsidR="00F13C51">
        <w:rPr>
          <w:rtl/>
        </w:rPr>
        <w:t>،</w:t>
      </w:r>
      <w:r w:rsidRPr="00282620">
        <w:rPr>
          <w:rtl/>
        </w:rPr>
        <w:t xml:space="preserve"> ويلثمه بثغر مِن عِطر الزهر وهو يقول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صوتك مِن صوت جَدِّي يا أُمِّي</w:t>
      </w:r>
      <w:r w:rsidR="00F13C51">
        <w:rPr>
          <w:rtl/>
        </w:rPr>
        <w:t>،</w:t>
      </w:r>
      <w:r w:rsidRPr="00282620">
        <w:rPr>
          <w:rtl/>
        </w:rPr>
        <w:t xml:space="preserve"> طاب صوتك في كلِّ صُبح</w:t>
      </w:r>
      <w:r w:rsidR="00F13C51">
        <w:rPr>
          <w:rtl/>
        </w:rPr>
        <w:t>،</w:t>
      </w:r>
      <w:r w:rsidRPr="00282620">
        <w:rPr>
          <w:rtl/>
        </w:rPr>
        <w:t xml:space="preserve"> وفي كلِّ مساء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فاجابته</w:t>
      </w:r>
      <w:r w:rsidR="00F13C51">
        <w:rPr>
          <w:rtl/>
        </w:rPr>
        <w:t>،</w:t>
      </w:r>
      <w:r w:rsidRPr="00282620">
        <w:rPr>
          <w:rtl/>
        </w:rPr>
        <w:t xml:space="preserve"> وهي تَنْعس نَعاساً ذائباً في مقاطع الكلمات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فاطمة</w:t>
      </w:r>
      <w:r w:rsidR="00F13C51">
        <w:rPr>
          <w:rtl/>
        </w:rPr>
        <w:t>:</w:t>
      </w:r>
      <w:r w:rsidRPr="00282620">
        <w:rPr>
          <w:rtl/>
        </w:rPr>
        <w:t xml:space="preserve"> يا حُلمي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وحُلم جَدِّك وأبيك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ما أشدُّ خوفي عليك وأنا أُطالب لك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بروعة الميراث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ولكنَّ الحسين</w:t>
      </w:r>
      <w:r w:rsidR="00F13C51">
        <w:rPr>
          <w:rtl/>
        </w:rPr>
        <w:t>،</w:t>
      </w:r>
      <w:r w:rsidRPr="00282620">
        <w:rPr>
          <w:rtl/>
        </w:rPr>
        <w:t xml:space="preserve"> وهو ما انفكَّ يُعانقها</w:t>
      </w:r>
      <w:r w:rsidR="00F13C51">
        <w:rPr>
          <w:rtl/>
        </w:rPr>
        <w:t>،</w:t>
      </w:r>
      <w:r w:rsidRPr="00282620">
        <w:rPr>
          <w:rtl/>
        </w:rPr>
        <w:t xml:space="preserve"> ويُعاني مِن وقع ولوج صوتها إلى العميق مِن أُذنيه</w:t>
      </w:r>
      <w:r w:rsidR="00F13C51">
        <w:rPr>
          <w:rtl/>
        </w:rPr>
        <w:t>،</w:t>
      </w:r>
      <w:r w:rsidRPr="00282620">
        <w:rPr>
          <w:rtl/>
        </w:rPr>
        <w:t xml:space="preserve"> حتََّى أحسَّ أنَّها تهبط أمامه على العَتبة</w:t>
      </w:r>
      <w:r w:rsidR="00F13C51">
        <w:rPr>
          <w:rtl/>
        </w:rPr>
        <w:t>،</w:t>
      </w:r>
      <w:r w:rsidRPr="00282620">
        <w:rPr>
          <w:rtl/>
        </w:rPr>
        <w:t xml:space="preserve"> كأنَّها الخيطان تتراخى عن المِغزل</w:t>
      </w:r>
      <w:r w:rsidR="00F13C51">
        <w:rPr>
          <w:rtl/>
        </w:rPr>
        <w:t>،</w:t>
      </w:r>
      <w:r w:rsidRPr="00282620">
        <w:rPr>
          <w:rtl/>
        </w:rPr>
        <w:t xml:space="preserve"> ولكَّن الأب الكبير</w:t>
      </w:r>
      <w:r w:rsidR="00F13C51">
        <w:rPr>
          <w:rtl/>
        </w:rPr>
        <w:t xml:space="preserve"> - </w:t>
      </w:r>
      <w:r w:rsidRPr="00282620">
        <w:rPr>
          <w:rtl/>
        </w:rPr>
        <w:t>وهو الآن علي</w:t>
      </w:r>
      <w:r w:rsidR="00F13C51">
        <w:rPr>
          <w:rtl/>
        </w:rPr>
        <w:t xml:space="preserve"> - </w:t>
      </w:r>
      <w:r w:rsidRPr="00282620">
        <w:rPr>
          <w:rtl/>
        </w:rPr>
        <w:t>كان يلفُّ بين ذِراعيه الأعصاب ا</w:t>
      </w:r>
      <w:r w:rsidR="002C2DD7">
        <w:rPr>
          <w:rtl/>
        </w:rPr>
        <w:t>لمـُ</w:t>
      </w:r>
      <w:r w:rsidRPr="00282620">
        <w:rPr>
          <w:rtl/>
        </w:rPr>
        <w:t>نهارة عن مِغزلها</w:t>
      </w:r>
      <w:r w:rsidR="00F13C51">
        <w:rPr>
          <w:rtl/>
        </w:rPr>
        <w:t>،</w:t>
      </w:r>
      <w:r w:rsidRPr="00282620">
        <w:rPr>
          <w:rtl/>
        </w:rPr>
        <w:t xml:space="preserve"> ويحملها إلى الفراش الذي أسرعت إلى ترتيبه أسماء بنت عُميس</w:t>
      </w:r>
      <w:r w:rsidR="00F13C51">
        <w:rPr>
          <w:rtl/>
        </w:rPr>
        <w:t>،</w:t>
      </w:r>
      <w:r w:rsidRPr="00282620">
        <w:rPr>
          <w:rtl/>
        </w:rPr>
        <w:t xml:space="preserve"> لقد شاهد الحسين</w:t>
      </w:r>
      <w:r w:rsidR="00F13C51">
        <w:rPr>
          <w:rtl/>
        </w:rPr>
        <w:t xml:space="preserve"> - </w:t>
      </w:r>
      <w:r w:rsidRPr="00282620">
        <w:rPr>
          <w:rtl/>
        </w:rPr>
        <w:t>على مدى يومين</w:t>
      </w:r>
      <w:r w:rsidR="00F13C51">
        <w:rPr>
          <w:rtl/>
        </w:rPr>
        <w:t xml:space="preserve"> - </w:t>
      </w:r>
      <w:r w:rsidRPr="00282620">
        <w:rPr>
          <w:rtl/>
        </w:rPr>
        <w:t>كيف كانت تبسم أُمُّه فاطمة وهي تُلاقي أباها في غَفوة الموت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lastRenderedPageBreak/>
        <w:t>لم تختتم</w:t>
      </w:r>
      <w:r w:rsidR="00F13C51">
        <w:rPr>
          <w:rtl/>
        </w:rPr>
        <w:t xml:space="preserve"> - </w:t>
      </w:r>
      <w:r w:rsidRPr="00282620">
        <w:rPr>
          <w:rtl/>
        </w:rPr>
        <w:t>بانتقال أُمِّه إلى حِضن أبيها</w:t>
      </w:r>
      <w:r w:rsidR="00F13C51">
        <w:rPr>
          <w:rtl/>
        </w:rPr>
        <w:t xml:space="preserve"> - </w:t>
      </w:r>
      <w:r w:rsidRPr="00282620">
        <w:rPr>
          <w:rtl/>
        </w:rPr>
        <w:t>طفولة الحسين</w:t>
      </w:r>
      <w:r w:rsidR="00F13C51">
        <w:rPr>
          <w:rtl/>
        </w:rPr>
        <w:t>،</w:t>
      </w:r>
      <w:r w:rsidRPr="00282620">
        <w:rPr>
          <w:rtl/>
        </w:rPr>
        <w:t xml:space="preserve"> ولكنَّها وسَّعت انتقاله إلى الرُّشد الباكر وا</w:t>
      </w:r>
      <w:r w:rsidR="002C2DD7">
        <w:rPr>
          <w:rtl/>
        </w:rPr>
        <w:t>لمـُ</w:t>
      </w:r>
      <w:r w:rsidRPr="00282620">
        <w:rPr>
          <w:rtl/>
        </w:rPr>
        <w:t>طَّلع على واقع الأُمور ومزاجها الملفوف بالرموز</w:t>
      </w:r>
      <w:r w:rsidR="00F13C51">
        <w:rPr>
          <w:rtl/>
        </w:rPr>
        <w:t>،</w:t>
      </w:r>
      <w:r w:rsidRPr="00282620">
        <w:rPr>
          <w:rtl/>
        </w:rPr>
        <w:t xml:space="preserve"> لقد راحت تتطوَّر ا</w:t>
      </w:r>
      <w:r w:rsidR="002C2DD7">
        <w:rPr>
          <w:rtl/>
        </w:rPr>
        <w:t>لمـُ</w:t>
      </w:r>
      <w:r w:rsidRPr="00282620">
        <w:rPr>
          <w:rtl/>
        </w:rPr>
        <w:t>عاناة في حياكة نفسه على ضوء ما كان يُفسِّره له فهمه النبيه وإدراكه ا</w:t>
      </w:r>
      <w:r w:rsidR="002C2DD7">
        <w:rPr>
          <w:rtl/>
        </w:rPr>
        <w:t>لمـُ</w:t>
      </w:r>
      <w:r w:rsidRPr="00282620">
        <w:rPr>
          <w:rtl/>
        </w:rPr>
        <w:t>توسَّع</w:t>
      </w:r>
      <w:r w:rsidR="00F13C51">
        <w:rPr>
          <w:rtl/>
        </w:rPr>
        <w:t>،</w:t>
      </w:r>
      <w:r w:rsidRPr="00282620">
        <w:rPr>
          <w:rtl/>
        </w:rPr>
        <w:t xml:space="preserve"> إلاَّ أنَّ موت أبي بكر هو الذي كان خاتمة طفولته</w:t>
      </w:r>
      <w:r w:rsidR="00F13C51">
        <w:rPr>
          <w:rtl/>
        </w:rPr>
        <w:t>،</w:t>
      </w:r>
      <w:r w:rsidRPr="00282620">
        <w:rPr>
          <w:rtl/>
        </w:rPr>
        <w:t xml:space="preserve"> التي شاهدت انتقال الولاية إلى عمر بن الخطَّاب</w:t>
      </w:r>
      <w:r w:rsidR="00C327EB">
        <w:rPr>
          <w:rtl/>
        </w:rPr>
        <w:t>.</w:t>
      </w:r>
    </w:p>
    <w:p w:rsidR="003A7CC2" w:rsidRPr="003A7CC2" w:rsidRDefault="003A7CC2" w:rsidP="003A7CC2">
      <w:pPr>
        <w:pStyle w:val="Heading3"/>
        <w:rPr>
          <w:rtl/>
        </w:rPr>
      </w:pPr>
      <w:bookmarkStart w:id="17" w:name="_Toc395088370"/>
      <w:r w:rsidRPr="00282620">
        <w:rPr>
          <w:rtl/>
        </w:rPr>
        <w:t>2</w:t>
      </w:r>
      <w:r w:rsidR="00F13C51">
        <w:rPr>
          <w:rtl/>
        </w:rPr>
        <w:t xml:space="preserve"> - </w:t>
      </w:r>
      <w:r w:rsidRPr="00282620">
        <w:rPr>
          <w:rtl/>
        </w:rPr>
        <w:t>عهد ابن الخطَّاب</w:t>
      </w:r>
      <w:r w:rsidR="00F13C51">
        <w:rPr>
          <w:rtl/>
        </w:rPr>
        <w:t>:</w:t>
      </w:r>
      <w:bookmarkEnd w:id="17"/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بانتقال الخلافة</w:t>
      </w:r>
      <w:r w:rsidR="00F13C51">
        <w:rPr>
          <w:rtl/>
        </w:rPr>
        <w:t xml:space="preserve"> - </w:t>
      </w:r>
      <w:r w:rsidRPr="00282620">
        <w:rPr>
          <w:rtl/>
        </w:rPr>
        <w:t>وهي الآن بمفهوم الحسين</w:t>
      </w:r>
      <w:r w:rsidR="00F13C51">
        <w:rPr>
          <w:rtl/>
        </w:rPr>
        <w:t xml:space="preserve"> - </w:t>
      </w:r>
      <w:r w:rsidRPr="00282620">
        <w:rPr>
          <w:rtl/>
        </w:rPr>
        <w:t>أُبوَّة يتناولها كلُّ واحد بالدور عن جَدِّه الذي كان أبا الجميع</w:t>
      </w:r>
      <w:r w:rsidR="00F13C51">
        <w:rPr>
          <w:rtl/>
        </w:rPr>
        <w:t>،</w:t>
      </w:r>
      <w:r w:rsidRPr="00282620">
        <w:rPr>
          <w:rtl/>
        </w:rPr>
        <w:t xml:space="preserve"> والتي هي</w:t>
      </w:r>
      <w:r w:rsidR="00F13C51">
        <w:rPr>
          <w:rtl/>
        </w:rPr>
        <w:t xml:space="preserve"> - </w:t>
      </w:r>
      <w:r w:rsidRPr="00282620">
        <w:rPr>
          <w:rtl/>
        </w:rPr>
        <w:t>بقناعته الراسخة</w:t>
      </w:r>
      <w:r w:rsidR="00F13C51">
        <w:rPr>
          <w:rtl/>
        </w:rPr>
        <w:t xml:space="preserve"> - </w:t>
      </w:r>
      <w:r w:rsidRPr="00282620">
        <w:rPr>
          <w:rtl/>
        </w:rPr>
        <w:t>مِن حَقِّ أبيه علي</w:t>
      </w:r>
      <w:r w:rsidR="00F13C51">
        <w:rPr>
          <w:rtl/>
        </w:rPr>
        <w:t>،</w:t>
      </w:r>
      <w:r w:rsidRPr="00282620">
        <w:rPr>
          <w:rtl/>
        </w:rPr>
        <w:t xml:space="preserve"> ولا تنتقل إلاَّ عنه إلى مَن هو في الخَطِّ الذي رسمته أُبوَّة جَدِّه الشاملة</w:t>
      </w:r>
      <w:r w:rsidR="00C327EB">
        <w:rPr>
          <w:rtl/>
        </w:rPr>
        <w:t>.</w:t>
      </w:r>
      <w:r w:rsidRPr="00282620">
        <w:rPr>
          <w:rtl/>
        </w:rPr>
        <w:t xml:space="preserve"> أجلْ</w:t>
      </w:r>
      <w:r w:rsidR="00F13C51">
        <w:rPr>
          <w:rtl/>
        </w:rPr>
        <w:t>،</w:t>
      </w:r>
      <w:r w:rsidRPr="00282620">
        <w:rPr>
          <w:rtl/>
        </w:rPr>
        <w:t xml:space="preserve"> بانتقال الخلافة هذه ا</w:t>
      </w:r>
      <w:r w:rsidR="002C2DD7">
        <w:rPr>
          <w:rtl/>
        </w:rPr>
        <w:t>لمـَ</w:t>
      </w:r>
      <w:r w:rsidRPr="00282620">
        <w:rPr>
          <w:rtl/>
        </w:rPr>
        <w:t>قلوبة عن أُبوَّة صحيحة المقصد والمعنى</w:t>
      </w:r>
      <w:r w:rsidR="00F13C51">
        <w:rPr>
          <w:rtl/>
        </w:rPr>
        <w:t>،</w:t>
      </w:r>
      <w:r w:rsidRPr="00282620">
        <w:rPr>
          <w:rtl/>
        </w:rPr>
        <w:t xml:space="preserve"> إلى عمر بن الخطاب لم تتوسَّع ذهنية الحسين</w:t>
      </w:r>
      <w:r w:rsidR="00F13C51">
        <w:rPr>
          <w:rtl/>
        </w:rPr>
        <w:t>،</w:t>
      </w:r>
      <w:r w:rsidRPr="00282620">
        <w:rPr>
          <w:rtl/>
        </w:rPr>
        <w:t xml:space="preserve"> بلْ تعمَّقت فيها 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r w:rsidR="00F13C51">
        <w:rPr>
          <w:rtl/>
        </w:rPr>
        <w:t>،</w:t>
      </w:r>
      <w:r w:rsidRPr="00282620">
        <w:rPr>
          <w:rtl/>
        </w:rPr>
        <w:t xml:space="preserve"> وهي تُفسِّر ذاتها في شعوره وتأمُّله الصامتين</w:t>
      </w:r>
      <w:r w:rsidR="00F13C51">
        <w:rPr>
          <w:rtl/>
        </w:rPr>
        <w:t>،</w:t>
      </w:r>
      <w:r w:rsidRPr="00282620">
        <w:rPr>
          <w:rtl/>
        </w:rPr>
        <w:t xml:space="preserve"> لقد كان يُراقب مُعاناة أبيه</w:t>
      </w:r>
      <w:r w:rsidR="00F13C51">
        <w:rPr>
          <w:rtl/>
        </w:rPr>
        <w:t>،</w:t>
      </w:r>
      <w:r w:rsidRPr="00282620">
        <w:rPr>
          <w:rtl/>
        </w:rPr>
        <w:t xml:space="preserve"> وهو صامت صابر</w:t>
      </w:r>
      <w:r w:rsidR="00F13C51">
        <w:rPr>
          <w:rtl/>
        </w:rPr>
        <w:t>،</w:t>
      </w:r>
      <w:r w:rsidRPr="00282620">
        <w:rPr>
          <w:rtl/>
        </w:rPr>
        <w:t xml:space="preserve"> وراح يصمت مثله ويصبر</w:t>
      </w:r>
      <w:r w:rsidR="00F13C51">
        <w:rPr>
          <w:rtl/>
        </w:rPr>
        <w:t>،</w:t>
      </w:r>
      <w:r w:rsidRPr="00282620">
        <w:rPr>
          <w:rtl/>
        </w:rPr>
        <w:t xml:space="preserve"> أمَّا حواره الأخير مع أبيه حول انتقال الأُبوَّة إلى أبي بكر</w:t>
      </w:r>
      <w:r w:rsidR="00F13C51">
        <w:rPr>
          <w:rtl/>
        </w:rPr>
        <w:t>،</w:t>
      </w:r>
      <w:r w:rsidRPr="00282620">
        <w:rPr>
          <w:rtl/>
        </w:rPr>
        <w:t xml:space="preserve"> فإنَّه فَهم منه أنَّ النخوة القبليَّة</w:t>
      </w:r>
      <w:r w:rsidR="00F13C51">
        <w:rPr>
          <w:rtl/>
        </w:rPr>
        <w:t>،</w:t>
      </w:r>
      <w:r w:rsidRPr="00282620">
        <w:rPr>
          <w:rtl/>
        </w:rPr>
        <w:t xml:space="preserve"> لا الوصيَّة النبويَّة</w:t>
      </w:r>
      <w:r w:rsidR="00F13C51">
        <w:rPr>
          <w:rtl/>
        </w:rPr>
        <w:t>،</w:t>
      </w:r>
      <w:r w:rsidRPr="00282620">
        <w:rPr>
          <w:rtl/>
        </w:rPr>
        <w:t xml:space="preserve"> هي التي جرَّدت أباه مِن أُبوّة كبيرة خَصَّه بها جَدُّه لضمِّ ا</w:t>
      </w:r>
      <w:r w:rsidR="002C2DD7">
        <w:rPr>
          <w:rtl/>
        </w:rPr>
        <w:t>لمـُ</w:t>
      </w:r>
      <w:r w:rsidRPr="00282620">
        <w:rPr>
          <w:rtl/>
        </w:rPr>
        <w:t>جتمع كلِّه إلى صدره الكبير</w:t>
      </w:r>
      <w:r w:rsidR="00F13C51">
        <w:rPr>
          <w:rtl/>
        </w:rPr>
        <w:t>،</w:t>
      </w:r>
      <w:r w:rsidRPr="00282620">
        <w:rPr>
          <w:rtl/>
        </w:rPr>
        <w:t xml:space="preserve"> ولقد فهم أنَّ الإجحاف طال أباه على يدي أبي بكر</w:t>
      </w:r>
      <w:r w:rsidR="00F13C51">
        <w:rPr>
          <w:rtl/>
        </w:rPr>
        <w:t>،</w:t>
      </w:r>
      <w:r w:rsidRPr="00282620">
        <w:rPr>
          <w:rtl/>
        </w:rPr>
        <w:t xml:space="preserve"> وها إنَّه لا يزال مُتمادياً على أقسى وأدهى مع هذا المدعوِّ عمر بن الخطاب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كان عمر الحسين</w:t>
      </w:r>
      <w:r w:rsidR="00F13C51">
        <w:rPr>
          <w:rtl/>
        </w:rPr>
        <w:t xml:space="preserve"> - </w:t>
      </w:r>
      <w:r w:rsidRPr="00282620">
        <w:rPr>
          <w:rtl/>
        </w:rPr>
        <w:t>عند انتقال الدور إلى ابن الخطاب</w:t>
      </w:r>
      <w:r w:rsidR="00F13C51">
        <w:rPr>
          <w:rtl/>
        </w:rPr>
        <w:t xml:space="preserve"> - </w:t>
      </w:r>
      <w:r w:rsidRPr="00282620">
        <w:rPr>
          <w:rtl/>
        </w:rPr>
        <w:t>يدور حول عشر مِن السنين</w:t>
      </w:r>
      <w:r w:rsidR="00F13C51">
        <w:rPr>
          <w:rtl/>
        </w:rPr>
        <w:t>،</w:t>
      </w:r>
      <w:r w:rsidRPr="00282620">
        <w:rPr>
          <w:rtl/>
        </w:rPr>
        <w:t xml:space="preserve"> ولكنَّ الجوَّ الذي رَبِيَ فيه</w:t>
      </w:r>
      <w:r w:rsidR="00F13C51">
        <w:rPr>
          <w:rtl/>
        </w:rPr>
        <w:t>،</w:t>
      </w:r>
      <w:r w:rsidRPr="00282620">
        <w:rPr>
          <w:rtl/>
        </w:rPr>
        <w:t xml:space="preserve"> والأحداث القاسية التي ذرَّت غُبارها في هذا الجوِّ</w:t>
      </w:r>
      <w:r w:rsidR="00F13C51">
        <w:rPr>
          <w:rtl/>
        </w:rPr>
        <w:t>،</w:t>
      </w:r>
      <w:r w:rsidRPr="00282620">
        <w:rPr>
          <w:rtl/>
        </w:rPr>
        <w:t xml:space="preserve"> فهزَّته في صميمه</w:t>
      </w:r>
      <w:r w:rsidR="00F13C51">
        <w:rPr>
          <w:rtl/>
        </w:rPr>
        <w:t>،</w:t>
      </w:r>
      <w:r w:rsidRPr="00282620">
        <w:rPr>
          <w:rtl/>
        </w:rPr>
        <w:t xml:space="preserve"> وجعلت السنوات القاصرة في عمر الحسين</w:t>
      </w:r>
      <w:r w:rsidR="00F13C51">
        <w:rPr>
          <w:rtl/>
        </w:rPr>
        <w:t>،</w:t>
      </w:r>
      <w:r w:rsidRPr="00282620">
        <w:rPr>
          <w:rtl/>
        </w:rPr>
        <w:t xml:space="preserve"> واسعة الفَهم</w:t>
      </w:r>
      <w:r w:rsidR="00F13C51">
        <w:rPr>
          <w:rtl/>
        </w:rPr>
        <w:t>،</w:t>
      </w:r>
      <w:r w:rsidRPr="00282620">
        <w:rPr>
          <w:rtl/>
        </w:rPr>
        <w:t xml:space="preserve"> نبيهة الذهن</w:t>
      </w:r>
      <w:r w:rsidR="00F13C51">
        <w:rPr>
          <w:rtl/>
        </w:rPr>
        <w:t>،</w:t>
      </w:r>
      <w:r w:rsidRPr="00282620">
        <w:rPr>
          <w:rtl/>
        </w:rPr>
        <w:t xml:space="preserve"> وواسعة النفس تحت مُعاناة عميقة التفتُّح</w:t>
      </w:r>
      <w:r w:rsidR="00F13C51">
        <w:rPr>
          <w:rtl/>
        </w:rPr>
        <w:t>،</w:t>
      </w:r>
      <w:r w:rsidRPr="00282620">
        <w:rPr>
          <w:rtl/>
        </w:rPr>
        <w:t xml:space="preserve"> وحاضرة التأثَّر</w:t>
      </w:r>
      <w:r w:rsidR="00F13C51">
        <w:rPr>
          <w:rtl/>
        </w:rPr>
        <w:t>،</w:t>
      </w:r>
      <w:r w:rsidRPr="00282620">
        <w:rPr>
          <w:rtl/>
        </w:rPr>
        <w:t xml:space="preserve"> وشديدة التفتيش عن ماهيَّة الأحداث وارتباطاتها بموحياتها</w:t>
      </w:r>
      <w:r w:rsidR="00C327EB">
        <w:rPr>
          <w:rtl/>
        </w:rPr>
        <w:t>.</w:t>
      </w:r>
      <w:r w:rsidRPr="00282620">
        <w:rPr>
          <w:rtl/>
        </w:rPr>
        <w:t xml:space="preserve"> بالأمس كانت له أربعة أحضان يتبرَّع كلُّ حِضن منها بتوسيع الحُبِّ والدلال عليه</w:t>
      </w:r>
      <w:r w:rsidR="00F13C51">
        <w:rPr>
          <w:rtl/>
        </w:rPr>
        <w:t>،</w:t>
      </w:r>
      <w:r w:rsidRPr="00282620">
        <w:rPr>
          <w:rtl/>
        </w:rPr>
        <w:t xml:space="preserve"> أمَّا الآن</w:t>
      </w:r>
      <w:r w:rsidR="00F13C51">
        <w:rPr>
          <w:rtl/>
        </w:rPr>
        <w:t>،</w:t>
      </w:r>
      <w:r w:rsidRPr="00282620">
        <w:rPr>
          <w:rtl/>
        </w:rPr>
        <w:t xml:space="preserve"> وقد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خسر حِضنين كانا كلَّ طفولته السعيدة</w:t>
      </w:r>
      <w:r w:rsidR="00F13C51">
        <w:rPr>
          <w:rtl/>
        </w:rPr>
        <w:t>،</w:t>
      </w:r>
      <w:r w:rsidRPr="00282620">
        <w:rPr>
          <w:rtl/>
        </w:rPr>
        <w:t xml:space="preserve"> وكلَّ فرحه في الدنيا</w:t>
      </w:r>
      <w:r w:rsidR="00F13C51">
        <w:rPr>
          <w:rtl/>
        </w:rPr>
        <w:t>،</w:t>
      </w:r>
      <w:r w:rsidRPr="00282620">
        <w:rPr>
          <w:rtl/>
        </w:rPr>
        <w:t xml:space="preserve"> وبقي له حِضنان راحت تزرع الأحداث فيهما همَّاً ونَكداً أصابه كلُّ ثقل منهما في صميمه</w:t>
      </w:r>
      <w:r w:rsidR="00106DAF">
        <w:rPr>
          <w:rtl/>
        </w:rPr>
        <w:t>!</w:t>
      </w:r>
      <w:r w:rsidRPr="00282620">
        <w:rPr>
          <w:rtl/>
        </w:rPr>
        <w:t xml:space="preserve"> أيكون جَدُّه</w:t>
      </w:r>
      <w:r w:rsidR="00F13C51">
        <w:rPr>
          <w:rtl/>
        </w:rPr>
        <w:t xml:space="preserve"> - </w:t>
      </w:r>
      <w:r w:rsidRPr="00282620">
        <w:rPr>
          <w:rtl/>
        </w:rPr>
        <w:t>وهو نبيُّ الأُمَّة وحامل الرسالة</w:t>
      </w:r>
      <w:r w:rsidR="00F13C51">
        <w:rPr>
          <w:rtl/>
        </w:rPr>
        <w:t>،</w:t>
      </w:r>
      <w:r w:rsidRPr="00282620">
        <w:rPr>
          <w:rtl/>
        </w:rPr>
        <w:t xml:space="preserve"> وجامع الحَقّ وأبو صبيان كلِّ الجزيرة</w:t>
      </w:r>
      <w:r w:rsidR="00F13C51">
        <w:rPr>
          <w:rtl/>
        </w:rPr>
        <w:t xml:space="preserve"> - </w:t>
      </w:r>
      <w:r w:rsidRPr="00282620">
        <w:rPr>
          <w:rtl/>
        </w:rPr>
        <w:t>مُستحقَّاً كلَّ هذا الهَمِّ والنَكد</w:t>
      </w:r>
      <w:r w:rsidR="00F13C51">
        <w:rPr>
          <w:rtl/>
        </w:rPr>
        <w:t>،</w:t>
      </w:r>
      <w:r w:rsidRPr="00282620">
        <w:rPr>
          <w:rtl/>
        </w:rPr>
        <w:t xml:space="preserve"> وهذا هو عِقاب الجاحدين الكافرين</w:t>
      </w:r>
      <w:r w:rsidR="00106DAF">
        <w:rPr>
          <w:rtl/>
        </w:rPr>
        <w:t>؟</w:t>
      </w:r>
      <w:r w:rsidRPr="00282620">
        <w:rPr>
          <w:rtl/>
        </w:rPr>
        <w:t>!!!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يا للحوار</w:t>
      </w:r>
      <w:r w:rsidR="00106DAF">
        <w:rPr>
          <w:rtl/>
        </w:rPr>
        <w:t>!</w:t>
      </w:r>
      <w:r w:rsidRPr="00282620">
        <w:rPr>
          <w:rtl/>
        </w:rPr>
        <w:t xml:space="preserve"> الآن يدور بين الحسين الرازح تحت مثل هذا الثقل مِن ا</w:t>
      </w:r>
      <w:r w:rsidR="002C2DD7">
        <w:rPr>
          <w:rtl/>
        </w:rPr>
        <w:t>لمـُ</w:t>
      </w:r>
      <w:r w:rsidRPr="00282620">
        <w:rPr>
          <w:rtl/>
        </w:rPr>
        <w:t>عاناة</w:t>
      </w:r>
      <w:r w:rsidR="00F13C51">
        <w:rPr>
          <w:rtl/>
        </w:rPr>
        <w:t>،</w:t>
      </w:r>
      <w:r w:rsidRPr="00282620">
        <w:rPr>
          <w:rtl/>
        </w:rPr>
        <w:t xml:space="preserve"> وبين أبيه علي ا</w:t>
      </w:r>
      <w:r w:rsidR="002C2DD7">
        <w:rPr>
          <w:rtl/>
        </w:rPr>
        <w:t>لمـُ</w:t>
      </w:r>
      <w:r w:rsidRPr="00282620">
        <w:rPr>
          <w:rtl/>
        </w:rPr>
        <w:t>صغي إليه بكلِّ شغاف روحه</w:t>
      </w:r>
      <w:r w:rsidR="00C327EB">
        <w:rPr>
          <w:rtl/>
        </w:rPr>
        <w:t>.</w:t>
      </w:r>
      <w:r w:rsidRPr="00282620">
        <w:rPr>
          <w:rtl/>
        </w:rPr>
        <w:t xml:space="preserve"> وسأل الحسين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أبي</w:t>
      </w:r>
      <w:r w:rsidR="00F13C51">
        <w:rPr>
          <w:rtl/>
        </w:rPr>
        <w:t>،</w:t>
      </w:r>
      <w:r w:rsidRPr="00282620">
        <w:rPr>
          <w:rtl/>
        </w:rPr>
        <w:t xml:space="preserve"> إنِّي لا أزال أبحث مع نفسي</w:t>
      </w:r>
      <w:r w:rsidR="00F13C51">
        <w:rPr>
          <w:rtl/>
        </w:rPr>
        <w:t>،</w:t>
      </w:r>
      <w:r w:rsidRPr="00282620">
        <w:rPr>
          <w:rtl/>
        </w:rPr>
        <w:t xml:space="preserve"> ولكنَّني بحاجةٍ إليك حتَّى تشرح لي</w:t>
      </w:r>
      <w:r w:rsidR="00F13C51">
        <w:rPr>
          <w:rtl/>
        </w:rPr>
        <w:t>:</w:t>
      </w:r>
      <w:r w:rsidRPr="00282620">
        <w:rPr>
          <w:rtl/>
        </w:rPr>
        <w:t xml:space="preserve"> كيف أوصل أبو بكر الخلافة إلى عمر</w:t>
      </w:r>
      <w:r w:rsidR="00106DAF">
        <w:rPr>
          <w:rtl/>
        </w:rPr>
        <w:t>؟</w:t>
      </w:r>
      <w:r w:rsidRPr="00282620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لم تصل الخلافة إلى أبي بكر إلاَّ عن طريق عمر</w:t>
      </w:r>
      <w:r w:rsidR="00F13C51">
        <w:rPr>
          <w:rtl/>
        </w:rPr>
        <w:t>،</w:t>
      </w:r>
      <w:r w:rsidRPr="00282620">
        <w:rPr>
          <w:rtl/>
        </w:rPr>
        <w:t xml:space="preserve"> بتفاهُمٍ ضمنيٍّ عند عمر</w:t>
      </w:r>
      <w:r w:rsidR="00F13C51">
        <w:rPr>
          <w:rtl/>
        </w:rPr>
        <w:t>،</w:t>
      </w:r>
      <w:r w:rsidRPr="00282620">
        <w:rPr>
          <w:rtl/>
        </w:rPr>
        <w:t xml:space="preserve"> معناه</w:t>
      </w:r>
      <w:r w:rsidR="00F13C51">
        <w:rPr>
          <w:rtl/>
        </w:rPr>
        <w:t>:</w:t>
      </w:r>
      <w:r w:rsidRPr="00282620">
        <w:rPr>
          <w:rtl/>
        </w:rPr>
        <w:t xml:space="preserve"> إذا صحَّت التجربة فأبو بكر هو الخليفة أوَّلاً</w:t>
      </w:r>
      <w:r w:rsidR="00F13C51">
        <w:rPr>
          <w:rtl/>
        </w:rPr>
        <w:t>،</w:t>
      </w:r>
      <w:r w:rsidRPr="00282620">
        <w:rPr>
          <w:rtl/>
        </w:rPr>
        <w:t xml:space="preserve"> ثمَّ يردُّها إليه إذ يشعر بدنوِّ الأجل</w:t>
      </w:r>
      <w:r w:rsidR="00F13C51">
        <w:rPr>
          <w:rtl/>
        </w:rPr>
        <w:t>،</w:t>
      </w:r>
      <w:r w:rsidRPr="00282620">
        <w:rPr>
          <w:rtl/>
        </w:rPr>
        <w:t xml:space="preserve"> وهكذا صحَّت ا</w:t>
      </w:r>
      <w:r w:rsidR="002C2DD7">
        <w:rPr>
          <w:rtl/>
        </w:rPr>
        <w:t>لمـُ</w:t>
      </w:r>
      <w:r w:rsidRPr="00282620">
        <w:rPr>
          <w:rtl/>
        </w:rPr>
        <w:t>حاولة</w:t>
      </w:r>
      <w:r w:rsidR="00F13C51">
        <w:rPr>
          <w:rtl/>
        </w:rPr>
        <w:t>،</w:t>
      </w:r>
      <w:r w:rsidRPr="00282620">
        <w:rPr>
          <w:rtl/>
        </w:rPr>
        <w:t xml:space="preserve"> وها هو عمر خليفة بدل أبيك</w:t>
      </w:r>
      <w:r w:rsidR="00F13C51">
        <w:rPr>
          <w:rtl/>
        </w:rPr>
        <w:t>،</w:t>
      </w:r>
      <w:r w:rsidRPr="00282620">
        <w:rPr>
          <w:rtl/>
        </w:rPr>
        <w:t xml:space="preserve"> وبعد جَدِّك على المسلمين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واضح ذلك</w:t>
      </w:r>
      <w:r w:rsidR="00F13C51">
        <w:rPr>
          <w:rtl/>
        </w:rPr>
        <w:t>،</w:t>
      </w:r>
      <w:r w:rsidRPr="00282620">
        <w:rPr>
          <w:rtl/>
        </w:rPr>
        <w:t xml:space="preserve"> ولكنْ لو لم تصحَّ التجربة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لكانوا اعتمدوا عِدَّة طُرق سواها</w:t>
      </w:r>
      <w:r w:rsidR="00F13C51">
        <w:rPr>
          <w:rtl/>
        </w:rPr>
        <w:t>،</w:t>
      </w:r>
      <w:r w:rsidRPr="00282620">
        <w:rPr>
          <w:rtl/>
        </w:rPr>
        <w:t xml:space="preserve"> يوفُّر نجاح كلِّ واحدة منها شرط واحد</w:t>
      </w:r>
      <w:r w:rsidR="00F13C51">
        <w:rPr>
          <w:rtl/>
        </w:rPr>
        <w:t>،</w:t>
      </w:r>
      <w:r w:rsidRPr="00282620">
        <w:rPr>
          <w:rtl/>
        </w:rPr>
        <w:t xml:space="preserve"> وهو إبعاد أهل البيت عن خلافة ربِّ البيت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ومَن هُمْ القبائل الذين يؤازرون عمر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لا قبائل يوآزرون عمر</w:t>
      </w:r>
      <w:r w:rsidR="00F13C51">
        <w:rPr>
          <w:rtl/>
        </w:rPr>
        <w:t>،</w:t>
      </w:r>
      <w:r w:rsidRPr="00282620">
        <w:rPr>
          <w:rtl/>
        </w:rPr>
        <w:t xml:space="preserve"> بلْ القبليَّة هي التي آزرته 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الحسين</w:t>
      </w:r>
      <w:r w:rsidR="00F13C51">
        <w:rPr>
          <w:rtl/>
        </w:rPr>
        <w:t>:</w:t>
      </w:r>
      <w:r w:rsidRPr="00282620">
        <w:rPr>
          <w:rtl/>
        </w:rPr>
        <w:t xml:space="preserve"> ومَن هُمْ القبائل</w:t>
      </w:r>
      <w:r w:rsidR="00106DAF">
        <w:rPr>
          <w:rtl/>
        </w:rPr>
        <w:t>؟</w:t>
      </w:r>
      <w:r w:rsidRPr="00282620">
        <w:rPr>
          <w:rtl/>
        </w:rPr>
        <w:t xml:space="preserve"> وما تكون نسبة القبليَّة إليهم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القبائل هُمْ نحن</w:t>
      </w:r>
      <w:r w:rsidR="00F13C51">
        <w:rPr>
          <w:rtl/>
        </w:rPr>
        <w:t>،</w:t>
      </w:r>
      <w:r w:rsidRPr="00282620">
        <w:rPr>
          <w:rtl/>
        </w:rPr>
        <w:t xml:space="preserve"> إنَّهم العرب</w:t>
      </w:r>
      <w:r w:rsidR="00F13C51">
        <w:rPr>
          <w:rtl/>
        </w:rPr>
        <w:t>،</w:t>
      </w:r>
      <w:r w:rsidRPr="00282620">
        <w:rPr>
          <w:rtl/>
        </w:rPr>
        <w:t xml:space="preserve"> إنَّهم الجزيرة</w:t>
      </w:r>
      <w:r w:rsidR="00F13C51">
        <w:rPr>
          <w:rtl/>
        </w:rPr>
        <w:t>،</w:t>
      </w:r>
      <w:r w:rsidRPr="00282620">
        <w:rPr>
          <w:rtl/>
        </w:rPr>
        <w:t xml:space="preserve"> إنَّهم الأُمَّة</w:t>
      </w:r>
      <w:r w:rsidR="00F13C51">
        <w:rPr>
          <w:rtl/>
        </w:rPr>
        <w:t>،</w:t>
      </w:r>
      <w:r w:rsidRPr="00282620">
        <w:rPr>
          <w:rtl/>
        </w:rPr>
        <w:t xml:space="preserve"> الأُمَّة الكريمة في تراثها ا</w:t>
      </w:r>
      <w:r w:rsidR="002C2DD7">
        <w:rPr>
          <w:rtl/>
        </w:rPr>
        <w:t>لمـُ</w:t>
      </w:r>
      <w:r w:rsidRPr="00282620">
        <w:rPr>
          <w:rtl/>
        </w:rPr>
        <w:t>تجسِّد بجَدِّك العظيم</w:t>
      </w:r>
      <w:r w:rsidR="00F13C51">
        <w:rPr>
          <w:rtl/>
        </w:rPr>
        <w:t>،</w:t>
      </w:r>
      <w:r w:rsidRPr="00282620">
        <w:rPr>
          <w:rtl/>
        </w:rPr>
        <w:t xml:space="preserve"> إنَّهم التاريخ البعيد فوق الأرض ا</w:t>
      </w:r>
      <w:r w:rsidR="002C2DD7">
        <w:rPr>
          <w:rtl/>
        </w:rPr>
        <w:t>لمـُ</w:t>
      </w:r>
      <w:r w:rsidRPr="00282620">
        <w:rPr>
          <w:rtl/>
        </w:rPr>
        <w:t>تمدِّدة بالحياة إلى كلِّ هذه الأصقاع التي لا نَزال</w:t>
      </w:r>
      <w:r w:rsidR="00F13C51">
        <w:rPr>
          <w:rtl/>
        </w:rPr>
        <w:t xml:space="preserve"> - </w:t>
      </w:r>
      <w:r w:rsidRPr="00282620">
        <w:rPr>
          <w:rtl/>
        </w:rPr>
        <w:t>كما كنَّا</w:t>
      </w:r>
      <w:r w:rsidR="00F13C51">
        <w:rPr>
          <w:rtl/>
        </w:rPr>
        <w:t xml:space="preserve"> - </w:t>
      </w:r>
      <w:r w:rsidRPr="00282620">
        <w:rPr>
          <w:rtl/>
        </w:rPr>
        <w:t>نتحرَّك في كلِّ سهولها وجبالها</w:t>
      </w:r>
      <w:r w:rsidR="00F13C51">
        <w:rPr>
          <w:rtl/>
        </w:rPr>
        <w:t>،</w:t>
      </w:r>
      <w:r w:rsidRPr="00282620">
        <w:rPr>
          <w:rtl/>
        </w:rPr>
        <w:t xml:space="preserve"> وواحاتها ومَفاوزها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ونبني فيها زرعنا وضرعنا</w:t>
      </w:r>
      <w:r w:rsidR="00F13C51">
        <w:rPr>
          <w:rtl/>
        </w:rPr>
        <w:t>،</w:t>
      </w:r>
      <w:r w:rsidRPr="00282620">
        <w:rPr>
          <w:rtl/>
        </w:rPr>
        <w:t xml:space="preserve"> ونخيلنا وكُرومنا</w:t>
      </w:r>
      <w:r w:rsidR="00F13C51">
        <w:rPr>
          <w:rtl/>
        </w:rPr>
        <w:t>،</w:t>
      </w:r>
      <w:r w:rsidRPr="00282620">
        <w:rPr>
          <w:rtl/>
        </w:rPr>
        <w:t xml:space="preserve"> وبساتين الخير وحصاد العافية</w:t>
      </w:r>
      <w:r w:rsidR="00F13C51">
        <w:rPr>
          <w:rtl/>
        </w:rPr>
        <w:t>،</w:t>
      </w:r>
      <w:r w:rsidRPr="00282620">
        <w:rPr>
          <w:rtl/>
        </w:rPr>
        <w:t xml:space="preserve"> إنَّهم الأُمَّة فوق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أرض الأُمَّة التي جاء نبيُّها الكريم حتَّى يُمجِّدها في حِضن الحياة</w:t>
      </w:r>
      <w:r w:rsidR="00F13C51">
        <w:rPr>
          <w:rtl/>
        </w:rPr>
        <w:t>،</w:t>
      </w:r>
      <w:r w:rsidRPr="00282620">
        <w:rPr>
          <w:rtl/>
        </w:rPr>
        <w:t xml:space="preserve"> لأنَّها أُمَّة في ذخر الحياة</w:t>
      </w:r>
      <w:r w:rsidR="00F13C51">
        <w:rPr>
          <w:rtl/>
        </w:rPr>
        <w:t>،</w:t>
      </w:r>
      <w:r w:rsidRPr="00282620">
        <w:rPr>
          <w:rtl/>
        </w:rPr>
        <w:t xml:space="preserve"> وقُطب الله فيه الذي صدق في وجود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ما توقَّف علي قليلاً على ثورة صامتة وهادرة في عُروقه</w:t>
      </w:r>
      <w:r w:rsidR="00F13C51">
        <w:rPr>
          <w:rtl/>
        </w:rPr>
        <w:t>،</w:t>
      </w:r>
      <w:r w:rsidRPr="00282620">
        <w:rPr>
          <w:rtl/>
        </w:rPr>
        <w:t xml:space="preserve"> حتَّى نهض يتمشَّى في صحن الدار</w:t>
      </w:r>
      <w:r w:rsidR="00F13C51">
        <w:rPr>
          <w:rtl/>
        </w:rPr>
        <w:t>،</w:t>
      </w:r>
      <w:r w:rsidRPr="00282620">
        <w:rPr>
          <w:rtl/>
        </w:rPr>
        <w:t xml:space="preserve"> ثمَّ دار بكُلِّيته نحو الحسين ليُتابع جهد نفسه بالقول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علي</w:t>
      </w:r>
      <w:r w:rsidR="00F13C51">
        <w:rPr>
          <w:rtl/>
        </w:rPr>
        <w:t>:</w:t>
      </w:r>
      <w:r w:rsidRPr="00282620">
        <w:rPr>
          <w:rtl/>
        </w:rPr>
        <w:t xml:space="preserve"> جَدُّك هو العظيم</w:t>
      </w:r>
      <w:r w:rsidR="00F13C51">
        <w:rPr>
          <w:rtl/>
        </w:rPr>
        <w:t xml:space="preserve"> - </w:t>
      </w:r>
      <w:r w:rsidRPr="00282620">
        <w:rPr>
          <w:rtl/>
        </w:rPr>
        <w:t>يا ابني</w:t>
      </w:r>
      <w:r w:rsidR="00F13C51">
        <w:rPr>
          <w:rtl/>
        </w:rPr>
        <w:t xml:space="preserve"> - </w:t>
      </w:r>
      <w:r w:rsidRPr="00282620">
        <w:rPr>
          <w:rtl/>
        </w:rPr>
        <w:t>في تجميع ذاته ليبذلها في سبيل الأُمَّة</w:t>
      </w:r>
      <w:r w:rsidR="00F13C51">
        <w:rPr>
          <w:rtl/>
        </w:rPr>
        <w:t>،</w:t>
      </w:r>
      <w:r w:rsidRPr="00282620">
        <w:rPr>
          <w:rtl/>
        </w:rPr>
        <w:t xml:space="preserve"> التي لو لا ها لما كانت له لا نبوَّة</w:t>
      </w:r>
      <w:r w:rsidR="00F13C51">
        <w:rPr>
          <w:rtl/>
        </w:rPr>
        <w:t>،</w:t>
      </w:r>
      <w:r w:rsidRPr="00282620">
        <w:rPr>
          <w:rtl/>
        </w:rPr>
        <w:t xml:space="preserve"> ولا رسالة</w:t>
      </w:r>
      <w:r w:rsidR="00F13C51">
        <w:rPr>
          <w:rtl/>
        </w:rPr>
        <w:t>،</w:t>
      </w:r>
      <w:r w:rsidRPr="00282620">
        <w:rPr>
          <w:rtl/>
        </w:rPr>
        <w:t xml:space="preserve"> ولا حَقٌّ يُنطق به بلسان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أمَّا القبليَّة التي تطلب تحديداً لمعناها المسحوب مِن ضلوع الشياطين</w:t>
      </w:r>
      <w:r w:rsidR="00F13C51">
        <w:rPr>
          <w:rtl/>
        </w:rPr>
        <w:t>،</w:t>
      </w:r>
      <w:r w:rsidRPr="00282620">
        <w:rPr>
          <w:rtl/>
        </w:rPr>
        <w:t xml:space="preserve"> فهي التي تفرِّط مجموع القبائل</w:t>
      </w:r>
      <w:r w:rsidR="00F13C51">
        <w:rPr>
          <w:rtl/>
        </w:rPr>
        <w:t>،</w:t>
      </w:r>
      <w:r w:rsidRPr="00282620">
        <w:rPr>
          <w:rtl/>
        </w:rPr>
        <w:t xml:space="preserve"> وتوزِّعها كذباً وحقداً وتمويهاً</w:t>
      </w:r>
      <w:r w:rsidR="00F13C51">
        <w:rPr>
          <w:rtl/>
        </w:rPr>
        <w:t>،</w:t>
      </w:r>
      <w:r w:rsidRPr="00282620">
        <w:rPr>
          <w:rtl/>
        </w:rPr>
        <w:t xml:space="preserve"> يتسربل بها كلُّ هؤلاء الأبالسة الذين يدَّعون أنَّهم يمشون بأقدام الإنسان</w:t>
      </w:r>
      <w:r w:rsidR="00F13C51">
        <w:rPr>
          <w:rtl/>
        </w:rPr>
        <w:t>،</w:t>
      </w:r>
      <w:r w:rsidRPr="00282620">
        <w:rPr>
          <w:rtl/>
        </w:rPr>
        <w:t xml:space="preserve"> وهُمْ أسنمة للزور والبُهتان</w:t>
      </w:r>
      <w:r w:rsidR="00106DAF">
        <w:rPr>
          <w:rtl/>
        </w:rPr>
        <w:t>!</w:t>
      </w:r>
      <w:r w:rsidRPr="00282620">
        <w:rPr>
          <w:rtl/>
        </w:rPr>
        <w:t>! لقد جمع جَدُّك ا</w:t>
      </w:r>
      <w:r w:rsidR="002C2DD7">
        <w:rPr>
          <w:rtl/>
        </w:rPr>
        <w:t>لمـُ</w:t>
      </w:r>
      <w:r w:rsidRPr="00282620">
        <w:rPr>
          <w:rtl/>
        </w:rPr>
        <w:t>جتمع القبائلي كلَّه في واحد</w:t>
      </w:r>
      <w:r w:rsidR="00F13C51">
        <w:rPr>
          <w:rtl/>
        </w:rPr>
        <w:t>،</w:t>
      </w:r>
      <w:r w:rsidRPr="00282620">
        <w:rPr>
          <w:rtl/>
        </w:rPr>
        <w:t xml:space="preserve"> بعد أنْ خلَّصه مِن الشرك وأسباب الانفراط</w:t>
      </w:r>
      <w:r w:rsidR="00F13C51">
        <w:rPr>
          <w:rtl/>
        </w:rPr>
        <w:t>،</w:t>
      </w:r>
      <w:r w:rsidRPr="00282620">
        <w:rPr>
          <w:rtl/>
        </w:rPr>
        <w:t xml:space="preserve"> لتعود القبليَّة فتُفرِّطه إلى الضعف والتفسُّخ والهَوان</w:t>
      </w:r>
      <w:r w:rsidR="00C327EB">
        <w:rPr>
          <w:rtl/>
        </w:rPr>
        <w:t>.</w:t>
      </w:r>
      <w:r w:rsidRPr="00282620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تلك هي القبليَّة</w:t>
      </w:r>
      <w:r w:rsidR="00F13C51">
        <w:rPr>
          <w:rtl/>
        </w:rPr>
        <w:t xml:space="preserve"> - </w:t>
      </w:r>
      <w:r w:rsidRPr="00282620">
        <w:rPr>
          <w:rtl/>
        </w:rPr>
        <w:t>يا ابني</w:t>
      </w:r>
      <w:r w:rsidR="00F13C51">
        <w:rPr>
          <w:rtl/>
        </w:rPr>
        <w:t xml:space="preserve"> - </w:t>
      </w:r>
      <w:r w:rsidRPr="00282620">
        <w:rPr>
          <w:rtl/>
        </w:rPr>
        <w:t>في انتسابها اللعين ومفعولها الناسخ</w:t>
      </w:r>
      <w:r w:rsidR="00106DAF">
        <w:rPr>
          <w:rtl/>
        </w:rPr>
        <w:t>!</w:t>
      </w:r>
      <w:r w:rsidRPr="00282620">
        <w:rPr>
          <w:rtl/>
        </w:rPr>
        <w:t>!! إنْ يكن لي الآن أنْ أغرق في ذِلِّي وانكسافي</w:t>
      </w:r>
      <w:r w:rsidR="00F13C51">
        <w:rPr>
          <w:rtl/>
        </w:rPr>
        <w:t>،</w:t>
      </w:r>
      <w:r w:rsidRPr="00282620">
        <w:rPr>
          <w:rtl/>
        </w:rPr>
        <w:t xml:space="preserve"> وفليس لأنِّي أُفتِّش عن كرسيٍّ اغتني به وأسود</w:t>
      </w:r>
      <w:r w:rsidR="00F13C51">
        <w:rPr>
          <w:rtl/>
        </w:rPr>
        <w:t>،</w:t>
      </w:r>
      <w:r w:rsidRPr="00282620">
        <w:rPr>
          <w:rtl/>
        </w:rPr>
        <w:t xml:space="preserve"> بلْ لأنِّي أُشاهد بأُمِّ العين</w:t>
      </w:r>
      <w:r w:rsidR="00F13C51">
        <w:rPr>
          <w:rtl/>
        </w:rPr>
        <w:t>،</w:t>
      </w:r>
      <w:r w:rsidRPr="00282620">
        <w:rPr>
          <w:rtl/>
        </w:rPr>
        <w:t xml:space="preserve"> أُمَّتي يتجرَّرون بها إلى الانخساف</w:t>
      </w:r>
      <w:r w:rsidR="00F13C51">
        <w:rPr>
          <w:rtl/>
        </w:rPr>
        <w:t>،</w:t>
      </w:r>
      <w:r w:rsidRPr="00282620">
        <w:rPr>
          <w:rtl/>
        </w:rPr>
        <w:t xml:space="preserve"> بعد أنْ بدأت ترفع رأسها بحقيقة الإنسان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الذِّلُّ</w:t>
      </w:r>
      <w:r w:rsidR="00F13C51">
        <w:rPr>
          <w:rtl/>
        </w:rPr>
        <w:t xml:space="preserve"> - </w:t>
      </w:r>
      <w:r w:rsidRPr="00282620">
        <w:rPr>
          <w:rtl/>
        </w:rPr>
        <w:t>يا ابني</w:t>
      </w:r>
      <w:r w:rsidR="00F13C51">
        <w:rPr>
          <w:rtl/>
        </w:rPr>
        <w:t xml:space="preserve"> - </w:t>
      </w:r>
      <w:r w:rsidRPr="00282620">
        <w:rPr>
          <w:rtl/>
        </w:rPr>
        <w:t>للإنسان الذي لا تكون له أُمَّة يرتفع بها إلى الحقيقة الإنسانيَّة التي هي أوَج السعادة للإنسان</w:t>
      </w:r>
      <w:r w:rsidR="00F13C51">
        <w:rPr>
          <w:rtl/>
        </w:rPr>
        <w:t>،</w:t>
      </w:r>
      <w:r w:rsidRPr="00282620">
        <w:rPr>
          <w:rtl/>
        </w:rPr>
        <w:t xml:space="preserve"> ما عدا ذلك فأيَّة قيمة للثعالب والأرانب والجُرذان</w:t>
      </w:r>
      <w:r w:rsidR="00106DAF">
        <w:rPr>
          <w:rtl/>
        </w:rPr>
        <w:t>!</w:t>
      </w:r>
      <w:r w:rsidRPr="00282620">
        <w:rPr>
          <w:rtl/>
        </w:rPr>
        <w:t>! حتَّى للأرض كلِّها أنْ تكن خالية مِن مُجتمع صحيح صامد بقيمة الانسان</w:t>
      </w:r>
      <w:r w:rsidR="00106DAF">
        <w:rPr>
          <w:rtl/>
        </w:rPr>
        <w:t>؟</w:t>
      </w:r>
      <w:r w:rsidRPr="00282620">
        <w:rPr>
          <w:rtl/>
        </w:rPr>
        <w:t>!!!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lastRenderedPageBreak/>
        <w:t>بعد تسع سنين مِن هذا الحوار الذي نزل في أُذن الحسين كأنَّه ذِخر النفس في الإباء والصدق والعُنفوان</w:t>
      </w:r>
      <w:r w:rsidR="00F13C51">
        <w:rPr>
          <w:rtl/>
        </w:rPr>
        <w:t>،</w:t>
      </w:r>
      <w:r w:rsidRPr="00282620">
        <w:rPr>
          <w:rtl/>
        </w:rPr>
        <w:t xml:space="preserve"> أصبح عمر الحسين يدور حول العشرين</w:t>
      </w:r>
      <w:r w:rsidR="00F13C51">
        <w:rPr>
          <w:rtl/>
        </w:rPr>
        <w:t>،</w:t>
      </w:r>
      <w:r w:rsidRPr="00282620">
        <w:rPr>
          <w:rtl/>
        </w:rPr>
        <w:t xml:space="preserve"> وجاءت مَدية أبي لؤلؤة تغرز حِقدها في خاصرة ابن الخطَّاب</w:t>
      </w:r>
      <w:r w:rsidR="00F13C51">
        <w:rPr>
          <w:rtl/>
        </w:rPr>
        <w:t>،</w:t>
      </w:r>
      <w:r w:rsidRPr="00282620">
        <w:rPr>
          <w:rtl/>
        </w:rPr>
        <w:t xml:space="preserve"> وجعلته يجهض المجلس الاستشاري السُّداسي</w:t>
      </w:r>
      <w:r w:rsidR="00F13C51">
        <w:rPr>
          <w:rtl/>
        </w:rPr>
        <w:t>،</w:t>
      </w:r>
      <w:r w:rsidRPr="00282620">
        <w:rPr>
          <w:rtl/>
        </w:rPr>
        <w:t xml:space="preserve"> فإذا بالقبليَّة الجهيض يتقمَّصها مِن بعده عُثمان بن عفَّان</w:t>
      </w:r>
      <w:r w:rsidR="00C327EB">
        <w:rPr>
          <w:rtl/>
        </w:rPr>
        <w:t>.</w:t>
      </w:r>
    </w:p>
    <w:p w:rsidR="003A7CC2" w:rsidRPr="003A7CC2" w:rsidRDefault="003A7CC2" w:rsidP="003A7CC2">
      <w:pPr>
        <w:pStyle w:val="Heading3"/>
        <w:rPr>
          <w:rtl/>
        </w:rPr>
      </w:pPr>
      <w:bookmarkStart w:id="18" w:name="_Toc395088371"/>
      <w:r w:rsidRPr="00282620">
        <w:rPr>
          <w:rtl/>
        </w:rPr>
        <w:t>3</w:t>
      </w:r>
      <w:r w:rsidR="00F13C51">
        <w:rPr>
          <w:rtl/>
        </w:rPr>
        <w:t xml:space="preserve"> - </w:t>
      </w:r>
      <w:r w:rsidRPr="00282620">
        <w:rPr>
          <w:rtl/>
        </w:rPr>
        <w:t>عهد عثمان بن عفَّان</w:t>
      </w:r>
      <w:r w:rsidR="00F13C51">
        <w:rPr>
          <w:rtl/>
        </w:rPr>
        <w:t>:</w:t>
      </w:r>
      <w:bookmarkEnd w:id="18"/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لقد أصبحت ا</w:t>
      </w:r>
      <w:r w:rsidR="002C2DD7">
        <w:rPr>
          <w:rtl/>
        </w:rPr>
        <w:t>لمـُ</w:t>
      </w:r>
      <w:r w:rsidRPr="00282620">
        <w:rPr>
          <w:rtl/>
        </w:rPr>
        <w:t>عاناة عند الحسين</w:t>
      </w:r>
      <w:r w:rsidR="00F13C51">
        <w:rPr>
          <w:rtl/>
        </w:rPr>
        <w:t xml:space="preserve"> - </w:t>
      </w:r>
      <w:r w:rsidRPr="00282620">
        <w:rPr>
          <w:rtl/>
        </w:rPr>
        <w:t>في هذا العهد الثالث مِن تألُّب الأحداث</w:t>
      </w:r>
      <w:r w:rsidR="00F13C51">
        <w:rPr>
          <w:rtl/>
        </w:rPr>
        <w:t xml:space="preserve"> - </w:t>
      </w:r>
      <w:r w:rsidRPr="00282620">
        <w:rPr>
          <w:rtl/>
        </w:rPr>
        <w:t>كأنَّها حوملة منها</w:t>
      </w:r>
      <w:r w:rsidR="00F13C51">
        <w:rPr>
          <w:rtl/>
        </w:rPr>
        <w:t>،</w:t>
      </w:r>
      <w:r w:rsidRPr="00282620">
        <w:rPr>
          <w:rtl/>
        </w:rPr>
        <w:t xml:space="preserve"> ولا تقتات إلاّ مِن ذاتها</w:t>
      </w:r>
      <w:r w:rsidR="00C327EB">
        <w:rPr>
          <w:rtl/>
        </w:rPr>
        <w:t>.</w:t>
      </w:r>
      <w:r w:rsidRPr="00282620">
        <w:rPr>
          <w:rtl/>
        </w:rPr>
        <w:t xml:space="preserve"> إنَّها</w:t>
      </w:r>
      <w:r w:rsidR="00F13C51">
        <w:rPr>
          <w:rtl/>
        </w:rPr>
        <w:t xml:space="preserve"> - </w:t>
      </w:r>
      <w:r w:rsidRPr="00282620">
        <w:rPr>
          <w:rtl/>
        </w:rPr>
        <w:t>مع بداية إطلالته على رجولة مُكتهلة بنضجها وعُمق اختلائها بجوهر الذات</w:t>
      </w:r>
      <w:r w:rsidR="00F13C51">
        <w:rPr>
          <w:rtl/>
        </w:rPr>
        <w:t xml:space="preserve"> - </w:t>
      </w:r>
      <w:r w:rsidRPr="00282620">
        <w:rPr>
          <w:rtl/>
        </w:rPr>
        <w:t>تفاعلٌ جديدٌ أبداً بلونه وحقيقة كشفه عن الأحداث</w:t>
      </w:r>
      <w:r w:rsidR="00F13C51">
        <w:rPr>
          <w:rtl/>
        </w:rPr>
        <w:t>،</w:t>
      </w:r>
      <w:r w:rsidRPr="00282620">
        <w:rPr>
          <w:rtl/>
        </w:rPr>
        <w:t xml:space="preserve"> وربطها بالتيَّار الفاعل الذي تصدر عنه</w:t>
      </w:r>
      <w:r w:rsidR="00F13C51">
        <w:rPr>
          <w:rtl/>
        </w:rPr>
        <w:t>،</w:t>
      </w:r>
      <w:r w:rsidRPr="00282620">
        <w:rPr>
          <w:rtl/>
        </w:rPr>
        <w:t xml:space="preserve"> وتتخبَّأ به النوايا والمقاصد</w:t>
      </w:r>
      <w:r w:rsidR="00F13C51">
        <w:rPr>
          <w:rtl/>
        </w:rPr>
        <w:t>،</w:t>
      </w:r>
      <w:r w:rsidRPr="00282620">
        <w:rPr>
          <w:rtl/>
        </w:rPr>
        <w:t xml:space="preserve"> لقد اتَّضح له الآن</w:t>
      </w:r>
      <w:r w:rsidR="00F13C51">
        <w:rPr>
          <w:rtl/>
        </w:rPr>
        <w:t xml:space="preserve"> - </w:t>
      </w:r>
      <w:r w:rsidRPr="00282620">
        <w:rPr>
          <w:rtl/>
        </w:rPr>
        <w:t>والأحداث أمام عينيه</w:t>
      </w:r>
      <w:r w:rsidR="00F13C51">
        <w:rPr>
          <w:rtl/>
        </w:rPr>
        <w:t xml:space="preserve"> - </w:t>
      </w:r>
      <w:r w:rsidRPr="00282620">
        <w:rPr>
          <w:rtl/>
        </w:rPr>
        <w:t>تتكرَّر حاملةً ذات المقصد</w:t>
      </w:r>
      <w:r w:rsidR="00F13C51">
        <w:rPr>
          <w:rtl/>
        </w:rPr>
        <w:t>،</w:t>
      </w:r>
      <w:r w:rsidRPr="00282620">
        <w:rPr>
          <w:rtl/>
        </w:rPr>
        <w:t xml:space="preserve"> وإنْ بنمطٍ مُنوَّعٍ بوتيرةٍ أُخرى</w:t>
      </w:r>
      <w:r w:rsidR="00F13C51">
        <w:rPr>
          <w:rtl/>
        </w:rPr>
        <w:t>،</w:t>
      </w:r>
      <w:r w:rsidRPr="00282620">
        <w:rPr>
          <w:rtl/>
        </w:rPr>
        <w:t xml:space="preserve"> إنَّ تنويع الأنماط للوصول إلى المقصد هو ذكاء الدُّهاة في استنباط الوسائل</w:t>
      </w:r>
      <w:r w:rsidR="00F13C51">
        <w:rPr>
          <w:rtl/>
        </w:rPr>
        <w:t>،</w:t>
      </w:r>
      <w:r w:rsidRPr="00282620">
        <w:rPr>
          <w:rtl/>
        </w:rPr>
        <w:t xml:space="preserve"> بتمويهها بالإخفاء والحَذر</w:t>
      </w:r>
      <w:r w:rsidR="00F13C51">
        <w:rPr>
          <w:rtl/>
        </w:rPr>
        <w:t>،</w:t>
      </w:r>
      <w:r w:rsidRPr="00282620">
        <w:rPr>
          <w:rtl/>
        </w:rPr>
        <w:t xml:space="preserve"> حتَّى لا يكون للآخرين تحضير مُعاكس يُخرِّب الطريق إلى المقصد ويمنع عنه الحصول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لقد شرح له أبوه عليٌّ كيف كان دهاء ابن الخطاب</w:t>
      </w:r>
      <w:r w:rsidR="00F13C51">
        <w:rPr>
          <w:rtl/>
        </w:rPr>
        <w:t>،</w:t>
      </w:r>
      <w:r w:rsidRPr="00282620">
        <w:rPr>
          <w:rtl/>
        </w:rPr>
        <w:t xml:space="preserve"> في استعمال سقيفة بني ساعدة سقفاً لنمط بلغ به فنُّ الدهاء سَحْب كرسيٍّ مِن تحت صاحبها</w:t>
      </w:r>
      <w:r w:rsidR="00F13C51">
        <w:rPr>
          <w:rtl/>
        </w:rPr>
        <w:t>،</w:t>
      </w:r>
      <w:r w:rsidRPr="00282620">
        <w:rPr>
          <w:rtl/>
        </w:rPr>
        <w:t xml:space="preserve"> وتركيز دعيٍّ آخر عليها بأنَّها حَقُّه في الجلوس</w:t>
      </w:r>
      <w:r w:rsidR="00F13C51">
        <w:rPr>
          <w:rtl/>
        </w:rPr>
        <w:t>،</w:t>
      </w:r>
      <w:r w:rsidRPr="00282620">
        <w:rPr>
          <w:rtl/>
        </w:rPr>
        <w:t xml:space="preserve"> ذلك كان النمط الأوَّل في الوصول إلى الهدف</w:t>
      </w:r>
      <w:r w:rsidR="00F13C51">
        <w:rPr>
          <w:rtl/>
        </w:rPr>
        <w:t>،</w:t>
      </w:r>
      <w:r w:rsidRPr="00282620">
        <w:rPr>
          <w:rtl/>
        </w:rPr>
        <w:t xml:space="preserve"> أمَّا النمط الثاني فإنَّه امتطى البراءة وقفز بها سريعاً إلى الهدف تدليلاً بأنَّ الكرسي هي</w:t>
      </w:r>
      <w:r w:rsidR="00F13C51">
        <w:rPr>
          <w:rtl/>
        </w:rPr>
        <w:t xml:space="preserve"> - </w:t>
      </w:r>
      <w:r w:rsidRPr="00282620">
        <w:rPr>
          <w:rtl/>
        </w:rPr>
        <w:t>حتماً</w:t>
      </w:r>
      <w:r w:rsidR="00F13C51">
        <w:rPr>
          <w:rtl/>
        </w:rPr>
        <w:t xml:space="preserve"> - </w:t>
      </w:r>
      <w:r w:rsidRPr="00282620">
        <w:rPr>
          <w:rtl/>
        </w:rPr>
        <w:t>للجالس فيها</w:t>
      </w:r>
      <w:r w:rsidR="00F13C51">
        <w:rPr>
          <w:rtl/>
        </w:rPr>
        <w:t>،</w:t>
      </w:r>
      <w:r w:rsidRPr="00282620">
        <w:rPr>
          <w:rtl/>
        </w:rPr>
        <w:t xml:space="preserve"> وهو صاحب الرأي في منحها </w:t>
      </w:r>
      <w:r w:rsidR="002C2DD7">
        <w:rPr>
          <w:rtl/>
        </w:rPr>
        <w:t>لمـَ</w:t>
      </w:r>
      <w:r w:rsidRPr="00282620">
        <w:rPr>
          <w:rtl/>
        </w:rPr>
        <w:t>ن يُريد</w:t>
      </w:r>
      <w:r w:rsidR="00F13C51">
        <w:rPr>
          <w:rtl/>
        </w:rPr>
        <w:t>،</w:t>
      </w:r>
      <w:r w:rsidRPr="00282620">
        <w:rPr>
          <w:rtl/>
        </w:rPr>
        <w:t xml:space="preserve"> وهكذا تصرَّف أبو بكر وخلعها على ابن الخطَّاب</w:t>
      </w:r>
      <w:r w:rsidR="00F13C51">
        <w:rPr>
          <w:rtl/>
        </w:rPr>
        <w:t>،</w:t>
      </w:r>
      <w:r w:rsidRPr="00282620">
        <w:rPr>
          <w:rtl/>
        </w:rPr>
        <w:t xml:space="preserve"> أو بالأحرى</w:t>
      </w:r>
      <w:r w:rsidR="00F13C51">
        <w:rPr>
          <w:rtl/>
        </w:rPr>
        <w:t>،</w:t>
      </w:r>
      <w:r w:rsidRPr="00282620">
        <w:rPr>
          <w:rtl/>
        </w:rPr>
        <w:t xml:space="preserve"> ردَّها إليه بنمط كأنَّه زيارة ورُدَّت بزيارة</w:t>
      </w:r>
      <w:r w:rsidR="00F13C51">
        <w:rPr>
          <w:rtl/>
        </w:rPr>
        <w:t>،</w:t>
      </w:r>
      <w:r w:rsidRPr="00282620">
        <w:rPr>
          <w:rtl/>
        </w:rPr>
        <w:t xml:space="preserve"> أو كأنَّها سِلفة مُقترضة رُدَّت إلى مَن أقرضها بالشكر والامتنان</w:t>
      </w:r>
      <w:r w:rsidR="00F13C51">
        <w:rPr>
          <w:rtl/>
        </w:rPr>
        <w:t>،</w:t>
      </w:r>
      <w:r w:rsidRPr="00282620">
        <w:rPr>
          <w:rtl/>
        </w:rPr>
        <w:t xml:space="preserve"> أمَّا النمط الثالث لبلوغ القصد</w:t>
      </w:r>
      <w:r w:rsidR="00F13C51">
        <w:rPr>
          <w:rtl/>
        </w:rPr>
        <w:t>،</w:t>
      </w:r>
      <w:r w:rsidRPr="00282620">
        <w:rPr>
          <w:rtl/>
        </w:rPr>
        <w:t xml:space="preserve"> فكان مُمرَّغاً بفنٍّ مُتمتِّع بكثير مِن مظاهر الإبداع</w:t>
      </w:r>
      <w:r w:rsidR="00F13C51">
        <w:rPr>
          <w:rtl/>
        </w:rPr>
        <w:t>،</w:t>
      </w:r>
      <w:r w:rsidRPr="00282620">
        <w:rPr>
          <w:rtl/>
        </w:rPr>
        <w:t xml:space="preserve"> الذي أغرى القبائل بروح القبليَّة</w:t>
      </w:r>
      <w:r w:rsidR="00F13C51">
        <w:rPr>
          <w:rtl/>
        </w:rPr>
        <w:t>،</w:t>
      </w:r>
      <w:r w:rsidRPr="00282620">
        <w:rPr>
          <w:rtl/>
        </w:rPr>
        <w:t xml:space="preserve"> فكان المجلس الاستشاري السُّداسي</w:t>
      </w:r>
      <w:r w:rsidR="00F13C51">
        <w:rPr>
          <w:rtl/>
        </w:rPr>
        <w:t>،</w:t>
      </w:r>
      <w:r w:rsidRPr="00282620">
        <w:rPr>
          <w:rtl/>
        </w:rPr>
        <w:t xml:space="preserve"> قدَّمه ابن الخطَّاب قبل أنْ يلفظ أنفاسه</w:t>
      </w:r>
      <w:r w:rsidR="00F13C51">
        <w:rPr>
          <w:rtl/>
        </w:rPr>
        <w:t>،</w:t>
      </w:r>
      <w:r w:rsidRPr="00282620">
        <w:rPr>
          <w:rtl/>
        </w:rPr>
        <w:t xml:space="preserve"> وجيَّره إلى عُهدة عبد الرحمان بن عوف</w:t>
      </w:r>
      <w:r w:rsidR="00F13C51">
        <w:rPr>
          <w:rtl/>
        </w:rPr>
        <w:t>،</w:t>
      </w:r>
      <w:r w:rsidRPr="00282620">
        <w:rPr>
          <w:rtl/>
        </w:rPr>
        <w:t xml:space="preserve"> بعد أنْ كتب الأسماء الستَّة بحروف صغيرة</w:t>
      </w:r>
      <w:r w:rsidR="00F13C51">
        <w:rPr>
          <w:rtl/>
        </w:rPr>
        <w:t>،</w:t>
      </w:r>
      <w:r w:rsidRPr="00282620">
        <w:rPr>
          <w:rtl/>
        </w:rPr>
        <w:t xml:space="preserve"> فأكبر</w:t>
      </w:r>
      <w:r w:rsidR="00F13C51">
        <w:rPr>
          <w:rtl/>
        </w:rPr>
        <w:t>،</w:t>
      </w:r>
      <w:r w:rsidRPr="00282620">
        <w:rPr>
          <w:rtl/>
        </w:rPr>
        <w:t xml:space="preserve"> فأكبر</w:t>
      </w:r>
      <w:r w:rsidR="00F13C51">
        <w:rPr>
          <w:rtl/>
        </w:rPr>
        <w:t>،</w:t>
      </w:r>
      <w:r w:rsidRPr="00282620">
        <w:rPr>
          <w:rtl/>
        </w:rPr>
        <w:t xml:space="preserve"> على أنْ يكون انتقاء واحد مِن الستة مُشاراً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إليه بالحرف الأبرز والأجسم</w:t>
      </w:r>
      <w:r w:rsidR="00F13C51">
        <w:rPr>
          <w:rtl/>
        </w:rPr>
        <w:t>،</w:t>
      </w:r>
      <w:r w:rsidRPr="00282620">
        <w:rPr>
          <w:rtl/>
        </w:rPr>
        <w:t xml:space="preserve"> وهذا هو النمط الجديد الثالث الذي نفَّذ القصد</w:t>
      </w:r>
      <w:r w:rsidR="00F13C51">
        <w:rPr>
          <w:rtl/>
        </w:rPr>
        <w:t>،</w:t>
      </w:r>
      <w:r w:rsidRPr="00282620">
        <w:rPr>
          <w:rtl/>
        </w:rPr>
        <w:t xml:space="preserve"> وأوصل الخلافة إلى ابن عفَّان على حساب عليِّ بن أبي طالب</w:t>
      </w:r>
      <w:r w:rsidR="00C327EB">
        <w:rPr>
          <w:rtl/>
        </w:rPr>
        <w:t>.</w:t>
      </w:r>
    </w:p>
    <w:p w:rsidR="003A7CC2" w:rsidRDefault="003A7CC2" w:rsidP="00A37385">
      <w:pPr>
        <w:pStyle w:val="libNormal"/>
        <w:rPr>
          <w:rtl/>
        </w:rPr>
      </w:pPr>
      <w:r w:rsidRPr="00282620">
        <w:rPr>
          <w:rtl/>
        </w:rPr>
        <w:t>لو أنَّ البراءة أو الغِيرة على كرسيِّ الخلافة كانتا ضِلعين في الميزان</w:t>
      </w:r>
      <w:r w:rsidR="00F13C51">
        <w:rPr>
          <w:rtl/>
        </w:rPr>
        <w:t>،</w:t>
      </w:r>
      <w:r w:rsidRPr="00282620">
        <w:rPr>
          <w:rtl/>
        </w:rPr>
        <w:t xml:space="preserve"> لهان الأمر وطاب الرضوخ للمقصد الأشرف</w:t>
      </w:r>
      <w:r w:rsidR="00F13C51">
        <w:rPr>
          <w:rtl/>
        </w:rPr>
        <w:t>،</w:t>
      </w:r>
      <w:r w:rsidRPr="00282620">
        <w:rPr>
          <w:rtl/>
        </w:rPr>
        <w:t xml:space="preserve"> ولكنَّ الرؤية</w:t>
      </w:r>
      <w:r w:rsidR="00F13C51">
        <w:rPr>
          <w:rtl/>
        </w:rPr>
        <w:t xml:space="preserve"> - </w:t>
      </w:r>
      <w:r w:rsidRPr="00282620">
        <w:rPr>
          <w:rtl/>
        </w:rPr>
        <w:t>الآن</w:t>
      </w:r>
      <w:r w:rsidR="00F13C51">
        <w:rPr>
          <w:rtl/>
        </w:rPr>
        <w:t xml:space="preserve"> - </w:t>
      </w:r>
      <w:r w:rsidRPr="00282620">
        <w:rPr>
          <w:rtl/>
        </w:rPr>
        <w:t>عند الحسين هي التي تُشاهد تَعدُّد الأنماط</w:t>
      </w:r>
      <w:r w:rsidR="00F13C51">
        <w:rPr>
          <w:rtl/>
        </w:rPr>
        <w:t>،</w:t>
      </w:r>
      <w:r w:rsidRPr="00282620">
        <w:rPr>
          <w:rtl/>
        </w:rPr>
        <w:t xml:space="preserve"> وتوحِّدها في ا</w:t>
      </w:r>
      <w:r w:rsidR="002C2DD7">
        <w:rPr>
          <w:rtl/>
        </w:rPr>
        <w:t>لمـَ</w:t>
      </w:r>
      <w:r w:rsidRPr="00282620">
        <w:rPr>
          <w:rtl/>
        </w:rPr>
        <w:t>خرج الواحد إلى المقصد الواحد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ليس في العمليَّة الملعوب بها أيَّة براءة على الإطلاق</w:t>
      </w:r>
      <w:r w:rsidR="00F13C51">
        <w:rPr>
          <w:rtl/>
        </w:rPr>
        <w:t>،</w:t>
      </w:r>
      <w:r w:rsidRPr="00282620">
        <w:rPr>
          <w:rtl/>
        </w:rPr>
        <w:t xml:space="preserve"> إنَّما هنالك</w:t>
      </w:r>
      <w:r w:rsidR="00F13C51">
        <w:rPr>
          <w:rtl/>
        </w:rPr>
        <w:t xml:space="preserve"> - </w:t>
      </w:r>
      <w:r w:rsidRPr="00282620">
        <w:rPr>
          <w:rtl/>
        </w:rPr>
        <w:t>بالعكس</w:t>
      </w:r>
      <w:r w:rsidR="00F13C51">
        <w:rPr>
          <w:rtl/>
        </w:rPr>
        <w:t xml:space="preserve"> - </w:t>
      </w:r>
      <w:r w:rsidRPr="00282620">
        <w:rPr>
          <w:rtl/>
        </w:rPr>
        <w:t>نيَّة مُبيَّتة تنام على ما سينام عليه بيت موزون مِن الشعر</w:t>
      </w:r>
      <w:r w:rsidR="00F13C51">
        <w:rPr>
          <w:rtl/>
        </w:rPr>
        <w:t>،</w:t>
      </w:r>
      <w:r w:rsidRPr="00282620">
        <w:rPr>
          <w:rtl/>
        </w:rPr>
        <w:t xml:space="preserve"> قيل</w:t>
      </w:r>
      <w:r w:rsidR="00F13C51">
        <w:rPr>
          <w:rtl/>
        </w:rPr>
        <w:t>:</w:t>
      </w:r>
      <w:r w:rsidRPr="00282620">
        <w:rPr>
          <w:rtl/>
        </w:rPr>
        <w:t xml:space="preserve"> مُطابقاً بعد عِدَّة قُرون</w:t>
      </w:r>
      <w:r w:rsidR="00F13C51">
        <w:rPr>
          <w:rtl/>
        </w:rPr>
        <w:t>،</w:t>
      </w:r>
      <w:r w:rsidRPr="00282620">
        <w:rPr>
          <w:rtl/>
        </w:rPr>
        <w:t xml:space="preserve"> لمعنى ما يحدث الآن</w:t>
      </w:r>
      <w:r w:rsidR="00F13C5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F13C51" w:rsidTr="009E2102">
        <w:trPr>
          <w:trHeight w:val="350"/>
        </w:trPr>
        <w:tc>
          <w:tcPr>
            <w:tcW w:w="3920" w:type="dxa"/>
            <w:shd w:val="clear" w:color="auto" w:fill="auto"/>
          </w:tcPr>
          <w:p w:rsidR="00F13C51" w:rsidRDefault="00F13C51" w:rsidP="009E2102">
            <w:pPr>
              <w:pStyle w:val="libPoem"/>
            </w:pPr>
            <w:r w:rsidRPr="00282620">
              <w:rPr>
                <w:rtl/>
              </w:rPr>
              <w:t>إنَّ الأفاعي وإنْ لانت ملامسها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3C51" w:rsidRDefault="00F13C51" w:rsidP="009E210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3C51" w:rsidRDefault="00F13C51" w:rsidP="00F13C51">
            <w:pPr>
              <w:pStyle w:val="libPoem"/>
            </w:pPr>
            <w:r w:rsidRPr="00282620">
              <w:rPr>
                <w:rtl/>
              </w:rPr>
              <w:t>عند التقلُّب في أنيابها العَطَبُ!!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لقد تجلَّى للحسين أنَّ كرسيَّ الخلافة ليست وحدها في المقصد الخطير</w:t>
      </w:r>
      <w:r w:rsidR="00F13C51">
        <w:rPr>
          <w:rtl/>
        </w:rPr>
        <w:t>،</w:t>
      </w:r>
      <w:r w:rsidRPr="00282620">
        <w:rPr>
          <w:rtl/>
        </w:rPr>
        <w:t xml:space="preserve"> إنَّما أهل البيت بالذات</w:t>
      </w:r>
      <w:r w:rsidR="00F13C51">
        <w:rPr>
          <w:rtl/>
        </w:rPr>
        <w:t>،</w:t>
      </w:r>
      <w:r w:rsidRPr="00282620">
        <w:rPr>
          <w:rtl/>
        </w:rPr>
        <w:t xml:space="preserve"> وهم الطالبيُّون الأمجدون بالتخصيص، هُمْ المقصودون في عمليَّة سيبقى لها التمادي الأحقر والأبلغ إجراماً</w:t>
      </w:r>
      <w:r w:rsidR="00106DAF">
        <w:rPr>
          <w:rtl/>
        </w:rPr>
        <w:t>!</w:t>
      </w:r>
      <w:r w:rsidRPr="00282620">
        <w:rPr>
          <w:rtl/>
        </w:rPr>
        <w:t>!! فليكن منهم الرسول أو النبي</w:t>
      </w:r>
      <w:r w:rsidR="00F13C51">
        <w:rPr>
          <w:rtl/>
        </w:rPr>
        <w:t>،</w:t>
      </w:r>
      <w:r w:rsidRPr="00282620">
        <w:rPr>
          <w:rtl/>
        </w:rPr>
        <w:t xml:space="preserve"> لا فرق</w:t>
      </w:r>
      <w:r w:rsidR="00C327EB">
        <w:rPr>
          <w:rtl/>
        </w:rPr>
        <w:t>.</w:t>
      </w:r>
      <w:r w:rsidRPr="00282620">
        <w:rPr>
          <w:rtl/>
        </w:rPr>
        <w:t xml:space="preserve"> إنَّ الإبادة هي المقصد</w:t>
      </w:r>
      <w:r w:rsidR="00F13C51">
        <w:rPr>
          <w:rtl/>
        </w:rPr>
        <w:t>،</w:t>
      </w:r>
      <w:r w:rsidRPr="00282620">
        <w:rPr>
          <w:rtl/>
        </w:rPr>
        <w:t xml:space="preserve"> وهي في العطش ا</w:t>
      </w:r>
      <w:r w:rsidR="002C2DD7">
        <w:rPr>
          <w:rtl/>
        </w:rPr>
        <w:t>لمـُ</w:t>
      </w:r>
      <w:r w:rsidRPr="00282620">
        <w:rPr>
          <w:rtl/>
        </w:rPr>
        <w:t>زمن</w:t>
      </w:r>
      <w:r w:rsidR="00F13C51">
        <w:rPr>
          <w:rtl/>
        </w:rPr>
        <w:t>،</w:t>
      </w:r>
      <w:r w:rsidRPr="00282620">
        <w:rPr>
          <w:rtl/>
        </w:rPr>
        <w:t xml:space="preserve"> الأوفى والأروى</w:t>
      </w:r>
      <w:r w:rsidR="00106DAF">
        <w:rPr>
          <w:rtl/>
        </w:rPr>
        <w:t>!</w:t>
      </w:r>
      <w:r w:rsidRPr="00282620">
        <w:rPr>
          <w:rtl/>
        </w:rPr>
        <w:t>! لقد أصبح الدليل الشاهد على النيَّة السوداء بارزاً في الساحة التي راح يرقص فيها الآن عثمان بن عفَّان</w:t>
      </w:r>
      <w:r w:rsidR="00C327EB">
        <w:rPr>
          <w:rtl/>
        </w:rPr>
        <w:t>.</w:t>
      </w:r>
      <w:r w:rsidRPr="00282620">
        <w:rPr>
          <w:rtl/>
        </w:rPr>
        <w:t xml:space="preserve"> إنَّ العصيَّ التي سينهالون الآن بها على رؤوس الطالبيِّين ا</w:t>
      </w:r>
      <w:r w:rsidR="002C2DD7">
        <w:rPr>
          <w:rtl/>
        </w:rPr>
        <w:t>لمـُ</w:t>
      </w:r>
      <w:r w:rsidRPr="00282620">
        <w:rPr>
          <w:rtl/>
        </w:rPr>
        <w:t>جرَّدين منها</w:t>
      </w:r>
      <w:r w:rsidR="00F13C51">
        <w:rPr>
          <w:rtl/>
        </w:rPr>
        <w:t>،</w:t>
      </w:r>
      <w:r w:rsidRPr="00282620">
        <w:rPr>
          <w:rtl/>
        </w:rPr>
        <w:t xml:space="preserve"> تجمَّعت كلُّها في أيدي بني حرب</w:t>
      </w:r>
      <w:r w:rsidR="00C327EB">
        <w:rPr>
          <w:rtl/>
        </w:rPr>
        <w:t>.</w:t>
      </w:r>
      <w:r w:rsidRPr="00282620">
        <w:rPr>
          <w:rtl/>
        </w:rPr>
        <w:t xml:space="preserve"> إنَّهم الأُمويُّون الأعداء</w:t>
      </w:r>
      <w:r w:rsidR="00F13C51">
        <w:rPr>
          <w:rtl/>
        </w:rPr>
        <w:t>،</w:t>
      </w:r>
      <w:r w:rsidRPr="00282620">
        <w:rPr>
          <w:rtl/>
        </w:rPr>
        <w:t xml:space="preserve"> التقليديُّون الذين زرعهم أبو بكر وعمر بعُهدة أقدرهم وأبرزهم مُعاوية في ارض الشام</w:t>
      </w:r>
      <w:r w:rsidR="00F13C51">
        <w:rPr>
          <w:rtl/>
        </w:rPr>
        <w:t>،</w:t>
      </w:r>
      <w:r w:rsidRPr="00282620">
        <w:rPr>
          <w:rtl/>
        </w:rPr>
        <w:t xml:space="preserve"> وها هو الآن ابن عفَّان يُجاهر بهم ويَعتزُّ بما أحرزوه مِن مال وعتادٍ وسُلطان</w:t>
      </w:r>
      <w:r w:rsidR="00F13C51">
        <w:rPr>
          <w:rtl/>
        </w:rPr>
        <w:t>،</w:t>
      </w:r>
      <w:r w:rsidRPr="00282620">
        <w:rPr>
          <w:rtl/>
        </w:rPr>
        <w:t xml:space="preserve"> فليُدافع الطالبيُّون عن أنفسهم إذا قدروا</w:t>
      </w:r>
      <w:r w:rsidR="00F13C51">
        <w:rPr>
          <w:rtl/>
        </w:rPr>
        <w:t>،</w:t>
      </w:r>
      <w:r w:rsidRPr="00282620">
        <w:rPr>
          <w:rtl/>
        </w:rPr>
        <w:t xml:space="preserve"> لقد سبق</w:t>
      </w:r>
      <w:r w:rsidR="00F13C51">
        <w:rPr>
          <w:rtl/>
        </w:rPr>
        <w:t xml:space="preserve"> - </w:t>
      </w:r>
      <w:r w:rsidRPr="00282620">
        <w:rPr>
          <w:rtl/>
        </w:rPr>
        <w:t>في ظنِّه</w:t>
      </w:r>
      <w:r w:rsidR="00F13C51">
        <w:rPr>
          <w:rtl/>
        </w:rPr>
        <w:t xml:space="preserve"> - </w:t>
      </w:r>
      <w:r w:rsidRPr="00282620">
        <w:rPr>
          <w:rtl/>
        </w:rPr>
        <w:t>السيف العذل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تلك هي ا</w:t>
      </w:r>
      <w:r w:rsidR="002C2DD7">
        <w:rPr>
          <w:rtl/>
        </w:rPr>
        <w:t>لمـُ</w:t>
      </w:r>
      <w:r w:rsidRPr="00282620">
        <w:rPr>
          <w:rtl/>
        </w:rPr>
        <w:t>عاناة ا</w:t>
      </w:r>
      <w:r w:rsidR="002C2DD7">
        <w:rPr>
          <w:rtl/>
        </w:rPr>
        <w:t>لمـُ</w:t>
      </w:r>
      <w:r w:rsidRPr="00282620">
        <w:rPr>
          <w:rtl/>
        </w:rPr>
        <w:t>ستقية مِن مُعاناته التي كان يحيا بها في سنوات طفولته الواسعة</w:t>
      </w:r>
      <w:r w:rsidR="00F13C51">
        <w:rPr>
          <w:rtl/>
        </w:rPr>
        <w:t>،</w:t>
      </w:r>
      <w:r w:rsidRPr="00282620">
        <w:rPr>
          <w:rtl/>
        </w:rPr>
        <w:t xml:space="preserve"> التي تَعزَّز وتَدلَّل بها في هؤلاء الأحضان الذين هُمْ</w:t>
      </w:r>
      <w:r w:rsidR="00F13C51">
        <w:rPr>
          <w:rtl/>
        </w:rPr>
        <w:t>:</w:t>
      </w:r>
      <w:r w:rsidRPr="00282620">
        <w:rPr>
          <w:rtl/>
        </w:rPr>
        <w:t xml:space="preserve"> كُلُّ جَدِّه العظيم</w:t>
      </w:r>
      <w:r w:rsidR="00F13C51">
        <w:rPr>
          <w:rtl/>
        </w:rPr>
        <w:t>،</w:t>
      </w:r>
      <w:r w:rsidRPr="00282620">
        <w:rPr>
          <w:rtl/>
        </w:rPr>
        <w:t xml:space="preserve"> وكُلُّ نفسه ا</w:t>
      </w:r>
      <w:r w:rsidR="002C2DD7">
        <w:rPr>
          <w:rtl/>
        </w:rPr>
        <w:t>لمـُ</w:t>
      </w:r>
      <w:r w:rsidRPr="00282620">
        <w:rPr>
          <w:rtl/>
        </w:rPr>
        <w:t>فتخرة</w:t>
      </w:r>
      <w:r w:rsidR="00F13C51">
        <w:rPr>
          <w:rtl/>
        </w:rPr>
        <w:t>،</w:t>
      </w:r>
      <w:r w:rsidRPr="00282620">
        <w:rPr>
          <w:rtl/>
        </w:rPr>
        <w:t xml:space="preserve"> وكُلُّ أمله الكبير في الحياة</w:t>
      </w:r>
      <w:r w:rsidR="00F13C51">
        <w:rPr>
          <w:rtl/>
        </w:rPr>
        <w:t>،</w:t>
      </w:r>
      <w:r w:rsidRPr="00282620">
        <w:rPr>
          <w:rtl/>
        </w:rPr>
        <w:t xml:space="preserve"> وكلُّ أركان الأُمَّة التي بُنيت جديداً للتفاخر والتباهي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فكيف له أنْ يُشاهد خطَّاً أصيلاً باهراً مِن خُطوط كيانه</w:t>
      </w:r>
      <w:r w:rsidR="00F13C51">
        <w:rPr>
          <w:rtl/>
        </w:rPr>
        <w:t>،</w:t>
      </w:r>
      <w:r w:rsidRPr="00282620">
        <w:rPr>
          <w:rtl/>
        </w:rPr>
        <w:t xml:space="preserve"> مُهدَّدا بمثل هذا الانهيار</w:t>
      </w:r>
      <w:r w:rsidR="00F13C51">
        <w:rPr>
          <w:rtl/>
        </w:rPr>
        <w:t>،</w:t>
      </w:r>
      <w:r w:rsidRPr="00282620">
        <w:rPr>
          <w:rtl/>
        </w:rPr>
        <w:t xml:space="preserve"> تعمل على طَمرهم فيه تلك القبليَّة الرَّعناء التي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وصفها له أبوه بالأمس</w:t>
      </w:r>
      <w:r w:rsidR="00F13C51">
        <w:rPr>
          <w:rtl/>
        </w:rPr>
        <w:t>:</w:t>
      </w:r>
      <w:r w:rsidRPr="00282620">
        <w:rPr>
          <w:rtl/>
        </w:rPr>
        <w:t xml:space="preserve"> بأنَّها أخطر ما تتلامس بها أصابع الأبالسة وألسنة الشياطين</w:t>
      </w:r>
      <w:r w:rsidR="00106DAF">
        <w:rPr>
          <w:rtl/>
        </w:rPr>
        <w:t>؟</w:t>
      </w:r>
      <w:r w:rsidRPr="00282620">
        <w:rPr>
          <w:rtl/>
        </w:rPr>
        <w:t>!!!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ما كانت قد اكتملت بعد رجولة الحسين</w:t>
      </w:r>
      <w:r w:rsidR="00F13C51">
        <w:rPr>
          <w:rtl/>
        </w:rPr>
        <w:t>،</w:t>
      </w:r>
      <w:r w:rsidRPr="00282620">
        <w:rPr>
          <w:rtl/>
        </w:rPr>
        <w:t xml:space="preserve"> عندما كان يُعاني ثِقلاً ما عانى بعد مِن نوعه حتَّى هذه اللحظة مِن عمره</w:t>
      </w:r>
      <w:r w:rsidR="00F13C51">
        <w:rPr>
          <w:rtl/>
        </w:rPr>
        <w:t>،</w:t>
      </w:r>
      <w:r w:rsidRPr="00282620">
        <w:rPr>
          <w:rtl/>
        </w:rPr>
        <w:t xml:space="preserve"> عندما اشتعلت ثروة صغيرة حطَّمت الكرسيَّ على رأس عثمان</w:t>
      </w:r>
      <w:r w:rsidR="00F13C51">
        <w:rPr>
          <w:rtl/>
        </w:rPr>
        <w:t>،</w:t>
      </w:r>
      <w:r w:rsidRPr="00282620">
        <w:rPr>
          <w:rtl/>
        </w:rPr>
        <w:t xml:space="preserve"> ونبَّهت في بال الأُمَّة عِرقاً صغيراً مِن الوعي والرفض</w:t>
      </w:r>
      <w:r w:rsidR="00F13C51">
        <w:rPr>
          <w:rtl/>
        </w:rPr>
        <w:t>،</w:t>
      </w:r>
      <w:r w:rsidRPr="00282620">
        <w:rPr>
          <w:rtl/>
        </w:rPr>
        <w:t xml:space="preserve"> وراحت تبحث عمَّن يُنقذها مِن التشرُّد الجديد</w:t>
      </w:r>
      <w:r w:rsidR="00F13C51">
        <w:rPr>
          <w:rtl/>
        </w:rPr>
        <w:t>،</w:t>
      </w:r>
      <w:r w:rsidRPr="00282620">
        <w:rPr>
          <w:rtl/>
        </w:rPr>
        <w:t xml:space="preserve"> وما كادت تتلقَّط بذيل عليٍّ حتَّى أمسكت به وجرَّته جرَّاً إلى الكرسيِّ الذي تهرَّأت قوائمه بسُوسٍ أصبحت بؤرته واسعة في أرض الشام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ولكنَّ مُعاناة الحسين هي التي تتلقَّط أيضاً بخيط جديد سيمدُّها بالانتعاش</w:t>
      </w:r>
      <w:r w:rsidR="00F13C51">
        <w:rPr>
          <w:rtl/>
        </w:rPr>
        <w:t xml:space="preserve"> - </w:t>
      </w:r>
      <w:r w:rsidRPr="00282620">
        <w:rPr>
          <w:rtl/>
        </w:rPr>
        <w:t>ولو إلى عِدَّة لحظات</w:t>
      </w:r>
      <w:r w:rsidR="00F13C51">
        <w:rPr>
          <w:rtl/>
        </w:rPr>
        <w:t xml:space="preserve"> - </w:t>
      </w:r>
      <w:r w:rsidRPr="00282620">
        <w:rPr>
          <w:rtl/>
        </w:rPr>
        <w:t>إنَّ الله مع الصابرين المؤمنين</w:t>
      </w:r>
      <w:r w:rsidR="00C327EB">
        <w:rPr>
          <w:rtl/>
        </w:rPr>
        <w:t>.</w:t>
      </w:r>
    </w:p>
    <w:p w:rsidR="003A7CC2" w:rsidRPr="003A7CC2" w:rsidRDefault="003A7CC2" w:rsidP="003A7CC2">
      <w:pPr>
        <w:pStyle w:val="Heading3"/>
        <w:rPr>
          <w:rtl/>
        </w:rPr>
      </w:pPr>
      <w:bookmarkStart w:id="19" w:name="_Toc395088372"/>
      <w:r w:rsidRPr="00282620">
        <w:rPr>
          <w:rtl/>
        </w:rPr>
        <w:t>4</w:t>
      </w:r>
      <w:r w:rsidR="00F13C51">
        <w:rPr>
          <w:rtl/>
        </w:rPr>
        <w:t xml:space="preserve"> - </w:t>
      </w:r>
      <w:r w:rsidRPr="00282620">
        <w:rPr>
          <w:rtl/>
        </w:rPr>
        <w:t>عَهد الإمام</w:t>
      </w:r>
      <w:r w:rsidR="00F13C51">
        <w:rPr>
          <w:rtl/>
        </w:rPr>
        <w:t>:</w:t>
      </w:r>
      <w:bookmarkEnd w:id="19"/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ما خفَّت لوعة الحسين مع وصول أبيه إلى كرسيِّ الخلافة</w:t>
      </w:r>
      <w:r w:rsidR="00F13C51">
        <w:rPr>
          <w:rtl/>
        </w:rPr>
        <w:t>،</w:t>
      </w:r>
      <w:r w:rsidRPr="00282620">
        <w:rPr>
          <w:rtl/>
        </w:rPr>
        <w:t xml:space="preserve"> ولكنَّها تحوَّلت فيه إلى غِبطة داخليَّة</w:t>
      </w:r>
      <w:r w:rsidR="00F13C51">
        <w:rPr>
          <w:rtl/>
        </w:rPr>
        <w:t>،</w:t>
      </w:r>
      <w:r w:rsidRPr="00282620">
        <w:rPr>
          <w:rtl/>
        </w:rPr>
        <w:t xml:space="preserve"> لم يجد لها في نفسه إلاَّ التفسير اللذيذ</w:t>
      </w:r>
      <w:r w:rsidR="00F13C51">
        <w:rPr>
          <w:rtl/>
        </w:rPr>
        <w:t>،</w:t>
      </w:r>
      <w:r w:rsidRPr="00282620">
        <w:rPr>
          <w:rtl/>
        </w:rPr>
        <w:t xml:space="preserve"> وإنْ تكن غبطة مُتولِّدة مِن هلع</w:t>
      </w:r>
      <w:r w:rsidR="00F13C51">
        <w:rPr>
          <w:rtl/>
        </w:rPr>
        <w:t>،</w:t>
      </w:r>
      <w:r w:rsidRPr="00282620">
        <w:rPr>
          <w:rtl/>
        </w:rPr>
        <w:t xml:space="preserve"> وهل للهلع في النفس أنْ يغزل قميصاً مِن طمأنينة</w:t>
      </w:r>
      <w:r w:rsidR="00106DAF">
        <w:rPr>
          <w:rtl/>
        </w:rPr>
        <w:t>؟</w:t>
      </w:r>
      <w:r w:rsidRPr="00282620">
        <w:rPr>
          <w:rtl/>
        </w:rPr>
        <w:t>! لقد تمثَّل له أنَّ جَدَّه الآن يُغمض عينيه في الإغفاءة القريرة</w:t>
      </w:r>
      <w:r w:rsidR="00F13C51">
        <w:rPr>
          <w:rtl/>
        </w:rPr>
        <w:t>،</w:t>
      </w:r>
      <w:r w:rsidRPr="00282620">
        <w:rPr>
          <w:rtl/>
        </w:rPr>
        <w:t xml:space="preserve"> وها هي رغبتة الكبيرة يُحقِّقها التنفيذ و</w:t>
      </w:r>
      <w:r w:rsidR="002C2DD7">
        <w:rPr>
          <w:rtl/>
        </w:rPr>
        <w:t>لمـّ</w:t>
      </w:r>
      <w:r w:rsidRPr="00282620">
        <w:rPr>
          <w:rtl/>
        </w:rPr>
        <w:t>َا ينقل بعد جُثمانه الطاهر إلى مَقرِّه ا</w:t>
      </w:r>
      <w:r w:rsidR="002C2DD7">
        <w:rPr>
          <w:rtl/>
        </w:rPr>
        <w:t>لمـُ</w:t>
      </w:r>
      <w:r w:rsidRPr="00282620">
        <w:rPr>
          <w:rtl/>
        </w:rPr>
        <w:t>شبَّع بنور منه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إنَّ أباه بالذات</w:t>
      </w:r>
      <w:r w:rsidR="00F13C51">
        <w:rPr>
          <w:rtl/>
        </w:rPr>
        <w:t xml:space="preserve"> - </w:t>
      </w:r>
      <w:r w:rsidRPr="00282620">
        <w:rPr>
          <w:rtl/>
        </w:rPr>
        <w:t>بعد أنْ يحمله بذِراعيه ويُكفِّنه بمثواه</w:t>
      </w:r>
      <w:r w:rsidR="00F13C51">
        <w:rPr>
          <w:rtl/>
        </w:rPr>
        <w:t xml:space="preserve"> - </w:t>
      </w:r>
      <w:r w:rsidRPr="00282620">
        <w:rPr>
          <w:rtl/>
        </w:rPr>
        <w:t>سيتوجه توَّاً إلى الكرسيِّ ا</w:t>
      </w:r>
      <w:r w:rsidR="002C2DD7">
        <w:rPr>
          <w:rtl/>
        </w:rPr>
        <w:t>لمـُ</w:t>
      </w:r>
      <w:r w:rsidRPr="00282620">
        <w:rPr>
          <w:rtl/>
        </w:rPr>
        <w:t>عدِّ له</w:t>
      </w:r>
      <w:r w:rsidR="00F13C51">
        <w:rPr>
          <w:rtl/>
        </w:rPr>
        <w:t>،</w:t>
      </w:r>
      <w:r w:rsidRPr="00282620">
        <w:rPr>
          <w:rtl/>
        </w:rPr>
        <w:t xml:space="preserve"> فيجلس ويُتابع تسيير الشؤون الكبيرة</w:t>
      </w:r>
      <w:r w:rsidR="00F13C51">
        <w:rPr>
          <w:rtl/>
        </w:rPr>
        <w:t>،</w:t>
      </w:r>
      <w:r w:rsidRPr="00282620">
        <w:rPr>
          <w:rtl/>
        </w:rPr>
        <w:t xml:space="preserve"> مِن دون أنْ ينقطع خيط واحد لا مِن سُداها ولا مِن لُحمتها</w:t>
      </w:r>
      <w:r w:rsidR="00C327EB">
        <w:rPr>
          <w:rtl/>
        </w:rPr>
        <w:t>.</w:t>
      </w:r>
      <w:r w:rsidRPr="00282620">
        <w:rPr>
          <w:rtl/>
        </w:rPr>
        <w:t>. هنيئا للأُمَّة العظيمة</w:t>
      </w:r>
      <w:r w:rsidR="00106DAF">
        <w:rPr>
          <w:rtl/>
        </w:rPr>
        <w:t>!</w:t>
      </w:r>
      <w:r w:rsidRPr="00282620">
        <w:rPr>
          <w:rtl/>
        </w:rPr>
        <w:t xml:space="preserve"> لا يتركها مؤلِّفها وراعيها لحَظةً واحدةً</w:t>
      </w:r>
      <w:r w:rsidR="00F13C51">
        <w:rPr>
          <w:rtl/>
        </w:rPr>
        <w:t>،</w:t>
      </w:r>
      <w:r w:rsidRPr="00282620">
        <w:rPr>
          <w:rtl/>
        </w:rPr>
        <w:t xml:space="preserve"> لا في العَراء الفاتر</w:t>
      </w:r>
      <w:r w:rsidR="00F13C51">
        <w:rPr>
          <w:rtl/>
        </w:rPr>
        <w:t>،</w:t>
      </w:r>
      <w:r w:rsidRPr="00282620">
        <w:rPr>
          <w:rtl/>
        </w:rPr>
        <w:t xml:space="preserve"> ولا في هَدأة السكون</w:t>
      </w:r>
      <w:r w:rsidR="00F13C51">
        <w:rPr>
          <w:rtl/>
        </w:rPr>
        <w:t>،</w:t>
      </w:r>
      <w:r w:rsidRPr="00282620">
        <w:rPr>
          <w:rtl/>
        </w:rPr>
        <w:t xml:space="preserve"> بلْ في العُهَدة ا</w:t>
      </w:r>
      <w:r w:rsidR="002C2DD7">
        <w:rPr>
          <w:rtl/>
        </w:rPr>
        <w:t>لمـُ</w:t>
      </w:r>
      <w:r w:rsidRPr="00282620">
        <w:rPr>
          <w:rtl/>
        </w:rPr>
        <w:t>ستمرَّة</w:t>
      </w:r>
      <w:r w:rsidR="00F13C51">
        <w:rPr>
          <w:rtl/>
        </w:rPr>
        <w:t>،</w:t>
      </w:r>
      <w:r w:rsidRPr="00282620">
        <w:rPr>
          <w:rtl/>
        </w:rPr>
        <w:t xml:space="preserve"> تُغذِّيها لواعج النفس ا</w:t>
      </w:r>
      <w:r w:rsidR="002C2DD7">
        <w:rPr>
          <w:rtl/>
        </w:rPr>
        <w:t>لمـُ</w:t>
      </w:r>
      <w:r w:rsidRPr="00282620">
        <w:rPr>
          <w:rtl/>
        </w:rPr>
        <w:t>طهَّرة تطهيراً</w:t>
      </w:r>
      <w:r w:rsidR="00F13C51">
        <w:rPr>
          <w:rtl/>
        </w:rPr>
        <w:t>،</w:t>
      </w:r>
      <w:r w:rsidRPr="00282620">
        <w:rPr>
          <w:rtl/>
        </w:rPr>
        <w:t xml:space="preserve"> ويتدبَّرها الإعداد الموزون بالرسالة التي هي حدود الله في الإنسان</w:t>
      </w:r>
      <w:r w:rsidR="00F13C51">
        <w:rPr>
          <w:rtl/>
        </w:rPr>
        <w:t>،</w:t>
      </w:r>
      <w:r w:rsidRPr="00282620">
        <w:rPr>
          <w:rtl/>
        </w:rPr>
        <w:t xml:space="preserve"> وتحديد الأُمَّة بالإنسان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lastRenderedPageBreak/>
        <w:t>لقد ذابت كلُّ فُسحة ضيِّقة مِن بال الحسين</w:t>
      </w:r>
      <w:r w:rsidR="00F13C51">
        <w:rPr>
          <w:rtl/>
        </w:rPr>
        <w:t>،</w:t>
      </w:r>
      <w:r w:rsidRPr="00282620">
        <w:rPr>
          <w:rtl/>
        </w:rPr>
        <w:t xml:space="preserve"> فلا أبو بكر يتوكَّأ على عَصاه خلف كرسيِّ الخلافة</w:t>
      </w:r>
      <w:r w:rsidR="00F13C51">
        <w:rPr>
          <w:rtl/>
        </w:rPr>
        <w:t>،</w:t>
      </w:r>
      <w:r w:rsidRPr="00282620">
        <w:rPr>
          <w:rtl/>
        </w:rPr>
        <w:t xml:space="preserve"> ولا سبيل لأيِّ واحد آخر يدُعْى عمر بن الخطاب يتخبَّأ تحت قوائم الكرسيِّ</w:t>
      </w:r>
      <w:r w:rsidR="00F13C51">
        <w:rPr>
          <w:rtl/>
        </w:rPr>
        <w:t>،</w:t>
      </w:r>
      <w:r w:rsidRPr="00282620">
        <w:rPr>
          <w:rtl/>
        </w:rPr>
        <w:t xml:space="preserve"> بانتظار هبوط دغشة الليل</w:t>
      </w:r>
      <w:r w:rsidR="00F13C51">
        <w:rPr>
          <w:rtl/>
        </w:rPr>
        <w:t>،</w:t>
      </w:r>
      <w:r w:rsidRPr="00282620">
        <w:rPr>
          <w:rtl/>
        </w:rPr>
        <w:t xml:space="preserve"> ولا أحد مِن بني عثمان يَحرق البيت بفتيلة السراج العتيق</w:t>
      </w:r>
      <w:r w:rsidR="00F13C51">
        <w:rPr>
          <w:rtl/>
        </w:rPr>
        <w:t>،</w:t>
      </w:r>
      <w:r w:rsidRPr="00282620">
        <w:rPr>
          <w:rtl/>
        </w:rPr>
        <w:t xml:space="preserve"> ولا جُذع واحد مِن بني حرب يتسرَّب إليه اسم مُعاوية</w:t>
      </w:r>
      <w:r w:rsidR="00F13C51">
        <w:rPr>
          <w:rtl/>
        </w:rPr>
        <w:t>،</w:t>
      </w:r>
      <w:r w:rsidRPr="00282620">
        <w:rPr>
          <w:rtl/>
        </w:rPr>
        <w:t xml:space="preserve"> فيسرق الشام مع الغوطة ويُغرقهما في عِبِّه</w:t>
      </w:r>
      <w:r w:rsidR="00C327EB">
        <w:rPr>
          <w:rtl/>
        </w:rPr>
        <w:t xml:space="preserve"> ...</w:t>
      </w:r>
      <w:r w:rsidRPr="00282620">
        <w:rPr>
          <w:rtl/>
        </w:rPr>
        <w:t xml:space="preserve"> إنَّ الأُمّة وحدها هي ا</w:t>
      </w:r>
      <w:r w:rsidR="002C2DD7">
        <w:rPr>
          <w:rtl/>
        </w:rPr>
        <w:t>لمـُ</w:t>
      </w:r>
      <w:r w:rsidRPr="00282620">
        <w:rPr>
          <w:rtl/>
        </w:rPr>
        <w:t>نزَّهة بين يدي أبيه مُنذ الساعة الأُولى مِن هدأة الفجر في نحر الفجر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لقد تهيَّأ كلُّ ذلك في بال ومُخيَّلة الحسين في هذه اللحظة</w:t>
      </w:r>
      <w:r w:rsidR="00F13C51">
        <w:rPr>
          <w:rtl/>
        </w:rPr>
        <w:t>،</w:t>
      </w:r>
      <w:r w:rsidRPr="00282620">
        <w:rPr>
          <w:rtl/>
        </w:rPr>
        <w:t xml:space="preserve"> التي تمَّ فيها وصول أبيه إلى الحُكم</w:t>
      </w:r>
      <w:r w:rsidR="00F13C51">
        <w:rPr>
          <w:rtl/>
        </w:rPr>
        <w:t>،</w:t>
      </w:r>
      <w:r w:rsidRPr="00282620">
        <w:rPr>
          <w:rtl/>
        </w:rPr>
        <w:t xml:space="preserve"> فالأُمَّة التي هي جَدُّه في مُهمَّته الرساليَّة</w:t>
      </w:r>
      <w:r w:rsidR="00F13C51">
        <w:rPr>
          <w:rtl/>
        </w:rPr>
        <w:t>،</w:t>
      </w:r>
      <w:r w:rsidRPr="00282620">
        <w:rPr>
          <w:rtl/>
        </w:rPr>
        <w:t xml:space="preserve"> تناولت الآن محورها واستمرَّت في عمليَّة البثِّ</w:t>
      </w:r>
      <w:r w:rsidR="00F13C51">
        <w:rPr>
          <w:rtl/>
        </w:rPr>
        <w:t>،</w:t>
      </w:r>
      <w:r w:rsidRPr="00282620">
        <w:rPr>
          <w:rtl/>
        </w:rPr>
        <w:t xml:space="preserve"> هكذا تراءى للحسين ا</w:t>
      </w:r>
      <w:r w:rsidR="002C2DD7">
        <w:rPr>
          <w:rtl/>
        </w:rPr>
        <w:t>لمـُ</w:t>
      </w:r>
      <w:r w:rsidRPr="00282620">
        <w:rPr>
          <w:rtl/>
        </w:rPr>
        <w:t>نطبع انطباعاً مُطلقاً بجَدِّه</w:t>
      </w:r>
      <w:r w:rsidR="00F13C51">
        <w:rPr>
          <w:rtl/>
        </w:rPr>
        <w:t>،</w:t>
      </w:r>
      <w:r w:rsidRPr="00282620">
        <w:rPr>
          <w:rtl/>
        </w:rPr>
        <w:t xml:space="preserve"> وبرسالة جَدِّه</w:t>
      </w:r>
      <w:r w:rsidR="00F13C51">
        <w:rPr>
          <w:rtl/>
        </w:rPr>
        <w:t>،</w:t>
      </w:r>
      <w:r w:rsidRPr="00282620">
        <w:rPr>
          <w:rtl/>
        </w:rPr>
        <w:t xml:space="preserve"> والمؤمن إيماناً مُطلقاً بالأُمَّة التي هي تعبير مُطلق عن جَدِّه وقيمة جَدِّه في الوجود الإنساني الرائع</w:t>
      </w:r>
      <w:r w:rsidR="00F13C51">
        <w:rPr>
          <w:rtl/>
        </w:rPr>
        <w:t>؛</w:t>
      </w:r>
      <w:r w:rsidRPr="00282620">
        <w:rPr>
          <w:rtl/>
        </w:rPr>
        <w:t xml:space="preserve"> مِن هنا إنَّ كلَّ ما كان يتحضَّر مِن أجل خدمة الأُمّة ورفع سويَّتها</w:t>
      </w:r>
      <w:r w:rsidR="00F13C51">
        <w:rPr>
          <w:rtl/>
        </w:rPr>
        <w:t>،</w:t>
      </w:r>
      <w:r w:rsidRPr="00282620">
        <w:rPr>
          <w:rtl/>
        </w:rPr>
        <w:t xml:space="preserve"> وكان يُحرِّك لهفة الحسين</w:t>
      </w:r>
      <w:r w:rsidR="00F13C51">
        <w:rPr>
          <w:rtl/>
        </w:rPr>
        <w:t>،</w:t>
      </w:r>
      <w:r w:rsidRPr="00282620">
        <w:rPr>
          <w:rtl/>
        </w:rPr>
        <w:t xml:space="preserve"> ويُلهب شوقه في الوجود</w:t>
      </w:r>
      <w:r w:rsidR="00F13C51">
        <w:rPr>
          <w:rtl/>
        </w:rPr>
        <w:t>،</w:t>
      </w:r>
      <w:r w:rsidRPr="00282620">
        <w:rPr>
          <w:rtl/>
        </w:rPr>
        <w:t xml:space="preserve"> ويُحيي فيه استحضاراً بالغ الخشوع لجَدِّه الذي يحيا أبداً في الرسالة</w:t>
      </w:r>
      <w:r w:rsidR="00F13C51">
        <w:rPr>
          <w:rtl/>
        </w:rPr>
        <w:t>،</w:t>
      </w:r>
      <w:r w:rsidRPr="00282620">
        <w:rPr>
          <w:rtl/>
        </w:rPr>
        <w:t xml:space="preserve"> التي لا تخلد إلاَّ في خلود الأُمَّة التي هي عنوانه الأبهى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إنَّها الحقيقة في التطوُّر النفسي</w:t>
      </w:r>
      <w:r w:rsidR="00F13C51">
        <w:rPr>
          <w:rtl/>
        </w:rPr>
        <w:t xml:space="preserve"> - </w:t>
      </w:r>
      <w:r w:rsidRPr="00282620">
        <w:rPr>
          <w:rtl/>
        </w:rPr>
        <w:t>الروحي</w:t>
      </w:r>
      <w:r w:rsidR="00F13C51">
        <w:rPr>
          <w:rtl/>
        </w:rPr>
        <w:t xml:space="preserve"> - </w:t>
      </w:r>
      <w:r w:rsidRPr="00282620">
        <w:rPr>
          <w:rtl/>
        </w:rPr>
        <w:t>الذي كانت تُرتِّبه ا</w:t>
      </w:r>
      <w:r w:rsidR="002C2DD7">
        <w:rPr>
          <w:rtl/>
        </w:rPr>
        <w:t>لمـُ</w:t>
      </w:r>
      <w:r w:rsidRPr="00282620">
        <w:rPr>
          <w:rtl/>
        </w:rPr>
        <w:t>عاناة عند الحسين</w:t>
      </w:r>
      <w:r w:rsidR="00F13C51">
        <w:rPr>
          <w:rtl/>
        </w:rPr>
        <w:t>،</w:t>
      </w:r>
      <w:r w:rsidRPr="00282620">
        <w:rPr>
          <w:rtl/>
        </w:rPr>
        <w:t xml:space="preserve"> مع كلِّ مرحلة مِن مراحل عُمره بالتدرُّج العقلي إلى الفهم والإدراك والتفتُّح الذهني</w:t>
      </w:r>
      <w:r w:rsidR="00F13C51">
        <w:rPr>
          <w:rtl/>
        </w:rPr>
        <w:t>،</w:t>
      </w:r>
      <w:r w:rsidRPr="00282620">
        <w:rPr>
          <w:rtl/>
        </w:rPr>
        <w:t xml:space="preserve"> لقد كان واقع الأحداث على الأرض يوسِّع له الاختبار ا</w:t>
      </w:r>
      <w:r w:rsidR="002C2DD7">
        <w:rPr>
          <w:rtl/>
        </w:rPr>
        <w:t>لمـُ</w:t>
      </w:r>
      <w:r w:rsidRPr="00282620">
        <w:rPr>
          <w:rtl/>
        </w:rPr>
        <w:t>لمّ</w:t>
      </w:r>
      <w:r w:rsidR="00F13C51">
        <w:rPr>
          <w:rtl/>
        </w:rPr>
        <w:t>،</w:t>
      </w:r>
      <w:r w:rsidRPr="00282620">
        <w:rPr>
          <w:rtl/>
        </w:rPr>
        <w:t xml:space="preserve"> ويُكسب طاقاته الفِكريَّة</w:t>
      </w:r>
      <w:r w:rsidR="00F13C51">
        <w:rPr>
          <w:rtl/>
        </w:rPr>
        <w:t xml:space="preserve"> - </w:t>
      </w:r>
      <w:r w:rsidRPr="00282620">
        <w:rPr>
          <w:rtl/>
        </w:rPr>
        <w:t>النفسيَّة</w:t>
      </w:r>
      <w:r w:rsidR="00F13C51">
        <w:rPr>
          <w:rtl/>
        </w:rPr>
        <w:t xml:space="preserve"> - </w:t>
      </w:r>
      <w:r w:rsidRPr="00282620">
        <w:rPr>
          <w:rtl/>
        </w:rPr>
        <w:t>عُمقاً فلسفيَّاً وجوديَّاً</w:t>
      </w:r>
      <w:r w:rsidR="00F13C51">
        <w:rPr>
          <w:rtl/>
        </w:rPr>
        <w:t>،</w:t>
      </w:r>
      <w:r w:rsidRPr="00282620">
        <w:rPr>
          <w:rtl/>
        </w:rPr>
        <w:t xml:space="preserve"> راح يَغرق فيه غرقاً ذاتيَّاً محفوفاً بفضاء آخر</w:t>
      </w:r>
      <w:r w:rsidR="00F13C51">
        <w:rPr>
          <w:rtl/>
        </w:rPr>
        <w:t>،</w:t>
      </w:r>
      <w:r w:rsidRPr="00282620">
        <w:rPr>
          <w:rtl/>
        </w:rPr>
        <w:t xml:space="preserve"> كلُّ صفاته مِن التحديد</w:t>
      </w:r>
      <w:r w:rsidR="00F13C51">
        <w:rPr>
          <w:rtl/>
        </w:rPr>
        <w:t>،</w:t>
      </w:r>
      <w:r w:rsidRPr="00282620">
        <w:rPr>
          <w:rtl/>
        </w:rPr>
        <w:t xml:space="preserve"> إنَّه جوٌّ مِن التأمُّل ا</w:t>
      </w:r>
      <w:r w:rsidR="002C2DD7">
        <w:rPr>
          <w:rtl/>
        </w:rPr>
        <w:t>لمـُ</w:t>
      </w:r>
      <w:r w:rsidRPr="00282620">
        <w:rPr>
          <w:rtl/>
        </w:rPr>
        <w:t>تحفِّز النائم</w:t>
      </w:r>
      <w:r w:rsidR="00F13C51">
        <w:rPr>
          <w:rtl/>
        </w:rPr>
        <w:t xml:space="preserve"> - </w:t>
      </w:r>
      <w:r w:rsidRPr="00282620">
        <w:rPr>
          <w:rtl/>
        </w:rPr>
        <w:t>أبداً</w:t>
      </w:r>
      <w:r w:rsidR="00F13C51">
        <w:rPr>
          <w:rtl/>
        </w:rPr>
        <w:t xml:space="preserve"> - </w:t>
      </w:r>
      <w:r w:rsidRPr="00282620">
        <w:rPr>
          <w:rtl/>
        </w:rPr>
        <w:t>في كلِّ خليَّة مِن الخلايا ا</w:t>
      </w:r>
      <w:r w:rsidR="002C2DD7">
        <w:rPr>
          <w:rtl/>
        </w:rPr>
        <w:t>لمـُ</w:t>
      </w:r>
      <w:r w:rsidRPr="00282620">
        <w:rPr>
          <w:rtl/>
        </w:rPr>
        <w:t>نطوية بها حقيقة ذاته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مِن هذا القبيل كان انتهاؤه إلى الاقتناع</w:t>
      </w:r>
      <w:r w:rsidR="00F13C51">
        <w:rPr>
          <w:rtl/>
        </w:rPr>
        <w:t>،</w:t>
      </w:r>
      <w:r w:rsidRPr="00282620">
        <w:rPr>
          <w:rtl/>
        </w:rPr>
        <w:t xml:space="preserve"> بأنَّ الرسالة التي حقَّقت أُمَّة هي الأُمّة ذاتها في جوهرها الكونيِّ الإنسانيِّ</w:t>
      </w:r>
      <w:r w:rsidR="00F13C51">
        <w:rPr>
          <w:rtl/>
        </w:rPr>
        <w:t>،</w:t>
      </w:r>
      <w:r w:rsidRPr="00282620">
        <w:rPr>
          <w:rtl/>
        </w:rPr>
        <w:t xml:space="preserve"> ومِن الحيف أنْ تخيب هذه الأُمّة</w:t>
      </w:r>
      <w:r w:rsidR="00F13C51">
        <w:rPr>
          <w:rtl/>
        </w:rPr>
        <w:t>،</w:t>
      </w:r>
      <w:r w:rsidRPr="00282620">
        <w:rPr>
          <w:rtl/>
        </w:rPr>
        <w:t xml:space="preserve"> وإلاّ فإنَّ الرسالة هي ا</w:t>
      </w:r>
      <w:r w:rsidR="002C2DD7">
        <w:rPr>
          <w:rtl/>
        </w:rPr>
        <w:t>لمـُ</w:t>
      </w:r>
      <w:r w:rsidRPr="00282620">
        <w:rPr>
          <w:rtl/>
        </w:rPr>
        <w:t>عطَّلة في مؤدَّاها الأصيل</w:t>
      </w:r>
      <w:r w:rsidR="00106DAF">
        <w:rPr>
          <w:rtl/>
        </w:rPr>
        <w:t>!</w:t>
      </w:r>
      <w:r w:rsidRPr="00282620">
        <w:rPr>
          <w:rtl/>
        </w:rPr>
        <w:t xml:space="preserve"> ولكنَّ مُخيَّلة الحسين شغفت بأنْ تتلهَّى</w:t>
      </w:r>
      <w:r w:rsidR="00F13C51">
        <w:rPr>
          <w:rtl/>
        </w:rPr>
        <w:t xml:space="preserve"> - </w:t>
      </w:r>
      <w:r w:rsidRPr="00282620">
        <w:rPr>
          <w:rtl/>
        </w:rPr>
        <w:t>الآن</w:t>
      </w:r>
      <w:r w:rsidR="00F13C51">
        <w:rPr>
          <w:rtl/>
        </w:rPr>
        <w:t xml:space="preserve"> - </w:t>
      </w:r>
      <w:r w:rsidRPr="00282620">
        <w:rPr>
          <w:rtl/>
        </w:rPr>
        <w:t>بأنَّ وصول أبيه إلى الحُكم هو في خَطِّه الاستمراري</w:t>
      </w:r>
      <w:r w:rsidR="00F13C51">
        <w:rPr>
          <w:rtl/>
        </w:rPr>
        <w:t>،</w:t>
      </w:r>
      <w:r w:rsidRPr="00282620">
        <w:rPr>
          <w:rtl/>
        </w:rPr>
        <w:t xml:space="preserve"> ولم يشبَّ بأيِّ انقطاع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82620">
        <w:rPr>
          <w:rtl/>
        </w:rPr>
        <w:lastRenderedPageBreak/>
        <w:t>مع أنَّ وصوله إلى الحُكم هو الوصول الهزيل</w:t>
      </w:r>
      <w:r w:rsidR="00F13C51">
        <w:rPr>
          <w:rtl/>
        </w:rPr>
        <w:t>،</w:t>
      </w:r>
      <w:r w:rsidRPr="00282620">
        <w:rPr>
          <w:rtl/>
        </w:rPr>
        <w:t xml:space="preserve"> بعد مُرور ثلاثين سنة مِن غياب</w:t>
      </w:r>
      <w:r w:rsidR="00F13C51">
        <w:rPr>
          <w:rtl/>
        </w:rPr>
        <w:t>،</w:t>
      </w:r>
      <w:r w:rsidRPr="00282620">
        <w:rPr>
          <w:rtl/>
        </w:rPr>
        <w:t xml:space="preserve"> وانقطاع أبْعَدا الخَطَّ عن استمراره الضابط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A37385">
        <w:rPr>
          <w:rtl/>
        </w:rPr>
        <w:t xml:space="preserve">ليت الحُكم وصل إلى عليٍّ عندما كان يتمنطق بسيفه </w:t>
      </w:r>
      <w:r w:rsidRPr="00C82DEB">
        <w:rPr>
          <w:rStyle w:val="libBold2Char"/>
          <w:rtl/>
        </w:rPr>
        <w:t>( ذي الفِقار )</w:t>
      </w:r>
      <w:r w:rsidR="00F13C51">
        <w:rPr>
          <w:rtl/>
        </w:rPr>
        <w:t>،</w:t>
      </w:r>
      <w:r w:rsidRPr="00A37385">
        <w:rPr>
          <w:rtl/>
        </w:rPr>
        <w:t xml:space="preserve"> لقد قصفت القبليَّة سيف عليٍّ بعد أنْ أبعدوه خمساً وعشرين حولاً عن مُتابعة الجهاد</w:t>
      </w:r>
      <w:r w:rsidR="00F13C51">
        <w:rPr>
          <w:rtl/>
        </w:rPr>
        <w:t>،</w:t>
      </w:r>
      <w:r w:rsidRPr="00A37385">
        <w:rPr>
          <w:rtl/>
        </w:rPr>
        <w:t xml:space="preserve"> و</w:t>
      </w:r>
      <w:r w:rsidR="002C2DD7">
        <w:rPr>
          <w:rtl/>
        </w:rPr>
        <w:t>لمـّ</w:t>
      </w:r>
      <w:r w:rsidRPr="00A37385">
        <w:rPr>
          <w:rtl/>
        </w:rPr>
        <w:t>َا عادت إليه الساحة كان قد ادلهمَّ الليل بالعَكر المشؤوم</w:t>
      </w:r>
      <w:r w:rsidR="00C327EB">
        <w:rPr>
          <w:rtl/>
        </w:rPr>
        <w:t>.</w:t>
      </w:r>
      <w:r w:rsidRPr="00A37385">
        <w:rPr>
          <w:rtl/>
        </w:rPr>
        <w:t xml:space="preserve"> أمَّا الأُمّة فهي التي تئنُّ الآن وهي تستدعيه لتقديم الغوث</w:t>
      </w:r>
      <w:r w:rsidR="00F13C51">
        <w:rPr>
          <w:rtl/>
        </w:rPr>
        <w:t>،</w:t>
      </w:r>
      <w:r w:rsidRPr="00A37385">
        <w:rPr>
          <w:rtl/>
        </w:rPr>
        <w:t xml:space="preserve"> فما أحوجه إلى عشرة سيوف يهزُّها دُفعة واحدة في وجوه هؤلاء القوم</w:t>
      </w:r>
      <w:r w:rsidR="00F13C51">
        <w:rPr>
          <w:rtl/>
        </w:rPr>
        <w:t>،</w:t>
      </w:r>
      <w:r w:rsidRPr="00A37385">
        <w:rPr>
          <w:rtl/>
        </w:rPr>
        <w:t xml:space="preserve"> وخلف كلِّ واحد منهم قبائل تُنادي</w:t>
      </w:r>
      <w:r w:rsidR="00F13C51">
        <w:rPr>
          <w:rtl/>
        </w:rPr>
        <w:t>:</w:t>
      </w:r>
      <w:r w:rsidRPr="00A37385">
        <w:rPr>
          <w:rtl/>
        </w:rPr>
        <w:t xml:space="preserve"> يا للجاهليَّة في ثارات العرب</w:t>
      </w:r>
      <w:r w:rsidR="00106DAF">
        <w:rPr>
          <w:rtl/>
        </w:rPr>
        <w:t>!</w:t>
      </w:r>
      <w:r w:rsidRPr="00A37385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كَمْ سيفاً قصف ا</w:t>
      </w:r>
      <w:r w:rsidR="002C2DD7">
        <w:rPr>
          <w:rtl/>
        </w:rPr>
        <w:t>لمـُ</w:t>
      </w:r>
      <w:r w:rsidRPr="00282620">
        <w:rPr>
          <w:rtl/>
        </w:rPr>
        <w:t>ستعان به في صدر طلحة والزبير في معركة الجمل</w:t>
      </w:r>
      <w:r w:rsidR="00F13C51">
        <w:rPr>
          <w:rtl/>
        </w:rPr>
        <w:t>،</w:t>
      </w:r>
      <w:r w:rsidRPr="00282620">
        <w:rPr>
          <w:rtl/>
        </w:rPr>
        <w:t xml:space="preserve"> بقيادة أُمِّ المؤمنين عائشة بنت أبي بكر التيمي</w:t>
      </w:r>
      <w:r w:rsidR="00106DAF">
        <w:rPr>
          <w:rtl/>
        </w:rPr>
        <w:t>؟</w:t>
      </w:r>
      <w:r w:rsidRPr="00282620">
        <w:rPr>
          <w:rtl/>
        </w:rPr>
        <w:t xml:space="preserve"> وكَمْ كلَّفته مِن سيوف مقصوفة</w:t>
      </w:r>
      <w:r w:rsidR="00F13C51">
        <w:rPr>
          <w:rtl/>
        </w:rPr>
        <w:t>،</w:t>
      </w:r>
      <w:r w:rsidRPr="00282620">
        <w:rPr>
          <w:rtl/>
        </w:rPr>
        <w:t xml:space="preserve"> مَعارك صِفِّين</w:t>
      </w:r>
      <w:r w:rsidR="00F13C51">
        <w:rPr>
          <w:rtl/>
        </w:rPr>
        <w:t>،</w:t>
      </w:r>
      <w:r w:rsidRPr="00282620">
        <w:rPr>
          <w:rtl/>
        </w:rPr>
        <w:t xml:space="preserve"> بقيادة ذلك الذي وصِف بأدهى الدُّهاة</w:t>
      </w:r>
      <w:r w:rsidR="00F13C51">
        <w:rPr>
          <w:rtl/>
        </w:rPr>
        <w:t xml:space="preserve"> - </w:t>
      </w:r>
      <w:r w:rsidRPr="00282620">
        <w:rPr>
          <w:rtl/>
        </w:rPr>
        <w:t>مُعاوية</w:t>
      </w:r>
      <w:r w:rsidR="00F13C51">
        <w:rPr>
          <w:rtl/>
        </w:rPr>
        <w:t xml:space="preserve"> - </w:t>
      </w:r>
      <w:r w:rsidRPr="00282620">
        <w:rPr>
          <w:rtl/>
        </w:rPr>
        <w:t>كسرى العرب</w:t>
      </w:r>
      <w:r w:rsidR="00106DAF">
        <w:rPr>
          <w:rtl/>
        </w:rPr>
        <w:t>؟</w:t>
      </w:r>
      <w:r w:rsidRPr="00282620">
        <w:rPr>
          <w:rtl/>
        </w:rPr>
        <w:t xml:space="preserve"> وكَمْ أرهقته القبليَّة ا</w:t>
      </w:r>
      <w:r w:rsidR="002C2DD7">
        <w:rPr>
          <w:rtl/>
        </w:rPr>
        <w:t>لمـُ</w:t>
      </w:r>
      <w:r w:rsidRPr="00282620">
        <w:rPr>
          <w:rtl/>
        </w:rPr>
        <w:t>جنَّدة بقيادة عمرو بن العاص</w:t>
      </w:r>
      <w:r w:rsidR="00F13C51">
        <w:rPr>
          <w:rtl/>
        </w:rPr>
        <w:t>،</w:t>
      </w:r>
      <w:r w:rsidRPr="00282620">
        <w:rPr>
          <w:rtl/>
        </w:rPr>
        <w:t xml:space="preserve"> وا</w:t>
      </w:r>
      <w:r w:rsidR="002C2DD7">
        <w:rPr>
          <w:rtl/>
        </w:rPr>
        <w:t>لمـُ</w:t>
      </w:r>
      <w:r w:rsidRPr="00282620">
        <w:rPr>
          <w:rtl/>
        </w:rPr>
        <w:t>غيرة بن شعبة</w:t>
      </w:r>
      <w:r w:rsidR="00F13C51">
        <w:rPr>
          <w:rtl/>
        </w:rPr>
        <w:t>،</w:t>
      </w:r>
      <w:r w:rsidRPr="00282620">
        <w:rPr>
          <w:rtl/>
        </w:rPr>
        <w:t xml:space="preserve"> وزياد ا</w:t>
      </w:r>
      <w:r w:rsidR="002C2DD7">
        <w:rPr>
          <w:rtl/>
        </w:rPr>
        <w:t>لمـُ</w:t>
      </w:r>
      <w:r w:rsidRPr="00282620">
        <w:rPr>
          <w:rtl/>
        </w:rPr>
        <w:t>حلق بأبيه ابن أبي سُفيان</w:t>
      </w:r>
      <w:r w:rsidR="00F13C51">
        <w:rPr>
          <w:rtl/>
        </w:rPr>
        <w:t>،</w:t>
      </w:r>
      <w:r w:rsidRPr="00282620">
        <w:rPr>
          <w:rtl/>
        </w:rPr>
        <w:t xml:space="preserve"> وأخيه مُعاوية</w:t>
      </w:r>
      <w:r w:rsidR="00F13C51">
        <w:rPr>
          <w:rtl/>
        </w:rPr>
        <w:t xml:space="preserve"> - </w:t>
      </w:r>
      <w:r w:rsidRPr="00282620">
        <w:rPr>
          <w:rtl/>
        </w:rPr>
        <w:t>ا</w:t>
      </w:r>
      <w:r w:rsidR="002C2DD7">
        <w:rPr>
          <w:rtl/>
        </w:rPr>
        <w:t>لمـُ</w:t>
      </w:r>
      <w:r w:rsidRPr="00282620">
        <w:rPr>
          <w:rtl/>
        </w:rPr>
        <w:t>كحِّلين بغِبار فراش كانت تتقلَّب عليه امرأة اسمها ( سُميَّة )</w:t>
      </w:r>
      <w:r w:rsidR="00106DAF">
        <w:rPr>
          <w:rtl/>
        </w:rPr>
        <w:t>؟</w:t>
      </w:r>
      <w:r w:rsidRPr="00282620">
        <w:rPr>
          <w:rtl/>
        </w:rPr>
        <w:t>!!</w:t>
      </w:r>
      <w:r w:rsidR="00F13C51">
        <w:rPr>
          <w:rtl/>
        </w:rPr>
        <w:t>،</w:t>
      </w:r>
      <w:r w:rsidRPr="00282620">
        <w:rPr>
          <w:rtl/>
        </w:rPr>
        <w:t xml:space="preserve"> وكَمْ أضنته حِياكة القُمصان المصبوغة بالزعفران</w:t>
      </w:r>
      <w:r w:rsidR="00F13C51">
        <w:rPr>
          <w:rtl/>
        </w:rPr>
        <w:t>،</w:t>
      </w:r>
      <w:r w:rsidRPr="00282620">
        <w:rPr>
          <w:rtl/>
        </w:rPr>
        <w:t xml:space="preserve"> حملها مع كلِّ أنوالها العتيقة إلى الشام</w:t>
      </w:r>
      <w:r w:rsidR="00F13C51">
        <w:rPr>
          <w:rtl/>
        </w:rPr>
        <w:t>،</w:t>
      </w:r>
      <w:r w:rsidRPr="00282620">
        <w:rPr>
          <w:rtl/>
        </w:rPr>
        <w:t xml:space="preserve"> بشير بن النعمان</w:t>
      </w:r>
      <w:r w:rsidR="00106DAF">
        <w:rPr>
          <w:rtl/>
        </w:rPr>
        <w:t>؟</w:t>
      </w:r>
      <w:r w:rsidRPr="00282620">
        <w:rPr>
          <w:rtl/>
        </w:rPr>
        <w:t xml:space="preserve"> وكَمْ أدمت قلبه وشلَّت مِن هِمَّته وأعصابه</w:t>
      </w:r>
      <w:r w:rsidR="00F13C51">
        <w:rPr>
          <w:rtl/>
        </w:rPr>
        <w:t>،</w:t>
      </w:r>
      <w:r w:rsidRPr="00282620">
        <w:rPr>
          <w:rtl/>
        </w:rPr>
        <w:t xml:space="preserve"> عنجهيَّة أبي موسى الأشعري</w:t>
      </w:r>
      <w:r w:rsidR="00F13C51">
        <w:rPr>
          <w:rtl/>
        </w:rPr>
        <w:t>،</w:t>
      </w:r>
      <w:r w:rsidRPr="00282620">
        <w:rPr>
          <w:rtl/>
        </w:rPr>
        <w:t xml:space="preserve"> التي كانت لقاحاً لورمٍ اصفرَّ تزنرت به بطولة مغشوشة</w:t>
      </w:r>
      <w:r w:rsidR="00F13C51">
        <w:rPr>
          <w:rtl/>
        </w:rPr>
        <w:t>،</w:t>
      </w:r>
      <w:r w:rsidRPr="00282620">
        <w:rPr>
          <w:rtl/>
        </w:rPr>
        <w:t xml:space="preserve"> شقَّت عصا الطاعة</w:t>
      </w:r>
      <w:r w:rsidR="00F13C51">
        <w:rPr>
          <w:rtl/>
        </w:rPr>
        <w:t>،</w:t>
      </w:r>
      <w:r w:rsidRPr="00282620">
        <w:rPr>
          <w:rtl/>
        </w:rPr>
        <w:t xml:space="preserve"> وضربت بها في معارك النهروان</w:t>
      </w:r>
      <w:r w:rsidR="00106DAF">
        <w:rPr>
          <w:rtl/>
        </w:rPr>
        <w:t>؟</w:t>
      </w:r>
      <w:r w:rsidRPr="00282620">
        <w:rPr>
          <w:rtl/>
        </w:rPr>
        <w:t>! وكَمْ صعقَته ساعات الحُزن وهو يغرق في تأمُّلاته المليئة بالعِفَّة</w:t>
      </w:r>
      <w:r w:rsidR="00F13C51">
        <w:rPr>
          <w:rtl/>
        </w:rPr>
        <w:t>،</w:t>
      </w:r>
      <w:r w:rsidRPr="00282620">
        <w:rPr>
          <w:rtl/>
        </w:rPr>
        <w:t xml:space="preserve"> والصدق</w:t>
      </w:r>
      <w:r w:rsidR="00F13C51">
        <w:rPr>
          <w:rtl/>
        </w:rPr>
        <w:t>،</w:t>
      </w:r>
      <w:r w:rsidRPr="00282620">
        <w:rPr>
          <w:rtl/>
        </w:rPr>
        <w:t xml:space="preserve"> ونقاوة الوجدان</w:t>
      </w:r>
      <w:r w:rsidR="00F13C51">
        <w:rPr>
          <w:rtl/>
        </w:rPr>
        <w:t>،</w:t>
      </w:r>
      <w:r w:rsidRPr="00282620">
        <w:rPr>
          <w:rtl/>
        </w:rPr>
        <w:t xml:space="preserve"> حتَّى غافله</w:t>
      </w:r>
      <w:r w:rsidR="00F13C51">
        <w:rPr>
          <w:rtl/>
        </w:rPr>
        <w:t xml:space="preserve"> - </w:t>
      </w:r>
      <w:r w:rsidRPr="00282620">
        <w:rPr>
          <w:rtl/>
        </w:rPr>
        <w:t>وهو غائص مُستجمُّ بها</w:t>
      </w:r>
      <w:r w:rsidR="00F13C51">
        <w:rPr>
          <w:rtl/>
        </w:rPr>
        <w:t xml:space="preserve"> - </w:t>
      </w:r>
      <w:r w:rsidRPr="00282620">
        <w:rPr>
          <w:rtl/>
        </w:rPr>
        <w:t>وغد آخر علَّمه أبو لؤلؤة كيف يضرب بالسيف المسموم صدر ا</w:t>
      </w:r>
      <w:r w:rsidR="002C2DD7">
        <w:rPr>
          <w:rtl/>
        </w:rPr>
        <w:t>لمـُ</w:t>
      </w:r>
      <w:r w:rsidRPr="00282620">
        <w:rPr>
          <w:rtl/>
        </w:rPr>
        <w:t>صلِّي في باحة المسجد</w:t>
      </w:r>
      <w:r w:rsidR="00106DAF">
        <w:rPr>
          <w:rtl/>
        </w:rPr>
        <w:t>!</w:t>
      </w:r>
      <w:r w:rsidRPr="00282620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82620">
        <w:rPr>
          <w:rtl/>
        </w:rPr>
        <w:t>إنَّها الحقيقة الصارمة يجابهها</w:t>
      </w:r>
      <w:r w:rsidR="00F13C51">
        <w:rPr>
          <w:rtl/>
        </w:rPr>
        <w:t xml:space="preserve"> - </w:t>
      </w:r>
      <w:r w:rsidRPr="00282620">
        <w:rPr>
          <w:rtl/>
        </w:rPr>
        <w:t>الآن</w:t>
      </w:r>
      <w:r w:rsidR="00F13C51">
        <w:rPr>
          <w:rtl/>
        </w:rPr>
        <w:t xml:space="preserve"> - </w:t>
      </w:r>
      <w:r w:rsidRPr="00282620">
        <w:rPr>
          <w:rtl/>
        </w:rPr>
        <w:t>الحسين</w:t>
      </w:r>
      <w:r w:rsidR="00F13C51">
        <w:rPr>
          <w:rtl/>
        </w:rPr>
        <w:t>،</w:t>
      </w:r>
      <w:r w:rsidRPr="00282620">
        <w:rPr>
          <w:rtl/>
        </w:rPr>
        <w:t xml:space="preserve"> لقد غاب أبوه مِن تحت نظره</w:t>
      </w:r>
      <w:r w:rsidR="00F13C51">
        <w:rPr>
          <w:rtl/>
        </w:rPr>
        <w:t>،</w:t>
      </w:r>
      <w:r w:rsidRPr="00282620">
        <w:rPr>
          <w:rtl/>
        </w:rPr>
        <w:t xml:space="preserve"> وبقي عظيماً كبيراً ماثلاً في مدى بصيرته</w:t>
      </w:r>
      <w:r w:rsidR="00F13C51">
        <w:rPr>
          <w:rtl/>
        </w:rPr>
        <w:t>،</w:t>
      </w:r>
      <w:r w:rsidRPr="00282620">
        <w:rPr>
          <w:rtl/>
        </w:rPr>
        <w:t xml:space="preserve"> لقد أخذ عنه ما أخذه عن جَدِّه</w:t>
      </w:r>
      <w:r w:rsidR="00F13C51">
        <w:rPr>
          <w:rtl/>
        </w:rPr>
        <w:t>،</w:t>
      </w:r>
      <w:r w:rsidRPr="00282620">
        <w:rPr>
          <w:rtl/>
        </w:rPr>
        <w:t xml:space="preserve"> إلاَّ أنَّ الأخذ هنا كان أطول في مَداه</w:t>
      </w:r>
      <w:r w:rsidR="00F13C51">
        <w:rPr>
          <w:rtl/>
        </w:rPr>
        <w:t>،</w:t>
      </w:r>
      <w:r w:rsidRPr="00282620">
        <w:rPr>
          <w:rtl/>
        </w:rPr>
        <w:t xml:space="preserve"> وكان مكوَّراً بمُعاناة ما زادته فهما حتَّى زيَّنته شعوراً بأنَّ رسالة جَدِّه العظيم</w:t>
      </w:r>
      <w:r w:rsidR="00F13C51">
        <w:rPr>
          <w:rtl/>
        </w:rPr>
        <w:t>،</w:t>
      </w:r>
      <w:r w:rsidRPr="00282620">
        <w:rPr>
          <w:rtl/>
        </w:rPr>
        <w:t xml:space="preserve"> هي بالحاجة القصوى إلى أنداد مِن طينة أبيه</w:t>
      </w:r>
      <w:r w:rsidR="00F13C51">
        <w:rPr>
          <w:rtl/>
        </w:rPr>
        <w:t>،</w:t>
      </w:r>
      <w:r w:rsidRPr="00282620">
        <w:rPr>
          <w:rtl/>
        </w:rPr>
        <w:t xml:space="preserve"> حتَّى تُعمَّر الأُمَّة ويستقطبها الوعي ا</w:t>
      </w:r>
      <w:r w:rsidR="002C2DD7">
        <w:rPr>
          <w:rtl/>
        </w:rPr>
        <w:t>لمـُ</w:t>
      </w:r>
      <w:r w:rsidRPr="00282620">
        <w:rPr>
          <w:rtl/>
        </w:rPr>
        <w:t>هذَّب إلى تحقيق ذاتها الإنسانيَّة الصامدة في صدر الحياة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lastRenderedPageBreak/>
        <w:t>يا للمدرسة في أُقنومها الموحَّد</w:t>
      </w:r>
      <w:r w:rsidR="00106DAF">
        <w:rPr>
          <w:rtl/>
        </w:rPr>
        <w:t>!</w:t>
      </w:r>
      <w:r w:rsidRPr="00B5721E">
        <w:rPr>
          <w:rtl/>
        </w:rPr>
        <w:t xml:space="preserve"> بسطها جَدُّهُ مُحدَّدة بعليِّ</w:t>
      </w:r>
      <w:r w:rsidR="00C327EB">
        <w:rPr>
          <w:rtl/>
        </w:rPr>
        <w:t>.</w:t>
      </w:r>
      <w:r w:rsidRPr="00B5721E">
        <w:rPr>
          <w:rtl/>
        </w:rPr>
        <w:t xml:space="preserve"> و يا لحظِّ أخيه الحسن يتناولها مرسومة ولكنَّها محفوفة بالجُهد الممهور بالدم</w:t>
      </w:r>
      <w:r w:rsidR="00106DAF">
        <w:rPr>
          <w:rtl/>
        </w:rPr>
        <w:t>!</w:t>
      </w:r>
      <w:r w:rsidRPr="00B5721E">
        <w:rPr>
          <w:rtl/>
        </w:rPr>
        <w:t xml:space="preserve"> ولكنْ قبل أنْ يتناولنا الإمام الحسن إلى بساطه الأبيض</w:t>
      </w:r>
      <w:r w:rsidR="00F13C51">
        <w:rPr>
          <w:rtl/>
        </w:rPr>
        <w:t>،</w:t>
      </w:r>
      <w:r w:rsidRPr="00B5721E">
        <w:rPr>
          <w:rtl/>
        </w:rPr>
        <w:t xml:space="preserve"> يروق لي أنْ أتبيَّن لون ا</w:t>
      </w:r>
      <w:r w:rsidR="002C2DD7">
        <w:rPr>
          <w:rtl/>
        </w:rPr>
        <w:t>لمـُ</w:t>
      </w:r>
      <w:r w:rsidRPr="00B5721E">
        <w:rPr>
          <w:rtl/>
        </w:rPr>
        <w:t>عاناة التي راحت تغرق فيها كآبة الحسين بعد مَقتل أبيه الإمام</w:t>
      </w:r>
      <w:r w:rsidR="00F13C51">
        <w:rPr>
          <w:rtl/>
        </w:rPr>
        <w:t>،</w:t>
      </w:r>
      <w:r w:rsidRPr="00B5721E">
        <w:rPr>
          <w:rtl/>
        </w:rPr>
        <w:t xml:space="preserve"> هلْ هي الحُزن المألوف طَعمه في لحَظة الموت</w:t>
      </w:r>
      <w:r w:rsidR="00F13C51">
        <w:rPr>
          <w:rtl/>
        </w:rPr>
        <w:t>،</w:t>
      </w:r>
      <w:r w:rsidRPr="00B5721E">
        <w:rPr>
          <w:rtl/>
        </w:rPr>
        <w:t xml:space="preserve"> ومفارقة الأحباب لأعزِّ الأحباب</w:t>
      </w:r>
      <w:r w:rsidR="00106DAF">
        <w:rPr>
          <w:rtl/>
        </w:rPr>
        <w:t>؟</w:t>
      </w:r>
      <w:r w:rsidRPr="00B5721E">
        <w:rPr>
          <w:rtl/>
        </w:rPr>
        <w:t xml:space="preserve"> أم أنَّها مزيج آخر</w:t>
      </w:r>
      <w:r w:rsidR="00F13C51">
        <w:rPr>
          <w:rtl/>
        </w:rPr>
        <w:t>،</w:t>
      </w:r>
      <w:r w:rsidRPr="00B5721E">
        <w:rPr>
          <w:rtl/>
        </w:rPr>
        <w:t xml:space="preserve"> يتولَّد في النفس مِن الإفرازات الأُخرى التي يؤلِّفها الشوق الحميم في تلك النفس</w:t>
      </w:r>
      <w:r w:rsidR="00F13C51">
        <w:rPr>
          <w:rtl/>
        </w:rPr>
        <w:t>،</w:t>
      </w:r>
      <w:r w:rsidRPr="00B5721E">
        <w:rPr>
          <w:rtl/>
        </w:rPr>
        <w:t xml:space="preserve"> ويطبعها به على تخصيص وتمييز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ما أسرعني إلى أنْ أُجيب نفسي بنفسي</w:t>
      </w:r>
      <w:r w:rsidR="00106DAF">
        <w:rPr>
          <w:rtl/>
        </w:rPr>
        <w:t>!</w:t>
      </w:r>
      <w:r w:rsidRPr="00B5721E">
        <w:rPr>
          <w:rtl/>
        </w:rPr>
        <w:t xml:space="preserve"> مُنذ أنْ امتلأ الحسين بروعة الإدراك</w:t>
      </w:r>
      <w:r w:rsidR="00F13C51">
        <w:rPr>
          <w:rtl/>
        </w:rPr>
        <w:t>،</w:t>
      </w:r>
      <w:r w:rsidRPr="00B5721E">
        <w:rPr>
          <w:rtl/>
        </w:rPr>
        <w:t xml:space="preserve"> وبالتمام التمام</w:t>
      </w:r>
      <w:r w:rsidR="00F13C51">
        <w:rPr>
          <w:rtl/>
        </w:rPr>
        <w:t>،</w:t>
      </w:r>
      <w:r w:rsidRPr="00B5721E">
        <w:rPr>
          <w:rtl/>
        </w:rPr>
        <w:t xml:space="preserve"> مُنذ أنْ أدرك أنَّ في تربيته ا</w:t>
      </w:r>
      <w:r w:rsidR="002C2DD7">
        <w:rPr>
          <w:rtl/>
        </w:rPr>
        <w:t>لمـُ</w:t>
      </w:r>
      <w:r w:rsidRPr="00B5721E">
        <w:rPr>
          <w:rtl/>
        </w:rPr>
        <w:t>لوَّنة لغُزاً مَختوماً بأفخم الأختام</w:t>
      </w:r>
      <w:r w:rsidR="00F13C51">
        <w:rPr>
          <w:rtl/>
        </w:rPr>
        <w:t>،</w:t>
      </w:r>
      <w:r w:rsidRPr="00B5721E">
        <w:rPr>
          <w:rtl/>
        </w:rPr>
        <w:t xml:space="preserve"> بدأت تشعُّ على نفسه روائع التكوين</w:t>
      </w:r>
      <w:r w:rsidR="00F13C51">
        <w:rPr>
          <w:rtl/>
        </w:rPr>
        <w:t>،</w:t>
      </w:r>
      <w:r w:rsidRPr="00B5721E">
        <w:rPr>
          <w:rtl/>
        </w:rPr>
        <w:t xml:space="preserve"> مُنذ هاتيك اللحظات</w:t>
      </w:r>
      <w:r w:rsidR="00F13C51">
        <w:rPr>
          <w:rtl/>
        </w:rPr>
        <w:t>،</w:t>
      </w:r>
      <w:r w:rsidRPr="00B5721E">
        <w:rPr>
          <w:rtl/>
        </w:rPr>
        <w:t xml:space="preserve"> ونفسه كالصفحة البيضاء</w:t>
      </w:r>
      <w:r w:rsidR="00F13C51">
        <w:rPr>
          <w:rtl/>
        </w:rPr>
        <w:t>،</w:t>
      </w:r>
      <w:r w:rsidRPr="00B5721E">
        <w:rPr>
          <w:rtl/>
        </w:rPr>
        <w:t xml:space="preserve"> تنهال عليها الأزاميل بالحَفر البليغ</w:t>
      </w:r>
      <w:r w:rsidR="00F13C51">
        <w:rPr>
          <w:rtl/>
        </w:rPr>
        <w:t>،</w:t>
      </w:r>
      <w:r w:rsidRPr="00B5721E">
        <w:rPr>
          <w:rtl/>
        </w:rPr>
        <w:t xml:space="preserve"> ومُنذ أنْ أدرك أنَّه مدموج بجَدِّه عنصراً مِن عناصر الصيانة لرسالة هي وحدها بُلغة الإنسان</w:t>
      </w:r>
      <w:r w:rsidR="00F13C51">
        <w:rPr>
          <w:rtl/>
        </w:rPr>
        <w:t>،</w:t>
      </w:r>
      <w:r w:rsidRPr="00B5721E">
        <w:rPr>
          <w:rtl/>
        </w:rPr>
        <w:t xml:space="preserve"> وهي وحدها سياج الأُمَّة وتكييفها ضمانة لوجود الإنسان</w:t>
      </w:r>
      <w:r w:rsidR="00F13C51">
        <w:rPr>
          <w:rtl/>
        </w:rPr>
        <w:t>،</w:t>
      </w:r>
      <w:r w:rsidRPr="00B5721E">
        <w:rPr>
          <w:rtl/>
        </w:rPr>
        <w:t xml:space="preserve"> توسَّعت حدود نفسه لاستيعاب ا</w:t>
      </w:r>
      <w:r w:rsidR="002C2DD7">
        <w:rPr>
          <w:rtl/>
        </w:rPr>
        <w:t>لمـُ</w:t>
      </w:r>
      <w:r w:rsidRPr="00B5721E">
        <w:rPr>
          <w:rtl/>
        </w:rPr>
        <w:t>همَّة الوسيعة</w:t>
      </w:r>
      <w:r w:rsidR="00F13C51">
        <w:rPr>
          <w:rtl/>
        </w:rPr>
        <w:t>،</w:t>
      </w:r>
      <w:r w:rsidRPr="00B5721E">
        <w:rPr>
          <w:rtl/>
        </w:rPr>
        <w:t xml:space="preserve"> وعمَّقت بها الآفاق بقدر ما لها هي مِن آفاق عميقة وجليلة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فيما بعد</w:t>
      </w:r>
      <w:r w:rsidR="00F13C51">
        <w:rPr>
          <w:rtl/>
        </w:rPr>
        <w:t>،</w:t>
      </w:r>
      <w:r w:rsidRPr="00B5721E">
        <w:rPr>
          <w:rtl/>
        </w:rPr>
        <w:t xml:space="preserve"> عندما راح يُدرك واقع الأحداث على الأرض</w:t>
      </w:r>
      <w:r w:rsidR="00F13C51">
        <w:rPr>
          <w:rtl/>
        </w:rPr>
        <w:t>،</w:t>
      </w:r>
      <w:r w:rsidRPr="00B5721E">
        <w:rPr>
          <w:rtl/>
        </w:rPr>
        <w:t xml:space="preserve"> وكيف تمَّت حياكتها وإخراجها</w:t>
      </w:r>
      <w:r w:rsidR="00F13C51">
        <w:rPr>
          <w:rtl/>
        </w:rPr>
        <w:t>،</w:t>
      </w:r>
      <w:r w:rsidRPr="00B5721E">
        <w:rPr>
          <w:rtl/>
        </w:rPr>
        <w:t xml:space="preserve"> كأنَّها مسرحيَّة لبست الغَباء وتبدَّت بالهزل</w:t>
      </w:r>
      <w:r w:rsidR="00F13C51">
        <w:rPr>
          <w:rtl/>
        </w:rPr>
        <w:t>،</w:t>
      </w:r>
      <w:r w:rsidRPr="00B5721E">
        <w:rPr>
          <w:rtl/>
        </w:rPr>
        <w:t xml:space="preserve"> والكذب والتهريج</w:t>
      </w:r>
      <w:r w:rsidR="00F13C51">
        <w:rPr>
          <w:rtl/>
        </w:rPr>
        <w:t>،</w:t>
      </w:r>
      <w:r w:rsidRPr="00B5721E">
        <w:rPr>
          <w:rtl/>
        </w:rPr>
        <w:t xml:space="preserve"> لتنتهي بمأساة ما كانت ضحيَّتها</w:t>
      </w:r>
      <w:r w:rsidR="00F13C51">
        <w:rPr>
          <w:rtl/>
        </w:rPr>
        <w:t xml:space="preserve"> - </w:t>
      </w:r>
      <w:r w:rsidRPr="00B5721E">
        <w:rPr>
          <w:rtl/>
        </w:rPr>
        <w:t>فقط</w:t>
      </w:r>
      <w:r w:rsidR="00F13C51">
        <w:rPr>
          <w:rtl/>
        </w:rPr>
        <w:t xml:space="preserve"> - </w:t>
      </w:r>
      <w:r w:rsidRPr="00B5721E">
        <w:rPr>
          <w:rtl/>
        </w:rPr>
        <w:t>قيمة إنسانيَّة فذَّة</w:t>
      </w:r>
      <w:r w:rsidR="00F13C51">
        <w:rPr>
          <w:rtl/>
        </w:rPr>
        <w:t>،</w:t>
      </w:r>
      <w:r w:rsidRPr="00B5721E">
        <w:rPr>
          <w:rtl/>
        </w:rPr>
        <w:t xml:space="preserve"> طلع بها رجل اسمه عليُّ بن ابي طالب</w:t>
      </w:r>
      <w:r w:rsidR="00F13C51">
        <w:rPr>
          <w:rtl/>
        </w:rPr>
        <w:t>،</w:t>
      </w:r>
      <w:r w:rsidRPr="00B5721E">
        <w:rPr>
          <w:rtl/>
        </w:rPr>
        <w:t xml:space="preserve"> بلْ كانت ضحيَّتها أُمَّة برُمَّتها</w:t>
      </w:r>
      <w:r w:rsidR="00F13C51">
        <w:rPr>
          <w:rtl/>
        </w:rPr>
        <w:t>،</w:t>
      </w:r>
      <w:r w:rsidRPr="00B5721E">
        <w:rPr>
          <w:rtl/>
        </w:rPr>
        <w:t xml:space="preserve"> تحمَّلت أجيالاً طويلة مِن التردِّي والانحطاط</w:t>
      </w:r>
      <w:r w:rsidR="00F13C51">
        <w:rPr>
          <w:rtl/>
        </w:rPr>
        <w:t>،</w:t>
      </w:r>
      <w:r w:rsidRPr="00B5721E">
        <w:rPr>
          <w:rtl/>
        </w:rPr>
        <w:t xml:space="preserve"> حتَّى وهبها الله رجلاً منها</w:t>
      </w:r>
      <w:r w:rsidR="00F13C51">
        <w:rPr>
          <w:rtl/>
        </w:rPr>
        <w:t>،</w:t>
      </w:r>
      <w:r w:rsidRPr="00B5721E">
        <w:rPr>
          <w:rtl/>
        </w:rPr>
        <w:t xml:space="preserve"> سكب لها مِن نبوَّة الروح قالباً جديداً صاغها به ودفعها قَدماً إلى السلالم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لقد تعب في بناء المسرحيَّة المؤلِمة عمر بن الخطاب</w:t>
      </w:r>
      <w:r w:rsidR="00F13C51">
        <w:rPr>
          <w:rtl/>
        </w:rPr>
        <w:t>،</w:t>
      </w:r>
      <w:r w:rsidRPr="00B5721E">
        <w:rPr>
          <w:rtl/>
        </w:rPr>
        <w:t xml:space="preserve"> في اللحظة التي غفلت بها عين الرسول عن عمليَّة الزجر والنهي عن تحريك الجمر في وادي الشياطين</w:t>
      </w:r>
      <w:r w:rsidR="00F13C51">
        <w:rPr>
          <w:rtl/>
        </w:rPr>
        <w:t>،</w:t>
      </w:r>
      <w:r w:rsidRPr="00B5721E">
        <w:rPr>
          <w:rtl/>
        </w:rPr>
        <w:t xml:space="preserve"> ولقد تمَّ تمثيل المسرحيَّة التي أتقن الرقص على خشبتها عثمان بن عفَّان في مسجد المدينة</w:t>
      </w:r>
      <w:r w:rsidR="00F13C51">
        <w:rPr>
          <w:rtl/>
        </w:rPr>
        <w:t>،</w:t>
      </w:r>
      <w:r w:rsidRPr="00B5721E">
        <w:rPr>
          <w:rtl/>
        </w:rPr>
        <w:t xml:space="preserve"> ومُعاوية بن أبي سفيان في غَوطة الشام</w:t>
      </w:r>
      <w:r w:rsidR="00C327EB">
        <w:rPr>
          <w:rtl/>
        </w:rPr>
        <w:t>.</w:t>
      </w:r>
      <w:r w:rsidRPr="00B5721E">
        <w:rPr>
          <w:rtl/>
        </w:rPr>
        <w:t xml:space="preserve"> أيَّة عُقدة لذيذة تألَّفت بها المسرحيَّة ونامت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عليها</w:t>
      </w:r>
      <w:r w:rsidR="00106DAF">
        <w:rPr>
          <w:rtl/>
        </w:rPr>
        <w:t>؟</w:t>
      </w:r>
      <w:r w:rsidRPr="00B5721E">
        <w:rPr>
          <w:rtl/>
        </w:rPr>
        <w:t xml:space="preserve"> ولكنَّها لم تكن عُقدة يتمجَّد بها الفنُّ</w:t>
      </w:r>
      <w:r w:rsidR="00F13C51">
        <w:rPr>
          <w:rtl/>
        </w:rPr>
        <w:t>،</w:t>
      </w:r>
      <w:r w:rsidRPr="00B5721E">
        <w:rPr>
          <w:rtl/>
        </w:rPr>
        <w:t xml:space="preserve"> بلْ كانت حِقداً ذلَّت به الأُمَّة في مداها الطويل مِن عمرها المهدور</w:t>
      </w:r>
      <w:r w:rsidR="00F13C51">
        <w:rPr>
          <w:rtl/>
        </w:rPr>
        <w:t>،</w:t>
      </w:r>
      <w:r w:rsidRPr="00B5721E">
        <w:rPr>
          <w:rtl/>
        </w:rPr>
        <w:t xml:space="preserve"> ونعمت بالعِزِّ وا</w:t>
      </w:r>
      <w:r w:rsidR="002C2DD7">
        <w:rPr>
          <w:rtl/>
        </w:rPr>
        <w:t>لمـَ</w:t>
      </w:r>
      <w:r w:rsidRPr="00B5721E">
        <w:rPr>
          <w:rtl/>
        </w:rPr>
        <w:t>جد والكرامة</w:t>
      </w:r>
      <w:r w:rsidR="00F13C51">
        <w:rPr>
          <w:rtl/>
        </w:rPr>
        <w:t>،</w:t>
      </w:r>
      <w:r w:rsidRPr="00B5721E">
        <w:rPr>
          <w:rtl/>
        </w:rPr>
        <w:t xml:space="preserve"> في اللحظة التي جعلها نبيُّها العظيم تتحرَّر منه</w:t>
      </w:r>
      <w:r w:rsidR="00C327EB">
        <w:rPr>
          <w:rtl/>
        </w:rPr>
        <w:t>.</w:t>
      </w:r>
      <w:r w:rsidRPr="00B5721E">
        <w:rPr>
          <w:rtl/>
        </w:rPr>
        <w:t xml:space="preserve"> أمَّا العُقدة ا</w:t>
      </w:r>
      <w:r w:rsidR="002C2DD7">
        <w:rPr>
          <w:rtl/>
        </w:rPr>
        <w:t>لمـَ</w:t>
      </w:r>
      <w:r w:rsidRPr="00B5721E">
        <w:rPr>
          <w:rtl/>
        </w:rPr>
        <w:t>بنيَّة بحَذقٍ ودهاءٍ فهي التي راحت تتكشَّف عنها الأيَّام</w:t>
      </w:r>
      <w:r w:rsidR="00F13C51">
        <w:rPr>
          <w:rtl/>
        </w:rPr>
        <w:t>؛</w:t>
      </w:r>
      <w:r w:rsidRPr="00B5721E">
        <w:rPr>
          <w:rtl/>
        </w:rPr>
        <w:t xml:space="preserve"> تنفيذاً لمبدأ صرَّح عنه مؤلِّف المسرحيَّة عندما قدَّمها لبعض ا</w:t>
      </w:r>
      <w:r w:rsidR="002C2DD7">
        <w:rPr>
          <w:rtl/>
        </w:rPr>
        <w:t>لمـُ</w:t>
      </w:r>
      <w:r w:rsidRPr="00B5721E">
        <w:rPr>
          <w:rtl/>
        </w:rPr>
        <w:t>شاهدين</w:t>
      </w:r>
      <w:r w:rsidR="00F13C51">
        <w:rPr>
          <w:rtl/>
        </w:rPr>
        <w:t>:</w:t>
      </w:r>
      <w:r w:rsidRPr="00B5721E">
        <w:rPr>
          <w:rtl/>
        </w:rPr>
        <w:t xml:space="preserve"> لا تلتقي النبوَّة والرئاسة في بيت واحد</w:t>
      </w:r>
      <w:r w:rsidR="00C327EB">
        <w:rPr>
          <w:rtl/>
        </w:rPr>
        <w:t>.</w:t>
      </w:r>
      <w:r w:rsidRPr="00B5721E">
        <w:rPr>
          <w:rtl/>
        </w:rPr>
        <w:t xml:space="preserve"> أمَّا التفسير الجليُّ للذين اعتنقوا المبدأ</w:t>
      </w:r>
      <w:r w:rsidR="00F13C51">
        <w:rPr>
          <w:rtl/>
        </w:rPr>
        <w:t>،</w:t>
      </w:r>
      <w:r w:rsidRPr="00B5721E">
        <w:rPr>
          <w:rtl/>
        </w:rPr>
        <w:t xml:space="preserve"> فهو السعي الحثيث للقضاء على كلٍّ مَن هُمْ أهل البيت</w:t>
      </w:r>
      <w:r w:rsidR="00F13C51">
        <w:rPr>
          <w:rtl/>
        </w:rPr>
        <w:t>،</w:t>
      </w:r>
      <w:r w:rsidRPr="00B5721E">
        <w:rPr>
          <w:rtl/>
        </w:rPr>
        <w:t xml:space="preserve"> وهكذا يتمُّ اجتثاث الجرثومة التي تُطالب بتوحيد النبوَّة في أهل البيت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لقد ابتدأت اللُّعبة كأنَّها زُحام وصولي إلى كرسيِّ مشيخة</w:t>
      </w:r>
      <w:r w:rsidR="00F13C51">
        <w:rPr>
          <w:rtl/>
        </w:rPr>
        <w:t>،</w:t>
      </w:r>
      <w:r w:rsidRPr="00B5721E">
        <w:rPr>
          <w:rtl/>
        </w:rPr>
        <w:t xml:space="preserve"> وانتهت إلى صراع آخر فيه كلُّ القصد للاقتلاع والإبادة</w:t>
      </w:r>
      <w:r w:rsidR="00F13C51">
        <w:rPr>
          <w:rtl/>
        </w:rPr>
        <w:t>،</w:t>
      </w:r>
      <w:r w:rsidRPr="00B5721E">
        <w:rPr>
          <w:rtl/>
        </w:rPr>
        <w:t xml:space="preserve"> ولقد كانت الهواجس تشتدُّ ويشتدُّ معها التحسُّب وأخذ الحيطة</w:t>
      </w:r>
      <w:r w:rsidR="00F13C51">
        <w:rPr>
          <w:rtl/>
        </w:rPr>
        <w:t>،</w:t>
      </w:r>
      <w:r w:rsidRPr="00B5721E">
        <w:rPr>
          <w:rtl/>
        </w:rPr>
        <w:t xml:space="preserve"> إلى أنْ انقلبت عند أهل البيت حِسَّاً بخطر مداهم في كلِّ لحظة</w:t>
      </w:r>
      <w:r w:rsidR="00C327EB">
        <w:rPr>
          <w:rtl/>
        </w:rPr>
        <w:t>.</w:t>
      </w:r>
      <w:r w:rsidRPr="00B5721E">
        <w:rPr>
          <w:rtl/>
        </w:rPr>
        <w:t xml:space="preserve"> لقد أُبعد أهل البيت وكلُّ مَن يمُتُّ إليهم بصِلة عن أيِّ مركز مِن المراكز الإداريَّة في دولة الحُكم</w:t>
      </w:r>
      <w:r w:rsidR="00F13C51">
        <w:rPr>
          <w:rtl/>
        </w:rPr>
        <w:t>،</w:t>
      </w:r>
      <w:r w:rsidRPr="00B5721E">
        <w:rPr>
          <w:rtl/>
        </w:rPr>
        <w:t xml:space="preserve"> وليس هذا وكفى</w:t>
      </w:r>
      <w:r w:rsidR="00F13C51">
        <w:rPr>
          <w:rtl/>
        </w:rPr>
        <w:t>،</w:t>
      </w:r>
      <w:r w:rsidRPr="00B5721E">
        <w:rPr>
          <w:rtl/>
        </w:rPr>
        <w:t xml:space="preserve"> بلْ إنَّ الاضطهاد ا</w:t>
      </w:r>
      <w:r w:rsidR="002C2DD7">
        <w:rPr>
          <w:rtl/>
        </w:rPr>
        <w:t>لمـُ</w:t>
      </w:r>
      <w:r w:rsidRPr="00B5721E">
        <w:rPr>
          <w:rtl/>
        </w:rPr>
        <w:t>باشر راح يَطال الجميع دون أيَّة هَوادة</w:t>
      </w:r>
      <w:r w:rsidR="00F13C51">
        <w:rPr>
          <w:rtl/>
        </w:rPr>
        <w:t>،</w:t>
      </w:r>
      <w:r w:rsidRPr="00B5721E">
        <w:rPr>
          <w:rtl/>
        </w:rPr>
        <w:t xml:space="preserve"> ومَن يقول</w:t>
      </w:r>
      <w:r w:rsidR="00F13C51">
        <w:rPr>
          <w:rtl/>
        </w:rPr>
        <w:t>:</w:t>
      </w:r>
      <w:r w:rsidRPr="00B5721E">
        <w:rPr>
          <w:rtl/>
        </w:rPr>
        <w:t xml:space="preserve"> إنَّ مَقتل الإمام الآن</w:t>
      </w:r>
      <w:r w:rsidR="00F13C51">
        <w:rPr>
          <w:rtl/>
        </w:rPr>
        <w:t xml:space="preserve"> - </w:t>
      </w:r>
      <w:r w:rsidRPr="00B5721E">
        <w:rPr>
          <w:rtl/>
        </w:rPr>
        <w:t>بسيف ابن مُلجم</w:t>
      </w:r>
      <w:r w:rsidR="00F13C51">
        <w:rPr>
          <w:rtl/>
        </w:rPr>
        <w:t xml:space="preserve"> - </w:t>
      </w:r>
      <w:r w:rsidRPr="00B5721E">
        <w:rPr>
          <w:rtl/>
        </w:rPr>
        <w:t>ليس مدفوعاً بذات الرغبة وذات الإيحاء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عجيبة غريبة هي الأساليب التي اعتمدوها واستعملوها</w:t>
      </w:r>
      <w:r w:rsidR="00F13C51">
        <w:rPr>
          <w:rtl/>
        </w:rPr>
        <w:t>،</w:t>
      </w:r>
      <w:r w:rsidRPr="00B5721E">
        <w:rPr>
          <w:rtl/>
        </w:rPr>
        <w:t xml:space="preserve"> وتفنَّنوا بإخراجها في ساحة الصراع</w:t>
      </w:r>
      <w:r w:rsidR="00F13C51">
        <w:rPr>
          <w:rtl/>
        </w:rPr>
        <w:t>،</w:t>
      </w:r>
      <w:r w:rsidRPr="00B5721E">
        <w:rPr>
          <w:rtl/>
        </w:rPr>
        <w:t xml:space="preserve"> إنَّ التنوُّع فيها كان يُضيِّع الفئة ا</w:t>
      </w:r>
      <w:r w:rsidR="002C2DD7">
        <w:rPr>
          <w:rtl/>
        </w:rPr>
        <w:t>لمـُ</w:t>
      </w:r>
      <w:r w:rsidRPr="00B5721E">
        <w:rPr>
          <w:rtl/>
        </w:rPr>
        <w:t>ضطهدة في تمتين الحَيطة والتزام التحسُّب</w:t>
      </w:r>
      <w:r w:rsidR="00F13C51">
        <w:rPr>
          <w:rtl/>
        </w:rPr>
        <w:t>،</w:t>
      </w:r>
      <w:r w:rsidRPr="00B5721E">
        <w:rPr>
          <w:rtl/>
        </w:rPr>
        <w:t xml:space="preserve"> لأنَّ زمام ا</w:t>
      </w:r>
      <w:r w:rsidR="002C2DD7">
        <w:rPr>
          <w:rtl/>
        </w:rPr>
        <w:t>لمـُ</w:t>
      </w:r>
      <w:r w:rsidRPr="00B5721E">
        <w:rPr>
          <w:rtl/>
        </w:rPr>
        <w:t>بادرات كان دائماً بأيديهم</w:t>
      </w:r>
      <w:r w:rsidR="00F13C51">
        <w:rPr>
          <w:rtl/>
        </w:rPr>
        <w:t>،</w:t>
      </w:r>
      <w:r w:rsidRPr="00B5721E">
        <w:rPr>
          <w:rtl/>
        </w:rPr>
        <w:t xml:space="preserve"> وهو يكون على أقواه مع ا</w:t>
      </w:r>
      <w:r w:rsidR="002C2DD7">
        <w:rPr>
          <w:rtl/>
        </w:rPr>
        <w:t>لمـُ</w:t>
      </w:r>
      <w:r w:rsidRPr="00B5721E">
        <w:rPr>
          <w:rtl/>
        </w:rPr>
        <w:t>ستقوي بالسلطان</w:t>
      </w:r>
      <w:r w:rsidR="00F13C51">
        <w:rPr>
          <w:rtl/>
        </w:rPr>
        <w:t>،</w:t>
      </w:r>
      <w:r w:rsidRPr="00B5721E">
        <w:rPr>
          <w:rtl/>
        </w:rPr>
        <w:t xml:space="preserve"> وكلُّ مُقدَّرات الناس في كفَّيه</w:t>
      </w:r>
      <w:r w:rsidR="00F13C51">
        <w:rPr>
          <w:rtl/>
        </w:rPr>
        <w:t>،</w:t>
      </w:r>
      <w:r w:rsidRPr="00B5721E">
        <w:rPr>
          <w:rtl/>
        </w:rPr>
        <w:t xml:space="preserve"> وكلُّ نيَّة الشَّرِّ</w:t>
      </w:r>
      <w:r w:rsidR="00F13C51">
        <w:rPr>
          <w:rtl/>
        </w:rPr>
        <w:t>،</w:t>
      </w:r>
      <w:r w:rsidRPr="00B5721E">
        <w:rPr>
          <w:rtl/>
        </w:rPr>
        <w:t xml:space="preserve"> والغَدر والبُهتان</w:t>
      </w:r>
      <w:r w:rsidR="00F13C51">
        <w:rPr>
          <w:rtl/>
        </w:rPr>
        <w:t>،</w:t>
      </w:r>
      <w:r w:rsidRPr="00B5721E">
        <w:rPr>
          <w:rtl/>
        </w:rPr>
        <w:t xml:space="preserve"> هي ا</w:t>
      </w:r>
      <w:r w:rsidR="002C2DD7">
        <w:rPr>
          <w:rtl/>
        </w:rPr>
        <w:t>لمـُ</w:t>
      </w:r>
      <w:r w:rsidRPr="00B5721E">
        <w:rPr>
          <w:rtl/>
        </w:rPr>
        <w:t>بيَّتة في صدره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في هذه اللحظة</w:t>
      </w:r>
      <w:r w:rsidR="00F13C51">
        <w:rPr>
          <w:rtl/>
        </w:rPr>
        <w:t xml:space="preserve"> - </w:t>
      </w:r>
      <w:r w:rsidRPr="00B5721E">
        <w:rPr>
          <w:rtl/>
        </w:rPr>
        <w:t>النازفة بالحُزن والمرارة</w:t>
      </w:r>
      <w:r w:rsidR="00F13C51">
        <w:rPr>
          <w:rtl/>
        </w:rPr>
        <w:t xml:space="preserve"> - </w:t>
      </w:r>
      <w:r w:rsidRPr="00B5721E">
        <w:rPr>
          <w:rtl/>
        </w:rPr>
        <w:t>كانت تتفتَّح في نفس الحسين كآبة</w:t>
      </w:r>
      <w:r w:rsidR="00F13C51">
        <w:rPr>
          <w:rtl/>
        </w:rPr>
        <w:t>،</w:t>
      </w:r>
      <w:r w:rsidRPr="00B5721E">
        <w:rPr>
          <w:rtl/>
        </w:rPr>
        <w:t xml:space="preserve"> أوسع ما فيها أنَّها أغرقته في تأمُّل لا شَفة له ولا لسان</w:t>
      </w:r>
      <w:r w:rsidR="00F13C51">
        <w:rPr>
          <w:rtl/>
        </w:rPr>
        <w:t>،</w:t>
      </w:r>
      <w:r w:rsidRPr="00B5721E">
        <w:rPr>
          <w:rtl/>
        </w:rPr>
        <w:t xml:space="preserve"> إنَّه الحزين الكئيب</w:t>
      </w:r>
      <w:r w:rsidR="00F13C51">
        <w:rPr>
          <w:rtl/>
        </w:rPr>
        <w:t>،</w:t>
      </w:r>
      <w:r w:rsidRPr="00B5721E">
        <w:rPr>
          <w:rtl/>
        </w:rPr>
        <w:t xml:space="preserve"> ليس مُطلقاً على أبيه الذي غاب مثلما غاب جَدُّه وغابت أُمُّه</w:t>
      </w:r>
      <w:r w:rsidR="00F13C51">
        <w:rPr>
          <w:rtl/>
        </w:rPr>
        <w:t>،</w:t>
      </w:r>
      <w:r w:rsidRPr="00B5721E">
        <w:rPr>
          <w:rtl/>
        </w:rPr>
        <w:t xml:space="preserve"> بل على القضيَّة التي هي الرسالة</w:t>
      </w:r>
      <w:r w:rsidR="00F13C51">
        <w:rPr>
          <w:rtl/>
        </w:rPr>
        <w:t>،</w:t>
      </w:r>
      <w:r w:rsidRPr="00B5721E">
        <w:rPr>
          <w:rtl/>
        </w:rPr>
        <w:t xml:space="preserve"> والتي هي الأُمَّة</w:t>
      </w:r>
      <w:r w:rsidR="00F13C51">
        <w:rPr>
          <w:rtl/>
        </w:rPr>
        <w:t>،</w:t>
      </w:r>
      <w:r w:rsidRPr="00B5721E">
        <w:rPr>
          <w:rtl/>
        </w:rPr>
        <w:t xml:space="preserve"> والتي هي ا</w:t>
      </w:r>
      <w:r w:rsidR="002C2DD7">
        <w:rPr>
          <w:rtl/>
        </w:rPr>
        <w:t>لمـَ</w:t>
      </w:r>
      <w:r w:rsidRPr="00B5721E">
        <w:rPr>
          <w:rtl/>
        </w:rPr>
        <w:t>وئل الكبير الذي يردُّ الغائبين العظام إلى كلِّ واحة هُمْ فجَّروا ماءها</w:t>
      </w:r>
      <w:r w:rsidR="00F13C51">
        <w:rPr>
          <w:rtl/>
        </w:rPr>
        <w:t>،</w:t>
      </w:r>
      <w:r w:rsidRPr="00B5721E">
        <w:rPr>
          <w:rtl/>
        </w:rPr>
        <w:t xml:space="preserve"> وأحيوها</w:t>
      </w:r>
      <w:r w:rsidR="00F13C51">
        <w:rPr>
          <w:rtl/>
        </w:rPr>
        <w:t>،</w:t>
      </w:r>
      <w:r w:rsidRPr="00B5721E">
        <w:rPr>
          <w:rtl/>
        </w:rPr>
        <w:t xml:space="preserve"> وخلَّدوها في مَدارها الإنساني الرائع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المنتسب إليهم</w:t>
      </w:r>
      <w:r w:rsidR="00F13C51">
        <w:rPr>
          <w:rtl/>
        </w:rPr>
        <w:t>،</w:t>
      </w:r>
      <w:r w:rsidRPr="00B5721E">
        <w:rPr>
          <w:rtl/>
        </w:rPr>
        <w:t xml:space="preserve"> والمضموم بهم إلى حقيقة خلود الذكر</w:t>
      </w:r>
      <w:r w:rsidR="00F13C51">
        <w:rPr>
          <w:rtl/>
        </w:rPr>
        <w:t>،</w:t>
      </w:r>
      <w:r w:rsidRPr="00B5721E">
        <w:rPr>
          <w:rtl/>
        </w:rPr>
        <w:t xml:space="preserve"> وخلود القيمة في استمرار مُجتمع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سيكون لأخيه الحسن أنْ يتناول الخَطَّ ويمشي بعمليَّة الغوث</w:t>
      </w:r>
      <w:r w:rsidR="00F13C51">
        <w:rPr>
          <w:rtl/>
        </w:rPr>
        <w:t>،</w:t>
      </w:r>
      <w:r w:rsidRPr="00B5721E">
        <w:rPr>
          <w:rtl/>
        </w:rPr>
        <w:t xml:space="preserve"> أمَّا الحسين فإنَّه الواجف ا</w:t>
      </w:r>
      <w:r w:rsidR="002C2DD7">
        <w:rPr>
          <w:rtl/>
        </w:rPr>
        <w:t>لمـُ</w:t>
      </w:r>
      <w:r w:rsidRPr="00B5721E">
        <w:rPr>
          <w:rtl/>
        </w:rPr>
        <w:t>نتظر</w:t>
      </w:r>
      <w:r w:rsidR="00F13C51">
        <w:rPr>
          <w:rtl/>
        </w:rPr>
        <w:t>،</w:t>
      </w:r>
      <w:r w:rsidRPr="00B5721E">
        <w:rPr>
          <w:rtl/>
        </w:rPr>
        <w:t xml:space="preserve"> وهو غارق في تأمُّله الصامت</w:t>
      </w:r>
      <w:r w:rsidR="00F13C51">
        <w:rPr>
          <w:rtl/>
        </w:rPr>
        <w:t>:</w:t>
      </w:r>
      <w:r w:rsidRPr="00B5721E">
        <w:rPr>
          <w:rtl/>
        </w:rPr>
        <w:t xml:space="preserve"> أيكون الترقُّب الآن عنصراً آخر في مُعاناته التي لم تنفجر بعد</w:t>
      </w:r>
      <w:r w:rsidR="00106DAF">
        <w:rPr>
          <w:rtl/>
        </w:rPr>
        <w:t>؟</w:t>
      </w:r>
      <w:r w:rsidRPr="00B5721E">
        <w:rPr>
          <w:rtl/>
        </w:rPr>
        <w:t>!!!</w:t>
      </w:r>
    </w:p>
    <w:p w:rsidR="003A7CC2" w:rsidRPr="003A7CC2" w:rsidRDefault="003A7CC2" w:rsidP="003A7CC2">
      <w:pPr>
        <w:pStyle w:val="Heading3"/>
        <w:rPr>
          <w:rtl/>
        </w:rPr>
      </w:pPr>
      <w:bookmarkStart w:id="20" w:name="_Toc395088373"/>
      <w:r w:rsidRPr="00B5721E">
        <w:rPr>
          <w:rtl/>
        </w:rPr>
        <w:t>5</w:t>
      </w:r>
      <w:r w:rsidR="00F13C51">
        <w:rPr>
          <w:rtl/>
        </w:rPr>
        <w:t xml:space="preserve"> - </w:t>
      </w:r>
      <w:r w:rsidRPr="00B5721E">
        <w:rPr>
          <w:rtl/>
        </w:rPr>
        <w:t>الصُّلح الأبيض وعهد الحسن</w:t>
      </w:r>
      <w:r w:rsidR="00F13C51">
        <w:rPr>
          <w:rtl/>
        </w:rPr>
        <w:t>:</w:t>
      </w:r>
      <w:bookmarkEnd w:id="20"/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رويد الأحداث قليلاً</w:t>
      </w:r>
      <w:r w:rsidR="00F13C51">
        <w:rPr>
          <w:rtl/>
        </w:rPr>
        <w:t>،</w:t>
      </w:r>
      <w:r w:rsidRPr="00B5721E">
        <w:rPr>
          <w:rtl/>
        </w:rPr>
        <w:t xml:space="preserve"> فإنَّها تناولت إلى يدها الآن إزميلاً آخر</w:t>
      </w:r>
      <w:r w:rsidR="00F13C51">
        <w:rPr>
          <w:rtl/>
        </w:rPr>
        <w:t>،</w:t>
      </w:r>
      <w:r w:rsidRPr="00B5721E">
        <w:rPr>
          <w:rtl/>
        </w:rPr>
        <w:t xml:space="preserve"> لا لتعميق الحَفر في نفس الحسين</w:t>
      </w:r>
      <w:r w:rsidR="00F13C51">
        <w:rPr>
          <w:rtl/>
        </w:rPr>
        <w:t>،</w:t>
      </w:r>
      <w:r w:rsidRPr="00B5721E">
        <w:rPr>
          <w:rtl/>
        </w:rPr>
        <w:t xml:space="preserve"> فإنَّ عُمق المحفور فيها قد بلغ القَرارة</w:t>
      </w:r>
      <w:r w:rsidR="00F13C51">
        <w:rPr>
          <w:rtl/>
        </w:rPr>
        <w:t>،</w:t>
      </w:r>
      <w:r w:rsidRPr="00B5721E">
        <w:rPr>
          <w:rtl/>
        </w:rPr>
        <w:t xml:space="preserve"> لا وليس لتوسيعه كتوسيع الدوائر</w:t>
      </w:r>
      <w:r w:rsidR="00F13C51">
        <w:rPr>
          <w:rtl/>
        </w:rPr>
        <w:t>،</w:t>
      </w:r>
      <w:r w:rsidRPr="00B5721E">
        <w:rPr>
          <w:rtl/>
        </w:rPr>
        <w:t xml:space="preserve"> فإنَّ الوسع فيه لم يعُد بحاجة إلى مساحة بعد أنْ تحوَّل إلى مسافة</w:t>
      </w:r>
      <w:r w:rsidR="00F13C51">
        <w:rPr>
          <w:rtl/>
        </w:rPr>
        <w:t>،</w:t>
      </w:r>
      <w:r w:rsidRPr="00B5721E">
        <w:rPr>
          <w:rtl/>
        </w:rPr>
        <w:t xml:space="preserve"> بلْ لتلوين هذا الحَفر بلون العُمق</w:t>
      </w:r>
      <w:r w:rsidR="00F13C51">
        <w:rPr>
          <w:rtl/>
        </w:rPr>
        <w:t>،</w:t>
      </w:r>
      <w:r w:rsidRPr="00B5721E">
        <w:rPr>
          <w:rtl/>
        </w:rPr>
        <w:t xml:space="preserve"> ولون المساحات العنيدة التي هي تحويل يُحومِل في النفس ويرفعها مِن مرتبة إلى مرتبة</w:t>
      </w:r>
      <w:r w:rsidR="00F13C51">
        <w:rPr>
          <w:rtl/>
        </w:rPr>
        <w:t>،</w:t>
      </w:r>
      <w:r w:rsidRPr="00B5721E">
        <w:rPr>
          <w:rtl/>
        </w:rPr>
        <w:t xml:space="preserve"> ومِن قرارٍ إلى قرارٍ</w:t>
      </w:r>
      <w:r w:rsidR="00F13C51">
        <w:rPr>
          <w:rtl/>
        </w:rPr>
        <w:t>،</w:t>
      </w:r>
      <w:r w:rsidRPr="00B5721E">
        <w:rPr>
          <w:rtl/>
        </w:rPr>
        <w:t xml:space="preserve"> سيظل هذا الإزميل الجديد في عمله ا</w:t>
      </w:r>
      <w:r w:rsidR="002C2DD7">
        <w:rPr>
          <w:rtl/>
        </w:rPr>
        <w:t>لمـُ</w:t>
      </w:r>
      <w:r w:rsidRPr="00B5721E">
        <w:rPr>
          <w:rtl/>
        </w:rPr>
        <w:t>تواصل في نفس الحسين مع انتقال ا</w:t>
      </w:r>
      <w:r w:rsidR="002C2DD7">
        <w:rPr>
          <w:rtl/>
        </w:rPr>
        <w:t>لمـُ</w:t>
      </w:r>
      <w:r w:rsidRPr="00B5721E">
        <w:rPr>
          <w:rtl/>
        </w:rPr>
        <w:t>همَّة الكبيرة إلى حِضن أخيه الحسن</w:t>
      </w:r>
      <w:r w:rsidR="00F13C51">
        <w:rPr>
          <w:rtl/>
        </w:rPr>
        <w:t>،</w:t>
      </w:r>
      <w:r w:rsidRPr="00B5721E">
        <w:rPr>
          <w:rtl/>
        </w:rPr>
        <w:t xml:space="preserve"> مُنذ اللحظة الأُولى التي تسلَّم فيها زمام الإمامة</w:t>
      </w:r>
      <w:r w:rsidR="00F13C51">
        <w:rPr>
          <w:rtl/>
        </w:rPr>
        <w:t>،</w:t>
      </w:r>
      <w:r w:rsidRPr="00B5721E">
        <w:rPr>
          <w:rtl/>
        </w:rPr>
        <w:t xml:space="preserve"> حتَّى اللحظة الأخيرة التي رفعته فيها جرعة السَّمِّ إلى مُلاقاة جَدِّه في ا</w:t>
      </w:r>
      <w:r w:rsidR="002C2DD7">
        <w:rPr>
          <w:rtl/>
        </w:rPr>
        <w:t>لمـُ</w:t>
      </w:r>
      <w:r w:rsidRPr="00B5721E">
        <w:rPr>
          <w:rtl/>
        </w:rPr>
        <w:t>لاء الأوسع</w:t>
      </w:r>
      <w:r w:rsidR="00F13C51">
        <w:rPr>
          <w:rtl/>
        </w:rPr>
        <w:t>،</w:t>
      </w:r>
      <w:r w:rsidRPr="00B5721E">
        <w:rPr>
          <w:rtl/>
        </w:rPr>
        <w:t xml:space="preserve"> ليطرح بين يديه جَردة الحساب عَمَّا أنجزه فوق تُراب الأرض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أمَّا الحسن</w:t>
      </w:r>
      <w:r w:rsidR="00F13C51">
        <w:rPr>
          <w:rtl/>
        </w:rPr>
        <w:t>،</w:t>
      </w:r>
      <w:r w:rsidRPr="00B5721E">
        <w:rPr>
          <w:rtl/>
        </w:rPr>
        <w:t xml:space="preserve"> وقد أنجز عِدَّة أشهُر</w:t>
      </w:r>
      <w:r w:rsidR="00F13C51">
        <w:rPr>
          <w:rtl/>
        </w:rPr>
        <w:t xml:space="preserve"> - </w:t>
      </w:r>
      <w:r w:rsidRPr="00B5721E">
        <w:rPr>
          <w:rtl/>
        </w:rPr>
        <w:t>فقط</w:t>
      </w:r>
      <w:r w:rsidR="00F13C51">
        <w:rPr>
          <w:rtl/>
        </w:rPr>
        <w:t xml:space="preserve"> - </w:t>
      </w:r>
      <w:r w:rsidRPr="00B5721E">
        <w:rPr>
          <w:rtl/>
        </w:rPr>
        <w:t>بتصدُّر الإمامة</w:t>
      </w:r>
      <w:r w:rsidR="00F13C51">
        <w:rPr>
          <w:rtl/>
        </w:rPr>
        <w:t>،</w:t>
      </w:r>
      <w:r w:rsidRPr="00B5721E">
        <w:rPr>
          <w:rtl/>
        </w:rPr>
        <w:t xml:space="preserve"> فانه ما تركها حتى ملأها</w:t>
      </w:r>
      <w:r w:rsidR="00F13C51">
        <w:rPr>
          <w:rtl/>
        </w:rPr>
        <w:t>،</w:t>
      </w:r>
      <w:r w:rsidRPr="00B5721E">
        <w:rPr>
          <w:rtl/>
        </w:rPr>
        <w:t xml:space="preserve"> وما غاب عنها حتى احتواها في مجمع فحواها</w:t>
      </w:r>
      <w:r w:rsidR="00F13C51">
        <w:rPr>
          <w:rtl/>
        </w:rPr>
        <w:t>،</w:t>
      </w:r>
      <w:r w:rsidRPr="00B5721E">
        <w:rPr>
          <w:rtl/>
        </w:rPr>
        <w:t xml:space="preserve"> واذا به</w:t>
      </w:r>
      <w:r w:rsidR="00F13C51">
        <w:rPr>
          <w:rtl/>
        </w:rPr>
        <w:t xml:space="preserve"> - </w:t>
      </w:r>
      <w:r w:rsidRPr="00B5721E">
        <w:rPr>
          <w:rtl/>
        </w:rPr>
        <w:t>كعدسة العين</w:t>
      </w:r>
      <w:r w:rsidR="00F13C51">
        <w:rPr>
          <w:rtl/>
        </w:rPr>
        <w:t xml:space="preserve"> - </w:t>
      </w:r>
      <w:r w:rsidRPr="00B5721E">
        <w:rPr>
          <w:rtl/>
        </w:rPr>
        <w:t>صغيرة صغيرة</w:t>
      </w:r>
      <w:r w:rsidR="00F13C51">
        <w:rPr>
          <w:rtl/>
        </w:rPr>
        <w:t>،</w:t>
      </w:r>
      <w:r w:rsidRPr="00B5721E">
        <w:rPr>
          <w:rtl/>
        </w:rPr>
        <w:t xml:space="preserve"> وما ضاقت على اشعة الشمس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لقد كان الحسن</w:t>
      </w:r>
      <w:r w:rsidR="00F13C51">
        <w:rPr>
          <w:rtl/>
        </w:rPr>
        <w:t xml:space="preserve"> - </w:t>
      </w:r>
      <w:r w:rsidRPr="00B5721E">
        <w:rPr>
          <w:rtl/>
        </w:rPr>
        <w:t>كأخيه الحسين</w:t>
      </w:r>
      <w:r w:rsidR="00F13C51">
        <w:rPr>
          <w:rtl/>
        </w:rPr>
        <w:t xml:space="preserve"> - </w:t>
      </w:r>
      <w:r w:rsidRPr="00B5721E">
        <w:rPr>
          <w:rtl/>
        </w:rPr>
        <w:t>على اطِّلاع كامل و شامل بمُجريات الأحداث</w:t>
      </w:r>
      <w:r w:rsidR="00F13C51">
        <w:rPr>
          <w:rtl/>
        </w:rPr>
        <w:t>،</w:t>
      </w:r>
      <w:r w:rsidRPr="00B5721E">
        <w:rPr>
          <w:rtl/>
        </w:rPr>
        <w:t xml:space="preserve"> وبكلِّ ما أُضمر فيها مِن مقاصد سوء ليقصدهم</w:t>
      </w:r>
      <w:r w:rsidR="00F13C51">
        <w:rPr>
          <w:rtl/>
        </w:rPr>
        <w:t xml:space="preserve"> - </w:t>
      </w:r>
      <w:r w:rsidRPr="00B5721E">
        <w:rPr>
          <w:rtl/>
        </w:rPr>
        <w:t>بالتخصيص</w:t>
      </w:r>
      <w:r w:rsidR="00F13C51">
        <w:rPr>
          <w:rtl/>
        </w:rPr>
        <w:t xml:space="preserve"> - </w:t>
      </w:r>
      <w:r w:rsidRPr="00B5721E">
        <w:rPr>
          <w:rtl/>
        </w:rPr>
        <w:t>كطالبيِّين مُعيَّنين بأهل البيت</w:t>
      </w:r>
      <w:r w:rsidR="00F13C51">
        <w:rPr>
          <w:rtl/>
        </w:rPr>
        <w:t>،</w:t>
      </w:r>
      <w:r w:rsidRPr="00B5721E">
        <w:rPr>
          <w:rtl/>
        </w:rPr>
        <w:t xml:space="preserve"> وكان مُدركاً تمام الإدراك أنَّ لا قيمة لطالبيَّتهم</w:t>
      </w:r>
      <w:r w:rsidR="00F13C51">
        <w:rPr>
          <w:rtl/>
        </w:rPr>
        <w:t>،</w:t>
      </w:r>
      <w:r w:rsidRPr="00B5721E">
        <w:rPr>
          <w:rtl/>
        </w:rPr>
        <w:t xml:space="preserve"> مَهْما يَعزُّ بها الانتساب والفخار</w:t>
      </w:r>
      <w:r w:rsidR="00F13C51">
        <w:rPr>
          <w:rtl/>
        </w:rPr>
        <w:t>،</w:t>
      </w:r>
      <w:r w:rsidRPr="00B5721E">
        <w:rPr>
          <w:rtl/>
        </w:rPr>
        <w:t xml:space="preserve"> إنْ لم تتَّصف بالرسالة العظيمة التي أصبحت تعبيراً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مُطلقاً وشاملاً عن الأُمَّة</w:t>
      </w:r>
      <w:r w:rsidR="00F13C51">
        <w:rPr>
          <w:rtl/>
        </w:rPr>
        <w:t>،</w:t>
      </w:r>
      <w:r w:rsidRPr="00B5721E">
        <w:rPr>
          <w:rtl/>
        </w:rPr>
        <w:t xml:space="preserve"> التي هي بدورها إطار آخر يصون الرسالة ليُصان بها</w:t>
      </w:r>
      <w:r w:rsidR="00F13C51">
        <w:rPr>
          <w:rtl/>
        </w:rPr>
        <w:t>،</w:t>
      </w:r>
      <w:r w:rsidRPr="00B5721E">
        <w:rPr>
          <w:rtl/>
        </w:rPr>
        <w:t xml:space="preserve"> ويُحقِّقها ليتمَّ له بها كلُّ تحقيق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هكذا انتقلت ا</w:t>
      </w:r>
      <w:r w:rsidR="002C2DD7">
        <w:rPr>
          <w:rtl/>
        </w:rPr>
        <w:t>لمـُ</w:t>
      </w:r>
      <w:r w:rsidRPr="00B5721E">
        <w:rPr>
          <w:rtl/>
        </w:rPr>
        <w:t>همَّة إليه إثر مَقتل أبيه</w:t>
      </w:r>
      <w:r w:rsidR="00F13C51">
        <w:rPr>
          <w:rtl/>
        </w:rPr>
        <w:t>،</w:t>
      </w:r>
      <w:r w:rsidRPr="00B5721E">
        <w:rPr>
          <w:rtl/>
        </w:rPr>
        <w:t xml:space="preserve"> وراح يُحاول إتمام ما انقطع عن انجازه أبوه الإمام</w:t>
      </w:r>
      <w:r w:rsidR="00C327EB">
        <w:rPr>
          <w:rtl/>
        </w:rPr>
        <w:t>.</w:t>
      </w:r>
      <w:r w:rsidRPr="00B5721E">
        <w:rPr>
          <w:rtl/>
        </w:rPr>
        <w:t xml:space="preserve"> </w:t>
      </w:r>
    </w:p>
    <w:p w:rsidR="003A7CC2" w:rsidRPr="00C82DEB" w:rsidRDefault="003A7CC2" w:rsidP="00C82DEB">
      <w:pPr>
        <w:pStyle w:val="libNormal"/>
        <w:rPr>
          <w:rtl/>
        </w:rPr>
      </w:pPr>
      <w:r w:rsidRPr="00C82DEB">
        <w:rPr>
          <w:rStyle w:val="libBold2Char"/>
          <w:rtl/>
        </w:rPr>
        <w:t>أقول</w:t>
      </w:r>
      <w:r w:rsidR="00F13C51">
        <w:rPr>
          <w:rStyle w:val="libBold2Char"/>
          <w:rtl/>
        </w:rPr>
        <w:t>:</w:t>
      </w:r>
      <w:r w:rsidRPr="00C82DEB">
        <w:rPr>
          <w:rtl/>
        </w:rPr>
        <w:t xml:space="preserve"> </w:t>
      </w:r>
      <w:r w:rsidRPr="00B5721E">
        <w:rPr>
          <w:rtl/>
        </w:rPr>
        <w:t>راح يُحاول</w:t>
      </w:r>
      <w:r w:rsidR="00F13C51">
        <w:rPr>
          <w:rtl/>
        </w:rPr>
        <w:t xml:space="preserve"> - </w:t>
      </w:r>
      <w:r w:rsidRPr="00B5721E">
        <w:rPr>
          <w:rtl/>
        </w:rPr>
        <w:t>وا</w:t>
      </w:r>
      <w:r w:rsidR="002C2DD7">
        <w:rPr>
          <w:rtl/>
        </w:rPr>
        <w:t>لمـُ</w:t>
      </w:r>
      <w:r w:rsidRPr="00B5721E">
        <w:rPr>
          <w:rtl/>
        </w:rPr>
        <w:t>حاولة تعني</w:t>
      </w:r>
      <w:r w:rsidR="00F13C51">
        <w:rPr>
          <w:rtl/>
        </w:rPr>
        <w:t>:</w:t>
      </w:r>
      <w:r w:rsidRPr="00B5721E">
        <w:rPr>
          <w:rtl/>
        </w:rPr>
        <w:t xml:space="preserve"> أنَّ الحَيطة والحذر أصبحا رفيقيه في كلِّ خُطوة يخطوها على الطريق</w:t>
      </w:r>
      <w:r w:rsidR="00F13C51">
        <w:rPr>
          <w:rtl/>
        </w:rPr>
        <w:t>،</w:t>
      </w:r>
      <w:r w:rsidRPr="00B5721E">
        <w:rPr>
          <w:rtl/>
        </w:rPr>
        <w:t xml:space="preserve"> فالخصم الذي ترك</w:t>
      </w:r>
      <w:r w:rsidR="00F13C51">
        <w:rPr>
          <w:rtl/>
        </w:rPr>
        <w:t>،</w:t>
      </w:r>
      <w:r w:rsidRPr="00B5721E">
        <w:rPr>
          <w:rtl/>
        </w:rPr>
        <w:t xml:space="preserve"> أو بالأحرى أفسح له بالمجال</w:t>
      </w:r>
      <w:r w:rsidR="00F13C51">
        <w:rPr>
          <w:rtl/>
        </w:rPr>
        <w:t>؛</w:t>
      </w:r>
      <w:r w:rsidRPr="00B5721E">
        <w:rPr>
          <w:rtl/>
        </w:rPr>
        <w:t xml:space="preserve"> حتَّى يستكمل كلَّ إعداداته للبطش بهم والإنجاز عليهم</w:t>
      </w:r>
      <w:r w:rsidR="00F13C51">
        <w:rPr>
          <w:rtl/>
        </w:rPr>
        <w:t>،</w:t>
      </w:r>
      <w:r w:rsidRPr="00B5721E">
        <w:rPr>
          <w:rtl/>
        </w:rPr>
        <w:t xml:space="preserve"> إنَّما هو الخَصم الذي يملك ويقدر مِن دون أنْ يتأثَّم أو يتورَّع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ولقد كانت ا</w:t>
      </w:r>
      <w:r w:rsidR="002C2DD7">
        <w:rPr>
          <w:rtl/>
        </w:rPr>
        <w:t>لمـُ</w:t>
      </w:r>
      <w:r w:rsidRPr="00B5721E">
        <w:rPr>
          <w:rtl/>
        </w:rPr>
        <w:t>حاولة</w:t>
      </w:r>
      <w:r w:rsidR="00F13C51">
        <w:rPr>
          <w:rtl/>
        </w:rPr>
        <w:t xml:space="preserve"> - </w:t>
      </w:r>
      <w:r w:rsidRPr="00B5721E">
        <w:rPr>
          <w:rtl/>
        </w:rPr>
        <w:t>بنوعٍ خاصٍّ عند الحسن</w:t>
      </w:r>
      <w:r w:rsidR="00F13C51">
        <w:rPr>
          <w:rtl/>
        </w:rPr>
        <w:t xml:space="preserve"> - </w:t>
      </w:r>
      <w:r w:rsidRPr="00B5721E">
        <w:rPr>
          <w:rtl/>
        </w:rPr>
        <w:t>مُجهزَّة مع الحَيطة والحَذر</w:t>
      </w:r>
      <w:r w:rsidR="00F13C51">
        <w:rPr>
          <w:rtl/>
        </w:rPr>
        <w:t>،</w:t>
      </w:r>
      <w:r w:rsidRPr="00B5721E">
        <w:rPr>
          <w:rtl/>
        </w:rPr>
        <w:t xml:space="preserve"> بحِكمةٍ متناهيةٍ</w:t>
      </w:r>
      <w:r w:rsidR="00F13C51">
        <w:rPr>
          <w:rtl/>
        </w:rPr>
        <w:t>،</w:t>
      </w:r>
      <w:r w:rsidRPr="00B5721E">
        <w:rPr>
          <w:rtl/>
        </w:rPr>
        <w:t xml:space="preserve"> كان يتأنَّق بها بروز الساحة وجسِّ الأنباض</w:t>
      </w:r>
      <w:r w:rsidR="00F13C51">
        <w:rPr>
          <w:rtl/>
        </w:rPr>
        <w:t>،</w:t>
      </w:r>
      <w:r w:rsidRPr="00B5721E">
        <w:rPr>
          <w:rtl/>
        </w:rPr>
        <w:t xml:space="preserve"> حتَّى يكون له ا</w:t>
      </w:r>
      <w:r w:rsidR="002C2DD7">
        <w:rPr>
          <w:rtl/>
        </w:rPr>
        <w:t>لمـَ</w:t>
      </w:r>
      <w:r w:rsidRPr="00B5721E">
        <w:rPr>
          <w:rtl/>
        </w:rPr>
        <w:t>خرج الأصوب في تعهُّد الرسالة</w:t>
      </w:r>
      <w:r w:rsidR="00F13C51">
        <w:rPr>
          <w:rtl/>
        </w:rPr>
        <w:t>،</w:t>
      </w:r>
      <w:r w:rsidRPr="00B5721E">
        <w:rPr>
          <w:rtl/>
        </w:rPr>
        <w:t xml:space="preserve"> والعبور بها مِن بين ا</w:t>
      </w:r>
      <w:r w:rsidR="002C2DD7">
        <w:rPr>
          <w:rtl/>
        </w:rPr>
        <w:t>لمـَ</w:t>
      </w:r>
      <w:r w:rsidRPr="00B5721E">
        <w:rPr>
          <w:rtl/>
        </w:rPr>
        <w:t>فارق إلى أسلم واحد منها يوصِلها إلى واحة مِن أمان</w:t>
      </w:r>
      <w:r w:rsidR="00C327EB">
        <w:rPr>
          <w:rtl/>
        </w:rPr>
        <w:t>.</w:t>
      </w:r>
    </w:p>
    <w:p w:rsidR="003A7CC2" w:rsidRPr="00A37385" w:rsidRDefault="003A7CC2" w:rsidP="00F13C51">
      <w:pPr>
        <w:pStyle w:val="libNormal"/>
        <w:rPr>
          <w:rtl/>
        </w:rPr>
      </w:pPr>
      <w:r w:rsidRPr="00B5721E">
        <w:rPr>
          <w:rtl/>
        </w:rPr>
        <w:t>ما كانت سهلة</w:t>
      </w:r>
      <w:r w:rsidR="00F13C51">
        <w:rPr>
          <w:rtl/>
        </w:rPr>
        <w:t xml:space="preserve"> - </w:t>
      </w:r>
      <w:r w:rsidRPr="00B5721E">
        <w:rPr>
          <w:rtl/>
        </w:rPr>
        <w:t>أبداً</w:t>
      </w:r>
      <w:r w:rsidR="00F13C51">
        <w:rPr>
          <w:rtl/>
        </w:rPr>
        <w:t xml:space="preserve"> - </w:t>
      </w:r>
      <w:r w:rsidRPr="00B5721E">
        <w:rPr>
          <w:rtl/>
        </w:rPr>
        <w:t>مُهمَّة الحسن</w:t>
      </w:r>
      <w:r w:rsidR="00F13C51">
        <w:rPr>
          <w:rtl/>
        </w:rPr>
        <w:t>،</w:t>
      </w:r>
      <w:r w:rsidRPr="00B5721E">
        <w:rPr>
          <w:rtl/>
        </w:rPr>
        <w:t xml:space="preserve"> بلْ كانت مِن أضنى ما يقدر أنْ يقوم به حاكم مسؤول عن رسالة وأُمَّة موصوفتين</w:t>
      </w:r>
      <w:r w:rsidR="00F13C51">
        <w:rPr>
          <w:rtl/>
        </w:rPr>
        <w:t xml:space="preserve"> - </w:t>
      </w:r>
      <w:r w:rsidRPr="00B5721E">
        <w:rPr>
          <w:rtl/>
        </w:rPr>
        <w:t>في باله ونفسه وضميره</w:t>
      </w:r>
      <w:r w:rsidR="00F13C51">
        <w:rPr>
          <w:rtl/>
        </w:rPr>
        <w:t xml:space="preserve"> - </w:t>
      </w:r>
      <w:r w:rsidRPr="00B5721E">
        <w:rPr>
          <w:rtl/>
        </w:rPr>
        <w:t>بأنَّهما</w:t>
      </w:r>
      <w:r w:rsidR="00F13C51">
        <w:rPr>
          <w:rtl/>
        </w:rPr>
        <w:t>:</w:t>
      </w:r>
      <w:r w:rsidRPr="00B5721E">
        <w:rPr>
          <w:rtl/>
        </w:rPr>
        <w:t xml:space="preserve"> مآل في الوجود يُحدِّد الإنسان في الله</w:t>
      </w:r>
      <w:r w:rsidR="00F13C51">
        <w:rPr>
          <w:rtl/>
        </w:rPr>
        <w:t>،</w:t>
      </w:r>
      <w:r w:rsidRPr="00B5721E">
        <w:rPr>
          <w:rtl/>
        </w:rPr>
        <w:t xml:space="preserve"> والله في الإنسان</w:t>
      </w:r>
      <w:r w:rsidR="00F13C51">
        <w:rPr>
          <w:rtl/>
        </w:rPr>
        <w:t>،</w:t>
      </w:r>
      <w:r w:rsidRPr="00B5721E">
        <w:rPr>
          <w:rtl/>
        </w:rPr>
        <w:t xml:space="preserve"> وأنَّهما عنصرا قضيَّةٍ واحدةٍ وموحَّدةٍ في اسم رجل واحد</w:t>
      </w:r>
      <w:r w:rsidR="00F13C51">
        <w:rPr>
          <w:rtl/>
        </w:rPr>
        <w:t>،</w:t>
      </w:r>
      <w:r w:rsidRPr="00B5721E">
        <w:rPr>
          <w:rtl/>
        </w:rPr>
        <w:t xml:space="preserve"> أمين في طالبيَّته</w:t>
      </w:r>
      <w:r w:rsidR="00F13C51">
        <w:rPr>
          <w:rtl/>
        </w:rPr>
        <w:t>،</w:t>
      </w:r>
      <w:r w:rsidRPr="00B5721E">
        <w:rPr>
          <w:rtl/>
        </w:rPr>
        <w:t xml:space="preserve"> وعظيم في نبوَّته</w:t>
      </w:r>
      <w:r w:rsidR="00F13C51">
        <w:rPr>
          <w:rtl/>
        </w:rPr>
        <w:t>،</w:t>
      </w:r>
      <w:r w:rsidRPr="00B5721E">
        <w:rPr>
          <w:rtl/>
        </w:rPr>
        <w:t xml:space="preserve"> وجامع في أُمَّته</w:t>
      </w:r>
      <w:r w:rsidR="00F13C51">
        <w:rPr>
          <w:rtl/>
        </w:rPr>
        <w:t>،</w:t>
      </w:r>
      <w:r w:rsidRPr="00B5721E">
        <w:rPr>
          <w:rtl/>
        </w:rPr>
        <w:t xml:space="preserve"> وإنسانيٌّ أُمَميٌّ في رسالته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عظيمة هي القضيَّة</w:t>
      </w:r>
      <w:r w:rsidR="00F13C51">
        <w:rPr>
          <w:rtl/>
        </w:rPr>
        <w:t>،</w:t>
      </w:r>
      <w:r w:rsidRPr="00B5721E">
        <w:rPr>
          <w:rtl/>
        </w:rPr>
        <w:t xml:space="preserve"> وجليلة هي المسؤوليَّة</w:t>
      </w:r>
      <w:r w:rsidR="00F13C51">
        <w:rPr>
          <w:rtl/>
        </w:rPr>
        <w:t>،</w:t>
      </w:r>
      <w:r w:rsidRPr="00B5721E">
        <w:rPr>
          <w:rtl/>
        </w:rPr>
        <w:t xml:space="preserve"> ولكنَّ الضَنَى فيها هو في التمكُّن مِن مُتابعة نشرها قيمة إنسانيَّة فاعلة</w:t>
      </w:r>
      <w:r w:rsidR="00F13C51">
        <w:rPr>
          <w:rtl/>
        </w:rPr>
        <w:t>،</w:t>
      </w:r>
      <w:r w:rsidRPr="00B5721E">
        <w:rPr>
          <w:rtl/>
        </w:rPr>
        <w:t xml:space="preserve"> ومِن تخليصها مِن كلِّ وثنيَّة تسجد للحَجر</w:t>
      </w:r>
      <w:r w:rsidR="00F13C51">
        <w:rPr>
          <w:rtl/>
        </w:rPr>
        <w:t>،</w:t>
      </w:r>
      <w:r w:rsidRPr="00B5721E">
        <w:rPr>
          <w:rtl/>
        </w:rPr>
        <w:t xml:space="preserve"> وتعصر الحِقد والضغينة والطمع تتغذَّى بها وتمشي إلى ذلِّها</w:t>
      </w:r>
      <w:r w:rsidR="00F13C51">
        <w:rPr>
          <w:rtl/>
        </w:rPr>
        <w:t>،</w:t>
      </w:r>
      <w:r w:rsidRPr="00B5721E">
        <w:rPr>
          <w:rtl/>
        </w:rPr>
        <w:t xml:space="preserve"> كما يمشي كلُّ إبليس إلى جَحيمه</w:t>
      </w:r>
      <w:r w:rsidR="00106DAF">
        <w:rPr>
          <w:rtl/>
        </w:rPr>
        <w:t>!</w:t>
      </w:r>
      <w:r w:rsidRPr="00B5721E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أمّا مُعاوية</w:t>
      </w:r>
      <w:r w:rsidR="00F13C51">
        <w:rPr>
          <w:rtl/>
        </w:rPr>
        <w:t>،</w:t>
      </w:r>
      <w:r w:rsidRPr="00B5721E">
        <w:rPr>
          <w:rtl/>
        </w:rPr>
        <w:t xml:space="preserve"> فلقد كان الحاضر الأكبر</w:t>
      </w:r>
      <w:r w:rsidR="00F13C51">
        <w:rPr>
          <w:rtl/>
        </w:rPr>
        <w:t>،</w:t>
      </w:r>
      <w:r w:rsidRPr="00B5721E">
        <w:rPr>
          <w:rtl/>
        </w:rPr>
        <w:t xml:space="preserve"> يملك الخطوط ويتحكَّم بها</w:t>
      </w:r>
      <w:r w:rsidR="00F13C51">
        <w:rPr>
          <w:rtl/>
        </w:rPr>
        <w:t>،</w:t>
      </w:r>
      <w:r w:rsidRPr="00B5721E">
        <w:rPr>
          <w:rtl/>
        </w:rPr>
        <w:t xml:space="preserve"> وهو في مركزه الحصين في الشام</w:t>
      </w:r>
      <w:r w:rsidR="00F13C51">
        <w:rPr>
          <w:rtl/>
        </w:rPr>
        <w:t>،</w:t>
      </w:r>
      <w:r w:rsidRPr="00B5721E">
        <w:rPr>
          <w:rtl/>
        </w:rPr>
        <w:t xml:space="preserve"> لقد حصَّن له المركز المتين</w:t>
      </w:r>
      <w:r w:rsidR="00F13C51">
        <w:rPr>
          <w:rtl/>
        </w:rPr>
        <w:t>:</w:t>
      </w:r>
      <w:r w:rsidRPr="00B5721E">
        <w:rPr>
          <w:rtl/>
        </w:rPr>
        <w:t xml:space="preserve"> أبو بكر</w:t>
      </w:r>
      <w:r w:rsidR="00F13C51">
        <w:rPr>
          <w:rtl/>
        </w:rPr>
        <w:t>،</w:t>
      </w:r>
      <w:r w:rsidRPr="00B5721E">
        <w:rPr>
          <w:rtl/>
        </w:rPr>
        <w:t xml:space="preserve"> فعمر</w:t>
      </w:r>
      <w:r w:rsidR="00F13C51">
        <w:rPr>
          <w:rtl/>
        </w:rPr>
        <w:t>،</w:t>
      </w:r>
      <w:r w:rsidRPr="00B5721E">
        <w:rPr>
          <w:rtl/>
        </w:rPr>
        <w:t xml:space="preserve"> فعُثمان</w:t>
      </w:r>
      <w:r w:rsidR="00F13C51">
        <w:rPr>
          <w:rtl/>
        </w:rPr>
        <w:t>،</w:t>
      </w:r>
      <w:r w:rsidRPr="00B5721E">
        <w:rPr>
          <w:rtl/>
        </w:rPr>
        <w:t xml:space="preserve"> حتَّى أصبح الآن</w:t>
      </w:r>
      <w:r w:rsidR="00F13C51">
        <w:rPr>
          <w:rtl/>
        </w:rPr>
        <w:t xml:space="preserve"> - </w:t>
      </w:r>
      <w:r w:rsidRPr="00B5721E">
        <w:rPr>
          <w:rtl/>
        </w:rPr>
        <w:t>بعدما تضرَّج عليٌّ بدمه وكُفِّن بعباءته التي لا تزال حتَّى الآن تُجاهر بزُهده الرفيع</w:t>
      </w:r>
      <w:r w:rsidR="00F13C51">
        <w:rPr>
          <w:rtl/>
        </w:rPr>
        <w:t>،</w:t>
      </w:r>
      <w:r w:rsidRPr="00B5721E">
        <w:rPr>
          <w:rtl/>
        </w:rPr>
        <w:t xml:space="preserve"> وصدقه الأرفع</w:t>
      </w:r>
      <w:r w:rsidR="00F13C51">
        <w:rPr>
          <w:rtl/>
        </w:rPr>
        <w:t>،</w:t>
      </w:r>
      <w:r w:rsidRPr="00B5721E">
        <w:rPr>
          <w:rtl/>
        </w:rPr>
        <w:t xml:space="preserve"> وتُنادي على الجهات الأربع</w:t>
      </w:r>
      <w:r w:rsidR="00F13C51">
        <w:rPr>
          <w:rtl/>
        </w:rPr>
        <w:t>،</w:t>
      </w:r>
      <w:r w:rsidRPr="00B5721E">
        <w:rPr>
          <w:rtl/>
        </w:rPr>
        <w:t xml:space="preserve"> بأنَّه الأبلغ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والأروع والأشرف</w:t>
      </w:r>
      <w:r w:rsidR="00F13C51">
        <w:rPr>
          <w:rtl/>
        </w:rPr>
        <w:t xml:space="preserve"> - </w:t>
      </w:r>
      <w:r w:rsidRPr="00B5721E">
        <w:rPr>
          <w:rtl/>
        </w:rPr>
        <w:t>هيمنةً في الساحة</w:t>
      </w:r>
      <w:r w:rsidR="00F13C51">
        <w:rPr>
          <w:rtl/>
        </w:rPr>
        <w:t>،</w:t>
      </w:r>
      <w:r w:rsidRPr="00B5721E">
        <w:rPr>
          <w:rtl/>
        </w:rPr>
        <w:t xml:space="preserve"> ملوَّنة بكلِّ ألوان الدهاء</w:t>
      </w:r>
      <w:r w:rsidR="00C327EB">
        <w:rPr>
          <w:rtl/>
        </w:rPr>
        <w:t>.</w:t>
      </w:r>
      <w:r w:rsidRPr="00B5721E">
        <w:rPr>
          <w:rtl/>
        </w:rPr>
        <w:t xml:space="preserve"> مُنذ أكثر مِن ثلاثين سنة وهو يتعلَّم كيف يكون الوصول إلى كرسيِّ الحُكم</w:t>
      </w:r>
      <w:r w:rsidR="00F13C51">
        <w:rPr>
          <w:rtl/>
        </w:rPr>
        <w:t>،</w:t>
      </w:r>
      <w:r w:rsidRPr="00B5721E">
        <w:rPr>
          <w:rtl/>
        </w:rPr>
        <w:t xml:space="preserve"> وامتلاكه وتحويله مِن الحَقِّ العامِّ الموزَّع على الأُمّة جمعاء</w:t>
      </w:r>
      <w:r w:rsidR="00F13C51">
        <w:rPr>
          <w:rtl/>
        </w:rPr>
        <w:t>،</w:t>
      </w:r>
      <w:r w:rsidRPr="00B5721E">
        <w:rPr>
          <w:rtl/>
        </w:rPr>
        <w:t xml:space="preserve"> احتكاراً مصبوباً في خزائنه</w:t>
      </w:r>
      <w:r w:rsidR="00F13C51">
        <w:rPr>
          <w:rtl/>
        </w:rPr>
        <w:t>:</w:t>
      </w:r>
      <w:r w:rsidRPr="00B5721E">
        <w:rPr>
          <w:rtl/>
        </w:rPr>
        <w:t xml:space="preserve"> مَجداً</w:t>
      </w:r>
      <w:r w:rsidR="00F13C51">
        <w:rPr>
          <w:rtl/>
        </w:rPr>
        <w:t>،</w:t>
      </w:r>
      <w:r w:rsidRPr="00B5721E">
        <w:rPr>
          <w:rtl/>
        </w:rPr>
        <w:t xml:space="preserve"> وجاهاً</w:t>
      </w:r>
      <w:r w:rsidR="00F13C51">
        <w:rPr>
          <w:rtl/>
        </w:rPr>
        <w:t>،</w:t>
      </w:r>
      <w:r w:rsidRPr="00B5721E">
        <w:rPr>
          <w:rtl/>
        </w:rPr>
        <w:t xml:space="preserve"> وقوَّةً</w:t>
      </w:r>
      <w:r w:rsidR="00F13C51">
        <w:rPr>
          <w:rtl/>
        </w:rPr>
        <w:t>،</w:t>
      </w:r>
      <w:r w:rsidRPr="00B5721E">
        <w:rPr>
          <w:rtl/>
        </w:rPr>
        <w:t xml:space="preserve"> ومُنعةً</w:t>
      </w:r>
      <w:r w:rsidR="00F13C51">
        <w:rPr>
          <w:rtl/>
        </w:rPr>
        <w:t>،</w:t>
      </w:r>
      <w:r w:rsidRPr="00B5721E">
        <w:rPr>
          <w:rtl/>
        </w:rPr>
        <w:t xml:space="preserve"> وقصوراً</w:t>
      </w:r>
      <w:r w:rsidR="00F13C51">
        <w:rPr>
          <w:rtl/>
        </w:rPr>
        <w:t>،</w:t>
      </w:r>
      <w:r w:rsidRPr="00B5721E">
        <w:rPr>
          <w:rtl/>
        </w:rPr>
        <w:t xml:space="preserve"> ومرقصاً لأطماعه شهواته وأشكال نَزواته</w:t>
      </w:r>
      <w:r w:rsidR="00C327EB">
        <w:rPr>
          <w:rtl/>
        </w:rPr>
        <w:t>.</w:t>
      </w:r>
      <w:r w:rsidRPr="003A7CC2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أمَّا أنْ يقضي على مُزاحميه على الكرسي</w:t>
      </w:r>
      <w:r w:rsidR="00F13C51">
        <w:rPr>
          <w:rtl/>
        </w:rPr>
        <w:t>،</w:t>
      </w:r>
      <w:r w:rsidRPr="00B5721E">
        <w:rPr>
          <w:rtl/>
        </w:rPr>
        <w:t xml:space="preserve"> فقد تعلَّم كيف يسقيهم السَّمَّ بنَكهة العسل</w:t>
      </w:r>
      <w:r w:rsidR="00F13C51">
        <w:rPr>
          <w:rtl/>
        </w:rPr>
        <w:t>،</w:t>
      </w:r>
      <w:r w:rsidRPr="00B5721E">
        <w:rPr>
          <w:rtl/>
        </w:rPr>
        <w:t xml:space="preserve"> وتعلَّم كيف يستميل إليه رؤوس القوَّاد والجند وا</w:t>
      </w:r>
      <w:r w:rsidR="002C2DD7">
        <w:rPr>
          <w:rtl/>
        </w:rPr>
        <w:t>لمـُ</w:t>
      </w:r>
      <w:r w:rsidRPr="00B5721E">
        <w:rPr>
          <w:rtl/>
        </w:rPr>
        <w:t>تزعِّمين مِن أفواج القبائل</w:t>
      </w:r>
      <w:r w:rsidR="00F13C51">
        <w:rPr>
          <w:rtl/>
        </w:rPr>
        <w:t>،</w:t>
      </w:r>
      <w:r w:rsidRPr="00B5721E">
        <w:rPr>
          <w:rtl/>
        </w:rPr>
        <w:t xml:space="preserve"> بلعقات مُتفاوتة الحَجم والطَعم</w:t>
      </w:r>
      <w:r w:rsidR="00F13C51">
        <w:rPr>
          <w:rtl/>
        </w:rPr>
        <w:t>،</w:t>
      </w:r>
      <w:r w:rsidRPr="00B5721E">
        <w:rPr>
          <w:rtl/>
        </w:rPr>
        <w:t xml:space="preserve"> كان يجعلها رشوة مَطليَّة ببريق الكرم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ما نقصت أبداً موائد مُعاوية</w:t>
      </w:r>
      <w:r w:rsidR="00F13C51">
        <w:rPr>
          <w:rtl/>
        </w:rPr>
        <w:t>،</w:t>
      </w:r>
      <w:r w:rsidRPr="00B5721E">
        <w:rPr>
          <w:rtl/>
        </w:rPr>
        <w:t xml:space="preserve"> ولا انقطعت في كَفِّه شعرة مِن دهائه ا</w:t>
      </w:r>
      <w:r w:rsidR="002C2DD7">
        <w:rPr>
          <w:rtl/>
        </w:rPr>
        <w:t>لمـُ</w:t>
      </w:r>
      <w:r w:rsidRPr="00B5721E">
        <w:rPr>
          <w:rtl/>
        </w:rPr>
        <w:t>حنَّك بالفن</w:t>
      </w:r>
      <w:r w:rsidR="00F13C51">
        <w:rPr>
          <w:rtl/>
        </w:rPr>
        <w:t>،</w:t>
      </w:r>
      <w:r w:rsidRPr="00B5721E">
        <w:rPr>
          <w:rtl/>
        </w:rPr>
        <w:t xml:space="preserve"> حتَّى الشعرة في كَفِّه كان يموِّه عليها بأنَّها أمتن مِن حَبل القُنَّب</w:t>
      </w:r>
      <w:r w:rsidR="00F13C51">
        <w:rPr>
          <w:rtl/>
        </w:rPr>
        <w:t>،</w:t>
      </w:r>
      <w:r w:rsidRPr="00B5721E">
        <w:rPr>
          <w:rtl/>
        </w:rPr>
        <w:t xml:space="preserve"> وبهذه الشعرة ا</w:t>
      </w:r>
      <w:r w:rsidR="002C2DD7">
        <w:rPr>
          <w:rtl/>
        </w:rPr>
        <w:t>لمـُ</w:t>
      </w:r>
      <w:r w:rsidRPr="00B5721E">
        <w:rPr>
          <w:rtl/>
        </w:rPr>
        <w:t>تكاذبة</w:t>
      </w:r>
      <w:r w:rsidR="00F13C51">
        <w:rPr>
          <w:rtl/>
        </w:rPr>
        <w:t xml:space="preserve"> - </w:t>
      </w:r>
      <w:r w:rsidRPr="00B5721E">
        <w:rPr>
          <w:rtl/>
        </w:rPr>
        <w:t>ضمناً</w:t>
      </w:r>
      <w:r w:rsidR="00F13C51">
        <w:rPr>
          <w:rtl/>
        </w:rPr>
        <w:t xml:space="preserve"> - </w:t>
      </w:r>
      <w:r w:rsidRPr="00B5721E">
        <w:rPr>
          <w:rtl/>
        </w:rPr>
        <w:t>على الذات</w:t>
      </w:r>
      <w:r w:rsidR="00F13C51">
        <w:rPr>
          <w:rtl/>
        </w:rPr>
        <w:t>،</w:t>
      </w:r>
      <w:r w:rsidRPr="00B5721E">
        <w:rPr>
          <w:rtl/>
        </w:rPr>
        <w:t xml:space="preserve"> وجهراً على الناس في ثوب الخديعة</w:t>
      </w:r>
      <w:r w:rsidR="00F13C51">
        <w:rPr>
          <w:rtl/>
        </w:rPr>
        <w:t>،</w:t>
      </w:r>
      <w:r w:rsidRPr="00B5721E">
        <w:rPr>
          <w:rtl/>
        </w:rPr>
        <w:t xml:space="preserve"> تمكَّن مِن أنْ يشغل كرسيَّ الخلافة ويعتليه</w:t>
      </w:r>
      <w:r w:rsidR="00F13C51">
        <w:rPr>
          <w:rtl/>
        </w:rPr>
        <w:t xml:space="preserve"> - </w:t>
      </w:r>
      <w:r w:rsidRPr="00B5721E">
        <w:rPr>
          <w:rtl/>
        </w:rPr>
        <w:t>أنوشروانيا</w:t>
      </w:r>
      <w:r w:rsidR="00F13C51">
        <w:rPr>
          <w:rtl/>
        </w:rPr>
        <w:t xml:space="preserve"> - </w:t>
      </w:r>
      <w:r w:rsidRPr="00B5721E">
        <w:rPr>
          <w:rtl/>
        </w:rPr>
        <w:t>على حساب أهل البيت وسَحقهم سَحقاً استئصاليَّاً يغيبهم عن الإرث</w:t>
      </w:r>
      <w:r w:rsidR="00F13C51">
        <w:rPr>
          <w:rtl/>
        </w:rPr>
        <w:t>،</w:t>
      </w:r>
      <w:r w:rsidRPr="00B5721E">
        <w:rPr>
          <w:rtl/>
        </w:rPr>
        <w:t xml:space="preserve"> ويُحرِّره منهم ليبقى صافياً له في مظهر ا</w:t>
      </w:r>
      <w:r w:rsidR="002C2DD7">
        <w:rPr>
          <w:rtl/>
        </w:rPr>
        <w:t>لمـُ</w:t>
      </w:r>
      <w:r w:rsidRPr="00B5721E">
        <w:rPr>
          <w:rtl/>
        </w:rPr>
        <w:t>لك</w:t>
      </w:r>
      <w:r w:rsidR="00F13C51">
        <w:rPr>
          <w:rtl/>
        </w:rPr>
        <w:t>،</w:t>
      </w:r>
      <w:r w:rsidRPr="00B5721E">
        <w:rPr>
          <w:rtl/>
        </w:rPr>
        <w:t xml:space="preserve"> وهل يكون أهل البيت أكثر مِن ثلاثة</w:t>
      </w:r>
      <w:r w:rsidR="00106DAF">
        <w:rPr>
          <w:rtl/>
        </w:rPr>
        <w:t>؟</w:t>
      </w:r>
      <w:r w:rsidRPr="00B5721E">
        <w:rPr>
          <w:rtl/>
        </w:rPr>
        <w:t xml:space="preserve"> وهل يكون هو</w:t>
      </w:r>
      <w:r w:rsidR="00F13C51">
        <w:rPr>
          <w:rtl/>
        </w:rPr>
        <w:t xml:space="preserve"> - </w:t>
      </w:r>
      <w:r w:rsidRPr="00B5721E">
        <w:rPr>
          <w:rtl/>
        </w:rPr>
        <w:t>مُعاوية</w:t>
      </w:r>
      <w:r w:rsidR="00F13C51">
        <w:rPr>
          <w:rtl/>
        </w:rPr>
        <w:t xml:space="preserve"> - </w:t>
      </w:r>
      <w:r w:rsidRPr="00B5721E">
        <w:rPr>
          <w:rtl/>
        </w:rPr>
        <w:t>أقلَّ مِن حَبيكة تعبٍ في حبكها خَطٌّ فكريٌّ</w:t>
      </w:r>
      <w:r w:rsidR="00F13C51">
        <w:rPr>
          <w:rtl/>
        </w:rPr>
        <w:t>،</w:t>
      </w:r>
      <w:r w:rsidRPr="00B5721E">
        <w:rPr>
          <w:rtl/>
        </w:rPr>
        <w:t xml:space="preserve"> سياسيٌّ مُميَّز بعقل</w:t>
      </w:r>
      <w:r w:rsidR="00F13C51">
        <w:rPr>
          <w:rtl/>
        </w:rPr>
        <w:t>،</w:t>
      </w:r>
      <w:r w:rsidRPr="00B5721E">
        <w:rPr>
          <w:rtl/>
        </w:rPr>
        <w:t xml:space="preserve"> وأعصاب</w:t>
      </w:r>
      <w:r w:rsidR="00F13C51">
        <w:rPr>
          <w:rtl/>
        </w:rPr>
        <w:t>،</w:t>
      </w:r>
      <w:r w:rsidRPr="00B5721E">
        <w:rPr>
          <w:rtl/>
        </w:rPr>
        <w:t xml:space="preserve"> وإرادة</w:t>
      </w:r>
      <w:r w:rsidR="00106DAF">
        <w:rPr>
          <w:rtl/>
        </w:rPr>
        <w:t>؟</w:t>
      </w:r>
      <w:r w:rsidRPr="00B5721E">
        <w:rPr>
          <w:rtl/>
        </w:rPr>
        <w:t xml:space="preserve"> لقد مَرَّت السنون الطويلة على العمل الهادف والدؤوب والصامت</w:t>
      </w:r>
      <w:r w:rsidR="00F13C51">
        <w:rPr>
          <w:rtl/>
        </w:rPr>
        <w:t>،</w:t>
      </w:r>
      <w:r w:rsidRPr="00B5721E">
        <w:rPr>
          <w:rtl/>
        </w:rPr>
        <w:t xml:space="preserve"> وها هو الآن</w:t>
      </w:r>
      <w:r w:rsidR="00F13C51">
        <w:rPr>
          <w:rtl/>
        </w:rPr>
        <w:t xml:space="preserve"> - </w:t>
      </w:r>
      <w:r w:rsidRPr="00B5721E">
        <w:rPr>
          <w:rtl/>
        </w:rPr>
        <w:t>مُعاوية</w:t>
      </w:r>
      <w:r w:rsidR="00F13C51">
        <w:rPr>
          <w:rtl/>
        </w:rPr>
        <w:t xml:space="preserve"> - </w:t>
      </w:r>
      <w:r w:rsidRPr="00B5721E">
        <w:rPr>
          <w:rtl/>
        </w:rPr>
        <w:t>الدليل الشاهد على النجاح الباهر</w:t>
      </w:r>
      <w:r w:rsidR="00F13C51">
        <w:rPr>
          <w:rtl/>
        </w:rPr>
        <w:t>،</w:t>
      </w:r>
      <w:r w:rsidRPr="00B5721E">
        <w:rPr>
          <w:rtl/>
        </w:rPr>
        <w:t xml:space="preserve"> الذي أوصلته شعرة ا</w:t>
      </w:r>
      <w:r w:rsidR="002C2DD7">
        <w:rPr>
          <w:rtl/>
        </w:rPr>
        <w:t>لمـُ</w:t>
      </w:r>
      <w:r w:rsidRPr="00B5721E">
        <w:rPr>
          <w:rtl/>
        </w:rPr>
        <w:t>رونة إلى حقيقة ا</w:t>
      </w:r>
      <w:r w:rsidR="002C2DD7">
        <w:rPr>
          <w:rtl/>
        </w:rPr>
        <w:t>لمـُ</w:t>
      </w:r>
      <w:r w:rsidRPr="00B5721E">
        <w:rPr>
          <w:rtl/>
        </w:rPr>
        <w:t>لك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وها هو رأس البيت في زعمه ا</w:t>
      </w:r>
      <w:r w:rsidR="002C2DD7">
        <w:rPr>
          <w:rtl/>
        </w:rPr>
        <w:t>لمـُ</w:t>
      </w:r>
      <w:r w:rsidRPr="00B5721E">
        <w:rPr>
          <w:rtl/>
        </w:rPr>
        <w:t>تداهي وا</w:t>
      </w:r>
      <w:r w:rsidR="002C2DD7">
        <w:rPr>
          <w:rtl/>
        </w:rPr>
        <w:t>لمـُ</w:t>
      </w:r>
      <w:r w:rsidRPr="00B5721E">
        <w:rPr>
          <w:rtl/>
        </w:rPr>
        <w:t>تباهي</w:t>
      </w:r>
      <w:r w:rsidR="00F13C51">
        <w:rPr>
          <w:rtl/>
        </w:rPr>
        <w:t>،</w:t>
      </w:r>
      <w:r w:rsidRPr="00B5721E">
        <w:rPr>
          <w:rtl/>
        </w:rPr>
        <w:t xml:space="preserve"> يغيب ملفوفاً بفشله</w:t>
      </w:r>
      <w:r w:rsidR="00C327EB">
        <w:rPr>
          <w:rtl/>
        </w:rPr>
        <w:t>.</w:t>
      </w:r>
      <w:r w:rsidRPr="00B5721E">
        <w:rPr>
          <w:rtl/>
        </w:rPr>
        <w:t xml:space="preserve"> أمَّا الثاني الذي لن يكون اسمه أوسع مِن الحسن</w:t>
      </w:r>
      <w:r w:rsidR="00F13C51">
        <w:rPr>
          <w:rtl/>
        </w:rPr>
        <w:t>،</w:t>
      </w:r>
      <w:r w:rsidRPr="00B5721E">
        <w:rPr>
          <w:rtl/>
        </w:rPr>
        <w:t xml:space="preserve"> فستتمُّ مُحاورته بكلِّ رِفقٍ ولينٍ</w:t>
      </w:r>
      <w:r w:rsidR="00F13C51">
        <w:rPr>
          <w:rtl/>
        </w:rPr>
        <w:t>،</w:t>
      </w:r>
      <w:r w:rsidRPr="00B5721E">
        <w:rPr>
          <w:rtl/>
        </w:rPr>
        <w:t xml:space="preserve"> إلى أنْ تأتي الساعة الزاحفة بثوانيها</w:t>
      </w:r>
      <w:r w:rsidR="00F13C51">
        <w:rPr>
          <w:rtl/>
        </w:rPr>
        <w:t>،</w:t>
      </w:r>
      <w:r w:rsidRPr="00B5721E">
        <w:rPr>
          <w:rtl/>
        </w:rPr>
        <w:t xml:space="preserve"> فيتمُّ اللدغ الليِّن ا</w:t>
      </w:r>
      <w:r w:rsidR="002C2DD7">
        <w:rPr>
          <w:rtl/>
        </w:rPr>
        <w:t>لمـَ</w:t>
      </w:r>
      <w:r w:rsidRPr="00B5721E">
        <w:rPr>
          <w:rtl/>
        </w:rPr>
        <w:t>رن</w:t>
      </w:r>
      <w:r w:rsidR="00C327EB">
        <w:rPr>
          <w:rtl/>
        </w:rPr>
        <w:t>.</w:t>
      </w:r>
      <w:r w:rsidRPr="00B5721E">
        <w:rPr>
          <w:rtl/>
        </w:rPr>
        <w:t xml:space="preserve"> أمّا الثالث فسيبقى موجوداً في يائه الصُغرى</w:t>
      </w:r>
      <w:r w:rsidR="00F13C51">
        <w:rPr>
          <w:rtl/>
        </w:rPr>
        <w:t>،</w:t>
      </w:r>
      <w:r w:rsidRPr="00B5721E">
        <w:rPr>
          <w:rtl/>
        </w:rPr>
        <w:t xml:space="preserve"> ولن تبخل الأيَّام عليه برغيف مِن سويق</w:t>
      </w:r>
      <w:r w:rsidR="00106DAF">
        <w:rPr>
          <w:rtl/>
        </w:rPr>
        <w:t>!</w:t>
      </w:r>
      <w:r w:rsidRPr="00B5721E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إنْ يكُن مُعاوية قد ظنَّ أنَّ الأحابيل التي حاكها</w:t>
      </w:r>
      <w:r w:rsidR="00F13C51">
        <w:rPr>
          <w:rtl/>
        </w:rPr>
        <w:t xml:space="preserve"> - </w:t>
      </w:r>
      <w:r w:rsidRPr="00B5721E">
        <w:rPr>
          <w:rtl/>
        </w:rPr>
        <w:t>كلَّها</w:t>
      </w:r>
      <w:r w:rsidR="00F13C51">
        <w:rPr>
          <w:rtl/>
        </w:rPr>
        <w:t xml:space="preserve"> - </w:t>
      </w:r>
      <w:r w:rsidRPr="00B5721E">
        <w:rPr>
          <w:rtl/>
        </w:rPr>
        <w:t>بحَقِّ أهل البيت</w:t>
      </w:r>
      <w:r w:rsidR="00F13C51">
        <w:rPr>
          <w:rtl/>
        </w:rPr>
        <w:t>،</w:t>
      </w:r>
      <w:r w:rsidRPr="00B5721E">
        <w:rPr>
          <w:rtl/>
        </w:rPr>
        <w:t xml:space="preserve"> هي نِتاج عقله وفنِّه ودهائه</w:t>
      </w:r>
      <w:r w:rsidR="00F13C51">
        <w:rPr>
          <w:rtl/>
        </w:rPr>
        <w:t>،</w:t>
      </w:r>
      <w:r w:rsidRPr="00B5721E">
        <w:rPr>
          <w:rtl/>
        </w:rPr>
        <w:t xml:space="preserve"> وأنَّ نجاحها كان مُرتهنا بإخفائها</w:t>
      </w:r>
      <w:r w:rsidR="00F13C51">
        <w:rPr>
          <w:rtl/>
        </w:rPr>
        <w:t>،</w:t>
      </w:r>
      <w:r w:rsidRPr="00B5721E">
        <w:rPr>
          <w:rtl/>
        </w:rPr>
        <w:t xml:space="preserve"> والتلاعُب بها في دغشات الليل</w:t>
      </w:r>
      <w:r w:rsidR="00F13C51">
        <w:rPr>
          <w:rtl/>
        </w:rPr>
        <w:t>،</w:t>
      </w:r>
      <w:r w:rsidRPr="00B5721E">
        <w:rPr>
          <w:rtl/>
        </w:rPr>
        <w:t xml:space="preserve"> إلاَّ أنَّ أهل البيت لم تنطلِ عليهم مُخبآت النفوس وما يجيش في النوايا</w:t>
      </w:r>
      <w:r w:rsidR="00F13C51">
        <w:rPr>
          <w:rtl/>
        </w:rPr>
        <w:t>،</w:t>
      </w:r>
      <w:r w:rsidRPr="00B5721E">
        <w:rPr>
          <w:rtl/>
        </w:rPr>
        <w:t xml:space="preserve"> ولقد كان عليٌّ أرسخ المؤمنين بأنَّ العقل المتين هو ابن الخلايا المتينة في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الإنسان</w:t>
      </w:r>
      <w:r w:rsidR="00F13C51">
        <w:rPr>
          <w:rtl/>
        </w:rPr>
        <w:t>،</w:t>
      </w:r>
      <w:r w:rsidRPr="00B5721E">
        <w:rPr>
          <w:rtl/>
        </w:rPr>
        <w:t xml:space="preserve"> وهذه كلُّها لا يمتنها إلاَّ العفَّة</w:t>
      </w:r>
      <w:r w:rsidR="00F13C51">
        <w:rPr>
          <w:rtl/>
        </w:rPr>
        <w:t>،</w:t>
      </w:r>
      <w:r w:rsidRPr="00B5721E">
        <w:rPr>
          <w:rtl/>
        </w:rPr>
        <w:t xml:space="preserve"> والصدق</w:t>
      </w:r>
      <w:r w:rsidR="00F13C51">
        <w:rPr>
          <w:rtl/>
        </w:rPr>
        <w:t>،</w:t>
      </w:r>
      <w:r w:rsidRPr="00B5721E">
        <w:rPr>
          <w:rtl/>
        </w:rPr>
        <w:t xml:space="preserve"> والسليقة</w:t>
      </w:r>
      <w:r w:rsidR="00F13C51">
        <w:rPr>
          <w:rtl/>
        </w:rPr>
        <w:t>،</w:t>
      </w:r>
      <w:r w:rsidRPr="00B5721E">
        <w:rPr>
          <w:rtl/>
        </w:rPr>
        <w:t xml:space="preserve"> النظيفة الروح</w:t>
      </w:r>
      <w:r w:rsidR="00F13C51">
        <w:rPr>
          <w:rtl/>
        </w:rPr>
        <w:t>،</w:t>
      </w:r>
      <w:r w:rsidRPr="00B5721E">
        <w:rPr>
          <w:rtl/>
        </w:rPr>
        <w:t xml:space="preserve"> وهذه كلُّها</w:t>
      </w:r>
      <w:r w:rsidR="00F13C51">
        <w:rPr>
          <w:rtl/>
        </w:rPr>
        <w:t xml:space="preserve"> - </w:t>
      </w:r>
      <w:r w:rsidRPr="00B5721E">
        <w:rPr>
          <w:rtl/>
        </w:rPr>
        <w:t>أيضاً</w:t>
      </w:r>
      <w:r w:rsidR="00F13C51">
        <w:rPr>
          <w:rtl/>
        </w:rPr>
        <w:t xml:space="preserve"> - </w:t>
      </w:r>
      <w:r w:rsidRPr="00B5721E">
        <w:rPr>
          <w:rtl/>
        </w:rPr>
        <w:t>كان يفتقر إلى كلِّ مزاياها الطبيعيَّة الخَطُّ الثاني مِن بني حرب</w:t>
      </w:r>
      <w:r w:rsidR="00F13C51">
        <w:rPr>
          <w:rtl/>
        </w:rPr>
        <w:t>،</w:t>
      </w:r>
      <w:r w:rsidRPr="00B5721E">
        <w:rPr>
          <w:rtl/>
        </w:rPr>
        <w:t xml:space="preserve"> الذين لا يزالون كما كانوا مُنذ الأمس</w:t>
      </w:r>
      <w:r w:rsidR="00F13C51">
        <w:rPr>
          <w:rtl/>
        </w:rPr>
        <w:t>،</w:t>
      </w:r>
      <w:r w:rsidRPr="00B5721E">
        <w:rPr>
          <w:rtl/>
        </w:rPr>
        <w:t xml:space="preserve"> يُناصبون بني هاشم عداءً خالياً مِن أركان العقل التي هي</w:t>
      </w:r>
      <w:r w:rsidR="00F13C51">
        <w:rPr>
          <w:rtl/>
        </w:rPr>
        <w:t xml:space="preserve"> - </w:t>
      </w:r>
      <w:r w:rsidRPr="00B5721E">
        <w:rPr>
          <w:rtl/>
        </w:rPr>
        <w:t>في نظر عليٍّ</w:t>
      </w:r>
      <w:r w:rsidR="00F13C51">
        <w:rPr>
          <w:rtl/>
        </w:rPr>
        <w:t xml:space="preserve"> - </w:t>
      </w:r>
      <w:r w:rsidRPr="00B5721E">
        <w:rPr>
          <w:rtl/>
        </w:rPr>
        <w:t>صدق</w:t>
      </w:r>
      <w:r w:rsidR="00F13C51">
        <w:rPr>
          <w:rtl/>
        </w:rPr>
        <w:t>،</w:t>
      </w:r>
      <w:r w:rsidRPr="00B5721E">
        <w:rPr>
          <w:rtl/>
        </w:rPr>
        <w:t xml:space="preserve"> وعفَّة</w:t>
      </w:r>
      <w:r w:rsidR="00F13C51">
        <w:rPr>
          <w:rtl/>
        </w:rPr>
        <w:t>،</w:t>
      </w:r>
      <w:r w:rsidRPr="00B5721E">
        <w:rPr>
          <w:rtl/>
        </w:rPr>
        <w:t xml:space="preserve"> وحُبٌّ</w:t>
      </w:r>
      <w:r w:rsidR="00F13C51">
        <w:rPr>
          <w:rtl/>
        </w:rPr>
        <w:t>،</w:t>
      </w:r>
      <w:r w:rsidRPr="00B5721E">
        <w:rPr>
          <w:rtl/>
        </w:rPr>
        <w:t xml:space="preserve"> وجمال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لا</w:t>
      </w:r>
      <w:r w:rsidR="00F13C51">
        <w:rPr>
          <w:rtl/>
        </w:rPr>
        <w:t>،</w:t>
      </w:r>
      <w:r w:rsidRPr="00B5721E">
        <w:rPr>
          <w:rtl/>
        </w:rPr>
        <w:t xml:space="preserve"> لم تَخْفَ هذه ا</w:t>
      </w:r>
      <w:r w:rsidR="002C2DD7">
        <w:rPr>
          <w:rtl/>
        </w:rPr>
        <w:t>لمـُ</w:t>
      </w:r>
      <w:r w:rsidRPr="00B5721E">
        <w:rPr>
          <w:rtl/>
        </w:rPr>
        <w:t>خبآت على عليٍّ</w:t>
      </w:r>
      <w:r w:rsidR="00F13C51">
        <w:rPr>
          <w:rtl/>
        </w:rPr>
        <w:t>،</w:t>
      </w:r>
      <w:r w:rsidRPr="00B5721E">
        <w:rPr>
          <w:rtl/>
        </w:rPr>
        <w:t xml:space="preserve"> في الليلة ذاتها التي تخبَّأ بها ابن الخطاب في سقيفة بني ساعدة</w:t>
      </w:r>
      <w:r w:rsidR="00F13C51">
        <w:rPr>
          <w:rtl/>
        </w:rPr>
        <w:t>،</w:t>
      </w:r>
      <w:r w:rsidRPr="00B5721E">
        <w:rPr>
          <w:rtl/>
        </w:rPr>
        <w:t xml:space="preserve"> وما طلع الصباح إلاَّ وأبو بكر على كرسيِّ الخلافة</w:t>
      </w:r>
      <w:r w:rsidR="00F13C51">
        <w:rPr>
          <w:rtl/>
        </w:rPr>
        <w:t>،</w:t>
      </w:r>
      <w:r w:rsidRPr="00B5721E">
        <w:rPr>
          <w:rtl/>
        </w:rPr>
        <w:t xml:space="preserve"> إمَّا أنْ يصمت عليٌّ ويتغلَّف بالصبر</w:t>
      </w:r>
      <w:r w:rsidR="00F13C51">
        <w:rPr>
          <w:rtl/>
        </w:rPr>
        <w:t>،</w:t>
      </w:r>
      <w:r w:rsidRPr="00B5721E">
        <w:rPr>
          <w:rtl/>
        </w:rPr>
        <w:t xml:space="preserve"> فذلك كان عقله في تحمُّل الضيم</w:t>
      </w:r>
      <w:r w:rsidR="00F13C51">
        <w:rPr>
          <w:rtl/>
        </w:rPr>
        <w:t>،</w:t>
      </w:r>
      <w:r w:rsidRPr="00B5721E">
        <w:rPr>
          <w:rtl/>
        </w:rPr>
        <w:t xml:space="preserve"> ومُعالجة الخطأ في تدبير شؤون ا</w:t>
      </w:r>
      <w:r w:rsidR="002C2DD7">
        <w:rPr>
          <w:rtl/>
        </w:rPr>
        <w:t>لمـُ</w:t>
      </w:r>
      <w:r w:rsidRPr="00B5721E">
        <w:rPr>
          <w:rtl/>
        </w:rPr>
        <w:t>جتمع الموجَّه حديثاً إلى الوعي والإدراك</w:t>
      </w:r>
      <w:r w:rsidR="00F13C51">
        <w:rPr>
          <w:rtl/>
        </w:rPr>
        <w:t>،</w:t>
      </w:r>
      <w:r w:rsidRPr="00B5721E">
        <w:rPr>
          <w:rtl/>
        </w:rPr>
        <w:t xml:space="preserve"> وإمَّا أنْ يهدر قوى هذا ا</w:t>
      </w:r>
      <w:r w:rsidR="002C2DD7">
        <w:rPr>
          <w:rtl/>
        </w:rPr>
        <w:t>لمـُ</w:t>
      </w:r>
      <w:r w:rsidRPr="00B5721E">
        <w:rPr>
          <w:rtl/>
        </w:rPr>
        <w:t>جتمع في مُشاحنات جانبيَّة</w:t>
      </w:r>
      <w:r w:rsidR="00F13C51">
        <w:rPr>
          <w:rtl/>
        </w:rPr>
        <w:t>،</w:t>
      </w:r>
      <w:r w:rsidRPr="00B5721E">
        <w:rPr>
          <w:rtl/>
        </w:rPr>
        <w:t xml:space="preserve"> تُقوِّي الرجوع فيه إلى قبليَّات ذميمة</w:t>
      </w:r>
      <w:r w:rsidR="00F13C51">
        <w:rPr>
          <w:rtl/>
        </w:rPr>
        <w:t>،</w:t>
      </w:r>
      <w:r w:rsidRPr="00B5721E">
        <w:rPr>
          <w:rtl/>
        </w:rPr>
        <w:t xml:space="preserve"> تُفسد عليه غرضه الجديد مِن رسالة أنهكها التعب في </w:t>
      </w:r>
      <w:r w:rsidR="002C2DD7">
        <w:rPr>
          <w:rtl/>
        </w:rPr>
        <w:t>لمـّ</w:t>
      </w:r>
      <w:r w:rsidRPr="00B5721E">
        <w:rPr>
          <w:rtl/>
        </w:rPr>
        <w:t>ِه وردِّه إلى دائرة الصواب</w:t>
      </w:r>
      <w:r w:rsidR="00F13C51">
        <w:rPr>
          <w:rtl/>
        </w:rPr>
        <w:t>،</w:t>
      </w:r>
      <w:r w:rsidRPr="00B5721E">
        <w:rPr>
          <w:rtl/>
        </w:rPr>
        <w:t xml:space="preserve"> فإنَّ ذلك ما جعله يتحلَّى بالصبر والسكوت</w:t>
      </w:r>
      <w:r w:rsidR="00F13C51">
        <w:rPr>
          <w:rtl/>
        </w:rPr>
        <w:t>،</w:t>
      </w:r>
      <w:r w:rsidRPr="00B5721E">
        <w:rPr>
          <w:rtl/>
        </w:rPr>
        <w:t xml:space="preserve"> على أمل أنْ تتَّسع عين ا</w:t>
      </w:r>
      <w:r w:rsidR="002C2DD7">
        <w:rPr>
          <w:rtl/>
        </w:rPr>
        <w:t>لمـُ</w:t>
      </w:r>
      <w:r w:rsidRPr="00B5721E">
        <w:rPr>
          <w:rtl/>
        </w:rPr>
        <w:t>جتمع في تفتيشها عنه لتجده دائماً</w:t>
      </w:r>
      <w:r w:rsidR="00F13C51">
        <w:rPr>
          <w:rtl/>
        </w:rPr>
        <w:t>،</w:t>
      </w:r>
      <w:r w:rsidRPr="00B5721E">
        <w:rPr>
          <w:rtl/>
        </w:rPr>
        <w:t xml:space="preserve"> في الحظيرة التي سهر على تسييجها</w:t>
      </w:r>
      <w:r w:rsidR="00F13C51">
        <w:rPr>
          <w:rtl/>
        </w:rPr>
        <w:t xml:space="preserve"> - </w:t>
      </w:r>
      <w:r w:rsidRPr="00B5721E">
        <w:rPr>
          <w:rtl/>
        </w:rPr>
        <w:t>بالحَقِّ والصواب</w:t>
      </w:r>
      <w:r w:rsidR="00F13C51">
        <w:rPr>
          <w:rtl/>
        </w:rPr>
        <w:t xml:space="preserve"> - </w:t>
      </w:r>
      <w:r w:rsidRPr="00B5721E">
        <w:rPr>
          <w:rtl/>
        </w:rPr>
        <w:t>نبيُّها العظيم</w:t>
      </w:r>
      <w:r w:rsidR="00F13C51">
        <w:rPr>
          <w:rtl/>
        </w:rPr>
        <w:t>،</w:t>
      </w:r>
      <w:r w:rsidRPr="00B5721E">
        <w:rPr>
          <w:rtl/>
        </w:rPr>
        <w:t xml:space="preserve"> بعد أنْ تركها في العُهدة التي يُجرِّده</w:t>
      </w:r>
      <w:r w:rsidR="00F13C51">
        <w:rPr>
          <w:rtl/>
        </w:rPr>
        <w:t xml:space="preserve"> - </w:t>
      </w:r>
      <w:r w:rsidRPr="00B5721E">
        <w:rPr>
          <w:rtl/>
        </w:rPr>
        <w:t>الآن</w:t>
      </w:r>
      <w:r w:rsidR="00F13C51">
        <w:rPr>
          <w:rtl/>
        </w:rPr>
        <w:t xml:space="preserve"> - </w:t>
      </w:r>
      <w:r w:rsidRPr="00B5721E">
        <w:rPr>
          <w:rtl/>
        </w:rPr>
        <w:t>منها قبليٌّ عتيق ما تخلَّى بعد عن نظام ا</w:t>
      </w:r>
      <w:r w:rsidR="002C2DD7">
        <w:rPr>
          <w:rtl/>
        </w:rPr>
        <w:t>لمـَ</w:t>
      </w:r>
      <w:r w:rsidRPr="00B5721E">
        <w:rPr>
          <w:rtl/>
        </w:rPr>
        <w:t>شيخة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أمَّا أنْ يتمادى هؤلاء بتبييت السوء والتلاعُب به</w:t>
      </w:r>
      <w:r w:rsidR="00F13C51">
        <w:rPr>
          <w:rtl/>
        </w:rPr>
        <w:t>،</w:t>
      </w:r>
      <w:r w:rsidRPr="00B5721E">
        <w:rPr>
          <w:rtl/>
        </w:rPr>
        <w:t xml:space="preserve"> بكلِّ ظِفْرٍ ونابٍ</w:t>
      </w:r>
      <w:r w:rsidR="00F13C51">
        <w:rPr>
          <w:rtl/>
        </w:rPr>
        <w:t>،</w:t>
      </w:r>
      <w:r w:rsidRPr="00B5721E">
        <w:rPr>
          <w:rtl/>
        </w:rPr>
        <w:t xml:space="preserve"> فإنَّ أهل البيت جميعهم كانوا يكشفونه بالتدريج</w:t>
      </w:r>
      <w:r w:rsidR="00F13C51">
        <w:rPr>
          <w:rtl/>
        </w:rPr>
        <w:t>،</w:t>
      </w:r>
      <w:r w:rsidRPr="00B5721E">
        <w:rPr>
          <w:rtl/>
        </w:rPr>
        <w:t xml:space="preserve"> ويُدركون كُنهه وثقله خطراً عليهم</w:t>
      </w:r>
      <w:r w:rsidR="00F13C51">
        <w:rPr>
          <w:rtl/>
        </w:rPr>
        <w:t>،</w:t>
      </w:r>
      <w:r w:rsidRPr="00B5721E">
        <w:rPr>
          <w:rtl/>
        </w:rPr>
        <w:t xml:space="preserve"> وعلى الأُمَّة سواء بسواء في مُحاولتهم توسيع عين ا</w:t>
      </w:r>
      <w:r w:rsidR="002C2DD7">
        <w:rPr>
          <w:rtl/>
        </w:rPr>
        <w:t>لمـُ</w:t>
      </w:r>
      <w:r w:rsidRPr="00B5721E">
        <w:rPr>
          <w:rtl/>
        </w:rPr>
        <w:t>جتمع</w:t>
      </w:r>
      <w:r w:rsidR="00F13C51">
        <w:rPr>
          <w:rtl/>
        </w:rPr>
        <w:t>،</w:t>
      </w:r>
      <w:r w:rsidRPr="00B5721E">
        <w:rPr>
          <w:rtl/>
        </w:rPr>
        <w:t xml:space="preserve"> حتَّى لا تضيع عن ا</w:t>
      </w:r>
      <w:r w:rsidR="002C2DD7">
        <w:rPr>
          <w:rtl/>
        </w:rPr>
        <w:t>لمـُ</w:t>
      </w:r>
      <w:r w:rsidRPr="00B5721E">
        <w:rPr>
          <w:rtl/>
        </w:rPr>
        <w:t>قابلة بين خَطِّين</w:t>
      </w:r>
      <w:r w:rsidR="00F13C51">
        <w:rPr>
          <w:rtl/>
        </w:rPr>
        <w:t>:</w:t>
      </w:r>
      <w:r w:rsidRPr="00B5721E">
        <w:rPr>
          <w:rtl/>
        </w:rPr>
        <w:t xml:space="preserve"> خطٌّ يرجع إلى قَبليَّة جاهليَّة</w:t>
      </w:r>
      <w:r w:rsidR="00F13C51">
        <w:rPr>
          <w:rtl/>
        </w:rPr>
        <w:t>،</w:t>
      </w:r>
      <w:r w:rsidRPr="00B5721E">
        <w:rPr>
          <w:rtl/>
        </w:rPr>
        <w:t xml:space="preserve"> فيها كلُّ التمويه على الحقيقة</w:t>
      </w:r>
      <w:r w:rsidR="00F13C51">
        <w:rPr>
          <w:rtl/>
        </w:rPr>
        <w:t>،</w:t>
      </w:r>
      <w:r w:rsidRPr="00B5721E">
        <w:rPr>
          <w:rtl/>
        </w:rPr>
        <w:t xml:space="preserve"> وخطٌّ صحَّ انتماؤه إلى الحقِّ الذي هو الآن رسالة</w:t>
      </w:r>
      <w:r w:rsidR="00F13C51">
        <w:rPr>
          <w:rtl/>
        </w:rPr>
        <w:t>،</w:t>
      </w:r>
      <w:r w:rsidRPr="00B5721E">
        <w:rPr>
          <w:rtl/>
        </w:rPr>
        <w:t xml:space="preserve"> توحِّد ا</w:t>
      </w:r>
      <w:r w:rsidR="002C2DD7">
        <w:rPr>
          <w:rtl/>
        </w:rPr>
        <w:t>لمـُ</w:t>
      </w:r>
      <w:r w:rsidRPr="00B5721E">
        <w:rPr>
          <w:rtl/>
        </w:rPr>
        <w:t>جتمع مِن تَيهه وانعزاله</w:t>
      </w:r>
      <w:r w:rsidR="00F13C51">
        <w:rPr>
          <w:rtl/>
        </w:rPr>
        <w:t>،</w:t>
      </w:r>
      <w:r w:rsidRPr="00B5721E">
        <w:rPr>
          <w:rtl/>
        </w:rPr>
        <w:t xml:space="preserve"> وتسلُّمه إلى العُهدة التي رتَّبت له التنظيم الصحيح بقوَّة الفِكر</w:t>
      </w:r>
      <w:r w:rsidR="00F13C51">
        <w:rPr>
          <w:rtl/>
        </w:rPr>
        <w:t>،</w:t>
      </w:r>
      <w:r w:rsidRPr="00B5721E">
        <w:rPr>
          <w:rtl/>
        </w:rPr>
        <w:t xml:space="preserve"> والروح</w:t>
      </w:r>
      <w:r w:rsidR="00F13C51">
        <w:rPr>
          <w:rtl/>
        </w:rPr>
        <w:t>،</w:t>
      </w:r>
      <w:r w:rsidRPr="00B5721E">
        <w:rPr>
          <w:rtl/>
        </w:rPr>
        <w:t xml:space="preserve"> والصدق</w:t>
      </w:r>
      <w:r w:rsidR="00F13C51">
        <w:rPr>
          <w:rtl/>
        </w:rPr>
        <w:t>،</w:t>
      </w:r>
      <w:r w:rsidRPr="00B5721E">
        <w:rPr>
          <w:rtl/>
        </w:rPr>
        <w:t xml:space="preserve"> والعزم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C82DEB">
        <w:rPr>
          <w:rStyle w:val="libBold2Char"/>
          <w:rtl/>
        </w:rPr>
        <w:t>أقول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مُنذ الساعة الأُولى التي عادت</w:t>
      </w:r>
      <w:r w:rsidR="00F13C51">
        <w:rPr>
          <w:rtl/>
        </w:rPr>
        <w:t>،</w:t>
      </w:r>
      <w:r w:rsidRPr="00A37385">
        <w:rPr>
          <w:rtl/>
        </w:rPr>
        <w:t xml:space="preserve"> فحبلت بنواياها العتيقة سقيفة بني ساعدة</w:t>
      </w:r>
      <w:r w:rsidR="00F13C51">
        <w:rPr>
          <w:rtl/>
        </w:rPr>
        <w:t>،</w:t>
      </w:r>
      <w:r w:rsidRPr="00A37385">
        <w:rPr>
          <w:rtl/>
        </w:rPr>
        <w:t xml:space="preserve"> تعيَّنت على عليٍّ معركة توسَّع ميدانها ومداها في تجاوزها العصر إلى كلِّ عصر آخر</w:t>
      </w:r>
      <w:r w:rsidR="00F13C51">
        <w:rPr>
          <w:rtl/>
        </w:rPr>
        <w:t>،</w:t>
      </w:r>
      <w:r w:rsidRPr="00A37385">
        <w:rPr>
          <w:rtl/>
        </w:rPr>
        <w:t xml:space="preserve"> دون أنْ تخفَّ شكيمتها</w:t>
      </w:r>
      <w:r w:rsidR="00F13C51">
        <w:rPr>
          <w:rtl/>
        </w:rPr>
        <w:t>،</w:t>
      </w:r>
      <w:r w:rsidRPr="00A37385">
        <w:rPr>
          <w:rtl/>
        </w:rPr>
        <w:t xml:space="preserve"> أو تٌضمر معانيها</w:t>
      </w:r>
      <w:r w:rsidR="00F13C51">
        <w:rPr>
          <w:rtl/>
        </w:rPr>
        <w:t>،</w:t>
      </w:r>
      <w:r w:rsidRPr="00A37385">
        <w:rPr>
          <w:rtl/>
        </w:rPr>
        <w:t xml:space="preserve"> أو يُستغنى عن مضامينها في إلحاحها على كلِّ تحقيق</w:t>
      </w:r>
      <w:r w:rsidR="00F13C51">
        <w:rPr>
          <w:rtl/>
        </w:rPr>
        <w:t>،</w:t>
      </w:r>
      <w:r w:rsidRPr="00A37385">
        <w:rPr>
          <w:rtl/>
        </w:rPr>
        <w:t xml:space="preserve"> إنَّها معركة قوامها إرساء ا</w:t>
      </w:r>
      <w:r w:rsidR="002C2DD7">
        <w:rPr>
          <w:rtl/>
        </w:rPr>
        <w:t>لمـُ</w:t>
      </w:r>
      <w:r w:rsidRPr="00A37385">
        <w:rPr>
          <w:rtl/>
        </w:rPr>
        <w:t>جتمع الإنساني</w:t>
      </w:r>
      <w:r w:rsidR="00F13C51">
        <w:rPr>
          <w:rtl/>
        </w:rPr>
        <w:t xml:space="preserve"> - </w:t>
      </w:r>
      <w:r w:rsidRPr="00A37385">
        <w:rPr>
          <w:rtl/>
        </w:rPr>
        <w:t xml:space="preserve">عِبر نظرة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عليٍّ الاجتماعيَّة في الحياة</w:t>
      </w:r>
      <w:r w:rsidR="00F13C51">
        <w:rPr>
          <w:rtl/>
        </w:rPr>
        <w:t xml:space="preserve"> - </w:t>
      </w:r>
      <w:r w:rsidRPr="00B5721E">
        <w:rPr>
          <w:rtl/>
        </w:rPr>
        <w:t>على حقيقة واحدة تبنيه</w:t>
      </w:r>
      <w:r w:rsidR="00F13C51">
        <w:rPr>
          <w:rtl/>
        </w:rPr>
        <w:t>،</w:t>
      </w:r>
      <w:r w:rsidRPr="00B5721E">
        <w:rPr>
          <w:rtl/>
        </w:rPr>
        <w:t xml:space="preserve"> هي اعتماده الصدق ا</w:t>
      </w:r>
      <w:r w:rsidR="002C2DD7">
        <w:rPr>
          <w:rtl/>
        </w:rPr>
        <w:t>لمـُ</w:t>
      </w:r>
      <w:r w:rsidRPr="00B5721E">
        <w:rPr>
          <w:rtl/>
        </w:rPr>
        <w:t>تحلِّي بالعِفَّة ا</w:t>
      </w:r>
      <w:r w:rsidR="002C2DD7">
        <w:rPr>
          <w:rtl/>
        </w:rPr>
        <w:t>لمـُ</w:t>
      </w:r>
      <w:r w:rsidRPr="00B5721E">
        <w:rPr>
          <w:rtl/>
        </w:rPr>
        <w:t>نزَّهة عن الكذب</w:t>
      </w:r>
      <w:r w:rsidR="00F13C51">
        <w:rPr>
          <w:rtl/>
        </w:rPr>
        <w:t>،</w:t>
      </w:r>
      <w:r w:rsidRPr="00B5721E">
        <w:rPr>
          <w:rtl/>
        </w:rPr>
        <w:t xml:space="preserve"> والزور</w:t>
      </w:r>
      <w:r w:rsidR="00F13C51">
        <w:rPr>
          <w:rtl/>
        </w:rPr>
        <w:t>،</w:t>
      </w:r>
      <w:r w:rsidRPr="00B5721E">
        <w:rPr>
          <w:rtl/>
        </w:rPr>
        <w:t xml:space="preserve"> والبُهتان</w:t>
      </w:r>
      <w:r w:rsidR="00F13C51">
        <w:rPr>
          <w:rtl/>
        </w:rPr>
        <w:t>،</w:t>
      </w:r>
      <w:r w:rsidRPr="00B5721E">
        <w:rPr>
          <w:rtl/>
        </w:rPr>
        <w:t xml:space="preserve"> فإذا هو عدالة إنسانيَّة شريفة با</w:t>
      </w:r>
      <w:r w:rsidR="002C2DD7">
        <w:rPr>
          <w:rtl/>
        </w:rPr>
        <w:t>لمـُ</w:t>
      </w:r>
      <w:r w:rsidRPr="00B5721E">
        <w:rPr>
          <w:rtl/>
        </w:rPr>
        <w:t>ثل النبيلة</w:t>
      </w:r>
      <w:r w:rsidR="00F13C51">
        <w:rPr>
          <w:rtl/>
        </w:rPr>
        <w:t>،</w:t>
      </w:r>
      <w:r w:rsidRPr="00B5721E">
        <w:rPr>
          <w:rtl/>
        </w:rPr>
        <w:t xml:space="preserve"> الحاملة جوهر الله في الحياة</w:t>
      </w:r>
      <w:r w:rsidR="00F13C51">
        <w:rPr>
          <w:rtl/>
        </w:rPr>
        <w:t>،</w:t>
      </w:r>
      <w:r w:rsidRPr="00B5721E">
        <w:rPr>
          <w:rtl/>
        </w:rPr>
        <w:t xml:space="preserve"> ما عدا ذلك</w:t>
      </w:r>
      <w:r w:rsidR="00F13C51">
        <w:rPr>
          <w:rtl/>
        </w:rPr>
        <w:t>،</w:t>
      </w:r>
      <w:r w:rsidRPr="00B5721E">
        <w:rPr>
          <w:rtl/>
        </w:rPr>
        <w:t xml:space="preserve"> فإنَّه مُجتمع لا ينمو أبداً</w:t>
      </w:r>
      <w:r w:rsidR="00F13C51">
        <w:rPr>
          <w:rtl/>
        </w:rPr>
        <w:t>،</w:t>
      </w:r>
      <w:r w:rsidRPr="00B5721E">
        <w:rPr>
          <w:rtl/>
        </w:rPr>
        <w:t xml:space="preserve"> بلْ ينحطُّ إلى درك تبرِّيه حيوانيَّته</w:t>
      </w:r>
      <w:r w:rsidR="00F13C51">
        <w:rPr>
          <w:rtl/>
        </w:rPr>
        <w:t>،</w:t>
      </w:r>
      <w:r w:rsidRPr="00B5721E">
        <w:rPr>
          <w:rtl/>
        </w:rPr>
        <w:t xml:space="preserve"> وتلفُّظه الحياة مِن جوهرها الكريم</w:t>
      </w:r>
      <w:r w:rsidR="00F13C51">
        <w:rPr>
          <w:rtl/>
        </w:rPr>
        <w:t>،</w:t>
      </w:r>
      <w:r w:rsidRPr="00B5721E">
        <w:rPr>
          <w:rtl/>
        </w:rPr>
        <w:t xml:space="preserve"> ويطرده العقل مِن دائرته ا</w:t>
      </w:r>
      <w:r w:rsidR="002C2DD7">
        <w:rPr>
          <w:rtl/>
        </w:rPr>
        <w:t>لمـُ</w:t>
      </w:r>
      <w:r w:rsidRPr="00B5721E">
        <w:rPr>
          <w:rtl/>
        </w:rPr>
        <w:t>فتِّشة</w:t>
      </w:r>
      <w:r w:rsidR="00F13C51">
        <w:rPr>
          <w:rtl/>
        </w:rPr>
        <w:t xml:space="preserve"> - </w:t>
      </w:r>
      <w:r w:rsidRPr="00B5721E">
        <w:rPr>
          <w:rtl/>
        </w:rPr>
        <w:t>أبداً</w:t>
      </w:r>
      <w:r w:rsidR="00F13C51">
        <w:rPr>
          <w:rtl/>
        </w:rPr>
        <w:t xml:space="preserve"> - </w:t>
      </w:r>
      <w:r w:rsidRPr="00B5721E">
        <w:rPr>
          <w:rtl/>
        </w:rPr>
        <w:t>عن لذَّة حَلِّ الرموز الكبيرة</w:t>
      </w:r>
      <w:r w:rsidR="00F13C51">
        <w:rPr>
          <w:rtl/>
        </w:rPr>
        <w:t>،</w:t>
      </w:r>
      <w:r w:rsidRPr="00B5721E">
        <w:rPr>
          <w:rtl/>
        </w:rPr>
        <w:t xml:space="preserve"> التي يشتبك بها صدر الكون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إنَّها نكبة الإنسان ا</w:t>
      </w:r>
      <w:r w:rsidR="002C2DD7">
        <w:rPr>
          <w:rtl/>
        </w:rPr>
        <w:t>لمـُ</w:t>
      </w:r>
      <w:r w:rsidRPr="00B5721E">
        <w:rPr>
          <w:rtl/>
        </w:rPr>
        <w:t>رَّة في عدم تلقُّطه بحقيقته الإنسانيَّة</w:t>
      </w:r>
      <w:r w:rsidR="00F13C51">
        <w:rPr>
          <w:rtl/>
        </w:rPr>
        <w:t>،</w:t>
      </w:r>
      <w:r w:rsidRPr="00B5721E">
        <w:rPr>
          <w:rtl/>
        </w:rPr>
        <w:t xml:space="preserve"> التي يستدرجه إلى وعيها ا</w:t>
      </w:r>
      <w:r w:rsidR="002C2DD7">
        <w:rPr>
          <w:rtl/>
        </w:rPr>
        <w:t>لمـُ</w:t>
      </w:r>
      <w:r w:rsidRPr="00B5721E">
        <w:rPr>
          <w:rtl/>
        </w:rPr>
        <w:t>جتمع الأمثل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ذلك هو نهج عليٍّ في المعركة الكبيرة والطويلة</w:t>
      </w:r>
      <w:r w:rsidR="00F13C51">
        <w:rPr>
          <w:rtl/>
        </w:rPr>
        <w:t>،</w:t>
      </w:r>
      <w:r w:rsidRPr="00B5721E">
        <w:rPr>
          <w:rtl/>
        </w:rPr>
        <w:t xml:space="preserve"> فإذا كانت رسالة ابن عَمِّه الناطقة بالآيات البيِّنات</w:t>
      </w:r>
      <w:r w:rsidR="00F13C51">
        <w:rPr>
          <w:rtl/>
        </w:rPr>
        <w:t>،</w:t>
      </w:r>
      <w:r w:rsidRPr="00B5721E">
        <w:rPr>
          <w:rtl/>
        </w:rPr>
        <w:t xml:space="preserve"> هي مِن أجل تركيز الأُمَّة على حقيقتها في ا</w:t>
      </w:r>
      <w:r w:rsidR="002C2DD7">
        <w:rPr>
          <w:rtl/>
        </w:rPr>
        <w:t>لمـُ</w:t>
      </w:r>
      <w:r w:rsidRPr="00B5721E">
        <w:rPr>
          <w:rtl/>
        </w:rPr>
        <w:t>جتمع</w:t>
      </w:r>
      <w:r w:rsidR="00F13C51">
        <w:rPr>
          <w:rtl/>
        </w:rPr>
        <w:t>،</w:t>
      </w:r>
      <w:r w:rsidRPr="00B5721E">
        <w:rPr>
          <w:rtl/>
        </w:rPr>
        <w:t xml:space="preserve"> والتوحيد</w:t>
      </w:r>
      <w:r w:rsidR="00F13C51">
        <w:rPr>
          <w:rtl/>
        </w:rPr>
        <w:t>،</w:t>
      </w:r>
      <w:r w:rsidRPr="00B5721E">
        <w:rPr>
          <w:rtl/>
        </w:rPr>
        <w:t xml:space="preserve"> والإنتاج الثمين</w:t>
      </w:r>
      <w:r w:rsidR="00F13C51">
        <w:rPr>
          <w:rtl/>
        </w:rPr>
        <w:t>،</w:t>
      </w:r>
      <w:r w:rsidRPr="00B5721E">
        <w:rPr>
          <w:rtl/>
        </w:rPr>
        <w:t xml:space="preserve"> فإنَّ معنى ذلك أنَّ مداها هو الذي لا ينتهي</w:t>
      </w:r>
      <w:r w:rsidR="00F13C51">
        <w:rPr>
          <w:rtl/>
        </w:rPr>
        <w:t>،</w:t>
      </w:r>
      <w:r w:rsidRPr="00B5721E">
        <w:rPr>
          <w:rtl/>
        </w:rPr>
        <w:t xml:space="preserve"> بلْ يستمرُّ باستمرار تدرُّج الأُمَّة إلى أجيالها الصاعدة في وجودها الحَيِّ</w:t>
      </w:r>
      <w:r w:rsidR="00C327EB">
        <w:rPr>
          <w:rtl/>
        </w:rPr>
        <w:t>.</w:t>
      </w:r>
      <w:r w:rsidRPr="00B5721E">
        <w:rPr>
          <w:rtl/>
        </w:rPr>
        <w:t xml:space="preserve"> وهكذا</w:t>
      </w:r>
      <w:r w:rsidR="00F13C51">
        <w:rPr>
          <w:rtl/>
        </w:rPr>
        <w:t>،</w:t>
      </w:r>
      <w:r w:rsidRPr="00B5721E">
        <w:rPr>
          <w:rtl/>
        </w:rPr>
        <w:t xml:space="preserve"> فإنَّ نهج عليٍّ هو ا</w:t>
      </w:r>
      <w:r w:rsidR="002C2DD7">
        <w:rPr>
          <w:rtl/>
        </w:rPr>
        <w:t>لمـُ</w:t>
      </w:r>
      <w:r w:rsidRPr="00B5721E">
        <w:rPr>
          <w:rtl/>
        </w:rPr>
        <w:t>شتقُّ منها في حقيقة الاستمرار</w:t>
      </w:r>
      <w:r w:rsidR="00F13C51">
        <w:rPr>
          <w:rtl/>
        </w:rPr>
        <w:t>؛</w:t>
      </w:r>
      <w:r w:rsidRPr="00B5721E">
        <w:rPr>
          <w:rtl/>
        </w:rPr>
        <w:t xml:space="preserve"> لتكون الأجيال الصاعدة ميداناً لها في حقيقة الصراع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وأظنُّ مُعاوية أدرك هذا العُمق في النهج</w:t>
      </w:r>
      <w:r w:rsidR="00F13C51">
        <w:rPr>
          <w:rtl/>
        </w:rPr>
        <w:t>،</w:t>
      </w:r>
      <w:r w:rsidRPr="00B5721E">
        <w:rPr>
          <w:rtl/>
        </w:rPr>
        <w:t xml:space="preserve"> الذي قدّمه عليٌّ مادَّة في المعركة التي مات هو</w:t>
      </w:r>
      <w:r w:rsidR="00F13C51">
        <w:rPr>
          <w:rtl/>
        </w:rPr>
        <w:t>،</w:t>
      </w:r>
      <w:r w:rsidRPr="00B5721E">
        <w:rPr>
          <w:rtl/>
        </w:rPr>
        <w:t xml:space="preserve"> ولم تمت هي</w:t>
      </w:r>
      <w:r w:rsidR="00F13C51">
        <w:rPr>
          <w:rtl/>
        </w:rPr>
        <w:t>،</w:t>
      </w:r>
      <w:r w:rsidRPr="00B5721E">
        <w:rPr>
          <w:rtl/>
        </w:rPr>
        <w:t xml:space="preserve"> بلْ استمرَّت يقوم بها مِن بعده الإمام الحسن</w:t>
      </w:r>
      <w:r w:rsidR="00F13C51">
        <w:rPr>
          <w:rtl/>
        </w:rPr>
        <w:t>،</w:t>
      </w:r>
      <w:r w:rsidRPr="00B5721E">
        <w:rPr>
          <w:rtl/>
        </w:rPr>
        <w:t xml:space="preserve"> وسيموت الحسن ليقوم بها الحسين</w:t>
      </w:r>
      <w:r w:rsidR="00F13C51">
        <w:rPr>
          <w:rtl/>
        </w:rPr>
        <w:t>،</w:t>
      </w:r>
      <w:r w:rsidRPr="00B5721E">
        <w:rPr>
          <w:rtl/>
        </w:rPr>
        <w:t xml:space="preserve"> وسيموت الحسين ليستمرَّ بها الخَطُّ الذي هو</w:t>
      </w:r>
      <w:r w:rsidR="00F13C51">
        <w:rPr>
          <w:rtl/>
        </w:rPr>
        <w:t>:</w:t>
      </w:r>
      <w:r w:rsidRPr="00B5721E">
        <w:rPr>
          <w:rtl/>
        </w:rPr>
        <w:t xml:space="preserve"> وعد تتلقَّط به الأُمَّة ساعة تفتقده</w:t>
      </w:r>
      <w:r w:rsidR="00F13C51">
        <w:rPr>
          <w:rtl/>
        </w:rPr>
        <w:t>،</w:t>
      </w:r>
      <w:r w:rsidRPr="00B5721E">
        <w:rPr>
          <w:rtl/>
        </w:rPr>
        <w:t xml:space="preserve"> فتجده مزروعاً في حنينها ا</w:t>
      </w:r>
      <w:r w:rsidR="002C2DD7">
        <w:rPr>
          <w:rtl/>
        </w:rPr>
        <w:t>لمـُ</w:t>
      </w:r>
      <w:r w:rsidRPr="00B5721E">
        <w:rPr>
          <w:rtl/>
        </w:rPr>
        <w:t>فتِّش عن حقيقتها في السلوك ا</w:t>
      </w:r>
      <w:r w:rsidR="002C2DD7">
        <w:rPr>
          <w:rtl/>
        </w:rPr>
        <w:t>لمـُ</w:t>
      </w:r>
      <w:r w:rsidRPr="00B5721E">
        <w:rPr>
          <w:rtl/>
        </w:rPr>
        <w:t>متاز الذي سلكه عليٌّ</w:t>
      </w:r>
      <w:r w:rsidR="00F13C51">
        <w:rPr>
          <w:rtl/>
        </w:rPr>
        <w:t>،</w:t>
      </w:r>
      <w:r w:rsidRPr="00B5721E">
        <w:rPr>
          <w:rtl/>
        </w:rPr>
        <w:t xml:space="preserve"> وخَطُّ عليٍّ المدرَّب وا</w:t>
      </w:r>
      <w:r w:rsidR="002C2DD7">
        <w:rPr>
          <w:rtl/>
        </w:rPr>
        <w:t>لمـُ</w:t>
      </w:r>
      <w:r w:rsidRPr="00B5721E">
        <w:rPr>
          <w:rtl/>
        </w:rPr>
        <w:t>منَّع بالإمامة</w:t>
      </w:r>
      <w:r w:rsidR="00F13C51">
        <w:rPr>
          <w:rtl/>
        </w:rPr>
        <w:t>،</w:t>
      </w:r>
      <w:r w:rsidRPr="00B5721E">
        <w:rPr>
          <w:rtl/>
        </w:rPr>
        <w:t xml:space="preserve"> التي هي لون سياسيٌّ مُعيَّن النهج</w:t>
      </w:r>
      <w:r w:rsidR="00F13C51">
        <w:rPr>
          <w:rtl/>
        </w:rPr>
        <w:t>،</w:t>
      </w:r>
      <w:r w:rsidRPr="00B5721E">
        <w:rPr>
          <w:rtl/>
        </w:rPr>
        <w:t xml:space="preserve"> وصادق الرسالة والوصيَّة</w:t>
      </w:r>
      <w:r w:rsidR="00F13C51">
        <w:rPr>
          <w:rtl/>
        </w:rPr>
        <w:t>،</w:t>
      </w:r>
      <w:r w:rsidRPr="00B5721E">
        <w:rPr>
          <w:rtl/>
        </w:rPr>
        <w:t xml:space="preserve"> مِن أجل هذه الأُمَّة التي ستبقى عين النبي</w:t>
      </w:r>
      <w:r w:rsidR="00F13C51">
        <w:rPr>
          <w:rtl/>
        </w:rPr>
        <w:t>،</w:t>
      </w:r>
      <w:r w:rsidRPr="00B5721E">
        <w:rPr>
          <w:rtl/>
        </w:rPr>
        <w:t xml:space="preserve"> وهَمَّه النابض بحقيقته الإنسانيَّة الجوهريَّة في الحياة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وإنَّها الآن المعركة التي فتح لها الميدان الوسيع عليٌّ</w:t>
      </w:r>
      <w:r w:rsidR="00F13C51">
        <w:rPr>
          <w:rtl/>
        </w:rPr>
        <w:t>،</w:t>
      </w:r>
      <w:r w:rsidRPr="00B5721E">
        <w:rPr>
          <w:rtl/>
        </w:rPr>
        <w:t xml:space="preserve"> وتركها في عُهدة ابنه الحسن</w:t>
      </w:r>
      <w:r w:rsidR="00F13C51">
        <w:rPr>
          <w:rtl/>
        </w:rPr>
        <w:t>،</w:t>
      </w:r>
      <w:r w:rsidRPr="00B5721E">
        <w:rPr>
          <w:rtl/>
        </w:rPr>
        <w:t xml:space="preserve"> وسيظنُّ مُعاوية أنَّه ا</w:t>
      </w:r>
      <w:r w:rsidR="002C2DD7">
        <w:rPr>
          <w:rtl/>
        </w:rPr>
        <w:t>لمـُ</w:t>
      </w:r>
      <w:r w:rsidRPr="00B5721E">
        <w:rPr>
          <w:rtl/>
        </w:rPr>
        <w:t>نتصر في مُعاهدة الصُّلح</w:t>
      </w:r>
      <w:r w:rsidR="00F13C51">
        <w:rPr>
          <w:rtl/>
        </w:rPr>
        <w:t>،</w:t>
      </w:r>
      <w:r w:rsidRPr="00B5721E">
        <w:rPr>
          <w:rtl/>
        </w:rPr>
        <w:t xml:space="preserve"> حول الخلافة التي تنازل له عنها الحسن</w:t>
      </w:r>
      <w:r w:rsidR="00F13C51">
        <w:rPr>
          <w:rtl/>
        </w:rPr>
        <w:t>،</w:t>
      </w:r>
      <w:r w:rsidRPr="00B5721E">
        <w:rPr>
          <w:rtl/>
        </w:rPr>
        <w:t xml:space="preserve"> وعلى أنْ تعود إليه ساعة يمنعه عنها قَدَر الموت</w:t>
      </w:r>
      <w:r w:rsidR="00C327EB">
        <w:rPr>
          <w:rtl/>
        </w:rPr>
        <w:t>.</w:t>
      </w:r>
      <w:r w:rsidRPr="00B5721E">
        <w:rPr>
          <w:rtl/>
        </w:rPr>
        <w:t xml:space="preserve"> لقد استعمل وسيلة الرشوة</w:t>
      </w:r>
      <w:r w:rsidR="00F13C51">
        <w:rPr>
          <w:rtl/>
        </w:rPr>
        <w:t>،</w:t>
      </w:r>
      <w:r w:rsidRPr="00B5721E">
        <w:rPr>
          <w:rtl/>
        </w:rPr>
        <w:t xml:space="preserve"> حلَّى بها شَفة عبيد الله بن العباس قائد جيش الحسن</w:t>
      </w:r>
      <w:r w:rsidR="00F13C51">
        <w:rPr>
          <w:rtl/>
        </w:rPr>
        <w:t>،</w:t>
      </w:r>
      <w:r w:rsidRPr="00B5721E">
        <w:rPr>
          <w:rtl/>
        </w:rPr>
        <w:t xml:space="preserve"> مِمَّا أضعف الحسن عسكريَّاً في الميدان</w:t>
      </w:r>
      <w:r w:rsidR="00F13C51">
        <w:rPr>
          <w:rtl/>
        </w:rPr>
        <w:t>،</w:t>
      </w:r>
      <w:r w:rsidRPr="00B5721E">
        <w:rPr>
          <w:rtl/>
        </w:rPr>
        <w:t xml:space="preserve"> وجعله يُقدِم على عَقد مُعاهدة الصلح اغتناماً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لحَقن دماء الأُمَّة</w:t>
      </w:r>
      <w:r w:rsidR="00F13C51">
        <w:rPr>
          <w:rtl/>
        </w:rPr>
        <w:t>،</w:t>
      </w:r>
      <w:r w:rsidRPr="00B5721E">
        <w:rPr>
          <w:rtl/>
        </w:rPr>
        <w:t xml:space="preserve"> ويتحقَّق مِن ذلك عدم ترك الأحقاد</w:t>
      </w:r>
      <w:r w:rsidR="00F13C51">
        <w:rPr>
          <w:rtl/>
        </w:rPr>
        <w:t>،</w:t>
      </w:r>
      <w:r w:rsidRPr="00B5721E">
        <w:rPr>
          <w:rtl/>
        </w:rPr>
        <w:t xml:space="preserve"> والضغائن تعود إلى تمركزها في النفوس</w:t>
      </w:r>
      <w:r w:rsidR="00F13C51">
        <w:rPr>
          <w:rtl/>
        </w:rPr>
        <w:t>،</w:t>
      </w:r>
      <w:r w:rsidRPr="00B5721E">
        <w:rPr>
          <w:rtl/>
        </w:rPr>
        <w:t xml:space="preserve"> وهي تنشر القتل والخراب</w:t>
      </w:r>
      <w:r w:rsidR="00F13C51">
        <w:rPr>
          <w:rtl/>
        </w:rPr>
        <w:t>،</w:t>
      </w:r>
      <w:r w:rsidRPr="00B5721E">
        <w:rPr>
          <w:rtl/>
        </w:rPr>
        <w:t xml:space="preserve"> والدمار بين القبائل ا</w:t>
      </w:r>
      <w:r w:rsidR="002C2DD7">
        <w:rPr>
          <w:rtl/>
        </w:rPr>
        <w:t>لمـُ</w:t>
      </w:r>
      <w:r w:rsidRPr="00B5721E">
        <w:rPr>
          <w:rtl/>
        </w:rPr>
        <w:t>تناحرة</w:t>
      </w:r>
      <w:r w:rsidR="00F13C51">
        <w:rPr>
          <w:rtl/>
        </w:rPr>
        <w:t>،</w:t>
      </w:r>
      <w:r w:rsidRPr="00B5721E">
        <w:rPr>
          <w:rtl/>
        </w:rPr>
        <w:t xml:space="preserve"> وهي بذلك تتلهَّى عن العمل ا</w:t>
      </w:r>
      <w:r w:rsidR="002C2DD7">
        <w:rPr>
          <w:rtl/>
        </w:rPr>
        <w:t>لمـُ</w:t>
      </w:r>
      <w:r w:rsidRPr="00B5721E">
        <w:rPr>
          <w:rtl/>
        </w:rPr>
        <w:t>نتج والخير الذي يعيش به ا</w:t>
      </w:r>
      <w:r w:rsidR="002C2DD7">
        <w:rPr>
          <w:rtl/>
        </w:rPr>
        <w:t>لمـُ</w:t>
      </w:r>
      <w:r w:rsidRPr="00B5721E">
        <w:rPr>
          <w:rtl/>
        </w:rPr>
        <w:t>جتمع</w:t>
      </w:r>
      <w:r w:rsidR="00F13C51">
        <w:rPr>
          <w:rtl/>
        </w:rPr>
        <w:t>،</w:t>
      </w:r>
      <w:r w:rsidRPr="00B5721E">
        <w:rPr>
          <w:rtl/>
        </w:rPr>
        <w:t xml:space="preserve"> ويُحقِّق حضوره السليم</w:t>
      </w:r>
      <w:r w:rsidR="00F13C51">
        <w:rPr>
          <w:rtl/>
        </w:rPr>
        <w:t>،</w:t>
      </w:r>
      <w:r w:rsidRPr="00B5721E">
        <w:rPr>
          <w:rtl/>
        </w:rPr>
        <w:t xml:space="preserve"> كما وأنَّ الحرب</w:t>
      </w:r>
      <w:r w:rsidR="00F13C51">
        <w:rPr>
          <w:rtl/>
        </w:rPr>
        <w:t xml:space="preserve"> - </w:t>
      </w:r>
      <w:r w:rsidRPr="00B5721E">
        <w:rPr>
          <w:rtl/>
        </w:rPr>
        <w:t>بحَدِّ ذاتها</w:t>
      </w:r>
      <w:r w:rsidR="00F13C51">
        <w:rPr>
          <w:rtl/>
        </w:rPr>
        <w:t xml:space="preserve"> - </w:t>
      </w:r>
      <w:r w:rsidRPr="00B5721E">
        <w:rPr>
          <w:rtl/>
        </w:rPr>
        <w:t>تشقُّ الأُمَّة إلى عِدَّة جبهات مُتصارعة</w:t>
      </w:r>
      <w:r w:rsidR="00F13C51">
        <w:rPr>
          <w:rtl/>
        </w:rPr>
        <w:t>،</w:t>
      </w:r>
      <w:r w:rsidRPr="00B5721E">
        <w:rPr>
          <w:rtl/>
        </w:rPr>
        <w:t xml:space="preserve"> ليكون الربح هو الأكبر والأجلَّ</w:t>
      </w:r>
      <w:r w:rsidR="00F13C51">
        <w:rPr>
          <w:rtl/>
        </w:rPr>
        <w:t>،</w:t>
      </w:r>
      <w:r w:rsidRPr="00B5721E">
        <w:rPr>
          <w:rtl/>
        </w:rPr>
        <w:t xml:space="preserve"> في تحاشي وقوع الحرب</w:t>
      </w:r>
      <w:r w:rsidR="00F13C51">
        <w:rPr>
          <w:rtl/>
        </w:rPr>
        <w:t>،</w:t>
      </w:r>
      <w:r w:rsidRPr="00B5721E">
        <w:rPr>
          <w:rtl/>
        </w:rPr>
        <w:t xml:space="preserve"> حتَّى تبقى الأُمَّة كلُّها في اتصالها المفتوح</w:t>
      </w:r>
      <w:r w:rsidR="00F13C51">
        <w:rPr>
          <w:rtl/>
        </w:rPr>
        <w:t>،</w:t>
      </w:r>
      <w:r w:rsidRPr="00B5721E">
        <w:rPr>
          <w:rtl/>
        </w:rPr>
        <w:t xml:space="preserve"> وبذلك تتمُّ لها الدورة الحياتيَّة ا</w:t>
      </w:r>
      <w:r w:rsidR="002C2DD7">
        <w:rPr>
          <w:rtl/>
        </w:rPr>
        <w:t>لمـُ</w:t>
      </w:r>
      <w:r w:rsidRPr="00B5721E">
        <w:rPr>
          <w:rtl/>
        </w:rPr>
        <w:t>كمِّلة ذاتها بذاتها</w:t>
      </w:r>
      <w:r w:rsidR="00F13C51">
        <w:rPr>
          <w:rtl/>
        </w:rPr>
        <w:t>،</w:t>
      </w:r>
      <w:r w:rsidRPr="00B5721E">
        <w:rPr>
          <w:rtl/>
        </w:rPr>
        <w:t xml:space="preserve"> مِن دون أيٍّ مِن العراقيل</w:t>
      </w:r>
      <w:r w:rsidR="00F13C51">
        <w:rPr>
          <w:rtl/>
        </w:rPr>
        <w:t>،</w:t>
      </w:r>
      <w:r w:rsidRPr="00B5721E">
        <w:rPr>
          <w:rtl/>
        </w:rPr>
        <w:t xml:space="preserve"> التي هي سَمُّ القطيعة بين إخوة هُمْ وحدة في العِرق</w:t>
      </w:r>
      <w:r w:rsidR="00F13C51">
        <w:rPr>
          <w:rtl/>
        </w:rPr>
        <w:t>،</w:t>
      </w:r>
      <w:r w:rsidRPr="00B5721E">
        <w:rPr>
          <w:rtl/>
        </w:rPr>
        <w:t xml:space="preserve"> والأرض</w:t>
      </w:r>
      <w:r w:rsidR="00F13C51">
        <w:rPr>
          <w:rtl/>
        </w:rPr>
        <w:t>،</w:t>
      </w:r>
      <w:r w:rsidRPr="00B5721E">
        <w:rPr>
          <w:rtl/>
        </w:rPr>
        <w:t xml:space="preserve"> والمصير</w:t>
      </w:r>
      <w:r w:rsidR="00F13C51">
        <w:rPr>
          <w:rtl/>
        </w:rPr>
        <w:t>،</w:t>
      </w:r>
      <w:r w:rsidRPr="00B5721E">
        <w:rPr>
          <w:rtl/>
        </w:rPr>
        <w:t xml:space="preserve"> وهُمْ قوَّة رائعة في التحقيق الإنساني</w:t>
      </w:r>
      <w:r w:rsidR="00F13C51">
        <w:rPr>
          <w:rtl/>
        </w:rPr>
        <w:t>،</w:t>
      </w:r>
      <w:r w:rsidRPr="00B5721E">
        <w:rPr>
          <w:rtl/>
        </w:rPr>
        <w:t xml:space="preserve"> ا</w:t>
      </w:r>
      <w:r w:rsidR="002C2DD7">
        <w:rPr>
          <w:rtl/>
        </w:rPr>
        <w:t>لمـُ</w:t>
      </w:r>
      <w:r w:rsidRPr="00B5721E">
        <w:rPr>
          <w:rtl/>
        </w:rPr>
        <w:t>نتمي إلى وحدة عروبيَّة حقَّقتها الجزيرة الأُمُّ عبر التاريخ السحيق</w:t>
      </w:r>
      <w:r w:rsidR="00F13C51">
        <w:rPr>
          <w:rtl/>
        </w:rPr>
        <w:t>،</w:t>
      </w:r>
      <w:r w:rsidRPr="00B5721E">
        <w:rPr>
          <w:rtl/>
        </w:rPr>
        <w:t xml:space="preserve"> بتوزيع أبنائها أفواجاً أفواجاً</w:t>
      </w:r>
      <w:r w:rsidR="00F13C51">
        <w:rPr>
          <w:rtl/>
        </w:rPr>
        <w:t>،</w:t>
      </w:r>
      <w:r w:rsidRPr="00B5721E">
        <w:rPr>
          <w:rtl/>
        </w:rPr>
        <w:t xml:space="preserve"> على اليمين وعلى اليسار</w:t>
      </w:r>
      <w:r w:rsidR="00F13C51">
        <w:rPr>
          <w:rtl/>
        </w:rPr>
        <w:t>،</w:t>
      </w:r>
      <w:r w:rsidRPr="00B5721E">
        <w:rPr>
          <w:rtl/>
        </w:rPr>
        <w:t xml:space="preserve"> فإذا هي عالم مربوط بألياف مِن العظم واللحم والدم</w:t>
      </w:r>
      <w:r w:rsidR="00F13C51">
        <w:rPr>
          <w:rtl/>
        </w:rPr>
        <w:t>،</w:t>
      </w:r>
      <w:r w:rsidRPr="00B5721E">
        <w:rPr>
          <w:rtl/>
        </w:rPr>
        <w:t xml:space="preserve"> تجمع بها هذا الإنسان ا</w:t>
      </w:r>
      <w:r w:rsidR="002C2DD7">
        <w:rPr>
          <w:rtl/>
        </w:rPr>
        <w:t>لمـُ</w:t>
      </w:r>
      <w:r w:rsidRPr="00B5721E">
        <w:rPr>
          <w:rtl/>
        </w:rPr>
        <w:t>جتمعيِّ إلى أصل واحد ومصير واحد</w:t>
      </w:r>
      <w:r w:rsidR="00F13C51">
        <w:rPr>
          <w:rtl/>
        </w:rPr>
        <w:t>،</w:t>
      </w:r>
      <w:r w:rsidRPr="00B5721E">
        <w:rPr>
          <w:rtl/>
        </w:rPr>
        <w:t xml:space="preserve"> وإنتاج فكريٍّ</w:t>
      </w:r>
      <w:r w:rsidR="00F13C51">
        <w:rPr>
          <w:rtl/>
        </w:rPr>
        <w:t xml:space="preserve"> - </w:t>
      </w:r>
      <w:r w:rsidRPr="00B5721E">
        <w:rPr>
          <w:rtl/>
        </w:rPr>
        <w:t>روحيٍّ</w:t>
      </w:r>
      <w:r w:rsidR="00F13C51">
        <w:rPr>
          <w:rtl/>
        </w:rPr>
        <w:t xml:space="preserve"> - </w:t>
      </w:r>
      <w:r w:rsidRPr="00B5721E">
        <w:rPr>
          <w:rtl/>
        </w:rPr>
        <w:t>واحد</w:t>
      </w:r>
      <w:r w:rsidR="00F13C51">
        <w:rPr>
          <w:rtl/>
        </w:rPr>
        <w:t>،</w:t>
      </w:r>
      <w:r w:rsidRPr="00B5721E">
        <w:rPr>
          <w:rtl/>
        </w:rPr>
        <w:t xml:space="preserve"> كانت نتيجته العظيمة الواحدة مُجمعة في هذا الشعاع الذي ضاء عليها</w:t>
      </w:r>
      <w:r w:rsidR="00F13C51">
        <w:rPr>
          <w:rtl/>
        </w:rPr>
        <w:t>،</w:t>
      </w:r>
      <w:r w:rsidRPr="00B5721E">
        <w:rPr>
          <w:rtl/>
        </w:rPr>
        <w:t xml:space="preserve"> فإذا هو هذا العظيم ا</w:t>
      </w:r>
      <w:r w:rsidR="002C2DD7">
        <w:rPr>
          <w:rtl/>
        </w:rPr>
        <w:t>لمـُ</w:t>
      </w:r>
      <w:r w:rsidRPr="00B5721E">
        <w:rPr>
          <w:rtl/>
        </w:rPr>
        <w:t>ستدرج منها وا</w:t>
      </w:r>
      <w:r w:rsidR="002C2DD7">
        <w:rPr>
          <w:rtl/>
        </w:rPr>
        <w:t>لمـُ</w:t>
      </w:r>
      <w:r w:rsidRPr="00B5721E">
        <w:rPr>
          <w:rtl/>
        </w:rPr>
        <w:t>ستقطب إليها</w:t>
      </w:r>
      <w:r w:rsidR="00F13C51">
        <w:rPr>
          <w:rtl/>
        </w:rPr>
        <w:t>،</w:t>
      </w:r>
      <w:r w:rsidRPr="00B5721E">
        <w:rPr>
          <w:rtl/>
        </w:rPr>
        <w:t xml:space="preserve"> واسمه الأمين والرسول</w:t>
      </w:r>
      <w:r w:rsidR="00F13C51">
        <w:rPr>
          <w:rtl/>
        </w:rPr>
        <w:t>،</w:t>
      </w:r>
      <w:r w:rsidRPr="00B5721E">
        <w:rPr>
          <w:rtl/>
        </w:rPr>
        <w:t xml:space="preserve"> والنبي محمد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وهكذا ولِدت الأُمَّة مع محمدها مِن جديد</w:t>
      </w:r>
      <w:r w:rsidR="00F13C51">
        <w:rPr>
          <w:rtl/>
        </w:rPr>
        <w:t>،</w:t>
      </w:r>
      <w:r w:rsidRPr="00B5721E">
        <w:rPr>
          <w:rtl/>
        </w:rPr>
        <w:t xml:space="preserve"> في بعثٍ جديد</w:t>
      </w:r>
      <w:r w:rsidR="00F13C51">
        <w:rPr>
          <w:rtl/>
        </w:rPr>
        <w:t>،</w:t>
      </w:r>
      <w:r w:rsidRPr="00B5721E">
        <w:rPr>
          <w:rtl/>
        </w:rPr>
        <w:t xml:space="preserve"> وظهورٍ جديد</w:t>
      </w:r>
      <w:r w:rsidR="00F13C51">
        <w:rPr>
          <w:rtl/>
        </w:rPr>
        <w:t>،</w:t>
      </w:r>
      <w:r w:rsidRPr="00B5721E">
        <w:rPr>
          <w:rtl/>
        </w:rPr>
        <w:t xml:space="preserve"> ووعيٍ جديد</w:t>
      </w:r>
      <w:r w:rsidR="00F13C51">
        <w:rPr>
          <w:rtl/>
        </w:rPr>
        <w:t>،</w:t>
      </w:r>
      <w:r w:rsidRPr="00B5721E">
        <w:rPr>
          <w:rtl/>
        </w:rPr>
        <w:t xml:space="preserve"> وإدراكٍ جديد</w:t>
      </w:r>
      <w:r w:rsidR="00F13C51">
        <w:rPr>
          <w:rtl/>
        </w:rPr>
        <w:t>،</w:t>
      </w:r>
      <w:r w:rsidRPr="00B5721E">
        <w:rPr>
          <w:rtl/>
        </w:rPr>
        <w:t xml:space="preserve"> بأنَّها واسعة وسع أرضها</w:t>
      </w:r>
      <w:r w:rsidR="00F13C51">
        <w:rPr>
          <w:rtl/>
        </w:rPr>
        <w:t>،</w:t>
      </w:r>
      <w:r w:rsidRPr="00B5721E">
        <w:rPr>
          <w:rtl/>
        </w:rPr>
        <w:t xml:space="preserve"> وعميقة عُمق تاريخها</w:t>
      </w:r>
      <w:r w:rsidR="00F13C51">
        <w:rPr>
          <w:rtl/>
        </w:rPr>
        <w:t>،</w:t>
      </w:r>
      <w:r w:rsidRPr="00B5721E">
        <w:rPr>
          <w:rtl/>
        </w:rPr>
        <w:t xml:space="preserve"> وجليلة جلال إنتاجها ا</w:t>
      </w:r>
      <w:r w:rsidR="002C2DD7">
        <w:rPr>
          <w:rtl/>
        </w:rPr>
        <w:t>لمـُ</w:t>
      </w:r>
      <w:r w:rsidRPr="00B5721E">
        <w:rPr>
          <w:rtl/>
        </w:rPr>
        <w:t>تمثِّل الآن بنبيِّها ورسولها ا</w:t>
      </w:r>
      <w:r w:rsidR="002C2DD7">
        <w:rPr>
          <w:rtl/>
        </w:rPr>
        <w:t>لمـُ</w:t>
      </w:r>
      <w:r w:rsidRPr="00B5721E">
        <w:rPr>
          <w:rtl/>
        </w:rPr>
        <w:t>بشِّر بها قوَّة مجموعة مِن ضلوع الحَقِّ</w:t>
      </w:r>
      <w:r w:rsidR="00F13C51">
        <w:rPr>
          <w:rtl/>
        </w:rPr>
        <w:t>،</w:t>
      </w:r>
      <w:r w:rsidRPr="00B5721E">
        <w:rPr>
          <w:rtl/>
        </w:rPr>
        <w:t xml:space="preserve"> لتبقى أبداً أُمَّة مُفتِّشة عن جوهرها الإنسانيِّ العريق</w:t>
      </w:r>
      <w:r w:rsidR="00F13C51">
        <w:rPr>
          <w:rtl/>
        </w:rPr>
        <w:t>،</w:t>
      </w:r>
      <w:r w:rsidRPr="00B5721E">
        <w:rPr>
          <w:rtl/>
        </w:rPr>
        <w:t xml:space="preserve"> والذي تجده دائماً في وحدتها العاقلة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هل هو قليل وزهيد ما أدركه العظيم محمد مِن أجل أُمَّته</w:t>
      </w:r>
      <w:r w:rsidR="00F13C51">
        <w:rPr>
          <w:rtl/>
        </w:rPr>
        <w:t>،</w:t>
      </w:r>
      <w:r w:rsidRPr="00B5721E">
        <w:rPr>
          <w:rtl/>
        </w:rPr>
        <w:t xml:space="preserve"> التي فاضت بإنسانها مِن أرض الجزيرة الأُمِّ</w:t>
      </w:r>
      <w:r w:rsidR="00F13C51">
        <w:rPr>
          <w:rtl/>
        </w:rPr>
        <w:t>،</w:t>
      </w:r>
      <w:r w:rsidRPr="00B5721E">
        <w:rPr>
          <w:rtl/>
        </w:rPr>
        <w:t xml:space="preserve"> وراحت تملأ الدائرة حولها مُنذ عشرات آلاف السنين مِن حياة إنسانها على الأرض</w:t>
      </w:r>
      <w:r w:rsidR="00106DAF">
        <w:rPr>
          <w:rtl/>
        </w:rPr>
        <w:t>؟</w:t>
      </w:r>
      <w:r w:rsidRPr="00B5721E">
        <w:rPr>
          <w:rtl/>
        </w:rPr>
        <w:t xml:space="preserve"> فإذا الأصقاع كلُّها مربوطة بهذا الفيض الإنسانيِّ الواحد</w:t>
      </w:r>
      <w:r w:rsidR="00F13C51">
        <w:rPr>
          <w:rtl/>
        </w:rPr>
        <w:t>،</w:t>
      </w:r>
      <w:r w:rsidRPr="00B5721E">
        <w:rPr>
          <w:rtl/>
        </w:rPr>
        <w:t xml:space="preserve"> أكان ذلك في خواصر الأرض التي تنهل ريَّها مِن النابعين الرافدين فيها</w:t>
      </w:r>
      <w:r w:rsidR="00F13C51">
        <w:rPr>
          <w:rtl/>
        </w:rPr>
        <w:t>:</w:t>
      </w:r>
      <w:r w:rsidRPr="00B5721E">
        <w:rPr>
          <w:rtl/>
        </w:rPr>
        <w:t xml:space="preserve"> دجلة والفرات</w:t>
      </w:r>
      <w:r w:rsidR="00F13C51">
        <w:rPr>
          <w:rtl/>
        </w:rPr>
        <w:t>،</w:t>
      </w:r>
      <w:r w:rsidRPr="00B5721E">
        <w:rPr>
          <w:rtl/>
        </w:rPr>
        <w:t xml:space="preserve"> أم كان في تلك الخواصر الشبعانة مِن جود بردى في غوطة الشام</w:t>
      </w:r>
      <w:r w:rsidR="00F13C51">
        <w:rPr>
          <w:rtl/>
        </w:rPr>
        <w:t>،</w:t>
      </w:r>
      <w:r w:rsidRPr="00B5721E">
        <w:rPr>
          <w:rtl/>
        </w:rPr>
        <w:t xml:space="preserve"> أم كان في تلك الأُخرى الساجدة وهي تَرضع الخير مِن أحضان النيل إله مصر الأكرم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lastRenderedPageBreak/>
        <w:t>إنَّها الأُمَّة التي تربَّعت في أشواق محمد</w:t>
      </w:r>
      <w:r w:rsidR="00F13C51">
        <w:rPr>
          <w:rtl/>
        </w:rPr>
        <w:t>،</w:t>
      </w:r>
      <w:r w:rsidRPr="00B5721E">
        <w:rPr>
          <w:rtl/>
        </w:rPr>
        <w:t xml:space="preserve"> وراح يجمعها بالرسالة</w:t>
      </w:r>
      <w:r w:rsidR="00F13C51">
        <w:rPr>
          <w:rtl/>
        </w:rPr>
        <w:t>،</w:t>
      </w:r>
      <w:r w:rsidRPr="00B5721E">
        <w:rPr>
          <w:rtl/>
        </w:rPr>
        <w:t xml:space="preserve"> ولقد وسَّع الرسالة مِن أجلها</w:t>
      </w:r>
      <w:r w:rsidR="00F13C51">
        <w:rPr>
          <w:rtl/>
        </w:rPr>
        <w:t>،</w:t>
      </w:r>
      <w:r w:rsidRPr="00B5721E">
        <w:rPr>
          <w:rtl/>
        </w:rPr>
        <w:t xml:space="preserve"> وجعلها تفيض بقيمة إنسانيَّة مُطلقة</w:t>
      </w:r>
      <w:r w:rsidR="00F13C51">
        <w:rPr>
          <w:rtl/>
        </w:rPr>
        <w:t>،</w:t>
      </w:r>
      <w:r w:rsidRPr="00B5721E">
        <w:rPr>
          <w:rtl/>
        </w:rPr>
        <w:t xml:space="preserve"> تعتنقها وتَدين بها كلُّ أُمَّة أُخرى</w:t>
      </w:r>
      <w:r w:rsidR="00F13C51">
        <w:rPr>
          <w:rtl/>
        </w:rPr>
        <w:t>،</w:t>
      </w:r>
      <w:r w:rsidRPr="00B5721E">
        <w:rPr>
          <w:rtl/>
        </w:rPr>
        <w:t xml:space="preserve"> وهكذا تتوسَّع الارتباطات ا</w:t>
      </w:r>
      <w:r w:rsidR="002C2DD7">
        <w:rPr>
          <w:rtl/>
        </w:rPr>
        <w:t>لمـُ</w:t>
      </w:r>
      <w:r w:rsidRPr="00B5721E">
        <w:rPr>
          <w:rtl/>
        </w:rPr>
        <w:t>تجانسة بإدراك الحَقِّ</w:t>
      </w:r>
      <w:r w:rsidR="00F13C51">
        <w:rPr>
          <w:rtl/>
        </w:rPr>
        <w:t>،</w:t>
      </w:r>
      <w:r w:rsidRPr="00B5721E">
        <w:rPr>
          <w:rtl/>
        </w:rPr>
        <w:t xml:space="preserve"> وتنظيف النيَّات مِن لوثات السوء</w:t>
      </w:r>
      <w:r w:rsidR="00F13C51">
        <w:rPr>
          <w:rtl/>
        </w:rPr>
        <w:t>،</w:t>
      </w:r>
      <w:r w:rsidRPr="00B5721E">
        <w:rPr>
          <w:rtl/>
        </w:rPr>
        <w:t xml:space="preserve"> وينتفي ميل التعدِّي على حقوق الغير</w:t>
      </w:r>
      <w:r w:rsidR="00F13C51">
        <w:rPr>
          <w:rtl/>
        </w:rPr>
        <w:t>،</w:t>
      </w:r>
      <w:r w:rsidRPr="00B5721E">
        <w:rPr>
          <w:rtl/>
        </w:rPr>
        <w:t xml:space="preserve"> وبذلك تتروَّض العَلاقات بين أُمَّة واحدة</w:t>
      </w:r>
      <w:r w:rsidR="00F13C51">
        <w:rPr>
          <w:rtl/>
        </w:rPr>
        <w:t>،</w:t>
      </w:r>
      <w:r w:rsidRPr="00B5721E">
        <w:rPr>
          <w:rtl/>
        </w:rPr>
        <w:t xml:space="preserve"> بزخم الرسالة التي هي فيض نور وهداية للإنسان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ليس التوسُّع هذا أكثر مِن شاردة</w:t>
      </w:r>
      <w:r w:rsidR="00F13C51">
        <w:rPr>
          <w:rtl/>
        </w:rPr>
        <w:t>،</w:t>
      </w:r>
      <w:r w:rsidRPr="00B5721E">
        <w:rPr>
          <w:rtl/>
        </w:rPr>
        <w:t xml:space="preserve"> تُبيِّن أنَّ لُحمة الأُمَّة حصيلة طبيعيَّة جغرافيَّة</w:t>
      </w:r>
      <w:r w:rsidR="00F13C51">
        <w:rPr>
          <w:rtl/>
        </w:rPr>
        <w:t xml:space="preserve"> - </w:t>
      </w:r>
      <w:r w:rsidRPr="00B5721E">
        <w:rPr>
          <w:rtl/>
        </w:rPr>
        <w:t>تاريخيَّة</w:t>
      </w:r>
      <w:r w:rsidR="00F13C51">
        <w:rPr>
          <w:rtl/>
        </w:rPr>
        <w:t xml:space="preserve"> -،</w:t>
      </w:r>
      <w:r w:rsidRPr="00B5721E">
        <w:rPr>
          <w:rtl/>
        </w:rPr>
        <w:t xml:space="preserve"> وأنَّها عامل إنمائيٌّ في ربط الإنسان بمُحيطه الفاعل</w:t>
      </w:r>
      <w:r w:rsidR="00F13C51">
        <w:rPr>
          <w:rtl/>
        </w:rPr>
        <w:t>،</w:t>
      </w:r>
      <w:r w:rsidRPr="00B5721E">
        <w:rPr>
          <w:rtl/>
        </w:rPr>
        <w:t xml:space="preserve"> مِن أجل تعزيز إنتاج تُوفِّره الوحدة ا</w:t>
      </w:r>
      <w:r w:rsidR="002C2DD7">
        <w:rPr>
          <w:rtl/>
        </w:rPr>
        <w:t>لمـُ</w:t>
      </w:r>
      <w:r w:rsidRPr="00B5721E">
        <w:rPr>
          <w:rtl/>
        </w:rPr>
        <w:t>تضامنة باستقرارها وباشتراك مصيرها</w:t>
      </w:r>
      <w:r w:rsidR="00C327EB">
        <w:rPr>
          <w:rtl/>
        </w:rPr>
        <w:t>.</w:t>
      </w:r>
      <w:r w:rsidRPr="00B5721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إنَّ أعز أُمَم الأرض هي الأُمَّة ا</w:t>
      </w:r>
      <w:r w:rsidR="002C2DD7">
        <w:rPr>
          <w:rtl/>
        </w:rPr>
        <w:t>لمـُ</w:t>
      </w:r>
      <w:r w:rsidRPr="00B5721E">
        <w:rPr>
          <w:rtl/>
        </w:rPr>
        <w:t>طمئنَّة في وحدتها وتلاصقها بأرضها ا</w:t>
      </w:r>
      <w:r w:rsidR="002C2DD7">
        <w:rPr>
          <w:rtl/>
        </w:rPr>
        <w:t>لمـَ</w:t>
      </w:r>
      <w:r w:rsidRPr="00B5721E">
        <w:rPr>
          <w:rtl/>
        </w:rPr>
        <w:t>عطاء</w:t>
      </w:r>
      <w:r w:rsidR="00F13C51">
        <w:rPr>
          <w:rtl/>
        </w:rPr>
        <w:t>،</w:t>
      </w:r>
      <w:r w:rsidRPr="00B5721E">
        <w:rPr>
          <w:rtl/>
        </w:rPr>
        <w:t xml:space="preserve"> وتجانسها بأفكارها</w:t>
      </w:r>
      <w:r w:rsidR="00F13C51">
        <w:rPr>
          <w:rtl/>
        </w:rPr>
        <w:t>،</w:t>
      </w:r>
      <w:r w:rsidRPr="00B5721E">
        <w:rPr>
          <w:rtl/>
        </w:rPr>
        <w:t xml:space="preserve"> وتضافرها في إنتاجها</w:t>
      </w:r>
      <w:r w:rsidR="00F13C51">
        <w:rPr>
          <w:rtl/>
        </w:rPr>
        <w:t>،</w:t>
      </w:r>
      <w:r w:rsidRPr="00B5721E">
        <w:rPr>
          <w:rtl/>
        </w:rPr>
        <w:t xml:space="preserve"> وتلاحمها في حضارتها وثقافتها وانفتاحها في إنسانيَّتها ا</w:t>
      </w:r>
      <w:r w:rsidR="002C2DD7">
        <w:rPr>
          <w:rtl/>
        </w:rPr>
        <w:t>لمـُ</w:t>
      </w:r>
      <w:r w:rsidRPr="00B5721E">
        <w:rPr>
          <w:rtl/>
        </w:rPr>
        <w:t>نتجة حقَّاً وصدقاً</w:t>
      </w:r>
      <w:r w:rsidR="00C327EB">
        <w:rPr>
          <w:rtl/>
        </w:rPr>
        <w:t>.</w:t>
      </w:r>
      <w:r w:rsidRPr="00B5721E">
        <w:rPr>
          <w:rtl/>
        </w:rPr>
        <w:t xml:space="preserve"> إنَّها الأُمَّة المثاليَّة التي لعبت دوراً عظيماً في تشوُّق الرسول محمد</w:t>
      </w:r>
      <w:r w:rsidR="00F13C51">
        <w:rPr>
          <w:rtl/>
        </w:rPr>
        <w:t>،</w:t>
      </w:r>
      <w:r w:rsidRPr="00B5721E">
        <w:rPr>
          <w:rtl/>
        </w:rPr>
        <w:t xml:space="preserve"> وكانت هي التي تمنَّى لها سويَّة مِن هذا الطراز</w:t>
      </w:r>
      <w:r w:rsidR="00F13C51">
        <w:rPr>
          <w:rtl/>
        </w:rPr>
        <w:t>،</w:t>
      </w:r>
      <w:r w:rsidRPr="00B5721E">
        <w:rPr>
          <w:rtl/>
        </w:rPr>
        <w:t xml:space="preserve"> وكانت هي التي تخصَّصت لها الرسالة</w:t>
      </w:r>
      <w:r w:rsidR="00F13C51">
        <w:rPr>
          <w:rtl/>
        </w:rPr>
        <w:t>،</w:t>
      </w:r>
      <w:r w:rsidRPr="00B5721E">
        <w:rPr>
          <w:rtl/>
        </w:rPr>
        <w:t xml:space="preserve"> وكانت هي القضيَّة الكبيرة التي توازي وجوده كإنسان</w:t>
      </w:r>
      <w:r w:rsidR="00C327EB">
        <w:rPr>
          <w:rtl/>
        </w:rPr>
        <w:t>.</w:t>
      </w:r>
      <w:r w:rsidRPr="00B5721E">
        <w:rPr>
          <w:rtl/>
        </w:rPr>
        <w:t xml:space="preserve"> فإذا كانت الرسالة لتعيش</w:t>
      </w:r>
      <w:r w:rsidR="00F13C51">
        <w:rPr>
          <w:rtl/>
        </w:rPr>
        <w:t>،</w:t>
      </w:r>
      <w:r w:rsidRPr="00B5721E">
        <w:rPr>
          <w:rtl/>
        </w:rPr>
        <w:t xml:space="preserve"> فلابُدَّ لها مِن إنسان يعيش في أُمَّة تعيش</w:t>
      </w:r>
      <w:r w:rsidR="00C327EB">
        <w:rPr>
          <w:rtl/>
        </w:rPr>
        <w:t>.</w:t>
      </w:r>
      <w:r w:rsidRPr="00B5721E">
        <w:rPr>
          <w:rtl/>
        </w:rPr>
        <w:t xml:space="preserve"> إنَّها محور الكلام</w:t>
      </w:r>
      <w:r w:rsidR="00F13C51">
        <w:rPr>
          <w:rtl/>
        </w:rPr>
        <w:t>:</w:t>
      </w:r>
      <w:r w:rsidRPr="00B5721E">
        <w:rPr>
          <w:rtl/>
        </w:rPr>
        <w:t xml:space="preserve"> الرسالة هي الأُمَّة</w:t>
      </w:r>
      <w:r w:rsidR="00F13C51">
        <w:rPr>
          <w:rtl/>
        </w:rPr>
        <w:t>،</w:t>
      </w:r>
      <w:r w:rsidRPr="00B5721E">
        <w:rPr>
          <w:rtl/>
        </w:rPr>
        <w:t xml:space="preserve"> والأُمَّة هي الرسالة</w:t>
      </w:r>
      <w:r w:rsidR="00F13C51">
        <w:rPr>
          <w:rtl/>
        </w:rPr>
        <w:t>،</w:t>
      </w:r>
      <w:r w:rsidRPr="00B5721E">
        <w:rPr>
          <w:rtl/>
        </w:rPr>
        <w:t xml:space="preserve"> والاثنتان هما إنسان محمد</w:t>
      </w:r>
      <w:r w:rsidR="00F13C51">
        <w:rPr>
          <w:rtl/>
        </w:rPr>
        <w:t>،</w:t>
      </w:r>
      <w:r w:rsidRPr="00B5721E">
        <w:rPr>
          <w:rtl/>
        </w:rPr>
        <w:t xml:space="preserve"> وإنسان محمد هو عجينة الله في تراب الأرض</w:t>
      </w:r>
      <w:r w:rsidR="00F13C51">
        <w:rPr>
          <w:rtl/>
        </w:rPr>
        <w:t>،</w:t>
      </w:r>
      <w:r w:rsidRPr="00B5721E">
        <w:rPr>
          <w:rtl/>
        </w:rPr>
        <w:t xml:space="preserve"> وهي الحَقُّ العدل</w:t>
      </w:r>
      <w:r w:rsidR="00F13C51">
        <w:rPr>
          <w:rtl/>
        </w:rPr>
        <w:t>،</w:t>
      </w:r>
      <w:r w:rsidRPr="00B5721E">
        <w:rPr>
          <w:rtl/>
        </w:rPr>
        <w:t xml:space="preserve"> وهي إنتاج الجمال في الوجود الأمثل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مِن كلِّ هذه المعاني في أصالتها تكوَّن نهج عليٍّ</w:t>
      </w:r>
      <w:r w:rsidR="00F13C51">
        <w:rPr>
          <w:rtl/>
        </w:rPr>
        <w:t>،</w:t>
      </w:r>
      <w:r w:rsidRPr="00B5721E">
        <w:rPr>
          <w:rtl/>
        </w:rPr>
        <w:t xml:space="preserve"> ليكون أساساً في كلِّ معركة إنسانيَّة يتَثبَّت بها مُجتمع الإنسان</w:t>
      </w:r>
      <w:r w:rsidR="00C327EB">
        <w:rPr>
          <w:rtl/>
        </w:rPr>
        <w:t>.</w:t>
      </w:r>
      <w:r w:rsidRPr="00B5721E">
        <w:rPr>
          <w:rtl/>
        </w:rPr>
        <w:t xml:space="preserve"> أمَّا الحسن</w:t>
      </w:r>
      <w:r w:rsidR="00F13C51">
        <w:rPr>
          <w:rtl/>
        </w:rPr>
        <w:t>،</w:t>
      </w:r>
      <w:r w:rsidRPr="00B5721E">
        <w:rPr>
          <w:rtl/>
        </w:rPr>
        <w:t xml:space="preserve"> وهو مُتابعة وتكميل مُباشر لنهج أبيه</w:t>
      </w:r>
      <w:r w:rsidR="00F13C51">
        <w:rPr>
          <w:rtl/>
        </w:rPr>
        <w:t>،</w:t>
      </w:r>
      <w:r w:rsidRPr="00B5721E">
        <w:rPr>
          <w:rtl/>
        </w:rPr>
        <w:t xml:space="preserve"> وهو الذي انتقل إليه الإيمان بأنَّ وحدة ا</w:t>
      </w:r>
      <w:r w:rsidR="002C2DD7">
        <w:rPr>
          <w:rtl/>
        </w:rPr>
        <w:t>لمـُ</w:t>
      </w:r>
      <w:r w:rsidRPr="00B5721E">
        <w:rPr>
          <w:rtl/>
        </w:rPr>
        <w:t>جتمع منعته وإشراقة رسالة جَدِّه</w:t>
      </w:r>
      <w:r w:rsidR="00F13C51">
        <w:rPr>
          <w:rtl/>
        </w:rPr>
        <w:t>،</w:t>
      </w:r>
      <w:r w:rsidRPr="00B5721E">
        <w:rPr>
          <w:rtl/>
        </w:rPr>
        <w:t xml:space="preserve"> فإنَّه بادر إلى استيحاء النهج</w:t>
      </w:r>
      <w:r w:rsidR="00F13C51">
        <w:rPr>
          <w:rtl/>
        </w:rPr>
        <w:t>،</w:t>
      </w:r>
      <w:r w:rsidRPr="00B5721E">
        <w:rPr>
          <w:rtl/>
        </w:rPr>
        <w:t xml:space="preserve"> وبدلاً مِن اعتماد السيف</w:t>
      </w:r>
      <w:r w:rsidR="00F13C51">
        <w:rPr>
          <w:rtl/>
        </w:rPr>
        <w:t>،</w:t>
      </w:r>
      <w:r w:rsidRPr="00B5721E">
        <w:rPr>
          <w:rtl/>
        </w:rPr>
        <w:t xml:space="preserve"> وهذا السيف الآن يقصف الأَجَمة مِن دون أنْ يفعل في الدفاع عن مصالحها</w:t>
      </w:r>
      <w:r w:rsidR="00F13C51">
        <w:rPr>
          <w:rtl/>
        </w:rPr>
        <w:t>،</w:t>
      </w:r>
      <w:r w:rsidRPr="00B5721E">
        <w:rPr>
          <w:rtl/>
        </w:rPr>
        <w:t xml:space="preserve"> راح إلى اعتماد وسيلة أُخرى هي التخلِّي عن الحُكم كأداة تؤجِّج ناراً تُحرق ولا تُدفئ</w:t>
      </w:r>
      <w:r w:rsidR="00F13C51">
        <w:rPr>
          <w:rtl/>
        </w:rPr>
        <w:t>،</w:t>
      </w:r>
      <w:r w:rsidRPr="00B5721E">
        <w:rPr>
          <w:rtl/>
        </w:rPr>
        <w:t xml:space="preserve"> وانشأ صُلحاً فيه بَرد السلام</w:t>
      </w:r>
      <w:r w:rsidR="00F13C51">
        <w:rPr>
          <w:rtl/>
        </w:rPr>
        <w:t>،</w:t>
      </w:r>
      <w:r w:rsidRPr="00B5721E">
        <w:rPr>
          <w:rtl/>
        </w:rPr>
        <w:t xml:space="preserve"> يجمع قطر البصرة إلى قطر الشام</w:t>
      </w:r>
      <w:r w:rsidR="00F13C51">
        <w:rPr>
          <w:rtl/>
        </w:rPr>
        <w:t>،</w:t>
      </w:r>
      <w:r w:rsidRPr="00B5721E">
        <w:rPr>
          <w:rtl/>
        </w:rPr>
        <w:t xml:space="preserve"> ويُزيل قلقاً يُخيِّم على كلِّ قطر مِن الجزيرة الأُمِّ حتَّى وادي النيل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لقد قَدَّم الأُمثولة القُدوة البيضاء</w:t>
      </w:r>
      <w:r w:rsidR="00F13C51">
        <w:rPr>
          <w:rtl/>
        </w:rPr>
        <w:t>،</w:t>
      </w:r>
      <w:r w:rsidRPr="00B5721E">
        <w:rPr>
          <w:rtl/>
        </w:rPr>
        <w:t xml:space="preserve"> بأنَّ التخلِّي عن حُكم لا يقدر أنْ يخدم أمن الأُمَّة بلْ يُفقرها</w:t>
      </w:r>
      <w:r w:rsidR="00F13C51">
        <w:rPr>
          <w:rtl/>
        </w:rPr>
        <w:t>،</w:t>
      </w:r>
      <w:r w:rsidRPr="00B5721E">
        <w:rPr>
          <w:rtl/>
        </w:rPr>
        <w:t xml:space="preserve"> ويُفتِّت مِن لُحمتها</w:t>
      </w:r>
      <w:r w:rsidR="00F13C51">
        <w:rPr>
          <w:rtl/>
        </w:rPr>
        <w:t>،</w:t>
      </w:r>
      <w:r w:rsidRPr="00B5721E">
        <w:rPr>
          <w:rtl/>
        </w:rPr>
        <w:t xml:space="preserve"> ويدمغها بالحِقد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والضغينة</w:t>
      </w:r>
      <w:r w:rsidR="00F13C51">
        <w:rPr>
          <w:rtl/>
        </w:rPr>
        <w:t>،</w:t>
      </w:r>
      <w:r w:rsidRPr="00B5721E">
        <w:rPr>
          <w:rtl/>
        </w:rPr>
        <w:t xml:space="preserve"> هو العمل المجيد ا</w:t>
      </w:r>
      <w:r w:rsidR="002C2DD7">
        <w:rPr>
          <w:rtl/>
        </w:rPr>
        <w:t>لمـُ</w:t>
      </w:r>
      <w:r w:rsidRPr="00B5721E">
        <w:rPr>
          <w:rtl/>
        </w:rPr>
        <w:t>فصح عن ذاته</w:t>
      </w:r>
      <w:r w:rsidR="00F13C51">
        <w:rPr>
          <w:rtl/>
        </w:rPr>
        <w:t>،</w:t>
      </w:r>
      <w:r w:rsidRPr="00B5721E">
        <w:rPr>
          <w:rtl/>
        </w:rPr>
        <w:t xml:space="preserve"> بأنَّ الوحدة هي المِعول الباني</w:t>
      </w:r>
      <w:r w:rsidR="00F13C51">
        <w:rPr>
          <w:rtl/>
        </w:rPr>
        <w:t>،</w:t>
      </w:r>
      <w:r w:rsidRPr="00B5721E">
        <w:rPr>
          <w:rtl/>
        </w:rPr>
        <w:t xml:space="preserve"> وأنَّ الأُمَّة هي الوحدة الصحيحة ا</w:t>
      </w:r>
      <w:r w:rsidR="002C2DD7">
        <w:rPr>
          <w:rtl/>
        </w:rPr>
        <w:t>لمـُ</w:t>
      </w:r>
      <w:r w:rsidRPr="00B5721E">
        <w:rPr>
          <w:rtl/>
        </w:rPr>
        <w:t>بعَدة عن أيِّ تفريط بطاقاتها ا</w:t>
      </w:r>
      <w:r w:rsidR="002C2DD7">
        <w:rPr>
          <w:rtl/>
        </w:rPr>
        <w:t>لمـُ</w:t>
      </w:r>
      <w:r w:rsidRPr="00B5721E">
        <w:rPr>
          <w:rtl/>
        </w:rPr>
        <w:t>نتجة خيراً لإنسانها النامي</w:t>
      </w:r>
      <w:r w:rsidR="00F13C51">
        <w:rPr>
          <w:rtl/>
        </w:rPr>
        <w:t>،</w:t>
      </w:r>
      <w:r w:rsidRPr="00B5721E">
        <w:rPr>
          <w:rtl/>
        </w:rPr>
        <w:t xml:space="preserve"> وكلُّها في حقيقة النهج ا</w:t>
      </w:r>
      <w:r w:rsidR="002C2DD7">
        <w:rPr>
          <w:rtl/>
        </w:rPr>
        <w:t>لمـُ</w:t>
      </w:r>
      <w:r w:rsidRPr="00B5721E">
        <w:rPr>
          <w:rtl/>
        </w:rPr>
        <w:t>تخلِّي عن كلِّ مكسب ذاتيٍّ</w:t>
      </w:r>
      <w:r w:rsidR="00F13C51">
        <w:rPr>
          <w:rtl/>
        </w:rPr>
        <w:t>،</w:t>
      </w:r>
      <w:r w:rsidRPr="00B5721E">
        <w:rPr>
          <w:rtl/>
        </w:rPr>
        <w:t xml:space="preserve"> على حساب مكاسب الأُمَّة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لا يصحُّ القول</w:t>
      </w:r>
      <w:r w:rsidR="00F13C51">
        <w:rPr>
          <w:rtl/>
        </w:rPr>
        <w:t>:</w:t>
      </w:r>
      <w:r w:rsidRPr="00B5721E">
        <w:rPr>
          <w:rtl/>
        </w:rPr>
        <w:t xml:space="preserve"> بأنَّ نهج الحسن كان مُغايراً لنهج أبيه</w:t>
      </w:r>
      <w:r w:rsidR="00F13C51">
        <w:rPr>
          <w:rtl/>
        </w:rPr>
        <w:t>،</w:t>
      </w:r>
      <w:r w:rsidRPr="00B5721E">
        <w:rPr>
          <w:rtl/>
        </w:rPr>
        <w:t xml:space="preserve"> إنَّ النهجين مِن مَعدن واحد</w:t>
      </w:r>
      <w:r w:rsidR="00C327EB">
        <w:rPr>
          <w:rtl/>
        </w:rPr>
        <w:t>.</w:t>
      </w:r>
      <w:r w:rsidRPr="00B5721E">
        <w:rPr>
          <w:rtl/>
        </w:rPr>
        <w:t xml:space="preserve"> </w:t>
      </w:r>
      <w:r w:rsidR="002C2DD7">
        <w:rPr>
          <w:rtl/>
        </w:rPr>
        <w:t>لمـّ</w:t>
      </w:r>
      <w:r w:rsidRPr="00B5721E">
        <w:rPr>
          <w:rtl/>
        </w:rPr>
        <w:t>َا كان السيف ناجحاً كأداة في تقويم الأُمَّة ولَمِّ شملها</w:t>
      </w:r>
      <w:r w:rsidR="00F13C51">
        <w:rPr>
          <w:rtl/>
        </w:rPr>
        <w:t>،</w:t>
      </w:r>
      <w:r w:rsidRPr="00B5721E">
        <w:rPr>
          <w:rtl/>
        </w:rPr>
        <w:t xml:space="preserve"> امتشق السيف عليٌّ</w:t>
      </w:r>
      <w:r w:rsidR="00F13C51">
        <w:rPr>
          <w:rtl/>
        </w:rPr>
        <w:t>،</w:t>
      </w:r>
      <w:r w:rsidRPr="00B5721E">
        <w:rPr>
          <w:rtl/>
        </w:rPr>
        <w:t xml:space="preserve"> ووسَّع المعركة في الميدان</w:t>
      </w:r>
      <w:r w:rsidR="00C327EB">
        <w:rPr>
          <w:rtl/>
        </w:rPr>
        <w:t>.</w:t>
      </w:r>
      <w:r w:rsidRPr="00B5721E">
        <w:rPr>
          <w:rtl/>
        </w:rPr>
        <w:t xml:space="preserve"> و</w:t>
      </w:r>
      <w:r w:rsidR="002C2DD7">
        <w:rPr>
          <w:rtl/>
        </w:rPr>
        <w:t>لمـّ</w:t>
      </w:r>
      <w:r w:rsidRPr="00B5721E">
        <w:rPr>
          <w:rtl/>
        </w:rPr>
        <w:t>َا كانت الكلمة</w:t>
      </w:r>
      <w:r w:rsidR="00F13C51">
        <w:rPr>
          <w:rtl/>
        </w:rPr>
        <w:t xml:space="preserve"> - </w:t>
      </w:r>
      <w:r w:rsidRPr="00B5721E">
        <w:rPr>
          <w:rtl/>
        </w:rPr>
        <w:t>لا السيف</w:t>
      </w:r>
      <w:r w:rsidR="00F13C51">
        <w:rPr>
          <w:rtl/>
        </w:rPr>
        <w:t xml:space="preserve"> - </w:t>
      </w:r>
      <w:r w:rsidRPr="00B5721E">
        <w:rPr>
          <w:rtl/>
        </w:rPr>
        <w:t>هي الأجدى في شرح الحَقِّ</w:t>
      </w:r>
      <w:r w:rsidR="00F13C51">
        <w:rPr>
          <w:rtl/>
        </w:rPr>
        <w:t>،</w:t>
      </w:r>
      <w:r w:rsidRPr="00B5721E">
        <w:rPr>
          <w:rtl/>
        </w:rPr>
        <w:t xml:space="preserve"> تكفكف بها لسانه</w:t>
      </w:r>
      <w:r w:rsidR="00F13C51">
        <w:rPr>
          <w:rtl/>
        </w:rPr>
        <w:t>،</w:t>
      </w:r>
      <w:r w:rsidRPr="00B5721E">
        <w:rPr>
          <w:rtl/>
        </w:rPr>
        <w:t xml:space="preserve"> وفاضت معه على نهج البلاغة</w:t>
      </w:r>
      <w:r w:rsidR="00F13C51">
        <w:rPr>
          <w:rtl/>
        </w:rPr>
        <w:t>،</w:t>
      </w:r>
      <w:r w:rsidRPr="00B5721E">
        <w:rPr>
          <w:rtl/>
        </w:rPr>
        <w:t xml:space="preserve"> تدلُّ الناس إلى الحَقِّ العفيف</w:t>
      </w:r>
      <w:r w:rsidR="00F13C51">
        <w:rPr>
          <w:rtl/>
        </w:rPr>
        <w:t>،</w:t>
      </w:r>
      <w:r w:rsidRPr="00B5721E">
        <w:rPr>
          <w:rtl/>
        </w:rPr>
        <w:t xml:space="preserve"> كيف أنَّه يبني النفوس</w:t>
      </w:r>
      <w:r w:rsidR="00F13C51">
        <w:rPr>
          <w:rtl/>
        </w:rPr>
        <w:t>،</w:t>
      </w:r>
      <w:r w:rsidRPr="00B5721E">
        <w:rPr>
          <w:rtl/>
        </w:rPr>
        <w:t xml:space="preserve"> ويبني الأُمَّة الصادقة</w:t>
      </w:r>
      <w:r w:rsidR="00F13C51">
        <w:rPr>
          <w:rtl/>
        </w:rPr>
        <w:t>؛</w:t>
      </w:r>
      <w:r w:rsidRPr="00B5721E">
        <w:rPr>
          <w:rtl/>
        </w:rPr>
        <w:t xml:space="preserve"> ومِن هنا لا تزال الأُمَّة تُفتِّش عنه في كلِّ وقت وفي كلِّ جيل ينحرف بها المسير عن الخط ِّالقويم</w:t>
      </w:r>
      <w:r w:rsidR="00F13C51">
        <w:rPr>
          <w:rtl/>
        </w:rPr>
        <w:t>،</w:t>
      </w:r>
      <w:r w:rsidRPr="00B5721E">
        <w:rPr>
          <w:rtl/>
        </w:rPr>
        <w:t xml:space="preserve"> وكذلك حاول الحسن أنْ يمتشق السيف</w:t>
      </w:r>
      <w:r w:rsidR="00F13C51">
        <w:rPr>
          <w:rtl/>
        </w:rPr>
        <w:t>،</w:t>
      </w:r>
      <w:r w:rsidRPr="00B5721E">
        <w:rPr>
          <w:rtl/>
        </w:rPr>
        <w:t xml:space="preserve"> ويُخلِّص الأُمَّة مِن حيفٍ لحقها مِن تنطُّح مُعاوية على كرسيِّ الخلافة</w:t>
      </w:r>
      <w:r w:rsidR="00F13C51">
        <w:rPr>
          <w:rtl/>
        </w:rPr>
        <w:t>،</w:t>
      </w:r>
      <w:r w:rsidRPr="00B5721E">
        <w:rPr>
          <w:rtl/>
        </w:rPr>
        <w:t xml:space="preserve"> ولكنَّه اصطدم بالحيف ذاته الذي عَطَّل به مُعاوية وعي الأُمَّة</w:t>
      </w:r>
      <w:r w:rsidR="00F13C51">
        <w:rPr>
          <w:rtl/>
        </w:rPr>
        <w:t>،</w:t>
      </w:r>
      <w:r w:rsidRPr="00B5721E">
        <w:rPr>
          <w:rtl/>
        </w:rPr>
        <w:t xml:space="preserve"> وأعادها إلى زعاماتها ا</w:t>
      </w:r>
      <w:r w:rsidR="002C2DD7">
        <w:rPr>
          <w:rtl/>
        </w:rPr>
        <w:t>لمـُ</w:t>
      </w:r>
      <w:r w:rsidRPr="00B5721E">
        <w:rPr>
          <w:rtl/>
        </w:rPr>
        <w:t>تسابقة إلى حشد القبائل والاستنصار بها</w:t>
      </w:r>
      <w:r w:rsidR="00F13C51">
        <w:rPr>
          <w:rtl/>
        </w:rPr>
        <w:t>،</w:t>
      </w:r>
      <w:r w:rsidRPr="00B5721E">
        <w:rPr>
          <w:rtl/>
        </w:rPr>
        <w:t xml:space="preserve"> فاستنبط الصلح حَقناً للدماء</w:t>
      </w:r>
      <w:r w:rsidR="00F13C51">
        <w:rPr>
          <w:rtl/>
        </w:rPr>
        <w:t>،</w:t>
      </w:r>
      <w:r w:rsidRPr="00B5721E">
        <w:rPr>
          <w:rtl/>
        </w:rPr>
        <w:t xml:space="preserve"> ومنعاً للتمادي في إثارة الأحقاد</w:t>
      </w:r>
      <w:r w:rsidR="00F13C51">
        <w:rPr>
          <w:rtl/>
        </w:rPr>
        <w:t>،</w:t>
      </w:r>
      <w:r w:rsidRPr="00B5721E">
        <w:rPr>
          <w:rtl/>
        </w:rPr>
        <w:t xml:space="preserve"> وتفكيك وحدة الأُمَّة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ستعرف الأُمَّة في غد أو في أيِّ يوم آخر</w:t>
      </w:r>
      <w:r w:rsidR="00F13C51">
        <w:rPr>
          <w:rtl/>
        </w:rPr>
        <w:t>،</w:t>
      </w:r>
      <w:r w:rsidRPr="00B5721E">
        <w:rPr>
          <w:rtl/>
        </w:rPr>
        <w:t xml:space="preserve"> إنَّ صلح الحسن هو الذي حَقن دم البصرة</w:t>
      </w:r>
      <w:r w:rsidR="00F13C51">
        <w:rPr>
          <w:rtl/>
        </w:rPr>
        <w:t>،</w:t>
      </w:r>
      <w:r w:rsidRPr="00B5721E">
        <w:rPr>
          <w:rtl/>
        </w:rPr>
        <w:t xml:space="preserve"> ودم الشام</w:t>
      </w:r>
      <w:r w:rsidR="00F13C51">
        <w:rPr>
          <w:rtl/>
        </w:rPr>
        <w:t>،</w:t>
      </w:r>
      <w:r w:rsidRPr="00B5721E">
        <w:rPr>
          <w:rtl/>
        </w:rPr>
        <w:t xml:space="preserve"> ودم الأُمَّة جمعاء في هُدنة</w:t>
      </w:r>
      <w:r w:rsidR="00F13C51">
        <w:rPr>
          <w:rtl/>
        </w:rPr>
        <w:t>،</w:t>
      </w:r>
      <w:r w:rsidRPr="00B5721E">
        <w:rPr>
          <w:rtl/>
        </w:rPr>
        <w:t xml:space="preserve"> على أمل أنْ يَطيب بها اللقاء</w:t>
      </w:r>
      <w:r w:rsidR="00F13C51">
        <w:rPr>
          <w:rtl/>
        </w:rPr>
        <w:t>،</w:t>
      </w:r>
      <w:r w:rsidRPr="00B5721E">
        <w:rPr>
          <w:rtl/>
        </w:rPr>
        <w:t xml:space="preserve"> وتصلح الأُمور</w:t>
      </w:r>
      <w:r w:rsidR="00F13C51">
        <w:rPr>
          <w:rtl/>
        </w:rPr>
        <w:t>،</w:t>
      </w:r>
      <w:r w:rsidRPr="00B5721E">
        <w:rPr>
          <w:rtl/>
        </w:rPr>
        <w:t xml:space="preserve"> وتستعيد الأُمَّة عافيتها مِن الوعي الذي ينمو كالنور بين كلِّ صباحٍ وصباحٍ</w:t>
      </w:r>
      <w:r w:rsidR="00C327EB">
        <w:rPr>
          <w:rtl/>
        </w:rPr>
        <w:t>.</w:t>
      </w:r>
      <w:r w:rsidRPr="00B5721E">
        <w:rPr>
          <w:rtl/>
        </w:rPr>
        <w:t xml:space="preserve"> وأظنُّ الآن أنَّ معركة الحسن هي التي حقَّقت صحيح بحَقِّ الأُمَّة</w:t>
      </w:r>
      <w:r w:rsidR="00F13C51">
        <w:rPr>
          <w:rtl/>
        </w:rPr>
        <w:t>،</w:t>
      </w:r>
      <w:r w:rsidRPr="00B5721E">
        <w:rPr>
          <w:rtl/>
        </w:rPr>
        <w:t xml:space="preserve"> وهي التي ستبقى ماثلة الحضور في نهجها الجميل</w:t>
      </w:r>
      <w:r w:rsidR="00F13C51">
        <w:rPr>
          <w:rtl/>
        </w:rPr>
        <w:t>،</w:t>
      </w:r>
      <w:r w:rsidRPr="00B5721E">
        <w:rPr>
          <w:rtl/>
        </w:rPr>
        <w:t xml:space="preserve"> في كلِّ لحظة أُخرى</w:t>
      </w:r>
      <w:r w:rsidR="00F13C51">
        <w:rPr>
          <w:rtl/>
        </w:rPr>
        <w:t>،</w:t>
      </w:r>
      <w:r w:rsidRPr="00B5721E">
        <w:rPr>
          <w:rtl/>
        </w:rPr>
        <w:t xml:space="preserve"> تتعرَّض بها الأُمَّة لأزمة مُماثلة تُهدِّدها بالتفكك والانفراط</w:t>
      </w:r>
      <w:r w:rsidR="00F13C51">
        <w:rPr>
          <w:rtl/>
        </w:rPr>
        <w:t>،</w:t>
      </w:r>
      <w:r w:rsidRPr="00B5721E">
        <w:rPr>
          <w:rtl/>
        </w:rPr>
        <w:t xml:space="preserve"> إنَّ الأُمَّة الراشدة</w:t>
      </w:r>
      <w:r w:rsidR="00F13C51">
        <w:rPr>
          <w:rtl/>
        </w:rPr>
        <w:t xml:space="preserve"> - </w:t>
      </w:r>
      <w:r w:rsidRPr="00B5721E">
        <w:rPr>
          <w:rtl/>
        </w:rPr>
        <w:t>ولو بعد ألف عام</w:t>
      </w:r>
      <w:r w:rsidR="00F13C51">
        <w:rPr>
          <w:rtl/>
        </w:rPr>
        <w:t xml:space="preserve"> - </w:t>
      </w:r>
      <w:r w:rsidRPr="00B5721E">
        <w:rPr>
          <w:rtl/>
        </w:rPr>
        <w:t>هي التي تجني مِن مُسوَّقات العِبَر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كان الحسين في القافلة التي شدَّها الحسن</w:t>
      </w:r>
      <w:r w:rsidR="00F13C51">
        <w:rPr>
          <w:rtl/>
        </w:rPr>
        <w:t>،</w:t>
      </w:r>
      <w:r w:rsidRPr="00B5721E">
        <w:rPr>
          <w:rtl/>
        </w:rPr>
        <w:t xml:space="preserve"> وسلَّمها الطريق الطويل مِن الكوفة إلى يثرب</w:t>
      </w:r>
      <w:r w:rsidR="00F13C51">
        <w:rPr>
          <w:rtl/>
        </w:rPr>
        <w:t>،</w:t>
      </w:r>
      <w:r w:rsidRPr="00B5721E">
        <w:rPr>
          <w:rtl/>
        </w:rPr>
        <w:t xml:space="preserve"> وفي جَعبته وثيقة الصلح التي وقعها ومُعاوية</w:t>
      </w:r>
      <w:r w:rsidR="00F13C51">
        <w:rPr>
          <w:rtl/>
        </w:rPr>
        <w:t>،</w:t>
      </w:r>
      <w:r w:rsidRPr="00B5721E">
        <w:rPr>
          <w:rtl/>
        </w:rPr>
        <w:t xml:space="preserve"> لقد بقي الحسين صامتاً طول الطريق</w:t>
      </w:r>
      <w:r w:rsidR="00F13C51">
        <w:rPr>
          <w:rtl/>
        </w:rPr>
        <w:t>،</w:t>
      </w:r>
      <w:r w:rsidRPr="00B5721E">
        <w:rPr>
          <w:rtl/>
        </w:rPr>
        <w:t xml:space="preserve"> أمَّا الحسن فإنَّه أخذ أخاه وضمَّه إلى صدره وهو يقول</w:t>
      </w:r>
      <w:r w:rsidR="00F13C51">
        <w:rPr>
          <w:rtl/>
        </w:rPr>
        <w:t>: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lastRenderedPageBreak/>
        <w:t>الحسن</w:t>
      </w:r>
      <w:r w:rsidR="00F13C51">
        <w:rPr>
          <w:rtl/>
        </w:rPr>
        <w:t>:</w:t>
      </w:r>
      <w:r w:rsidRPr="00B5721E">
        <w:rPr>
          <w:rtl/>
        </w:rPr>
        <w:t xml:space="preserve"> لا يفوتني معنى صمتك</w:t>
      </w:r>
      <w:r w:rsidR="00F13C51">
        <w:rPr>
          <w:rtl/>
        </w:rPr>
        <w:t xml:space="preserve"> - </w:t>
      </w:r>
      <w:r w:rsidRPr="00B5721E">
        <w:rPr>
          <w:rtl/>
        </w:rPr>
        <w:t>يا حسين</w:t>
      </w:r>
      <w:r w:rsidR="00F13C51">
        <w:rPr>
          <w:rtl/>
        </w:rPr>
        <w:t xml:space="preserve"> - </w:t>
      </w:r>
      <w:r w:rsidRPr="00B5721E">
        <w:rPr>
          <w:rtl/>
        </w:rPr>
        <w:t>ولكنِّي أُدرك أنَّك فهمت مغزى قبولي بوثيقة الصلح</w:t>
      </w:r>
      <w:r w:rsidR="00F13C51">
        <w:rPr>
          <w:rtl/>
        </w:rPr>
        <w:t>،</w:t>
      </w:r>
      <w:r w:rsidRPr="00B5721E">
        <w:rPr>
          <w:rtl/>
        </w:rPr>
        <w:t xml:space="preserve"> أنا لم أُنشئ صُلحاً مع مُعاوية مِن أجل مُعاوية</w:t>
      </w:r>
      <w:r w:rsidR="00F13C51">
        <w:rPr>
          <w:rtl/>
        </w:rPr>
        <w:t>،</w:t>
      </w:r>
      <w:r w:rsidRPr="00B5721E">
        <w:rPr>
          <w:rtl/>
        </w:rPr>
        <w:t xml:space="preserve"> ولكنِّي خفت على أهل البيت مِن الانقراض السريع</w:t>
      </w:r>
      <w:r w:rsidR="00F13C51">
        <w:rPr>
          <w:rtl/>
        </w:rPr>
        <w:t>،</w:t>
      </w:r>
      <w:r w:rsidRPr="00B5721E">
        <w:rPr>
          <w:rtl/>
        </w:rPr>
        <w:t xml:space="preserve"> وأشفقت على الأُمَّة مِن هدر دمها وتفسيخ لُحمتها</w:t>
      </w:r>
      <w:r w:rsidR="00F13C51">
        <w:rPr>
          <w:rtl/>
        </w:rPr>
        <w:t>،</w:t>
      </w:r>
      <w:r w:rsidRPr="00B5721E">
        <w:rPr>
          <w:rtl/>
        </w:rPr>
        <w:t xml:space="preserve"> وتخلَّيت اليوم عن كرسيٍّ حتَّى يبقى لنا دِخر في الأُمَّة تُفتِّش به عنَّا بعد كلِّ أزمة خانقة تشتدُّ عليها</w:t>
      </w:r>
      <w:r w:rsidR="00F13C51">
        <w:rPr>
          <w:rtl/>
        </w:rPr>
        <w:t>،</w:t>
      </w:r>
      <w:r w:rsidRPr="00B5721E">
        <w:rPr>
          <w:rtl/>
        </w:rPr>
        <w:t xml:space="preserve"> ستعلم الأُمَّة أنَّ صراعها طويل مِن أجل الحياة</w:t>
      </w:r>
      <w:r w:rsidR="00F13C51">
        <w:rPr>
          <w:rtl/>
        </w:rPr>
        <w:t>،</w:t>
      </w:r>
      <w:r w:rsidRPr="00B5721E">
        <w:rPr>
          <w:rtl/>
        </w:rPr>
        <w:t xml:space="preserve"> وأنَّ نهجنا في سبيلها هو مادَّة الصراع</w:t>
      </w:r>
      <w:r w:rsidR="00F13C51">
        <w:rPr>
          <w:rtl/>
        </w:rPr>
        <w:t>،</w:t>
      </w:r>
      <w:r w:rsidRPr="00B5721E">
        <w:rPr>
          <w:rtl/>
        </w:rPr>
        <w:t xml:space="preserve"> وأنَّ الرسالة ذاتها هي عنوان الحَقِّ فينا</w:t>
      </w:r>
      <w:r w:rsidR="00F13C51">
        <w:rPr>
          <w:rtl/>
        </w:rPr>
        <w:t>؛</w:t>
      </w:r>
      <w:r w:rsidRPr="00B5721E">
        <w:rPr>
          <w:rtl/>
        </w:rPr>
        <w:t xml:space="preserve"> لأنَّها وحدها هي القضيَّة</w:t>
      </w:r>
      <w:r w:rsidR="00C327EB">
        <w:rPr>
          <w:rtl/>
        </w:rPr>
        <w:t>.</w:t>
      </w:r>
    </w:p>
    <w:p w:rsidR="003A7CC2" w:rsidRPr="003A7CC2" w:rsidRDefault="003A7CC2" w:rsidP="003A7CC2">
      <w:pPr>
        <w:pStyle w:val="Heading3"/>
        <w:rPr>
          <w:rtl/>
        </w:rPr>
      </w:pPr>
      <w:bookmarkStart w:id="21" w:name="06"/>
      <w:bookmarkStart w:id="22" w:name="_Toc395088374"/>
      <w:r w:rsidRPr="00B5721E">
        <w:rPr>
          <w:rtl/>
        </w:rPr>
        <w:t>6</w:t>
      </w:r>
      <w:r w:rsidR="00F13C51">
        <w:rPr>
          <w:rtl/>
        </w:rPr>
        <w:t xml:space="preserve"> - </w:t>
      </w:r>
      <w:r w:rsidRPr="00B5721E">
        <w:rPr>
          <w:rtl/>
        </w:rPr>
        <w:t>شُّعلة الفشل وعهد الحسين</w:t>
      </w:r>
      <w:r w:rsidR="00F13C51">
        <w:rPr>
          <w:rtl/>
        </w:rPr>
        <w:t>:</w:t>
      </w:r>
      <w:bookmarkEnd w:id="21"/>
      <w:bookmarkEnd w:id="22"/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يبدو أنَّ الفِضَّة الخالصة في مَعدن الحسين لم تنته إلى التحلِّي ببريق النضار</w:t>
      </w:r>
      <w:r w:rsidR="00F13C51">
        <w:rPr>
          <w:rtl/>
        </w:rPr>
        <w:t>،</w:t>
      </w:r>
      <w:r w:rsidRPr="00B5721E">
        <w:rPr>
          <w:rtl/>
        </w:rPr>
        <w:t xml:space="preserve"> فبقيت صامدة في عريها الأبيض إلى أنْ تأتي الشمس فتكسوها بالنضار</w:t>
      </w:r>
      <w:r w:rsidR="00F13C51">
        <w:rPr>
          <w:rtl/>
        </w:rPr>
        <w:t>،</w:t>
      </w:r>
      <w:r w:rsidRPr="00B5721E">
        <w:rPr>
          <w:rtl/>
        </w:rPr>
        <w:t xml:space="preserve"> ولا الخَمرة البكر الهاجعة في دَنِّه قد شبعت مِن التملِّي مِن عُتمة شجنها تحت الأختام</w:t>
      </w:r>
      <w:r w:rsidR="00F13C51">
        <w:rPr>
          <w:rtl/>
        </w:rPr>
        <w:t>،</w:t>
      </w:r>
      <w:r w:rsidRPr="00B5721E">
        <w:rPr>
          <w:rtl/>
        </w:rPr>
        <w:t xml:space="preserve"> فلبثت في شوقها الصامت إلى أنْ يهدر الليل سكينته السوداء</w:t>
      </w:r>
      <w:r w:rsidR="00F13C51">
        <w:rPr>
          <w:rtl/>
        </w:rPr>
        <w:t>،</w:t>
      </w:r>
      <w:r w:rsidRPr="00B5721E">
        <w:rPr>
          <w:rtl/>
        </w:rPr>
        <w:t xml:space="preserve"> فتَسكب في فَمْ الصبح حمياها اللاهبة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بهذه الصورة التعبيريَّة تراءى لي أنْ أختم فصل ا</w:t>
      </w:r>
      <w:r w:rsidR="002C2DD7">
        <w:rPr>
          <w:rtl/>
        </w:rPr>
        <w:t>لمـُ</w:t>
      </w:r>
      <w:r w:rsidRPr="00B5721E">
        <w:rPr>
          <w:rtl/>
        </w:rPr>
        <w:t>عاناة</w:t>
      </w:r>
      <w:r w:rsidR="00F13C51">
        <w:rPr>
          <w:rtl/>
        </w:rPr>
        <w:t>،</w:t>
      </w:r>
      <w:r w:rsidRPr="00B5721E">
        <w:rPr>
          <w:rtl/>
        </w:rPr>
        <w:t xml:space="preserve"> في تعاقبها وتلاحمها على نفسيَّة الحسين</w:t>
      </w:r>
      <w:r w:rsidR="00F13C51">
        <w:rPr>
          <w:rtl/>
        </w:rPr>
        <w:t>،</w:t>
      </w:r>
      <w:r w:rsidRPr="00B5721E">
        <w:rPr>
          <w:rtl/>
        </w:rPr>
        <w:t xml:space="preserve"> مُنذ طفولته الأُولى إلى هذا العهد ا</w:t>
      </w:r>
      <w:r w:rsidR="002C2DD7">
        <w:rPr>
          <w:rtl/>
        </w:rPr>
        <w:t>لمـُ</w:t>
      </w:r>
      <w:r w:rsidRPr="00B5721E">
        <w:rPr>
          <w:rtl/>
        </w:rPr>
        <w:t>تماسك برجولته</w:t>
      </w:r>
      <w:r w:rsidR="00F13C51">
        <w:rPr>
          <w:rtl/>
        </w:rPr>
        <w:t>،</w:t>
      </w:r>
      <w:r w:rsidRPr="00B5721E">
        <w:rPr>
          <w:rtl/>
        </w:rPr>
        <w:t xml:space="preserve"> ا</w:t>
      </w:r>
      <w:r w:rsidR="002C2DD7">
        <w:rPr>
          <w:rtl/>
        </w:rPr>
        <w:t>لمـُ</w:t>
      </w:r>
      <w:r w:rsidRPr="00B5721E">
        <w:rPr>
          <w:rtl/>
        </w:rPr>
        <w:t>طلَّة به على كهولة وَشَمَتها الأحداث الثقيلة بوَشْم عزيز المعاني وفريد التميُّز</w:t>
      </w:r>
      <w:r w:rsidR="00C327EB">
        <w:rPr>
          <w:rtl/>
        </w:rPr>
        <w:t>.</w:t>
      </w:r>
      <w:r w:rsidRPr="00B5721E">
        <w:rPr>
          <w:rtl/>
        </w:rPr>
        <w:t xml:space="preserve"> إنَّ السنوات العشر الأخيرة والمفتوحة في حياته</w:t>
      </w:r>
      <w:r w:rsidR="00F13C51">
        <w:rPr>
          <w:rtl/>
        </w:rPr>
        <w:t>،</w:t>
      </w:r>
      <w:r w:rsidRPr="00B5721E">
        <w:rPr>
          <w:rtl/>
        </w:rPr>
        <w:t xml:space="preserve"> ابتداء باللحظة التي شاهد بها أباه يهوي إلى الأرض</w:t>
      </w:r>
      <w:r w:rsidR="00F13C51">
        <w:rPr>
          <w:rtl/>
        </w:rPr>
        <w:t>،</w:t>
      </w:r>
      <w:r w:rsidRPr="00B5721E">
        <w:rPr>
          <w:rtl/>
        </w:rPr>
        <w:t xml:space="preserve"> كأنَّه طَود ما قدرت أنْ تثبت تحته قواعد الصخور</w:t>
      </w:r>
      <w:r w:rsidR="00F13C51">
        <w:rPr>
          <w:rtl/>
        </w:rPr>
        <w:t>،</w:t>
      </w:r>
      <w:r w:rsidRPr="00B5721E">
        <w:rPr>
          <w:rtl/>
        </w:rPr>
        <w:t xml:space="preserve"> فتَزحلق عنها وسقط في الدويِّ الذي ما فتئ يُزلزل في نفسه زلزاله الهادر</w:t>
      </w:r>
      <w:r w:rsidR="00F13C51">
        <w:rPr>
          <w:rtl/>
        </w:rPr>
        <w:t>،</w:t>
      </w:r>
      <w:r w:rsidRPr="00B5721E">
        <w:rPr>
          <w:rtl/>
        </w:rPr>
        <w:t xml:space="preserve"> وانتهاء باللحظة الثانية التي سلخته عن أخيه الحسن</w:t>
      </w:r>
      <w:r w:rsidR="00F13C51">
        <w:rPr>
          <w:rtl/>
        </w:rPr>
        <w:t>،</w:t>
      </w:r>
      <w:r w:rsidRPr="00B5721E">
        <w:rPr>
          <w:rtl/>
        </w:rPr>
        <w:t xml:space="preserve"> الذي قدر أنْ يُغرقه في لُجَّة الصمت رجل اسمه مُعاوية</w:t>
      </w:r>
      <w:r w:rsidR="00F13C51">
        <w:rPr>
          <w:rtl/>
        </w:rPr>
        <w:t>،</w:t>
      </w:r>
      <w:r w:rsidRPr="00B5721E">
        <w:rPr>
          <w:rtl/>
        </w:rPr>
        <w:t xml:space="preserve"> بعد أنْ سكب في ريقه قَطرة مِن حُلقوم أفعى</w:t>
      </w:r>
      <w:r w:rsidR="00F13C51">
        <w:rPr>
          <w:rtl/>
        </w:rPr>
        <w:t>،</w:t>
      </w:r>
      <w:r w:rsidRPr="00B5721E">
        <w:rPr>
          <w:rtl/>
        </w:rPr>
        <w:t xml:space="preserve"> كانت مجالاً لتأمُّلٍ صامتٍ صمت الليل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البهيم</w:t>
      </w:r>
      <w:r w:rsidR="00F13C51">
        <w:rPr>
          <w:rtl/>
        </w:rPr>
        <w:t>،</w:t>
      </w:r>
      <w:r w:rsidRPr="00B5721E">
        <w:rPr>
          <w:rtl/>
        </w:rPr>
        <w:t xml:space="preserve"> لفَّه بكآبة موصولة بكلِّ كآبةٍ أُخرى عاناها في فترات مُتتالية ومُتمادية عليه</w:t>
      </w:r>
      <w:r w:rsidR="00F13C51">
        <w:rPr>
          <w:rtl/>
        </w:rPr>
        <w:t>،</w:t>
      </w:r>
      <w:r w:rsidRPr="00B5721E">
        <w:rPr>
          <w:rtl/>
        </w:rPr>
        <w:t xml:space="preserve"> مع غياب جَدِّه عن منبر المسجد</w:t>
      </w:r>
      <w:r w:rsidR="00F13C51">
        <w:rPr>
          <w:rtl/>
        </w:rPr>
        <w:t>،</w:t>
      </w:r>
      <w:r w:rsidRPr="00B5721E">
        <w:rPr>
          <w:rtl/>
        </w:rPr>
        <w:t xml:space="preserve"> فغياب أُمِّه عن بَهجة البيت حاملة كلِّ النَّكَد</w:t>
      </w:r>
      <w:r w:rsidR="00F13C51">
        <w:rPr>
          <w:rtl/>
        </w:rPr>
        <w:t>،</w:t>
      </w:r>
      <w:r w:rsidRPr="00B5721E">
        <w:rPr>
          <w:rtl/>
        </w:rPr>
        <w:t xml:space="preserve"> فغياب أبيه عن تركين الإمامة</w:t>
      </w:r>
      <w:r w:rsidR="00F13C51">
        <w:rPr>
          <w:rtl/>
        </w:rPr>
        <w:t>،</w:t>
      </w:r>
      <w:r w:rsidRPr="00B5721E">
        <w:rPr>
          <w:rtl/>
        </w:rPr>
        <w:t xml:space="preserve"> إلى غياب أخيه المختوم بالسَّم</w:t>
      </w:r>
      <w:r w:rsidR="00106DAF">
        <w:rPr>
          <w:rtl/>
        </w:rPr>
        <w:t>!</w:t>
      </w:r>
      <w:r w:rsidRPr="00B5721E">
        <w:rPr>
          <w:rtl/>
        </w:rPr>
        <w:t xml:space="preserve"> إنَّها كآبة طالته مُنذ أكثر مِن خمسين سنة</w:t>
      </w:r>
      <w:r w:rsidR="00F13C51">
        <w:rPr>
          <w:rtl/>
        </w:rPr>
        <w:t>،</w:t>
      </w:r>
      <w:r w:rsidRPr="00B5721E">
        <w:rPr>
          <w:rtl/>
        </w:rPr>
        <w:t xml:space="preserve"> وبنته بناءً نفسيَّاً مُعمَّقاً</w:t>
      </w:r>
      <w:r w:rsidR="00F13C51">
        <w:rPr>
          <w:rtl/>
        </w:rPr>
        <w:t>،</w:t>
      </w:r>
      <w:r w:rsidRPr="00B5721E">
        <w:rPr>
          <w:rtl/>
        </w:rPr>
        <w:t xml:space="preserve"> بالمعاني الناتجة مِن ذات الاحتكاك بها مع تقدُّمه بالعُمر</w:t>
      </w:r>
      <w:r w:rsidR="00F13C51">
        <w:rPr>
          <w:rtl/>
        </w:rPr>
        <w:t>،</w:t>
      </w:r>
      <w:r w:rsidRPr="00B5721E">
        <w:rPr>
          <w:rtl/>
        </w:rPr>
        <w:t xml:space="preserve"> واجتلائها مِن مَدَرها في واقع الأحداث الملونة بالمقاصد المدروسة</w:t>
      </w:r>
      <w:r w:rsidR="00F13C51">
        <w:rPr>
          <w:rtl/>
        </w:rPr>
        <w:t>،</w:t>
      </w:r>
      <w:r w:rsidRPr="00B5721E">
        <w:rPr>
          <w:rtl/>
        </w:rPr>
        <w:t xml:space="preserve"> والمرصوصة بالنيَّات ا</w:t>
      </w:r>
      <w:r w:rsidR="002C2DD7">
        <w:rPr>
          <w:rtl/>
        </w:rPr>
        <w:t>لمـُ</w:t>
      </w:r>
      <w:r w:rsidRPr="00B5721E">
        <w:rPr>
          <w:rtl/>
        </w:rPr>
        <w:t>بيَّتة</w:t>
      </w:r>
      <w:r w:rsidR="00F13C51">
        <w:rPr>
          <w:rtl/>
        </w:rPr>
        <w:t>،</w:t>
      </w:r>
      <w:r w:rsidRPr="00B5721E">
        <w:rPr>
          <w:rtl/>
        </w:rPr>
        <w:t xml:space="preserve"> وا</w:t>
      </w:r>
      <w:r w:rsidR="002C2DD7">
        <w:rPr>
          <w:rtl/>
        </w:rPr>
        <w:t>لمـُ</w:t>
      </w:r>
      <w:r w:rsidRPr="00B5721E">
        <w:rPr>
          <w:rtl/>
        </w:rPr>
        <w:t>تلاعب بها بدهاء وفَنٍّ</w:t>
      </w:r>
      <w:r w:rsidR="00F13C51">
        <w:rPr>
          <w:rtl/>
        </w:rPr>
        <w:t>،</w:t>
      </w:r>
      <w:r w:rsidRPr="00B5721E">
        <w:rPr>
          <w:rtl/>
        </w:rPr>
        <w:t xml:space="preserve"> فإذا هي كآبة مُتولِّدة مِن واقعٍ حيٍّ</w:t>
      </w:r>
      <w:r w:rsidR="00F13C51">
        <w:rPr>
          <w:rtl/>
        </w:rPr>
        <w:t>،</w:t>
      </w:r>
      <w:r w:rsidRPr="00B5721E">
        <w:rPr>
          <w:rtl/>
        </w:rPr>
        <w:t xml:space="preserve"> ولكنَّه مُرَّ المذاق مِن هول ما راحت تتجمَّع فيه هموم وهواجس أضحت جبالاً تزحف عليه زحفاً مُهدِّداً بالسحق ا</w:t>
      </w:r>
      <w:r w:rsidR="002C2DD7">
        <w:rPr>
          <w:rtl/>
        </w:rPr>
        <w:t>لمـُ</w:t>
      </w:r>
      <w:r w:rsidRPr="00B5721E">
        <w:rPr>
          <w:rtl/>
        </w:rPr>
        <w:t>دمِّر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مُنذ أنْ غاب جَدُّه مِن تحت عينيه</w:t>
      </w:r>
      <w:r w:rsidR="00F13C51">
        <w:rPr>
          <w:rtl/>
        </w:rPr>
        <w:t xml:space="preserve"> - </w:t>
      </w:r>
      <w:r w:rsidRPr="00B5721E">
        <w:rPr>
          <w:rtl/>
        </w:rPr>
        <w:t>مُنذ خمسين سنة</w:t>
      </w:r>
      <w:r w:rsidR="00F13C51">
        <w:rPr>
          <w:rtl/>
        </w:rPr>
        <w:t xml:space="preserve"> - </w:t>
      </w:r>
      <w:r w:rsidRPr="00B5721E">
        <w:rPr>
          <w:rtl/>
        </w:rPr>
        <w:t>وحتَّى هذه اللحظة اليائسة مِن عُمره</w:t>
      </w:r>
      <w:r w:rsidR="00F13C51">
        <w:rPr>
          <w:rtl/>
        </w:rPr>
        <w:t>،</w:t>
      </w:r>
      <w:r w:rsidRPr="00B5721E">
        <w:rPr>
          <w:rtl/>
        </w:rPr>
        <w:t xml:space="preserve"> وهذا الواقع ا</w:t>
      </w:r>
      <w:r w:rsidR="002C2DD7">
        <w:rPr>
          <w:rtl/>
        </w:rPr>
        <w:t>لمـُ</w:t>
      </w:r>
      <w:r w:rsidRPr="00B5721E">
        <w:rPr>
          <w:rtl/>
        </w:rPr>
        <w:t>رُّ يزداد تذوُّقاً به مع كلِّ فهمٍ كان يوسِّعه له التقدُّم بالعمر</w:t>
      </w:r>
      <w:r w:rsidR="00F13C51">
        <w:rPr>
          <w:rtl/>
        </w:rPr>
        <w:t>،</w:t>
      </w:r>
      <w:r w:rsidRPr="00B5721E">
        <w:rPr>
          <w:rtl/>
        </w:rPr>
        <w:t xml:space="preserve"> ويجلوه التذوُّد مِن الأحداث</w:t>
      </w:r>
      <w:r w:rsidR="00F13C51">
        <w:rPr>
          <w:rtl/>
        </w:rPr>
        <w:t>،</w:t>
      </w:r>
      <w:r w:rsidRPr="00B5721E">
        <w:rPr>
          <w:rtl/>
        </w:rPr>
        <w:t xml:space="preserve"> بالإدراك</w:t>
      </w:r>
      <w:r w:rsidR="00F13C51">
        <w:rPr>
          <w:rtl/>
        </w:rPr>
        <w:t xml:space="preserve"> - </w:t>
      </w:r>
      <w:r w:rsidRPr="00B5721E">
        <w:rPr>
          <w:rtl/>
        </w:rPr>
        <w:t>إنَّه الواقع المأساة</w:t>
      </w:r>
      <w:r w:rsidR="00F13C51">
        <w:rPr>
          <w:rtl/>
        </w:rPr>
        <w:t xml:space="preserve"> - </w:t>
      </w:r>
      <w:r w:rsidRPr="00B5721E">
        <w:rPr>
          <w:rtl/>
        </w:rPr>
        <w:t>وما تخلَّى لحظةً واحدة مِن ترابطه</w:t>
      </w:r>
      <w:r w:rsidR="00F13C51">
        <w:rPr>
          <w:rtl/>
        </w:rPr>
        <w:t>،</w:t>
      </w:r>
      <w:r w:rsidRPr="00B5721E">
        <w:rPr>
          <w:rtl/>
        </w:rPr>
        <w:t xml:space="preserve"> وتماسُكه بالحلقات التي تألَّف منها عموده الفقري</w:t>
      </w:r>
      <w:r w:rsidR="00F13C51">
        <w:rPr>
          <w:rtl/>
        </w:rPr>
        <w:t>،</w:t>
      </w:r>
      <w:r w:rsidRPr="00B5721E">
        <w:rPr>
          <w:rtl/>
        </w:rPr>
        <w:t xml:space="preserve"> ابتداءً مسرحيَّاً بأبي بكر ا</w:t>
      </w:r>
      <w:r w:rsidR="002C2DD7">
        <w:rPr>
          <w:rtl/>
        </w:rPr>
        <w:t>لمـُ</w:t>
      </w:r>
      <w:r w:rsidRPr="00B5721E">
        <w:rPr>
          <w:rtl/>
        </w:rPr>
        <w:t>لقَّب بالصديق</w:t>
      </w:r>
      <w:r w:rsidR="00F13C51">
        <w:rPr>
          <w:rtl/>
        </w:rPr>
        <w:t>،</w:t>
      </w:r>
      <w:r w:rsidRPr="00B5721E">
        <w:rPr>
          <w:rtl/>
        </w:rPr>
        <w:t xml:space="preserve"> وانتهاء مُخزياً بهذا المدعوِّ يزيد المعروف بالزنديق</w:t>
      </w:r>
      <w:r w:rsidR="00106DAF">
        <w:rPr>
          <w:rtl/>
        </w:rPr>
        <w:t>!</w:t>
      </w:r>
      <w:r w:rsidRPr="00B5721E">
        <w:rPr>
          <w:rtl/>
        </w:rPr>
        <w:t xml:space="preserve"> وتمَّت فصول المأساة بعزل عليٍّ عن الكرسيِّ ا</w:t>
      </w:r>
      <w:r w:rsidR="002C2DD7">
        <w:rPr>
          <w:rtl/>
        </w:rPr>
        <w:t>لمـُ</w:t>
      </w:r>
      <w:r w:rsidRPr="00B5721E">
        <w:rPr>
          <w:rtl/>
        </w:rPr>
        <w:t>خصَّص له</w:t>
      </w:r>
      <w:r w:rsidR="00F13C51">
        <w:rPr>
          <w:rtl/>
        </w:rPr>
        <w:t>،</w:t>
      </w:r>
      <w:r w:rsidRPr="00B5721E">
        <w:rPr>
          <w:rtl/>
        </w:rPr>
        <w:t xml:space="preserve"> مِن عهدٍ إلى عهدٍ إلى عهدٍ</w:t>
      </w:r>
      <w:r w:rsidR="00F13C51">
        <w:rPr>
          <w:rtl/>
        </w:rPr>
        <w:t>،</w:t>
      </w:r>
      <w:r w:rsidRPr="00B5721E">
        <w:rPr>
          <w:rtl/>
        </w:rPr>
        <w:t xml:space="preserve"> حتَّى تمَّ به الوصول ا</w:t>
      </w:r>
      <w:r w:rsidR="002C2DD7">
        <w:rPr>
          <w:rtl/>
        </w:rPr>
        <w:t>لمـُ</w:t>
      </w:r>
      <w:r w:rsidRPr="00B5721E">
        <w:rPr>
          <w:rtl/>
        </w:rPr>
        <w:t>سمَّم الجوِّ</w:t>
      </w:r>
      <w:r w:rsidR="00F13C51">
        <w:rPr>
          <w:rtl/>
        </w:rPr>
        <w:t>،</w:t>
      </w:r>
      <w:r w:rsidRPr="00B5721E">
        <w:rPr>
          <w:rtl/>
        </w:rPr>
        <w:t xml:space="preserve"> وا</w:t>
      </w:r>
      <w:r w:rsidR="002C2DD7">
        <w:rPr>
          <w:rtl/>
        </w:rPr>
        <w:t>لمـُ</w:t>
      </w:r>
      <w:r w:rsidRPr="00B5721E">
        <w:rPr>
          <w:rtl/>
        </w:rPr>
        <w:t>قلَّم الأظافر</w:t>
      </w:r>
      <w:r w:rsidR="00F13C51">
        <w:rPr>
          <w:rtl/>
        </w:rPr>
        <w:t>،</w:t>
      </w:r>
      <w:r w:rsidRPr="00B5721E">
        <w:rPr>
          <w:rtl/>
        </w:rPr>
        <w:t xml:space="preserve"> وحتَّى تمَّ تغيُّبه عن الساحات</w:t>
      </w:r>
      <w:r w:rsidR="00C327EB">
        <w:rPr>
          <w:rtl/>
        </w:rPr>
        <w:t>.</w:t>
      </w:r>
      <w:r w:rsidRPr="00B5721E">
        <w:rPr>
          <w:rtl/>
        </w:rPr>
        <w:t xml:space="preserve"> أمَّا المشاهد التي عمَّرت بها المأساة</w:t>
      </w:r>
      <w:r w:rsidR="00F13C51">
        <w:rPr>
          <w:rtl/>
        </w:rPr>
        <w:t>،</w:t>
      </w:r>
      <w:r w:rsidRPr="00B5721E">
        <w:rPr>
          <w:rtl/>
        </w:rPr>
        <w:t xml:space="preserve"> فهي التي تمَّ إخراجها بالتذليل والتنكيل</w:t>
      </w:r>
      <w:r w:rsidR="00F13C51">
        <w:rPr>
          <w:rtl/>
        </w:rPr>
        <w:t>،</w:t>
      </w:r>
      <w:r w:rsidRPr="00B5721E">
        <w:rPr>
          <w:rtl/>
        </w:rPr>
        <w:t xml:space="preserve"> والسحل والقتل</w:t>
      </w:r>
      <w:r w:rsidR="00F13C51">
        <w:rPr>
          <w:rtl/>
        </w:rPr>
        <w:t>،</w:t>
      </w:r>
      <w:r w:rsidRPr="00B5721E">
        <w:rPr>
          <w:rtl/>
        </w:rPr>
        <w:t xml:space="preserve"> والتقزيم والتوهيم</w:t>
      </w:r>
      <w:r w:rsidR="00F13C51">
        <w:rPr>
          <w:rtl/>
        </w:rPr>
        <w:t>،</w:t>
      </w:r>
      <w:r w:rsidRPr="00B5721E">
        <w:rPr>
          <w:rtl/>
        </w:rPr>
        <w:t xml:space="preserve"> والتنويم والتغريم</w:t>
      </w:r>
      <w:r w:rsidR="00F13C51">
        <w:rPr>
          <w:rtl/>
        </w:rPr>
        <w:t>،</w:t>
      </w:r>
      <w:r w:rsidRPr="00B5721E">
        <w:rPr>
          <w:rtl/>
        </w:rPr>
        <w:t xml:space="preserve"> والتسميم والنَطِّ على ألف حبل وحبل</w:t>
      </w:r>
      <w:r w:rsidR="00F13C51">
        <w:rPr>
          <w:rtl/>
        </w:rPr>
        <w:t>،</w:t>
      </w:r>
      <w:r w:rsidRPr="00B5721E">
        <w:rPr>
          <w:rtl/>
        </w:rPr>
        <w:t xml:space="preserve"> وكلُّها مِن أجل ترسيخ رجل مِن بني حرب على كرسيٍّ</w:t>
      </w:r>
      <w:r w:rsidR="00F13C51">
        <w:rPr>
          <w:rtl/>
        </w:rPr>
        <w:t>،</w:t>
      </w:r>
      <w:r w:rsidRPr="00B5721E">
        <w:rPr>
          <w:rtl/>
        </w:rPr>
        <w:t xml:space="preserve"> تنحل الأُمَّة كلَّها حتَّى يبقى هذا الملك إلى أبد الدهر</w:t>
      </w:r>
      <w:r w:rsidR="00C327EB">
        <w:rPr>
          <w:rtl/>
        </w:rPr>
        <w:t>.</w:t>
      </w:r>
      <w:r w:rsidRPr="00B5721E">
        <w:rPr>
          <w:rtl/>
        </w:rPr>
        <w:t xml:space="preserve"> لقد قصفت الأحداث</w:t>
      </w:r>
      <w:r w:rsidR="00F13C51">
        <w:rPr>
          <w:rtl/>
        </w:rPr>
        <w:t xml:space="preserve"> - </w:t>
      </w:r>
      <w:r w:rsidRPr="00B5721E">
        <w:rPr>
          <w:rtl/>
        </w:rPr>
        <w:t>في مشهدٍ مِن مشاهد المأساة</w:t>
      </w:r>
      <w:r w:rsidR="00F13C51">
        <w:rPr>
          <w:rtl/>
        </w:rPr>
        <w:t xml:space="preserve"> - </w:t>
      </w:r>
      <w:r w:rsidRPr="00B5721E">
        <w:rPr>
          <w:rtl/>
        </w:rPr>
        <w:t>عمر أُمِّه فاطمة</w:t>
      </w:r>
      <w:r w:rsidR="00F13C51">
        <w:rPr>
          <w:rtl/>
        </w:rPr>
        <w:t>،</w:t>
      </w:r>
      <w:r w:rsidRPr="00B5721E">
        <w:rPr>
          <w:rtl/>
        </w:rPr>
        <w:t xml:space="preserve"> وهي تضحك وتهرج المأساة</w:t>
      </w:r>
      <w:r w:rsidR="00F13C51">
        <w:rPr>
          <w:rtl/>
        </w:rPr>
        <w:t>،</w:t>
      </w:r>
      <w:r w:rsidRPr="00B5721E">
        <w:rPr>
          <w:rtl/>
        </w:rPr>
        <w:t xml:space="preserve"> وقصفت الأحداث</w:t>
      </w:r>
      <w:r w:rsidR="00F13C51">
        <w:rPr>
          <w:rtl/>
        </w:rPr>
        <w:t xml:space="preserve"> - </w:t>
      </w:r>
      <w:r w:rsidRPr="00B5721E">
        <w:rPr>
          <w:rtl/>
        </w:rPr>
        <w:t>في مشهد طويل مِن مشاهد المأساة</w:t>
      </w:r>
      <w:r w:rsidR="00F13C51">
        <w:rPr>
          <w:rtl/>
        </w:rPr>
        <w:t xml:space="preserve"> - </w:t>
      </w:r>
      <w:r w:rsidRPr="00B5721E">
        <w:rPr>
          <w:rtl/>
        </w:rPr>
        <w:t>عمر أبيه عليٍّ</w:t>
      </w:r>
      <w:r w:rsidR="00F13C51">
        <w:rPr>
          <w:rtl/>
        </w:rPr>
        <w:t>،</w:t>
      </w:r>
      <w:r w:rsidRPr="00B5721E">
        <w:rPr>
          <w:rtl/>
        </w:rPr>
        <w:t xml:space="preserve"> وهي تضحك وتهرج المأساة</w:t>
      </w:r>
      <w:r w:rsidR="00F13C51">
        <w:rPr>
          <w:rtl/>
        </w:rPr>
        <w:t>،</w:t>
      </w:r>
      <w:r w:rsidRPr="00B5721E">
        <w:rPr>
          <w:rtl/>
        </w:rPr>
        <w:t xml:space="preserve"> وقصفت الأحداث</w:t>
      </w:r>
      <w:r w:rsidR="00F13C51">
        <w:rPr>
          <w:rtl/>
        </w:rPr>
        <w:t xml:space="preserve"> - </w:t>
      </w:r>
      <w:r w:rsidRPr="00B5721E">
        <w:rPr>
          <w:rtl/>
        </w:rPr>
        <w:t>في مشهد جانبيٍّ آخر مِن مشاهد المأساة</w:t>
      </w:r>
      <w:r w:rsidR="00F13C51">
        <w:rPr>
          <w:rtl/>
        </w:rPr>
        <w:t xml:space="preserve"> - </w:t>
      </w:r>
      <w:r w:rsidRPr="00B5721E">
        <w:rPr>
          <w:rtl/>
        </w:rPr>
        <w:t>عمر أخيه الحسن</w:t>
      </w:r>
      <w:r w:rsidR="00F13C51">
        <w:rPr>
          <w:rtl/>
        </w:rPr>
        <w:t>،</w:t>
      </w:r>
      <w:r w:rsidRPr="00B5721E">
        <w:rPr>
          <w:rtl/>
        </w:rPr>
        <w:t xml:space="preserve"> وهي تضحك وتهرج المأساة</w:t>
      </w:r>
      <w:r w:rsidR="00F13C51">
        <w:rPr>
          <w:rtl/>
        </w:rPr>
        <w:t>،</w:t>
      </w:r>
      <w:r w:rsidRPr="00B5721E">
        <w:rPr>
          <w:rtl/>
        </w:rPr>
        <w:t xml:space="preserve"> وقصفت الأحداث</w:t>
      </w:r>
      <w:r w:rsidR="00F13C51">
        <w:rPr>
          <w:rtl/>
        </w:rPr>
        <w:t xml:space="preserve"> - </w:t>
      </w:r>
      <w:r w:rsidRPr="00B5721E">
        <w:rPr>
          <w:rtl/>
        </w:rPr>
        <w:t>في مشاهد طويلة مِن المأساة</w:t>
      </w:r>
      <w:r w:rsidR="00F13C51">
        <w:rPr>
          <w:rtl/>
        </w:rPr>
        <w:t xml:space="preserve"> - </w:t>
      </w:r>
      <w:r w:rsidRPr="00B5721E">
        <w:rPr>
          <w:rtl/>
        </w:rPr>
        <w:t>زهو الأُمَّة</w:t>
      </w:r>
      <w:r w:rsidR="00F13C51">
        <w:rPr>
          <w:rtl/>
        </w:rPr>
        <w:t>،</w:t>
      </w:r>
      <w:r w:rsidRPr="00B5721E">
        <w:rPr>
          <w:rtl/>
        </w:rPr>
        <w:t xml:space="preserve"> ورقصها الناهد بالحياة وهي تضحك وتهرج المأساة</w:t>
      </w:r>
      <w:r w:rsidR="00106DAF">
        <w:rPr>
          <w:rtl/>
        </w:rPr>
        <w:t>!</w:t>
      </w:r>
      <w:r w:rsidRPr="00B5721E">
        <w:rPr>
          <w:rtl/>
        </w:rPr>
        <w:t>!! وها هي الأحداث الآن</w:t>
      </w:r>
      <w:r w:rsidR="00F13C51">
        <w:rPr>
          <w:rtl/>
        </w:rPr>
        <w:t xml:space="preserve"> - </w:t>
      </w:r>
      <w:r w:rsidRPr="00B5721E">
        <w:rPr>
          <w:rtl/>
        </w:rPr>
        <w:t xml:space="preserve">وقد وصل إليه الدور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الرهيب</w:t>
      </w:r>
      <w:r w:rsidR="00F13C51">
        <w:rPr>
          <w:rtl/>
        </w:rPr>
        <w:t xml:space="preserve"> - </w:t>
      </w:r>
      <w:r w:rsidRPr="00B5721E">
        <w:rPr>
          <w:rtl/>
        </w:rPr>
        <w:t>تستعدُّ لأنْ تسحقه تحت وطأتها</w:t>
      </w:r>
      <w:r w:rsidR="00F13C51">
        <w:rPr>
          <w:rtl/>
        </w:rPr>
        <w:t>،</w:t>
      </w:r>
      <w:r w:rsidRPr="00B5721E">
        <w:rPr>
          <w:rtl/>
        </w:rPr>
        <w:t xml:space="preserve"> وهي</w:t>
      </w:r>
      <w:r w:rsidR="00F13C51">
        <w:rPr>
          <w:rtl/>
        </w:rPr>
        <w:t xml:space="preserve"> - </w:t>
      </w:r>
      <w:r w:rsidRPr="00B5721E">
        <w:rPr>
          <w:rtl/>
        </w:rPr>
        <w:t>سَلفاً</w:t>
      </w:r>
      <w:r w:rsidR="00F13C51">
        <w:rPr>
          <w:rtl/>
        </w:rPr>
        <w:t xml:space="preserve"> - </w:t>
      </w:r>
      <w:r w:rsidRPr="00B5721E">
        <w:rPr>
          <w:rtl/>
        </w:rPr>
        <w:t>تضحك وتهرج المأساة</w:t>
      </w:r>
      <w:r w:rsidR="00106DAF">
        <w:rPr>
          <w:rtl/>
        </w:rPr>
        <w:t>!</w:t>
      </w:r>
      <w:r w:rsidRPr="00B5721E">
        <w:rPr>
          <w:rtl/>
        </w:rPr>
        <w:t>!!</w:t>
      </w:r>
    </w:p>
    <w:p w:rsidR="003A7CC2" w:rsidRPr="00A37385" w:rsidRDefault="003A7CC2" w:rsidP="00F13C51">
      <w:pPr>
        <w:pStyle w:val="libNormal"/>
        <w:rPr>
          <w:rtl/>
        </w:rPr>
      </w:pPr>
      <w:r w:rsidRPr="00B5721E">
        <w:rPr>
          <w:rtl/>
        </w:rPr>
        <w:t>هذا هو كلُّ ما مَرَّ به تصوُّر الحسين في هذه اللحظة</w:t>
      </w:r>
      <w:r w:rsidR="00F13C51">
        <w:rPr>
          <w:rtl/>
        </w:rPr>
        <w:t>،</w:t>
      </w:r>
      <w:r w:rsidRPr="00B5721E">
        <w:rPr>
          <w:rtl/>
        </w:rPr>
        <w:t xml:space="preserve"> التي تمكَّن فيها مُعاوية مِن حذف أخيه الحسن مِن صِفة الوجود</w:t>
      </w:r>
      <w:r w:rsidR="00106DAF">
        <w:rPr>
          <w:rtl/>
        </w:rPr>
        <w:t>!</w:t>
      </w:r>
      <w:r w:rsidRPr="00B5721E">
        <w:rPr>
          <w:rtl/>
        </w:rPr>
        <w:t xml:space="preserve"> لقد حذفه قبل أنْ يموت</w:t>
      </w:r>
      <w:r w:rsidR="00F13C51">
        <w:rPr>
          <w:rtl/>
        </w:rPr>
        <w:t>،</w:t>
      </w:r>
      <w:r w:rsidRPr="00B5721E">
        <w:rPr>
          <w:rtl/>
        </w:rPr>
        <w:t xml:space="preserve"> لقد كان مُعاوية يخاف أنْ تنتقل الخلافة إلى الحسن بعد موته</w:t>
      </w:r>
      <w:r w:rsidR="00F13C51">
        <w:rPr>
          <w:rtl/>
        </w:rPr>
        <w:t xml:space="preserve"> - </w:t>
      </w:r>
      <w:r w:rsidRPr="00B5721E">
        <w:rPr>
          <w:rtl/>
        </w:rPr>
        <w:t>حَسْبما اشترطت مُعاهدة الصلح</w:t>
      </w:r>
      <w:r w:rsidR="00F13C51">
        <w:rPr>
          <w:rFonts w:hint="cs"/>
          <w:rtl/>
        </w:rPr>
        <w:t xml:space="preserve"> - </w:t>
      </w:r>
      <w:r w:rsidRPr="00B5721E">
        <w:rPr>
          <w:rtl/>
        </w:rPr>
        <w:t>أمَّا وقد مات الحسن قبله بجُرعة مِن عسل</w:t>
      </w:r>
      <w:r w:rsidR="00F13C51">
        <w:rPr>
          <w:rtl/>
        </w:rPr>
        <w:t>،</w:t>
      </w:r>
      <w:r w:rsidRPr="00B5721E">
        <w:rPr>
          <w:rtl/>
        </w:rPr>
        <w:t xml:space="preserve"> فمعناه التحرُّر مِن ميثاق</w:t>
      </w:r>
      <w:r w:rsidR="00F13C51">
        <w:rPr>
          <w:rtl/>
        </w:rPr>
        <w:t>،</w:t>
      </w:r>
      <w:r w:rsidRPr="00B5721E">
        <w:rPr>
          <w:rtl/>
        </w:rPr>
        <w:t xml:space="preserve"> وجعل الحُكم ينتقل عاديَّاً بالوراثة إلى ابنه يزيد</w:t>
      </w:r>
      <w:r w:rsidR="00C327EB">
        <w:rPr>
          <w:rtl/>
        </w:rPr>
        <w:t>.</w:t>
      </w:r>
      <w:r w:rsidRPr="00B5721E">
        <w:rPr>
          <w:rtl/>
        </w:rPr>
        <w:t xml:space="preserve"> أمَّا أنْ يتنكَّر مُعاوية لميثاق قطعه على نفسه</w:t>
      </w:r>
      <w:r w:rsidR="00F13C51">
        <w:rPr>
          <w:rtl/>
        </w:rPr>
        <w:t>،</w:t>
      </w:r>
      <w:r w:rsidRPr="00B5721E">
        <w:rPr>
          <w:rtl/>
        </w:rPr>
        <w:t xml:space="preserve"> فمعناه خيانة المواثيق</w:t>
      </w:r>
      <w:r w:rsidR="00F13C51">
        <w:rPr>
          <w:rtl/>
        </w:rPr>
        <w:t>،</w:t>
      </w:r>
      <w:r w:rsidRPr="00B5721E">
        <w:rPr>
          <w:rtl/>
        </w:rPr>
        <w:t xml:space="preserve"> وعيب على مُعاوية أنْ يفعل</w:t>
      </w:r>
      <w:r w:rsidR="00F13C51">
        <w:rPr>
          <w:rtl/>
        </w:rPr>
        <w:t xml:space="preserve"> - </w:t>
      </w:r>
      <w:r w:rsidRPr="00B5721E">
        <w:rPr>
          <w:rtl/>
        </w:rPr>
        <w:t>وكان الالتجاء إلى الوسيلة</w:t>
      </w:r>
      <w:r w:rsidR="00F13C51">
        <w:rPr>
          <w:rtl/>
        </w:rPr>
        <w:t xml:space="preserve"> - </w:t>
      </w:r>
      <w:r w:rsidRPr="00B5721E">
        <w:rPr>
          <w:rtl/>
        </w:rPr>
        <w:t>فلدغه بالسَّم ونام قريراً على فراش مِن حرير</w:t>
      </w:r>
      <w:r w:rsidR="00F13C51">
        <w:rPr>
          <w:rtl/>
        </w:rPr>
        <w:t>،</w:t>
      </w:r>
      <w:r w:rsidRPr="00B5721E">
        <w:rPr>
          <w:rtl/>
        </w:rPr>
        <w:t xml:space="preserve"> سينام عليه أيضاً يزيده العِربيد</w:t>
      </w:r>
      <w:r w:rsidR="00106DAF">
        <w:rPr>
          <w:rtl/>
        </w:rPr>
        <w:t>!</w:t>
      </w:r>
      <w:r w:rsidRPr="00B5721E">
        <w:rPr>
          <w:rtl/>
        </w:rPr>
        <w:t xml:space="preserve"> إنَّ أزلام يزيد الآن يطوفون باسمه خليفة على المسلمين</w:t>
      </w:r>
      <w:r w:rsidR="00F13C51">
        <w:rPr>
          <w:rtl/>
        </w:rPr>
        <w:t>،</w:t>
      </w:r>
      <w:r w:rsidRPr="00B5721E">
        <w:rPr>
          <w:rtl/>
        </w:rPr>
        <w:t xml:space="preserve"> ويطوِّقون المدينة يثرب</w:t>
      </w:r>
      <w:r w:rsidR="00F13C51">
        <w:rPr>
          <w:rtl/>
        </w:rPr>
        <w:t>،</w:t>
      </w:r>
      <w:r w:rsidRPr="00B5721E">
        <w:rPr>
          <w:rtl/>
        </w:rPr>
        <w:t xml:space="preserve"> وهُمْ يُهدِّدون الحسين بالرضوخ وا</w:t>
      </w:r>
      <w:r w:rsidR="002C2DD7">
        <w:rPr>
          <w:rtl/>
        </w:rPr>
        <w:t>لمـُ</w:t>
      </w:r>
      <w:r w:rsidRPr="00B5721E">
        <w:rPr>
          <w:rtl/>
        </w:rPr>
        <w:t>بايعة</w:t>
      </w:r>
      <w:r w:rsidR="00F13C51">
        <w:rPr>
          <w:rtl/>
        </w:rPr>
        <w:t>،</w:t>
      </w:r>
      <w:r w:rsidRPr="00B5721E">
        <w:rPr>
          <w:rtl/>
        </w:rPr>
        <w:t xml:space="preserve"> ثمناً يشتري به بقاءه حيَّاً ومُتمتِّعا برَغد العيش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B5721E">
        <w:rPr>
          <w:rtl/>
        </w:rPr>
        <w:t xml:space="preserve"> 2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لم يُصدِّق الحسين الكلام ا</w:t>
      </w:r>
      <w:r w:rsidR="002C2DD7">
        <w:rPr>
          <w:rtl/>
        </w:rPr>
        <w:t>لمـَ</w:t>
      </w:r>
      <w:r w:rsidRPr="00B5721E">
        <w:rPr>
          <w:rtl/>
        </w:rPr>
        <w:t>عسول ولا الوعد المنسول</w:t>
      </w:r>
      <w:r w:rsidR="00F13C51">
        <w:rPr>
          <w:rtl/>
        </w:rPr>
        <w:t>،</w:t>
      </w:r>
      <w:r w:rsidRPr="00B5721E">
        <w:rPr>
          <w:rtl/>
        </w:rPr>
        <w:t xml:space="preserve"> مِثلما لم يُصدِّقه مِن قبل</w:t>
      </w:r>
      <w:r w:rsidR="00F13C51">
        <w:rPr>
          <w:rtl/>
        </w:rPr>
        <w:t>،</w:t>
      </w:r>
      <w:r w:rsidRPr="00B5721E">
        <w:rPr>
          <w:rtl/>
        </w:rPr>
        <w:t xml:space="preserve"> لا أبوه الراقد في النجف الأشرف</w:t>
      </w:r>
      <w:r w:rsidR="00F13C51">
        <w:rPr>
          <w:rtl/>
        </w:rPr>
        <w:t>،</w:t>
      </w:r>
      <w:r w:rsidRPr="00B5721E">
        <w:rPr>
          <w:rtl/>
        </w:rPr>
        <w:t xml:space="preserve"> ولا أخوه ا</w:t>
      </w:r>
      <w:r w:rsidR="002C2DD7">
        <w:rPr>
          <w:rtl/>
        </w:rPr>
        <w:t>لمـُ</w:t>
      </w:r>
      <w:r w:rsidRPr="00B5721E">
        <w:rPr>
          <w:rtl/>
        </w:rPr>
        <w:t>كفَّن بحِضن أُمِّه في البقيع</w:t>
      </w:r>
      <w:r w:rsidR="00F13C51">
        <w:rPr>
          <w:rtl/>
        </w:rPr>
        <w:t>،</w:t>
      </w:r>
      <w:r w:rsidRPr="00B5721E">
        <w:rPr>
          <w:rtl/>
        </w:rPr>
        <w:t xml:space="preserve"> بلْ التوى على نفسه الكئيبة يجترُّ وحدته الصامدة في كيانها</w:t>
      </w:r>
      <w:r w:rsidR="00F13C51">
        <w:rPr>
          <w:rtl/>
        </w:rPr>
        <w:t>،</w:t>
      </w:r>
      <w:r w:rsidRPr="00B5721E">
        <w:rPr>
          <w:rtl/>
        </w:rPr>
        <w:t xml:space="preserve"> ويزنها بموازينها الصحيحة</w:t>
      </w:r>
      <w:r w:rsidR="00F13C51">
        <w:rPr>
          <w:rtl/>
        </w:rPr>
        <w:t>،</w:t>
      </w:r>
      <w:r w:rsidRPr="00B5721E">
        <w:rPr>
          <w:rtl/>
        </w:rPr>
        <w:t xml:space="preserve"> ويجمع لها مِن مواعين روحه وقلبه وفكره</w:t>
      </w:r>
      <w:r w:rsidR="00F13C51">
        <w:rPr>
          <w:rtl/>
        </w:rPr>
        <w:t>،</w:t>
      </w:r>
      <w:r w:rsidRPr="00B5721E">
        <w:rPr>
          <w:rtl/>
        </w:rPr>
        <w:t xml:space="preserve"> ما يجعلها موصولة بالخَطِّ الكبير</w:t>
      </w:r>
      <w:r w:rsidR="00F13C51">
        <w:rPr>
          <w:rtl/>
        </w:rPr>
        <w:t>،</w:t>
      </w:r>
      <w:r w:rsidRPr="00B5721E">
        <w:rPr>
          <w:rtl/>
        </w:rPr>
        <w:t xml:space="preserve"> الذي رسمه ودفعه إلى النور جَدُّه الذي قهر الموت وتسربل بالخلود</w:t>
      </w:r>
      <w:r w:rsidR="00F13C51">
        <w:rPr>
          <w:rtl/>
        </w:rPr>
        <w:t>،</w:t>
      </w:r>
      <w:r w:rsidRPr="00B5721E">
        <w:rPr>
          <w:rtl/>
        </w:rPr>
        <w:t xml:space="preserve"> لأنَّه تمنطق بالحَقِّ وتسدَّد بالرسالة</w:t>
      </w:r>
      <w:r w:rsidR="00F13C51">
        <w:rPr>
          <w:rtl/>
        </w:rPr>
        <w:t>،</w:t>
      </w:r>
      <w:r w:rsidRPr="00B5721E">
        <w:rPr>
          <w:rtl/>
        </w:rPr>
        <w:t xml:space="preserve"> فإذا هو حَيٌّ</w:t>
      </w:r>
      <w:r w:rsidR="00F13C51">
        <w:rPr>
          <w:rtl/>
        </w:rPr>
        <w:t xml:space="preserve"> - </w:t>
      </w:r>
      <w:r w:rsidRPr="00B5721E">
        <w:rPr>
          <w:rtl/>
        </w:rPr>
        <w:t>أبداً</w:t>
      </w:r>
      <w:r w:rsidR="00F13C51">
        <w:rPr>
          <w:rtl/>
        </w:rPr>
        <w:t xml:space="preserve"> - </w:t>
      </w:r>
      <w:r w:rsidRPr="00B5721E">
        <w:rPr>
          <w:rtl/>
        </w:rPr>
        <w:t>في القضيَّة التي هي أُمَّة</w:t>
      </w:r>
      <w:r w:rsidR="00F13C51">
        <w:rPr>
          <w:rtl/>
        </w:rPr>
        <w:t>،</w:t>
      </w:r>
      <w:r w:rsidRPr="00B5721E">
        <w:rPr>
          <w:rtl/>
        </w:rPr>
        <w:t xml:space="preserve"> يُعزِّزها الاجتماع الإنسانيِّ ا</w:t>
      </w:r>
      <w:r w:rsidR="002C2DD7">
        <w:rPr>
          <w:rtl/>
        </w:rPr>
        <w:t>لمـُ</w:t>
      </w:r>
      <w:r w:rsidRPr="00B5721E">
        <w:rPr>
          <w:rtl/>
        </w:rPr>
        <w:t>ستمر مِن يومٍ إلى يومٍ</w:t>
      </w:r>
      <w:r w:rsidR="00F13C51">
        <w:rPr>
          <w:rtl/>
        </w:rPr>
        <w:t>،</w:t>
      </w:r>
      <w:r w:rsidRPr="00B5721E">
        <w:rPr>
          <w:rtl/>
        </w:rPr>
        <w:t xml:space="preserve"> ومِن جيل إلى جيل طالما هو الغارف مِن صدر الحياة مقوُّمات وجوده في الكون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لم ينقطع الخَطُّ</w:t>
      </w:r>
      <w:r w:rsidR="00F13C51">
        <w:rPr>
          <w:rtl/>
        </w:rPr>
        <w:t>،</w:t>
      </w:r>
      <w:r w:rsidRPr="00B5721E">
        <w:rPr>
          <w:rtl/>
        </w:rPr>
        <w:t xml:space="preserve"> بلْ تمتَّن وصله بأبيه الناهج نهج الحَقِّ</w:t>
      </w:r>
      <w:r w:rsidR="00F13C51">
        <w:rPr>
          <w:rtl/>
        </w:rPr>
        <w:t>،</w:t>
      </w:r>
      <w:r w:rsidRPr="00B5721E">
        <w:rPr>
          <w:rtl/>
        </w:rPr>
        <w:t xml:space="preserve"> فإذا هو خَطٌّ يخلد</w:t>
      </w:r>
      <w:r w:rsidR="00F13C51">
        <w:rPr>
          <w:rtl/>
        </w:rPr>
        <w:t>؛</w:t>
      </w:r>
      <w:r w:rsidRPr="00B5721E">
        <w:rPr>
          <w:rtl/>
        </w:rPr>
        <w:t xml:space="preserve"> لأنَّه مُركِّز على القيم الإنسانيَّة التي لا يتعزَّز إلاَّ بها وجود مُجتمع الإنسان</w:t>
      </w:r>
      <w:r w:rsidR="00F13C51">
        <w:rPr>
          <w:rtl/>
        </w:rPr>
        <w:t>،</w:t>
      </w:r>
      <w:r w:rsidRPr="00B5721E">
        <w:rPr>
          <w:rtl/>
        </w:rPr>
        <w:t xml:space="preserve"> ومحورها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العدل</w:t>
      </w:r>
      <w:r w:rsidR="00F13C51">
        <w:rPr>
          <w:rtl/>
        </w:rPr>
        <w:t>،</w:t>
      </w:r>
      <w:r w:rsidRPr="00B5721E">
        <w:rPr>
          <w:rtl/>
        </w:rPr>
        <w:t xml:space="preserve"> والحُرِّيَّة</w:t>
      </w:r>
      <w:r w:rsidR="00F13C51">
        <w:rPr>
          <w:rtl/>
        </w:rPr>
        <w:t>،</w:t>
      </w:r>
      <w:r w:rsidRPr="00B5721E">
        <w:rPr>
          <w:rtl/>
        </w:rPr>
        <w:t xml:space="preserve"> وا</w:t>
      </w:r>
      <w:r w:rsidR="002C2DD7">
        <w:rPr>
          <w:rtl/>
        </w:rPr>
        <w:t>لمـُ</w:t>
      </w:r>
      <w:r w:rsidRPr="00B5721E">
        <w:rPr>
          <w:rtl/>
        </w:rPr>
        <w:t>ساواة</w:t>
      </w:r>
      <w:r w:rsidR="00C327EB">
        <w:rPr>
          <w:rtl/>
        </w:rPr>
        <w:t>.</w:t>
      </w:r>
      <w:r w:rsidRPr="00B5721E">
        <w:rPr>
          <w:rtl/>
        </w:rPr>
        <w:t xml:space="preserve"> وأساسها</w:t>
      </w:r>
      <w:r w:rsidR="00F13C51">
        <w:rPr>
          <w:rtl/>
        </w:rPr>
        <w:t>،</w:t>
      </w:r>
      <w:r w:rsidRPr="00B5721E">
        <w:rPr>
          <w:rtl/>
        </w:rPr>
        <w:t xml:space="preserve"> الحَق</w:t>
      </w:r>
      <w:r w:rsidR="00F13C51">
        <w:rPr>
          <w:rtl/>
        </w:rPr>
        <w:t>،</w:t>
      </w:r>
      <w:r w:rsidRPr="00B5721E">
        <w:rPr>
          <w:rtl/>
        </w:rPr>
        <w:t xml:space="preserve"> والصدق وا</w:t>
      </w:r>
      <w:r w:rsidR="002C2DD7">
        <w:rPr>
          <w:rtl/>
        </w:rPr>
        <w:t>لمـَ</w:t>
      </w:r>
      <w:r w:rsidRPr="00B5721E">
        <w:rPr>
          <w:rtl/>
        </w:rPr>
        <w:t>ثل النزيه</w:t>
      </w:r>
      <w:r w:rsidR="00F13C51">
        <w:rPr>
          <w:rtl/>
        </w:rPr>
        <w:t>،</w:t>
      </w:r>
      <w:r w:rsidRPr="00B5721E">
        <w:rPr>
          <w:rtl/>
        </w:rPr>
        <w:t xml:space="preserve"> وكلُّها في الشوق والتَّوق اللذين يبنيان الإنسان</w:t>
      </w:r>
      <w:r w:rsidR="00C327EB">
        <w:rPr>
          <w:rtl/>
        </w:rPr>
        <w:t>.</w:t>
      </w:r>
      <w:r w:rsidRPr="00B5721E">
        <w:rPr>
          <w:rtl/>
        </w:rPr>
        <w:t xml:space="preserve"> إنَّ عليَّاً الإمام هو ركن مِن هذه الأركان الإنسانيَّة</w:t>
      </w:r>
      <w:r w:rsidR="00F13C51">
        <w:rPr>
          <w:rtl/>
        </w:rPr>
        <w:t>،</w:t>
      </w:r>
      <w:r w:rsidRPr="00B5721E">
        <w:rPr>
          <w:rtl/>
        </w:rPr>
        <w:t xml:space="preserve"> التي بني عليها مُجتمع الإسلام</w:t>
      </w:r>
      <w:r w:rsidR="00C327EB">
        <w:rPr>
          <w:rtl/>
        </w:rPr>
        <w:t>.</w:t>
      </w:r>
      <w:r w:rsidRPr="00B5721E">
        <w:rPr>
          <w:rtl/>
        </w:rPr>
        <w:t xml:space="preserve"> ولهذا فإنَّه ا</w:t>
      </w:r>
      <w:r w:rsidR="002C2DD7">
        <w:rPr>
          <w:rtl/>
        </w:rPr>
        <w:t>لمـُ</w:t>
      </w:r>
      <w:r w:rsidRPr="00B5721E">
        <w:rPr>
          <w:rtl/>
        </w:rPr>
        <w:t>ستقطب دائماً</w:t>
      </w:r>
      <w:r w:rsidR="00F13C51">
        <w:rPr>
          <w:rtl/>
        </w:rPr>
        <w:t>،</w:t>
      </w:r>
      <w:r w:rsidRPr="00B5721E">
        <w:rPr>
          <w:rtl/>
        </w:rPr>
        <w:t xml:space="preserve"> إذ تختلُّ الموازين ويهبط مُطلق مُجتمع مِن مُجتمعات الأرض إلى فجوات مِن التردِّي</w:t>
      </w:r>
      <w:r w:rsidR="00F13C51">
        <w:rPr>
          <w:rtl/>
        </w:rPr>
        <w:t>،</w:t>
      </w:r>
      <w:r w:rsidRPr="00B5721E">
        <w:rPr>
          <w:rtl/>
        </w:rPr>
        <w:t xml:space="preserve"> سيجد ذلك ا</w:t>
      </w:r>
      <w:r w:rsidR="002C2DD7">
        <w:rPr>
          <w:rtl/>
        </w:rPr>
        <w:t>لمـُ</w:t>
      </w:r>
      <w:r w:rsidRPr="00B5721E">
        <w:rPr>
          <w:rtl/>
        </w:rPr>
        <w:t>جتمع</w:t>
      </w:r>
      <w:r w:rsidR="00F13C51">
        <w:rPr>
          <w:rtl/>
        </w:rPr>
        <w:t xml:space="preserve"> - </w:t>
      </w:r>
      <w:r w:rsidRPr="00B5721E">
        <w:rPr>
          <w:rtl/>
        </w:rPr>
        <w:t>بالذات</w:t>
      </w:r>
      <w:r w:rsidR="00F13C51">
        <w:rPr>
          <w:rtl/>
        </w:rPr>
        <w:t xml:space="preserve"> - </w:t>
      </w:r>
      <w:r w:rsidRPr="00B5721E">
        <w:rPr>
          <w:rtl/>
        </w:rPr>
        <w:t>أنَّ أسباب الارتجاج فيه عائدة إلى استهانته بهذه القيم الإنسانيَّة أو ببعض منها</w:t>
      </w:r>
      <w:r w:rsidR="00F13C51">
        <w:rPr>
          <w:rtl/>
        </w:rPr>
        <w:t>،</w:t>
      </w:r>
      <w:r w:rsidRPr="00B5721E">
        <w:rPr>
          <w:rtl/>
        </w:rPr>
        <w:t xml:space="preserve"> وأنَّ في الرجوع إلى مبادئ عليٍّ ترميماً لكلِّ نقص شوَّش ذلك ا</w:t>
      </w:r>
      <w:r w:rsidR="002C2DD7">
        <w:rPr>
          <w:rtl/>
        </w:rPr>
        <w:t>لمـُ</w:t>
      </w:r>
      <w:r w:rsidRPr="00B5721E">
        <w:rPr>
          <w:rtl/>
        </w:rPr>
        <w:t>جتمع</w:t>
      </w:r>
      <w:r w:rsidR="00F13C51">
        <w:rPr>
          <w:rtl/>
        </w:rPr>
        <w:t>،</w:t>
      </w:r>
      <w:r w:rsidRPr="00B5721E">
        <w:rPr>
          <w:rtl/>
        </w:rPr>
        <w:t xml:space="preserve"> وأبعده عن التركيز الإنساني القويم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لقد تبيَّن دائماً للحسين أنَّ المبادئ المنهجيَّة التي آمن بها أبوه عليٌّ</w:t>
      </w:r>
      <w:r w:rsidR="00F13C51">
        <w:rPr>
          <w:rtl/>
        </w:rPr>
        <w:t>،</w:t>
      </w:r>
      <w:r w:rsidRPr="00B5721E">
        <w:rPr>
          <w:rtl/>
        </w:rPr>
        <w:t xml:space="preserve"> إنَّما هي كلُّها مِن صُلب الرسالة</w:t>
      </w:r>
      <w:r w:rsidR="00F13C51">
        <w:rPr>
          <w:rtl/>
        </w:rPr>
        <w:t>،</w:t>
      </w:r>
      <w:r w:rsidRPr="00B5721E">
        <w:rPr>
          <w:rtl/>
        </w:rPr>
        <w:t xml:space="preserve"> التي قدَّمها جَدُّه ل</w:t>
      </w:r>
      <w:r w:rsidR="002C2DD7">
        <w:rPr>
          <w:rtl/>
        </w:rPr>
        <w:t>لمـُ</w:t>
      </w:r>
      <w:r w:rsidRPr="00B5721E">
        <w:rPr>
          <w:rtl/>
        </w:rPr>
        <w:t>جتمع السويِّ</w:t>
      </w:r>
      <w:r w:rsidR="00F13C51">
        <w:rPr>
          <w:rtl/>
        </w:rPr>
        <w:t>،</w:t>
      </w:r>
      <w:r w:rsidRPr="00B5721E">
        <w:rPr>
          <w:rtl/>
        </w:rPr>
        <w:t xml:space="preserve"> كما تبيَّن له</w:t>
      </w:r>
      <w:r w:rsidR="00F13C51">
        <w:rPr>
          <w:rtl/>
        </w:rPr>
        <w:t xml:space="preserve"> - </w:t>
      </w:r>
      <w:r w:rsidRPr="00B5721E">
        <w:rPr>
          <w:rtl/>
        </w:rPr>
        <w:t>بوضوح لا يقبل الدَّحض</w:t>
      </w:r>
      <w:r w:rsidR="00F13C51">
        <w:rPr>
          <w:rtl/>
        </w:rPr>
        <w:t xml:space="preserve"> - </w:t>
      </w:r>
      <w:r w:rsidRPr="00B5721E">
        <w:rPr>
          <w:rtl/>
        </w:rPr>
        <w:t>أنَّ الأُمَّة بسعتها الأرضيَّة الجغرافيَّة</w:t>
      </w:r>
      <w:r w:rsidR="00F13C51">
        <w:rPr>
          <w:rtl/>
        </w:rPr>
        <w:t>،</w:t>
      </w:r>
      <w:r w:rsidRPr="00B5721E">
        <w:rPr>
          <w:rtl/>
        </w:rPr>
        <w:t xml:space="preserve"> كما بسعتها الزمنيَّة التاريخيَّة هي التي تُحقِّق وسعها الإنساني</w:t>
      </w:r>
      <w:r w:rsidR="00F13C51">
        <w:rPr>
          <w:rtl/>
        </w:rPr>
        <w:t>،</w:t>
      </w:r>
      <w:r w:rsidRPr="00B5721E">
        <w:rPr>
          <w:rtl/>
        </w:rPr>
        <w:t xml:space="preserve"> الذي استدرج هبوط الرسالة عليه وتقبَّلها فاعلة فيه ليخلد وتخلد فيه</w:t>
      </w:r>
      <w:r w:rsidR="00C327EB">
        <w:rPr>
          <w:rtl/>
        </w:rPr>
        <w:t>.</w:t>
      </w:r>
      <w:r w:rsidRPr="00B5721E">
        <w:rPr>
          <w:rtl/>
        </w:rPr>
        <w:t xml:space="preserve"> مِن هنا أنَّ جَدَّه العظيم هو الخالد</w:t>
      </w:r>
      <w:r w:rsidR="00F13C51">
        <w:rPr>
          <w:rtl/>
        </w:rPr>
        <w:t>،</w:t>
      </w:r>
      <w:r w:rsidRPr="00B5721E">
        <w:rPr>
          <w:rtl/>
        </w:rPr>
        <w:t xml:space="preserve"> وأنَّ أباه الكريم هو الخالد أيضاً</w:t>
      </w:r>
      <w:r w:rsidR="00F13C51">
        <w:rPr>
          <w:rtl/>
        </w:rPr>
        <w:t>؛</w:t>
      </w:r>
      <w:r w:rsidRPr="00B5721E">
        <w:rPr>
          <w:rtl/>
        </w:rPr>
        <w:t xml:space="preserve"> لأنَّ الأُمَّة</w:t>
      </w:r>
      <w:r w:rsidR="00F13C51">
        <w:rPr>
          <w:rtl/>
        </w:rPr>
        <w:t xml:space="preserve"> - </w:t>
      </w:r>
      <w:r w:rsidRPr="00B5721E">
        <w:rPr>
          <w:rtl/>
        </w:rPr>
        <w:t>الرسالة</w:t>
      </w:r>
      <w:r w:rsidR="00F13C51">
        <w:rPr>
          <w:rtl/>
        </w:rPr>
        <w:t xml:space="preserve"> - </w:t>
      </w:r>
      <w:r w:rsidRPr="00B5721E">
        <w:rPr>
          <w:rtl/>
        </w:rPr>
        <w:t>هي التي نبضت بهما</w:t>
      </w:r>
      <w:r w:rsidR="00F13C51">
        <w:rPr>
          <w:rtl/>
        </w:rPr>
        <w:t>،</w:t>
      </w:r>
      <w:r w:rsidRPr="00B5721E">
        <w:rPr>
          <w:rtl/>
        </w:rPr>
        <w:t xml:space="preserve"> ولا يُمكن أنْ تفكَّ ارتباطها</w:t>
      </w:r>
      <w:r w:rsidR="00F13C51">
        <w:rPr>
          <w:rtl/>
        </w:rPr>
        <w:t>،</w:t>
      </w:r>
      <w:r w:rsidRPr="00B5721E">
        <w:rPr>
          <w:rtl/>
        </w:rPr>
        <w:t xml:space="preserve"> لا بالأرض ولا بالتاريخ</w:t>
      </w:r>
      <w:r w:rsidR="00F13C51">
        <w:rPr>
          <w:rtl/>
        </w:rPr>
        <w:t>،</w:t>
      </w:r>
      <w:r w:rsidRPr="00B5721E">
        <w:rPr>
          <w:rtl/>
        </w:rPr>
        <w:t xml:space="preserve"> ولا بالحياة التي تستسيغ التراب وتتجذَّر فيه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ولقد تبيَّن للحسين أنَّ الخلود هو مُنعة القضايا الكبيرة</w:t>
      </w:r>
      <w:r w:rsidR="00F13C51">
        <w:rPr>
          <w:rtl/>
        </w:rPr>
        <w:t>،</w:t>
      </w:r>
      <w:r w:rsidRPr="00B5721E">
        <w:rPr>
          <w:rtl/>
        </w:rPr>
        <w:t xml:space="preserve"> ا</w:t>
      </w:r>
      <w:r w:rsidR="002C2DD7">
        <w:rPr>
          <w:rtl/>
        </w:rPr>
        <w:t>لمـُ</w:t>
      </w:r>
      <w:r w:rsidRPr="00B5721E">
        <w:rPr>
          <w:rtl/>
        </w:rPr>
        <w:t>قتنَصة مِن جوهر الحياة وتستمرُّ بها</w:t>
      </w:r>
      <w:r w:rsidR="00F13C51">
        <w:rPr>
          <w:rtl/>
        </w:rPr>
        <w:t>،</w:t>
      </w:r>
      <w:r w:rsidRPr="00B5721E">
        <w:rPr>
          <w:rtl/>
        </w:rPr>
        <w:t xml:space="preserve"> ولولا ذلك لما كان الإنسان خالداً في إرثه ا</w:t>
      </w:r>
      <w:r w:rsidR="002C2DD7">
        <w:rPr>
          <w:rtl/>
        </w:rPr>
        <w:t>لمـُ</w:t>
      </w:r>
      <w:r w:rsidRPr="00B5721E">
        <w:rPr>
          <w:rtl/>
        </w:rPr>
        <w:t>جتمعي</w:t>
      </w:r>
      <w:r w:rsidR="00F13C51">
        <w:rPr>
          <w:rtl/>
        </w:rPr>
        <w:t>،</w:t>
      </w:r>
      <w:r w:rsidRPr="00B5721E">
        <w:rPr>
          <w:rtl/>
        </w:rPr>
        <w:t xml:space="preserve"> الذي هو قضيَّة الحياة في استمرارها الخالد الرائع</w:t>
      </w:r>
      <w:r w:rsidR="00F13C51">
        <w:rPr>
          <w:rtl/>
        </w:rPr>
        <w:t>،</w:t>
      </w:r>
      <w:r w:rsidRPr="00B5721E">
        <w:rPr>
          <w:rtl/>
        </w:rPr>
        <w:t xml:space="preserve"> سبحان الله الذي كرَّم الحياة وخلَّدها في مُجتمع الإنسان</w:t>
      </w:r>
      <w:r w:rsidR="00106DAF">
        <w:rPr>
          <w:rtl/>
        </w:rPr>
        <w:t>!</w:t>
      </w:r>
      <w:r w:rsidRPr="00B5721E">
        <w:rPr>
          <w:rtl/>
        </w:rPr>
        <w:t xml:space="preserve"> الذي هو صورة الله ورمزه في روعة المِثال</w:t>
      </w:r>
      <w:r w:rsidR="00C327EB">
        <w:rPr>
          <w:rtl/>
        </w:rPr>
        <w:t>.</w:t>
      </w:r>
      <w:r w:rsidRPr="00B5721E">
        <w:rPr>
          <w:rtl/>
        </w:rPr>
        <w:t xml:space="preserve"> إنَّ الأُمَّة</w:t>
      </w:r>
      <w:r w:rsidR="00F13C51">
        <w:rPr>
          <w:rtl/>
        </w:rPr>
        <w:t xml:space="preserve"> - </w:t>
      </w:r>
      <w:r w:rsidRPr="00B5721E">
        <w:rPr>
          <w:rtl/>
        </w:rPr>
        <w:t>والحالة هذه مِن الاقتناع</w:t>
      </w:r>
      <w:r w:rsidR="00F13C51">
        <w:rPr>
          <w:rtl/>
        </w:rPr>
        <w:t xml:space="preserve"> - </w:t>
      </w:r>
      <w:r w:rsidRPr="00B5721E">
        <w:rPr>
          <w:rtl/>
        </w:rPr>
        <w:t>هي قضيَّة محمد النبويَّة الرساليَّة وهي حقيقة خلوده</w:t>
      </w:r>
      <w:r w:rsidR="00F13C51">
        <w:rPr>
          <w:rtl/>
        </w:rPr>
        <w:t>،</w:t>
      </w:r>
      <w:r w:rsidRPr="00B5721E">
        <w:rPr>
          <w:rtl/>
        </w:rPr>
        <w:t xml:space="preserve"> وحقيقة انتصاره في المعركة الإنسانيَّة الدائمة التي هي</w:t>
      </w:r>
      <w:r w:rsidR="00F13C51">
        <w:rPr>
          <w:rtl/>
        </w:rPr>
        <w:t xml:space="preserve"> - </w:t>
      </w:r>
      <w:r w:rsidRPr="00B5721E">
        <w:rPr>
          <w:rtl/>
        </w:rPr>
        <w:t>بحَقٍ</w:t>
      </w:r>
      <w:r w:rsidR="00F13C51">
        <w:rPr>
          <w:rtl/>
        </w:rPr>
        <w:t xml:space="preserve"> - </w:t>
      </w:r>
      <w:r w:rsidRPr="00B5721E">
        <w:rPr>
          <w:rtl/>
        </w:rPr>
        <w:t>صراع الحياة في تحقيق استمراريَّة ذاتها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وكما أنَّ قضايا عديدة تتفرَّع مِن القضيَّة الأساس</w:t>
      </w:r>
      <w:r w:rsidR="00F13C51">
        <w:rPr>
          <w:rtl/>
        </w:rPr>
        <w:t>،</w:t>
      </w:r>
      <w:r w:rsidRPr="00B5721E">
        <w:rPr>
          <w:rtl/>
        </w:rPr>
        <w:t xml:space="preserve"> لتكون لكلِّ واحدة منها قيمة مُماثلة للأصل في الوزن والجوهر</w:t>
      </w:r>
      <w:r w:rsidR="00F13C51">
        <w:rPr>
          <w:rtl/>
        </w:rPr>
        <w:t>؛</w:t>
      </w:r>
      <w:r w:rsidRPr="00B5721E">
        <w:rPr>
          <w:rtl/>
        </w:rPr>
        <w:t xml:space="preserve"> لأنَّ الأصل في تمدُّده</w:t>
      </w:r>
      <w:r w:rsidR="00F13C51">
        <w:rPr>
          <w:rtl/>
        </w:rPr>
        <w:t>،</w:t>
      </w:r>
      <w:r w:rsidRPr="00B5721E">
        <w:rPr>
          <w:rtl/>
        </w:rPr>
        <w:t xml:space="preserve"> إنَّما هو فيض</w:t>
      </w:r>
      <w:r w:rsidR="00F13C51">
        <w:rPr>
          <w:rtl/>
        </w:rPr>
        <w:t xml:space="preserve"> - </w:t>
      </w:r>
      <w:r w:rsidRPr="00B5721E">
        <w:rPr>
          <w:rtl/>
        </w:rPr>
        <w:t>لا للتنقيص</w:t>
      </w:r>
      <w:r w:rsidR="00F13C51">
        <w:rPr>
          <w:rtl/>
        </w:rPr>
        <w:t xml:space="preserve"> - </w:t>
      </w:r>
      <w:r w:rsidRPr="00B5721E">
        <w:rPr>
          <w:rtl/>
        </w:rPr>
        <w:t>بل للتكامُل</w:t>
      </w:r>
      <w:r w:rsidR="00F13C51">
        <w:rPr>
          <w:rtl/>
        </w:rPr>
        <w:t>،</w:t>
      </w:r>
      <w:r w:rsidRPr="00B5721E">
        <w:rPr>
          <w:rtl/>
        </w:rPr>
        <w:t xml:space="preserve"> هكذا رأى الحسين أنَّ كلَّ نهج أبيه كان فرعاً مِن أصلٍ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الرسالة</w:t>
      </w:r>
      <w:r w:rsidR="00F13C51">
        <w:rPr>
          <w:rtl/>
        </w:rPr>
        <w:t>،</w:t>
      </w:r>
      <w:r w:rsidRPr="00B5721E">
        <w:rPr>
          <w:rtl/>
        </w:rPr>
        <w:t xml:space="preserve"> لقد تكامل به</w:t>
      </w:r>
      <w:r w:rsidR="00F13C51">
        <w:rPr>
          <w:rtl/>
        </w:rPr>
        <w:t>،</w:t>
      </w:r>
      <w:r w:rsidRPr="00B5721E">
        <w:rPr>
          <w:rtl/>
        </w:rPr>
        <w:t xml:space="preserve"> فإذا هو مِن أجل أُمَّةٍ تبدَّت مِن رسالة</w:t>
      </w:r>
      <w:r w:rsidR="00F13C51">
        <w:rPr>
          <w:rtl/>
        </w:rPr>
        <w:t>،</w:t>
      </w:r>
      <w:r w:rsidRPr="00B5721E">
        <w:rPr>
          <w:rtl/>
        </w:rPr>
        <w:t xml:space="preserve"> أو رسالة تبدَّت مِن أُمَّة</w:t>
      </w:r>
      <w:r w:rsidR="00F13C51">
        <w:rPr>
          <w:rtl/>
        </w:rPr>
        <w:t>،</w:t>
      </w:r>
      <w:r w:rsidRPr="00B5721E">
        <w:rPr>
          <w:rtl/>
        </w:rPr>
        <w:t xml:space="preserve"> وهكذا تلبَّس أبوه خلوداً في الذكر تحيا به أجيال الإنسان</w:t>
      </w:r>
      <w:r w:rsidR="00F13C51">
        <w:rPr>
          <w:rtl/>
        </w:rPr>
        <w:t>،</w:t>
      </w:r>
      <w:r w:rsidRPr="00B5721E">
        <w:rPr>
          <w:rtl/>
        </w:rPr>
        <w:t xml:space="preserve"> وتفتقده</w:t>
      </w:r>
      <w:r w:rsidR="00F13C51">
        <w:rPr>
          <w:rtl/>
        </w:rPr>
        <w:t xml:space="preserve"> - </w:t>
      </w:r>
      <w:r w:rsidRPr="00B5721E">
        <w:rPr>
          <w:rtl/>
        </w:rPr>
        <w:t>إذ تفتقر إليه</w:t>
      </w:r>
      <w:r w:rsidR="00F13C51">
        <w:rPr>
          <w:rtl/>
        </w:rPr>
        <w:t xml:space="preserve"> - </w:t>
      </w:r>
      <w:r w:rsidRPr="00B5721E">
        <w:rPr>
          <w:rtl/>
        </w:rPr>
        <w:t>كما لا تزال الأُمَّة تعبيراً صادقاً عن نبيِّها العظيم</w:t>
      </w:r>
      <w:r w:rsidR="00F13C51">
        <w:rPr>
          <w:rtl/>
        </w:rPr>
        <w:t>،</w:t>
      </w:r>
      <w:r w:rsidRPr="00B5721E">
        <w:rPr>
          <w:rtl/>
        </w:rPr>
        <w:t xml:space="preserve"> الذي كفكفها برسالة هي لها في مجال الديمومة</w:t>
      </w:r>
      <w:r w:rsidR="00F13C51">
        <w:rPr>
          <w:rtl/>
        </w:rPr>
        <w:t>،</w:t>
      </w:r>
      <w:r w:rsidRPr="00B5721E">
        <w:rPr>
          <w:rtl/>
        </w:rPr>
        <w:t xml:space="preserve"> وإذ يشطُّ بها خطأ</w:t>
      </w:r>
      <w:r w:rsidR="00F13C51">
        <w:rPr>
          <w:rtl/>
        </w:rPr>
        <w:t>،</w:t>
      </w:r>
      <w:r w:rsidRPr="00B5721E">
        <w:rPr>
          <w:rtl/>
        </w:rPr>
        <w:t xml:space="preserve"> تتململ إليه في طلب النجدة التي تعيدها إلى حقيقة الامتثال</w:t>
      </w:r>
      <w:r w:rsidR="00F13C51">
        <w:rPr>
          <w:rtl/>
        </w:rPr>
        <w:t>،</w:t>
      </w:r>
      <w:r w:rsidRPr="00B5721E">
        <w:rPr>
          <w:rtl/>
        </w:rPr>
        <w:t xml:space="preserve"> وهكذا تكون كلُّ قضيَّةٍ مُشتقَّةٍ مِن الحَقِّ الصريح</w:t>
      </w:r>
      <w:r w:rsidR="00F13C51">
        <w:rPr>
          <w:rtl/>
        </w:rPr>
        <w:t>،</w:t>
      </w:r>
      <w:r w:rsidRPr="00B5721E">
        <w:rPr>
          <w:rtl/>
        </w:rPr>
        <w:t xml:space="preserve"> معاداً لكلِّ عبقريٍّ صاغها أو صاغ بنداً مِن بنودها المتلألئة بنور العقل وبهجة الإيمان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مِن هذا الصنف الطليعي أكمل أخوه الحسن مُهمَّته الإماميَّة ا</w:t>
      </w:r>
      <w:r w:rsidR="002C2DD7">
        <w:rPr>
          <w:rtl/>
        </w:rPr>
        <w:t>لمـُ</w:t>
      </w:r>
      <w:r w:rsidRPr="00B5721E">
        <w:rPr>
          <w:rtl/>
        </w:rPr>
        <w:t>ص</w:t>
      </w:r>
      <w:r w:rsidR="00F13C51">
        <w:rPr>
          <w:rtl/>
        </w:rPr>
        <w:t xml:space="preserve">نَّفة لتعهُّد الرسالة - الامة - </w:t>
      </w:r>
      <w:r w:rsidRPr="00B5721E">
        <w:rPr>
          <w:rtl/>
        </w:rPr>
        <w:t>الموازية كلِّ قيمة الإنسان في الوجود</w:t>
      </w:r>
      <w:r w:rsidR="00C327EB">
        <w:rPr>
          <w:rtl/>
        </w:rPr>
        <w:t>.</w:t>
      </w:r>
      <w:r w:rsidRPr="00B5721E">
        <w:rPr>
          <w:rtl/>
        </w:rPr>
        <w:t xml:space="preserve"> وكان سيَّان لديه</w:t>
      </w:r>
      <w:r w:rsidR="00F13C51">
        <w:rPr>
          <w:rtl/>
        </w:rPr>
        <w:t>،</w:t>
      </w:r>
      <w:r w:rsidRPr="00B5721E">
        <w:rPr>
          <w:rtl/>
        </w:rPr>
        <w:t xml:space="preserve"> أقام بمُهمَّته الكبيرة وهو مُترِّبع في كرسيِّ الخلافة</w:t>
      </w:r>
      <w:r w:rsidR="00F13C51">
        <w:rPr>
          <w:rtl/>
        </w:rPr>
        <w:t>،</w:t>
      </w:r>
      <w:r w:rsidRPr="00B5721E">
        <w:rPr>
          <w:rtl/>
        </w:rPr>
        <w:t xml:space="preserve"> أم قام بها وهو قابع في زاوية البيت فوق فراش طرحته عليه</w:t>
      </w:r>
      <w:r w:rsidR="00F13C51">
        <w:rPr>
          <w:rtl/>
        </w:rPr>
        <w:t xml:space="preserve"> - </w:t>
      </w:r>
      <w:r w:rsidRPr="00B5721E">
        <w:rPr>
          <w:rtl/>
        </w:rPr>
        <w:t>يُعاني سكرات الموت</w:t>
      </w:r>
      <w:r w:rsidR="00F13C51">
        <w:rPr>
          <w:rtl/>
        </w:rPr>
        <w:t xml:space="preserve"> - </w:t>
      </w:r>
      <w:r w:rsidRPr="00B5721E">
        <w:rPr>
          <w:rtl/>
        </w:rPr>
        <w:t>لدغة أفعى</w:t>
      </w:r>
      <w:r w:rsidR="00F13C51">
        <w:rPr>
          <w:rtl/>
        </w:rPr>
        <w:t>،</w:t>
      </w:r>
      <w:r w:rsidRPr="00B5721E">
        <w:rPr>
          <w:rtl/>
        </w:rPr>
        <w:t xml:space="preserve"> دسَّها تحت وسادته واحد مِن أبناء بَني حرب</w:t>
      </w:r>
      <w:r w:rsidR="00106DAF">
        <w:rPr>
          <w:rtl/>
        </w:rPr>
        <w:t>!</w:t>
      </w:r>
      <w:r w:rsidRPr="00B5721E">
        <w:rPr>
          <w:rtl/>
        </w:rPr>
        <w:t>! إنَّ العظيم في الإمام الحسن هو في كونه صاغ قضيَّة مِن قضيَّة</w:t>
      </w:r>
      <w:r w:rsidR="00F13C51">
        <w:rPr>
          <w:rtl/>
        </w:rPr>
        <w:t>،</w:t>
      </w:r>
      <w:r w:rsidRPr="00B5721E">
        <w:rPr>
          <w:rtl/>
        </w:rPr>
        <w:t xml:space="preserve"> كانت تحديداً باهراً لحقيقة الأُمَّة</w:t>
      </w:r>
      <w:r w:rsidR="00F13C51">
        <w:rPr>
          <w:rtl/>
        </w:rPr>
        <w:t>،</w:t>
      </w:r>
      <w:r w:rsidRPr="00B5721E">
        <w:rPr>
          <w:rtl/>
        </w:rPr>
        <w:t xml:space="preserve"> تجده الأُمَّة</w:t>
      </w:r>
      <w:r w:rsidR="00F13C51">
        <w:rPr>
          <w:rtl/>
        </w:rPr>
        <w:t xml:space="preserve"> - </w:t>
      </w:r>
      <w:r w:rsidRPr="00B5721E">
        <w:rPr>
          <w:rtl/>
        </w:rPr>
        <w:t>دائماً</w:t>
      </w:r>
      <w:r w:rsidR="00F13C51">
        <w:rPr>
          <w:rtl/>
        </w:rPr>
        <w:t xml:space="preserve"> - </w:t>
      </w:r>
      <w:r w:rsidRPr="00B5721E">
        <w:rPr>
          <w:rtl/>
        </w:rPr>
        <w:t>في وحدتها الواعية ا</w:t>
      </w:r>
      <w:r w:rsidR="002C2DD7">
        <w:rPr>
          <w:rtl/>
        </w:rPr>
        <w:t>لمـُ</w:t>
      </w:r>
      <w:r w:rsidRPr="00B5721E">
        <w:rPr>
          <w:rtl/>
        </w:rPr>
        <w:t>قدَّسة دَم الإنسان في عروق الإنسان في عمل واحد جامع</w:t>
      </w:r>
      <w:r w:rsidR="00F13C51">
        <w:rPr>
          <w:rtl/>
        </w:rPr>
        <w:t>،</w:t>
      </w:r>
      <w:r w:rsidRPr="00B5721E">
        <w:rPr>
          <w:rtl/>
        </w:rPr>
        <w:t xml:space="preserve"> يصون الحَقَّ الذي بشَّر به أبوه عليٌّ</w:t>
      </w:r>
      <w:r w:rsidR="00F13C51">
        <w:rPr>
          <w:rtl/>
        </w:rPr>
        <w:t>،</w:t>
      </w:r>
      <w:r w:rsidRPr="00B5721E">
        <w:rPr>
          <w:rtl/>
        </w:rPr>
        <w:t xml:space="preserve"> ويُنزِّهه الحُبَّ</w:t>
      </w:r>
      <w:r w:rsidR="00F13C51">
        <w:rPr>
          <w:rtl/>
        </w:rPr>
        <w:t>،</w:t>
      </w:r>
      <w:r w:rsidRPr="00B5721E">
        <w:rPr>
          <w:rtl/>
        </w:rPr>
        <w:t xml:space="preserve"> والسماح</w:t>
      </w:r>
      <w:r w:rsidR="00F13C51">
        <w:rPr>
          <w:rtl/>
        </w:rPr>
        <w:t>،</w:t>
      </w:r>
      <w:r w:rsidRPr="00B5721E">
        <w:rPr>
          <w:rtl/>
        </w:rPr>
        <w:t xml:space="preserve"> والصدق</w:t>
      </w:r>
      <w:r w:rsidR="00F13C51">
        <w:rPr>
          <w:rtl/>
        </w:rPr>
        <w:t>،</w:t>
      </w:r>
      <w:r w:rsidRPr="00B5721E">
        <w:rPr>
          <w:rtl/>
        </w:rPr>
        <w:t xml:space="preserve"> والإيمان بالرسالة ا</w:t>
      </w:r>
      <w:r w:rsidR="002C2DD7">
        <w:rPr>
          <w:rtl/>
        </w:rPr>
        <w:t>لمـُ</w:t>
      </w:r>
      <w:r w:rsidRPr="00B5721E">
        <w:rPr>
          <w:rtl/>
        </w:rPr>
        <w:t>جنحة بإسلامها ا</w:t>
      </w:r>
      <w:r w:rsidR="002C2DD7">
        <w:rPr>
          <w:rtl/>
        </w:rPr>
        <w:t>لمـُ</w:t>
      </w:r>
      <w:r w:rsidRPr="00B5721E">
        <w:rPr>
          <w:rtl/>
        </w:rPr>
        <w:t>تدفِّق روعةً مِن صدر وفم نبيِّها الخالد</w:t>
      </w:r>
      <w:r w:rsidR="00C327EB">
        <w:rPr>
          <w:rtl/>
        </w:rPr>
        <w:t>.</w:t>
      </w:r>
      <w:r w:rsidRPr="00B5721E">
        <w:rPr>
          <w:rtl/>
        </w:rPr>
        <w:t xml:space="preserve"> لقد كان الصلح الذي أنشأه الحسن</w:t>
      </w:r>
      <w:r w:rsidR="00F13C51">
        <w:rPr>
          <w:rtl/>
        </w:rPr>
        <w:t>،</w:t>
      </w:r>
      <w:r w:rsidRPr="00B5721E">
        <w:rPr>
          <w:rtl/>
        </w:rPr>
        <w:t xml:space="preserve"> تلك القضيَّة</w:t>
      </w:r>
      <w:r w:rsidR="00F13C51">
        <w:rPr>
          <w:rtl/>
        </w:rPr>
        <w:t>،</w:t>
      </w:r>
      <w:r w:rsidRPr="00B5721E">
        <w:rPr>
          <w:rtl/>
        </w:rPr>
        <w:t xml:space="preserve"> وستُفتِّش عنها الأُمَّة كلَّما خاب بها الطيش إلى صراع يُفكِّكها</w:t>
      </w:r>
      <w:r w:rsidR="00F13C51">
        <w:rPr>
          <w:rtl/>
        </w:rPr>
        <w:t>،</w:t>
      </w:r>
      <w:r w:rsidRPr="00B5721E">
        <w:rPr>
          <w:rtl/>
        </w:rPr>
        <w:t xml:space="preserve"> ويلعب بها أو يُلهيها عن تماسكها الصادق ا</w:t>
      </w:r>
      <w:r w:rsidR="002C2DD7">
        <w:rPr>
          <w:rtl/>
        </w:rPr>
        <w:t>لمـُ</w:t>
      </w:r>
      <w:r w:rsidRPr="00B5721E">
        <w:rPr>
          <w:rtl/>
        </w:rPr>
        <w:t>نتج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B5721E">
        <w:rPr>
          <w:rtl/>
        </w:rPr>
        <w:t xml:space="preserve"> 3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ما أنْ وصل الحسين في عرضه هذا ا</w:t>
      </w:r>
      <w:r w:rsidR="002C2DD7">
        <w:rPr>
          <w:rtl/>
        </w:rPr>
        <w:t>لمـُ</w:t>
      </w:r>
      <w:r w:rsidRPr="00B5721E">
        <w:rPr>
          <w:rtl/>
        </w:rPr>
        <w:t>ستدرج مِن تحليل عقلي</w:t>
      </w:r>
      <w:r w:rsidR="00F13C51">
        <w:rPr>
          <w:rtl/>
        </w:rPr>
        <w:t xml:space="preserve"> - </w:t>
      </w:r>
      <w:r w:rsidRPr="00B5721E">
        <w:rPr>
          <w:rtl/>
        </w:rPr>
        <w:t>روحيٍّ مُحتكم إلى قضيَّة فلسفيَّة</w:t>
      </w:r>
      <w:r w:rsidR="00F13C51">
        <w:rPr>
          <w:rtl/>
        </w:rPr>
        <w:t xml:space="preserve"> - </w:t>
      </w:r>
      <w:r w:rsidRPr="00B5721E">
        <w:rPr>
          <w:rtl/>
        </w:rPr>
        <w:t>وجوديَّة</w:t>
      </w:r>
      <w:r w:rsidR="00F13C51">
        <w:rPr>
          <w:rtl/>
        </w:rPr>
        <w:t>،</w:t>
      </w:r>
      <w:r w:rsidRPr="00B5721E">
        <w:rPr>
          <w:rtl/>
        </w:rPr>
        <w:t xml:space="preserve"> مُحنّكةٍ بواقع حياتي</w:t>
      </w:r>
      <w:r w:rsidR="00F13C51">
        <w:rPr>
          <w:rtl/>
        </w:rPr>
        <w:t xml:space="preserve"> - </w:t>
      </w:r>
      <w:r w:rsidRPr="00B5721E">
        <w:rPr>
          <w:rtl/>
        </w:rPr>
        <w:t>نفسيٍّ</w:t>
      </w:r>
      <w:r w:rsidR="00F13C51">
        <w:rPr>
          <w:rtl/>
        </w:rPr>
        <w:t xml:space="preserve"> - </w:t>
      </w:r>
      <w:r w:rsidRPr="00B5721E">
        <w:rPr>
          <w:rtl/>
        </w:rPr>
        <w:t>اجتماعيٍّ</w:t>
      </w:r>
      <w:r w:rsidR="00F13C51">
        <w:rPr>
          <w:rtl/>
        </w:rPr>
        <w:t>،</w:t>
      </w:r>
      <w:r w:rsidRPr="00B5721E">
        <w:rPr>
          <w:rtl/>
        </w:rPr>
        <w:t xml:space="preserve"> حتَّى سرت في عُروقه نشوة كأنَّها مُستحلبة مِن عالم آخر</w:t>
      </w:r>
      <w:r w:rsidR="00F13C51">
        <w:rPr>
          <w:rtl/>
        </w:rPr>
        <w:t>،</w:t>
      </w:r>
      <w:r w:rsidRPr="00B5721E">
        <w:rPr>
          <w:rtl/>
        </w:rPr>
        <w:t xml:space="preserve"> فيه لمع مِن الخيال</w:t>
      </w:r>
      <w:r w:rsidR="00F13C51">
        <w:rPr>
          <w:rtl/>
        </w:rPr>
        <w:t>،</w:t>
      </w:r>
      <w:r w:rsidRPr="00B5721E">
        <w:rPr>
          <w:rtl/>
        </w:rPr>
        <w:t xml:space="preserve"> أكثر مِمَّا فيه روابط مِن الواقع</w:t>
      </w:r>
      <w:r w:rsidR="00F13C51">
        <w:rPr>
          <w:rtl/>
        </w:rPr>
        <w:t>،</w:t>
      </w:r>
      <w:r w:rsidRPr="00B5721E">
        <w:rPr>
          <w:rtl/>
        </w:rPr>
        <w:t xml:space="preserve"> لقد تمثَّل له في هذه القاعة التي راح يغشاها الليل بعُتماته الزاحفة بعد هبوط الشمس في أُفق ا</w:t>
      </w:r>
      <w:r w:rsidR="002C2DD7">
        <w:rPr>
          <w:rtl/>
        </w:rPr>
        <w:t>لمـُ</w:t>
      </w:r>
      <w:r w:rsidRPr="00B5721E">
        <w:rPr>
          <w:rtl/>
        </w:rPr>
        <w:t>غيَّب</w:t>
      </w:r>
      <w:r w:rsidR="00F13C51">
        <w:rPr>
          <w:rtl/>
        </w:rPr>
        <w:t xml:space="preserve"> - </w:t>
      </w:r>
      <w:r w:rsidRPr="00B5721E">
        <w:rPr>
          <w:rtl/>
        </w:rPr>
        <w:t>جده</w:t>
      </w:r>
      <w:r w:rsidR="00F13C51">
        <w:rPr>
          <w:rtl/>
        </w:rPr>
        <w:t xml:space="preserve"> - </w:t>
      </w:r>
      <w:r w:rsidRPr="00B5721E">
        <w:rPr>
          <w:rtl/>
        </w:rPr>
        <w:t>ا</w:t>
      </w:r>
      <w:r w:rsidR="002C2DD7">
        <w:rPr>
          <w:rtl/>
        </w:rPr>
        <w:t>لمـُ</w:t>
      </w:r>
      <w:r w:rsidRPr="00B5721E">
        <w:rPr>
          <w:rtl/>
        </w:rPr>
        <w:t>تواري مُنذ أكثر مِن نصف قَرن</w:t>
      </w:r>
      <w:r w:rsidR="00F13C51">
        <w:rPr>
          <w:rtl/>
        </w:rPr>
        <w:t>،</w:t>
      </w:r>
      <w:r w:rsidRPr="00B5721E">
        <w:rPr>
          <w:rtl/>
        </w:rPr>
        <w:t xml:space="preserve"> فإذا هو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أمام عينيه ا</w:t>
      </w:r>
      <w:r w:rsidR="002C2DD7">
        <w:rPr>
          <w:rtl/>
        </w:rPr>
        <w:t>لمـَ</w:t>
      </w:r>
      <w:r w:rsidRPr="00B5721E">
        <w:rPr>
          <w:rtl/>
        </w:rPr>
        <w:t>عكورتين بالدم المقهور</w:t>
      </w:r>
      <w:r w:rsidR="00F13C51">
        <w:rPr>
          <w:rtl/>
        </w:rPr>
        <w:t>،</w:t>
      </w:r>
      <w:r w:rsidRPr="00B5721E">
        <w:rPr>
          <w:rtl/>
        </w:rPr>
        <w:t xml:space="preserve"> والمغمورتين بهذا الظلام الأُدموس</w:t>
      </w:r>
      <w:r w:rsidR="00F13C51">
        <w:rPr>
          <w:rtl/>
        </w:rPr>
        <w:t>،</w:t>
      </w:r>
      <w:r w:rsidRPr="00B5721E">
        <w:rPr>
          <w:rtl/>
        </w:rPr>
        <w:t xml:space="preserve"> كأنَّه عملاق ربط الأرض بفِجاج السُّحب</w:t>
      </w:r>
      <w:r w:rsidR="00F13C51">
        <w:rPr>
          <w:rtl/>
        </w:rPr>
        <w:t>،</w:t>
      </w:r>
      <w:r w:rsidRPr="00B5721E">
        <w:rPr>
          <w:rtl/>
        </w:rPr>
        <w:t xml:space="preserve"> بخطوات تنقش الأرض وتوشيهاً بنجوم يرتعش بها نور لا يخبو</w:t>
      </w:r>
      <w:r w:rsidR="00C327EB">
        <w:rPr>
          <w:rtl/>
        </w:rPr>
        <w:t>.</w:t>
      </w:r>
      <w:r w:rsidRPr="00B5721E">
        <w:rPr>
          <w:rtl/>
        </w:rPr>
        <w:t xml:space="preserve"> يا للمحاريب</w:t>
      </w:r>
      <w:r w:rsidR="00106DAF">
        <w:rPr>
          <w:rtl/>
        </w:rPr>
        <w:t>!</w:t>
      </w:r>
      <w:r w:rsidRPr="00B5721E">
        <w:rPr>
          <w:rtl/>
        </w:rPr>
        <w:t xml:space="preserve"> هكذا تتلألأ تستضيء بها الأُمَّة حتَّى تُدرك أنَّها ابنة النور</w:t>
      </w:r>
      <w:r w:rsidR="00F13C51">
        <w:rPr>
          <w:rtl/>
        </w:rPr>
        <w:t>،</w:t>
      </w:r>
      <w:r w:rsidRPr="00B5721E">
        <w:rPr>
          <w:rtl/>
        </w:rPr>
        <w:t xml:space="preserve"> تتوسَّده على زندي جَدِّه العِملاق الأبدي القضيَّة في أبديَّة الجوهر</w:t>
      </w:r>
      <w:r w:rsidR="00F13C51">
        <w:rPr>
          <w:rtl/>
        </w:rPr>
        <w:t>،</w:t>
      </w:r>
      <w:r w:rsidRPr="00B5721E">
        <w:rPr>
          <w:rtl/>
        </w:rPr>
        <w:t xml:space="preserve"> وما عَتَّم النبيُّ ا</w:t>
      </w:r>
      <w:r w:rsidR="002C2DD7">
        <w:rPr>
          <w:rtl/>
        </w:rPr>
        <w:t>لمـُ</w:t>
      </w:r>
      <w:r w:rsidRPr="00B5721E">
        <w:rPr>
          <w:rtl/>
        </w:rPr>
        <w:t>تجلِّي في دهشة الحُلم</w:t>
      </w:r>
      <w:r w:rsidR="00F13C51">
        <w:rPr>
          <w:rtl/>
        </w:rPr>
        <w:t>،</w:t>
      </w:r>
      <w:r w:rsidRPr="00B5721E">
        <w:rPr>
          <w:rtl/>
        </w:rPr>
        <w:t xml:space="preserve"> أنْ تناول الحسين ولفَّه بغُمرة مِن روحه وهو يقول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طابت تحت قدميك الجَنَّة يا سيِّداً بهيَّاً منها</w:t>
      </w:r>
      <w:r w:rsidR="00F13C51">
        <w:rPr>
          <w:rtl/>
        </w:rPr>
        <w:t>،</w:t>
      </w:r>
      <w:r w:rsidRPr="00B5721E">
        <w:rPr>
          <w:rtl/>
        </w:rPr>
        <w:t xml:space="preserve"> مُنذ ساعة وأنا أُراقب فيك توثُّباً قطعت به روحك أشواطاً وأشواطاً مِن عالم الذات</w:t>
      </w:r>
      <w:r w:rsidR="00F13C51">
        <w:rPr>
          <w:rtl/>
        </w:rPr>
        <w:t>،</w:t>
      </w:r>
      <w:r w:rsidRPr="00B5721E">
        <w:rPr>
          <w:rtl/>
        </w:rPr>
        <w:t xml:space="preserve"> فإذا أنت</w:t>
      </w:r>
      <w:r w:rsidR="00F13C51">
        <w:rPr>
          <w:rtl/>
        </w:rPr>
        <w:t xml:space="preserve"> - </w:t>
      </w:r>
      <w:r w:rsidRPr="00B5721E">
        <w:rPr>
          <w:rtl/>
        </w:rPr>
        <w:t>على حَقٍّ</w:t>
      </w:r>
      <w:r w:rsidR="00F13C51">
        <w:rPr>
          <w:rtl/>
        </w:rPr>
        <w:t xml:space="preserve"> - </w:t>
      </w:r>
      <w:r w:rsidRPr="00B5721E">
        <w:rPr>
          <w:rtl/>
        </w:rPr>
        <w:t>ابني الذي شَرب مُهجتي</w:t>
      </w:r>
      <w:r w:rsidR="00F13C51">
        <w:rPr>
          <w:rtl/>
        </w:rPr>
        <w:t>،</w:t>
      </w:r>
      <w:r w:rsidRPr="00B5721E">
        <w:rPr>
          <w:rtl/>
        </w:rPr>
        <w:t xml:space="preserve"> وتمتَّن بعَزمي وسؤددي</w:t>
      </w:r>
      <w:r w:rsidR="00F13C51">
        <w:rPr>
          <w:rtl/>
        </w:rPr>
        <w:t>،</w:t>
      </w:r>
      <w:r w:rsidRPr="00B5721E">
        <w:rPr>
          <w:rtl/>
        </w:rPr>
        <w:t xml:space="preserve"> إنَّ البطولة فيك هي الآن التي ترفعك إلى العالم الآخر</w:t>
      </w:r>
      <w:r w:rsidR="00F13C51">
        <w:rPr>
          <w:rtl/>
        </w:rPr>
        <w:t>،</w:t>
      </w:r>
      <w:r w:rsidRPr="00B5721E">
        <w:rPr>
          <w:rtl/>
        </w:rPr>
        <w:t xml:space="preserve"> الذي لا تنبت فيه إلاَّ النفوس الكريمة</w:t>
      </w:r>
      <w:r w:rsidR="00F13C51">
        <w:rPr>
          <w:rtl/>
        </w:rPr>
        <w:t>،</w:t>
      </w:r>
      <w:r w:rsidRPr="00B5721E">
        <w:rPr>
          <w:rtl/>
        </w:rPr>
        <w:t xml:space="preserve"> الأبيَّة</w:t>
      </w:r>
      <w:r w:rsidR="00F13C51">
        <w:rPr>
          <w:rtl/>
        </w:rPr>
        <w:t>،</w:t>
      </w:r>
      <w:r w:rsidRPr="00B5721E">
        <w:rPr>
          <w:rtl/>
        </w:rPr>
        <w:t xml:space="preserve"> العزومة المنسوجة مِن قهقهات السُّحب</w:t>
      </w:r>
      <w:r w:rsidR="00F13C51">
        <w:rPr>
          <w:rtl/>
        </w:rPr>
        <w:t>،</w:t>
      </w:r>
      <w:r w:rsidRPr="00B5721E">
        <w:rPr>
          <w:rtl/>
        </w:rPr>
        <w:t xml:space="preserve"> وهي تحتك بذاتها ا</w:t>
      </w:r>
      <w:r w:rsidR="002C2DD7">
        <w:rPr>
          <w:rtl/>
        </w:rPr>
        <w:t>لمـُ</w:t>
      </w:r>
      <w:r w:rsidRPr="00B5721E">
        <w:rPr>
          <w:rtl/>
        </w:rPr>
        <w:t>ندمجة بالعواصف والزوابع وعُنفوان الأعاصير</w:t>
      </w:r>
      <w:r w:rsidR="00F13C51">
        <w:rPr>
          <w:rtl/>
        </w:rPr>
        <w:t>،</w:t>
      </w:r>
      <w:r w:rsidRPr="00B5721E">
        <w:rPr>
          <w:rtl/>
        </w:rPr>
        <w:t xml:space="preserve"> لقد قرأتك وأنت تستدرج نفسك المسجونة خلف جُدران الضيم والقهر الممرَّغين بذِلِّ السُّخف والتردِّي</w:t>
      </w:r>
      <w:r w:rsidR="00F13C51">
        <w:rPr>
          <w:rtl/>
        </w:rPr>
        <w:t>،</w:t>
      </w:r>
      <w:r w:rsidRPr="00B5721E">
        <w:rPr>
          <w:rtl/>
        </w:rPr>
        <w:t xml:space="preserve"> وعرفت أنَّك ا</w:t>
      </w:r>
      <w:r w:rsidR="002C2DD7">
        <w:rPr>
          <w:rtl/>
        </w:rPr>
        <w:t>لمـُ</w:t>
      </w:r>
      <w:r w:rsidRPr="00B5721E">
        <w:rPr>
          <w:rtl/>
        </w:rPr>
        <w:t>تمرِّد الذي سيسحق الحيطان</w:t>
      </w:r>
      <w:r w:rsidR="00F13C51">
        <w:rPr>
          <w:rtl/>
        </w:rPr>
        <w:t>،</w:t>
      </w:r>
      <w:r w:rsidRPr="00B5721E">
        <w:rPr>
          <w:rtl/>
        </w:rPr>
        <w:t xml:space="preserve"> وينفضها غُباراً في العيون المعميَّة بسؤدد ضائع عن حقيقتي في رعاية أُمَّتي التي بنيتها مِن غُبار رَمَدها</w:t>
      </w:r>
      <w:r w:rsidR="00F13C51">
        <w:rPr>
          <w:rtl/>
        </w:rPr>
        <w:t>،</w:t>
      </w:r>
      <w:r w:rsidRPr="00B5721E">
        <w:rPr>
          <w:rtl/>
        </w:rPr>
        <w:t xml:space="preserve"> لتكون انتصاراً لروعة الشمس في البؤبؤ الصغير</w:t>
      </w:r>
      <w:r w:rsidR="00F13C51">
        <w:rPr>
          <w:rtl/>
        </w:rPr>
        <w:t>،</w:t>
      </w:r>
      <w:r w:rsidRPr="00B5721E">
        <w:rPr>
          <w:rtl/>
        </w:rPr>
        <w:t xml:space="preserve"> الذي يرى به الإنسان حقيقة الله في الإنسان</w:t>
      </w:r>
      <w:r w:rsidR="00C327EB">
        <w:rPr>
          <w:rtl/>
        </w:rPr>
        <w:t>.</w:t>
      </w:r>
      <w:r w:rsidRPr="00B5721E">
        <w:rPr>
          <w:rtl/>
        </w:rPr>
        <w:t xml:space="preserve"> إنِّي أراك الآن</w:t>
      </w:r>
      <w:r w:rsidR="00F13C51">
        <w:rPr>
          <w:rtl/>
        </w:rPr>
        <w:t xml:space="preserve"> - </w:t>
      </w:r>
      <w:r w:rsidRPr="00B5721E">
        <w:rPr>
          <w:rtl/>
        </w:rPr>
        <w:t>كما كنت أراك</w:t>
      </w:r>
      <w:r w:rsidR="00F13C51">
        <w:rPr>
          <w:rtl/>
        </w:rPr>
        <w:t xml:space="preserve"> - </w:t>
      </w:r>
      <w:r w:rsidRPr="00B5721E">
        <w:rPr>
          <w:rtl/>
        </w:rPr>
        <w:t>بَهجتي في حقيقة المآل</w:t>
      </w:r>
      <w:r w:rsidR="00F13C51">
        <w:rPr>
          <w:rtl/>
        </w:rPr>
        <w:t>،</w:t>
      </w:r>
      <w:r w:rsidRPr="00B5721E">
        <w:rPr>
          <w:rtl/>
        </w:rPr>
        <w:t xml:space="preserve"> وأراك في خَطِّك المآليِّ تشتقُّ قضيَّةً مِن قضيَّةٍ ما اشتقَّ جَدُّك مِن حِضن الله قضيَّة الإنسان</w:t>
      </w:r>
      <w:r w:rsidR="00F13C51">
        <w:rPr>
          <w:rtl/>
        </w:rPr>
        <w:t>،</w:t>
      </w:r>
      <w:r w:rsidRPr="00B5721E">
        <w:rPr>
          <w:rtl/>
        </w:rPr>
        <w:t xml:space="preserve"> وكما اشتقَّ أبوك مِن مُهجتي بتقديس الحَقِّ قضيَّةً زرع الحَقَّ والعدل في مُهجته</w:t>
      </w:r>
      <w:r w:rsidR="00F13C51">
        <w:rPr>
          <w:rtl/>
        </w:rPr>
        <w:t>،</w:t>
      </w:r>
      <w:r w:rsidRPr="00B5721E">
        <w:rPr>
          <w:rtl/>
        </w:rPr>
        <w:t xml:space="preserve"> ليكون مثالاً أُنموذجيَّاً في القدوة والتعبير</w:t>
      </w:r>
      <w:r w:rsidR="00F13C51">
        <w:rPr>
          <w:rtl/>
        </w:rPr>
        <w:t>،</w:t>
      </w:r>
      <w:r w:rsidRPr="00B5721E">
        <w:rPr>
          <w:rtl/>
        </w:rPr>
        <w:t xml:space="preserve"> ولقد اشتقَّ أخوك الحسن قضيَّة مِن قضيَّتي التي أفرغت فيها كلَّ عزمي</w:t>
      </w:r>
      <w:r w:rsidR="00F13C51">
        <w:rPr>
          <w:rtl/>
        </w:rPr>
        <w:t>،</w:t>
      </w:r>
      <w:r w:rsidRPr="00B5721E">
        <w:rPr>
          <w:rtl/>
        </w:rPr>
        <w:t xml:space="preserve"> وشوقي وخزائني وأحلامي</w:t>
      </w:r>
      <w:r w:rsidR="00F13C51">
        <w:rPr>
          <w:rtl/>
        </w:rPr>
        <w:t>،</w:t>
      </w:r>
      <w:r w:rsidRPr="00B5721E">
        <w:rPr>
          <w:rtl/>
        </w:rPr>
        <w:t xml:space="preserve"> فإذا هي الأُمَّة العظيمة التي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صانها بصُلحها مع نفسها</w:t>
      </w:r>
      <w:r w:rsidR="00F13C51">
        <w:rPr>
          <w:rtl/>
        </w:rPr>
        <w:t>،</w:t>
      </w:r>
      <w:r w:rsidRPr="00B5721E">
        <w:rPr>
          <w:rtl/>
        </w:rPr>
        <w:t xml:space="preserve"> فإذا هو القُدوة الدائمة التقديم كلَّما عصفت بأُمَّتي موجة</w:t>
      </w:r>
      <w:r w:rsidR="00F13C51">
        <w:rPr>
          <w:rtl/>
        </w:rPr>
        <w:t>،</w:t>
      </w:r>
      <w:r w:rsidRPr="00B5721E">
        <w:rPr>
          <w:rtl/>
        </w:rPr>
        <w:t xml:space="preserve"> فيها وهن وفيها رَمد</w:t>
      </w:r>
      <w:r w:rsidR="00C327EB">
        <w:rPr>
          <w:rtl/>
        </w:rPr>
        <w:t>.</w:t>
      </w:r>
      <w:r w:rsidRPr="00B5721E">
        <w:rPr>
          <w:rtl/>
        </w:rPr>
        <w:t xml:space="preserve"> أمَّا قضيَّتك أنت الذي سمعتك الآن تصوغها وتُنضِّد حروفها</w:t>
      </w:r>
      <w:r w:rsidR="00F13C51">
        <w:rPr>
          <w:rtl/>
        </w:rPr>
        <w:t>،</w:t>
      </w:r>
      <w:r w:rsidRPr="00B5721E">
        <w:rPr>
          <w:rtl/>
        </w:rPr>
        <w:t xml:space="preserve"> فدعني أُبارك روحك وعزمك</w:t>
      </w:r>
      <w:r w:rsidR="00F13C51">
        <w:rPr>
          <w:rtl/>
        </w:rPr>
        <w:t>؛</w:t>
      </w:r>
      <w:r w:rsidRPr="00B5721E">
        <w:rPr>
          <w:rtl/>
        </w:rPr>
        <w:t xml:space="preserve"> حتَّى تتلقَّط بها بسيف أبيض وشَفة حمراء</w:t>
      </w:r>
      <w:r w:rsidR="00F13C51">
        <w:rPr>
          <w:rtl/>
        </w:rPr>
        <w:t>،</w:t>
      </w:r>
      <w:r w:rsidRPr="00B5721E">
        <w:rPr>
          <w:rtl/>
        </w:rPr>
        <w:t xml:space="preserve"> امشِ</w:t>
      </w:r>
      <w:r w:rsidR="00F13C51">
        <w:rPr>
          <w:rtl/>
        </w:rPr>
        <w:t xml:space="preserve"> - </w:t>
      </w:r>
      <w:r w:rsidRPr="00B5721E">
        <w:rPr>
          <w:rtl/>
        </w:rPr>
        <w:t>يا ابني</w:t>
      </w:r>
      <w:r w:rsidR="00F13C51">
        <w:rPr>
          <w:rtl/>
        </w:rPr>
        <w:t xml:space="preserve"> - </w:t>
      </w:r>
      <w:r w:rsidRPr="00B5721E">
        <w:rPr>
          <w:rtl/>
        </w:rPr>
        <w:t>إلى ساحتك</w:t>
      </w:r>
      <w:r w:rsidR="00F13C51">
        <w:rPr>
          <w:rtl/>
        </w:rPr>
        <w:t>،</w:t>
      </w:r>
      <w:r w:rsidRPr="00B5721E">
        <w:rPr>
          <w:rtl/>
        </w:rPr>
        <w:t xml:space="preserve"> أتظنُّني سأبكي عليك</w:t>
      </w:r>
      <w:r w:rsidR="00106DAF">
        <w:rPr>
          <w:rtl/>
        </w:rPr>
        <w:t>؟</w:t>
      </w:r>
      <w:r w:rsidRPr="00B5721E">
        <w:rPr>
          <w:rtl/>
        </w:rPr>
        <w:t xml:space="preserve"> ولكنِّي بنيتك مِن دمعة العين وخفقة ا</w:t>
      </w:r>
      <w:r w:rsidR="002C2DD7">
        <w:rPr>
          <w:rtl/>
        </w:rPr>
        <w:t>لمـُ</w:t>
      </w:r>
      <w:r w:rsidRPr="00B5721E">
        <w:rPr>
          <w:rtl/>
        </w:rPr>
        <w:t>هجة</w:t>
      </w:r>
      <w:r w:rsidR="00F13C51">
        <w:rPr>
          <w:rtl/>
        </w:rPr>
        <w:t>،</w:t>
      </w:r>
      <w:r w:rsidRPr="00B5721E">
        <w:rPr>
          <w:rtl/>
        </w:rPr>
        <w:t xml:space="preserve"> ولا أُمَّك فاطمة إلاَّ وترنو إليك ببسمتها المفطومة</w:t>
      </w:r>
      <w:r w:rsidR="00F13C51">
        <w:rPr>
          <w:rtl/>
        </w:rPr>
        <w:t>؛</w:t>
      </w:r>
      <w:r w:rsidRPr="00B5721E">
        <w:rPr>
          <w:rtl/>
        </w:rPr>
        <w:t xml:space="preserve"> لأنَّك تُقدِّم قضيَّة تحيا بها أجيال الأُمَّة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أجيال الأُمَّة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أجيال الأُمَّة</w:t>
      </w:r>
      <w:r w:rsidR="00C327EB">
        <w:rPr>
          <w:rtl/>
        </w:rPr>
        <w:t xml:space="preserve"> ...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B5721E">
        <w:rPr>
          <w:rtl/>
        </w:rPr>
        <w:t xml:space="preserve"> 4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عندما كان مثل هذا الصدى</w:t>
      </w:r>
      <w:r w:rsidR="00F13C51">
        <w:rPr>
          <w:rtl/>
        </w:rPr>
        <w:t xml:space="preserve"> - </w:t>
      </w:r>
      <w:r w:rsidRPr="00B5721E">
        <w:rPr>
          <w:rtl/>
        </w:rPr>
        <w:t>الملآن</w:t>
      </w:r>
      <w:r w:rsidR="00F13C51">
        <w:rPr>
          <w:rtl/>
        </w:rPr>
        <w:t xml:space="preserve"> - </w:t>
      </w:r>
      <w:r w:rsidRPr="00B5721E">
        <w:rPr>
          <w:rtl/>
        </w:rPr>
        <w:t>يتجاوب في روح الحسين</w:t>
      </w:r>
      <w:r w:rsidR="00F13C51">
        <w:rPr>
          <w:rtl/>
        </w:rPr>
        <w:t>،</w:t>
      </w:r>
      <w:r w:rsidRPr="00B5721E">
        <w:rPr>
          <w:rtl/>
        </w:rPr>
        <w:t xml:space="preserve"> وهو ا</w:t>
      </w:r>
      <w:r w:rsidR="002C2DD7">
        <w:rPr>
          <w:rtl/>
        </w:rPr>
        <w:t>لمـُ</w:t>
      </w:r>
      <w:r w:rsidRPr="00B5721E">
        <w:rPr>
          <w:rtl/>
        </w:rPr>
        <w:t>ستجيب إلى وحدته الغارقة في بحبوحة التأمُّل</w:t>
      </w:r>
      <w:r w:rsidR="00F13C51">
        <w:rPr>
          <w:rtl/>
        </w:rPr>
        <w:t>،</w:t>
      </w:r>
      <w:r w:rsidRPr="00B5721E">
        <w:rPr>
          <w:rtl/>
        </w:rPr>
        <w:t xml:space="preserve"> تَقدَّم مِن المعبر الداخلي بوَّابه الأسمر العريض المنكبين</w:t>
      </w:r>
      <w:r w:rsidR="00F13C51">
        <w:rPr>
          <w:rtl/>
        </w:rPr>
        <w:t xml:space="preserve"> - </w:t>
      </w:r>
      <w:r w:rsidRPr="00B5721E">
        <w:rPr>
          <w:rtl/>
        </w:rPr>
        <w:t>أسعد الهجري</w:t>
      </w:r>
      <w:r w:rsidR="00F13C51">
        <w:rPr>
          <w:rtl/>
        </w:rPr>
        <w:t xml:space="preserve"> - </w:t>
      </w:r>
      <w:r w:rsidRPr="00B5721E">
        <w:rPr>
          <w:rtl/>
        </w:rPr>
        <w:t>وفي يده ماثلة بعدَّة شمعات مُضاءة وهو يقول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أسعد</w:t>
      </w:r>
      <w:r w:rsidR="00F13C51">
        <w:rPr>
          <w:rtl/>
        </w:rPr>
        <w:t>:</w:t>
      </w:r>
      <w:r w:rsidRPr="00B5721E">
        <w:rPr>
          <w:rtl/>
        </w:rPr>
        <w:t xml:space="preserve"> عرفت أنَّك كنت مُستأنساً بوحدتك في عُتمة الليل</w:t>
      </w:r>
      <w:r w:rsidR="00F13C51">
        <w:rPr>
          <w:rtl/>
        </w:rPr>
        <w:t>،</w:t>
      </w:r>
      <w:r w:rsidRPr="00B5721E">
        <w:rPr>
          <w:rtl/>
        </w:rPr>
        <w:t xml:space="preserve"> ولكنَّ قادماً</w:t>
      </w:r>
      <w:r w:rsidR="00F13C51">
        <w:rPr>
          <w:rtl/>
        </w:rPr>
        <w:t xml:space="preserve"> - </w:t>
      </w:r>
      <w:r w:rsidRPr="00B5721E">
        <w:rPr>
          <w:rtl/>
        </w:rPr>
        <w:t>لا أظنُّك ترتاح كثيراً إليه</w:t>
      </w:r>
      <w:r w:rsidR="00F13C51">
        <w:rPr>
          <w:rtl/>
        </w:rPr>
        <w:t xml:space="preserve"> - </w:t>
      </w:r>
      <w:r w:rsidRPr="00B5721E">
        <w:rPr>
          <w:rtl/>
        </w:rPr>
        <w:t>جاء يطلب مُقابلتك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ابتسم</w:t>
      </w:r>
      <w:r w:rsidR="00C327EB">
        <w:rPr>
          <w:rtl/>
        </w:rPr>
        <w:t xml:space="preserve"> ...</w:t>
      </w:r>
      <w:r w:rsidRPr="00B5721E">
        <w:rPr>
          <w:rtl/>
        </w:rPr>
        <w:t xml:space="preserve"> ابتسم الحسين ابتسامة صفراء</w:t>
      </w:r>
      <w:r w:rsidR="00F13C51">
        <w:rPr>
          <w:rtl/>
        </w:rPr>
        <w:t>،</w:t>
      </w:r>
      <w:r w:rsidRPr="00B5721E">
        <w:rPr>
          <w:rtl/>
        </w:rPr>
        <w:t xml:space="preserve"> وهو يجلس على فراش مِن أفرشة الديوان</w:t>
      </w:r>
      <w:r w:rsidR="00F13C51">
        <w:rPr>
          <w:rtl/>
        </w:rPr>
        <w:t>،</w:t>
      </w:r>
      <w:r w:rsidRPr="00B5721E">
        <w:rPr>
          <w:rtl/>
        </w:rPr>
        <w:t xml:space="preserve"> مُعقبَّاً على كلام الهجري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الحسين</w:t>
      </w:r>
      <w:r w:rsidR="00F13C51">
        <w:rPr>
          <w:rtl/>
        </w:rPr>
        <w:t>:</w:t>
      </w:r>
      <w:r w:rsidRPr="00B5721E">
        <w:rPr>
          <w:rtl/>
        </w:rPr>
        <w:t xml:space="preserve"> مُنذ عِدَّة أيَّام ونحن</w:t>
      </w:r>
      <w:r w:rsidR="00F13C51">
        <w:rPr>
          <w:rtl/>
        </w:rPr>
        <w:t xml:space="preserve"> - </w:t>
      </w:r>
      <w:r w:rsidRPr="00B5721E">
        <w:rPr>
          <w:rtl/>
        </w:rPr>
        <w:t>الثلاثة</w:t>
      </w:r>
      <w:r w:rsidR="00F13C51">
        <w:rPr>
          <w:rtl/>
        </w:rPr>
        <w:t xml:space="preserve"> - </w:t>
      </w:r>
      <w:r w:rsidRPr="00B5721E">
        <w:rPr>
          <w:rtl/>
        </w:rPr>
        <w:t>نستعرض نفسيَّة الوالي على المدينة</w:t>
      </w:r>
      <w:r w:rsidR="00F13C51">
        <w:rPr>
          <w:rtl/>
        </w:rPr>
        <w:t>،</w:t>
      </w:r>
      <w:r w:rsidRPr="00B5721E">
        <w:rPr>
          <w:rtl/>
        </w:rPr>
        <w:t xml:space="preserve"> الوليد بن عُتبة</w:t>
      </w:r>
      <w:r w:rsidR="00F13C51">
        <w:rPr>
          <w:rtl/>
        </w:rPr>
        <w:t>:</w:t>
      </w:r>
      <w:r w:rsidRPr="00B5721E">
        <w:rPr>
          <w:rtl/>
        </w:rPr>
        <w:t xml:space="preserve"> أخي محمد بن الحنفية</w:t>
      </w:r>
      <w:r w:rsidR="00F13C51">
        <w:rPr>
          <w:rtl/>
        </w:rPr>
        <w:t>،</w:t>
      </w:r>
      <w:r w:rsidRPr="00B5721E">
        <w:rPr>
          <w:rtl/>
        </w:rPr>
        <w:t xml:space="preserve"> وابن عَمِّنا عبد الله بن جعفر</w:t>
      </w:r>
      <w:r w:rsidR="00F13C51">
        <w:rPr>
          <w:rtl/>
        </w:rPr>
        <w:t>،</w:t>
      </w:r>
      <w:r w:rsidRPr="00B5721E">
        <w:rPr>
          <w:rtl/>
        </w:rPr>
        <w:t xml:space="preserve"> وأنا الحسين</w:t>
      </w:r>
      <w:r w:rsidR="00F13C51">
        <w:rPr>
          <w:rtl/>
        </w:rPr>
        <w:t xml:space="preserve"> - </w:t>
      </w:r>
      <w:r w:rsidRPr="00B5721E">
        <w:rPr>
          <w:rtl/>
        </w:rPr>
        <w:t>يا أسعد</w:t>
      </w:r>
      <w:r w:rsidR="00F13C51">
        <w:rPr>
          <w:rtl/>
        </w:rPr>
        <w:t xml:space="preserve"> - </w:t>
      </w:r>
      <w:r w:rsidRPr="00B5721E">
        <w:rPr>
          <w:rtl/>
        </w:rPr>
        <w:t>ولم أُخفِ عنك الأمر</w:t>
      </w:r>
      <w:r w:rsidR="00F13C51">
        <w:rPr>
          <w:rtl/>
        </w:rPr>
        <w:t>،</w:t>
      </w:r>
      <w:r w:rsidRPr="00B5721E">
        <w:rPr>
          <w:rtl/>
        </w:rPr>
        <w:t xml:space="preserve"> ولا الخُطَّة التي اعتمدناها بانسلالنا هذا الليل مِن المدينة إلى مَكَّة</w:t>
      </w:r>
      <w:r w:rsidR="00F13C51">
        <w:rPr>
          <w:rtl/>
        </w:rPr>
        <w:t>،</w:t>
      </w:r>
      <w:r w:rsidRPr="00B5721E">
        <w:rPr>
          <w:rtl/>
        </w:rPr>
        <w:t xml:space="preserve"> فدع الوالي يدخل الآن</w:t>
      </w:r>
      <w:r w:rsidR="00F13C51">
        <w:rPr>
          <w:rtl/>
        </w:rPr>
        <w:t>،</w:t>
      </w:r>
      <w:r w:rsidRPr="00B5721E">
        <w:rPr>
          <w:rtl/>
        </w:rPr>
        <w:t xml:space="preserve"> وأكمل أنت حَزم الأمتعة للسفر</w:t>
      </w:r>
      <w:r w:rsidR="00F13C51">
        <w:rPr>
          <w:rtl/>
        </w:rPr>
        <w:t xml:space="preserve"> - </w:t>
      </w:r>
      <w:r w:rsidRPr="00B5721E">
        <w:rPr>
          <w:rtl/>
        </w:rPr>
        <w:t>توَّاً</w:t>
      </w:r>
      <w:r w:rsidR="00F13C51">
        <w:rPr>
          <w:rtl/>
        </w:rPr>
        <w:t xml:space="preserve"> - </w:t>
      </w:r>
      <w:r w:rsidRPr="00B5721E">
        <w:rPr>
          <w:rtl/>
        </w:rPr>
        <w:t>بعد أنْ يترك ابن عُتبة عَتبة الدار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lastRenderedPageBreak/>
        <w:t>وضع البوَّاب أسعد ماثلة الشمع فوق قاعدتها مِن المكان</w:t>
      </w:r>
      <w:r w:rsidR="00F13C51">
        <w:rPr>
          <w:rtl/>
        </w:rPr>
        <w:t>،</w:t>
      </w:r>
      <w:r w:rsidRPr="00B5721E">
        <w:rPr>
          <w:rtl/>
        </w:rPr>
        <w:t xml:space="preserve"> وانسحب مُثقلاً بوجفة هَمٍّ على ابن بنت الرسول</w:t>
      </w:r>
      <w:r w:rsidR="00F13C51">
        <w:rPr>
          <w:rtl/>
        </w:rPr>
        <w:t>،</w:t>
      </w:r>
      <w:r w:rsidRPr="00B5721E">
        <w:rPr>
          <w:rtl/>
        </w:rPr>
        <w:t xml:space="preserve"> كان يُحاول دائماً أنْ لا يظهر بها أمام السيِّد المهيب</w:t>
      </w:r>
      <w:r w:rsidR="00C327EB">
        <w:rPr>
          <w:rtl/>
        </w:rPr>
        <w:t>.</w:t>
      </w:r>
      <w:r w:rsidRPr="00B5721E">
        <w:rPr>
          <w:rtl/>
        </w:rPr>
        <w:t xml:space="preserve"> بعد دقيقتين كان الحسين يدعو الوالي إلى الجلوس في صدر الديوان</w:t>
      </w:r>
      <w:r w:rsidR="00F13C51">
        <w:rPr>
          <w:rtl/>
        </w:rPr>
        <w:t>،</w:t>
      </w:r>
      <w:r w:rsidRPr="00B5721E">
        <w:rPr>
          <w:rtl/>
        </w:rPr>
        <w:t xml:space="preserve"> وهو يقول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الحسين</w:t>
      </w:r>
      <w:r w:rsidR="00F13C51">
        <w:rPr>
          <w:rtl/>
        </w:rPr>
        <w:t>:</w:t>
      </w:r>
      <w:r w:rsidRPr="00B5721E">
        <w:rPr>
          <w:rtl/>
        </w:rPr>
        <w:t xml:space="preserve"> لا أظنُّك جئتني الليلة لتنفيذ الأوامر التي حملها إليك مِن الشام</w:t>
      </w:r>
      <w:r w:rsidR="00F13C51">
        <w:rPr>
          <w:rtl/>
        </w:rPr>
        <w:t>،</w:t>
      </w:r>
      <w:r w:rsidRPr="00B5721E">
        <w:rPr>
          <w:rtl/>
        </w:rPr>
        <w:t xml:space="preserve"> ابن أبي زريق رسول يزيد</w:t>
      </w:r>
      <w:r w:rsidR="00F13C51">
        <w:rPr>
          <w:rtl/>
        </w:rPr>
        <w:t>،</w:t>
      </w:r>
      <w:r w:rsidRPr="00B5721E">
        <w:rPr>
          <w:rtl/>
        </w:rPr>
        <w:t xml:space="preserve"> ولا أظنُّ مروان بن الحَكم خفَّف مِن تحريضك على تنفيذ الأوامر</w:t>
      </w:r>
      <w:r w:rsidR="00F13C51">
        <w:rPr>
          <w:rtl/>
        </w:rPr>
        <w:t>،</w:t>
      </w:r>
      <w:r w:rsidRPr="00B5721E">
        <w:rPr>
          <w:rtl/>
        </w:rPr>
        <w:t xml:space="preserve"> وهو مُستشارك الدائم</w:t>
      </w:r>
      <w:r w:rsidR="00F13C51">
        <w:rPr>
          <w:rtl/>
        </w:rPr>
        <w:t>،</w:t>
      </w:r>
      <w:r w:rsidRPr="00B5721E">
        <w:rPr>
          <w:rtl/>
        </w:rPr>
        <w:t xml:space="preserve"> وا</w:t>
      </w:r>
      <w:r w:rsidR="002C2DD7">
        <w:rPr>
          <w:rtl/>
        </w:rPr>
        <w:t>لمـُ</w:t>
      </w:r>
      <w:r w:rsidRPr="00B5721E">
        <w:rPr>
          <w:rtl/>
        </w:rPr>
        <w:t>ريد الأقوى بالخلافة لابن عَمِّك يزيد</w:t>
      </w:r>
      <w:r w:rsidR="00F13C51">
        <w:rPr>
          <w:rtl/>
        </w:rPr>
        <w:t>،</w:t>
      </w:r>
      <w:r w:rsidRPr="00B5721E">
        <w:rPr>
          <w:rtl/>
        </w:rPr>
        <w:t xml:space="preserve"> أمَّا الأوامر فهي في ضرب عُنقي إنْ لم أُبادر إلى ا</w:t>
      </w:r>
      <w:r w:rsidR="002C2DD7">
        <w:rPr>
          <w:rtl/>
        </w:rPr>
        <w:t>لمـُ</w:t>
      </w:r>
      <w:r w:rsidRPr="00B5721E">
        <w:rPr>
          <w:rtl/>
        </w:rPr>
        <w:t>بايعة</w:t>
      </w:r>
      <w:r w:rsidR="00F13C51">
        <w:rPr>
          <w:rtl/>
        </w:rPr>
        <w:t>،</w:t>
      </w:r>
      <w:r w:rsidRPr="00B5721E">
        <w:rPr>
          <w:rtl/>
        </w:rPr>
        <w:t xml:space="preserve"> ولكنِّي</w:t>
      </w:r>
      <w:r w:rsidR="00F13C51">
        <w:rPr>
          <w:rtl/>
        </w:rPr>
        <w:t xml:space="preserve"> - </w:t>
      </w:r>
      <w:r w:rsidRPr="00B5721E">
        <w:rPr>
          <w:rtl/>
        </w:rPr>
        <w:t>رَغماً مِن أنَّ ا</w:t>
      </w:r>
      <w:r w:rsidR="002C2DD7">
        <w:rPr>
          <w:rtl/>
        </w:rPr>
        <w:t>لمـُ</w:t>
      </w:r>
      <w:r w:rsidRPr="00B5721E">
        <w:rPr>
          <w:rtl/>
        </w:rPr>
        <w:t>بايعة لم تخطر أبداً ببالي</w:t>
      </w:r>
      <w:r w:rsidR="00F13C51">
        <w:rPr>
          <w:rtl/>
        </w:rPr>
        <w:t xml:space="preserve"> - </w:t>
      </w:r>
      <w:r w:rsidRPr="00B5721E">
        <w:rPr>
          <w:rtl/>
        </w:rPr>
        <w:t>أظنُّ أنَّ والي المدينة الوليد بن عُتبة بن أبي سفيان</w:t>
      </w:r>
      <w:r w:rsidR="00F13C51">
        <w:rPr>
          <w:rtl/>
        </w:rPr>
        <w:t>،</w:t>
      </w:r>
      <w:r w:rsidRPr="00B5721E">
        <w:rPr>
          <w:rtl/>
        </w:rPr>
        <w:t xml:space="preserve"> لا يقدم على تنفيذ أمر كهذا</w:t>
      </w:r>
      <w:r w:rsidR="00F13C51">
        <w:rPr>
          <w:rtl/>
        </w:rPr>
        <w:t>،</w:t>
      </w:r>
      <w:r w:rsidRPr="00B5721E">
        <w:rPr>
          <w:rtl/>
        </w:rPr>
        <w:t xml:space="preserve"> لأنِّي أعرف تمام المعرفة أنَّ في طينته لوناً يجعله يتأثَّم مِن مُنكر لا يجوز</w:t>
      </w:r>
      <w:r w:rsidR="00F13C51">
        <w:rPr>
          <w:rtl/>
        </w:rPr>
        <w:t xml:space="preserve"> - </w:t>
      </w:r>
      <w:r w:rsidRPr="00B5721E">
        <w:rPr>
          <w:rtl/>
        </w:rPr>
        <w:t>أبداً</w:t>
      </w:r>
      <w:r w:rsidR="00F13C51">
        <w:rPr>
          <w:rtl/>
        </w:rPr>
        <w:t xml:space="preserve"> - </w:t>
      </w:r>
      <w:r w:rsidRPr="00B5721E">
        <w:rPr>
          <w:rtl/>
        </w:rPr>
        <w:t>أنْ يرتكبه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أمَّا الوليد بن عتبة</w:t>
      </w:r>
      <w:r w:rsidR="00F13C51">
        <w:rPr>
          <w:rtl/>
        </w:rPr>
        <w:t>،</w:t>
      </w:r>
      <w:r w:rsidRPr="00B5721E">
        <w:rPr>
          <w:rtl/>
        </w:rPr>
        <w:t xml:space="preserve"> فإنَّه لم يتأخَّر</w:t>
      </w:r>
      <w:r w:rsidR="00F13C51">
        <w:rPr>
          <w:rtl/>
        </w:rPr>
        <w:t xml:space="preserve"> - </w:t>
      </w:r>
      <w:r w:rsidRPr="00B5721E">
        <w:rPr>
          <w:rtl/>
        </w:rPr>
        <w:t>أبداً</w:t>
      </w:r>
      <w:r w:rsidR="00F13C51">
        <w:rPr>
          <w:rtl/>
        </w:rPr>
        <w:t xml:space="preserve"> - </w:t>
      </w:r>
      <w:r w:rsidRPr="00B5721E">
        <w:rPr>
          <w:rtl/>
        </w:rPr>
        <w:t>عن الجواب</w:t>
      </w:r>
      <w:r w:rsidR="00F13C51">
        <w:rPr>
          <w:rtl/>
        </w:rPr>
        <w:t>،</w:t>
      </w:r>
      <w:r w:rsidRPr="00B5721E">
        <w:rPr>
          <w:rtl/>
        </w:rPr>
        <w:t xml:space="preserve"> الذي فتح الباب وسيعاً لحوار قد اتسم بالصراحة بين الرجلين</w:t>
      </w:r>
      <w:r w:rsidR="00F13C51">
        <w:rPr>
          <w:rtl/>
        </w:rPr>
        <w:t>،</w:t>
      </w:r>
      <w:r w:rsidRPr="00B5721E">
        <w:rPr>
          <w:rtl/>
        </w:rPr>
        <w:t xml:space="preserve"> مع الإقرار بأنَّه كان مُتحلِّياً ببعض الصفات التي جعلته</w:t>
      </w:r>
      <w:r w:rsidR="00F13C51">
        <w:rPr>
          <w:rtl/>
        </w:rPr>
        <w:t xml:space="preserve"> - </w:t>
      </w:r>
      <w:r w:rsidRPr="00B5721E">
        <w:rPr>
          <w:rtl/>
        </w:rPr>
        <w:t>فعلاً</w:t>
      </w:r>
      <w:r w:rsidR="00F13C51">
        <w:rPr>
          <w:rtl/>
        </w:rPr>
        <w:t xml:space="preserve"> - </w:t>
      </w:r>
      <w:r w:rsidRPr="00B5721E">
        <w:rPr>
          <w:rtl/>
        </w:rPr>
        <w:t>يتردَّد عن التنفيذ</w:t>
      </w:r>
      <w:r w:rsidR="00F13C51">
        <w:rPr>
          <w:rtl/>
        </w:rPr>
        <w:t>،</w:t>
      </w:r>
      <w:r w:rsidRPr="00B5721E">
        <w:rPr>
          <w:rtl/>
        </w:rPr>
        <w:t xml:space="preserve"> مِمَّا أدَّى بالخليفة يزيد إلى أنْ يعزله عن الولاية</w:t>
      </w:r>
      <w:r w:rsidR="00F13C51">
        <w:rPr>
          <w:rtl/>
        </w:rPr>
        <w:t xml:space="preserve"> - </w:t>
      </w:r>
      <w:r w:rsidRPr="00B5721E">
        <w:rPr>
          <w:rtl/>
        </w:rPr>
        <w:t>فيما بعد</w:t>
      </w:r>
      <w:r w:rsidR="00F13C51">
        <w:rPr>
          <w:rtl/>
        </w:rPr>
        <w:t xml:space="preserve"> - </w:t>
      </w:r>
      <w:r w:rsidRPr="00B5721E">
        <w:rPr>
          <w:rtl/>
        </w:rPr>
        <w:t>ويُعيِّن مكانه عمرو بن سعيد بن العاص</w:t>
      </w:r>
      <w:r w:rsidR="00F13C51">
        <w:rPr>
          <w:rtl/>
        </w:rPr>
        <w:t>،</w:t>
      </w:r>
      <w:r w:rsidRPr="00B5721E">
        <w:rPr>
          <w:rtl/>
        </w:rPr>
        <w:t xml:space="preserve"> الرجل الأقصى والأدهى في حياكة المؤآمرات</w:t>
      </w:r>
      <w:r w:rsidR="00F13C51">
        <w:rPr>
          <w:rtl/>
        </w:rPr>
        <w:t>: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الوليد</w:t>
      </w:r>
      <w:r w:rsidR="00F13C51">
        <w:rPr>
          <w:rtl/>
        </w:rPr>
        <w:t>:</w:t>
      </w:r>
      <w:r w:rsidRPr="00B5721E">
        <w:rPr>
          <w:rtl/>
        </w:rPr>
        <w:t xml:space="preserve"> أنا لا أسألك كيف عرفت كلَّ ذلك</w:t>
      </w:r>
      <w:r w:rsidR="00F13C51">
        <w:rPr>
          <w:rtl/>
        </w:rPr>
        <w:t>؛</w:t>
      </w:r>
      <w:r w:rsidRPr="00B5721E">
        <w:rPr>
          <w:rtl/>
        </w:rPr>
        <w:t xml:space="preserve"> فأنت ذو حِصَّة مِن الذكاء</w:t>
      </w:r>
      <w:r w:rsidR="00F13C51">
        <w:rPr>
          <w:rtl/>
        </w:rPr>
        <w:t xml:space="preserve"> - </w:t>
      </w:r>
      <w:r w:rsidRPr="00B5721E">
        <w:rPr>
          <w:rtl/>
        </w:rPr>
        <w:t>وهي واسعة فيك</w:t>
      </w:r>
      <w:r w:rsidR="00F13C51">
        <w:rPr>
          <w:rtl/>
        </w:rPr>
        <w:t xml:space="preserve"> - </w:t>
      </w:r>
      <w:r w:rsidRPr="00B5721E">
        <w:rPr>
          <w:rtl/>
        </w:rPr>
        <w:t>تكشف بها حتَّى ا</w:t>
      </w:r>
      <w:r w:rsidR="002C2DD7">
        <w:rPr>
          <w:rtl/>
        </w:rPr>
        <w:t>لمـُ</w:t>
      </w:r>
      <w:r w:rsidRPr="00B5721E">
        <w:rPr>
          <w:rtl/>
        </w:rPr>
        <w:t>خبَّآت في الصدور</w:t>
      </w:r>
      <w:r w:rsidR="00F13C51">
        <w:rPr>
          <w:rtl/>
        </w:rPr>
        <w:t>،</w:t>
      </w:r>
      <w:r w:rsidRPr="00B5721E">
        <w:rPr>
          <w:rtl/>
        </w:rPr>
        <w:t xml:space="preserve"> أمَّا أنْ أضرب عُنقك</w:t>
      </w:r>
      <w:r w:rsidR="00F13C51">
        <w:rPr>
          <w:rtl/>
        </w:rPr>
        <w:t>،</w:t>
      </w:r>
      <w:r w:rsidRPr="00B5721E">
        <w:rPr>
          <w:rtl/>
        </w:rPr>
        <w:t xml:space="preserve"> فهذا أكيد أنَّني لا أُحمِّل نفسي مشقَّة الركوب إلى عمل كهذا</w:t>
      </w:r>
      <w:r w:rsidR="00F13C51">
        <w:rPr>
          <w:rtl/>
        </w:rPr>
        <w:t>،</w:t>
      </w:r>
      <w:r w:rsidRPr="00B5721E">
        <w:rPr>
          <w:rtl/>
        </w:rPr>
        <w:t xml:space="preserve"> ولكنَّ الشيمة ذاتها في نفسي</w:t>
      </w:r>
      <w:r w:rsidR="00F13C51">
        <w:rPr>
          <w:rtl/>
        </w:rPr>
        <w:t xml:space="preserve"> - </w:t>
      </w:r>
      <w:r w:rsidRPr="00B5721E">
        <w:rPr>
          <w:rtl/>
        </w:rPr>
        <w:t>وأنت تمتدحني بها</w:t>
      </w:r>
      <w:r w:rsidR="00F13C51">
        <w:rPr>
          <w:rtl/>
        </w:rPr>
        <w:t xml:space="preserve"> - </w:t>
      </w:r>
      <w:r w:rsidRPr="00B5721E">
        <w:rPr>
          <w:rtl/>
        </w:rPr>
        <w:t>لا تبخل عليك بالنُّصح والتلميح إلى أنْ ما أُحجِم أنا عنه لن يكون تأثُّما عند سواي</w:t>
      </w:r>
      <w:r w:rsidR="00F13C51">
        <w:rPr>
          <w:rtl/>
        </w:rPr>
        <w:t>؛</w:t>
      </w:r>
      <w:r w:rsidRPr="00B5721E">
        <w:rPr>
          <w:rtl/>
        </w:rPr>
        <w:t xml:space="preserve"> لهذا جئت الليلة أطلب منك أنْ تَرْبَأ بنفسك وتحملها إلى مُبايعة تقيك مِن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الخطر</w:t>
      </w:r>
      <w:r w:rsidR="00F13C51">
        <w:rPr>
          <w:rtl/>
        </w:rPr>
        <w:t>،</w:t>
      </w:r>
      <w:r w:rsidRPr="00B5721E">
        <w:rPr>
          <w:rtl/>
        </w:rPr>
        <w:t xml:space="preserve"> كما فعل قبلك</w:t>
      </w:r>
      <w:r w:rsidR="00F13C51">
        <w:rPr>
          <w:rtl/>
        </w:rPr>
        <w:t>،</w:t>
      </w:r>
      <w:r w:rsidRPr="00B5721E">
        <w:rPr>
          <w:rtl/>
        </w:rPr>
        <w:t xml:space="preserve"> منذ عشر سنوات</w:t>
      </w:r>
      <w:r w:rsidR="00F13C51">
        <w:rPr>
          <w:rtl/>
        </w:rPr>
        <w:t>،</w:t>
      </w:r>
      <w:r w:rsidRPr="00B5721E">
        <w:rPr>
          <w:rtl/>
        </w:rPr>
        <w:t xml:space="preserve"> أخوك الحسن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الحسين</w:t>
      </w:r>
      <w:r w:rsidR="00F13C51">
        <w:rPr>
          <w:rtl/>
        </w:rPr>
        <w:t>:</w:t>
      </w:r>
      <w:r w:rsidRPr="00B5721E">
        <w:rPr>
          <w:rtl/>
        </w:rPr>
        <w:t xml:space="preserve"> أنت مُخطئ في ترصُّدك كُنه القضايا</w:t>
      </w:r>
      <w:r w:rsidR="00F13C51">
        <w:rPr>
          <w:rtl/>
        </w:rPr>
        <w:t>،</w:t>
      </w:r>
      <w:r w:rsidRPr="00B5721E">
        <w:rPr>
          <w:rtl/>
        </w:rPr>
        <w:t xml:space="preserve"> فأخي الحسن لم يُبايع مُعاوية</w:t>
      </w:r>
      <w:r w:rsidR="00F13C51">
        <w:rPr>
          <w:rtl/>
        </w:rPr>
        <w:t>،</w:t>
      </w:r>
      <w:r w:rsidRPr="00B5721E">
        <w:rPr>
          <w:rtl/>
        </w:rPr>
        <w:t xml:space="preserve"> ويبعِّد عنها التمادي بالأحقاد</w:t>
      </w:r>
      <w:r w:rsidR="00F13C51">
        <w:rPr>
          <w:rtl/>
        </w:rPr>
        <w:t>،</w:t>
      </w:r>
      <w:r w:rsidRPr="00B5721E">
        <w:rPr>
          <w:rtl/>
        </w:rPr>
        <w:t xml:space="preserve"> ويوفِّر لها اللُّحمة ا</w:t>
      </w:r>
      <w:r w:rsidR="002C2DD7">
        <w:rPr>
          <w:rtl/>
        </w:rPr>
        <w:t>لمـُ</w:t>
      </w:r>
      <w:r w:rsidRPr="00B5721E">
        <w:rPr>
          <w:rtl/>
        </w:rPr>
        <w:t>نتجة</w:t>
      </w:r>
      <w:r w:rsidR="00F13C51">
        <w:rPr>
          <w:rtl/>
        </w:rPr>
        <w:t>،</w:t>
      </w:r>
      <w:r w:rsidRPr="00B5721E">
        <w:rPr>
          <w:rtl/>
        </w:rPr>
        <w:t xml:space="preserve"> ويدلُّها إلى الحاكم الواعي حتَّى تُفتِّش هي عنه سائساً مُتفانياً في صيانتها</w:t>
      </w:r>
      <w:r w:rsidR="00F13C51">
        <w:rPr>
          <w:rtl/>
        </w:rPr>
        <w:t>،</w:t>
      </w:r>
      <w:r w:rsidRPr="00B5721E">
        <w:rPr>
          <w:rtl/>
        </w:rPr>
        <w:t xml:space="preserve"> لا مُستثمراً طاقاتها وخيراتها</w:t>
      </w:r>
      <w:r w:rsidR="00F13C51">
        <w:rPr>
          <w:rtl/>
        </w:rPr>
        <w:t>،</w:t>
      </w:r>
      <w:r w:rsidRPr="00B5721E">
        <w:rPr>
          <w:rtl/>
        </w:rPr>
        <w:t xml:space="preserve"> هذا مِن جهة المبدأ الذي كان قضيَّة مِن القضايا الكبيرة</w:t>
      </w:r>
      <w:r w:rsidR="00F13C51">
        <w:rPr>
          <w:rtl/>
        </w:rPr>
        <w:t>،</w:t>
      </w:r>
      <w:r w:rsidRPr="00B5721E">
        <w:rPr>
          <w:rtl/>
        </w:rPr>
        <w:t xml:space="preserve"> التي شدَّ خطوطها أخي الحسن</w:t>
      </w:r>
      <w:r w:rsidR="00F13C51">
        <w:rPr>
          <w:rtl/>
        </w:rPr>
        <w:t xml:space="preserve"> - </w:t>
      </w:r>
      <w:r w:rsidRPr="00B5721E">
        <w:rPr>
          <w:rtl/>
        </w:rPr>
        <w:t>أمَّا أنْ يقصد</w:t>
      </w:r>
      <w:r w:rsidR="00F13C51">
        <w:rPr>
          <w:rtl/>
        </w:rPr>
        <w:t xml:space="preserve"> - </w:t>
      </w:r>
      <w:r w:rsidRPr="00B5721E">
        <w:rPr>
          <w:rtl/>
        </w:rPr>
        <w:t>مِن التخلِّي عن الحُكم شِراء الوقاية مِن تهلُكة</w:t>
      </w:r>
      <w:r w:rsidR="00F13C51">
        <w:rPr>
          <w:rtl/>
        </w:rPr>
        <w:t>،</w:t>
      </w:r>
      <w:r w:rsidRPr="00B5721E">
        <w:rPr>
          <w:rtl/>
        </w:rPr>
        <w:t xml:space="preserve"> فهذا ما لم يُتحفَّظ منه أوْ له</w:t>
      </w:r>
      <w:r w:rsidR="00F13C51">
        <w:rPr>
          <w:rtl/>
        </w:rPr>
        <w:t>،</w:t>
      </w:r>
      <w:r w:rsidRPr="00B5721E">
        <w:rPr>
          <w:rtl/>
        </w:rPr>
        <w:t xml:space="preserve"> بلْ كان يترقَّبه حاصلاً في نيَّة مُعاوية</w:t>
      </w:r>
      <w:r w:rsidR="00F13C51">
        <w:rPr>
          <w:rtl/>
        </w:rPr>
        <w:t xml:space="preserve"> - </w:t>
      </w:r>
      <w:r w:rsidRPr="00B5721E">
        <w:rPr>
          <w:rtl/>
        </w:rPr>
        <w:t>بين لحظة ولحظة</w:t>
      </w:r>
      <w:r w:rsidR="00F13C51">
        <w:rPr>
          <w:rtl/>
        </w:rPr>
        <w:t xml:space="preserve"> -،</w:t>
      </w:r>
      <w:r w:rsidRPr="00B5721E">
        <w:rPr>
          <w:rtl/>
        </w:rPr>
        <w:t xml:space="preserve"> فمُعاوية الذي صرف العُمر كلَّه في مدرسة تُعلِّمه كيفيَّة نهب البستان دُفعة واحدة</w:t>
      </w:r>
      <w:r w:rsidR="00F13C51">
        <w:rPr>
          <w:rtl/>
        </w:rPr>
        <w:t>،</w:t>
      </w:r>
      <w:r w:rsidRPr="00B5721E">
        <w:rPr>
          <w:rtl/>
        </w:rPr>
        <w:t xml:space="preserve"> لا شجرة شجرة أو غُصناً غُصناً مِن الشجرة</w:t>
      </w:r>
      <w:r w:rsidR="00F13C51">
        <w:rPr>
          <w:rtl/>
        </w:rPr>
        <w:t>،</w:t>
      </w:r>
      <w:r w:rsidRPr="00B5721E">
        <w:rPr>
          <w:rtl/>
        </w:rPr>
        <w:t xml:space="preserve"> فإنَّه أحرز أطول قصبة مِن قصبات السَّبق</w:t>
      </w:r>
      <w:r w:rsidR="00F13C51">
        <w:rPr>
          <w:rtl/>
        </w:rPr>
        <w:t>،</w:t>
      </w:r>
      <w:r w:rsidRPr="00B5721E">
        <w:rPr>
          <w:rtl/>
        </w:rPr>
        <w:t xml:space="preserve"> ومسح رأسها بأدهى مَرهم مِن مراهم السَّم</w:t>
      </w:r>
      <w:r w:rsidR="00F13C51">
        <w:rPr>
          <w:rtl/>
        </w:rPr>
        <w:t>،</w:t>
      </w:r>
      <w:r w:rsidRPr="00B5721E">
        <w:rPr>
          <w:rtl/>
        </w:rPr>
        <w:t xml:space="preserve"> لَدَغَ بها أخي الحسن ا</w:t>
      </w:r>
      <w:r w:rsidR="002C2DD7">
        <w:rPr>
          <w:rtl/>
        </w:rPr>
        <w:t>لمـُ</w:t>
      </w:r>
      <w:r w:rsidRPr="00B5721E">
        <w:rPr>
          <w:rtl/>
        </w:rPr>
        <w:t>تخلِّي عن كرسيِّ الخلافة</w:t>
      </w:r>
      <w:r w:rsidR="00106DAF">
        <w:rPr>
          <w:rtl/>
        </w:rPr>
        <w:t>!</w:t>
      </w:r>
      <w:r w:rsidRPr="00B5721E">
        <w:rPr>
          <w:rtl/>
        </w:rPr>
        <w:t>!! ألا ترى معي يا أخي مِن قريش</w:t>
      </w:r>
      <w:r w:rsidR="00F13C51">
        <w:rPr>
          <w:rtl/>
        </w:rPr>
        <w:t>،</w:t>
      </w:r>
      <w:r w:rsidRPr="00B5721E">
        <w:rPr>
          <w:rtl/>
        </w:rPr>
        <w:t xml:space="preserve"> ويا عدوِّي الحَقود مِن بني سفيان</w:t>
      </w:r>
      <w:r w:rsidR="00F13C51">
        <w:rPr>
          <w:rtl/>
        </w:rPr>
        <w:t>،</w:t>
      </w:r>
      <w:r w:rsidRPr="00B5721E">
        <w:rPr>
          <w:rtl/>
        </w:rPr>
        <w:t xml:space="preserve"> أنَّ الأمَّة هي الأوسع مِن عِرقين مُتناحرين على مشيخة القبيلة</w:t>
      </w:r>
      <w:r w:rsidR="00F13C51">
        <w:rPr>
          <w:rtl/>
        </w:rPr>
        <w:t>،</w:t>
      </w:r>
      <w:r w:rsidRPr="00B5721E">
        <w:rPr>
          <w:rtl/>
        </w:rPr>
        <w:t xml:space="preserve"> وأنَّ مَن يُضحِّي مِن أجل توسيع الأضيق بالأوسع</w:t>
      </w:r>
      <w:r w:rsidR="00F13C51">
        <w:rPr>
          <w:rtl/>
        </w:rPr>
        <w:t>،</w:t>
      </w:r>
      <w:r w:rsidRPr="00B5721E">
        <w:rPr>
          <w:rtl/>
        </w:rPr>
        <w:t xml:space="preserve"> ليس كمَن يتحايل إلى تذويب الأكبر في الأصغر</w:t>
      </w:r>
      <w:r w:rsidR="00106DAF">
        <w:rPr>
          <w:rtl/>
        </w:rPr>
        <w:t>؟</w:t>
      </w:r>
      <w:r w:rsidRPr="00B5721E">
        <w:rPr>
          <w:rtl/>
        </w:rPr>
        <w:t xml:space="preserve"> وأنَّه ليس لقصبة السَّبق في الميدان أنْ تكون رُمحاً مِن رماحه المصقولة</w:t>
      </w:r>
      <w:r w:rsidR="00106DAF">
        <w:rPr>
          <w:rtl/>
        </w:rPr>
        <w:t>!</w:t>
      </w:r>
      <w:r w:rsidRPr="00B5721E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الوليد</w:t>
      </w:r>
      <w:r w:rsidR="00F13C51">
        <w:rPr>
          <w:rtl/>
        </w:rPr>
        <w:t>:</w:t>
      </w:r>
      <w:r w:rsidRPr="00B5721E">
        <w:rPr>
          <w:rtl/>
        </w:rPr>
        <w:t xml:space="preserve"> هذا مبدأ عامٌّ يا حسين</w:t>
      </w:r>
      <w:r w:rsidR="00F13C51">
        <w:rPr>
          <w:rtl/>
        </w:rPr>
        <w:t>،</w:t>
      </w:r>
      <w:r w:rsidRPr="00B5721E">
        <w:rPr>
          <w:rtl/>
        </w:rPr>
        <w:t xml:space="preserve"> وليس لأحد أنْ يُنكره في حقيقة العلم والرأي والمنطق</w:t>
      </w:r>
      <w:r w:rsidR="00F13C51">
        <w:rPr>
          <w:rtl/>
        </w:rPr>
        <w:t>،</w:t>
      </w:r>
      <w:r w:rsidRPr="00B5721E">
        <w:rPr>
          <w:rtl/>
        </w:rPr>
        <w:t xml:space="preserve"> ولكنَّ الواقع على الأرض هو غير ما ترسم</w:t>
      </w:r>
      <w:r w:rsidR="00F13C51">
        <w:rPr>
          <w:rtl/>
        </w:rPr>
        <w:t>،</w:t>
      </w:r>
      <w:r w:rsidRPr="00B5721E">
        <w:rPr>
          <w:rtl/>
        </w:rPr>
        <w:t xml:space="preserve"> فمُعاوية طاب الحُكم بين يديه</w:t>
      </w:r>
      <w:r w:rsidR="00F13C51">
        <w:rPr>
          <w:rtl/>
        </w:rPr>
        <w:t>،</w:t>
      </w:r>
      <w:r w:rsidRPr="00B5721E">
        <w:rPr>
          <w:rtl/>
        </w:rPr>
        <w:t xml:space="preserve"> وأنَّ قصبة السَّبق التي أحرزها هي التي أحرزت له الرمح الطويل على مدى عشرين سنة مِن عُمره وأكثر</w:t>
      </w:r>
      <w:r w:rsidR="00F13C51">
        <w:rPr>
          <w:rtl/>
        </w:rPr>
        <w:t>،</w:t>
      </w:r>
      <w:r w:rsidRPr="00B5721E">
        <w:rPr>
          <w:rtl/>
        </w:rPr>
        <w:t xml:space="preserve"> أمَّا إذا صَحَّ افتراضك أنَّه أعدم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B5721E">
        <w:rPr>
          <w:rtl/>
        </w:rPr>
        <w:lastRenderedPageBreak/>
        <w:t>أخاك</w:t>
      </w:r>
      <w:r w:rsidR="00F13C51">
        <w:rPr>
          <w:rtl/>
        </w:rPr>
        <w:t>،</w:t>
      </w:r>
      <w:r w:rsidRPr="00B5721E">
        <w:rPr>
          <w:rtl/>
        </w:rPr>
        <w:t xml:space="preserve"> فأيُّ حُكم ليس في يده أدوات تنفيذ الإعدام بمَن هُمْ ضِدَّ العهد</w:t>
      </w:r>
      <w:r w:rsidR="00F13C51">
        <w:rPr>
          <w:rtl/>
        </w:rPr>
        <w:t>،</w:t>
      </w:r>
      <w:r w:rsidRPr="00B5721E">
        <w:rPr>
          <w:rtl/>
        </w:rPr>
        <w:t xml:space="preserve"> أو بمَن يُمكن أنْ يشكِّلوا خطراً على سلامته وأمنه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B5721E">
        <w:rPr>
          <w:rtl/>
        </w:rPr>
        <w:t>الحسين</w:t>
      </w:r>
      <w:r w:rsidR="00F13C51">
        <w:rPr>
          <w:rtl/>
        </w:rPr>
        <w:t>:</w:t>
      </w:r>
      <w:r w:rsidRPr="00B5721E">
        <w:rPr>
          <w:rtl/>
        </w:rPr>
        <w:t xml:space="preserve"> وهذا وقوع في الخطأ الأفدح</w:t>
      </w:r>
      <w:r w:rsidR="00F13C51">
        <w:rPr>
          <w:rtl/>
        </w:rPr>
        <w:t>،</w:t>
      </w:r>
      <w:r w:rsidRPr="00B5721E">
        <w:rPr>
          <w:rtl/>
        </w:rPr>
        <w:t xml:space="preserve"> لم يكن مُعاوية خليفة للمسلمين</w:t>
      </w:r>
      <w:r w:rsidR="00F13C51">
        <w:rPr>
          <w:rtl/>
        </w:rPr>
        <w:t>،</w:t>
      </w:r>
      <w:r w:rsidRPr="00B5721E">
        <w:rPr>
          <w:rtl/>
        </w:rPr>
        <w:t xml:space="preserve"> وكان مَلِكاً على المسلمين</w:t>
      </w:r>
      <w:r w:rsidR="00F13C51">
        <w:rPr>
          <w:rtl/>
        </w:rPr>
        <w:t>،</w:t>
      </w:r>
      <w:r w:rsidRPr="00B5721E">
        <w:rPr>
          <w:rtl/>
        </w:rPr>
        <w:t xml:space="preserve"> الخلافة شيء وا</w:t>
      </w:r>
      <w:r w:rsidR="002C2DD7">
        <w:rPr>
          <w:rtl/>
        </w:rPr>
        <w:t>لمـُ</w:t>
      </w:r>
      <w:r w:rsidRPr="00B5721E">
        <w:rPr>
          <w:rtl/>
        </w:rPr>
        <w:t>لْك شيء آخر</w:t>
      </w:r>
      <w:r w:rsidR="00F13C51">
        <w:rPr>
          <w:rtl/>
        </w:rPr>
        <w:t>؛</w:t>
      </w:r>
      <w:r w:rsidRPr="00B5721E">
        <w:rPr>
          <w:rtl/>
        </w:rPr>
        <w:t xml:space="preserve"> فالخلافة هي كلُّ ا</w:t>
      </w:r>
      <w:r w:rsidR="002C2DD7">
        <w:rPr>
          <w:rtl/>
        </w:rPr>
        <w:t>لمـَ</w:t>
      </w:r>
      <w:r w:rsidRPr="00B5721E">
        <w:rPr>
          <w:rtl/>
        </w:rPr>
        <w:t>خلوف</w:t>
      </w:r>
      <w:r w:rsidR="00F13C51">
        <w:rPr>
          <w:rtl/>
        </w:rPr>
        <w:t>:</w:t>
      </w:r>
      <w:r w:rsidRPr="00B5721E">
        <w:rPr>
          <w:rtl/>
        </w:rPr>
        <w:t xml:space="preserve"> تأسيساً وتركيزاً</w:t>
      </w:r>
      <w:r w:rsidR="00F13C51">
        <w:rPr>
          <w:rtl/>
        </w:rPr>
        <w:t>،</w:t>
      </w:r>
      <w:r w:rsidRPr="00B5721E">
        <w:rPr>
          <w:rtl/>
        </w:rPr>
        <w:t xml:space="preserve"> ولوناً ومعنىً</w:t>
      </w:r>
      <w:r w:rsidR="00F13C51">
        <w:rPr>
          <w:rtl/>
        </w:rPr>
        <w:t>،</w:t>
      </w:r>
      <w:r w:rsidRPr="00B5721E">
        <w:rPr>
          <w:rtl/>
        </w:rPr>
        <w:t xml:space="preserve"> وقضيَّةً ودستوراً</w:t>
      </w:r>
      <w:r w:rsidR="00C327EB">
        <w:rPr>
          <w:rtl/>
        </w:rPr>
        <w:t>.</w:t>
      </w:r>
      <w:r w:rsidRPr="00B5721E">
        <w:rPr>
          <w:rtl/>
        </w:rPr>
        <w:t xml:space="preserve"> المؤسِّس كان جَدِّي النبي</w:t>
      </w:r>
      <w:r w:rsidR="00F13C51">
        <w:rPr>
          <w:rtl/>
        </w:rPr>
        <w:t>،</w:t>
      </w:r>
      <w:r w:rsidRPr="00B5721E">
        <w:rPr>
          <w:rtl/>
        </w:rPr>
        <w:t xml:space="preserve"> وهو لا غيره ا</w:t>
      </w:r>
      <w:r w:rsidR="002C2DD7">
        <w:rPr>
          <w:rtl/>
        </w:rPr>
        <w:t>لمـُ</w:t>
      </w:r>
      <w:r w:rsidRPr="00B5721E">
        <w:rPr>
          <w:rtl/>
        </w:rPr>
        <w:t>ركِّز</w:t>
      </w:r>
      <w:r w:rsidR="00F13C51">
        <w:rPr>
          <w:rtl/>
        </w:rPr>
        <w:t>،</w:t>
      </w:r>
      <w:r w:rsidRPr="00B5721E">
        <w:rPr>
          <w:rtl/>
        </w:rPr>
        <w:t xml:space="preserve"> وهو الذي جمع الأُمَّة بالتوحيد والإسلام</w:t>
      </w:r>
      <w:r w:rsidR="00F13C51">
        <w:rPr>
          <w:rtl/>
        </w:rPr>
        <w:t>،</w:t>
      </w:r>
      <w:r w:rsidRPr="00B5721E">
        <w:rPr>
          <w:rtl/>
        </w:rPr>
        <w:t xml:space="preserve"> وهو الذي أعطاها المعنى الأوسع في كونها الحِصن المنيع وا</w:t>
      </w:r>
      <w:r w:rsidR="002C2DD7">
        <w:rPr>
          <w:rtl/>
        </w:rPr>
        <w:t>لمـُ</w:t>
      </w:r>
      <w:r w:rsidRPr="00B5721E">
        <w:rPr>
          <w:rtl/>
        </w:rPr>
        <w:t>ركِّن للإنسان</w:t>
      </w:r>
      <w:r w:rsidR="00F13C51">
        <w:rPr>
          <w:rtl/>
        </w:rPr>
        <w:t>،</w:t>
      </w:r>
      <w:r w:rsidRPr="00B5721E">
        <w:rPr>
          <w:rtl/>
        </w:rPr>
        <w:t xml:space="preserve"> وهو الذي أحاطها بإطارها الأفخم</w:t>
      </w:r>
      <w:r w:rsidR="00F13C51">
        <w:rPr>
          <w:rtl/>
        </w:rPr>
        <w:t>،</w:t>
      </w:r>
      <w:r w:rsidRPr="00B5721E">
        <w:rPr>
          <w:rtl/>
        </w:rPr>
        <w:t xml:space="preserve"> فأضحت قضيَّة الإنسان ودين الإنسان</w:t>
      </w:r>
      <w:r w:rsidR="00F13C51">
        <w:rPr>
          <w:rtl/>
        </w:rPr>
        <w:t>،</w:t>
      </w:r>
      <w:r w:rsidRPr="00B5721E">
        <w:rPr>
          <w:rtl/>
        </w:rPr>
        <w:t xml:space="preserve"> وقيمة وجود الإنسان</w:t>
      </w:r>
      <w:r w:rsidR="00F13C51">
        <w:rPr>
          <w:rtl/>
        </w:rPr>
        <w:t>،</w:t>
      </w:r>
      <w:r w:rsidRPr="00B5721E">
        <w:rPr>
          <w:rtl/>
        </w:rPr>
        <w:t xml:space="preserve"> وهو الذي سَنَّ لها الدستور</w:t>
      </w:r>
      <w:r w:rsidR="00F13C51">
        <w:rPr>
          <w:rtl/>
        </w:rPr>
        <w:t>،</w:t>
      </w:r>
      <w:r w:rsidRPr="00B5721E">
        <w:rPr>
          <w:rtl/>
        </w:rPr>
        <w:t xml:space="preserve"> فكانت الرسالة ميدانها الاشتراعي الأوحد والأضمن</w:t>
      </w:r>
      <w:r w:rsidR="00C327EB">
        <w:rPr>
          <w:rtl/>
        </w:rPr>
        <w:t>.</w:t>
      </w:r>
      <w:r w:rsidRPr="00B5721E">
        <w:rPr>
          <w:rtl/>
        </w:rPr>
        <w:t xml:space="preserve"> إنَّ ا</w:t>
      </w:r>
      <w:r w:rsidR="002C2DD7">
        <w:rPr>
          <w:rtl/>
        </w:rPr>
        <w:t>لمـَ</w:t>
      </w:r>
      <w:r w:rsidRPr="00B5721E">
        <w:rPr>
          <w:rtl/>
        </w:rPr>
        <w:t>خلوف</w:t>
      </w:r>
      <w:r w:rsidR="00F13C51">
        <w:rPr>
          <w:rtl/>
        </w:rPr>
        <w:t xml:space="preserve"> - </w:t>
      </w:r>
      <w:r w:rsidRPr="00B5721E">
        <w:rPr>
          <w:rtl/>
        </w:rPr>
        <w:t>والحالة هذه</w:t>
      </w:r>
      <w:r w:rsidR="00F13C51">
        <w:rPr>
          <w:rtl/>
        </w:rPr>
        <w:t xml:space="preserve"> - </w:t>
      </w:r>
      <w:r w:rsidRPr="00B5721E">
        <w:rPr>
          <w:rtl/>
        </w:rPr>
        <w:t>هو جَدِّي النبي</w:t>
      </w:r>
      <w:r w:rsidR="00F13C51">
        <w:rPr>
          <w:rtl/>
        </w:rPr>
        <w:t>،</w:t>
      </w:r>
      <w:r w:rsidRPr="00B5721E">
        <w:rPr>
          <w:rtl/>
        </w:rPr>
        <w:t xml:space="preserve"> أمَّا الخليفة فجَدِّي النبي</w:t>
      </w:r>
      <w:r w:rsidR="00F13C51">
        <w:rPr>
          <w:rtl/>
        </w:rPr>
        <w:t xml:space="preserve"> - </w:t>
      </w:r>
      <w:r w:rsidRPr="00B5721E">
        <w:rPr>
          <w:rtl/>
        </w:rPr>
        <w:t>أيضاً</w:t>
      </w:r>
      <w:r w:rsidR="00F13C51">
        <w:rPr>
          <w:rtl/>
        </w:rPr>
        <w:t xml:space="preserve"> - </w:t>
      </w:r>
      <w:r w:rsidRPr="00B5721E">
        <w:rPr>
          <w:rtl/>
        </w:rPr>
        <w:t>هو الذي انتقاه مِن أكفَّأ أبناء الأُمَّة</w:t>
      </w:r>
      <w:r w:rsidR="00F13C51">
        <w:rPr>
          <w:rtl/>
        </w:rPr>
        <w:t>،</w:t>
      </w:r>
      <w:r w:rsidRPr="00B5721E">
        <w:rPr>
          <w:rtl/>
        </w:rPr>
        <w:t xml:space="preserve"> بعد أنْ أنشأ صِبَاغاً مِن جوهر الرسالة والقضيَّة فطلاه به</w:t>
      </w:r>
      <w:r w:rsidR="00F13C51">
        <w:rPr>
          <w:rtl/>
        </w:rPr>
        <w:t>،</w:t>
      </w:r>
      <w:r w:rsidRPr="00B5721E">
        <w:rPr>
          <w:rtl/>
        </w:rPr>
        <w:t xml:space="preserve"> وبعد أنْ حرَّر الأُمَّة التي انسكب بكلِّ جُهده فيها</w:t>
      </w:r>
      <w:r w:rsidR="00F13C51">
        <w:rPr>
          <w:rtl/>
        </w:rPr>
        <w:t>،</w:t>
      </w:r>
      <w:r w:rsidRPr="00B5721E">
        <w:rPr>
          <w:rtl/>
        </w:rPr>
        <w:t xml:space="preserve"> مِن كلِّ ما يُعيدها إلى مُسلسلها ا</w:t>
      </w:r>
      <w:r w:rsidR="002C2DD7">
        <w:rPr>
          <w:rtl/>
        </w:rPr>
        <w:t>لمـُ</w:t>
      </w:r>
      <w:r w:rsidRPr="00B5721E">
        <w:rPr>
          <w:rtl/>
        </w:rPr>
        <w:t>تماوج بغُبار قبليَّاتها ا</w:t>
      </w:r>
      <w:r w:rsidR="002C2DD7">
        <w:rPr>
          <w:rtl/>
        </w:rPr>
        <w:t>لمـُ</w:t>
      </w:r>
      <w:r w:rsidRPr="00B5721E">
        <w:rPr>
          <w:rtl/>
        </w:rPr>
        <w:t>تناحرة فوق كراسي مشيخاتها</w:t>
      </w:r>
      <w:r w:rsidR="00F13C51">
        <w:rPr>
          <w:rtl/>
        </w:rPr>
        <w:t>،</w:t>
      </w:r>
      <w:r w:rsidRPr="00B5721E">
        <w:rPr>
          <w:rtl/>
        </w:rPr>
        <w:t xml:space="preserve"> وذلك بتعيين كرسيٍّ واحدٍ يجلس فيه ا</w:t>
      </w:r>
      <w:r w:rsidR="002C2DD7">
        <w:rPr>
          <w:rtl/>
        </w:rPr>
        <w:t>لمـُ</w:t>
      </w:r>
      <w:r w:rsidRPr="00B5721E">
        <w:rPr>
          <w:rtl/>
        </w:rPr>
        <w:t>عيَّن المصقول بتربية خاصَّة</w:t>
      </w:r>
      <w:r w:rsidR="00F13C51">
        <w:rPr>
          <w:rtl/>
        </w:rPr>
        <w:t>،</w:t>
      </w:r>
      <w:r w:rsidRPr="00B5721E">
        <w:rPr>
          <w:rtl/>
        </w:rPr>
        <w:t xml:space="preserve"> مُعبِّرة عن كلِّ مقاصد المؤسِّس الأوحد</w:t>
      </w:r>
      <w:r w:rsidR="00F13C51">
        <w:rPr>
          <w:rtl/>
        </w:rPr>
        <w:t>،</w:t>
      </w:r>
      <w:r w:rsidRPr="00B5721E">
        <w:rPr>
          <w:rtl/>
        </w:rPr>
        <w:t xml:space="preserve"> الذي سيبقى وحده عُنوان الأُمَّة التي بناها وقدَّم لها رسالة</w:t>
      </w:r>
      <w:r w:rsidR="00F13C51">
        <w:rPr>
          <w:rtl/>
        </w:rPr>
        <w:t>،</w:t>
      </w:r>
      <w:r w:rsidRPr="00B5721E">
        <w:rPr>
          <w:rtl/>
        </w:rPr>
        <w:t xml:space="preserve"> مُنذ الأمس إلى اليوم الحاضر</w:t>
      </w:r>
      <w:r w:rsidR="00F13C51">
        <w:rPr>
          <w:rtl/>
        </w:rPr>
        <w:t>،</w:t>
      </w:r>
      <w:r w:rsidRPr="00B5721E">
        <w:rPr>
          <w:rtl/>
        </w:rPr>
        <w:t xml:space="preserve"> وإلى الغَد الآتي ا</w:t>
      </w:r>
      <w:r w:rsidR="002C2DD7">
        <w:rPr>
          <w:rtl/>
        </w:rPr>
        <w:t>لمـُ</w:t>
      </w:r>
      <w:r w:rsidRPr="00B5721E">
        <w:rPr>
          <w:rtl/>
        </w:rPr>
        <w:t>تربِّع فوق سِدرة الزمان</w:t>
      </w:r>
      <w:r w:rsidR="00F13C51">
        <w:rPr>
          <w:rtl/>
        </w:rPr>
        <w:t>،</w:t>
      </w:r>
      <w:r w:rsidRPr="00B5721E">
        <w:rPr>
          <w:rtl/>
        </w:rPr>
        <w:t xml:space="preserve"> ذلك هو الخليفة ا</w:t>
      </w:r>
      <w:r w:rsidR="002C2DD7">
        <w:rPr>
          <w:rtl/>
        </w:rPr>
        <w:t>لمـُ</w:t>
      </w:r>
      <w:r w:rsidRPr="00B5721E">
        <w:rPr>
          <w:rtl/>
        </w:rPr>
        <w:t>عيَّن</w:t>
      </w:r>
      <w:r w:rsidR="00F13C51">
        <w:rPr>
          <w:rtl/>
        </w:rPr>
        <w:t>،</w:t>
      </w:r>
      <w:r w:rsidRPr="00B5721E">
        <w:rPr>
          <w:rtl/>
        </w:rPr>
        <w:t xml:space="preserve"> فمَن هو بنظرك</w:t>
      </w:r>
      <w:r w:rsidR="00F13C51">
        <w:rPr>
          <w:rtl/>
        </w:rPr>
        <w:t xml:space="preserve"> - </w:t>
      </w:r>
      <w:r w:rsidRPr="00B5721E">
        <w:rPr>
          <w:rtl/>
        </w:rPr>
        <w:t>يا ابن أبي سفيان</w:t>
      </w:r>
      <w:r w:rsidR="00F13C51">
        <w:rPr>
          <w:rtl/>
        </w:rPr>
        <w:t xml:space="preserve"> - </w:t>
      </w:r>
      <w:r w:rsidRPr="00B5721E">
        <w:rPr>
          <w:rtl/>
        </w:rPr>
        <w:t>هو الذي بنى وعيَّن مُعاوية بناءً مُشتقَّاً مِن إرادة ا</w:t>
      </w:r>
      <w:r w:rsidR="002C2DD7">
        <w:rPr>
          <w:rtl/>
        </w:rPr>
        <w:t>لمـَ</w:t>
      </w:r>
      <w:r w:rsidRPr="00B5721E">
        <w:rPr>
          <w:rtl/>
        </w:rPr>
        <w:t>خلوف ومِن جوهر مقاصده</w:t>
      </w:r>
      <w:r w:rsidR="00F13C51">
        <w:rPr>
          <w:rtl/>
        </w:rPr>
        <w:t>،</w:t>
      </w:r>
      <w:r w:rsidRPr="00B5721E">
        <w:rPr>
          <w:rtl/>
        </w:rPr>
        <w:t xml:space="preserve"> ليكون خليفة الإسلام</w:t>
      </w:r>
      <w:r w:rsidR="00106DAF">
        <w:rPr>
          <w:rtl/>
        </w:rPr>
        <w:t>؟</w:t>
      </w:r>
      <w:r w:rsidRPr="00B5721E">
        <w:rPr>
          <w:rtl/>
        </w:rPr>
        <w:t xml:space="preserve"> أمَّا أنْ يكون مُعاوية مَلِكاً</w:t>
      </w:r>
      <w:r w:rsidR="00F13C51">
        <w:rPr>
          <w:rtl/>
        </w:rPr>
        <w:t>،</w:t>
      </w:r>
      <w:r w:rsidRPr="00B5721E">
        <w:rPr>
          <w:rtl/>
        </w:rPr>
        <w:t xml:space="preserve"> فليس على هذا الإسلام في أُمَّة الإسلام</w:t>
      </w:r>
      <w:r w:rsidR="00F13C51">
        <w:rPr>
          <w:rtl/>
        </w:rPr>
        <w:t>،</w:t>
      </w:r>
      <w:r w:rsidRPr="00B5721E">
        <w:rPr>
          <w:rtl/>
        </w:rPr>
        <w:t xml:space="preserve"> بلْ على عدد مِن القبائل عادوا إلى ا</w:t>
      </w:r>
      <w:r w:rsidR="002C2DD7">
        <w:rPr>
          <w:rtl/>
        </w:rPr>
        <w:t>لمـُ</w:t>
      </w:r>
      <w:r w:rsidRPr="00B5721E">
        <w:rPr>
          <w:rtl/>
        </w:rPr>
        <w:t xml:space="preserve">بايعات 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في أُسلوبها العتيق الهزيل</w:t>
      </w:r>
      <w:r w:rsidR="00F13C51">
        <w:rPr>
          <w:rtl/>
        </w:rPr>
        <w:t>،</w:t>
      </w:r>
      <w:r w:rsidRPr="002D7EC3">
        <w:rPr>
          <w:rtl/>
        </w:rPr>
        <w:t xml:space="preserve"> وعادوا بها إلى مَلَكيَّة سيف بن ذي يزن</w:t>
      </w:r>
      <w:r w:rsidR="00F13C51">
        <w:rPr>
          <w:rtl/>
        </w:rPr>
        <w:t>،</w:t>
      </w:r>
      <w:r w:rsidRPr="002D7EC3">
        <w:rPr>
          <w:rtl/>
        </w:rPr>
        <w:t xml:space="preserve"> أوْ عرش قَبليٍّ مهزوز القوائم لامرئ القيس</w:t>
      </w:r>
      <w:r w:rsidR="00C327EB">
        <w:rPr>
          <w:rtl/>
        </w:rPr>
        <w:t xml:space="preserve"> ...</w:t>
      </w:r>
      <w:r w:rsidRPr="002D7EC3">
        <w:rPr>
          <w:rtl/>
        </w:rPr>
        <w:t xml:space="preserve"> أمَّا أنْ يقتل مُعاوية أخي الحسن</w:t>
      </w:r>
      <w:r w:rsidR="00106DAF">
        <w:rPr>
          <w:rtl/>
        </w:rPr>
        <w:t>؟</w:t>
      </w:r>
      <w:r w:rsidRPr="002D7EC3">
        <w:rPr>
          <w:rtl/>
        </w:rPr>
        <w:t xml:space="preserve"> فبأيِّ حَقٍّ يحصل التعدِّي على أرواح الناس وأجسادهم</w:t>
      </w:r>
      <w:r w:rsidR="00F13C51">
        <w:rPr>
          <w:rtl/>
        </w:rPr>
        <w:t>،</w:t>
      </w:r>
      <w:r w:rsidRPr="002D7EC3">
        <w:rPr>
          <w:rtl/>
        </w:rPr>
        <w:t xml:space="preserve"> وهُمْ الذين اشتراهم جَدِّي لجِنان الملكوت</w:t>
      </w:r>
      <w:r w:rsidR="00F13C51">
        <w:rPr>
          <w:rtl/>
        </w:rPr>
        <w:t>،</w:t>
      </w:r>
      <w:r w:rsidRPr="002D7EC3">
        <w:rPr>
          <w:rtl/>
        </w:rPr>
        <w:t xml:space="preserve"> وصانهم أبي عليٌّ بالعدل والحَقِّ</w:t>
      </w:r>
      <w:r w:rsidR="00F13C51">
        <w:rPr>
          <w:rtl/>
        </w:rPr>
        <w:t>،</w:t>
      </w:r>
      <w:r w:rsidRPr="002D7EC3">
        <w:rPr>
          <w:rtl/>
        </w:rPr>
        <w:t xml:space="preserve"> والرحمة وا</w:t>
      </w:r>
      <w:r w:rsidR="002C2DD7">
        <w:rPr>
          <w:rtl/>
        </w:rPr>
        <w:t>لمـُ</w:t>
      </w:r>
      <w:r w:rsidRPr="002D7EC3">
        <w:rPr>
          <w:rtl/>
        </w:rPr>
        <w:t>ساواة</w:t>
      </w:r>
      <w:r w:rsidR="00F13C51">
        <w:rPr>
          <w:rtl/>
        </w:rPr>
        <w:t>،</w:t>
      </w:r>
      <w:r w:rsidRPr="002D7EC3">
        <w:rPr>
          <w:rtl/>
        </w:rPr>
        <w:t xml:space="preserve"> وزيَّنهم بالصدق</w:t>
      </w:r>
      <w:r w:rsidR="00F13C51">
        <w:rPr>
          <w:rtl/>
        </w:rPr>
        <w:t>،</w:t>
      </w:r>
      <w:r w:rsidRPr="002D7EC3">
        <w:rPr>
          <w:rtl/>
        </w:rPr>
        <w:t xml:space="preserve"> والطهر ونظافة الكَفِّ</w:t>
      </w:r>
      <w:r w:rsidR="00F13C51">
        <w:rPr>
          <w:rtl/>
        </w:rPr>
        <w:t>،</w:t>
      </w:r>
      <w:r w:rsidRPr="002D7EC3">
        <w:rPr>
          <w:rtl/>
        </w:rPr>
        <w:t xml:space="preserve"> مِن دون أنْ يطمع برغيف لم تخبزه له فاطمة</w:t>
      </w:r>
      <w:r w:rsidR="00F13C51">
        <w:rPr>
          <w:rtl/>
        </w:rPr>
        <w:t>،</w:t>
      </w:r>
      <w:r w:rsidRPr="002D7EC3">
        <w:rPr>
          <w:rtl/>
        </w:rPr>
        <w:t xml:space="preserve"> وقد عجنته مِن طحين سَحَقَ</w:t>
      </w:r>
      <w:r w:rsidR="00F13C51">
        <w:rPr>
          <w:rtl/>
        </w:rPr>
        <w:t xml:space="preserve"> - </w:t>
      </w:r>
      <w:r w:rsidRPr="002D7EC3">
        <w:rPr>
          <w:rtl/>
        </w:rPr>
        <w:t>هو</w:t>
      </w:r>
      <w:r w:rsidR="00F13C51">
        <w:rPr>
          <w:rtl/>
        </w:rPr>
        <w:t xml:space="preserve"> - </w:t>
      </w:r>
      <w:r w:rsidRPr="002D7EC3">
        <w:rPr>
          <w:rtl/>
        </w:rPr>
        <w:t>حبَّات شعيره على رَحى يُديرها بساعده الأيمن ويلقمها حبَّات الشعير بالأيسر</w:t>
      </w:r>
      <w:r w:rsidR="00106DAF">
        <w:rPr>
          <w:rtl/>
        </w:rPr>
        <w:t>؟</w:t>
      </w:r>
      <w:r w:rsidRPr="002D7EC3">
        <w:rPr>
          <w:rtl/>
        </w:rPr>
        <w:t>؟؟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الوليد</w:t>
      </w:r>
      <w:r w:rsidR="00F13C51">
        <w:rPr>
          <w:rtl/>
        </w:rPr>
        <w:t>:</w:t>
      </w:r>
      <w:r w:rsidRPr="002D7EC3">
        <w:rPr>
          <w:rtl/>
        </w:rPr>
        <w:t xml:space="preserve"> يا ابن بنت الرسول</w:t>
      </w:r>
      <w:r w:rsidR="00F13C51">
        <w:rPr>
          <w:rtl/>
        </w:rPr>
        <w:t>،</w:t>
      </w:r>
      <w:r w:rsidRPr="002D7EC3">
        <w:rPr>
          <w:rtl/>
        </w:rPr>
        <w:t xml:space="preserve"> قد تكون أنَّك أفحمتني</w:t>
      </w:r>
      <w:r w:rsidR="00F13C51">
        <w:rPr>
          <w:rtl/>
        </w:rPr>
        <w:t>،</w:t>
      </w:r>
      <w:r w:rsidRPr="002D7EC3">
        <w:rPr>
          <w:rtl/>
        </w:rPr>
        <w:t xml:space="preserve"> ولكنَّني أتوسَّل إليك</w:t>
      </w:r>
      <w:r w:rsidR="00F13C51">
        <w:rPr>
          <w:rtl/>
        </w:rPr>
        <w:t xml:space="preserve"> - </w:t>
      </w:r>
      <w:r w:rsidRPr="002D7EC3">
        <w:rPr>
          <w:rtl/>
        </w:rPr>
        <w:t>قبل أنْ أُغادر دارك</w:t>
      </w:r>
      <w:r w:rsidR="00F13C51">
        <w:rPr>
          <w:rtl/>
        </w:rPr>
        <w:t xml:space="preserve"> - </w:t>
      </w:r>
      <w:r w:rsidRPr="002D7EC3">
        <w:rPr>
          <w:rtl/>
        </w:rPr>
        <w:t>أنْ تُبايع</w:t>
      </w:r>
      <w:r w:rsidR="00F13C51">
        <w:rPr>
          <w:rtl/>
        </w:rPr>
        <w:t>،</w:t>
      </w:r>
      <w:r w:rsidRPr="002D7EC3">
        <w:rPr>
          <w:rtl/>
        </w:rPr>
        <w:t xml:space="preserve"> وأرجو أنْ تُصلح مُبايعتك يزيد</w:t>
      </w:r>
      <w:r w:rsidR="00F13C51">
        <w:rPr>
          <w:rtl/>
        </w:rPr>
        <w:t>،</w:t>
      </w:r>
      <w:r w:rsidRPr="002D7EC3">
        <w:rPr>
          <w:rtl/>
        </w:rPr>
        <w:t xml:space="preserve"> فتتضاءل الشبهات فيه</w:t>
      </w:r>
      <w:r w:rsidR="00F13C51">
        <w:rPr>
          <w:rtl/>
        </w:rPr>
        <w:t>،</w:t>
      </w:r>
      <w:r w:rsidRPr="002D7EC3">
        <w:rPr>
          <w:rtl/>
        </w:rPr>
        <w:t xml:space="preserve"> وتُوفِّر هناءة لأهلك</w:t>
      </w:r>
      <w:r w:rsidR="00F13C51">
        <w:rPr>
          <w:rtl/>
        </w:rPr>
        <w:t>،</w:t>
      </w:r>
      <w:r w:rsidRPr="002D7EC3">
        <w:rPr>
          <w:rtl/>
        </w:rPr>
        <w:t xml:space="preserve"> وتَحقن دم الأُمَّة</w:t>
      </w:r>
      <w:r w:rsidR="00F13C51">
        <w:rPr>
          <w:rtl/>
        </w:rPr>
        <w:t>،</w:t>
      </w:r>
      <w:r w:rsidRPr="002D7EC3">
        <w:rPr>
          <w:rtl/>
        </w:rPr>
        <w:t xml:space="preserve"> كما فعل أخوك الحسن</w:t>
      </w:r>
      <w:r w:rsidR="00F13C51">
        <w:rPr>
          <w:rtl/>
        </w:rPr>
        <w:t>،</w:t>
      </w:r>
      <w:r w:rsidRPr="002D7EC3">
        <w:rPr>
          <w:rtl/>
        </w:rPr>
        <w:t xml:space="preserve"> وليس للغَد إلاَّ أنْ يقول لك</w:t>
      </w:r>
      <w:r w:rsidR="00F13C51">
        <w:rPr>
          <w:rtl/>
        </w:rPr>
        <w:t>:</w:t>
      </w:r>
      <w:r w:rsidRPr="002D7EC3">
        <w:rPr>
          <w:rtl/>
        </w:rPr>
        <w:t xml:space="preserve"> هنيئاً لك الذكر الحَسن</w:t>
      </w:r>
      <w:r w:rsidR="00F13C51">
        <w:rPr>
          <w:rtl/>
        </w:rPr>
        <w:t>،</w:t>
      </w:r>
      <w:r w:rsidRPr="002D7EC3">
        <w:rPr>
          <w:rtl/>
        </w:rPr>
        <w:t xml:space="preserve"> يا أخا الحسن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الحسين</w:t>
      </w:r>
      <w:r w:rsidR="00F13C51">
        <w:rPr>
          <w:rtl/>
        </w:rPr>
        <w:t>:</w:t>
      </w:r>
      <w:r w:rsidRPr="002D7EC3">
        <w:rPr>
          <w:rtl/>
        </w:rPr>
        <w:t xml:space="preserve"> أمهلني إلى الغَد</w:t>
      </w:r>
      <w:r w:rsidR="00F13C51">
        <w:rPr>
          <w:rtl/>
        </w:rPr>
        <w:t xml:space="preserve"> - </w:t>
      </w:r>
      <w:r w:rsidRPr="002D7EC3">
        <w:rPr>
          <w:rtl/>
        </w:rPr>
        <w:t>يا ابن عتبة</w:t>
      </w:r>
      <w:r w:rsidR="00F13C51">
        <w:rPr>
          <w:rtl/>
        </w:rPr>
        <w:t xml:space="preserve"> - </w:t>
      </w:r>
      <w:r w:rsidRPr="002D7EC3">
        <w:rPr>
          <w:rtl/>
        </w:rPr>
        <w:t>ستعرف أنِّي بنيت قراراً تتفيَّأ به أُمَّتي وأُمَّة جَدِّي وأبي وأُمِّي وأخي الحسن</w:t>
      </w:r>
      <w:r w:rsidR="00F13C51">
        <w:rPr>
          <w:rtl/>
        </w:rPr>
        <w:t>،</w:t>
      </w:r>
      <w:r w:rsidRPr="002D7EC3">
        <w:rPr>
          <w:rtl/>
        </w:rPr>
        <w:t xml:space="preserve"> سوف أُقدم على نوعٍ مِن مُبايعة يبهر عينيك</w:t>
      </w:r>
      <w:r w:rsidR="00F13C51">
        <w:rPr>
          <w:rtl/>
        </w:rPr>
        <w:t>،</w:t>
      </w:r>
      <w:r w:rsidRPr="002D7EC3">
        <w:rPr>
          <w:rtl/>
        </w:rPr>
        <w:t xml:space="preserve"> وسوف لا أجبن عن بذل الذات في سبيل أُمَّتي هذه التي سأُفجِّر دمي حقناً لدمها</w:t>
      </w:r>
      <w:r w:rsidR="00F13C51">
        <w:rPr>
          <w:rtl/>
        </w:rPr>
        <w:t>،</w:t>
      </w:r>
      <w:r w:rsidRPr="002D7EC3">
        <w:rPr>
          <w:rtl/>
        </w:rPr>
        <w:t xml:space="preserve"> حتَّى تبقى ملمومة إلى سَلالم ا</w:t>
      </w:r>
      <w:r w:rsidR="002C2DD7">
        <w:rPr>
          <w:rtl/>
        </w:rPr>
        <w:t>لمـَ</w:t>
      </w:r>
      <w:r w:rsidRPr="002D7EC3">
        <w:rPr>
          <w:rtl/>
        </w:rPr>
        <w:t>جد</w:t>
      </w:r>
      <w:r w:rsidR="00F13C51">
        <w:rPr>
          <w:rtl/>
        </w:rPr>
        <w:t>،</w:t>
      </w:r>
      <w:r w:rsidRPr="002D7EC3">
        <w:rPr>
          <w:rtl/>
        </w:rPr>
        <w:t xml:space="preserve"> ألم يتفانَ جَدِّي</w:t>
      </w:r>
      <w:r w:rsidR="00F13C51">
        <w:rPr>
          <w:rtl/>
        </w:rPr>
        <w:t>،</w:t>
      </w:r>
      <w:r w:rsidRPr="002D7EC3">
        <w:rPr>
          <w:rtl/>
        </w:rPr>
        <w:t xml:space="preserve"> وأبي وأُمِّي وأخي</w:t>
      </w:r>
      <w:r w:rsidR="00F13C51">
        <w:rPr>
          <w:rtl/>
        </w:rPr>
        <w:t>،</w:t>
      </w:r>
      <w:r w:rsidRPr="002D7EC3">
        <w:rPr>
          <w:rtl/>
        </w:rPr>
        <w:t xml:space="preserve"> في سبيلها</w:t>
      </w:r>
      <w:r w:rsidR="00106DAF">
        <w:rPr>
          <w:rtl/>
        </w:rPr>
        <w:t>؟</w:t>
      </w:r>
      <w:r w:rsidRPr="002D7EC3">
        <w:rPr>
          <w:rtl/>
        </w:rPr>
        <w:t xml:space="preserve"> فأيُّ شيء لي</w:t>
      </w:r>
      <w:r w:rsidR="00F13C51">
        <w:rPr>
          <w:rtl/>
        </w:rPr>
        <w:t xml:space="preserve"> - </w:t>
      </w:r>
      <w:r w:rsidRPr="002D7EC3">
        <w:rPr>
          <w:rtl/>
        </w:rPr>
        <w:t>بعد الآن</w:t>
      </w:r>
      <w:r w:rsidR="00F13C51">
        <w:rPr>
          <w:rtl/>
        </w:rPr>
        <w:t xml:space="preserve"> - </w:t>
      </w:r>
      <w:r w:rsidRPr="002D7EC3">
        <w:rPr>
          <w:rtl/>
        </w:rPr>
        <w:t>لا أسكبه قطرةً قطرةً مِن دمي في الإبريق الذي تشرب منه ريَّها</w:t>
      </w:r>
      <w:r w:rsidR="00106DAF">
        <w:rPr>
          <w:rtl/>
        </w:rPr>
        <w:t>؟</w:t>
      </w:r>
      <w:r w:rsidRPr="002D7EC3">
        <w:rPr>
          <w:rtl/>
        </w:rPr>
        <w:t>؟؟ اطمئنَّ</w:t>
      </w:r>
      <w:r w:rsidR="00F13C51">
        <w:rPr>
          <w:rtl/>
        </w:rPr>
        <w:t xml:space="preserve"> - </w:t>
      </w:r>
      <w:r w:rsidRPr="002D7EC3">
        <w:rPr>
          <w:rtl/>
        </w:rPr>
        <w:t>أيُّها الوالي</w:t>
      </w:r>
      <w:r w:rsidR="00F13C51">
        <w:rPr>
          <w:rtl/>
        </w:rPr>
        <w:t xml:space="preserve"> - </w:t>
      </w:r>
      <w:r w:rsidRPr="002D7EC3">
        <w:rPr>
          <w:rtl/>
        </w:rPr>
        <w:t>ورعاك جَدِّي</w:t>
      </w:r>
      <w:r w:rsidR="00106DAF">
        <w:rPr>
          <w:rtl/>
        </w:rPr>
        <w:t>!</w:t>
      </w:r>
      <w:r w:rsidRPr="002D7EC3">
        <w:rPr>
          <w:rtl/>
        </w:rPr>
        <w:t xml:space="preserve"> أنَّه رَبُّ السماط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خرج الوليد بن عتبة بن أبي سفيان مِن دار الحسين</w:t>
      </w:r>
      <w:r w:rsidR="00F13C51">
        <w:rPr>
          <w:rtl/>
        </w:rPr>
        <w:t>،</w:t>
      </w:r>
      <w:r w:rsidRPr="002D7EC3">
        <w:rPr>
          <w:rtl/>
        </w:rPr>
        <w:t xml:space="preserve"> وبعد خمس دقائق بالضبط</w:t>
      </w:r>
      <w:r w:rsidR="00F13C51">
        <w:rPr>
          <w:rtl/>
        </w:rPr>
        <w:t>،</w:t>
      </w:r>
      <w:r w:rsidRPr="002D7EC3">
        <w:rPr>
          <w:rtl/>
        </w:rPr>
        <w:t xml:space="preserve"> كانت القافلة الصغيرة تَغذُّ في السير بثوب الليل</w:t>
      </w:r>
      <w:r w:rsidR="00F13C51">
        <w:rPr>
          <w:rtl/>
        </w:rPr>
        <w:t>،</w:t>
      </w:r>
      <w:r w:rsidRPr="002D7EC3">
        <w:rPr>
          <w:rtl/>
        </w:rPr>
        <w:t xml:space="preserve"> وبعد خمسة أيَّام نزل الركب في مَحارم الكعبة</w:t>
      </w:r>
      <w:r w:rsidR="00F13C51">
        <w:rPr>
          <w:rtl/>
        </w:rPr>
        <w:t>،</w:t>
      </w:r>
      <w:r w:rsidRPr="002D7EC3">
        <w:rPr>
          <w:rtl/>
        </w:rPr>
        <w:t xml:space="preserve"> ليكون للحسين قدر آخر بناه في سِرِّه</w:t>
      </w:r>
      <w:r w:rsidR="00F13C51">
        <w:rPr>
          <w:rtl/>
        </w:rPr>
        <w:t>،</w:t>
      </w:r>
      <w:r w:rsidRPr="002D7EC3">
        <w:rPr>
          <w:rtl/>
        </w:rPr>
        <w:t xml:space="preserve"> وسيكون له إعلان عنه في الغَد القريب</w:t>
      </w:r>
      <w:r w:rsidR="00106DAF">
        <w:rPr>
          <w:rtl/>
        </w:rPr>
        <w:t>!</w:t>
      </w:r>
      <w:r w:rsidRPr="002D7EC3">
        <w:rPr>
          <w:rtl/>
        </w:rPr>
        <w:t>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لم يكن عجباً أنْ لا يُدرك الوليد بن عُتبة مرحلة واحدة مِن مراحل البُعد</w:t>
      </w:r>
      <w:r w:rsidR="00F13C51">
        <w:rPr>
          <w:rtl/>
        </w:rPr>
        <w:t>،</w:t>
      </w:r>
      <w:r w:rsidRPr="002D7EC3">
        <w:rPr>
          <w:rtl/>
        </w:rPr>
        <w:t xml:space="preserve"> التي ساح فيها الحسين</w:t>
      </w:r>
      <w:r w:rsidR="00F13C51">
        <w:rPr>
          <w:rtl/>
        </w:rPr>
        <w:t>،</w:t>
      </w:r>
      <w:r w:rsidRPr="002D7EC3">
        <w:rPr>
          <w:rtl/>
        </w:rPr>
        <w:t xml:space="preserve"> لقد كانت سياحات الحسين وليدة مُعاناة غزيرة تعمَّقت نفسه وتلوَّنت بها مِن حِسٍّ إلى حِسٍّ</w:t>
      </w:r>
      <w:r w:rsidR="00F13C51">
        <w:rPr>
          <w:rtl/>
        </w:rPr>
        <w:t>،</w:t>
      </w:r>
      <w:r w:rsidRPr="002D7EC3">
        <w:rPr>
          <w:rtl/>
        </w:rPr>
        <w:t xml:space="preserve"> ومِن إدراكٍ إلى إدراكٍ</w:t>
      </w:r>
      <w:r w:rsidR="00F13C51">
        <w:rPr>
          <w:rtl/>
        </w:rPr>
        <w:t>،</w:t>
      </w:r>
      <w:r w:rsidRPr="002D7EC3">
        <w:rPr>
          <w:rtl/>
        </w:rPr>
        <w:t xml:space="preserve"> أنَّى لابن عُتبة أنْ يسبر غوراً مِن أغوارها</w:t>
      </w:r>
      <w:r w:rsidR="00F13C51">
        <w:rPr>
          <w:rtl/>
        </w:rPr>
        <w:t>،</w:t>
      </w:r>
      <w:r w:rsidRPr="002D7EC3">
        <w:rPr>
          <w:rtl/>
        </w:rPr>
        <w:t xml:space="preserve"> وإنْ يكن جاراً له في المكان والزمان</w:t>
      </w:r>
      <w:r w:rsidR="00F13C51">
        <w:rPr>
          <w:rtl/>
        </w:rPr>
        <w:t>،</w:t>
      </w:r>
      <w:r w:rsidRPr="002D7EC3">
        <w:rPr>
          <w:rtl/>
        </w:rPr>
        <w:t xml:space="preserve"> يكفي أنَّ نفسيَّة ابن عُتبة إنَّما هي منسوجة على نول سفيانيٍّ</w:t>
      </w:r>
      <w:r w:rsidR="00F13C51">
        <w:rPr>
          <w:rtl/>
        </w:rPr>
        <w:t>،</w:t>
      </w:r>
      <w:r w:rsidRPr="002D7EC3">
        <w:rPr>
          <w:rtl/>
        </w:rPr>
        <w:t xml:space="preserve"> لا يطمع في الدنيا إلاَّ أنْ يسلبها سلباً</w:t>
      </w:r>
      <w:r w:rsidR="00F13C51">
        <w:rPr>
          <w:rtl/>
        </w:rPr>
        <w:t>،</w:t>
      </w:r>
      <w:r w:rsidRPr="002D7EC3">
        <w:rPr>
          <w:rtl/>
        </w:rPr>
        <w:t xml:space="preserve"> لا سِيَّما إذا وقعت في عِبٍّ ينتمي إلى جُبٍّ طالبيٍّ</w:t>
      </w:r>
      <w:r w:rsidR="00C327EB">
        <w:rPr>
          <w:rtl/>
        </w:rPr>
        <w:t>.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لقد كان الحِقد حَدَّاً تاريخيَّاً فاصلاً بين هذين البيتين</w:t>
      </w:r>
      <w:r w:rsidR="00F13C51">
        <w:rPr>
          <w:rtl/>
        </w:rPr>
        <w:t>،</w:t>
      </w:r>
      <w:r w:rsidRPr="002D7EC3">
        <w:rPr>
          <w:rtl/>
        </w:rPr>
        <w:t xml:space="preserve"> القريبين والشهيرين في أصلاب الجزيرة</w:t>
      </w:r>
      <w:r w:rsidR="00F13C51">
        <w:rPr>
          <w:rtl/>
        </w:rPr>
        <w:t>،</w:t>
      </w:r>
      <w:r w:rsidRPr="002D7EC3">
        <w:rPr>
          <w:rtl/>
        </w:rPr>
        <w:t xml:space="preserve"> ولم يتوفَّق حتَّى الرسول الكريم</w:t>
      </w:r>
      <w:r w:rsidR="00F13C51">
        <w:rPr>
          <w:rtl/>
        </w:rPr>
        <w:t xml:space="preserve"> - </w:t>
      </w:r>
      <w:r w:rsidRPr="002D7EC3">
        <w:rPr>
          <w:rtl/>
        </w:rPr>
        <w:t>ا</w:t>
      </w:r>
      <w:r w:rsidR="002C2DD7">
        <w:rPr>
          <w:rtl/>
        </w:rPr>
        <w:t>لمـُ</w:t>
      </w:r>
      <w:r w:rsidRPr="002D7EC3">
        <w:rPr>
          <w:rtl/>
        </w:rPr>
        <w:t>رتبط الانتماء بهما</w:t>
      </w:r>
      <w:r w:rsidR="00F13C51">
        <w:rPr>
          <w:rtl/>
        </w:rPr>
        <w:t xml:space="preserve"> - </w:t>
      </w:r>
      <w:r w:rsidRPr="002D7EC3">
        <w:rPr>
          <w:rtl/>
        </w:rPr>
        <w:t>أنْ يمحوه ويُخفي أثره مِن النفوس</w:t>
      </w:r>
      <w:r w:rsidR="00F13C51">
        <w:rPr>
          <w:rtl/>
        </w:rPr>
        <w:t>،</w:t>
      </w:r>
      <w:r w:rsidRPr="002D7EC3">
        <w:rPr>
          <w:rtl/>
        </w:rPr>
        <w:t xml:space="preserve"> لا بالرسالة والتبشير</w:t>
      </w:r>
      <w:r w:rsidR="00F13C51">
        <w:rPr>
          <w:rtl/>
        </w:rPr>
        <w:t>،</w:t>
      </w:r>
      <w:r w:rsidRPr="002D7EC3">
        <w:rPr>
          <w:rtl/>
        </w:rPr>
        <w:t xml:space="preserve"> ولا بالقُدرة التي كانت تسنح بها الظروف في ا</w:t>
      </w:r>
      <w:r w:rsidR="002C2DD7">
        <w:rPr>
          <w:rtl/>
        </w:rPr>
        <w:t>لمـُ</w:t>
      </w:r>
      <w:r w:rsidRPr="002D7EC3">
        <w:rPr>
          <w:rtl/>
        </w:rPr>
        <w:t>ناسبات العديدة</w:t>
      </w:r>
      <w:r w:rsidR="00F13C51">
        <w:rPr>
          <w:rtl/>
        </w:rPr>
        <w:t>،</w:t>
      </w:r>
      <w:r w:rsidRPr="002D7EC3">
        <w:rPr>
          <w:rtl/>
        </w:rPr>
        <w:t xml:space="preserve"> مُنذ فتح مَكَّة الذي تحكَّمت فيه الأصنام</w:t>
      </w:r>
      <w:r w:rsidR="00F13C51">
        <w:rPr>
          <w:rtl/>
        </w:rPr>
        <w:t>،</w:t>
      </w:r>
      <w:r w:rsidRPr="002D7EC3">
        <w:rPr>
          <w:rtl/>
        </w:rPr>
        <w:t xml:space="preserve"> وتمَّ الصُّلح والوئام بين جميع الفرقاء والأخصام</w:t>
      </w:r>
      <w:r w:rsidR="00F13C51">
        <w:rPr>
          <w:rtl/>
        </w:rPr>
        <w:t>،</w:t>
      </w:r>
      <w:r w:rsidRPr="002D7EC3">
        <w:rPr>
          <w:rtl/>
        </w:rPr>
        <w:t xml:space="preserve"> ولا حتَّى في ا</w:t>
      </w:r>
      <w:r w:rsidR="002C2DD7">
        <w:rPr>
          <w:rtl/>
        </w:rPr>
        <w:t>لمـُ</w:t>
      </w:r>
      <w:r w:rsidRPr="002D7EC3">
        <w:rPr>
          <w:rtl/>
        </w:rPr>
        <w:t>ناسبة التاريخيَّة الثانية في الصُّلح الكريم الأبيض</w:t>
      </w:r>
      <w:r w:rsidR="00F13C51">
        <w:rPr>
          <w:rtl/>
        </w:rPr>
        <w:t>،</w:t>
      </w:r>
      <w:r w:rsidRPr="002D7EC3">
        <w:rPr>
          <w:rtl/>
        </w:rPr>
        <w:t xml:space="preserve"> الذي وقَّع مُعاهدته مع مُعاوية الإمام الحسن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C82DEB">
        <w:rPr>
          <w:rStyle w:val="libBold2Char"/>
          <w:rtl/>
        </w:rPr>
        <w:t>أقول</w:t>
      </w:r>
      <w:r w:rsidR="00F13C51">
        <w:rPr>
          <w:rStyle w:val="libBold2Char"/>
          <w:rtl/>
        </w:rPr>
        <w:t>:</w:t>
      </w:r>
      <w:r w:rsidRPr="00A37385">
        <w:rPr>
          <w:rtl/>
        </w:rPr>
        <w:t xml:space="preserve"> لم يكشف الوالي ابن عتبة مغزى القول</w:t>
      </w:r>
      <w:r w:rsidR="00F13C51">
        <w:rPr>
          <w:rtl/>
        </w:rPr>
        <w:t>،</w:t>
      </w:r>
      <w:r w:rsidRPr="00A37385">
        <w:rPr>
          <w:rtl/>
        </w:rPr>
        <w:t xml:space="preserve"> الذي تفوَّه به الحسين أمامه في تلك ا</w:t>
      </w:r>
      <w:r w:rsidR="002C2DD7">
        <w:rPr>
          <w:rtl/>
        </w:rPr>
        <w:t>لمـُ</w:t>
      </w:r>
      <w:r w:rsidRPr="00A37385">
        <w:rPr>
          <w:rtl/>
        </w:rPr>
        <w:t>قابلة الخاطفة</w:t>
      </w:r>
      <w:r w:rsidR="00F13C51">
        <w:rPr>
          <w:rtl/>
        </w:rPr>
        <w:t>؛</w:t>
      </w:r>
      <w:r w:rsidRPr="00A37385">
        <w:rPr>
          <w:rtl/>
        </w:rPr>
        <w:t xml:space="preserve"> لأنَّ قول الحسين كان تعبيراً عن مُعاناة لم يكن للوالي أنْ يُعاني مثلها لا نوعاً</w:t>
      </w:r>
      <w:r w:rsidR="00F13C51">
        <w:rPr>
          <w:rtl/>
        </w:rPr>
        <w:t>،</w:t>
      </w:r>
      <w:r w:rsidRPr="00A37385">
        <w:rPr>
          <w:rtl/>
        </w:rPr>
        <w:t xml:space="preserve"> ولا عُمقاً</w:t>
      </w:r>
      <w:r w:rsidR="00F13C51">
        <w:rPr>
          <w:rtl/>
        </w:rPr>
        <w:t>،</w:t>
      </w:r>
      <w:r w:rsidRPr="00A37385">
        <w:rPr>
          <w:rtl/>
        </w:rPr>
        <w:t xml:space="preserve"> ولا لوناً</w:t>
      </w:r>
      <w:r w:rsidR="00C327EB">
        <w:rPr>
          <w:rtl/>
        </w:rPr>
        <w:t>.</w:t>
      </w:r>
      <w:r w:rsidRPr="00A37385">
        <w:rPr>
          <w:rtl/>
        </w:rPr>
        <w:t xml:space="preserve"> أمَّا أنْ يطلب منه تقديم ا</w:t>
      </w:r>
      <w:r w:rsidR="002C2DD7">
        <w:rPr>
          <w:rtl/>
        </w:rPr>
        <w:t>لمـُ</w:t>
      </w:r>
      <w:r w:rsidRPr="00A37385">
        <w:rPr>
          <w:rtl/>
        </w:rPr>
        <w:t>بايعة ليزيد</w:t>
      </w:r>
      <w:r w:rsidR="00F13C51">
        <w:rPr>
          <w:rtl/>
        </w:rPr>
        <w:t>،</w:t>
      </w:r>
      <w:r w:rsidRPr="00A37385">
        <w:rPr>
          <w:rtl/>
        </w:rPr>
        <w:t xml:space="preserve"> فذلك نصحٌ منه وتكرُّمٌ في إنالته حرزاً يقيه مِن العطب</w:t>
      </w:r>
      <w:r w:rsidR="00F13C51">
        <w:rPr>
          <w:rtl/>
        </w:rPr>
        <w:t>،</w:t>
      </w:r>
      <w:r w:rsidRPr="00A37385">
        <w:rPr>
          <w:rtl/>
        </w:rPr>
        <w:t xml:space="preserve"> وكان يُدرك تمام الإدراك أنَّ ليس في مقدور الحسين أنْ يُقاوم</w:t>
      </w:r>
      <w:r w:rsidR="00F13C51">
        <w:rPr>
          <w:rtl/>
        </w:rPr>
        <w:t>؛</w:t>
      </w:r>
      <w:r w:rsidRPr="00A37385">
        <w:rPr>
          <w:rtl/>
        </w:rPr>
        <w:t xml:space="preserve"> لأنَّ سيطرة يزيد هي الفاعلة فوق الأرض</w:t>
      </w:r>
      <w:r w:rsidR="00F13C51">
        <w:rPr>
          <w:rtl/>
        </w:rPr>
        <w:t>،</w:t>
      </w:r>
      <w:r w:rsidRPr="00A37385">
        <w:rPr>
          <w:rtl/>
        </w:rPr>
        <w:t xml:space="preserve"> مِن الشام</w:t>
      </w:r>
      <w:r w:rsidR="00F13C51">
        <w:rPr>
          <w:rtl/>
        </w:rPr>
        <w:t>،</w:t>
      </w:r>
      <w:r w:rsidRPr="00A37385">
        <w:rPr>
          <w:rtl/>
        </w:rPr>
        <w:t xml:space="preserve"> إلى العراق</w:t>
      </w:r>
      <w:r w:rsidR="00F13C51">
        <w:rPr>
          <w:rtl/>
        </w:rPr>
        <w:t>،</w:t>
      </w:r>
      <w:r w:rsidRPr="00A37385">
        <w:rPr>
          <w:rtl/>
        </w:rPr>
        <w:t xml:space="preserve"> إلى الجزيرة حتَّى مصر</w:t>
      </w:r>
      <w:r w:rsidR="00F13C51">
        <w:rPr>
          <w:rtl/>
        </w:rPr>
        <w:t>،</w:t>
      </w:r>
      <w:r w:rsidRPr="00A37385">
        <w:rPr>
          <w:rtl/>
        </w:rPr>
        <w:t xml:space="preserve"> ولا يزال مَجْدُ مُعاوية ناشراً هيمنته على الساحات</w:t>
      </w:r>
      <w:r w:rsidR="00F13C51">
        <w:rPr>
          <w:rtl/>
        </w:rPr>
        <w:t>،</w:t>
      </w:r>
      <w:r w:rsidRPr="00A37385">
        <w:rPr>
          <w:rtl/>
        </w:rPr>
        <w:t xml:space="preserve"> والدليل على ذلك هو تهديد العصيان بضرب العُنق</w:t>
      </w:r>
      <w:r w:rsidR="00F13C51">
        <w:rPr>
          <w:rtl/>
        </w:rPr>
        <w:t>،</w:t>
      </w:r>
      <w:r w:rsidRPr="00A37385">
        <w:rPr>
          <w:rtl/>
        </w:rPr>
        <w:t xml:space="preserve"> قد يكون الوالي ابن عتبة متحلِّياً بخَلجة ما مِن عريكة طيِّبة</w:t>
      </w:r>
      <w:r w:rsidR="00F13C51">
        <w:rPr>
          <w:rtl/>
        </w:rPr>
        <w:t>،</w:t>
      </w:r>
      <w:r w:rsidRPr="00A37385">
        <w:rPr>
          <w:rtl/>
        </w:rPr>
        <w:t xml:space="preserve"> علَّل الحسين بها حتَّى يُبايع</w:t>
      </w:r>
      <w:r w:rsidR="00F13C51">
        <w:rPr>
          <w:rtl/>
        </w:rPr>
        <w:t>،</w:t>
      </w:r>
      <w:r w:rsidRPr="00A37385">
        <w:rPr>
          <w:rtl/>
        </w:rPr>
        <w:t xml:space="preserve"> ولكنَّ اتِّكاله كان على واقع الحال</w:t>
      </w:r>
      <w:r w:rsidR="00F13C51">
        <w:rPr>
          <w:rtl/>
        </w:rPr>
        <w:t>،</w:t>
      </w:r>
      <w:r w:rsidRPr="00A37385">
        <w:rPr>
          <w:rtl/>
        </w:rPr>
        <w:t xml:space="preserve"> الذي يُجبر الحسين على ا</w:t>
      </w:r>
      <w:r w:rsidR="002C2DD7">
        <w:rPr>
          <w:rtl/>
        </w:rPr>
        <w:t>لمـُ</w:t>
      </w:r>
      <w:r w:rsidRPr="00A37385">
        <w:rPr>
          <w:rtl/>
        </w:rPr>
        <w:t>بايعة مِن دون اللجوء إلى عُنف يستغني عن افتعاله</w:t>
      </w:r>
      <w:r w:rsidR="00F13C51">
        <w:rPr>
          <w:rtl/>
        </w:rPr>
        <w:t>،</w:t>
      </w:r>
      <w:r w:rsidRPr="00A37385">
        <w:rPr>
          <w:rtl/>
        </w:rPr>
        <w:t xml:space="preserve"> لهذا سمع الحسين يتلفَّظ بمُبايعة فصدَّقها دون أنْ يُفصِّل منها معنى آخر يتلاعب به الرمز</w:t>
      </w:r>
      <w:r w:rsidR="00F13C51">
        <w:rPr>
          <w:rtl/>
        </w:rPr>
        <w:t>،</w:t>
      </w:r>
      <w:r w:rsidRPr="00A37385">
        <w:rPr>
          <w:rtl/>
        </w:rPr>
        <w:t xml:space="preserve"> كما وأنَّ هذا النوع مِن الرجال السطحيِّين أو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البليدين في معرض الفَهم</w:t>
      </w:r>
      <w:r w:rsidR="00F13C51">
        <w:rPr>
          <w:rtl/>
        </w:rPr>
        <w:t>،</w:t>
      </w:r>
      <w:r w:rsidRPr="002D7EC3">
        <w:rPr>
          <w:rtl/>
        </w:rPr>
        <w:t xml:space="preserve"> ويزيد بالذات كان على رأسهم في حقيقة الحُكم وحقيقة التمثيل</w:t>
      </w:r>
      <w:r w:rsidR="00F13C51">
        <w:rPr>
          <w:rtl/>
        </w:rPr>
        <w:t>،</w:t>
      </w:r>
      <w:r w:rsidRPr="002D7EC3">
        <w:rPr>
          <w:rtl/>
        </w:rPr>
        <w:t xml:space="preserve"> كان في ثقل ا</w:t>
      </w:r>
      <w:r w:rsidR="002C2DD7">
        <w:rPr>
          <w:rtl/>
        </w:rPr>
        <w:t>لمـُ</w:t>
      </w:r>
      <w:r w:rsidRPr="002D7EC3">
        <w:rPr>
          <w:rtl/>
        </w:rPr>
        <w:t>عاناة ا</w:t>
      </w:r>
      <w:r w:rsidR="002C2DD7">
        <w:rPr>
          <w:rtl/>
        </w:rPr>
        <w:t>لمـُ</w:t>
      </w:r>
      <w:r w:rsidRPr="002D7EC3">
        <w:rPr>
          <w:rtl/>
        </w:rPr>
        <w:t>لقية أوزارها على نفسيَّة الحسين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كان الحسين في تمام الاقتناع أنَّه المغلوب على أمره</w:t>
      </w:r>
      <w:r w:rsidR="00F13C51">
        <w:rPr>
          <w:rtl/>
        </w:rPr>
        <w:t>،</w:t>
      </w:r>
      <w:r w:rsidRPr="002D7EC3">
        <w:rPr>
          <w:rtl/>
        </w:rPr>
        <w:t xml:space="preserve"> مَهْما يُحاول مِن حَشد قوى يُنازل بها يزيد</w:t>
      </w:r>
      <w:r w:rsidR="00C327EB">
        <w:rPr>
          <w:rtl/>
        </w:rPr>
        <w:t>.</w:t>
      </w:r>
      <w:r w:rsidRPr="002D7EC3">
        <w:rPr>
          <w:rtl/>
        </w:rPr>
        <w:t xml:space="preserve"> منذ زمن طويل والساحات الشعبيَّة العريضة مُموَّهة عن خطوطها الصريحة</w:t>
      </w:r>
      <w:r w:rsidR="00F13C51">
        <w:rPr>
          <w:rtl/>
        </w:rPr>
        <w:t>،</w:t>
      </w:r>
      <w:r w:rsidRPr="002D7EC3">
        <w:rPr>
          <w:rtl/>
        </w:rPr>
        <w:t xml:space="preserve"> ولكنَّه توصَّل اليوم إلى أبهى ما تتوصَّل إليه المعرفة</w:t>
      </w:r>
      <w:r w:rsidR="00F13C51">
        <w:rPr>
          <w:rtl/>
        </w:rPr>
        <w:t>،</w:t>
      </w:r>
      <w:r w:rsidRPr="002D7EC3">
        <w:rPr>
          <w:rtl/>
        </w:rPr>
        <w:t xml:space="preserve"> وأعمق ما يُدركه الوجدان</w:t>
      </w:r>
      <w:r w:rsidR="00F13C51">
        <w:rPr>
          <w:rtl/>
        </w:rPr>
        <w:t>،</w:t>
      </w:r>
      <w:r w:rsidRPr="002D7EC3">
        <w:rPr>
          <w:rtl/>
        </w:rPr>
        <w:t xml:space="preserve"> وأثبت ما يتوصَّل إلى تركيزه واقع علم الاجتماع</w:t>
      </w:r>
      <w:r w:rsidR="00F13C51">
        <w:rPr>
          <w:rtl/>
        </w:rPr>
        <w:t>،</w:t>
      </w:r>
      <w:r w:rsidRPr="002D7EC3">
        <w:rPr>
          <w:rtl/>
        </w:rPr>
        <w:t xml:space="preserve"> هو أنَّ مُجتمع الإنسان لا تنفكُّ تشدُّ به إلى درك غرائز منوَّعة الأشكال والألوان</w:t>
      </w:r>
      <w:r w:rsidR="00F13C51">
        <w:rPr>
          <w:rtl/>
        </w:rPr>
        <w:t>،</w:t>
      </w:r>
      <w:r w:rsidRPr="002D7EC3">
        <w:rPr>
          <w:rtl/>
        </w:rPr>
        <w:t xml:space="preserve"> في حين يُقيِّض له الله بعض أفراد ينبرون منه</w:t>
      </w:r>
      <w:r w:rsidR="00F13C51">
        <w:rPr>
          <w:rtl/>
        </w:rPr>
        <w:t>،</w:t>
      </w:r>
      <w:r w:rsidRPr="002D7EC3">
        <w:rPr>
          <w:rtl/>
        </w:rPr>
        <w:t xml:space="preserve"> وهُمْ مُميَّزون بشُّعلات دافقة مِن الفِكر والروح</w:t>
      </w:r>
      <w:r w:rsidR="00F13C51">
        <w:rPr>
          <w:rtl/>
        </w:rPr>
        <w:t>،</w:t>
      </w:r>
      <w:r w:rsidRPr="002D7EC3">
        <w:rPr>
          <w:rtl/>
        </w:rPr>
        <w:t xml:space="preserve"> يشدُّون حِقْويه للارتفاع إلى مُستوى آخر</w:t>
      </w:r>
      <w:r w:rsidR="00F13C51">
        <w:rPr>
          <w:rtl/>
        </w:rPr>
        <w:t>،</w:t>
      </w:r>
      <w:r w:rsidRPr="002D7EC3">
        <w:rPr>
          <w:rtl/>
        </w:rPr>
        <w:t xml:space="preserve"> ينتصر به في مجال تحقيق إنسانيَّته ا</w:t>
      </w:r>
      <w:r w:rsidR="002C2DD7">
        <w:rPr>
          <w:rtl/>
        </w:rPr>
        <w:t>لمـُ</w:t>
      </w:r>
      <w:r w:rsidRPr="002D7EC3">
        <w:rPr>
          <w:rtl/>
        </w:rPr>
        <w:t>فتِّشة</w:t>
      </w:r>
      <w:r w:rsidR="00F13C51">
        <w:rPr>
          <w:rtl/>
        </w:rPr>
        <w:t xml:space="preserve"> - </w:t>
      </w:r>
      <w:r w:rsidRPr="002D7EC3">
        <w:rPr>
          <w:rtl/>
        </w:rPr>
        <w:t>أبداً</w:t>
      </w:r>
      <w:r w:rsidR="00F13C51">
        <w:rPr>
          <w:rtl/>
        </w:rPr>
        <w:t xml:space="preserve"> - </w:t>
      </w:r>
      <w:r w:rsidRPr="002D7EC3">
        <w:rPr>
          <w:rtl/>
        </w:rPr>
        <w:t>عن مَثل تتدرَّج بها في حقول الارتقاء</w:t>
      </w:r>
      <w:r w:rsidR="00F13C51">
        <w:rPr>
          <w:rtl/>
        </w:rPr>
        <w:t>،</w:t>
      </w:r>
      <w:r w:rsidRPr="002D7EC3">
        <w:rPr>
          <w:rtl/>
        </w:rPr>
        <w:t xml:space="preserve"> مِن هؤلاء الأفراد ا</w:t>
      </w:r>
      <w:r w:rsidR="002C2DD7">
        <w:rPr>
          <w:rtl/>
        </w:rPr>
        <w:t>لمـُ</w:t>
      </w:r>
      <w:r w:rsidRPr="002D7EC3">
        <w:rPr>
          <w:rtl/>
        </w:rPr>
        <w:t>فرزين مِن خصائص مُجتمع الإنسان ا</w:t>
      </w:r>
      <w:r w:rsidR="002C2DD7">
        <w:rPr>
          <w:rtl/>
        </w:rPr>
        <w:t>لمـُ</w:t>
      </w:r>
      <w:r w:rsidRPr="002D7EC3">
        <w:rPr>
          <w:rtl/>
        </w:rPr>
        <w:t>شتاق</w:t>
      </w:r>
      <w:r w:rsidR="00F13C51">
        <w:rPr>
          <w:rtl/>
        </w:rPr>
        <w:t xml:space="preserve"> - </w:t>
      </w:r>
      <w:r w:rsidRPr="002D7EC3">
        <w:rPr>
          <w:rtl/>
        </w:rPr>
        <w:t>أبداً</w:t>
      </w:r>
      <w:r w:rsidR="00F13C51">
        <w:rPr>
          <w:rtl/>
        </w:rPr>
        <w:t xml:space="preserve"> - </w:t>
      </w:r>
      <w:r w:rsidRPr="002D7EC3">
        <w:rPr>
          <w:rtl/>
        </w:rPr>
        <w:t>إلى اكتشاف ذاته في حنينه المزروع فيه إلى الأسمى والأنقى والأبهى</w:t>
      </w:r>
      <w:r w:rsidR="00F13C51">
        <w:rPr>
          <w:rtl/>
        </w:rPr>
        <w:t>،</w:t>
      </w:r>
      <w:r w:rsidRPr="002D7EC3">
        <w:rPr>
          <w:rtl/>
        </w:rPr>
        <w:t xml:space="preserve"> هُمْ العلماء وا</w:t>
      </w:r>
      <w:r w:rsidR="002C2DD7">
        <w:rPr>
          <w:rtl/>
        </w:rPr>
        <w:t>لمـُ</w:t>
      </w:r>
      <w:r w:rsidRPr="002D7EC3">
        <w:rPr>
          <w:rtl/>
        </w:rPr>
        <w:t>فكِّرون</w:t>
      </w:r>
      <w:r w:rsidR="00F13C51">
        <w:rPr>
          <w:rtl/>
        </w:rPr>
        <w:t>،</w:t>
      </w:r>
      <w:r w:rsidRPr="002D7EC3">
        <w:rPr>
          <w:rtl/>
        </w:rPr>
        <w:t xml:space="preserve"> والفلاسفة وا</w:t>
      </w:r>
      <w:r w:rsidR="002C2DD7">
        <w:rPr>
          <w:rtl/>
        </w:rPr>
        <w:t>لمـُ</w:t>
      </w:r>
      <w:r w:rsidRPr="002D7EC3">
        <w:rPr>
          <w:rtl/>
        </w:rPr>
        <w:t>صلحون</w:t>
      </w:r>
      <w:r w:rsidR="00F13C51">
        <w:rPr>
          <w:rtl/>
        </w:rPr>
        <w:t>،</w:t>
      </w:r>
      <w:r w:rsidRPr="002D7EC3">
        <w:rPr>
          <w:rtl/>
        </w:rPr>
        <w:t xml:space="preserve"> والرُّسل والأنبياء الكشَّافون عن عوالم الروح</w:t>
      </w:r>
      <w:r w:rsidR="00F13C51">
        <w:rPr>
          <w:rtl/>
        </w:rPr>
        <w:t>،</w:t>
      </w:r>
      <w:r w:rsidRPr="002D7EC3">
        <w:rPr>
          <w:rtl/>
        </w:rPr>
        <w:t xml:space="preserve"> وكلُّهم درجات درجات في ا</w:t>
      </w:r>
      <w:r w:rsidR="002C2DD7">
        <w:rPr>
          <w:rtl/>
        </w:rPr>
        <w:t>لمـُ</w:t>
      </w:r>
      <w:r w:rsidRPr="002D7EC3">
        <w:rPr>
          <w:rtl/>
        </w:rPr>
        <w:t>جتمع الإنسانيِّ</w:t>
      </w:r>
      <w:r w:rsidR="00F13C51">
        <w:rPr>
          <w:rtl/>
        </w:rPr>
        <w:t>،</w:t>
      </w:r>
      <w:r w:rsidRPr="002D7EC3">
        <w:rPr>
          <w:rtl/>
        </w:rPr>
        <w:t xml:space="preserve"> المزروع في أُمَم مُنتشرة على سطح الأرض</w:t>
      </w:r>
      <w:r w:rsidR="00C327EB">
        <w:rPr>
          <w:rtl/>
        </w:rPr>
        <w:t>.</w:t>
      </w:r>
      <w:r w:rsidRPr="002D7EC3">
        <w:rPr>
          <w:rtl/>
        </w:rPr>
        <w:t xml:space="preserve"> إنَّهم هُمْ الذين يتضافرون في التقديم ا</w:t>
      </w:r>
      <w:r w:rsidR="002C2DD7">
        <w:rPr>
          <w:rtl/>
        </w:rPr>
        <w:t>لمـُ</w:t>
      </w:r>
      <w:r w:rsidRPr="002D7EC3">
        <w:rPr>
          <w:rtl/>
        </w:rPr>
        <w:t>ثمر</w:t>
      </w:r>
      <w:r w:rsidR="00F13C51">
        <w:rPr>
          <w:rtl/>
        </w:rPr>
        <w:t>،</w:t>
      </w:r>
      <w:r w:rsidRPr="002D7EC3">
        <w:rPr>
          <w:rtl/>
        </w:rPr>
        <w:t xml:space="preserve"> الذي يتخمَّر به كلُّ مُجتمع على قدر طاقته مِن الأخذ ا</w:t>
      </w:r>
      <w:r w:rsidR="002C2DD7">
        <w:rPr>
          <w:rtl/>
        </w:rPr>
        <w:t>لمـُ</w:t>
      </w:r>
      <w:r w:rsidRPr="002D7EC3">
        <w:rPr>
          <w:rtl/>
        </w:rPr>
        <w:t>ستمرِّ</w:t>
      </w:r>
      <w:r w:rsidR="00F13C51">
        <w:rPr>
          <w:rtl/>
        </w:rPr>
        <w:t>،</w:t>
      </w:r>
      <w:r w:rsidRPr="002D7EC3">
        <w:rPr>
          <w:rtl/>
        </w:rPr>
        <w:t xml:space="preserve"> وكلُّ ذلك في عمليَّة دائمة الصراع</w:t>
      </w:r>
      <w:r w:rsidR="00F13C51">
        <w:rPr>
          <w:rtl/>
        </w:rPr>
        <w:t>،</w:t>
      </w:r>
      <w:r w:rsidRPr="002D7EC3">
        <w:rPr>
          <w:rtl/>
        </w:rPr>
        <w:t xml:space="preserve"> لا يتأخَّر عنها إلاَّ ا</w:t>
      </w:r>
      <w:r w:rsidR="002C2DD7">
        <w:rPr>
          <w:rtl/>
        </w:rPr>
        <w:t>لمـُ</w:t>
      </w:r>
      <w:r w:rsidRPr="002D7EC3">
        <w:rPr>
          <w:rtl/>
        </w:rPr>
        <w:t>جتمع الذي ينوخ عليه الفتور</w:t>
      </w:r>
      <w:r w:rsidR="00F13C51">
        <w:rPr>
          <w:rtl/>
        </w:rPr>
        <w:t>،</w:t>
      </w:r>
      <w:r w:rsidRPr="002D7EC3">
        <w:rPr>
          <w:rtl/>
        </w:rPr>
        <w:t xml:space="preserve"> أو الكَسل</w:t>
      </w:r>
      <w:r w:rsidR="00F13C51">
        <w:rPr>
          <w:rtl/>
        </w:rPr>
        <w:t>،</w:t>
      </w:r>
      <w:r w:rsidRPr="002D7EC3">
        <w:rPr>
          <w:rtl/>
        </w:rPr>
        <w:t xml:space="preserve"> أو ا</w:t>
      </w:r>
      <w:r w:rsidR="002C2DD7">
        <w:rPr>
          <w:rtl/>
        </w:rPr>
        <w:t>لمـَ</w:t>
      </w:r>
      <w:r w:rsidRPr="002D7EC3">
        <w:rPr>
          <w:rtl/>
        </w:rPr>
        <w:t>لل</w:t>
      </w:r>
      <w:r w:rsidR="00F13C51">
        <w:rPr>
          <w:rtl/>
        </w:rPr>
        <w:t>،</w:t>
      </w:r>
      <w:r w:rsidRPr="002D7EC3">
        <w:rPr>
          <w:rtl/>
        </w:rPr>
        <w:t xml:space="preserve"> ليكون عِقابه التردِّي</w:t>
      </w:r>
      <w:r w:rsidR="00F13C51">
        <w:rPr>
          <w:rtl/>
        </w:rPr>
        <w:t>،</w:t>
      </w:r>
      <w:r w:rsidRPr="002D7EC3">
        <w:rPr>
          <w:rtl/>
        </w:rPr>
        <w:t xml:space="preserve"> والتنكُّب والانحطاط</w:t>
      </w:r>
      <w:r w:rsidR="00F13C51">
        <w:rPr>
          <w:rtl/>
        </w:rPr>
        <w:t>،</w:t>
      </w:r>
      <w:r w:rsidRPr="002D7EC3">
        <w:rPr>
          <w:rtl/>
        </w:rPr>
        <w:t xml:space="preserve"> إلى أنْ يعود إلى غَرْفه الأصيل مِن ا</w:t>
      </w:r>
      <w:r w:rsidR="002C2DD7">
        <w:rPr>
          <w:rtl/>
        </w:rPr>
        <w:t>لمـَ</w:t>
      </w:r>
      <w:r w:rsidRPr="002D7EC3">
        <w:rPr>
          <w:rtl/>
        </w:rPr>
        <w:t>عْن التي هي في وجود تُراثه الإنساني</w:t>
      </w:r>
      <w:r w:rsidR="00F13C51">
        <w:rPr>
          <w:rtl/>
        </w:rPr>
        <w:t>،</w:t>
      </w:r>
      <w:r w:rsidRPr="002D7EC3">
        <w:rPr>
          <w:rtl/>
        </w:rPr>
        <w:t xml:space="preserve"> الذي تحتفظ له به الحياة</w:t>
      </w:r>
      <w:r w:rsidR="00C327EB">
        <w:rPr>
          <w:rtl/>
        </w:rPr>
        <w:t>.</w:t>
      </w:r>
      <w:r w:rsidRPr="002D7EC3">
        <w:rPr>
          <w:rtl/>
        </w:rPr>
        <w:t xml:space="preserve"> أمَّا ا</w:t>
      </w:r>
      <w:r w:rsidR="002C2DD7">
        <w:rPr>
          <w:rtl/>
        </w:rPr>
        <w:t>لمـُ</w:t>
      </w:r>
      <w:r w:rsidRPr="002D7EC3">
        <w:rPr>
          <w:rtl/>
        </w:rPr>
        <w:t>جتمع الحيُّ الدؤوب</w:t>
      </w:r>
      <w:r w:rsidR="00F13C51">
        <w:rPr>
          <w:rtl/>
        </w:rPr>
        <w:t>،</w:t>
      </w:r>
      <w:r w:rsidRPr="002D7EC3">
        <w:rPr>
          <w:rtl/>
        </w:rPr>
        <w:t xml:space="preserve"> فهو لا يتعب مِن الغَرف</w:t>
      </w:r>
      <w:r w:rsidR="00F13C51">
        <w:rPr>
          <w:rtl/>
        </w:rPr>
        <w:t>،</w:t>
      </w:r>
      <w:r w:rsidRPr="002D7EC3">
        <w:rPr>
          <w:rtl/>
        </w:rPr>
        <w:t xml:space="preserve"> لا بلْ إنَّ ا</w:t>
      </w:r>
      <w:r w:rsidR="002C2DD7">
        <w:rPr>
          <w:rtl/>
        </w:rPr>
        <w:t>لمـُ</w:t>
      </w:r>
      <w:r w:rsidRPr="002D7EC3">
        <w:rPr>
          <w:rtl/>
        </w:rPr>
        <w:t>تحوِّل</w:t>
      </w:r>
      <w:r w:rsidR="00F13C51">
        <w:rPr>
          <w:rtl/>
        </w:rPr>
        <w:t xml:space="preserve"> - </w:t>
      </w:r>
      <w:r w:rsidRPr="002D7EC3">
        <w:rPr>
          <w:rtl/>
        </w:rPr>
        <w:t>بحَدِّ ذاته</w:t>
      </w:r>
      <w:r w:rsidR="00F13C51">
        <w:rPr>
          <w:rtl/>
        </w:rPr>
        <w:t xml:space="preserve"> - </w:t>
      </w:r>
      <w:r w:rsidRPr="002D7EC3">
        <w:rPr>
          <w:rtl/>
        </w:rPr>
        <w:t>إلى مَعين مَلآن</w:t>
      </w:r>
      <w:r w:rsidR="00F13C51">
        <w:rPr>
          <w:rtl/>
        </w:rPr>
        <w:t>،</w:t>
      </w:r>
      <w:r w:rsidRPr="002D7EC3">
        <w:rPr>
          <w:rtl/>
        </w:rPr>
        <w:t xml:space="preserve"> تَغرف منه ا</w:t>
      </w:r>
      <w:r w:rsidR="002C2DD7">
        <w:rPr>
          <w:rtl/>
        </w:rPr>
        <w:t>لمـُ</w:t>
      </w:r>
      <w:r w:rsidRPr="002D7EC3">
        <w:rPr>
          <w:rtl/>
        </w:rPr>
        <w:t>جتمعات الأُخرى</w:t>
      </w:r>
      <w:r w:rsidR="00F13C51">
        <w:rPr>
          <w:rtl/>
        </w:rPr>
        <w:t>،</w:t>
      </w:r>
      <w:r w:rsidRPr="002D7EC3">
        <w:rPr>
          <w:rtl/>
        </w:rPr>
        <w:t xml:space="preserve"> ليكون قدوة ومثالاً لها في العَطاء الإنساني الكريم</w:t>
      </w:r>
      <w:r w:rsidR="00F13C51">
        <w:rPr>
          <w:rtl/>
        </w:rPr>
        <w:t>،</w:t>
      </w:r>
      <w:r w:rsidRPr="002D7EC3">
        <w:rPr>
          <w:rtl/>
        </w:rPr>
        <w:t xml:space="preserve"> الذي هو ذخر السماء في إنسان الأرض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ليت شعري</w:t>
      </w:r>
      <w:r w:rsidR="00106DAF">
        <w:rPr>
          <w:rtl/>
        </w:rPr>
        <w:t>!</w:t>
      </w:r>
      <w:r w:rsidRPr="002D7EC3">
        <w:rPr>
          <w:rtl/>
        </w:rPr>
        <w:t xml:space="preserve"> راح يقول الحسين في ذاته</w:t>
      </w:r>
      <w:r w:rsidR="00F13C51">
        <w:rPr>
          <w:rtl/>
        </w:rPr>
        <w:t xml:space="preserve"> - </w:t>
      </w:r>
      <w:r w:rsidRPr="002D7EC3">
        <w:rPr>
          <w:rtl/>
        </w:rPr>
        <w:t>وهو في مِثل هذه الذروة مِن التفكير ا</w:t>
      </w:r>
      <w:r w:rsidR="002C2DD7">
        <w:rPr>
          <w:rtl/>
        </w:rPr>
        <w:t>لمـُ</w:t>
      </w:r>
      <w:r w:rsidRPr="002D7EC3">
        <w:rPr>
          <w:rtl/>
        </w:rPr>
        <w:t>تأنِّي</w:t>
      </w:r>
      <w:r w:rsidR="00F13C51">
        <w:rPr>
          <w:rtl/>
        </w:rPr>
        <w:t xml:space="preserve"> -:</w:t>
      </w:r>
      <w:r w:rsidRPr="002D7EC3">
        <w:rPr>
          <w:rtl/>
        </w:rPr>
        <w:t xml:space="preserve"> ألم يحُلم جَدِّي الكريم الواسع الخيال</w:t>
      </w:r>
      <w:r w:rsidR="00F13C51">
        <w:rPr>
          <w:rtl/>
        </w:rPr>
        <w:t>،</w:t>
      </w:r>
      <w:r w:rsidRPr="002D7EC3">
        <w:rPr>
          <w:rtl/>
        </w:rPr>
        <w:t xml:space="preserve"> والبعيد الأُفق خَلف كلِّ منال</w:t>
      </w:r>
      <w:r w:rsidR="00106DAF">
        <w:rPr>
          <w:rtl/>
        </w:rPr>
        <w:t>؟</w:t>
      </w:r>
      <w:r w:rsidRPr="002D7EC3">
        <w:rPr>
          <w:rtl/>
        </w:rPr>
        <w:t xml:space="preserve"> سأجعل منك أكرم وأعزَّ أُمَّة على وجه الأرض</w:t>
      </w:r>
      <w:r w:rsidR="00C327EB">
        <w:rPr>
          <w:rtl/>
        </w:rPr>
        <w:t xml:space="preserve"> ...</w:t>
      </w:r>
      <w:r w:rsidRPr="002D7EC3">
        <w:rPr>
          <w:rtl/>
        </w:rPr>
        <w:t xml:space="preserve"> وستكونون الأُمَّة التي أُفاخر بها كلَّ الأُمَم</w:t>
      </w:r>
      <w:r w:rsidR="00106DAF">
        <w:rPr>
          <w:rtl/>
        </w:rPr>
        <w:t>؟</w:t>
      </w:r>
      <w:r w:rsidRPr="002D7EC3">
        <w:rPr>
          <w:rtl/>
        </w:rPr>
        <w:t xml:space="preserve"> ويتمادى الحسين في التصعيد</w:t>
      </w:r>
      <w:r w:rsidR="00F13C51">
        <w:rPr>
          <w:rtl/>
        </w:rPr>
        <w:t>:</w:t>
      </w:r>
      <w:r w:rsidRPr="002D7EC3">
        <w:rPr>
          <w:rtl/>
        </w:rPr>
        <w:t xml:space="preserve"> لقد ملأ جَدِّي الخزائن التي ستغرف منها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الأُمَم الأُخرى</w:t>
      </w:r>
      <w:r w:rsidR="00F13C51">
        <w:rPr>
          <w:rtl/>
        </w:rPr>
        <w:t>،</w:t>
      </w:r>
      <w:r w:rsidRPr="002D7EC3">
        <w:rPr>
          <w:rtl/>
        </w:rPr>
        <w:t xml:space="preserve"> وأنَّها ليست خزائن زاد ليوم واحد</w:t>
      </w:r>
      <w:r w:rsidR="00F13C51">
        <w:rPr>
          <w:rtl/>
        </w:rPr>
        <w:t>،</w:t>
      </w:r>
      <w:r w:rsidRPr="002D7EC3">
        <w:rPr>
          <w:rtl/>
        </w:rPr>
        <w:t xml:space="preserve"> بلْ إنَّها خزائن للأجيال الآتية</w:t>
      </w:r>
      <w:r w:rsidR="00F13C51">
        <w:rPr>
          <w:rtl/>
        </w:rPr>
        <w:t>،</w:t>
      </w:r>
      <w:r w:rsidRPr="002D7EC3">
        <w:rPr>
          <w:rtl/>
        </w:rPr>
        <w:t xml:space="preserve"> تأخذ منها أُمَم الأرض ما يجعلها قويمة في مسيرتها الإنسانيَّة</w:t>
      </w:r>
      <w:r w:rsidR="00F13C51">
        <w:rPr>
          <w:rtl/>
        </w:rPr>
        <w:t>،</w:t>
      </w:r>
      <w:r w:rsidRPr="002D7EC3">
        <w:rPr>
          <w:rtl/>
        </w:rPr>
        <w:t xml:space="preserve"> ومُتنعِّمة في جِنان الحَقِّ</w:t>
      </w:r>
      <w:r w:rsidR="00C327EB">
        <w:rPr>
          <w:rtl/>
        </w:rPr>
        <w:t>.</w:t>
      </w:r>
      <w:r w:rsidRPr="002D7EC3">
        <w:rPr>
          <w:rtl/>
        </w:rPr>
        <w:t xml:space="preserve"> أمَّا أُمَّته التي أنجبته مِن خاصرتها الكريمة</w:t>
      </w:r>
      <w:r w:rsidR="00F13C51">
        <w:rPr>
          <w:rtl/>
        </w:rPr>
        <w:t>،</w:t>
      </w:r>
      <w:r w:rsidRPr="002D7EC3">
        <w:rPr>
          <w:rtl/>
        </w:rPr>
        <w:t xml:space="preserve"> فستبقى فخورة بانتسابه إليها</w:t>
      </w:r>
      <w:r w:rsidR="00F13C51">
        <w:rPr>
          <w:rtl/>
        </w:rPr>
        <w:t>،</w:t>
      </w:r>
      <w:r w:rsidRPr="002D7EC3">
        <w:rPr>
          <w:rtl/>
        </w:rPr>
        <w:t xml:space="preserve"> وسيبقى مَعاذها وهي تنتسب إليه</w:t>
      </w:r>
      <w:r w:rsidR="00F13C51">
        <w:rPr>
          <w:rtl/>
        </w:rPr>
        <w:t>،</w:t>
      </w:r>
      <w:r w:rsidRPr="002D7EC3">
        <w:rPr>
          <w:rtl/>
        </w:rPr>
        <w:t xml:space="preserve"> تتناول زادها مِن خزائنه كلَّما مدَّت أصابعها إليها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عظيم هو جَدِّي</w:t>
      </w:r>
      <w:r w:rsidR="00F13C51">
        <w:rPr>
          <w:rtl/>
        </w:rPr>
        <w:t xml:space="preserve"> - </w:t>
      </w:r>
      <w:r w:rsidRPr="002D7EC3">
        <w:rPr>
          <w:rtl/>
        </w:rPr>
        <w:t>يُتابع الحسين تأمُّلاته</w:t>
      </w:r>
      <w:r w:rsidR="00F13C51">
        <w:rPr>
          <w:rtl/>
        </w:rPr>
        <w:t xml:space="preserve"> - </w:t>
      </w:r>
      <w:r w:rsidRPr="002D7EC3">
        <w:rPr>
          <w:rtl/>
        </w:rPr>
        <w:t>لقد قام بمُهمَّته الجليلة ورحل</w:t>
      </w:r>
      <w:r w:rsidR="00106DAF">
        <w:rPr>
          <w:rtl/>
        </w:rPr>
        <w:t>!</w:t>
      </w:r>
      <w:r w:rsidRPr="002D7EC3">
        <w:rPr>
          <w:rtl/>
        </w:rPr>
        <w:t xml:space="preserve"> ولم تكن مُهمَّته</w:t>
      </w:r>
      <w:r w:rsidR="00F13C51">
        <w:rPr>
          <w:rtl/>
        </w:rPr>
        <w:t xml:space="preserve"> - </w:t>
      </w:r>
      <w:r w:rsidRPr="002D7EC3">
        <w:rPr>
          <w:rtl/>
        </w:rPr>
        <w:t>قبل أنْ يرحل</w:t>
      </w:r>
      <w:r w:rsidR="00F13C51">
        <w:rPr>
          <w:rtl/>
        </w:rPr>
        <w:t xml:space="preserve"> - </w:t>
      </w:r>
      <w:r w:rsidRPr="002D7EC3">
        <w:rPr>
          <w:rtl/>
        </w:rPr>
        <w:t>انتصار بني طالب على بني حرب</w:t>
      </w:r>
      <w:r w:rsidR="00F13C51">
        <w:rPr>
          <w:rtl/>
        </w:rPr>
        <w:t>،</w:t>
      </w:r>
      <w:r w:rsidRPr="002D7EC3">
        <w:rPr>
          <w:rtl/>
        </w:rPr>
        <w:t xml:space="preserve"> في معركة قبليَّة يقصف فيها سيف</w:t>
      </w:r>
      <w:r w:rsidR="00F13C51">
        <w:rPr>
          <w:rtl/>
        </w:rPr>
        <w:t>،</w:t>
      </w:r>
      <w:r w:rsidRPr="002D7EC3">
        <w:rPr>
          <w:rtl/>
        </w:rPr>
        <w:t xml:space="preserve"> بينما يزهو الآخر لأنَّه مرويٌّ بالدم</w:t>
      </w:r>
      <w:r w:rsidR="00F13C51">
        <w:rPr>
          <w:rtl/>
        </w:rPr>
        <w:t>،</w:t>
      </w:r>
      <w:r w:rsidRPr="002D7EC3">
        <w:rPr>
          <w:rtl/>
        </w:rPr>
        <w:t xml:space="preserve"> بلْ إنَّها كانت مُهمَّة انتصار قضيَّة مِن قضايا الوجود</w:t>
      </w:r>
      <w:r w:rsidR="00F13C51">
        <w:rPr>
          <w:rtl/>
        </w:rPr>
        <w:t>،</w:t>
      </w:r>
      <w:r w:rsidRPr="002D7EC3">
        <w:rPr>
          <w:rtl/>
        </w:rPr>
        <w:t xml:space="preserve"> في معركة إنسانيَّة لا تنتهي إلاّ بانخساف الأرض مِن مدارها</w:t>
      </w:r>
      <w:r w:rsidR="00F13C51">
        <w:rPr>
          <w:rtl/>
        </w:rPr>
        <w:t>،</w:t>
      </w:r>
      <w:r w:rsidRPr="002D7EC3">
        <w:rPr>
          <w:rtl/>
        </w:rPr>
        <w:t xml:space="preserve"> وهبوط الشمس في عُتمة الانطفاء</w:t>
      </w:r>
      <w:r w:rsidR="00F13C51">
        <w:rPr>
          <w:rtl/>
        </w:rPr>
        <w:t>،</w:t>
      </w:r>
      <w:r w:rsidRPr="002D7EC3">
        <w:rPr>
          <w:rtl/>
        </w:rPr>
        <w:t xml:space="preserve"> لقد كانت الأُمَّة ميدانه الأبعد والأخلد</w:t>
      </w:r>
      <w:r w:rsidR="00F13C51">
        <w:rPr>
          <w:rtl/>
        </w:rPr>
        <w:t>،</w:t>
      </w:r>
      <w:r w:rsidRPr="002D7EC3">
        <w:rPr>
          <w:rtl/>
        </w:rPr>
        <w:t xml:space="preserve"> في المعركة التي انتصر بها وتركها مفتوحة تُعالج الأُمَّة فيها أُمورها الحياتيَّة</w:t>
      </w:r>
      <w:r w:rsidR="00F13C51">
        <w:rPr>
          <w:rtl/>
        </w:rPr>
        <w:t>،</w:t>
      </w:r>
      <w:r w:rsidRPr="002D7EC3">
        <w:rPr>
          <w:rtl/>
        </w:rPr>
        <w:t xml:space="preserve"> وتنتصر على كلِّ ما يعترض سبيلها مِن مخاوف</w:t>
      </w:r>
      <w:r w:rsidR="00F13C51">
        <w:rPr>
          <w:rtl/>
        </w:rPr>
        <w:t>،</w:t>
      </w:r>
      <w:r w:rsidRPr="002D7EC3">
        <w:rPr>
          <w:rtl/>
        </w:rPr>
        <w:t xml:space="preserve"> ومخازي</w:t>
      </w:r>
      <w:r w:rsidR="00F13C51">
        <w:rPr>
          <w:rtl/>
        </w:rPr>
        <w:t>،</w:t>
      </w:r>
      <w:r w:rsidRPr="002D7EC3">
        <w:rPr>
          <w:rtl/>
        </w:rPr>
        <w:t xml:space="preserve"> وهبوط في حُفر يُعمِّقها المرض</w:t>
      </w:r>
      <w:r w:rsidR="00F13C51">
        <w:rPr>
          <w:rtl/>
        </w:rPr>
        <w:t>،</w:t>
      </w:r>
      <w:r w:rsidRPr="002D7EC3">
        <w:rPr>
          <w:rtl/>
        </w:rPr>
        <w:t xml:space="preserve"> والوهن والوهم الأعور</w:t>
      </w:r>
      <w:r w:rsidR="00C327EB">
        <w:rPr>
          <w:rtl/>
        </w:rPr>
        <w:t>.</w:t>
      </w:r>
      <w:r w:rsidRPr="002D7EC3">
        <w:rPr>
          <w:rtl/>
        </w:rPr>
        <w:t xml:space="preserve"> لقد ترك المعركة ورحل</w:t>
      </w:r>
      <w:r w:rsidR="00F13C51">
        <w:rPr>
          <w:rtl/>
        </w:rPr>
        <w:t>،</w:t>
      </w:r>
      <w:r w:rsidRPr="002D7EC3">
        <w:rPr>
          <w:rtl/>
        </w:rPr>
        <w:t xml:space="preserve"> وهل كان مِن ا</w:t>
      </w:r>
      <w:r w:rsidR="002C2DD7">
        <w:rPr>
          <w:rtl/>
        </w:rPr>
        <w:t>لمـُ</w:t>
      </w:r>
      <w:r w:rsidRPr="002D7EC3">
        <w:rPr>
          <w:rtl/>
        </w:rPr>
        <w:t>مكن أنْ يبقى ولا يرحل</w:t>
      </w:r>
      <w:r w:rsidR="00F13C51">
        <w:rPr>
          <w:rtl/>
        </w:rPr>
        <w:t>،</w:t>
      </w:r>
      <w:r w:rsidRPr="002D7EC3">
        <w:rPr>
          <w:rtl/>
        </w:rPr>
        <w:t xml:space="preserve"> حتَّى يُبعد عن الأُمَّة وقوعها في زَيغ لا بُدَّ أنْ يحصل</w:t>
      </w:r>
      <w:r w:rsidR="00106DAF">
        <w:rPr>
          <w:rtl/>
        </w:rPr>
        <w:t>؟</w:t>
      </w:r>
      <w:r w:rsidRPr="002D7EC3">
        <w:rPr>
          <w:rtl/>
        </w:rPr>
        <w:t xml:space="preserve"> ولكنَّ ا</w:t>
      </w:r>
      <w:r w:rsidR="002C2DD7">
        <w:rPr>
          <w:rtl/>
        </w:rPr>
        <w:t>لمـُ</w:t>
      </w:r>
      <w:r w:rsidRPr="002D7EC3">
        <w:rPr>
          <w:rtl/>
        </w:rPr>
        <w:t>ستحيل هذا هو ا</w:t>
      </w:r>
      <w:r w:rsidR="002C2DD7">
        <w:rPr>
          <w:rtl/>
        </w:rPr>
        <w:t>لمـُ</w:t>
      </w:r>
      <w:r w:rsidRPr="002D7EC3">
        <w:rPr>
          <w:rtl/>
        </w:rPr>
        <w:t>تدارك</w:t>
      </w:r>
      <w:r w:rsidR="00F13C51">
        <w:rPr>
          <w:rtl/>
        </w:rPr>
        <w:t>،</w:t>
      </w:r>
      <w:r w:rsidRPr="002D7EC3">
        <w:rPr>
          <w:rtl/>
        </w:rPr>
        <w:t xml:space="preserve"> فالقضيَّة ملفوفة بدستورها</w:t>
      </w:r>
      <w:r w:rsidR="00F13C51">
        <w:rPr>
          <w:rtl/>
        </w:rPr>
        <w:t>،</w:t>
      </w:r>
      <w:r w:rsidRPr="002D7EC3">
        <w:rPr>
          <w:rtl/>
        </w:rPr>
        <w:t xml:space="preserve"> تعود إليه الأُمَّة تستجْلي منه كيفيَّة بعثها وارتدادها إلى حقيقة التصويب</w:t>
      </w:r>
      <w:r w:rsidR="00F13C51">
        <w:rPr>
          <w:rtl/>
        </w:rPr>
        <w:t>،</w:t>
      </w:r>
      <w:r w:rsidRPr="002D7EC3">
        <w:rPr>
          <w:rtl/>
        </w:rPr>
        <w:t xml:space="preserve"> وهذه هي روعة القضيَّة ا</w:t>
      </w:r>
      <w:r w:rsidR="002C2DD7">
        <w:rPr>
          <w:rtl/>
        </w:rPr>
        <w:t>لمـُ</w:t>
      </w:r>
      <w:r w:rsidRPr="002D7EC3">
        <w:rPr>
          <w:rtl/>
        </w:rPr>
        <w:t>تكاملة ببنودها العقليَّة</w:t>
      </w:r>
      <w:r w:rsidR="00F13C51">
        <w:rPr>
          <w:rtl/>
        </w:rPr>
        <w:t>،</w:t>
      </w:r>
      <w:r w:rsidRPr="002D7EC3">
        <w:rPr>
          <w:rtl/>
        </w:rPr>
        <w:t xml:space="preserve"> الروحيَّة</w:t>
      </w:r>
      <w:r w:rsidR="00F13C51">
        <w:rPr>
          <w:rtl/>
        </w:rPr>
        <w:t>،</w:t>
      </w:r>
      <w:r w:rsidRPr="002D7EC3">
        <w:rPr>
          <w:rtl/>
        </w:rPr>
        <w:t xml:space="preserve"> الإنسانيَّة</w:t>
      </w:r>
      <w:r w:rsidR="00F13C51">
        <w:rPr>
          <w:rtl/>
        </w:rPr>
        <w:t>،</w:t>
      </w:r>
      <w:r w:rsidRPr="002D7EC3">
        <w:rPr>
          <w:rtl/>
        </w:rPr>
        <w:t xml:space="preserve"> الحياتيَّة</w:t>
      </w:r>
      <w:r w:rsidR="00F13C51">
        <w:rPr>
          <w:rtl/>
        </w:rPr>
        <w:t>،</w:t>
      </w:r>
      <w:r w:rsidRPr="002D7EC3">
        <w:rPr>
          <w:rtl/>
        </w:rPr>
        <w:t xml:space="preserve"> ا</w:t>
      </w:r>
      <w:r w:rsidR="002C2DD7">
        <w:rPr>
          <w:rtl/>
        </w:rPr>
        <w:t>لمـُ</w:t>
      </w:r>
      <w:r w:rsidRPr="002D7EC3">
        <w:rPr>
          <w:rtl/>
        </w:rPr>
        <w:t>تكافئة في الميزان</w:t>
      </w:r>
      <w:r w:rsidR="00F13C51">
        <w:rPr>
          <w:rtl/>
        </w:rPr>
        <w:t>،</w:t>
      </w:r>
      <w:r w:rsidRPr="002D7EC3">
        <w:rPr>
          <w:rtl/>
        </w:rPr>
        <w:t xml:space="preserve"> سيرحل النبي</w:t>
      </w:r>
      <w:r w:rsidR="00F13C51">
        <w:rPr>
          <w:rtl/>
        </w:rPr>
        <w:t xml:space="preserve"> - </w:t>
      </w:r>
      <w:r w:rsidRPr="002D7EC3">
        <w:rPr>
          <w:rtl/>
        </w:rPr>
        <w:t>والحالة هذه</w:t>
      </w:r>
      <w:r w:rsidR="00F13C51">
        <w:rPr>
          <w:rtl/>
        </w:rPr>
        <w:t xml:space="preserve"> - </w:t>
      </w:r>
      <w:r w:rsidRPr="002D7EC3">
        <w:rPr>
          <w:rtl/>
        </w:rPr>
        <w:t>ولقد رحل</w:t>
      </w:r>
      <w:r w:rsidR="00F13C51">
        <w:rPr>
          <w:rtl/>
        </w:rPr>
        <w:t>،</w:t>
      </w:r>
      <w:r w:rsidRPr="002D7EC3">
        <w:rPr>
          <w:rtl/>
        </w:rPr>
        <w:t xml:space="preserve"> والقضيَّة هي ذاتها</w:t>
      </w:r>
      <w:r w:rsidR="00F13C51">
        <w:rPr>
          <w:rtl/>
        </w:rPr>
        <w:t>،</w:t>
      </w:r>
      <w:r w:rsidRPr="002D7EC3">
        <w:rPr>
          <w:rtl/>
        </w:rPr>
        <w:t xml:space="preserve"> ينتصر بها وفيها</w:t>
      </w:r>
      <w:r w:rsidR="00F13C51">
        <w:rPr>
          <w:rtl/>
        </w:rPr>
        <w:t>،</w:t>
      </w:r>
      <w:r w:rsidRPr="002D7EC3">
        <w:rPr>
          <w:rtl/>
        </w:rPr>
        <w:t xml:space="preserve"> وإنْ يكن قد غاب لأنَّها هي وحدها عنصر البقاء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كلُّ واحد بدوره مِن أهل البيت تناول الرسالة</w:t>
      </w:r>
      <w:r w:rsidR="00F13C51">
        <w:rPr>
          <w:rtl/>
        </w:rPr>
        <w:t>،</w:t>
      </w:r>
      <w:r w:rsidRPr="002D7EC3">
        <w:rPr>
          <w:rtl/>
        </w:rPr>
        <w:t xml:space="preserve"> وبنى منها قضيَّة ما كانت إلاَّ فرعاً منها</w:t>
      </w:r>
      <w:r w:rsidR="00F13C51">
        <w:rPr>
          <w:rtl/>
        </w:rPr>
        <w:t>،</w:t>
      </w:r>
      <w:r w:rsidRPr="002D7EC3">
        <w:rPr>
          <w:rtl/>
        </w:rPr>
        <w:t xml:space="preserve"> وهكذا رحل كلُّ واحد منهم وهو لا يزال باقياً تلتجئ إليه الأُمَّة</w:t>
      </w:r>
      <w:r w:rsidR="00F13C51">
        <w:rPr>
          <w:rtl/>
        </w:rPr>
        <w:t>،</w:t>
      </w:r>
      <w:r w:rsidRPr="002D7EC3">
        <w:rPr>
          <w:rtl/>
        </w:rPr>
        <w:t xml:space="preserve"> لتأخذ منه حَيطة تستعيض بها في مَكمن الضعف الذي أصابها أو يُصيبها</w:t>
      </w:r>
      <w:r w:rsidR="00F13C51">
        <w:rPr>
          <w:rtl/>
        </w:rPr>
        <w:t>،</w:t>
      </w:r>
      <w:r w:rsidRPr="002D7EC3">
        <w:rPr>
          <w:rtl/>
        </w:rPr>
        <w:t xml:space="preserve"> كأنْ تَشعر أنَّ تنكُّبها عن الأخذ بالعدل وا</w:t>
      </w:r>
      <w:r w:rsidR="002C2DD7">
        <w:rPr>
          <w:rtl/>
        </w:rPr>
        <w:t>لمـُ</w:t>
      </w:r>
      <w:r w:rsidRPr="002D7EC3">
        <w:rPr>
          <w:rtl/>
        </w:rPr>
        <w:t>ساواة</w:t>
      </w:r>
      <w:r w:rsidR="00F13C51">
        <w:rPr>
          <w:rtl/>
        </w:rPr>
        <w:t>،</w:t>
      </w:r>
      <w:r w:rsidRPr="002D7EC3">
        <w:rPr>
          <w:rtl/>
        </w:rPr>
        <w:t xml:space="preserve"> أو النزاهة والصدق</w:t>
      </w:r>
      <w:r w:rsidR="00F13C51">
        <w:rPr>
          <w:rtl/>
        </w:rPr>
        <w:t>،</w:t>
      </w:r>
      <w:r w:rsidRPr="002D7EC3">
        <w:rPr>
          <w:rtl/>
        </w:rPr>
        <w:t xml:space="preserve"> أو العِفَّة والبراءة راح يُنقص مِن قيمتها ويُعرِّضها لبعض الارتجاجات</w:t>
      </w:r>
      <w:r w:rsidR="00C327EB">
        <w:rPr>
          <w:rtl/>
        </w:rPr>
        <w:t>.</w:t>
      </w:r>
      <w:r w:rsidRPr="002D7EC3">
        <w:rPr>
          <w:rtl/>
        </w:rPr>
        <w:t xml:space="preserve"> فعلاً كما حصل في عهد عثمان بن عفَّان</w:t>
      </w:r>
      <w:r w:rsidR="00F13C51">
        <w:rPr>
          <w:rtl/>
        </w:rPr>
        <w:t>،</w:t>
      </w:r>
      <w:r w:rsidRPr="002D7EC3">
        <w:rPr>
          <w:rtl/>
        </w:rPr>
        <w:t xml:space="preserve"> وكما راح يحصل في عهد مُعاوية بن أبي سفيان فتتذكَّر عُليَّها ا</w:t>
      </w:r>
      <w:r w:rsidR="002C2DD7">
        <w:rPr>
          <w:rtl/>
        </w:rPr>
        <w:t>لمـُ</w:t>
      </w:r>
      <w:r w:rsidRPr="002D7EC3">
        <w:rPr>
          <w:rtl/>
        </w:rPr>
        <w:t>ستقلَّ بجلالته</w:t>
      </w:r>
      <w:r w:rsidR="00F13C51">
        <w:rPr>
          <w:rtl/>
        </w:rPr>
        <w:t>،</w:t>
      </w:r>
      <w:r w:rsidRPr="002D7EC3">
        <w:rPr>
          <w:rtl/>
        </w:rPr>
        <w:t xml:space="preserve"> وتأخذ مِن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مبادئه في القضيَّة مرهماً لجروح فيها بدأت تنزف</w:t>
      </w:r>
      <w:r w:rsidR="00F13C51">
        <w:rPr>
          <w:rtl/>
        </w:rPr>
        <w:t>،</w:t>
      </w:r>
      <w:r w:rsidRPr="002D7EC3">
        <w:rPr>
          <w:rtl/>
        </w:rPr>
        <w:t xml:space="preserve"> وهكذا ستجري الأُمور برجوع الأُمَّة إلى أخيه الحسن</w:t>
      </w:r>
      <w:r w:rsidR="00F13C51">
        <w:rPr>
          <w:rtl/>
        </w:rPr>
        <w:t>،</w:t>
      </w:r>
      <w:r w:rsidRPr="002D7EC3">
        <w:rPr>
          <w:rtl/>
        </w:rPr>
        <w:t xml:space="preserve"> كلما تعرَّضت في أيَّامها الصاعدة إلى فتنة برصاء</w:t>
      </w:r>
      <w:r w:rsidR="00F13C51">
        <w:rPr>
          <w:rtl/>
        </w:rPr>
        <w:t>،</w:t>
      </w:r>
      <w:r w:rsidRPr="002D7EC3">
        <w:rPr>
          <w:rtl/>
        </w:rPr>
        <w:t xml:space="preserve"> فسَّخ صدرها مِن ضلوعه</w:t>
      </w:r>
      <w:r w:rsidR="00F13C51">
        <w:rPr>
          <w:rtl/>
        </w:rPr>
        <w:t>،</w:t>
      </w:r>
      <w:r w:rsidRPr="002D7EC3">
        <w:rPr>
          <w:rtl/>
        </w:rPr>
        <w:t xml:space="preserve"> فتلجأ إليه وتأخذ منه مَرهماً يلحم بَوعها برُسْغها ويُنجيها مِن الانفراط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لقد وصل الحسين إلى ذاته</w:t>
      </w:r>
      <w:r w:rsidR="00F13C51">
        <w:rPr>
          <w:rtl/>
        </w:rPr>
        <w:t>،</w:t>
      </w:r>
      <w:r w:rsidRPr="002D7EC3">
        <w:rPr>
          <w:rtl/>
        </w:rPr>
        <w:t xml:space="preserve"> وراح يستعرض طول رمحه في المعركة التي يُناجزه</w:t>
      </w:r>
      <w:r w:rsidR="00F13C51">
        <w:rPr>
          <w:rtl/>
        </w:rPr>
        <w:t xml:space="preserve"> - </w:t>
      </w:r>
      <w:r w:rsidRPr="002D7EC3">
        <w:rPr>
          <w:rtl/>
        </w:rPr>
        <w:t>الآن</w:t>
      </w:r>
      <w:r w:rsidR="00F13C51">
        <w:rPr>
          <w:rtl/>
        </w:rPr>
        <w:t xml:space="preserve"> - </w:t>
      </w:r>
      <w:r w:rsidRPr="002D7EC3">
        <w:rPr>
          <w:rtl/>
        </w:rPr>
        <w:t>فيها رجل اسمه يزيد</w:t>
      </w:r>
      <w:r w:rsidR="00F13C51">
        <w:rPr>
          <w:rtl/>
        </w:rPr>
        <w:t>،</w:t>
      </w:r>
      <w:r w:rsidRPr="002D7EC3">
        <w:rPr>
          <w:rtl/>
        </w:rPr>
        <w:t xml:space="preserve"> لقد وجد الساحة التي يطلبه إليها ا</w:t>
      </w:r>
      <w:r w:rsidR="002C2DD7">
        <w:rPr>
          <w:rtl/>
        </w:rPr>
        <w:t>لمـُ</w:t>
      </w:r>
      <w:r w:rsidRPr="002D7EC3">
        <w:rPr>
          <w:rtl/>
        </w:rPr>
        <w:t>صارع الآخر أضيق مِن خَربة ساقط سقفها</w:t>
      </w:r>
      <w:r w:rsidR="00F13C51">
        <w:rPr>
          <w:rtl/>
        </w:rPr>
        <w:t>،</w:t>
      </w:r>
      <w:r w:rsidRPr="002D7EC3">
        <w:rPr>
          <w:rtl/>
        </w:rPr>
        <w:t xml:space="preserve"> يتناحر ضِمن حيطانها ضبَّان مشهوران بذَنَب كثير العُقد</w:t>
      </w:r>
      <w:r w:rsidR="00F13C51">
        <w:rPr>
          <w:rtl/>
        </w:rPr>
        <w:t>،</w:t>
      </w:r>
      <w:r w:rsidRPr="002D7EC3">
        <w:rPr>
          <w:rtl/>
        </w:rPr>
        <w:t xml:space="preserve"> على أُنثى أبلد ما فيها أنها مِن قبيلة الضبَّان</w:t>
      </w:r>
      <w:r w:rsidR="00F13C51">
        <w:rPr>
          <w:rtl/>
        </w:rPr>
        <w:t>،</w:t>
      </w:r>
      <w:r w:rsidRPr="002D7EC3">
        <w:rPr>
          <w:rtl/>
        </w:rPr>
        <w:t xml:space="preserve"> إنَّها كرسيُّ الخلافة في الشِّبه الحاضر</w:t>
      </w:r>
      <w:r w:rsidR="00F13C51">
        <w:rPr>
          <w:rtl/>
        </w:rPr>
        <w:t>،</w:t>
      </w:r>
      <w:r w:rsidRPr="002D7EC3">
        <w:rPr>
          <w:rtl/>
        </w:rPr>
        <w:t xml:space="preserve"> لقد شغفت الأُمَّة بها مُنذ نصف قَرن</w:t>
      </w:r>
      <w:r w:rsidR="00F13C51">
        <w:rPr>
          <w:rtl/>
        </w:rPr>
        <w:t>،</w:t>
      </w:r>
      <w:r w:rsidRPr="002D7EC3">
        <w:rPr>
          <w:rtl/>
        </w:rPr>
        <w:t xml:space="preserve"> على أنْ لا تتركها إلاَّ وكلُّ إصبعٍ مِن أصابع كفِّها تنشب ظِفراً فيها وتزرع وشمَاً على قوائمها</w:t>
      </w:r>
      <w:r w:rsidR="00F13C51">
        <w:rPr>
          <w:rtl/>
        </w:rPr>
        <w:t>،</w:t>
      </w:r>
      <w:r w:rsidRPr="002D7EC3">
        <w:rPr>
          <w:rtl/>
        </w:rPr>
        <w:t xml:space="preserve"> إنَّه وشَم القبليَّة التي راحت تتلاعب بالقضيَّة</w:t>
      </w:r>
      <w:r w:rsidR="00F13C51">
        <w:rPr>
          <w:rtl/>
        </w:rPr>
        <w:t>،</w:t>
      </w:r>
      <w:r w:rsidRPr="002D7EC3">
        <w:rPr>
          <w:rtl/>
        </w:rPr>
        <w:t xml:space="preserve"> كأنَّها الأنقى بين ضبَّين</w:t>
      </w:r>
      <w:r w:rsidR="00106DAF">
        <w:rPr>
          <w:rtl/>
        </w:rPr>
        <w:t>!</w:t>
      </w:r>
      <w:r w:rsidRPr="002D7EC3">
        <w:rPr>
          <w:rtl/>
        </w:rPr>
        <w:t xml:space="preserve"> هل يجوز للأُمَّة المبنيَّة مِن جديد أنْ تتغافل عن اقتناص حَظٍّ مِن حظوظها النادرة</w:t>
      </w:r>
      <w:r w:rsidR="00F13C51">
        <w:rPr>
          <w:rtl/>
        </w:rPr>
        <w:t>،</w:t>
      </w:r>
      <w:r w:rsidRPr="002D7EC3">
        <w:rPr>
          <w:rtl/>
        </w:rPr>
        <w:t xml:space="preserve"> فتتلهَّى بالقشور عن التلقُّط باللباب</w:t>
      </w:r>
      <w:r w:rsidR="00F13C51">
        <w:rPr>
          <w:rtl/>
        </w:rPr>
        <w:t>،</w:t>
      </w:r>
      <w:r w:rsidRPr="002D7EC3">
        <w:rPr>
          <w:rtl/>
        </w:rPr>
        <w:t xml:space="preserve"> وهو ليس كرسيَّ خلافةٍ بلْ جوهر خلافة موكولة بالإحاطة به إمامة مُشتقَّة مِن ضلوع الجوهر</w:t>
      </w:r>
      <w:r w:rsidR="00106DAF">
        <w:rPr>
          <w:rtl/>
        </w:rPr>
        <w:t>!</w:t>
      </w:r>
      <w:r w:rsidRPr="002D7EC3">
        <w:rPr>
          <w:rtl/>
        </w:rPr>
        <w:t xml:space="preserve"> ألا بِئْسَت كرسيٌّ يُجرِّدها مِن معناها ضَبٌّ مِن هنا وضَبٌّ مِن هناك</w:t>
      </w:r>
      <w:r w:rsidR="00F13C51">
        <w:rPr>
          <w:rtl/>
        </w:rPr>
        <w:t>،</w:t>
      </w:r>
      <w:r w:rsidRPr="002D7EC3">
        <w:rPr>
          <w:rtl/>
        </w:rPr>
        <w:t xml:space="preserve"> وكلٌّ منهما دخيل عليها على مرأى الأصيل</w:t>
      </w:r>
      <w:r w:rsidR="00106DAF">
        <w:rPr>
          <w:rtl/>
        </w:rPr>
        <w:t>!</w:t>
      </w:r>
      <w:r w:rsidRPr="002D7EC3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ولكنَّ انفتاح الحسين على الأُفق الآخر مِن نفسه</w:t>
      </w:r>
      <w:r w:rsidR="00F13C51">
        <w:rPr>
          <w:rtl/>
        </w:rPr>
        <w:t>،</w:t>
      </w:r>
      <w:r w:rsidRPr="002D7EC3">
        <w:rPr>
          <w:rtl/>
        </w:rPr>
        <w:t xml:space="preserve"> وهو ا</w:t>
      </w:r>
      <w:r w:rsidR="002C2DD7">
        <w:rPr>
          <w:rtl/>
        </w:rPr>
        <w:t>لمـُ</w:t>
      </w:r>
      <w:r w:rsidRPr="002D7EC3">
        <w:rPr>
          <w:rtl/>
        </w:rPr>
        <w:t>طلُّ به الآن على ساحة الصراع الكُبرى</w:t>
      </w:r>
      <w:r w:rsidR="00F13C51">
        <w:rPr>
          <w:rtl/>
        </w:rPr>
        <w:t>،</w:t>
      </w:r>
      <w:r w:rsidRPr="002D7EC3">
        <w:rPr>
          <w:rtl/>
        </w:rPr>
        <w:t xml:space="preserve"> أوقفته رهيباً في فُسحة المجال</w:t>
      </w:r>
      <w:r w:rsidR="00F13C51">
        <w:rPr>
          <w:rtl/>
        </w:rPr>
        <w:t>،</w:t>
      </w:r>
      <w:r w:rsidRPr="002D7EC3">
        <w:rPr>
          <w:rtl/>
        </w:rPr>
        <w:t xml:space="preserve"> لتقول له</w:t>
      </w:r>
      <w:r w:rsidR="00F13C51">
        <w:rPr>
          <w:rtl/>
        </w:rPr>
        <w:t>:</w:t>
      </w:r>
      <w:r w:rsidRPr="002D7EC3">
        <w:rPr>
          <w:rtl/>
        </w:rPr>
        <w:t xml:space="preserve"> إنَّها الأُمَّة وكلُّ المجالات منشورة أمامها</w:t>
      </w:r>
      <w:r w:rsidR="00F13C51">
        <w:rPr>
          <w:rtl/>
        </w:rPr>
        <w:t>،</w:t>
      </w:r>
      <w:r w:rsidRPr="002D7EC3">
        <w:rPr>
          <w:rtl/>
        </w:rPr>
        <w:t xml:space="preserve"> وهي التي يُعلِّمها الحَقُّ كيف تُميِّز بين خَطٍّ وخَطٍّ مِن مَفارق دروبها</w:t>
      </w:r>
      <w:r w:rsidR="00C327EB">
        <w:rPr>
          <w:rtl/>
        </w:rPr>
        <w:t>.</w:t>
      </w:r>
      <w:r w:rsidRPr="002D7EC3">
        <w:rPr>
          <w:rtl/>
        </w:rPr>
        <w:t xml:space="preserve"> لقد قدَّم لها الحَقَّ جَدُّك العظيم وهي تأخذ منه زمام أُمورها</w:t>
      </w:r>
      <w:r w:rsidR="00F13C51">
        <w:rPr>
          <w:rtl/>
        </w:rPr>
        <w:t>،</w:t>
      </w:r>
      <w:r w:rsidRPr="002D7EC3">
        <w:rPr>
          <w:rtl/>
        </w:rPr>
        <w:t xml:space="preserve"> وقدم لها أبوك صراطاً تسلكه مُستقيماً إلى هذا الحَقِّ تُركِّز به وجودها</w:t>
      </w:r>
      <w:r w:rsidR="00F13C51">
        <w:rPr>
          <w:rtl/>
        </w:rPr>
        <w:t>،</w:t>
      </w:r>
      <w:r w:rsidRPr="002D7EC3">
        <w:rPr>
          <w:rtl/>
        </w:rPr>
        <w:t xml:space="preserve"> وقدَّم لها أخوك لوناً آخر تُعزِّز به أوصالها في معركته الحياتيَّة</w:t>
      </w:r>
      <w:r w:rsidR="00F13C51">
        <w:rPr>
          <w:rtl/>
        </w:rPr>
        <w:t>،</w:t>
      </w:r>
      <w:r w:rsidRPr="002D7EC3">
        <w:rPr>
          <w:rtl/>
        </w:rPr>
        <w:t xml:space="preserve"> أمَّا أنت فقدِّم لها ما تراه ضعيفاً في حِزامها</w:t>
      </w:r>
      <w:r w:rsidR="00F13C51">
        <w:rPr>
          <w:rtl/>
        </w:rPr>
        <w:t>،</w:t>
      </w:r>
      <w:r w:rsidRPr="002D7EC3">
        <w:rPr>
          <w:rtl/>
        </w:rPr>
        <w:t xml:space="preserve"> فتتدارك به سقوطها تحت حوافر الميدان</w:t>
      </w:r>
      <w:r w:rsidR="00F13C51">
        <w:rPr>
          <w:rtl/>
        </w:rPr>
        <w:t>،</w:t>
      </w:r>
      <w:r w:rsidRPr="002D7EC3">
        <w:rPr>
          <w:rtl/>
        </w:rPr>
        <w:t xml:space="preserve"> واعلم تماماً</w:t>
      </w:r>
      <w:r w:rsidR="00F13C51">
        <w:rPr>
          <w:rtl/>
        </w:rPr>
        <w:t xml:space="preserve"> - </w:t>
      </w:r>
      <w:r w:rsidRPr="002D7EC3">
        <w:rPr>
          <w:rtl/>
        </w:rPr>
        <w:t>يا حسين</w:t>
      </w:r>
      <w:r w:rsidR="00F13C51">
        <w:rPr>
          <w:rtl/>
        </w:rPr>
        <w:t xml:space="preserve"> - </w:t>
      </w:r>
      <w:r w:rsidRPr="002D7EC3">
        <w:rPr>
          <w:rtl/>
        </w:rPr>
        <w:t>أنَّ معركتك الطويلة ليست</w:t>
      </w:r>
      <w:r w:rsidR="00F13C51">
        <w:rPr>
          <w:rtl/>
        </w:rPr>
        <w:t xml:space="preserve"> - </w:t>
      </w:r>
      <w:r w:rsidRPr="002D7EC3">
        <w:rPr>
          <w:rtl/>
        </w:rPr>
        <w:t>أبداً</w:t>
      </w:r>
      <w:r w:rsidR="00F13C51">
        <w:rPr>
          <w:rtl/>
        </w:rPr>
        <w:t xml:space="preserve"> - </w:t>
      </w:r>
      <w:r w:rsidRPr="002D7EC3">
        <w:rPr>
          <w:rtl/>
        </w:rPr>
        <w:t>ضِمن حيطان خَربة مِن الخرائب</w:t>
      </w:r>
      <w:r w:rsidR="00F13C51">
        <w:rPr>
          <w:rtl/>
        </w:rPr>
        <w:t>،</w:t>
      </w:r>
      <w:r w:rsidRPr="002D7EC3">
        <w:rPr>
          <w:rtl/>
        </w:rPr>
        <w:t xml:space="preserve"> بلْ في الميدان الأكبر الذي لا ينتهي فيه الصراع</w:t>
      </w:r>
      <w:r w:rsidR="00F13C51">
        <w:rPr>
          <w:rtl/>
        </w:rPr>
        <w:t>،</w:t>
      </w:r>
      <w:r w:rsidRPr="002D7EC3">
        <w:rPr>
          <w:rtl/>
        </w:rPr>
        <w:t xml:space="preserve"> بلْ يشتدُّ فيه الصراع في حِضن الحياة الأوسع</w:t>
      </w:r>
      <w:r w:rsidR="00F13C51">
        <w:rPr>
          <w:rtl/>
        </w:rPr>
        <w:t>،</w:t>
      </w:r>
      <w:r w:rsidRPr="002D7EC3">
        <w:rPr>
          <w:rtl/>
        </w:rPr>
        <w:t xml:space="preserve"> وأنَّه الميدان البِكر الذي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امتصَّ عِرْق جَدِّك وأبيك</w:t>
      </w:r>
      <w:r w:rsidR="00F13C51">
        <w:rPr>
          <w:rtl/>
        </w:rPr>
        <w:t>،</w:t>
      </w:r>
      <w:r w:rsidRPr="002D7EC3">
        <w:rPr>
          <w:rtl/>
        </w:rPr>
        <w:t xml:space="preserve"> وأُمِّك وأخيك</w:t>
      </w:r>
      <w:r w:rsidR="00F13C51">
        <w:rPr>
          <w:rtl/>
        </w:rPr>
        <w:t>،</w:t>
      </w:r>
      <w:r w:rsidRPr="002D7EC3">
        <w:rPr>
          <w:rtl/>
        </w:rPr>
        <w:t xml:space="preserve"> فهل تراه بعد الآن لا يُشوِّقه أنْ يمتصَّ دمك</w:t>
      </w:r>
      <w:r w:rsidR="00106DAF">
        <w:rPr>
          <w:rtl/>
        </w:rPr>
        <w:t>!</w:t>
      </w:r>
      <w:r w:rsidRPr="002D7EC3">
        <w:rPr>
          <w:rtl/>
        </w:rPr>
        <w:t>!!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2D7EC3">
        <w:rPr>
          <w:rtl/>
        </w:rPr>
        <w:t xml:space="preserve"> 6</w:t>
      </w:r>
      <w:r>
        <w:rPr>
          <w:rtl/>
        </w:rPr>
        <w:t xml:space="preserve"> -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لست أظنُّها إلاَّ استحكمت حلقات ا</w:t>
      </w:r>
      <w:r w:rsidR="002C2DD7">
        <w:rPr>
          <w:rtl/>
        </w:rPr>
        <w:t>لمـُ</w:t>
      </w:r>
      <w:r w:rsidRPr="002D7EC3">
        <w:rPr>
          <w:rtl/>
        </w:rPr>
        <w:t>عاناة في نفسيَّة الحسين</w:t>
      </w:r>
      <w:r w:rsidR="00F13C51">
        <w:rPr>
          <w:rtl/>
        </w:rPr>
        <w:t>،</w:t>
      </w:r>
      <w:r w:rsidRPr="002D7EC3">
        <w:rPr>
          <w:rtl/>
        </w:rPr>
        <w:t xml:space="preserve"> على التحام بكلِّ مُعاناة قاساها جَدُّه الأكبر</w:t>
      </w:r>
      <w:r w:rsidR="00F13C51">
        <w:rPr>
          <w:rtl/>
        </w:rPr>
        <w:t>،</w:t>
      </w:r>
      <w:r w:rsidRPr="002D7EC3">
        <w:rPr>
          <w:rtl/>
        </w:rPr>
        <w:t xml:space="preserve"> وهو يستجيب إلى كلِّ نداءات الحَقِّ</w:t>
      </w:r>
      <w:r w:rsidR="00F13C51">
        <w:rPr>
          <w:rtl/>
        </w:rPr>
        <w:t>،</w:t>
      </w:r>
      <w:r w:rsidRPr="002D7EC3">
        <w:rPr>
          <w:rtl/>
        </w:rPr>
        <w:t xml:space="preserve"> ليصوغ منها الملحمة الرائعة التي ألَّف منها حقيقة الصراع في المضمار</w:t>
      </w:r>
      <w:r w:rsidR="00F13C51">
        <w:rPr>
          <w:rtl/>
        </w:rPr>
        <w:t>،</w:t>
      </w:r>
      <w:r w:rsidRPr="002D7EC3">
        <w:rPr>
          <w:rtl/>
        </w:rPr>
        <w:t xml:space="preserve"> الذي تلجأ إليه كلُّ أُمَّة مِن أُمم الأرض</w:t>
      </w:r>
      <w:r w:rsidR="00F13C51">
        <w:rPr>
          <w:rtl/>
        </w:rPr>
        <w:t>،</w:t>
      </w:r>
      <w:r w:rsidRPr="002D7EC3">
        <w:rPr>
          <w:rtl/>
        </w:rPr>
        <w:t xml:space="preserve"> مِن أجل استيفاء حقِّها الإنساني في الوجود</w:t>
      </w:r>
      <w:r w:rsidR="00C327EB">
        <w:rPr>
          <w:rtl/>
        </w:rPr>
        <w:t>.</w:t>
      </w:r>
      <w:r w:rsidRPr="002D7EC3">
        <w:rPr>
          <w:rtl/>
        </w:rPr>
        <w:t xml:space="preserve"> إنَّ أُمَّة جَدِّه هي المضمار الأساس في انطلاق المجاهيد</w:t>
      </w:r>
      <w:r w:rsidR="00F13C51">
        <w:rPr>
          <w:rtl/>
        </w:rPr>
        <w:t>،</w:t>
      </w:r>
      <w:r w:rsidRPr="002D7EC3">
        <w:rPr>
          <w:rtl/>
        </w:rPr>
        <w:t xml:space="preserve"> وتركيزها حاجة لإنسانها النامي</w:t>
      </w:r>
      <w:r w:rsidR="00F13C51">
        <w:rPr>
          <w:rtl/>
        </w:rPr>
        <w:t>،</w:t>
      </w:r>
      <w:r w:rsidRPr="002D7EC3">
        <w:rPr>
          <w:rtl/>
        </w:rPr>
        <w:t xml:space="preserve"> وسيكون للحسين أنْ يُتابع الخَطَّ في مسيرته ا</w:t>
      </w:r>
      <w:r w:rsidR="002C2DD7">
        <w:rPr>
          <w:rtl/>
        </w:rPr>
        <w:t>لمـُ</w:t>
      </w:r>
      <w:r w:rsidRPr="002D7EC3">
        <w:rPr>
          <w:rtl/>
        </w:rPr>
        <w:t>عيَّنة</w:t>
      </w:r>
      <w:r w:rsidR="00F13C51">
        <w:rPr>
          <w:rtl/>
        </w:rPr>
        <w:t>؛</w:t>
      </w:r>
      <w:r w:rsidRPr="002D7EC3">
        <w:rPr>
          <w:rtl/>
        </w:rPr>
        <w:t xml:space="preserve"> ومِن أجل هذه الأُمَّة بالذات</w:t>
      </w:r>
      <w:r w:rsidR="00F13C51">
        <w:rPr>
          <w:rtl/>
        </w:rPr>
        <w:t>؛</w:t>
      </w:r>
      <w:r w:rsidRPr="002D7EC3">
        <w:rPr>
          <w:rtl/>
        </w:rPr>
        <w:t xml:space="preserve"> تلبية لكلِّ ما انتدبه جَدُّه للقيام به</w:t>
      </w:r>
      <w:r w:rsidR="00F13C51">
        <w:rPr>
          <w:rtl/>
        </w:rPr>
        <w:t>،</w:t>
      </w:r>
      <w:r w:rsidRPr="002D7EC3">
        <w:rPr>
          <w:rtl/>
        </w:rPr>
        <w:t xml:space="preserve"> تحضيراً وتتميماً</w:t>
      </w:r>
      <w:r w:rsidR="00F13C51">
        <w:rPr>
          <w:rtl/>
        </w:rPr>
        <w:t>،</w:t>
      </w:r>
      <w:r w:rsidRPr="002D7EC3">
        <w:rPr>
          <w:rtl/>
        </w:rPr>
        <w:t xml:space="preserve"> وبذلاً موصولاً بالعقل</w:t>
      </w:r>
      <w:r w:rsidR="00F13C51">
        <w:rPr>
          <w:rtl/>
        </w:rPr>
        <w:t>،</w:t>
      </w:r>
      <w:r w:rsidRPr="002D7EC3">
        <w:rPr>
          <w:rtl/>
        </w:rPr>
        <w:t xml:space="preserve"> والنفس</w:t>
      </w:r>
      <w:r w:rsidR="00F13C51">
        <w:rPr>
          <w:rtl/>
        </w:rPr>
        <w:t>،</w:t>
      </w:r>
      <w:r w:rsidRPr="002D7EC3">
        <w:rPr>
          <w:rtl/>
        </w:rPr>
        <w:t xml:space="preserve"> والضمير</w:t>
      </w:r>
      <w:r w:rsidR="00F13C51">
        <w:rPr>
          <w:rtl/>
        </w:rPr>
        <w:t>،</w:t>
      </w:r>
      <w:r w:rsidRPr="002D7EC3">
        <w:rPr>
          <w:rtl/>
        </w:rPr>
        <w:t xml:space="preserve"> تمتصُّه الساحة وهي في مضمار صراعها في التحقيق</w:t>
      </w:r>
      <w:r w:rsidR="00F13C51">
        <w:rPr>
          <w:rtl/>
        </w:rPr>
        <w:t>،</w:t>
      </w:r>
      <w:r w:rsidRPr="002D7EC3">
        <w:rPr>
          <w:rtl/>
        </w:rPr>
        <w:t xml:space="preserve"> دون أنْ توهى بشُحٍّ ونُضوب</w:t>
      </w:r>
      <w:r w:rsidR="00F13C51">
        <w:rPr>
          <w:rtl/>
        </w:rPr>
        <w:t>،</w:t>
      </w:r>
      <w:r w:rsidRPr="002D7EC3">
        <w:rPr>
          <w:rtl/>
        </w:rPr>
        <w:t xml:space="preserve"> أيْ</w:t>
      </w:r>
      <w:r w:rsidR="00F13C51">
        <w:rPr>
          <w:rtl/>
        </w:rPr>
        <w:t>:</w:t>
      </w:r>
      <w:r w:rsidRPr="002D7EC3">
        <w:rPr>
          <w:rtl/>
        </w:rPr>
        <w:t xml:space="preserve"> إنَّ المطلوب هو تقديم البَذل مِن ا</w:t>
      </w:r>
      <w:r w:rsidR="002C2DD7">
        <w:rPr>
          <w:rtl/>
        </w:rPr>
        <w:t>لمـَ</w:t>
      </w:r>
      <w:r w:rsidRPr="002D7EC3">
        <w:rPr>
          <w:rtl/>
        </w:rPr>
        <w:t>عدن النفيس ا</w:t>
      </w:r>
      <w:r w:rsidR="002C2DD7">
        <w:rPr>
          <w:rtl/>
        </w:rPr>
        <w:t>لمـُ</w:t>
      </w:r>
      <w:r w:rsidRPr="002D7EC3">
        <w:rPr>
          <w:rtl/>
        </w:rPr>
        <w:t>شتقّ مِن الإيمان والقلب</w:t>
      </w:r>
      <w:r w:rsidR="00F13C51">
        <w:rPr>
          <w:rtl/>
        </w:rPr>
        <w:t>،</w:t>
      </w:r>
      <w:r w:rsidRPr="002D7EC3">
        <w:rPr>
          <w:rtl/>
        </w:rPr>
        <w:t xml:space="preserve"> والصدق والحُجى</w:t>
      </w:r>
      <w:r w:rsidR="00C327EB">
        <w:rPr>
          <w:rtl/>
        </w:rPr>
        <w:t>.</w:t>
      </w:r>
      <w:r w:rsidRPr="002D7EC3">
        <w:rPr>
          <w:rtl/>
        </w:rPr>
        <w:t xml:space="preserve"> وهي كلُّها ثروات تُعمِّر بها جيوب النفس في الإنسان</w:t>
      </w:r>
      <w:r w:rsidR="00F13C51">
        <w:rPr>
          <w:rtl/>
        </w:rPr>
        <w:t>،</w:t>
      </w:r>
      <w:r w:rsidRPr="002D7EC3">
        <w:rPr>
          <w:rtl/>
        </w:rPr>
        <w:t xml:space="preserve"> وهي التي تخلد بها إنسانيَّة الإنسان</w:t>
      </w:r>
      <w:r w:rsidR="00F13C51">
        <w:rPr>
          <w:rtl/>
        </w:rPr>
        <w:t>،</w:t>
      </w:r>
      <w:r w:rsidRPr="002D7EC3">
        <w:rPr>
          <w:rtl/>
        </w:rPr>
        <w:t xml:space="preserve"> وذلك هو التراث الذي تستمرُّ به</w:t>
      </w:r>
      <w:r w:rsidR="00F13C51">
        <w:rPr>
          <w:rtl/>
        </w:rPr>
        <w:t xml:space="preserve"> - </w:t>
      </w:r>
      <w:r w:rsidRPr="002D7EC3">
        <w:rPr>
          <w:rtl/>
        </w:rPr>
        <w:t>غنية</w:t>
      </w:r>
      <w:r w:rsidR="00F13C51">
        <w:rPr>
          <w:rtl/>
        </w:rPr>
        <w:t xml:space="preserve"> - </w:t>
      </w:r>
      <w:r w:rsidRPr="002D7EC3">
        <w:rPr>
          <w:rtl/>
        </w:rPr>
        <w:t>كل أُمَّة يلفحها مثل هذا الكرم</w:t>
      </w:r>
      <w:r w:rsidR="00F13C51">
        <w:rPr>
          <w:rtl/>
        </w:rPr>
        <w:t>،</w:t>
      </w:r>
      <w:r w:rsidRPr="002D7EC3">
        <w:rPr>
          <w:rtl/>
        </w:rPr>
        <w:t xml:space="preserve"> مِن مثل هذا ا</w:t>
      </w:r>
      <w:r w:rsidR="002C2DD7">
        <w:rPr>
          <w:rtl/>
        </w:rPr>
        <w:t>لمـَ</w:t>
      </w:r>
      <w:r w:rsidRPr="002D7EC3">
        <w:rPr>
          <w:rtl/>
        </w:rPr>
        <w:t>عدن المِغزار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لقد أوصلت ا</w:t>
      </w:r>
      <w:r w:rsidR="002C2DD7">
        <w:rPr>
          <w:rtl/>
        </w:rPr>
        <w:t>لمـُ</w:t>
      </w:r>
      <w:r w:rsidRPr="002D7EC3">
        <w:rPr>
          <w:rtl/>
        </w:rPr>
        <w:t>عاناة الحسين إلى إدراك حقيقته الإنسانيَّة العظيمة</w:t>
      </w:r>
      <w:r w:rsidR="00F13C51">
        <w:rPr>
          <w:rtl/>
        </w:rPr>
        <w:t>،</w:t>
      </w:r>
      <w:r w:rsidRPr="002D7EC3">
        <w:rPr>
          <w:rtl/>
        </w:rPr>
        <w:t xml:space="preserve"> بأنَّها مُشتقَّة مِن الأُمَّة ومُتمادية بها</w:t>
      </w:r>
      <w:r w:rsidR="00F13C51">
        <w:rPr>
          <w:rtl/>
        </w:rPr>
        <w:t>،</w:t>
      </w:r>
      <w:r w:rsidRPr="002D7EC3">
        <w:rPr>
          <w:rtl/>
        </w:rPr>
        <w:t xml:space="preserve"> وأنَّ الأُمَّة هي يوم حاضر مُعزَّز بطول الأمس</w:t>
      </w:r>
      <w:r w:rsidR="00F13C51">
        <w:rPr>
          <w:rtl/>
        </w:rPr>
        <w:t>،</w:t>
      </w:r>
      <w:r w:rsidRPr="002D7EC3">
        <w:rPr>
          <w:rtl/>
        </w:rPr>
        <w:t xml:space="preserve"> ليكون لها</w:t>
      </w:r>
      <w:r w:rsidR="00F13C51">
        <w:rPr>
          <w:rtl/>
        </w:rPr>
        <w:t xml:space="preserve"> - </w:t>
      </w:r>
      <w:r w:rsidRPr="002D7EC3">
        <w:rPr>
          <w:rtl/>
        </w:rPr>
        <w:t>مِن هذا الأمس</w:t>
      </w:r>
      <w:r w:rsidR="00F13C51">
        <w:rPr>
          <w:rtl/>
        </w:rPr>
        <w:t xml:space="preserve"> - </w:t>
      </w:r>
      <w:r w:rsidRPr="002D7EC3">
        <w:rPr>
          <w:rtl/>
        </w:rPr>
        <w:t>وصلةً بالغَد الطويل الأغرِّ</w:t>
      </w:r>
      <w:r w:rsidR="00F13C51">
        <w:rPr>
          <w:rtl/>
        </w:rPr>
        <w:t>،</w:t>
      </w:r>
      <w:r w:rsidRPr="002D7EC3">
        <w:rPr>
          <w:rtl/>
        </w:rPr>
        <w:t xml:space="preserve"> وأنَّ ا</w:t>
      </w:r>
      <w:r w:rsidR="002C2DD7">
        <w:rPr>
          <w:rtl/>
        </w:rPr>
        <w:t>لمـُ</w:t>
      </w:r>
      <w:r w:rsidRPr="002D7EC3">
        <w:rPr>
          <w:rtl/>
        </w:rPr>
        <w:t>ثل الكريمة هي التي وسَّعت عمرها كأُمَّة</w:t>
      </w:r>
      <w:r w:rsidR="00F13C51">
        <w:rPr>
          <w:rtl/>
        </w:rPr>
        <w:t>،</w:t>
      </w:r>
      <w:r w:rsidRPr="002D7EC3">
        <w:rPr>
          <w:rtl/>
        </w:rPr>
        <w:t xml:space="preserve"> ومتَّنت جذورها في الماضي السحيق</w:t>
      </w:r>
      <w:r w:rsidR="00F13C51">
        <w:rPr>
          <w:rtl/>
        </w:rPr>
        <w:t>،</w:t>
      </w:r>
      <w:r w:rsidRPr="002D7EC3">
        <w:rPr>
          <w:rtl/>
        </w:rPr>
        <w:t xml:space="preserve"> وأنَّها هي ذاتها ا</w:t>
      </w:r>
      <w:r w:rsidR="002C2DD7">
        <w:rPr>
          <w:rtl/>
        </w:rPr>
        <w:t>لمـُ</w:t>
      </w:r>
      <w:r w:rsidRPr="002D7EC3">
        <w:rPr>
          <w:rtl/>
        </w:rPr>
        <w:t>ثل التي تتولَّد مِن شوقها الحيِّ</w:t>
      </w:r>
      <w:r w:rsidR="00F13C51">
        <w:rPr>
          <w:rtl/>
        </w:rPr>
        <w:t>،</w:t>
      </w:r>
      <w:r w:rsidRPr="002D7EC3">
        <w:rPr>
          <w:rtl/>
        </w:rPr>
        <w:t xml:space="preserve"> تُتابع بها صراعها مِن أجل الوصول إلى كلِّ غَدٍ وسيعٍ فيه عِزُّها وفَخرها</w:t>
      </w:r>
      <w:r w:rsidR="00F13C51">
        <w:rPr>
          <w:rtl/>
        </w:rPr>
        <w:t>،</w:t>
      </w:r>
      <w:r w:rsidRPr="002D7EC3">
        <w:rPr>
          <w:rtl/>
        </w:rPr>
        <w:t xml:space="preserve"> وكان جَدُّه العظيم كلَّ تفتيشها ا</w:t>
      </w:r>
      <w:r w:rsidR="002C2DD7">
        <w:rPr>
          <w:rtl/>
        </w:rPr>
        <w:t>لمـُ</w:t>
      </w:r>
      <w:r w:rsidRPr="002D7EC3">
        <w:rPr>
          <w:rtl/>
        </w:rPr>
        <w:t>شتاق عن تكثيف هذه ا</w:t>
      </w:r>
      <w:r w:rsidR="002C2DD7">
        <w:rPr>
          <w:rtl/>
        </w:rPr>
        <w:t>لمـُ</w:t>
      </w:r>
      <w:r w:rsidRPr="002D7EC3">
        <w:rPr>
          <w:rtl/>
        </w:rPr>
        <w:t>ثل</w:t>
      </w:r>
      <w:r w:rsidR="00F13C51">
        <w:rPr>
          <w:rtl/>
        </w:rPr>
        <w:t>،</w:t>
      </w:r>
      <w:r w:rsidRPr="002D7EC3">
        <w:rPr>
          <w:rtl/>
        </w:rPr>
        <w:t xml:space="preserve"> والاستنجاد بها في تحقيقها الذاتي</w:t>
      </w:r>
      <w:r w:rsidR="00F13C51">
        <w:rPr>
          <w:rtl/>
        </w:rPr>
        <w:t>،</w:t>
      </w:r>
      <w:r w:rsidRPr="002D7EC3">
        <w:rPr>
          <w:rtl/>
        </w:rPr>
        <w:t xml:space="preserve"> وهذه هي مادَّة الصراع</w:t>
      </w:r>
      <w:r w:rsidR="00F13C51">
        <w:rPr>
          <w:rtl/>
        </w:rPr>
        <w:t>،</w:t>
      </w:r>
      <w:r w:rsidRPr="002D7EC3">
        <w:rPr>
          <w:rtl/>
        </w:rPr>
        <w:t xml:space="preserve"> تجده الأُمَّة في البذل النفيس يُقدِّمه لها نبيُّها مِمَّا غرفه مِن مَعدن الحَقِّ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لقد علَّمه جَدُّه كيف يكون البذل الصادق مادَّة لا تنضب</w:t>
      </w:r>
      <w:r w:rsidR="00F13C51">
        <w:rPr>
          <w:rtl/>
        </w:rPr>
        <w:t>،</w:t>
      </w:r>
      <w:r w:rsidRPr="002D7EC3">
        <w:rPr>
          <w:rtl/>
        </w:rPr>
        <w:t xml:space="preserve"> بلْ تزيد مع كلِّ يوم يشتدُّ فيه الأخذ منها</w:t>
      </w:r>
      <w:r w:rsidR="00F13C51">
        <w:rPr>
          <w:rtl/>
        </w:rPr>
        <w:t>،</w:t>
      </w:r>
      <w:r w:rsidRPr="002D7EC3">
        <w:rPr>
          <w:rtl/>
        </w:rPr>
        <w:t xml:space="preserve"> والأخذ منها هو ا</w:t>
      </w:r>
      <w:r w:rsidR="002C2DD7">
        <w:rPr>
          <w:rtl/>
        </w:rPr>
        <w:t>لمـُ</w:t>
      </w:r>
      <w:r w:rsidRPr="002D7EC3">
        <w:rPr>
          <w:rtl/>
        </w:rPr>
        <w:t>جدِّد والمولِّد في غزارتها والشاهد على طيب مذاقها</w:t>
      </w:r>
      <w:r w:rsidR="00F13C51">
        <w:rPr>
          <w:rtl/>
        </w:rPr>
        <w:t>،</w:t>
      </w:r>
      <w:r w:rsidRPr="002D7EC3">
        <w:rPr>
          <w:rtl/>
        </w:rPr>
        <w:t xml:space="preserve"> وجودة حَدِّها في الصفاء</w:t>
      </w:r>
      <w:r w:rsidR="00F13C51">
        <w:rPr>
          <w:rtl/>
        </w:rPr>
        <w:t>؛</w:t>
      </w:r>
      <w:r w:rsidRPr="002D7EC3">
        <w:rPr>
          <w:rtl/>
        </w:rPr>
        <w:t xml:space="preserve"> مِن هنا يكون البذل وليد طاقات فِكريَّة</w:t>
      </w:r>
      <w:r w:rsidR="00F13C51">
        <w:rPr>
          <w:rtl/>
        </w:rPr>
        <w:t xml:space="preserve"> - </w:t>
      </w:r>
      <w:r w:rsidRPr="002D7EC3">
        <w:rPr>
          <w:rtl/>
        </w:rPr>
        <w:t>نفسيَّة</w:t>
      </w:r>
      <w:r w:rsidR="00F13C51">
        <w:rPr>
          <w:rtl/>
        </w:rPr>
        <w:t xml:space="preserve"> - </w:t>
      </w:r>
      <w:r w:rsidRPr="002D7EC3">
        <w:rPr>
          <w:rtl/>
        </w:rPr>
        <w:t>روحيَّة</w:t>
      </w:r>
      <w:r w:rsidR="00F13C51">
        <w:rPr>
          <w:rtl/>
        </w:rPr>
        <w:t>،</w:t>
      </w:r>
      <w:r w:rsidRPr="002D7EC3">
        <w:rPr>
          <w:rtl/>
        </w:rPr>
        <w:t xml:space="preserve"> موجَّهة لمصلحة الأُمَّة</w:t>
      </w:r>
      <w:r w:rsidR="00F13C51">
        <w:rPr>
          <w:rtl/>
        </w:rPr>
        <w:t>،</w:t>
      </w:r>
      <w:r w:rsidRPr="002D7EC3">
        <w:rPr>
          <w:rtl/>
        </w:rPr>
        <w:t xml:space="preserve"> ومُعبِّرة عن حاجاتها في واقع ا</w:t>
      </w:r>
      <w:r w:rsidR="002C2DD7">
        <w:rPr>
          <w:rtl/>
        </w:rPr>
        <w:t>لمـُ</w:t>
      </w:r>
      <w:r w:rsidRPr="002D7EC3">
        <w:rPr>
          <w:rtl/>
        </w:rPr>
        <w:t>تطلَّبات ا</w:t>
      </w:r>
      <w:r w:rsidR="002C2DD7">
        <w:rPr>
          <w:rtl/>
        </w:rPr>
        <w:t>لمـُ</w:t>
      </w:r>
      <w:r w:rsidRPr="002D7EC3">
        <w:rPr>
          <w:rtl/>
        </w:rPr>
        <w:t>لازمة لها</w:t>
      </w:r>
      <w:r w:rsidR="00F13C51">
        <w:rPr>
          <w:rtl/>
        </w:rPr>
        <w:t>،</w:t>
      </w:r>
      <w:r w:rsidRPr="002D7EC3">
        <w:rPr>
          <w:rtl/>
        </w:rPr>
        <w:t xml:space="preserve"> والتي هي جديدها الدائم في سنة التقدم والتطوُّر</w:t>
      </w:r>
      <w:r w:rsidR="00F13C51">
        <w:rPr>
          <w:rtl/>
        </w:rPr>
        <w:t>،</w:t>
      </w:r>
      <w:r w:rsidRPr="002D7EC3">
        <w:rPr>
          <w:rtl/>
        </w:rPr>
        <w:t xml:space="preserve"> وعدم القَبول بأيِّ عاملٍ مِن عوامل التنقيص</w:t>
      </w:r>
      <w:r w:rsidR="00F13C51">
        <w:rPr>
          <w:rtl/>
        </w:rPr>
        <w:t>،</w:t>
      </w:r>
      <w:r w:rsidRPr="002D7EC3">
        <w:rPr>
          <w:rtl/>
        </w:rPr>
        <w:t xml:space="preserve"> مِن الزخم ا</w:t>
      </w:r>
      <w:r w:rsidR="002C2DD7">
        <w:rPr>
          <w:rtl/>
        </w:rPr>
        <w:t>لمـُ</w:t>
      </w:r>
      <w:r w:rsidRPr="002D7EC3">
        <w:rPr>
          <w:rtl/>
        </w:rPr>
        <w:t>تدرِّج بها إلى ا</w:t>
      </w:r>
      <w:r w:rsidR="002C2DD7">
        <w:rPr>
          <w:rtl/>
        </w:rPr>
        <w:t>لمـَ</w:t>
      </w:r>
      <w:r w:rsidRPr="002D7EC3">
        <w:rPr>
          <w:rtl/>
        </w:rPr>
        <w:t>راقي الزاخرة بعزم الحياة في الوجود الإنسانيَّ الكريم السمات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والحقيقة أنَّ ا</w:t>
      </w:r>
      <w:r w:rsidR="002C2DD7">
        <w:rPr>
          <w:rtl/>
        </w:rPr>
        <w:t>لمـُ</w:t>
      </w:r>
      <w:r w:rsidRPr="002D7EC3">
        <w:rPr>
          <w:rtl/>
        </w:rPr>
        <w:t>عاناة الطويلة التي اشتغلت بالحسين شُغلها الكبير</w:t>
      </w:r>
      <w:r w:rsidR="00F13C51">
        <w:rPr>
          <w:rtl/>
        </w:rPr>
        <w:t>،</w:t>
      </w:r>
      <w:r w:rsidRPr="002D7EC3">
        <w:rPr>
          <w:rtl/>
        </w:rPr>
        <w:t xml:space="preserve"> قد وصلت به إلى هذه الحدود ا</w:t>
      </w:r>
      <w:r w:rsidR="002C2DD7">
        <w:rPr>
          <w:rtl/>
        </w:rPr>
        <w:t>لمـُ</w:t>
      </w:r>
      <w:r w:rsidRPr="002D7EC3">
        <w:rPr>
          <w:rtl/>
        </w:rPr>
        <w:t>قرَّرة كيفيَّة التصرُّف</w:t>
      </w:r>
      <w:r w:rsidR="00F13C51">
        <w:rPr>
          <w:rtl/>
        </w:rPr>
        <w:t>،</w:t>
      </w:r>
      <w:r w:rsidRPr="002D7EC3">
        <w:rPr>
          <w:rtl/>
        </w:rPr>
        <w:t xml:space="preserve"> ونوعيَّة ا</w:t>
      </w:r>
      <w:r w:rsidR="002C2DD7">
        <w:rPr>
          <w:rtl/>
        </w:rPr>
        <w:t>لمـُ</w:t>
      </w:r>
      <w:r w:rsidRPr="002D7EC3">
        <w:rPr>
          <w:rtl/>
        </w:rPr>
        <w:t>بادرات الفرديَّة</w:t>
      </w:r>
      <w:r w:rsidR="00F13C51">
        <w:rPr>
          <w:rtl/>
        </w:rPr>
        <w:t>،</w:t>
      </w:r>
      <w:r w:rsidRPr="002D7EC3">
        <w:rPr>
          <w:rtl/>
        </w:rPr>
        <w:t xml:space="preserve"> تتميماً ل</w:t>
      </w:r>
      <w:r w:rsidR="002C2DD7">
        <w:rPr>
          <w:rtl/>
        </w:rPr>
        <w:t>لمـُ</w:t>
      </w:r>
      <w:r w:rsidRPr="002D7EC3">
        <w:rPr>
          <w:rtl/>
        </w:rPr>
        <w:t>همَّة الجليلة التي حدَّدت إطارها وتوجيهها</w:t>
      </w:r>
      <w:r w:rsidR="00F13C51">
        <w:rPr>
          <w:rtl/>
        </w:rPr>
        <w:t>،</w:t>
      </w:r>
      <w:r w:rsidRPr="002D7EC3">
        <w:rPr>
          <w:rtl/>
        </w:rPr>
        <w:t xml:space="preserve"> وبروزها في كلِّ مجالات حياته</w:t>
      </w:r>
      <w:r w:rsidR="00F13C51">
        <w:rPr>
          <w:rtl/>
        </w:rPr>
        <w:t>،</w:t>
      </w:r>
      <w:r w:rsidRPr="002D7EC3">
        <w:rPr>
          <w:rtl/>
        </w:rPr>
        <w:t xml:space="preserve"> إرادة جَدِّه ا</w:t>
      </w:r>
      <w:r w:rsidR="002C2DD7">
        <w:rPr>
          <w:rtl/>
        </w:rPr>
        <w:t>لمـُ</w:t>
      </w:r>
      <w:r w:rsidRPr="002D7EC3">
        <w:rPr>
          <w:rtl/>
        </w:rPr>
        <w:t>نبثقة مِن إرادة شاملة</w:t>
      </w:r>
      <w:r w:rsidR="00F13C51">
        <w:rPr>
          <w:rtl/>
        </w:rPr>
        <w:t>،</w:t>
      </w:r>
      <w:r w:rsidRPr="002D7EC3">
        <w:rPr>
          <w:rtl/>
        </w:rPr>
        <w:t xml:space="preserve"> وغير موصوفة إلاَّ بدلالاتها التي هي سمات غير مقروءة إلاَّ بإيحاءات</w:t>
      </w:r>
      <w:r w:rsidR="00F13C51">
        <w:rPr>
          <w:rtl/>
        </w:rPr>
        <w:t>،</w:t>
      </w:r>
      <w:r w:rsidRPr="002D7EC3">
        <w:rPr>
          <w:rtl/>
        </w:rPr>
        <w:t xml:space="preserve"> تلقَّطت بها كلَّها جوارحه التي ما استراحت مليَّاً</w:t>
      </w:r>
      <w:r w:rsidR="00F13C51">
        <w:rPr>
          <w:rtl/>
        </w:rPr>
        <w:t>،</w:t>
      </w:r>
      <w:r w:rsidRPr="002D7EC3">
        <w:rPr>
          <w:rtl/>
        </w:rPr>
        <w:t xml:space="preserve"> إلاَّ في استسلامها لكلِّ المفاعل التي فجَّر بها جَدُّه كلُّ تيَّارات فِكره ونفسه وروحه</w:t>
      </w:r>
      <w:r w:rsidR="00F13C51">
        <w:rPr>
          <w:rtl/>
        </w:rPr>
        <w:t>،</w:t>
      </w:r>
      <w:r w:rsidRPr="002D7EC3">
        <w:rPr>
          <w:rtl/>
        </w:rPr>
        <w:t xml:space="preserve"> فإذا هو</w:t>
      </w:r>
      <w:r w:rsidR="00F13C51">
        <w:rPr>
          <w:rtl/>
        </w:rPr>
        <w:t xml:space="preserve"> - </w:t>
      </w:r>
      <w:r w:rsidRPr="002D7EC3">
        <w:rPr>
          <w:rtl/>
        </w:rPr>
        <w:t>أبداً</w:t>
      </w:r>
      <w:r w:rsidR="00F13C51">
        <w:rPr>
          <w:rtl/>
        </w:rPr>
        <w:t xml:space="preserve"> - </w:t>
      </w:r>
      <w:r w:rsidRPr="002D7EC3">
        <w:rPr>
          <w:rtl/>
        </w:rPr>
        <w:t>قطب مُمغنط بها</w:t>
      </w:r>
      <w:r w:rsidR="00F13C51">
        <w:rPr>
          <w:rtl/>
        </w:rPr>
        <w:t>،</w:t>
      </w:r>
      <w:r w:rsidRPr="002D7EC3">
        <w:rPr>
          <w:rtl/>
        </w:rPr>
        <w:t xml:space="preserve"> ومُستكين إليها</w:t>
      </w:r>
      <w:r w:rsidR="00F13C51">
        <w:rPr>
          <w:rtl/>
        </w:rPr>
        <w:t>،</w:t>
      </w:r>
      <w:r w:rsidRPr="002D7EC3">
        <w:rPr>
          <w:rtl/>
        </w:rPr>
        <w:t xml:space="preserve"> وحاضر الذهن لاستنباط كلِّ ما يُعزِّز ذِكره ومشيئته</w:t>
      </w:r>
      <w:r w:rsidR="00F13C51">
        <w:rPr>
          <w:rtl/>
        </w:rPr>
        <w:t>،</w:t>
      </w:r>
      <w:r w:rsidRPr="002D7EC3">
        <w:rPr>
          <w:rtl/>
        </w:rPr>
        <w:t xml:space="preserve"> ويُتمِّم شوقه في إمداد الأُمَّة بكلِّ ما يرفع شأنها</w:t>
      </w:r>
      <w:r w:rsidR="00F13C51">
        <w:rPr>
          <w:rtl/>
        </w:rPr>
        <w:t>،</w:t>
      </w:r>
      <w:r w:rsidRPr="002D7EC3">
        <w:rPr>
          <w:rtl/>
        </w:rPr>
        <w:t xml:space="preserve"> ويدفع بها إلى العِزَّة والكرامة</w:t>
      </w:r>
      <w:r w:rsidR="00F13C51">
        <w:rPr>
          <w:rtl/>
        </w:rPr>
        <w:t>،</w:t>
      </w:r>
      <w:r w:rsidRPr="002D7EC3">
        <w:rPr>
          <w:rtl/>
        </w:rPr>
        <w:t xml:space="preserve"> لأنَّها هي الصندوق الفَخم الذي نبضت فيه رسالة حدَّدت الله في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ولم يتوانَ الحسين مُطلقاً عن الإدراك</w:t>
      </w:r>
      <w:r w:rsidR="00F13C51">
        <w:rPr>
          <w:rtl/>
        </w:rPr>
        <w:t>،</w:t>
      </w:r>
      <w:r w:rsidRPr="002D7EC3">
        <w:rPr>
          <w:rtl/>
        </w:rPr>
        <w:t xml:space="preserve"> بأنَّ جَدَّه لا يستوعب ولا يستردُّ مِن غيابه إلاَّ في امتداده</w:t>
      </w:r>
      <w:r w:rsidR="00F13C51">
        <w:rPr>
          <w:rtl/>
        </w:rPr>
        <w:t xml:space="preserve"> - </w:t>
      </w:r>
      <w:r w:rsidRPr="002D7EC3">
        <w:rPr>
          <w:rtl/>
        </w:rPr>
        <w:t>هو الحسين</w:t>
      </w:r>
      <w:r w:rsidR="00F13C51">
        <w:rPr>
          <w:rtl/>
        </w:rPr>
        <w:t xml:space="preserve"> - </w:t>
      </w:r>
      <w:r w:rsidRPr="002D7EC3">
        <w:rPr>
          <w:rtl/>
        </w:rPr>
        <w:t>عِبر الإمامة الممدودة مِن أبيه إلى أخيه فإليه</w:t>
      </w:r>
      <w:r w:rsidR="00F13C51">
        <w:rPr>
          <w:rtl/>
        </w:rPr>
        <w:t>،</w:t>
      </w:r>
      <w:r w:rsidRPr="002D7EC3">
        <w:rPr>
          <w:rtl/>
        </w:rPr>
        <w:t xml:space="preserve"> على أنْ تكون الخَطَّ الضابط وا</w:t>
      </w:r>
      <w:r w:rsidR="002C2DD7">
        <w:rPr>
          <w:rtl/>
        </w:rPr>
        <w:t>لمـُ</w:t>
      </w:r>
      <w:r w:rsidRPr="002D7EC3">
        <w:rPr>
          <w:rtl/>
        </w:rPr>
        <w:t>ستوعب كلَّ هذه الأشواق</w:t>
      </w:r>
      <w:r w:rsidR="00F13C51">
        <w:rPr>
          <w:rtl/>
        </w:rPr>
        <w:t>،</w:t>
      </w:r>
      <w:r w:rsidRPr="002D7EC3">
        <w:rPr>
          <w:rtl/>
        </w:rPr>
        <w:t xml:space="preserve"> التي انصبَّت ضماناً معصوماً مِن الضعف والوهن لصيانة الأُمَّة</w:t>
      </w:r>
      <w:r w:rsidR="00F13C51">
        <w:rPr>
          <w:rtl/>
        </w:rPr>
        <w:t>،</w:t>
      </w:r>
      <w:r w:rsidRPr="002D7EC3">
        <w:rPr>
          <w:rtl/>
        </w:rPr>
        <w:t xml:space="preserve"> وهي الخزانة المجيدة لعُنفوان هذا الإنسان</w:t>
      </w:r>
      <w:r w:rsidR="00F13C51">
        <w:rPr>
          <w:rtl/>
        </w:rPr>
        <w:t>،</w:t>
      </w:r>
      <w:r w:rsidRPr="002D7EC3">
        <w:rPr>
          <w:rtl/>
        </w:rPr>
        <w:t xml:space="preserve"> الذي احتكره النبي وشدَّه إلى صدره برسالة هي صُلبه وركيزته وعزمه الشبعان مِن الوجود</w:t>
      </w:r>
      <w:r w:rsidR="00C327EB">
        <w:rPr>
          <w:rtl/>
        </w:rPr>
        <w:t>.</w:t>
      </w:r>
      <w:r w:rsidRPr="002D7EC3">
        <w:rPr>
          <w:rtl/>
        </w:rPr>
        <w:t xml:space="preserve"> إنَّ الإمامة هذه هي كلُّ المقصد السَّنْيِّ في مفهوم الحسين</w:t>
      </w:r>
      <w:r w:rsidR="00F13C51">
        <w:rPr>
          <w:rtl/>
        </w:rPr>
        <w:t>،</w:t>
      </w:r>
      <w:r w:rsidRPr="002D7EC3">
        <w:rPr>
          <w:rtl/>
        </w:rPr>
        <w:t xml:space="preserve"> وهي سِرُّ جَدِّه فيه</w:t>
      </w:r>
      <w:r w:rsidR="00F13C51">
        <w:rPr>
          <w:rtl/>
        </w:rPr>
        <w:t>،</w:t>
      </w:r>
      <w:r w:rsidRPr="002D7EC3">
        <w:rPr>
          <w:rtl/>
        </w:rPr>
        <w:t xml:space="preserve"> وسِرُّه هو في جَدِّه</w:t>
      </w:r>
      <w:r w:rsidR="00F13C51">
        <w:rPr>
          <w:rtl/>
        </w:rPr>
        <w:t>،</w:t>
      </w:r>
      <w:r w:rsidRPr="002D7EC3">
        <w:rPr>
          <w:rtl/>
        </w:rPr>
        <w:t xml:space="preserve"> وأنَّ أهل البيت هُمْ لُبُّ هذه الكينونة في كُنهها المحدود والمقصود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أمَّا الأحداث التي استجدَّت في العصر</w:t>
      </w:r>
      <w:r w:rsidR="00F13C51">
        <w:rPr>
          <w:rtl/>
        </w:rPr>
        <w:t>،</w:t>
      </w:r>
      <w:r w:rsidRPr="002D7EC3">
        <w:rPr>
          <w:rtl/>
        </w:rPr>
        <w:t xml:space="preserve"> مُنذ غياب النبي إلى هذه الساعة الراقصة بيزيد</w:t>
      </w:r>
      <w:r w:rsidR="00F13C51">
        <w:rPr>
          <w:rtl/>
        </w:rPr>
        <w:t>،</w:t>
      </w:r>
      <w:r w:rsidRPr="002D7EC3">
        <w:rPr>
          <w:rtl/>
        </w:rPr>
        <w:t xml:space="preserve"> فإنَّما هي أمراس يرقص عليها صِبْيَة الأُمَّة</w:t>
      </w:r>
      <w:r w:rsidR="00F13C51">
        <w:rPr>
          <w:rtl/>
        </w:rPr>
        <w:t>،</w:t>
      </w:r>
      <w:r w:rsidRPr="002D7EC3">
        <w:rPr>
          <w:rtl/>
        </w:rPr>
        <w:t xml:space="preserve"> يروِّضون بها أقدامهم في ساحات الملاعب</w:t>
      </w:r>
      <w:r w:rsidR="00F13C51">
        <w:rPr>
          <w:rtl/>
        </w:rPr>
        <w:t>،</w:t>
      </w:r>
      <w:r w:rsidRPr="002D7EC3">
        <w:rPr>
          <w:rtl/>
        </w:rPr>
        <w:t xml:space="preserve"> لتكون لهم</w:t>
      </w:r>
      <w:r w:rsidR="00F13C51">
        <w:rPr>
          <w:rtl/>
        </w:rPr>
        <w:t xml:space="preserve"> - </w:t>
      </w:r>
      <w:r w:rsidRPr="002D7EC3">
        <w:rPr>
          <w:rtl/>
        </w:rPr>
        <w:t>في ما بعد</w:t>
      </w:r>
      <w:r w:rsidR="00F13C51">
        <w:rPr>
          <w:rtl/>
        </w:rPr>
        <w:t xml:space="preserve"> - </w:t>
      </w:r>
      <w:r w:rsidRPr="002D7EC3">
        <w:rPr>
          <w:rtl/>
        </w:rPr>
        <w:t>حبالاً متينة</w:t>
      </w:r>
      <w:r w:rsidR="00F13C51">
        <w:rPr>
          <w:rtl/>
        </w:rPr>
        <w:t>،</w:t>
      </w:r>
      <w:r w:rsidRPr="002D7EC3">
        <w:rPr>
          <w:rtl/>
        </w:rPr>
        <w:t xml:space="preserve"> يُدْلون بها إدلاءهم إلى الآبار التي يكونون قد تعبوا بحَفرها</w:t>
      </w:r>
      <w:r w:rsidR="00F13C51">
        <w:rPr>
          <w:rtl/>
        </w:rPr>
        <w:t>،</w:t>
      </w:r>
      <w:r w:rsidRPr="002D7EC3">
        <w:rPr>
          <w:rtl/>
        </w:rPr>
        <w:t xml:space="preserve"> ينشلون بها ريَّهم مِن الماء الذي يصلون إليه بعد أنْ يتذوَّقوه</w:t>
      </w:r>
      <w:r w:rsidR="00F13C51">
        <w:rPr>
          <w:rtl/>
        </w:rPr>
        <w:t>،</w:t>
      </w:r>
      <w:r w:rsidRPr="002D7EC3">
        <w:rPr>
          <w:rtl/>
        </w:rPr>
        <w:t xml:space="preserve"> وإلاَّ فينبذونه إلى الأعمق أصفى وأذكى</w:t>
      </w:r>
      <w:r w:rsidR="00F13C51">
        <w:rPr>
          <w:rtl/>
        </w:rPr>
        <w:t>،</w:t>
      </w:r>
      <w:r w:rsidRPr="002D7EC3">
        <w:rPr>
          <w:rtl/>
        </w:rPr>
        <w:t xml:space="preserve"> تلك هي الأحداث الأمراس في نظر الحسين</w:t>
      </w:r>
      <w:r w:rsidR="00F13C51">
        <w:rPr>
          <w:rtl/>
        </w:rPr>
        <w:t xml:space="preserve"> - </w:t>
      </w:r>
      <w:r w:rsidRPr="002D7EC3">
        <w:rPr>
          <w:rtl/>
        </w:rPr>
        <w:t>بعد كثير من التامل</w:t>
      </w:r>
      <w:r w:rsidR="00F13C51">
        <w:rPr>
          <w:rtl/>
        </w:rPr>
        <w:t xml:space="preserve"> - </w:t>
      </w:r>
      <w:r w:rsidRPr="002D7EC3">
        <w:rPr>
          <w:rtl/>
        </w:rPr>
        <w:t>لم يتعب مِن الرقص عليها أمام عيون ا</w:t>
      </w:r>
      <w:r w:rsidR="002C2DD7">
        <w:rPr>
          <w:rtl/>
        </w:rPr>
        <w:t>لمـَ</w:t>
      </w:r>
      <w:r w:rsidRPr="002D7EC3">
        <w:rPr>
          <w:rtl/>
        </w:rPr>
        <w:t>لأ</w:t>
      </w:r>
      <w:r w:rsidR="00F13C51">
        <w:rPr>
          <w:rtl/>
        </w:rPr>
        <w:t>،</w:t>
      </w:r>
      <w:r w:rsidRPr="002D7EC3">
        <w:rPr>
          <w:rtl/>
        </w:rPr>
        <w:t xml:space="preserve"> لا عمر بن الخطاب</w:t>
      </w:r>
      <w:r w:rsidR="00F13C51">
        <w:rPr>
          <w:rtl/>
        </w:rPr>
        <w:t>،</w:t>
      </w:r>
      <w:r w:rsidRPr="002D7EC3">
        <w:rPr>
          <w:rtl/>
        </w:rPr>
        <w:t xml:space="preserve"> ولا أبو بكر الصدِّيق</w:t>
      </w:r>
      <w:r w:rsidR="00F13C51">
        <w:rPr>
          <w:rtl/>
        </w:rPr>
        <w:t>،</w:t>
      </w:r>
      <w:r w:rsidRPr="002D7EC3">
        <w:rPr>
          <w:rtl/>
        </w:rPr>
        <w:t xml:space="preserve"> ولا عثمان بن عفَّان</w:t>
      </w:r>
      <w:r w:rsidR="00F13C51">
        <w:rPr>
          <w:rtl/>
        </w:rPr>
        <w:t>،</w:t>
      </w:r>
      <w:r w:rsidRPr="002D7EC3">
        <w:rPr>
          <w:rtl/>
        </w:rPr>
        <w:t xml:space="preserve"> ولا مُعاوية</w:t>
      </w:r>
      <w:r w:rsidR="00F13C51">
        <w:rPr>
          <w:rtl/>
        </w:rPr>
        <w:t>،</w:t>
      </w:r>
      <w:r w:rsidRPr="002D7EC3">
        <w:rPr>
          <w:rtl/>
        </w:rPr>
        <w:t xml:space="preserve"> ولا حتَّى أبوه وأخوه</w:t>
      </w:r>
      <w:r w:rsidR="00F13C51">
        <w:rPr>
          <w:rtl/>
        </w:rPr>
        <w:t>،</w:t>
      </w:r>
      <w:r w:rsidRPr="002D7EC3">
        <w:rPr>
          <w:rtl/>
        </w:rPr>
        <w:t xml:space="preserve"> وأنَّ الدور واصل إليه الآن في مُناجزة يزيد</w:t>
      </w:r>
      <w:r w:rsidR="00F13C51">
        <w:rPr>
          <w:rtl/>
        </w:rPr>
        <w:t>،</w:t>
      </w:r>
      <w:r w:rsidRPr="002D7EC3">
        <w:rPr>
          <w:rtl/>
        </w:rPr>
        <w:t xml:space="preserve"> إنَّها كلَّها أحداث في الساحة التي تختبر الأُمَّة فيها حقيقة شوقها</w:t>
      </w:r>
      <w:r w:rsidR="00F13C51">
        <w:rPr>
          <w:rtl/>
        </w:rPr>
        <w:t>،</w:t>
      </w:r>
      <w:r w:rsidRPr="002D7EC3">
        <w:rPr>
          <w:rtl/>
        </w:rPr>
        <w:t xml:space="preserve"> وكيفيَّة إشعالها النار تحت القِدر تطهي فيه وجبات طعامها</w:t>
      </w:r>
      <w:r w:rsidR="00C327EB">
        <w:rPr>
          <w:rtl/>
        </w:rPr>
        <w:t>.</w:t>
      </w:r>
      <w:r w:rsidRPr="002D7EC3">
        <w:rPr>
          <w:rtl/>
        </w:rPr>
        <w:t xml:space="preserve"> أمَّا الرسالة</w:t>
      </w:r>
      <w:r w:rsidR="00F13C51">
        <w:rPr>
          <w:rtl/>
        </w:rPr>
        <w:t>،</w:t>
      </w:r>
      <w:r w:rsidRPr="002D7EC3">
        <w:rPr>
          <w:rtl/>
        </w:rPr>
        <w:t xml:space="preserve"> فهي التي اجتهدت مليَّاً بتقديم القنوات القويمة وا</w:t>
      </w:r>
      <w:r w:rsidR="002C2DD7">
        <w:rPr>
          <w:rtl/>
        </w:rPr>
        <w:t>لمـُ</w:t>
      </w:r>
      <w:r w:rsidRPr="002D7EC3">
        <w:rPr>
          <w:rtl/>
        </w:rPr>
        <w:t>ستنيرة بلفحات الشُّهب</w:t>
      </w:r>
      <w:r w:rsidR="00F13C51">
        <w:rPr>
          <w:rtl/>
        </w:rPr>
        <w:t>،</w:t>
      </w:r>
      <w:r w:rsidRPr="002D7EC3">
        <w:rPr>
          <w:rtl/>
        </w:rPr>
        <w:t xml:space="preserve"> لتكون ا</w:t>
      </w:r>
      <w:r w:rsidR="002C2DD7">
        <w:rPr>
          <w:rtl/>
        </w:rPr>
        <w:t>لمـَ</w:t>
      </w:r>
      <w:r w:rsidRPr="002D7EC3">
        <w:rPr>
          <w:rtl/>
        </w:rPr>
        <w:t>حكَّ الأصيل لكلِّ خُطوة تفتِّش عن حَظِّها في التصويب</w:t>
      </w:r>
      <w:r w:rsidR="00F13C51">
        <w:rPr>
          <w:rtl/>
        </w:rPr>
        <w:t>،</w:t>
      </w:r>
      <w:r w:rsidRPr="002D7EC3">
        <w:rPr>
          <w:rtl/>
        </w:rPr>
        <w:t xml:space="preserve"> وتُعيدها التجربة إليه</w:t>
      </w:r>
      <w:r w:rsidR="00F13C51">
        <w:rPr>
          <w:rtl/>
        </w:rPr>
        <w:t>،</w:t>
      </w:r>
      <w:r w:rsidRPr="002D7EC3">
        <w:rPr>
          <w:rtl/>
        </w:rPr>
        <w:t xml:space="preserve"> وستكون الرسالة المرجع الدائم للأُمَّة في المضمار</w:t>
      </w:r>
      <w:r w:rsidR="00F13C51">
        <w:rPr>
          <w:rtl/>
        </w:rPr>
        <w:t>،</w:t>
      </w:r>
      <w:r w:rsidRPr="002D7EC3">
        <w:rPr>
          <w:rtl/>
        </w:rPr>
        <w:t xml:space="preserve"> الذي تطول ضلوعه ومساحاته فوق المكان إلى مالا يحدُّه زمان</w:t>
      </w:r>
      <w:r w:rsidR="00F13C51">
        <w:rPr>
          <w:rtl/>
        </w:rPr>
        <w:t>،</w:t>
      </w:r>
      <w:r w:rsidRPr="002D7EC3">
        <w:rPr>
          <w:rtl/>
        </w:rPr>
        <w:t xml:space="preserve"> وسيكون معنى ذلك أنَّ اللاعبين هُمْ الذين تُشاهد الأُمَّة قفزهم على الأمراس</w:t>
      </w:r>
      <w:r w:rsidR="00F13C51">
        <w:rPr>
          <w:rtl/>
        </w:rPr>
        <w:t>:</w:t>
      </w:r>
      <w:r w:rsidRPr="002D7EC3">
        <w:rPr>
          <w:rtl/>
        </w:rPr>
        <w:t xml:space="preserve"> هل هو المِران العاقل الموصِل إلى جَدوى</w:t>
      </w:r>
      <w:r w:rsidR="00106DAF">
        <w:rPr>
          <w:rtl/>
        </w:rPr>
        <w:t>؟</w:t>
      </w:r>
      <w:r w:rsidRPr="002D7EC3">
        <w:rPr>
          <w:rtl/>
        </w:rPr>
        <w:t xml:space="preserve"> أم أنَّه الصبيانيِّ الهوى</w:t>
      </w:r>
      <w:r w:rsidR="00F13C51">
        <w:rPr>
          <w:rtl/>
        </w:rPr>
        <w:t>،</w:t>
      </w:r>
      <w:r w:rsidRPr="002D7EC3">
        <w:rPr>
          <w:rtl/>
        </w:rPr>
        <w:t xml:space="preserve"> الواقع توَّاً في الحُفر</w:t>
      </w:r>
      <w:r w:rsidR="00F13C51">
        <w:rPr>
          <w:rtl/>
        </w:rPr>
        <w:t>،</w:t>
      </w:r>
      <w:r w:rsidRPr="002D7EC3">
        <w:rPr>
          <w:rtl/>
        </w:rPr>
        <w:t xml:space="preserve"> والموقعها في الجريرة العمياء</w:t>
      </w:r>
      <w:r w:rsidR="00106DAF">
        <w:rPr>
          <w:rtl/>
        </w:rPr>
        <w:t>؟</w:t>
      </w:r>
      <w:r w:rsidRPr="002D7EC3">
        <w:rPr>
          <w:rtl/>
        </w:rPr>
        <w:t>! أمَّا الضعف فلابُدَّ أنْ ينكشف</w:t>
      </w:r>
      <w:r w:rsidR="00F13C51">
        <w:rPr>
          <w:rtl/>
        </w:rPr>
        <w:t>،</w:t>
      </w:r>
      <w:r w:rsidRPr="002D7EC3">
        <w:rPr>
          <w:rtl/>
        </w:rPr>
        <w:t xml:space="preserve"> مِثلما لابُدَّ للصواب أنْ تتوضَّح معالمه ويتعمَّق حُفره</w:t>
      </w:r>
      <w:r w:rsidR="00F13C51">
        <w:rPr>
          <w:rtl/>
        </w:rPr>
        <w:t>،</w:t>
      </w:r>
      <w:r w:rsidRPr="002D7EC3">
        <w:rPr>
          <w:rtl/>
        </w:rPr>
        <w:t xml:space="preserve"> وهكذا تتوصَّل الأُمَّة إلى ترجيح منهج على منهج في عمليَّة التجربة الطويلة</w:t>
      </w:r>
      <w:r w:rsidR="00F13C51">
        <w:rPr>
          <w:rtl/>
        </w:rPr>
        <w:t>،</w:t>
      </w:r>
      <w:r w:rsidRPr="002D7EC3">
        <w:rPr>
          <w:rtl/>
        </w:rPr>
        <w:t xml:space="preserve"> التي هي وصلة صراع بصراع</w:t>
      </w:r>
      <w:r w:rsidR="00F13C51">
        <w:rPr>
          <w:rtl/>
        </w:rPr>
        <w:t>،</w:t>
      </w:r>
      <w:r w:rsidRPr="002D7EC3">
        <w:rPr>
          <w:rtl/>
        </w:rPr>
        <w:t xml:space="preserve"> يأخذ بعضه بركاب بعضه الآخر</w:t>
      </w:r>
      <w:r w:rsidR="00F13C51">
        <w:rPr>
          <w:rtl/>
        </w:rPr>
        <w:t>،</w:t>
      </w:r>
      <w:r w:rsidRPr="002D7EC3">
        <w:rPr>
          <w:rtl/>
        </w:rPr>
        <w:t xml:space="preserve"> فوق الساحة الفسيحة</w:t>
      </w:r>
      <w:r w:rsidR="00F13C51">
        <w:rPr>
          <w:rtl/>
        </w:rPr>
        <w:t>،</w:t>
      </w:r>
      <w:r w:rsidRPr="002D7EC3">
        <w:rPr>
          <w:rtl/>
        </w:rPr>
        <w:t xml:space="preserve"> التي هي ميدان الأُمَّة في تفتيشها</w:t>
      </w:r>
      <w:r w:rsidR="00F13C51">
        <w:rPr>
          <w:rtl/>
        </w:rPr>
        <w:t xml:space="preserve"> - </w:t>
      </w:r>
      <w:r w:rsidRPr="002D7EC3">
        <w:rPr>
          <w:rtl/>
        </w:rPr>
        <w:t>أبداً</w:t>
      </w:r>
      <w:r w:rsidR="00F13C51">
        <w:rPr>
          <w:rtl/>
        </w:rPr>
        <w:t xml:space="preserve"> - </w:t>
      </w:r>
      <w:r w:rsidRPr="002D7EC3">
        <w:rPr>
          <w:rtl/>
        </w:rPr>
        <w:t>عن الأفضل والأسمى</w:t>
      </w:r>
      <w:r w:rsidR="00F13C51">
        <w:rPr>
          <w:rtl/>
        </w:rPr>
        <w:t>،</w:t>
      </w:r>
      <w:r w:rsidRPr="002D7EC3">
        <w:rPr>
          <w:rtl/>
        </w:rPr>
        <w:t xml:space="preserve"> وهكذا تكتشف الأُمَّة أنَّ وجودها الحيَّ هو في وقوعها فوق أرض الميدان</w:t>
      </w:r>
      <w:r w:rsidR="00F13C51">
        <w:rPr>
          <w:rtl/>
        </w:rPr>
        <w:t>،</w:t>
      </w:r>
      <w:r w:rsidRPr="002D7EC3">
        <w:rPr>
          <w:rtl/>
        </w:rPr>
        <w:t xml:space="preserve"> ثمَّ في نهوضها</w:t>
      </w:r>
      <w:r w:rsidR="00F13C51">
        <w:rPr>
          <w:rtl/>
        </w:rPr>
        <w:t xml:space="preserve"> - </w:t>
      </w:r>
      <w:r w:rsidRPr="002D7EC3">
        <w:rPr>
          <w:rtl/>
        </w:rPr>
        <w:t>وإنْ مُهشَّمة</w:t>
      </w:r>
      <w:r w:rsidR="00F13C51">
        <w:rPr>
          <w:rtl/>
        </w:rPr>
        <w:t xml:space="preserve"> - </w:t>
      </w:r>
      <w:r w:rsidRPr="002D7EC3">
        <w:rPr>
          <w:rtl/>
        </w:rPr>
        <w:t>إلى استئناف سيرها في التفتيش</w:t>
      </w:r>
      <w:r w:rsidR="00F13C51">
        <w:rPr>
          <w:rtl/>
        </w:rPr>
        <w:t>،</w:t>
      </w:r>
      <w:r w:rsidRPr="002D7EC3">
        <w:rPr>
          <w:rtl/>
        </w:rPr>
        <w:t xml:space="preserve"> والتنقيب</w:t>
      </w:r>
      <w:r w:rsidR="00F13C51">
        <w:rPr>
          <w:rtl/>
        </w:rPr>
        <w:t>،</w:t>
      </w:r>
      <w:r w:rsidRPr="002D7EC3">
        <w:rPr>
          <w:rtl/>
        </w:rPr>
        <w:t xml:space="preserve"> والإفادة مِن اقتناص العِبر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ولقد تبيَّن للحسين أنَّ في الأخطاء</w:t>
      </w:r>
      <w:r w:rsidR="00F13C51">
        <w:rPr>
          <w:rtl/>
        </w:rPr>
        <w:t xml:space="preserve"> - </w:t>
      </w:r>
      <w:r w:rsidRPr="002D7EC3">
        <w:rPr>
          <w:rtl/>
        </w:rPr>
        <w:t>وإنْ تكُن مُتتالية</w:t>
      </w:r>
      <w:r w:rsidR="00F13C51">
        <w:rPr>
          <w:rtl/>
        </w:rPr>
        <w:t xml:space="preserve"> - </w:t>
      </w:r>
      <w:r w:rsidRPr="002D7EC3">
        <w:rPr>
          <w:rtl/>
        </w:rPr>
        <w:t>دروساً بليغة تُعلِّم الأُمَّة كيفيَّة احتمال شؤمها</w:t>
      </w:r>
      <w:r w:rsidR="00F13C51">
        <w:rPr>
          <w:rtl/>
        </w:rPr>
        <w:t>،</w:t>
      </w:r>
      <w:r w:rsidRPr="002D7EC3">
        <w:rPr>
          <w:rtl/>
        </w:rPr>
        <w:t xml:space="preserve"> حتَّى يكون للتملُّص منها طَعم لذيذ التذوُّق</w:t>
      </w:r>
      <w:r w:rsidR="00F13C51">
        <w:rPr>
          <w:rtl/>
        </w:rPr>
        <w:t>،</w:t>
      </w:r>
      <w:r w:rsidRPr="002D7EC3">
        <w:rPr>
          <w:rtl/>
        </w:rPr>
        <w:t xml:space="preserve"> ومشدود العافية</w:t>
      </w:r>
      <w:r w:rsidR="00F13C51">
        <w:rPr>
          <w:rtl/>
        </w:rPr>
        <w:t>،</w:t>
      </w:r>
      <w:r w:rsidRPr="002D7EC3">
        <w:rPr>
          <w:rtl/>
        </w:rPr>
        <w:t xml:space="preserve"> وأنَّ الذين يسوسون الأُمَّة ويوقعونها في مثل هذا الوبال</w:t>
      </w:r>
      <w:r w:rsidR="00F13C51">
        <w:rPr>
          <w:rtl/>
        </w:rPr>
        <w:t>،</w:t>
      </w:r>
      <w:r w:rsidRPr="002D7EC3">
        <w:rPr>
          <w:rtl/>
        </w:rPr>
        <w:t xml:space="preserve"> هُمْ الذين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يُعلِّمونها كيف تحزم أمرها تجاههم وهي تقول</w:t>
      </w:r>
      <w:r w:rsidR="00F13C51">
        <w:rPr>
          <w:rtl/>
        </w:rPr>
        <w:t>:</w:t>
      </w:r>
      <w:r w:rsidRPr="002D7EC3">
        <w:rPr>
          <w:rtl/>
        </w:rPr>
        <w:t xml:space="preserve"> إنَّ في الشَّرِّ خيراً عميماً لأُولي الألباب</w:t>
      </w:r>
      <w:r w:rsidR="00106DAF">
        <w:rPr>
          <w:rtl/>
        </w:rPr>
        <w:t>!</w:t>
      </w:r>
      <w:r w:rsidRPr="002D7EC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هل كان الحسين</w:t>
      </w:r>
      <w:r w:rsidR="00F13C51">
        <w:rPr>
          <w:rtl/>
        </w:rPr>
        <w:t xml:space="preserve"> - </w:t>
      </w:r>
      <w:r w:rsidRPr="002D7EC3">
        <w:rPr>
          <w:rtl/>
        </w:rPr>
        <w:t>وهو يستدرج في باله مثل هذه الخواطر</w:t>
      </w:r>
      <w:r w:rsidR="00F13C51">
        <w:rPr>
          <w:rtl/>
        </w:rPr>
        <w:t xml:space="preserve"> - </w:t>
      </w:r>
      <w:r w:rsidRPr="002D7EC3">
        <w:rPr>
          <w:rtl/>
        </w:rPr>
        <w:t>يُهيِّئ نفسه للنزول إلى المعركة التي وصف مضمارها</w:t>
      </w:r>
      <w:r w:rsidR="00F13C51">
        <w:rPr>
          <w:rtl/>
        </w:rPr>
        <w:t>:</w:t>
      </w:r>
      <w:r w:rsidRPr="002D7EC3">
        <w:rPr>
          <w:rtl/>
        </w:rPr>
        <w:t xml:space="preserve"> بأنَّه الأوسع والأسنى مِن أيِّ مضمار آخر</w:t>
      </w:r>
      <w:r w:rsidR="00F13C51">
        <w:rPr>
          <w:rtl/>
        </w:rPr>
        <w:t>،</w:t>
      </w:r>
      <w:r w:rsidRPr="002D7EC3">
        <w:rPr>
          <w:rtl/>
        </w:rPr>
        <w:t xml:space="preserve"> تلعب الأُمَّة فيه لُعبة وجودها واستحقاقها</w:t>
      </w:r>
      <w:r w:rsidR="00F13C51">
        <w:rPr>
          <w:rtl/>
        </w:rPr>
        <w:t>،</w:t>
      </w:r>
      <w:r w:rsidRPr="002D7EC3">
        <w:rPr>
          <w:rtl/>
        </w:rPr>
        <w:t xml:space="preserve"> وبلوغها كلَّ مَزْيَّة مِن مزايا الرُّشد</w:t>
      </w:r>
      <w:r w:rsidR="00106DAF">
        <w:rPr>
          <w:rtl/>
        </w:rPr>
        <w:t>؟</w:t>
      </w:r>
      <w:r w:rsidRPr="002D7EC3">
        <w:rPr>
          <w:rtl/>
        </w:rPr>
        <w:t xml:space="preserve"> ولكنَّ الاستدراج هذا كان مُعزِّزا بكلِّ ما يلهب العَزم</w:t>
      </w:r>
      <w:r w:rsidR="00F13C51">
        <w:rPr>
          <w:rtl/>
        </w:rPr>
        <w:t>،</w:t>
      </w:r>
      <w:r w:rsidRPr="002D7EC3">
        <w:rPr>
          <w:rtl/>
        </w:rPr>
        <w:t xml:space="preserve"> ويُحضره لخوض المعركة التي هي نوع مِن أنواع الملاحم</w:t>
      </w:r>
      <w:r w:rsidR="00C327EB">
        <w:rPr>
          <w:rtl/>
        </w:rPr>
        <w:t>.</w:t>
      </w:r>
      <w:r w:rsidRPr="002D7EC3">
        <w:rPr>
          <w:rtl/>
        </w:rPr>
        <w:t xml:space="preserve"> إنَّ الإمامة هي القاعدة التي ينطلق منها</w:t>
      </w:r>
      <w:r w:rsidR="00F13C51">
        <w:rPr>
          <w:rtl/>
        </w:rPr>
        <w:t>،</w:t>
      </w:r>
      <w:r w:rsidRPr="002D7EC3">
        <w:rPr>
          <w:rtl/>
        </w:rPr>
        <w:t xml:space="preserve"> فهي الحِصن والملجأ ومجمع الذخيرة</w:t>
      </w:r>
      <w:r w:rsidR="00F13C51">
        <w:rPr>
          <w:rtl/>
        </w:rPr>
        <w:t>،</w:t>
      </w:r>
      <w:r w:rsidRPr="002D7EC3">
        <w:rPr>
          <w:rtl/>
        </w:rPr>
        <w:t xml:space="preserve"> وهي السجلُّ الأصدق</w:t>
      </w:r>
      <w:r w:rsidR="00F13C51">
        <w:rPr>
          <w:rtl/>
        </w:rPr>
        <w:t>،</w:t>
      </w:r>
      <w:r w:rsidRPr="002D7EC3">
        <w:rPr>
          <w:rtl/>
        </w:rPr>
        <w:t xml:space="preserve"> لأنَّها عِبُّ الرسالة</w:t>
      </w:r>
      <w:r w:rsidR="00F13C51">
        <w:rPr>
          <w:rtl/>
        </w:rPr>
        <w:t>،</w:t>
      </w:r>
      <w:r w:rsidRPr="002D7EC3">
        <w:rPr>
          <w:rtl/>
        </w:rPr>
        <w:t xml:space="preserve"> ومَحض منها</w:t>
      </w:r>
      <w:r w:rsidR="00F13C51">
        <w:rPr>
          <w:rtl/>
        </w:rPr>
        <w:t>،</w:t>
      </w:r>
      <w:r w:rsidRPr="002D7EC3">
        <w:rPr>
          <w:rtl/>
        </w:rPr>
        <w:t xml:space="preserve"> ومَخبأ مِن مخابئها</w:t>
      </w:r>
      <w:r w:rsidR="00F13C51">
        <w:rPr>
          <w:rtl/>
        </w:rPr>
        <w:t>،</w:t>
      </w:r>
      <w:r w:rsidRPr="002D7EC3">
        <w:rPr>
          <w:rtl/>
        </w:rPr>
        <w:t xml:space="preserve"> وإرادة مكنونة في ضميرها</w:t>
      </w:r>
      <w:r w:rsidR="00F13C51">
        <w:rPr>
          <w:rtl/>
        </w:rPr>
        <w:t>،</w:t>
      </w:r>
      <w:r w:rsidRPr="002D7EC3">
        <w:rPr>
          <w:rtl/>
        </w:rPr>
        <w:t xml:space="preserve"> وزَرد متين في دروعها</w:t>
      </w:r>
      <w:r w:rsidR="00F13C51">
        <w:rPr>
          <w:rtl/>
        </w:rPr>
        <w:t>،</w:t>
      </w:r>
      <w:r w:rsidRPr="002D7EC3">
        <w:rPr>
          <w:rtl/>
        </w:rPr>
        <w:t xml:space="preserve"> ومجال حريز الصيانة للأُمَّة مِن تلاعب الأهواء في وحدتها ومصيرها</w:t>
      </w:r>
      <w:r w:rsidR="00F13C51">
        <w:rPr>
          <w:rtl/>
        </w:rPr>
        <w:t>،</w:t>
      </w:r>
      <w:r w:rsidRPr="002D7EC3">
        <w:rPr>
          <w:rtl/>
        </w:rPr>
        <w:t xml:space="preserve"> إنَّها الخلافة الصحيحة لجَدِّه الذي لنْ تفرغ ساحات الصراع مِن التزوُّد مِن مضامين رسالته الحيَّة بوجود الإنسان</w:t>
      </w:r>
      <w:r w:rsidR="00F13C51">
        <w:rPr>
          <w:rtl/>
        </w:rPr>
        <w:t>،</w:t>
      </w:r>
      <w:r w:rsidRPr="002D7EC3">
        <w:rPr>
          <w:rtl/>
        </w:rPr>
        <w:t xml:space="preserve"> ووجود الأُمَّة للإنسان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هل يكون استعداد الحسين للنزول إلى ساحة الصراع نزولاً عسكريَّاً</w:t>
      </w:r>
      <w:r w:rsidR="00F13C51">
        <w:rPr>
          <w:rtl/>
        </w:rPr>
        <w:t>،</w:t>
      </w:r>
      <w:r w:rsidRPr="002D7EC3">
        <w:rPr>
          <w:rtl/>
        </w:rPr>
        <w:t xml:space="preserve"> مُجهَّزاً بسيوف ورماح يقصف بها سيوفاً ورماحاً يُقابله بها خليفة مُعاوية وابنه يزيد</w:t>
      </w:r>
      <w:r w:rsidR="00106DAF">
        <w:rPr>
          <w:rtl/>
        </w:rPr>
        <w:t>؟</w:t>
      </w:r>
      <w:r w:rsidRPr="002D7EC3">
        <w:rPr>
          <w:rtl/>
        </w:rPr>
        <w:t xml:space="preserve"> لم يظهر أنَّ الحسين قد تجهَّز بمثل هذا التجهيز</w:t>
      </w:r>
      <w:r w:rsidR="00F13C51">
        <w:rPr>
          <w:rtl/>
        </w:rPr>
        <w:t>،</w:t>
      </w:r>
      <w:r w:rsidRPr="002D7EC3">
        <w:rPr>
          <w:rtl/>
        </w:rPr>
        <w:t xml:space="preserve"> أمَّا الذي بدا فهو مِن الصنف الآخر مِن ا</w:t>
      </w:r>
      <w:r w:rsidR="002C2DD7">
        <w:rPr>
          <w:rtl/>
        </w:rPr>
        <w:t>لمـُ</w:t>
      </w:r>
      <w:r w:rsidRPr="002D7EC3">
        <w:rPr>
          <w:rtl/>
        </w:rPr>
        <w:t>عدَّات التي لن يحرز الحسين النصر إلاَّ بها</w:t>
      </w:r>
      <w:r w:rsidR="00F13C51">
        <w:rPr>
          <w:rtl/>
        </w:rPr>
        <w:t>،</w:t>
      </w:r>
      <w:r w:rsidRPr="002D7EC3">
        <w:rPr>
          <w:rtl/>
        </w:rPr>
        <w:t xml:space="preserve"> والتي لم يطمح يزيد إلى الحصول على أيِّ نوعٍ مِن أنواعها</w:t>
      </w:r>
      <w:r w:rsidR="00F13C51">
        <w:rPr>
          <w:rtl/>
        </w:rPr>
        <w:t>،</w:t>
      </w:r>
      <w:r w:rsidRPr="002D7EC3">
        <w:rPr>
          <w:rtl/>
        </w:rPr>
        <w:t xml:space="preserve"> أمَّا حَظُّ يزيد منها</w:t>
      </w:r>
      <w:r w:rsidR="00F13C51">
        <w:rPr>
          <w:rtl/>
        </w:rPr>
        <w:t>،</w:t>
      </w:r>
      <w:r w:rsidRPr="002D7EC3">
        <w:rPr>
          <w:rtl/>
        </w:rPr>
        <w:t xml:space="preserve"> فكونه قد امتشق سيفاً مِن الذِّلِّ يضرب به عُنق الحسين</w:t>
      </w:r>
      <w:r w:rsidR="00F13C51">
        <w:rPr>
          <w:rtl/>
        </w:rPr>
        <w:t>،</w:t>
      </w:r>
      <w:r w:rsidRPr="002D7EC3">
        <w:rPr>
          <w:rtl/>
        </w:rPr>
        <w:t xml:space="preserve"> فتناول الحسين حُسامه الأغرَّ</w:t>
      </w:r>
      <w:r w:rsidR="00F13C51">
        <w:rPr>
          <w:rtl/>
        </w:rPr>
        <w:t>،</w:t>
      </w:r>
      <w:r w:rsidRPr="002D7EC3">
        <w:rPr>
          <w:rtl/>
        </w:rPr>
        <w:t xml:space="preserve"> ودافع به ليس عن عُنقه الأعزل</w:t>
      </w:r>
      <w:r w:rsidR="00F13C51">
        <w:rPr>
          <w:rtl/>
        </w:rPr>
        <w:t>،</w:t>
      </w:r>
      <w:r w:rsidRPr="002D7EC3">
        <w:rPr>
          <w:rtl/>
        </w:rPr>
        <w:t xml:space="preserve"> بلْ عن عُنقه المسوَّر بالإمامة</w:t>
      </w:r>
      <w:r w:rsidR="00F13C51">
        <w:rPr>
          <w:rtl/>
        </w:rPr>
        <w:t>،</w:t>
      </w:r>
      <w:r w:rsidRPr="002D7EC3">
        <w:rPr>
          <w:rtl/>
        </w:rPr>
        <w:t xml:space="preserve"> وعن صدر الأُمَّة ا</w:t>
      </w:r>
      <w:r w:rsidR="002C2DD7">
        <w:rPr>
          <w:rtl/>
        </w:rPr>
        <w:t>لمـُ</w:t>
      </w:r>
      <w:r w:rsidRPr="002D7EC3">
        <w:rPr>
          <w:rtl/>
        </w:rPr>
        <w:t>درَّعة برسالة جَدِّه</w:t>
      </w:r>
      <w:r w:rsidR="00F13C51">
        <w:rPr>
          <w:rtl/>
        </w:rPr>
        <w:t>،</w:t>
      </w:r>
      <w:r w:rsidRPr="002D7EC3">
        <w:rPr>
          <w:rtl/>
        </w:rPr>
        <w:t xml:space="preserve"> وطُهْر أُمِّه</w:t>
      </w:r>
      <w:r w:rsidR="00F13C51">
        <w:rPr>
          <w:rtl/>
        </w:rPr>
        <w:t>،</w:t>
      </w:r>
      <w:r w:rsidRPr="002D7EC3">
        <w:rPr>
          <w:rtl/>
        </w:rPr>
        <w:t xml:space="preserve"> وفِقار أبيه</w:t>
      </w:r>
      <w:r w:rsidR="00F13C51">
        <w:rPr>
          <w:rtl/>
        </w:rPr>
        <w:t>،</w:t>
      </w:r>
      <w:r w:rsidRPr="002D7EC3">
        <w:rPr>
          <w:rtl/>
        </w:rPr>
        <w:t xml:space="preserve"> ونصاعة أخيه في الساحة البيضاء</w:t>
      </w:r>
      <w:r w:rsidR="00C327EB">
        <w:rPr>
          <w:rtl/>
        </w:rPr>
        <w:t xml:space="preserve"> ...</w:t>
      </w:r>
      <w:r w:rsidRPr="002D7EC3">
        <w:rPr>
          <w:rtl/>
        </w:rPr>
        <w:t xml:space="preserve"> ما عدا ذلك فإنَّ يزيد قد تضاءل جِدَّاً أمام عين الحسين</w:t>
      </w:r>
      <w:r w:rsidR="00F13C51">
        <w:rPr>
          <w:rtl/>
        </w:rPr>
        <w:t>،</w:t>
      </w:r>
      <w:r w:rsidRPr="002D7EC3">
        <w:rPr>
          <w:rtl/>
        </w:rPr>
        <w:t xml:space="preserve"> وأصبح طيفاً يتراءى في باله</w:t>
      </w:r>
      <w:r w:rsidR="00F13C51">
        <w:rPr>
          <w:rtl/>
        </w:rPr>
        <w:t>،</w:t>
      </w:r>
      <w:r w:rsidRPr="002D7EC3">
        <w:rPr>
          <w:rtl/>
        </w:rPr>
        <w:t xml:space="preserve"> مَمزوجاً مزجاً مُركَّباً بمُعاوية أبيه</w:t>
      </w:r>
      <w:r w:rsidR="00F13C51">
        <w:rPr>
          <w:rtl/>
        </w:rPr>
        <w:t>،</w:t>
      </w:r>
      <w:r w:rsidRPr="002D7EC3">
        <w:rPr>
          <w:rtl/>
        </w:rPr>
        <w:t xml:space="preserve"> وعثمان</w:t>
      </w:r>
      <w:r w:rsidR="00F13C51">
        <w:rPr>
          <w:rtl/>
        </w:rPr>
        <w:t>،</w:t>
      </w:r>
      <w:r w:rsidRPr="002D7EC3">
        <w:rPr>
          <w:rtl/>
        </w:rPr>
        <w:t xml:space="preserve"> وعمر</w:t>
      </w:r>
      <w:r w:rsidR="00F13C51">
        <w:rPr>
          <w:rtl/>
        </w:rPr>
        <w:t>،</w:t>
      </w:r>
      <w:r w:rsidRPr="002D7EC3">
        <w:rPr>
          <w:rtl/>
        </w:rPr>
        <w:t xml:space="preserve"> وأبي بكر</w:t>
      </w:r>
      <w:r w:rsidR="00F13C51">
        <w:rPr>
          <w:rtl/>
        </w:rPr>
        <w:t>،</w:t>
      </w:r>
      <w:r w:rsidRPr="002D7EC3">
        <w:rPr>
          <w:rtl/>
        </w:rPr>
        <w:t xml:space="preserve"> وكلُّهم مِن الحَزمة التي يراهم فيها الحسين</w:t>
      </w:r>
      <w:r w:rsidR="00F13C51">
        <w:rPr>
          <w:rtl/>
        </w:rPr>
        <w:t>،</w:t>
      </w:r>
      <w:r w:rsidRPr="002D7EC3">
        <w:rPr>
          <w:rtl/>
        </w:rPr>
        <w:t xml:space="preserve"> يشدُّون حِبالها على خِصر الأُمَّة وعُنقها مع عمرو بن العاص</w:t>
      </w:r>
      <w:r w:rsidR="00F13C51">
        <w:rPr>
          <w:rtl/>
        </w:rPr>
        <w:t>،</w:t>
      </w:r>
      <w:r w:rsidRPr="002D7EC3">
        <w:rPr>
          <w:rtl/>
        </w:rPr>
        <w:t xml:space="preserve"> وبشير بن النعمان</w:t>
      </w:r>
      <w:r w:rsidR="00F13C51">
        <w:rPr>
          <w:rtl/>
        </w:rPr>
        <w:t>،</w:t>
      </w:r>
      <w:r w:rsidRPr="002D7EC3">
        <w:rPr>
          <w:rtl/>
        </w:rPr>
        <w:t xml:space="preserve"> وأبي موسى الأشعري</w:t>
      </w:r>
      <w:r w:rsidR="00F13C51">
        <w:rPr>
          <w:rtl/>
        </w:rPr>
        <w:t>،</w:t>
      </w:r>
      <w:r w:rsidRPr="002D7EC3">
        <w:rPr>
          <w:rtl/>
        </w:rPr>
        <w:t xml:space="preserve"> وزياد ابن أبيه أوْ أخي أخيه</w:t>
      </w:r>
      <w:r w:rsidR="00F13C51">
        <w:rPr>
          <w:rtl/>
        </w:rPr>
        <w:t>،</w:t>
      </w:r>
      <w:r w:rsidRPr="002D7EC3">
        <w:rPr>
          <w:rtl/>
        </w:rPr>
        <w:t xml:space="preserve"> ومروان بن الحَكم</w:t>
      </w:r>
      <w:r w:rsidR="00F13C51">
        <w:rPr>
          <w:rtl/>
        </w:rPr>
        <w:t>،</w:t>
      </w:r>
      <w:r w:rsidRPr="002D7EC3">
        <w:rPr>
          <w:rtl/>
        </w:rPr>
        <w:t xml:space="preserve"> وعبيد الله بن زياد</w:t>
      </w:r>
      <w:r w:rsidR="00F13C51">
        <w:rPr>
          <w:rtl/>
        </w:rPr>
        <w:t>،</w:t>
      </w:r>
      <w:r w:rsidRPr="002D7EC3">
        <w:rPr>
          <w:rtl/>
        </w:rPr>
        <w:t xml:space="preserve"> وهذا الأخير الوالي المعزول ابن عتبة السفياني</w:t>
      </w:r>
      <w:r w:rsidR="00C327EB">
        <w:rPr>
          <w:rtl/>
        </w:rPr>
        <w:t xml:space="preserve"> ...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فعلاً</w:t>
      </w:r>
      <w:r w:rsidR="00F13C51">
        <w:rPr>
          <w:rtl/>
        </w:rPr>
        <w:t>،</w:t>
      </w:r>
      <w:r w:rsidRPr="002D7EC3">
        <w:rPr>
          <w:rtl/>
        </w:rPr>
        <w:t xml:space="preserve"> لقد استحكمت حَلقات ا</w:t>
      </w:r>
      <w:r w:rsidR="002C2DD7">
        <w:rPr>
          <w:rtl/>
        </w:rPr>
        <w:t>لمـُ</w:t>
      </w:r>
      <w:r w:rsidRPr="002D7EC3">
        <w:rPr>
          <w:rtl/>
        </w:rPr>
        <w:t>عاناة</w:t>
      </w:r>
      <w:r w:rsidR="00F13C51">
        <w:rPr>
          <w:rtl/>
        </w:rPr>
        <w:t>،</w:t>
      </w:r>
      <w:r w:rsidRPr="002D7EC3">
        <w:rPr>
          <w:rtl/>
        </w:rPr>
        <w:t xml:space="preserve"> وها أنَّ الحسين يتَّخذ القرار في تفجيرها ثورة تقتات منها الأُمَّة زاداً يُنعها ويُحييها في غَدها الصاعد</w:t>
      </w:r>
      <w:r w:rsidR="00C327EB">
        <w:rPr>
          <w:rtl/>
        </w:rPr>
        <w:t>.</w:t>
      </w:r>
      <w:r w:rsidRPr="002D7EC3">
        <w:rPr>
          <w:rtl/>
        </w:rPr>
        <w:t xml:space="preserve"> سيُقدِم</w:t>
      </w:r>
      <w:r w:rsidR="00F13C51">
        <w:rPr>
          <w:rtl/>
        </w:rPr>
        <w:t xml:space="preserve"> - </w:t>
      </w:r>
      <w:r w:rsidRPr="002D7EC3">
        <w:rPr>
          <w:rtl/>
        </w:rPr>
        <w:t>كما وعد ابن عتبة</w:t>
      </w:r>
      <w:r w:rsidR="00F13C51">
        <w:rPr>
          <w:rtl/>
        </w:rPr>
        <w:t xml:space="preserve"> - </w:t>
      </w:r>
      <w:r w:rsidRPr="002D7EC3">
        <w:rPr>
          <w:rtl/>
        </w:rPr>
        <w:t>على مُبايعة تبهر عينيه</w:t>
      </w:r>
      <w:r w:rsidR="00F13C51">
        <w:rPr>
          <w:rtl/>
        </w:rPr>
        <w:t>،</w:t>
      </w:r>
      <w:r w:rsidRPr="002D7EC3">
        <w:rPr>
          <w:rtl/>
        </w:rPr>
        <w:t xml:space="preserve"> إلاَّ فليكن لنا أنْ نُشاهد الحسين كيف هو عزمه في ا</w:t>
      </w:r>
      <w:r w:rsidR="002C2DD7">
        <w:rPr>
          <w:rtl/>
        </w:rPr>
        <w:t>لمـُ</w:t>
      </w:r>
      <w:r w:rsidRPr="002D7EC3">
        <w:rPr>
          <w:rtl/>
        </w:rPr>
        <w:t>بايعة</w:t>
      </w:r>
      <w:r w:rsidR="00106DAF">
        <w:rPr>
          <w:rtl/>
        </w:rPr>
        <w:t>!</w:t>
      </w:r>
      <w:r w:rsidRPr="002D7EC3">
        <w:rPr>
          <w:rtl/>
        </w:rPr>
        <w:t>!!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23" w:name="_Toc395088375"/>
      <w:r w:rsidRPr="002D7EC3">
        <w:rPr>
          <w:rtl/>
        </w:rPr>
        <w:lastRenderedPageBreak/>
        <w:t>ا</w:t>
      </w:r>
      <w:r w:rsidR="002C2DD7">
        <w:rPr>
          <w:rtl/>
        </w:rPr>
        <w:t>لمـُ</w:t>
      </w:r>
      <w:r w:rsidRPr="002D7EC3">
        <w:rPr>
          <w:rtl/>
        </w:rPr>
        <w:t>بايعة</w:t>
      </w:r>
      <w:bookmarkEnd w:id="23"/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حتَّى ولو صحَّ الافتراض بأنَّ يزيد يفوق أباه مُعاوية</w:t>
      </w:r>
      <w:r w:rsidR="00F13C51">
        <w:rPr>
          <w:rtl/>
        </w:rPr>
        <w:t>،</w:t>
      </w:r>
      <w:r w:rsidRPr="002D7EC3">
        <w:rPr>
          <w:rtl/>
        </w:rPr>
        <w:t xml:space="preserve"> مَقدرةً وحُنكةً ودهاءً</w:t>
      </w:r>
      <w:r w:rsidR="00F13C51">
        <w:rPr>
          <w:rtl/>
        </w:rPr>
        <w:t>،</w:t>
      </w:r>
      <w:r w:rsidRPr="002D7EC3">
        <w:rPr>
          <w:rtl/>
        </w:rPr>
        <w:t xml:space="preserve"> فلا يُمكن الحسين أنْ يُقدِّم له أيَّ نوعٍ مِن مُبايعة فيها قَبول أو رضوخ</w:t>
      </w:r>
      <w:r w:rsidR="00F13C51">
        <w:rPr>
          <w:rtl/>
        </w:rPr>
        <w:t>،</w:t>
      </w:r>
      <w:r w:rsidRPr="002D7EC3">
        <w:rPr>
          <w:rtl/>
        </w:rPr>
        <w:t xml:space="preserve"> فمُعاوية</w:t>
      </w:r>
      <w:r w:rsidR="00F13C51">
        <w:rPr>
          <w:rtl/>
        </w:rPr>
        <w:t xml:space="preserve"> - </w:t>
      </w:r>
      <w:r w:rsidRPr="002D7EC3">
        <w:rPr>
          <w:rtl/>
        </w:rPr>
        <w:t>بالذات</w:t>
      </w:r>
      <w:r w:rsidR="00F13C51">
        <w:rPr>
          <w:rtl/>
        </w:rPr>
        <w:t xml:space="preserve"> - </w:t>
      </w:r>
      <w:r w:rsidRPr="002D7EC3">
        <w:rPr>
          <w:rtl/>
        </w:rPr>
        <w:t>بعد أنْ توصَّل الحسين إلى تعيين ثُقله في الميزان</w:t>
      </w:r>
      <w:r w:rsidR="00F13C51">
        <w:rPr>
          <w:rtl/>
        </w:rPr>
        <w:t>،</w:t>
      </w:r>
      <w:r w:rsidRPr="002D7EC3">
        <w:rPr>
          <w:rtl/>
        </w:rPr>
        <w:t xml:space="preserve"> وجَدَه لهوَّةً مُحنَّكة بصَواني الدنيا</w:t>
      </w:r>
      <w:r w:rsidR="00F13C51">
        <w:rPr>
          <w:rtl/>
        </w:rPr>
        <w:t>،</w:t>
      </w:r>
      <w:r w:rsidRPr="002D7EC3">
        <w:rPr>
          <w:rtl/>
        </w:rPr>
        <w:t xml:space="preserve"> لا يهتمُّ بتزيينها وتقديمها على المائدة الكُبرى</w:t>
      </w:r>
      <w:r w:rsidR="00F13C51">
        <w:rPr>
          <w:rtl/>
        </w:rPr>
        <w:t>،</w:t>
      </w:r>
      <w:r w:rsidRPr="002D7EC3">
        <w:rPr>
          <w:rtl/>
        </w:rPr>
        <w:t xml:space="preserve"> التي تتجمع حولها الأُمَّة تتناول منها ريَّها وشِبعها</w:t>
      </w:r>
      <w:r w:rsidR="00F13C51">
        <w:rPr>
          <w:rtl/>
        </w:rPr>
        <w:t>،</w:t>
      </w:r>
      <w:r w:rsidRPr="002D7EC3">
        <w:rPr>
          <w:rtl/>
        </w:rPr>
        <w:t xml:space="preserve"> بلْ يحصر هَمَّه في جعلها حكراً في مقاصيره</w:t>
      </w:r>
      <w:r w:rsidR="00F13C51">
        <w:rPr>
          <w:rtl/>
        </w:rPr>
        <w:t>،</w:t>
      </w:r>
      <w:r w:rsidRPr="002D7EC3">
        <w:rPr>
          <w:rtl/>
        </w:rPr>
        <w:t xml:space="preserve"> يسكر منها مجداً</w:t>
      </w:r>
      <w:r w:rsidR="00F13C51">
        <w:rPr>
          <w:rtl/>
        </w:rPr>
        <w:t>،</w:t>
      </w:r>
      <w:r w:rsidRPr="002D7EC3">
        <w:rPr>
          <w:rtl/>
        </w:rPr>
        <w:t xml:space="preserve"> وسؤدداً</w:t>
      </w:r>
      <w:r w:rsidR="00F13C51">
        <w:rPr>
          <w:rtl/>
        </w:rPr>
        <w:t>،</w:t>
      </w:r>
      <w:r w:rsidRPr="002D7EC3">
        <w:rPr>
          <w:rtl/>
        </w:rPr>
        <w:t xml:space="preserve"> وتلاعباً بمُقدَّرات الناس</w:t>
      </w:r>
      <w:r w:rsidR="00F13C51">
        <w:rPr>
          <w:rtl/>
        </w:rPr>
        <w:t>،</w:t>
      </w:r>
      <w:r w:rsidRPr="002D7EC3">
        <w:rPr>
          <w:rtl/>
        </w:rPr>
        <w:t xml:space="preserve"> ويبذل قُصارى جُهده في تسييجها بالظلم ا</w:t>
      </w:r>
      <w:r w:rsidR="002C2DD7">
        <w:rPr>
          <w:rtl/>
        </w:rPr>
        <w:t>لمـُ</w:t>
      </w:r>
      <w:r w:rsidRPr="002D7EC3">
        <w:rPr>
          <w:rtl/>
        </w:rPr>
        <w:t>تداهي</w:t>
      </w:r>
      <w:r w:rsidR="00F13C51">
        <w:rPr>
          <w:rtl/>
        </w:rPr>
        <w:t>،</w:t>
      </w:r>
      <w:r w:rsidRPr="002D7EC3">
        <w:rPr>
          <w:rtl/>
        </w:rPr>
        <w:t xml:space="preserve"> والاستبداد ا</w:t>
      </w:r>
      <w:r w:rsidR="002C2DD7">
        <w:rPr>
          <w:rtl/>
        </w:rPr>
        <w:t>لمـُ</w:t>
      </w:r>
      <w:r w:rsidRPr="002D7EC3">
        <w:rPr>
          <w:rtl/>
        </w:rPr>
        <w:t>تباهي</w:t>
      </w:r>
      <w:r w:rsidR="00F13C51">
        <w:rPr>
          <w:rtl/>
        </w:rPr>
        <w:t>،</w:t>
      </w:r>
      <w:r w:rsidRPr="002D7EC3">
        <w:rPr>
          <w:rtl/>
        </w:rPr>
        <w:t xml:space="preserve"> حتَّى تبقى له في ا</w:t>
      </w:r>
      <w:r w:rsidR="002C2DD7">
        <w:rPr>
          <w:rtl/>
        </w:rPr>
        <w:t>لمـُ</w:t>
      </w:r>
      <w:r w:rsidRPr="002D7EC3">
        <w:rPr>
          <w:rtl/>
        </w:rPr>
        <w:t>لكيَّة التي تتعبَّأ بالجَور والاستبداد</w:t>
      </w:r>
      <w:r w:rsidR="00F13C51">
        <w:rPr>
          <w:rtl/>
        </w:rPr>
        <w:t>،</w:t>
      </w:r>
      <w:r w:rsidRPr="002D7EC3">
        <w:rPr>
          <w:rtl/>
        </w:rPr>
        <w:t xml:space="preserve"> مِن هنا كان الفِسق عند يزيد لوناً له في الإرث عن أبيه</w:t>
      </w:r>
      <w:r w:rsidR="00F13C51">
        <w:rPr>
          <w:rtl/>
        </w:rPr>
        <w:t>،</w:t>
      </w:r>
      <w:r w:rsidRPr="002D7EC3">
        <w:rPr>
          <w:rtl/>
        </w:rPr>
        <w:t xml:space="preserve"> وتلويناً له في التصنيف ا</w:t>
      </w:r>
      <w:r w:rsidR="002C2DD7">
        <w:rPr>
          <w:rtl/>
        </w:rPr>
        <w:t>لمـُ</w:t>
      </w:r>
      <w:r w:rsidRPr="002D7EC3">
        <w:rPr>
          <w:rtl/>
        </w:rPr>
        <w:t>متاز وهو يتلهَّى بالبيزان والفهود</w:t>
      </w:r>
      <w:r w:rsidR="00F13C51">
        <w:rPr>
          <w:rtl/>
        </w:rPr>
        <w:t>،</w:t>
      </w:r>
      <w:r w:rsidRPr="002D7EC3">
        <w:rPr>
          <w:rtl/>
        </w:rPr>
        <w:t xml:space="preserve"> وترقيص القرود على أوتار العود</w:t>
      </w:r>
      <w:r w:rsidR="00F13C51">
        <w:rPr>
          <w:rtl/>
        </w:rPr>
        <w:t>،</w:t>
      </w:r>
      <w:r w:rsidRPr="002D7EC3">
        <w:rPr>
          <w:rtl/>
        </w:rPr>
        <w:t xml:space="preserve"> والتفنُّن بكلِّ أنواع المِجون</w:t>
      </w:r>
      <w:r w:rsidR="00F13C51">
        <w:rPr>
          <w:rtl/>
        </w:rPr>
        <w:t>،</w:t>
      </w:r>
      <w:r w:rsidRPr="002D7EC3">
        <w:rPr>
          <w:rtl/>
        </w:rPr>
        <w:t xml:space="preserve"> ليكون له</w:t>
      </w:r>
      <w:r w:rsidR="00F13C51">
        <w:rPr>
          <w:rtl/>
        </w:rPr>
        <w:t xml:space="preserve"> - </w:t>
      </w:r>
      <w:r w:rsidRPr="002D7EC3">
        <w:rPr>
          <w:rtl/>
        </w:rPr>
        <w:t>بالتالي</w:t>
      </w:r>
      <w:r w:rsidR="00F13C51">
        <w:rPr>
          <w:rtl/>
        </w:rPr>
        <w:t xml:space="preserve"> - </w:t>
      </w:r>
      <w:r w:rsidRPr="002D7EC3">
        <w:rPr>
          <w:rtl/>
        </w:rPr>
        <w:t>تفنُّن قِرَديٍّ وفَهديٍّ الأظافر</w:t>
      </w:r>
      <w:r w:rsidR="00F13C51">
        <w:rPr>
          <w:rtl/>
        </w:rPr>
        <w:t>،</w:t>
      </w:r>
      <w:r w:rsidRPr="002D7EC3">
        <w:rPr>
          <w:rtl/>
        </w:rPr>
        <w:t xml:space="preserve"> يأمر بإنشابها في عُنق مَن لا يبايعه على كرسيِّ الحُكم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ليس الحسين الآن</w:t>
      </w:r>
      <w:r w:rsidR="00F13C51">
        <w:rPr>
          <w:rtl/>
        </w:rPr>
        <w:t xml:space="preserve"> - </w:t>
      </w:r>
      <w:r w:rsidRPr="002D7EC3">
        <w:rPr>
          <w:rtl/>
        </w:rPr>
        <w:t>وهو الغارق في نفسيَّة مُتملِّية مِن مُعاناتها الناضجة بالفَهم والعمق ورَوز الحقائق</w:t>
      </w:r>
      <w:r w:rsidR="00F13C51">
        <w:rPr>
          <w:rtl/>
        </w:rPr>
        <w:t xml:space="preserve"> - </w:t>
      </w:r>
      <w:r w:rsidRPr="002D7EC3">
        <w:rPr>
          <w:rtl/>
        </w:rPr>
        <w:t>إلاَّ الرافض كلَّ أنواع ا</w:t>
      </w:r>
      <w:r w:rsidR="002C2DD7">
        <w:rPr>
          <w:rtl/>
        </w:rPr>
        <w:t>لمـُ</w:t>
      </w:r>
      <w:r w:rsidRPr="002D7EC3">
        <w:rPr>
          <w:rtl/>
        </w:rPr>
        <w:t>بايعات</w:t>
      </w:r>
      <w:r w:rsidR="00F13C51">
        <w:rPr>
          <w:rtl/>
        </w:rPr>
        <w:t xml:space="preserve"> - </w:t>
      </w:r>
      <w:r w:rsidRPr="002D7EC3">
        <w:rPr>
          <w:rtl/>
        </w:rPr>
        <w:t>أكان ا</w:t>
      </w:r>
      <w:r w:rsidR="002C2DD7">
        <w:rPr>
          <w:rtl/>
        </w:rPr>
        <w:t>لمـُ</w:t>
      </w:r>
      <w:r w:rsidRPr="002D7EC3">
        <w:rPr>
          <w:rtl/>
        </w:rPr>
        <w:t>بايَع له يزيد الفاسق</w:t>
      </w:r>
      <w:r w:rsidR="00F13C51">
        <w:rPr>
          <w:rtl/>
        </w:rPr>
        <w:t>،</w:t>
      </w:r>
      <w:r w:rsidRPr="002D7EC3">
        <w:rPr>
          <w:rtl/>
        </w:rPr>
        <w:t xml:space="preserve"> أم أبوه مُعاوية ا</w:t>
      </w:r>
      <w:r w:rsidR="002C2DD7">
        <w:rPr>
          <w:rtl/>
        </w:rPr>
        <w:t>لمـُ</w:t>
      </w:r>
      <w:r w:rsidRPr="002D7EC3">
        <w:rPr>
          <w:rtl/>
        </w:rPr>
        <w:t>حنَّك بحلاوة ا</w:t>
      </w:r>
      <w:r w:rsidR="002C2DD7">
        <w:rPr>
          <w:rtl/>
        </w:rPr>
        <w:t>لمـُ</w:t>
      </w:r>
      <w:r w:rsidRPr="002D7EC3">
        <w:rPr>
          <w:rtl/>
        </w:rPr>
        <w:t>لك</w:t>
      </w:r>
      <w:r w:rsidR="00C327EB">
        <w:rPr>
          <w:rtl/>
        </w:rPr>
        <w:t>.</w:t>
      </w:r>
      <w:r w:rsidRPr="002D7EC3">
        <w:rPr>
          <w:rtl/>
        </w:rPr>
        <w:t xml:space="preserve"> إنَّ الحسين الآن هو ا</w:t>
      </w:r>
      <w:r w:rsidR="002C2DD7">
        <w:rPr>
          <w:rtl/>
        </w:rPr>
        <w:t>لمـُ</w:t>
      </w:r>
      <w:r w:rsidRPr="002D7EC3">
        <w:rPr>
          <w:rtl/>
        </w:rPr>
        <w:t>نتفض على كلِّ الخَطِّ الذي رسمه عمر بن الخطاب</w:t>
      </w:r>
      <w:r w:rsidR="00F13C51">
        <w:rPr>
          <w:rtl/>
        </w:rPr>
        <w:t>،</w:t>
      </w:r>
      <w:r w:rsidRPr="002D7EC3">
        <w:rPr>
          <w:rtl/>
        </w:rPr>
        <w:t xml:space="preserve"> لأنَّه الخطَّ الذي لعب فيه</w:t>
      </w:r>
      <w:r w:rsidR="00F13C51">
        <w:rPr>
          <w:rtl/>
        </w:rPr>
        <w:t xml:space="preserve"> - </w:t>
      </w:r>
      <w:r w:rsidRPr="002D7EC3">
        <w:rPr>
          <w:rtl/>
        </w:rPr>
        <w:t>على هواه</w:t>
      </w:r>
      <w:r w:rsidR="00F13C51">
        <w:rPr>
          <w:rtl/>
        </w:rPr>
        <w:t xml:space="preserve"> - </w:t>
      </w:r>
      <w:r w:rsidRPr="002D7EC3">
        <w:rPr>
          <w:rtl/>
        </w:rPr>
        <w:t>لعباً زريَّاً بمصلحة الأُمَّة</w:t>
      </w:r>
      <w:r w:rsidR="00F13C51">
        <w:rPr>
          <w:rtl/>
        </w:rPr>
        <w:t>،</w:t>
      </w:r>
      <w:r w:rsidRPr="002D7EC3">
        <w:rPr>
          <w:rtl/>
        </w:rPr>
        <w:t xml:space="preserve"> ورماها في فوهة المجهول</w:t>
      </w:r>
      <w:r w:rsidR="00C327EB">
        <w:rPr>
          <w:rtl/>
        </w:rPr>
        <w:t>.</w:t>
      </w:r>
      <w:r w:rsidRPr="002D7EC3">
        <w:rPr>
          <w:rtl/>
        </w:rPr>
        <w:t xml:space="preserve"> صحيح أنَّ الحسين تحوَّل</w:t>
      </w:r>
      <w:r w:rsidR="00F13C51">
        <w:rPr>
          <w:rtl/>
        </w:rPr>
        <w:t xml:space="preserve"> - </w:t>
      </w:r>
      <w:r w:rsidRPr="002D7EC3">
        <w:rPr>
          <w:rtl/>
        </w:rPr>
        <w:t>في فهمه وإدراكه</w:t>
      </w:r>
      <w:r w:rsidR="00F13C51">
        <w:rPr>
          <w:rtl/>
        </w:rPr>
        <w:t xml:space="preserve"> - </w:t>
      </w:r>
      <w:r w:rsidRPr="002D7EC3">
        <w:rPr>
          <w:rtl/>
        </w:rPr>
        <w:t>إلى اعتبار كلِّ خطأ طريقاً إلى صواب</w:t>
      </w:r>
      <w:r w:rsidR="00F13C51">
        <w:rPr>
          <w:rtl/>
        </w:rPr>
        <w:t>،</w:t>
      </w:r>
      <w:r w:rsidRPr="002D7EC3">
        <w:rPr>
          <w:rtl/>
        </w:rPr>
        <w:t xml:space="preserve"> أو بالأحرى إلى تصويب</w:t>
      </w:r>
      <w:r w:rsidR="00F13C51">
        <w:rPr>
          <w:rtl/>
        </w:rPr>
        <w:t>،</w:t>
      </w:r>
      <w:r w:rsidRPr="002D7EC3">
        <w:rPr>
          <w:rtl/>
        </w:rPr>
        <w:t xml:space="preserve"> ولكنَّ ذلك لا يعني أنْ يَحترم الخطأ</w:t>
      </w:r>
      <w:r w:rsidR="00F13C51">
        <w:rPr>
          <w:rtl/>
        </w:rPr>
        <w:t>،</w:t>
      </w:r>
      <w:r w:rsidRPr="002D7EC3">
        <w:rPr>
          <w:rtl/>
        </w:rPr>
        <w:t xml:space="preserve"> ويلثم يده البيضاء</w:t>
      </w:r>
      <w:r w:rsidR="00F13C51">
        <w:rPr>
          <w:rtl/>
        </w:rPr>
        <w:t>،</w:t>
      </w:r>
      <w:r w:rsidRPr="002D7EC3">
        <w:rPr>
          <w:rtl/>
        </w:rPr>
        <w:t xml:space="preserve"> لهذا فإنَّه الآن لا يقدر أنْ يغفر لابن الخطَّاب خُطوةً زلَّ بها عن حقيقة النهج</w:t>
      </w:r>
      <w:r w:rsidR="00F13C51">
        <w:rPr>
          <w:rtl/>
        </w:rPr>
        <w:t>،</w:t>
      </w:r>
      <w:r w:rsidRPr="002D7EC3">
        <w:rPr>
          <w:rtl/>
        </w:rPr>
        <w:t xml:space="preserve"> ولا يقدر</w:t>
      </w:r>
      <w:r w:rsidR="00F13C51">
        <w:rPr>
          <w:rtl/>
        </w:rPr>
        <w:t xml:space="preserve"> - </w:t>
      </w:r>
      <w:r w:rsidRPr="002D7EC3">
        <w:rPr>
          <w:rtl/>
        </w:rPr>
        <w:t xml:space="preserve">في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الوقت ذاته</w:t>
      </w:r>
      <w:r w:rsidR="00F13C51">
        <w:rPr>
          <w:rtl/>
        </w:rPr>
        <w:t xml:space="preserve"> - </w:t>
      </w:r>
      <w:r w:rsidRPr="002D7EC3">
        <w:rPr>
          <w:rtl/>
        </w:rPr>
        <w:t>إلاَّ اعتبار يزيد قرداً مُسمَّى ( بأبي قيس )</w:t>
      </w:r>
      <w:r w:rsidR="00F13C51">
        <w:rPr>
          <w:rtl/>
        </w:rPr>
        <w:t>،</w:t>
      </w:r>
      <w:r w:rsidRPr="002D7EC3">
        <w:rPr>
          <w:rtl/>
        </w:rPr>
        <w:t xml:space="preserve"> وهو</w:t>
      </w:r>
      <w:r w:rsidR="00F13C51">
        <w:rPr>
          <w:rtl/>
        </w:rPr>
        <w:t xml:space="preserve"> - </w:t>
      </w:r>
      <w:r w:rsidRPr="002D7EC3">
        <w:rPr>
          <w:rtl/>
        </w:rPr>
        <w:t>فعلاً</w:t>
      </w:r>
      <w:r w:rsidR="00F13C51">
        <w:rPr>
          <w:rtl/>
        </w:rPr>
        <w:t xml:space="preserve"> - </w:t>
      </w:r>
      <w:r w:rsidRPr="002D7EC3">
        <w:rPr>
          <w:rtl/>
        </w:rPr>
        <w:t>اسم قرد ذكيٍّ ومُمتاز</w:t>
      </w:r>
      <w:r w:rsidR="00F13C51">
        <w:rPr>
          <w:rtl/>
        </w:rPr>
        <w:t>،</w:t>
      </w:r>
      <w:r w:rsidRPr="002D7EC3">
        <w:rPr>
          <w:rtl/>
        </w:rPr>
        <w:t xml:space="preserve"> خلعه عليه أُستاذه يزيد</w:t>
      </w:r>
      <w:r w:rsidR="00F13C51">
        <w:rPr>
          <w:rtl/>
        </w:rPr>
        <w:t>،</w:t>
      </w:r>
      <w:r w:rsidRPr="002D7EC3">
        <w:rPr>
          <w:rtl/>
        </w:rPr>
        <w:t xml:space="preserve"> وكان رفيقه في جميع حفلات مُجونه</w:t>
      </w:r>
      <w:r w:rsidR="00F13C51">
        <w:rPr>
          <w:rtl/>
        </w:rPr>
        <w:t>،</w:t>
      </w:r>
      <w:r w:rsidRPr="002D7EC3">
        <w:rPr>
          <w:rtl/>
        </w:rPr>
        <w:t xml:space="preserve"> أمَّا المهزلة المؤلمة التي يفرض على الحسين الآن احتمالها تحصل تحت عينيه</w:t>
      </w:r>
      <w:r w:rsidR="00F13C51">
        <w:rPr>
          <w:rtl/>
        </w:rPr>
        <w:t>،</w:t>
      </w:r>
      <w:r w:rsidRPr="002D7EC3">
        <w:rPr>
          <w:rtl/>
        </w:rPr>
        <w:t xml:space="preserve"> فهي في كونه مدعوَّاً للرقص في الساحة ذاتها</w:t>
      </w:r>
      <w:r w:rsidR="00F13C51">
        <w:rPr>
          <w:rtl/>
        </w:rPr>
        <w:t>،</w:t>
      </w:r>
      <w:r w:rsidRPr="002D7EC3">
        <w:rPr>
          <w:rtl/>
        </w:rPr>
        <w:t xml:space="preserve"> التي يرقص فيها ( أبو قيس ) الذي ألبسه يزيد حِلَّة التهريج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سيان</w:t>
      </w:r>
      <w:r w:rsidR="00F13C51">
        <w:rPr>
          <w:rtl/>
        </w:rPr>
        <w:t xml:space="preserve"> - </w:t>
      </w:r>
      <w:r w:rsidRPr="002D7EC3">
        <w:rPr>
          <w:rtl/>
        </w:rPr>
        <w:t>يقول الآن الحسين في نفسه</w:t>
      </w:r>
      <w:r w:rsidR="00F13C51">
        <w:rPr>
          <w:rtl/>
        </w:rPr>
        <w:t xml:space="preserve"> - </w:t>
      </w:r>
      <w:r w:rsidRPr="002D7EC3">
        <w:rPr>
          <w:rtl/>
        </w:rPr>
        <w:t>أكان ا</w:t>
      </w:r>
      <w:r w:rsidR="002C2DD7">
        <w:rPr>
          <w:rtl/>
        </w:rPr>
        <w:t>لمـُ</w:t>
      </w:r>
      <w:r w:rsidRPr="002D7EC3">
        <w:rPr>
          <w:rtl/>
        </w:rPr>
        <w:t>ناجز يزيد</w:t>
      </w:r>
      <w:r w:rsidR="00F13C51">
        <w:rPr>
          <w:rtl/>
        </w:rPr>
        <w:t>،</w:t>
      </w:r>
      <w:r w:rsidRPr="002D7EC3">
        <w:rPr>
          <w:rtl/>
        </w:rPr>
        <w:t xml:space="preserve"> أم أنَّه بهلوان آخر اسمه عمر</w:t>
      </w:r>
      <w:r w:rsidR="00F13C51">
        <w:rPr>
          <w:rtl/>
        </w:rPr>
        <w:t>؛</w:t>
      </w:r>
      <w:r w:rsidRPr="002D7EC3">
        <w:rPr>
          <w:rtl/>
        </w:rPr>
        <w:t xml:space="preserve"> لأنَّه أصبح يُدرك أنَّ ساحة الصراع تستدعي نزولاً حاملاً في يمينه سيفاً</w:t>
      </w:r>
      <w:r w:rsidR="00F13C51">
        <w:rPr>
          <w:rtl/>
        </w:rPr>
        <w:t>،</w:t>
      </w:r>
      <w:r w:rsidRPr="002D7EC3">
        <w:rPr>
          <w:rtl/>
        </w:rPr>
        <w:t xml:space="preserve"> تستفيد مِن نوعيَّته الأُمَّة</w:t>
      </w:r>
      <w:r w:rsidR="00F13C51">
        <w:rPr>
          <w:rtl/>
        </w:rPr>
        <w:t>،</w:t>
      </w:r>
      <w:r w:rsidRPr="002D7EC3">
        <w:rPr>
          <w:rtl/>
        </w:rPr>
        <w:t xml:space="preserve"> بأنَّه نوع لا يقصف</w:t>
      </w:r>
      <w:r w:rsidR="00F13C51">
        <w:rPr>
          <w:rtl/>
        </w:rPr>
        <w:t>،</w:t>
      </w:r>
      <w:r w:rsidRPr="002D7EC3">
        <w:rPr>
          <w:rtl/>
        </w:rPr>
        <w:t xml:space="preserve"> وعندئذ فإنَّ الحسام هذا لا يُمكنه أنْ يحفظ اسم الذي ينزل إلى مُناجزته في الميدان</w:t>
      </w:r>
      <w:r w:rsidR="00C327EB">
        <w:rPr>
          <w:rtl/>
        </w:rPr>
        <w:t>.</w:t>
      </w:r>
      <w:r w:rsidRPr="002D7EC3">
        <w:rPr>
          <w:rtl/>
        </w:rPr>
        <w:t xml:space="preserve"> إنَّ قيمة هذا الحسام هو أنَّه صقيل وقائم بذاته</w:t>
      </w:r>
      <w:r w:rsidR="00F13C51">
        <w:rPr>
          <w:rtl/>
        </w:rPr>
        <w:t>،</w:t>
      </w:r>
      <w:r w:rsidRPr="002D7EC3">
        <w:rPr>
          <w:rtl/>
        </w:rPr>
        <w:t xml:space="preserve"> ولا دخل لاسم الخصم فيه</w:t>
      </w:r>
      <w:r w:rsidR="00F13C51">
        <w:rPr>
          <w:rtl/>
        </w:rPr>
        <w:t>،</w:t>
      </w:r>
      <w:r w:rsidRPr="002D7EC3">
        <w:rPr>
          <w:rtl/>
        </w:rPr>
        <w:t xml:space="preserve"> سوى أنَّه خصم قد استعجل هذا الحسام إلى الخروج مِن غُمده</w:t>
      </w:r>
      <w:r w:rsidR="00F13C51">
        <w:rPr>
          <w:rtl/>
        </w:rPr>
        <w:t>،</w:t>
      </w:r>
      <w:r w:rsidRPr="002D7EC3">
        <w:rPr>
          <w:rtl/>
        </w:rPr>
        <w:t xml:space="preserve"> وهذا هو كلُّ دور يزيد وهو في الساحة يستدعي الحسين إلى النزول إليها مُبايعاً</w:t>
      </w:r>
      <w:r w:rsidR="00F13C51">
        <w:rPr>
          <w:rtl/>
        </w:rPr>
        <w:t>،</w:t>
      </w:r>
      <w:r w:rsidRPr="002D7EC3">
        <w:rPr>
          <w:rtl/>
        </w:rPr>
        <w:t xml:space="preserve"> وإلاَّ فإنَّ عُنقه هو المضروب</w:t>
      </w:r>
      <w:r w:rsidR="00106DAF">
        <w:rPr>
          <w:rtl/>
        </w:rPr>
        <w:t>!</w:t>
      </w:r>
      <w:r w:rsidRPr="002D7EC3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في كلا الحالين</w:t>
      </w:r>
      <w:r w:rsidR="00F13C51">
        <w:rPr>
          <w:rtl/>
        </w:rPr>
        <w:t xml:space="preserve"> - </w:t>
      </w:r>
      <w:r w:rsidRPr="002D7EC3">
        <w:rPr>
          <w:rtl/>
        </w:rPr>
        <w:t>بايع الحسين أمْ لم يُبايع</w:t>
      </w:r>
      <w:r w:rsidR="00F13C51">
        <w:rPr>
          <w:rtl/>
        </w:rPr>
        <w:t xml:space="preserve"> - </w:t>
      </w:r>
      <w:r w:rsidRPr="002D7EC3">
        <w:rPr>
          <w:rtl/>
        </w:rPr>
        <w:t>فعُنقه هو المضروب</w:t>
      </w:r>
      <w:r w:rsidR="00106DAF">
        <w:rPr>
          <w:rtl/>
        </w:rPr>
        <w:t>!</w:t>
      </w:r>
      <w:r w:rsidRPr="002D7EC3">
        <w:rPr>
          <w:rtl/>
        </w:rPr>
        <w:t xml:space="preserve"> لقد توصَّل الحسين إلى استيعاب هذه الحقيقة في وجوده الصريح</w:t>
      </w:r>
      <w:r w:rsidR="00F13C51">
        <w:rPr>
          <w:rtl/>
        </w:rPr>
        <w:t>،</w:t>
      </w:r>
      <w:r w:rsidRPr="002D7EC3">
        <w:rPr>
          <w:rtl/>
        </w:rPr>
        <w:t xml:space="preserve"> وهو وجوده طالبيٌّ</w:t>
      </w:r>
      <w:r w:rsidR="00F13C51">
        <w:rPr>
          <w:rtl/>
        </w:rPr>
        <w:t xml:space="preserve"> - </w:t>
      </w:r>
      <w:r w:rsidRPr="002D7EC3">
        <w:rPr>
          <w:rtl/>
        </w:rPr>
        <w:t>إماميٌّ</w:t>
      </w:r>
      <w:r w:rsidR="00F13C51">
        <w:rPr>
          <w:rtl/>
        </w:rPr>
        <w:t xml:space="preserve"> - </w:t>
      </w:r>
      <w:r w:rsidRPr="002D7EC3">
        <w:rPr>
          <w:rtl/>
        </w:rPr>
        <w:t>انتسابيٌّ إلى أهل البيت</w:t>
      </w:r>
      <w:r w:rsidR="00F13C51">
        <w:rPr>
          <w:rtl/>
        </w:rPr>
        <w:t>،</w:t>
      </w:r>
      <w:r w:rsidRPr="002D7EC3">
        <w:rPr>
          <w:rtl/>
        </w:rPr>
        <w:t xml:space="preserve"> وهو وجود مرئي بعين سُفيانيَّة يُهيجها الانتساب الطالبيُّ</w:t>
      </w:r>
      <w:r w:rsidR="00F13C51">
        <w:rPr>
          <w:rtl/>
        </w:rPr>
        <w:t>،</w:t>
      </w:r>
      <w:r w:rsidRPr="002D7EC3">
        <w:rPr>
          <w:rtl/>
        </w:rPr>
        <w:t xml:space="preserve"> كما يُهيج الثيران الاسبانيَّة كلَّ تلويح بقماشة حمراء</w:t>
      </w:r>
      <w:r w:rsidR="00F13C51">
        <w:rPr>
          <w:rtl/>
        </w:rPr>
        <w:t>،</w:t>
      </w:r>
      <w:r w:rsidRPr="002D7EC3">
        <w:rPr>
          <w:rtl/>
        </w:rPr>
        <w:t xml:space="preserve"> أمَّا يزيد فهو ا</w:t>
      </w:r>
      <w:r w:rsidR="002C2DD7">
        <w:rPr>
          <w:rtl/>
        </w:rPr>
        <w:t>لمـُ</w:t>
      </w:r>
      <w:r w:rsidRPr="002D7EC3">
        <w:rPr>
          <w:rtl/>
        </w:rPr>
        <w:t>تلاعب الآن بالتهديد</w:t>
      </w:r>
      <w:r w:rsidR="00F13C51">
        <w:rPr>
          <w:rtl/>
        </w:rPr>
        <w:t>،</w:t>
      </w:r>
      <w:r w:rsidRPr="002D7EC3">
        <w:rPr>
          <w:rtl/>
        </w:rPr>
        <w:t xml:space="preserve"> كما تتلاعب القِطط</w:t>
      </w:r>
      <w:r w:rsidR="00F13C51">
        <w:rPr>
          <w:rtl/>
        </w:rPr>
        <w:t xml:space="preserve"> - </w:t>
      </w:r>
      <w:r w:rsidRPr="002D7EC3">
        <w:rPr>
          <w:rtl/>
        </w:rPr>
        <w:t>وهي فصيلة مِن فصائل القرود أو الفهود</w:t>
      </w:r>
      <w:r w:rsidR="00F13C51">
        <w:rPr>
          <w:rtl/>
        </w:rPr>
        <w:t xml:space="preserve"> - </w:t>
      </w:r>
      <w:r w:rsidRPr="002D7EC3">
        <w:rPr>
          <w:rtl/>
        </w:rPr>
        <w:t>بالفأرة التي تصطادها</w:t>
      </w:r>
      <w:r w:rsidR="00F13C51">
        <w:rPr>
          <w:rtl/>
        </w:rPr>
        <w:t>،</w:t>
      </w:r>
      <w:r w:rsidRPr="002D7EC3">
        <w:rPr>
          <w:rtl/>
        </w:rPr>
        <w:t xml:space="preserve"> تُمنِّيها بالهروب</w:t>
      </w:r>
      <w:r w:rsidR="00F13C51">
        <w:rPr>
          <w:rtl/>
        </w:rPr>
        <w:t>،</w:t>
      </w:r>
      <w:r w:rsidRPr="002D7EC3">
        <w:rPr>
          <w:rtl/>
        </w:rPr>
        <w:t xml:space="preserve"> وتُمنِّيها</w:t>
      </w:r>
      <w:r w:rsidR="00C327EB">
        <w:rPr>
          <w:rtl/>
        </w:rPr>
        <w:t xml:space="preserve"> ...</w:t>
      </w:r>
      <w:r w:rsidRPr="002D7EC3">
        <w:rPr>
          <w:rtl/>
        </w:rPr>
        <w:t xml:space="preserve"> وتُمنِّيها وتُمنِّيها</w:t>
      </w:r>
      <w:r w:rsidR="00C327EB">
        <w:rPr>
          <w:rtl/>
        </w:rPr>
        <w:t xml:space="preserve"> ...</w:t>
      </w:r>
      <w:r w:rsidRPr="002D7EC3">
        <w:rPr>
          <w:rtl/>
        </w:rPr>
        <w:t xml:space="preserve"> حتَّى تقتلها مِن فَرط التمنَّي</w:t>
      </w:r>
      <w:r w:rsidR="00106DAF">
        <w:rPr>
          <w:rtl/>
        </w:rPr>
        <w:t>!</w:t>
      </w:r>
      <w:r w:rsidRPr="002D7EC3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مِن هنا إن الوالي الذي عُزل لأنَّه لم يكن سِنَّوراً يُتقن اللعب بصيده</w:t>
      </w:r>
      <w:r w:rsidR="00F13C51">
        <w:rPr>
          <w:rtl/>
        </w:rPr>
        <w:t>،</w:t>
      </w:r>
      <w:r w:rsidRPr="002D7EC3">
        <w:rPr>
          <w:rtl/>
        </w:rPr>
        <w:t xml:space="preserve"> جاء يعرض على الحسين مُبايعة تُنجيه مِن الوقوع في العَطب</w:t>
      </w:r>
      <w:r w:rsidR="00F13C51">
        <w:rPr>
          <w:rtl/>
        </w:rPr>
        <w:t>،</w:t>
      </w:r>
      <w:r w:rsidRPr="002D7EC3">
        <w:rPr>
          <w:rtl/>
        </w:rPr>
        <w:t xml:space="preserve"> وهو يُصدِّق أنَّ الحسين نازل عند عرضه</w:t>
      </w:r>
      <w:r w:rsidR="00F13C51">
        <w:rPr>
          <w:rtl/>
        </w:rPr>
        <w:t>،</w:t>
      </w:r>
      <w:r w:rsidRPr="002D7EC3">
        <w:rPr>
          <w:rtl/>
        </w:rPr>
        <w:t xml:space="preserve"> ومأخوذ بتبهرجه بيزيد</w:t>
      </w:r>
      <w:r w:rsidR="00F13C51">
        <w:rPr>
          <w:rtl/>
        </w:rPr>
        <w:t>،</w:t>
      </w:r>
      <w:r w:rsidRPr="002D7EC3">
        <w:rPr>
          <w:rtl/>
        </w:rPr>
        <w:t xml:space="preserve"> لقد صدَّق ابن عتبة أنَّ الحسين مُقدِم على مُبايعة تُبهر عينيه</w:t>
      </w:r>
      <w:r w:rsidR="00F13C51">
        <w:rPr>
          <w:rtl/>
        </w:rPr>
        <w:t>،</w:t>
      </w:r>
      <w:r w:rsidRPr="002D7EC3">
        <w:rPr>
          <w:rtl/>
        </w:rPr>
        <w:t xml:space="preserve"> ولقد أُعجب</w:t>
      </w:r>
      <w:r w:rsidR="00F13C51">
        <w:rPr>
          <w:rtl/>
        </w:rPr>
        <w:t xml:space="preserve"> - </w:t>
      </w:r>
      <w:r w:rsidRPr="002D7EC3">
        <w:rPr>
          <w:rtl/>
        </w:rPr>
        <w:t>أيضاً</w:t>
      </w:r>
      <w:r w:rsidR="00F13C51">
        <w:rPr>
          <w:rtl/>
        </w:rPr>
        <w:t xml:space="preserve"> - </w:t>
      </w:r>
      <w:r w:rsidRPr="002D7EC3">
        <w:rPr>
          <w:rtl/>
        </w:rPr>
        <w:t>بتبرُّع الحسين بدمه مِن أجل الأُمَّة</w:t>
      </w:r>
      <w:r w:rsidR="00F13C51">
        <w:rPr>
          <w:rtl/>
        </w:rPr>
        <w:t>،</w:t>
      </w:r>
      <w:r w:rsidRPr="002D7EC3">
        <w:rPr>
          <w:rtl/>
        </w:rPr>
        <w:t xml:space="preserve"> التي هي مِن الصكِّ الذي يملكه يزيد</w:t>
      </w:r>
      <w:r w:rsidR="00F13C51">
        <w:rPr>
          <w:rtl/>
        </w:rPr>
        <w:t>،</w:t>
      </w:r>
      <w:r w:rsidRPr="002D7EC3">
        <w:rPr>
          <w:rtl/>
        </w:rPr>
        <w:t xml:space="preserve"> أمَّا غير ذلك فإنَّه لم يلمح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لم تكن ا</w:t>
      </w:r>
      <w:r w:rsidR="002C2DD7">
        <w:rPr>
          <w:rtl/>
        </w:rPr>
        <w:t>لمـُ</w:t>
      </w:r>
      <w:r w:rsidRPr="002D7EC3">
        <w:rPr>
          <w:rtl/>
        </w:rPr>
        <w:t>بايعة التي قصدها الحسين في حضرة الوالي</w:t>
      </w:r>
      <w:r w:rsidR="00F13C51">
        <w:rPr>
          <w:rtl/>
        </w:rPr>
        <w:t xml:space="preserve"> - </w:t>
      </w:r>
      <w:r w:rsidRPr="002D7EC3">
        <w:rPr>
          <w:rtl/>
        </w:rPr>
        <w:t>أبداً</w:t>
      </w:r>
      <w:r w:rsidR="00F13C51">
        <w:rPr>
          <w:rtl/>
        </w:rPr>
        <w:t xml:space="preserve"> - </w:t>
      </w:r>
      <w:r w:rsidRPr="002D7EC3">
        <w:rPr>
          <w:rtl/>
        </w:rPr>
        <w:t>ليزيد</w:t>
      </w:r>
      <w:r w:rsidR="00F13C51">
        <w:rPr>
          <w:rtl/>
        </w:rPr>
        <w:t>،</w:t>
      </w:r>
      <w:r w:rsidRPr="002D7EC3">
        <w:rPr>
          <w:rtl/>
        </w:rPr>
        <w:t xml:space="preserve"> بلْ إنَّها لجوهر الإمامة التي هي له الآن في شمولها ا</w:t>
      </w:r>
      <w:r w:rsidR="002C2DD7">
        <w:rPr>
          <w:rtl/>
        </w:rPr>
        <w:t>لمـُ</w:t>
      </w:r>
      <w:r w:rsidRPr="002D7EC3">
        <w:rPr>
          <w:rtl/>
        </w:rPr>
        <w:t>طلق</w:t>
      </w:r>
      <w:r w:rsidR="00C327EB">
        <w:rPr>
          <w:rtl/>
        </w:rPr>
        <w:t>.</w:t>
      </w:r>
      <w:r w:rsidRPr="002D7EC3">
        <w:rPr>
          <w:rtl/>
        </w:rPr>
        <w:t xml:space="preserve"> إنَّها للأُمَّة تقطف منها</w:t>
      </w:r>
      <w:r w:rsidR="00F13C51">
        <w:rPr>
          <w:rtl/>
        </w:rPr>
        <w:t xml:space="preserve"> - </w:t>
      </w:r>
      <w:r w:rsidRPr="002D7EC3">
        <w:rPr>
          <w:rtl/>
        </w:rPr>
        <w:t>في كلِّ غَدٍ طالع عليها</w:t>
      </w:r>
      <w:r w:rsidR="00F13C51">
        <w:rPr>
          <w:rtl/>
        </w:rPr>
        <w:t xml:space="preserve"> - </w:t>
      </w:r>
      <w:r w:rsidRPr="002D7EC3">
        <w:rPr>
          <w:rtl/>
        </w:rPr>
        <w:t>ما يعينها في البلوغ الكريم</w:t>
      </w:r>
      <w:r w:rsidR="00F13C51">
        <w:rPr>
          <w:rtl/>
        </w:rPr>
        <w:t>،</w:t>
      </w:r>
      <w:r w:rsidRPr="002D7EC3">
        <w:rPr>
          <w:rtl/>
        </w:rPr>
        <w:t xml:space="preserve"> وما يُثبِّت أقدامها في الترقِّي الصامد بحقيقة الذات</w:t>
      </w:r>
      <w:r w:rsidR="00F13C51">
        <w:rPr>
          <w:rtl/>
        </w:rPr>
        <w:t>،</w:t>
      </w:r>
      <w:r w:rsidRPr="002D7EC3">
        <w:rPr>
          <w:rtl/>
        </w:rPr>
        <w:t xml:space="preserve"> ما يُعينها في البلوغ الكريم</w:t>
      </w:r>
      <w:r w:rsidR="00F13C51">
        <w:rPr>
          <w:rtl/>
        </w:rPr>
        <w:t>،</w:t>
      </w:r>
      <w:r w:rsidRPr="002D7EC3">
        <w:rPr>
          <w:rtl/>
        </w:rPr>
        <w:t xml:space="preserve"> وما يُثبِّت أقدامها في الترقِّي الصامد بحقيقة الذات</w:t>
      </w:r>
      <w:r w:rsidR="00C327EB">
        <w:rPr>
          <w:rtl/>
        </w:rPr>
        <w:t>.</w:t>
      </w:r>
      <w:r w:rsidRPr="002D7EC3">
        <w:rPr>
          <w:rtl/>
        </w:rPr>
        <w:t xml:space="preserve"> ولقد تعهَّد ببذل دَمه مِن أجل هذه الأُمَّة الكريمة</w:t>
      </w:r>
      <w:r w:rsidR="00F13C51">
        <w:rPr>
          <w:rtl/>
        </w:rPr>
        <w:t>،</w:t>
      </w:r>
      <w:r w:rsidRPr="002D7EC3">
        <w:rPr>
          <w:rtl/>
        </w:rPr>
        <w:t xml:space="preserve"> التي تتحصَّن دائماً باسم جَدِّه العظيم</w:t>
      </w:r>
      <w:r w:rsidR="00F13C51">
        <w:rPr>
          <w:rtl/>
        </w:rPr>
        <w:t>،</w:t>
      </w:r>
      <w:r w:rsidRPr="002D7EC3">
        <w:rPr>
          <w:rtl/>
        </w:rPr>
        <w:t xml:space="preserve"> الذي وهبها كل ذاته</w:t>
      </w:r>
      <w:r w:rsidR="00F13C51">
        <w:rPr>
          <w:rtl/>
        </w:rPr>
        <w:t>،</w:t>
      </w:r>
      <w:r w:rsidRPr="002D7EC3">
        <w:rPr>
          <w:rtl/>
        </w:rPr>
        <w:t xml:space="preserve"> في حين أنَّها لا تتمجَّد إلاَّ وهي تنمهر بذكره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لم يشدَّ الحسين الآن</w:t>
      </w:r>
      <w:r w:rsidR="00F13C51">
        <w:rPr>
          <w:rtl/>
        </w:rPr>
        <w:t xml:space="preserve"> - </w:t>
      </w:r>
      <w:r w:rsidRPr="002D7EC3">
        <w:rPr>
          <w:rtl/>
        </w:rPr>
        <w:t>في حضرة الوالي</w:t>
      </w:r>
      <w:r w:rsidR="00F13C51">
        <w:rPr>
          <w:rtl/>
        </w:rPr>
        <w:t xml:space="preserve"> - </w:t>
      </w:r>
      <w:r w:rsidRPr="002D7EC3">
        <w:rPr>
          <w:rtl/>
        </w:rPr>
        <w:t>عزمه على ا</w:t>
      </w:r>
      <w:r w:rsidR="002C2DD7">
        <w:rPr>
          <w:rtl/>
        </w:rPr>
        <w:t>لمـُ</w:t>
      </w:r>
      <w:r w:rsidRPr="002D7EC3">
        <w:rPr>
          <w:rtl/>
        </w:rPr>
        <w:t>بايعة تلك</w:t>
      </w:r>
      <w:r w:rsidR="00F13C51">
        <w:rPr>
          <w:rtl/>
        </w:rPr>
        <w:t>،</w:t>
      </w:r>
      <w:r w:rsidRPr="002D7EC3">
        <w:rPr>
          <w:rtl/>
        </w:rPr>
        <w:t xml:space="preserve"> مُمهورة ببذل الدم حين تقضي الحاجة</w:t>
      </w:r>
      <w:r w:rsidR="00F13C51">
        <w:rPr>
          <w:rtl/>
        </w:rPr>
        <w:t>،</w:t>
      </w:r>
      <w:r w:rsidRPr="002D7EC3">
        <w:rPr>
          <w:rtl/>
        </w:rPr>
        <w:t xml:space="preserve"> بلْ إنَّه التقرير الكبير الذي كان يصوغ بنوده</w:t>
      </w:r>
      <w:r w:rsidR="00F13C51">
        <w:rPr>
          <w:rtl/>
        </w:rPr>
        <w:t>،</w:t>
      </w:r>
      <w:r w:rsidRPr="002D7EC3">
        <w:rPr>
          <w:rtl/>
        </w:rPr>
        <w:t xml:space="preserve"> مُنذ بدأ يعي حقيقته المرسومة في بال جَدِّه الأكبر</w:t>
      </w:r>
      <w:r w:rsidR="00F13C51">
        <w:rPr>
          <w:rtl/>
        </w:rPr>
        <w:t>،</w:t>
      </w:r>
      <w:r w:rsidRPr="002D7EC3">
        <w:rPr>
          <w:rtl/>
        </w:rPr>
        <w:t xml:space="preserve"> وهي حقيقة ما استوعبها حتَّى أدرك أنَّه مربوط بالالتزام</w:t>
      </w:r>
      <w:r w:rsidR="00C327EB">
        <w:rPr>
          <w:rtl/>
        </w:rPr>
        <w:t>.</w:t>
      </w:r>
      <w:r w:rsidRPr="002D7EC3">
        <w:rPr>
          <w:rtl/>
        </w:rPr>
        <w:t xml:space="preserve"> إنَّ الإمامة</w:t>
      </w:r>
      <w:r w:rsidR="00F13C51">
        <w:rPr>
          <w:rtl/>
        </w:rPr>
        <w:t xml:space="preserve"> - </w:t>
      </w:r>
      <w:r w:rsidRPr="002D7EC3">
        <w:rPr>
          <w:rtl/>
        </w:rPr>
        <w:t>في إحاطتها الكاملة</w:t>
      </w:r>
      <w:r w:rsidR="00F13C51">
        <w:rPr>
          <w:rtl/>
        </w:rPr>
        <w:t xml:space="preserve"> - </w:t>
      </w:r>
      <w:r w:rsidRPr="002D7EC3">
        <w:rPr>
          <w:rtl/>
        </w:rPr>
        <w:t>هي التي كانت توسِّع عليه ا</w:t>
      </w:r>
      <w:r w:rsidR="002C2DD7">
        <w:rPr>
          <w:rtl/>
        </w:rPr>
        <w:t>لمـُ</w:t>
      </w:r>
      <w:r w:rsidRPr="002D7EC3">
        <w:rPr>
          <w:rtl/>
        </w:rPr>
        <w:t>عاناة</w:t>
      </w:r>
      <w:r w:rsidR="00F13C51">
        <w:rPr>
          <w:rtl/>
        </w:rPr>
        <w:t>،</w:t>
      </w:r>
      <w:r w:rsidRPr="002D7EC3">
        <w:rPr>
          <w:rtl/>
        </w:rPr>
        <w:t xml:space="preserve"> وتُكيِّفه بالصبر والتأنِّي</w:t>
      </w:r>
      <w:r w:rsidR="00F13C51">
        <w:rPr>
          <w:rtl/>
        </w:rPr>
        <w:t>،</w:t>
      </w:r>
      <w:r w:rsidRPr="002D7EC3">
        <w:rPr>
          <w:rtl/>
        </w:rPr>
        <w:t xml:space="preserve"> وتُحضِّره لكلِّ مواجهة تُجابهه بها الأحداث</w:t>
      </w:r>
      <w:r w:rsidR="00F13C51">
        <w:rPr>
          <w:rtl/>
        </w:rPr>
        <w:t>،</w:t>
      </w:r>
      <w:r w:rsidRPr="002D7EC3">
        <w:rPr>
          <w:rtl/>
        </w:rPr>
        <w:t xml:space="preserve"> التي هي</w:t>
      </w:r>
      <w:r w:rsidR="00F13C51">
        <w:rPr>
          <w:rtl/>
        </w:rPr>
        <w:t xml:space="preserve"> - </w:t>
      </w:r>
      <w:r w:rsidRPr="002D7EC3">
        <w:rPr>
          <w:rtl/>
        </w:rPr>
        <w:t>بحَدِّ ذاتها</w:t>
      </w:r>
      <w:r w:rsidR="00F13C51">
        <w:rPr>
          <w:rtl/>
        </w:rPr>
        <w:t xml:space="preserve"> - </w:t>
      </w:r>
      <w:r w:rsidRPr="002D7EC3">
        <w:rPr>
          <w:rtl/>
        </w:rPr>
        <w:t>مجالات تُعبِّر بها الحياة عن مقاييس زخمها في مُجتمعات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تلك هي مجالات الأحداث التي توقَّف الحسين طويلاً في استيعابها والتملِّي في درسها</w:t>
      </w:r>
      <w:r w:rsidR="00F13C51">
        <w:rPr>
          <w:rtl/>
        </w:rPr>
        <w:t>،</w:t>
      </w:r>
      <w:r w:rsidRPr="002D7EC3">
        <w:rPr>
          <w:rtl/>
        </w:rPr>
        <w:t xml:space="preserve"> وهي تنفث ريحها السَّموم في جَوِّ الأُمَّة التي استوعبها جَدُّه وأبوه وأخوه</w:t>
      </w:r>
      <w:r w:rsidR="00F13C51">
        <w:rPr>
          <w:rtl/>
        </w:rPr>
        <w:t>،</w:t>
      </w:r>
      <w:r w:rsidRPr="002D7EC3">
        <w:rPr>
          <w:rtl/>
        </w:rPr>
        <w:t xml:space="preserve"> وتركوا زمامها الآن عليه حتَّى يتعهَّدها بالإمامة التي عَبث بحبالها عمر بن الخطَّاب</w:t>
      </w:r>
      <w:r w:rsidR="00F13C51">
        <w:rPr>
          <w:rtl/>
        </w:rPr>
        <w:t>،</w:t>
      </w:r>
      <w:r w:rsidRPr="002D7EC3">
        <w:rPr>
          <w:rtl/>
        </w:rPr>
        <w:t xml:space="preserve"> ولم يقبل إلاَّ أنْ يوصلها إلى مَن يُتابع العَبث بها عَبث الفاسقين</w:t>
      </w:r>
      <w:r w:rsidR="00106DAF">
        <w:rPr>
          <w:rtl/>
        </w:rPr>
        <w:t>!</w:t>
      </w:r>
      <w:r w:rsidRPr="002D7EC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أمَّا الأُمَّة</w:t>
      </w:r>
      <w:r w:rsidR="00F13C51">
        <w:rPr>
          <w:rtl/>
        </w:rPr>
        <w:t>،</w:t>
      </w:r>
      <w:r w:rsidRPr="002D7EC3">
        <w:rPr>
          <w:rtl/>
        </w:rPr>
        <w:t xml:space="preserve"> فهي التي يتمُّ توجيهها لتعرف كيف تقرأ الأحداث</w:t>
      </w:r>
      <w:r w:rsidR="00F13C51">
        <w:rPr>
          <w:rtl/>
        </w:rPr>
        <w:t>،</w:t>
      </w:r>
      <w:r w:rsidRPr="002D7EC3">
        <w:rPr>
          <w:rtl/>
        </w:rPr>
        <w:t xml:space="preserve"> التي نقشتها هي بخطواتها الممشيَّة فوق الأرض</w:t>
      </w:r>
      <w:r w:rsidR="00F13C51">
        <w:rPr>
          <w:rtl/>
        </w:rPr>
        <w:t>،</w:t>
      </w:r>
      <w:r w:rsidRPr="002D7EC3">
        <w:rPr>
          <w:rtl/>
        </w:rPr>
        <w:t xml:space="preserve"> حتَّى يكون لها مِن حروف القراءة تمييز بين نَقشٍ ونَقشٍ</w:t>
      </w:r>
      <w:r w:rsidR="00F13C51">
        <w:rPr>
          <w:rtl/>
        </w:rPr>
        <w:t>،</w:t>
      </w:r>
      <w:r w:rsidRPr="002D7EC3">
        <w:rPr>
          <w:rtl/>
        </w:rPr>
        <w:t xml:space="preserve"> تتجنَّبه هزيلاً مريضاً</w:t>
      </w:r>
      <w:r w:rsidR="00F13C51">
        <w:rPr>
          <w:rtl/>
        </w:rPr>
        <w:t>،</w:t>
      </w:r>
      <w:r w:rsidRPr="002D7EC3">
        <w:rPr>
          <w:rtl/>
        </w:rPr>
        <w:t xml:space="preserve"> وتتحفَّز لتقويمه إنْ رأته معوجَّاً</w:t>
      </w:r>
      <w:r w:rsidR="00F13C51">
        <w:rPr>
          <w:rtl/>
        </w:rPr>
        <w:t>،</w:t>
      </w:r>
      <w:r w:rsidRPr="002D7EC3">
        <w:rPr>
          <w:rtl/>
        </w:rPr>
        <w:t xml:space="preserve"> وترتاده إنْ تلمس فيه خطَّاً إلى صواب وجمال</w:t>
      </w:r>
      <w:r w:rsidR="00F13C51">
        <w:rPr>
          <w:rtl/>
        </w:rPr>
        <w:t>،</w:t>
      </w:r>
      <w:r w:rsidRPr="002D7EC3">
        <w:rPr>
          <w:rtl/>
        </w:rPr>
        <w:t xml:space="preserve"> تلك هي ا</w:t>
      </w:r>
      <w:r w:rsidR="002C2DD7">
        <w:rPr>
          <w:rtl/>
        </w:rPr>
        <w:t>لمـُ</w:t>
      </w:r>
      <w:r w:rsidRPr="002D7EC3">
        <w:rPr>
          <w:rtl/>
        </w:rPr>
        <w:t>همَّة الكبيرة نَقَشَ خطوطها وقنواتها الصريحة جَدُّه الأعظم</w:t>
      </w:r>
      <w:r w:rsidR="00F13C51">
        <w:rPr>
          <w:rtl/>
        </w:rPr>
        <w:t>،</w:t>
      </w:r>
      <w:r w:rsidRPr="002D7EC3">
        <w:rPr>
          <w:rtl/>
        </w:rPr>
        <w:t xml:space="preserve"> فقدَّمها للأُمَّة تقرأ بها تقويم خُطواتها</w:t>
      </w:r>
      <w:r w:rsidR="00F13C51">
        <w:rPr>
          <w:rtl/>
        </w:rPr>
        <w:t>،</w:t>
      </w:r>
      <w:r w:rsidRPr="002D7EC3">
        <w:rPr>
          <w:rtl/>
        </w:rPr>
        <w:t xml:space="preserve"> وتعيين حظوظها</w:t>
      </w:r>
      <w:r w:rsidR="00F13C51">
        <w:rPr>
          <w:rtl/>
        </w:rPr>
        <w:t>،</w:t>
      </w:r>
      <w:r w:rsidRPr="002D7EC3">
        <w:rPr>
          <w:rtl/>
        </w:rPr>
        <w:t xml:space="preserve"> كلَّما تنقَّلت بها الأعمار في باحات الحياة</w:t>
      </w:r>
      <w:r w:rsidR="00F13C51">
        <w:rPr>
          <w:rtl/>
        </w:rPr>
        <w:t>،</w:t>
      </w:r>
      <w:r w:rsidRPr="002D7EC3">
        <w:rPr>
          <w:rtl/>
        </w:rPr>
        <w:t xml:space="preserve"> وتلك هي ا</w:t>
      </w:r>
      <w:r w:rsidR="002C2DD7">
        <w:rPr>
          <w:rtl/>
        </w:rPr>
        <w:t>لمـُ</w:t>
      </w:r>
      <w:r w:rsidRPr="002D7EC3">
        <w:rPr>
          <w:rtl/>
        </w:rPr>
        <w:t>همَّة الكبيرة ذاتها</w:t>
      </w:r>
      <w:r w:rsidR="00F13C51">
        <w:rPr>
          <w:rtl/>
        </w:rPr>
        <w:t>،</w:t>
      </w:r>
      <w:r w:rsidRPr="002D7EC3">
        <w:rPr>
          <w:rtl/>
        </w:rPr>
        <w:t xml:space="preserve"> تناولها أبوه الأجلُّ</w:t>
      </w:r>
      <w:r w:rsidR="00F13C51">
        <w:rPr>
          <w:rtl/>
        </w:rPr>
        <w:t>،</w:t>
      </w:r>
      <w:r w:rsidRPr="002D7EC3">
        <w:rPr>
          <w:rtl/>
        </w:rPr>
        <w:t xml:space="preserve"> وقدَّمها للأُمَّة تقرأ بها صيانة خطواتها</w:t>
      </w:r>
      <w:r w:rsidR="00F13C51">
        <w:rPr>
          <w:rtl/>
        </w:rPr>
        <w:t>،</w:t>
      </w:r>
      <w:r w:rsidRPr="002D7EC3">
        <w:rPr>
          <w:rtl/>
        </w:rPr>
        <w:t xml:space="preserve"> وهي تحفرها فوق الرمال ا</w:t>
      </w:r>
      <w:r w:rsidR="002C2DD7">
        <w:rPr>
          <w:rtl/>
        </w:rPr>
        <w:t>لمـَ</w:t>
      </w:r>
      <w:r w:rsidRPr="002D7EC3">
        <w:rPr>
          <w:rtl/>
        </w:rPr>
        <w:t>عْميَّة بالسراب</w:t>
      </w:r>
      <w:r w:rsidR="00F13C51">
        <w:rPr>
          <w:rtl/>
        </w:rPr>
        <w:t>،</w:t>
      </w:r>
      <w:r w:rsidRPr="002D7EC3">
        <w:rPr>
          <w:rtl/>
        </w:rPr>
        <w:t xml:space="preserve"> وتلك هي ا</w:t>
      </w:r>
      <w:r w:rsidR="002C2DD7">
        <w:rPr>
          <w:rtl/>
        </w:rPr>
        <w:t>لمـُ</w:t>
      </w:r>
      <w:r w:rsidRPr="002D7EC3">
        <w:rPr>
          <w:rtl/>
        </w:rPr>
        <w:t>همَّة الكبيرة ذاتها</w:t>
      </w:r>
      <w:r w:rsidR="00F13C51">
        <w:rPr>
          <w:rtl/>
        </w:rPr>
        <w:t>،</w:t>
      </w:r>
      <w:r w:rsidRPr="002D7EC3">
        <w:rPr>
          <w:rtl/>
        </w:rPr>
        <w:t xml:space="preserve"> توسَّلها أخوه الأحبُّ وقدَّمها للأُمَّة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تقرأ بها لملمة حواشيها</w:t>
      </w:r>
      <w:r w:rsidR="00F13C51">
        <w:rPr>
          <w:rtl/>
        </w:rPr>
        <w:t>،</w:t>
      </w:r>
      <w:r w:rsidRPr="002D7EC3">
        <w:rPr>
          <w:rtl/>
        </w:rPr>
        <w:t xml:space="preserve"> وهي تنزل في كلِّ حقدٍ وضيم يُضلِّلانها في كلِّ ليلٍ مُدْلَهم</w:t>
      </w:r>
      <w:r w:rsidR="00F13C51">
        <w:rPr>
          <w:rtl/>
        </w:rPr>
        <w:t>،</w:t>
      </w:r>
      <w:r w:rsidRPr="002D7EC3">
        <w:rPr>
          <w:rtl/>
        </w:rPr>
        <w:t xml:space="preserve"> يشتدُّ فيه سطو الذئاب على نعاج بلا حراسة</w:t>
      </w:r>
      <w:r w:rsidR="00F13C51">
        <w:rPr>
          <w:rtl/>
        </w:rPr>
        <w:t>،</w:t>
      </w:r>
      <w:r w:rsidRPr="002D7EC3">
        <w:rPr>
          <w:rtl/>
        </w:rPr>
        <w:t xml:space="preserve"> أمَّا ا</w:t>
      </w:r>
      <w:r w:rsidR="002C2DD7">
        <w:rPr>
          <w:rtl/>
        </w:rPr>
        <w:t>لمـُ</w:t>
      </w:r>
      <w:r w:rsidRPr="002D7EC3">
        <w:rPr>
          <w:rtl/>
        </w:rPr>
        <w:t>همَّة الكبيرة ذاتها</w:t>
      </w:r>
      <w:r w:rsidR="00F13C51">
        <w:rPr>
          <w:rtl/>
        </w:rPr>
        <w:t>،</w:t>
      </w:r>
      <w:r w:rsidRPr="002D7EC3">
        <w:rPr>
          <w:rtl/>
        </w:rPr>
        <w:t xml:space="preserve"> فهي التي تطوي كَشْحها عليه الآن</w:t>
      </w:r>
      <w:r w:rsidR="00F13C51">
        <w:rPr>
          <w:rtl/>
        </w:rPr>
        <w:t>،</w:t>
      </w:r>
      <w:r w:rsidRPr="002D7EC3">
        <w:rPr>
          <w:rtl/>
        </w:rPr>
        <w:t xml:space="preserve"> ليقدح لها</w:t>
      </w:r>
      <w:r w:rsidR="00F13C51">
        <w:rPr>
          <w:rtl/>
        </w:rPr>
        <w:t xml:space="preserve"> - </w:t>
      </w:r>
      <w:r w:rsidRPr="002D7EC3">
        <w:rPr>
          <w:rtl/>
        </w:rPr>
        <w:t>مِن قبله وفكره وعزمه</w:t>
      </w:r>
      <w:r w:rsidR="00F13C51">
        <w:rPr>
          <w:rtl/>
        </w:rPr>
        <w:t xml:space="preserve"> - </w:t>
      </w:r>
      <w:r w:rsidRPr="002D7EC3">
        <w:rPr>
          <w:rtl/>
        </w:rPr>
        <w:t>شرارة تُعلِّم الأُمَّة كيف تبني سيرتها المجيدة في الحياة</w:t>
      </w:r>
      <w:r w:rsidR="00F13C51">
        <w:rPr>
          <w:rtl/>
        </w:rPr>
        <w:t>،</w:t>
      </w:r>
      <w:r w:rsidRPr="002D7EC3">
        <w:rPr>
          <w:rtl/>
        </w:rPr>
        <w:t xml:space="preserve"> حتَّى تَخلص عينيها مِن كلِّ وطأة خَبلٍ ونعاس ترميها في غفوة الذِّلِّ والاستكانة</w:t>
      </w:r>
      <w:r w:rsidR="00F13C51">
        <w:rPr>
          <w:rtl/>
        </w:rPr>
        <w:t>،</w:t>
      </w:r>
      <w:r w:rsidRPr="002D7EC3">
        <w:rPr>
          <w:rtl/>
        </w:rPr>
        <w:t xml:space="preserve"> وتُبعدها عن المحارم الشريفة والعزيزة</w:t>
      </w:r>
      <w:r w:rsidR="00F13C51">
        <w:rPr>
          <w:rtl/>
        </w:rPr>
        <w:t>،</w:t>
      </w:r>
      <w:r w:rsidRPr="002D7EC3">
        <w:rPr>
          <w:rtl/>
        </w:rPr>
        <w:t xml:space="preserve"> التي تستهيم بها الحياة وهي تتمجَّد أبيَّة كريمة في حِضن ربِّها العزيز الكريم</w:t>
      </w:r>
      <w:r w:rsidR="00C327EB">
        <w:rPr>
          <w:rtl/>
        </w:rPr>
        <w:t>.</w:t>
      </w:r>
    </w:p>
    <w:p w:rsidR="003A7CC2" w:rsidRPr="00C82DEB" w:rsidRDefault="003A7CC2" w:rsidP="00C82DEB">
      <w:pPr>
        <w:pStyle w:val="libCenter"/>
        <w:rPr>
          <w:rtl/>
        </w:rPr>
      </w:pPr>
      <w:r w:rsidRPr="002D7EC3">
        <w:rPr>
          <w:rtl/>
        </w:rPr>
        <w:t>* * *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24" w:name="_Toc395088376"/>
      <w:r w:rsidRPr="002D7EC3">
        <w:rPr>
          <w:rtl/>
        </w:rPr>
        <w:lastRenderedPageBreak/>
        <w:t>الشرارة</w:t>
      </w:r>
      <w:bookmarkEnd w:id="24"/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والشرارة</w:t>
      </w:r>
      <w:r w:rsidR="00106DAF">
        <w:rPr>
          <w:rtl/>
        </w:rPr>
        <w:t>!</w:t>
      </w:r>
      <w:r w:rsidRPr="002D7EC3">
        <w:rPr>
          <w:rtl/>
        </w:rPr>
        <w:t xml:space="preserve"> إنَّها مِن الاحتكاك</w:t>
      </w:r>
      <w:r w:rsidR="00F13C51">
        <w:rPr>
          <w:rtl/>
        </w:rPr>
        <w:t>،</w:t>
      </w:r>
      <w:r w:rsidRPr="002D7EC3">
        <w:rPr>
          <w:rtl/>
        </w:rPr>
        <w:t xml:space="preserve"> وهي لا تتعدَّى كونها قبساً يتمادى في تواصله</w:t>
      </w:r>
      <w:r w:rsidR="00F13C51">
        <w:rPr>
          <w:rtl/>
        </w:rPr>
        <w:t>،</w:t>
      </w:r>
      <w:r w:rsidRPr="002D7EC3">
        <w:rPr>
          <w:rtl/>
        </w:rPr>
        <w:t xml:space="preserve"> حتَّى يُصبح النار التي تُدفِّأ ضلوع الأرض</w:t>
      </w:r>
      <w:r w:rsidR="00F13C51">
        <w:rPr>
          <w:rtl/>
        </w:rPr>
        <w:t>،</w:t>
      </w:r>
      <w:r w:rsidRPr="002D7EC3">
        <w:rPr>
          <w:rtl/>
        </w:rPr>
        <w:t xml:space="preserve"> وتُمرع فيها براعم الزهر وأفواج السنابل</w:t>
      </w:r>
      <w:r w:rsidR="00F13C51">
        <w:rPr>
          <w:rtl/>
        </w:rPr>
        <w:t>،</w:t>
      </w:r>
      <w:r w:rsidRPr="002D7EC3">
        <w:rPr>
          <w:rtl/>
        </w:rPr>
        <w:t xml:space="preserve"> فالحياة</w:t>
      </w:r>
      <w:r w:rsidR="00F13C51">
        <w:rPr>
          <w:rtl/>
        </w:rPr>
        <w:t xml:space="preserve"> - </w:t>
      </w:r>
      <w:r w:rsidRPr="002D7EC3">
        <w:rPr>
          <w:rtl/>
        </w:rPr>
        <w:t>وهي ملقط مِن ملاقط الوجود</w:t>
      </w:r>
      <w:r w:rsidR="00F13C51">
        <w:rPr>
          <w:rtl/>
        </w:rPr>
        <w:t xml:space="preserve"> - </w:t>
      </w:r>
      <w:r w:rsidRPr="002D7EC3">
        <w:rPr>
          <w:rtl/>
        </w:rPr>
        <w:t>إنَّما هي الشرارة الخالدة</w:t>
      </w:r>
      <w:r w:rsidR="00F13C51">
        <w:rPr>
          <w:rtl/>
        </w:rPr>
        <w:t>،</w:t>
      </w:r>
      <w:r w:rsidRPr="002D7EC3">
        <w:rPr>
          <w:rtl/>
        </w:rPr>
        <w:t xml:space="preserve"> التي ينبض بها هذا الكون</w:t>
      </w:r>
      <w:r w:rsidR="00F13C51">
        <w:rPr>
          <w:rtl/>
        </w:rPr>
        <w:t>،</w:t>
      </w:r>
      <w:r w:rsidRPr="002D7EC3">
        <w:rPr>
          <w:rtl/>
        </w:rPr>
        <w:t xml:space="preserve"> وإذ تخبو</w:t>
      </w:r>
      <w:r w:rsidR="00F13C51">
        <w:rPr>
          <w:rtl/>
        </w:rPr>
        <w:t>،</w:t>
      </w:r>
      <w:r w:rsidRPr="002D7EC3">
        <w:rPr>
          <w:rtl/>
        </w:rPr>
        <w:t xml:space="preserve"> فالوجود كلُّه في سُبات كالرماد</w:t>
      </w:r>
      <w:r w:rsidR="00F13C51">
        <w:rPr>
          <w:rtl/>
        </w:rPr>
        <w:t>،</w:t>
      </w:r>
      <w:r w:rsidRPr="002D7EC3">
        <w:rPr>
          <w:rtl/>
        </w:rPr>
        <w:t xml:space="preserve"> ينخطف منه اللون والنخوة والدم الذي يمور</w:t>
      </w:r>
      <w:r w:rsidR="00106DAF">
        <w:rPr>
          <w:rtl/>
        </w:rPr>
        <w:t>!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ما أروع الحسين في جهازه النفسيِّ المتين</w:t>
      </w:r>
      <w:r w:rsidR="00106DAF">
        <w:rPr>
          <w:rtl/>
        </w:rPr>
        <w:t>!</w:t>
      </w:r>
      <w:r w:rsidRPr="002D7EC3">
        <w:rPr>
          <w:rtl/>
        </w:rPr>
        <w:t xml:space="preserve"> يتلقط بكلِّ حَدث مِن الأحداث التي دارت بها أيَّامه، ليصوغ مِن احتكاكها الشرارة الأصيلة التي تدفأ بها ضلوع الأُمَّة</w:t>
      </w:r>
      <w:r w:rsidR="00F13C51">
        <w:rPr>
          <w:rtl/>
        </w:rPr>
        <w:t>،</w:t>
      </w:r>
      <w:r w:rsidRPr="002D7EC3">
        <w:rPr>
          <w:rtl/>
        </w:rPr>
        <w:t xml:space="preserve"> وهي تمشي دروبها في ليالي الصيغ</w:t>
      </w:r>
      <w:r w:rsidR="00F13C51">
        <w:rPr>
          <w:rtl/>
        </w:rPr>
        <w:t xml:space="preserve"> - </w:t>
      </w:r>
      <w:r w:rsidRPr="002D7EC3">
        <w:rPr>
          <w:rtl/>
        </w:rPr>
        <w:t>لقد تبيَّن له</w:t>
      </w:r>
      <w:r w:rsidR="00F13C51">
        <w:rPr>
          <w:rtl/>
        </w:rPr>
        <w:t xml:space="preserve"> - </w:t>
      </w:r>
      <w:r w:rsidRPr="002D7EC3">
        <w:rPr>
          <w:rtl/>
        </w:rPr>
        <w:t>وهو يختبر وطأة الأيَّام في تنقُّلها عِبر الفصول</w:t>
      </w:r>
      <w:r w:rsidR="00F13C51">
        <w:rPr>
          <w:rtl/>
        </w:rPr>
        <w:t>،</w:t>
      </w:r>
      <w:r w:rsidRPr="002D7EC3">
        <w:rPr>
          <w:rtl/>
        </w:rPr>
        <w:t xml:space="preserve"> وعِبر الليالي الطويلة والقصيرة</w:t>
      </w:r>
      <w:r w:rsidR="00F13C51">
        <w:rPr>
          <w:rtl/>
        </w:rPr>
        <w:t>،</w:t>
      </w:r>
      <w:r w:rsidRPr="002D7EC3">
        <w:rPr>
          <w:rtl/>
        </w:rPr>
        <w:t xml:space="preserve"> وعِبر الأيَّام تُحرقها الشموس</w:t>
      </w:r>
      <w:r w:rsidR="00F13C51">
        <w:rPr>
          <w:rtl/>
        </w:rPr>
        <w:t>،</w:t>
      </w:r>
      <w:r w:rsidRPr="002D7EC3">
        <w:rPr>
          <w:rtl/>
        </w:rPr>
        <w:t xml:space="preserve"> أو تُضنيها مقاطع الغيم</w:t>
      </w:r>
      <w:r w:rsidR="00C327EB">
        <w:rPr>
          <w:rtl/>
        </w:rPr>
        <w:t>.</w:t>
      </w:r>
      <w:r w:rsidRPr="002D7EC3">
        <w:rPr>
          <w:rtl/>
        </w:rPr>
        <w:t xml:space="preserve"> إنَّ الشبه قريب جِدَّاً بين حياة الأُمَّة</w:t>
      </w:r>
      <w:r w:rsidR="00F13C51">
        <w:rPr>
          <w:rtl/>
        </w:rPr>
        <w:t>،</w:t>
      </w:r>
      <w:r w:rsidRPr="002D7EC3">
        <w:rPr>
          <w:rtl/>
        </w:rPr>
        <w:t xml:space="preserve"> فالفرد الذي يحتاج قميصاً مِن صوف في ليل الزمهرير</w:t>
      </w:r>
      <w:r w:rsidR="00F13C51">
        <w:rPr>
          <w:rtl/>
        </w:rPr>
        <w:t>،</w:t>
      </w:r>
      <w:r w:rsidRPr="002D7EC3">
        <w:rPr>
          <w:rtl/>
        </w:rPr>
        <w:t xml:space="preserve"> لابُدَّ له أنْ يتعرَّى منه في اليوم الهجير</w:t>
      </w:r>
      <w:r w:rsidR="00F13C51">
        <w:rPr>
          <w:rtl/>
        </w:rPr>
        <w:t>،</w:t>
      </w:r>
      <w:r w:rsidRPr="002D7EC3">
        <w:rPr>
          <w:rtl/>
        </w:rPr>
        <w:t xml:space="preserve"> وكذلك الأُمَّة بالذات</w:t>
      </w:r>
      <w:r w:rsidR="00F13C51">
        <w:rPr>
          <w:rtl/>
        </w:rPr>
        <w:t>،</w:t>
      </w:r>
      <w:r w:rsidRPr="002D7EC3">
        <w:rPr>
          <w:rtl/>
        </w:rPr>
        <w:t xml:space="preserve"> فالحرير الذي تنام في وقت النعيم</w:t>
      </w:r>
      <w:r w:rsidR="00F13C51">
        <w:rPr>
          <w:rtl/>
        </w:rPr>
        <w:t>،</w:t>
      </w:r>
      <w:r w:rsidRPr="002D7EC3">
        <w:rPr>
          <w:rtl/>
        </w:rPr>
        <w:t xml:space="preserve"> هو الذي لا يليق لها</w:t>
      </w:r>
      <w:r w:rsidR="00F13C51">
        <w:rPr>
          <w:rtl/>
        </w:rPr>
        <w:t>،</w:t>
      </w:r>
      <w:r w:rsidRPr="002D7EC3">
        <w:rPr>
          <w:rtl/>
        </w:rPr>
        <w:t xml:space="preserve"> ويُضنيها يوم يشتدُّ عليها البؤس أو يستبدُّ الضيم</w:t>
      </w:r>
      <w:r w:rsidR="00F13C51">
        <w:rPr>
          <w:rtl/>
        </w:rPr>
        <w:t>،</w:t>
      </w:r>
      <w:r w:rsidRPr="002D7EC3">
        <w:rPr>
          <w:rtl/>
        </w:rPr>
        <w:t xml:space="preserve"> والقول هذا يعني</w:t>
      </w:r>
      <w:r w:rsidR="00F13C51">
        <w:rPr>
          <w:rtl/>
        </w:rPr>
        <w:t>:</w:t>
      </w:r>
      <w:r w:rsidRPr="002D7EC3">
        <w:rPr>
          <w:rtl/>
        </w:rPr>
        <w:t xml:space="preserve"> أنَّ نوعاً واحداً مِن اللباس لا يسدُّ حاجة الفرد</w:t>
      </w:r>
      <w:r w:rsidR="00F13C51">
        <w:rPr>
          <w:rtl/>
        </w:rPr>
        <w:t>،</w:t>
      </w:r>
      <w:r w:rsidRPr="002D7EC3">
        <w:rPr>
          <w:rtl/>
        </w:rPr>
        <w:t xml:space="preserve"> مع تقلُّب الفصول مِن شمس تُحرق إلى صقيع يَلسع</w:t>
      </w:r>
      <w:r w:rsidR="00F13C51">
        <w:rPr>
          <w:rtl/>
        </w:rPr>
        <w:t>،</w:t>
      </w:r>
      <w:r w:rsidRPr="002D7EC3">
        <w:rPr>
          <w:rtl/>
        </w:rPr>
        <w:t xml:space="preserve"> إلى اعتدال يتبرَّأ مِن ا</w:t>
      </w:r>
      <w:r w:rsidR="002C2DD7">
        <w:rPr>
          <w:rtl/>
        </w:rPr>
        <w:t>لمـُ</w:t>
      </w:r>
      <w:r w:rsidRPr="002D7EC3">
        <w:rPr>
          <w:rtl/>
        </w:rPr>
        <w:t>تناقضين ويتطلَّب حياكة ألبق وأنسب</w:t>
      </w:r>
      <w:r w:rsidR="00F13C51">
        <w:rPr>
          <w:rtl/>
        </w:rPr>
        <w:t>،</w:t>
      </w:r>
      <w:r w:rsidRPr="002D7EC3">
        <w:rPr>
          <w:rtl/>
        </w:rPr>
        <w:t xml:space="preserve"> وكذلك الأُمَّة بالذات</w:t>
      </w:r>
      <w:r w:rsidR="00F13C51">
        <w:rPr>
          <w:rtl/>
        </w:rPr>
        <w:t xml:space="preserve"> - </w:t>
      </w:r>
      <w:r w:rsidRPr="002D7EC3">
        <w:rPr>
          <w:rtl/>
        </w:rPr>
        <w:t>وهي الفرد الكبير ا</w:t>
      </w:r>
      <w:r w:rsidR="002C2DD7">
        <w:rPr>
          <w:rtl/>
        </w:rPr>
        <w:t>لمـُ</w:t>
      </w:r>
      <w:r w:rsidRPr="002D7EC3">
        <w:rPr>
          <w:rtl/>
        </w:rPr>
        <w:t>تقمِّص ذاته حتَّى لا يموت</w:t>
      </w:r>
      <w:r w:rsidR="00F13C51">
        <w:rPr>
          <w:rtl/>
        </w:rPr>
        <w:t xml:space="preserve"> - </w:t>
      </w:r>
      <w:r w:rsidRPr="002D7EC3">
        <w:rPr>
          <w:rtl/>
        </w:rPr>
        <w:t>فإنَّ نوعاً واحداً مِن تعهُّد العيش لا يسدُّ حاجتها في البقاء الطويل</w:t>
      </w:r>
      <w:r w:rsidR="00F13C51">
        <w:rPr>
          <w:rtl/>
        </w:rPr>
        <w:t>،</w:t>
      </w:r>
      <w:r w:rsidRPr="002D7EC3">
        <w:rPr>
          <w:rtl/>
        </w:rPr>
        <w:t xml:space="preserve"> الذي هو اجتماع ينهب الزمان ليخلد فيها أطول فأطول</w:t>
      </w:r>
      <w:r w:rsidR="00C327EB">
        <w:rPr>
          <w:rtl/>
        </w:rPr>
        <w:t>.</w:t>
      </w:r>
      <w:r w:rsidRPr="002D7EC3">
        <w:rPr>
          <w:rtl/>
        </w:rPr>
        <w:t xml:space="preserve"> إنَّ الأُمَّة</w:t>
      </w:r>
      <w:r w:rsidR="00F13C51">
        <w:rPr>
          <w:rtl/>
        </w:rPr>
        <w:t xml:space="preserve"> - </w:t>
      </w:r>
      <w:r w:rsidRPr="002D7EC3">
        <w:rPr>
          <w:rtl/>
        </w:rPr>
        <w:t>الإنسان الاجتماعي</w:t>
      </w:r>
      <w:r w:rsidR="00F13C51">
        <w:rPr>
          <w:rtl/>
        </w:rPr>
        <w:t xml:space="preserve"> - </w:t>
      </w:r>
      <w:r w:rsidRPr="002D7EC3">
        <w:rPr>
          <w:rtl/>
        </w:rPr>
        <w:t>هي بحاجة أيضاً إلى ألبسة منوَّعة الحياكة</w:t>
      </w:r>
      <w:r w:rsidR="00F13C51">
        <w:rPr>
          <w:rtl/>
        </w:rPr>
        <w:t>،</w:t>
      </w:r>
      <w:r w:rsidRPr="002D7EC3">
        <w:rPr>
          <w:rtl/>
        </w:rPr>
        <w:t xml:space="preserve"> فتلبس كلَّ واحد منها ساعة تشعر أنَّها بحاجة إليه</w:t>
      </w:r>
      <w:r w:rsidR="00F13C51">
        <w:rPr>
          <w:rtl/>
        </w:rPr>
        <w:t>،</w:t>
      </w:r>
      <w:r w:rsidRPr="002D7EC3">
        <w:rPr>
          <w:rtl/>
        </w:rPr>
        <w:t xml:space="preserve"> وتستبدله بسواه في أيَّة لحظة أُخرى يطيب لها ذلك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لقد دلَّ الاختبار الحسين أنَّ الأُمَّة تستأنس كثيراً بكلِّ واحدٍ مِن أبنائها</w:t>
      </w:r>
      <w:r w:rsidR="00F13C51">
        <w:rPr>
          <w:rtl/>
        </w:rPr>
        <w:t>،</w:t>
      </w:r>
      <w:r w:rsidRPr="002D7EC3">
        <w:rPr>
          <w:rtl/>
        </w:rPr>
        <w:t xml:space="preserve"> يُقدِّم لها أنوالاً جديدة تتوسَّع الحياكة فيها ويتنوَّع جَدْلُ قمصانها</w:t>
      </w:r>
      <w:r w:rsidR="00C327EB">
        <w:rPr>
          <w:rtl/>
        </w:rPr>
        <w:t>.</w:t>
      </w:r>
      <w:r w:rsidRPr="002D7EC3">
        <w:rPr>
          <w:rtl/>
        </w:rPr>
        <w:t xml:space="preserve"> إنَّها الأُمَّة التي ستغتني بما تلبس</w:t>
      </w:r>
      <w:r w:rsidR="00F13C51">
        <w:rPr>
          <w:rtl/>
        </w:rPr>
        <w:t>،</w:t>
      </w:r>
      <w:r w:rsidRPr="002D7EC3">
        <w:rPr>
          <w:rtl/>
        </w:rPr>
        <w:t xml:space="preserve"> وستترفَّه بما طرَّزوه لها</w:t>
      </w:r>
      <w:r w:rsidR="00F13C51">
        <w:rPr>
          <w:rtl/>
        </w:rPr>
        <w:t>،</w:t>
      </w:r>
      <w:r w:rsidRPr="002D7EC3">
        <w:rPr>
          <w:rtl/>
        </w:rPr>
        <w:t xml:space="preserve"> وستعرف أنَّ في نفسها</w:t>
      </w:r>
      <w:r w:rsidR="00F13C51">
        <w:rPr>
          <w:rtl/>
        </w:rPr>
        <w:t>،</w:t>
      </w:r>
      <w:r w:rsidRPr="002D7EC3">
        <w:rPr>
          <w:rtl/>
        </w:rPr>
        <w:t xml:space="preserve"> وحسَّها</w:t>
      </w:r>
      <w:r w:rsidR="00F13C51">
        <w:rPr>
          <w:rtl/>
        </w:rPr>
        <w:t>،</w:t>
      </w:r>
      <w:r w:rsidRPr="002D7EC3">
        <w:rPr>
          <w:rtl/>
        </w:rPr>
        <w:t xml:space="preserve"> ووعيها</w:t>
      </w:r>
      <w:r w:rsidR="00F13C51">
        <w:rPr>
          <w:rtl/>
        </w:rPr>
        <w:t>،</w:t>
      </w:r>
      <w:r w:rsidRPr="002D7EC3">
        <w:rPr>
          <w:rtl/>
        </w:rPr>
        <w:t xml:space="preserve"> زرعاً تأخذ منه</w:t>
      </w:r>
      <w:r w:rsidR="00F13C51">
        <w:rPr>
          <w:rtl/>
        </w:rPr>
        <w:t xml:space="preserve"> - </w:t>
      </w:r>
      <w:r w:rsidRPr="002D7EC3">
        <w:rPr>
          <w:rtl/>
        </w:rPr>
        <w:t>لكلِّ ساعة مِن عمرها</w:t>
      </w:r>
      <w:r w:rsidR="00F13C51">
        <w:rPr>
          <w:rtl/>
        </w:rPr>
        <w:t xml:space="preserve"> - </w:t>
      </w:r>
      <w:r w:rsidRPr="002D7EC3">
        <w:rPr>
          <w:rtl/>
        </w:rPr>
        <w:t>حصاداً جديداً ينتقيه لها جوعها أو شبعها</w:t>
      </w:r>
      <w:r w:rsidR="00F13C51">
        <w:rPr>
          <w:rtl/>
        </w:rPr>
        <w:t>،</w:t>
      </w:r>
      <w:r w:rsidRPr="002D7EC3">
        <w:rPr>
          <w:rtl/>
        </w:rPr>
        <w:t xml:space="preserve"> وستعرف أنَّ كلَّ تُخمة تقع فيها تُعلِّمها كيف أنَّ الرجوع إلى جوع يكون أدسم مِن السِّمنة</w:t>
      </w:r>
      <w:r w:rsidR="00F13C51">
        <w:rPr>
          <w:rtl/>
        </w:rPr>
        <w:t>،</w:t>
      </w:r>
      <w:r w:rsidRPr="002D7EC3">
        <w:rPr>
          <w:rtl/>
        </w:rPr>
        <w:t xml:space="preserve"> وأكثر اعتدالاً مِن الجَشع والنَّهم.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ولقد مَرَّ عليه الاختبار أنَّ جَدَّه العظيم قدَّم النول الكبير</w:t>
      </w:r>
      <w:r w:rsidR="00F13C51">
        <w:rPr>
          <w:rtl/>
        </w:rPr>
        <w:t>،</w:t>
      </w:r>
      <w:r w:rsidRPr="002D7EC3">
        <w:rPr>
          <w:rtl/>
        </w:rPr>
        <w:t xml:space="preserve"> وجهَّزه بالخيطان الصحيحة</w:t>
      </w:r>
      <w:r w:rsidR="00F13C51">
        <w:rPr>
          <w:rtl/>
        </w:rPr>
        <w:t>،</w:t>
      </w:r>
      <w:r w:rsidRPr="002D7EC3">
        <w:rPr>
          <w:rtl/>
        </w:rPr>
        <w:t xml:space="preserve"> وها هي الأُمَّة تأخذ مِن هذا النول قُمصانها</w:t>
      </w:r>
      <w:r w:rsidR="00F13C51">
        <w:rPr>
          <w:rtl/>
        </w:rPr>
        <w:t>،</w:t>
      </w:r>
      <w:r w:rsidRPr="002D7EC3">
        <w:rPr>
          <w:rtl/>
        </w:rPr>
        <w:t xml:space="preserve"> ولقد مرَّ عليه الاختبار أنَّ أباه النزيه ملأ الدلاء بالألوان البريئة</w:t>
      </w:r>
      <w:r w:rsidR="00F13C51">
        <w:rPr>
          <w:rtl/>
        </w:rPr>
        <w:t>،</w:t>
      </w:r>
      <w:r w:rsidRPr="002D7EC3">
        <w:rPr>
          <w:rtl/>
        </w:rPr>
        <w:t xml:space="preserve"> حتَّى تستسيغ الأُمَّة</w:t>
      </w:r>
      <w:r w:rsidR="00F13C51">
        <w:rPr>
          <w:rtl/>
        </w:rPr>
        <w:t xml:space="preserve"> - </w:t>
      </w:r>
      <w:r w:rsidRPr="002D7EC3">
        <w:rPr>
          <w:rtl/>
        </w:rPr>
        <w:t>ساعة يفتقر ذوقها إلى اللون</w:t>
      </w:r>
      <w:r w:rsidR="00F13C51">
        <w:rPr>
          <w:rtl/>
        </w:rPr>
        <w:t xml:space="preserve"> - </w:t>
      </w:r>
      <w:r w:rsidRPr="002D7EC3">
        <w:rPr>
          <w:rtl/>
        </w:rPr>
        <w:t>أنْ تصبغ القميص الذي ترتديه بلون الصدق</w:t>
      </w:r>
      <w:r w:rsidR="00F13C51">
        <w:rPr>
          <w:rtl/>
        </w:rPr>
        <w:t>،</w:t>
      </w:r>
      <w:r w:rsidRPr="002D7EC3">
        <w:rPr>
          <w:rtl/>
        </w:rPr>
        <w:t xml:space="preserve"> أو بلون العدل</w:t>
      </w:r>
      <w:r w:rsidR="00F13C51">
        <w:rPr>
          <w:rtl/>
        </w:rPr>
        <w:t>،</w:t>
      </w:r>
      <w:r w:rsidRPr="002D7EC3">
        <w:rPr>
          <w:rtl/>
        </w:rPr>
        <w:t xml:space="preserve"> أو بلون النزاهة ا</w:t>
      </w:r>
      <w:r w:rsidR="002C2DD7">
        <w:rPr>
          <w:rtl/>
        </w:rPr>
        <w:t>لمـُ</w:t>
      </w:r>
      <w:r w:rsidRPr="002D7EC3">
        <w:rPr>
          <w:rtl/>
        </w:rPr>
        <w:t>ستقيمة بنظافة الكَفِّ والحَقِّ</w:t>
      </w:r>
      <w:r w:rsidR="00F13C51">
        <w:rPr>
          <w:rtl/>
        </w:rPr>
        <w:t>،</w:t>
      </w:r>
      <w:r w:rsidRPr="002D7EC3">
        <w:rPr>
          <w:rtl/>
        </w:rPr>
        <w:t xml:space="preserve"> ولقد مَرَّ عليه الاختبار أنَّ أخاه ا</w:t>
      </w:r>
      <w:r w:rsidR="002C2DD7">
        <w:rPr>
          <w:rtl/>
        </w:rPr>
        <w:t>لمـُ</w:t>
      </w:r>
      <w:r w:rsidRPr="002D7EC3">
        <w:rPr>
          <w:rtl/>
        </w:rPr>
        <w:t>عبَّر عن دور الإمامة</w:t>
      </w:r>
      <w:r w:rsidR="00F13C51">
        <w:rPr>
          <w:rtl/>
        </w:rPr>
        <w:t>،</w:t>
      </w:r>
      <w:r w:rsidRPr="002D7EC3">
        <w:rPr>
          <w:rtl/>
        </w:rPr>
        <w:t xml:space="preserve"> تناول القُمصان ذاتها</w:t>
      </w:r>
      <w:r w:rsidR="00F13C51">
        <w:rPr>
          <w:rtl/>
        </w:rPr>
        <w:t>،</w:t>
      </w:r>
      <w:r w:rsidRPr="002D7EC3">
        <w:rPr>
          <w:rtl/>
        </w:rPr>
        <w:t xml:space="preserve"> وقد وسَّخها الاستعمال ولطَّخها بغُبار البُغض والزيغ والتعدي</w:t>
      </w:r>
      <w:r w:rsidR="00F13C51">
        <w:rPr>
          <w:rtl/>
        </w:rPr>
        <w:t>،</w:t>
      </w:r>
      <w:r w:rsidRPr="002D7EC3">
        <w:rPr>
          <w:rtl/>
        </w:rPr>
        <w:t xml:space="preserve"> وطمع الاستئثار بأنانيَّة الحُكم والثراء ا</w:t>
      </w:r>
      <w:r w:rsidR="002C2DD7">
        <w:rPr>
          <w:rtl/>
        </w:rPr>
        <w:t>لمـُ</w:t>
      </w:r>
      <w:r w:rsidRPr="002D7EC3">
        <w:rPr>
          <w:rtl/>
        </w:rPr>
        <w:t>زوَّر</w:t>
      </w:r>
      <w:r w:rsidR="00F13C51">
        <w:rPr>
          <w:rtl/>
        </w:rPr>
        <w:t>،</w:t>
      </w:r>
      <w:r w:rsidRPr="002D7EC3">
        <w:rPr>
          <w:rtl/>
        </w:rPr>
        <w:t xml:space="preserve"> فغسلها بزُوفى السماح</w:t>
      </w:r>
      <w:r w:rsidR="00F13C51">
        <w:rPr>
          <w:rtl/>
        </w:rPr>
        <w:t>،</w:t>
      </w:r>
      <w:r w:rsidRPr="002D7EC3">
        <w:rPr>
          <w:rtl/>
        </w:rPr>
        <w:t xml:space="preserve"> ودهنها بالصلح الأبيض</w:t>
      </w:r>
      <w:r w:rsidR="00F13C51">
        <w:rPr>
          <w:rtl/>
        </w:rPr>
        <w:t>،</w:t>
      </w:r>
      <w:r w:rsidRPr="002D7EC3">
        <w:rPr>
          <w:rtl/>
        </w:rPr>
        <w:t xml:space="preserve"> فإذا بكلِّ كفٍّ نظيفة تُصافح أُختها با</w:t>
      </w:r>
      <w:r w:rsidR="002C2DD7">
        <w:rPr>
          <w:rtl/>
        </w:rPr>
        <w:t>لمـَ</w:t>
      </w:r>
      <w:r w:rsidRPr="002D7EC3">
        <w:rPr>
          <w:rtl/>
        </w:rPr>
        <w:t xml:space="preserve">حبَّة والوئام.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اللَّهمَّ</w:t>
      </w:r>
      <w:r w:rsidR="00F13C51">
        <w:rPr>
          <w:rtl/>
        </w:rPr>
        <w:t xml:space="preserve"> - </w:t>
      </w:r>
      <w:r w:rsidRPr="002D7EC3">
        <w:rPr>
          <w:rtl/>
        </w:rPr>
        <w:t>يُسِرُّ الحسين إلى ذاته</w:t>
      </w:r>
      <w:r w:rsidR="00F13C51">
        <w:rPr>
          <w:rtl/>
        </w:rPr>
        <w:t xml:space="preserve"> - </w:t>
      </w:r>
      <w:r w:rsidRPr="002D7EC3">
        <w:rPr>
          <w:rtl/>
        </w:rPr>
        <w:t>شدَّد عزمي</w:t>
      </w:r>
      <w:r w:rsidR="00F13C51">
        <w:rPr>
          <w:rtl/>
        </w:rPr>
        <w:t>؛</w:t>
      </w:r>
      <w:r w:rsidRPr="002D7EC3">
        <w:rPr>
          <w:rtl/>
        </w:rPr>
        <w:t xml:space="preserve"> حتَّى أُقدِّم للأُمَّة</w:t>
      </w:r>
      <w:r w:rsidR="00F13C51">
        <w:rPr>
          <w:rtl/>
        </w:rPr>
        <w:t xml:space="preserve"> - </w:t>
      </w:r>
      <w:r w:rsidRPr="002D7EC3">
        <w:rPr>
          <w:rtl/>
        </w:rPr>
        <w:t>التي هي أُمَّة رسولك وحبيبك محمد</w:t>
      </w:r>
      <w:r w:rsidR="00F13C51">
        <w:rPr>
          <w:rtl/>
        </w:rPr>
        <w:t xml:space="preserve"> - </w:t>
      </w:r>
      <w:r w:rsidRPr="002D7EC3">
        <w:rPr>
          <w:rtl/>
        </w:rPr>
        <w:t>ما يُصلح أمرها</w:t>
      </w:r>
      <w:r w:rsidR="00F13C51">
        <w:rPr>
          <w:rtl/>
        </w:rPr>
        <w:t>؛</w:t>
      </w:r>
      <w:r w:rsidRPr="002D7EC3">
        <w:rPr>
          <w:rtl/>
        </w:rPr>
        <w:t xml:space="preserve"> حتَّى تُوسِّع مِن خُطواتها فوق دروب الحياة</w:t>
      </w:r>
      <w:r w:rsidR="00F13C51">
        <w:rPr>
          <w:rtl/>
        </w:rPr>
        <w:t>،</w:t>
      </w:r>
      <w:r w:rsidRPr="002D7EC3">
        <w:rPr>
          <w:rtl/>
        </w:rPr>
        <w:t xml:space="preserve"> اجعلني أشدد حُقويها</w:t>
      </w:r>
      <w:r w:rsidR="00F13C51">
        <w:rPr>
          <w:rtl/>
        </w:rPr>
        <w:t>،</w:t>
      </w:r>
      <w:r w:rsidRPr="002D7EC3">
        <w:rPr>
          <w:rtl/>
        </w:rPr>
        <w:t xml:space="preserve"> وامنحني قوَّة الوثب أُعلِّمها</w:t>
      </w:r>
      <w:r w:rsidR="00F13C51">
        <w:rPr>
          <w:rtl/>
        </w:rPr>
        <w:t xml:space="preserve"> - </w:t>
      </w:r>
      <w:r w:rsidRPr="002D7EC3">
        <w:rPr>
          <w:rtl/>
        </w:rPr>
        <w:t>لا بالحرف وتَمتعة الشفتين</w:t>
      </w:r>
      <w:r w:rsidR="00F13C51">
        <w:rPr>
          <w:rtl/>
        </w:rPr>
        <w:t xml:space="preserve"> - </w:t>
      </w:r>
      <w:r w:rsidRPr="002D7EC3">
        <w:rPr>
          <w:rtl/>
        </w:rPr>
        <w:t>بلْ بالقدوة الحيَّة</w:t>
      </w:r>
      <w:r w:rsidR="00C327EB">
        <w:rPr>
          <w:rtl/>
        </w:rPr>
        <w:t>.</w:t>
      </w:r>
      <w:r w:rsidRPr="002D7EC3">
        <w:rPr>
          <w:rtl/>
        </w:rPr>
        <w:t xml:space="preserve"> إنَّ العُنفوان في الحياة هو الذي يقود إلى المجد</w:t>
      </w:r>
      <w:r w:rsidR="00F13C51">
        <w:rPr>
          <w:rtl/>
        </w:rPr>
        <w:t>،</w:t>
      </w:r>
      <w:r w:rsidRPr="002D7EC3">
        <w:rPr>
          <w:rtl/>
        </w:rPr>
        <w:t xml:space="preserve"> وإنَّ التسكَّع والاستكانة لا يَصلحان لأكثر مِن ساعة</w:t>
      </w:r>
      <w:r w:rsidR="00F13C51">
        <w:rPr>
          <w:rtl/>
        </w:rPr>
        <w:t>،</w:t>
      </w:r>
      <w:r w:rsidRPr="002D7EC3">
        <w:rPr>
          <w:rtl/>
        </w:rPr>
        <w:t xml:space="preserve"> وإذ تمرُّ بلا جدوى</w:t>
      </w:r>
      <w:r w:rsidR="00F13C51">
        <w:rPr>
          <w:rtl/>
        </w:rPr>
        <w:t>،</w:t>
      </w:r>
      <w:r w:rsidRPr="002D7EC3">
        <w:rPr>
          <w:rtl/>
        </w:rPr>
        <w:t xml:space="preserve"> فإنَّ الذِّلَّ وحده يُصبح الخَلَف</w:t>
      </w:r>
      <w:r w:rsidR="00F13C51">
        <w:rPr>
          <w:rtl/>
        </w:rPr>
        <w:t>،</w:t>
      </w:r>
      <w:r w:rsidRPr="002D7EC3">
        <w:rPr>
          <w:rtl/>
        </w:rPr>
        <w:t xml:space="preserve"> وهو غِلاف الموت</w:t>
      </w:r>
      <w:r w:rsidR="00F13C51">
        <w:rPr>
          <w:rtl/>
        </w:rPr>
        <w:t>،</w:t>
      </w:r>
      <w:r w:rsidRPr="002D7EC3">
        <w:rPr>
          <w:rtl/>
        </w:rPr>
        <w:t xml:space="preserve"> وهو الرماد المخطوف اللون والنخوة والدم</w:t>
      </w:r>
      <w:r w:rsidR="00F13C51">
        <w:rPr>
          <w:rtl/>
        </w:rPr>
        <w:t>،</w:t>
      </w:r>
      <w:r w:rsidRPr="002D7EC3">
        <w:rPr>
          <w:rtl/>
        </w:rPr>
        <w:t xml:space="preserve"> وهو الذي يتطلَّب العنفوان في النجدة العزيزة</w:t>
      </w:r>
      <w:r w:rsidR="00F13C51">
        <w:rPr>
          <w:rtl/>
        </w:rPr>
        <w:t>،</w:t>
      </w:r>
      <w:r w:rsidRPr="002D7EC3">
        <w:rPr>
          <w:rtl/>
        </w:rPr>
        <w:t xml:space="preserve"> التي هي شرارة ترفض الذِّلَّ وتُحرقه</w:t>
      </w:r>
      <w:r w:rsidR="00F13C51">
        <w:rPr>
          <w:rtl/>
        </w:rPr>
        <w:t>،</w:t>
      </w:r>
      <w:r w:rsidRPr="002D7EC3">
        <w:rPr>
          <w:rtl/>
        </w:rPr>
        <w:t xml:space="preserve"> وهي تحترق معه في غمرة الإباء والعُنفوان.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ها هي الشرارة التي ولَّدتها في نفس الحسين مُعاناة الحسين</w:t>
      </w:r>
      <w:r w:rsidR="00F13C51">
        <w:rPr>
          <w:rtl/>
        </w:rPr>
        <w:t>،</w:t>
      </w:r>
      <w:r w:rsidRPr="002D7EC3">
        <w:rPr>
          <w:rtl/>
        </w:rPr>
        <w:t xml:space="preserve"> طيلة سِتٍّ وخمسين سنة مِن عُمره الهاجع في ضمير الإمامة</w:t>
      </w:r>
      <w:r w:rsidR="00F13C51">
        <w:rPr>
          <w:rtl/>
        </w:rPr>
        <w:t>،</w:t>
      </w:r>
      <w:r w:rsidRPr="002D7EC3">
        <w:rPr>
          <w:rtl/>
        </w:rPr>
        <w:t xml:space="preserve"> إنَّه الآن تعبير عن وثبة جديدة سيثبها بعد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عِدَّة أيَّام ما وثب مثلها بطل مِن أبطال الملاحم</w:t>
      </w:r>
      <w:r w:rsidR="00F13C51">
        <w:rPr>
          <w:rtl/>
        </w:rPr>
        <w:t>،</w:t>
      </w:r>
      <w:r w:rsidRPr="002D7EC3">
        <w:rPr>
          <w:rtl/>
        </w:rPr>
        <w:t xml:space="preserve"> إنَّها الشرارة التي سيُقدِّمها للأُمَّة</w:t>
      </w:r>
      <w:r w:rsidR="00F13C51">
        <w:rPr>
          <w:rtl/>
        </w:rPr>
        <w:t>،</w:t>
      </w:r>
      <w:r w:rsidRPr="002D7EC3">
        <w:rPr>
          <w:rtl/>
        </w:rPr>
        <w:t xml:space="preserve"> تتطلَّبها كلَّ مَرَّة تقع في حُفرة مِن حُفر الذِّلِّ</w:t>
      </w:r>
      <w:r w:rsidR="00F13C51">
        <w:rPr>
          <w:rtl/>
        </w:rPr>
        <w:t>،</w:t>
      </w:r>
      <w:r w:rsidRPr="002D7EC3">
        <w:rPr>
          <w:rtl/>
        </w:rPr>
        <w:t xml:space="preserve"> فتَثِب معها إلى خُلود لها تتذكَّر به فتاها الحسين</w:t>
      </w:r>
      <w:r w:rsidR="00106DAF">
        <w:rPr>
          <w:rtl/>
        </w:rPr>
        <w:t>!</w:t>
      </w:r>
      <w:r w:rsidRPr="002D7EC3">
        <w:rPr>
          <w:rtl/>
        </w:rPr>
        <w:t>!!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25" w:name="_Toc395088377"/>
      <w:r w:rsidRPr="002D7EC3">
        <w:rPr>
          <w:rtl/>
        </w:rPr>
        <w:lastRenderedPageBreak/>
        <w:t>روعة التصميم</w:t>
      </w:r>
      <w:bookmarkEnd w:id="25"/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كأنِّي</w:t>
      </w:r>
      <w:r w:rsidR="00F13C51">
        <w:rPr>
          <w:rtl/>
        </w:rPr>
        <w:t xml:space="preserve"> - </w:t>
      </w:r>
      <w:r w:rsidRPr="002D7EC3">
        <w:rPr>
          <w:rtl/>
        </w:rPr>
        <w:t>وأنا في غُمرة مِن الاستغراق مع الحسين</w:t>
      </w:r>
      <w:r w:rsidR="00F13C51">
        <w:rPr>
          <w:rtl/>
        </w:rPr>
        <w:t xml:space="preserve"> - </w:t>
      </w:r>
      <w:r w:rsidRPr="002D7EC3">
        <w:rPr>
          <w:rtl/>
        </w:rPr>
        <w:t>استمع إلى حديثٍ قد دار بينه وبين أخيه محمد بن الحنفيَّة</w:t>
      </w:r>
      <w:r w:rsidR="00F13C51">
        <w:rPr>
          <w:rtl/>
        </w:rPr>
        <w:t>،</w:t>
      </w:r>
      <w:r w:rsidRPr="002D7EC3">
        <w:rPr>
          <w:rtl/>
        </w:rPr>
        <w:t xml:space="preserve"> بعد شهرين أو ثلاثة مِن خروج الحسين مِن المدينة إلى مَكَّة</w:t>
      </w:r>
      <w:r w:rsidR="00F13C51">
        <w:rPr>
          <w:rtl/>
        </w:rPr>
        <w:t xml:space="preserve"> - </w:t>
      </w:r>
      <w:r w:rsidRPr="002D7EC3">
        <w:rPr>
          <w:rtl/>
        </w:rPr>
        <w:t>لستُ أكيداً مِن ضبط الوقت</w:t>
      </w:r>
      <w:r w:rsidR="00F13C51">
        <w:rPr>
          <w:rtl/>
        </w:rPr>
        <w:t xml:space="preserve"> - </w:t>
      </w:r>
      <w:r w:rsidRPr="002D7EC3">
        <w:rPr>
          <w:rtl/>
        </w:rPr>
        <w:t>كنتُ أتحسَّس الحسين رزيناً</w:t>
      </w:r>
      <w:r w:rsidR="00F13C51">
        <w:rPr>
          <w:rtl/>
        </w:rPr>
        <w:t>،</w:t>
      </w:r>
      <w:r w:rsidRPr="002D7EC3">
        <w:rPr>
          <w:rtl/>
        </w:rPr>
        <w:t xml:space="preserve"> يتنقَّل بخُطوات ثابتة في صحن الغرفة</w:t>
      </w:r>
      <w:r w:rsidR="00F13C51">
        <w:rPr>
          <w:rtl/>
        </w:rPr>
        <w:t>،</w:t>
      </w:r>
      <w:r w:rsidRPr="002D7EC3">
        <w:rPr>
          <w:rtl/>
        </w:rPr>
        <w:t xml:space="preserve"> التي جعلها ديواناً خاصاً لاستقبال الأخصَّاء مِن الوافدين عليه</w:t>
      </w:r>
      <w:r w:rsidR="00F13C51">
        <w:rPr>
          <w:rtl/>
        </w:rPr>
        <w:t>؛</w:t>
      </w:r>
      <w:r w:rsidRPr="002D7EC3">
        <w:rPr>
          <w:rtl/>
        </w:rPr>
        <w:t xml:space="preserve"> للتشاور والتداول في الأُمور ا</w:t>
      </w:r>
      <w:r w:rsidR="002C2DD7">
        <w:rPr>
          <w:rtl/>
        </w:rPr>
        <w:t>لمـُ</w:t>
      </w:r>
      <w:r w:rsidRPr="002D7EC3">
        <w:rPr>
          <w:rtl/>
        </w:rPr>
        <w:t>رتبطة بالأحداث، وكلُّها جديد مُتعلِّق به وبالخلافة التي كان يحلم بها أيضاً عبد الله بن الزبير ا</w:t>
      </w:r>
      <w:r w:rsidR="002C2DD7">
        <w:rPr>
          <w:rtl/>
        </w:rPr>
        <w:t>لمـُ</w:t>
      </w:r>
      <w:r w:rsidRPr="002D7EC3">
        <w:rPr>
          <w:rtl/>
        </w:rPr>
        <w:t>لتجئ مثله إلى مَكَّة</w:t>
      </w:r>
      <w:r w:rsidR="00F13C51">
        <w:rPr>
          <w:rtl/>
        </w:rPr>
        <w:t>،</w:t>
      </w:r>
      <w:r w:rsidRPr="002D7EC3">
        <w:rPr>
          <w:rtl/>
        </w:rPr>
        <w:t xml:space="preserve"> هرباً مِن الضغوط التي كان يفرضها يزيد</w:t>
      </w:r>
      <w:r w:rsidR="00F13C51">
        <w:rPr>
          <w:rtl/>
        </w:rPr>
        <w:t xml:space="preserve"> - </w:t>
      </w:r>
      <w:r w:rsidRPr="002D7EC3">
        <w:rPr>
          <w:rtl/>
        </w:rPr>
        <w:t>خليفة مُعاوية</w:t>
      </w:r>
      <w:r w:rsidR="00F13C51">
        <w:rPr>
          <w:rtl/>
        </w:rPr>
        <w:t xml:space="preserve"> -،</w:t>
      </w:r>
      <w:r w:rsidRPr="002D7EC3">
        <w:rPr>
          <w:rtl/>
        </w:rPr>
        <w:t xml:space="preserve"> وهو فوق أرض الشام</w:t>
      </w:r>
      <w:r w:rsidR="00C327EB">
        <w:rPr>
          <w:rtl/>
        </w:rPr>
        <w:t>.</w:t>
      </w:r>
      <w:r w:rsidRPr="002D7EC3">
        <w:rPr>
          <w:rtl/>
        </w:rPr>
        <w:t xml:space="preserve"> لقد كان يزيد سيِّد الموقف بالنسبة للقوَّة التي خَصَّه بها الخَطُّ السياسي الأُموي</w:t>
      </w:r>
      <w:r w:rsidR="00F13C51">
        <w:rPr>
          <w:rtl/>
        </w:rPr>
        <w:t>،</w:t>
      </w:r>
      <w:r w:rsidRPr="002D7EC3">
        <w:rPr>
          <w:rtl/>
        </w:rPr>
        <w:t xml:space="preserve"> ا</w:t>
      </w:r>
      <w:r w:rsidR="002C2DD7">
        <w:rPr>
          <w:rtl/>
        </w:rPr>
        <w:t>لمـُ</w:t>
      </w:r>
      <w:r w:rsidRPr="002D7EC3">
        <w:rPr>
          <w:rtl/>
        </w:rPr>
        <w:t>حرز</w:t>
      </w:r>
      <w:r w:rsidR="00F13C51">
        <w:rPr>
          <w:rtl/>
        </w:rPr>
        <w:t xml:space="preserve"> - </w:t>
      </w:r>
      <w:r w:rsidRPr="002D7EC3">
        <w:rPr>
          <w:rtl/>
        </w:rPr>
        <w:t>حتَّى الآن</w:t>
      </w:r>
      <w:r w:rsidR="00F13C51">
        <w:rPr>
          <w:rtl/>
        </w:rPr>
        <w:t xml:space="preserve"> - </w:t>
      </w:r>
      <w:r w:rsidRPr="002D7EC3">
        <w:rPr>
          <w:rtl/>
        </w:rPr>
        <w:t>نصراً فائقاً فوق الساحة.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مِن الطريف أنَّ هوىً حلواً ربطني ببوَّاب الحسين</w:t>
      </w:r>
      <w:r w:rsidR="00F13C51">
        <w:rPr>
          <w:rtl/>
        </w:rPr>
        <w:t xml:space="preserve"> - </w:t>
      </w:r>
      <w:r w:rsidRPr="002D7EC3">
        <w:rPr>
          <w:rtl/>
        </w:rPr>
        <w:t>أسعد الهجري</w:t>
      </w:r>
      <w:r w:rsidR="00F13C51">
        <w:rPr>
          <w:rtl/>
        </w:rPr>
        <w:t xml:space="preserve"> - </w:t>
      </w:r>
      <w:r w:rsidRPr="002D7EC3">
        <w:rPr>
          <w:rtl/>
        </w:rPr>
        <w:t>مُنذ تلك الليلة</w:t>
      </w:r>
      <w:r w:rsidR="00F13C51">
        <w:rPr>
          <w:rtl/>
        </w:rPr>
        <w:t>،</w:t>
      </w:r>
      <w:r w:rsidRPr="002D7EC3">
        <w:rPr>
          <w:rtl/>
        </w:rPr>
        <w:t xml:space="preserve"> التي تمَّت فيها ا</w:t>
      </w:r>
      <w:r w:rsidR="002C2DD7">
        <w:rPr>
          <w:rtl/>
        </w:rPr>
        <w:t>لمـُ</w:t>
      </w:r>
      <w:r w:rsidRPr="002D7EC3">
        <w:rPr>
          <w:rtl/>
        </w:rPr>
        <w:t>قابلة بين الحسين ووالي المدينة الوليد بن عتبة</w:t>
      </w:r>
      <w:r w:rsidR="00F13C51">
        <w:rPr>
          <w:rtl/>
        </w:rPr>
        <w:t>،</w:t>
      </w:r>
      <w:r w:rsidRPr="002D7EC3">
        <w:rPr>
          <w:rtl/>
        </w:rPr>
        <w:t xml:space="preserve"> وها أنا أهفو إلى هذا الصديق</w:t>
      </w:r>
      <w:r w:rsidR="00F13C51">
        <w:rPr>
          <w:rtl/>
        </w:rPr>
        <w:t>،</w:t>
      </w:r>
      <w:r w:rsidRPr="002D7EC3">
        <w:rPr>
          <w:rtl/>
        </w:rPr>
        <w:t xml:space="preserve"> كأنِّي في رابطة وثقى معه مُنذ أكثر مِن وقت معهود</w:t>
      </w:r>
      <w:r w:rsidR="00F13C51">
        <w:rPr>
          <w:rtl/>
        </w:rPr>
        <w:t>،</w:t>
      </w:r>
      <w:r w:rsidRPr="002D7EC3">
        <w:rPr>
          <w:rtl/>
        </w:rPr>
        <w:t xml:space="preserve"> وأنا أراه يفتح الباب على الحسين بدون أيَّة دالة مِن استئذان وهو يقول</w:t>
      </w:r>
      <w:r w:rsidR="00F13C51">
        <w:rPr>
          <w:rtl/>
        </w:rPr>
        <w:t>: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أسعد</w:t>
      </w:r>
      <w:r w:rsidR="00F13C51">
        <w:rPr>
          <w:rtl/>
        </w:rPr>
        <w:t>:</w:t>
      </w:r>
      <w:r w:rsidRPr="002D7EC3">
        <w:rPr>
          <w:rtl/>
        </w:rPr>
        <w:t xml:space="preserve"> أخوك محمد</w:t>
      </w:r>
      <w:r w:rsidR="00F13C51">
        <w:rPr>
          <w:rtl/>
        </w:rPr>
        <w:t xml:space="preserve"> - </w:t>
      </w:r>
      <w:r w:rsidRPr="002D7EC3">
        <w:rPr>
          <w:rtl/>
        </w:rPr>
        <w:t>يا سيدي</w:t>
      </w:r>
      <w:r w:rsidR="00F13C51">
        <w:rPr>
          <w:rtl/>
        </w:rPr>
        <w:t xml:space="preserve"> - </w:t>
      </w:r>
      <w:r w:rsidRPr="002D7EC3">
        <w:rPr>
          <w:rtl/>
        </w:rPr>
        <w:t>سأُدخله عليك</w:t>
      </w:r>
      <w:r w:rsidR="00F13C51">
        <w:rPr>
          <w:rtl/>
        </w:rPr>
        <w:t>،</w:t>
      </w:r>
      <w:r w:rsidRPr="002D7EC3">
        <w:rPr>
          <w:rtl/>
        </w:rPr>
        <w:t xml:space="preserve"> ولكنِّي أحببت أنْ أُطمئِنَ بالك أوَّلاً</w:t>
      </w:r>
      <w:r w:rsidR="00F13C51">
        <w:rPr>
          <w:rtl/>
        </w:rPr>
        <w:t>،</w:t>
      </w:r>
      <w:r w:rsidRPr="002D7EC3">
        <w:rPr>
          <w:rtl/>
        </w:rPr>
        <w:t xml:space="preserve"> إلى أنَّ العبدين</w:t>
      </w:r>
      <w:r w:rsidR="00F13C51">
        <w:rPr>
          <w:rtl/>
        </w:rPr>
        <w:t xml:space="preserve"> - </w:t>
      </w:r>
      <w:r w:rsidRPr="002D7EC3">
        <w:rPr>
          <w:rtl/>
        </w:rPr>
        <w:t>عبد الله بن مسمع الهمذاني وعبد الله بن وال</w:t>
      </w:r>
      <w:r w:rsidR="00F13C51">
        <w:rPr>
          <w:rtl/>
        </w:rPr>
        <w:t xml:space="preserve"> - </w:t>
      </w:r>
      <w:r w:rsidRPr="002D7EC3">
        <w:rPr>
          <w:rtl/>
        </w:rPr>
        <w:t>قد أمنت وصولهما إلى الخَطِّ صوب الكوفة</w:t>
      </w:r>
      <w:r w:rsidR="00F13C51">
        <w:rPr>
          <w:rtl/>
        </w:rPr>
        <w:t>،</w:t>
      </w:r>
      <w:r w:rsidRPr="002D7EC3">
        <w:rPr>
          <w:rtl/>
        </w:rPr>
        <w:t xml:space="preserve"> فاستلما الطريق وذهبا بأمان.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الحسين</w:t>
      </w:r>
      <w:r w:rsidR="00F13C51">
        <w:rPr>
          <w:rtl/>
        </w:rPr>
        <w:t>:</w:t>
      </w:r>
      <w:r w:rsidRPr="002D7EC3">
        <w:rPr>
          <w:rtl/>
        </w:rPr>
        <w:t xml:space="preserve"> إنِّي واثق مِن عزمك وحُرصك يا أسعد</w:t>
      </w:r>
      <w:r w:rsidR="00F13C51">
        <w:rPr>
          <w:rtl/>
        </w:rPr>
        <w:t>،</w:t>
      </w:r>
      <w:r w:rsidRPr="002D7EC3">
        <w:rPr>
          <w:rtl/>
        </w:rPr>
        <w:t xml:space="preserve"> ولكنِّي الآن انتدبك إلى كثير مِن مُتابعة اليقظة والحَيطة، فالأيَّام صعبة يا صديقي</w:t>
      </w:r>
      <w:r w:rsidR="00F13C51">
        <w:rPr>
          <w:rtl/>
        </w:rPr>
        <w:t>،</w:t>
      </w:r>
      <w:r w:rsidRPr="002D7EC3">
        <w:rPr>
          <w:rtl/>
        </w:rPr>
        <w:t xml:space="preserve"> وإنَّنا مُقدمون على سفر صعب</w:t>
      </w:r>
      <w:r w:rsidR="00F13C51">
        <w:rPr>
          <w:rtl/>
        </w:rPr>
        <w:t>،</w:t>
      </w:r>
      <w:r w:rsidRPr="002D7EC3">
        <w:rPr>
          <w:rtl/>
        </w:rPr>
        <w:t xml:space="preserve"> بين ليلة وليلة نرحل</w:t>
      </w:r>
      <w:r w:rsidR="00F13C51">
        <w:rPr>
          <w:rtl/>
        </w:rPr>
        <w:t>،</w:t>
      </w:r>
      <w:r w:rsidRPr="002D7EC3">
        <w:rPr>
          <w:rtl/>
        </w:rPr>
        <w:t xml:space="preserve"> إنَّ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2D7EC3">
        <w:rPr>
          <w:rtl/>
        </w:rPr>
        <w:lastRenderedPageBreak/>
        <w:t>الكوفة بانتظارنا</w:t>
      </w:r>
      <w:r w:rsidR="00F13C51">
        <w:rPr>
          <w:rtl/>
        </w:rPr>
        <w:t xml:space="preserve"> - </w:t>
      </w:r>
      <w:r w:rsidRPr="002D7EC3">
        <w:rPr>
          <w:rtl/>
        </w:rPr>
        <w:t>أيُّها الهجري المسكين</w:t>
      </w:r>
      <w:r w:rsidR="00F13C51">
        <w:rPr>
          <w:rtl/>
        </w:rPr>
        <w:t xml:space="preserve"> - </w:t>
      </w:r>
      <w:r w:rsidRPr="002D7EC3">
        <w:rPr>
          <w:rtl/>
        </w:rPr>
        <w:t>وأيَّة هجرة يا صاحبي لا تكون مثلك ومثلي</w:t>
      </w:r>
      <w:r w:rsidR="00F13C51">
        <w:rPr>
          <w:rtl/>
        </w:rPr>
        <w:t>،</w:t>
      </w:r>
      <w:r w:rsidRPr="002D7EC3">
        <w:rPr>
          <w:rtl/>
        </w:rPr>
        <w:t xml:space="preserve"> مسكينة</w:t>
      </w:r>
      <w:r w:rsidR="00106DAF">
        <w:rPr>
          <w:rtl/>
        </w:rPr>
        <w:t>!</w:t>
      </w:r>
      <w:r w:rsidRPr="002D7EC3">
        <w:rPr>
          <w:rtl/>
        </w:rPr>
        <w:t xml:space="preserve"> ولكنِّي أراك مَتيناً في رفقة الحَقِّ</w:t>
      </w:r>
      <w:r w:rsidR="00F13C51">
        <w:rPr>
          <w:rtl/>
        </w:rPr>
        <w:t>،</w:t>
      </w:r>
      <w:r w:rsidRPr="002D7EC3">
        <w:rPr>
          <w:rtl/>
        </w:rPr>
        <w:t xml:space="preserve"> وصلباً في تحمُّل السُّهاد</w:t>
      </w:r>
      <w:r w:rsidR="00F13C51">
        <w:rPr>
          <w:rtl/>
        </w:rPr>
        <w:t>،</w:t>
      </w:r>
      <w:r w:rsidRPr="002D7EC3">
        <w:rPr>
          <w:rtl/>
        </w:rPr>
        <w:t xml:space="preserve"> فاذهب الآن إلى فراشك</w:t>
      </w:r>
      <w:r w:rsidR="00F13C51">
        <w:rPr>
          <w:rtl/>
        </w:rPr>
        <w:t>،</w:t>
      </w:r>
      <w:r w:rsidRPr="002D7EC3">
        <w:rPr>
          <w:rtl/>
        </w:rPr>
        <w:t xml:space="preserve"> والبث حاضراً </w:t>
      </w:r>
      <w:r w:rsidR="002C2DD7">
        <w:rPr>
          <w:rtl/>
        </w:rPr>
        <w:t>لمـُ</w:t>
      </w:r>
      <w:r w:rsidRPr="002D7EC3">
        <w:rPr>
          <w:rtl/>
        </w:rPr>
        <w:t>لاقاة الصِعاب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وانسحب الهجري</w:t>
      </w:r>
      <w:r w:rsidR="00F13C51">
        <w:rPr>
          <w:rtl/>
        </w:rPr>
        <w:t>،</w:t>
      </w:r>
      <w:r w:rsidRPr="002D7EC3">
        <w:rPr>
          <w:rtl/>
        </w:rPr>
        <w:t xml:space="preserve"> وفي عينيه يسرح إيمان صدوق</w:t>
      </w:r>
      <w:r w:rsidR="00F13C51">
        <w:rPr>
          <w:rtl/>
        </w:rPr>
        <w:t>،</w:t>
      </w:r>
      <w:r w:rsidRPr="002D7EC3">
        <w:rPr>
          <w:rtl/>
        </w:rPr>
        <w:t xml:space="preserve"> وعزم شفوق</w:t>
      </w:r>
      <w:r w:rsidR="00F13C51">
        <w:rPr>
          <w:rtl/>
        </w:rPr>
        <w:t>،</w:t>
      </w:r>
      <w:r w:rsidRPr="002D7EC3">
        <w:rPr>
          <w:rtl/>
        </w:rPr>
        <w:t xml:space="preserve"> وبهجة رَؤوم</w:t>
      </w:r>
      <w:r w:rsidR="00F13C51">
        <w:rPr>
          <w:rtl/>
        </w:rPr>
        <w:t>،</w:t>
      </w:r>
      <w:r w:rsidRPr="002D7EC3">
        <w:rPr>
          <w:rtl/>
        </w:rPr>
        <w:t xml:space="preserve"> وشيءٌ آخر لا يُريد هو أنْ يُفتِّش عن أيِّ تفسير له</w:t>
      </w:r>
      <w:r w:rsidR="00C327EB">
        <w:rPr>
          <w:rtl/>
        </w:rPr>
        <w:t>.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أمَّا محمد بن الحنفيَّة فلقد دخل وأخذه أخوه الحسين بين ذراعيه بكثير من الشوق العفيف</w:t>
      </w:r>
      <w:r w:rsidR="00F13C51">
        <w:rPr>
          <w:rtl/>
        </w:rPr>
        <w:t>،</w:t>
      </w:r>
      <w:r w:rsidRPr="002D7EC3">
        <w:rPr>
          <w:rtl/>
        </w:rPr>
        <w:t xml:space="preserve"> ثمَّ أجلسه قُبالته وهو يطرح عليه السؤال</w:t>
      </w:r>
      <w:r w:rsidR="00F13C51">
        <w:rPr>
          <w:rtl/>
        </w:rPr>
        <w:t>: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الحسين</w:t>
      </w:r>
      <w:r w:rsidR="00F13C51">
        <w:rPr>
          <w:rtl/>
        </w:rPr>
        <w:t>:</w:t>
      </w:r>
      <w:r w:rsidRPr="002D7EC3">
        <w:rPr>
          <w:rtl/>
        </w:rPr>
        <w:t xml:space="preserve"> قبل أنْ أسألك عن أيِّ جديد عندك</w:t>
      </w:r>
      <w:r w:rsidR="00F13C51">
        <w:rPr>
          <w:rtl/>
        </w:rPr>
        <w:t>،</w:t>
      </w:r>
      <w:r w:rsidRPr="002D7EC3">
        <w:rPr>
          <w:rtl/>
        </w:rPr>
        <w:t xml:space="preserve"> هل زرت المقامات الثلاثة قبل أنْ تأتي إليَّ</w:t>
      </w:r>
      <w:r w:rsidR="00F13C51">
        <w:rPr>
          <w:rtl/>
        </w:rPr>
        <w:t xml:space="preserve"> - </w:t>
      </w:r>
      <w:r w:rsidRPr="002D7EC3">
        <w:rPr>
          <w:rtl/>
        </w:rPr>
        <w:t>يا أخي محمد</w:t>
      </w:r>
      <w:r w:rsidR="00F13C51">
        <w:rPr>
          <w:rtl/>
        </w:rPr>
        <w:t xml:space="preserve"> -</w:t>
      </w:r>
      <w:r w:rsidR="00106DAF">
        <w:rPr>
          <w:rtl/>
        </w:rPr>
        <w:t>؟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محمد</w:t>
      </w:r>
      <w:r w:rsidR="00F13C51">
        <w:rPr>
          <w:rtl/>
        </w:rPr>
        <w:t>:</w:t>
      </w:r>
      <w:r w:rsidRPr="002D7EC3">
        <w:rPr>
          <w:rtl/>
        </w:rPr>
        <w:t xml:space="preserve"> طِبْ نفساً</w:t>
      </w:r>
      <w:r w:rsidR="00F13C51">
        <w:rPr>
          <w:rtl/>
        </w:rPr>
        <w:t xml:space="preserve"> - </w:t>
      </w:r>
      <w:r w:rsidRPr="002D7EC3">
        <w:rPr>
          <w:rtl/>
        </w:rPr>
        <w:t>يا أبا عبد الله</w:t>
      </w:r>
      <w:r w:rsidR="00F13C51">
        <w:rPr>
          <w:rtl/>
        </w:rPr>
        <w:t xml:space="preserve"> - </w:t>
      </w:r>
      <w:r w:rsidRPr="002D7EC3">
        <w:rPr>
          <w:rtl/>
        </w:rPr>
        <w:t>لقد زرت المقام الشريف</w:t>
      </w:r>
      <w:r w:rsidR="00F13C51">
        <w:rPr>
          <w:rtl/>
        </w:rPr>
        <w:t>،</w:t>
      </w:r>
      <w:r w:rsidRPr="002D7EC3">
        <w:rPr>
          <w:rtl/>
        </w:rPr>
        <w:t xml:space="preserve"> وركعت ساعة طويلة في المسجد في حضرة جَدِّنا العظيم</w:t>
      </w:r>
      <w:r w:rsidR="00F13C51">
        <w:rPr>
          <w:rtl/>
        </w:rPr>
        <w:t>،</w:t>
      </w:r>
      <w:r w:rsidRPr="002D7EC3">
        <w:rPr>
          <w:rtl/>
        </w:rPr>
        <w:t xml:space="preserve"> وتوَّاً بعد ذلك أمَّيتُ البقيع</w:t>
      </w:r>
      <w:r w:rsidR="00F13C51">
        <w:rPr>
          <w:rtl/>
        </w:rPr>
        <w:t>،</w:t>
      </w:r>
      <w:r w:rsidRPr="002D7EC3">
        <w:rPr>
          <w:rtl/>
        </w:rPr>
        <w:t xml:space="preserve"> وبعد ساعة مِن الزيارة للمرقدين الحبيبين، ركبت الطريق ووفدت إليك</w:t>
      </w:r>
      <w:r w:rsidR="00C327EB">
        <w:rPr>
          <w:rtl/>
        </w:rPr>
        <w:t>.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الحسين</w:t>
      </w:r>
      <w:r w:rsidR="00F13C51">
        <w:rPr>
          <w:rtl/>
        </w:rPr>
        <w:t>:</w:t>
      </w:r>
      <w:r w:rsidRPr="002D7EC3">
        <w:rPr>
          <w:rtl/>
        </w:rPr>
        <w:t xml:space="preserve"> ما أطيبك</w:t>
      </w:r>
      <w:r w:rsidR="00106DAF">
        <w:rPr>
          <w:rtl/>
        </w:rPr>
        <w:t>!</w:t>
      </w:r>
      <w:r w:rsidRPr="002D7EC3">
        <w:rPr>
          <w:rtl/>
        </w:rPr>
        <w:t xml:space="preserve"> فعلت</w:t>
      </w:r>
      <w:r w:rsidR="00106DAF">
        <w:rPr>
          <w:rtl/>
        </w:rPr>
        <w:t>؟</w:t>
      </w:r>
      <w:r w:rsidRPr="002D7EC3">
        <w:rPr>
          <w:rtl/>
        </w:rPr>
        <w:t xml:space="preserve"> يا ابن كلِّ ا</w:t>
      </w:r>
      <w:r w:rsidR="002C2DD7">
        <w:rPr>
          <w:rtl/>
        </w:rPr>
        <w:t>لمـُ</w:t>
      </w:r>
      <w:r w:rsidRPr="002D7EC3">
        <w:rPr>
          <w:rtl/>
        </w:rPr>
        <w:t>طيَّبين</w:t>
      </w:r>
      <w:r w:rsidR="00F13C51">
        <w:rPr>
          <w:rtl/>
        </w:rPr>
        <w:t>،</w:t>
      </w:r>
      <w:r w:rsidRPr="002D7EC3">
        <w:rPr>
          <w:rtl/>
        </w:rPr>
        <w:t xml:space="preserve"> ويا للصدى الكبير ضِمن حيطان المسجد</w:t>
      </w:r>
      <w:r w:rsidR="00106DAF">
        <w:rPr>
          <w:rtl/>
        </w:rPr>
        <w:t>!</w:t>
      </w:r>
      <w:r w:rsidRPr="002D7EC3">
        <w:rPr>
          <w:rtl/>
        </w:rPr>
        <w:t xml:space="preserve"> ويا للقبرين الناضحين في البقيع بطُهر المثوى</w:t>
      </w:r>
      <w:r w:rsidR="00106DAF">
        <w:rPr>
          <w:rtl/>
        </w:rPr>
        <w:t>!</w:t>
      </w:r>
      <w:r w:rsidRPr="002D7EC3">
        <w:rPr>
          <w:rtl/>
        </w:rPr>
        <w:t>!! والآن</w:t>
      </w:r>
      <w:r w:rsidR="00F13C51">
        <w:rPr>
          <w:rtl/>
        </w:rPr>
        <w:t xml:space="preserve"> - </w:t>
      </w:r>
      <w:r w:rsidRPr="002D7EC3">
        <w:rPr>
          <w:rtl/>
        </w:rPr>
        <w:t>يا محمد</w:t>
      </w:r>
      <w:r w:rsidR="00F13C51">
        <w:rPr>
          <w:rtl/>
        </w:rPr>
        <w:t xml:space="preserve"> - </w:t>
      </w:r>
      <w:r w:rsidRPr="002D7EC3">
        <w:rPr>
          <w:rtl/>
        </w:rPr>
        <w:t>هات ما عندك</w:t>
      </w:r>
      <w:r w:rsidR="00C327EB">
        <w:rPr>
          <w:rtl/>
        </w:rPr>
        <w:t>.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محمد</w:t>
      </w:r>
      <w:r w:rsidR="00F13C51">
        <w:rPr>
          <w:rtl/>
        </w:rPr>
        <w:t>:</w:t>
      </w:r>
      <w:r w:rsidRPr="002D7EC3">
        <w:rPr>
          <w:rtl/>
        </w:rPr>
        <w:t xml:space="preserve"> لا يزال اللَّغط مُشوِّشاً في كلِّ أرجاء المدينة</w:t>
      </w:r>
      <w:r w:rsidR="00F13C51">
        <w:rPr>
          <w:rtl/>
        </w:rPr>
        <w:t>،</w:t>
      </w:r>
      <w:r w:rsidRPr="002D7EC3">
        <w:rPr>
          <w:rtl/>
        </w:rPr>
        <w:t xml:space="preserve"> حول عزل الوالي ابن عتبة وإبداله بمروان بن الحَكم</w:t>
      </w:r>
      <w:r w:rsidR="00F13C51">
        <w:rPr>
          <w:rtl/>
        </w:rPr>
        <w:t>،</w:t>
      </w:r>
      <w:r w:rsidRPr="002D7EC3">
        <w:rPr>
          <w:rtl/>
        </w:rPr>
        <w:t xml:space="preserve"> هنالك أسئلة ثلاثة طرحها الوالي قبل أنْ يُعزل</w:t>
      </w:r>
      <w:r w:rsidR="00F13C51">
        <w:rPr>
          <w:rtl/>
        </w:rPr>
        <w:t>،</w:t>
      </w:r>
      <w:r w:rsidRPr="002D7EC3">
        <w:rPr>
          <w:rtl/>
        </w:rPr>
        <w:t xml:space="preserve"> وكان هو يعجز عن الإجابة عليها</w:t>
      </w:r>
      <w:r w:rsidR="00F13C51">
        <w:rPr>
          <w:rtl/>
        </w:rPr>
        <w:t>:</w:t>
      </w:r>
      <w:r w:rsidRPr="002D7EC3">
        <w:rPr>
          <w:rtl/>
        </w:rPr>
        <w:t xml:space="preserve"> لماذا وعدني الحسين بمُبايعة يزيد ثمَّ انسلَّ مِن المدينة ولم يفعل</w:t>
      </w:r>
      <w:r w:rsidR="00106DAF">
        <w:rPr>
          <w:rtl/>
        </w:rPr>
        <w:t>؟</w:t>
      </w:r>
      <w:r w:rsidRPr="002D7EC3">
        <w:rPr>
          <w:rtl/>
        </w:rPr>
        <w:t xml:space="preserve"> ولماذا التجأ إلى مَكَّة وليس إلى سواها</w:t>
      </w:r>
      <w:r w:rsidR="00106DAF">
        <w:rPr>
          <w:rtl/>
        </w:rPr>
        <w:t>؟</w:t>
      </w:r>
      <w:r w:rsidRPr="002D7EC3">
        <w:rPr>
          <w:rtl/>
        </w:rPr>
        <w:t xml:space="preserve"> وهل يُرتِّب الحسين مع عبد الله بن الزبير تضامناً في طرح مُبايعة للحسين يُعزِّزانها بثورة تخلع يزيد مِن الخلافة</w:t>
      </w:r>
      <w:r w:rsidR="00106DAF">
        <w:rPr>
          <w:rtl/>
        </w:rPr>
        <w:t>؟</w:t>
      </w:r>
      <w:r w:rsidRPr="002D7EC3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lastRenderedPageBreak/>
        <w:t>الحسين</w:t>
      </w:r>
      <w:r w:rsidR="00F13C51">
        <w:rPr>
          <w:rtl/>
        </w:rPr>
        <w:t>:</w:t>
      </w:r>
      <w:r w:rsidRPr="002D7EC3">
        <w:rPr>
          <w:rtl/>
        </w:rPr>
        <w:t xml:space="preserve"> والوالي الجديد</w:t>
      </w:r>
      <w:r w:rsidR="00F13C51">
        <w:rPr>
          <w:rtl/>
        </w:rPr>
        <w:t xml:space="preserve"> - </w:t>
      </w:r>
      <w:r w:rsidRPr="002D7EC3">
        <w:rPr>
          <w:rtl/>
        </w:rPr>
        <w:t>مروان بن الحَكم</w:t>
      </w:r>
      <w:r w:rsidR="00F13C51">
        <w:rPr>
          <w:rtl/>
        </w:rPr>
        <w:t xml:space="preserve"> - </w:t>
      </w:r>
      <w:r w:rsidRPr="002D7EC3">
        <w:rPr>
          <w:rtl/>
        </w:rPr>
        <w:t>ألم يُجِب على الأسئلة المطروحة</w:t>
      </w:r>
      <w:r w:rsidR="00106DAF">
        <w:rPr>
          <w:rtl/>
        </w:rPr>
        <w:t>؟</w:t>
      </w:r>
      <w:r w:rsidRPr="002D7EC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محمد</w:t>
      </w:r>
      <w:r w:rsidR="00F13C51">
        <w:rPr>
          <w:rtl/>
        </w:rPr>
        <w:t>:</w:t>
      </w:r>
      <w:r w:rsidRPr="002D7EC3">
        <w:rPr>
          <w:rtl/>
        </w:rPr>
        <w:t xml:space="preserve"> إنَّه الأذكى على ما يبدو</w:t>
      </w:r>
      <w:r w:rsidR="00F13C51">
        <w:rPr>
          <w:rtl/>
        </w:rPr>
        <w:t>،</w:t>
      </w:r>
      <w:r w:rsidRPr="002D7EC3">
        <w:rPr>
          <w:rtl/>
        </w:rPr>
        <w:t xml:space="preserve"> وإنْ لم يكن إلاَّ الأكذب والأروغ</w:t>
      </w:r>
      <w:r w:rsidR="00F13C51">
        <w:rPr>
          <w:rtl/>
        </w:rPr>
        <w:t>،</w:t>
      </w:r>
      <w:r w:rsidRPr="002D7EC3">
        <w:rPr>
          <w:rtl/>
        </w:rPr>
        <w:t xml:space="preserve"> لقد قال أمام بطانته</w:t>
      </w:r>
      <w:r w:rsidR="00F13C51">
        <w:rPr>
          <w:rtl/>
        </w:rPr>
        <w:t>:</w:t>
      </w:r>
      <w:r w:rsidRPr="002D7EC3">
        <w:rPr>
          <w:rtl/>
        </w:rPr>
        <w:t xml:space="preserve"> لو أنَّ الوليد بن عتبة أصاخ جيِّداً إلى ما نصحته به</w:t>
      </w:r>
      <w:r w:rsidR="00F13C51">
        <w:rPr>
          <w:rtl/>
        </w:rPr>
        <w:t xml:space="preserve"> - </w:t>
      </w:r>
      <w:r w:rsidRPr="002D7EC3">
        <w:rPr>
          <w:rtl/>
        </w:rPr>
        <w:t>ولقد استشارني</w:t>
      </w:r>
      <w:r w:rsidR="00F13C51">
        <w:rPr>
          <w:rtl/>
        </w:rPr>
        <w:t xml:space="preserve"> - </w:t>
      </w:r>
      <w:r w:rsidRPr="002D7EC3">
        <w:rPr>
          <w:rtl/>
        </w:rPr>
        <w:t>لكان وفَّر عنَّا وعن نفسه إصغاء إلى أسئلة تُشغل بالنا بالجواب عليها</w:t>
      </w:r>
      <w:r w:rsidR="00F13C51">
        <w:rPr>
          <w:rtl/>
        </w:rPr>
        <w:t>،</w:t>
      </w:r>
      <w:r w:rsidRPr="002D7EC3">
        <w:rPr>
          <w:rtl/>
        </w:rPr>
        <w:t xml:space="preserve"> ثمَّ استطرد وقال</w:t>
      </w:r>
      <w:r w:rsidR="00F13C51">
        <w:rPr>
          <w:rtl/>
        </w:rPr>
        <w:t>:</w:t>
      </w:r>
      <w:r w:rsidRPr="002D7EC3">
        <w:rPr>
          <w:rtl/>
        </w:rPr>
        <w:t xml:space="preserve"> أوَّل جواب عندي</w:t>
      </w:r>
      <w:r w:rsidR="00F13C51">
        <w:rPr>
          <w:rtl/>
        </w:rPr>
        <w:t>،</w:t>
      </w:r>
      <w:r w:rsidRPr="002D7EC3">
        <w:rPr>
          <w:rtl/>
        </w:rPr>
        <w:t xml:space="preserve"> أنَّ الخليفة يزيد قد أحسن التصرُّف بعزل الوالي الأكتع والأعور</w:t>
      </w:r>
      <w:r w:rsidR="00F13C51">
        <w:rPr>
          <w:rtl/>
        </w:rPr>
        <w:t>،</w:t>
      </w:r>
      <w:r w:rsidRPr="002D7EC3">
        <w:rPr>
          <w:rtl/>
        </w:rPr>
        <w:t xml:space="preserve"> أمَّا مَكَّة فإنَّها لن تتمكَّن طويلاً مِن حماية ا</w:t>
      </w:r>
      <w:r w:rsidR="002C2DD7">
        <w:rPr>
          <w:rtl/>
        </w:rPr>
        <w:t>لمـُ</w:t>
      </w:r>
      <w:r w:rsidRPr="002D7EC3">
        <w:rPr>
          <w:rtl/>
        </w:rPr>
        <w:t>حترِمين فيها</w:t>
      </w:r>
      <w:r w:rsidR="00F13C51">
        <w:rPr>
          <w:rtl/>
        </w:rPr>
        <w:t>،</w:t>
      </w:r>
      <w:r w:rsidRPr="002D7EC3">
        <w:rPr>
          <w:rtl/>
        </w:rPr>
        <w:t xml:space="preserve"> أمَّا ا</w:t>
      </w:r>
      <w:r w:rsidR="002C2DD7">
        <w:rPr>
          <w:rtl/>
        </w:rPr>
        <w:t>لمـُ</w:t>
      </w:r>
      <w:r w:rsidRPr="002D7EC3">
        <w:rPr>
          <w:rtl/>
        </w:rPr>
        <w:t>بايعة للحسين</w:t>
      </w:r>
      <w:r w:rsidR="00F13C51">
        <w:rPr>
          <w:rtl/>
        </w:rPr>
        <w:t>،</w:t>
      </w:r>
      <w:r w:rsidRPr="002D7EC3">
        <w:rPr>
          <w:rtl/>
        </w:rPr>
        <w:t xml:space="preserve"> فإنَّ الحسين ذاته لا يؤمن بها تقوم بها القبائل</w:t>
      </w:r>
      <w:r w:rsidR="00F13C51">
        <w:rPr>
          <w:rtl/>
        </w:rPr>
        <w:t>،</w:t>
      </w:r>
      <w:r w:rsidRPr="002D7EC3">
        <w:rPr>
          <w:rtl/>
        </w:rPr>
        <w:t xml:space="preserve"> وتركها لنا نسيرها ونُعزِّز قوافلها</w:t>
      </w:r>
      <w:r w:rsidR="00F13C51">
        <w:rPr>
          <w:rtl/>
        </w:rPr>
        <w:t>،</w:t>
      </w:r>
      <w:r w:rsidRPr="002D7EC3">
        <w:rPr>
          <w:rtl/>
        </w:rPr>
        <w:t xml:space="preserve"> إذا كانت الإمامة لا تكفيه فماذا يبقى علينا أنْ نفعل له</w:t>
      </w:r>
      <w:r w:rsidR="00106DAF">
        <w:rPr>
          <w:rtl/>
        </w:rPr>
        <w:t>؟</w:t>
      </w:r>
      <w:r w:rsidRPr="002D7EC3">
        <w:rPr>
          <w:rtl/>
        </w:rPr>
        <w:t xml:space="preserve"> هل نَدمج بُردى بدجلة والفرات ونَهِبَه إيَّاها حتَّى يرتوي</w:t>
      </w:r>
      <w:r w:rsidR="00106DAF">
        <w:rPr>
          <w:rtl/>
        </w:rPr>
        <w:t>؟</w:t>
      </w:r>
      <w:r w:rsidRPr="002D7EC3">
        <w:rPr>
          <w:rtl/>
        </w:rPr>
        <w:t>! فُرصة واحدة لا تزال مُهيَّأة أمام الحسين</w:t>
      </w:r>
      <w:r w:rsidR="00F13C51">
        <w:rPr>
          <w:rtl/>
        </w:rPr>
        <w:t>:</w:t>
      </w:r>
      <w:r w:rsidRPr="002D7EC3">
        <w:rPr>
          <w:rtl/>
        </w:rPr>
        <w:t xml:space="preserve"> مُبايعة يُقدِّمها ليزيد</w:t>
      </w:r>
      <w:r w:rsidR="00F13C51">
        <w:rPr>
          <w:rtl/>
        </w:rPr>
        <w:t>،</w:t>
      </w:r>
      <w:r w:rsidRPr="002D7EC3">
        <w:rPr>
          <w:rtl/>
        </w:rPr>
        <w:t xml:space="preserve"> أو عُنق مضروب</w:t>
      </w:r>
      <w:r w:rsidR="00106DAF">
        <w:rPr>
          <w:rtl/>
        </w:rPr>
        <w:t>!</w:t>
      </w:r>
      <w:r w:rsidRPr="002D7EC3">
        <w:rPr>
          <w:rtl/>
        </w:rPr>
        <w:t xml:space="preserve">!! </w:t>
      </w:r>
    </w:p>
    <w:p w:rsidR="003A7CC2" w:rsidRPr="00A37385" w:rsidRDefault="003A7CC2" w:rsidP="00A37385">
      <w:pPr>
        <w:pStyle w:val="libNormal"/>
        <w:rPr>
          <w:rtl/>
        </w:rPr>
      </w:pPr>
      <w:r w:rsidRPr="002D7EC3">
        <w:rPr>
          <w:rtl/>
        </w:rPr>
        <w:t>الحسين</w:t>
      </w:r>
      <w:r w:rsidR="00F13C51">
        <w:rPr>
          <w:rtl/>
        </w:rPr>
        <w:t>:</w:t>
      </w:r>
      <w:r w:rsidRPr="002D7EC3">
        <w:rPr>
          <w:rtl/>
        </w:rPr>
        <w:t xml:space="preserve"> صدقت يا أخي محمد في وصفك الرجل</w:t>
      </w:r>
      <w:r w:rsidR="00F13C51">
        <w:rPr>
          <w:rtl/>
        </w:rPr>
        <w:t>،</w:t>
      </w:r>
      <w:r w:rsidRPr="002D7EC3">
        <w:rPr>
          <w:rtl/>
        </w:rPr>
        <w:t xml:space="preserve"> صحيح أنَّه ذكيٌّ</w:t>
      </w:r>
      <w:r w:rsidR="00F13C51">
        <w:rPr>
          <w:rtl/>
        </w:rPr>
        <w:t>،</w:t>
      </w:r>
      <w:r w:rsidRPr="002D7EC3">
        <w:rPr>
          <w:rtl/>
        </w:rPr>
        <w:t xml:space="preserve"> ولكنَّ في رنَّة صوته ذئباً يعوي وثعلباً يروغ</w:t>
      </w:r>
      <w:r w:rsidR="00F13C51">
        <w:rPr>
          <w:rtl/>
        </w:rPr>
        <w:t>،</w:t>
      </w:r>
      <w:r w:rsidRPr="002D7EC3">
        <w:rPr>
          <w:rtl/>
        </w:rPr>
        <w:t xml:space="preserve"> لقد أصاب في تحديده ا</w:t>
      </w:r>
      <w:r w:rsidR="002C2DD7">
        <w:rPr>
          <w:rtl/>
        </w:rPr>
        <w:t>لمـُ</w:t>
      </w:r>
      <w:r w:rsidRPr="002D7EC3">
        <w:rPr>
          <w:rtl/>
        </w:rPr>
        <w:t>بايعات التي لا يُمكن أنْ نعود إليها بعد أنْ رفضها جَدُّنا نبرة في إيقاظ القبليَّة بأنماطها العتيقة البالية</w:t>
      </w:r>
      <w:r w:rsidR="00F13C51">
        <w:rPr>
          <w:rtl/>
        </w:rPr>
        <w:t>،</w:t>
      </w:r>
      <w:r w:rsidRPr="002D7EC3">
        <w:rPr>
          <w:rtl/>
        </w:rPr>
        <w:t xml:space="preserve"> واعتبر الإمامة</w:t>
      </w:r>
      <w:r w:rsidR="00F13C51">
        <w:rPr>
          <w:rtl/>
        </w:rPr>
        <w:t xml:space="preserve"> - </w:t>
      </w:r>
      <w:r w:rsidRPr="002D7EC3">
        <w:rPr>
          <w:rtl/>
        </w:rPr>
        <w:t>في مسدِّها</w:t>
      </w:r>
      <w:r w:rsidR="00F13C51">
        <w:rPr>
          <w:rtl/>
        </w:rPr>
        <w:t xml:space="preserve"> - </w:t>
      </w:r>
      <w:r w:rsidRPr="002D7EC3">
        <w:rPr>
          <w:rtl/>
        </w:rPr>
        <w:t>تحضيراً مُثقَّفاً بالرسالة</w:t>
      </w:r>
      <w:r w:rsidR="00F13C51">
        <w:rPr>
          <w:rtl/>
        </w:rPr>
        <w:t>،</w:t>
      </w:r>
      <w:r w:rsidRPr="002D7EC3">
        <w:rPr>
          <w:rtl/>
        </w:rPr>
        <w:t xml:space="preserve"> ومُطيَّباً ومُعفَّفاً بها</w:t>
      </w:r>
      <w:r w:rsidR="00F13C51">
        <w:rPr>
          <w:rtl/>
        </w:rPr>
        <w:t>،</w:t>
      </w:r>
      <w:r w:rsidRPr="002D7EC3">
        <w:rPr>
          <w:rtl/>
        </w:rPr>
        <w:t xml:space="preserve"> في سبيل وحدة الأُمَّة ورعايتها في طريق بلوغها وخلودها</w:t>
      </w:r>
      <w:r w:rsidR="00F13C51">
        <w:rPr>
          <w:rtl/>
        </w:rPr>
        <w:t>،</w:t>
      </w:r>
      <w:r w:rsidRPr="002D7EC3">
        <w:rPr>
          <w:rtl/>
        </w:rPr>
        <w:t xml:space="preserve"> ما أطيب أخانا الحسن</w:t>
      </w:r>
      <w:r w:rsidR="00106DAF">
        <w:rPr>
          <w:rtl/>
        </w:rPr>
        <w:t>!</w:t>
      </w:r>
      <w:r w:rsidRPr="002D7EC3">
        <w:rPr>
          <w:rtl/>
        </w:rPr>
        <w:t xml:space="preserve"> يضمُّ</w:t>
      </w:r>
      <w:r w:rsidR="00F13C51">
        <w:rPr>
          <w:rtl/>
        </w:rPr>
        <w:t xml:space="preserve"> - </w:t>
      </w:r>
      <w:r w:rsidRPr="002D7EC3">
        <w:rPr>
          <w:rtl/>
        </w:rPr>
        <w:t>فعلاً</w:t>
      </w:r>
      <w:r w:rsidR="00F13C51">
        <w:rPr>
          <w:rtl/>
        </w:rPr>
        <w:t xml:space="preserve"> - </w:t>
      </w:r>
      <w:r w:rsidRPr="002D7EC3">
        <w:rPr>
          <w:rtl/>
        </w:rPr>
        <w:t>دجلة والفرات إلى بُردى في صُلحه الأبيض</w:t>
      </w:r>
      <w:r w:rsidR="00F13C51">
        <w:rPr>
          <w:rtl/>
        </w:rPr>
        <w:t>،</w:t>
      </w:r>
      <w:r w:rsidRPr="002D7EC3">
        <w:rPr>
          <w:rtl/>
        </w:rPr>
        <w:t xml:space="preserve"> لا ليروينا وحدنا</w:t>
      </w:r>
      <w:r w:rsidR="00F13C51">
        <w:rPr>
          <w:rtl/>
        </w:rPr>
        <w:t>،</w:t>
      </w:r>
      <w:r w:rsidRPr="002D7EC3">
        <w:rPr>
          <w:rtl/>
        </w:rPr>
        <w:t xml:space="preserve"> ولا ليروي مُعاوية ويزيد ومروان</w:t>
      </w:r>
      <w:r w:rsidR="00F13C51">
        <w:rPr>
          <w:rtl/>
        </w:rPr>
        <w:t>،</w:t>
      </w:r>
      <w:r w:rsidRPr="002D7EC3">
        <w:rPr>
          <w:rtl/>
        </w:rPr>
        <w:t xml:space="preserve"> بلْ ليسدَّ عطش الأرض كلَّها في وحدة الرَّي</w:t>
      </w:r>
      <w:r w:rsidR="00F13C51">
        <w:rPr>
          <w:rtl/>
        </w:rPr>
        <w:t>،</w:t>
      </w:r>
      <w:r w:rsidRPr="002D7EC3">
        <w:rPr>
          <w:rtl/>
        </w:rPr>
        <w:t xml:space="preserve"> ومِن حدود النيل إلى رحاب الغَوطة</w:t>
      </w:r>
      <w:r w:rsidR="00F13C51">
        <w:rPr>
          <w:rtl/>
        </w:rPr>
        <w:t>،</w:t>
      </w:r>
      <w:r w:rsidRPr="002D7EC3">
        <w:rPr>
          <w:rtl/>
        </w:rPr>
        <w:t xml:space="preserve"> مِن أجل أُمَّة واحدة مجموعة العروبة في حِضن جَدِّنا العظيم محمد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lastRenderedPageBreak/>
        <w:t>صَدَقَ وكَذَبَ مروان</w:t>
      </w:r>
      <w:r w:rsidR="00F13C51">
        <w:rPr>
          <w:rtl/>
        </w:rPr>
        <w:t>،</w:t>
      </w:r>
      <w:r w:rsidRPr="00827C2E">
        <w:rPr>
          <w:rtl/>
        </w:rPr>
        <w:t xml:space="preserve"> صدق في توحيد المراوي</w:t>
      </w:r>
      <w:r w:rsidR="00F13C51">
        <w:rPr>
          <w:rtl/>
        </w:rPr>
        <w:t>،</w:t>
      </w:r>
      <w:r w:rsidRPr="00827C2E">
        <w:rPr>
          <w:rtl/>
        </w:rPr>
        <w:t xml:space="preserve"> وكَذَبَ في تعطيشنا وتعطيش مجموع الأُمَّة منها</w:t>
      </w:r>
      <w:r w:rsidR="00F13C51">
        <w:rPr>
          <w:rtl/>
        </w:rPr>
        <w:t>،</w:t>
      </w:r>
      <w:r w:rsidRPr="00827C2E">
        <w:rPr>
          <w:rtl/>
        </w:rPr>
        <w:t xml:space="preserve"> أمَّا أنْ يُهدِّدنا بقطع الأعناق</w:t>
      </w:r>
      <w:r w:rsidR="00F13C51">
        <w:rPr>
          <w:rtl/>
        </w:rPr>
        <w:t>،</w:t>
      </w:r>
      <w:r w:rsidRPr="00827C2E">
        <w:rPr>
          <w:rtl/>
        </w:rPr>
        <w:t xml:space="preserve"> فلسوف أُمدُّ عُنقي ليُقطع حتَّى يكون مِن وريدي منهل تستقي منه الأُمَّة ماء بطيبة الماء الذي حفره أجدادنا في بئر زمزم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وما تقصد</w:t>
      </w:r>
      <w:r w:rsidR="00F13C51">
        <w:rPr>
          <w:rtl/>
        </w:rPr>
        <w:t xml:space="preserve"> - </w:t>
      </w:r>
      <w:r w:rsidRPr="00827C2E">
        <w:rPr>
          <w:rtl/>
        </w:rPr>
        <w:t>يا أخي الحسين</w:t>
      </w:r>
      <w:r w:rsidR="00F13C51">
        <w:rPr>
          <w:rtl/>
        </w:rPr>
        <w:t xml:space="preserve"> -</w:t>
      </w:r>
      <w:r w:rsidR="00106DAF">
        <w:rPr>
          <w:rtl/>
        </w:rPr>
        <w:t>؟</w:t>
      </w:r>
      <w:r w:rsidRPr="00827C2E">
        <w:rPr>
          <w:rtl/>
        </w:rPr>
        <w:t xml:space="preserve"> أنا لا أُحبُّ أنْ أرضخ لتهديد يزيد</w:t>
      </w:r>
      <w:r w:rsidR="00F13C51">
        <w:rPr>
          <w:rtl/>
        </w:rPr>
        <w:t>،</w:t>
      </w:r>
      <w:r w:rsidRPr="00827C2E">
        <w:rPr>
          <w:rtl/>
        </w:rPr>
        <w:t xml:space="preserve"> أو لأيِّ آخر يُرهبنا به بنو حرب</w:t>
      </w:r>
      <w:r w:rsidR="00F13C51">
        <w:rPr>
          <w:rtl/>
        </w:rPr>
        <w:t>،</w:t>
      </w:r>
      <w:r w:rsidRPr="00827C2E">
        <w:rPr>
          <w:rtl/>
        </w:rPr>
        <w:t xml:space="preserve"> أنا أعرف أنَّ الأُمَّة بحاجة إلينا</w:t>
      </w:r>
      <w:r w:rsidR="00F13C51">
        <w:rPr>
          <w:rtl/>
        </w:rPr>
        <w:t xml:space="preserve"> - </w:t>
      </w:r>
      <w:r w:rsidRPr="00827C2E">
        <w:rPr>
          <w:rtl/>
        </w:rPr>
        <w:t>يا أبا عبد الله</w:t>
      </w:r>
      <w:r w:rsidR="00F13C51">
        <w:rPr>
          <w:rtl/>
        </w:rPr>
        <w:t xml:space="preserve"> - </w:t>
      </w:r>
      <w:r w:rsidRPr="00827C2E">
        <w:rPr>
          <w:rtl/>
        </w:rPr>
        <w:t>وأنا أُريد أنْ أشُدَّ عزمك على طرح ا</w:t>
      </w:r>
      <w:r w:rsidR="002C2DD7">
        <w:rPr>
          <w:rtl/>
        </w:rPr>
        <w:t>لمـُ</w:t>
      </w:r>
      <w:r w:rsidRPr="00827C2E">
        <w:rPr>
          <w:rtl/>
        </w:rPr>
        <w:t>بايعة لك</w:t>
      </w:r>
      <w:r w:rsidR="00F13C51">
        <w:rPr>
          <w:rtl/>
        </w:rPr>
        <w:t>،</w:t>
      </w:r>
      <w:r w:rsidRPr="00827C2E">
        <w:rPr>
          <w:rtl/>
        </w:rPr>
        <w:t xml:space="preserve"> فلتكن ا</w:t>
      </w:r>
      <w:r w:rsidR="002C2DD7">
        <w:rPr>
          <w:rtl/>
        </w:rPr>
        <w:t>لمـُ</w:t>
      </w:r>
      <w:r w:rsidRPr="00827C2E">
        <w:rPr>
          <w:rtl/>
        </w:rPr>
        <w:t>بايعة ردَّة شاءها الخصم</w:t>
      </w:r>
      <w:r w:rsidR="00F13C51">
        <w:rPr>
          <w:rtl/>
        </w:rPr>
        <w:t>،</w:t>
      </w:r>
      <w:r w:rsidRPr="00827C2E">
        <w:rPr>
          <w:rtl/>
        </w:rPr>
        <w:t xml:space="preserve"> فلنعتمدها أيضاً سلاحاً عليه</w:t>
      </w:r>
      <w:r w:rsidR="00F13C51">
        <w:rPr>
          <w:rtl/>
        </w:rPr>
        <w:t>،</w:t>
      </w:r>
      <w:r w:rsidRPr="00827C2E">
        <w:rPr>
          <w:rtl/>
        </w:rPr>
        <w:t xml:space="preserve"> إلى أنْ يَقيض الله لنا وقتاً يُمكننا مِن التخلُّص مِن أوزار الماضي التي لا تزال الآن تُفعَل</w:t>
      </w:r>
      <w:r w:rsidR="00106DAF">
        <w:rPr>
          <w:rtl/>
        </w:rPr>
        <w:t>!</w:t>
      </w:r>
      <w:r w:rsidRPr="00827C2E">
        <w:rPr>
          <w:rtl/>
        </w:rPr>
        <w:t xml:space="preserve"> أنت لا تُريد أنْ تلجأ إلى اليمن حيث يُمكننا أنْ نلتقط الأنفاس، ونُنظِّم قوانا ل</w:t>
      </w:r>
      <w:r w:rsidR="002C2DD7">
        <w:rPr>
          <w:rtl/>
        </w:rPr>
        <w:t>لمـُ</w:t>
      </w:r>
      <w:r w:rsidRPr="00827C2E">
        <w:rPr>
          <w:rtl/>
        </w:rPr>
        <w:t>قاومة</w:t>
      </w:r>
      <w:r w:rsidR="00F13C51">
        <w:rPr>
          <w:rtl/>
        </w:rPr>
        <w:t>،</w:t>
      </w:r>
      <w:r w:rsidRPr="00827C2E">
        <w:rPr>
          <w:rtl/>
        </w:rPr>
        <w:t xml:space="preserve"> ولكنْ فلنُحاول</w:t>
      </w:r>
      <w:r w:rsidR="00F13C51">
        <w:rPr>
          <w:rtl/>
        </w:rPr>
        <w:t xml:space="preserve"> - </w:t>
      </w:r>
      <w:r w:rsidRPr="00827C2E">
        <w:rPr>
          <w:rtl/>
        </w:rPr>
        <w:t>على الأقلِّ</w:t>
      </w:r>
      <w:r w:rsidR="00F13C51">
        <w:rPr>
          <w:rtl/>
        </w:rPr>
        <w:t xml:space="preserve"> - </w:t>
      </w:r>
      <w:r w:rsidRPr="00827C2E">
        <w:rPr>
          <w:rtl/>
        </w:rPr>
        <w:t>أنْ نُحرِّك أعصاب الجزيرة</w:t>
      </w:r>
      <w:r w:rsidR="00F13C51">
        <w:rPr>
          <w:rtl/>
        </w:rPr>
        <w:t>،</w:t>
      </w:r>
      <w:r w:rsidRPr="00827C2E">
        <w:rPr>
          <w:rtl/>
        </w:rPr>
        <w:t xml:space="preserve"> وأعصاب الكوفة والبصرة</w:t>
      </w:r>
      <w:r w:rsidR="00F13C51">
        <w:rPr>
          <w:rtl/>
        </w:rPr>
        <w:t>،</w:t>
      </w:r>
      <w:r w:rsidRPr="00827C2E">
        <w:rPr>
          <w:rtl/>
        </w:rPr>
        <w:t xml:space="preserve"> إنَّ لنا رصيداً قويَّاً عند كلِّ هذه القبائل</w:t>
      </w:r>
      <w:r w:rsidR="00F13C51">
        <w:rPr>
          <w:rtl/>
        </w:rPr>
        <w:t>،</w:t>
      </w:r>
      <w:r w:rsidRPr="00827C2E">
        <w:rPr>
          <w:rtl/>
        </w:rPr>
        <w:t xml:space="preserve"> لابُدَّ أنْ يلبِّينا للتخلُّص مِن نيْر يزيد</w:t>
      </w:r>
      <w:r w:rsidR="00F13C51">
        <w:rPr>
          <w:rtl/>
        </w:rPr>
        <w:t>،</w:t>
      </w:r>
      <w:r w:rsidRPr="00827C2E">
        <w:rPr>
          <w:rtl/>
        </w:rPr>
        <w:t xml:space="preserve"> ونِيْر مروان</w:t>
      </w:r>
      <w:r w:rsidR="00F13C51">
        <w:rPr>
          <w:rtl/>
        </w:rPr>
        <w:t>،</w:t>
      </w:r>
      <w:r w:rsidRPr="00827C2E">
        <w:rPr>
          <w:rtl/>
        </w:rPr>
        <w:t xml:space="preserve"> ونِيْر بني حرب</w:t>
      </w:r>
      <w:r w:rsidR="00106DAF">
        <w:rPr>
          <w:rtl/>
        </w:rPr>
        <w:t>!</w:t>
      </w:r>
      <w:r w:rsidRPr="00827C2E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إنَّ الأسئلة التي طرحها الوالي المخلوع</w:t>
      </w:r>
      <w:r w:rsidR="00F13C51">
        <w:rPr>
          <w:rtl/>
        </w:rPr>
        <w:t>،</w:t>
      </w:r>
      <w:r w:rsidRPr="00827C2E">
        <w:rPr>
          <w:rtl/>
        </w:rPr>
        <w:t xml:space="preserve"> لا تزال بحاجة إلى جواب صريح</w:t>
      </w:r>
      <w:r w:rsidR="00F13C51">
        <w:rPr>
          <w:rtl/>
        </w:rPr>
        <w:t>،</w:t>
      </w:r>
      <w:r w:rsidRPr="00827C2E">
        <w:rPr>
          <w:rtl/>
        </w:rPr>
        <w:t xml:space="preserve"> ألا يكون عليك</w:t>
      </w:r>
      <w:r w:rsidR="00F13C51">
        <w:rPr>
          <w:rtl/>
        </w:rPr>
        <w:t>،</w:t>
      </w:r>
      <w:r w:rsidRPr="00827C2E">
        <w:rPr>
          <w:rtl/>
        </w:rPr>
        <w:t xml:space="preserve"> لا على مروان بن الحَكم</w:t>
      </w:r>
      <w:r w:rsidR="00F13C51">
        <w:rPr>
          <w:rtl/>
        </w:rPr>
        <w:t>،</w:t>
      </w:r>
      <w:r w:rsidRPr="00827C2E">
        <w:rPr>
          <w:rtl/>
        </w:rPr>
        <w:t xml:space="preserve"> أنْ تُجيب عليها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اصغ إليَّ</w:t>
      </w:r>
      <w:r w:rsidR="00F13C51">
        <w:rPr>
          <w:rtl/>
        </w:rPr>
        <w:t xml:space="preserve"> - </w:t>
      </w:r>
      <w:r w:rsidRPr="00827C2E">
        <w:rPr>
          <w:rtl/>
        </w:rPr>
        <w:t>يا محمد</w:t>
      </w:r>
      <w:r w:rsidR="00F13C51">
        <w:rPr>
          <w:rtl/>
        </w:rPr>
        <w:t xml:space="preserve"> - </w:t>
      </w:r>
      <w:r w:rsidRPr="00827C2E">
        <w:rPr>
          <w:rtl/>
        </w:rPr>
        <w:t>عندي وحدي الجواب عليها</w:t>
      </w:r>
      <w:r w:rsidR="00F13C51">
        <w:rPr>
          <w:rtl/>
        </w:rPr>
        <w:t>،</w:t>
      </w:r>
      <w:r w:rsidRPr="00827C2E">
        <w:rPr>
          <w:rtl/>
        </w:rPr>
        <w:t xml:space="preserve"> ولن تقتنع بها إنْ لم تفهمني الفهم الصحيح</w:t>
      </w:r>
      <w:r w:rsidR="00F13C51">
        <w:rPr>
          <w:rtl/>
        </w:rPr>
        <w:t>،</w:t>
      </w:r>
      <w:r w:rsidRPr="00827C2E">
        <w:rPr>
          <w:rtl/>
        </w:rPr>
        <w:t xml:space="preserve"> افتح أُذنيك الكبيرتين والعميقتين يا محمد</w:t>
      </w:r>
      <w:r w:rsidR="00F13C51">
        <w:rPr>
          <w:rtl/>
        </w:rPr>
        <w:t>؛</w:t>
      </w:r>
      <w:r w:rsidRPr="00827C2E">
        <w:rPr>
          <w:rtl/>
        </w:rPr>
        <w:t xml:space="preserve"> فالموضوع كبير وعميق إذا أردت أنْ تُصغي</w:t>
      </w:r>
      <w:r w:rsidR="00F13C51">
        <w:rPr>
          <w:rtl/>
        </w:rPr>
        <w:t>:</w:t>
      </w:r>
      <w:r w:rsidRPr="00827C2E">
        <w:rPr>
          <w:rtl/>
        </w:rPr>
        <w:t xml:space="preserve"> أنا ما موَّهت على الوالي با</w:t>
      </w:r>
      <w:r w:rsidR="002C2DD7">
        <w:rPr>
          <w:rtl/>
        </w:rPr>
        <w:t>لمـُ</w:t>
      </w:r>
      <w:r w:rsidRPr="00827C2E">
        <w:rPr>
          <w:rtl/>
        </w:rPr>
        <w:t>بايعة</w:t>
      </w:r>
      <w:r w:rsidR="00F13C51">
        <w:rPr>
          <w:rtl/>
        </w:rPr>
        <w:t>،</w:t>
      </w:r>
      <w:r w:rsidRPr="00827C2E">
        <w:rPr>
          <w:rtl/>
        </w:rPr>
        <w:t xml:space="preserve"> بلْ قصدت أنْ أُلهي أُذنيه بحروفها ليظنَّ أنَّها ليزيد</w:t>
      </w:r>
      <w:r w:rsidR="00F13C51">
        <w:rPr>
          <w:rtl/>
        </w:rPr>
        <w:t>،</w:t>
      </w:r>
      <w:r w:rsidRPr="00827C2E">
        <w:rPr>
          <w:rtl/>
        </w:rPr>
        <w:t xml:space="preserve"> في حين أنَّها</w:t>
      </w:r>
      <w:r w:rsidR="00F13C51">
        <w:rPr>
          <w:rtl/>
        </w:rPr>
        <w:t xml:space="preserve"> - </w:t>
      </w:r>
      <w:r w:rsidRPr="00827C2E">
        <w:rPr>
          <w:rtl/>
        </w:rPr>
        <w:t>في قصدي الوسيع</w:t>
      </w:r>
      <w:r w:rsidR="00F13C51">
        <w:rPr>
          <w:rtl/>
        </w:rPr>
        <w:t xml:space="preserve"> - </w:t>
      </w:r>
      <w:r w:rsidRPr="00827C2E">
        <w:rPr>
          <w:rtl/>
        </w:rPr>
        <w:t>للأُمَّة التي تجمعني إليها قُدسيَّة الإمامة</w:t>
      </w:r>
      <w:r w:rsidR="00F13C51">
        <w:rPr>
          <w:rtl/>
        </w:rPr>
        <w:t>،</w:t>
      </w:r>
      <w:r w:rsidRPr="00827C2E">
        <w:rPr>
          <w:rtl/>
        </w:rPr>
        <w:t xml:space="preserve"> أمَّا إلهاء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lastRenderedPageBreak/>
        <w:t>الوالي</w:t>
      </w:r>
      <w:r w:rsidR="00F13C51">
        <w:rPr>
          <w:rtl/>
        </w:rPr>
        <w:t>،</w:t>
      </w:r>
      <w:r w:rsidRPr="00827C2E">
        <w:rPr>
          <w:rtl/>
        </w:rPr>
        <w:t xml:space="preserve"> فحتَّى أتمكَّن مِن ترك المدينة إلى حيث يتسنَّى لي كسب وقت أتمكَّن به مِن تنفيذ ما صمَّمت عليه</w:t>
      </w:r>
      <w:r w:rsidR="00F13C51">
        <w:rPr>
          <w:rtl/>
        </w:rPr>
        <w:t>،</w:t>
      </w:r>
      <w:r w:rsidRPr="00827C2E">
        <w:rPr>
          <w:rtl/>
        </w:rPr>
        <w:t xml:space="preserve"> أمَّا تفضيلي مَكَّة على أيِّ مكان آخر في الوقت الحاضر</w:t>
      </w:r>
      <w:r w:rsidR="00F13C51">
        <w:rPr>
          <w:rtl/>
        </w:rPr>
        <w:t>؛</w:t>
      </w:r>
      <w:r w:rsidRPr="00827C2E">
        <w:rPr>
          <w:rtl/>
        </w:rPr>
        <w:t xml:space="preserve"> فلأنَّها حرم لا يجوز بسهولة انتهاكه واقتحامه </w:t>
      </w:r>
      <w:r w:rsidR="002C2DD7">
        <w:rPr>
          <w:rtl/>
        </w:rPr>
        <w:t>لمـُ</w:t>
      </w:r>
      <w:r w:rsidRPr="00827C2E">
        <w:rPr>
          <w:rtl/>
        </w:rPr>
        <w:t>لاحقة ا</w:t>
      </w:r>
      <w:r w:rsidR="002C2DD7">
        <w:rPr>
          <w:rtl/>
        </w:rPr>
        <w:t>لمـُ</w:t>
      </w:r>
      <w:r w:rsidRPr="00827C2E">
        <w:rPr>
          <w:rtl/>
        </w:rPr>
        <w:t>حترِمين فيه</w:t>
      </w:r>
      <w:r w:rsidR="00F13C51">
        <w:rPr>
          <w:rtl/>
        </w:rPr>
        <w:t>،</w:t>
      </w:r>
      <w:r w:rsidRPr="00827C2E">
        <w:rPr>
          <w:rtl/>
        </w:rPr>
        <w:t xml:space="preserve"> وبذلك يتسنَّى لي تحضير عُدَّتي لتنفيذ ما أنا مُقدم عليه</w:t>
      </w:r>
      <w:r w:rsidR="00C327EB">
        <w:rPr>
          <w:rtl/>
        </w:rPr>
        <w:t>.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عظيم</w:t>
      </w:r>
      <w:r w:rsidR="00F13C51">
        <w:rPr>
          <w:rtl/>
        </w:rPr>
        <w:t xml:space="preserve"> - </w:t>
      </w:r>
      <w:r w:rsidRPr="00827C2E">
        <w:rPr>
          <w:rtl/>
        </w:rPr>
        <w:t>يا أبا عبد الله</w:t>
      </w:r>
      <w:r w:rsidR="00F13C51">
        <w:rPr>
          <w:rtl/>
        </w:rPr>
        <w:t xml:space="preserve"> -</w:t>
      </w:r>
      <w:r w:rsidR="00106DAF">
        <w:rPr>
          <w:rtl/>
        </w:rPr>
        <w:t>!</w:t>
      </w:r>
      <w:r w:rsidRPr="00827C2E">
        <w:rPr>
          <w:rtl/>
        </w:rPr>
        <w:t xml:space="preserve"> فهل لك أنْ تجعلني مُرتاحاً وتُطلعني على ما أنت الآن مُقدم عليه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لا شكَّ أنَّك تقصد ا</w:t>
      </w:r>
      <w:r w:rsidR="002C2DD7">
        <w:rPr>
          <w:rtl/>
        </w:rPr>
        <w:t>لمـُ</w:t>
      </w:r>
      <w:r w:rsidRPr="00827C2E">
        <w:rPr>
          <w:rtl/>
        </w:rPr>
        <w:t>بايعة</w:t>
      </w:r>
      <w:r w:rsidR="00F13C51">
        <w:rPr>
          <w:rtl/>
        </w:rPr>
        <w:t>،</w:t>
      </w:r>
      <w:r w:rsidRPr="00827C2E">
        <w:rPr>
          <w:rtl/>
        </w:rPr>
        <w:t xml:space="preserve"> وأنِّي بين يديك في تتميم القصد</w:t>
      </w:r>
      <w:r w:rsidR="00F13C51">
        <w:rPr>
          <w:rtl/>
        </w:rPr>
        <w:t>؛</w:t>
      </w:r>
      <w:r w:rsidRPr="00827C2E">
        <w:rPr>
          <w:rtl/>
        </w:rPr>
        <w:t xml:space="preserve"> أنا لست شريك عبد الله بن الزبير في تنظيم ا</w:t>
      </w:r>
      <w:r w:rsidR="002C2DD7">
        <w:rPr>
          <w:rtl/>
        </w:rPr>
        <w:t>لمـُ</w:t>
      </w:r>
      <w:r w:rsidRPr="00827C2E">
        <w:rPr>
          <w:rtl/>
        </w:rPr>
        <w:t>بايعة</w:t>
      </w:r>
      <w:r w:rsidR="00F13C51">
        <w:rPr>
          <w:rtl/>
        </w:rPr>
        <w:t>،</w:t>
      </w:r>
      <w:r w:rsidRPr="00827C2E">
        <w:rPr>
          <w:rtl/>
        </w:rPr>
        <w:t xml:space="preserve"> فهو يزورني ويَشدُّ أزري فيها</w:t>
      </w:r>
      <w:r w:rsidR="00F13C51">
        <w:rPr>
          <w:rtl/>
        </w:rPr>
        <w:t>،</w:t>
      </w:r>
      <w:r w:rsidRPr="00827C2E">
        <w:rPr>
          <w:rtl/>
        </w:rPr>
        <w:t xml:space="preserve"> لا لأنجح بها ضِدَّ يزيد</w:t>
      </w:r>
      <w:r w:rsidR="00F13C51">
        <w:rPr>
          <w:rtl/>
        </w:rPr>
        <w:t>،</w:t>
      </w:r>
      <w:r w:rsidRPr="00827C2E">
        <w:rPr>
          <w:rtl/>
        </w:rPr>
        <w:t xml:space="preserve"> بلْ حتَّى أتمادى في تفسيخ الأُمَّة وتاليبها على يزيد</w:t>
      </w:r>
      <w:r w:rsidR="00F13C51">
        <w:rPr>
          <w:rtl/>
        </w:rPr>
        <w:t>،</w:t>
      </w:r>
      <w:r w:rsidRPr="00827C2E">
        <w:rPr>
          <w:rtl/>
        </w:rPr>
        <w:t xml:space="preserve"> فأُنهِكه ويُنهكني</w:t>
      </w:r>
      <w:r w:rsidR="00F13C51">
        <w:rPr>
          <w:rtl/>
        </w:rPr>
        <w:t>،</w:t>
      </w:r>
      <w:r w:rsidRPr="00827C2E">
        <w:rPr>
          <w:rtl/>
        </w:rPr>
        <w:t xml:space="preserve"> ويبقى هو مُرتاحاً حتَّى يتمُّ له ظهور على مُتْعَبَين مُضْعَفَين</w:t>
      </w:r>
      <w:r w:rsidR="00F13C51">
        <w:rPr>
          <w:rtl/>
        </w:rPr>
        <w:t>،</w:t>
      </w:r>
      <w:r w:rsidRPr="00827C2E">
        <w:rPr>
          <w:rtl/>
        </w:rPr>
        <w:t xml:space="preserve"> أو على واحد منهما يبقى يرقص على قبر الآخر وهو مُنهك هزيل</w:t>
      </w:r>
      <w:r w:rsidR="00F13C51">
        <w:rPr>
          <w:rtl/>
        </w:rPr>
        <w:t>؛</w:t>
      </w:r>
      <w:r w:rsidRPr="00827C2E">
        <w:rPr>
          <w:rtl/>
        </w:rPr>
        <w:t xml:space="preserve"> يظنُّ عبد الله بن الزبير أنَّ الخلافة قرص مِن الحَلوى عجنته له أُمُّه ليأكله إذ ينطُّ مِن السرير</w:t>
      </w:r>
      <w:r w:rsidR="00C327EB">
        <w:rPr>
          <w:rtl/>
        </w:rPr>
        <w:t xml:space="preserve"> ...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قال الحسين ذلك وهو بحالة مِن الاستغراق</w:t>
      </w:r>
      <w:r w:rsidR="00F13C51">
        <w:rPr>
          <w:rtl/>
        </w:rPr>
        <w:t>،</w:t>
      </w:r>
      <w:r w:rsidRPr="00827C2E">
        <w:rPr>
          <w:rtl/>
        </w:rPr>
        <w:t xml:space="preserve"> بدا به كأنَّه ناسٍ أنَّه يشرح لأخيه وضعاً مُتعلِّقاً بالأحداث الجارية</w:t>
      </w:r>
      <w:r w:rsidR="00F13C51">
        <w:rPr>
          <w:rtl/>
        </w:rPr>
        <w:t>،</w:t>
      </w:r>
      <w:r w:rsidRPr="00827C2E">
        <w:rPr>
          <w:rtl/>
        </w:rPr>
        <w:t xml:space="preserve"> وهي تستدعيه لأنْ يُقدِّم مَخرجاً يفكُّ الأزمة</w:t>
      </w:r>
      <w:r w:rsidR="00F13C51">
        <w:rPr>
          <w:rtl/>
        </w:rPr>
        <w:t>،</w:t>
      </w:r>
      <w:r w:rsidRPr="00827C2E">
        <w:rPr>
          <w:rtl/>
        </w:rPr>
        <w:t xml:space="preserve"> ويوجِّهها صوب الحيطة والاحتراز</w:t>
      </w:r>
      <w:r w:rsidR="00C327EB">
        <w:rPr>
          <w:rtl/>
        </w:rPr>
        <w:t>.</w:t>
      </w:r>
      <w:r w:rsidRPr="00827C2E">
        <w:rPr>
          <w:rtl/>
        </w:rPr>
        <w:t xml:space="preserve"> أمَّا أخوه ابن الحنفيَّة</w:t>
      </w:r>
      <w:r w:rsidR="00F13C51">
        <w:rPr>
          <w:rtl/>
        </w:rPr>
        <w:t>،</w:t>
      </w:r>
      <w:r w:rsidRPr="00827C2E">
        <w:rPr>
          <w:rtl/>
        </w:rPr>
        <w:t xml:space="preserve"> فإنَّه لبث يُراقبه وهو تحت هذه الموجة مِن التأثير</w:t>
      </w:r>
      <w:r w:rsidR="00F13C51">
        <w:rPr>
          <w:rtl/>
        </w:rPr>
        <w:t>،</w:t>
      </w:r>
      <w:r w:rsidRPr="00827C2E">
        <w:rPr>
          <w:rtl/>
        </w:rPr>
        <w:t xml:space="preserve"> دون أنْ يدري أين هو الآن في سياحته التي يَعبر منها بعينيه النائمتين</w:t>
      </w:r>
      <w:r w:rsidR="00F13C51">
        <w:rPr>
          <w:rtl/>
        </w:rPr>
        <w:t>،</w:t>
      </w:r>
      <w:r w:rsidRPr="00827C2E">
        <w:rPr>
          <w:rtl/>
        </w:rPr>
        <w:t xml:space="preserve"> بين تضييقهما وتفتيحهما على ما لا يبدو أنَّه ملموح ومنظور</w:t>
      </w:r>
      <w:r w:rsidR="00C327EB">
        <w:rPr>
          <w:rtl/>
        </w:rPr>
        <w:t xml:space="preserve"> ...</w:t>
      </w:r>
      <w:r w:rsidRPr="00827C2E">
        <w:rPr>
          <w:rtl/>
        </w:rPr>
        <w:t xml:space="preserve"> حركة خفيفة أبداها</w:t>
      </w:r>
      <w:r w:rsidR="00F13C51">
        <w:rPr>
          <w:rtl/>
        </w:rPr>
        <w:t>،</w:t>
      </w:r>
      <w:r w:rsidRPr="00827C2E">
        <w:rPr>
          <w:rtl/>
        </w:rPr>
        <w:t xml:space="preserve"> استردَّت الحسين صوبه فاستأنف الحديث</w:t>
      </w:r>
      <w:r w:rsidR="00F13C51">
        <w:rPr>
          <w:rtl/>
        </w:rPr>
        <w:t>: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إنَّك تهتمُّ معي با</w:t>
      </w:r>
      <w:r w:rsidR="002C2DD7">
        <w:rPr>
          <w:rtl/>
        </w:rPr>
        <w:t>لمـُ</w:t>
      </w:r>
      <w:r w:rsidRPr="00827C2E">
        <w:rPr>
          <w:rtl/>
        </w:rPr>
        <w:t>بايعة أليس كذلك</w:t>
      </w:r>
      <w:r w:rsidR="00106DAF">
        <w:rPr>
          <w:rtl/>
        </w:rPr>
        <w:t>؟</w:t>
      </w:r>
      <w:r w:rsidRPr="00827C2E">
        <w:rPr>
          <w:rtl/>
        </w:rPr>
        <w:t xml:space="preserve"> لقد شردت قليلاً وأنا أُصغي إلى أبينا الإمام علي</w:t>
      </w:r>
      <w:r w:rsidR="00F13C51">
        <w:rPr>
          <w:rtl/>
        </w:rPr>
        <w:t>،</w:t>
      </w:r>
      <w:r w:rsidRPr="00827C2E">
        <w:rPr>
          <w:rtl/>
        </w:rPr>
        <w:t xml:space="preserve"> لقد فسَّر كثيراً أمامي موضوع ا</w:t>
      </w:r>
      <w:r w:rsidR="002C2DD7">
        <w:rPr>
          <w:rtl/>
        </w:rPr>
        <w:t>لمـُ</w:t>
      </w:r>
      <w:r w:rsidRPr="00827C2E">
        <w:rPr>
          <w:rtl/>
        </w:rPr>
        <w:t>بايعات</w:t>
      </w:r>
      <w:r w:rsidR="00F13C51">
        <w:rPr>
          <w:rtl/>
        </w:rPr>
        <w:t>،</w:t>
      </w:r>
      <w:r w:rsidRPr="00827C2E">
        <w:rPr>
          <w:rtl/>
        </w:rPr>
        <w:t xml:space="preserve"> لقد عرضوها عليه في اللحظات الكثيرة التي فوجئ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بها مع خلافة أبي بكر</w:t>
      </w:r>
      <w:r w:rsidR="00F13C51">
        <w:rPr>
          <w:rtl/>
        </w:rPr>
        <w:t>،</w:t>
      </w:r>
      <w:r w:rsidRPr="00827C2E">
        <w:rPr>
          <w:rtl/>
        </w:rPr>
        <w:t xml:space="preserve"> ثمَّ ابن الخطاب وابن عفَّان</w:t>
      </w:r>
      <w:r w:rsidR="00F13C51">
        <w:rPr>
          <w:rtl/>
        </w:rPr>
        <w:t>،</w:t>
      </w:r>
      <w:r w:rsidRPr="00827C2E">
        <w:rPr>
          <w:rtl/>
        </w:rPr>
        <w:t xml:space="preserve"> فكان يرفض قبولها تتحكَّم بمصير الأُمَّة وبتقرير مصيره وهو وحده الخليفة الإمام</w:t>
      </w:r>
      <w:r w:rsidR="00F13C51">
        <w:rPr>
          <w:rtl/>
        </w:rPr>
        <w:t>،</w:t>
      </w:r>
      <w:r w:rsidRPr="00827C2E">
        <w:rPr>
          <w:rtl/>
        </w:rPr>
        <w:t xml:space="preserve"> ولكنَّه لم يجد منها مناصاً بعد خمس وعشرين سنة</w:t>
      </w:r>
      <w:r w:rsidR="00F13C51">
        <w:rPr>
          <w:rtl/>
        </w:rPr>
        <w:t>،</w:t>
      </w:r>
      <w:r w:rsidRPr="00827C2E">
        <w:rPr>
          <w:rtl/>
        </w:rPr>
        <w:t xml:space="preserve"> أبعدته عن حقيقته في تجهيز الأُمَّة</w:t>
      </w:r>
      <w:r w:rsidR="00F13C51">
        <w:rPr>
          <w:rtl/>
        </w:rPr>
        <w:t>،</w:t>
      </w:r>
      <w:r w:rsidRPr="00827C2E">
        <w:rPr>
          <w:rtl/>
        </w:rPr>
        <w:t xml:space="preserve"> وتخليصها مِن النِّير الأسود</w:t>
      </w:r>
      <w:r w:rsidR="00F13C51">
        <w:rPr>
          <w:rtl/>
        </w:rPr>
        <w:t>،</w:t>
      </w:r>
      <w:r w:rsidRPr="00827C2E">
        <w:rPr>
          <w:rtl/>
        </w:rPr>
        <w:t xml:space="preserve"> فاستسلم إليها في ساعة غَفلة</w:t>
      </w:r>
      <w:r w:rsidR="00F13C51">
        <w:rPr>
          <w:rtl/>
        </w:rPr>
        <w:t>،</w:t>
      </w:r>
      <w:r w:rsidRPr="00827C2E">
        <w:rPr>
          <w:rtl/>
        </w:rPr>
        <w:t xml:space="preserve"> فأوصلته الى الحُكم</w:t>
      </w:r>
      <w:r w:rsidR="00F13C51">
        <w:rPr>
          <w:rtl/>
        </w:rPr>
        <w:t>،</w:t>
      </w:r>
      <w:r w:rsidRPr="00827C2E">
        <w:rPr>
          <w:rtl/>
        </w:rPr>
        <w:t xml:space="preserve"> وكأنِّي بها هي التي أسقطته تحت خَنجر ابن مُلجم</w:t>
      </w:r>
      <w:r w:rsidR="00106DAF">
        <w:rPr>
          <w:rtl/>
        </w:rPr>
        <w:t>!</w:t>
      </w:r>
      <w:r w:rsidRPr="00827C2E">
        <w:rPr>
          <w:rtl/>
        </w:rPr>
        <w:t>!! ليس في يد القبليَّة سيف يُدافع عن القبيلة</w:t>
      </w:r>
      <w:r w:rsidR="00F13C51">
        <w:rPr>
          <w:rtl/>
        </w:rPr>
        <w:t>،</w:t>
      </w:r>
      <w:r w:rsidRPr="00827C2E">
        <w:rPr>
          <w:rtl/>
        </w:rPr>
        <w:t xml:space="preserve"> وتُخطئ القبليَّة إنْ تَمْتَشق سيفاً تُدافع به القبيلة</w:t>
      </w:r>
      <w:r w:rsidR="00F13C51">
        <w:rPr>
          <w:rtl/>
        </w:rPr>
        <w:t>،</w:t>
      </w:r>
      <w:r w:rsidRPr="00827C2E">
        <w:rPr>
          <w:rtl/>
        </w:rPr>
        <w:t xml:space="preserve"> لا تعيش</w:t>
      </w:r>
      <w:r w:rsidR="00F13C51">
        <w:rPr>
          <w:rtl/>
        </w:rPr>
        <w:t xml:space="preserve"> - </w:t>
      </w:r>
      <w:r w:rsidRPr="00827C2E">
        <w:rPr>
          <w:rtl/>
        </w:rPr>
        <w:t>مُطلقاً</w:t>
      </w:r>
      <w:r w:rsidR="00F13C51">
        <w:rPr>
          <w:rtl/>
        </w:rPr>
        <w:t xml:space="preserve"> - </w:t>
      </w:r>
      <w:r w:rsidRPr="00827C2E">
        <w:rPr>
          <w:rtl/>
        </w:rPr>
        <w:t>قبيلة ما لم تَئد بيديها قبليَّتها الذميمة</w:t>
      </w:r>
      <w:r w:rsidR="00F13C51">
        <w:rPr>
          <w:rtl/>
        </w:rPr>
        <w:t>،</w:t>
      </w:r>
      <w:r w:rsidRPr="00827C2E">
        <w:rPr>
          <w:rtl/>
        </w:rPr>
        <w:t xml:space="preserve"> وتلك هي ا</w:t>
      </w:r>
      <w:r w:rsidR="002C2DD7">
        <w:rPr>
          <w:rtl/>
        </w:rPr>
        <w:t>لمـُ</w:t>
      </w:r>
      <w:r w:rsidRPr="00827C2E">
        <w:rPr>
          <w:rtl/>
        </w:rPr>
        <w:t>بايعة تمشي بها القبائل إلى إحياءِ قبليَّاتها الموؤدة تحت أقدام جَدِّنا العظيم</w:t>
      </w:r>
      <w:r w:rsidR="00C327EB">
        <w:rPr>
          <w:rtl/>
        </w:rPr>
        <w:t>.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أتسمح لي أنْ أستوقفك قليلاً يا أبا عبد الله</w:t>
      </w:r>
      <w:r w:rsidR="00106DAF">
        <w:rPr>
          <w:rtl/>
        </w:rPr>
        <w:t>؟</w:t>
      </w:r>
      <w:r w:rsidRPr="00827C2E">
        <w:rPr>
          <w:rtl/>
        </w:rPr>
        <w:t xml:space="preserve"> ها إنَّنا نعمد إلى ا</w:t>
      </w:r>
      <w:r w:rsidR="002C2DD7">
        <w:rPr>
          <w:rtl/>
        </w:rPr>
        <w:t>لمـُ</w:t>
      </w:r>
      <w:r w:rsidRPr="00827C2E">
        <w:rPr>
          <w:rtl/>
        </w:rPr>
        <w:t>بايعة وأنت الآن تعمد إلى ذمِّها</w:t>
      </w:r>
      <w:r w:rsidR="00F13C51">
        <w:rPr>
          <w:rtl/>
        </w:rPr>
        <w:t>،</w:t>
      </w:r>
      <w:r w:rsidRPr="00827C2E">
        <w:rPr>
          <w:rtl/>
        </w:rPr>
        <w:t xml:space="preserve"> هل هذا هو سبيلنا في الوقت الحرج إلى يزيد وأعقاب يزيد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تصبَّر قليلاً</w:t>
      </w:r>
      <w:r w:rsidR="00F13C51">
        <w:rPr>
          <w:rtl/>
        </w:rPr>
        <w:t xml:space="preserve"> - </w:t>
      </w:r>
      <w:r w:rsidRPr="00827C2E">
        <w:rPr>
          <w:rtl/>
        </w:rPr>
        <w:t>يا محمد</w:t>
      </w:r>
      <w:r w:rsidR="00F13C51">
        <w:rPr>
          <w:rtl/>
        </w:rPr>
        <w:t xml:space="preserve"> - </w:t>
      </w:r>
      <w:r w:rsidRPr="00827C2E">
        <w:rPr>
          <w:rtl/>
        </w:rPr>
        <w:t>فإنِّي مُتابع موضوعي إليك</w:t>
      </w:r>
      <w:r w:rsidR="00F13C51">
        <w:rPr>
          <w:rtl/>
        </w:rPr>
        <w:t>،</w:t>
      </w:r>
      <w:r w:rsidRPr="00827C2E">
        <w:rPr>
          <w:rtl/>
        </w:rPr>
        <w:t xml:space="preserve"> فلتكن ا</w:t>
      </w:r>
      <w:r w:rsidR="002C2DD7">
        <w:rPr>
          <w:rtl/>
        </w:rPr>
        <w:t>لمـُ</w:t>
      </w:r>
      <w:r w:rsidRPr="00827C2E">
        <w:rPr>
          <w:rtl/>
        </w:rPr>
        <w:t>بايعة التي تُريد</w:t>
      </w:r>
      <w:r w:rsidR="00C327EB">
        <w:rPr>
          <w:rtl/>
        </w:rPr>
        <w:t xml:space="preserve"> ...</w:t>
      </w:r>
      <w:r w:rsidRPr="00827C2E">
        <w:rPr>
          <w:rtl/>
        </w:rPr>
        <w:t xml:space="preserve"> منذ عشر سنين وأنا أُرَاجَع بها</w:t>
      </w:r>
      <w:r w:rsidR="00F13C51">
        <w:rPr>
          <w:rtl/>
        </w:rPr>
        <w:t>،</w:t>
      </w:r>
      <w:r w:rsidRPr="00827C2E">
        <w:rPr>
          <w:rtl/>
        </w:rPr>
        <w:t xml:space="preserve"> لقد سمح أخي الإمام الحسن </w:t>
      </w:r>
      <w:r w:rsidR="002C2DD7">
        <w:rPr>
          <w:rtl/>
        </w:rPr>
        <w:t>لمـُ</w:t>
      </w:r>
      <w:r w:rsidRPr="00827C2E">
        <w:rPr>
          <w:rtl/>
        </w:rPr>
        <w:t>عاوية</w:t>
      </w:r>
      <w:r w:rsidR="00F13C51">
        <w:rPr>
          <w:rtl/>
        </w:rPr>
        <w:t xml:space="preserve"> - </w:t>
      </w:r>
      <w:r w:rsidRPr="00827C2E">
        <w:rPr>
          <w:rtl/>
        </w:rPr>
        <w:t>وإنَّ في ظروف قاسية فرضت عليه الحَلَّ</w:t>
      </w:r>
      <w:r w:rsidR="00F13C51">
        <w:rPr>
          <w:rtl/>
        </w:rPr>
        <w:t xml:space="preserve"> - </w:t>
      </w:r>
      <w:r w:rsidRPr="00827C2E">
        <w:rPr>
          <w:rtl/>
        </w:rPr>
        <w:t>أنْ يُكمل عهده في الحُكم</w:t>
      </w:r>
      <w:r w:rsidR="00C327EB">
        <w:rPr>
          <w:rtl/>
        </w:rPr>
        <w:t xml:space="preserve"> ...</w:t>
      </w:r>
      <w:r w:rsidRPr="00827C2E">
        <w:rPr>
          <w:rtl/>
        </w:rPr>
        <w:t xml:space="preserve"> ولكنَّ بعض القبائل بقوا رافضين</w:t>
      </w:r>
      <w:r w:rsidR="00F13C51">
        <w:rPr>
          <w:rtl/>
        </w:rPr>
        <w:t>،</w:t>
      </w:r>
      <w:r w:rsidRPr="00827C2E">
        <w:rPr>
          <w:rtl/>
        </w:rPr>
        <w:t xml:space="preserve"> وعرضوا عليَّ القبول بمُبايعة ترفض مُعاوية وتشتدُّ إليَّ</w:t>
      </w:r>
      <w:r w:rsidR="00F13C51">
        <w:rPr>
          <w:rtl/>
        </w:rPr>
        <w:t>،</w:t>
      </w:r>
      <w:r w:rsidRPr="00827C2E">
        <w:rPr>
          <w:rtl/>
        </w:rPr>
        <w:t xml:space="preserve"> فأرجأتهم إلى ما بعد انقضاء ا</w:t>
      </w:r>
      <w:r w:rsidR="002C2DD7">
        <w:rPr>
          <w:rtl/>
        </w:rPr>
        <w:t>لمـُ</w:t>
      </w:r>
      <w:r w:rsidRPr="00827C2E">
        <w:rPr>
          <w:rtl/>
        </w:rPr>
        <w:t>دَّة</w:t>
      </w:r>
      <w:r w:rsidR="00F13C51">
        <w:rPr>
          <w:rtl/>
        </w:rPr>
        <w:t xml:space="preserve"> - </w:t>
      </w:r>
      <w:r w:rsidRPr="00827C2E">
        <w:rPr>
          <w:rtl/>
        </w:rPr>
        <w:t>مدة الميثاق المعقود في وثيقة الصُّلح</w:t>
      </w:r>
      <w:r w:rsidR="00F13C51">
        <w:rPr>
          <w:rtl/>
        </w:rPr>
        <w:t xml:space="preserve"> - </w:t>
      </w:r>
      <w:r w:rsidRPr="00827C2E">
        <w:rPr>
          <w:rtl/>
        </w:rPr>
        <w:t>وهي تنصُّ على أنَّ الخلافة تعود إلينا عِبْر الحسن</w:t>
      </w:r>
      <w:r w:rsidR="00F13C51">
        <w:rPr>
          <w:rtl/>
        </w:rPr>
        <w:t>،</w:t>
      </w:r>
      <w:r w:rsidRPr="00827C2E">
        <w:rPr>
          <w:rtl/>
        </w:rPr>
        <w:t xml:space="preserve"> إثر وصول الموت إلى مُعاوية</w:t>
      </w:r>
      <w:r w:rsidR="00F13C51">
        <w:rPr>
          <w:rtl/>
        </w:rPr>
        <w:t>،</w:t>
      </w:r>
      <w:r w:rsidRPr="00827C2E">
        <w:rPr>
          <w:rtl/>
        </w:rPr>
        <w:t xml:space="preserve"> أيْ</w:t>
      </w:r>
      <w:r w:rsidR="00F13C51">
        <w:rPr>
          <w:rtl/>
        </w:rPr>
        <w:t>:</w:t>
      </w:r>
      <w:r w:rsidRPr="00827C2E">
        <w:rPr>
          <w:rtl/>
        </w:rPr>
        <w:t xml:space="preserve"> إنَّني لم أقبل بخيانة ميثاق قطعه أخي على نفسه</w:t>
      </w:r>
      <w:r w:rsidR="00F13C51">
        <w:rPr>
          <w:rtl/>
        </w:rPr>
        <w:t>،</w:t>
      </w:r>
      <w:r w:rsidRPr="00827C2E">
        <w:rPr>
          <w:rtl/>
        </w:rPr>
        <w:t xml:space="preserve"> وهو مُتَّصف بالإمامة</w:t>
      </w:r>
      <w:r w:rsidR="00F13C51">
        <w:rPr>
          <w:rtl/>
        </w:rPr>
        <w:t xml:space="preserve"> - </w:t>
      </w:r>
      <w:r w:rsidRPr="00827C2E">
        <w:rPr>
          <w:rtl/>
        </w:rPr>
        <w:t>وبقي الخطُّ القبائلي ذاته على اتِّصال بي</w:t>
      </w:r>
      <w:r w:rsidR="00F13C51">
        <w:rPr>
          <w:rtl/>
        </w:rPr>
        <w:t xml:space="preserve"> - </w:t>
      </w:r>
      <w:r w:rsidRPr="00827C2E">
        <w:rPr>
          <w:rtl/>
        </w:rPr>
        <w:t>ولكنَّه بعد خلوِّ الساحة وانتقال العهد إليَّ بعد غياب الحسن</w:t>
      </w:r>
      <w:r w:rsidR="00F13C51">
        <w:rPr>
          <w:rtl/>
        </w:rPr>
        <w:t>،</w:t>
      </w:r>
      <w:r w:rsidRPr="00827C2E">
        <w:rPr>
          <w:rtl/>
        </w:rPr>
        <w:t xml:space="preserve"> أصبحنا في حِلٍّ مِن الميثاق الذي خانه وتنكَّر له مُعاوية</w:t>
      </w:r>
      <w:r w:rsidR="00F13C51">
        <w:rPr>
          <w:rtl/>
        </w:rPr>
        <w:t>،</w:t>
      </w:r>
      <w:r w:rsidRPr="00827C2E">
        <w:rPr>
          <w:rtl/>
        </w:rPr>
        <w:t xml:space="preserve"> ونقل الخلافة مُلكاً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موروثاً عنه لابنه يزيد</w:t>
      </w:r>
      <w:r w:rsidR="00F13C51">
        <w:rPr>
          <w:rtl/>
        </w:rPr>
        <w:t>،</w:t>
      </w:r>
      <w:r w:rsidRPr="00827C2E">
        <w:rPr>
          <w:rtl/>
        </w:rPr>
        <w:t xml:space="preserve"> هل هذا ما تُريدني أوصِلك إليه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بالضبط</w:t>
      </w:r>
      <w:r w:rsidR="00F13C51">
        <w:rPr>
          <w:rtl/>
        </w:rPr>
        <w:t xml:space="preserve"> - </w:t>
      </w:r>
      <w:r w:rsidRPr="00827C2E">
        <w:rPr>
          <w:rtl/>
        </w:rPr>
        <w:t>إنَّه موضوعنا الآن</w:t>
      </w:r>
      <w:r w:rsidR="00F13C51">
        <w:rPr>
          <w:rtl/>
        </w:rPr>
        <w:t xml:space="preserve"> - </w:t>
      </w:r>
      <w:r w:rsidRPr="00827C2E">
        <w:rPr>
          <w:rtl/>
        </w:rPr>
        <w:t>ألا تراني كيف أُصغي إليك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اسمع</w:t>
      </w:r>
      <w:r w:rsidR="00F13C51">
        <w:rPr>
          <w:rtl/>
        </w:rPr>
        <w:t>،</w:t>
      </w:r>
      <w:r w:rsidRPr="00827C2E">
        <w:rPr>
          <w:rtl/>
        </w:rPr>
        <w:t xml:space="preserve"> هل تدري أين هو الآن أخونا وابن عَمِّنا مسلم بن عقيل</w:t>
      </w:r>
      <w:r w:rsidR="00106DAF">
        <w:rPr>
          <w:rtl/>
        </w:rPr>
        <w:t>؟</w:t>
      </w:r>
      <w:r w:rsidRPr="00827C2E">
        <w:rPr>
          <w:rtl/>
        </w:rPr>
        <w:t xml:space="preserve"> لقد أوفدتُه مُنذ مُدَّة إلى الكوفة لدرس أوضاع ا</w:t>
      </w:r>
      <w:r w:rsidR="002C2DD7">
        <w:rPr>
          <w:rtl/>
        </w:rPr>
        <w:t>لمـُ</w:t>
      </w:r>
      <w:r w:rsidRPr="00827C2E">
        <w:rPr>
          <w:rtl/>
        </w:rPr>
        <w:t>بايعين ا</w:t>
      </w:r>
      <w:r w:rsidR="002C2DD7">
        <w:rPr>
          <w:rtl/>
        </w:rPr>
        <w:t>لمـُ</w:t>
      </w:r>
      <w:r w:rsidRPr="00827C2E">
        <w:rPr>
          <w:rtl/>
        </w:rPr>
        <w:t>ناصرين في العراق</w:t>
      </w:r>
      <w:r w:rsidR="00F13C51">
        <w:rPr>
          <w:rtl/>
        </w:rPr>
        <w:t>،</w:t>
      </w:r>
      <w:r w:rsidRPr="00827C2E">
        <w:rPr>
          <w:rtl/>
        </w:rPr>
        <w:t xml:space="preserve"> ألا ترى معي أنِّي جئت مَكَّة لأكسب وقتاً أدرس فيه كيفيَّة تنظيم وتنفيذ الخُطَّة المرسومة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عظيم أنت</w:t>
      </w:r>
      <w:r w:rsidR="00F13C51">
        <w:rPr>
          <w:rtl/>
        </w:rPr>
        <w:t xml:space="preserve"> - </w:t>
      </w:r>
      <w:r w:rsidRPr="00827C2E">
        <w:rPr>
          <w:rtl/>
        </w:rPr>
        <w:t>يا أبا عبد الله</w:t>
      </w:r>
      <w:r w:rsidR="00F13C51">
        <w:rPr>
          <w:rtl/>
        </w:rPr>
        <w:t xml:space="preserve"> - </w:t>
      </w:r>
      <w:r w:rsidRPr="00827C2E">
        <w:rPr>
          <w:rtl/>
        </w:rPr>
        <w:t>أكمِل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هَزَّ الحسين برأسه وهو يسمع ارتياح أخيه محمد</w:t>
      </w:r>
      <w:r w:rsidR="00F13C51">
        <w:rPr>
          <w:rtl/>
        </w:rPr>
        <w:t>،</w:t>
      </w:r>
      <w:r w:rsidRPr="00827C2E">
        <w:rPr>
          <w:rtl/>
        </w:rPr>
        <w:t xml:space="preserve"> مِن مُتابعة السرد والوقوف على مسيرة التصميم</w:t>
      </w:r>
      <w:r w:rsidR="00F13C51">
        <w:rPr>
          <w:rtl/>
        </w:rPr>
        <w:t>،</w:t>
      </w:r>
      <w:r w:rsidRPr="00827C2E">
        <w:rPr>
          <w:rtl/>
        </w:rPr>
        <w:t xml:space="preserve"> مِمَّا جعله ينهض عن مَقعده ويتمشَّى قليلاً في صحن الغرفة</w:t>
      </w:r>
      <w:r w:rsidR="00F13C51">
        <w:rPr>
          <w:rtl/>
        </w:rPr>
        <w:t>،</w:t>
      </w:r>
      <w:r w:rsidRPr="00827C2E">
        <w:rPr>
          <w:rtl/>
        </w:rPr>
        <w:t xml:space="preserve"> وعلى مَهلٍ عاد فجلس قُربَه ليُتابع سردَ الحَدَث</w:t>
      </w:r>
      <w:r w:rsidR="00F13C51">
        <w:rPr>
          <w:rtl/>
        </w:rPr>
        <w:t>،</w:t>
      </w:r>
      <w:r w:rsidRPr="00827C2E">
        <w:rPr>
          <w:rtl/>
        </w:rPr>
        <w:t xml:space="preserve"> ولكنْ بصوت خافت كأنَّه يُعلن سِرَّاً يخشى أنْ يُفلت مِن حيطان الغرفة إلى أُذِن جاسوس</w:t>
      </w:r>
      <w:r w:rsidR="00F13C51">
        <w:rPr>
          <w:rtl/>
        </w:rPr>
        <w:t>: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هل تعرف أين كان أسعد الهجري قبل أنْ فتح لك الباب عليَّ</w:t>
      </w:r>
      <w:r w:rsidR="00F13C51">
        <w:rPr>
          <w:rtl/>
        </w:rPr>
        <w:t>،</w:t>
      </w:r>
      <w:r w:rsidRPr="00827C2E">
        <w:rPr>
          <w:rtl/>
        </w:rPr>
        <w:t xml:space="preserve"> في هذا الهزيع الأخير مِن هذا الليل</w:t>
      </w:r>
      <w:r w:rsidR="00106DAF">
        <w:rPr>
          <w:rtl/>
        </w:rPr>
        <w:t>؟</w:t>
      </w:r>
      <w:r w:rsidRPr="00827C2E">
        <w:rPr>
          <w:rtl/>
        </w:rPr>
        <w:t xml:space="preserve"> لقد رافق عبد الله بن مسمع الهمذاني وعبد الله بن وال</w:t>
      </w:r>
      <w:r w:rsidR="00F13C51">
        <w:rPr>
          <w:rtl/>
        </w:rPr>
        <w:t>،</w:t>
      </w:r>
      <w:r w:rsidRPr="00827C2E">
        <w:rPr>
          <w:rtl/>
        </w:rPr>
        <w:t xml:space="preserve"> إلى خارج مَكَّة</w:t>
      </w:r>
      <w:r w:rsidR="00F13C51">
        <w:rPr>
          <w:rtl/>
        </w:rPr>
        <w:t>،</w:t>
      </w:r>
      <w:r w:rsidRPr="00827C2E">
        <w:rPr>
          <w:rtl/>
        </w:rPr>
        <w:t xml:space="preserve"> وسلَّمهما طريق القوافل صوب العراق</w:t>
      </w:r>
      <w:r w:rsidR="00F13C51">
        <w:rPr>
          <w:rtl/>
        </w:rPr>
        <w:t>،</w:t>
      </w:r>
      <w:r w:rsidRPr="00827C2E">
        <w:rPr>
          <w:rtl/>
        </w:rPr>
        <w:t xml:space="preserve"> لقد حمل إليَّ الرجلان بريداً سريَّاً مِن سليمان بن صرد الخزاعي</w:t>
      </w:r>
      <w:r w:rsidR="00F13C51">
        <w:rPr>
          <w:rtl/>
        </w:rPr>
        <w:t>،</w:t>
      </w:r>
      <w:r w:rsidRPr="00827C2E">
        <w:rPr>
          <w:rtl/>
        </w:rPr>
        <w:t xml:space="preserve"> والمسيب بن نجبة</w:t>
      </w:r>
      <w:r w:rsidR="00F13C51">
        <w:rPr>
          <w:rtl/>
        </w:rPr>
        <w:t>،</w:t>
      </w:r>
      <w:r w:rsidRPr="00827C2E">
        <w:rPr>
          <w:rtl/>
        </w:rPr>
        <w:t xml:space="preserve"> ورفاعة بن شداد البجلي</w:t>
      </w:r>
      <w:r w:rsidR="00F13C51">
        <w:rPr>
          <w:rtl/>
        </w:rPr>
        <w:t>،</w:t>
      </w:r>
      <w:r w:rsidRPr="00827C2E">
        <w:rPr>
          <w:rtl/>
        </w:rPr>
        <w:t xml:space="preserve"> وحبيب بن مظاهر</w:t>
      </w:r>
      <w:r w:rsidR="00F13C51">
        <w:rPr>
          <w:rtl/>
        </w:rPr>
        <w:t>،</w:t>
      </w:r>
      <w:r w:rsidRPr="00827C2E">
        <w:rPr>
          <w:rtl/>
        </w:rPr>
        <w:t xml:space="preserve"> وكلُّهم</w:t>
      </w:r>
      <w:r w:rsidR="00F13C51">
        <w:rPr>
          <w:rtl/>
        </w:rPr>
        <w:t xml:space="preserve"> - </w:t>
      </w:r>
      <w:r w:rsidRPr="00827C2E">
        <w:rPr>
          <w:rtl/>
        </w:rPr>
        <w:t>كما يبدو</w:t>
      </w:r>
      <w:r w:rsidR="00F13C51">
        <w:rPr>
          <w:rtl/>
        </w:rPr>
        <w:t xml:space="preserve"> - </w:t>
      </w:r>
      <w:r w:rsidRPr="00827C2E">
        <w:rPr>
          <w:rtl/>
        </w:rPr>
        <w:t>موالون</w:t>
      </w:r>
      <w:r w:rsidR="00F13C51">
        <w:rPr>
          <w:rtl/>
        </w:rPr>
        <w:t>،</w:t>
      </w:r>
      <w:r w:rsidRPr="00827C2E">
        <w:rPr>
          <w:rtl/>
        </w:rPr>
        <w:t xml:space="preserve"> ولقد أصبح في جَعبتي منهم أكثر مِن عشرة آلاف كتاب تأييد</w:t>
      </w:r>
      <w:r w:rsidR="00F13C51">
        <w:rPr>
          <w:rtl/>
        </w:rPr>
        <w:t xml:space="preserve"> - </w:t>
      </w:r>
      <w:r w:rsidRPr="00827C2E">
        <w:rPr>
          <w:rtl/>
        </w:rPr>
        <w:t>ولقد وجَّهت مع الرجلين الرسولين الليلة هذه كتاباً يُسلِّمان نسخة عنه لكلِّ رئيس مِن رؤساء الأخماس في البصرة</w:t>
      </w:r>
      <w:r w:rsidR="00F13C51">
        <w:rPr>
          <w:rtl/>
        </w:rPr>
        <w:t xml:space="preserve"> - </w:t>
      </w:r>
      <w:r w:rsidRPr="00827C2E">
        <w:rPr>
          <w:rtl/>
        </w:rPr>
        <w:t>سأقرأ عليك نَصَّه</w:t>
      </w:r>
      <w:r w:rsidR="00F13C51">
        <w:rPr>
          <w:rtl/>
        </w:rPr>
        <w:t>،</w:t>
      </w:r>
      <w:r w:rsidRPr="00827C2E">
        <w:rPr>
          <w:rtl/>
        </w:rPr>
        <w:t xml:space="preserve"> وهاك أسماء هؤلاء الزُّعماء الذين في أيديهم أغلبيَّة قبائل البصرة</w:t>
      </w:r>
      <w:r w:rsidR="00F13C51">
        <w:rPr>
          <w:rtl/>
        </w:rPr>
        <w:t>:</w:t>
      </w:r>
      <w:r w:rsidRPr="00827C2E">
        <w:rPr>
          <w:rtl/>
        </w:rPr>
        <w:t xml:space="preserve"> مالك بن مسعود الأزدي</w:t>
      </w:r>
      <w:r w:rsidR="00F13C51">
        <w:rPr>
          <w:rtl/>
        </w:rPr>
        <w:t>،</w:t>
      </w:r>
      <w:r w:rsidRPr="00827C2E">
        <w:rPr>
          <w:rtl/>
        </w:rPr>
        <w:t xml:space="preserve"> ا</w:t>
      </w:r>
      <w:r w:rsidR="002C2DD7">
        <w:rPr>
          <w:rtl/>
        </w:rPr>
        <w:t>لمـُ</w:t>
      </w:r>
      <w:r w:rsidRPr="00827C2E">
        <w:rPr>
          <w:rtl/>
        </w:rPr>
        <w:t>نذر بن جارود العبدي</w:t>
      </w:r>
      <w:r w:rsidR="00F13C51">
        <w:rPr>
          <w:rtl/>
        </w:rPr>
        <w:t>،</w:t>
      </w:r>
      <w:r w:rsidRPr="00827C2E">
        <w:rPr>
          <w:rtl/>
        </w:rPr>
        <w:t xml:space="preserve"> ومسعود بن عمر الأزدي</w:t>
      </w:r>
      <w:r w:rsidR="00F13C51">
        <w:rPr>
          <w:rtl/>
        </w:rPr>
        <w:t>،</w:t>
      </w:r>
      <w:r w:rsidRPr="00827C2E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ونهض الحسين مُتوجِّهاً إلى مقعد في الزاوية الغربيَّة مِن المكان</w:t>
      </w:r>
      <w:r w:rsidR="00F13C51">
        <w:rPr>
          <w:rtl/>
        </w:rPr>
        <w:t>،</w:t>
      </w:r>
      <w:r w:rsidRPr="00827C2E">
        <w:rPr>
          <w:rtl/>
        </w:rPr>
        <w:t xml:space="preserve"> رفعه بيمينه وتناول صندوقاً مِن تحته</w:t>
      </w:r>
      <w:r w:rsidR="00F13C51">
        <w:rPr>
          <w:rtl/>
        </w:rPr>
        <w:t>،</w:t>
      </w:r>
      <w:r w:rsidRPr="00827C2E">
        <w:rPr>
          <w:rtl/>
        </w:rPr>
        <w:t xml:space="preserve"> حمله وتقدَّم مِن أخيه محمد</w:t>
      </w:r>
      <w:r w:rsidR="00F13C51">
        <w:rPr>
          <w:rtl/>
        </w:rPr>
        <w:t>،</w:t>
      </w:r>
      <w:r w:rsidRPr="00827C2E">
        <w:rPr>
          <w:rtl/>
        </w:rPr>
        <w:t xml:space="preserve"> فتحه وهو يقول</w:t>
      </w:r>
      <w:r w:rsidR="00F13C51">
        <w:rPr>
          <w:rtl/>
        </w:rPr>
        <w:t>: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هنا كُتب التأييد مِن زعماء القبائل</w:t>
      </w:r>
      <w:r w:rsidR="00F13C51">
        <w:rPr>
          <w:rtl/>
        </w:rPr>
        <w:t>،</w:t>
      </w:r>
      <w:r w:rsidRPr="00827C2E">
        <w:rPr>
          <w:rtl/>
        </w:rPr>
        <w:t xml:space="preserve"> لقد قرأتها كلَّها وأنشأت دراسة عن كلِّ قبيلة تتمثَّل فيها</w:t>
      </w:r>
      <w:r w:rsidR="00F13C51">
        <w:rPr>
          <w:rtl/>
        </w:rPr>
        <w:t>،</w:t>
      </w:r>
      <w:r w:rsidRPr="00827C2E">
        <w:rPr>
          <w:rtl/>
        </w:rPr>
        <w:t xml:space="preserve"> وسلَّمت الدراسات هذه لابن عمِّنا مسلم بن عقيل</w:t>
      </w:r>
      <w:r w:rsidR="00F13C51">
        <w:rPr>
          <w:rtl/>
        </w:rPr>
        <w:t>،</w:t>
      </w:r>
      <w:r w:rsidRPr="00827C2E">
        <w:rPr>
          <w:rtl/>
        </w:rPr>
        <w:t xml:space="preserve"> هذا كلُّ ما نفَّذته حتَّى هذه الليلة يا أخي محمد</w:t>
      </w:r>
      <w:r w:rsidR="00F13C51">
        <w:rPr>
          <w:rtl/>
        </w:rPr>
        <w:t>،</w:t>
      </w:r>
      <w:r w:rsidRPr="00827C2E">
        <w:rPr>
          <w:rtl/>
        </w:rPr>
        <w:t xml:space="preserve"> فهل يكون كلُّه مِن هواك</w:t>
      </w:r>
      <w:r w:rsidR="00106DAF">
        <w:rPr>
          <w:rtl/>
        </w:rPr>
        <w:t>؟</w:t>
      </w:r>
      <w:r w:rsidRPr="00827C2E">
        <w:rPr>
          <w:rtl/>
        </w:rPr>
        <w:t xml:space="preserve"> وهل رأيت فيه جواباً على الأسئلة الثلاث</w:t>
      </w:r>
      <w:r w:rsidR="00F13C51">
        <w:rPr>
          <w:rtl/>
        </w:rPr>
        <w:t>،</w:t>
      </w:r>
      <w:r w:rsidRPr="00827C2E">
        <w:rPr>
          <w:rtl/>
        </w:rPr>
        <w:t xml:space="preserve"> التي بقيت أُحجيَّة في بال الوليد بن عتبة</w:t>
      </w:r>
      <w:r w:rsidR="00106DAF">
        <w:rPr>
          <w:rtl/>
        </w:rPr>
        <w:t>؟</w:t>
      </w:r>
      <w:r w:rsidRPr="00827C2E">
        <w:rPr>
          <w:rtl/>
        </w:rPr>
        <w:t xml:space="preserve"> في حين قدر على حلِّها الوالي الجديد مروان بن الحَكم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هل هذا كلُّ شيء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وماذا تُريد بعد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والمؤَن</w:t>
      </w:r>
      <w:r w:rsidR="00F13C51">
        <w:rPr>
          <w:rtl/>
        </w:rPr>
        <w:t>،</w:t>
      </w:r>
      <w:r w:rsidRPr="00827C2E">
        <w:rPr>
          <w:rtl/>
        </w:rPr>
        <w:t xml:space="preserve"> والعتاد</w:t>
      </w:r>
      <w:r w:rsidR="00F13C51">
        <w:rPr>
          <w:rtl/>
        </w:rPr>
        <w:t>،</w:t>
      </w:r>
      <w:r w:rsidRPr="00827C2E">
        <w:rPr>
          <w:rtl/>
        </w:rPr>
        <w:t xml:space="preserve"> والقيادات</w:t>
      </w:r>
      <w:r w:rsidR="00F13C51">
        <w:rPr>
          <w:rtl/>
        </w:rPr>
        <w:t>،</w:t>
      </w:r>
      <w:r w:rsidRPr="00827C2E">
        <w:rPr>
          <w:rtl/>
        </w:rPr>
        <w:t xml:space="preserve"> والتخطيط</w:t>
      </w:r>
      <w:r w:rsidR="00F13C51">
        <w:rPr>
          <w:rtl/>
        </w:rPr>
        <w:t>،</w:t>
      </w:r>
      <w:r w:rsidRPr="00827C2E">
        <w:rPr>
          <w:rtl/>
        </w:rPr>
        <w:t xml:space="preserve"> وساعات التنفيذ</w:t>
      </w:r>
      <w:r w:rsidR="00F13C51">
        <w:rPr>
          <w:rtl/>
        </w:rPr>
        <w:t>،</w:t>
      </w:r>
      <w:r w:rsidRPr="00827C2E">
        <w:rPr>
          <w:rtl/>
        </w:rPr>
        <w:t xml:space="preserve"> هل تمَّ تدبير كلِّ ذلك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لكلٍّ أُسلوبها ومِرانها</w:t>
      </w:r>
      <w:r w:rsidR="00F13C51">
        <w:rPr>
          <w:rtl/>
        </w:rPr>
        <w:t>،</w:t>
      </w:r>
      <w:r w:rsidRPr="00827C2E">
        <w:rPr>
          <w:rtl/>
        </w:rPr>
        <w:t xml:space="preserve"> أوْ فلنقل</w:t>
      </w:r>
      <w:r w:rsidR="00F13C51">
        <w:rPr>
          <w:rtl/>
        </w:rPr>
        <w:t>:</w:t>
      </w:r>
      <w:r w:rsidRPr="00827C2E">
        <w:rPr>
          <w:rtl/>
        </w:rPr>
        <w:t xml:space="preserve"> نوع فوضاها</w:t>
      </w:r>
      <w:r w:rsidR="00106DAF">
        <w:rPr>
          <w:rtl/>
        </w:rPr>
        <w:t>!</w:t>
      </w:r>
      <w:r w:rsidRPr="00827C2E">
        <w:rPr>
          <w:rtl/>
        </w:rPr>
        <w:t>!! ألا يكفي ذلك في إدارة الحُكم</w:t>
      </w:r>
      <w:r w:rsidR="00F13C51">
        <w:rPr>
          <w:rtl/>
        </w:rPr>
        <w:t>،</w:t>
      </w:r>
      <w:r w:rsidRPr="00827C2E">
        <w:rPr>
          <w:rtl/>
        </w:rPr>
        <w:t xml:space="preserve"> وتجهيز الميدان</w:t>
      </w:r>
      <w:r w:rsidR="00F13C51">
        <w:rPr>
          <w:rtl/>
        </w:rPr>
        <w:t>،</w:t>
      </w:r>
      <w:r w:rsidRPr="00827C2E">
        <w:rPr>
          <w:rtl/>
        </w:rPr>
        <w:t xml:space="preserve"> وتقرير المصير!!! ستهُبُّ الأُمَّة كلُّها في البصرة بقيادة الأحنف بن قيس</w:t>
      </w:r>
      <w:r w:rsidR="00F13C51">
        <w:rPr>
          <w:rtl/>
        </w:rPr>
        <w:t>،</w:t>
      </w:r>
      <w:r w:rsidRPr="00827C2E">
        <w:rPr>
          <w:rtl/>
        </w:rPr>
        <w:t xml:space="preserve"> ألا تعرف الأحنف بن قيس كيف ورَّط بني حنظلة وبني سعد بالقتال ضِدَّ أبينا عليٍّ في معركة يوم الجمل</w:t>
      </w:r>
      <w:r w:rsidR="00106DAF">
        <w:rPr>
          <w:rtl/>
        </w:rPr>
        <w:t>؟</w:t>
      </w:r>
      <w:r w:rsidRPr="00827C2E">
        <w:rPr>
          <w:rtl/>
        </w:rPr>
        <w:t>!!! إنَّه ذاته ا</w:t>
      </w:r>
      <w:r w:rsidR="002C2DD7">
        <w:rPr>
          <w:rtl/>
        </w:rPr>
        <w:t>لمـُ</w:t>
      </w:r>
      <w:r w:rsidRPr="00827C2E">
        <w:rPr>
          <w:rtl/>
        </w:rPr>
        <w:t>بايع اليوم</w:t>
      </w:r>
      <w:r w:rsidR="00F13C51">
        <w:rPr>
          <w:rtl/>
        </w:rPr>
        <w:t>،</w:t>
      </w:r>
      <w:r w:rsidRPr="00827C2E">
        <w:rPr>
          <w:rtl/>
        </w:rPr>
        <w:t xml:space="preserve"> ليس إكراماً لنا</w:t>
      </w:r>
      <w:r w:rsidR="00F13C51">
        <w:rPr>
          <w:rtl/>
        </w:rPr>
        <w:t>،</w:t>
      </w:r>
      <w:r w:rsidRPr="00827C2E">
        <w:rPr>
          <w:rtl/>
        </w:rPr>
        <w:t xml:space="preserve"> بل إكراماً ليزيد بن مسعود</w:t>
      </w:r>
      <w:r w:rsidR="00106DAF">
        <w:rPr>
          <w:rtl/>
        </w:rPr>
        <w:t>!</w:t>
      </w:r>
      <w:r w:rsidRPr="00827C2E">
        <w:rPr>
          <w:rtl/>
        </w:rPr>
        <w:t>!! وسيلهب الساحات بالعزم الأكيد</w:t>
      </w:r>
      <w:r w:rsidR="00F13C51">
        <w:rPr>
          <w:rtl/>
        </w:rPr>
        <w:t>،</w:t>
      </w:r>
      <w:r w:rsidRPr="00827C2E">
        <w:rPr>
          <w:rtl/>
        </w:rPr>
        <w:t xml:space="preserve"> غداً سأرحل صوب البصرة</w:t>
      </w:r>
      <w:r w:rsidR="00F13C51">
        <w:rPr>
          <w:rtl/>
        </w:rPr>
        <w:t>،</w:t>
      </w:r>
      <w:r w:rsidRPr="00827C2E">
        <w:rPr>
          <w:rtl/>
        </w:rPr>
        <w:t xml:space="preserve"> إنَّ القوم ينتظرون هناك وصول الإمام الحسين</w:t>
      </w:r>
      <w:r w:rsidR="00F13C51">
        <w:rPr>
          <w:rtl/>
        </w:rPr>
        <w:t>،</w:t>
      </w:r>
      <w:r w:rsidRPr="00827C2E">
        <w:rPr>
          <w:rtl/>
        </w:rPr>
        <w:t xml:space="preserve"> ألا ترى</w:t>
      </w:r>
      <w:r w:rsidR="00F13C51">
        <w:rPr>
          <w:rtl/>
        </w:rPr>
        <w:t xml:space="preserve"> - </w:t>
      </w:r>
      <w:r w:rsidRPr="00827C2E">
        <w:rPr>
          <w:rtl/>
        </w:rPr>
        <w:t>يا أخي</w:t>
      </w:r>
      <w:r w:rsidR="00F13C51">
        <w:rPr>
          <w:rtl/>
        </w:rPr>
        <w:t xml:space="preserve"> - </w:t>
      </w:r>
      <w:r w:rsidRPr="00827C2E">
        <w:rPr>
          <w:rtl/>
        </w:rPr>
        <w:t>أنَّ تنفيذ الأُمور أسهل مِمَّا تتصوَّر</w:t>
      </w:r>
      <w:r w:rsidR="00106DAF">
        <w:rPr>
          <w:rtl/>
        </w:rPr>
        <w:t>؟</w:t>
      </w:r>
      <w:r w:rsidRPr="00827C2E">
        <w:rPr>
          <w:rtl/>
        </w:rPr>
        <w:t>!!!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لم أفهم</w:t>
      </w:r>
      <w:r w:rsidR="00F13C51">
        <w:rPr>
          <w:rtl/>
        </w:rPr>
        <w:t xml:space="preserve"> - </w:t>
      </w:r>
      <w:r w:rsidRPr="00827C2E">
        <w:rPr>
          <w:rtl/>
        </w:rPr>
        <w:t>يا أبا عبد الله</w:t>
      </w:r>
      <w:r w:rsidR="00F13C51">
        <w:rPr>
          <w:rtl/>
        </w:rPr>
        <w:t xml:space="preserve"> - </w:t>
      </w:r>
      <w:r w:rsidRPr="00827C2E">
        <w:rPr>
          <w:rtl/>
        </w:rPr>
        <w:t>إنَّك تعميني بالأُحجيَّات</w:t>
      </w:r>
      <w:r w:rsidR="00F13C51">
        <w:rPr>
          <w:rtl/>
        </w:rPr>
        <w:t>،</w:t>
      </w:r>
      <w:r w:rsidRPr="00827C2E">
        <w:rPr>
          <w:rtl/>
        </w:rPr>
        <w:t xml:space="preserve"> فبينا أراك مِن جِهة أُولى تعتمد ا</w:t>
      </w:r>
      <w:r w:rsidR="002C2DD7">
        <w:rPr>
          <w:rtl/>
        </w:rPr>
        <w:t>لمـُ</w:t>
      </w:r>
      <w:r w:rsidRPr="00827C2E">
        <w:rPr>
          <w:rtl/>
        </w:rPr>
        <w:t>بايعة وتُركِّز عليها</w:t>
      </w:r>
      <w:r w:rsidR="00F13C51">
        <w:rPr>
          <w:rtl/>
        </w:rPr>
        <w:t>،</w:t>
      </w:r>
      <w:r w:rsidRPr="00827C2E">
        <w:rPr>
          <w:rtl/>
        </w:rPr>
        <w:t xml:space="preserve"> وقد قطعت بها شوطاً لا بأس به صوب الظهور على الخَصم الفاسق والحقود</w:t>
      </w:r>
      <w:r w:rsidR="00F13C51">
        <w:rPr>
          <w:rtl/>
        </w:rPr>
        <w:t>،</w:t>
      </w:r>
      <w:r w:rsidRPr="00827C2E">
        <w:rPr>
          <w:rtl/>
        </w:rPr>
        <w:t xml:space="preserve"> أراك مِن جِهة ثانية تُقابلها بنوعٍ مِن الاستخفاف والتحقير</w:t>
      </w:r>
      <w:r w:rsidR="00F13C51">
        <w:rPr>
          <w:rtl/>
        </w:rPr>
        <w:t>،</w:t>
      </w:r>
      <w:r w:rsidRPr="00827C2E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كأنَّك لا تُريدها تمشي بين يديك</w:t>
      </w:r>
      <w:r w:rsidR="00106DAF">
        <w:rPr>
          <w:rtl/>
        </w:rPr>
        <w:t>!</w:t>
      </w:r>
      <w:r w:rsidRPr="00827C2E">
        <w:rPr>
          <w:rtl/>
        </w:rPr>
        <w:t>!! بالله عليك</w:t>
      </w:r>
      <w:r w:rsidR="00F13C51">
        <w:rPr>
          <w:rtl/>
        </w:rPr>
        <w:t>،</w:t>
      </w:r>
      <w:r w:rsidRPr="00827C2E">
        <w:rPr>
          <w:rtl/>
        </w:rPr>
        <w:t xml:space="preserve"> أيُّ شيء تقصد</w:t>
      </w:r>
      <w:r w:rsidR="00106DAF">
        <w:rPr>
          <w:rtl/>
        </w:rPr>
        <w:t>؟</w:t>
      </w:r>
      <w:r w:rsidRPr="00827C2E">
        <w:rPr>
          <w:rtl/>
        </w:rPr>
        <w:t xml:space="preserve"> وأيُّ معنى ترمي إليه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F13C51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محمد</w:t>
      </w:r>
      <w:r w:rsidR="00F13C51">
        <w:rPr>
          <w:rtl/>
        </w:rPr>
        <w:t>،</w:t>
      </w:r>
      <w:r w:rsidRPr="00827C2E">
        <w:rPr>
          <w:rtl/>
        </w:rPr>
        <w:t xml:space="preserve"> هل يجوز لنا</w:t>
      </w:r>
      <w:r w:rsidR="00F13C51">
        <w:rPr>
          <w:rtl/>
        </w:rPr>
        <w:t xml:space="preserve"> - </w:t>
      </w:r>
      <w:r w:rsidRPr="00827C2E">
        <w:rPr>
          <w:rtl/>
        </w:rPr>
        <w:t>بعد أنْ غُصنا خمسين سنة في خِضَمٍّ مِن الأحداث</w:t>
      </w:r>
      <w:r w:rsidR="00F13C51">
        <w:rPr>
          <w:rtl/>
        </w:rPr>
        <w:t>،</w:t>
      </w:r>
      <w:r w:rsidRPr="00827C2E">
        <w:rPr>
          <w:rtl/>
        </w:rPr>
        <w:t xml:space="preserve"> ونحن أولياء جَدِّنا النبي</w:t>
      </w:r>
      <w:r w:rsidR="00F13C51">
        <w:rPr>
          <w:rtl/>
        </w:rPr>
        <w:t>،</w:t>
      </w:r>
      <w:r w:rsidRPr="00827C2E">
        <w:rPr>
          <w:rtl/>
        </w:rPr>
        <w:t xml:space="preserve"> وفي أعيُننا ضوء مِن نوره</w:t>
      </w:r>
      <w:r w:rsidR="00F13C51">
        <w:rPr>
          <w:rtl/>
        </w:rPr>
        <w:t>،</w:t>
      </w:r>
      <w:r w:rsidRPr="00827C2E">
        <w:rPr>
          <w:rtl/>
        </w:rPr>
        <w:t xml:space="preserve"> وقَبَس مِن هَدْيه</w:t>
      </w:r>
      <w:r w:rsidR="00F13C51">
        <w:rPr>
          <w:rtl/>
        </w:rPr>
        <w:t>،</w:t>
      </w:r>
      <w:r w:rsidRPr="00827C2E">
        <w:rPr>
          <w:rtl/>
        </w:rPr>
        <w:t xml:space="preserve"> وفِطنة مِن ذكائه</w:t>
      </w:r>
      <w:r w:rsidR="00F13C51">
        <w:rPr>
          <w:rtl/>
        </w:rPr>
        <w:t>،</w:t>
      </w:r>
      <w:r w:rsidRPr="00827C2E">
        <w:rPr>
          <w:rtl/>
        </w:rPr>
        <w:t xml:space="preserve"> وعزم مِن مضائه</w:t>
      </w:r>
      <w:r w:rsidR="00F13C51">
        <w:rPr>
          <w:rtl/>
        </w:rPr>
        <w:t xml:space="preserve"> - </w:t>
      </w:r>
      <w:r w:rsidRPr="00827C2E">
        <w:rPr>
          <w:rtl/>
        </w:rPr>
        <w:t>أنْ لا نعرف كيف نقرأ حروف الكلمة</w:t>
      </w:r>
      <w:r w:rsidR="00F13C51">
        <w:rPr>
          <w:rtl/>
        </w:rPr>
        <w:t>،</w:t>
      </w:r>
      <w:r w:rsidRPr="00827C2E">
        <w:rPr>
          <w:rtl/>
        </w:rPr>
        <w:t xml:space="preserve"> وأنْ نُضيِّع في تفسير الرموز</w:t>
      </w:r>
      <w:r w:rsidR="00F13C51">
        <w:rPr>
          <w:rtl/>
        </w:rPr>
        <w:t>،</w:t>
      </w:r>
      <w:r w:rsidRPr="00827C2E">
        <w:rPr>
          <w:rtl/>
        </w:rPr>
        <w:t xml:space="preserve"> ونتيه حيالها في الأوهام</w:t>
      </w:r>
      <w:r w:rsidR="00106DAF">
        <w:rPr>
          <w:rtl/>
        </w:rPr>
        <w:t>!</w:t>
      </w:r>
      <w:r w:rsidRPr="00827C2E">
        <w:rPr>
          <w:rtl/>
        </w:rPr>
        <w:t>!! إنَّي أسألك</w:t>
      </w:r>
      <w:r w:rsidR="00F13C51">
        <w:rPr>
          <w:rtl/>
        </w:rPr>
        <w:t>:</w:t>
      </w:r>
      <w:r w:rsidRPr="00827C2E">
        <w:rPr>
          <w:rtl/>
        </w:rPr>
        <w:t xml:space="preserve"> هل أنت مُنتظر مِن مُبايعات الكوفة والبصرة تلبية ترصُّ الصفوف وتقتحم الميدان</w:t>
      </w:r>
      <w:r w:rsidR="00106DAF">
        <w:rPr>
          <w:rtl/>
        </w:rPr>
        <w:t>؟</w:t>
      </w:r>
      <w:r w:rsidRPr="00827C2E">
        <w:rPr>
          <w:rtl/>
        </w:rPr>
        <w:t>! ما أسرعني يا أخي محمد أقول لك</w:t>
      </w:r>
      <w:r w:rsidR="00F13C51">
        <w:rPr>
          <w:rtl/>
        </w:rPr>
        <w:t>:</w:t>
      </w:r>
      <w:r w:rsidRPr="00827C2E">
        <w:rPr>
          <w:rtl/>
        </w:rPr>
        <w:t xml:space="preserve"> قد ذلَّلَتْ الخمسون سنة مِن عُمرنا</w:t>
      </w:r>
      <w:r w:rsidR="00F13C51">
        <w:rPr>
          <w:rtl/>
        </w:rPr>
        <w:t>،</w:t>
      </w:r>
      <w:r w:rsidRPr="00827C2E">
        <w:rPr>
          <w:rtl/>
        </w:rPr>
        <w:t xml:space="preserve"> لا البصرة والكوفة وحدهما</w:t>
      </w:r>
      <w:r w:rsidR="00F13C51">
        <w:rPr>
          <w:rtl/>
        </w:rPr>
        <w:t>،</w:t>
      </w:r>
      <w:r w:rsidRPr="00827C2E">
        <w:rPr>
          <w:rtl/>
        </w:rPr>
        <w:t xml:space="preserve"> بلْ ذلَّلت الأُمَّة جمعاء</w:t>
      </w:r>
      <w:r w:rsidR="00F13C51">
        <w:rPr>
          <w:rtl/>
        </w:rPr>
        <w:t>،</w:t>
      </w:r>
      <w:r w:rsidRPr="00827C2E">
        <w:rPr>
          <w:rtl/>
        </w:rPr>
        <w:t xml:space="preserve"> ابتداء مِن غَوطة الشام</w:t>
      </w:r>
      <w:r w:rsidR="00F13C51">
        <w:rPr>
          <w:rtl/>
        </w:rPr>
        <w:t>،</w:t>
      </w:r>
      <w:r w:rsidRPr="00827C2E">
        <w:rPr>
          <w:rtl/>
        </w:rPr>
        <w:t xml:space="preserve"> وانتهاء إلى وادي النيل</w:t>
      </w:r>
      <w:r w:rsidR="00106DAF">
        <w:rPr>
          <w:rtl/>
        </w:rPr>
        <w:t>!</w:t>
      </w:r>
      <w:r w:rsidRPr="00827C2E">
        <w:rPr>
          <w:rtl/>
        </w:rPr>
        <w:t xml:space="preserve"> عندما ذلَّت الأُمَّة أصابنا</w:t>
      </w:r>
      <w:r w:rsidR="00F13C51">
        <w:rPr>
          <w:rtl/>
        </w:rPr>
        <w:t xml:space="preserve"> - </w:t>
      </w:r>
      <w:r w:rsidRPr="00827C2E">
        <w:rPr>
          <w:rtl/>
        </w:rPr>
        <w:t>نحن أهل البيت</w:t>
      </w:r>
      <w:r w:rsidR="00F13C51">
        <w:rPr>
          <w:rtl/>
        </w:rPr>
        <w:t xml:space="preserve"> - </w:t>
      </w:r>
      <w:r w:rsidRPr="00827C2E">
        <w:rPr>
          <w:rtl/>
        </w:rPr>
        <w:t>وخاصَّة الرسول في عُهدة الإمامة</w:t>
      </w:r>
      <w:r w:rsidR="00F13C51">
        <w:rPr>
          <w:rtl/>
        </w:rPr>
        <w:t>،</w:t>
      </w:r>
      <w:r w:rsidRPr="00827C2E">
        <w:rPr>
          <w:rtl/>
        </w:rPr>
        <w:t xml:space="preserve"> ذِلٌّ أكبر</w:t>
      </w:r>
      <w:r w:rsidR="00F13C51">
        <w:rPr>
          <w:rtl/>
        </w:rPr>
        <w:t>،</w:t>
      </w:r>
      <w:r w:rsidRPr="00827C2E">
        <w:rPr>
          <w:rtl/>
        </w:rPr>
        <w:t xml:space="preserve"> ولن يُحرِّرنا منه إلاَّ العمل الأكبر</w:t>
      </w:r>
      <w:r w:rsidR="00F13C51">
        <w:rPr>
          <w:rtl/>
        </w:rPr>
        <w:t>،</w:t>
      </w:r>
      <w:r w:rsidRPr="00827C2E">
        <w:rPr>
          <w:rtl/>
        </w:rPr>
        <w:t xml:space="preserve"> والنهج الأكبر</w:t>
      </w:r>
      <w:r w:rsidR="00C327EB">
        <w:rPr>
          <w:rtl/>
        </w:rPr>
        <w:t>.</w:t>
      </w:r>
      <w:r w:rsidRPr="00827C2E">
        <w:rPr>
          <w:rtl/>
        </w:rPr>
        <w:t xml:space="preserve"> ولن أصبر عليك حتَّى تستفهمني أكثر</w:t>
      </w:r>
      <w:r w:rsidR="00F13C51">
        <w:rPr>
          <w:rtl/>
        </w:rPr>
        <w:t>،</w:t>
      </w:r>
      <w:r w:rsidRPr="00827C2E">
        <w:rPr>
          <w:rtl/>
        </w:rPr>
        <w:t xml:space="preserve"> بلْ أسألك</w:t>
      </w:r>
      <w:r w:rsidR="00F13C51">
        <w:rPr>
          <w:rtl/>
        </w:rPr>
        <w:t>:</w:t>
      </w:r>
      <w:r w:rsidRPr="00827C2E">
        <w:rPr>
          <w:rtl/>
        </w:rPr>
        <w:t xml:space="preserve"> مَنْ يُمسك في هذه اللحظة بالذات بخِناق العراق</w:t>
      </w:r>
      <w:r w:rsidR="00106DAF">
        <w:rPr>
          <w:rtl/>
        </w:rPr>
        <w:t>؟</w:t>
      </w:r>
      <w:r w:rsidRPr="00827C2E">
        <w:rPr>
          <w:rtl/>
        </w:rPr>
        <w:t>! إنَّه عبيد الله بن زياد</w:t>
      </w:r>
      <w:r w:rsidR="00F13C51">
        <w:rPr>
          <w:rtl/>
        </w:rPr>
        <w:t>،</w:t>
      </w:r>
      <w:r w:rsidRPr="00827C2E">
        <w:rPr>
          <w:rtl/>
        </w:rPr>
        <w:t xml:space="preserve"> لقد كان مُكتفياً بإمرة البصرة على أيَّام مُعاوية</w:t>
      </w:r>
      <w:r w:rsidR="00F13C51">
        <w:rPr>
          <w:rtl/>
        </w:rPr>
        <w:t>،</w:t>
      </w:r>
      <w:r w:rsidRPr="00827C2E">
        <w:rPr>
          <w:rtl/>
        </w:rPr>
        <w:t xml:space="preserve"> وها أنَّ يزيد يُرضيه بتوسيع ولايته على كلِّ أنحاء الكوفة</w:t>
      </w:r>
      <w:r w:rsidR="00F13C51">
        <w:rPr>
          <w:rtl/>
        </w:rPr>
        <w:t>،</w:t>
      </w:r>
      <w:r w:rsidRPr="00827C2E">
        <w:rPr>
          <w:rtl/>
        </w:rPr>
        <w:t xml:space="preserve"> لماذا</w:t>
      </w:r>
      <w:r w:rsidR="00106DAF">
        <w:rPr>
          <w:rtl/>
        </w:rPr>
        <w:t>؟</w:t>
      </w:r>
      <w:r w:rsidRPr="00827C2E">
        <w:rPr>
          <w:rtl/>
        </w:rPr>
        <w:t xml:space="preserve"> لأنَّه أتقن الفتك عن أبيه زياد</w:t>
      </w:r>
      <w:r w:rsidR="00F13C51">
        <w:rPr>
          <w:rtl/>
        </w:rPr>
        <w:t>،</w:t>
      </w:r>
      <w:r w:rsidRPr="00827C2E">
        <w:rPr>
          <w:rtl/>
        </w:rPr>
        <w:t xml:space="preserve"> وأجاد في بثِّ الإرهاب عن عَمِّه مُعاوية</w:t>
      </w:r>
      <w:r w:rsidR="00F13C51">
        <w:rPr>
          <w:rtl/>
        </w:rPr>
        <w:t>،</w:t>
      </w:r>
      <w:r w:rsidRPr="00827C2E">
        <w:rPr>
          <w:rtl/>
        </w:rPr>
        <w:t xml:space="preserve"> وها هو الآن أفسق مِن أميره زياد</w:t>
      </w:r>
      <w:r w:rsidR="00F13C51">
        <w:rPr>
          <w:rtl/>
        </w:rPr>
        <w:t>،</w:t>
      </w:r>
      <w:r w:rsidRPr="00827C2E">
        <w:rPr>
          <w:rtl/>
        </w:rPr>
        <w:t xml:space="preserve"> وأشرس مِن قرده ( أبي قيس )</w:t>
      </w:r>
      <w:r w:rsidR="00F13C51">
        <w:rPr>
          <w:rtl/>
        </w:rPr>
        <w:t>،</w:t>
      </w:r>
      <w:r w:rsidRPr="00827C2E">
        <w:rPr>
          <w:rtl/>
        </w:rPr>
        <w:t xml:space="preserve"> إنَّ عبيد الله هذا يا أخي محمد</w:t>
      </w:r>
      <w:r w:rsidR="00F13C51">
        <w:rPr>
          <w:rtl/>
        </w:rPr>
        <w:t xml:space="preserve"> - </w:t>
      </w:r>
      <w:r w:rsidRPr="00827C2E">
        <w:rPr>
          <w:rtl/>
        </w:rPr>
        <w:t>يعرف كمْ كَمأة قاءت الأرض في البصرة</w:t>
      </w:r>
      <w:r w:rsidR="00F13C51">
        <w:rPr>
          <w:rtl/>
        </w:rPr>
        <w:t>،</w:t>
      </w:r>
      <w:r w:rsidRPr="00827C2E">
        <w:rPr>
          <w:rtl/>
        </w:rPr>
        <w:t xml:space="preserve"> وكمْ بيضة قاقت بها دجاجات الحيِّ في الكوفة</w:t>
      </w:r>
      <w:r w:rsidR="00F13C51">
        <w:rPr>
          <w:rtl/>
        </w:rPr>
        <w:t>،</w:t>
      </w:r>
      <w:r w:rsidRPr="00827C2E">
        <w:rPr>
          <w:rtl/>
        </w:rPr>
        <w:t xml:space="preserve"> وكمْ شاة ثغت على حَملها المشويِّ فوق مائدة الأمير</w:t>
      </w:r>
      <w:r w:rsidR="00106DAF">
        <w:rPr>
          <w:rtl/>
        </w:rPr>
        <w:t>!</w:t>
      </w:r>
      <w:r w:rsidRPr="00827C2E">
        <w:rPr>
          <w:rtl/>
        </w:rPr>
        <w:t>!! إنَّ أرضاً واليها عبيد الله بن زياد</w:t>
      </w:r>
      <w:r w:rsidR="00F13C51">
        <w:rPr>
          <w:rtl/>
        </w:rPr>
        <w:t>،</w:t>
      </w:r>
      <w:r w:rsidRPr="00827C2E">
        <w:rPr>
          <w:rtl/>
        </w:rPr>
        <w:t xml:space="preserve"> أو مروان بن الحكم</w:t>
      </w:r>
      <w:r w:rsidR="00F13C51">
        <w:rPr>
          <w:rtl/>
        </w:rPr>
        <w:t>،</w:t>
      </w:r>
      <w:r w:rsidRPr="00827C2E">
        <w:rPr>
          <w:rtl/>
        </w:rPr>
        <w:t xml:space="preserve"> أو عمرو ( الأشدق )</w:t>
      </w:r>
      <w:r w:rsidR="00F13C51">
        <w:rPr>
          <w:rtl/>
        </w:rPr>
        <w:t>،</w:t>
      </w:r>
      <w:r w:rsidRPr="00827C2E">
        <w:rPr>
          <w:rtl/>
        </w:rPr>
        <w:t xml:space="preserve"> وسائسها يزيد بن مُعاوية</w:t>
      </w:r>
      <w:r w:rsidR="00F13C51">
        <w:rPr>
          <w:rtl/>
        </w:rPr>
        <w:t>،</w:t>
      </w:r>
      <w:r w:rsidRPr="00827C2E">
        <w:rPr>
          <w:rtl/>
        </w:rPr>
        <w:t xml:space="preserve"> لأرض تنسى أنها سواد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مِخصاب</w:t>
      </w:r>
      <w:r w:rsidR="00106DAF">
        <w:rPr>
          <w:rtl/>
        </w:rPr>
        <w:t>!</w:t>
      </w:r>
      <w:r w:rsidRPr="00827C2E">
        <w:rPr>
          <w:rtl/>
        </w:rPr>
        <w:t>!! فهل يكون لها مِن نعمة التعقيم أنْ تُخصب مُبايعة تمشي مع الصُّبح إلى صباح</w:t>
      </w:r>
      <w:r w:rsidR="00106DAF">
        <w:rPr>
          <w:rtl/>
        </w:rPr>
        <w:t>؟</w:t>
      </w:r>
      <w:r w:rsidRPr="00827C2E">
        <w:rPr>
          <w:rtl/>
        </w:rPr>
        <w:t>!!!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ما توقَّف الحسين إلاَّ عندما لمح دمعتين تنزلان بصمت على خدَّي أخيه</w:t>
      </w:r>
      <w:r w:rsidR="00F13C51">
        <w:rPr>
          <w:rtl/>
        </w:rPr>
        <w:t>،</w:t>
      </w:r>
      <w:r w:rsidRPr="00827C2E">
        <w:rPr>
          <w:rtl/>
        </w:rPr>
        <w:t xml:space="preserve"> وهو غائب بذهول</w:t>
      </w:r>
      <w:r w:rsidR="00F13C51">
        <w:rPr>
          <w:rtl/>
        </w:rPr>
        <w:t>،</w:t>
      </w:r>
      <w:r w:rsidRPr="00827C2E">
        <w:rPr>
          <w:rtl/>
        </w:rPr>
        <w:t xml:space="preserve"> فهزَّه مِن كتفيه وهو يقول</w:t>
      </w:r>
      <w:r w:rsidR="00F13C51">
        <w:rPr>
          <w:rtl/>
        </w:rPr>
        <w:t>: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مُنذ مُدَّة طويلة أوقفنا عيوننا عن البُكاء</w:t>
      </w:r>
      <w:r w:rsidR="00F13C51">
        <w:rPr>
          <w:rtl/>
        </w:rPr>
        <w:t>،</w:t>
      </w:r>
      <w:r w:rsidRPr="00827C2E">
        <w:rPr>
          <w:rtl/>
        </w:rPr>
        <w:t xml:space="preserve"> وتركنا الحُزن إلى استثمار آخر يُهيِّئنا إلى إنتاج</w:t>
      </w:r>
      <w:r w:rsidR="00F13C51">
        <w:rPr>
          <w:rtl/>
        </w:rPr>
        <w:t>،</w:t>
      </w:r>
      <w:r w:rsidRPr="00827C2E">
        <w:rPr>
          <w:rtl/>
        </w:rPr>
        <w:t xml:space="preserve"> ألا تتأثَّر بي يا أخي وتشرب دمعك</w:t>
      </w:r>
      <w:r w:rsidR="00106DAF">
        <w:rPr>
          <w:rtl/>
        </w:rPr>
        <w:t>؟</w:t>
      </w:r>
      <w:r w:rsidRPr="00827C2E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صدقت</w:t>
      </w:r>
      <w:r w:rsidR="00F13C51">
        <w:rPr>
          <w:rtl/>
        </w:rPr>
        <w:t>،</w:t>
      </w:r>
      <w:r w:rsidRPr="00827C2E">
        <w:rPr>
          <w:rtl/>
        </w:rPr>
        <w:t xml:space="preserve"> إنَّ البُكاء للأطفال</w:t>
      </w:r>
      <w:r w:rsidR="00F13C51">
        <w:rPr>
          <w:rtl/>
        </w:rPr>
        <w:t xml:space="preserve"> - </w:t>
      </w:r>
      <w:r w:rsidRPr="00827C2E">
        <w:rPr>
          <w:rtl/>
        </w:rPr>
        <w:t>ولكنْ</w:t>
      </w:r>
      <w:r w:rsidR="00F13C51">
        <w:rPr>
          <w:rtl/>
        </w:rPr>
        <w:t xml:space="preserve"> - </w:t>
      </w:r>
      <w:r w:rsidRPr="00827C2E">
        <w:rPr>
          <w:rtl/>
        </w:rPr>
        <w:t>قبل أنْ اطلب إليك أنْ تتمادى بعد</w:t>
      </w:r>
      <w:r w:rsidR="00F13C51">
        <w:rPr>
          <w:rtl/>
        </w:rPr>
        <w:t>،</w:t>
      </w:r>
      <w:r w:rsidRPr="00827C2E">
        <w:rPr>
          <w:rtl/>
        </w:rPr>
        <w:t xml:space="preserve"> أُحبُّ أنْ أُذكِّرك بأنَّك وعدتني بنصِّ الكتاب الذي وجَّهته إلى رؤساء الأخماس في البصرة</w:t>
      </w:r>
      <w:r w:rsidR="00F13C51">
        <w:rPr>
          <w:rtl/>
        </w:rPr>
        <w:t>،</w:t>
      </w:r>
      <w:r w:rsidRPr="00827C2E">
        <w:rPr>
          <w:rtl/>
        </w:rPr>
        <w:t xml:space="preserve"> أظنُّه في حوزتك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لقد تهتُ عنه</w:t>
      </w:r>
      <w:r w:rsidR="00106DAF">
        <w:rPr>
          <w:rtl/>
        </w:rPr>
        <w:t>!</w:t>
      </w:r>
      <w:r w:rsidRPr="00827C2E">
        <w:rPr>
          <w:rtl/>
        </w:rPr>
        <w:t xml:space="preserve"> هاكه</w:t>
      </w:r>
      <w:r w:rsidR="00F13C51">
        <w:rPr>
          <w:rtl/>
        </w:rPr>
        <w:t>: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3A7CC2">
        <w:rPr>
          <w:rStyle w:val="libBold2Char"/>
          <w:rtl/>
        </w:rPr>
        <w:t>( فإنَّ الله اصطفى محمداً على خلقه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وأكرمه بنبوَّته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واختاره لرسالته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ثمَّ قبضه الله إليه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وقد نصح لعباده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وأبلغ ما أُرسل له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وكنَّا أهله وأولياءه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وأوصيائه وورثته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وأحقَّ الناس بمقامه في الناس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فاستأثر علينا قومنا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فأفضينا كراهيَّة لفرقة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ومَحبَّة للعافية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ونحن نعلم أنَّا أحقُّ بذلك الحَقِّ ا</w:t>
      </w:r>
      <w:r w:rsidR="002C2DD7">
        <w:rPr>
          <w:rStyle w:val="libBold2Char"/>
          <w:rtl/>
        </w:rPr>
        <w:t>لمـُ</w:t>
      </w:r>
      <w:r w:rsidRPr="003A7CC2">
        <w:rPr>
          <w:rStyle w:val="libBold2Char"/>
          <w:rtl/>
        </w:rPr>
        <w:t>ستحقِّ علينا مَمَّن تولُّوه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وقد بعثت برسولي إليكم بهذا الكتاب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وأنا أدعوكم إلى كتاب الله وسُنَّة نبيِّه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فإنَّ السُّنَّة قد أُميتت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وإنَّ البِدعة قد أُحييت</w:t>
      </w:r>
      <w:r w:rsidR="00F13C51">
        <w:rPr>
          <w:rStyle w:val="libBold2Char"/>
          <w:rtl/>
        </w:rPr>
        <w:t>،</w:t>
      </w:r>
      <w:r w:rsidRPr="003A7CC2">
        <w:rPr>
          <w:rStyle w:val="libBold2Char"/>
          <w:rtl/>
        </w:rPr>
        <w:t xml:space="preserve"> فإنْ تُجيبوا دعوتي وتطيعوا أمري أهدكم سُبل الرَّشاد )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هذا هو نصُّ الكتاب إلى رؤساء الأخماس</w:t>
      </w:r>
      <w:r w:rsidR="00F13C51">
        <w:rPr>
          <w:rtl/>
        </w:rPr>
        <w:t>،</w:t>
      </w:r>
      <w:r w:rsidRPr="00827C2E">
        <w:rPr>
          <w:rtl/>
        </w:rPr>
        <w:t xml:space="preserve"> فماذا ترى فيه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أرى أنَّك قصدت تفتيح عيونهم لرؤية الحَقِّ والتزود منه</w:t>
      </w:r>
      <w:r w:rsidR="00F13C51">
        <w:rPr>
          <w:rtl/>
        </w:rPr>
        <w:t>،</w:t>
      </w:r>
      <w:r w:rsidRPr="00827C2E">
        <w:rPr>
          <w:rtl/>
        </w:rPr>
        <w:t xml:space="preserve"> حتَّى تتمكَّن أنت مِن إهدائهم إلى سُبل الرَّشاد.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صحيح هذا</w:t>
      </w:r>
      <w:r w:rsidR="00F13C51">
        <w:rPr>
          <w:rtl/>
        </w:rPr>
        <w:t>،</w:t>
      </w:r>
      <w:r w:rsidRPr="00827C2E">
        <w:rPr>
          <w:rtl/>
        </w:rPr>
        <w:t xml:space="preserve"> إنَّه قصدي</w:t>
      </w:r>
      <w:r w:rsidR="00F13C51">
        <w:rPr>
          <w:rtl/>
        </w:rPr>
        <w:t>،</w:t>
      </w:r>
      <w:r w:rsidRPr="00827C2E">
        <w:rPr>
          <w:rtl/>
        </w:rPr>
        <w:t xml:space="preserve"> فأنا لا أطلبهم إلى مُبايعة أكثر مِمَّا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استدعيهم إلى وعيٍ وإدراك</w:t>
      </w:r>
      <w:r w:rsidR="00C327EB">
        <w:rPr>
          <w:rtl/>
        </w:rPr>
        <w:t xml:space="preserve"> ...</w:t>
      </w:r>
      <w:r w:rsidRPr="00827C2E">
        <w:rPr>
          <w:rtl/>
        </w:rPr>
        <w:t xml:space="preserve"> أجل</w:t>
      </w:r>
      <w:r w:rsidR="00F13C51">
        <w:rPr>
          <w:rtl/>
        </w:rPr>
        <w:t>،</w:t>
      </w:r>
      <w:r w:rsidRPr="00827C2E">
        <w:rPr>
          <w:rtl/>
        </w:rPr>
        <w:t xml:space="preserve"> أنا لا أقدر</w:t>
      </w:r>
      <w:r w:rsidR="00F13C51">
        <w:rPr>
          <w:rtl/>
        </w:rPr>
        <w:t>،</w:t>
      </w:r>
      <w:r w:rsidRPr="00827C2E">
        <w:rPr>
          <w:rtl/>
        </w:rPr>
        <w:t xml:space="preserve"> ولا يُمكنني أنْ أكون إلاَّ في المركز الذي رسمه لي جَدِّي</w:t>
      </w:r>
      <w:r w:rsidR="00F13C51">
        <w:rPr>
          <w:rtl/>
        </w:rPr>
        <w:t>،</w:t>
      </w:r>
      <w:r w:rsidRPr="00827C2E">
        <w:rPr>
          <w:rtl/>
        </w:rPr>
        <w:t xml:space="preserve"> إنَّ الإمامة وحدها هي قدري ا</w:t>
      </w:r>
      <w:r w:rsidR="002C2DD7">
        <w:rPr>
          <w:rtl/>
        </w:rPr>
        <w:t>لمـُ</w:t>
      </w:r>
      <w:r w:rsidRPr="00827C2E">
        <w:rPr>
          <w:rtl/>
        </w:rPr>
        <w:t>حترم</w:t>
      </w:r>
      <w:r w:rsidR="00F13C51">
        <w:rPr>
          <w:rtl/>
        </w:rPr>
        <w:t>،</w:t>
      </w:r>
      <w:r w:rsidRPr="00827C2E">
        <w:rPr>
          <w:rtl/>
        </w:rPr>
        <w:t xml:space="preserve"> وهي مُرتبطة بي في ارتباطي بهذه الأُمَّة التي هي جِدِّي وكلُّ معنى وجودي في هذا الكون</w:t>
      </w:r>
      <w:r w:rsidR="00F13C51">
        <w:rPr>
          <w:rtl/>
        </w:rPr>
        <w:t>،</w:t>
      </w:r>
      <w:r w:rsidRPr="00827C2E">
        <w:rPr>
          <w:rtl/>
        </w:rPr>
        <w:t xml:space="preserve"> ولقد أصبحت أشعر أنِّي اشتقاق منها لا يقبل الانفصام</w:t>
      </w:r>
      <w:r w:rsidR="00C327EB">
        <w:rPr>
          <w:rtl/>
        </w:rPr>
        <w:t>.</w:t>
      </w:r>
      <w:r w:rsidRPr="00827C2E">
        <w:rPr>
          <w:rtl/>
        </w:rPr>
        <w:t xml:space="preserve"> أمَّا فروضها عليَّ فأنْ أقوم بكلِّ ما يتعهَّدها في إتمام ذاتها</w:t>
      </w:r>
      <w:r w:rsidR="00F13C51">
        <w:rPr>
          <w:rtl/>
        </w:rPr>
        <w:t>،</w:t>
      </w:r>
      <w:r w:rsidRPr="00827C2E">
        <w:rPr>
          <w:rtl/>
        </w:rPr>
        <w:t xml:space="preserve"> وفي كلِّ ما أراه مِن حاجاتها في حقيقة البلوغ</w:t>
      </w:r>
      <w:r w:rsidR="00F13C51">
        <w:rPr>
          <w:rtl/>
        </w:rPr>
        <w:t>،</w:t>
      </w:r>
      <w:r w:rsidRPr="00827C2E">
        <w:rPr>
          <w:rtl/>
        </w:rPr>
        <w:t xml:space="preserve"> ماعدا ذلك فليس لي مِن معنى في وجودي</w:t>
      </w:r>
      <w:r w:rsidR="00F13C51">
        <w:rPr>
          <w:rtl/>
        </w:rPr>
        <w:t>،</w:t>
      </w:r>
      <w:r w:rsidRPr="00827C2E">
        <w:rPr>
          <w:rtl/>
        </w:rPr>
        <w:t xml:space="preserve"> إلاَّ إذا أردت تنعُّماً في عيش أوسِّعه عليَّ مِن بحبوحة إلى بحبوحة</w:t>
      </w:r>
      <w:r w:rsidR="00F13C51">
        <w:rPr>
          <w:rtl/>
        </w:rPr>
        <w:t>،</w:t>
      </w:r>
      <w:r w:rsidRPr="00827C2E">
        <w:rPr>
          <w:rtl/>
        </w:rPr>
        <w:t xml:space="preserve"> وأتذوَّق بها طعم الدنيا في لذاذاتها السخيفة والفارغة مِن حدود المعنى وحدود القيم</w:t>
      </w:r>
      <w:r w:rsidR="00C327EB">
        <w:rPr>
          <w:rtl/>
        </w:rPr>
        <w:t>.</w:t>
      </w:r>
      <w:r w:rsidRPr="00827C2E">
        <w:rPr>
          <w:rtl/>
        </w:rPr>
        <w:t xml:space="preserve"> إنِّي</w:t>
      </w:r>
      <w:r w:rsidR="00F13C51">
        <w:rPr>
          <w:rtl/>
        </w:rPr>
        <w:t xml:space="preserve"> - </w:t>
      </w:r>
      <w:r w:rsidRPr="00827C2E">
        <w:rPr>
          <w:rtl/>
        </w:rPr>
        <w:t>وهذا هو اقتناعي البليغ والصميم</w:t>
      </w:r>
      <w:r w:rsidR="00F13C51">
        <w:rPr>
          <w:rtl/>
        </w:rPr>
        <w:t xml:space="preserve"> - </w:t>
      </w:r>
      <w:r w:rsidRPr="00827C2E">
        <w:rPr>
          <w:rtl/>
        </w:rPr>
        <w:t>أمام هذه الأُمَّة كما هو جَدِّي نبيُّها ورسولها</w:t>
      </w:r>
      <w:r w:rsidR="00F13C51">
        <w:rPr>
          <w:rtl/>
        </w:rPr>
        <w:t>،</w:t>
      </w:r>
      <w:r w:rsidRPr="00827C2E">
        <w:rPr>
          <w:rtl/>
        </w:rPr>
        <w:t xml:space="preserve"> وكلانا الآن مُشتقٌّ مِن صدر السموِّ الذي هو مصدر العصمة</w:t>
      </w:r>
      <w:r w:rsidR="00F13C51">
        <w:rPr>
          <w:rtl/>
        </w:rPr>
        <w:t>،</w:t>
      </w:r>
      <w:r w:rsidRPr="00827C2E">
        <w:rPr>
          <w:rtl/>
        </w:rPr>
        <w:t xml:space="preserve"> فإذا كان هو الحَقُّ مِن أجل أُمَّة هي الحَقُّ</w:t>
      </w:r>
      <w:r w:rsidR="00F13C51">
        <w:rPr>
          <w:rtl/>
        </w:rPr>
        <w:t>،</w:t>
      </w:r>
      <w:r w:rsidRPr="00827C2E">
        <w:rPr>
          <w:rtl/>
        </w:rPr>
        <w:t xml:space="preserve"> فعلى الأُمَّة بالذات أنْ يتوسَّع بها الإيمان والرُّشد</w:t>
      </w:r>
      <w:r w:rsidR="00F13C51">
        <w:rPr>
          <w:rtl/>
        </w:rPr>
        <w:t>،</w:t>
      </w:r>
      <w:r w:rsidRPr="00827C2E">
        <w:rPr>
          <w:rtl/>
        </w:rPr>
        <w:t xml:space="preserve"> حتَّى تتمكَّن هي مِن رؤية ذاتها فينا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انطلاقاً مِن هذه القناعات</w:t>
      </w:r>
      <w:r w:rsidR="00F13C51">
        <w:rPr>
          <w:rtl/>
        </w:rPr>
        <w:t>،</w:t>
      </w:r>
      <w:r w:rsidRPr="00827C2E">
        <w:rPr>
          <w:rtl/>
        </w:rPr>
        <w:t xml:space="preserve"> يكون عليَّ أنْ أُرشد الأُمَّة وأُعطيها كلَّ ما تقدر هي أنْ تأخذ</w:t>
      </w:r>
      <w:r w:rsidR="00F13C51">
        <w:rPr>
          <w:rtl/>
        </w:rPr>
        <w:t>،</w:t>
      </w:r>
      <w:r w:rsidRPr="00827C2E">
        <w:rPr>
          <w:rtl/>
        </w:rPr>
        <w:t xml:space="preserve"> دون أنْ أحصر الأخذ بساعة مُعيَّنة مِن ساعات العمر</w:t>
      </w:r>
      <w:r w:rsidR="00F13C51">
        <w:rPr>
          <w:rtl/>
        </w:rPr>
        <w:t>،</w:t>
      </w:r>
      <w:r w:rsidRPr="00827C2E">
        <w:rPr>
          <w:rtl/>
        </w:rPr>
        <w:t xml:space="preserve"> فكما أنَّ نوع العطاء لا يكون إلاَّ مبدأ مِن المبادئ</w:t>
      </w:r>
      <w:r w:rsidR="00F13C51">
        <w:rPr>
          <w:rtl/>
        </w:rPr>
        <w:t>،</w:t>
      </w:r>
      <w:r w:rsidRPr="00827C2E">
        <w:rPr>
          <w:rtl/>
        </w:rPr>
        <w:t xml:space="preserve"> تتناوله الأُمَّة بعقلها وإدراكها</w:t>
      </w:r>
      <w:r w:rsidR="00F13C51">
        <w:rPr>
          <w:rtl/>
        </w:rPr>
        <w:t>،</w:t>
      </w:r>
      <w:r w:rsidRPr="00827C2E">
        <w:rPr>
          <w:rtl/>
        </w:rPr>
        <w:t xml:space="preserve"> فإنَّها ستأخذ منه حاجتها عندما يبلغ عقلها وإدراكها قوَّة اللمح ومُتعة التلمُّس</w:t>
      </w:r>
      <w:r w:rsidR="00F13C51">
        <w:rPr>
          <w:rtl/>
        </w:rPr>
        <w:t>،</w:t>
      </w:r>
      <w:r w:rsidRPr="00827C2E">
        <w:rPr>
          <w:rtl/>
        </w:rPr>
        <w:t xml:space="preserve"> ألم يُقدِّم جدُّنا العظيم رسالته العظيمة التي ستغرف الأُمَّة منها حاجاتها اليوم وغداً</w:t>
      </w:r>
      <w:r w:rsidR="00F13C51">
        <w:rPr>
          <w:rtl/>
        </w:rPr>
        <w:t>،</w:t>
      </w:r>
      <w:r w:rsidRPr="00827C2E">
        <w:rPr>
          <w:rtl/>
        </w:rPr>
        <w:t xml:space="preserve"> وبعد مُطلق غَدٍ في ربط الغرف بتطوُّر الفهم والإدراك وبروز الحاجة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على ضوء قولي هذا أرجو</w:t>
      </w:r>
      <w:r w:rsidR="00F13C51">
        <w:rPr>
          <w:rtl/>
        </w:rPr>
        <w:t xml:space="preserve"> - </w:t>
      </w:r>
      <w:r w:rsidRPr="00827C2E">
        <w:rPr>
          <w:rtl/>
        </w:rPr>
        <w:t>يا أخي محمد</w:t>
      </w:r>
      <w:r w:rsidR="00F13C51">
        <w:rPr>
          <w:rtl/>
        </w:rPr>
        <w:t xml:space="preserve"> - </w:t>
      </w:r>
      <w:r w:rsidRPr="00827C2E">
        <w:rPr>
          <w:rtl/>
        </w:rPr>
        <w:t>أنْ تفهم عليَّ</w:t>
      </w:r>
      <w:r w:rsidR="00F13C51">
        <w:rPr>
          <w:rtl/>
        </w:rPr>
        <w:t>،</w:t>
      </w:r>
      <w:r w:rsidRPr="00827C2E">
        <w:rPr>
          <w:rtl/>
        </w:rPr>
        <w:t xml:space="preserve"> فأنا ما توصلت إلى أيِّ قرار إلاَّ بعد أن زرعت عمري كلَّه في درس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F13C51">
      <w:pPr>
        <w:pStyle w:val="libNormal0"/>
        <w:rPr>
          <w:rtl/>
        </w:rPr>
      </w:pPr>
      <w:r w:rsidRPr="00827C2E">
        <w:rPr>
          <w:rtl/>
        </w:rPr>
        <w:lastRenderedPageBreak/>
        <w:t>الأحداث التي مرَّت علينا</w:t>
      </w:r>
      <w:r w:rsidR="00F13C51">
        <w:rPr>
          <w:rtl/>
        </w:rPr>
        <w:t>،</w:t>
      </w:r>
      <w:r w:rsidRPr="00827C2E">
        <w:rPr>
          <w:rtl/>
        </w:rPr>
        <w:t xml:space="preserve"> ولقد توصلت على ضوء ما تكشَّف لي</w:t>
      </w:r>
      <w:r w:rsidR="00F13C51">
        <w:rPr>
          <w:rtl/>
        </w:rPr>
        <w:t>،</w:t>
      </w:r>
      <w:r w:rsidRPr="00827C2E">
        <w:rPr>
          <w:rtl/>
        </w:rPr>
        <w:t xml:space="preserve"> أو بالأحرى</w:t>
      </w:r>
      <w:r w:rsidR="00F13C51">
        <w:rPr>
          <w:rtl/>
        </w:rPr>
        <w:t>،</w:t>
      </w:r>
      <w:r w:rsidRPr="00827C2E">
        <w:rPr>
          <w:rtl/>
        </w:rPr>
        <w:t xml:space="preserve"> على ضوء ما وهبني جَدِّي مِن</w:t>
      </w:r>
      <w:r w:rsidR="00F13C51">
        <w:rPr>
          <w:rFonts w:hint="cs"/>
          <w:rtl/>
        </w:rPr>
        <w:t xml:space="preserve"> </w:t>
      </w:r>
      <w:r w:rsidRPr="00827C2E">
        <w:rPr>
          <w:rtl/>
        </w:rPr>
        <w:t>عزم كشَّاف عن عُمق الحقائق</w:t>
      </w:r>
      <w:r w:rsidR="00F13C51">
        <w:rPr>
          <w:rtl/>
        </w:rPr>
        <w:t>،</w:t>
      </w:r>
      <w:r w:rsidRPr="00827C2E">
        <w:rPr>
          <w:rtl/>
        </w:rPr>
        <w:t xml:space="preserve"> إلى الإدراك أنَّ الأُمَّة كلَّها هي خزانة العزم</w:t>
      </w:r>
      <w:r w:rsidR="00F13C51">
        <w:rPr>
          <w:rtl/>
        </w:rPr>
        <w:t>،</w:t>
      </w:r>
      <w:r w:rsidRPr="00827C2E">
        <w:rPr>
          <w:rtl/>
        </w:rPr>
        <w:t xml:space="preserve"> وخزانة الإدراك</w:t>
      </w:r>
      <w:r w:rsidR="00F13C51">
        <w:rPr>
          <w:rtl/>
        </w:rPr>
        <w:t>،</w:t>
      </w:r>
      <w:r w:rsidRPr="00827C2E">
        <w:rPr>
          <w:rtl/>
        </w:rPr>
        <w:t xml:space="preserve"> وأنَّه علينا أنْ نُنبِّه فيها طاقات الروح والوعي والإدراك</w:t>
      </w:r>
      <w:r w:rsidR="00F13C51">
        <w:rPr>
          <w:rtl/>
        </w:rPr>
        <w:t>،</w:t>
      </w:r>
      <w:r w:rsidRPr="00827C2E">
        <w:rPr>
          <w:rtl/>
        </w:rPr>
        <w:t xml:space="preserve"> حتَّى تأخذ هي</w:t>
      </w:r>
      <w:r w:rsidR="00F13C51">
        <w:rPr>
          <w:rtl/>
        </w:rPr>
        <w:t xml:space="preserve"> - </w:t>
      </w:r>
      <w:r w:rsidRPr="00827C2E">
        <w:rPr>
          <w:rtl/>
        </w:rPr>
        <w:t>مِن تنبُّهها</w:t>
      </w:r>
      <w:r w:rsidR="00F13C51">
        <w:rPr>
          <w:rtl/>
        </w:rPr>
        <w:t xml:space="preserve"> - </w:t>
      </w:r>
      <w:r w:rsidRPr="00827C2E">
        <w:rPr>
          <w:rtl/>
        </w:rPr>
        <w:t>ما تحتاجه وهي تمشي دروبها الصاعدة</w:t>
      </w:r>
      <w:r w:rsidR="00F13C51">
        <w:rPr>
          <w:rtl/>
        </w:rPr>
        <w:t>،</w:t>
      </w:r>
      <w:r w:rsidRPr="00827C2E">
        <w:rPr>
          <w:rtl/>
        </w:rPr>
        <w:t xml:space="preserve"> ولقد توصَّلت إلى نوع مِن الشفقة على كلِّ الذين راحوا يتسلَّمون أزمَّة أمرها</w:t>
      </w:r>
      <w:r w:rsidR="00F13C51">
        <w:rPr>
          <w:rtl/>
        </w:rPr>
        <w:t>،</w:t>
      </w:r>
      <w:r w:rsidRPr="00827C2E">
        <w:rPr>
          <w:rtl/>
        </w:rPr>
        <w:t xml:space="preserve"> فرأيتهم مأخوذين بكلِّ خديعة ضلَّلتهم الدنيا بها عن ربط أُمور الأُمَّة بسياساتها السليمة</w:t>
      </w:r>
      <w:r w:rsidR="00F13C51">
        <w:rPr>
          <w:rtl/>
        </w:rPr>
        <w:t>،</w:t>
      </w:r>
      <w:r w:rsidRPr="00827C2E">
        <w:rPr>
          <w:rtl/>
        </w:rPr>
        <w:t xml:space="preserve"> وما كان ذلك خطأهم وحدهم في خِفَّة رُشدهم</w:t>
      </w:r>
      <w:r w:rsidR="00F13C51">
        <w:rPr>
          <w:rtl/>
        </w:rPr>
        <w:t>،</w:t>
      </w:r>
      <w:r w:rsidRPr="00827C2E">
        <w:rPr>
          <w:rtl/>
        </w:rPr>
        <w:t xml:space="preserve"> أكثر مِمَّا كان في عدم قابليَّة الأُمَّة على الأخذ سدَّاً لحاجاتها</w:t>
      </w:r>
      <w:r w:rsidR="00F13C51">
        <w:rPr>
          <w:rtl/>
        </w:rPr>
        <w:t>؛</w:t>
      </w:r>
      <w:r w:rsidRPr="00827C2E">
        <w:rPr>
          <w:rtl/>
        </w:rPr>
        <w:t xml:space="preserve"> لأنَّ القيِّمين لم يتمكَّنوا مِن تنشيط قُدراتها</w:t>
      </w:r>
      <w:r w:rsidR="00F13C51">
        <w:rPr>
          <w:rtl/>
        </w:rPr>
        <w:t>،</w:t>
      </w:r>
      <w:r w:rsidRPr="00827C2E">
        <w:rPr>
          <w:rtl/>
        </w:rPr>
        <w:t xml:space="preserve"> وتنبيه طاقاتها</w:t>
      </w:r>
      <w:r w:rsidR="00F13C51">
        <w:rPr>
          <w:rtl/>
        </w:rPr>
        <w:t>؛</w:t>
      </w:r>
      <w:r w:rsidRPr="00827C2E">
        <w:rPr>
          <w:rtl/>
        </w:rPr>
        <w:t xml:space="preserve"> لأنَّهم القيِّمون ا</w:t>
      </w:r>
      <w:r w:rsidR="002C2DD7">
        <w:rPr>
          <w:rtl/>
        </w:rPr>
        <w:t>لمـُ</w:t>
      </w:r>
      <w:r w:rsidRPr="00827C2E">
        <w:rPr>
          <w:rtl/>
        </w:rPr>
        <w:t>تطفِّلون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مِن هنا أنَّ الشفقة التي تولَّدت فيَّ</w:t>
      </w:r>
      <w:r w:rsidR="00F13C51">
        <w:rPr>
          <w:rtl/>
        </w:rPr>
        <w:t>،</w:t>
      </w:r>
      <w:r w:rsidRPr="00827C2E">
        <w:rPr>
          <w:rtl/>
        </w:rPr>
        <w:t xml:space="preserve"> جعلتني أتجاوز كلَّ هؤلاء الذين أبعدونا عن حقيقة الحُكم</w:t>
      </w:r>
      <w:r w:rsidR="00F13C51">
        <w:rPr>
          <w:rtl/>
        </w:rPr>
        <w:t>،</w:t>
      </w:r>
      <w:r w:rsidRPr="00827C2E">
        <w:rPr>
          <w:rtl/>
        </w:rPr>
        <w:t xml:space="preserve"> وحقيقة التعهُّد الموكول إلينا القيام به</w:t>
      </w:r>
      <w:r w:rsidR="00F13C51">
        <w:rPr>
          <w:rtl/>
        </w:rPr>
        <w:t>،</w:t>
      </w:r>
      <w:r w:rsidRPr="00827C2E">
        <w:rPr>
          <w:rtl/>
        </w:rPr>
        <w:t xml:space="preserve"> عن طريق الإمامة المرسومة في ذهن جَدِّي</w:t>
      </w:r>
      <w:r w:rsidR="00F13C51">
        <w:rPr>
          <w:rtl/>
        </w:rPr>
        <w:t>،</w:t>
      </w:r>
      <w:r w:rsidRPr="00827C2E">
        <w:rPr>
          <w:rtl/>
        </w:rPr>
        <w:t xml:space="preserve"> إلى اعتبارهم مرُّوا مروراً خفيفاً على الساحة</w:t>
      </w:r>
      <w:r w:rsidR="00F13C51">
        <w:rPr>
          <w:rtl/>
        </w:rPr>
        <w:t>،</w:t>
      </w:r>
      <w:r w:rsidRPr="00827C2E">
        <w:rPr>
          <w:rtl/>
        </w:rPr>
        <w:t xml:space="preserve"> التي ما قصدوا إلاَّ أنْ يلعبوا فيها</w:t>
      </w:r>
      <w:r w:rsidR="00F13C51">
        <w:rPr>
          <w:rtl/>
        </w:rPr>
        <w:t>،</w:t>
      </w:r>
      <w:r w:rsidRPr="00827C2E">
        <w:rPr>
          <w:rtl/>
        </w:rPr>
        <w:t xml:space="preserve"> وقصدت أنْ أُبرئ عيني وبالي منهم</w:t>
      </w:r>
      <w:r w:rsidR="00F13C51">
        <w:rPr>
          <w:rtl/>
        </w:rPr>
        <w:t>،</w:t>
      </w:r>
      <w:r w:rsidRPr="00827C2E">
        <w:rPr>
          <w:rtl/>
        </w:rPr>
        <w:t xml:space="preserve"> وأنْ أُقدِّم للأُمَّة ما أراها بحاجة إليه حتَّى تُعزِّز خطواتها مِن مسيرة اليوم إلى مسيرة الغد</w:t>
      </w:r>
      <w:r w:rsidR="00F13C51">
        <w:rPr>
          <w:rtl/>
        </w:rPr>
        <w:t>،</w:t>
      </w:r>
      <w:r w:rsidRPr="00827C2E">
        <w:rPr>
          <w:rtl/>
        </w:rPr>
        <w:t xml:space="preserve"> أمَّا الحاجة التي رأيتها الآن ماسَّة في حياة الأُمَّة ووجودها الكبير</w:t>
      </w:r>
      <w:r w:rsidR="00F13C51">
        <w:rPr>
          <w:rtl/>
        </w:rPr>
        <w:t>،</w:t>
      </w:r>
      <w:r w:rsidRPr="00827C2E">
        <w:rPr>
          <w:rtl/>
        </w:rPr>
        <w:t xml:space="preserve"> والتي لا يُمكنها أنْ تعيش إلاَّ بها</w:t>
      </w:r>
      <w:r w:rsidR="00F13C51">
        <w:rPr>
          <w:rtl/>
        </w:rPr>
        <w:t>،</w:t>
      </w:r>
      <w:r w:rsidRPr="00827C2E">
        <w:rPr>
          <w:rtl/>
        </w:rPr>
        <w:t xml:space="preserve"> فهي أنْ تكتشف دائماً وأبداً ما هو مزروع في روعة طويَّتها</w:t>
      </w:r>
      <w:r w:rsidR="00F13C51">
        <w:rPr>
          <w:rtl/>
        </w:rPr>
        <w:t>،</w:t>
      </w:r>
      <w:r w:rsidRPr="00827C2E">
        <w:rPr>
          <w:rtl/>
        </w:rPr>
        <w:t xml:space="preserve"> مِن إباء يتدرَّج نوعه مِن سُلَّم إلى سُلَّم</w:t>
      </w:r>
      <w:r w:rsidR="00F13C51">
        <w:rPr>
          <w:rtl/>
        </w:rPr>
        <w:t>،</w:t>
      </w:r>
      <w:r w:rsidRPr="00827C2E">
        <w:rPr>
          <w:rtl/>
        </w:rPr>
        <w:t xml:space="preserve"> حتَّى يتَّصف أخيراً بذلك الذي يُسمَّى عنفواناً تتسلَّح به العواصف والأعاصير</w:t>
      </w:r>
      <w:r w:rsidR="00F13C51">
        <w:rPr>
          <w:rtl/>
        </w:rPr>
        <w:t>،</w:t>
      </w:r>
      <w:r w:rsidRPr="00827C2E">
        <w:rPr>
          <w:rtl/>
        </w:rPr>
        <w:t xml:space="preserve"> كأنَّه وحده هو الثورة التي لا تقبل الذِّلَّ إلاَّ لتُبيده مِن أمامها</w:t>
      </w:r>
      <w:r w:rsidR="00F13C51">
        <w:rPr>
          <w:rtl/>
        </w:rPr>
        <w:t>،</w:t>
      </w:r>
      <w:r w:rsidRPr="00827C2E">
        <w:rPr>
          <w:rtl/>
        </w:rPr>
        <w:t xml:space="preserve"> ولتمحو اسمه مِن حقيقة الإنسان</w:t>
      </w:r>
      <w:r w:rsidR="00F13C51">
        <w:rPr>
          <w:rtl/>
        </w:rPr>
        <w:t>،</w:t>
      </w:r>
      <w:r w:rsidRPr="00827C2E">
        <w:rPr>
          <w:rtl/>
        </w:rPr>
        <w:t xml:space="preserve"> لقد تثبَّت لي أنَّ ا</w:t>
      </w:r>
      <w:r w:rsidR="002C2DD7">
        <w:rPr>
          <w:rtl/>
        </w:rPr>
        <w:t>لمـُ</w:t>
      </w:r>
      <w:r w:rsidRPr="00827C2E">
        <w:rPr>
          <w:rtl/>
        </w:rPr>
        <w:t xml:space="preserve">جتمع الذي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827C2E">
        <w:rPr>
          <w:rtl/>
        </w:rPr>
        <w:lastRenderedPageBreak/>
        <w:t>يلفظه الذِّلُّ هو الواصل</w:t>
      </w:r>
      <w:r w:rsidR="00F13C51">
        <w:rPr>
          <w:rtl/>
        </w:rPr>
        <w:t xml:space="preserve"> - </w:t>
      </w:r>
      <w:r w:rsidRPr="00827C2E">
        <w:rPr>
          <w:rtl/>
        </w:rPr>
        <w:t>بلا رحمة</w:t>
      </w:r>
      <w:r w:rsidR="00F13C51">
        <w:rPr>
          <w:rtl/>
        </w:rPr>
        <w:t xml:space="preserve"> - </w:t>
      </w:r>
      <w:r w:rsidRPr="00827C2E">
        <w:rPr>
          <w:rtl/>
        </w:rPr>
        <w:t>إلى رغوة الغثيان</w:t>
      </w:r>
      <w:r w:rsidR="00F13C51">
        <w:rPr>
          <w:rtl/>
        </w:rPr>
        <w:t>؛</w:t>
      </w:r>
      <w:r w:rsidRPr="00827C2E">
        <w:rPr>
          <w:rtl/>
        </w:rPr>
        <w:t xml:space="preserve"> لأنَّه وحده هو بَلادة في الفهم والروح</w:t>
      </w:r>
      <w:r w:rsidR="00F13C51">
        <w:rPr>
          <w:rtl/>
        </w:rPr>
        <w:t>،</w:t>
      </w:r>
      <w:r w:rsidRPr="00827C2E">
        <w:rPr>
          <w:rtl/>
        </w:rPr>
        <w:t xml:space="preserve"> وغثيان لا يُنتج إلاَّ رغوة السَّمِّ</w:t>
      </w:r>
      <w:r w:rsidR="00106DAF">
        <w:rPr>
          <w:rtl/>
        </w:rPr>
        <w:t>!</w:t>
      </w:r>
      <w:r w:rsidRPr="00827C2E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توصَّل الحسين إلى هذا الفاصل مِن حديثه</w:t>
      </w:r>
      <w:r w:rsidR="00F13C51">
        <w:rPr>
          <w:rtl/>
        </w:rPr>
        <w:t>،</w:t>
      </w:r>
      <w:r w:rsidRPr="00827C2E">
        <w:rPr>
          <w:rtl/>
        </w:rPr>
        <w:t xml:space="preserve"> وسكت كأنَّ إعياء هبط على عينيه</w:t>
      </w:r>
      <w:r w:rsidR="00F13C51">
        <w:rPr>
          <w:rtl/>
        </w:rPr>
        <w:t>،</w:t>
      </w:r>
      <w:r w:rsidRPr="00827C2E">
        <w:rPr>
          <w:rtl/>
        </w:rPr>
        <w:t xml:space="preserve"> فأغمضهما على عزم في روحه بقيت تنشط به كلُّ سمات كانت تَخفق بين طيات جبينه</w:t>
      </w:r>
      <w:r w:rsidR="00F13C51">
        <w:rPr>
          <w:rtl/>
        </w:rPr>
        <w:t>،</w:t>
      </w:r>
      <w:r w:rsidRPr="00827C2E">
        <w:rPr>
          <w:rtl/>
        </w:rPr>
        <w:t xml:space="preserve"> وتنساق قرمزيَّة فوق وجنتيه</w:t>
      </w:r>
      <w:r w:rsidR="00F13C51">
        <w:rPr>
          <w:rtl/>
        </w:rPr>
        <w:t>،</w:t>
      </w:r>
      <w:r w:rsidRPr="00827C2E">
        <w:rPr>
          <w:rtl/>
        </w:rPr>
        <w:t xml:space="preserve"> وعلى خطوط شفتيه</w:t>
      </w:r>
      <w:r w:rsidR="00F13C51">
        <w:rPr>
          <w:rtl/>
        </w:rPr>
        <w:t>،</w:t>
      </w:r>
      <w:r w:rsidRPr="00827C2E">
        <w:rPr>
          <w:rtl/>
        </w:rPr>
        <w:t xml:space="preserve"> ولكنَّه بعد دقيقتين على الأكثر فتح عينيه على أخيه محمد كأنَّه يستفهم</w:t>
      </w:r>
      <w:r w:rsidR="00F13C51">
        <w:rPr>
          <w:rtl/>
        </w:rPr>
        <w:t>،</w:t>
      </w:r>
      <w:r w:rsidRPr="00827C2E">
        <w:rPr>
          <w:rtl/>
        </w:rPr>
        <w:t xml:space="preserve"> فاحتواه أخوه بذِراعيه وهو يقول</w:t>
      </w:r>
      <w:r w:rsidR="00F13C51">
        <w:rPr>
          <w:rtl/>
        </w:rPr>
        <w:t>: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محمد</w:t>
      </w:r>
      <w:r w:rsidR="00F13C51">
        <w:rPr>
          <w:rtl/>
        </w:rPr>
        <w:t>:</w:t>
      </w:r>
      <w:r w:rsidRPr="00827C2E">
        <w:rPr>
          <w:rtl/>
        </w:rPr>
        <w:t xml:space="preserve"> إنِّي مأخوذ بما تقول</w:t>
      </w:r>
      <w:r w:rsidR="00F13C51">
        <w:rPr>
          <w:rtl/>
        </w:rPr>
        <w:t xml:space="preserve"> - </w:t>
      </w:r>
      <w:r w:rsidRPr="00827C2E">
        <w:rPr>
          <w:rtl/>
        </w:rPr>
        <w:t>أيُّها الإمام</w:t>
      </w:r>
      <w:r w:rsidR="00F13C51">
        <w:rPr>
          <w:rtl/>
        </w:rPr>
        <w:t xml:space="preserve"> - </w:t>
      </w:r>
      <w:r w:rsidRPr="00827C2E">
        <w:rPr>
          <w:rtl/>
        </w:rPr>
        <w:t>بدأت أُحسُّك ثورة في دمي</w:t>
      </w:r>
      <w:r w:rsidR="00F13C51">
        <w:rPr>
          <w:rtl/>
        </w:rPr>
        <w:t>،</w:t>
      </w:r>
      <w:r w:rsidRPr="00827C2E">
        <w:rPr>
          <w:rtl/>
        </w:rPr>
        <w:t xml:space="preserve"> ولكنَّها ثورة تفعل بك</w:t>
      </w:r>
      <w:r w:rsidR="00F13C51">
        <w:rPr>
          <w:rtl/>
        </w:rPr>
        <w:t>،</w:t>
      </w:r>
      <w:r w:rsidRPr="00827C2E">
        <w:rPr>
          <w:rtl/>
        </w:rPr>
        <w:t xml:space="preserve"> لقد بسطت شطراً مِن حديثك هذا</w:t>
      </w:r>
      <w:r w:rsidR="00F13C51">
        <w:rPr>
          <w:rtl/>
        </w:rPr>
        <w:t>،</w:t>
      </w:r>
      <w:r w:rsidRPr="00827C2E">
        <w:rPr>
          <w:rtl/>
        </w:rPr>
        <w:t xml:space="preserve"> فهل أنت تعبت عن الشطر الآخر</w:t>
      </w:r>
      <w:r w:rsidR="00106DAF">
        <w:rPr>
          <w:rtl/>
        </w:rPr>
        <w:t>؟</w:t>
      </w:r>
      <w:r w:rsidRPr="00827C2E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827C2E">
        <w:rPr>
          <w:rtl/>
        </w:rPr>
        <w:t>الحسين</w:t>
      </w:r>
      <w:r w:rsidR="00F13C51">
        <w:rPr>
          <w:rtl/>
        </w:rPr>
        <w:t>:</w:t>
      </w:r>
      <w:r w:rsidRPr="00827C2E">
        <w:rPr>
          <w:rtl/>
        </w:rPr>
        <w:t xml:space="preserve"> حتَّى التعب</w:t>
      </w:r>
      <w:r w:rsidR="00F13C51">
        <w:rPr>
          <w:rtl/>
        </w:rPr>
        <w:t xml:space="preserve"> - </w:t>
      </w:r>
      <w:r w:rsidRPr="00827C2E">
        <w:rPr>
          <w:rtl/>
        </w:rPr>
        <w:t>يا أخي محمد</w:t>
      </w:r>
      <w:r w:rsidR="00F13C51">
        <w:rPr>
          <w:rtl/>
        </w:rPr>
        <w:t xml:space="preserve"> - </w:t>
      </w:r>
      <w:r w:rsidRPr="00827C2E">
        <w:rPr>
          <w:rtl/>
        </w:rPr>
        <w:t>فهو غير مسموح له أنْ يكسرني</w:t>
      </w:r>
      <w:r w:rsidR="00F13C51">
        <w:rPr>
          <w:rtl/>
        </w:rPr>
        <w:t>،</w:t>
      </w:r>
      <w:r w:rsidRPr="00827C2E">
        <w:rPr>
          <w:rtl/>
        </w:rPr>
        <w:t xml:space="preserve"> ما أطيبك</w:t>
      </w:r>
      <w:r w:rsidR="00106DAF">
        <w:rPr>
          <w:rtl/>
        </w:rPr>
        <w:t>!</w:t>
      </w:r>
      <w:r w:rsidRPr="00827C2E">
        <w:rPr>
          <w:rtl/>
        </w:rPr>
        <w:t xml:space="preserve"> دائماً تُصغي</w:t>
      </w:r>
      <w:r w:rsidR="00F13C51">
        <w:rPr>
          <w:rtl/>
        </w:rPr>
        <w:t>،</w:t>
      </w:r>
      <w:r w:rsidRPr="00827C2E">
        <w:rPr>
          <w:rtl/>
        </w:rPr>
        <w:t xml:space="preserve"> قلت</w:t>
      </w:r>
      <w:r w:rsidR="00F13C51">
        <w:rPr>
          <w:rtl/>
        </w:rPr>
        <w:t>:</w:t>
      </w:r>
      <w:r w:rsidRPr="00827C2E">
        <w:rPr>
          <w:rtl/>
        </w:rPr>
        <w:t xml:space="preserve"> إنَّ الأُمَّة تأخذ حاجتها بعد عمليَّة التنبيه</w:t>
      </w:r>
      <w:r w:rsidR="00F13C51">
        <w:rPr>
          <w:rtl/>
        </w:rPr>
        <w:t>،</w:t>
      </w:r>
      <w:r w:rsidRPr="00827C2E">
        <w:rPr>
          <w:rtl/>
        </w:rPr>
        <w:t xml:space="preserve"> وها أنِّي أقوم با</w:t>
      </w:r>
      <w:r w:rsidR="002C2DD7">
        <w:rPr>
          <w:rtl/>
        </w:rPr>
        <w:t>لمـُ</w:t>
      </w:r>
      <w:r w:rsidRPr="00827C2E">
        <w:rPr>
          <w:rtl/>
        </w:rPr>
        <w:t>همَّة</w:t>
      </w:r>
      <w:r w:rsidR="00F13C51">
        <w:rPr>
          <w:rtl/>
        </w:rPr>
        <w:t>،</w:t>
      </w:r>
      <w:r w:rsidRPr="00827C2E">
        <w:rPr>
          <w:rtl/>
        </w:rPr>
        <w:t xml:space="preserve"> سأبدأ بيزيد فأُعلِّمه أنَّ خلافة جَدِّي ليست له أصلاً</w:t>
      </w:r>
      <w:r w:rsidR="00F13C51">
        <w:rPr>
          <w:rtl/>
        </w:rPr>
        <w:t>،</w:t>
      </w:r>
      <w:r w:rsidRPr="00827C2E">
        <w:rPr>
          <w:rtl/>
        </w:rPr>
        <w:t xml:space="preserve"> ولا لأيِّ آخر يخسر الفهم والتصميم</w:t>
      </w:r>
      <w:r w:rsidR="00106DAF">
        <w:rPr>
          <w:rtl/>
        </w:rPr>
        <w:t>!</w:t>
      </w:r>
      <w:r w:rsidRPr="00827C2E">
        <w:rPr>
          <w:rtl/>
        </w:rPr>
        <w:t>!! وأنِّي إنْ لم استردَّها بضربة السيف</w:t>
      </w:r>
      <w:r w:rsidR="00F13C51">
        <w:rPr>
          <w:rtl/>
        </w:rPr>
        <w:t>،</w:t>
      </w:r>
      <w:r w:rsidRPr="00827C2E">
        <w:rPr>
          <w:rtl/>
        </w:rPr>
        <w:t xml:space="preserve"> فبمُكنتي أنْ أُحرِّرها بخفقة الرفض</w:t>
      </w:r>
      <w:r w:rsidR="00F13C51">
        <w:rPr>
          <w:rtl/>
        </w:rPr>
        <w:t>،</w:t>
      </w:r>
      <w:r w:rsidRPr="00827C2E">
        <w:rPr>
          <w:rtl/>
        </w:rPr>
        <w:t xml:space="preserve"> وسيحصل ذلك تحت عينيِّ الأُمَّة</w:t>
      </w:r>
      <w:r w:rsidR="00F13C51">
        <w:rPr>
          <w:rtl/>
        </w:rPr>
        <w:t>؛</w:t>
      </w:r>
      <w:r w:rsidRPr="00827C2E">
        <w:rPr>
          <w:rtl/>
        </w:rPr>
        <w:t xml:space="preserve"> تعليماً لها أنَّ العُنفوان الصحيح هو في النفوس الأبيَّة</w:t>
      </w:r>
      <w:r w:rsidR="00F13C51">
        <w:rPr>
          <w:rtl/>
        </w:rPr>
        <w:t>،</w:t>
      </w:r>
      <w:r w:rsidRPr="00827C2E">
        <w:rPr>
          <w:rtl/>
        </w:rPr>
        <w:t xml:space="preserve"> وأنَّه وحده ا</w:t>
      </w:r>
      <w:r w:rsidR="002C2DD7">
        <w:rPr>
          <w:rtl/>
        </w:rPr>
        <w:t>لمـُ</w:t>
      </w:r>
      <w:r w:rsidRPr="00827C2E">
        <w:rPr>
          <w:rtl/>
        </w:rPr>
        <w:t>تلقَّط بروعة التصميم</w:t>
      </w:r>
      <w:r w:rsidR="00F13C51">
        <w:rPr>
          <w:rtl/>
        </w:rPr>
        <w:t>،</w:t>
      </w:r>
      <w:r w:rsidRPr="00827C2E">
        <w:rPr>
          <w:rtl/>
        </w:rPr>
        <w:t xml:space="preserve"> وعندئذ تُفتِّش عنِّي الأُمَّة فتجدني في دائرة التصميم</w:t>
      </w:r>
      <w:r w:rsidR="00F13C51">
        <w:rPr>
          <w:rtl/>
        </w:rPr>
        <w:t>،</w:t>
      </w:r>
      <w:r w:rsidRPr="00827C2E">
        <w:rPr>
          <w:rtl/>
        </w:rPr>
        <w:t xml:space="preserve"> أنا لا أُبشِّر الأُمَّة بالذِّلِّ والاستكانة</w:t>
      </w:r>
      <w:r w:rsidR="00F13C51">
        <w:rPr>
          <w:rtl/>
        </w:rPr>
        <w:t>،</w:t>
      </w:r>
      <w:r w:rsidRPr="00827C2E">
        <w:rPr>
          <w:rtl/>
        </w:rPr>
        <w:t xml:space="preserve"> أمَّا القدوة الحيَّة فستكون البادرة الأُولى أقوم بها وأنا في روعة الرفض</w:t>
      </w:r>
      <w:r w:rsidR="00F13C51">
        <w:rPr>
          <w:rtl/>
        </w:rPr>
        <w:t>،</w:t>
      </w:r>
      <w:r w:rsidRPr="00827C2E">
        <w:rPr>
          <w:rtl/>
        </w:rPr>
        <w:t xml:space="preserve"> فإذا كان للرفض</w:t>
      </w:r>
      <w:r w:rsidR="00F13C51">
        <w:rPr>
          <w:rtl/>
        </w:rPr>
        <w:t xml:space="preserve"> - </w:t>
      </w:r>
      <w:r w:rsidRPr="00827C2E">
        <w:rPr>
          <w:rtl/>
        </w:rPr>
        <w:t>بعد</w:t>
      </w:r>
      <w:r w:rsidR="00F13C51">
        <w:rPr>
          <w:rtl/>
        </w:rPr>
        <w:t xml:space="preserve"> - </w:t>
      </w:r>
      <w:r w:rsidRPr="00827C2E">
        <w:rPr>
          <w:rtl/>
        </w:rPr>
        <w:t>أنْ يُعلِّم يزيد قراءة الحَقِّ</w:t>
      </w:r>
      <w:r w:rsidR="00F13C51">
        <w:rPr>
          <w:rtl/>
        </w:rPr>
        <w:t>،</w:t>
      </w:r>
      <w:r w:rsidRPr="00827C2E">
        <w:rPr>
          <w:rtl/>
        </w:rPr>
        <w:t xml:space="preserve"> فإنَّه ا</w:t>
      </w:r>
      <w:r w:rsidR="002C2DD7">
        <w:rPr>
          <w:rtl/>
        </w:rPr>
        <w:t>لمـُ</w:t>
      </w:r>
      <w:r w:rsidRPr="00827C2E">
        <w:rPr>
          <w:rtl/>
        </w:rPr>
        <w:t>تنحِّي أمامي عن ولاية ليست له</w:t>
      </w:r>
      <w:r w:rsidR="00F13C51">
        <w:rPr>
          <w:rtl/>
        </w:rPr>
        <w:t>،</w:t>
      </w:r>
      <w:r w:rsidRPr="00827C2E">
        <w:rPr>
          <w:rtl/>
        </w:rPr>
        <w:t xml:space="preserve"> أمَّا أنْ لا يرضى إلاَّ بعُنقي ثمناً لمجده الأسود</w:t>
      </w:r>
      <w:r w:rsidR="00F13C51">
        <w:rPr>
          <w:rtl/>
        </w:rPr>
        <w:t>،</w:t>
      </w:r>
      <w:r w:rsidRPr="00827C2E">
        <w:rPr>
          <w:rtl/>
        </w:rPr>
        <w:t xml:space="preserve"> فعندئذ تعرف الأُمَّة أنَّ مِن دمي الفدية التي هي الثروة ا</w:t>
      </w:r>
      <w:r w:rsidR="002C2DD7">
        <w:rPr>
          <w:rtl/>
        </w:rPr>
        <w:t>لمـُ</w:t>
      </w:r>
      <w:r w:rsidRPr="00827C2E">
        <w:rPr>
          <w:rtl/>
        </w:rPr>
        <w:t>كتنزة</w:t>
      </w:r>
      <w:r w:rsidR="00F13C51">
        <w:rPr>
          <w:rtl/>
        </w:rPr>
        <w:t>،</w:t>
      </w:r>
      <w:r w:rsidRPr="00827C2E">
        <w:rPr>
          <w:rtl/>
        </w:rPr>
        <w:t xml:space="preserve"> وهي التي ستبقى لها مِن جيل 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إلى جيل</w:t>
      </w:r>
      <w:r w:rsidR="00F13C51">
        <w:rPr>
          <w:rtl/>
        </w:rPr>
        <w:t>،</w:t>
      </w:r>
      <w:r w:rsidRPr="00F27F38">
        <w:rPr>
          <w:rtl/>
        </w:rPr>
        <w:t xml:space="preserve"> تزرعها في خزائن روحها</w:t>
      </w:r>
      <w:r w:rsidR="00F13C51">
        <w:rPr>
          <w:rtl/>
        </w:rPr>
        <w:t>،</w:t>
      </w:r>
      <w:r w:rsidRPr="00F27F38">
        <w:rPr>
          <w:rtl/>
        </w:rPr>
        <w:t xml:space="preserve"> فتُورق وتُزهر وتُثمر المجد الذي يحيا به مُجتمع الإنسان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تفوَّه الحسين بمثل هذا المعنى الموشَّى بالدم</w:t>
      </w:r>
      <w:r w:rsidR="00F13C51">
        <w:rPr>
          <w:rtl/>
        </w:rPr>
        <w:t>،</w:t>
      </w:r>
      <w:r w:rsidRPr="00F27F38">
        <w:rPr>
          <w:rtl/>
        </w:rPr>
        <w:t xml:space="preserve"> وسكت كما يسكت البُركان بعد قذفه غمراً مِن الحُمَم</w:t>
      </w:r>
      <w:r w:rsidR="00F13C51">
        <w:rPr>
          <w:rtl/>
        </w:rPr>
        <w:t>،</w:t>
      </w:r>
      <w:r w:rsidRPr="00F27F38">
        <w:rPr>
          <w:rtl/>
        </w:rPr>
        <w:t xml:space="preserve"> أمَّا الفجر فإنَّه كان يلوح بتباشيره ا</w:t>
      </w:r>
      <w:r w:rsidR="002C2DD7">
        <w:rPr>
          <w:rtl/>
        </w:rPr>
        <w:t>لمـُ</w:t>
      </w:r>
      <w:r w:rsidRPr="00F27F38">
        <w:rPr>
          <w:rtl/>
        </w:rPr>
        <w:t>نسلَّة مِن الطاقة العُليا</w:t>
      </w:r>
      <w:r w:rsidR="00F13C51">
        <w:rPr>
          <w:rtl/>
        </w:rPr>
        <w:t>،</w:t>
      </w:r>
      <w:r w:rsidRPr="00F27F38">
        <w:rPr>
          <w:rtl/>
        </w:rPr>
        <w:t xml:space="preserve"> المزروعة في حائط الغرفة في هذه اللحظة</w:t>
      </w:r>
      <w:r w:rsidR="00F13C51">
        <w:rPr>
          <w:rtl/>
        </w:rPr>
        <w:t>،</w:t>
      </w:r>
      <w:r w:rsidRPr="00F27F38">
        <w:rPr>
          <w:rtl/>
        </w:rPr>
        <w:t xml:space="preserve"> وابن الحنفيَّة مُتكفكف بإطراقه كأنَّه تعبٌ محزونٌ</w:t>
      </w:r>
      <w:r w:rsidR="00F13C51">
        <w:rPr>
          <w:rtl/>
        </w:rPr>
        <w:t>،</w:t>
      </w:r>
      <w:r w:rsidRPr="00F27F38">
        <w:rPr>
          <w:rtl/>
        </w:rPr>
        <w:t xml:space="preserve"> فتح الباب على مَهلٍ أسعد الهجري</w:t>
      </w:r>
      <w:r w:rsidR="00F13C51">
        <w:rPr>
          <w:rtl/>
        </w:rPr>
        <w:t>،</w:t>
      </w:r>
      <w:r w:rsidRPr="00F27F38">
        <w:rPr>
          <w:rtl/>
        </w:rPr>
        <w:t xml:space="preserve"> فرأى الرجلين تحت وطأة مِن وعي ضائع بين يقظة ويقظة</w:t>
      </w:r>
      <w:r w:rsidR="00F13C51">
        <w:rPr>
          <w:rtl/>
        </w:rPr>
        <w:t>،</w:t>
      </w:r>
      <w:r w:rsidRPr="00F27F38">
        <w:rPr>
          <w:rtl/>
        </w:rPr>
        <w:t xml:space="preserve"> فأدرك أنَّهما كانا في المِعراج الآخر</w:t>
      </w:r>
      <w:r w:rsidR="00F13C51">
        <w:rPr>
          <w:rtl/>
        </w:rPr>
        <w:t>،</w:t>
      </w:r>
      <w:r w:rsidRPr="00F27F38">
        <w:rPr>
          <w:rtl/>
        </w:rPr>
        <w:t xml:space="preserve"> الذي كثيراً ما كان يرقى إليه أمامه الإمام الحسين</w:t>
      </w:r>
      <w:r w:rsidR="00F13C51">
        <w:rPr>
          <w:rtl/>
        </w:rPr>
        <w:t>،</w:t>
      </w:r>
      <w:r w:rsidRPr="00F27F38">
        <w:rPr>
          <w:rtl/>
        </w:rPr>
        <w:t xml:space="preserve"> فأغمض عينيه عليهما وأقفل الباب وانسحب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عندما انتبه الحسين وجد أخاه ينظر إليه</w:t>
      </w:r>
      <w:r w:rsidR="00F13C51">
        <w:rPr>
          <w:rtl/>
        </w:rPr>
        <w:t>،</w:t>
      </w:r>
      <w:r w:rsidRPr="00F27F38">
        <w:rPr>
          <w:rtl/>
        </w:rPr>
        <w:t xml:space="preserve"> ونور الشمس قد ملأ الديوان مِن الطاقة العُليا المفتوحة في الجدار</w:t>
      </w:r>
      <w:r w:rsidR="00F13C51">
        <w:rPr>
          <w:rtl/>
        </w:rPr>
        <w:t>،</w:t>
      </w:r>
      <w:r w:rsidRPr="00F27F38">
        <w:rPr>
          <w:rtl/>
        </w:rPr>
        <w:t xml:space="preserve"> فقال له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محمد</w:t>
      </w:r>
      <w:r w:rsidR="00F13C51">
        <w:rPr>
          <w:rtl/>
        </w:rPr>
        <w:t>:</w:t>
      </w:r>
      <w:r w:rsidRPr="00F27F38">
        <w:rPr>
          <w:rtl/>
        </w:rPr>
        <w:t xml:space="preserve"> عجباً</w:t>
      </w:r>
      <w:r w:rsidR="00F13C51">
        <w:rPr>
          <w:rtl/>
        </w:rPr>
        <w:t xml:space="preserve"> - </w:t>
      </w:r>
      <w:r w:rsidRPr="00F27F38">
        <w:rPr>
          <w:rtl/>
        </w:rPr>
        <w:t>يا أخي الحسين</w:t>
      </w:r>
      <w:r w:rsidR="00F13C51">
        <w:rPr>
          <w:rtl/>
        </w:rPr>
        <w:t xml:space="preserve"> - </w:t>
      </w:r>
      <w:r w:rsidRPr="00F27F38">
        <w:rPr>
          <w:rtl/>
        </w:rPr>
        <w:t>ألم تكن تُحدِّثني في الليل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ولكنَّنا الآن في يوم آخر</w:t>
      </w:r>
      <w:r w:rsidR="00F13C51">
        <w:rPr>
          <w:rtl/>
        </w:rPr>
        <w:t>،</w:t>
      </w:r>
      <w:r w:rsidRPr="00F27F38">
        <w:rPr>
          <w:rtl/>
        </w:rPr>
        <w:t xml:space="preserve"> هل تدري بحضرة مَن كنت</w:t>
      </w:r>
      <w:r w:rsidR="00106DAF">
        <w:rPr>
          <w:rtl/>
        </w:rPr>
        <w:t>؟</w:t>
      </w:r>
      <w:r w:rsidRPr="00F27F38">
        <w:rPr>
          <w:rtl/>
        </w:rPr>
        <w:t xml:space="preserve"> قبل أنْ يهلُّ علينا هذا الصباح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محمد</w:t>
      </w:r>
      <w:r w:rsidR="00F13C51">
        <w:rPr>
          <w:rtl/>
        </w:rPr>
        <w:t>:</w:t>
      </w:r>
      <w:r w:rsidRPr="00F27F38">
        <w:rPr>
          <w:rtl/>
        </w:rPr>
        <w:t xml:space="preserve"> كنت تُحدِّثني بمُبايعات القوم</w:t>
      </w:r>
      <w:r w:rsidR="00F13C51">
        <w:rPr>
          <w:rtl/>
        </w:rPr>
        <w:t>،</w:t>
      </w:r>
      <w:r w:rsidRPr="00F27F38">
        <w:rPr>
          <w:rtl/>
        </w:rPr>
        <w:t xml:space="preserve"> وها أنِّي الآن أُحدِّثك أنْ تُشفق على نفسك وعلينا</w:t>
      </w:r>
      <w:r w:rsidR="00F13C51">
        <w:rPr>
          <w:rtl/>
        </w:rPr>
        <w:t>،</w:t>
      </w:r>
      <w:r w:rsidRPr="00F27F38">
        <w:rPr>
          <w:rtl/>
        </w:rPr>
        <w:t xml:space="preserve"> فلا ترحل لا تحمل عيالك ونساءك</w:t>
      </w:r>
      <w:r w:rsidR="00F13C51">
        <w:rPr>
          <w:rtl/>
        </w:rPr>
        <w:t>،</w:t>
      </w:r>
      <w:r w:rsidRPr="00F27F38">
        <w:rPr>
          <w:rtl/>
        </w:rPr>
        <w:t xml:space="preserve"> ولا تَرمهم إلى التهلُكة</w:t>
      </w:r>
      <w:r w:rsidR="00F13C51">
        <w:rPr>
          <w:rtl/>
        </w:rPr>
        <w:t>،</w:t>
      </w:r>
      <w:r w:rsidRPr="00F27F38">
        <w:rPr>
          <w:rtl/>
        </w:rPr>
        <w:t xml:space="preserve"> وأنْ تُرِدْ أنْ ترحل فإلى اليمن ارحَل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ولكنِّي إلى الكوفة سأرحل</w:t>
      </w:r>
      <w:r w:rsidR="00106DAF">
        <w:rPr>
          <w:rtl/>
        </w:rPr>
        <w:t>!</w:t>
      </w:r>
      <w:r w:rsidRPr="00F27F38">
        <w:rPr>
          <w:rtl/>
        </w:rPr>
        <w:t>!! إلى الأرض التي امتصَّت دماء أبي عليٍّ سأرحل</w:t>
      </w:r>
      <w:r w:rsidR="00106DAF">
        <w:rPr>
          <w:rtl/>
        </w:rPr>
        <w:t>!</w:t>
      </w:r>
      <w:r w:rsidRPr="00F27F38">
        <w:rPr>
          <w:rtl/>
        </w:rPr>
        <w:t>!! أتاني مُنذ لحظة رسول الله وقال لي</w:t>
      </w:r>
      <w:r w:rsidR="00F13C51">
        <w:rPr>
          <w:rtl/>
        </w:rPr>
        <w:t>:</w:t>
      </w:r>
      <w:r w:rsidRPr="00F27F38">
        <w:rPr>
          <w:rtl/>
        </w:rPr>
        <w:t xml:space="preserve"> ( يا حسين</w:t>
      </w:r>
      <w:r w:rsidR="00F13C51">
        <w:rPr>
          <w:rtl/>
        </w:rPr>
        <w:t>،</w:t>
      </w:r>
      <w:r w:rsidRPr="00F27F38">
        <w:rPr>
          <w:rtl/>
        </w:rPr>
        <w:t xml:space="preserve"> اخرُج</w:t>
      </w:r>
      <w:r w:rsidR="00F13C51">
        <w:rPr>
          <w:rtl/>
        </w:rPr>
        <w:t>؛</w:t>
      </w:r>
      <w:r w:rsidRPr="00F27F38">
        <w:rPr>
          <w:rtl/>
        </w:rPr>
        <w:t xml:space="preserve"> فإنَّ الله قد شاء أنْ يراك قتيلاً</w:t>
      </w:r>
      <w:r w:rsidR="00F13C51">
        <w:rPr>
          <w:rtl/>
        </w:rPr>
        <w:t>،</w:t>
      </w:r>
      <w:r w:rsidRPr="00F27F38">
        <w:rPr>
          <w:rtl/>
        </w:rPr>
        <w:t xml:space="preserve"> وأنَّ الله قد شاء أنْ يرى نسائي سبايا )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بعد ساعة مِن الوقت كان الركب ا</w:t>
      </w:r>
      <w:r w:rsidR="002C2DD7">
        <w:rPr>
          <w:rtl/>
        </w:rPr>
        <w:t>لمـُ</w:t>
      </w:r>
      <w:r w:rsidRPr="00F27F38">
        <w:rPr>
          <w:rtl/>
        </w:rPr>
        <w:t>ؤلَّف مِن الحسين</w:t>
      </w:r>
      <w:r w:rsidR="00F13C51">
        <w:rPr>
          <w:rtl/>
        </w:rPr>
        <w:t>،</w:t>
      </w:r>
      <w:r w:rsidRPr="00F27F38">
        <w:rPr>
          <w:rtl/>
        </w:rPr>
        <w:t xml:space="preserve"> وأولاد الحسين وبَنيهم</w:t>
      </w:r>
      <w:r w:rsidR="00F13C51">
        <w:rPr>
          <w:rtl/>
        </w:rPr>
        <w:t>،</w:t>
      </w:r>
      <w:r w:rsidRPr="00F27F38">
        <w:rPr>
          <w:rtl/>
        </w:rPr>
        <w:t xml:space="preserve"> وكلُّ الأقرباء يملأون القافلة التي أعدَّها أسعد الهجري</w:t>
      </w:r>
      <w:r w:rsidR="00F13C51">
        <w:rPr>
          <w:rtl/>
        </w:rPr>
        <w:t>،</w:t>
      </w:r>
      <w:r w:rsidRPr="00F27F38">
        <w:rPr>
          <w:rtl/>
        </w:rPr>
        <w:t xml:space="preserve"> الذي مشى أمامهم نحو خُطوط القوافل مِن مَكَّة إلى أرض العراق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2Center"/>
        <w:rPr>
          <w:rtl/>
        </w:rPr>
      </w:pPr>
      <w:bookmarkStart w:id="26" w:name="07"/>
      <w:bookmarkStart w:id="27" w:name="_Toc395088378"/>
      <w:r w:rsidRPr="00F27F38">
        <w:rPr>
          <w:rtl/>
        </w:rPr>
        <w:lastRenderedPageBreak/>
        <w:t>كربلاء</w:t>
      </w:r>
      <w:bookmarkEnd w:id="27"/>
      <w:r w:rsidRPr="00F27F38">
        <w:rPr>
          <w:rtl/>
        </w:rPr>
        <w:t xml:space="preserve"> </w:t>
      </w:r>
      <w:bookmarkEnd w:id="26"/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وكربلاء</w:t>
      </w:r>
      <w:r w:rsidR="00F13C51">
        <w:rPr>
          <w:rtl/>
        </w:rPr>
        <w:t>،</w:t>
      </w:r>
      <w:r w:rsidRPr="00F27F38">
        <w:rPr>
          <w:rtl/>
        </w:rPr>
        <w:t xml:space="preserve"> إنِّي أتمثَّلها الخشبة العريضة</w:t>
      </w:r>
      <w:r w:rsidR="00F13C51">
        <w:rPr>
          <w:rtl/>
        </w:rPr>
        <w:t>،</w:t>
      </w:r>
      <w:r w:rsidRPr="00F27F38">
        <w:rPr>
          <w:rtl/>
        </w:rPr>
        <w:t xml:space="preserve"> التي عرضت فوقها مشاهد الملحمة التي كان نجمها الكبير</w:t>
      </w:r>
      <w:r w:rsidR="00F13C51">
        <w:rPr>
          <w:rtl/>
        </w:rPr>
        <w:t>،</w:t>
      </w:r>
      <w:r w:rsidRPr="00F27F38">
        <w:rPr>
          <w:rtl/>
        </w:rPr>
        <w:t xml:space="preserve"> وبطلها الأوحد</w:t>
      </w:r>
      <w:r w:rsidR="00F13C51">
        <w:rPr>
          <w:rtl/>
        </w:rPr>
        <w:t>،</w:t>
      </w:r>
      <w:r w:rsidRPr="00F27F38">
        <w:rPr>
          <w:rtl/>
        </w:rPr>
        <w:t xml:space="preserve"> الحسين بن عليِّ بن أبي طالب</w:t>
      </w:r>
      <w:r w:rsidR="00F13C51">
        <w:rPr>
          <w:rtl/>
        </w:rPr>
        <w:t>،</w:t>
      </w:r>
      <w:r w:rsidRPr="00F27F38">
        <w:rPr>
          <w:rtl/>
        </w:rPr>
        <w:t xml:space="preserve"> الذي صرفنا مجهوداً مُطيَّباً به</w:t>
      </w:r>
      <w:r w:rsidR="00F13C51">
        <w:rPr>
          <w:rtl/>
        </w:rPr>
        <w:t>،</w:t>
      </w:r>
      <w:r w:rsidRPr="00F27F38">
        <w:rPr>
          <w:rtl/>
        </w:rPr>
        <w:t xml:space="preserve"> ونحن نستنزف النفس والأوصال في تتبُّع سيرته المليئة بأسرار الذات</w:t>
      </w:r>
      <w:r w:rsidR="00F13C51">
        <w:rPr>
          <w:rtl/>
        </w:rPr>
        <w:t>،</w:t>
      </w:r>
      <w:r w:rsidRPr="00F27F38">
        <w:rPr>
          <w:rtl/>
        </w:rPr>
        <w:t xml:space="preserve"> وعُنفوان النفس</w:t>
      </w:r>
      <w:r w:rsidR="00F13C51">
        <w:rPr>
          <w:rtl/>
        </w:rPr>
        <w:t>،</w:t>
      </w:r>
      <w:r w:rsidRPr="00F27F38">
        <w:rPr>
          <w:rtl/>
        </w:rPr>
        <w:t xml:space="preserve"> والمنسولة نسلاً مِن كلِّ عبقريَّة يقترن بها تَوْق الإنسان</w:t>
      </w:r>
      <w:r w:rsidR="00F13C51">
        <w:rPr>
          <w:rtl/>
        </w:rPr>
        <w:t>،</w:t>
      </w:r>
      <w:r w:rsidRPr="00F27F38">
        <w:rPr>
          <w:rtl/>
        </w:rPr>
        <w:t xml:space="preserve"> فيقتنص له منها جناحاً يطير به إلى سماوات أُخرى</w:t>
      </w:r>
      <w:r w:rsidR="00F13C51">
        <w:rPr>
          <w:rtl/>
        </w:rPr>
        <w:t>،</w:t>
      </w:r>
      <w:r w:rsidRPr="00F27F38">
        <w:rPr>
          <w:rtl/>
        </w:rPr>
        <w:t xml:space="preserve"> تجعله قطباً مِن الأقطاب الذين يعتزُّ بهم وجود الإنسان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والملاحم</w:t>
      </w:r>
      <w:r w:rsidR="00F13C51">
        <w:rPr>
          <w:rtl/>
        </w:rPr>
        <w:t>،</w:t>
      </w:r>
      <w:r w:rsidRPr="00F27F38">
        <w:rPr>
          <w:rtl/>
        </w:rPr>
        <w:t xml:space="preserve"> إنَّها نادرة في الشوق والتطبيق</w:t>
      </w:r>
      <w:r w:rsidR="00F13C51">
        <w:rPr>
          <w:rtl/>
        </w:rPr>
        <w:t>،</w:t>
      </w:r>
      <w:r w:rsidRPr="00F27F38">
        <w:rPr>
          <w:rtl/>
        </w:rPr>
        <w:t xml:space="preserve"> لهذا بقيت حِصَّة مِن حِصص ا</w:t>
      </w:r>
      <w:r w:rsidR="002C2DD7">
        <w:rPr>
          <w:rtl/>
        </w:rPr>
        <w:t>لمـُ</w:t>
      </w:r>
      <w:r w:rsidRPr="00F27F38">
        <w:rPr>
          <w:rtl/>
        </w:rPr>
        <w:t>تشوِّقين إليها</w:t>
      </w:r>
      <w:r w:rsidR="00F13C51">
        <w:rPr>
          <w:rtl/>
        </w:rPr>
        <w:t>،</w:t>
      </w:r>
      <w:r w:rsidRPr="00F27F38">
        <w:rPr>
          <w:rtl/>
        </w:rPr>
        <w:t xml:space="preserve"> وإنَّهم ما قدروا أنْ يُعالجوها ويُقدِّموا أنماطاً عنها إلاَّ في صنيع أدبيٍّ مُجنح بالخيال</w:t>
      </w:r>
      <w:r w:rsidR="00F13C51">
        <w:rPr>
          <w:rtl/>
        </w:rPr>
        <w:t>،</w:t>
      </w:r>
      <w:r w:rsidRPr="00F27F38">
        <w:rPr>
          <w:rtl/>
        </w:rPr>
        <w:t xml:space="preserve"> هرقوا عليه جُهداً واسعاً</w:t>
      </w:r>
      <w:r w:rsidR="00F13C51">
        <w:rPr>
          <w:rtl/>
        </w:rPr>
        <w:t>،</w:t>
      </w:r>
      <w:r w:rsidRPr="00F27F38">
        <w:rPr>
          <w:rtl/>
        </w:rPr>
        <w:t xml:space="preserve"> وسنوات طويلة في البحث</w:t>
      </w:r>
      <w:r w:rsidR="00F13C51">
        <w:rPr>
          <w:rtl/>
        </w:rPr>
        <w:t>،</w:t>
      </w:r>
      <w:r w:rsidRPr="00F27F38">
        <w:rPr>
          <w:rtl/>
        </w:rPr>
        <w:t xml:space="preserve"> والتدقيق والتنقيح</w:t>
      </w:r>
      <w:r w:rsidR="00F13C51">
        <w:rPr>
          <w:rtl/>
        </w:rPr>
        <w:t>،</w:t>
      </w:r>
      <w:r w:rsidRPr="00F27F38">
        <w:rPr>
          <w:rtl/>
        </w:rPr>
        <w:t xml:space="preserve"> حتَّى يجيء قريباً مِن الواقع الإنساني</w:t>
      </w:r>
      <w:r w:rsidR="00F13C51">
        <w:rPr>
          <w:rtl/>
        </w:rPr>
        <w:t>،</w:t>
      </w:r>
      <w:r w:rsidRPr="00F27F38">
        <w:rPr>
          <w:rtl/>
        </w:rPr>
        <w:t xml:space="preserve"> إلاَّ أنَّه بقي تعبير عن واقع آخر لا يقدر الإنسان أنْ يحياه إلاَّ بشوقه وخياله وأحلامه</w:t>
      </w:r>
      <w:r w:rsidR="00F13C51">
        <w:rPr>
          <w:rtl/>
        </w:rPr>
        <w:t xml:space="preserve"> - </w:t>
      </w:r>
      <w:r w:rsidRPr="00F27F38">
        <w:rPr>
          <w:rtl/>
        </w:rPr>
        <w:t>ان ملحمة الإلياذة تشهد لهوميروس كيف خصَّص عمره كلَّه لها</w:t>
      </w:r>
      <w:r w:rsidR="00F13C51">
        <w:rPr>
          <w:rtl/>
        </w:rPr>
        <w:t>،</w:t>
      </w:r>
      <w:r w:rsidRPr="00F27F38">
        <w:rPr>
          <w:rtl/>
        </w:rPr>
        <w:t xml:space="preserve"> فإذا هي صنيع أدبيٌّ</w:t>
      </w:r>
      <w:r w:rsidR="00F13C51">
        <w:rPr>
          <w:rtl/>
        </w:rPr>
        <w:t>،</w:t>
      </w:r>
      <w:r w:rsidRPr="00F27F38">
        <w:rPr>
          <w:rtl/>
        </w:rPr>
        <w:t xml:space="preserve"> شعريٌّ</w:t>
      </w:r>
      <w:r w:rsidR="00F13C51">
        <w:rPr>
          <w:rtl/>
        </w:rPr>
        <w:t>،</w:t>
      </w:r>
      <w:r w:rsidRPr="00F27F38">
        <w:rPr>
          <w:rtl/>
        </w:rPr>
        <w:t xml:space="preserve"> خيالي</w:t>
      </w:r>
      <w:r w:rsidR="00F13C51">
        <w:rPr>
          <w:rtl/>
        </w:rPr>
        <w:t>،</w:t>
      </w:r>
      <w:r w:rsidRPr="00F27F38">
        <w:rPr>
          <w:rtl/>
        </w:rPr>
        <w:t xml:space="preserve"> ليس فيه غير أبطال آلهة</w:t>
      </w:r>
      <w:r w:rsidR="00F13C51">
        <w:rPr>
          <w:rtl/>
        </w:rPr>
        <w:t>،</w:t>
      </w:r>
      <w:r w:rsidRPr="00F27F38">
        <w:rPr>
          <w:rtl/>
        </w:rPr>
        <w:t xml:space="preserve"> خاضوا الأجواء كلَّها وربطوها بالميدان الأوسع</w:t>
      </w:r>
      <w:r w:rsidR="00F13C51">
        <w:rPr>
          <w:rtl/>
        </w:rPr>
        <w:t>،</w:t>
      </w:r>
      <w:r w:rsidRPr="00F27F38">
        <w:rPr>
          <w:rtl/>
        </w:rPr>
        <w:t xml:space="preserve"> وأجَّجوا الصراع وألهبوه بالبروق والرعود</w:t>
      </w:r>
      <w:r w:rsidR="00F13C51">
        <w:rPr>
          <w:rtl/>
        </w:rPr>
        <w:t>،</w:t>
      </w:r>
      <w:r w:rsidRPr="00F27F38">
        <w:rPr>
          <w:rtl/>
        </w:rPr>
        <w:t xml:space="preserve"> وبقي القرَّاء وحدهم ا</w:t>
      </w:r>
      <w:r w:rsidR="002C2DD7">
        <w:rPr>
          <w:rtl/>
        </w:rPr>
        <w:t>لمـُ</w:t>
      </w:r>
      <w:r w:rsidRPr="00F27F38">
        <w:rPr>
          <w:rtl/>
        </w:rPr>
        <w:t>شاهدين كيف يتمُّ زرع البطولات الخارقة</w:t>
      </w:r>
      <w:r w:rsidR="00F13C51">
        <w:rPr>
          <w:rtl/>
        </w:rPr>
        <w:t>،</w:t>
      </w:r>
      <w:r w:rsidRPr="00F27F38">
        <w:rPr>
          <w:rtl/>
        </w:rPr>
        <w:t xml:space="preserve"> وكيف يتمُّ الانتصار في المعركة الإلهيَّة التي يُحاول أنْ يُقلِّدها الإنسان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ما أروع الحسين</w:t>
      </w:r>
      <w:r w:rsidR="00106DAF">
        <w:rPr>
          <w:rtl/>
        </w:rPr>
        <w:t>!</w:t>
      </w:r>
      <w:r w:rsidRPr="00F27F38">
        <w:rPr>
          <w:rtl/>
        </w:rPr>
        <w:t>! يجمع عمره كلَّه ويربطه بفيض مِن مُعاناته</w:t>
      </w:r>
      <w:r w:rsidR="00F13C51">
        <w:rPr>
          <w:rtl/>
        </w:rPr>
        <w:t>،</w:t>
      </w:r>
      <w:r w:rsidRPr="00F27F38">
        <w:rPr>
          <w:rtl/>
        </w:rPr>
        <w:t xml:space="preserve"> ويجمعه إلى ذاته جمعاً مُعمَّقاً بالحسِّ والفَهم والإدراك</w:t>
      </w:r>
      <w:r w:rsidR="00F13C51">
        <w:rPr>
          <w:rtl/>
        </w:rPr>
        <w:t>،</w:t>
      </w:r>
      <w:r w:rsidRPr="00F27F38">
        <w:rPr>
          <w:rtl/>
        </w:rPr>
        <w:t xml:space="preserve"> فإذا هو كلُّه تعبير عن ملحمة قائمة بذاتها</w:t>
      </w:r>
      <w:r w:rsidR="00F13C51">
        <w:rPr>
          <w:rtl/>
        </w:rPr>
        <w:t>،</w:t>
      </w:r>
      <w:r w:rsidRPr="00F27F38">
        <w:rPr>
          <w:rtl/>
        </w:rPr>
        <w:t xml:space="preserve"> صمَّم لها التصميم ا</w:t>
      </w:r>
      <w:r w:rsidR="002C2DD7">
        <w:rPr>
          <w:rtl/>
        </w:rPr>
        <w:t>لمـُ</w:t>
      </w:r>
      <w:r w:rsidRPr="00F27F38">
        <w:rPr>
          <w:rtl/>
        </w:rPr>
        <w:t>نبثق مِن واقعٍ إنسانيٍّ عاشه وعاناه وغرق فيه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 xml:space="preserve">إنَّ الملحمة التي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قدَّمها على خشبة المسرح في كربلاء</w:t>
      </w:r>
      <w:r w:rsidR="00F13C51">
        <w:rPr>
          <w:rtl/>
        </w:rPr>
        <w:t>،</w:t>
      </w:r>
      <w:r w:rsidRPr="00F27F38">
        <w:rPr>
          <w:rtl/>
        </w:rPr>
        <w:t xml:space="preserve"> هي الصنيع الملحميِّ الكبير</w:t>
      </w:r>
      <w:r w:rsidR="00F13C51">
        <w:rPr>
          <w:rtl/>
        </w:rPr>
        <w:t>،</w:t>
      </w:r>
      <w:r w:rsidRPr="00F27F38">
        <w:rPr>
          <w:rtl/>
        </w:rPr>
        <w:t xml:space="preserve"> ما أظنُّ هوميروس تمكَّن مِن تجميع مثله في إلياذته الشهيرة</w:t>
      </w:r>
      <w:r w:rsidR="00F13C51">
        <w:rPr>
          <w:rtl/>
        </w:rPr>
        <w:t>،</w:t>
      </w:r>
      <w:r w:rsidRPr="00F27F38">
        <w:rPr>
          <w:rtl/>
        </w:rPr>
        <w:t xml:space="preserve"> هنالك أبطال اعتلوا الجوَّ خشبة لعبوا عليها</w:t>
      </w:r>
      <w:r w:rsidR="00F13C51">
        <w:rPr>
          <w:rtl/>
        </w:rPr>
        <w:t>،</w:t>
      </w:r>
      <w:r w:rsidRPr="00F27F38">
        <w:rPr>
          <w:rtl/>
        </w:rPr>
        <w:t xml:space="preserve"> وهنا بطولة واحدة أتمَّت ذاتها بذاتها</w:t>
      </w:r>
      <w:r w:rsidR="00F13C51">
        <w:rPr>
          <w:rtl/>
        </w:rPr>
        <w:t>،</w:t>
      </w:r>
      <w:r w:rsidRPr="00F27F38">
        <w:rPr>
          <w:rtl/>
        </w:rPr>
        <w:t xml:space="preserve"> فَذَّة في مَسراها</w:t>
      </w:r>
      <w:r w:rsidR="00F13C51">
        <w:rPr>
          <w:rtl/>
        </w:rPr>
        <w:t>،</w:t>
      </w:r>
      <w:r w:rsidRPr="00F27F38">
        <w:rPr>
          <w:rtl/>
        </w:rPr>
        <w:t xml:space="preserve"> ومُصمِّمة في عزمها</w:t>
      </w:r>
      <w:r w:rsidR="00F13C51">
        <w:rPr>
          <w:rtl/>
        </w:rPr>
        <w:t>،</w:t>
      </w:r>
      <w:r w:rsidRPr="00F27F38">
        <w:rPr>
          <w:rtl/>
        </w:rPr>
        <w:t xml:space="preserve"> وإنسانيَّة في قضيَّتها</w:t>
      </w:r>
      <w:r w:rsidR="00F13C51">
        <w:rPr>
          <w:rtl/>
        </w:rPr>
        <w:t>،</w:t>
      </w:r>
      <w:r w:rsidRPr="00F27F38">
        <w:rPr>
          <w:rtl/>
        </w:rPr>
        <w:t xml:space="preserve"> وواضحة في أهدافها</w:t>
      </w:r>
      <w:r w:rsidR="00F13C51">
        <w:rPr>
          <w:rtl/>
        </w:rPr>
        <w:t>،</w:t>
      </w:r>
      <w:r w:rsidRPr="00F27F38">
        <w:rPr>
          <w:rtl/>
        </w:rPr>
        <w:t xml:space="preserve"> وحقيقية في عرضها ا</w:t>
      </w:r>
      <w:r w:rsidR="002C2DD7">
        <w:rPr>
          <w:rtl/>
        </w:rPr>
        <w:t>لمـُ</w:t>
      </w:r>
      <w:r w:rsidRPr="00F27F38">
        <w:rPr>
          <w:rtl/>
        </w:rPr>
        <w:t>شاهد</w:t>
      </w:r>
      <w:r w:rsidR="00F13C51">
        <w:rPr>
          <w:rtl/>
        </w:rPr>
        <w:t>،</w:t>
      </w:r>
      <w:r w:rsidRPr="00F27F38">
        <w:rPr>
          <w:rtl/>
        </w:rPr>
        <w:t xml:space="preserve"> وهي</w:t>
      </w:r>
      <w:r w:rsidR="00F13C51">
        <w:rPr>
          <w:rtl/>
        </w:rPr>
        <w:t xml:space="preserve"> - </w:t>
      </w:r>
      <w:r w:rsidRPr="00F27F38">
        <w:rPr>
          <w:rtl/>
        </w:rPr>
        <w:t>بالوقت ذاته</w:t>
      </w:r>
      <w:r w:rsidR="00F13C51">
        <w:rPr>
          <w:rtl/>
        </w:rPr>
        <w:t xml:space="preserve"> - </w:t>
      </w:r>
      <w:r w:rsidRPr="00F27F38">
        <w:rPr>
          <w:rtl/>
        </w:rPr>
        <w:t>مُركَّزة على ملحمة أُخرى أصيلة</w:t>
      </w:r>
      <w:r w:rsidR="00F13C51">
        <w:rPr>
          <w:rtl/>
        </w:rPr>
        <w:t>،</w:t>
      </w:r>
      <w:r w:rsidRPr="00F27F38">
        <w:rPr>
          <w:rtl/>
        </w:rPr>
        <w:t xml:space="preserve"> هي التي قدَّمها جَدُّه العظيم ونفَّذها فوق الأرض وتحت السماء</w:t>
      </w:r>
      <w:r w:rsidR="00F13C51">
        <w:rPr>
          <w:rtl/>
        </w:rPr>
        <w:t>،</w:t>
      </w:r>
      <w:r w:rsidRPr="00F27F38">
        <w:rPr>
          <w:rtl/>
        </w:rPr>
        <w:t xml:space="preserve"> فإذا هي ملحمة تنتصر بالإنسان فوق أرض الإنسان وتحت سماء الإنسان</w:t>
      </w:r>
      <w:r w:rsidR="00F13C51">
        <w:rPr>
          <w:rtl/>
        </w:rPr>
        <w:t>،</w:t>
      </w:r>
      <w:r w:rsidRPr="00F27F38">
        <w:rPr>
          <w:rtl/>
        </w:rPr>
        <w:t xml:space="preserve"> لا خيال فيها</w:t>
      </w:r>
      <w:r w:rsidR="00F13C51">
        <w:rPr>
          <w:rtl/>
        </w:rPr>
        <w:t>،</w:t>
      </w:r>
      <w:r w:rsidRPr="00F27F38">
        <w:rPr>
          <w:rtl/>
        </w:rPr>
        <w:t xml:space="preserve"> بلْ واقع إنسانيٌّ مَحض</w:t>
      </w:r>
      <w:r w:rsidR="00F13C51">
        <w:rPr>
          <w:rtl/>
        </w:rPr>
        <w:t>،</w:t>
      </w:r>
      <w:r w:rsidRPr="00F27F38">
        <w:rPr>
          <w:rtl/>
        </w:rPr>
        <w:t xml:space="preserve"> لحمت الأُمَّة وعجنتها بعضها ببعض</w:t>
      </w:r>
      <w:r w:rsidR="00F13C51">
        <w:rPr>
          <w:rtl/>
        </w:rPr>
        <w:t>،</w:t>
      </w:r>
      <w:r w:rsidRPr="00F27F38">
        <w:rPr>
          <w:rtl/>
        </w:rPr>
        <w:t xml:space="preserve"> في مُدَّة مِن الوقت لم تتجاوز عشرين يوماً</w:t>
      </w:r>
      <w:r w:rsidR="00F13C51">
        <w:rPr>
          <w:rtl/>
        </w:rPr>
        <w:t>،</w:t>
      </w:r>
      <w:r w:rsidRPr="00F27F38">
        <w:rPr>
          <w:rtl/>
        </w:rPr>
        <w:t xml:space="preserve"> مِن أوَّل خُطوة خرج بها مِن مَكَّة</w:t>
      </w:r>
      <w:r w:rsidR="00F13C51">
        <w:rPr>
          <w:rtl/>
        </w:rPr>
        <w:t>،</w:t>
      </w:r>
      <w:r w:rsidRPr="00F27F38">
        <w:rPr>
          <w:rtl/>
        </w:rPr>
        <w:t xml:space="preserve"> إلى آخر خُطوة خرَّ بها صريعاً في كربلاء العطشى وهي ضِفَّة مِن ضِفاف الفرات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هل يجوز لنا وقد رافقنا الحسين سِتَّاً وخمسين سنة وهي كلُّ عُمره</w:t>
      </w:r>
      <w:r w:rsidR="00F13C51">
        <w:rPr>
          <w:rtl/>
        </w:rPr>
        <w:t>،</w:t>
      </w:r>
      <w:r w:rsidRPr="00F27F38">
        <w:rPr>
          <w:rtl/>
        </w:rPr>
        <w:t xml:space="preserve"> أنْ لا نقفو خُطاه في البقيَّة الباقية مِن أيَّامه بيننا على وجه الأرض</w:t>
      </w:r>
      <w:r w:rsidR="00F13C51">
        <w:rPr>
          <w:rtl/>
        </w:rPr>
        <w:t>،</w:t>
      </w:r>
      <w:r w:rsidRPr="00F27F38">
        <w:rPr>
          <w:rtl/>
        </w:rPr>
        <w:t xml:space="preserve"> وهي بقيَّة محفورة الخُطوات</w:t>
      </w:r>
      <w:r w:rsidR="00F13C51">
        <w:rPr>
          <w:rtl/>
        </w:rPr>
        <w:t>،</w:t>
      </w:r>
      <w:r w:rsidRPr="00F27F38">
        <w:rPr>
          <w:rtl/>
        </w:rPr>
        <w:t xml:space="preserve"> مَشاها على فترة عشرين يوماً</w:t>
      </w:r>
      <w:r w:rsidR="00F13C51">
        <w:rPr>
          <w:rtl/>
        </w:rPr>
        <w:t>،</w:t>
      </w:r>
      <w:r w:rsidRPr="00F27F38">
        <w:rPr>
          <w:rtl/>
        </w:rPr>
        <w:t xml:space="preserve"> فإذا هي نقش مُطرَّز بالدم</w:t>
      </w:r>
      <w:r w:rsidR="00F13C51">
        <w:rPr>
          <w:rtl/>
        </w:rPr>
        <w:t>،</w:t>
      </w:r>
      <w:r w:rsidRPr="00F27F38">
        <w:rPr>
          <w:rtl/>
        </w:rPr>
        <w:t xml:space="preserve"> ولكنَّه مُطيَّب بعبير البطولة القاصدة تحديد معنى البطولات في دنيا الإنسان</w:t>
      </w:r>
      <w:r w:rsidR="00F13C51">
        <w:rPr>
          <w:rtl/>
        </w:rPr>
        <w:t>،</w:t>
      </w:r>
      <w:r w:rsidRPr="00F27F38">
        <w:rPr>
          <w:rtl/>
        </w:rPr>
        <w:t xml:space="preserve"> فلنُرافقه</w:t>
      </w:r>
      <w:r w:rsidR="00F13C51">
        <w:rPr>
          <w:rtl/>
        </w:rPr>
        <w:t xml:space="preserve"> - </w:t>
      </w:r>
      <w:r w:rsidRPr="00F27F38">
        <w:rPr>
          <w:rtl/>
        </w:rPr>
        <w:t>إذاً</w:t>
      </w:r>
      <w:r w:rsidR="00F13C51">
        <w:rPr>
          <w:rtl/>
        </w:rPr>
        <w:t xml:space="preserve"> - </w:t>
      </w:r>
      <w:r w:rsidRPr="00F27F38">
        <w:rPr>
          <w:rtl/>
        </w:rPr>
        <w:t>مِن مَكَّة إلى كربلاء</w:t>
      </w:r>
      <w:r w:rsidR="00F13C51">
        <w:rPr>
          <w:rtl/>
        </w:rPr>
        <w:t>،</w:t>
      </w:r>
      <w:r w:rsidRPr="00F27F38">
        <w:rPr>
          <w:rtl/>
        </w:rPr>
        <w:t xml:space="preserve"> ولنكُن</w:t>
      </w:r>
      <w:r w:rsidR="00F13C51">
        <w:rPr>
          <w:rtl/>
        </w:rPr>
        <w:t xml:space="preserve"> - </w:t>
      </w:r>
      <w:r w:rsidRPr="00F27F38">
        <w:rPr>
          <w:rtl/>
        </w:rPr>
        <w:t>على الأقل</w:t>
      </w:r>
      <w:r w:rsidR="00F13C51">
        <w:rPr>
          <w:rtl/>
        </w:rPr>
        <w:t xml:space="preserve"> - </w:t>
      </w:r>
      <w:r w:rsidRPr="00F27F38">
        <w:rPr>
          <w:rtl/>
        </w:rPr>
        <w:t>مُشاهدين نمتصُّ عريناً</w:t>
      </w:r>
      <w:r w:rsidR="00F13C51">
        <w:rPr>
          <w:rtl/>
        </w:rPr>
        <w:t>،</w:t>
      </w:r>
      <w:r w:rsidRPr="00F27F38">
        <w:rPr>
          <w:rtl/>
        </w:rPr>
        <w:t xml:space="preserve"> ونمتصُّ التخاذل فينا</w:t>
      </w:r>
      <w:r w:rsidR="00F13C51">
        <w:rPr>
          <w:rtl/>
        </w:rPr>
        <w:t>،</w:t>
      </w:r>
      <w:r w:rsidRPr="00F27F38">
        <w:rPr>
          <w:rtl/>
        </w:rPr>
        <w:t xml:space="preserve"> ونمتصُّ شَذا البطولة وهي تدعونا إلى كلِّ إباء يجمعنا إلى حقيقة الذات</w:t>
      </w:r>
      <w:r w:rsidR="00F13C51">
        <w:rPr>
          <w:rtl/>
        </w:rPr>
        <w:t xml:space="preserve"> - </w:t>
      </w:r>
      <w:r w:rsidRPr="00F27F38">
        <w:rPr>
          <w:rtl/>
        </w:rPr>
        <w:t>ذاتنا الاجتماعيَّة</w:t>
      </w:r>
      <w:r w:rsidR="00F13C51">
        <w:rPr>
          <w:rtl/>
        </w:rPr>
        <w:t xml:space="preserve"> - </w:t>
      </w:r>
      <w:r w:rsidRPr="00F27F38">
        <w:rPr>
          <w:rtl/>
        </w:rPr>
        <w:t>يا للغبطة</w:t>
      </w:r>
      <w:r w:rsidR="00106DAF">
        <w:rPr>
          <w:rtl/>
        </w:rPr>
        <w:t>!</w:t>
      </w:r>
      <w:r w:rsidRPr="00F27F38">
        <w:rPr>
          <w:rtl/>
        </w:rPr>
        <w:t xml:space="preserve"> الحسين وهو يُحقِّق ذاته فينا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F27F38">
        <w:rPr>
          <w:rtl/>
        </w:rPr>
        <w:t xml:space="preserve"> 1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لا شكَّ أنَّنا الآن مِن ا</w:t>
      </w:r>
      <w:r w:rsidR="002C2DD7">
        <w:rPr>
          <w:rtl/>
        </w:rPr>
        <w:t>لمـُ</w:t>
      </w:r>
      <w:r w:rsidRPr="00F27F38">
        <w:rPr>
          <w:rtl/>
        </w:rPr>
        <w:t>شاهدين الذين لهم تألَّفت الملحمة التي صاغها الحسين</w:t>
      </w:r>
      <w:r w:rsidR="00F13C51">
        <w:rPr>
          <w:rtl/>
        </w:rPr>
        <w:t>،</w:t>
      </w:r>
      <w:r w:rsidRPr="00F27F38">
        <w:rPr>
          <w:rtl/>
        </w:rPr>
        <w:t xml:space="preserve"> وكانت كربلاء خشبة مسرحها</w:t>
      </w:r>
      <w:r w:rsidR="00F13C51">
        <w:rPr>
          <w:rtl/>
        </w:rPr>
        <w:t>،</w:t>
      </w:r>
      <w:r w:rsidRPr="00F27F38">
        <w:rPr>
          <w:rtl/>
        </w:rPr>
        <w:t xml:space="preserve"> ليس ا</w:t>
      </w:r>
      <w:r w:rsidR="002C2DD7">
        <w:rPr>
          <w:rtl/>
        </w:rPr>
        <w:t>لمـُ</w:t>
      </w:r>
      <w:r w:rsidRPr="00F27F38">
        <w:rPr>
          <w:rtl/>
        </w:rPr>
        <w:t>شاهدون زُمرة مؤلَّفة مِن عبيد الله بن زياد والي البصرة والكوفة في الوقت الحاضر</w:t>
      </w:r>
      <w:r w:rsidR="00F13C51">
        <w:rPr>
          <w:rtl/>
        </w:rPr>
        <w:t>،</w:t>
      </w:r>
      <w:r w:rsidRPr="00F27F38">
        <w:rPr>
          <w:rtl/>
        </w:rPr>
        <w:t xml:space="preserve"> ولا مِن عمرو بن سعيد بن العاص والي الحِجاز</w:t>
      </w:r>
      <w:r w:rsidR="00F13C51">
        <w:rPr>
          <w:rtl/>
        </w:rPr>
        <w:t>،</w:t>
      </w:r>
      <w:r w:rsidRPr="00F27F38">
        <w:rPr>
          <w:rtl/>
        </w:rPr>
        <w:t xml:space="preserve"> ولا مِن الحصين بن تميم</w:t>
      </w:r>
      <w:r w:rsidR="00F13C51">
        <w:rPr>
          <w:rtl/>
        </w:rPr>
        <w:t>،</w:t>
      </w:r>
      <w:r w:rsidRPr="00F27F38">
        <w:rPr>
          <w:rtl/>
        </w:rPr>
        <w:t xml:space="preserve"> والحُرِّ بن يزيد التميمي</w:t>
      </w:r>
      <w:r w:rsidR="00F13C51">
        <w:rPr>
          <w:rtl/>
        </w:rPr>
        <w:t>،</w:t>
      </w:r>
      <w:r w:rsidRPr="00F27F38">
        <w:rPr>
          <w:rtl/>
        </w:rPr>
        <w:t xml:space="preserve"> أو مِن عمر بن سعد بن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أبي وقَّاص</w:t>
      </w:r>
      <w:r w:rsidR="00F13C51">
        <w:rPr>
          <w:rtl/>
        </w:rPr>
        <w:t>،</w:t>
      </w:r>
      <w:r w:rsidRPr="00F27F38">
        <w:rPr>
          <w:rtl/>
        </w:rPr>
        <w:t xml:space="preserve"> الذي قابل</w:t>
      </w:r>
      <w:r w:rsidR="00F13C51">
        <w:rPr>
          <w:rtl/>
        </w:rPr>
        <w:t xml:space="preserve"> - </w:t>
      </w:r>
      <w:r w:rsidRPr="00F27F38">
        <w:rPr>
          <w:rtl/>
        </w:rPr>
        <w:t>أخيراً</w:t>
      </w:r>
      <w:r w:rsidR="00F13C51">
        <w:rPr>
          <w:rtl/>
        </w:rPr>
        <w:t xml:space="preserve"> - </w:t>
      </w:r>
      <w:r w:rsidRPr="00F27F38">
        <w:rPr>
          <w:rtl/>
        </w:rPr>
        <w:t>الحسين بثلاثين ألفاً نزلوا كربلاء وحزُّوا عُنق البطل</w:t>
      </w:r>
      <w:r w:rsidR="00106DAF">
        <w:rPr>
          <w:rtl/>
        </w:rPr>
        <w:t>!</w:t>
      </w:r>
      <w:r w:rsidRPr="00F27F38">
        <w:rPr>
          <w:rtl/>
        </w:rPr>
        <w:t xml:space="preserve"> لا</w:t>
      </w:r>
      <w:r w:rsidR="00F13C51">
        <w:rPr>
          <w:rtl/>
        </w:rPr>
        <w:t>،</w:t>
      </w:r>
      <w:r w:rsidRPr="00F27F38">
        <w:rPr>
          <w:rtl/>
        </w:rPr>
        <w:t xml:space="preserve"> وليسوا أزلام يزيد</w:t>
      </w:r>
      <w:r w:rsidR="00F13C51">
        <w:rPr>
          <w:rtl/>
        </w:rPr>
        <w:t>،</w:t>
      </w:r>
      <w:r w:rsidRPr="00F27F38">
        <w:rPr>
          <w:rtl/>
        </w:rPr>
        <w:t xml:space="preserve"> وأزلام ابن زياد</w:t>
      </w:r>
      <w:r w:rsidR="00F13C51">
        <w:rPr>
          <w:rtl/>
        </w:rPr>
        <w:t>،</w:t>
      </w:r>
      <w:r w:rsidRPr="00F27F38">
        <w:rPr>
          <w:rtl/>
        </w:rPr>
        <w:t xml:space="preserve"> وليسوا القبائل الذين كان يُمثِّلهم سليمان ابن صرد الخزاعي مع رؤساء الأخماس ا</w:t>
      </w:r>
      <w:r w:rsidR="002C2DD7">
        <w:rPr>
          <w:rtl/>
        </w:rPr>
        <w:t>لمـُ</w:t>
      </w:r>
      <w:r w:rsidRPr="00F27F38">
        <w:rPr>
          <w:rtl/>
        </w:rPr>
        <w:t>وزَّعين في البصرة</w:t>
      </w:r>
      <w:r w:rsidR="00F13C51">
        <w:rPr>
          <w:rtl/>
        </w:rPr>
        <w:t>،</w:t>
      </w:r>
      <w:r w:rsidRPr="00F27F38">
        <w:rPr>
          <w:rtl/>
        </w:rPr>
        <w:t xml:space="preserve"> إنَّ ا</w:t>
      </w:r>
      <w:r w:rsidR="002C2DD7">
        <w:rPr>
          <w:rtl/>
        </w:rPr>
        <w:t>لمـُ</w:t>
      </w:r>
      <w:r w:rsidRPr="00F27F38">
        <w:rPr>
          <w:rtl/>
        </w:rPr>
        <w:t>شاهدين</w:t>
      </w:r>
      <w:r w:rsidR="00F13C51">
        <w:rPr>
          <w:rtl/>
        </w:rPr>
        <w:t xml:space="preserve"> - </w:t>
      </w:r>
      <w:r w:rsidRPr="00F27F38">
        <w:rPr>
          <w:rtl/>
        </w:rPr>
        <w:t>ونحن منهم الآن</w:t>
      </w:r>
      <w:r w:rsidR="00F13C51">
        <w:rPr>
          <w:rtl/>
        </w:rPr>
        <w:t xml:space="preserve"> - </w:t>
      </w:r>
      <w:r w:rsidRPr="00F27F38">
        <w:rPr>
          <w:rtl/>
        </w:rPr>
        <w:t>هُمْ كلُّ هؤلاء الذين سمَيثلون أمام خشبة المسرح ا</w:t>
      </w:r>
      <w:r w:rsidR="002C2DD7">
        <w:rPr>
          <w:rtl/>
        </w:rPr>
        <w:t>لمـُ</w:t>
      </w:r>
      <w:r w:rsidRPr="00F27F38">
        <w:rPr>
          <w:rtl/>
        </w:rPr>
        <w:t>سمَّاة بكربلاء</w:t>
      </w:r>
      <w:r w:rsidR="00F13C51">
        <w:rPr>
          <w:rtl/>
        </w:rPr>
        <w:t>،</w:t>
      </w:r>
      <w:r w:rsidRPr="00F27F38">
        <w:rPr>
          <w:rtl/>
        </w:rPr>
        <w:t xml:space="preserve"> بارتباط وثيق وممدود إلى خارج البصرة والكوفة</w:t>
      </w:r>
      <w:r w:rsidR="00F13C51">
        <w:rPr>
          <w:rtl/>
        </w:rPr>
        <w:t>،</w:t>
      </w:r>
      <w:r w:rsidRPr="00F27F38">
        <w:rPr>
          <w:rtl/>
        </w:rPr>
        <w:t xml:space="preserve"> إلى الشام ومصر</w:t>
      </w:r>
      <w:r w:rsidR="00F13C51">
        <w:rPr>
          <w:rtl/>
        </w:rPr>
        <w:t>،</w:t>
      </w:r>
      <w:r w:rsidRPr="00F27F38">
        <w:rPr>
          <w:rtl/>
        </w:rPr>
        <w:t xml:space="preserve"> واليمن وكلِّ أرجاء الحِجاز</w:t>
      </w:r>
      <w:r w:rsidR="00F13C51">
        <w:rPr>
          <w:rtl/>
        </w:rPr>
        <w:t>،</w:t>
      </w:r>
      <w:r w:rsidRPr="00F27F38">
        <w:rPr>
          <w:rtl/>
        </w:rPr>
        <w:t xml:space="preserve"> إلى كلِّ نَسمة أو نأمة تُمثِّل الأُمَّة التي تعب على رصِّها ومزجها</w:t>
      </w:r>
      <w:r w:rsidR="00F13C51">
        <w:rPr>
          <w:rtl/>
        </w:rPr>
        <w:t>،</w:t>
      </w:r>
      <w:r w:rsidRPr="00F27F38">
        <w:rPr>
          <w:rtl/>
        </w:rPr>
        <w:t xml:space="preserve"> وإخراجها وليِّها ا</w:t>
      </w:r>
      <w:r w:rsidR="002C2DD7">
        <w:rPr>
          <w:rtl/>
        </w:rPr>
        <w:t>لمـُ</w:t>
      </w:r>
      <w:r w:rsidRPr="00F27F38">
        <w:rPr>
          <w:rtl/>
        </w:rPr>
        <w:t>سمَّى محمداً جَدَّ الحسين</w:t>
      </w:r>
      <w:r w:rsidR="00C327EB">
        <w:rPr>
          <w:rtl/>
        </w:rPr>
        <w:t xml:space="preserve"> ...</w:t>
      </w:r>
      <w:r w:rsidRPr="00F27F38">
        <w:rPr>
          <w:rtl/>
        </w:rPr>
        <w:t xml:space="preserve"> إنَّ الأُمَّة جمعاء هي التي قصد الحسين اعتبارها قِبلته الكُبرى، وهي الأحقُّ في الاستماع إليه يُرشدها ويُقدِّم لها الولاء ممهوراً بجُهد الروح</w:t>
      </w:r>
      <w:r w:rsidR="00F13C51">
        <w:rPr>
          <w:rtl/>
        </w:rPr>
        <w:t>،</w:t>
      </w:r>
      <w:r w:rsidRPr="00F27F38">
        <w:rPr>
          <w:rtl/>
        </w:rPr>
        <w:t xml:space="preserve"> ومشفوعاً ببذل الدم</w:t>
      </w:r>
      <w:r w:rsidR="00C327EB">
        <w:rPr>
          <w:rtl/>
        </w:rPr>
        <w:t>.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F27F38">
        <w:rPr>
          <w:rtl/>
        </w:rPr>
        <w:t xml:space="preserve"> 2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وخطوط القوافل</w:t>
      </w:r>
      <w:r w:rsidR="00F13C51">
        <w:rPr>
          <w:rtl/>
        </w:rPr>
        <w:t>،</w:t>
      </w:r>
      <w:r w:rsidRPr="00F27F38">
        <w:rPr>
          <w:rtl/>
        </w:rPr>
        <w:t xml:space="preserve"> إنَّها مُمتدَّة مِن مَكَّة إلى العراق والشام عِبْر الصحراء</w:t>
      </w:r>
      <w:r w:rsidR="00F13C51">
        <w:rPr>
          <w:rtl/>
        </w:rPr>
        <w:t>،</w:t>
      </w:r>
      <w:r w:rsidRPr="00F27F38">
        <w:rPr>
          <w:rtl/>
        </w:rPr>
        <w:t xml:space="preserve"> ولقد أُنشئت فيها مَحطَّات تضبط السير مِن الضياع</w:t>
      </w:r>
      <w:r w:rsidR="00F13C51">
        <w:rPr>
          <w:rtl/>
        </w:rPr>
        <w:t>،</w:t>
      </w:r>
      <w:r w:rsidRPr="00F27F38">
        <w:rPr>
          <w:rtl/>
        </w:rPr>
        <w:t xml:space="preserve"> وتكون في الوقت ذاته أمكنة يرتاح فيها ا</w:t>
      </w:r>
      <w:r w:rsidR="002C2DD7">
        <w:rPr>
          <w:rtl/>
        </w:rPr>
        <w:t>لمـُ</w:t>
      </w:r>
      <w:r w:rsidRPr="00F27F38">
        <w:rPr>
          <w:rtl/>
        </w:rPr>
        <w:t>سافرون</w:t>
      </w:r>
      <w:r w:rsidR="00F13C51">
        <w:rPr>
          <w:rtl/>
        </w:rPr>
        <w:t>،</w:t>
      </w:r>
      <w:r w:rsidRPr="00F27F38">
        <w:rPr>
          <w:rtl/>
        </w:rPr>
        <w:t xml:space="preserve"> حتَّى يتمكَّنوا مِن مُتابعة الرحلة الطويلة والشاقَّة</w:t>
      </w:r>
      <w:r w:rsidR="00C327EB">
        <w:rPr>
          <w:rtl/>
        </w:rPr>
        <w:t>.</w:t>
      </w:r>
      <w:r w:rsidRPr="00F27F38">
        <w:rPr>
          <w:rtl/>
        </w:rPr>
        <w:t xml:space="preserve"> إنَّها عديدة</w:t>
      </w:r>
      <w:r w:rsidR="00F13C51">
        <w:rPr>
          <w:rtl/>
        </w:rPr>
        <w:t>،</w:t>
      </w:r>
      <w:r w:rsidRPr="00F27F38">
        <w:rPr>
          <w:rtl/>
        </w:rPr>
        <w:t xml:space="preserve"> أمَّا المشهور منها فهو مُرتَّب هكذا مِن مَكَّة إلى البصرة والكوفة وأرض الشام</w:t>
      </w:r>
      <w:r w:rsidR="00F13C51">
        <w:rPr>
          <w:rtl/>
        </w:rPr>
        <w:t>:</w:t>
      </w:r>
      <w:r w:rsidRPr="00F27F38">
        <w:rPr>
          <w:rtl/>
        </w:rPr>
        <w:t xml:space="preserve"> التنعيم</w:t>
      </w:r>
      <w:r w:rsidR="00F13C51">
        <w:rPr>
          <w:rtl/>
        </w:rPr>
        <w:t>،</w:t>
      </w:r>
      <w:r w:rsidRPr="00F27F38">
        <w:rPr>
          <w:rtl/>
        </w:rPr>
        <w:t xml:space="preserve"> الصفاح</w:t>
      </w:r>
      <w:r w:rsidR="00F13C51">
        <w:rPr>
          <w:rtl/>
        </w:rPr>
        <w:t>،</w:t>
      </w:r>
      <w:r w:rsidRPr="00F27F38">
        <w:rPr>
          <w:rtl/>
        </w:rPr>
        <w:t xml:space="preserve"> وادي العقيق</w:t>
      </w:r>
      <w:r w:rsidR="00F13C51">
        <w:rPr>
          <w:rtl/>
        </w:rPr>
        <w:t>،</w:t>
      </w:r>
      <w:r w:rsidRPr="00F27F38">
        <w:rPr>
          <w:rtl/>
        </w:rPr>
        <w:t xml:space="preserve"> الحاجر مِن بطن الرُّمَّة</w:t>
      </w:r>
      <w:r w:rsidR="00F13C51">
        <w:rPr>
          <w:rtl/>
        </w:rPr>
        <w:t>،</w:t>
      </w:r>
      <w:r w:rsidRPr="00F27F38">
        <w:rPr>
          <w:rtl/>
        </w:rPr>
        <w:t xml:space="preserve"> ماء العرب</w:t>
      </w:r>
      <w:r w:rsidR="00F13C51">
        <w:rPr>
          <w:rtl/>
        </w:rPr>
        <w:t>،</w:t>
      </w:r>
      <w:r w:rsidRPr="00F27F38">
        <w:rPr>
          <w:rtl/>
        </w:rPr>
        <w:t xml:space="preserve"> واقصة</w:t>
      </w:r>
      <w:r w:rsidR="00F13C51">
        <w:rPr>
          <w:rtl/>
        </w:rPr>
        <w:t>،</w:t>
      </w:r>
      <w:r w:rsidRPr="00F27F38">
        <w:rPr>
          <w:rtl/>
        </w:rPr>
        <w:t xml:space="preserve"> الخُزيميَّة</w:t>
      </w:r>
      <w:r w:rsidR="00F13C51">
        <w:rPr>
          <w:rtl/>
        </w:rPr>
        <w:t>،</w:t>
      </w:r>
      <w:r w:rsidRPr="00F27F38">
        <w:rPr>
          <w:rtl/>
        </w:rPr>
        <w:t xml:space="preserve"> الثعلبيَّة</w:t>
      </w:r>
      <w:r w:rsidR="00F13C51">
        <w:rPr>
          <w:rtl/>
        </w:rPr>
        <w:t>،</w:t>
      </w:r>
      <w:r w:rsidRPr="00F27F38">
        <w:rPr>
          <w:rtl/>
        </w:rPr>
        <w:t xml:space="preserve"> زُبالة</w:t>
      </w:r>
      <w:r w:rsidR="00F13C51">
        <w:rPr>
          <w:rtl/>
        </w:rPr>
        <w:t>،</w:t>
      </w:r>
      <w:r w:rsidRPr="00F27F38">
        <w:rPr>
          <w:rtl/>
        </w:rPr>
        <w:t xml:space="preserve"> بطن العقبة</w:t>
      </w:r>
      <w:r w:rsidR="00F13C51">
        <w:rPr>
          <w:rtl/>
        </w:rPr>
        <w:t>،</w:t>
      </w:r>
      <w:r w:rsidRPr="00F27F38">
        <w:rPr>
          <w:rtl/>
        </w:rPr>
        <w:t xml:space="preserve"> شراف</w:t>
      </w:r>
      <w:r w:rsidR="00F13C51">
        <w:rPr>
          <w:rtl/>
        </w:rPr>
        <w:t>،</w:t>
      </w:r>
      <w:r w:rsidRPr="00F27F38">
        <w:rPr>
          <w:rtl/>
        </w:rPr>
        <w:t xml:space="preserve"> التعذيب</w:t>
      </w:r>
      <w:r w:rsidR="00F13C51">
        <w:rPr>
          <w:rtl/>
        </w:rPr>
        <w:t>،</w:t>
      </w:r>
      <w:r w:rsidRPr="00F27F38">
        <w:rPr>
          <w:rtl/>
        </w:rPr>
        <w:t xml:space="preserve"> الهجانات</w:t>
      </w:r>
      <w:r w:rsidR="00F13C51">
        <w:rPr>
          <w:rtl/>
        </w:rPr>
        <w:t>،</w:t>
      </w:r>
      <w:r w:rsidRPr="00F27F38">
        <w:rPr>
          <w:rtl/>
        </w:rPr>
        <w:t xml:space="preserve"> كربلاء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أخذت قافلة الحسين الطريق مِن مَكُّة وبقيت تخطُّ حتَّى توقَّفت في كربلاء</w:t>
      </w:r>
      <w:r w:rsidR="00F13C51">
        <w:rPr>
          <w:rtl/>
        </w:rPr>
        <w:t>،</w:t>
      </w:r>
      <w:r w:rsidRPr="00F27F38">
        <w:rPr>
          <w:rtl/>
        </w:rPr>
        <w:t xml:space="preserve"> مِن عشرين ذي الحَجَّة مِن السنة الحادية والستِّين هجريَّة</w:t>
      </w:r>
      <w:r w:rsidR="00F13C51">
        <w:rPr>
          <w:rtl/>
        </w:rPr>
        <w:t>،</w:t>
      </w:r>
      <w:r w:rsidRPr="00F27F38">
        <w:rPr>
          <w:rtl/>
        </w:rPr>
        <w:t xml:space="preserve"> وتوقَّفت في كربلاء في اليوم الأوَّل أو الثاني مِن الشهر التالي مُحرَّم</w:t>
      </w:r>
      <w:r w:rsidR="00F13C51">
        <w:rPr>
          <w:rtl/>
        </w:rPr>
        <w:t>،</w:t>
      </w:r>
      <w:r w:rsidRPr="00F27F38">
        <w:rPr>
          <w:rtl/>
        </w:rPr>
        <w:t xml:space="preserve"> إنَّنا الآن نُرافقه كمُشاهدين ومُصغين</w:t>
      </w:r>
      <w:r w:rsidR="00F13C51">
        <w:rPr>
          <w:rtl/>
        </w:rPr>
        <w:t>،</w:t>
      </w:r>
      <w:r w:rsidRPr="00F27F38">
        <w:rPr>
          <w:rtl/>
        </w:rPr>
        <w:t xml:space="preserve"> إنَّ في ا</w:t>
      </w:r>
      <w:r w:rsidR="002C2DD7">
        <w:rPr>
          <w:rtl/>
        </w:rPr>
        <w:t>لمـُ</w:t>
      </w:r>
      <w:r w:rsidRPr="00F27F38">
        <w:rPr>
          <w:rtl/>
        </w:rPr>
        <w:t>شاهدة عِبرة سخيَّة</w:t>
      </w:r>
      <w:r w:rsidR="00F13C51">
        <w:rPr>
          <w:rtl/>
        </w:rPr>
        <w:t>،</w:t>
      </w:r>
      <w:r w:rsidRPr="00F27F38">
        <w:rPr>
          <w:rtl/>
        </w:rPr>
        <w:t xml:space="preserve"> ولكنَّ الإصغاء إليه في ا</w:t>
      </w:r>
      <w:r w:rsidR="002C2DD7">
        <w:rPr>
          <w:rtl/>
        </w:rPr>
        <w:t>لمـُ</w:t>
      </w:r>
      <w:r w:rsidRPr="00F27F38">
        <w:rPr>
          <w:rtl/>
        </w:rPr>
        <w:t>ناسبات اللجوجة كان وفير التأمُّل</w:t>
      </w:r>
      <w:r w:rsidR="00F13C51">
        <w:rPr>
          <w:rtl/>
        </w:rPr>
        <w:t>،</w:t>
      </w:r>
      <w:r w:rsidRPr="00F27F38">
        <w:rPr>
          <w:rtl/>
        </w:rPr>
        <w:t xml:space="preserve"> لأنَّه كان تظهيراً أصيلاً لكلِّ ما في نفسه مِن لواعج</w:t>
      </w:r>
      <w:r w:rsidR="00F13C51">
        <w:rPr>
          <w:rtl/>
        </w:rPr>
        <w:t>،</w:t>
      </w:r>
      <w:r w:rsidRPr="00F27F38">
        <w:rPr>
          <w:rtl/>
        </w:rPr>
        <w:t xml:space="preserve"> ولك ما في رؤياه مِن مدى وصدى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lastRenderedPageBreak/>
        <w:t>-</w:t>
      </w:r>
      <w:r w:rsidR="003A7CC2" w:rsidRPr="00F27F38">
        <w:rPr>
          <w:rtl/>
        </w:rPr>
        <w:t xml:space="preserve"> 3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أدرك الحسين</w:t>
      </w:r>
      <w:r w:rsidR="00F13C51">
        <w:rPr>
          <w:rtl/>
        </w:rPr>
        <w:t xml:space="preserve"> - </w:t>
      </w:r>
      <w:r w:rsidRPr="00F27F38">
        <w:rPr>
          <w:rtl/>
        </w:rPr>
        <w:t>وهو لا يزال في ا</w:t>
      </w:r>
      <w:r w:rsidR="002C2DD7">
        <w:rPr>
          <w:rtl/>
        </w:rPr>
        <w:t>لمـَ</w:t>
      </w:r>
      <w:r w:rsidRPr="00F27F38">
        <w:rPr>
          <w:rtl/>
        </w:rPr>
        <w:t>حطَّة الأُولى</w:t>
      </w:r>
      <w:r w:rsidR="00F13C51">
        <w:rPr>
          <w:rtl/>
        </w:rPr>
        <w:t xml:space="preserve"> - </w:t>
      </w:r>
      <w:r w:rsidRPr="00F27F38">
        <w:rPr>
          <w:rtl/>
        </w:rPr>
        <w:t>التنعيم عبد الله بن عمر</w:t>
      </w:r>
      <w:r w:rsidR="00F13C51">
        <w:rPr>
          <w:rtl/>
        </w:rPr>
        <w:t>،</w:t>
      </w:r>
      <w:r w:rsidRPr="00F27F38">
        <w:rPr>
          <w:rtl/>
        </w:rPr>
        <w:t xml:space="preserve"> فلنُصغ إلى هذا النوع مِن الحوار</w:t>
      </w:r>
      <w:r w:rsidR="00F13C51">
        <w:rPr>
          <w:rtl/>
        </w:rPr>
        <w:t>،</w:t>
      </w:r>
      <w:r w:rsidRPr="00F27F38">
        <w:rPr>
          <w:rtl/>
        </w:rPr>
        <w:t xml:space="preserve"> الذي دار بين الاثنين في مُخيَّم الحسين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عبد الله</w:t>
      </w:r>
      <w:r w:rsidR="00F13C51">
        <w:rPr>
          <w:rtl/>
        </w:rPr>
        <w:t>:</w:t>
      </w:r>
      <w:r w:rsidRPr="00F27F38">
        <w:rPr>
          <w:rtl/>
        </w:rPr>
        <w:t xml:space="preserve"> يا سبط الرسول</w:t>
      </w:r>
      <w:r w:rsidR="00F13C51">
        <w:rPr>
          <w:rtl/>
        </w:rPr>
        <w:t>،</w:t>
      </w:r>
      <w:r w:rsidRPr="00F27F38">
        <w:rPr>
          <w:rtl/>
        </w:rPr>
        <w:t xml:space="preserve"> ما كدت أعرف أنَّك تركت مَكَّة حتَّى هببتُ ألحق بك</w:t>
      </w:r>
      <w:r w:rsidR="00C327EB">
        <w:rPr>
          <w:rtl/>
        </w:rPr>
        <w:t>.</w:t>
      </w:r>
      <w:r w:rsidRPr="00F27F38">
        <w:rPr>
          <w:rtl/>
        </w:rPr>
        <w:t xml:space="preserve"> حمداً لله</w:t>
      </w:r>
      <w:r w:rsidR="00F13C51">
        <w:rPr>
          <w:rtl/>
        </w:rPr>
        <w:t>،</w:t>
      </w:r>
      <w:r w:rsidRPr="00F27F38">
        <w:rPr>
          <w:rtl/>
        </w:rPr>
        <w:t xml:space="preserve"> إنِّي توقَّفت و</w:t>
      </w:r>
      <w:r w:rsidR="002C2DD7">
        <w:rPr>
          <w:rtl/>
        </w:rPr>
        <w:t>لمـّ</w:t>
      </w:r>
      <w:r w:rsidRPr="00F27F38">
        <w:rPr>
          <w:rtl/>
        </w:rPr>
        <w:t>َا تقطع بعد أكثر مِن المحطَّة الأُولى مِن الطريق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ألا تراني أُرحِّب بك</w:t>
      </w:r>
      <w:r w:rsidR="00F13C51">
        <w:rPr>
          <w:rtl/>
        </w:rPr>
        <w:t>،</w:t>
      </w:r>
      <w:r w:rsidRPr="00F27F38">
        <w:rPr>
          <w:rtl/>
        </w:rPr>
        <w:t xml:space="preserve"> هات ما عندك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عبد الله</w:t>
      </w:r>
      <w:r w:rsidR="00F13C51">
        <w:rPr>
          <w:rtl/>
        </w:rPr>
        <w:t>:</w:t>
      </w:r>
      <w:r w:rsidRPr="00F27F38">
        <w:rPr>
          <w:rtl/>
        </w:rPr>
        <w:t xml:space="preserve"> ما أكرمك</w:t>
      </w:r>
      <w:r w:rsidR="00106DAF">
        <w:rPr>
          <w:rtl/>
        </w:rPr>
        <w:t>!</w:t>
      </w:r>
      <w:r w:rsidRPr="00F27F38">
        <w:rPr>
          <w:rtl/>
        </w:rPr>
        <w:t xml:space="preserve"> تكسر قليلاً مِن شوقي</w:t>
      </w:r>
      <w:r w:rsidR="00F13C51">
        <w:rPr>
          <w:rtl/>
        </w:rPr>
        <w:t xml:space="preserve"> - </w:t>
      </w:r>
      <w:r w:rsidRPr="00F27F38">
        <w:rPr>
          <w:rtl/>
        </w:rPr>
        <w:t>يا ابن علي</w:t>
      </w:r>
      <w:r w:rsidR="00F13C51">
        <w:rPr>
          <w:rtl/>
        </w:rPr>
        <w:t xml:space="preserve"> - </w:t>
      </w:r>
      <w:r w:rsidRPr="00F27F38">
        <w:rPr>
          <w:rtl/>
        </w:rPr>
        <w:t>لقد رأيت جَدَّك الرسول يكشف عن سِرَّتك وأنت طفل</w:t>
      </w:r>
      <w:r w:rsidR="00F13C51">
        <w:rPr>
          <w:rtl/>
        </w:rPr>
        <w:t>،</w:t>
      </w:r>
      <w:r w:rsidRPr="00F27F38">
        <w:rPr>
          <w:rtl/>
        </w:rPr>
        <w:t xml:space="preserve"> ويُقبِّلك بها وهو مُغمض العينين</w:t>
      </w:r>
      <w:r w:rsidR="00F13C51">
        <w:rPr>
          <w:rtl/>
        </w:rPr>
        <w:t>،</w:t>
      </w:r>
      <w:r w:rsidRPr="00F27F38">
        <w:rPr>
          <w:rtl/>
        </w:rPr>
        <w:t xml:space="preserve"> ألا تكشف لي سِرَّتك ولو كنت لم تفعل ذلك مُنذ أكثر مِن خمسين سنة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لقد ذكرتني</w:t>
      </w:r>
      <w:r w:rsidR="00F13C51">
        <w:rPr>
          <w:rtl/>
        </w:rPr>
        <w:t xml:space="preserve"> - </w:t>
      </w:r>
      <w:r w:rsidRPr="00F27F38">
        <w:rPr>
          <w:rtl/>
        </w:rPr>
        <w:t>يا رجل</w:t>
      </w:r>
      <w:r w:rsidR="00F13C51">
        <w:rPr>
          <w:rtl/>
        </w:rPr>
        <w:t xml:space="preserve"> - </w:t>
      </w:r>
      <w:r w:rsidRPr="00F27F38">
        <w:rPr>
          <w:rtl/>
        </w:rPr>
        <w:t>بنعيمي الذي حكت منه ثوب أحلامي</w:t>
      </w:r>
      <w:r w:rsidR="00F13C51">
        <w:rPr>
          <w:rtl/>
        </w:rPr>
        <w:t>،</w:t>
      </w:r>
      <w:r w:rsidRPr="00F27F38">
        <w:rPr>
          <w:rtl/>
        </w:rPr>
        <w:t xml:space="preserve"> فها أنِّي أمامك على ظهري</w:t>
      </w:r>
      <w:r w:rsidR="00F13C51">
        <w:rPr>
          <w:rtl/>
        </w:rPr>
        <w:t>،</w:t>
      </w:r>
      <w:r w:rsidRPr="00F27F38">
        <w:rPr>
          <w:rtl/>
        </w:rPr>
        <w:t xml:space="preserve"> ولن أتحرَّك ولو ضربتني بألف خَنجر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وانحنى ابن عمر يُقبِّل سِرَّة الحسين ثلاثاً</w:t>
      </w:r>
      <w:r w:rsidR="00F13C51">
        <w:rPr>
          <w:rtl/>
        </w:rPr>
        <w:t>،</w:t>
      </w:r>
      <w:r w:rsidRPr="00F27F38">
        <w:rPr>
          <w:rtl/>
        </w:rPr>
        <w:t xml:space="preserve"> وفي كلِّ واحدة منها كان يبدو وكأنَّه ينتهل مِن الكوثر</w:t>
      </w:r>
      <w:r w:rsidR="00F13C51">
        <w:rPr>
          <w:rtl/>
        </w:rPr>
        <w:t>،</w:t>
      </w:r>
      <w:r w:rsidRPr="00F27F38">
        <w:rPr>
          <w:rtl/>
        </w:rPr>
        <w:t xml:space="preserve"> ثمَّ نهض وهو يشكر ويقول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عبد الله</w:t>
      </w:r>
      <w:r w:rsidR="00F13C51">
        <w:rPr>
          <w:rtl/>
        </w:rPr>
        <w:t>:</w:t>
      </w:r>
      <w:r w:rsidRPr="00F27F38">
        <w:rPr>
          <w:rtl/>
        </w:rPr>
        <w:t xml:space="preserve"> أتُريدني أشكرك على نعمة أُسبغت عليَّ</w:t>
      </w:r>
      <w:r w:rsidR="00F13C51">
        <w:rPr>
          <w:rtl/>
        </w:rPr>
        <w:t xml:space="preserve"> - </w:t>
      </w:r>
      <w:r w:rsidRPr="00F27F38">
        <w:rPr>
          <w:rtl/>
        </w:rPr>
        <w:t>يا ابن بنت الرسول</w:t>
      </w:r>
      <w:r w:rsidR="00F13C51">
        <w:rPr>
          <w:rtl/>
        </w:rPr>
        <w:t xml:space="preserve"> -</w:t>
      </w:r>
      <w:r w:rsidR="00106DAF">
        <w:rPr>
          <w:rtl/>
        </w:rPr>
        <w:t>؟</w:t>
      </w:r>
      <w:r w:rsidRPr="00F27F38">
        <w:rPr>
          <w:rtl/>
        </w:rPr>
        <w:t xml:space="preserve"> ولكنْ</w:t>
      </w:r>
      <w:r w:rsidR="00C327EB">
        <w:rPr>
          <w:rtl/>
        </w:rPr>
        <w:t xml:space="preserve"> ...</w:t>
      </w:r>
      <w:r w:rsidRPr="00F27F38">
        <w:rPr>
          <w:rtl/>
        </w:rPr>
        <w:t xml:space="preserve"> هل تُصغي إلى رجاء لي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اجلس وأفصِح يا ابن عمر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عبد الله</w:t>
      </w:r>
      <w:r w:rsidR="00F13C51">
        <w:rPr>
          <w:rtl/>
        </w:rPr>
        <w:t>:</w:t>
      </w:r>
      <w:r w:rsidRPr="00F27F38">
        <w:rPr>
          <w:rtl/>
        </w:rPr>
        <w:t xml:space="preserve"> أيُّ إفصاح لي وأنا استعطفك بالرجوع إلى محارم الكعبة</w:t>
      </w:r>
      <w:r w:rsidR="00106DAF">
        <w:rPr>
          <w:rtl/>
        </w:rPr>
        <w:t>؟</w:t>
      </w:r>
      <w:r w:rsidRPr="00F27F38">
        <w:rPr>
          <w:rtl/>
        </w:rPr>
        <w:t>! ألا تسمعني أقول لك</w:t>
      </w:r>
      <w:r w:rsidR="00F13C51">
        <w:rPr>
          <w:rtl/>
        </w:rPr>
        <w:t>:</w:t>
      </w:r>
      <w:r w:rsidRPr="00F27F38">
        <w:rPr>
          <w:rtl/>
        </w:rPr>
        <w:t xml:space="preserve"> إنَّ نجاتك مِن القتل</w:t>
      </w:r>
      <w:r w:rsidR="00106DAF">
        <w:rPr>
          <w:rtl/>
        </w:rPr>
        <w:t>؟</w:t>
      </w:r>
      <w:r w:rsidRPr="00F27F38">
        <w:rPr>
          <w:rtl/>
        </w:rPr>
        <w:t>! لا يشفع فيها واحد بألآلف إنْ تابعت طريقك</w:t>
      </w:r>
      <w:r w:rsidR="00106DAF">
        <w:rPr>
          <w:rtl/>
        </w:rPr>
        <w:t>!</w:t>
      </w:r>
      <w:r w:rsidRPr="00F27F38">
        <w:rPr>
          <w:rtl/>
        </w:rPr>
        <w:t xml:space="preserve">!!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إنَّ خمسين سنة مَرَّت علينا بعد ابن الخطَّاب قد صاغت قَدَري</w:t>
      </w:r>
      <w:r w:rsidR="00F13C51">
        <w:rPr>
          <w:rtl/>
        </w:rPr>
        <w:t>،</w:t>
      </w:r>
      <w:r w:rsidRPr="00F27F38">
        <w:rPr>
          <w:rtl/>
        </w:rPr>
        <w:t xml:space="preserve"> فلا تحزن عليَّ يا ابن عمر</w:t>
      </w:r>
      <w:r w:rsidR="00106DAF">
        <w:rPr>
          <w:rtl/>
        </w:rPr>
        <w:t>!</w:t>
      </w:r>
      <w:r w:rsidRPr="00F27F38">
        <w:rPr>
          <w:rtl/>
        </w:rPr>
        <w:t>!! رعاك الله مِن مُشفق تأخَّر كثيراً إشفاقه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lastRenderedPageBreak/>
        <w:t>ونهض الحسين يتمشَّى تحت بِلاس الخيمة</w:t>
      </w:r>
      <w:r w:rsidR="00F13C51">
        <w:rPr>
          <w:rtl/>
        </w:rPr>
        <w:t>،</w:t>
      </w:r>
      <w:r w:rsidRPr="00F27F38">
        <w:rPr>
          <w:rtl/>
        </w:rPr>
        <w:t xml:space="preserve"> فهم ابن عمر أنَّه المصدوم برجائه</w:t>
      </w:r>
      <w:r w:rsidR="00F13C51">
        <w:rPr>
          <w:rtl/>
        </w:rPr>
        <w:t>،</w:t>
      </w:r>
      <w:r w:rsidRPr="00F27F38">
        <w:rPr>
          <w:rtl/>
        </w:rPr>
        <w:t xml:space="preserve"> فقام حزيناً وانسحب</w:t>
      </w:r>
      <w:r w:rsidR="00F13C51">
        <w:rPr>
          <w:rtl/>
        </w:rPr>
        <w:t>،</w:t>
      </w:r>
      <w:r w:rsidRPr="00F27F38">
        <w:rPr>
          <w:rtl/>
        </w:rPr>
        <w:t xml:space="preserve"> بينما كان يدخل بوَّابه أسعد الهجرى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الهجري</w:t>
      </w:r>
      <w:r w:rsidR="00F13C51">
        <w:rPr>
          <w:rtl/>
        </w:rPr>
        <w:t>:</w:t>
      </w:r>
      <w:r w:rsidRPr="00F27F38">
        <w:rPr>
          <w:rtl/>
        </w:rPr>
        <w:t xml:space="preserve"> يحيى أخو عمرو بن سعيد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أيُلاحقُني أمير الحِجاز بعد أنْ تركت له الحجاز وكلَّ أهل الحِجاز</w:t>
      </w:r>
      <w:r w:rsidR="00106DAF">
        <w:rPr>
          <w:rtl/>
        </w:rPr>
        <w:t>؟</w:t>
      </w:r>
      <w:r w:rsidRPr="00F27F38">
        <w:rPr>
          <w:rtl/>
        </w:rPr>
        <w:t>! ألا خَسىء الرجل</w:t>
      </w:r>
      <w:r w:rsidR="00F13C51">
        <w:rPr>
          <w:rtl/>
        </w:rPr>
        <w:t>،</w:t>
      </w:r>
      <w:r w:rsidRPr="00F27F38">
        <w:rPr>
          <w:rtl/>
        </w:rPr>
        <w:t xml:space="preserve"> وخسىء مروان بن الحَكم والوليد بن عتبة</w:t>
      </w:r>
      <w:r w:rsidR="00106DAF">
        <w:rPr>
          <w:rtl/>
        </w:rPr>
        <w:t>!</w:t>
      </w:r>
      <w:r w:rsidRPr="00F27F38">
        <w:rPr>
          <w:rtl/>
        </w:rPr>
        <w:t>! أدخله يا أسعد ولا تَخف عليَّ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بعد قليل كان أخو الوالي في حضرة الحسين على بوَّابة ا</w:t>
      </w:r>
      <w:r w:rsidR="002C2DD7">
        <w:rPr>
          <w:rtl/>
        </w:rPr>
        <w:t>لمـُ</w:t>
      </w:r>
      <w:r w:rsidRPr="00F27F38">
        <w:rPr>
          <w:rtl/>
        </w:rPr>
        <w:t>خيَّم</w:t>
      </w:r>
      <w:r w:rsidR="00F13C51">
        <w:rPr>
          <w:rtl/>
        </w:rPr>
        <w:t>،</w:t>
      </w:r>
      <w:r w:rsidRPr="00F27F38">
        <w:rPr>
          <w:rtl/>
        </w:rPr>
        <w:t xml:space="preserve"> فعاجله الحسين قبل أنْ يرمي عليه السلام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مِن قِبَل الأمير</w:t>
      </w:r>
      <w:r w:rsidR="00F13C51">
        <w:rPr>
          <w:rtl/>
        </w:rPr>
        <w:t>،</w:t>
      </w:r>
      <w:r w:rsidRPr="00F27F38">
        <w:rPr>
          <w:rtl/>
        </w:rPr>
        <w:t xml:space="preserve"> أليس كذلك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يحيى</w:t>
      </w:r>
      <w:r w:rsidR="00F13C51">
        <w:rPr>
          <w:rtl/>
        </w:rPr>
        <w:t>:</w:t>
      </w:r>
      <w:r w:rsidRPr="00F27F38">
        <w:rPr>
          <w:rtl/>
        </w:rPr>
        <w:t xml:space="preserve"> أجل</w:t>
      </w:r>
      <w:r w:rsidR="00F13C51">
        <w:rPr>
          <w:rtl/>
        </w:rPr>
        <w:t>،</w:t>
      </w:r>
      <w:r w:rsidRPr="00F27F38">
        <w:rPr>
          <w:rtl/>
        </w:rPr>
        <w:t xml:space="preserve"> أخي عمرو</w:t>
      </w:r>
      <w:r w:rsidR="00F13C51">
        <w:rPr>
          <w:rtl/>
        </w:rPr>
        <w:t>،</w:t>
      </w:r>
      <w:r w:rsidRPr="00F27F38">
        <w:rPr>
          <w:rtl/>
        </w:rPr>
        <w:t xml:space="preserve"> وهو أمير الحِجاز كما تعلم</w:t>
      </w:r>
      <w:r w:rsidR="00F13C51">
        <w:rPr>
          <w:rtl/>
        </w:rPr>
        <w:t>،</w:t>
      </w:r>
      <w:r w:rsidRPr="00F27F38">
        <w:rPr>
          <w:rtl/>
        </w:rPr>
        <w:t xml:space="preserve"> يعتب عليك لا تودِّعه قبل أنْ ترحل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طرق القوافل مفتوحة</w:t>
      </w:r>
      <w:r w:rsidR="00F13C51">
        <w:rPr>
          <w:rtl/>
        </w:rPr>
        <w:t>،</w:t>
      </w:r>
      <w:r w:rsidRPr="00F27F38">
        <w:rPr>
          <w:rtl/>
        </w:rPr>
        <w:t xml:space="preserve"> قُلْ للأمير يا أخا الأمير</w:t>
      </w:r>
      <w:r w:rsidR="00F13C51">
        <w:rPr>
          <w:rtl/>
        </w:rPr>
        <w:t>:</w:t>
      </w:r>
      <w:r w:rsidRPr="00F27F38">
        <w:rPr>
          <w:rtl/>
        </w:rPr>
        <w:t xml:space="preserve"> فمتى كان على مُسافر أنْ يودِّع الأمير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يحيى</w:t>
      </w:r>
      <w:r w:rsidR="00F13C51">
        <w:rPr>
          <w:rtl/>
        </w:rPr>
        <w:t>:</w:t>
      </w:r>
      <w:r w:rsidRPr="00F27F38">
        <w:rPr>
          <w:rtl/>
        </w:rPr>
        <w:t xml:space="preserve"> ولكنَّ الحسين يعلم</w:t>
      </w:r>
      <w:r w:rsidR="00F13C51">
        <w:rPr>
          <w:rtl/>
        </w:rPr>
        <w:t xml:space="preserve"> - </w:t>
      </w:r>
      <w:r w:rsidRPr="00F27F38">
        <w:rPr>
          <w:rtl/>
        </w:rPr>
        <w:t>كما يعلم عبد الله بن الزبير</w:t>
      </w:r>
      <w:r w:rsidR="00F13C51">
        <w:rPr>
          <w:rtl/>
        </w:rPr>
        <w:t xml:space="preserve"> - </w:t>
      </w:r>
      <w:r w:rsidRPr="00F27F38">
        <w:rPr>
          <w:rtl/>
        </w:rPr>
        <w:t>أنَّ ا</w:t>
      </w:r>
      <w:r w:rsidR="002C2DD7">
        <w:rPr>
          <w:rtl/>
        </w:rPr>
        <w:t>لمـُ</w:t>
      </w:r>
      <w:r w:rsidRPr="00F27F38">
        <w:rPr>
          <w:rtl/>
        </w:rPr>
        <w:t>بايعة للخليفة يزيد هي التي تفكُّ مِن ا</w:t>
      </w:r>
      <w:r w:rsidR="002C2DD7">
        <w:rPr>
          <w:rtl/>
        </w:rPr>
        <w:t>لمـُ</w:t>
      </w:r>
      <w:r w:rsidRPr="00F27F38">
        <w:rPr>
          <w:rtl/>
        </w:rPr>
        <w:t>راقبة وا</w:t>
      </w:r>
      <w:r w:rsidR="002C2DD7">
        <w:rPr>
          <w:rtl/>
        </w:rPr>
        <w:t>لمـُ</w:t>
      </w:r>
      <w:r w:rsidRPr="00F27F38">
        <w:rPr>
          <w:rtl/>
        </w:rPr>
        <w:t>لاحقة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قُلْ للأمير</w:t>
      </w:r>
      <w:r w:rsidR="00F13C51">
        <w:rPr>
          <w:rtl/>
        </w:rPr>
        <w:t>:</w:t>
      </w:r>
      <w:r w:rsidRPr="00F27F38">
        <w:rPr>
          <w:rtl/>
        </w:rPr>
        <w:t xml:space="preserve"> أنْ لا شيء يحجزني في أرض أُريد أنْ أتركها إلى حيث يطيب لي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يحيى</w:t>
      </w:r>
      <w:r w:rsidR="00F13C51">
        <w:rPr>
          <w:rtl/>
        </w:rPr>
        <w:t>:</w:t>
      </w:r>
      <w:r w:rsidRPr="00F27F38">
        <w:rPr>
          <w:rtl/>
        </w:rPr>
        <w:t xml:space="preserve"> إنَّه عصيان على ما يبدو</w:t>
      </w:r>
      <w:r w:rsidR="00F13C51">
        <w:rPr>
          <w:rtl/>
        </w:rPr>
        <w:t>،</w:t>
      </w:r>
      <w:r w:rsidRPr="00F27F38">
        <w:rPr>
          <w:rtl/>
        </w:rPr>
        <w:t xml:space="preserve"> سريعاً ما سأُبلِغ الأمير</w:t>
      </w:r>
      <w:r w:rsidR="00F13C51">
        <w:rPr>
          <w:rtl/>
        </w:rPr>
        <w:t>،</w:t>
      </w:r>
      <w:r w:rsidRPr="00F27F38">
        <w:rPr>
          <w:rtl/>
        </w:rPr>
        <w:t xml:space="preserve"> نحن على خيل لا تُلحَق</w:t>
      </w:r>
      <w:r w:rsidR="00F13C51">
        <w:rPr>
          <w:rtl/>
        </w:rPr>
        <w:t>،</w:t>
      </w:r>
      <w:r w:rsidRPr="00F27F38">
        <w:rPr>
          <w:rtl/>
        </w:rPr>
        <w:t xml:space="preserve"> غداً أو بعد غدٍ يكون لنا ما نتدبَّر به أمرك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لم يجهد الحسين نفسه بالجواب</w:t>
      </w:r>
      <w:r w:rsidR="00F13C51">
        <w:rPr>
          <w:rtl/>
        </w:rPr>
        <w:t>،</w:t>
      </w:r>
      <w:r w:rsidRPr="00F27F38">
        <w:rPr>
          <w:rtl/>
        </w:rPr>
        <w:t xml:space="preserve"> بلْ تبسَّم وأرتدَّ إلى الداخل</w:t>
      </w:r>
      <w:r w:rsidR="00F13C51">
        <w:rPr>
          <w:rtl/>
        </w:rPr>
        <w:t>،</w:t>
      </w:r>
      <w:r w:rsidRPr="00F27F38">
        <w:rPr>
          <w:rtl/>
        </w:rPr>
        <w:t xml:space="preserve"> ولم يَعُدْ يرى كيف انصرف الرجل</w:t>
      </w:r>
      <w:r w:rsidR="00F13C51">
        <w:rPr>
          <w:rtl/>
        </w:rPr>
        <w:t>،</w:t>
      </w:r>
      <w:r w:rsidRPr="00F27F38">
        <w:rPr>
          <w:rtl/>
        </w:rPr>
        <w:t xml:space="preserve"> إلاَّ أنَّه أمر سريعاً بالرحيل</w:t>
      </w:r>
      <w:r w:rsidR="00F13C51">
        <w:rPr>
          <w:rtl/>
        </w:rPr>
        <w:t>،</w:t>
      </w:r>
      <w:r w:rsidRPr="00F27F38">
        <w:rPr>
          <w:rtl/>
        </w:rPr>
        <w:t xml:space="preserve"> وقبل أنْ يبلغ ا</w:t>
      </w:r>
      <w:r w:rsidR="002C2DD7">
        <w:rPr>
          <w:rtl/>
        </w:rPr>
        <w:t>لمـَ</w:t>
      </w:r>
      <w:r w:rsidRPr="00F27F38">
        <w:rPr>
          <w:rtl/>
        </w:rPr>
        <w:t xml:space="preserve">حطَّة كان قد لحق به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lastRenderedPageBreak/>
        <w:t>ابنا عبد الله بن جعفر</w:t>
      </w:r>
      <w:r w:rsidR="00F13C51">
        <w:rPr>
          <w:rtl/>
        </w:rPr>
        <w:t xml:space="preserve"> - </w:t>
      </w:r>
      <w:r w:rsidRPr="00F27F38">
        <w:rPr>
          <w:rtl/>
        </w:rPr>
        <w:t>عون ومحمد</w:t>
      </w:r>
      <w:r w:rsidR="00F13C51">
        <w:rPr>
          <w:rtl/>
        </w:rPr>
        <w:t xml:space="preserve"> - </w:t>
      </w:r>
      <w:r w:rsidRPr="00F27F38">
        <w:rPr>
          <w:rtl/>
        </w:rPr>
        <w:t>فنزلا معه في الصفاح</w:t>
      </w:r>
      <w:r w:rsidR="00F13C51">
        <w:rPr>
          <w:rtl/>
        </w:rPr>
        <w:t>،</w:t>
      </w:r>
      <w:r w:rsidRPr="00F27F38">
        <w:rPr>
          <w:rtl/>
        </w:rPr>
        <w:t xml:space="preserve"> حيث دار الحوار التالي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وما عند ابني العَمِّ عون ومحمد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عون</w:t>
      </w:r>
      <w:r w:rsidR="00F13C51">
        <w:rPr>
          <w:rtl/>
        </w:rPr>
        <w:t>:</w:t>
      </w:r>
      <w:r w:rsidRPr="00F27F38">
        <w:rPr>
          <w:rtl/>
        </w:rPr>
        <w:t xml:space="preserve"> لقد هلع أبي عليك</w:t>
      </w:r>
      <w:r w:rsidR="00F13C51">
        <w:rPr>
          <w:rtl/>
        </w:rPr>
        <w:t xml:space="preserve"> - </w:t>
      </w:r>
      <w:r w:rsidRPr="00F27F38">
        <w:rPr>
          <w:rtl/>
        </w:rPr>
        <w:t>يا عَمُّ</w:t>
      </w:r>
      <w:r w:rsidR="00F13C51">
        <w:rPr>
          <w:rtl/>
        </w:rPr>
        <w:t xml:space="preserve"> - </w:t>
      </w:r>
      <w:r w:rsidRPr="00F27F38">
        <w:rPr>
          <w:rtl/>
        </w:rPr>
        <w:t>لا سِيَّما وقد عرف أنَّ الأمير ابن العاص قد أرسل في أثرك أخاه سعيداً</w:t>
      </w:r>
      <w:r w:rsidR="00F13C51">
        <w:rPr>
          <w:rtl/>
        </w:rPr>
        <w:t>،</w:t>
      </w:r>
      <w:r w:rsidRPr="00F27F38">
        <w:rPr>
          <w:rtl/>
        </w:rPr>
        <w:t xml:space="preserve"> فقصده وبقي يُلحُّ عليه حتَّى استحصل على أمان لك تعود به إلى مَكَّة</w:t>
      </w:r>
      <w:r w:rsidR="00F13C51">
        <w:rPr>
          <w:rtl/>
        </w:rPr>
        <w:t>،</w:t>
      </w:r>
      <w:r w:rsidRPr="00F27F38">
        <w:rPr>
          <w:rtl/>
        </w:rPr>
        <w:t xml:space="preserve"> وهذا هو صَكُّ الأمان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لا أمان لنا يا عون في ظِلِّ بني حرب</w:t>
      </w:r>
      <w:r w:rsidR="00F13C51">
        <w:rPr>
          <w:rtl/>
        </w:rPr>
        <w:t>،</w:t>
      </w:r>
      <w:r w:rsidRPr="00F27F38">
        <w:rPr>
          <w:rtl/>
        </w:rPr>
        <w:t xml:space="preserve"> الأُمَّة كلُّها</w:t>
      </w:r>
      <w:r w:rsidR="00F13C51">
        <w:rPr>
          <w:rtl/>
        </w:rPr>
        <w:t xml:space="preserve"> - </w:t>
      </w:r>
      <w:r w:rsidRPr="00F27F38">
        <w:rPr>
          <w:rtl/>
        </w:rPr>
        <w:t>يا ابن العم</w:t>
      </w:r>
      <w:r w:rsidR="00F13C51">
        <w:rPr>
          <w:rtl/>
        </w:rPr>
        <w:t xml:space="preserve"> - </w:t>
      </w:r>
      <w:r w:rsidRPr="00F27F38">
        <w:rPr>
          <w:rtl/>
        </w:rPr>
        <w:t>تضيع عن التلقُّط بحبال أمنها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محمد</w:t>
      </w:r>
      <w:r w:rsidR="00F13C51">
        <w:rPr>
          <w:rtl/>
        </w:rPr>
        <w:t>:</w:t>
      </w:r>
      <w:r w:rsidRPr="00F27F38">
        <w:rPr>
          <w:rtl/>
        </w:rPr>
        <w:t xml:space="preserve"> ولكنَّ الكتاب بين يدينا يا عَمُّ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إنَّها كذبة قِرد</w:t>
      </w:r>
      <w:r w:rsidR="00F13C51">
        <w:rPr>
          <w:rtl/>
        </w:rPr>
        <w:t xml:space="preserve"> - </w:t>
      </w:r>
      <w:r w:rsidRPr="00F27F38">
        <w:rPr>
          <w:rtl/>
        </w:rPr>
        <w:t>يا محمد</w:t>
      </w:r>
      <w:r w:rsidR="00F13C51">
        <w:rPr>
          <w:rtl/>
        </w:rPr>
        <w:t xml:space="preserve"> - </w:t>
      </w:r>
      <w:r w:rsidRPr="00F27F38">
        <w:rPr>
          <w:rtl/>
        </w:rPr>
        <w:t>ألم يُخبرك أبوك</w:t>
      </w:r>
      <w:r w:rsidR="00F13C51">
        <w:rPr>
          <w:rtl/>
        </w:rPr>
        <w:t xml:space="preserve"> - </w:t>
      </w:r>
      <w:r w:rsidRPr="00F27F38">
        <w:rPr>
          <w:rtl/>
        </w:rPr>
        <w:t>عبد الله بن جعفر</w:t>
      </w:r>
      <w:r w:rsidR="00F13C51">
        <w:rPr>
          <w:rtl/>
        </w:rPr>
        <w:t xml:space="preserve"> - </w:t>
      </w:r>
      <w:r w:rsidRPr="00F27F38">
        <w:rPr>
          <w:rtl/>
        </w:rPr>
        <w:t>أنَّ صكوك الأمان قد بُدئ بتمزيقها مُنذ العهد الأوَّل على يدي أبي بكر</w:t>
      </w:r>
      <w:r w:rsidR="00106DAF">
        <w:rPr>
          <w:rtl/>
        </w:rPr>
        <w:t>؟</w:t>
      </w:r>
      <w:r w:rsidRPr="00F27F38">
        <w:rPr>
          <w:rtl/>
        </w:rPr>
        <w:t>!! فيكف نُصدِّق أماناً يُقهقه به قرد جديد في عهد يزيد</w:t>
      </w:r>
      <w:r w:rsidR="00106DAF">
        <w:rPr>
          <w:rtl/>
        </w:rPr>
        <w:t>؟</w:t>
      </w:r>
      <w:r w:rsidRPr="00F27F38">
        <w:rPr>
          <w:rtl/>
        </w:rPr>
        <w:t xml:space="preserve"> ارجعا وفتِّشا عن أمان آخر</w:t>
      </w:r>
      <w:r w:rsidR="00F13C51">
        <w:rPr>
          <w:rtl/>
        </w:rPr>
        <w:t xml:space="preserve"> - </w:t>
      </w:r>
      <w:r w:rsidRPr="00F27F38">
        <w:rPr>
          <w:rtl/>
        </w:rPr>
        <w:t>يا حبيبيَّ</w:t>
      </w:r>
      <w:r w:rsidR="00F13C51">
        <w:rPr>
          <w:rtl/>
        </w:rPr>
        <w:t xml:space="preserve"> - </w:t>
      </w:r>
      <w:r w:rsidRPr="00F27F38">
        <w:rPr>
          <w:rtl/>
        </w:rPr>
        <w:t>علَّني سأشتريه لكما مِن يَقظة جديدة مزروعة في دمي الأحمر!!!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عون</w:t>
      </w:r>
      <w:r w:rsidR="00F13C51">
        <w:rPr>
          <w:rtl/>
        </w:rPr>
        <w:t>:</w:t>
      </w:r>
      <w:r w:rsidRPr="00F27F38">
        <w:rPr>
          <w:rtl/>
        </w:rPr>
        <w:t xml:space="preserve"> وما تقصد يا عمَّاه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ألا تخاف إنْ فسَّرت لك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عون</w:t>
      </w:r>
      <w:r w:rsidR="00F13C51">
        <w:rPr>
          <w:rtl/>
        </w:rPr>
        <w:t>:</w:t>
      </w:r>
      <w:r w:rsidRPr="00F27F38">
        <w:rPr>
          <w:rtl/>
        </w:rPr>
        <w:t xml:space="preserve"> ولكنِّي أخاف أنْ لا أراك يا عمُّ</w:t>
      </w:r>
      <w:r w:rsidR="00106DAF">
        <w:rPr>
          <w:rtl/>
        </w:rPr>
        <w:t>!</w:t>
      </w:r>
      <w:r w:rsidRPr="00F27F38">
        <w:rPr>
          <w:rtl/>
        </w:rPr>
        <w:t>! لقد التقينا مُنذ ساعة بشاعرنا الفرزدق ذاهباً إلى الحَجِّ</w:t>
      </w:r>
      <w:r w:rsidR="00F13C51">
        <w:rPr>
          <w:rtl/>
        </w:rPr>
        <w:t>،</w:t>
      </w:r>
      <w:r w:rsidRPr="00F27F38">
        <w:rPr>
          <w:rtl/>
        </w:rPr>
        <w:t xml:space="preserve"> سألناه عن الناس في العراق تجاهك</w:t>
      </w:r>
      <w:r w:rsidR="00F13C51">
        <w:rPr>
          <w:rtl/>
        </w:rPr>
        <w:t>،</w:t>
      </w:r>
      <w:r w:rsidRPr="00F27F38">
        <w:rPr>
          <w:rtl/>
        </w:rPr>
        <w:t xml:space="preserve"> فأجاب</w:t>
      </w:r>
      <w:r w:rsidR="00F13C51">
        <w:rPr>
          <w:rtl/>
        </w:rPr>
        <w:t>:</w:t>
      </w:r>
      <w:r w:rsidRPr="00F27F38">
        <w:rPr>
          <w:rtl/>
        </w:rPr>
        <w:t xml:space="preserve"> قلوب الناس معك</w:t>
      </w:r>
      <w:r w:rsidR="00F13C51">
        <w:rPr>
          <w:rtl/>
        </w:rPr>
        <w:t xml:space="preserve"> - </w:t>
      </w:r>
      <w:r w:rsidRPr="00F27F38">
        <w:rPr>
          <w:rtl/>
        </w:rPr>
        <w:t>يا عمُّ</w:t>
      </w:r>
      <w:r w:rsidR="00F13C51">
        <w:rPr>
          <w:rtl/>
        </w:rPr>
        <w:t xml:space="preserve"> - </w:t>
      </w:r>
      <w:r w:rsidRPr="00F27F38">
        <w:rPr>
          <w:rtl/>
        </w:rPr>
        <w:t>وأسيافهم عليك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أتظنُّني لا أعرف ذلك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عون</w:t>
      </w:r>
      <w:r w:rsidR="00F13C51">
        <w:rPr>
          <w:rtl/>
        </w:rPr>
        <w:t>:</w:t>
      </w:r>
      <w:r w:rsidRPr="00F27F38">
        <w:rPr>
          <w:rtl/>
        </w:rPr>
        <w:t xml:space="preserve"> وكيف تذهب إليهم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حتَّى أبلوهم بالحقِّ</w:t>
      </w:r>
      <w:r w:rsidR="00F13C51">
        <w:rPr>
          <w:rtl/>
        </w:rPr>
        <w:t>،</w:t>
      </w:r>
      <w:r w:rsidRPr="00F27F38">
        <w:rPr>
          <w:rtl/>
        </w:rPr>
        <w:t xml:space="preserve"> حتَّى أستشهدهم على نفوسهم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الضائعة بين الصدق والكذب</w:t>
      </w:r>
      <w:r w:rsidR="00F13C51">
        <w:rPr>
          <w:rtl/>
        </w:rPr>
        <w:t>،</w:t>
      </w:r>
      <w:r w:rsidRPr="00F27F38">
        <w:rPr>
          <w:rtl/>
        </w:rPr>
        <w:t xml:space="preserve"> حتَّى أُوكِّد لهم أنَّ الوعي لا يذلُّ وأنَّ الذِّلَّ لا يعى</w:t>
      </w:r>
      <w:r w:rsidR="00F13C51">
        <w:rPr>
          <w:rtl/>
        </w:rPr>
        <w:t>،</w:t>
      </w:r>
      <w:r w:rsidRPr="00F27F38">
        <w:rPr>
          <w:rtl/>
        </w:rPr>
        <w:t xml:space="preserve"> حتَّى أُرشدهم إلى حقيقة هاجعة فيهم يجلونها بالصدق</w:t>
      </w:r>
      <w:r w:rsidR="00F13C51">
        <w:rPr>
          <w:rtl/>
        </w:rPr>
        <w:t>،</w:t>
      </w:r>
      <w:r w:rsidRPr="00F27F38">
        <w:rPr>
          <w:rtl/>
        </w:rPr>
        <w:t xml:space="preserve"> والإباء وعِزَّة النفس</w:t>
      </w:r>
      <w:r w:rsidR="00C327EB">
        <w:rPr>
          <w:rtl/>
        </w:rPr>
        <w:t>.</w:t>
      </w:r>
      <w:r w:rsidRPr="00F27F38">
        <w:rPr>
          <w:rtl/>
        </w:rPr>
        <w:t xml:space="preserve"> إنَّها القيمة التي يعيش بها الإنسان الصحيح الكريم</w:t>
      </w:r>
      <w:r w:rsidR="00F13C51">
        <w:rPr>
          <w:rtl/>
        </w:rPr>
        <w:t>،</w:t>
      </w:r>
      <w:r w:rsidRPr="00F27F38">
        <w:rPr>
          <w:rtl/>
        </w:rPr>
        <w:t xml:space="preserve"> وهي التي تبني ا</w:t>
      </w:r>
      <w:r w:rsidR="002C2DD7">
        <w:rPr>
          <w:rtl/>
        </w:rPr>
        <w:t>لمـُ</w:t>
      </w:r>
      <w:r w:rsidRPr="00F27F38">
        <w:rPr>
          <w:rtl/>
        </w:rPr>
        <w:t>جتمع الصحيح بقلبه وعقله وعفافه</w:t>
      </w:r>
      <w:r w:rsidR="00F13C51">
        <w:rPr>
          <w:rtl/>
        </w:rPr>
        <w:t>،</w:t>
      </w:r>
      <w:r w:rsidRPr="00F27F38">
        <w:rPr>
          <w:rtl/>
        </w:rPr>
        <w:t xml:space="preserve"> حتَّى أُبيِّن لهم أنَّ الحاكم الذي يرهب الناس ويشتريهم</w:t>
      </w:r>
      <w:r w:rsidR="00F13C51">
        <w:rPr>
          <w:rtl/>
        </w:rPr>
        <w:t>،</w:t>
      </w:r>
      <w:r w:rsidRPr="00F27F38">
        <w:rPr>
          <w:rtl/>
        </w:rPr>
        <w:t xml:space="preserve"> هو ذاته الذي يجعلهم أبقاراً تحلب وقطعاناً تسمن</w:t>
      </w:r>
      <w:r w:rsidR="00F13C51">
        <w:rPr>
          <w:rtl/>
        </w:rPr>
        <w:t>،</w:t>
      </w:r>
      <w:r w:rsidRPr="00F27F38">
        <w:rPr>
          <w:rtl/>
        </w:rPr>
        <w:t xml:space="preserve"> إنَّ الحليب والدسم ليُهرق فوق موائد الأمير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محمد</w:t>
      </w:r>
      <w:r w:rsidR="00F13C51">
        <w:rPr>
          <w:rtl/>
        </w:rPr>
        <w:t>:</w:t>
      </w:r>
      <w:r w:rsidRPr="00F27F38">
        <w:rPr>
          <w:rtl/>
        </w:rPr>
        <w:t xml:space="preserve"> وكيف يُمكنك</w:t>
      </w:r>
      <w:r w:rsidR="00F13C51">
        <w:rPr>
          <w:rtl/>
        </w:rPr>
        <w:t xml:space="preserve"> - </w:t>
      </w:r>
      <w:r w:rsidRPr="00F27F38">
        <w:rPr>
          <w:rtl/>
        </w:rPr>
        <w:t>يا عمُّ</w:t>
      </w:r>
      <w:r w:rsidR="00F13C51">
        <w:rPr>
          <w:rtl/>
        </w:rPr>
        <w:t xml:space="preserve"> - </w:t>
      </w:r>
      <w:r w:rsidRPr="00F27F38">
        <w:rPr>
          <w:rtl/>
        </w:rPr>
        <w:t>أنْ تُفهمهم ذلك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أُقدِّم لهم القُدوة</w:t>
      </w:r>
      <w:r w:rsidR="00F13C51">
        <w:rPr>
          <w:rtl/>
        </w:rPr>
        <w:t>،</w:t>
      </w:r>
      <w:r w:rsidRPr="00F27F38">
        <w:rPr>
          <w:rtl/>
        </w:rPr>
        <w:t xml:space="preserve"> أُعلِّمهم كيف يكون الرفض يشترون به صَكَّ الأمان</w:t>
      </w:r>
      <w:r w:rsidR="00F13C51">
        <w:rPr>
          <w:rtl/>
        </w:rPr>
        <w:t>،</w:t>
      </w:r>
      <w:r w:rsidRPr="00F27F38">
        <w:rPr>
          <w:rtl/>
        </w:rPr>
        <w:t xml:space="preserve"> لو أنَّ الأُمَّة تعلمت الرفض</w:t>
      </w:r>
      <w:r w:rsidR="00F13C51">
        <w:rPr>
          <w:rtl/>
        </w:rPr>
        <w:t xml:space="preserve"> - </w:t>
      </w:r>
      <w:r w:rsidRPr="00F27F38">
        <w:rPr>
          <w:rtl/>
        </w:rPr>
        <w:t>يا محمد</w:t>
      </w:r>
      <w:r w:rsidR="00F13C51">
        <w:rPr>
          <w:rtl/>
        </w:rPr>
        <w:t xml:space="preserve"> - </w:t>
      </w:r>
      <w:r w:rsidRPr="00F27F38">
        <w:rPr>
          <w:rtl/>
        </w:rPr>
        <w:t>لما كان ليزيد بين يديها رقصة تهريج مع دَنٍّ ودَفٍّ ووترٍ!!!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محمد</w:t>
      </w:r>
      <w:r w:rsidR="00F13C51">
        <w:rPr>
          <w:rtl/>
        </w:rPr>
        <w:t>:</w:t>
      </w:r>
      <w:r w:rsidRPr="00F27F38">
        <w:rPr>
          <w:rtl/>
        </w:rPr>
        <w:t xml:space="preserve"> وكيف تُقابله وهو لابس هكذا نعله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سأُقابله بالرفض</w:t>
      </w:r>
      <w:r w:rsidR="00F13C51">
        <w:rPr>
          <w:rtl/>
        </w:rPr>
        <w:t>،</w:t>
      </w:r>
      <w:r w:rsidRPr="00F27F38">
        <w:rPr>
          <w:rtl/>
        </w:rPr>
        <w:t xml:space="preserve"> وسأُمكِّنه مِن الرقص على بدني حتَّى ترى الأُمَّة</w:t>
      </w:r>
      <w:r w:rsidR="00F13C51">
        <w:rPr>
          <w:rtl/>
        </w:rPr>
        <w:t xml:space="preserve"> - </w:t>
      </w:r>
      <w:r w:rsidRPr="00F27F38">
        <w:rPr>
          <w:rtl/>
        </w:rPr>
        <w:t>بأُمِّ العين</w:t>
      </w:r>
      <w:r w:rsidR="00F13C51">
        <w:rPr>
          <w:rtl/>
        </w:rPr>
        <w:t xml:space="preserve"> - </w:t>
      </w:r>
      <w:r w:rsidRPr="00F27F38">
        <w:rPr>
          <w:rtl/>
        </w:rPr>
        <w:t>أنَّ ثأرها لي هو الذي يُحييني فيها رافضة</w:t>
      </w:r>
      <w:r w:rsidR="00F13C51">
        <w:rPr>
          <w:rtl/>
        </w:rPr>
        <w:t xml:space="preserve"> - </w:t>
      </w:r>
      <w:r w:rsidRPr="00F27F38">
        <w:rPr>
          <w:rtl/>
        </w:rPr>
        <w:t>فيما بعد</w:t>
      </w:r>
      <w:r w:rsidR="00F13C51">
        <w:rPr>
          <w:rtl/>
        </w:rPr>
        <w:t xml:space="preserve"> - </w:t>
      </w:r>
      <w:r w:rsidRPr="00F27F38">
        <w:rPr>
          <w:rtl/>
        </w:rPr>
        <w:t>تسليم حاكمها حينما يُذلِّلها به</w:t>
      </w:r>
      <w:r w:rsidR="00106DAF">
        <w:rPr>
          <w:rtl/>
        </w:rPr>
        <w:t>!</w:t>
      </w:r>
      <w:r w:rsidRPr="00F27F38">
        <w:rPr>
          <w:rtl/>
        </w:rPr>
        <w:t>! فليكن إيمانك بالأُمَّة يا ابني</w:t>
      </w:r>
      <w:r w:rsidR="00F13C51">
        <w:rPr>
          <w:rtl/>
        </w:rPr>
        <w:t>،</w:t>
      </w:r>
      <w:r w:rsidRPr="00F27F38">
        <w:rPr>
          <w:rtl/>
        </w:rPr>
        <w:t xml:space="preserve"> وليكن لي أنْ أُريها أنَّ الحقَّ يبنيها</w:t>
      </w:r>
      <w:r w:rsidR="00F13C51">
        <w:rPr>
          <w:rtl/>
        </w:rPr>
        <w:t>،</w:t>
      </w:r>
      <w:r w:rsidRPr="00F27F38">
        <w:rPr>
          <w:rtl/>
        </w:rPr>
        <w:t xml:space="preserve"> وأنَّ العُنفوان يحميها ويُزهيها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ما توصَّل الحسين إلى مثل هذه الحرارة في البحث</w:t>
      </w:r>
      <w:r w:rsidR="00F13C51">
        <w:rPr>
          <w:rtl/>
        </w:rPr>
        <w:t>،</w:t>
      </w:r>
      <w:r w:rsidRPr="00F27F38">
        <w:rPr>
          <w:rtl/>
        </w:rPr>
        <w:t xml:space="preserve"> حتَّى سكت كأنَّه ا</w:t>
      </w:r>
      <w:r w:rsidR="002C2DD7">
        <w:rPr>
          <w:rtl/>
        </w:rPr>
        <w:t>لمـُ</w:t>
      </w:r>
      <w:r w:rsidRPr="00F27F38">
        <w:rPr>
          <w:rtl/>
        </w:rPr>
        <w:t>نهك</w:t>
      </w:r>
      <w:r w:rsidR="00F13C51">
        <w:rPr>
          <w:rtl/>
        </w:rPr>
        <w:t>،</w:t>
      </w:r>
      <w:r w:rsidRPr="00F27F38">
        <w:rPr>
          <w:rtl/>
        </w:rPr>
        <w:t xml:space="preserve"> ثمَّ نهض مِن مكانه وخرج يستكشف وطأة الليل في الخارج</w:t>
      </w:r>
      <w:r w:rsidR="00F13C51">
        <w:rPr>
          <w:rtl/>
        </w:rPr>
        <w:t>،</w:t>
      </w:r>
      <w:r w:rsidRPr="00F27F38">
        <w:rPr>
          <w:rtl/>
        </w:rPr>
        <w:t xml:space="preserve"> بعد لحظات لحق به عون ومحمد</w:t>
      </w:r>
      <w:r w:rsidR="00F13C51">
        <w:rPr>
          <w:rtl/>
        </w:rPr>
        <w:t>،</w:t>
      </w:r>
      <w:r w:rsidRPr="00F27F38">
        <w:rPr>
          <w:rtl/>
        </w:rPr>
        <w:t xml:space="preserve"> فاستفهم الحسين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أتعودان الآن إلى مَكَّة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عون</w:t>
      </w:r>
      <w:r w:rsidR="00F13C51">
        <w:rPr>
          <w:rtl/>
        </w:rPr>
        <w:t>:</w:t>
      </w:r>
      <w:r w:rsidRPr="00F27F38">
        <w:rPr>
          <w:rtl/>
        </w:rPr>
        <w:t xml:space="preserve"> أبداً</w:t>
      </w:r>
      <w:r w:rsidR="00F13C51">
        <w:rPr>
          <w:rtl/>
        </w:rPr>
        <w:t xml:space="preserve"> - </w:t>
      </w:r>
      <w:r w:rsidRPr="00F27F38">
        <w:rPr>
          <w:rtl/>
        </w:rPr>
        <w:t>يا عَمُّ</w:t>
      </w:r>
      <w:r w:rsidR="00F13C51">
        <w:rPr>
          <w:rtl/>
        </w:rPr>
        <w:t xml:space="preserve"> - </w:t>
      </w:r>
      <w:r w:rsidRPr="00F27F38">
        <w:rPr>
          <w:rtl/>
        </w:rPr>
        <w:t xml:space="preserve">ها أنَّنا نُمزِّق تحت قدميك كتاب أمان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عمرو بن سعيد</w:t>
      </w:r>
      <w:r w:rsidR="00F13C51">
        <w:rPr>
          <w:rtl/>
        </w:rPr>
        <w:t>،</w:t>
      </w:r>
      <w:r w:rsidRPr="00F27F38">
        <w:rPr>
          <w:rtl/>
        </w:rPr>
        <w:t xml:space="preserve"> ولن نترُكك وحدك في مُواجهة القَدر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بينما كان الحسين يُراقب الورقة المفتوتة كيف راحت تَجثم بين قدميه</w:t>
      </w:r>
      <w:r w:rsidR="00F13C51">
        <w:rPr>
          <w:rtl/>
        </w:rPr>
        <w:t>،</w:t>
      </w:r>
      <w:r w:rsidRPr="00F27F38">
        <w:rPr>
          <w:rtl/>
        </w:rPr>
        <w:t xml:space="preserve"> كان يتناول بين ذِراعيه الرجلين ويلفُّهما بجُبَّته الوسيعة</w:t>
      </w:r>
      <w:r w:rsidR="00106DAF">
        <w:rPr>
          <w:rtl/>
        </w:rPr>
        <w:t>!</w:t>
      </w:r>
      <w:r w:rsidRPr="00F27F38">
        <w:rPr>
          <w:rtl/>
        </w:rPr>
        <w:t>!! مع الصباح قطعت القافلة وادي العقيق</w:t>
      </w:r>
      <w:r w:rsidR="00F13C51">
        <w:rPr>
          <w:rtl/>
        </w:rPr>
        <w:t>،</w:t>
      </w:r>
      <w:r w:rsidRPr="00F27F38">
        <w:rPr>
          <w:rtl/>
        </w:rPr>
        <w:t xml:space="preserve"> وتجاوزتها إلى الحاجز مِن بطن الرُّمَّة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F27F38">
        <w:rPr>
          <w:rtl/>
        </w:rPr>
        <w:t xml:space="preserve"> 5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توقَّف الحسين قليلاً في هذه ا</w:t>
      </w:r>
      <w:r w:rsidR="002C2DD7">
        <w:rPr>
          <w:rtl/>
        </w:rPr>
        <w:t>لمـَ</w:t>
      </w:r>
      <w:r w:rsidRPr="00F27F38">
        <w:rPr>
          <w:rtl/>
        </w:rPr>
        <w:t>حطَّة</w:t>
      </w:r>
      <w:r w:rsidR="00F13C51">
        <w:rPr>
          <w:rtl/>
        </w:rPr>
        <w:t>،</w:t>
      </w:r>
      <w:r w:rsidRPr="00F27F38">
        <w:rPr>
          <w:rtl/>
        </w:rPr>
        <w:t xml:space="preserve"> لتحضير كُتبٍ وإرسالها بسرعة إلى البصرة</w:t>
      </w:r>
      <w:r w:rsidR="00F13C51">
        <w:rPr>
          <w:rtl/>
        </w:rPr>
        <w:t>،</w:t>
      </w:r>
      <w:r w:rsidRPr="00F27F38">
        <w:rPr>
          <w:rtl/>
        </w:rPr>
        <w:t xml:space="preserve"> ولقد استدعى إليه قيس بن مُسهر الصيداوي</w:t>
      </w:r>
      <w:r w:rsidR="00F13C51">
        <w:rPr>
          <w:rtl/>
        </w:rPr>
        <w:t>،</w:t>
      </w:r>
      <w:r w:rsidRPr="00F27F38">
        <w:rPr>
          <w:rtl/>
        </w:rPr>
        <w:t xml:space="preserve"> وهو مُرافق لهم في القافلة التي لا يتجاوز عددها مِئة وثمانين نفراً بما فيهم النساء والأبناء والأخصَّاء</w:t>
      </w:r>
      <w:r w:rsidR="00F13C51">
        <w:rPr>
          <w:rtl/>
        </w:rPr>
        <w:t>،</w:t>
      </w:r>
      <w:r w:rsidRPr="00F27F38">
        <w:rPr>
          <w:rtl/>
        </w:rPr>
        <w:t xml:space="preserve"> لقد دار الحوار بالشكل التالي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إنِّي أُدرك</w:t>
      </w:r>
      <w:r w:rsidR="00F13C51">
        <w:rPr>
          <w:rtl/>
        </w:rPr>
        <w:t xml:space="preserve"> - </w:t>
      </w:r>
      <w:r w:rsidRPr="00F27F38">
        <w:rPr>
          <w:rtl/>
        </w:rPr>
        <w:t>تماماً</w:t>
      </w:r>
      <w:r w:rsidR="00F13C51">
        <w:rPr>
          <w:rtl/>
        </w:rPr>
        <w:t xml:space="preserve"> - </w:t>
      </w:r>
      <w:r w:rsidRPr="00F27F38">
        <w:rPr>
          <w:rtl/>
        </w:rPr>
        <w:t>أنَّ ا</w:t>
      </w:r>
      <w:r w:rsidR="002C2DD7">
        <w:rPr>
          <w:rtl/>
        </w:rPr>
        <w:t>لمـُ</w:t>
      </w:r>
      <w:r w:rsidRPr="00F27F38">
        <w:rPr>
          <w:rtl/>
        </w:rPr>
        <w:t>همَّة صعبة يا قيس</w:t>
      </w:r>
      <w:r w:rsidR="00F13C51">
        <w:rPr>
          <w:rtl/>
        </w:rPr>
        <w:t>،</w:t>
      </w:r>
      <w:r w:rsidRPr="00F27F38">
        <w:rPr>
          <w:rtl/>
        </w:rPr>
        <w:t xml:space="preserve"> ولكنَّك أنت الأصلب</w:t>
      </w:r>
      <w:r w:rsidR="00F13C51">
        <w:rPr>
          <w:rtl/>
        </w:rPr>
        <w:t>،</w:t>
      </w:r>
      <w:r w:rsidRPr="00F27F38">
        <w:rPr>
          <w:rtl/>
        </w:rPr>
        <w:t xml:space="preserve"> تعهَّدها</w:t>
      </w:r>
      <w:r w:rsidR="00F13C51">
        <w:rPr>
          <w:rtl/>
        </w:rPr>
        <w:t>،</w:t>
      </w:r>
      <w:r w:rsidRPr="00F27F38">
        <w:rPr>
          <w:rtl/>
        </w:rPr>
        <w:t xml:space="preserve"> هذه رسائل اجتهد في الحِرص عليها</w:t>
      </w:r>
      <w:r w:rsidR="00F13C51">
        <w:rPr>
          <w:rtl/>
        </w:rPr>
        <w:t>،</w:t>
      </w:r>
      <w:r w:rsidRPr="00F27F38">
        <w:rPr>
          <w:rtl/>
        </w:rPr>
        <w:t xml:space="preserve"> وإيصالها إلى سليمان بن صرد الخزاعي</w:t>
      </w:r>
      <w:r w:rsidR="00F13C51">
        <w:rPr>
          <w:rtl/>
        </w:rPr>
        <w:t>،</w:t>
      </w:r>
      <w:r w:rsidRPr="00F27F38">
        <w:rPr>
          <w:rtl/>
        </w:rPr>
        <w:t xml:space="preserve"> والمسيب بن نجبة</w:t>
      </w:r>
      <w:r w:rsidR="00F13C51">
        <w:rPr>
          <w:rtl/>
        </w:rPr>
        <w:t>،</w:t>
      </w:r>
      <w:r w:rsidRPr="00F27F38">
        <w:rPr>
          <w:rtl/>
        </w:rPr>
        <w:t xml:space="preserve"> ورفاعة بن شداد</w:t>
      </w:r>
      <w:r w:rsidR="00F13C51">
        <w:rPr>
          <w:rtl/>
        </w:rPr>
        <w:t>،</w:t>
      </w:r>
      <w:r w:rsidRPr="00F27F38">
        <w:rPr>
          <w:rtl/>
        </w:rPr>
        <w:t xml:space="preserve"> معناها</w:t>
      </w:r>
      <w:r w:rsidR="00F13C51">
        <w:rPr>
          <w:rtl/>
        </w:rPr>
        <w:t>؛</w:t>
      </w:r>
      <w:r w:rsidRPr="00F27F38">
        <w:rPr>
          <w:rtl/>
        </w:rPr>
        <w:t xml:space="preserve"> حتَّى يكونوا على علم بقُدومنا تتميماً لكلِّ ما مهَّد له مسلم بن عقيل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قيس</w:t>
      </w:r>
      <w:r w:rsidR="00F13C51">
        <w:rPr>
          <w:rtl/>
        </w:rPr>
        <w:t>:</w:t>
      </w:r>
      <w:r w:rsidRPr="00F27F38">
        <w:rPr>
          <w:rtl/>
        </w:rPr>
        <w:t xml:space="preserve"> سأسلُك أقرب الطُّرق</w:t>
      </w:r>
      <w:r w:rsidR="00F13C51">
        <w:rPr>
          <w:rtl/>
        </w:rPr>
        <w:t>،</w:t>
      </w:r>
      <w:r w:rsidRPr="00F27F38">
        <w:rPr>
          <w:rtl/>
        </w:rPr>
        <w:t xml:space="preserve"> وسأكون</w:t>
      </w:r>
      <w:r w:rsidR="00F13C51">
        <w:rPr>
          <w:rtl/>
        </w:rPr>
        <w:t xml:space="preserve"> - </w:t>
      </w:r>
      <w:r w:rsidRPr="00F27F38">
        <w:rPr>
          <w:rtl/>
        </w:rPr>
        <w:t>يا سيِّدي</w:t>
      </w:r>
      <w:r w:rsidR="00F13C51">
        <w:rPr>
          <w:rtl/>
        </w:rPr>
        <w:t xml:space="preserve"> - </w:t>
      </w:r>
      <w:r w:rsidRPr="00F27F38">
        <w:rPr>
          <w:rtl/>
        </w:rPr>
        <w:t>مِن نوع الثعالب في التخفِّي والظهور</w:t>
      </w:r>
      <w:r w:rsidR="00F13C51">
        <w:rPr>
          <w:rtl/>
        </w:rPr>
        <w:t>،</w:t>
      </w:r>
      <w:r w:rsidRPr="00F27F38">
        <w:rPr>
          <w:rtl/>
        </w:rPr>
        <w:t xml:space="preserve"> أليست الحالة تقضي مثل ذلك</w:t>
      </w:r>
      <w:r w:rsidR="00106DAF">
        <w:rPr>
          <w:rtl/>
        </w:rPr>
        <w:t>؟</w:t>
      </w:r>
      <w:r w:rsidRPr="00F27F38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صدقت</w:t>
      </w:r>
      <w:r w:rsidR="00F13C51">
        <w:rPr>
          <w:rtl/>
        </w:rPr>
        <w:t>،</w:t>
      </w:r>
      <w:r w:rsidRPr="00F27F38">
        <w:rPr>
          <w:rtl/>
        </w:rPr>
        <w:t xml:space="preserve"> وأرجو أنْ لا يكون قد وصل إلى يزيد خبر تَرْكي مَكَّة إلى البصرة</w:t>
      </w:r>
      <w:r w:rsidR="00F13C51">
        <w:rPr>
          <w:rtl/>
        </w:rPr>
        <w:t>،</w:t>
      </w:r>
      <w:r w:rsidRPr="00F27F38">
        <w:rPr>
          <w:rtl/>
        </w:rPr>
        <w:t xml:space="preserve"> ولكنَّ أمير الحِجاز ثعلب آخر يا قيس</w:t>
      </w:r>
      <w:r w:rsidR="00F13C51">
        <w:rPr>
          <w:rtl/>
        </w:rPr>
        <w:t>،</w:t>
      </w:r>
      <w:r w:rsidRPr="00F27F38">
        <w:rPr>
          <w:rtl/>
        </w:rPr>
        <w:t xml:space="preserve"> وليس أخوه يحيى أقلَّ مِن قِرد على ظهر برذون</w:t>
      </w:r>
      <w:r w:rsidR="00F13C51">
        <w:rPr>
          <w:rtl/>
        </w:rPr>
        <w:t>،</w:t>
      </w:r>
      <w:r w:rsidRPr="00F27F38">
        <w:rPr>
          <w:rtl/>
        </w:rPr>
        <w:t xml:space="preserve"> عليك أنْ تتحسَّب كثيراً</w:t>
      </w:r>
      <w:r w:rsidR="00F13C51">
        <w:rPr>
          <w:rtl/>
        </w:rPr>
        <w:t xml:space="preserve"> - </w:t>
      </w:r>
      <w:r w:rsidRPr="00F27F38">
        <w:rPr>
          <w:rtl/>
        </w:rPr>
        <w:t>ياقيس</w:t>
      </w:r>
      <w:r w:rsidR="00F13C51">
        <w:rPr>
          <w:rtl/>
        </w:rPr>
        <w:t xml:space="preserve"> - </w:t>
      </w:r>
      <w:r w:rsidRPr="00F27F38">
        <w:rPr>
          <w:rtl/>
        </w:rPr>
        <w:t xml:space="preserve">أتوقَّع أنَّ ما مِن مَخرم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مِن مَخارم الدروب إلاَّ وأصبح ليزيد عين عليها</w:t>
      </w:r>
      <w:r w:rsidR="00F13C51">
        <w:rPr>
          <w:rtl/>
        </w:rPr>
        <w:t>،</w:t>
      </w:r>
      <w:r w:rsidRPr="00F27F38">
        <w:rPr>
          <w:rtl/>
        </w:rPr>
        <w:t xml:space="preserve"> فماذا تُراك تصنع بالكتب معك إذا وقعت بمصيدة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قيس</w:t>
      </w:r>
      <w:r w:rsidR="00F13C51">
        <w:rPr>
          <w:rtl/>
        </w:rPr>
        <w:t>:</w:t>
      </w:r>
      <w:r w:rsidRPr="00F27F38">
        <w:rPr>
          <w:rtl/>
        </w:rPr>
        <w:t xml:space="preserve"> لا تَخَفْ يا سيِّدي</w:t>
      </w:r>
      <w:r w:rsidR="00F13C51">
        <w:rPr>
          <w:rtl/>
        </w:rPr>
        <w:t>،</w:t>
      </w:r>
      <w:r w:rsidRPr="00F27F38">
        <w:rPr>
          <w:rtl/>
        </w:rPr>
        <w:t xml:space="preserve"> أُمزِّقها وأزدردها</w:t>
      </w:r>
      <w:r w:rsidR="00F13C51">
        <w:rPr>
          <w:rtl/>
        </w:rPr>
        <w:t>،</w:t>
      </w:r>
      <w:r w:rsidRPr="00F27F38">
        <w:rPr>
          <w:rtl/>
        </w:rPr>
        <w:t xml:space="preserve"> ولنْ أعدم وسيلة أبلغ بها البصرة</w:t>
      </w:r>
      <w:r w:rsidR="00F13C51">
        <w:rPr>
          <w:rtl/>
        </w:rPr>
        <w:t>،</w:t>
      </w:r>
      <w:r w:rsidRPr="00F27F38">
        <w:rPr>
          <w:rtl/>
        </w:rPr>
        <w:t xml:space="preserve"> إنِّي كنت رسولك إليهم فيتمُّ لنا بذلك إبلاغ الغرض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تزوَّد بالحقِّ وامشٍ يا قيس</w:t>
      </w:r>
      <w:r w:rsidR="00F13C51">
        <w:rPr>
          <w:rtl/>
        </w:rPr>
        <w:t>،</w:t>
      </w:r>
      <w:r w:rsidRPr="00F27F38">
        <w:rPr>
          <w:rtl/>
        </w:rPr>
        <w:t xml:space="preserve"> وانتظرني ألحِق بك</w:t>
      </w:r>
      <w:r w:rsidR="00F13C51">
        <w:rPr>
          <w:rtl/>
        </w:rPr>
        <w:t>،</w:t>
      </w:r>
      <w:r w:rsidRPr="00F27F38">
        <w:rPr>
          <w:rtl/>
        </w:rPr>
        <w:t xml:space="preserve"> ألا ترانا أبداً على موعد</w:t>
      </w:r>
      <w:r w:rsidR="00106DAF">
        <w:rPr>
          <w:rtl/>
        </w:rPr>
        <w:t>؟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التفت إليه قيس وقد التهبت حَدقتاه بما لا يُفسَّر أنَّه حِلم أو عزم</w:t>
      </w:r>
      <w:r w:rsidR="00F13C51">
        <w:rPr>
          <w:rtl/>
        </w:rPr>
        <w:t>،</w:t>
      </w:r>
      <w:r w:rsidRPr="00F27F38">
        <w:rPr>
          <w:rtl/>
        </w:rPr>
        <w:t xml:space="preserve"> أو وحي مِن قرار</w:t>
      </w:r>
      <w:r w:rsidR="00F13C51">
        <w:rPr>
          <w:rtl/>
        </w:rPr>
        <w:t>،</w:t>
      </w:r>
      <w:r w:rsidRPr="00F27F38">
        <w:rPr>
          <w:rtl/>
        </w:rPr>
        <w:t xml:space="preserve"> ولكنَّه سريعاً ما انسحب وامتطى الليل كأنَّه الخفَّاش</w:t>
      </w:r>
      <w:r w:rsidR="00F13C51">
        <w:rPr>
          <w:rtl/>
        </w:rPr>
        <w:t>،</w:t>
      </w:r>
      <w:r w:rsidRPr="00F27F38">
        <w:rPr>
          <w:rtl/>
        </w:rPr>
        <w:t xml:space="preserve"> ولكنَّه عَلِمَ في ما بعد أنَّ ما توقَّعه الحسين كان ترجمة صحيحة لما قد حصل</w:t>
      </w:r>
      <w:r w:rsidR="00F13C51">
        <w:rPr>
          <w:rtl/>
        </w:rPr>
        <w:t>،</w:t>
      </w:r>
      <w:r w:rsidRPr="00F27F38">
        <w:rPr>
          <w:rtl/>
        </w:rPr>
        <w:t xml:space="preserve"> فأمير الحجاز ما وجَّه أخاه في أثر الحسين وأدركه في ا</w:t>
      </w:r>
      <w:r w:rsidR="002C2DD7">
        <w:rPr>
          <w:rtl/>
        </w:rPr>
        <w:t>لمـُ</w:t>
      </w:r>
      <w:r w:rsidRPr="00F27F38">
        <w:rPr>
          <w:rtl/>
        </w:rPr>
        <w:t>حطَّة الأُولى مِن الطريق ( التنعيم ) ألاَ وكان قد وجَّه رسولاً آخر خطف الطريق خطفاً إلى يزيد في الشام</w:t>
      </w:r>
      <w:r w:rsidR="00F13C51">
        <w:rPr>
          <w:rtl/>
        </w:rPr>
        <w:t>،</w:t>
      </w:r>
      <w:r w:rsidRPr="00F27F38">
        <w:rPr>
          <w:rtl/>
        </w:rPr>
        <w:t xml:space="preserve"> يُطلعه على ما حصل</w:t>
      </w:r>
      <w:r w:rsidR="00F13C51">
        <w:rPr>
          <w:rtl/>
        </w:rPr>
        <w:t>،</w:t>
      </w:r>
      <w:r w:rsidRPr="00F27F38">
        <w:rPr>
          <w:rtl/>
        </w:rPr>
        <w:t xml:space="preserve"> وفي الساعة ذاتها كان صاحب الشرطة عند يزيد</w:t>
      </w:r>
      <w:r w:rsidR="00F13C51">
        <w:rPr>
          <w:rtl/>
        </w:rPr>
        <w:t xml:space="preserve"> - </w:t>
      </w:r>
      <w:r w:rsidRPr="00F27F38">
        <w:rPr>
          <w:rtl/>
        </w:rPr>
        <w:t>الحُصين بن تميم</w:t>
      </w:r>
      <w:r w:rsidR="00F13C51">
        <w:rPr>
          <w:rtl/>
        </w:rPr>
        <w:t xml:space="preserve"> - </w:t>
      </w:r>
      <w:r w:rsidRPr="00F27F38">
        <w:rPr>
          <w:rtl/>
        </w:rPr>
        <w:t>يربط الخطوط با</w:t>
      </w:r>
      <w:r w:rsidR="002C2DD7">
        <w:rPr>
          <w:rtl/>
        </w:rPr>
        <w:t>لمـُ</w:t>
      </w:r>
      <w:r w:rsidRPr="00F27F38">
        <w:rPr>
          <w:rtl/>
        </w:rPr>
        <w:t>راقبة</w:t>
      </w:r>
      <w:r w:rsidR="00F13C51">
        <w:rPr>
          <w:rtl/>
        </w:rPr>
        <w:t>:</w:t>
      </w:r>
      <w:r w:rsidRPr="00F27F38">
        <w:rPr>
          <w:rtl/>
        </w:rPr>
        <w:t xml:space="preserve"> مِن القادسية</w:t>
      </w:r>
      <w:r w:rsidR="00F13C51">
        <w:rPr>
          <w:rtl/>
        </w:rPr>
        <w:t>،</w:t>
      </w:r>
      <w:r w:rsidRPr="00F27F38">
        <w:rPr>
          <w:rtl/>
        </w:rPr>
        <w:t xml:space="preserve"> إلى خَفَّان</w:t>
      </w:r>
      <w:r w:rsidR="00F13C51">
        <w:rPr>
          <w:rtl/>
        </w:rPr>
        <w:t>،</w:t>
      </w:r>
      <w:r w:rsidRPr="00F27F38">
        <w:rPr>
          <w:rtl/>
        </w:rPr>
        <w:t xml:space="preserve"> إلى القطقطانة</w:t>
      </w:r>
      <w:r w:rsidR="00F13C51">
        <w:rPr>
          <w:rtl/>
        </w:rPr>
        <w:t>،</w:t>
      </w:r>
      <w:r w:rsidRPr="00F27F38">
        <w:rPr>
          <w:rtl/>
        </w:rPr>
        <w:t xml:space="preserve"> إلى جبل لَعْلَع</w:t>
      </w:r>
      <w:r w:rsidR="00F13C51">
        <w:rPr>
          <w:rtl/>
        </w:rPr>
        <w:t>،</w:t>
      </w:r>
      <w:r w:rsidRPr="00F27F38">
        <w:rPr>
          <w:rtl/>
        </w:rPr>
        <w:t xml:space="preserve"> وكلُّها مراكز ومحطَّات لابُدَّ ل</w:t>
      </w:r>
      <w:r w:rsidR="002C2DD7">
        <w:rPr>
          <w:rtl/>
        </w:rPr>
        <w:t>لمـُ</w:t>
      </w:r>
      <w:r w:rsidRPr="00F27F38">
        <w:rPr>
          <w:rtl/>
        </w:rPr>
        <w:t>توجِّهين صوب العراق والشام أنْ يمرُّوا بها</w:t>
      </w:r>
      <w:r w:rsidR="00F13C51">
        <w:rPr>
          <w:rtl/>
        </w:rPr>
        <w:t>،</w:t>
      </w:r>
      <w:r w:rsidRPr="00F27F38">
        <w:rPr>
          <w:rtl/>
        </w:rPr>
        <w:t xml:space="preserve"> ولقد خدع الناس على هذه الخُطوط برجال شرطة يزيد</w:t>
      </w:r>
      <w:r w:rsidR="00F13C51">
        <w:rPr>
          <w:rtl/>
        </w:rPr>
        <w:t>،</w:t>
      </w:r>
      <w:r w:rsidRPr="00F27F38">
        <w:rPr>
          <w:rtl/>
        </w:rPr>
        <w:t xml:space="preserve"> وظنُّوهم طلائع جيش يخصُّ الحسين</w:t>
      </w:r>
      <w:r w:rsidR="00F13C51">
        <w:rPr>
          <w:rtl/>
        </w:rPr>
        <w:t>،</w:t>
      </w:r>
      <w:r w:rsidRPr="00F27F38">
        <w:rPr>
          <w:rtl/>
        </w:rPr>
        <w:t xml:space="preserve"> لأنَّ شائعات</w:t>
      </w:r>
      <w:r w:rsidR="00F13C51">
        <w:rPr>
          <w:rtl/>
        </w:rPr>
        <w:t xml:space="preserve"> - </w:t>
      </w:r>
      <w:r w:rsidRPr="00F27F38">
        <w:rPr>
          <w:rtl/>
        </w:rPr>
        <w:t>ولو مُتكتِّمة</w:t>
      </w:r>
      <w:r w:rsidR="00F13C51">
        <w:rPr>
          <w:rtl/>
        </w:rPr>
        <w:t xml:space="preserve"> - </w:t>
      </w:r>
      <w:r w:rsidRPr="00F27F38">
        <w:rPr>
          <w:rtl/>
        </w:rPr>
        <w:t>كانت تتردَّد هنا وهناك بأنَّ الحسين سيُبايع له</w:t>
      </w:r>
      <w:r w:rsidR="00F13C51">
        <w:rPr>
          <w:rtl/>
        </w:rPr>
        <w:t>،</w:t>
      </w:r>
      <w:r w:rsidRPr="00F27F38">
        <w:rPr>
          <w:rtl/>
        </w:rPr>
        <w:t xml:space="preserve"> أمَّا حامل الكُتب قيس فإنَّه لم ينج مِن خيوط الشراك</w:t>
      </w:r>
      <w:r w:rsidR="00F13C51">
        <w:rPr>
          <w:rtl/>
        </w:rPr>
        <w:t>،</w:t>
      </w:r>
      <w:r w:rsidRPr="00F27F38">
        <w:rPr>
          <w:rtl/>
        </w:rPr>
        <w:t xml:space="preserve"> فمزَّق الكُتب وازدرَدَهَا قبل أنْ يُساق إلى والي الكوفة عبيد اللّه بن زياد</w:t>
      </w:r>
      <w:r w:rsidR="00F13C51">
        <w:rPr>
          <w:rtl/>
        </w:rPr>
        <w:t>،</w:t>
      </w:r>
      <w:r w:rsidRPr="00F27F38">
        <w:rPr>
          <w:rtl/>
        </w:rPr>
        <w:t xml:space="preserve"> الذي أمره</w:t>
      </w:r>
      <w:r w:rsidR="00F13C51">
        <w:rPr>
          <w:rtl/>
        </w:rPr>
        <w:t xml:space="preserve"> - </w:t>
      </w:r>
      <w:r w:rsidRPr="00F27F38">
        <w:rPr>
          <w:rtl/>
        </w:rPr>
        <w:t>حتَّى ينجو</w:t>
      </w:r>
      <w:r w:rsidR="00F13C51">
        <w:rPr>
          <w:rtl/>
        </w:rPr>
        <w:t xml:space="preserve"> - </w:t>
      </w:r>
      <w:r w:rsidRPr="00F27F38">
        <w:rPr>
          <w:rtl/>
        </w:rPr>
        <w:t>بأنْ يعتلي منبراً في الكوفة ويَلعن مِن فوقه الحسين</w:t>
      </w:r>
      <w:r w:rsidR="00F13C51">
        <w:rPr>
          <w:rtl/>
        </w:rPr>
        <w:t>،</w:t>
      </w:r>
      <w:r w:rsidRPr="00F27F38">
        <w:rPr>
          <w:rtl/>
        </w:rPr>
        <w:t xml:space="preserve"> فأطاع قيس</w:t>
      </w:r>
      <w:r w:rsidR="00F13C51">
        <w:rPr>
          <w:rtl/>
        </w:rPr>
        <w:t>،</w:t>
      </w:r>
      <w:r w:rsidRPr="00F27F38">
        <w:rPr>
          <w:rtl/>
        </w:rPr>
        <w:t xml:space="preserve"> ولكنَّه هتف بصوته ا</w:t>
      </w:r>
      <w:r w:rsidR="002C2DD7">
        <w:rPr>
          <w:rtl/>
        </w:rPr>
        <w:t>لمـُ</w:t>
      </w:r>
      <w:r w:rsidRPr="00F27F38">
        <w:rPr>
          <w:rtl/>
        </w:rPr>
        <w:t>رعد مِن فوق المنبر بلعن يزيد وابن زياد</w:t>
      </w:r>
      <w:r w:rsidR="00F13C51">
        <w:rPr>
          <w:rtl/>
        </w:rPr>
        <w:t>،</w:t>
      </w:r>
      <w:r w:rsidRPr="00F27F38">
        <w:rPr>
          <w:rtl/>
        </w:rPr>
        <w:t xml:space="preserve"> و</w:t>
      </w:r>
      <w:r w:rsidR="002C2DD7">
        <w:rPr>
          <w:rtl/>
        </w:rPr>
        <w:t>لمـّ</w:t>
      </w:r>
      <w:r w:rsidRPr="00F27F38">
        <w:rPr>
          <w:rtl/>
        </w:rPr>
        <w:t>َا رُمي مِن فوق السطح وتحطَّم رأسه</w:t>
      </w:r>
      <w:r w:rsidR="00F13C51">
        <w:rPr>
          <w:rtl/>
        </w:rPr>
        <w:t>،</w:t>
      </w:r>
      <w:r w:rsidRPr="00F27F38">
        <w:rPr>
          <w:rtl/>
        </w:rPr>
        <w:t xml:space="preserve"> كان الخبر قد دخل كلَّ بيت مِن بيوت الكوفة</w:t>
      </w:r>
      <w:r w:rsidR="00F13C51">
        <w:rPr>
          <w:rtl/>
        </w:rPr>
        <w:t>،</w:t>
      </w:r>
      <w:r w:rsidRPr="00F27F38">
        <w:rPr>
          <w:rtl/>
        </w:rPr>
        <w:t xml:space="preserve"> وهكذا تمَّ تمزيق الكُتب</w:t>
      </w:r>
      <w:r w:rsidR="00F13C51">
        <w:rPr>
          <w:rtl/>
        </w:rPr>
        <w:t>،</w:t>
      </w:r>
      <w:r w:rsidRPr="00F27F38">
        <w:rPr>
          <w:rtl/>
        </w:rPr>
        <w:t xml:space="preserve"> ولكنَّ التكهُّن بأنَّ الحسين قريب مِن الأبواب كان حِصَّة الألبَّاء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lastRenderedPageBreak/>
        <w:t>لم يتوقَّف الحسين إلاَّ قليلاً في مَحطَّة ماء للعرب</w:t>
      </w:r>
      <w:r w:rsidR="00F13C51">
        <w:rPr>
          <w:rtl/>
        </w:rPr>
        <w:t>،</w:t>
      </w:r>
      <w:r w:rsidRPr="00F27F38">
        <w:rPr>
          <w:rtl/>
        </w:rPr>
        <w:t xml:space="preserve"> وبينما كان رجال يملأون القِرب لعطش الطريق</w:t>
      </w:r>
      <w:r w:rsidR="00F13C51">
        <w:rPr>
          <w:rtl/>
        </w:rPr>
        <w:t>،</w:t>
      </w:r>
      <w:r w:rsidRPr="00F27F38">
        <w:rPr>
          <w:rtl/>
        </w:rPr>
        <w:t xml:space="preserve"> كان الحسين يُصغي لرجل مشهور هناك بحٍكمته وحُسن رأيه</w:t>
      </w:r>
      <w:r w:rsidR="00F13C51">
        <w:rPr>
          <w:rtl/>
        </w:rPr>
        <w:t>،</w:t>
      </w:r>
      <w:r w:rsidRPr="00F27F38">
        <w:rPr>
          <w:rtl/>
        </w:rPr>
        <w:t xml:space="preserve"> عبد الله بن مطيع العدوي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عبد الله</w:t>
      </w:r>
      <w:r w:rsidR="00F13C51">
        <w:rPr>
          <w:rtl/>
        </w:rPr>
        <w:t>:</w:t>
      </w:r>
      <w:r w:rsidRPr="00F27F38">
        <w:rPr>
          <w:rtl/>
        </w:rPr>
        <w:t xml:space="preserve"> مَن أنا</w:t>
      </w:r>
      <w:r w:rsidR="00F13C51">
        <w:rPr>
          <w:rtl/>
        </w:rPr>
        <w:t xml:space="preserve"> - </w:t>
      </w:r>
      <w:r w:rsidRPr="00F27F38">
        <w:rPr>
          <w:rtl/>
        </w:rPr>
        <w:t>يا ابن بنت الرسول</w:t>
      </w:r>
      <w:r w:rsidR="00F13C51">
        <w:rPr>
          <w:rtl/>
        </w:rPr>
        <w:t xml:space="preserve"> - </w:t>
      </w:r>
      <w:r w:rsidRPr="00F27F38">
        <w:rPr>
          <w:rtl/>
        </w:rPr>
        <w:t>حتَّى تُصغي إليَّ</w:t>
      </w:r>
      <w:r w:rsidR="00106DAF">
        <w:rPr>
          <w:rtl/>
        </w:rPr>
        <w:t>؟</w:t>
      </w:r>
      <w:r w:rsidRPr="00F27F38">
        <w:rPr>
          <w:rtl/>
        </w:rPr>
        <w:t xml:space="preserve"> ولكنِّي أربأ بك وأنت الحكيم البصير</w:t>
      </w:r>
      <w:r w:rsidR="00F13C51">
        <w:rPr>
          <w:rtl/>
        </w:rPr>
        <w:t>،</w:t>
      </w:r>
      <w:r w:rsidRPr="00F27F38">
        <w:rPr>
          <w:rtl/>
        </w:rPr>
        <w:t xml:space="preserve"> ويغلبُني حُبِّي لك ولأهل البيت</w:t>
      </w:r>
      <w:r w:rsidR="00F13C51">
        <w:rPr>
          <w:rtl/>
        </w:rPr>
        <w:t>؛</w:t>
      </w:r>
      <w:r w:rsidRPr="00F27F38">
        <w:rPr>
          <w:rtl/>
        </w:rPr>
        <w:t xml:space="preserve"> فأجرؤ وأقول لك</w:t>
      </w:r>
      <w:r w:rsidR="00F13C51">
        <w:rPr>
          <w:rtl/>
        </w:rPr>
        <w:t>:</w:t>
      </w:r>
      <w:r w:rsidRPr="00F27F38">
        <w:rPr>
          <w:rtl/>
        </w:rPr>
        <w:t xml:space="preserve"> بالله عليك</w:t>
      </w:r>
      <w:r w:rsidR="00F13C51">
        <w:rPr>
          <w:rtl/>
        </w:rPr>
        <w:t xml:space="preserve"> - </w:t>
      </w:r>
      <w:r w:rsidRPr="00F27F38">
        <w:rPr>
          <w:rtl/>
        </w:rPr>
        <w:t>يا سيدى</w:t>
      </w:r>
      <w:r w:rsidR="00F13C51">
        <w:rPr>
          <w:rtl/>
        </w:rPr>
        <w:t xml:space="preserve"> - </w:t>
      </w:r>
      <w:r w:rsidRPr="00F27F38">
        <w:rPr>
          <w:rtl/>
        </w:rPr>
        <w:t>لا تُكمل الطريق</w:t>
      </w:r>
      <w:r w:rsidR="00F13C51">
        <w:rPr>
          <w:rtl/>
        </w:rPr>
        <w:t>،</w:t>
      </w:r>
      <w:r w:rsidRPr="00F27F38">
        <w:rPr>
          <w:rtl/>
        </w:rPr>
        <w:t xml:space="preserve"> لن يكون لك مِن مَحبَّة القوم درع تَقيك</w:t>
      </w:r>
      <w:r w:rsidR="00F13C51">
        <w:rPr>
          <w:rtl/>
        </w:rPr>
        <w:t>،</w:t>
      </w:r>
      <w:r w:rsidRPr="00F27F38">
        <w:rPr>
          <w:rtl/>
        </w:rPr>
        <w:t xml:space="preserve"> إنَّهم يَعِدون ولا يفون</w:t>
      </w:r>
      <w:r w:rsidR="00F13C51">
        <w:rPr>
          <w:rtl/>
        </w:rPr>
        <w:t>،</w:t>
      </w:r>
      <w:r w:rsidRPr="00F27F38">
        <w:rPr>
          <w:rtl/>
        </w:rPr>
        <w:t xml:space="preserve"> تظنُّهم صادقين وهُمْ مُقدمون</w:t>
      </w:r>
      <w:r w:rsidR="00C327EB">
        <w:rPr>
          <w:rtl/>
        </w:rPr>
        <w:t xml:space="preserve"> ...</w:t>
      </w:r>
      <w:r w:rsidRPr="00F27F38">
        <w:rPr>
          <w:rtl/>
        </w:rPr>
        <w:t xml:space="preserve"> ثمَّ</w:t>
      </w:r>
      <w:r w:rsidR="00F13C51">
        <w:rPr>
          <w:rtl/>
        </w:rPr>
        <w:t xml:space="preserve"> - </w:t>
      </w:r>
      <w:r w:rsidRPr="00F27F38">
        <w:rPr>
          <w:rtl/>
        </w:rPr>
        <w:t>والله أعلم</w:t>
      </w:r>
      <w:r w:rsidR="00F13C51">
        <w:rPr>
          <w:rtl/>
        </w:rPr>
        <w:t xml:space="preserve"> - </w:t>
      </w:r>
      <w:r w:rsidRPr="00F27F38">
        <w:rPr>
          <w:rtl/>
        </w:rPr>
        <w:t>لماذا يلوون على أعقابهم ويهربون!!!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وأنا أعلم أنَّك الصادق</w:t>
      </w:r>
      <w:r w:rsidR="00F13C51">
        <w:rPr>
          <w:rtl/>
        </w:rPr>
        <w:t xml:space="preserve"> - </w:t>
      </w:r>
      <w:r w:rsidRPr="00F27F38">
        <w:rPr>
          <w:rtl/>
        </w:rPr>
        <w:t>يا ابن مطيع</w:t>
      </w:r>
      <w:r w:rsidR="00F13C51">
        <w:rPr>
          <w:rtl/>
        </w:rPr>
        <w:t xml:space="preserve"> - </w:t>
      </w:r>
      <w:r w:rsidRPr="00F27F38">
        <w:rPr>
          <w:rtl/>
        </w:rPr>
        <w:t>ولكنِّي لا أتمكَّن مِن الهروب مثلهم مِمَّا كلَّفني جَدِّى القيام به</w:t>
      </w:r>
      <w:r w:rsidR="00C327EB">
        <w:rPr>
          <w:rtl/>
        </w:rPr>
        <w:t>.</w:t>
      </w:r>
      <w:r w:rsidRPr="00F27F38">
        <w:rPr>
          <w:rtl/>
        </w:rPr>
        <w:t xml:space="preserve"> إنَّ الأُمَّة أيُّها العدوي</w:t>
      </w:r>
      <w:r w:rsidR="00F13C51">
        <w:rPr>
          <w:rtl/>
        </w:rPr>
        <w:t xml:space="preserve"> - </w:t>
      </w:r>
      <w:r w:rsidRPr="00F27F38">
        <w:rPr>
          <w:rtl/>
        </w:rPr>
        <w:t>ولا شك انك تعرف أنَّها أُمَّة جَدِّي</w:t>
      </w:r>
      <w:r w:rsidR="00F13C51">
        <w:rPr>
          <w:rtl/>
        </w:rPr>
        <w:t xml:space="preserve"> - </w:t>
      </w:r>
      <w:r w:rsidRPr="00F27F38">
        <w:rPr>
          <w:rtl/>
        </w:rPr>
        <w:t>تُطالبني بأنْ أقرأ عليها فصلاً مِن فصول الكتاب الذي خَطَّه جَدِّي</w:t>
      </w:r>
      <w:r w:rsidR="00F13C51">
        <w:rPr>
          <w:rtl/>
        </w:rPr>
        <w:t>،</w:t>
      </w:r>
      <w:r w:rsidRPr="00F27F38">
        <w:rPr>
          <w:rtl/>
        </w:rPr>
        <w:t xml:space="preserve"> وقرأ منه أبي عليٌّ فصلاً كبيراً عليها ما تذوَّقت منه إلاَّ القليل</w:t>
      </w:r>
      <w:r w:rsidR="00F13C51">
        <w:rPr>
          <w:rtl/>
        </w:rPr>
        <w:t>،</w:t>
      </w:r>
      <w:r w:rsidRPr="00F27F38">
        <w:rPr>
          <w:rtl/>
        </w:rPr>
        <w:t xml:space="preserve"> وقرأ منه أخي الحسن فصلاً آخر لم تفهم إلاَّ قليلاً مغزاه</w:t>
      </w:r>
      <w:r w:rsidR="00C327EB">
        <w:rPr>
          <w:rtl/>
        </w:rPr>
        <w:t xml:space="preserve"> ...</w:t>
      </w:r>
      <w:r w:rsidRPr="00F27F38">
        <w:rPr>
          <w:rtl/>
        </w:rPr>
        <w:t xml:space="preserve"> أمَّا أنا فحصَّتي مِن القراءة شاقَّة كما يبدو لك</w:t>
      </w:r>
      <w:r w:rsidR="00F13C51">
        <w:rPr>
          <w:rtl/>
        </w:rPr>
        <w:t>،</w:t>
      </w:r>
      <w:r w:rsidRPr="00F27F38">
        <w:rPr>
          <w:rtl/>
        </w:rPr>
        <w:t xml:space="preserve"> ولكنِّي سأتذوَّقها وأُعلِّم الأُمَّة كيف يستحلبون منها حَلاوة هي وحدها التي تُعمِّر بها خليَّة النحل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عبد الله</w:t>
      </w:r>
      <w:r w:rsidR="00F13C51">
        <w:rPr>
          <w:rtl/>
        </w:rPr>
        <w:t>:</w:t>
      </w:r>
      <w:r w:rsidRPr="00F27F38">
        <w:rPr>
          <w:rtl/>
        </w:rPr>
        <w:t xml:space="preserve"> سيِّدي</w:t>
      </w:r>
      <w:r w:rsidR="00C327EB">
        <w:rPr>
          <w:rtl/>
        </w:rPr>
        <w:t xml:space="preserve"> ...</w:t>
      </w:r>
      <w:r w:rsidRPr="00F27F38">
        <w:rPr>
          <w:rtl/>
        </w:rPr>
        <w:t xml:space="preserve"> هل هذه هي العظمة</w:t>
      </w:r>
      <w:r w:rsidR="00106DAF">
        <w:rPr>
          <w:rtl/>
        </w:rPr>
        <w:t>؟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أخذ الحسين السؤال</w:t>
      </w:r>
      <w:r w:rsidR="00F13C51">
        <w:rPr>
          <w:rtl/>
        </w:rPr>
        <w:t>،</w:t>
      </w:r>
      <w:r w:rsidRPr="00F27F38">
        <w:rPr>
          <w:rtl/>
        </w:rPr>
        <w:t xml:space="preserve"> وهو يلتفت صوب الرجال وفي أيديهم القِرب الملأى مِن الماء</w:t>
      </w:r>
      <w:r w:rsidR="00F13C51">
        <w:rPr>
          <w:rtl/>
        </w:rPr>
        <w:t>،</w:t>
      </w:r>
      <w:r w:rsidRPr="00F27F38">
        <w:rPr>
          <w:rtl/>
        </w:rPr>
        <w:t xml:space="preserve"> ففهم أنَّ الوقت قد حان لترك المكان</w:t>
      </w:r>
      <w:r w:rsidR="00F13C51">
        <w:rPr>
          <w:rtl/>
        </w:rPr>
        <w:t>،</w:t>
      </w:r>
      <w:r w:rsidRPr="00F27F38">
        <w:rPr>
          <w:rtl/>
        </w:rPr>
        <w:t xml:space="preserve"> فعاد إلى جليسه ليُردَّ عليه جواب السؤال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lastRenderedPageBreak/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وإنَّها في الشهادة إذ يحين وقت الشهادة</w:t>
      </w:r>
      <w:r w:rsidR="00F13C51">
        <w:rPr>
          <w:rtl/>
        </w:rPr>
        <w:t>،</w:t>
      </w:r>
      <w:r w:rsidRPr="00F27F38">
        <w:rPr>
          <w:rtl/>
        </w:rPr>
        <w:t xml:space="preserve"> على رسلك يا بن مطيع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F27F38">
        <w:rPr>
          <w:rtl/>
        </w:rPr>
        <w:t xml:space="preserve"> 7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وأقلع الركب وابن مطيع يُشيِّعهم</w:t>
      </w:r>
      <w:r w:rsidR="00F13C51">
        <w:rPr>
          <w:rtl/>
        </w:rPr>
        <w:t>،</w:t>
      </w:r>
      <w:r w:rsidRPr="00F27F38">
        <w:rPr>
          <w:rtl/>
        </w:rPr>
        <w:t xml:space="preserve"> وفي عينيه لهب جديد تركه يهبط إلى العميق مِن وجدانه</w:t>
      </w:r>
      <w:r w:rsidR="00F13C51">
        <w:rPr>
          <w:rtl/>
        </w:rPr>
        <w:t>،</w:t>
      </w:r>
      <w:r w:rsidRPr="00F27F38">
        <w:rPr>
          <w:rtl/>
        </w:rPr>
        <w:t xml:space="preserve"> والله أعلم كيف تحوَّل في نفسه بعدما وصله خبر استشهاد الحسين في كربلاء</w:t>
      </w:r>
      <w:r w:rsidR="00106DAF">
        <w:rPr>
          <w:rtl/>
        </w:rPr>
        <w:t>!</w:t>
      </w:r>
      <w:r w:rsidRPr="00F27F38">
        <w:rPr>
          <w:rtl/>
        </w:rPr>
        <w:t>!! أمَّا القافلة فإنَّها الآن في ( واقصة ) وهي مَحطَّة كبيرة وعريضة</w:t>
      </w:r>
      <w:r w:rsidR="00F13C51">
        <w:rPr>
          <w:rtl/>
        </w:rPr>
        <w:t>؛</w:t>
      </w:r>
      <w:r w:rsidRPr="00F27F38">
        <w:rPr>
          <w:rtl/>
        </w:rPr>
        <w:t xml:space="preserve"> لأنَّها مَفرق يتشعَّب</w:t>
      </w:r>
      <w:r w:rsidR="00F13C51">
        <w:rPr>
          <w:rtl/>
        </w:rPr>
        <w:t>،</w:t>
      </w:r>
      <w:r w:rsidRPr="00F27F38">
        <w:rPr>
          <w:rtl/>
        </w:rPr>
        <w:t xml:space="preserve"> يميناً إلى الكوفة والبصرة</w:t>
      </w:r>
      <w:r w:rsidR="00F13C51">
        <w:rPr>
          <w:rtl/>
        </w:rPr>
        <w:t>،</w:t>
      </w:r>
      <w:r w:rsidRPr="00F27F38">
        <w:rPr>
          <w:rtl/>
        </w:rPr>
        <w:t xml:space="preserve"> وينحدر يساراً إلى غوطة الشام</w:t>
      </w:r>
      <w:r w:rsidR="00F13C51">
        <w:rPr>
          <w:rtl/>
        </w:rPr>
        <w:t>،</w:t>
      </w:r>
      <w:r w:rsidRPr="00F27F38">
        <w:rPr>
          <w:rtl/>
        </w:rPr>
        <w:t xml:space="preserve"> ولكنَّ ا</w:t>
      </w:r>
      <w:r w:rsidR="002C2DD7">
        <w:rPr>
          <w:rtl/>
        </w:rPr>
        <w:t>لمـُ</w:t>
      </w:r>
      <w:r w:rsidRPr="00F27F38">
        <w:rPr>
          <w:rtl/>
        </w:rPr>
        <w:t>فاجأة أوقفت الحسين فترة مِن الوقت للتداول مع الأعراب هنا</w:t>
      </w:r>
      <w:r w:rsidR="00F13C51">
        <w:rPr>
          <w:rtl/>
        </w:rPr>
        <w:t>؛</w:t>
      </w:r>
      <w:r w:rsidRPr="00F27F38">
        <w:rPr>
          <w:rtl/>
        </w:rPr>
        <w:t xml:space="preserve"> لأنَّ الخُطوط كلَّها أصبحت مسدودة بأوامر صادرة مِن الشام</w:t>
      </w:r>
      <w:r w:rsidR="00F13C51">
        <w:rPr>
          <w:rtl/>
        </w:rPr>
        <w:t>،</w:t>
      </w:r>
      <w:r w:rsidRPr="00F27F38">
        <w:rPr>
          <w:rtl/>
        </w:rPr>
        <w:t xml:space="preserve"> راح يُنفذِّها والي الكوفة عبيد الله بن زياد</w:t>
      </w:r>
      <w:r w:rsidR="00F13C51">
        <w:rPr>
          <w:rtl/>
        </w:rPr>
        <w:t xml:space="preserve"> - </w:t>
      </w:r>
      <w:r w:rsidRPr="00F27F38">
        <w:rPr>
          <w:rtl/>
        </w:rPr>
        <w:t>إنَّ الناس ملقوطون بخوف ورهبة وحذر</w:t>
      </w:r>
      <w:r w:rsidR="00F13C51">
        <w:rPr>
          <w:rtl/>
        </w:rPr>
        <w:t xml:space="preserve"> - </w:t>
      </w:r>
      <w:r w:rsidRPr="00F27F38">
        <w:rPr>
          <w:rtl/>
        </w:rPr>
        <w:t>هنالك واحد منهم مشهور بمُجاهرته بحُبِّ الإمام عليٍّ</w:t>
      </w:r>
      <w:r w:rsidR="00F13C51">
        <w:rPr>
          <w:rtl/>
        </w:rPr>
        <w:t>،</w:t>
      </w:r>
      <w:r w:rsidRPr="00F27F38">
        <w:rPr>
          <w:rtl/>
        </w:rPr>
        <w:t xml:space="preserve"> ولكنَّه الآن يبدو كأنَّه أرنب يُفتِّش عن وجرٍ يتخبَّأ فيه</w:t>
      </w:r>
      <w:r w:rsidR="00F13C51">
        <w:rPr>
          <w:rtl/>
        </w:rPr>
        <w:t>؛</w:t>
      </w:r>
      <w:r w:rsidRPr="00F27F38">
        <w:rPr>
          <w:rtl/>
        </w:rPr>
        <w:t xml:space="preserve"> لأنَّ الواصل إلى أرض واقصة هو الحسين</w:t>
      </w:r>
      <w:r w:rsidR="00F13C51">
        <w:rPr>
          <w:rtl/>
        </w:rPr>
        <w:t>،</w:t>
      </w:r>
      <w:r w:rsidRPr="00F27F38">
        <w:rPr>
          <w:rtl/>
        </w:rPr>
        <w:t xml:space="preserve"> سريعاً ما اقتحم زهير بن القين باب منزله</w:t>
      </w:r>
      <w:r w:rsidR="00F13C51">
        <w:rPr>
          <w:rtl/>
        </w:rPr>
        <w:t>،</w:t>
      </w:r>
      <w:r w:rsidRPr="00F27F38">
        <w:rPr>
          <w:rtl/>
        </w:rPr>
        <w:t xml:space="preserve"> وأقفله وراءه</w:t>
      </w:r>
      <w:r w:rsidR="00F13C51">
        <w:rPr>
          <w:rtl/>
        </w:rPr>
        <w:t>،</w:t>
      </w:r>
      <w:r w:rsidRPr="00F27F38">
        <w:rPr>
          <w:rtl/>
        </w:rPr>
        <w:t xml:space="preserve"> ليجد زوجته دلهم بنت عمرو واقفة وفي عينيها فرحة عيد</w:t>
      </w:r>
      <w:r w:rsidR="00F13C51">
        <w:rPr>
          <w:rtl/>
        </w:rPr>
        <w:t>،</w:t>
      </w:r>
      <w:r w:rsidRPr="00F27F38">
        <w:rPr>
          <w:rtl/>
        </w:rPr>
        <w:t xml:space="preserve"> ولكنَّها هَدَّأت روعه وهي تسأل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دلهم</w:t>
      </w:r>
      <w:r w:rsidR="00F13C51">
        <w:rPr>
          <w:rtl/>
        </w:rPr>
        <w:t>:</w:t>
      </w:r>
      <w:r w:rsidRPr="00F27F38">
        <w:rPr>
          <w:rtl/>
        </w:rPr>
        <w:t xml:space="preserve"> ماذا يُروِّعك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ألم تسمعي بنزول الحسين مَحطَّة واقصة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دلهم</w:t>
      </w:r>
      <w:r w:rsidR="00F13C51">
        <w:rPr>
          <w:rtl/>
        </w:rPr>
        <w:t>:</w:t>
      </w:r>
      <w:r w:rsidRPr="00F27F38">
        <w:rPr>
          <w:rtl/>
        </w:rPr>
        <w:t xml:space="preserve"> إنَّها البُشرى منِّي إليك</w:t>
      </w:r>
      <w:r w:rsidR="00F13C51">
        <w:rPr>
          <w:rtl/>
        </w:rPr>
        <w:t>،</w:t>
      </w:r>
      <w:r w:rsidRPr="00F27F38">
        <w:rPr>
          <w:rtl/>
        </w:rPr>
        <w:t xml:space="preserve"> هل أنت سعيد</w:t>
      </w:r>
      <w:r w:rsidR="00106DAF">
        <w:rPr>
          <w:rtl/>
        </w:rPr>
        <w:t>؟</w:t>
      </w:r>
      <w:r w:rsidRPr="00F27F38">
        <w:rPr>
          <w:rtl/>
        </w:rPr>
        <w:t xml:space="preserve"> أم أنَّك الجازع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ولكنِّي الجازع يا دلهم</w:t>
      </w:r>
      <w:r w:rsidR="00F13C51">
        <w:rPr>
          <w:rtl/>
        </w:rPr>
        <w:t>؛</w:t>
      </w:r>
      <w:r w:rsidRPr="00F27F38">
        <w:rPr>
          <w:rtl/>
        </w:rPr>
        <w:t xml:space="preserve"> لقد سَدَّ المنافذ كلَّها الخليفة يزيد</w:t>
      </w:r>
      <w:r w:rsidR="00F13C51">
        <w:rPr>
          <w:rtl/>
        </w:rPr>
        <w:t>،</w:t>
      </w:r>
      <w:r w:rsidRPr="00F27F38">
        <w:rPr>
          <w:rtl/>
        </w:rPr>
        <w:t xml:space="preserve"> ولا أظنُّ الحسين</w:t>
      </w:r>
      <w:r w:rsidR="00F13C51">
        <w:rPr>
          <w:rtl/>
        </w:rPr>
        <w:t>،</w:t>
      </w:r>
      <w:r w:rsidRPr="00F27F38">
        <w:rPr>
          <w:rtl/>
        </w:rPr>
        <w:t xml:space="preserve"> ولا كلُّ مَن يشدُّ بحبل الحسين</w:t>
      </w:r>
      <w:r w:rsidR="00F13C51">
        <w:rPr>
          <w:rtl/>
        </w:rPr>
        <w:t>،</w:t>
      </w:r>
      <w:r w:rsidRPr="00F27F38">
        <w:rPr>
          <w:rtl/>
        </w:rPr>
        <w:t xml:space="preserve"> ناجياً مِن كفِّ يزيد وقبضة الوالي ابن زياد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دلهم</w:t>
      </w:r>
      <w:r w:rsidR="00F13C51">
        <w:rPr>
          <w:rtl/>
        </w:rPr>
        <w:t>:</w:t>
      </w:r>
      <w:r w:rsidRPr="00F27F38">
        <w:rPr>
          <w:rtl/>
        </w:rPr>
        <w:t xml:space="preserve"> ألا تُحبُّ الحسين</w:t>
      </w:r>
      <w:r w:rsidR="00106DAF">
        <w:rPr>
          <w:rtl/>
        </w:rPr>
        <w:t>؟</w:t>
      </w:r>
      <w:r w:rsidRPr="00F27F38">
        <w:rPr>
          <w:rtl/>
        </w:rPr>
        <w:t>! وأبا الحسين</w:t>
      </w:r>
      <w:r w:rsidR="00106DAF">
        <w:rPr>
          <w:rtl/>
        </w:rPr>
        <w:t>؟</w:t>
      </w:r>
      <w:r w:rsidRPr="00F27F38">
        <w:rPr>
          <w:rtl/>
        </w:rPr>
        <w:t>! وأُمَّ الحسين</w:t>
      </w:r>
      <w:r w:rsidR="00106DAF">
        <w:rPr>
          <w:rtl/>
        </w:rPr>
        <w:t>؟</w:t>
      </w:r>
      <w:r w:rsidRPr="00F27F38">
        <w:rPr>
          <w:rtl/>
        </w:rPr>
        <w:t xml:space="preserve">! وأخا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F27F38">
        <w:rPr>
          <w:rtl/>
        </w:rPr>
        <w:lastRenderedPageBreak/>
        <w:t>الحسين</w:t>
      </w:r>
      <w:r w:rsidR="00106DAF">
        <w:rPr>
          <w:rtl/>
        </w:rPr>
        <w:t>؟</w:t>
      </w:r>
      <w:r w:rsidRPr="00F27F38">
        <w:rPr>
          <w:rtl/>
        </w:rPr>
        <w:t>! وجدَّ الحسين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وكيف أهرب مِن يزيد</w:t>
      </w:r>
      <w:r w:rsidR="00106DAF">
        <w:rPr>
          <w:rtl/>
        </w:rPr>
        <w:t>؟</w:t>
      </w:r>
      <w:r w:rsidRPr="00F27F38">
        <w:rPr>
          <w:rtl/>
        </w:rPr>
        <w:t>! وقرود يزيد</w:t>
      </w:r>
      <w:r w:rsidR="00106DAF">
        <w:rPr>
          <w:rtl/>
        </w:rPr>
        <w:t>؟</w:t>
      </w:r>
      <w:r w:rsidRPr="00F27F38">
        <w:rPr>
          <w:rtl/>
        </w:rPr>
        <w:t>! ومِن زياد</w:t>
      </w:r>
      <w:r w:rsidR="00106DAF">
        <w:rPr>
          <w:rtl/>
        </w:rPr>
        <w:t>؟</w:t>
      </w:r>
      <w:r w:rsidRPr="00F27F38">
        <w:rPr>
          <w:rtl/>
        </w:rPr>
        <w:t>! وابن زياد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دلهم</w:t>
      </w:r>
      <w:r w:rsidR="00F13C51">
        <w:rPr>
          <w:rtl/>
        </w:rPr>
        <w:t>:</w:t>
      </w:r>
      <w:r w:rsidRPr="00F27F38">
        <w:rPr>
          <w:rtl/>
        </w:rPr>
        <w:t xml:space="preserve"> وهل تُبدِّل السُّعود بالقرود</w:t>
      </w:r>
      <w:r w:rsidR="00106DAF">
        <w:rPr>
          <w:rtl/>
        </w:rPr>
        <w:t>؟</w:t>
      </w:r>
      <w:r w:rsidRPr="00F27F38">
        <w:rPr>
          <w:rtl/>
        </w:rPr>
        <w:t>! والنعيم بالجَحيم</w:t>
      </w:r>
      <w:r w:rsidR="00106DAF">
        <w:rPr>
          <w:rtl/>
        </w:rPr>
        <w:t>؟</w:t>
      </w:r>
      <w:r w:rsidRPr="00F27F38">
        <w:rPr>
          <w:rtl/>
        </w:rPr>
        <w:t>! والبطولة بالجبانة</w:t>
      </w:r>
      <w:r w:rsidR="00106DAF">
        <w:rPr>
          <w:rtl/>
        </w:rPr>
        <w:t>؟</w:t>
      </w:r>
      <w:r w:rsidRPr="00F27F38">
        <w:rPr>
          <w:rtl/>
        </w:rPr>
        <w:t>! ومَن يُصدِّقك بعد الآن وأنت على نفسك تُكذِّب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="00C327EB">
        <w:rPr>
          <w:rtl/>
        </w:rPr>
        <w:t xml:space="preserve"> ...</w:t>
      </w:r>
      <w:r w:rsidRPr="00F27F38">
        <w:rPr>
          <w:rtl/>
        </w:rPr>
        <w:t>. الخوف مِن الظلم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دلهم</w:t>
      </w:r>
      <w:r w:rsidR="00F13C51">
        <w:rPr>
          <w:rtl/>
        </w:rPr>
        <w:t>:</w:t>
      </w:r>
      <w:r w:rsidR="00C327EB">
        <w:rPr>
          <w:rtl/>
        </w:rPr>
        <w:t xml:space="preserve"> ...</w:t>
      </w:r>
      <w:r w:rsidRPr="00F27F38">
        <w:rPr>
          <w:rtl/>
        </w:rPr>
        <w:t>. إنَّه الموت تحت حوافره</w:t>
      </w:r>
      <w:r w:rsidR="00106DAF">
        <w:rPr>
          <w:rtl/>
        </w:rPr>
        <w:t>!</w:t>
      </w:r>
      <w:r w:rsidRPr="00F27F38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ما كاد ابن القين يرى وجه زوجته دلهم كيف يموج بما تقول</w:t>
      </w:r>
      <w:r w:rsidR="00F13C51">
        <w:rPr>
          <w:rtl/>
        </w:rPr>
        <w:t>،</w:t>
      </w:r>
      <w:r w:rsidRPr="00F27F38">
        <w:rPr>
          <w:rtl/>
        </w:rPr>
        <w:t xml:space="preserve"> حتَّى هبَّ مِن مكانه إلى الخارج</w:t>
      </w:r>
      <w:r w:rsidR="00F13C51">
        <w:rPr>
          <w:rtl/>
        </w:rPr>
        <w:t xml:space="preserve"> - </w:t>
      </w:r>
      <w:r w:rsidRPr="00F27F38">
        <w:rPr>
          <w:rtl/>
        </w:rPr>
        <w:t>بعد ساعة مِن الوقت</w:t>
      </w:r>
      <w:r w:rsidR="00F13C51">
        <w:rPr>
          <w:rtl/>
        </w:rPr>
        <w:t xml:space="preserve"> - </w:t>
      </w:r>
      <w:r w:rsidRPr="00F27F38">
        <w:rPr>
          <w:rtl/>
        </w:rPr>
        <w:t>وكان الحسين في مُخيَّمة في واقصة</w:t>
      </w:r>
      <w:r w:rsidR="00F13C51">
        <w:rPr>
          <w:rtl/>
        </w:rPr>
        <w:t>،</w:t>
      </w:r>
      <w:r w:rsidRPr="00F27F38">
        <w:rPr>
          <w:rtl/>
        </w:rPr>
        <w:t xml:space="preserve"> وبين يديه أخصَّاؤه</w:t>
      </w:r>
      <w:r w:rsidR="00F13C51">
        <w:rPr>
          <w:rtl/>
        </w:rPr>
        <w:t>،</w:t>
      </w:r>
      <w:r w:rsidRPr="00F27F38">
        <w:rPr>
          <w:rtl/>
        </w:rPr>
        <w:t xml:space="preserve"> ومِن بينهم عون ومحمد ابنا جعفر</w:t>
      </w:r>
      <w:r w:rsidR="00F13C51">
        <w:rPr>
          <w:rtl/>
        </w:rPr>
        <w:t>،</w:t>
      </w:r>
      <w:r w:rsidRPr="00F27F38">
        <w:rPr>
          <w:rtl/>
        </w:rPr>
        <w:t xml:space="preserve"> وصل زهير بن القين وفي وجهه ولاء وعزم</w:t>
      </w:r>
      <w:r w:rsidR="00F13C51">
        <w:rPr>
          <w:rtl/>
        </w:rPr>
        <w:t>،</w:t>
      </w:r>
      <w:r w:rsidRPr="00F27F38">
        <w:rPr>
          <w:rtl/>
        </w:rPr>
        <w:t xml:space="preserve"> قَدِر</w:t>
      </w:r>
      <w:r w:rsidR="00F13C51">
        <w:rPr>
          <w:rtl/>
        </w:rPr>
        <w:t xml:space="preserve"> - </w:t>
      </w:r>
      <w:r w:rsidRPr="00F27F38">
        <w:rPr>
          <w:rtl/>
        </w:rPr>
        <w:t>رأساً</w:t>
      </w:r>
      <w:r w:rsidR="00F13C51">
        <w:rPr>
          <w:rtl/>
        </w:rPr>
        <w:t xml:space="preserve"> - </w:t>
      </w:r>
      <w:r w:rsidRPr="00F27F38">
        <w:rPr>
          <w:rtl/>
        </w:rPr>
        <w:t>أنْ يقرأهما الحسين</w:t>
      </w:r>
      <w:r w:rsidR="00F13C51">
        <w:rPr>
          <w:rtl/>
        </w:rPr>
        <w:t>: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وما اسمك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زهير بن القين</w:t>
      </w:r>
      <w:r w:rsidR="00F13C51">
        <w:rPr>
          <w:rtl/>
        </w:rPr>
        <w:t>،</w:t>
      </w:r>
      <w:r w:rsidRPr="00F27F38">
        <w:rPr>
          <w:rtl/>
        </w:rPr>
        <w:t xml:space="preserve"> ولكنَّ زوجتي اسمها دلهم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وتُحبُّها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كالعبادة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يا لها مِن امرأة رائعة</w:t>
      </w:r>
      <w:r w:rsidR="00106DAF">
        <w:rPr>
          <w:rtl/>
        </w:rPr>
        <w:t>!</w:t>
      </w:r>
      <w:r w:rsidRPr="00F27F38">
        <w:rPr>
          <w:rtl/>
        </w:rPr>
        <w:t xml:space="preserve"> أراها كتبتك حرفاً رائعاً على شفرة السيف</w:t>
      </w:r>
      <w:r w:rsidR="00F13C51">
        <w:rPr>
          <w:rtl/>
        </w:rPr>
        <w:t>،</w:t>
      </w:r>
      <w:r w:rsidRPr="00F27F38">
        <w:rPr>
          <w:rtl/>
        </w:rPr>
        <w:t xml:space="preserve"> أتُراني حزرت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ولكنِّي طلَّقتها</w:t>
      </w:r>
      <w:r w:rsidR="00F13C51">
        <w:rPr>
          <w:rtl/>
        </w:rPr>
        <w:t>،</w:t>
      </w:r>
      <w:r w:rsidRPr="00F27F38">
        <w:rPr>
          <w:rtl/>
        </w:rPr>
        <w:t xml:space="preserve"> إنِّي آتٍ مِن عند الشيخ الذي عقد زواجي</w:t>
      </w:r>
      <w:r w:rsidR="00F13C51">
        <w:rPr>
          <w:rtl/>
        </w:rPr>
        <w:t>،</w:t>
      </w:r>
      <w:r w:rsidRPr="00F27F38">
        <w:rPr>
          <w:rtl/>
        </w:rPr>
        <w:t xml:space="preserve"> وها أنِّي الآن قد فَككته عنده</w:t>
      </w:r>
      <w:r w:rsidR="00C327EB">
        <w:rPr>
          <w:rtl/>
        </w:rPr>
        <w:t>.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وكيف يُمكن ذلك</w:t>
      </w:r>
      <w:r w:rsidR="00106DAF">
        <w:rPr>
          <w:rtl/>
        </w:rPr>
        <w:t>؟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ولقد خَصصتها بكلِّ ثروتي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الحسين</w:t>
      </w:r>
      <w:r w:rsidR="00F13C51">
        <w:rPr>
          <w:rtl/>
        </w:rPr>
        <w:t>:</w:t>
      </w:r>
      <w:r w:rsidRPr="00F27F38">
        <w:rPr>
          <w:rtl/>
        </w:rPr>
        <w:t xml:space="preserve"> لأنَّك جئت تنضمُّ إليَّ</w:t>
      </w:r>
      <w:r w:rsidR="00106DAF">
        <w:rPr>
          <w:rtl/>
        </w:rPr>
        <w:t>؟</w:t>
      </w:r>
      <w:r w:rsidRPr="00F27F38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F27F38">
        <w:rPr>
          <w:rtl/>
        </w:rPr>
        <w:t>زهير</w:t>
      </w:r>
      <w:r w:rsidR="00F13C51">
        <w:rPr>
          <w:rtl/>
        </w:rPr>
        <w:t>:</w:t>
      </w:r>
      <w:r w:rsidRPr="00F27F38">
        <w:rPr>
          <w:rtl/>
        </w:rPr>
        <w:t xml:space="preserve"> حتَّى لا تكون أرملة مِن بعدى</w:t>
      </w:r>
      <w:r w:rsidR="00F13C51">
        <w:rPr>
          <w:rtl/>
        </w:rPr>
        <w:t>،</w:t>
      </w:r>
      <w:r w:rsidRPr="00F27F38">
        <w:rPr>
          <w:rtl/>
        </w:rPr>
        <w:t xml:space="preserve"> وحتَّى لا تلقطها الحاجة</w:t>
      </w:r>
      <w:r w:rsidR="00C327EB">
        <w:rPr>
          <w:rtl/>
        </w:rPr>
        <w:t>.</w:t>
      </w:r>
      <w:r w:rsidRPr="00F27F38">
        <w:rPr>
          <w:rtl/>
        </w:rPr>
        <w:t xml:space="preserve"> </w:t>
      </w:r>
    </w:p>
    <w:p w:rsidR="003A7CC2" w:rsidRDefault="003A7CC2" w:rsidP="003A7CC2">
      <w:pPr>
        <w:pStyle w:val="libNormal"/>
        <w:rPr>
          <w:rtl/>
        </w:rPr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lastRenderedPageBreak/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يبدو أنَّك صمَّمت أن تُستَشهد معي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زهير</w:t>
      </w:r>
      <w:r w:rsidR="00F13C51">
        <w:rPr>
          <w:rtl/>
        </w:rPr>
        <w:t>:</w:t>
      </w:r>
      <w:r w:rsidRPr="00CD2173">
        <w:rPr>
          <w:rtl/>
        </w:rPr>
        <w:t xml:space="preserve"> إنَّها دلهم يا سيِّدي</w:t>
      </w:r>
      <w:r w:rsidR="00F13C51">
        <w:rPr>
          <w:rtl/>
        </w:rPr>
        <w:t>،</w:t>
      </w:r>
      <w:r w:rsidRPr="00CD2173">
        <w:rPr>
          <w:rtl/>
        </w:rPr>
        <w:t xml:space="preserve"> أحبَّت أنْ أربط شأني بقدرك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زهير</w:t>
      </w:r>
      <w:r w:rsidR="00F13C51">
        <w:rPr>
          <w:rtl/>
        </w:rPr>
        <w:t>:</w:t>
      </w:r>
      <w:r w:rsidRPr="00CD2173">
        <w:rPr>
          <w:rtl/>
        </w:rPr>
        <w:t xml:space="preserve"> كان سيفي مقصوفاً وأصبح الآن لا يقصف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هكذا تصرَّف زهير بن القين والتحق بالحسين</w:t>
      </w:r>
      <w:r w:rsidR="00F13C51">
        <w:rPr>
          <w:rtl/>
        </w:rPr>
        <w:t>،</w:t>
      </w:r>
      <w:r w:rsidRPr="00CD2173">
        <w:rPr>
          <w:rtl/>
        </w:rPr>
        <w:t xml:space="preserve"> ولم يتركه في كربلاء حتَّى انضمَّ إلى سلسلة ا</w:t>
      </w:r>
      <w:r w:rsidR="002C2DD7">
        <w:rPr>
          <w:rtl/>
        </w:rPr>
        <w:t>لمـُ</w:t>
      </w:r>
      <w:r w:rsidRPr="00CD2173">
        <w:rPr>
          <w:rtl/>
        </w:rPr>
        <w:t>ستشهدين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3A7CC2" w:rsidRDefault="00F13C51" w:rsidP="00666113">
      <w:pPr>
        <w:pStyle w:val="libCenterBold1"/>
        <w:rPr>
          <w:rtl/>
        </w:rPr>
      </w:pPr>
      <w:r>
        <w:rPr>
          <w:rtl/>
        </w:rPr>
        <w:t>-</w:t>
      </w:r>
      <w:r w:rsidR="003A7CC2" w:rsidRPr="00CD2173">
        <w:rPr>
          <w:rtl/>
        </w:rPr>
        <w:t xml:space="preserve"> 8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بعد هذه الرواية الطريفة</w:t>
      </w:r>
      <w:r w:rsidR="00F13C51">
        <w:rPr>
          <w:rtl/>
        </w:rPr>
        <w:t>،</w:t>
      </w:r>
      <w:r w:rsidRPr="00CD2173">
        <w:rPr>
          <w:rtl/>
        </w:rPr>
        <w:t xml:space="preserve"> والتي يُحقِّق مثلها كلُّ ذي هوى في النفس يُصدِّق حِسَّه وظَنَّه</w:t>
      </w:r>
      <w:r w:rsidR="00F13C51">
        <w:rPr>
          <w:rtl/>
        </w:rPr>
        <w:t>،</w:t>
      </w:r>
      <w:r w:rsidRPr="00CD2173">
        <w:rPr>
          <w:rtl/>
        </w:rPr>
        <w:t xml:space="preserve"> ويميل به التفاني إلى مظهر البذل السخي</w:t>
      </w:r>
      <w:r w:rsidR="00F13C51">
        <w:rPr>
          <w:rtl/>
        </w:rPr>
        <w:t>،</w:t>
      </w:r>
      <w:r w:rsidRPr="00CD2173">
        <w:rPr>
          <w:rtl/>
        </w:rPr>
        <w:t xml:space="preserve"> كبذل الأُمِّ ذاتها مِن أجل ولدها</w:t>
      </w:r>
      <w:r w:rsidR="00F13C51">
        <w:rPr>
          <w:rtl/>
        </w:rPr>
        <w:t>،</w:t>
      </w:r>
      <w:r w:rsidRPr="00CD2173">
        <w:rPr>
          <w:rtl/>
        </w:rPr>
        <w:t xml:space="preserve"> انسحب الحسين نحو المحطَّة الثانية وهي ( الخزيميَّة )</w:t>
      </w:r>
      <w:r w:rsidR="00F13C51">
        <w:rPr>
          <w:rtl/>
        </w:rPr>
        <w:t>،</w:t>
      </w:r>
      <w:r w:rsidRPr="00CD2173">
        <w:rPr>
          <w:rtl/>
        </w:rPr>
        <w:t xml:space="preserve"> ولكنَّها ما احتوته حتَّى فجعته بخبر مقتل مسلم بن عقيل</w:t>
      </w:r>
      <w:r w:rsidR="00F13C51">
        <w:rPr>
          <w:rtl/>
        </w:rPr>
        <w:t>،</w:t>
      </w:r>
      <w:r w:rsidRPr="00CD2173">
        <w:rPr>
          <w:rtl/>
        </w:rPr>
        <w:t xml:space="preserve"> بعد أنْ اكتشف عبيد الله بن زياد مَخبأه عند هاني بن عروة</w:t>
      </w:r>
      <w:r w:rsidR="00F13C51">
        <w:rPr>
          <w:rtl/>
        </w:rPr>
        <w:t>،</w:t>
      </w:r>
      <w:r w:rsidRPr="00CD2173">
        <w:rPr>
          <w:rtl/>
        </w:rPr>
        <w:t xml:space="preserve"> وكان للوالي أنْ قتل الاثنين ومثَّل بهما أبشع تمثيل</w:t>
      </w:r>
      <w:r w:rsidR="00F13C51">
        <w:rPr>
          <w:rtl/>
        </w:rPr>
        <w:t>،</w:t>
      </w:r>
      <w:r w:rsidRPr="00CD2173">
        <w:rPr>
          <w:rtl/>
        </w:rPr>
        <w:t xml:space="preserve"> وكان مقتل ابن عقيل في اليوم ذاته الذي ترك فيه الحسين مَحارم الكعبة</w:t>
      </w:r>
      <w:r w:rsidR="00F13C51">
        <w:rPr>
          <w:rtl/>
        </w:rPr>
        <w:t>،</w:t>
      </w:r>
      <w:r w:rsidRPr="00CD2173">
        <w:rPr>
          <w:rtl/>
        </w:rPr>
        <w:t xml:space="preserve"> التي بعدها ( زُبالة ) فأخبر أفواجاً مِن الناس يُريدون أنْ يروه ويسمعوه</w:t>
      </w:r>
      <w:r w:rsidR="00F13C51">
        <w:rPr>
          <w:rtl/>
        </w:rPr>
        <w:t>،</w:t>
      </w:r>
      <w:r w:rsidRPr="00CD2173">
        <w:rPr>
          <w:rtl/>
        </w:rPr>
        <w:t xml:space="preserve"> فانبرى إليهم</w:t>
      </w:r>
      <w:r w:rsidR="00F13C51">
        <w:rPr>
          <w:rtl/>
        </w:rPr>
        <w:t xml:space="preserve"> - </w:t>
      </w:r>
      <w:r w:rsidRPr="00CD2173">
        <w:rPr>
          <w:rtl/>
        </w:rPr>
        <w:t>وهو الحزين المقبوض النفس</w:t>
      </w:r>
      <w:r w:rsidR="00F13C51">
        <w:rPr>
          <w:rtl/>
        </w:rPr>
        <w:t>،</w:t>
      </w:r>
      <w:r w:rsidRPr="00CD2173">
        <w:rPr>
          <w:rtl/>
        </w:rPr>
        <w:t xml:space="preserve"> ليقول لهم</w:t>
      </w:r>
      <w:r w:rsidR="00F13C51">
        <w:rPr>
          <w:rtl/>
        </w:rPr>
        <w:t>:</w:t>
      </w:r>
      <w:r w:rsidRPr="00CD2173">
        <w:rPr>
          <w:rtl/>
        </w:rPr>
        <w:t xml:space="preserve"> إنَّه ما أتى إليهم إلاَّ ليُجسِّد أمامهم عزمه ورفضه</w:t>
      </w:r>
      <w:r w:rsidR="00F13C51">
        <w:rPr>
          <w:rtl/>
        </w:rPr>
        <w:t>،</w:t>
      </w:r>
      <w:r w:rsidRPr="00CD2173">
        <w:rPr>
          <w:rtl/>
        </w:rPr>
        <w:t xml:space="preserve"> وأنَّه يُدرك منذ زمن بعيد</w:t>
      </w:r>
      <w:r w:rsidR="00F13C51">
        <w:rPr>
          <w:rtl/>
        </w:rPr>
        <w:t xml:space="preserve"> - </w:t>
      </w:r>
      <w:r w:rsidRPr="00CD2173">
        <w:rPr>
          <w:rtl/>
        </w:rPr>
        <w:t>أنَّ الأُمَّة بأغلبيِّتها قد ضعفت وهانت تحت قبضة الذين ذلَّلوها</w:t>
      </w:r>
      <w:r w:rsidR="00F13C51">
        <w:rPr>
          <w:rtl/>
        </w:rPr>
        <w:t>،</w:t>
      </w:r>
      <w:r w:rsidRPr="00CD2173">
        <w:rPr>
          <w:rtl/>
        </w:rPr>
        <w:t xml:space="preserve"> وأرهبوها</w:t>
      </w:r>
      <w:r w:rsidR="00F13C51">
        <w:rPr>
          <w:rtl/>
        </w:rPr>
        <w:t>،</w:t>
      </w:r>
      <w:r w:rsidRPr="00CD2173">
        <w:rPr>
          <w:rtl/>
        </w:rPr>
        <w:t xml:space="preserve"> ومنعوا عنها حقيقة التعبير</w:t>
      </w:r>
      <w:r w:rsidR="00F13C51">
        <w:rPr>
          <w:rtl/>
        </w:rPr>
        <w:t>،</w:t>
      </w:r>
      <w:r w:rsidRPr="00CD2173">
        <w:rPr>
          <w:rtl/>
        </w:rPr>
        <w:t xml:space="preserve"> وها هي بذاتها تستدعيه مِن الكوفة والبصرة لأنْ يمثُل أمامها ويقودها إلى حالات التحرُّر</w:t>
      </w:r>
      <w:r w:rsidR="00F13C51">
        <w:rPr>
          <w:rtl/>
        </w:rPr>
        <w:t>،</w:t>
      </w:r>
      <w:r w:rsidRPr="00CD2173">
        <w:rPr>
          <w:rtl/>
        </w:rPr>
        <w:t xml:space="preserve"> مع أنَّه مُتأكِّد أنَّها لا تَجْسر وتنزل إلى الساحة وتملأها بجبروتها وإرادتها</w:t>
      </w:r>
      <w:r w:rsidR="00F13C51">
        <w:rPr>
          <w:rtl/>
        </w:rPr>
        <w:t>،</w:t>
      </w:r>
      <w:r w:rsidRPr="00CD2173">
        <w:rPr>
          <w:rtl/>
        </w:rPr>
        <w:t xml:space="preserve"> وعِزَّتها وكرامتها</w:t>
      </w:r>
      <w:r w:rsidR="00F13C51">
        <w:rPr>
          <w:rtl/>
        </w:rPr>
        <w:t>،</w:t>
      </w:r>
      <w:r w:rsidRPr="00CD2173">
        <w:rPr>
          <w:rtl/>
        </w:rPr>
        <w:t xml:space="preserve"> لقد سلبوها أنَفَتَها</w:t>
      </w:r>
      <w:r w:rsidR="00F13C51">
        <w:rPr>
          <w:rtl/>
        </w:rPr>
        <w:t>،</w:t>
      </w:r>
      <w:r w:rsidRPr="00CD2173">
        <w:rPr>
          <w:rtl/>
        </w:rPr>
        <w:t xml:space="preserve"> واستبدلوها بالجُبن والالتفاف بالصمت والتلطي</w:t>
      </w:r>
      <w:r w:rsidR="00C327EB">
        <w:rPr>
          <w:rtl/>
        </w:rPr>
        <w:t>.</w:t>
      </w:r>
      <w:r w:rsidRPr="00CD2173">
        <w:rPr>
          <w:rtl/>
        </w:rPr>
        <w:t xml:space="preserve"> ومع ذلك فإنَّه أراد أنْ يُشعرها أنَّ في الذِّلِّ والركون إليه مَهلكة مِن الهوان</w:t>
      </w:r>
      <w:r w:rsidR="00F13C51">
        <w:rPr>
          <w:rtl/>
        </w:rPr>
        <w:t>،</w:t>
      </w:r>
      <w:r w:rsidRPr="00CD2173">
        <w:rPr>
          <w:rtl/>
        </w:rPr>
        <w:t xml:space="preserve"> تفصل الإنسان عن حقيقته</w:t>
      </w:r>
      <w:r w:rsidR="00F13C51">
        <w:rPr>
          <w:rtl/>
        </w:rPr>
        <w:t>،</w:t>
      </w:r>
      <w:r w:rsidRPr="00CD2173">
        <w:rPr>
          <w:rtl/>
        </w:rPr>
        <w:t xml:space="preserve"> وتُهدِّد ا</w:t>
      </w:r>
      <w:r w:rsidR="002C2DD7">
        <w:rPr>
          <w:rtl/>
        </w:rPr>
        <w:t>لمـُ</w:t>
      </w:r>
      <w:r w:rsidRPr="00CD2173">
        <w:rPr>
          <w:rtl/>
        </w:rPr>
        <w:t xml:space="preserve">جتمع بانحدار مُتردٍّ لابُدَّ أنْ تشتدَّ وطأته عليه مع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CD2173">
        <w:rPr>
          <w:rtl/>
        </w:rPr>
        <w:lastRenderedPageBreak/>
        <w:t>تألُّب الأيَّام</w:t>
      </w:r>
      <w:r w:rsidR="00106DAF">
        <w:rPr>
          <w:rtl/>
        </w:rPr>
        <w:t>!</w:t>
      </w:r>
      <w:r w:rsidRPr="00CD2173">
        <w:rPr>
          <w:rtl/>
        </w:rPr>
        <w:t>!! وأراد أنْ يُظهر لها أنَّه لبَّى نداءها</w:t>
      </w:r>
      <w:r w:rsidR="00F13C51">
        <w:rPr>
          <w:rtl/>
        </w:rPr>
        <w:t xml:space="preserve"> - </w:t>
      </w:r>
      <w:r w:rsidRPr="00CD2173">
        <w:rPr>
          <w:rtl/>
        </w:rPr>
        <w:t>وإنْ لم يُصدِّقها فيه</w:t>
      </w:r>
      <w:r w:rsidR="00F13C51">
        <w:rPr>
          <w:rtl/>
        </w:rPr>
        <w:t xml:space="preserve"> - </w:t>
      </w:r>
      <w:r w:rsidRPr="00CD2173">
        <w:rPr>
          <w:rtl/>
        </w:rPr>
        <w:t>حتَّى يُثبت لها أنَّه الوفيُّ</w:t>
      </w:r>
      <w:r w:rsidR="00F13C51">
        <w:rPr>
          <w:rtl/>
        </w:rPr>
        <w:t>؛</w:t>
      </w:r>
      <w:r w:rsidRPr="00CD2173">
        <w:rPr>
          <w:rtl/>
        </w:rPr>
        <w:t xml:space="preserve"> وحتَّى يُعلِّمها أنَّ ا</w:t>
      </w:r>
      <w:r w:rsidR="002C2DD7">
        <w:rPr>
          <w:rtl/>
        </w:rPr>
        <w:t>لمـُ</w:t>
      </w:r>
      <w:r w:rsidRPr="00CD2173">
        <w:rPr>
          <w:rtl/>
        </w:rPr>
        <w:t>لبِّي صادق في ما يُلبِّي</w:t>
      </w:r>
      <w:r w:rsidR="00F13C51">
        <w:rPr>
          <w:rtl/>
        </w:rPr>
        <w:t>،</w:t>
      </w:r>
      <w:r w:rsidRPr="00CD2173">
        <w:rPr>
          <w:rtl/>
        </w:rPr>
        <w:t xml:space="preserve"> وأنَّه لن يهرب مِن الساحة التي يُقدِّم فيها رفضه وعزمه ودم الشهادة</w:t>
      </w:r>
      <w:r w:rsidR="00F13C51">
        <w:rPr>
          <w:rtl/>
        </w:rPr>
        <w:t>،</w:t>
      </w:r>
      <w:r w:rsidRPr="00CD2173">
        <w:rPr>
          <w:rtl/>
        </w:rPr>
        <w:t xml:space="preserve"> في سبيل الأُمَّة التي وإنْ تَتلكَّأ الآن فلن تَتلكَّأ غداً بعد أنْ تَعرض أمامها حقيقة الرصد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أمَّا ا</w:t>
      </w:r>
      <w:r w:rsidR="002C2DD7">
        <w:rPr>
          <w:rtl/>
        </w:rPr>
        <w:t>لمـُ</w:t>
      </w:r>
      <w:r w:rsidRPr="00CD2173">
        <w:rPr>
          <w:rtl/>
        </w:rPr>
        <w:t>رافقون الذين كان ينموا</w:t>
      </w:r>
      <w:r w:rsidR="00F13C51">
        <w:rPr>
          <w:rtl/>
        </w:rPr>
        <w:t xml:space="preserve"> - </w:t>
      </w:r>
      <w:r w:rsidRPr="00CD2173">
        <w:rPr>
          <w:rtl/>
        </w:rPr>
        <w:t>قليلاً</w:t>
      </w:r>
      <w:r w:rsidR="00F13C51">
        <w:rPr>
          <w:rtl/>
        </w:rPr>
        <w:t xml:space="preserve"> - </w:t>
      </w:r>
      <w:r w:rsidRPr="00CD2173">
        <w:rPr>
          <w:rtl/>
        </w:rPr>
        <w:t>عددهم مِن مَحطَّة إلى مَحطَّة</w:t>
      </w:r>
      <w:r w:rsidR="00F13C51">
        <w:rPr>
          <w:rtl/>
        </w:rPr>
        <w:t>،</w:t>
      </w:r>
      <w:r w:rsidRPr="00CD2173">
        <w:rPr>
          <w:rtl/>
        </w:rPr>
        <w:t xml:space="preserve"> فإنَّهم أخذوا بروعَة القول</w:t>
      </w:r>
      <w:r w:rsidR="00F13C51">
        <w:rPr>
          <w:rtl/>
        </w:rPr>
        <w:t>،</w:t>
      </w:r>
      <w:r w:rsidRPr="00CD2173">
        <w:rPr>
          <w:rtl/>
        </w:rPr>
        <w:t xml:space="preserve"> ولكنَّهم بقوا تائهين</w:t>
      </w:r>
      <w:r w:rsidR="00F13C51">
        <w:rPr>
          <w:rtl/>
        </w:rPr>
        <w:t>،</w:t>
      </w:r>
      <w:r w:rsidRPr="00CD2173">
        <w:rPr>
          <w:rtl/>
        </w:rPr>
        <w:t xml:space="preserve"> حائرين</w:t>
      </w:r>
      <w:r w:rsidR="00F13C51">
        <w:rPr>
          <w:rtl/>
        </w:rPr>
        <w:t>،</w:t>
      </w:r>
      <w:r w:rsidRPr="00CD2173">
        <w:rPr>
          <w:rtl/>
        </w:rPr>
        <w:t xml:space="preserve"> وكأنَّهم يستفهمون فاستدركهم الحسين بما معناه</w:t>
      </w:r>
      <w:r w:rsidR="00F13C51">
        <w:rPr>
          <w:rtl/>
        </w:rPr>
        <w:t>:</w:t>
      </w:r>
      <w:r w:rsidRPr="00CD2173">
        <w:rPr>
          <w:rtl/>
        </w:rPr>
        <w:t xml:space="preserve"> إنَّه الواقع الحزين</w:t>
      </w:r>
      <w:r w:rsidR="00106DAF">
        <w:rPr>
          <w:rtl/>
        </w:rPr>
        <w:t>!</w:t>
      </w:r>
      <w:r w:rsidRPr="00CD2173">
        <w:rPr>
          <w:rtl/>
        </w:rPr>
        <w:t xml:space="preserve"> عندما تُجمِع الأُمَّة أمرها انضمُّوا إليها</w:t>
      </w:r>
      <w:r w:rsidR="00F13C51">
        <w:rPr>
          <w:rtl/>
        </w:rPr>
        <w:t>،</w:t>
      </w:r>
      <w:r w:rsidRPr="00CD2173">
        <w:rPr>
          <w:rtl/>
        </w:rPr>
        <w:t xml:space="preserve"> أمَّا الآن فإنَّنا مع النُّخبة ا</w:t>
      </w:r>
      <w:r w:rsidR="002C2DD7">
        <w:rPr>
          <w:rtl/>
        </w:rPr>
        <w:t>لمـُ</w:t>
      </w:r>
      <w:r w:rsidRPr="00CD2173">
        <w:rPr>
          <w:rtl/>
        </w:rPr>
        <w:t>ريدة</w:t>
      </w:r>
      <w:r w:rsidR="00F13C51">
        <w:rPr>
          <w:rtl/>
        </w:rPr>
        <w:t>،</w:t>
      </w:r>
      <w:r w:rsidRPr="00CD2173">
        <w:rPr>
          <w:rtl/>
        </w:rPr>
        <w:t xml:space="preserve"> نكفي </w:t>
      </w:r>
      <w:r w:rsidR="002C2DD7">
        <w:rPr>
          <w:rtl/>
        </w:rPr>
        <w:t>لمـُ</w:t>
      </w:r>
      <w:r w:rsidRPr="00CD2173">
        <w:rPr>
          <w:rtl/>
        </w:rPr>
        <w:t>تابعة الطريق والقيام با</w:t>
      </w:r>
      <w:r w:rsidR="002C2DD7">
        <w:rPr>
          <w:rtl/>
        </w:rPr>
        <w:t>لمـُ</w:t>
      </w:r>
      <w:r w:rsidRPr="00CD2173">
        <w:rPr>
          <w:rtl/>
        </w:rPr>
        <w:t>همَّة</w:t>
      </w:r>
      <w:r w:rsidR="00F13C51">
        <w:rPr>
          <w:rtl/>
        </w:rPr>
        <w:t>،</w:t>
      </w:r>
      <w:r w:rsidRPr="00CD2173">
        <w:rPr>
          <w:rtl/>
        </w:rPr>
        <w:t xml:space="preserve"> وتقديم القدوة</w:t>
      </w:r>
      <w:r w:rsidR="00F13C51">
        <w:rPr>
          <w:rtl/>
        </w:rPr>
        <w:t>،</w:t>
      </w:r>
      <w:r w:rsidRPr="00CD2173">
        <w:rPr>
          <w:rtl/>
        </w:rPr>
        <w:t xml:space="preserve"> وإرضاء الشهادة</w:t>
      </w:r>
      <w:r w:rsidR="00106DAF">
        <w:rPr>
          <w:rtl/>
        </w:rPr>
        <w:t>!</w:t>
      </w:r>
      <w:r w:rsidRPr="00CD2173">
        <w:rPr>
          <w:rtl/>
        </w:rPr>
        <w:t>!! أمَّا الذين تستدعيهم عيالهم إلى ا</w:t>
      </w:r>
      <w:r w:rsidR="002C2DD7">
        <w:rPr>
          <w:rtl/>
        </w:rPr>
        <w:t>لمـُ</w:t>
      </w:r>
      <w:r w:rsidRPr="00CD2173">
        <w:rPr>
          <w:rtl/>
        </w:rPr>
        <w:t>ساندة في تحصيل العيش</w:t>
      </w:r>
      <w:r w:rsidR="00F13C51">
        <w:rPr>
          <w:rtl/>
        </w:rPr>
        <w:t>،</w:t>
      </w:r>
      <w:r w:rsidRPr="00CD2173">
        <w:rPr>
          <w:rtl/>
        </w:rPr>
        <w:t xml:space="preserve"> فإنِّي لهم أقول</w:t>
      </w:r>
      <w:r w:rsidR="00F13C51">
        <w:rPr>
          <w:rtl/>
        </w:rPr>
        <w:t>:</w:t>
      </w:r>
      <w:r w:rsidRPr="00CD2173">
        <w:rPr>
          <w:rtl/>
        </w:rPr>
        <w:t xml:space="preserve"> اذهبوا خير لكم وأجدى</w:t>
      </w:r>
      <w:r w:rsidR="00F13C51">
        <w:rPr>
          <w:rtl/>
        </w:rPr>
        <w:t>،</w:t>
      </w:r>
      <w:r w:rsidRPr="00CD2173">
        <w:rPr>
          <w:rtl/>
        </w:rPr>
        <w:t xml:space="preserve"> سوف يطلبكم الغَد الثاني إلى تحقيق آخر أنتم دائماً بحاجة إليه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بعد ذلك أمر الحسين بمُتابعة الطريق</w:t>
      </w:r>
      <w:r w:rsidR="00F13C51">
        <w:rPr>
          <w:rtl/>
        </w:rPr>
        <w:t>،</w:t>
      </w:r>
      <w:r w:rsidRPr="00CD2173">
        <w:rPr>
          <w:rtl/>
        </w:rPr>
        <w:t xml:space="preserve"> وقد انفرط قِسم وافر مِن القوم</w:t>
      </w:r>
      <w:r w:rsidR="00F13C51">
        <w:rPr>
          <w:rtl/>
        </w:rPr>
        <w:t>،</w:t>
      </w:r>
      <w:r w:rsidRPr="00CD2173">
        <w:rPr>
          <w:rtl/>
        </w:rPr>
        <w:t xml:space="preserve"> وبقي معه الذين مِن أمثال عون</w:t>
      </w:r>
      <w:r w:rsidR="00F13C51">
        <w:rPr>
          <w:rtl/>
        </w:rPr>
        <w:t>،</w:t>
      </w:r>
      <w:r w:rsidRPr="00CD2173">
        <w:rPr>
          <w:rtl/>
        </w:rPr>
        <w:t xml:space="preserve"> ومحمد</w:t>
      </w:r>
      <w:r w:rsidR="00F13C51">
        <w:rPr>
          <w:rtl/>
        </w:rPr>
        <w:t>،</w:t>
      </w:r>
      <w:r w:rsidRPr="00CD2173">
        <w:rPr>
          <w:rtl/>
        </w:rPr>
        <w:t xml:space="preserve"> وزهير بن القين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CD2173">
        <w:rPr>
          <w:rtl/>
        </w:rPr>
        <w:t xml:space="preserve"> 9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بعد مسيرة مُضنية بلغوا مَحطَّة ( بطن العَقبة )</w:t>
      </w:r>
      <w:r w:rsidR="00F13C51">
        <w:rPr>
          <w:rtl/>
        </w:rPr>
        <w:t>،</w:t>
      </w:r>
      <w:r w:rsidRPr="00CD2173">
        <w:rPr>
          <w:rtl/>
        </w:rPr>
        <w:t xml:space="preserve"> وقصدوا أنْ ينزلوا فيها ويتزوَّدوا بقليلٍ مِن الماء</w:t>
      </w:r>
      <w:r w:rsidR="00F13C51">
        <w:rPr>
          <w:rtl/>
        </w:rPr>
        <w:t>،</w:t>
      </w:r>
      <w:r w:rsidRPr="00CD2173">
        <w:rPr>
          <w:rtl/>
        </w:rPr>
        <w:t xml:space="preserve"> عندما تقدَّم منهم رجل يبدو مِن سيمائه أنَّه مُحترم في القوم</w:t>
      </w:r>
      <w:r w:rsidR="00F13C51">
        <w:rPr>
          <w:rtl/>
        </w:rPr>
        <w:t>،</w:t>
      </w:r>
      <w:r w:rsidRPr="00CD2173">
        <w:rPr>
          <w:rtl/>
        </w:rPr>
        <w:t xml:space="preserve"> وطلب مُقابلة الحسين</w:t>
      </w:r>
      <w:r w:rsidR="00F13C51">
        <w:rPr>
          <w:rtl/>
        </w:rPr>
        <w:t>،</w:t>
      </w:r>
      <w:r w:rsidRPr="00CD2173">
        <w:rPr>
          <w:rtl/>
        </w:rPr>
        <w:t xml:space="preserve"> وصادف أنَّ الحسين بالذات كان واقفاً وغارقاً في تلافيف نفسه</w:t>
      </w:r>
      <w:r w:rsidR="00F13C51">
        <w:rPr>
          <w:rtl/>
        </w:rPr>
        <w:t>،</w:t>
      </w:r>
      <w:r w:rsidRPr="00CD2173">
        <w:rPr>
          <w:rtl/>
        </w:rPr>
        <w:t xml:space="preserve"> فانتبه إلى الرجل وراح يسأله</w:t>
      </w:r>
      <w:r w:rsidR="00F13C51">
        <w:rPr>
          <w:rtl/>
        </w:rPr>
        <w:t>: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لعلَّك لم تُشاهد بعد الحسين</w:t>
      </w:r>
      <w:r w:rsidR="00106DAF">
        <w:rPr>
          <w:rtl/>
        </w:rPr>
        <w:t>؟</w:t>
      </w:r>
      <w:r w:rsidRPr="00CD2173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عمرو بن لوذان</w:t>
      </w:r>
      <w:r w:rsidR="00F13C51">
        <w:rPr>
          <w:rtl/>
        </w:rPr>
        <w:t>:</w:t>
      </w:r>
      <w:r w:rsidRPr="00CD2173">
        <w:rPr>
          <w:rtl/>
        </w:rPr>
        <w:t xml:space="preserve"> الأُذن عندي أبعد مِن العين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لو أنَّك تمزجهما لكنت السامع الرائي في آنٍ واحدٍ</w:t>
      </w:r>
      <w:r w:rsidR="00F13C51">
        <w:rPr>
          <w:rtl/>
        </w:rPr>
        <w:t>،</w:t>
      </w:r>
      <w:r w:rsidRPr="00CD2173">
        <w:rPr>
          <w:rtl/>
        </w:rPr>
        <w:t xml:space="preserve"> ألا تسمع الآن وأنت ترى وأنت تسمع</w:t>
      </w:r>
      <w:r w:rsidR="00106DAF">
        <w:rPr>
          <w:rtl/>
        </w:rPr>
        <w:t>؟</w:t>
      </w:r>
      <w:r w:rsidRPr="00CD2173">
        <w:rPr>
          <w:rtl/>
        </w:rPr>
        <w:t xml:space="preserve">!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lastRenderedPageBreak/>
        <w:t>عمرو</w:t>
      </w:r>
      <w:r w:rsidR="00F13C51">
        <w:rPr>
          <w:rtl/>
        </w:rPr>
        <w:t>:</w:t>
      </w:r>
      <w:r w:rsidRPr="00CD2173">
        <w:rPr>
          <w:rtl/>
        </w:rPr>
        <w:t xml:space="preserve"> يظهر أنِّي ا</w:t>
      </w:r>
      <w:r w:rsidR="002C2DD7">
        <w:rPr>
          <w:rtl/>
        </w:rPr>
        <w:t>لمـُ</w:t>
      </w:r>
      <w:r w:rsidRPr="00CD2173">
        <w:rPr>
          <w:rtl/>
        </w:rPr>
        <w:t>وفَّق في اللحظة الكبيرة</w:t>
      </w:r>
      <w:r w:rsidR="00F13C51">
        <w:rPr>
          <w:rtl/>
        </w:rPr>
        <w:t>،</w:t>
      </w:r>
      <w:r w:rsidRPr="00CD2173">
        <w:rPr>
          <w:rtl/>
        </w:rPr>
        <w:t xml:space="preserve"> أتقبل نُصحي أيُّها السيِّد</w:t>
      </w:r>
      <w:r w:rsidR="00106DAF">
        <w:rPr>
          <w:rtl/>
        </w:rPr>
        <w:t>؟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هل أنت مُتمكِّن مِن معرفة ذاتك</w:t>
      </w:r>
      <w:r w:rsidR="00106DAF">
        <w:rPr>
          <w:rtl/>
        </w:rPr>
        <w:t>؟</w:t>
      </w:r>
      <w:r w:rsidRPr="00CD2173">
        <w:rPr>
          <w:rtl/>
        </w:rPr>
        <w:t xml:space="preserve"> هات النصيحة حتَّى أسمع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عمرو</w:t>
      </w:r>
      <w:r w:rsidR="00F13C51">
        <w:rPr>
          <w:rtl/>
        </w:rPr>
        <w:t>:</w:t>
      </w:r>
      <w:r w:rsidRPr="00CD2173">
        <w:rPr>
          <w:rtl/>
        </w:rPr>
        <w:t xml:space="preserve"> أنا لوذان بن أبي عكرمة</w:t>
      </w:r>
      <w:r w:rsidR="00F13C51">
        <w:rPr>
          <w:rtl/>
        </w:rPr>
        <w:t>،</w:t>
      </w:r>
      <w:r w:rsidRPr="00CD2173">
        <w:rPr>
          <w:rtl/>
        </w:rPr>
        <w:t xml:space="preserve"> لا يبدو لي أنَّ في خاصرة الأُفق غيمة تمطر</w:t>
      </w:r>
      <w:r w:rsidR="00F13C51">
        <w:rPr>
          <w:rtl/>
        </w:rPr>
        <w:t>،</w:t>
      </w:r>
      <w:r w:rsidRPr="00CD2173">
        <w:rPr>
          <w:rtl/>
        </w:rPr>
        <w:t xml:space="preserve"> فهلاَّ تعِدل عن ا</w:t>
      </w:r>
      <w:r w:rsidR="002C2DD7">
        <w:rPr>
          <w:rtl/>
        </w:rPr>
        <w:t>لمـُ</w:t>
      </w:r>
      <w:r w:rsidRPr="00CD2173">
        <w:rPr>
          <w:rtl/>
        </w:rPr>
        <w:t>جازفة</w:t>
      </w:r>
      <w:r w:rsidR="00106DAF">
        <w:rPr>
          <w:rtl/>
        </w:rPr>
        <w:t>؟</w:t>
      </w:r>
      <w:r w:rsidRPr="00CD2173">
        <w:rPr>
          <w:rtl/>
        </w:rPr>
        <w:t xml:space="preserve">!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إنَّ ا</w:t>
      </w:r>
      <w:r w:rsidR="002C2DD7">
        <w:rPr>
          <w:rtl/>
        </w:rPr>
        <w:t>لمـُ</w:t>
      </w:r>
      <w:r w:rsidRPr="00CD2173">
        <w:rPr>
          <w:rtl/>
        </w:rPr>
        <w:t>جازفة</w:t>
      </w:r>
      <w:r w:rsidR="00F13C51">
        <w:rPr>
          <w:rtl/>
        </w:rPr>
        <w:t xml:space="preserve"> - </w:t>
      </w:r>
      <w:r w:rsidRPr="00CD2173">
        <w:rPr>
          <w:rtl/>
        </w:rPr>
        <w:t>يا لوذان</w:t>
      </w:r>
      <w:r w:rsidR="00F13C51">
        <w:rPr>
          <w:rtl/>
        </w:rPr>
        <w:t xml:space="preserve"> - </w:t>
      </w:r>
      <w:r w:rsidRPr="00CD2173">
        <w:rPr>
          <w:rtl/>
        </w:rPr>
        <w:t>أنْ نعدل عن ا</w:t>
      </w:r>
      <w:r w:rsidR="002C2DD7">
        <w:rPr>
          <w:rtl/>
        </w:rPr>
        <w:t>لمـُ</w:t>
      </w:r>
      <w:r w:rsidRPr="00CD2173">
        <w:rPr>
          <w:rtl/>
        </w:rPr>
        <w:t>جازفة</w:t>
      </w:r>
      <w:r w:rsidR="00F13C51">
        <w:rPr>
          <w:rtl/>
        </w:rPr>
        <w:t xml:space="preserve"> - </w:t>
      </w:r>
      <w:r w:rsidRPr="00CD2173">
        <w:rPr>
          <w:rtl/>
        </w:rPr>
        <w:t>أقول لك</w:t>
      </w:r>
      <w:r w:rsidR="00F13C51">
        <w:rPr>
          <w:rtl/>
        </w:rPr>
        <w:t>:</w:t>
      </w:r>
      <w:r w:rsidRPr="00CD2173">
        <w:rPr>
          <w:rtl/>
        </w:rPr>
        <w:t xml:space="preserve"> إنَّ إرادة الله هي الفاعلة</w:t>
      </w:r>
      <w:r w:rsidR="00F13C51">
        <w:rPr>
          <w:rtl/>
        </w:rPr>
        <w:t>،</w:t>
      </w:r>
      <w:r w:rsidRPr="00CD2173">
        <w:rPr>
          <w:rtl/>
        </w:rPr>
        <w:t xml:space="preserve"> وهي التي تعصر الرمال وتُفجِّر منها دفق الفرات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بينما كان ابن عكرمة يعصر عينيه ويضغط أُذنيه تحت وطأة ما يرى ويسمع كان</w:t>
      </w:r>
      <w:r w:rsidR="00F13C51">
        <w:rPr>
          <w:rtl/>
        </w:rPr>
        <w:t>،</w:t>
      </w:r>
      <w:r w:rsidRPr="00CD2173">
        <w:rPr>
          <w:rtl/>
        </w:rPr>
        <w:t xml:space="preserve"> الحسين يأمر باستئناف السير تاركاً محطَّة ( بطن العقبة ) لكلِّ البطون والأفخاذ</w:t>
      </w:r>
      <w:r w:rsidR="00F13C51">
        <w:rPr>
          <w:rtl/>
        </w:rPr>
        <w:t>،</w:t>
      </w:r>
      <w:r w:rsidRPr="00CD2173">
        <w:rPr>
          <w:rtl/>
        </w:rPr>
        <w:t xml:space="preserve"> التي استنجدت بها قبليَّة عمر بن الخطاب</w:t>
      </w:r>
      <w:r w:rsidR="00F13C51">
        <w:rPr>
          <w:rtl/>
        </w:rPr>
        <w:t>،</w:t>
      </w:r>
      <w:r w:rsidRPr="00CD2173">
        <w:rPr>
          <w:rtl/>
        </w:rPr>
        <w:t xml:space="preserve"> وأبي بكر</w:t>
      </w:r>
      <w:r w:rsidR="00F13C51">
        <w:rPr>
          <w:rtl/>
        </w:rPr>
        <w:t>،</w:t>
      </w:r>
      <w:r w:rsidRPr="00CD2173">
        <w:rPr>
          <w:rtl/>
        </w:rPr>
        <w:t xml:space="preserve"> وابن عفَّان</w:t>
      </w:r>
      <w:r w:rsidR="00F13C51">
        <w:rPr>
          <w:rtl/>
        </w:rPr>
        <w:t>،</w:t>
      </w:r>
      <w:r w:rsidRPr="00CD2173">
        <w:rPr>
          <w:rtl/>
        </w:rPr>
        <w:t xml:space="preserve"> وجعلوها بقرة تحلب اللبن في أكواب مُعاوية ويزيد وعمرو بن العاص</w:t>
      </w:r>
      <w:r w:rsidR="00F13C51">
        <w:rPr>
          <w:rtl/>
        </w:rPr>
        <w:t>،</w:t>
      </w:r>
      <w:r w:rsidRPr="00CD2173">
        <w:rPr>
          <w:rtl/>
        </w:rPr>
        <w:t xml:space="preserve"> بعد مشي مرحلة بزاد قليل وماء أشح</w:t>
      </w:r>
      <w:r w:rsidR="00F13C51">
        <w:rPr>
          <w:rtl/>
        </w:rPr>
        <w:t>،</w:t>
      </w:r>
      <w:r w:rsidRPr="00CD2173">
        <w:rPr>
          <w:rtl/>
        </w:rPr>
        <w:t xml:space="preserve"> بلغوا محطَّة ( شراف ) فأمر بنصب الخيام فيها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CD2173">
        <w:rPr>
          <w:rtl/>
        </w:rPr>
        <w:t xml:space="preserve"> 10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صحيح أنَّهم خيَّموا في ( شراف ) وملأوا قُربهم مِن مائها</w:t>
      </w:r>
      <w:r w:rsidR="00F13C51">
        <w:rPr>
          <w:rtl/>
        </w:rPr>
        <w:t>،</w:t>
      </w:r>
      <w:r w:rsidRPr="00CD2173">
        <w:rPr>
          <w:rtl/>
        </w:rPr>
        <w:t xml:space="preserve"> ولكنَّ الحُرَّ بن يزيد التميمي</w:t>
      </w:r>
      <w:r w:rsidR="00F13C51">
        <w:rPr>
          <w:rtl/>
        </w:rPr>
        <w:t>،</w:t>
      </w:r>
      <w:r w:rsidRPr="00CD2173">
        <w:rPr>
          <w:rtl/>
        </w:rPr>
        <w:t xml:space="preserve"> كان مِن ا</w:t>
      </w:r>
      <w:r w:rsidR="002C2DD7">
        <w:rPr>
          <w:rtl/>
        </w:rPr>
        <w:t>لمـُ</w:t>
      </w:r>
      <w:r w:rsidRPr="00CD2173">
        <w:rPr>
          <w:rtl/>
        </w:rPr>
        <w:t>خيِّمين</w:t>
      </w:r>
      <w:r w:rsidR="00F13C51">
        <w:rPr>
          <w:rtl/>
        </w:rPr>
        <w:t xml:space="preserve"> - </w:t>
      </w:r>
      <w:r w:rsidRPr="00CD2173">
        <w:rPr>
          <w:rtl/>
        </w:rPr>
        <w:t>أيضاً</w:t>
      </w:r>
      <w:r w:rsidR="00F13C51">
        <w:rPr>
          <w:rtl/>
        </w:rPr>
        <w:t xml:space="preserve"> - </w:t>
      </w:r>
      <w:r w:rsidRPr="00CD2173">
        <w:rPr>
          <w:rtl/>
        </w:rPr>
        <w:t>في الدائرة ا</w:t>
      </w:r>
      <w:r w:rsidR="002C2DD7">
        <w:rPr>
          <w:rtl/>
        </w:rPr>
        <w:t>لمـُ</w:t>
      </w:r>
      <w:r w:rsidRPr="00CD2173">
        <w:rPr>
          <w:rtl/>
        </w:rPr>
        <w:t>شرفة على ا</w:t>
      </w:r>
      <w:r w:rsidR="002C2DD7">
        <w:rPr>
          <w:rtl/>
        </w:rPr>
        <w:t>لمـَ</w:t>
      </w:r>
      <w:r w:rsidRPr="00CD2173">
        <w:rPr>
          <w:rtl/>
        </w:rPr>
        <w:t>حطَّة</w:t>
      </w:r>
      <w:r w:rsidR="00F13C51">
        <w:rPr>
          <w:rtl/>
        </w:rPr>
        <w:t>،</w:t>
      </w:r>
      <w:r w:rsidRPr="00CD2173">
        <w:rPr>
          <w:rtl/>
        </w:rPr>
        <w:t xml:space="preserve"> على رأس قوَّة مؤلَّفة مِن ألف فارس</w:t>
      </w:r>
      <w:r w:rsidR="00F13C51">
        <w:rPr>
          <w:rtl/>
        </w:rPr>
        <w:t>،</w:t>
      </w:r>
      <w:r w:rsidRPr="00CD2173">
        <w:rPr>
          <w:rtl/>
        </w:rPr>
        <w:t xml:space="preserve"> تُراقب القافلة الصغيرة</w:t>
      </w:r>
      <w:r w:rsidR="00F13C51">
        <w:rPr>
          <w:rtl/>
        </w:rPr>
        <w:t>،</w:t>
      </w:r>
      <w:r w:rsidRPr="00CD2173">
        <w:rPr>
          <w:rtl/>
        </w:rPr>
        <w:t xml:space="preserve"> وتُحصي عديدها</w:t>
      </w:r>
      <w:r w:rsidR="00F13C51">
        <w:rPr>
          <w:rtl/>
        </w:rPr>
        <w:t>،</w:t>
      </w:r>
      <w:r w:rsidRPr="00CD2173">
        <w:rPr>
          <w:rtl/>
        </w:rPr>
        <w:t xml:space="preserve"> وتضبط أنفاسها</w:t>
      </w:r>
      <w:r w:rsidR="00F13C51">
        <w:rPr>
          <w:rtl/>
        </w:rPr>
        <w:t>،</w:t>
      </w:r>
      <w:r w:rsidRPr="00CD2173">
        <w:rPr>
          <w:rtl/>
        </w:rPr>
        <w:t xml:space="preserve"> ولم يُعتِّم قائدها حتَّى اقترب مِن المخيم ليدور بينه وبين الحسين حوار ناشف النَّبرات</w:t>
      </w:r>
      <w:r w:rsidR="00F13C51">
        <w:rPr>
          <w:rtl/>
        </w:rPr>
        <w:t>: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الحُرُّ</w:t>
      </w:r>
      <w:r w:rsidR="00F13C51">
        <w:rPr>
          <w:rtl/>
        </w:rPr>
        <w:t>:</w:t>
      </w:r>
      <w:r w:rsidRPr="00CD2173">
        <w:rPr>
          <w:rtl/>
        </w:rPr>
        <w:t xml:space="preserve"> لن أتخبَّأ بعد الآن عليك</w:t>
      </w:r>
      <w:r w:rsidR="00F13C51">
        <w:rPr>
          <w:rtl/>
        </w:rPr>
        <w:t>،</w:t>
      </w:r>
      <w:r w:rsidRPr="00CD2173">
        <w:rPr>
          <w:rtl/>
        </w:rPr>
        <w:t xml:space="preserve"> حتَّى حديثك بالأمس مع لوذان عمرو بن لوذان وصل إليَّ</w:t>
      </w:r>
      <w:r w:rsidR="00F13C51">
        <w:rPr>
          <w:rtl/>
        </w:rPr>
        <w:t>،</w:t>
      </w:r>
      <w:r w:rsidRPr="00CD2173">
        <w:rPr>
          <w:rtl/>
        </w:rPr>
        <w:t xml:space="preserve"> نحن في الجيش لا نأخذ الأوامر بالرموز</w:t>
      </w:r>
      <w:r w:rsidR="00F13C51">
        <w:rPr>
          <w:rtl/>
        </w:rPr>
        <w:t>،</w:t>
      </w:r>
      <w:r w:rsidRPr="00CD2173">
        <w:rPr>
          <w:rtl/>
        </w:rPr>
        <w:t xml:space="preserve"> بلْ بالإشارة الصريحة</w:t>
      </w:r>
      <w:r w:rsidR="00F13C51">
        <w:rPr>
          <w:rtl/>
        </w:rPr>
        <w:t>،</w:t>
      </w:r>
      <w:r w:rsidRPr="00CD2173">
        <w:rPr>
          <w:rtl/>
        </w:rPr>
        <w:t xml:space="preserve"> نَصحك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CD2173">
        <w:rPr>
          <w:rtl/>
        </w:rPr>
        <w:lastRenderedPageBreak/>
        <w:t>الرجل بالعدول عن ا</w:t>
      </w:r>
      <w:r w:rsidR="002C2DD7">
        <w:rPr>
          <w:rtl/>
        </w:rPr>
        <w:t>لمـُ</w:t>
      </w:r>
      <w:r w:rsidRPr="00CD2173">
        <w:rPr>
          <w:rtl/>
        </w:rPr>
        <w:t>جازفة</w:t>
      </w:r>
      <w:r w:rsidR="00F13C51">
        <w:rPr>
          <w:rtl/>
        </w:rPr>
        <w:t>،</w:t>
      </w:r>
      <w:r w:rsidRPr="00CD2173">
        <w:rPr>
          <w:rtl/>
        </w:rPr>
        <w:t xml:space="preserve"> ونحن الآن لا نقبض عليه</w:t>
      </w:r>
      <w:r w:rsidR="00F13C51">
        <w:rPr>
          <w:rtl/>
        </w:rPr>
        <w:t>،</w:t>
      </w:r>
      <w:r w:rsidRPr="00CD2173">
        <w:rPr>
          <w:rtl/>
        </w:rPr>
        <w:t xml:space="preserve"> لأنَّه نصحك ولم ينضمَّ إليك</w:t>
      </w:r>
      <w:r w:rsidR="00F13C51">
        <w:rPr>
          <w:rtl/>
        </w:rPr>
        <w:t>،</w:t>
      </w:r>
      <w:r w:rsidRPr="00CD2173">
        <w:rPr>
          <w:rtl/>
        </w:rPr>
        <w:t xml:space="preserve"> لو أنَّه فعل لكان الآن معك في داخل الطوق</w:t>
      </w:r>
      <w:r w:rsidR="00F13C51">
        <w:rPr>
          <w:rtl/>
        </w:rPr>
        <w:t>،</w:t>
      </w:r>
      <w:r w:rsidRPr="00CD2173">
        <w:rPr>
          <w:rtl/>
        </w:rPr>
        <w:t xml:space="preserve"> أُكرِّر عليك أنْ تقبل النصيحة وتستعدَّ للاستسلام لعبيد الله بن زياد</w:t>
      </w:r>
      <w:r w:rsidR="00F13C51">
        <w:rPr>
          <w:rtl/>
        </w:rPr>
        <w:t>،</w:t>
      </w:r>
      <w:r w:rsidRPr="00CD2173">
        <w:rPr>
          <w:rtl/>
        </w:rPr>
        <w:t xml:space="preserve"> رُبَّما تكون النجاة في الاستسلام أسهل ا</w:t>
      </w:r>
      <w:r w:rsidR="002C2DD7">
        <w:rPr>
          <w:rtl/>
        </w:rPr>
        <w:t>لمـُ</w:t>
      </w:r>
      <w:r w:rsidRPr="00CD2173">
        <w:rPr>
          <w:rtl/>
        </w:rPr>
        <w:t>جازفات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أنا ما جئت أُجازف يا ابن التميمي</w:t>
      </w:r>
      <w:r w:rsidR="00F13C51">
        <w:rPr>
          <w:rtl/>
        </w:rPr>
        <w:t>،</w:t>
      </w:r>
      <w:r w:rsidRPr="00CD2173">
        <w:rPr>
          <w:rtl/>
        </w:rPr>
        <w:t xml:space="preserve"> وأرجو أنْ تحذف اسم أبيك مِن بداية انتسابك</w:t>
      </w:r>
      <w:r w:rsidR="00F13C51">
        <w:rPr>
          <w:rtl/>
        </w:rPr>
        <w:t>،</w:t>
      </w:r>
      <w:r w:rsidRPr="00CD2173">
        <w:rPr>
          <w:rtl/>
        </w:rPr>
        <w:t xml:space="preserve"> اترُكه لابن مُعاوية وَصْلة كُفر</w:t>
      </w:r>
      <w:r w:rsidR="00F13C51">
        <w:rPr>
          <w:rtl/>
        </w:rPr>
        <w:t>،</w:t>
      </w:r>
      <w:r w:rsidRPr="00CD2173">
        <w:rPr>
          <w:rtl/>
        </w:rPr>
        <w:t xml:space="preserve"> وحَلقة مجون</w:t>
      </w:r>
      <w:r w:rsidR="00F13C51">
        <w:rPr>
          <w:rtl/>
        </w:rPr>
        <w:t>،</w:t>
      </w:r>
      <w:r w:rsidRPr="00CD2173">
        <w:rPr>
          <w:rtl/>
        </w:rPr>
        <w:t xml:space="preserve"> لماذا تدعي الصراحة ولا تأخذ منها أنَّ الإسلام يتبرَّأ مِن الفاسقين ا</w:t>
      </w:r>
      <w:r w:rsidR="002C2DD7">
        <w:rPr>
          <w:rtl/>
        </w:rPr>
        <w:t>لمـَ</w:t>
      </w:r>
      <w:r w:rsidRPr="00CD2173">
        <w:rPr>
          <w:rtl/>
        </w:rPr>
        <w:t>اجنين</w:t>
      </w:r>
      <w:r w:rsidR="00F13C51">
        <w:rPr>
          <w:rtl/>
        </w:rPr>
        <w:t>،</w:t>
      </w:r>
      <w:r w:rsidRPr="00CD2173">
        <w:rPr>
          <w:rtl/>
        </w:rPr>
        <w:t xml:space="preserve"> وأنَّ الأُمَّة تسقط في الحُفر إذ يتسلَّط عليها ا</w:t>
      </w:r>
      <w:r w:rsidR="002C2DD7">
        <w:rPr>
          <w:rtl/>
        </w:rPr>
        <w:t>لمـُ</w:t>
      </w:r>
      <w:r w:rsidRPr="00CD2173">
        <w:rPr>
          <w:rtl/>
        </w:rPr>
        <w:t>جدفون</w:t>
      </w:r>
      <w:r w:rsidR="00106DAF">
        <w:rPr>
          <w:rtl/>
        </w:rPr>
        <w:t>!</w:t>
      </w:r>
      <w:r w:rsidRPr="00CD2173">
        <w:rPr>
          <w:rtl/>
        </w:rPr>
        <w:t>! أنا</w:t>
      </w:r>
      <w:r w:rsidR="00F13C51">
        <w:rPr>
          <w:rtl/>
        </w:rPr>
        <w:t xml:space="preserve"> - </w:t>
      </w:r>
      <w:r w:rsidRPr="00CD2173">
        <w:rPr>
          <w:rtl/>
        </w:rPr>
        <w:t>يا الحر</w:t>
      </w:r>
      <w:r w:rsidR="00F13C51">
        <w:rPr>
          <w:rtl/>
        </w:rPr>
        <w:t xml:space="preserve"> - </w:t>
      </w:r>
      <w:r w:rsidRPr="00CD2173">
        <w:rPr>
          <w:rtl/>
        </w:rPr>
        <w:t>جئت أُلبِّي الأُمَّة في طلبها الصريح</w:t>
      </w:r>
      <w:r w:rsidR="00F13C51">
        <w:rPr>
          <w:rtl/>
        </w:rPr>
        <w:t>،</w:t>
      </w:r>
      <w:r w:rsidRPr="00CD2173">
        <w:rPr>
          <w:rtl/>
        </w:rPr>
        <w:t xml:space="preserve"> في حوزتي حمل ناقة مِن الرسائل</w:t>
      </w:r>
      <w:r w:rsidR="00F13C51">
        <w:rPr>
          <w:rtl/>
        </w:rPr>
        <w:t>،</w:t>
      </w:r>
      <w:r w:rsidRPr="00CD2173">
        <w:rPr>
          <w:rtl/>
        </w:rPr>
        <w:t xml:space="preserve"> إنْ تكن حُرَّاً ومؤمناً بالصراحة والحَقِّ أنثرها الآن بين يديك</w:t>
      </w:r>
      <w:r w:rsidR="00F13C51">
        <w:rPr>
          <w:rtl/>
        </w:rPr>
        <w:t>؛</w:t>
      </w:r>
      <w:r w:rsidRPr="00CD2173">
        <w:rPr>
          <w:rtl/>
        </w:rPr>
        <w:t xml:space="preserve"> حتَّى ترى أنِّي أُطالب بحَقِّ القوم الذين هُمْ ضلع مِن ضلوع الأُمَّة</w:t>
      </w:r>
      <w:r w:rsidR="00F13C51">
        <w:rPr>
          <w:rtl/>
        </w:rPr>
        <w:t>،</w:t>
      </w:r>
      <w:r w:rsidRPr="00CD2173">
        <w:rPr>
          <w:rtl/>
        </w:rPr>
        <w:t xml:space="preserve"> إنَّهم يرفضون فِسق يزيد</w:t>
      </w:r>
      <w:r w:rsidR="00F13C51">
        <w:rPr>
          <w:rtl/>
        </w:rPr>
        <w:t>،</w:t>
      </w:r>
      <w:r w:rsidRPr="00CD2173">
        <w:rPr>
          <w:rtl/>
        </w:rPr>
        <w:t xml:space="preserve"> ويطلبون منِّي تحرير الأُمَّة مِن الكابوس الذي يُرهقها ويُبعدها عن المحارم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هل تُصغي إليَّ</w:t>
      </w:r>
      <w:r w:rsidR="00F13C51">
        <w:rPr>
          <w:rtl/>
        </w:rPr>
        <w:t xml:space="preserve"> - </w:t>
      </w:r>
      <w:r w:rsidRPr="00CD2173">
        <w:rPr>
          <w:rtl/>
        </w:rPr>
        <w:t>أيُّها القائد</w:t>
      </w:r>
      <w:r w:rsidR="00F13C51">
        <w:rPr>
          <w:rtl/>
        </w:rPr>
        <w:t xml:space="preserve"> - </w:t>
      </w:r>
      <w:r w:rsidRPr="00CD2173">
        <w:rPr>
          <w:rtl/>
        </w:rPr>
        <w:t>لتعرف أين هي الصراحة</w:t>
      </w:r>
      <w:r w:rsidR="00106DAF">
        <w:rPr>
          <w:rtl/>
        </w:rPr>
        <w:t>؟</w:t>
      </w:r>
      <w:r w:rsidRPr="00CD2173">
        <w:rPr>
          <w:rtl/>
        </w:rPr>
        <w:t xml:space="preserve"> وأيُّ لون تصطبغ به الصراحة</w:t>
      </w:r>
      <w:r w:rsidR="00106DAF">
        <w:rPr>
          <w:rtl/>
        </w:rPr>
        <w:t>؟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الحُرُّ</w:t>
      </w:r>
      <w:r w:rsidR="00F13C51">
        <w:rPr>
          <w:rtl/>
        </w:rPr>
        <w:t>:</w:t>
      </w:r>
      <w:r w:rsidRPr="00CD2173">
        <w:rPr>
          <w:rtl/>
        </w:rPr>
        <w:t xml:space="preserve"> أيُّ جواب تترقَّبه منِّي يُقنعني في ادِّعائك</w:t>
      </w:r>
      <w:r w:rsidR="00F13C51">
        <w:rPr>
          <w:rtl/>
        </w:rPr>
        <w:t>،</w:t>
      </w:r>
      <w:r w:rsidRPr="00CD2173">
        <w:rPr>
          <w:rtl/>
        </w:rPr>
        <w:t xml:space="preserve"> إذا كان هذا هو الصحيح</w:t>
      </w:r>
      <w:r w:rsidR="00F13C51">
        <w:rPr>
          <w:rtl/>
        </w:rPr>
        <w:t>،</w:t>
      </w:r>
      <w:r w:rsidRPr="00CD2173">
        <w:rPr>
          <w:rtl/>
        </w:rPr>
        <w:t xml:space="preserve"> فأين هم القوم يُنادونك ولا يظهرون</w:t>
      </w:r>
      <w:r w:rsidR="00106DAF">
        <w:rPr>
          <w:rtl/>
        </w:rPr>
        <w:t>؟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وإنِّي أسألك</w:t>
      </w:r>
      <w:r w:rsidR="00F13C51">
        <w:rPr>
          <w:rtl/>
        </w:rPr>
        <w:t>:</w:t>
      </w:r>
      <w:r w:rsidRPr="00CD2173">
        <w:rPr>
          <w:rtl/>
        </w:rPr>
        <w:t xml:space="preserve"> لماذا تسدُّون المنافذ</w:t>
      </w:r>
      <w:r w:rsidR="00106DAF">
        <w:rPr>
          <w:rtl/>
        </w:rPr>
        <w:t>؟</w:t>
      </w:r>
      <w:r w:rsidRPr="00CD2173">
        <w:rPr>
          <w:rtl/>
        </w:rPr>
        <w:t>! وتربطون خطوط القوافل</w:t>
      </w:r>
      <w:r w:rsidR="00106DAF">
        <w:rPr>
          <w:rtl/>
        </w:rPr>
        <w:t>؟</w:t>
      </w:r>
      <w:r w:rsidRPr="00CD2173">
        <w:rPr>
          <w:rtl/>
        </w:rPr>
        <w:t>! لماذا تتحكَّمون ( بواقصة ) وتمنعونني عن السير إلى الكوفة والبصرة</w:t>
      </w:r>
      <w:r w:rsidR="00106DAF">
        <w:rPr>
          <w:rtl/>
        </w:rPr>
        <w:t>؟</w:t>
      </w:r>
      <w:r w:rsidRPr="00CD2173">
        <w:rPr>
          <w:rtl/>
        </w:rPr>
        <w:t>ّ ولماذا أنت الآن في إحكام الطوق على مُخيَّمي في هذه المحطَّة ( شراف )</w:t>
      </w:r>
      <w:r w:rsidR="00106DAF">
        <w:rPr>
          <w:rtl/>
        </w:rPr>
        <w:t>؟</w:t>
      </w:r>
      <w:r w:rsidRPr="00CD2173">
        <w:rPr>
          <w:rtl/>
        </w:rPr>
        <w:t xml:space="preserve">! أليس ذلك كلُّه في الاحتياط الكبير حتَّى لا يكون للأُمَّة قدم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CD2173">
        <w:rPr>
          <w:rtl/>
        </w:rPr>
        <w:lastRenderedPageBreak/>
        <w:t>على خَطٍّ مِن خطوطها ا</w:t>
      </w:r>
      <w:r w:rsidR="002C2DD7">
        <w:rPr>
          <w:rtl/>
        </w:rPr>
        <w:t>لمـُ</w:t>
      </w:r>
      <w:r w:rsidRPr="00CD2173">
        <w:rPr>
          <w:rtl/>
        </w:rPr>
        <w:t>دركة</w:t>
      </w:r>
      <w:r w:rsidR="00106DAF">
        <w:rPr>
          <w:rtl/>
        </w:rPr>
        <w:t>؟</w:t>
      </w:r>
      <w:r w:rsidRPr="00CD2173">
        <w:rPr>
          <w:rtl/>
        </w:rPr>
        <w:t>! ألم يكن هذا احتياطكم مُنذ خمسين سنة حتَّى هذه اللحظة الحُبلى بمآثم يزيد</w:t>
      </w:r>
      <w:r w:rsidR="00106DAF">
        <w:rPr>
          <w:rtl/>
        </w:rPr>
        <w:t>؟</w:t>
      </w:r>
      <w:r w:rsidRPr="00CD2173">
        <w:rPr>
          <w:rtl/>
        </w:rPr>
        <w:t>!! يا للخطِّ السخيف الذي أضعف الأُمَّة وأزاحها عن حقيقة صراطها</w:t>
      </w:r>
      <w:r w:rsidR="00106DAF">
        <w:rPr>
          <w:rtl/>
        </w:rPr>
        <w:t>؟</w:t>
      </w:r>
      <w:r w:rsidRPr="00CD2173">
        <w:rPr>
          <w:rtl/>
        </w:rPr>
        <w:t>!! يا لجَدِّي النبيِّ يرسم للأُمَّة خَطَّها ليأتي يزيد ويرقص بقروده على فيئها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الحُرُّ</w:t>
      </w:r>
      <w:r w:rsidR="00F13C51">
        <w:rPr>
          <w:rtl/>
        </w:rPr>
        <w:t>:</w:t>
      </w:r>
      <w:r w:rsidRPr="00CD2173">
        <w:rPr>
          <w:rtl/>
        </w:rPr>
        <w:t xml:space="preserve"> وماذا تُريد منِّي أنْ أقول لك</w:t>
      </w:r>
      <w:r w:rsidR="00106DAF">
        <w:rPr>
          <w:rtl/>
        </w:rPr>
        <w:t>؟</w:t>
      </w:r>
      <w:r w:rsidRPr="00CD2173">
        <w:rPr>
          <w:rtl/>
        </w:rPr>
        <w:t>! اسمع</w:t>
      </w:r>
      <w:r w:rsidR="00F13C51">
        <w:rPr>
          <w:rtl/>
        </w:rPr>
        <w:t>:</w:t>
      </w:r>
      <w:r w:rsidRPr="00CD2173">
        <w:rPr>
          <w:rtl/>
        </w:rPr>
        <w:t xml:space="preserve"> لم يُسمح لي الآن أنْ اقبض عليك</w:t>
      </w:r>
      <w:r w:rsidR="00F13C51">
        <w:rPr>
          <w:rtl/>
        </w:rPr>
        <w:t>،</w:t>
      </w:r>
      <w:r w:rsidRPr="00CD2173">
        <w:rPr>
          <w:rtl/>
        </w:rPr>
        <w:t xml:space="preserve"> تقدر فقط أنْ تتوجَّه إلى حيث تُريد إلاَّ دخول الكوفة والبصرة</w:t>
      </w:r>
      <w:r w:rsidR="00F13C51">
        <w:rPr>
          <w:rtl/>
        </w:rPr>
        <w:t>،</w:t>
      </w:r>
      <w:r w:rsidRPr="00CD2173">
        <w:rPr>
          <w:rtl/>
        </w:rPr>
        <w:t xml:space="preserve"> ارجع إلى مَكَّة إذا أردت</w:t>
      </w:r>
      <w:r w:rsidR="00F13C51">
        <w:rPr>
          <w:rtl/>
        </w:rPr>
        <w:t>،</w:t>
      </w:r>
      <w:r w:rsidRPr="00CD2173">
        <w:rPr>
          <w:rtl/>
        </w:rPr>
        <w:t xml:space="preserve"> سيكون ابن العاص بانتظار رجوعك</w:t>
      </w:r>
      <w:r w:rsidR="00F13C51">
        <w:rPr>
          <w:rtl/>
        </w:rPr>
        <w:t>،</w:t>
      </w:r>
      <w:r w:rsidRPr="00CD2173">
        <w:rPr>
          <w:rtl/>
        </w:rPr>
        <w:t xml:space="preserve"> أمَّا إذا أردت أنْ تُخيِّم في هذه الأرض ففي ( العقر ) أو في ( كربلاء )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قال الحُرُّ ذلك ولوى راجعاً إلى مُخيَّمات الجيش</w:t>
      </w:r>
      <w:r w:rsidR="00C327EB">
        <w:rPr>
          <w:rtl/>
        </w:rPr>
        <w:t>.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أمَّا الحسين</w:t>
      </w:r>
      <w:r w:rsidR="00F13C51">
        <w:rPr>
          <w:rtl/>
        </w:rPr>
        <w:t>،</w:t>
      </w:r>
      <w:r w:rsidRPr="00CD2173">
        <w:rPr>
          <w:rtl/>
        </w:rPr>
        <w:t xml:space="preserve"> فإنَّه أدرك أنَّ الساعة الحاسمة لم تبتدئ بعد قرعات ثوانيها</w:t>
      </w:r>
      <w:r w:rsidR="00F13C51">
        <w:rPr>
          <w:rtl/>
        </w:rPr>
        <w:t>،</w:t>
      </w:r>
      <w:r w:rsidRPr="00CD2173">
        <w:rPr>
          <w:rtl/>
        </w:rPr>
        <w:t xml:space="preserve"> إلاَّ أنَّها بين لحظة ولحظة آتية</w:t>
      </w:r>
      <w:r w:rsidR="00106DAF">
        <w:rPr>
          <w:rtl/>
        </w:rPr>
        <w:t>!</w:t>
      </w:r>
      <w:r w:rsidRPr="00CD2173">
        <w:rPr>
          <w:rtl/>
        </w:rPr>
        <w:t>! إمَّا في أرض ( العقر ) أو فوق الأرض التي تُسمَّى ( كربلاء )</w:t>
      </w:r>
      <w:r w:rsidR="00F13C51">
        <w:rPr>
          <w:rtl/>
        </w:rPr>
        <w:t>،</w:t>
      </w:r>
      <w:r w:rsidRPr="00CD2173">
        <w:rPr>
          <w:rtl/>
        </w:rPr>
        <w:t xml:space="preserve"> يكفيها</w:t>
      </w:r>
      <w:r w:rsidR="00F13C51">
        <w:rPr>
          <w:rtl/>
        </w:rPr>
        <w:t xml:space="preserve"> - </w:t>
      </w:r>
      <w:r w:rsidRPr="00CD2173">
        <w:rPr>
          <w:rtl/>
        </w:rPr>
        <w:t>وإنْ تعطش</w:t>
      </w:r>
      <w:r w:rsidR="00F13C51">
        <w:rPr>
          <w:rtl/>
        </w:rPr>
        <w:t xml:space="preserve"> - </w:t>
      </w:r>
      <w:r w:rsidRPr="00CD2173">
        <w:rPr>
          <w:rtl/>
        </w:rPr>
        <w:t>أنَّها واحة تَسغب إلى الفرات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CD2173">
        <w:rPr>
          <w:rtl/>
        </w:rPr>
        <w:t xml:space="preserve"> 11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تركوا ( شراف ) كأنَّهم ا</w:t>
      </w:r>
      <w:r w:rsidR="002C2DD7">
        <w:rPr>
          <w:rtl/>
        </w:rPr>
        <w:t>لمـُ</w:t>
      </w:r>
      <w:r w:rsidRPr="00CD2173">
        <w:rPr>
          <w:rtl/>
        </w:rPr>
        <w:t>فتِّشون عن غيرها لا ليُخيِّموا فيها</w:t>
      </w:r>
      <w:r w:rsidR="00F13C51">
        <w:rPr>
          <w:rtl/>
        </w:rPr>
        <w:t>،</w:t>
      </w:r>
      <w:r w:rsidRPr="00CD2173">
        <w:rPr>
          <w:rtl/>
        </w:rPr>
        <w:t xml:space="preserve"> بلْ ليتحصَّنوا بها ويَقلعوا منها للنِّزال والصراع</w:t>
      </w:r>
      <w:r w:rsidR="00F13C51">
        <w:rPr>
          <w:rtl/>
        </w:rPr>
        <w:t>،</w:t>
      </w:r>
      <w:r w:rsidRPr="00CD2173">
        <w:rPr>
          <w:rtl/>
        </w:rPr>
        <w:t xml:space="preserve"> يا للقبضة مِن الرجال</w:t>
      </w:r>
      <w:r w:rsidR="00106DAF">
        <w:rPr>
          <w:rtl/>
        </w:rPr>
        <w:t>!</w:t>
      </w:r>
      <w:r w:rsidRPr="00CD2173">
        <w:rPr>
          <w:rtl/>
        </w:rPr>
        <w:t>! يمتشقون السيف في وجه جَحفل مِن الجيش</w:t>
      </w:r>
      <w:r w:rsidR="00F13C51">
        <w:rPr>
          <w:rtl/>
        </w:rPr>
        <w:t>،</w:t>
      </w:r>
      <w:r w:rsidRPr="00CD2173">
        <w:rPr>
          <w:rtl/>
        </w:rPr>
        <w:t xml:space="preserve"> معه السيوف والرماح</w:t>
      </w:r>
      <w:r w:rsidR="00F13C51">
        <w:rPr>
          <w:rtl/>
        </w:rPr>
        <w:t>،</w:t>
      </w:r>
      <w:r w:rsidRPr="00CD2173">
        <w:rPr>
          <w:rtl/>
        </w:rPr>
        <w:t xml:space="preserve"> والسهام والنبال</w:t>
      </w:r>
      <w:r w:rsidR="00106DAF">
        <w:rPr>
          <w:rtl/>
        </w:rPr>
        <w:t>!</w:t>
      </w:r>
      <w:r w:rsidRPr="00CD2173">
        <w:rPr>
          <w:rtl/>
        </w:rPr>
        <w:t>!! والدروع ا</w:t>
      </w:r>
      <w:r w:rsidR="002C2DD7">
        <w:rPr>
          <w:rtl/>
        </w:rPr>
        <w:t>لمـُ</w:t>
      </w:r>
      <w:r w:rsidRPr="00CD2173">
        <w:rPr>
          <w:rtl/>
        </w:rPr>
        <w:t>حصَّنة بالزَّرد والخيول</w:t>
      </w:r>
      <w:r w:rsidR="00F13C51">
        <w:rPr>
          <w:rtl/>
        </w:rPr>
        <w:t>،</w:t>
      </w:r>
      <w:r w:rsidRPr="00CD2173">
        <w:rPr>
          <w:rtl/>
        </w:rPr>
        <w:t xml:space="preserve"> وطيور البارز المسنونة المخالب والمناسر</w:t>
      </w:r>
      <w:r w:rsidR="00106DAF">
        <w:rPr>
          <w:rtl/>
        </w:rPr>
        <w:t>!</w:t>
      </w:r>
      <w:r w:rsidRPr="00CD2173">
        <w:rPr>
          <w:rtl/>
        </w:rPr>
        <w:t>!! أتكون الاستعدادات الوافية قد أعدَّها والي الكوفة عبيد الله بن زياد</w:t>
      </w:r>
      <w:r w:rsidR="00F13C51">
        <w:rPr>
          <w:rtl/>
        </w:rPr>
        <w:t>،</w:t>
      </w:r>
      <w:r w:rsidRPr="00CD2173">
        <w:rPr>
          <w:rtl/>
        </w:rPr>
        <w:t xml:space="preserve"> لصدِّ معركة يقوم بها عشرات مِن الرجال هُمْ في رفقة الحسين</w:t>
      </w:r>
      <w:r w:rsidR="00F13C51">
        <w:rPr>
          <w:rtl/>
        </w:rPr>
        <w:t>،</w:t>
      </w:r>
      <w:r w:rsidRPr="00CD2173">
        <w:rPr>
          <w:rtl/>
        </w:rPr>
        <w:t xml:space="preserve"> وهُمْ الميامي</w:t>
      </w:r>
      <w:r w:rsidR="00F13C51">
        <w:rPr>
          <w:rtl/>
        </w:rPr>
        <w:t>،</w:t>
      </w:r>
      <w:r w:rsidRPr="00CD2173">
        <w:rPr>
          <w:rtl/>
        </w:rPr>
        <w:t xml:space="preserve"> ولكنَّهم العُزَّل</w:t>
      </w:r>
      <w:r w:rsidR="00106DAF">
        <w:rPr>
          <w:rtl/>
        </w:rPr>
        <w:t>؟</w:t>
      </w:r>
      <w:r w:rsidRPr="00CD2173">
        <w:rPr>
          <w:rtl/>
        </w:rPr>
        <w:t>! أمْ أنَّها في وجه معركة ستزحف إليها البصرة بقضِّها وقضيضها</w:t>
      </w:r>
      <w:r w:rsidR="00106DAF">
        <w:rPr>
          <w:rtl/>
        </w:rPr>
        <w:t>؟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ولكنَّ الكوفة</w:t>
      </w:r>
      <w:r w:rsidR="00F13C51">
        <w:rPr>
          <w:rtl/>
        </w:rPr>
        <w:t xml:space="preserve"> - </w:t>
      </w:r>
      <w:r w:rsidRPr="00CD2173">
        <w:rPr>
          <w:rtl/>
        </w:rPr>
        <w:t>ويعرفون</w:t>
      </w:r>
      <w:r w:rsidR="00F13C51">
        <w:rPr>
          <w:rtl/>
        </w:rPr>
        <w:t xml:space="preserve"> - </w:t>
      </w:r>
      <w:r w:rsidRPr="00CD2173">
        <w:rPr>
          <w:rtl/>
        </w:rPr>
        <w:t>أنَّها تنام على ترهيب</w:t>
      </w:r>
      <w:r w:rsidR="00F13C51">
        <w:rPr>
          <w:rtl/>
        </w:rPr>
        <w:t>،</w:t>
      </w:r>
      <w:r w:rsidRPr="00CD2173">
        <w:rPr>
          <w:rtl/>
        </w:rPr>
        <w:t xml:space="preserve"> وتخويف وتجميد</w:t>
      </w:r>
      <w:r w:rsidR="00F13C51">
        <w:rPr>
          <w:rtl/>
        </w:rPr>
        <w:t xml:space="preserve"> - </w:t>
      </w:r>
      <w:r w:rsidRPr="00CD2173">
        <w:rPr>
          <w:rtl/>
        </w:rPr>
        <w:t xml:space="preserve">وكلُّها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A7CC2">
      <w:pPr>
        <w:pStyle w:val="libNormal0"/>
        <w:rPr>
          <w:rtl/>
        </w:rPr>
      </w:pPr>
      <w:r w:rsidRPr="00CD2173">
        <w:rPr>
          <w:rtl/>
        </w:rPr>
        <w:lastRenderedPageBreak/>
        <w:t>ملاقط وأغلال</w:t>
      </w:r>
      <w:r w:rsidR="00F13C51">
        <w:rPr>
          <w:rtl/>
        </w:rPr>
        <w:t xml:space="preserve"> - </w:t>
      </w:r>
      <w:r w:rsidRPr="00CD2173">
        <w:rPr>
          <w:rtl/>
        </w:rPr>
        <w:t>فمِمَّا يخاف أقوام يزيد</w:t>
      </w:r>
      <w:r w:rsidR="00F13C51">
        <w:rPr>
          <w:rtl/>
        </w:rPr>
        <w:t>،</w:t>
      </w:r>
      <w:r w:rsidRPr="00CD2173">
        <w:rPr>
          <w:rtl/>
        </w:rPr>
        <w:t xml:space="preserve"> وأزلام زياد</w:t>
      </w:r>
      <w:r w:rsidR="00F13C51">
        <w:rPr>
          <w:rtl/>
        </w:rPr>
        <w:t>،</w:t>
      </w:r>
      <w:r w:rsidRPr="00CD2173">
        <w:rPr>
          <w:rtl/>
        </w:rPr>
        <w:t xml:space="preserve"> أمْ أنَّه الإرهاب الذي أتقن الفَنَّ في التمادي</w:t>
      </w:r>
      <w:r w:rsidR="00F13C51">
        <w:rPr>
          <w:rtl/>
        </w:rPr>
        <w:t>،</w:t>
      </w:r>
      <w:r w:rsidRPr="00CD2173">
        <w:rPr>
          <w:rtl/>
        </w:rPr>
        <w:t xml:space="preserve"> ولم يَعُد يعرف معنى الإرعواء</w:t>
      </w:r>
      <w:r w:rsidR="00106DAF">
        <w:rPr>
          <w:rtl/>
        </w:rPr>
        <w:t>؟</w:t>
      </w:r>
      <w:r w:rsidRPr="00CD2173">
        <w:rPr>
          <w:rtl/>
        </w:rPr>
        <w:t xml:space="preserve"> ولكنَّ الجيش ا</w:t>
      </w:r>
      <w:r w:rsidR="002C2DD7">
        <w:rPr>
          <w:rtl/>
        </w:rPr>
        <w:t>لمـُ</w:t>
      </w:r>
      <w:r w:rsidRPr="00CD2173">
        <w:rPr>
          <w:rtl/>
        </w:rPr>
        <w:t>ستعدَّ للنزال</w:t>
      </w:r>
      <w:r w:rsidR="00F13C51">
        <w:rPr>
          <w:rtl/>
        </w:rPr>
        <w:t>،</w:t>
      </w:r>
      <w:r w:rsidRPr="00CD2173">
        <w:rPr>
          <w:rtl/>
        </w:rPr>
        <w:t xml:space="preserve"> ستعرف كربلاء أنَّه باسم يزيد وتنفيذ ابن زياد</w:t>
      </w:r>
      <w:r w:rsidR="00F13C51">
        <w:rPr>
          <w:rtl/>
        </w:rPr>
        <w:t>،</w:t>
      </w:r>
      <w:r w:rsidRPr="00CD2173">
        <w:rPr>
          <w:rtl/>
        </w:rPr>
        <w:t xml:space="preserve"> يفوق الثلاثين ألفاً</w:t>
      </w:r>
      <w:r w:rsidR="00F13C51">
        <w:rPr>
          <w:rtl/>
        </w:rPr>
        <w:t>،</w:t>
      </w:r>
      <w:r w:rsidRPr="00CD2173">
        <w:rPr>
          <w:rtl/>
        </w:rPr>
        <w:t xml:space="preserve"> أُتراها ستتهيَّب الأجيال</w:t>
      </w:r>
      <w:r w:rsidR="00106DAF">
        <w:rPr>
          <w:rtl/>
        </w:rPr>
        <w:t>؟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ولكنَّ الحسين تمكَّن اليوم مِن التخييم في ا</w:t>
      </w:r>
      <w:r w:rsidR="002C2DD7">
        <w:rPr>
          <w:rtl/>
        </w:rPr>
        <w:t>لمـَ</w:t>
      </w:r>
      <w:r w:rsidRPr="00CD2173">
        <w:rPr>
          <w:rtl/>
        </w:rPr>
        <w:t>حطَّة ا</w:t>
      </w:r>
      <w:r w:rsidR="002C2DD7">
        <w:rPr>
          <w:rtl/>
        </w:rPr>
        <w:t>لمـُ</w:t>
      </w:r>
      <w:r w:rsidRPr="00CD2173">
        <w:rPr>
          <w:rtl/>
        </w:rPr>
        <w:t>سمَّاة ( العُذَيب )</w:t>
      </w:r>
      <w:r w:rsidR="00F13C51">
        <w:rPr>
          <w:rtl/>
        </w:rPr>
        <w:t>،</w:t>
      </w:r>
      <w:r w:rsidRPr="00CD2173">
        <w:rPr>
          <w:rtl/>
        </w:rPr>
        <w:t xml:space="preserve"> لقد استقبله فيها ثلاثة مُناصرين قصدوا أنْ يُلبُّوا عنصر الوفاء عمر بن خالد الصيداوى</w:t>
      </w:r>
      <w:r w:rsidR="00F13C51">
        <w:rPr>
          <w:rtl/>
        </w:rPr>
        <w:t>،</w:t>
      </w:r>
      <w:r w:rsidRPr="00CD2173">
        <w:rPr>
          <w:rtl/>
        </w:rPr>
        <w:t xml:space="preserve"> مجمع العائدي وابنه</w:t>
      </w:r>
      <w:r w:rsidR="00F13C51">
        <w:rPr>
          <w:rtl/>
        </w:rPr>
        <w:t>،</w:t>
      </w:r>
      <w:r w:rsidRPr="00CD2173">
        <w:rPr>
          <w:rtl/>
        </w:rPr>
        <w:t xml:space="preserve"> وجنادة بن الحارث السماني</w:t>
      </w:r>
      <w:r w:rsidR="00C327EB">
        <w:rPr>
          <w:rtl/>
        </w:rPr>
        <w:t>.</w:t>
      </w:r>
      <w:r w:rsidRPr="00CD2173">
        <w:rPr>
          <w:rtl/>
        </w:rPr>
        <w:t xml:space="preserve"> أمَّا رفيقهم الكبير فهو الشاعر الكبير الطرماح بن عدي</w:t>
      </w:r>
      <w:r w:rsidR="00F13C51">
        <w:rPr>
          <w:rtl/>
        </w:rPr>
        <w:t>،</w:t>
      </w:r>
      <w:r w:rsidRPr="00CD2173">
        <w:rPr>
          <w:rtl/>
        </w:rPr>
        <w:t xml:space="preserve"> قالوا</w:t>
      </w:r>
      <w:r w:rsidR="00F13C51">
        <w:rPr>
          <w:rtl/>
        </w:rPr>
        <w:t>:</w:t>
      </w:r>
      <w:r w:rsidRPr="00CD2173">
        <w:rPr>
          <w:rtl/>
        </w:rPr>
        <w:t xml:space="preserve"> نحن أربعة آلاف</w:t>
      </w:r>
      <w:r w:rsidR="00F13C51">
        <w:rPr>
          <w:rtl/>
        </w:rPr>
        <w:t>،</w:t>
      </w:r>
      <w:r w:rsidRPr="00CD2173">
        <w:rPr>
          <w:rtl/>
        </w:rPr>
        <w:t xml:space="preserve"> تقدر أنْ تضرب بنا ساعة تأمر</w:t>
      </w:r>
      <w:r w:rsidR="00F13C51">
        <w:rPr>
          <w:rtl/>
        </w:rPr>
        <w:t>،</w:t>
      </w:r>
      <w:r w:rsidRPr="00CD2173">
        <w:rPr>
          <w:rtl/>
        </w:rPr>
        <w:t xml:space="preserve"> فهبَّ اليهم الحسين وعينه كبيرة</w:t>
      </w:r>
      <w:r w:rsidR="00F13C51">
        <w:rPr>
          <w:rtl/>
        </w:rPr>
        <w:t>،</w:t>
      </w:r>
      <w:r w:rsidRPr="00CD2173">
        <w:rPr>
          <w:rtl/>
        </w:rPr>
        <w:t xml:space="preserve"> وعزمه أكبر</w:t>
      </w:r>
      <w:r w:rsidR="00F13C51">
        <w:rPr>
          <w:rtl/>
        </w:rPr>
        <w:t>،</w:t>
      </w:r>
      <w:r w:rsidRPr="00CD2173">
        <w:rPr>
          <w:rtl/>
        </w:rPr>
        <w:t xml:space="preserve"> وهو يقول</w:t>
      </w:r>
      <w:r w:rsidR="00F13C51">
        <w:rPr>
          <w:rtl/>
        </w:rPr>
        <w:t>: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هنالك قرد يمنعكم مِن الوصول</w:t>
      </w:r>
      <w:r w:rsidR="00F13C51">
        <w:rPr>
          <w:rtl/>
        </w:rPr>
        <w:t>،</w:t>
      </w:r>
      <w:r w:rsidRPr="00CD2173">
        <w:rPr>
          <w:rtl/>
        </w:rPr>
        <w:t xml:space="preserve"> ولكنِّي لا أطلب إرهاقكم بلا جدوى</w:t>
      </w:r>
      <w:r w:rsidR="00F13C51">
        <w:rPr>
          <w:rtl/>
        </w:rPr>
        <w:t>،</w:t>
      </w:r>
      <w:r w:rsidRPr="00CD2173">
        <w:rPr>
          <w:rtl/>
        </w:rPr>
        <w:t xml:space="preserve"> لو أنَّكم تصوير وافٍ لحَجم الأُمَّة</w:t>
      </w:r>
      <w:r w:rsidR="00F13C51">
        <w:rPr>
          <w:rtl/>
        </w:rPr>
        <w:t>،</w:t>
      </w:r>
      <w:r w:rsidRPr="00CD2173">
        <w:rPr>
          <w:rtl/>
        </w:rPr>
        <w:t xml:space="preserve"> لكانت اختفت مُنذ زمن بعيد هذه الذئاب مِن حول الحظيرة</w:t>
      </w:r>
      <w:r w:rsidR="00106DAF">
        <w:rPr>
          <w:rtl/>
        </w:rPr>
        <w:t>!</w:t>
      </w:r>
      <w:r w:rsidRPr="00CD2173">
        <w:rPr>
          <w:rtl/>
        </w:rPr>
        <w:t>!! افهموا عليَّ وكونوا خميرة مِن الخَمائر</w:t>
      </w:r>
      <w:r w:rsidR="00C327EB">
        <w:rPr>
          <w:rtl/>
        </w:rPr>
        <w:t xml:space="preserve"> ...</w:t>
      </w:r>
      <w:r w:rsidRPr="00CD2173">
        <w:rPr>
          <w:rtl/>
        </w:rPr>
        <w:t xml:space="preserve"> ستفعلون في غَدٍ آخر ما لا تتمكَّنون مِن فعله الآن</w:t>
      </w:r>
      <w:r w:rsidR="00C327EB">
        <w:rPr>
          <w:rtl/>
        </w:rPr>
        <w:t xml:space="preserve"> ...</w:t>
      </w:r>
      <w:r w:rsidRPr="00CD2173">
        <w:rPr>
          <w:rtl/>
        </w:rPr>
        <w:t xml:space="preserve"> وليس الغَد بغير وعيكم ووعي الأُمَّة</w:t>
      </w:r>
      <w:r w:rsidR="00C327EB">
        <w:rPr>
          <w:rtl/>
        </w:rPr>
        <w:t xml:space="preserve"> ...</w:t>
      </w:r>
      <w:r w:rsidRPr="00CD2173">
        <w:rPr>
          <w:rtl/>
        </w:rPr>
        <w:t xml:space="preserve"> أرجوا أنْ تُراقبوني فقط كيف سأتصرَّف في اللحظة الحاسمة</w:t>
      </w:r>
      <w:r w:rsidR="00F13C51">
        <w:rPr>
          <w:rtl/>
        </w:rPr>
        <w:t>،</w:t>
      </w:r>
      <w:r w:rsidRPr="00CD2173">
        <w:rPr>
          <w:rtl/>
        </w:rPr>
        <w:t xml:space="preserve"> وأنا</w:t>
      </w:r>
      <w:r w:rsidR="00F13C51">
        <w:rPr>
          <w:rtl/>
        </w:rPr>
        <w:t xml:space="preserve"> - </w:t>
      </w:r>
      <w:r w:rsidRPr="00CD2173">
        <w:rPr>
          <w:rtl/>
        </w:rPr>
        <w:t>ساعَتْئِذ</w:t>
      </w:r>
      <w:r w:rsidR="00F13C51">
        <w:rPr>
          <w:rtl/>
        </w:rPr>
        <w:t xml:space="preserve"> - </w:t>
      </w:r>
      <w:r w:rsidRPr="00CD2173">
        <w:rPr>
          <w:rtl/>
        </w:rPr>
        <w:t>لكم وللأُمَّة التي أُقدِّم لها الرفض مع عُنصر الضمان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بالحقيقة</w:t>
      </w:r>
      <w:r w:rsidR="00F13C51">
        <w:rPr>
          <w:rtl/>
        </w:rPr>
        <w:t>،</w:t>
      </w:r>
      <w:r w:rsidRPr="00CD2173">
        <w:rPr>
          <w:rtl/>
        </w:rPr>
        <w:t xml:space="preserve"> إنَّهم فهموا الرمز وانكفأوا يُراقبون مِن بعيد</w:t>
      </w:r>
      <w:r w:rsidR="00F13C51">
        <w:rPr>
          <w:rtl/>
        </w:rPr>
        <w:t>،</w:t>
      </w:r>
      <w:r w:rsidRPr="00CD2173">
        <w:rPr>
          <w:rtl/>
        </w:rPr>
        <w:t xml:space="preserve"> أمَّا الطرماح فإنَّه طرح نفسه على الحسين كأنَّه يبكي</w:t>
      </w:r>
      <w:r w:rsidR="00F13C51">
        <w:rPr>
          <w:rtl/>
        </w:rPr>
        <w:t>: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الطرماح</w:t>
      </w:r>
      <w:r w:rsidR="00F13C51">
        <w:rPr>
          <w:rtl/>
        </w:rPr>
        <w:t>:</w:t>
      </w:r>
      <w:r w:rsidRPr="00CD2173">
        <w:rPr>
          <w:rtl/>
        </w:rPr>
        <w:t xml:space="preserve"> ألا تظنُّ أنَّ جبلي طيِّ</w:t>
      </w:r>
      <w:r w:rsidR="00F13C51">
        <w:rPr>
          <w:rtl/>
        </w:rPr>
        <w:t>:</w:t>
      </w:r>
      <w:r w:rsidRPr="00CD2173">
        <w:rPr>
          <w:rtl/>
        </w:rPr>
        <w:t xml:space="preserve"> أجأٌ وسًلمى</w:t>
      </w:r>
      <w:r w:rsidR="00F13C51">
        <w:rPr>
          <w:rtl/>
        </w:rPr>
        <w:t>،</w:t>
      </w:r>
      <w:r w:rsidRPr="00CD2173">
        <w:rPr>
          <w:rtl/>
        </w:rPr>
        <w:t xml:space="preserve"> يتمكَّنان مِن حمايتك في ساعتي المِحنة والضيم</w:t>
      </w:r>
      <w:r w:rsidR="00106DAF">
        <w:rPr>
          <w:rtl/>
        </w:rPr>
        <w:t>؟</w:t>
      </w:r>
      <w:r w:rsidRPr="00CD2173">
        <w:rPr>
          <w:rtl/>
        </w:rPr>
        <w:t>!!!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الحسين</w:t>
      </w:r>
      <w:r w:rsidR="00F13C51">
        <w:rPr>
          <w:rtl/>
        </w:rPr>
        <w:t>:</w:t>
      </w:r>
      <w:r w:rsidRPr="00CD2173">
        <w:rPr>
          <w:rtl/>
        </w:rPr>
        <w:t xml:space="preserve"> إنَّه قلبك الكبير أيُّها الشاعر</w:t>
      </w:r>
      <w:r w:rsidR="00F13C51">
        <w:rPr>
          <w:rtl/>
        </w:rPr>
        <w:t>،</w:t>
      </w:r>
      <w:r w:rsidRPr="00CD2173">
        <w:rPr>
          <w:rtl/>
        </w:rPr>
        <w:t xml:space="preserve"> ولكنَّ للأُمَّة مطلباً آخر تشتري به حقيقتها منِّي</w:t>
      </w:r>
      <w:r w:rsidR="00F13C51">
        <w:rPr>
          <w:rtl/>
        </w:rPr>
        <w:t>،</w:t>
      </w:r>
      <w:r w:rsidRPr="00CD2173">
        <w:rPr>
          <w:rtl/>
        </w:rPr>
        <w:t xml:space="preserve"> ولا تشتري سلامتي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lastRenderedPageBreak/>
        <w:t>الصغيرة</w:t>
      </w:r>
      <w:r w:rsidR="00C327EB">
        <w:rPr>
          <w:rtl/>
        </w:rPr>
        <w:t>.</w:t>
      </w:r>
      <w:r w:rsidRPr="00CD2173">
        <w:rPr>
          <w:rtl/>
        </w:rPr>
        <w:t xml:space="preserve"> افهمني</w:t>
      </w:r>
      <w:r w:rsidR="00F13C51">
        <w:rPr>
          <w:rtl/>
        </w:rPr>
        <w:t xml:space="preserve"> - </w:t>
      </w:r>
      <w:r w:rsidRPr="00CD2173">
        <w:rPr>
          <w:rtl/>
        </w:rPr>
        <w:t>يا طرماح</w:t>
      </w:r>
      <w:r w:rsidR="00F13C51">
        <w:rPr>
          <w:rtl/>
        </w:rPr>
        <w:t xml:space="preserve"> - </w:t>
      </w:r>
      <w:r w:rsidRPr="00CD2173">
        <w:rPr>
          <w:rtl/>
        </w:rPr>
        <w:t>وروِّ شِعرك مِن أطيب المناهل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C82DEB" w:rsidRDefault="00F13C51" w:rsidP="00C82DEB">
      <w:pPr>
        <w:pStyle w:val="libCenterBold1"/>
        <w:rPr>
          <w:rtl/>
        </w:rPr>
      </w:pPr>
      <w:r>
        <w:rPr>
          <w:rtl/>
        </w:rPr>
        <w:t>-</w:t>
      </w:r>
      <w:r w:rsidR="003A7CC2" w:rsidRPr="00CD2173">
        <w:rPr>
          <w:rtl/>
        </w:rPr>
        <w:t xml:space="preserve"> 12</w:t>
      </w:r>
      <w:r>
        <w:rPr>
          <w:rtl/>
        </w:rPr>
        <w:t xml:space="preserve"> -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وكان النزول في كربلاء</w:t>
      </w:r>
      <w:r w:rsidR="00F13C51">
        <w:rPr>
          <w:rtl/>
        </w:rPr>
        <w:t>،</w:t>
      </w:r>
      <w:r w:rsidRPr="00CD2173">
        <w:rPr>
          <w:rtl/>
        </w:rPr>
        <w:t xml:space="preserve"> يا للحصون ا</w:t>
      </w:r>
      <w:r w:rsidR="002C2DD7">
        <w:rPr>
          <w:rtl/>
        </w:rPr>
        <w:t>لمـُ</w:t>
      </w:r>
      <w:r w:rsidRPr="00CD2173">
        <w:rPr>
          <w:rtl/>
        </w:rPr>
        <w:t>دَّرعة</w:t>
      </w:r>
      <w:r w:rsidR="00106DAF">
        <w:rPr>
          <w:rtl/>
        </w:rPr>
        <w:t>!</w:t>
      </w:r>
      <w:r w:rsidRPr="00CD2173">
        <w:rPr>
          <w:rtl/>
        </w:rPr>
        <w:t xml:space="preserve"> ويا للعطش ا</w:t>
      </w:r>
      <w:r w:rsidR="002C2DD7">
        <w:rPr>
          <w:rtl/>
        </w:rPr>
        <w:t>لمـَ</w:t>
      </w:r>
      <w:r w:rsidRPr="00CD2173">
        <w:rPr>
          <w:rtl/>
        </w:rPr>
        <w:t>شروب</w:t>
      </w:r>
      <w:r w:rsidR="00106DAF">
        <w:rPr>
          <w:rtl/>
        </w:rPr>
        <w:t>!</w:t>
      </w:r>
      <w:r w:rsidRPr="00CD2173">
        <w:rPr>
          <w:rtl/>
        </w:rPr>
        <w:t xml:space="preserve"> يَنزُّ عليه الفرات بالماء الفرات</w:t>
      </w:r>
      <w:r w:rsidR="00F13C51">
        <w:rPr>
          <w:rtl/>
        </w:rPr>
        <w:t>،</w:t>
      </w:r>
      <w:r w:rsidRPr="00CD2173">
        <w:rPr>
          <w:rtl/>
        </w:rPr>
        <w:t xml:space="preserve"> ويا للرماح ا</w:t>
      </w:r>
      <w:r w:rsidR="002C2DD7">
        <w:rPr>
          <w:rtl/>
        </w:rPr>
        <w:t>لمـُ</w:t>
      </w:r>
      <w:r w:rsidRPr="00CD2173">
        <w:rPr>
          <w:rtl/>
        </w:rPr>
        <w:t>شرعة</w:t>
      </w:r>
      <w:r w:rsidR="00F13C51">
        <w:rPr>
          <w:rtl/>
        </w:rPr>
        <w:t>،</w:t>
      </w:r>
      <w:r w:rsidRPr="00CD2173">
        <w:rPr>
          <w:rtl/>
        </w:rPr>
        <w:t xml:space="preserve"> تصهل بها الخيل مِن عِزٍّ إلى عِزٍّ</w:t>
      </w:r>
      <w:r w:rsidR="00F13C51">
        <w:rPr>
          <w:rtl/>
        </w:rPr>
        <w:t>،</w:t>
      </w:r>
      <w:r w:rsidRPr="00CD2173">
        <w:rPr>
          <w:rtl/>
        </w:rPr>
        <w:t xml:space="preserve"> تتنادى به السهول الفيحاء</w:t>
      </w:r>
      <w:r w:rsidR="00F13C51">
        <w:rPr>
          <w:rtl/>
        </w:rPr>
        <w:t>،</w:t>
      </w:r>
      <w:r w:rsidRPr="00CD2173">
        <w:rPr>
          <w:rtl/>
        </w:rPr>
        <w:t xml:space="preserve"> مَدَّاً إثر مَدٍّ نحو الكوفة</w:t>
      </w:r>
      <w:r w:rsidR="00F13C51">
        <w:rPr>
          <w:rtl/>
        </w:rPr>
        <w:t>،</w:t>
      </w:r>
      <w:r w:rsidRPr="00CD2173">
        <w:rPr>
          <w:rtl/>
        </w:rPr>
        <w:t xml:space="preserve"> والبصرة</w:t>
      </w:r>
      <w:r w:rsidR="00F13C51">
        <w:rPr>
          <w:rtl/>
        </w:rPr>
        <w:t>،</w:t>
      </w:r>
      <w:r w:rsidRPr="00CD2173">
        <w:rPr>
          <w:rtl/>
        </w:rPr>
        <w:t xml:space="preserve"> في انسياب يخضرُّ بدجلة</w:t>
      </w:r>
      <w:r w:rsidR="00F13C51">
        <w:rPr>
          <w:rtl/>
        </w:rPr>
        <w:t>،</w:t>
      </w:r>
      <w:r w:rsidRPr="00CD2173">
        <w:rPr>
          <w:rtl/>
        </w:rPr>
        <w:t xml:space="preserve"> ويرتفع شامخاً بالجبال ا</w:t>
      </w:r>
      <w:r w:rsidR="002C2DD7">
        <w:rPr>
          <w:rtl/>
        </w:rPr>
        <w:t>لمـُ</w:t>
      </w:r>
      <w:r w:rsidRPr="00CD2173">
        <w:rPr>
          <w:rtl/>
        </w:rPr>
        <w:t>شرئبَّة فوق الخليل</w:t>
      </w:r>
      <w:r w:rsidR="00F13C51">
        <w:rPr>
          <w:rtl/>
        </w:rPr>
        <w:t>،</w:t>
      </w:r>
      <w:r w:rsidRPr="00CD2173">
        <w:rPr>
          <w:rtl/>
        </w:rPr>
        <w:t xml:space="preserve"> ويا للجيش</w:t>
      </w:r>
      <w:r w:rsidR="00106DAF">
        <w:rPr>
          <w:rtl/>
        </w:rPr>
        <w:t>!</w:t>
      </w:r>
      <w:r w:rsidRPr="00CD2173">
        <w:rPr>
          <w:rtl/>
        </w:rPr>
        <w:t xml:space="preserve"> يُكْفكف الأرض ويصونها بالدفاع عن شرف تُحاول أنْ تدوسه زُمرة مِن الخارجين على السَّدَّة الرفيعة</w:t>
      </w:r>
      <w:r w:rsidR="00F13C51">
        <w:rPr>
          <w:rtl/>
        </w:rPr>
        <w:t>،</w:t>
      </w:r>
      <w:r w:rsidRPr="00CD2173">
        <w:rPr>
          <w:rtl/>
        </w:rPr>
        <w:t xml:space="preserve"> التي يحرسها با</w:t>
      </w:r>
      <w:r w:rsidR="002C2DD7">
        <w:rPr>
          <w:rtl/>
        </w:rPr>
        <w:t>لمـَ</w:t>
      </w:r>
      <w:r w:rsidRPr="00CD2173">
        <w:rPr>
          <w:rtl/>
        </w:rPr>
        <w:t>جد خليفة عاهر</w:t>
      </w:r>
      <w:r w:rsidR="00F13C51">
        <w:rPr>
          <w:rtl/>
        </w:rPr>
        <w:t>،</w:t>
      </w:r>
      <w:r w:rsidRPr="00CD2173">
        <w:rPr>
          <w:rtl/>
        </w:rPr>
        <w:t xml:space="preserve"> تَمرَّغ بالرذيلة والآثام</w:t>
      </w:r>
      <w:r w:rsidR="00F13C51">
        <w:rPr>
          <w:rtl/>
        </w:rPr>
        <w:t>،</w:t>
      </w:r>
      <w:r w:rsidRPr="00CD2173">
        <w:rPr>
          <w:rtl/>
        </w:rPr>
        <w:t xml:space="preserve"> اسمه يزيد بن مُعاوية</w:t>
      </w:r>
      <w:r w:rsidR="00F13C51">
        <w:rPr>
          <w:rtl/>
        </w:rPr>
        <w:t>،</w:t>
      </w:r>
      <w:r w:rsidRPr="00CD2173">
        <w:rPr>
          <w:rtl/>
        </w:rPr>
        <w:t xml:space="preserve"> جامع الرايات باسم الإسلام في كربلاء الإسلام</w:t>
      </w:r>
      <w:r w:rsidR="00106DAF">
        <w:rPr>
          <w:rtl/>
        </w:rPr>
        <w:t>!</w:t>
      </w:r>
      <w:r w:rsidRPr="00CD2173">
        <w:rPr>
          <w:rtl/>
        </w:rPr>
        <w:t>!! ويا للدعيِّ يُمرِّغ الخلافة بانتسابه إليها</w:t>
      </w:r>
      <w:r w:rsidR="00F13C51">
        <w:rPr>
          <w:rtl/>
        </w:rPr>
        <w:t>،</w:t>
      </w:r>
      <w:r w:rsidRPr="00CD2173">
        <w:rPr>
          <w:rtl/>
        </w:rPr>
        <w:t xml:space="preserve"> كأنَّ الله ما أنزل القرآن إلاَّ ليلفَّه به في لِفافة الإرث</w:t>
      </w:r>
      <w:r w:rsidR="00F13C51">
        <w:rPr>
          <w:rtl/>
        </w:rPr>
        <w:t>،</w:t>
      </w:r>
      <w:r w:rsidRPr="00CD2173">
        <w:rPr>
          <w:rtl/>
        </w:rPr>
        <w:t xml:space="preserve"> ولِفافة الحَقِّ</w:t>
      </w:r>
      <w:r w:rsidR="00F13C51">
        <w:rPr>
          <w:rtl/>
        </w:rPr>
        <w:t>،</w:t>
      </w:r>
      <w:r w:rsidRPr="00CD2173">
        <w:rPr>
          <w:rtl/>
        </w:rPr>
        <w:t xml:space="preserve"> ولِفافة البيان</w:t>
      </w:r>
      <w:r w:rsidR="00106DAF">
        <w:rPr>
          <w:rtl/>
        </w:rPr>
        <w:t>!</w:t>
      </w:r>
      <w:r w:rsidRPr="00CD2173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واستلم زمام القتال</w:t>
      </w:r>
      <w:r w:rsidR="00F13C51">
        <w:rPr>
          <w:rtl/>
        </w:rPr>
        <w:t xml:space="preserve"> - </w:t>
      </w:r>
      <w:r w:rsidRPr="00CD2173">
        <w:rPr>
          <w:rtl/>
        </w:rPr>
        <w:t>على رأس جيش أكثر مِن ثلاثين ألفاً</w:t>
      </w:r>
      <w:r w:rsidR="00F13C51">
        <w:rPr>
          <w:rtl/>
        </w:rPr>
        <w:t xml:space="preserve"> - </w:t>
      </w:r>
      <w:r w:rsidRPr="00CD2173">
        <w:rPr>
          <w:rtl/>
        </w:rPr>
        <w:t>عمر بن سعد بن أبي وقَّاص</w:t>
      </w:r>
      <w:r w:rsidR="00F13C51">
        <w:rPr>
          <w:rtl/>
        </w:rPr>
        <w:t>،</w:t>
      </w:r>
      <w:r w:rsidRPr="00CD2173">
        <w:rPr>
          <w:rtl/>
        </w:rPr>
        <w:t xml:space="preserve"> وبقي يجول ويصول</w:t>
      </w:r>
      <w:r w:rsidR="00F13C51">
        <w:rPr>
          <w:rtl/>
        </w:rPr>
        <w:t>،</w:t>
      </w:r>
      <w:r w:rsidRPr="00CD2173">
        <w:rPr>
          <w:rtl/>
        </w:rPr>
        <w:t xml:space="preserve"> مِن هِلَّة مُحرَّم حتَّى العاشر منه</w:t>
      </w:r>
      <w:r w:rsidR="00F13C51">
        <w:rPr>
          <w:rtl/>
        </w:rPr>
        <w:t>،</w:t>
      </w:r>
      <w:r w:rsidRPr="00CD2173">
        <w:rPr>
          <w:rtl/>
        </w:rPr>
        <w:t xml:space="preserve"> ولم يترك ساحات الرمال إلاَّ مُقفلة تمام الإقفال على السيِّد الإمام</w:t>
      </w:r>
      <w:r w:rsidR="00F13C51">
        <w:rPr>
          <w:rtl/>
        </w:rPr>
        <w:t>،</w:t>
      </w:r>
      <w:r w:rsidRPr="00CD2173">
        <w:rPr>
          <w:rtl/>
        </w:rPr>
        <w:t xml:space="preserve"> اللابس الحِبْرة اليمانيَّة المشقوقة</w:t>
      </w:r>
      <w:r w:rsidR="00F13C51">
        <w:rPr>
          <w:rtl/>
        </w:rPr>
        <w:t>،</w:t>
      </w:r>
      <w:r w:rsidRPr="00CD2173">
        <w:rPr>
          <w:rtl/>
        </w:rPr>
        <w:t xml:space="preserve"> وا</w:t>
      </w:r>
      <w:r w:rsidR="002C2DD7">
        <w:rPr>
          <w:rtl/>
        </w:rPr>
        <w:t>لمـُ</w:t>
      </w:r>
      <w:r w:rsidRPr="00CD2173">
        <w:rPr>
          <w:rtl/>
        </w:rPr>
        <w:t>متشق سيفاً يُلعلع به</w:t>
      </w:r>
      <w:r w:rsidR="00F13C51">
        <w:rPr>
          <w:rtl/>
        </w:rPr>
        <w:t>،</w:t>
      </w:r>
      <w:r w:rsidRPr="00CD2173">
        <w:rPr>
          <w:rtl/>
        </w:rPr>
        <w:t xml:space="preserve"> كأنَّه مقدود مِن مقالع الجحيم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لقد ببقي الفارس يَخضُّ الحسام الأبيض بيمينه</w:t>
      </w:r>
      <w:r w:rsidR="00F13C51">
        <w:rPr>
          <w:rtl/>
        </w:rPr>
        <w:t>،</w:t>
      </w:r>
      <w:r w:rsidRPr="00CD2173">
        <w:rPr>
          <w:rtl/>
        </w:rPr>
        <w:t xml:space="preserve"> والتهديد الأحمر بيساره</w:t>
      </w:r>
      <w:r w:rsidR="00F13C51">
        <w:rPr>
          <w:rtl/>
        </w:rPr>
        <w:t>،</w:t>
      </w:r>
      <w:r w:rsidRPr="00CD2173">
        <w:rPr>
          <w:rtl/>
        </w:rPr>
        <w:t xml:space="preserve"> والعَزم والزخم الاشهبين برأسه وتَلعة عُنقه</w:t>
      </w:r>
      <w:r w:rsidR="00F13C51">
        <w:rPr>
          <w:rtl/>
        </w:rPr>
        <w:t>،</w:t>
      </w:r>
      <w:r w:rsidRPr="00CD2173">
        <w:rPr>
          <w:rtl/>
        </w:rPr>
        <w:t xml:space="preserve"> حتَّى هوى والأحمر القاني صبغة حِبرته</w:t>
      </w:r>
      <w:r w:rsidR="00F13C51">
        <w:rPr>
          <w:rtl/>
        </w:rPr>
        <w:t>،</w:t>
      </w:r>
      <w:r w:rsidRPr="00CD2173">
        <w:rPr>
          <w:rtl/>
        </w:rPr>
        <w:t xml:space="preserve"> ومِلء كفَّيه يغبُّ منه عطشه</w:t>
      </w:r>
      <w:r w:rsidR="00F13C51">
        <w:rPr>
          <w:rtl/>
        </w:rPr>
        <w:t>،</w:t>
      </w:r>
      <w:r w:rsidRPr="00CD2173">
        <w:rPr>
          <w:rtl/>
        </w:rPr>
        <w:t xml:space="preserve"> ليس إلى الفرات وحسب</w:t>
      </w:r>
      <w:r w:rsidR="00F13C51">
        <w:rPr>
          <w:rtl/>
        </w:rPr>
        <w:t>،</w:t>
      </w:r>
      <w:r w:rsidRPr="00CD2173">
        <w:rPr>
          <w:rtl/>
        </w:rPr>
        <w:t xml:space="preserve"> بلْ إلى قنِّينة يملأها منه ليهديها إلى الرجل الآخر الغائب وراء أكثر مِن ألفي سنة</w:t>
      </w:r>
      <w:r w:rsidR="00F13C51">
        <w:rPr>
          <w:rtl/>
        </w:rPr>
        <w:t>،</w:t>
      </w:r>
      <w:r w:rsidRPr="00CD2173">
        <w:rPr>
          <w:rtl/>
        </w:rPr>
        <w:t xml:space="preserve"> حتَّى يغمس قلمه بحبرها</w:t>
      </w:r>
      <w:r w:rsidR="00F13C51">
        <w:rPr>
          <w:rtl/>
        </w:rPr>
        <w:t>،</w:t>
      </w:r>
      <w:r w:rsidRPr="00CD2173">
        <w:rPr>
          <w:rtl/>
        </w:rPr>
        <w:t xml:space="preserve"> ويخطَّ ملحمة أُخرى غير إلياذته العظيمة</w:t>
      </w:r>
      <w:r w:rsidR="00F13C51">
        <w:rPr>
          <w:rtl/>
        </w:rPr>
        <w:t>،</w:t>
      </w:r>
      <w:r w:rsidRPr="00CD2173">
        <w:rPr>
          <w:rtl/>
        </w:rPr>
        <w:t xml:space="preserve"> تكون تعبيراً حيَّاً عن ملحمة إنسانيَّة واقعيَّة تقرأها الآن كربلاء</w:t>
      </w:r>
      <w:r w:rsidR="00C327EB">
        <w:rPr>
          <w:rtl/>
        </w:rPr>
        <w:t>.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1Center"/>
        <w:rPr>
          <w:rtl/>
        </w:rPr>
      </w:pPr>
      <w:bookmarkStart w:id="28" w:name="_Toc395088379"/>
      <w:r w:rsidRPr="00CD2173">
        <w:rPr>
          <w:rtl/>
        </w:rPr>
        <w:lastRenderedPageBreak/>
        <w:t>الخاتمة</w:t>
      </w:r>
      <w:bookmarkEnd w:id="28"/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إيه يا حسين</w:t>
      </w:r>
      <w:r w:rsidR="008734F1">
        <w:rPr>
          <w:rFonts w:hint="cs"/>
          <w:rtl/>
        </w:rPr>
        <w:t>-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والقلم</w:t>
      </w:r>
      <w:r w:rsidR="008734F1">
        <w:rPr>
          <w:rFonts w:hint="cs"/>
          <w:rtl/>
        </w:rPr>
        <w:t>؟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إنَّك بريت نفسك قلماً للصفحة الكبيرة</w:t>
      </w:r>
      <w:r w:rsidR="00106DAF">
        <w:rPr>
          <w:rtl/>
        </w:rPr>
        <w:t>!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مِن ا</w:t>
      </w:r>
      <w:r w:rsidR="002C2DD7">
        <w:rPr>
          <w:rtl/>
        </w:rPr>
        <w:t>لمـُ</w:t>
      </w:r>
      <w:r w:rsidRPr="00CD2173">
        <w:rPr>
          <w:rtl/>
        </w:rPr>
        <w:t>عاناة بَريتها</w:t>
      </w:r>
      <w:r w:rsidR="00106DAF">
        <w:rPr>
          <w:rtl/>
        </w:rPr>
        <w:t>!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ومِن بهاء الحقيقة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ولبست لها حِلَّة البرفير</w:t>
      </w:r>
      <w:r w:rsidR="00106DAF">
        <w:rPr>
          <w:rtl/>
        </w:rPr>
        <w:t>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وعلى النول الأبيِّ نسجتها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ياللبطولة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ظنُّوها شيئاً مِن متاع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وقالوا</w:t>
      </w:r>
      <w:r w:rsidR="00F13C51">
        <w:rPr>
          <w:rtl/>
        </w:rPr>
        <w:t>:</w:t>
      </w:r>
      <w:r w:rsidRPr="00CD2173">
        <w:rPr>
          <w:rtl/>
        </w:rPr>
        <w:t xml:space="preserve"> إنَّها جنون ا</w:t>
      </w:r>
      <w:r w:rsidR="002C2DD7">
        <w:rPr>
          <w:rtl/>
        </w:rPr>
        <w:t>لمـُ</w:t>
      </w:r>
      <w:r w:rsidRPr="00CD2173">
        <w:rPr>
          <w:rtl/>
        </w:rPr>
        <w:t>جازفة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وهاجموك بها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كأنَّك فوق ألف حصان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واقتنصوك بعد ألف جولة وألف صولة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وحزُّوا رأسك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وداسوا بدنك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كأنَّك الأوسع في الميدان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وما دروا أنَّك ما قهرت وما غلبت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وإنَّك صِغت الملحمة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يا للحقيقة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تأتزر بذاتها في مجال التحقيق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lastRenderedPageBreak/>
        <w:t>ويظنُّونها خيالاً مِن الوهم وضغثاً مِن الأحلام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والملحمة</w:t>
      </w:r>
      <w:r w:rsidR="008734F1">
        <w:rPr>
          <w:rFonts w:hint="cs"/>
          <w:rtl/>
        </w:rPr>
        <w:t>؟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إنَّها الحقيقة الكبيرة في النفس إذ تتجسَّد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وتبقى وهْماً وحُلماً إذا تضنيها البلادة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وصِغت الملحمة</w:t>
      </w:r>
      <w:r w:rsidR="008734F1">
        <w:rPr>
          <w:rFonts w:hint="cs"/>
          <w:rtl/>
        </w:rPr>
        <w:t>: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إنَّها القدوة في الرفض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إنَّها العُنفوان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تُعلِّم الإنسان كيف يرفض الذِّلَّ والهَوان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وتُعلِّمه كيف يرزم أجياله في مُجتمع الإنسان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يا لجَدِّك العظيم</w:t>
      </w:r>
      <w:r w:rsidR="008734F1">
        <w:rPr>
          <w:rFonts w:hint="cs"/>
          <w:rtl/>
        </w:rPr>
        <w:t xml:space="preserve"> -</w:t>
      </w:r>
      <w:r w:rsidRPr="00CD2173">
        <w:rPr>
          <w:rtl/>
        </w:rPr>
        <w:t xml:space="preserve"> وأبيك ا</w:t>
      </w:r>
      <w:r w:rsidR="002C2DD7">
        <w:rPr>
          <w:rtl/>
        </w:rPr>
        <w:t>لمـُ</w:t>
      </w:r>
      <w:r w:rsidRPr="00CD2173">
        <w:rPr>
          <w:rtl/>
        </w:rPr>
        <w:t>ئتَمِّ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كيف ألبساك اللون وآزراك به</w:t>
      </w:r>
      <w:r w:rsidR="00106DAF">
        <w:rPr>
          <w:rtl/>
        </w:rPr>
        <w:t>!</w:t>
      </w:r>
      <w:r w:rsidRPr="00CD2173">
        <w:rPr>
          <w:rtl/>
        </w:rPr>
        <w:t>!!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فإذا أنت</w:t>
      </w:r>
      <w:r w:rsidR="008734F1">
        <w:rPr>
          <w:rFonts w:hint="cs"/>
          <w:rtl/>
        </w:rPr>
        <w:t xml:space="preserve"> -</w:t>
      </w:r>
      <w:r w:rsidRPr="00CD2173">
        <w:rPr>
          <w:rtl/>
        </w:rPr>
        <w:t xml:space="preserve"> مِن جيل إلى جيل</w:t>
      </w:r>
      <w:r w:rsidR="008734F1">
        <w:rPr>
          <w:rFonts w:hint="cs"/>
          <w:rtl/>
        </w:rPr>
        <w:t>: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ثورة تُعلِّم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وثورة تبني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وثورة تُهدِّم جدران الظلم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8734F1">
      <w:pPr>
        <w:pStyle w:val="libNormal"/>
        <w:rPr>
          <w:rtl/>
        </w:rPr>
      </w:pPr>
      <w:r w:rsidRPr="00CD2173">
        <w:rPr>
          <w:rtl/>
        </w:rPr>
        <w:t>وثورة تبقى حيَّة في وجدان الأُمَّة</w:t>
      </w:r>
      <w:r w:rsidR="008734F1">
        <w:rPr>
          <w:rFonts w:hint="cs"/>
          <w:rtl/>
        </w:rPr>
        <w:t>-</w:t>
      </w:r>
      <w:r w:rsidRPr="00CD2173">
        <w:rPr>
          <w:rtl/>
        </w:rPr>
        <w:t xml:space="preserve">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 xml:space="preserve">ووجدان الإنسان </w:t>
      </w:r>
    </w:p>
    <w:p w:rsidR="003A7CC2" w:rsidRDefault="003A7CC2" w:rsidP="003A7CC2">
      <w:pPr>
        <w:pStyle w:val="libNormal"/>
      </w:pPr>
      <w:r>
        <w:rPr>
          <w:rtl/>
        </w:rPr>
        <w:br w:type="page"/>
      </w:r>
    </w:p>
    <w:p w:rsidR="003A7CC2" w:rsidRPr="003A7CC2" w:rsidRDefault="003A7CC2" w:rsidP="00316775">
      <w:pPr>
        <w:pStyle w:val="Heading1Center"/>
        <w:rPr>
          <w:rtl/>
        </w:rPr>
      </w:pPr>
      <w:bookmarkStart w:id="29" w:name="_Toc395088380"/>
      <w:r w:rsidRPr="00CD2173">
        <w:rPr>
          <w:rtl/>
        </w:rPr>
        <w:lastRenderedPageBreak/>
        <w:t>استشارة ا</w:t>
      </w:r>
      <w:r w:rsidR="002C2DD7">
        <w:rPr>
          <w:rtl/>
        </w:rPr>
        <w:t>لمـَ</w:t>
      </w:r>
      <w:r w:rsidRPr="00CD2173">
        <w:rPr>
          <w:rtl/>
        </w:rPr>
        <w:t>راجع</w:t>
      </w:r>
      <w:bookmarkEnd w:id="29"/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 xml:space="preserve">تاريخ الطبري </w:t>
      </w:r>
      <w:r w:rsidR="008734F1">
        <w:rPr>
          <w:rFonts w:hint="cs"/>
          <w:rtl/>
        </w:rPr>
        <w:tab/>
        <w:t xml:space="preserve">- </w:t>
      </w:r>
      <w:r w:rsidRPr="00CD2173">
        <w:rPr>
          <w:rtl/>
        </w:rPr>
        <w:t>لأبي جعفر الطبري</w:t>
      </w:r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>تاريخ التمدُّن الإسلامي</w:t>
      </w:r>
      <w:r w:rsidR="008734F1">
        <w:rPr>
          <w:rFonts w:hint="cs"/>
          <w:rtl/>
        </w:rPr>
        <w:t xml:space="preserve"> </w:t>
      </w:r>
      <w:r w:rsidR="008734F1">
        <w:rPr>
          <w:rFonts w:hint="cs"/>
          <w:rtl/>
        </w:rPr>
        <w:tab/>
        <w:t xml:space="preserve">- </w:t>
      </w:r>
      <w:r w:rsidRPr="00CD2173">
        <w:rPr>
          <w:rtl/>
        </w:rPr>
        <w:t>جرجي زيدان</w:t>
      </w:r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>تاريخ العرب</w:t>
      </w:r>
      <w:r w:rsidR="008734F1">
        <w:rPr>
          <w:rFonts w:hint="cs"/>
          <w:rtl/>
        </w:rPr>
        <w:t xml:space="preserve"> </w:t>
      </w:r>
      <w:r w:rsidR="008734F1">
        <w:rPr>
          <w:rFonts w:hint="cs"/>
          <w:rtl/>
        </w:rPr>
        <w:tab/>
        <w:t>-</w:t>
      </w:r>
      <w:r w:rsidRPr="00CD2173">
        <w:rPr>
          <w:rtl/>
        </w:rPr>
        <w:t xml:space="preserve"> فيليب حتي</w:t>
      </w:r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>مجموعة سير العرب</w:t>
      </w:r>
      <w:r w:rsidR="008734F1">
        <w:rPr>
          <w:rFonts w:hint="cs"/>
          <w:rtl/>
        </w:rPr>
        <w:t xml:space="preserve"> </w:t>
      </w:r>
      <w:r w:rsidR="008734F1">
        <w:rPr>
          <w:rFonts w:hint="cs"/>
          <w:rtl/>
        </w:rPr>
        <w:tab/>
        <w:t>-</w:t>
      </w:r>
      <w:r w:rsidRPr="00CD2173">
        <w:rPr>
          <w:rtl/>
        </w:rPr>
        <w:t xml:space="preserve"> ا. م</w:t>
      </w:r>
      <w:r w:rsidR="00C327EB">
        <w:rPr>
          <w:rtl/>
        </w:rPr>
        <w:t>.</w:t>
      </w:r>
      <w:r w:rsidRPr="00CD2173">
        <w:rPr>
          <w:rtl/>
        </w:rPr>
        <w:t xml:space="preserve"> مُغْنية</w:t>
      </w:r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>الإمام الحسين</w:t>
      </w:r>
      <w:r w:rsidR="008734F1">
        <w:rPr>
          <w:rFonts w:hint="cs"/>
          <w:rtl/>
        </w:rPr>
        <w:t xml:space="preserve"> </w:t>
      </w:r>
      <w:r w:rsidR="008734F1">
        <w:rPr>
          <w:rFonts w:hint="cs"/>
          <w:rtl/>
        </w:rPr>
        <w:tab/>
        <w:t>-</w:t>
      </w:r>
      <w:r w:rsidRPr="00CD2173">
        <w:rPr>
          <w:rtl/>
        </w:rPr>
        <w:t xml:space="preserve"> باقر شريف القرشي</w:t>
      </w:r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>أعيان الشيعة</w:t>
      </w:r>
      <w:r w:rsidR="008734F1">
        <w:rPr>
          <w:rFonts w:hint="cs"/>
          <w:rtl/>
        </w:rPr>
        <w:t xml:space="preserve"> </w:t>
      </w:r>
      <w:r w:rsidR="008734F1">
        <w:rPr>
          <w:rFonts w:hint="cs"/>
          <w:rtl/>
        </w:rPr>
        <w:tab/>
        <w:t>-</w:t>
      </w:r>
      <w:r w:rsidRPr="00CD2173">
        <w:rPr>
          <w:rtl/>
        </w:rPr>
        <w:t xml:space="preserve"> الإمام السيِّد محسن الأمين</w:t>
      </w:r>
    </w:p>
    <w:p w:rsidR="003A7CC2" w:rsidRPr="00A37385" w:rsidRDefault="003A7CC2" w:rsidP="008734F1">
      <w:pPr>
        <w:pStyle w:val="libNormal"/>
        <w:tabs>
          <w:tab w:val="right" w:pos="7654"/>
        </w:tabs>
        <w:rPr>
          <w:rtl/>
        </w:rPr>
      </w:pPr>
      <w:r w:rsidRPr="00CD2173">
        <w:rPr>
          <w:rtl/>
        </w:rPr>
        <w:t>ثورة الحسين في الوجدان الشعبي</w:t>
      </w:r>
      <w:r w:rsidR="008734F1">
        <w:rPr>
          <w:rFonts w:hint="cs"/>
          <w:rtl/>
        </w:rPr>
        <w:t xml:space="preserve"> </w:t>
      </w:r>
      <w:r w:rsidR="008734F1">
        <w:rPr>
          <w:rFonts w:hint="cs"/>
          <w:rtl/>
        </w:rPr>
        <w:tab/>
        <w:t>-</w:t>
      </w:r>
      <w:r w:rsidRPr="00CD2173">
        <w:rPr>
          <w:rtl/>
        </w:rPr>
        <w:t xml:space="preserve"> الشيخ محمد مهدي شمس الدين</w:t>
      </w:r>
    </w:p>
    <w:p w:rsidR="003A7CC2" w:rsidRPr="003A7CC2" w:rsidRDefault="003A7CC2" w:rsidP="00316775">
      <w:pPr>
        <w:pStyle w:val="Heading1Center"/>
        <w:rPr>
          <w:rtl/>
        </w:rPr>
      </w:pPr>
      <w:bookmarkStart w:id="30" w:name="_Toc395088381"/>
      <w:r w:rsidRPr="00CD2173">
        <w:rPr>
          <w:rtl/>
        </w:rPr>
        <w:t>ل</w:t>
      </w:r>
      <w:r w:rsidR="002C2DD7">
        <w:rPr>
          <w:rtl/>
        </w:rPr>
        <w:t>لمـُ</w:t>
      </w:r>
      <w:r w:rsidRPr="00CD2173">
        <w:rPr>
          <w:rtl/>
        </w:rPr>
        <w:t>ؤلِّف</w:t>
      </w:r>
      <w:bookmarkEnd w:id="30"/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 xml:space="preserve">الإمام علي نِبراس ومِتراس 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فاطمة الزهراء وتر في غِمد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محمد شاطئ وسحاب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يسوع أبد الإنسان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لبنان على نزيف خواصره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جبران خليل جبران في مداره الواسع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مي زياده في بحر مِن ظمأ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أمل ويأس الجذور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مُحاكمة هارون الرشيد ( مسرحيَّة مخطوطة )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المهلب بن أبي صفرة ( مسرحيَّة مخطوطة )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الإمام الحسن الكوثر المهدور</w:t>
      </w:r>
    </w:p>
    <w:p w:rsidR="003A7CC2" w:rsidRPr="00A37385" w:rsidRDefault="003A7CC2" w:rsidP="00A37385">
      <w:pPr>
        <w:pStyle w:val="libNormal"/>
        <w:rPr>
          <w:rtl/>
        </w:rPr>
      </w:pPr>
      <w:r w:rsidRPr="00CD2173">
        <w:rPr>
          <w:rtl/>
        </w:rPr>
        <w:t>الإمام الحسين في حِلَّة البرفير</w:t>
      </w:r>
    </w:p>
    <w:p w:rsidR="008734F1" w:rsidRDefault="008734F1" w:rsidP="008734F1">
      <w:pPr>
        <w:pStyle w:val="libNormal"/>
        <w:rPr>
          <w:rtl/>
        </w:rPr>
      </w:pPr>
      <w:r>
        <w:rPr>
          <w:rtl/>
        </w:rPr>
        <w:br w:type="page"/>
      </w:r>
    </w:p>
    <w:p w:rsidR="00666113" w:rsidRDefault="00666113" w:rsidP="00666113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sdt>
      <w:sdtPr>
        <w:rPr>
          <w:rtl/>
        </w:rPr>
        <w:id w:val="701276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666113" w:rsidRDefault="00666113" w:rsidP="00666113">
          <w:pPr>
            <w:pStyle w:val="libCenterBold1"/>
            <w:rPr>
              <w:rtl/>
            </w:rPr>
          </w:pPr>
          <w:r>
            <w:rPr>
              <w:rFonts w:hint="cs"/>
              <w:rtl/>
            </w:rPr>
            <w:t>الفهرس</w:t>
          </w:r>
        </w:p>
        <w:p w:rsidR="008734F1" w:rsidRDefault="006A706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6A7069">
            <w:fldChar w:fldCharType="begin"/>
          </w:r>
          <w:r w:rsidR="00666113">
            <w:instrText xml:space="preserve"> TOC \o "1-3" \h \z \u </w:instrText>
          </w:r>
          <w:r w:rsidRPr="006A7069">
            <w:fldChar w:fldCharType="separate"/>
          </w:r>
          <w:hyperlink w:anchor="_Toc395088355" w:history="1">
            <w:r w:rsidR="008734F1" w:rsidRPr="00C71F6D">
              <w:rPr>
                <w:rStyle w:val="Hyperlink"/>
                <w:rFonts w:hint="eastAsia"/>
                <w:noProof/>
                <w:rtl/>
              </w:rPr>
              <w:t>الكلمة</w:t>
            </w:r>
            <w:r w:rsidR="008734F1" w:rsidRPr="00C71F6D">
              <w:rPr>
                <w:rStyle w:val="Hyperlink"/>
                <w:noProof/>
                <w:rtl/>
              </w:rPr>
              <w:t xml:space="preserve"> </w:t>
            </w:r>
            <w:r w:rsidR="008734F1" w:rsidRPr="00C71F6D">
              <w:rPr>
                <w:rStyle w:val="Hyperlink"/>
                <w:rFonts w:hint="eastAsia"/>
                <w:noProof/>
                <w:rtl/>
              </w:rPr>
              <w:t>الأُولى</w:t>
            </w:r>
            <w:r w:rsidR="008734F1">
              <w:rPr>
                <w:noProof/>
                <w:webHidden/>
                <w:rtl/>
              </w:rPr>
              <w:tab/>
            </w:r>
            <w:r w:rsidR="008734F1">
              <w:rPr>
                <w:rStyle w:val="Hyperlink"/>
                <w:noProof/>
                <w:rtl/>
              </w:rPr>
              <w:fldChar w:fldCharType="begin"/>
            </w:r>
            <w:r w:rsidR="008734F1">
              <w:rPr>
                <w:noProof/>
                <w:webHidden/>
                <w:rtl/>
              </w:rPr>
              <w:instrText xml:space="preserve"> </w:instrText>
            </w:r>
            <w:r w:rsidR="008734F1">
              <w:rPr>
                <w:noProof/>
                <w:webHidden/>
              </w:rPr>
              <w:instrText>PAGEREF</w:instrText>
            </w:r>
            <w:r w:rsidR="008734F1">
              <w:rPr>
                <w:noProof/>
                <w:webHidden/>
                <w:rtl/>
              </w:rPr>
              <w:instrText xml:space="preserve"> _</w:instrText>
            </w:r>
            <w:r w:rsidR="008734F1">
              <w:rPr>
                <w:noProof/>
                <w:webHidden/>
              </w:rPr>
              <w:instrText>Toc395088355 \h</w:instrText>
            </w:r>
            <w:r w:rsidR="008734F1">
              <w:rPr>
                <w:noProof/>
                <w:webHidden/>
                <w:rtl/>
              </w:rPr>
              <w:instrText xml:space="preserve"> </w:instrText>
            </w:r>
            <w:r w:rsidR="008734F1">
              <w:rPr>
                <w:rStyle w:val="Hyperlink"/>
                <w:noProof/>
                <w:rtl/>
              </w:rPr>
            </w:r>
            <w:r w:rsidR="008734F1">
              <w:rPr>
                <w:rStyle w:val="Hyperlink"/>
                <w:noProof/>
                <w:rtl/>
              </w:rPr>
              <w:fldChar w:fldCharType="separate"/>
            </w:r>
            <w:r w:rsidR="008734F1">
              <w:rPr>
                <w:noProof/>
                <w:webHidden/>
                <w:rtl/>
              </w:rPr>
              <w:t>5</w:t>
            </w:r>
            <w:r w:rsidR="008734F1"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56" w:history="1">
            <w:r w:rsidRPr="00C71F6D">
              <w:rPr>
                <w:rStyle w:val="Hyperlink"/>
                <w:rFonts w:hint="eastAsia"/>
                <w:noProof/>
                <w:rtl/>
              </w:rPr>
              <w:t>مُباهلة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57" w:history="1">
            <w:r w:rsidRPr="00C71F6D">
              <w:rPr>
                <w:rStyle w:val="Hyperlink"/>
                <w:rFonts w:hint="eastAsia"/>
                <w:noProof/>
                <w:rtl/>
              </w:rPr>
              <w:t>توطئة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95088358" w:history="1">
            <w:r w:rsidRPr="00C71F6D">
              <w:rPr>
                <w:rStyle w:val="Hyperlink"/>
                <w:rFonts w:hint="eastAsia"/>
                <w:noProof/>
                <w:rtl/>
              </w:rPr>
              <w:t>القسم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الأوَّل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59" w:history="1">
            <w:r w:rsidRPr="00C71F6D">
              <w:rPr>
                <w:rStyle w:val="Hyperlink"/>
                <w:rFonts w:hint="eastAsia"/>
                <w:noProof/>
                <w:rtl/>
              </w:rPr>
              <w:t>أزاميل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0" w:history="1">
            <w:r w:rsidRPr="00C71F6D">
              <w:rPr>
                <w:rStyle w:val="Hyperlink"/>
                <w:rFonts w:hint="eastAsia"/>
                <w:noProof/>
                <w:rtl/>
              </w:rPr>
              <w:t>الأحضان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1" w:history="1">
            <w:r w:rsidRPr="00C71F6D">
              <w:rPr>
                <w:rStyle w:val="Hyperlink"/>
                <w:rFonts w:hint="eastAsia"/>
                <w:noProof/>
                <w:rtl/>
              </w:rPr>
              <w:t>أهل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البيت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2" w:history="1">
            <w:r w:rsidRPr="00C71F6D">
              <w:rPr>
                <w:rStyle w:val="Hyperlink"/>
                <w:rFonts w:hint="eastAsia"/>
                <w:noProof/>
                <w:rtl/>
              </w:rPr>
              <w:t>الأساس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3" w:history="1">
            <w:r w:rsidRPr="00C71F6D">
              <w:rPr>
                <w:rStyle w:val="Hyperlink"/>
                <w:rFonts w:hint="eastAsia"/>
                <w:noProof/>
                <w:rtl/>
              </w:rPr>
              <w:t>حَجَّة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الوَداع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4" w:history="1">
            <w:r w:rsidRPr="00C71F6D">
              <w:rPr>
                <w:rStyle w:val="Hyperlink"/>
                <w:rFonts w:hint="eastAsia"/>
                <w:noProof/>
                <w:rtl/>
              </w:rPr>
              <w:t>أين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هو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الحسين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5" w:history="1">
            <w:r w:rsidRPr="00C71F6D">
              <w:rPr>
                <w:rStyle w:val="Hyperlink"/>
                <w:rFonts w:hint="eastAsia"/>
                <w:noProof/>
                <w:rtl/>
              </w:rPr>
              <w:t>إنَّه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هنا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الحسين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95088366" w:history="1">
            <w:r w:rsidRPr="00C71F6D">
              <w:rPr>
                <w:rStyle w:val="Hyperlink"/>
                <w:rFonts w:hint="eastAsia"/>
                <w:noProof/>
                <w:rtl/>
              </w:rPr>
              <w:t>القسم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7" w:history="1">
            <w:r w:rsidRPr="00C71F6D">
              <w:rPr>
                <w:rStyle w:val="Hyperlink"/>
                <w:rFonts w:hint="eastAsia"/>
                <w:noProof/>
                <w:rtl/>
              </w:rPr>
              <w:t>في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حِلَّة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البرفير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8" w:history="1">
            <w:r w:rsidRPr="00C71F6D">
              <w:rPr>
                <w:rStyle w:val="Hyperlink"/>
                <w:rFonts w:hint="eastAsia"/>
                <w:noProof/>
                <w:rtl/>
              </w:rPr>
              <w:t>المـُعاناة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69" w:history="1">
            <w:r w:rsidRPr="00C71F6D">
              <w:rPr>
                <w:rStyle w:val="Hyperlink"/>
                <w:noProof/>
                <w:rtl/>
              </w:rPr>
              <w:t xml:space="preserve">1 - </w:t>
            </w:r>
            <w:r w:rsidRPr="00C71F6D">
              <w:rPr>
                <w:rStyle w:val="Hyperlink"/>
                <w:rFonts w:hint="eastAsia"/>
                <w:noProof/>
                <w:rtl/>
              </w:rPr>
              <w:t>خَطُّ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الطفولة</w:t>
            </w:r>
            <w:r w:rsidRPr="00C71F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0" w:history="1">
            <w:r w:rsidRPr="00C71F6D">
              <w:rPr>
                <w:rStyle w:val="Hyperlink"/>
                <w:noProof/>
                <w:rtl/>
              </w:rPr>
              <w:t xml:space="preserve">2 - </w:t>
            </w:r>
            <w:r w:rsidRPr="00C71F6D">
              <w:rPr>
                <w:rStyle w:val="Hyperlink"/>
                <w:rFonts w:hint="eastAsia"/>
                <w:noProof/>
                <w:rtl/>
              </w:rPr>
              <w:t>عهد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ابن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الخطَّاب</w:t>
            </w:r>
            <w:r w:rsidRPr="00C71F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1" w:history="1">
            <w:r w:rsidRPr="00C71F6D">
              <w:rPr>
                <w:rStyle w:val="Hyperlink"/>
                <w:noProof/>
                <w:rtl/>
              </w:rPr>
              <w:t xml:space="preserve">3 - </w:t>
            </w:r>
            <w:r w:rsidRPr="00C71F6D">
              <w:rPr>
                <w:rStyle w:val="Hyperlink"/>
                <w:rFonts w:hint="eastAsia"/>
                <w:noProof/>
                <w:rtl/>
              </w:rPr>
              <w:t>عهد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عثمان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بن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عفَّان</w:t>
            </w:r>
            <w:r w:rsidRPr="00C71F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2" w:history="1">
            <w:r w:rsidRPr="00C71F6D">
              <w:rPr>
                <w:rStyle w:val="Hyperlink"/>
                <w:noProof/>
                <w:rtl/>
              </w:rPr>
              <w:t xml:space="preserve">4 - </w:t>
            </w:r>
            <w:r w:rsidRPr="00C71F6D">
              <w:rPr>
                <w:rStyle w:val="Hyperlink"/>
                <w:rFonts w:hint="eastAsia"/>
                <w:noProof/>
                <w:rtl/>
              </w:rPr>
              <w:t>عَهد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C71F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3" w:history="1">
            <w:r w:rsidRPr="00C71F6D">
              <w:rPr>
                <w:rStyle w:val="Hyperlink"/>
                <w:noProof/>
                <w:rtl/>
              </w:rPr>
              <w:t xml:space="preserve">5 -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الصُّلح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الأبيض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وعهد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الحسن</w:t>
            </w:r>
            <w:r w:rsidRPr="00C71F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4" w:history="1">
            <w:r w:rsidRPr="00C71F6D">
              <w:rPr>
                <w:rStyle w:val="Hyperlink"/>
                <w:noProof/>
                <w:rtl/>
              </w:rPr>
              <w:t xml:space="preserve">6 - </w:t>
            </w:r>
            <w:r w:rsidRPr="00C71F6D">
              <w:rPr>
                <w:rStyle w:val="Hyperlink"/>
                <w:rFonts w:hint="eastAsia"/>
                <w:noProof/>
                <w:rtl/>
              </w:rPr>
              <w:t>شُّعلة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الفشل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وعهد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C71F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5" w:history="1">
            <w:r w:rsidRPr="00C71F6D">
              <w:rPr>
                <w:rStyle w:val="Hyperlink"/>
                <w:rFonts w:hint="eastAsia"/>
                <w:noProof/>
                <w:rtl/>
              </w:rPr>
              <w:t>المـُبايعة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6" w:history="1">
            <w:r w:rsidRPr="00C71F6D">
              <w:rPr>
                <w:rStyle w:val="Hyperlink"/>
                <w:rFonts w:hint="eastAsia"/>
                <w:noProof/>
                <w:rtl/>
              </w:rPr>
              <w:t>الشرارة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7" w:history="1">
            <w:r w:rsidRPr="00C71F6D">
              <w:rPr>
                <w:rStyle w:val="Hyperlink"/>
                <w:rFonts w:hint="eastAsia"/>
                <w:noProof/>
                <w:rtl/>
              </w:rPr>
              <w:t>روعة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التصميم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88378" w:history="1">
            <w:r w:rsidRPr="00C71F6D">
              <w:rPr>
                <w:rStyle w:val="Hyperlink"/>
                <w:rFonts w:hint="eastAsia"/>
                <w:noProof/>
                <w:rtl/>
              </w:rPr>
              <w:t>كربلاء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Pr="008734F1" w:rsidRDefault="008734F1" w:rsidP="008734F1">
          <w:pPr>
            <w:pStyle w:val="libNormal"/>
            <w:rPr>
              <w:rStyle w:val="Hyperlink"/>
              <w:bCs/>
              <w:noProof/>
              <w:u w:val="none"/>
              <w:rtl/>
            </w:rPr>
          </w:pPr>
          <w:r w:rsidRPr="008734F1">
            <w:rPr>
              <w:rStyle w:val="Hyperlink"/>
              <w:noProof/>
              <w:u w:val="none"/>
              <w:rtl/>
            </w:rPr>
            <w:br w:type="page"/>
          </w:r>
        </w:p>
        <w:p w:rsidR="008734F1" w:rsidRDefault="008734F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95088379" w:history="1">
            <w:r w:rsidRPr="00C71F6D">
              <w:rPr>
                <w:rStyle w:val="Hyperlink"/>
                <w:rFonts w:hint="eastAsia"/>
                <w:noProof/>
                <w:rtl/>
              </w:rPr>
              <w:t>الخاتمة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95088380" w:history="1">
            <w:r w:rsidRPr="00C71F6D">
              <w:rPr>
                <w:rStyle w:val="Hyperlink"/>
                <w:rFonts w:hint="eastAsia"/>
                <w:noProof/>
                <w:rtl/>
              </w:rPr>
              <w:t>استشارة</w:t>
            </w:r>
            <w:r w:rsidRPr="00C71F6D">
              <w:rPr>
                <w:rStyle w:val="Hyperlink"/>
                <w:noProof/>
                <w:rtl/>
              </w:rPr>
              <w:t xml:space="preserve"> </w:t>
            </w:r>
            <w:r w:rsidRPr="00C71F6D">
              <w:rPr>
                <w:rStyle w:val="Hyperlink"/>
                <w:rFonts w:hint="eastAsia"/>
                <w:noProof/>
                <w:rtl/>
              </w:rPr>
              <w:t>المـَراجع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4F1" w:rsidRDefault="008734F1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95088381" w:history="1">
            <w:r w:rsidRPr="00C71F6D">
              <w:rPr>
                <w:rStyle w:val="Hyperlink"/>
                <w:rFonts w:hint="eastAsia"/>
                <w:noProof/>
                <w:rtl/>
              </w:rPr>
              <w:t>للمـُؤلِّف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Toc395088381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66113" w:rsidRDefault="006A7069" w:rsidP="00666113">
          <w:pPr>
            <w:pStyle w:val="libNormal"/>
          </w:pPr>
          <w:r>
            <w:fldChar w:fldCharType="end"/>
          </w:r>
        </w:p>
      </w:sdtContent>
    </w:sdt>
    <w:sectPr w:rsidR="00666113" w:rsidSect="007148AF">
      <w:footerReference w:type="even" r:id="rId11"/>
      <w:footerReference w:type="default" r:id="rId12"/>
      <w:footerReference w:type="first" r:id="rId13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580" w:rsidRDefault="00870580">
      <w:r>
        <w:separator/>
      </w:r>
    </w:p>
  </w:endnote>
  <w:endnote w:type="continuationSeparator" w:id="0">
    <w:p w:rsidR="00870580" w:rsidRDefault="0087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80" w:rsidRPr="00460435" w:rsidRDefault="0087058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8734F1">
      <w:rPr>
        <w:rFonts w:ascii="Traditional Arabic" w:hAnsi="Traditional Arabic"/>
        <w:noProof/>
        <w:sz w:val="28"/>
        <w:szCs w:val="28"/>
        <w:rtl/>
      </w:rPr>
      <w:t>4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80" w:rsidRPr="00460435" w:rsidRDefault="0087058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8734F1">
      <w:rPr>
        <w:rFonts w:ascii="Traditional Arabic" w:hAnsi="Traditional Arabic"/>
        <w:noProof/>
        <w:sz w:val="28"/>
        <w:szCs w:val="28"/>
        <w:rtl/>
      </w:rPr>
      <w:t>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80" w:rsidRPr="00460435" w:rsidRDefault="0087058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8734F1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580" w:rsidRDefault="00870580">
      <w:r>
        <w:separator/>
      </w:r>
    </w:p>
  </w:footnote>
  <w:footnote w:type="continuationSeparator" w:id="0">
    <w:p w:rsidR="00870580" w:rsidRDefault="008705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82DEB"/>
    <w:rsid w:val="00005A19"/>
    <w:rsid w:val="0001789B"/>
    <w:rsid w:val="00024DBC"/>
    <w:rsid w:val="000267FE"/>
    <w:rsid w:val="00034DB7"/>
    <w:rsid w:val="00036C3D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6DAF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484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2DD7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3BE0"/>
    <w:rsid w:val="00307C3A"/>
    <w:rsid w:val="00310762"/>
    <w:rsid w:val="00310A38"/>
    <w:rsid w:val="00310D1D"/>
    <w:rsid w:val="003129CD"/>
    <w:rsid w:val="00316775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A7CC2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0ED3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66113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069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580"/>
    <w:rsid w:val="00870D4D"/>
    <w:rsid w:val="008734F1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2102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385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0BB1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27EB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2DEB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18E5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3C51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7CC2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pPr>
      <w:spacing w:after="0" w:line="240" w:lineRule="auto"/>
      <w:ind w:firstLine="289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spacing w:after="0" w:line="240" w:lineRule="auto"/>
      <w:ind w:left="72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spacing w:after="0" w:line="240" w:lineRule="auto"/>
      <w:ind w:left="96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 w:firstLine="289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 w:firstLine="289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 w:firstLine="289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 w:firstLine="289"/>
    </w:pPr>
    <w:rPr>
      <w:rFonts w:eastAsiaTheme="minorEastAsia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Share%20Rahimi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67615-B786-4643-86BA-EF977C8B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88</TotalTime>
  <Pages>176</Pages>
  <Words>41419</Words>
  <Characters>205662</Characters>
  <Application>Microsoft Office Word</Application>
  <DocSecurity>0</DocSecurity>
  <Lines>1713</Lines>
  <Paragraphs>493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246588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14</cp:revision>
  <cp:lastPrinted>2014-01-25T18:18:00Z</cp:lastPrinted>
  <dcterms:created xsi:type="dcterms:W3CDTF">2014-08-06T05:36:00Z</dcterms:created>
  <dcterms:modified xsi:type="dcterms:W3CDTF">2014-08-06T07:07:00Z</dcterms:modified>
</cp:coreProperties>
</file>