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040" w:rsidRDefault="00C231C3" w:rsidP="003C53CD">
      <w:pPr>
        <w:pStyle w:val="libTitr1"/>
      </w:pPr>
      <w:bookmarkStart w:id="0" w:name="_GoBack"/>
      <w:bookmarkEnd w:id="0"/>
      <w:r>
        <w:rPr>
          <w:rtl/>
        </w:rPr>
        <w:t>الجمرات الودية</w:t>
      </w:r>
    </w:p>
    <w:p w:rsidR="00E33040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lastRenderedPageBreak/>
        <w:t>على نهج ماجاء به ابن فايز مؤسس هذا النوع من الشعر</w:t>
      </w:r>
    </w:p>
    <w:p w:rsidR="00C231C3" w:rsidRDefault="00C231C3" w:rsidP="00F86163">
      <w:pPr>
        <w:pStyle w:val="Heading2Center"/>
      </w:pPr>
      <w:bookmarkStart w:id="1" w:name="_Toc21389966"/>
      <w:r>
        <w:rPr>
          <w:rtl/>
        </w:rPr>
        <w:t>{ في رثاء سيد الورى و خاتم الانبياء (ص) }</w:t>
      </w:r>
      <w:bookmarkEnd w:id="1"/>
    </w:p>
    <w:p w:rsidR="00C231C3" w:rsidRDefault="00C231C3" w:rsidP="00F86163">
      <w:pPr>
        <w:pStyle w:val="libCenterBold1"/>
      </w:pPr>
      <w:r>
        <w:rPr>
          <w:rtl/>
        </w:rPr>
        <w:t xml:space="preserve">وداعه </w:t>
      </w:r>
      <w:r w:rsidR="00A04EF4">
        <w:rPr>
          <w:rtl/>
        </w:rPr>
        <w:t>مع أهل بيته وهو على فراش العلة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38"/>
        <w:gridCol w:w="326"/>
        <w:gridCol w:w="4198"/>
      </w:tblGrid>
      <w:tr w:rsidR="00E33040" w:rsidTr="009A73D6">
        <w:trPr>
          <w:trHeight w:val="350"/>
        </w:trPr>
        <w:tc>
          <w:tcPr>
            <w:tcW w:w="4206" w:type="dxa"/>
            <w:shd w:val="clear" w:color="auto" w:fill="auto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الهادي على فراش المرض ويدير بالعين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  <w:shd w:val="clear" w:color="auto" w:fill="auto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  <w:shd w:val="clear" w:color="auto" w:fill="auto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ويمّه الوديعه فاطمه والحسن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rPr>
          <w:trHeight w:val="350"/>
        </w:trPr>
        <w:tc>
          <w:tcPr>
            <w:tcW w:w="420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وحيدر تهل مدامعه ويصعّد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واحنى عليه يخاطبه عمّه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rPr>
          <w:trHeight w:val="350"/>
        </w:trPr>
        <w:tc>
          <w:tcPr>
            <w:tcW w:w="420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ويقول وص بنا يبو ابراهيم هالنّاس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قلّه يعمّي انتو عقب عيني ضعيفين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واحنت عليه ام الحسن والدّمع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تنادي يبويه راح عزنا و الدّهر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تدوّر علينا بعدك الفرصه هالانذال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تثور بطلب ثارات بدر وأحد وحنين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قلها وفتح عينه و ون 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E33040" w:rsidP="00F86163">
            <w:pPr>
              <w:pStyle w:val="libPoem"/>
            </w:pPr>
            <w:r>
              <w:rPr>
                <w:rtl/>
              </w:rPr>
              <w:t>الله عوينج يالوديعه اعلَى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وصّيت يازهرا ولا تفيد الوصيّه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ملزوم بين الباب و الحايط تطيحين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و وصّيت حيدر لايسل سيفه ولا يثور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لازم يقودونه بحبل هالقوم مأسور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وانتي تلحقيني بْعَجل و الضّلع مكسور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من بعد عيني يالوديعه ما تعيشين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السّبطين خلّيهم عن شمالي و يميني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ريحان قلبي و أرد اشمهم حان حيني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قصدي اودّعهم واريد يودّعوني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الله يساعدهم على جور المعادين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يقاسي من الدّنيا الحسن كثرة محنها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يتمرمر و بيه العدا تشفي ضغنها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9C461A" w:rsidP="00F86163">
            <w:pPr>
              <w:pStyle w:val="libPoem"/>
            </w:pPr>
            <w:r>
              <w:rPr>
                <w:rtl/>
              </w:rPr>
              <w:t>سموم الذي جبده تصير شطور منها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BD1629" w:rsidP="00F86163">
            <w:pPr>
              <w:pStyle w:val="libPoem"/>
            </w:pPr>
            <w:r>
              <w:rPr>
                <w:rtl/>
              </w:rPr>
              <w:t>وبالطّشت منهم دسايس يوم صفّين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BD1629" w:rsidP="00F86163">
            <w:pPr>
              <w:pStyle w:val="libPoem"/>
            </w:pPr>
            <w:r>
              <w:rPr>
                <w:rtl/>
              </w:rPr>
              <w:t>و من الدّفن عندي يمنعونه الظ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م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BD1629" w:rsidP="00F86163">
            <w:pPr>
              <w:pStyle w:val="libPoem"/>
            </w:pPr>
            <w:r>
              <w:rPr>
                <w:rtl/>
              </w:rPr>
              <w:t>ويرمون عندي جنازته العدوان بسهام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33040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E33040" w:rsidRDefault="00BD1629" w:rsidP="00F86163">
            <w:pPr>
              <w:pStyle w:val="libPoem"/>
            </w:pPr>
            <w:r>
              <w:rPr>
                <w:rtl/>
              </w:rPr>
              <w:t>ويوم الشّهيد حسين من أعظم الايّام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E33040" w:rsidRDefault="00BD1629" w:rsidP="00F86163">
            <w:pPr>
              <w:pStyle w:val="libPoem"/>
            </w:pPr>
            <w:r>
              <w:rPr>
                <w:rtl/>
              </w:rPr>
              <w:t>فوق التّرب عريان يبقى بغير تجفين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73D6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9A73D6" w:rsidRDefault="009A73D6" w:rsidP="00F86163">
            <w:pPr>
              <w:pStyle w:val="libPoem"/>
            </w:pPr>
            <w:r>
              <w:rPr>
                <w:rtl/>
              </w:rPr>
              <w:t>يبقى ثلثتيّام من حوله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9A73D6" w:rsidRDefault="009A73D6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9A73D6" w:rsidRDefault="009A73D6" w:rsidP="00F86163">
            <w:pPr>
              <w:pStyle w:val="libPoem"/>
            </w:pPr>
            <w:r>
              <w:rPr>
                <w:rtl/>
              </w:rPr>
              <w:t>و تدوس صدره الخيل و تبدِّد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A73D6" w:rsidTr="009A73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06" w:type="dxa"/>
          </w:tcPr>
          <w:p w:rsidR="009A73D6" w:rsidRDefault="009A73D6" w:rsidP="00F86163">
            <w:pPr>
              <w:pStyle w:val="libPoem"/>
            </w:pPr>
            <w:r>
              <w:rPr>
                <w:rtl/>
              </w:rPr>
              <w:t>و تتذبّح اطفاله و تتسلّب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24" w:type="dxa"/>
          </w:tcPr>
          <w:p w:rsidR="009A73D6" w:rsidRDefault="009A73D6" w:rsidP="00F86163">
            <w:pPr>
              <w:pStyle w:val="libPoem"/>
              <w:rPr>
                <w:rtl/>
              </w:rPr>
            </w:pPr>
          </w:p>
        </w:tc>
        <w:tc>
          <w:tcPr>
            <w:tcW w:w="4166" w:type="dxa"/>
          </w:tcPr>
          <w:p w:rsidR="009A73D6" w:rsidRDefault="009A73D6" w:rsidP="00F86163">
            <w:pPr>
              <w:pStyle w:val="libPoem"/>
            </w:pPr>
            <w:r>
              <w:rPr>
                <w:rtl/>
              </w:rPr>
              <w:t>وتجدّد الشّيعه احزانه طول السنين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CenterBold1"/>
      </w:pPr>
      <w:r>
        <w:rPr>
          <w:rtl/>
        </w:rPr>
        <w:t>بين النبي وابنته فاطمة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E33040" w:rsidTr="00E16C01">
        <w:trPr>
          <w:trHeight w:val="350"/>
        </w:trPr>
        <w:tc>
          <w:tcPr>
            <w:tcW w:w="4347" w:type="dxa"/>
            <w:shd w:val="clear" w:color="auto" w:fill="auto"/>
          </w:tcPr>
          <w:p w:rsidR="00E33040" w:rsidRDefault="009E34B1" w:rsidP="00F86163">
            <w:pPr>
              <w:pStyle w:val="libPoem"/>
            </w:pPr>
            <w:r>
              <w:rPr>
                <w:rtl/>
              </w:rPr>
              <w:t>صفوة الباري ويل قلبي بروحه يجود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33040" w:rsidRDefault="00E33040" w:rsidP="00F86163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33040" w:rsidRDefault="009E34B1" w:rsidP="00F86163">
            <w:pPr>
              <w:pStyle w:val="libPoem"/>
            </w:pPr>
            <w:r>
              <w:rPr>
                <w:rtl/>
              </w:rPr>
              <w:t>وام الحسن تنحب ومنها القلب ممرود</w:t>
            </w:r>
            <w:r w:rsidR="00E330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6C01" w:rsidTr="00E16C01">
        <w:trPr>
          <w:trHeight w:val="350"/>
        </w:trPr>
        <w:tc>
          <w:tcPr>
            <w:tcW w:w="4347" w:type="dxa"/>
            <w:shd w:val="clear" w:color="auto" w:fill="auto"/>
          </w:tcPr>
          <w:p w:rsidR="00E16C01" w:rsidRDefault="00E16C01" w:rsidP="00926207">
            <w:pPr>
              <w:pStyle w:val="libPoem"/>
            </w:pPr>
            <w:r>
              <w:rPr>
                <w:rtl/>
              </w:rPr>
              <w:t>تتصوّر فراقه و تهل الدّمع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16C01" w:rsidRDefault="00E16C01" w:rsidP="00926207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16C01" w:rsidRDefault="00E16C01" w:rsidP="00926207">
            <w:pPr>
              <w:pStyle w:val="libPoem"/>
            </w:pPr>
            <w:r>
              <w:rPr>
                <w:rtl/>
              </w:rPr>
              <w:t>تدري عقب عينه تقاسي الظّلم والجور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6C01" w:rsidTr="00E16C01">
        <w:trPr>
          <w:trHeight w:val="350"/>
        </w:trPr>
        <w:tc>
          <w:tcPr>
            <w:tcW w:w="4347" w:type="dxa"/>
          </w:tcPr>
          <w:p w:rsidR="00E16C01" w:rsidRDefault="00E16C01" w:rsidP="00926207">
            <w:pPr>
              <w:pStyle w:val="libPoem"/>
            </w:pPr>
            <w:r>
              <w:rPr>
                <w:rtl/>
              </w:rPr>
              <w:t>وتدري بوصيّه المرتضى بالصّبر مأمور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6C01" w:rsidRDefault="00E16C01" w:rsidP="00926207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6C01" w:rsidRDefault="00E16C01" w:rsidP="00926207">
            <w:pPr>
              <w:pStyle w:val="libPoem"/>
            </w:pPr>
            <w:r>
              <w:rPr>
                <w:rtl/>
              </w:rPr>
              <w:t>وتغلي عليه قلوب كثره وشاحنه حقود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040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F1578" w:rsidTr="00A636D2">
        <w:trPr>
          <w:trHeight w:val="350"/>
        </w:trPr>
        <w:tc>
          <w:tcPr>
            <w:tcW w:w="4219" w:type="dxa"/>
            <w:shd w:val="clear" w:color="auto" w:fill="auto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lastRenderedPageBreak/>
              <w:t>تقلّه يبويه الونتك 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t>ياصفوة الباري علَي موحش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rPr>
          <w:trHeight w:val="350"/>
        </w:trPr>
        <w:tc>
          <w:tcPr>
            <w:tcW w:w="4219" w:type="dxa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t>يا ياب من يحمل على اجتافه 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t>مظلم عليّه البيت ياحجّة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rPr>
          <w:trHeight w:val="350"/>
        </w:trPr>
        <w:tc>
          <w:tcPr>
            <w:tcW w:w="4219" w:type="dxa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t>فقدك يبويه يسبّب الويلات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F1578" w:rsidP="00F86163">
            <w:pPr>
              <w:pStyle w:val="libPoem"/>
            </w:pPr>
            <w:r>
              <w:rPr>
                <w:rtl/>
              </w:rPr>
              <w:t>وبدر وأحد خوفي يبويه من 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rPr>
          <w:trHeight w:val="350"/>
        </w:trPr>
        <w:tc>
          <w:tcPr>
            <w:tcW w:w="4219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دموم الكفر باجر علي يتحزّم الها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كلها عقب عينج علينا ترجع ردود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rPr>
          <w:trHeight w:val="350"/>
        </w:trPr>
        <w:tc>
          <w:tcPr>
            <w:tcW w:w="4219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و انتَ اخبرتني بالذي بعدك ألاجيه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ودومك يَبويه بالصّبر حيدر توصّيه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جور العدا وفقدان شخصك من يصاليه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يدَورون بينا الفرص هاللي حولك قعود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لكن يعين الله على مقاسى المصايب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905A5A" w:rsidP="00F86163">
            <w:pPr>
              <w:pStyle w:val="libPoem"/>
            </w:pPr>
            <w:r>
              <w:rPr>
                <w:rtl/>
              </w:rPr>
              <w:t>جنّي أعاينها تخلّي الطّفل شايب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مابين متولّي معادي وبين غاصب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ثقلك يبو ابراهيم راح يصير فرهود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بس ماسمع خَف الونين وفتّح العين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و قلها يَفاطم عقب عيني ماتعيشين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أوّل أهل بيتي يَزهرا بي تلحقين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بالضّيم والذّل تنقضي أيامج السّود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وصّيت حيدر بالصّبر وانتي بَوصّيج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منّج النّحله تنّهب وتثور أعاديج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بعدي وتنمنعين حتّى من بواجيج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ولازم تشوفين الوصي بالحبل مقيود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من عقب عيني يابتوله مصابج مصاب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تبقين مجفيّه بلا ناصر و لا ذاب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يتسقّط جنينج يبنتي بصاير الباب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تقضين ومتونج من سياط العدا سود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F1578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تقاسين يم حسين هزّاتٍ عنيفه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F1578" w:rsidRDefault="003F157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F1578" w:rsidRDefault="0033115B" w:rsidP="00F86163">
            <w:pPr>
              <w:pStyle w:val="libPoem"/>
            </w:pPr>
            <w:r>
              <w:rPr>
                <w:rtl/>
              </w:rPr>
              <w:t>أيّام بعدي تصير ميشومه و مخيفه</w:t>
            </w:r>
            <w:r w:rsidR="003F15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36D2" w:rsidTr="00A636D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636D2" w:rsidRDefault="00A636D2" w:rsidP="00F86163">
            <w:pPr>
              <w:pStyle w:val="libPoem"/>
            </w:pPr>
            <w:r>
              <w:rPr>
                <w:rtl/>
              </w:rPr>
              <w:t>وغمّض عيونه وفاضت الرّوح الشّريفه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636D2" w:rsidRDefault="00A636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636D2" w:rsidRDefault="00A636D2" w:rsidP="00F86163">
            <w:pPr>
              <w:pStyle w:val="libPoem"/>
            </w:pPr>
            <w:r>
              <w:rPr>
                <w:rtl/>
              </w:rPr>
              <w:t>و خرّ ت بجنبه ويل قلبي بروحها تجود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احتضاره</w:t>
      </w:r>
      <w:r w:rsidR="00E33040">
        <w:rPr>
          <w:rtl/>
        </w:rPr>
        <w:t xml:space="preserve"> </w:t>
      </w:r>
      <w:r>
        <w:rPr>
          <w:rtl/>
        </w:rPr>
        <w:t>و قبض روحه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3074C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شمس النبوّه مكوّره وبدر الهدى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ماصار في العالم مثل فقد النّبي 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rPr>
          <w:trHeight w:val="350"/>
        </w:trPr>
        <w:tc>
          <w:tcPr>
            <w:tcW w:w="3920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أدّى الرّساله وكابد الأمّه وجهَلها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و بْدَعوته وضّح مناهجها وسبلها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rPr>
          <w:trHeight w:val="350"/>
        </w:trPr>
        <w:tc>
          <w:tcPr>
            <w:tcW w:w="3920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جانت عن الحق عادله و سيفه عدلها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عَزها وهبَّط راس كل جاحد ومرتاب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rPr>
          <w:trHeight w:val="350"/>
        </w:trPr>
        <w:tc>
          <w:tcPr>
            <w:tcW w:w="3920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كمَّل الدّين وشيَّده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ومن جهل قومه شلون قاساها أذيّه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rPr>
          <w:trHeight w:val="350"/>
        </w:trPr>
        <w:tc>
          <w:tcPr>
            <w:tcW w:w="3920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ويوم انقضى عمره ودنت منّه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أوصى احفظوني بعترتي بعدي والكتاب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ياويح قلبي من دنى المحتوم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33074C" w:rsidP="00F86163">
            <w:pPr>
              <w:pStyle w:val="libPoem"/>
            </w:pPr>
            <w:r>
              <w:rPr>
                <w:rtl/>
              </w:rPr>
              <w:t>تهلّل جبينه بالعرق واخفت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074C" w:rsidRDefault="00D0348B" w:rsidP="00F86163">
            <w:pPr>
              <w:pStyle w:val="libPoem"/>
            </w:pPr>
            <w:r>
              <w:rPr>
                <w:rtl/>
              </w:rPr>
              <w:t>السّبطين يمّه وكل ضلع منهم تحنّى</w:t>
            </w:r>
            <w:r w:rsidR="0033074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D0348B" w:rsidP="00F86163">
            <w:pPr>
              <w:pStyle w:val="libPoem"/>
            </w:pPr>
            <w:r>
              <w:rPr>
                <w:rtl/>
              </w:rPr>
              <w:t>وتنحب البضعه والقلب من شوفته ذاب</w:t>
            </w:r>
            <w:r w:rsidR="0033074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074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074C" w:rsidRDefault="00D0348B" w:rsidP="00F86163">
            <w:pPr>
              <w:pStyle w:val="libPoem"/>
            </w:pPr>
            <w:r>
              <w:rPr>
                <w:rtl/>
              </w:rPr>
              <w:t>تقلّه يبو ابراهيم فقدك فتّت احشاي</w:t>
            </w:r>
            <w:r w:rsidR="0033074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074C" w:rsidRDefault="003307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074C" w:rsidRDefault="00D0348B" w:rsidP="00F86163">
            <w:pPr>
              <w:pStyle w:val="libPoem"/>
            </w:pPr>
            <w:r>
              <w:rPr>
                <w:rtl/>
              </w:rPr>
              <w:t>ياهو يسلّيهم عقب فقدك يتاماي</w:t>
            </w:r>
            <w:r w:rsidR="0033074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040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B2D2C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lastRenderedPageBreak/>
              <w:t>زادي وشربي ياحماي بجاي ونعاي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بياعين اشوفنّه عقب شخصك المحراب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فتَّح عيونه و قرَّب السّبطين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شمّ الحسن وحسين عند الصّدر ضمّه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و صّبت مدامعهم وحيدر هاج غمّه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وسمعوا بذاك الحال طارق يطرق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قلّه يبوالحسنين اجا مرسول مولاك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خلّه يجي يمّي يحيدر والله وياك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سلَّم عليه واستَلَم روحه وهزّ الافلاك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وشبحت عليه ام الحسن والدّمع سجّاب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تنادي يَربّ الشّرع قلّي شلون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لو عاينت من شخصك المحراب خالي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B2D2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وياهو على الجتفين يحملهم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B2D2C" w:rsidRDefault="00BB2D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B2D2C" w:rsidRDefault="00BB2D2C" w:rsidP="00F86163">
            <w:pPr>
              <w:pStyle w:val="libPoem"/>
            </w:pPr>
            <w:r>
              <w:rPr>
                <w:rtl/>
              </w:rPr>
              <w:t>بعدك حياتي تكدّرت والعيش ماطاب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 الزهراء له ودخول ملك الموت عليه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BF1E3B" w:rsidTr="00BF1E3B">
        <w:trPr>
          <w:trHeight w:val="350"/>
        </w:trPr>
        <w:tc>
          <w:tcPr>
            <w:tcW w:w="4219" w:type="dxa"/>
            <w:shd w:val="clear" w:color="auto" w:fill="auto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غمّض عيونه وشيل لوساده يبوحسين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بطّل ونينه المصطفى خير النّبيّين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rPr>
          <w:trHeight w:val="350"/>
        </w:trPr>
        <w:tc>
          <w:tcPr>
            <w:tcW w:w="4219" w:type="dxa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غرّبت عينه يَبن عمّي دسبل ايديه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شوفه يدير العين لينا و مدّ 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rPr>
          <w:trHeight w:val="350"/>
        </w:trPr>
        <w:tc>
          <w:tcPr>
            <w:tcW w:w="4219" w:type="dxa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وجبريل ينعى والفلك متعطّل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BF1E3B" w:rsidP="00F86163">
            <w:pPr>
              <w:pStyle w:val="libPoem"/>
            </w:pPr>
            <w:r>
              <w:rPr>
                <w:rtl/>
              </w:rPr>
              <w:t>والمصطفى ينادي يفاطم لا تنوحين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rPr>
          <w:trHeight w:val="350"/>
        </w:trPr>
        <w:tc>
          <w:tcPr>
            <w:tcW w:w="4219" w:type="dxa"/>
          </w:tcPr>
          <w:p w:rsidR="00BF1E3B" w:rsidRDefault="008F48DB" w:rsidP="00F86163">
            <w:pPr>
              <w:pStyle w:val="libPoem"/>
            </w:pPr>
            <w:r>
              <w:rPr>
                <w:rtl/>
              </w:rPr>
              <w:t>بطلي البواجي انشعب قلبي ياحزينه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8F48DB" w:rsidP="00F86163">
            <w:pPr>
              <w:pStyle w:val="libPoem"/>
            </w:pPr>
            <w:r>
              <w:rPr>
                <w:rtl/>
              </w:rPr>
              <w:t>لازم يبنتي اليوم عزّج تفقدينه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rPr>
          <w:trHeight w:val="350"/>
        </w:trPr>
        <w:tc>
          <w:tcPr>
            <w:tcW w:w="4219" w:type="dxa"/>
          </w:tcPr>
          <w:p w:rsidR="00BF1E3B" w:rsidRDefault="008F48DB" w:rsidP="00F86163">
            <w:pPr>
              <w:pStyle w:val="libPoem"/>
            </w:pPr>
            <w:r>
              <w:rPr>
                <w:rtl/>
              </w:rPr>
              <w:t>وثوب المصايب عقب عيني تلبسينه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8F48DB" w:rsidP="00F86163">
            <w:pPr>
              <w:pStyle w:val="libPoem"/>
            </w:pPr>
            <w:r>
              <w:rPr>
                <w:rtl/>
              </w:rPr>
              <w:t>و منّج يكسرون العدى بالباب ضلعين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8F48DB" w:rsidP="00F86163">
            <w:pPr>
              <w:pStyle w:val="libPoem"/>
            </w:pPr>
            <w:r>
              <w:rPr>
                <w:rtl/>
              </w:rPr>
              <w:t>خرّت على بوها تصيح بدمع سجَّاب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A74786" w:rsidP="00F86163">
            <w:pPr>
              <w:pStyle w:val="libPoem"/>
            </w:pPr>
            <w:r>
              <w:rPr>
                <w:rtl/>
              </w:rPr>
              <w:t>انجان ضلعي يكسرونه بصاير الباب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وصّ الوصي الكرّار بيَّه ووص لصحاب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لحّد عليه يجتري ياقرّة العين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هذا الحسن مكسور قلبه من يجبره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وهذا العزيز حسين ياهو يشمّ نحره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وياهو عقب عينك يحطّه فوق صدره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ذلَّت يبو ابراهيم من بعدك السّبطين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قلها يَفاطم لو اجرَعِت كاس المنيّه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جيبج يزهرا لا تشقّينه عليّه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وصد للحسن ومدامعه بْخدّه جريَّه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وشاف الحزن نحّل عظامه وقرّح العين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قلّه يعقلي ذوّبت قلبي من بجاك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ونادى يبو الحسنين بالله سكّت ابناك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ودّعتك الله ياعلي و الملتقى هناك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وشبكت الزّهرا على رسول الله باليدين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ولن واحد عْلَى الباب يتخفَّى بكلامه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438B4" w:rsidP="00F86163">
            <w:pPr>
              <w:pStyle w:val="libPoem"/>
            </w:pPr>
            <w:r>
              <w:rPr>
                <w:rtl/>
              </w:rPr>
              <w:t>اينادي يَهَل بيت النبّوة و الإمامه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بالله ادخلوني عْلَى المظلّل بالغمامه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أطلب الرّخصه من النّبي نور المسلمين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صاح النّبي قومي يَزَهرا وافتحي الباب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هذا الذي ميهاب من حاجب وبوّاب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1E3B" w:rsidTr="00BF1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يم الحسن هذا المفرِّق بين الاحباب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F1E3B" w:rsidRDefault="00BF1E3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F1E3B" w:rsidRDefault="00306E9E" w:rsidP="00F86163">
            <w:pPr>
              <w:pStyle w:val="libPoem"/>
            </w:pPr>
            <w:r>
              <w:rPr>
                <w:rtl/>
              </w:rPr>
              <w:t>وبس الله الله عقب عيني بحسن وحسين</w:t>
            </w:r>
            <w:r w:rsidR="00BF1E3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040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E33040" w:rsidRDefault="00E33040" w:rsidP="00F86163">
      <w:pPr>
        <w:pStyle w:val="libCenterBold1"/>
      </w:pPr>
      <w:r>
        <w:rPr>
          <w:rtl/>
        </w:rPr>
        <w:lastRenderedPageBreak/>
        <w:t>تغسيله و بكاء فاطمة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E4346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أوحش الدّنيا و شال سلطان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غسّل المختار بوسط داره يبوحسين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شمّر ردانه المرتضى ودمعه يتجارى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 صفوة الباري مدّده و غسّله بداره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وكلما يحرّك له عضو تسطع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وام الحسن بالباب تهمل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تقلّه هضيمه البيت يخلا من جماله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تمنّيت جان الموت ياخذني بداله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بعيد البلا عْلَى المغتسل كنز 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بالله دشقّوا بقبر ابو ابراهيم لحدين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شقّوا لحد ليّه مع الوالي ادفنوني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من شوفته امّدد ترا عميت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وشلّي بحياتي و عقب عينه يهضموني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مثلك يبو ابراهيم راحم ينوجد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واعدتني مَتطول من بعدك حياتي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ياليت حضرتني ابهالسّاعه وفاتي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ولا عيش بعدك بين متعنّد و عاتي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دهري سطى عْليه وخلّى القلب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لا تحجب انواره يهاللّي اتفصل اجفان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بهداي بالله نزّله بقبره يدفّان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وخلّوا اطفالي تودّعه صفوة الرّحمن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قلب الحسن ذايب وذابت مهجة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فارقت عزّي و القلب فارق سروره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الله يحيدر بالجفن ضمّيت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قلها يَزهرا بالقبر تالي نزوره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آنا اجذب الونّه عليه وانتي تونّين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أيست منّه واصفقت راح 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وصاحت بْلَهفه وداعة الباري يَهادي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قبل الدّفن ودعوا حماكم ياولادي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E4346" w:rsidP="00F86163">
            <w:pPr>
              <w:pStyle w:val="libPoem"/>
            </w:pPr>
            <w:r>
              <w:rPr>
                <w:rtl/>
              </w:rPr>
              <w:t>راح النّبي وافجْعَة الأملاك والدّين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الزهراء عند تجهيزه و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E4346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اسم الله على طولك ياجمال الهاشميّه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عْلَى المغتسل ممدود ياخير البريَّه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يامرتضى اكشف لي عن الوالي وجماله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و شيل الجفن عن غرّته تودعه اشباله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4346" w:rsidTr="00F4356C">
        <w:trPr>
          <w:trHeight w:val="350"/>
        </w:trPr>
        <w:tc>
          <w:tcPr>
            <w:tcW w:w="3920" w:type="dxa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هذا الحسن مشعوب قلبه انظر الحاله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4346" w:rsidRDefault="001E434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4346" w:rsidRDefault="001A5F63" w:rsidP="00F86163">
            <w:pPr>
              <w:pStyle w:val="libPoem"/>
            </w:pPr>
            <w:r>
              <w:rPr>
                <w:rtl/>
              </w:rPr>
              <w:t>وهذا الشّهيد حسين عبراته جريّه</w:t>
            </w:r>
            <w:r w:rsidR="001E434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4356C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lastRenderedPageBreak/>
              <w:t>ياللي تغسِّل والدي وين العمامه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فوق المنابر ماحلا حلو الجهامه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قبلٍ تشيله خلّه توَدعه 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منّه بعد ما نرتجي للبيت جيَّه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بهداي قلّب جسم ابو ابراهيم بهداي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وانت يبن عبّاس بالهون اسجب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طوله على المغسل شعبني وفتّت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F4356C" w:rsidP="00F86163">
            <w:pPr>
              <w:pStyle w:val="libPoem"/>
            </w:pPr>
            <w:r>
              <w:rPr>
                <w:rtl/>
              </w:rPr>
              <w:t>ممرود قلبي وموحشه 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ياللي تحفرون القبر وسعوا مكانه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وبهداي نزلوا جنازته وسفروا اجفانه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ويلا يعزٍ شال عنّا ولا لفانا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هيهات بعده تصير عيشتنا هنيَّه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ياللي تهيلون الثّرى دفنوني ويّاه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مقدر أشوف البيت خالي من محيّاه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قشره تراهي تصير عيشتنا بليّاه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بعد النّبي ماريد هالدّنيا الدنيّه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2" w:name="_Toc21389967"/>
      <w:r>
        <w:rPr>
          <w:rtl/>
        </w:rPr>
        <w:t>{ في رثاء سيدة النسوان فاطمة الزهراء (ص) }</w:t>
      </w:r>
      <w:bookmarkEnd w:id="2"/>
    </w:p>
    <w:p w:rsidR="00C231C3" w:rsidRDefault="00C231C3" w:rsidP="00F86163">
      <w:pPr>
        <w:pStyle w:val="libCenterBold1"/>
      </w:pPr>
      <w:r>
        <w:rPr>
          <w:rtl/>
        </w:rPr>
        <w:t>هجوم</w:t>
      </w:r>
      <w:r w:rsidR="00E33040">
        <w:rPr>
          <w:rtl/>
        </w:rPr>
        <w:t xml:space="preserve"> </w:t>
      </w:r>
      <w:r>
        <w:rPr>
          <w:rtl/>
        </w:rPr>
        <w:t>الدار و اسقاط</w:t>
      </w:r>
      <w:r w:rsidR="00E33040">
        <w:rPr>
          <w:rtl/>
        </w:rPr>
        <w:t xml:space="preserve"> </w:t>
      </w:r>
      <w:r>
        <w:rPr>
          <w:rtl/>
        </w:rPr>
        <w:t>الجنين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4356C" w:rsidTr="00F4356C">
        <w:trPr>
          <w:trHeight w:val="350"/>
        </w:trPr>
        <w:tc>
          <w:tcPr>
            <w:tcW w:w="3920" w:type="dxa"/>
            <w:shd w:val="clear" w:color="auto" w:fill="auto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دفنوا الرّسول وغابت انوار النبوّه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وثار المعادي يريد يتشفّى بعدوّه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نار الحقد و جّوا ونار الجزل بالباب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ومن قبل جان الرّوح من جملة الحجّاب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بيها الوصي و ابناه و الزّهرا و الكتاب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وصاحوا يحيدر قوم لو تنوخذ قوّه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ووقفت البضعه داخل الحجره بلا خمار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تنده اشْجُرمتنا شعلتوا بابنا بنار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ميناسب احجي ويالغرب دنهض يَكرّار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عجّل ترا يهجمون مابيهم مروّه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ماجاوب الكرّار بس تجري ادموعه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وفتحوا الباب ومن ورا الباب الوديعه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 العبد بالباب اتجى و جلّت اجموعه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وحس وعصرها وغدت من خلفه اتِّلوّى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خرّت و خر المحسن و صاحت يَفضّه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بالعجل دركيني ترى مقدر النّهضه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انكسرت ترا ضلوعي وجسمي المرض مضّه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وما بقت لي من ضربة المسمار قوّه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خذيني يَفضّه وحيدر الكرّار شوفيه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خبريه عن حالي وعن ضيم الطحت فيه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صاحت يبنت المصطفى حيدر مشوا بيه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وقلبه على جمر الغضا لجلك تطوّى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والله لو شفتي حال ح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ل المشاكل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ليث الحروب برقبته حطّوا حمايل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56C" w:rsidTr="00F435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يمشي بطاعتهم ودمع العين سايل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4356C" w:rsidRDefault="00F4356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4356C" w:rsidRDefault="005345A5" w:rsidP="00F86163">
            <w:pPr>
              <w:pStyle w:val="libPoem"/>
            </w:pPr>
            <w:r>
              <w:rPr>
                <w:rtl/>
              </w:rPr>
              <w:t>صاحت دتجّي لي القلب فارق سلوَّه</w:t>
            </w:r>
            <w:r w:rsidR="00F4356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4356C" w:rsidRDefault="00F4356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95838" w:rsidTr="00135C49">
        <w:trPr>
          <w:trHeight w:val="350"/>
        </w:trPr>
        <w:tc>
          <w:tcPr>
            <w:tcW w:w="3920" w:type="dxa"/>
            <w:shd w:val="clear" w:color="auto" w:fill="auto"/>
          </w:tcPr>
          <w:p w:rsidR="00695838" w:rsidRDefault="00695838" w:rsidP="00F86163">
            <w:pPr>
              <w:pStyle w:val="libPoem"/>
            </w:pPr>
            <w:r>
              <w:rPr>
                <w:rtl/>
              </w:rPr>
              <w:lastRenderedPageBreak/>
              <w:t>انجان طلعوا بالوصي قومي اطلعيني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95838" w:rsidRDefault="00695838" w:rsidP="00F86163">
            <w:pPr>
              <w:pStyle w:val="libPoem"/>
            </w:pPr>
            <w:r>
              <w:rPr>
                <w:rtl/>
              </w:rPr>
              <w:t>نسيت العصر بالباب وتسقّط جنيني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135C49">
        <w:trPr>
          <w:trHeight w:val="350"/>
        </w:trPr>
        <w:tc>
          <w:tcPr>
            <w:tcW w:w="3920" w:type="dxa"/>
          </w:tcPr>
          <w:p w:rsidR="00695838" w:rsidRDefault="00695838" w:rsidP="00F86163">
            <w:pPr>
              <w:pStyle w:val="libPoem"/>
            </w:pPr>
            <w:r>
              <w:rPr>
                <w:rtl/>
              </w:rPr>
              <w:t>قوموا نروح القبر جدكم يَبنيني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5838" w:rsidRDefault="00695838" w:rsidP="00F86163">
            <w:pPr>
              <w:pStyle w:val="libPoem"/>
            </w:pPr>
            <w:r>
              <w:rPr>
                <w:rtl/>
              </w:rPr>
              <w:t>وارد اخبره بينا الدّهر بعده اشْسَوّى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هجوم</w:t>
      </w:r>
      <w:r w:rsidR="00E33040">
        <w:rPr>
          <w:rtl/>
        </w:rPr>
        <w:t xml:space="preserve"> </w:t>
      </w:r>
      <w:r w:rsidR="00F4356C">
        <w:rPr>
          <w:rtl/>
        </w:rPr>
        <w:t>دارها و قَود بعلها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95838" w:rsidTr="00695838">
        <w:trPr>
          <w:trHeight w:val="350"/>
        </w:trPr>
        <w:tc>
          <w:tcPr>
            <w:tcW w:w="4219" w:type="dxa"/>
            <w:shd w:val="clear" w:color="auto" w:fill="auto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صبّت على الزّهرا مصايب يامسلمين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بعد الرّسول تزلزل السّبع الأراضين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rPr>
          <w:trHeight w:val="350"/>
        </w:trPr>
        <w:tc>
          <w:tcPr>
            <w:tcW w:w="4219" w:type="dxa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لو هي على الأيّام تنصب صارن اليال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عمرٍقصير وشوف بيه اشقاست اهوال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rPr>
          <w:trHeight w:val="350"/>
        </w:trPr>
        <w:tc>
          <w:tcPr>
            <w:tcW w:w="4219" w:type="dxa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فقد النّبي وغصب الوصي فكّر ابهالحال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470295" w:rsidP="00F86163">
            <w:pPr>
              <w:pStyle w:val="libPoem"/>
            </w:pPr>
            <w:r>
              <w:rPr>
                <w:rtl/>
              </w:rPr>
              <w:t>انصبت سحايبها عليها من الصّوبين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فتحوا سقيفتهم قبل تجهيز ابوها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و بدر وأحد وحنين كلها تذكّروها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غيض وغصص ياغيرة الله جّرعوها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شحجي وشعدّد من هضم ست النّساوين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مابين ماهي في عزاها داخل الدّار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يمها الحسن وحسين تبجي على المختار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وبالدّار جالس منزوي حيدر الكرّار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سيفه معلّق والدّمع يجري من العين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ولن الجمع يهرع بلا عقول وبلا افكار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خالد وشكله مسلّحين وكل غدّار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24492A" w:rsidP="00F86163">
            <w:pPr>
              <w:pStyle w:val="libPoem"/>
            </w:pPr>
            <w:r>
              <w:rPr>
                <w:rtl/>
              </w:rPr>
              <w:t>هاجت ضغاينهم ووجَوا بالجزل والنار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1E77ED" w:rsidP="00F86163">
            <w:pPr>
              <w:pStyle w:val="libPoem"/>
            </w:pPr>
            <w:r>
              <w:rPr>
                <w:rtl/>
              </w:rPr>
              <w:t>فرّت بْدَهشتها وفرّوا الحسن وحسين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1E77ED" w:rsidP="00F86163">
            <w:pPr>
              <w:pStyle w:val="libPoem"/>
            </w:pPr>
            <w:r>
              <w:rPr>
                <w:rtl/>
              </w:rPr>
              <w:t>صاحت يحيدر قوم وجّوا النّار بالباب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1E77ED" w:rsidP="00F86163">
            <w:pPr>
              <w:pStyle w:val="libPoem"/>
            </w:pPr>
            <w:r>
              <w:rPr>
                <w:rtl/>
              </w:rPr>
              <w:t>معلوم عندك من صرت ماخاطب اجناب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1E77ED" w:rsidP="00F86163">
            <w:pPr>
              <w:pStyle w:val="libPoem"/>
            </w:pPr>
            <w:r>
              <w:rPr>
                <w:rtl/>
              </w:rPr>
              <w:t>مارد عليها جواب بس الدّمع سجّاب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وسيف الصّبر قطّع مهجته مشيّد الدّين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ردّت تخاطبهم و لن الباب جاها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و تستّرت بالباب و الحايط وراها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اهنا يالمحب عدّد مصايبها و بلاها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العصر والمسمار واللطمه على العين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لا تلومها لو قالت انصبّت مصايب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تعالج سقوط الحمل لو هجوم الأجانب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و الضّرب ورّم متنها و القلب ذايب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لو وكزة الطّاغي الذي كسّر الضّلعين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كل الذي جاري وحيدر عينه تشوف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يسمع نواخيها وخذوه بحبل مكتوف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5838" w:rsidTr="00695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قود البعير و وقّفوه والرّاس مكشوف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95838" w:rsidRDefault="00643BE4" w:rsidP="00F86163">
            <w:pPr>
              <w:pStyle w:val="libPoem"/>
            </w:pPr>
            <w:r>
              <w:rPr>
                <w:rtl/>
              </w:rPr>
              <w:t>ينظر يمين يسار لا ناصر ولا معين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</w:t>
      </w:r>
      <w:r w:rsidR="00F4356C">
        <w:rPr>
          <w:rtl/>
        </w:rPr>
        <w:t>روجها في طلب أميرالمؤمنين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95838" w:rsidTr="00135C49">
        <w:trPr>
          <w:trHeight w:val="350"/>
        </w:trPr>
        <w:tc>
          <w:tcPr>
            <w:tcW w:w="3920" w:type="dxa"/>
            <w:shd w:val="clear" w:color="auto" w:fill="auto"/>
          </w:tcPr>
          <w:p w:rsidR="00695838" w:rsidRDefault="00C335E6" w:rsidP="00F86163">
            <w:pPr>
              <w:pStyle w:val="libPoem"/>
            </w:pPr>
            <w:r>
              <w:rPr>
                <w:rtl/>
              </w:rPr>
              <w:t>أم الحسن طلعت تدافع عن ابوحسين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95838" w:rsidRDefault="006958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95838" w:rsidRDefault="00C335E6" w:rsidP="00F86163">
            <w:pPr>
              <w:pStyle w:val="libPoem"/>
            </w:pPr>
            <w:r>
              <w:rPr>
                <w:rtl/>
              </w:rPr>
              <w:t>ملبّب يقودونه وبس يدير بالعين</w:t>
            </w:r>
            <w:r w:rsidR="0069583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4356C" w:rsidRDefault="00F4356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0589D" w:rsidTr="00C0589D">
        <w:trPr>
          <w:trHeight w:val="350"/>
        </w:trPr>
        <w:tc>
          <w:tcPr>
            <w:tcW w:w="4219" w:type="dxa"/>
            <w:shd w:val="clear" w:color="auto" w:fill="auto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عنّه تدافع والعدو ورّم متنها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بيه تلتجي ولا قال كف السّوط عنها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هذي وصايا الانبيا و هذي محنها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لو تنشده ايقلّك عليّه حاكم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 صّل المنبر و الحبل ملوي بجيده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ذاك الأسد وانعاج هالأمّه تقوده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وهو الذي لو راد بس يحرّك ايده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ويدعي السّماوات العلا تحت 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رادت تبرهن للخلق بضعة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ومدّت اليمنىعلى القناع بقلب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والثّانيه على الباب وتزلزل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والكل يصيح ادخيل ياست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بشبلينها ردّت وليث الغاب 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ورجعت مثل ماترجع اللبوه بسبعها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وإيدٍ على اللطمه وإيد على ضلعها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والمرتضى ينشّف ادموع الحسن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ومصيبة النّحله وفدك ويّا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خلّوا الأمّه الكل يصيح المال 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وخطبت وقالت نحلتي وبلغة اشبالي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عندي عليها كتاب من خير النيّين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وقفت على راس المجتّف بالوصيّه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معصّبه العين و تون 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وابدت عتبها وهيّجت منّه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وقلها يبنت المصطفى يحق لج تعتبين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لكن يبنت الطّهر عندج علم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مأمور انا بالصّبر حتى تحصل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وهذا الجمع يم الحسن عنّا انزوى ومال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أصبر يَزَهرا عْلَى الهضم وانتي تصبرين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قالت يحيدر حسبي الواحد الديّان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حتى البجا منّه يمنعوني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C058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بين القبور اريد تبني دار الاحزان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C0589D" w:rsidP="00F86163">
            <w:pPr>
              <w:pStyle w:val="libPoem"/>
            </w:pPr>
            <w:r>
              <w:rPr>
                <w:rtl/>
              </w:rPr>
              <w:t>أهل البغي قطعوا الأراكه ألتجي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مع</w:t>
      </w:r>
      <w:r w:rsidR="00E33040">
        <w:rPr>
          <w:rtl/>
        </w:rPr>
        <w:t xml:space="preserve"> </w:t>
      </w:r>
      <w:r>
        <w:rPr>
          <w:rtl/>
        </w:rPr>
        <w:t>سلمان المحمدي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0589D" w:rsidTr="001E0196">
        <w:trPr>
          <w:trHeight w:val="350"/>
        </w:trPr>
        <w:tc>
          <w:tcPr>
            <w:tcW w:w="4219" w:type="dxa"/>
            <w:shd w:val="clear" w:color="auto" w:fill="auto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لا تلومني لو هاجت احزاني يسلمان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جنّك متدري بالذي فعلت العدوان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منّي خذوا حقّي ولا راعوا الوصيّه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وهجموا علي داري وساتر ماعليّه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 المرتضى قاعد و عبراته جريّه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 ينظر بعينه اببّابنا وجّوا النّيران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لا تلومني ضلعي انكسر بالباب قوّه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ماقصّروا فينا عديمين المروّه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جنّك متدري هالعبد بيّه اشْسَوّى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سقّطني المحسن و خلَّى الجسد نحلان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جسمي انتحل من ضربة المسمار صدري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وانلطمت عيوني وداحي الباب يدري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وكلما جرت نكبه عليّه ازداد صَبري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وكظمت غيظي والقلب فايض بالاحزان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589D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 بس عايَنِت حيدر ملبّب قايدينه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0589D" w:rsidRDefault="00C058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0589D" w:rsidRDefault="005D0640" w:rsidP="00F86163">
            <w:pPr>
              <w:pStyle w:val="libPoem"/>
            </w:pPr>
            <w:r>
              <w:rPr>
                <w:rtl/>
              </w:rPr>
              <w:t>وسمعت شبلي الحسن يندب راح ابونا</w:t>
            </w:r>
            <w:r w:rsidR="00C058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1E0196" w:rsidP="00F86163">
            <w:pPr>
              <w:pStyle w:val="libPoem"/>
            </w:pPr>
            <w:r>
              <w:rPr>
                <w:rtl/>
              </w:rPr>
              <w:t>غصبٍ عليّه طْلَعت خوفي يذبحونه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1E0196" w:rsidP="00F86163">
            <w:pPr>
              <w:pStyle w:val="libPoem"/>
            </w:pPr>
            <w:r>
              <w:rPr>
                <w:rtl/>
              </w:rPr>
              <w:t>و تتيتّم أولادي عقب فارس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4356C" w:rsidRDefault="00F4356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E0196" w:rsidTr="001E0196">
        <w:trPr>
          <w:trHeight w:val="350"/>
        </w:trPr>
        <w:tc>
          <w:tcPr>
            <w:tcW w:w="4219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ضلّيت أدافعهم وظْنتي يرحَموني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و مالوا عليْ بالسّوط ظلّوا يضربوني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rPr>
          <w:trHeight w:val="350"/>
        </w:trPr>
        <w:tc>
          <w:tcPr>
            <w:tcW w:w="4219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والله يَسلمان الضّرب ورَّم متوني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قصدي أبث شكواي للواحد الديّان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rPr>
          <w:trHeight w:val="350"/>
        </w:trPr>
        <w:tc>
          <w:tcPr>
            <w:tcW w:w="4219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قلّها يَزهرا يقلّج الكرّار روحي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ردّي على بوج النّبي بالدّار نوحي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rPr>
          <w:trHeight w:val="350"/>
        </w:trPr>
        <w:tc>
          <w:tcPr>
            <w:tcW w:w="4219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قالت عقب حيدر تراني تروح روحي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D6751D" w:rsidP="00F86163">
            <w:pPr>
              <w:pStyle w:val="libPoem"/>
            </w:pPr>
            <w:r>
              <w:rPr>
                <w:rtl/>
              </w:rPr>
              <w:t>خلني أزلزلهم ترى مابيهم احسان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خلني يسلمان اشتكي ذايب افّادي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يطلع علي الكرّار لو زَلْزِل الوادي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والله يَسلمان الرّجس روّع اولادي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هذا جزا المختار من عدهم يَسلمان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ماقصّروا أجر الرّساله اليوم أدّوه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سقطوا جنيني و الوصي بالحبل قادوه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ماقصّروا حتى الضّلع بالباب كسروه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جان القصد حيدر علي شْجرمة النّسوان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والله يَسلمان العبد دمّي برقبته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وحق والدي جنين الحشا مات وطرحته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E019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قصده هلاكي من هجم والله عرفته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0196" w:rsidRDefault="00FD09CB" w:rsidP="00F86163">
            <w:pPr>
              <w:pStyle w:val="libPoem"/>
            </w:pPr>
            <w:r>
              <w:rPr>
                <w:rtl/>
              </w:rPr>
              <w:t>ومن طلعوا بحيدر علي كل الأمر هان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وقوفها بباب المسجد ورجوعها ببعلها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E0196" w:rsidTr="00135C49">
        <w:trPr>
          <w:trHeight w:val="350"/>
        </w:trPr>
        <w:tc>
          <w:tcPr>
            <w:tcW w:w="3920" w:type="dxa"/>
            <w:shd w:val="clear" w:color="auto" w:fill="auto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وصلت المسجد والدّمع يجري من العين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لزمت الباب وصدّت تدوّر ابوحسين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rPr>
          <w:trHeight w:val="350"/>
        </w:trPr>
        <w:tc>
          <w:tcPr>
            <w:tcW w:w="3920" w:type="dxa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صاحت تعرفوني انا مهجة المختار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عملة ثمود اليوم انزّلها ابهلديار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rPr>
          <w:trHeight w:val="350"/>
        </w:trPr>
        <w:tc>
          <w:tcPr>
            <w:tcW w:w="3920" w:type="dxa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خسف وزلازل لو تخلّو لي الكرّار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C96017" w:rsidP="00F86163">
            <w:pPr>
              <w:pStyle w:val="libPoem"/>
            </w:pPr>
            <w:r>
              <w:rPr>
                <w:rtl/>
              </w:rPr>
              <w:t>كسَّرتوا ضلوعي و روّعتوا السّبطين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ومدّت على الهامه اليمين ورجَّت الكون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و ونّت وشعبت كل قلب ونَّة المحزون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ورفرف عذاب الله وغدو كلهم يموجون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محّد بقى غير الوصي وسلمان واثنين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وحيدر يقلّه روح للزّهرا يَسلمان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قلها يبنت المصطفى خيرة النسوان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تدرين ابو ابراهيم رحمه من الرّحمن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لازم يَزهرا على الهضم كلّه تصبرين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قلها اصبري وردّت عليه بدمع منثور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لولا الصّبر خلّيت كل العالم يمور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تسَقَّط جنيني من الحشا والضّلع مكسور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44529C" w:rsidP="00F86163">
            <w:pPr>
              <w:pStyle w:val="libPoem"/>
            </w:pPr>
            <w:r>
              <w:rPr>
                <w:rtl/>
              </w:rPr>
              <w:t>بسوطه يَسلمان العبد ورّم المتنين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D40AD1" w:rsidP="00F86163">
            <w:pPr>
              <w:pStyle w:val="libPoem"/>
            </w:pPr>
            <w:r>
              <w:rPr>
                <w:rtl/>
              </w:rPr>
              <w:t>تدري عليّه اشْصار يوم الهجموا الدّار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D40AD1" w:rsidP="00F86163">
            <w:pPr>
              <w:pStyle w:val="libPoem"/>
            </w:pPr>
            <w:r>
              <w:rPr>
                <w:rtl/>
              </w:rPr>
              <w:t>من شدّة العصره نبت بالصّدر مسمار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D40AD1" w:rsidP="00F86163">
            <w:pPr>
              <w:pStyle w:val="libPoem"/>
            </w:pPr>
            <w:r>
              <w:rPr>
                <w:rtl/>
              </w:rPr>
              <w:t>و هوّن عليّه اللّي جرى طلعة الكرّار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D40AD1" w:rsidP="00F86163">
            <w:pPr>
              <w:pStyle w:val="libPoem"/>
            </w:pPr>
            <w:r>
              <w:rPr>
                <w:rtl/>
              </w:rPr>
              <w:t>يمشي مهبّط و الدّمع يجري من العين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أحلف بقبر المصطفى وعزّة المعبود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هلباب ما خلّيه حتى حيدر يعود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يمسح ادموع اولاده التجري بلخدود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قلبي انشعب مَتشوف حال الحسن وحسين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جاها علي يقلها يشمّامة الهادي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ومدّت إيديها وجذبته والقلب صادي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0196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بعدك تقلّه شحالتي و حالة أولادي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E0196" w:rsidRDefault="001E019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E0196" w:rsidRDefault="005B60CF" w:rsidP="00F86163">
            <w:pPr>
              <w:pStyle w:val="libPoem"/>
            </w:pPr>
            <w:r>
              <w:rPr>
                <w:rtl/>
              </w:rPr>
              <w:t>وقصدت ضريح المصطفى خير النبيّين</w:t>
            </w:r>
            <w:r w:rsidR="001E019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شكواها عند قبر أبيها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EA6511" w:rsidTr="00EA6511">
        <w:trPr>
          <w:trHeight w:val="350"/>
        </w:trPr>
        <w:tc>
          <w:tcPr>
            <w:tcW w:w="4219" w:type="dxa"/>
            <w:shd w:val="clear" w:color="auto" w:fill="auto"/>
          </w:tcPr>
          <w:p w:rsidR="00EA6511" w:rsidRDefault="00361FCA" w:rsidP="00F86163">
            <w:pPr>
              <w:pStyle w:val="libPoem"/>
            </w:pPr>
            <w:r>
              <w:rPr>
                <w:rtl/>
              </w:rPr>
              <w:t>وقفت على قبر النّبي والقلب مشعوب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EA6511" w:rsidRDefault="00361FCA" w:rsidP="00F86163">
            <w:pPr>
              <w:pStyle w:val="libPoem"/>
            </w:pPr>
            <w:r>
              <w:rPr>
                <w:rtl/>
              </w:rPr>
              <w:t>تشكي هضمها ودمعها على القبر مصبوب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صاحت يبوابراهيم قوم من القبر شوف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خانت الأمّه عهودنا ونسيت المعروف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بالسّوط ضربوني وعلي قادوه مكتوف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مغدور حقّه والورث يابوي مغصوب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دقعد وعاين ساعدي ولطمة عيوني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وسوط العبد ورّم يبو القاسم متوني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هجموا علي داري ومحّد وقف دوني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بعدك يبوابراهيم قلبي شلون ميذوب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شاحتمل بويه من مصابي وكثر بلواي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فقدك وغصب المرتضى وحنّة يتاماي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وكسْر الضلع وتسقّط جنيني من حشاي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نهبوا نحلتي وصابره والصّبركم دوب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جم دوب أنا اتصبّر وقلبي كلّه جروح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الثّاكل بياملّه يمنعوها من النّوح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ياياب كل يوم آخذ السّبطين ونروح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بين القبور أبجي و نرجع وكت الغروب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يَظلالي الضّافي العدا قطعوا ظلالي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أقعد بْحَر الشّمس من حولي أطفالي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وارجع واعاين منبرك يابوي خالي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 ماشوف ليل انهارغير اهموم وكروب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فقدك يبو ابراهيم ورّث جسمي نحول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 ريحانتيك ابناي بعدك صابها ذبول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نال العدا بهضمي وذلهم كل مأمول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ولاظلّت النا من البجا ياوالدي قلوب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وعندي كفيل تدير هالعالم يمينه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 بالصّبر وصّيته يَسلطان المدينه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 قومك عليه اقلوبها تغلي بضغينه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وبدر وأحد وحنين بيهن صبح مطلوب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يابوي ثارات الكفر منّا يطلبون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كل ساع ياهادي علَيْ غاره يشنّون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EA651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و انا شْيطلبوني على بيتي يهجمون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A6511" w:rsidRDefault="005C76DB" w:rsidP="00F86163">
            <w:pPr>
              <w:pStyle w:val="libPoem"/>
            </w:pPr>
            <w:r>
              <w:rPr>
                <w:rtl/>
              </w:rPr>
              <w:t>غير الضّغاين من علي بنصرك يمهيوب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استنهاضها</w:t>
      </w:r>
      <w:r w:rsidR="00E33040">
        <w:rPr>
          <w:rtl/>
        </w:rPr>
        <w:t xml:space="preserve"> </w:t>
      </w:r>
      <w:r>
        <w:rPr>
          <w:rtl/>
        </w:rPr>
        <w:t>وعتابها للأنصار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A6511" w:rsidTr="00135C49">
        <w:trPr>
          <w:trHeight w:val="350"/>
        </w:trPr>
        <w:tc>
          <w:tcPr>
            <w:tcW w:w="3920" w:type="dxa"/>
            <w:shd w:val="clear" w:color="auto" w:fill="auto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قلّت شيمكم لو جفيتونا يالانصار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بضعة نبيكم وانتخي ولا شوف نغّار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135C49">
        <w:trPr>
          <w:trHeight w:val="350"/>
        </w:trPr>
        <w:tc>
          <w:tcPr>
            <w:tcW w:w="3920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جم دوب أنخّي و انتحب ما تنصروني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تشوفون عدواني وسط بيتي لفوني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135C49">
        <w:trPr>
          <w:trHeight w:val="350"/>
        </w:trPr>
        <w:tc>
          <w:tcPr>
            <w:tcW w:w="3920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تتروّع أولادي وكلكم تنظروني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شمسوِّيه تجيني العدا بالحطب و النّار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135C49">
        <w:trPr>
          <w:trHeight w:val="350"/>
        </w:trPr>
        <w:tc>
          <w:tcPr>
            <w:tcW w:w="3920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يَنصار أبويه وين غيرتكم علينه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ما تنغرون الحالنا يهل المدينه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135C49">
        <w:trPr>
          <w:trHeight w:val="350"/>
        </w:trPr>
        <w:tc>
          <w:tcPr>
            <w:tcW w:w="3920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شْجاري من الكرّار حتى يلبّبونه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مبتدع بدعه لو هجر سنَّة المختار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6511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و اهل البدع مابينكم بالمسجد قعود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A6511" w:rsidRDefault="00EA65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A6511" w:rsidRDefault="009057CB" w:rsidP="00F86163">
            <w:pPr>
              <w:pStyle w:val="libPoem"/>
            </w:pPr>
            <w:r>
              <w:rPr>
                <w:rtl/>
              </w:rPr>
              <w:t>إلهم على منبر أبويه نزول و صعود</w:t>
            </w:r>
            <w:r w:rsidR="00EA651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5C09" w:rsidRDefault="00855C0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41FA" w:rsidTr="00135C49">
        <w:trPr>
          <w:trHeight w:val="350"/>
        </w:trPr>
        <w:tc>
          <w:tcPr>
            <w:tcW w:w="3920" w:type="dxa"/>
            <w:shd w:val="clear" w:color="auto" w:fill="auto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وصاحب البيعه والعهد بالحبل مقيود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ملبّب وهُو لولا يمينه الفلك مادار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يَنصار أبويه ماشفت نغَّار منكم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باللي جرى راضين لو قلَّت شيمكم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لوماسمعتوا الصّوت لو راحت هممكم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ماظن خفت ضجَّة اولادي داخل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بالأمس أبويه عْلَى المنيّه تبايعونه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كل ساع بالعتره يوصّي وتسمعونه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 هذا الوصي بالدّار حاير تتركونه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ومن شوفته قلبي يذوب ويلتهب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 منّي فدك منهوب قوّه و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ماخافوا من الله ولا رحموا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ثكلى وحزينه و ضامني جور الليالي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شحجي وشعدّد من هضم ياجمع لنصار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 من الضّرب قنفذ ترى ورَّم متوني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لابيه علَيْ رحمه ولا انتو ترحموني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135C4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و من لطمة الغادر ترى راحت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1FA" w:rsidRDefault="00A741FA" w:rsidP="00F86163">
            <w:pPr>
              <w:pStyle w:val="libPoem"/>
            </w:pPr>
            <w:r>
              <w:rPr>
                <w:rtl/>
              </w:rPr>
              <w:t>ضلعي انكسر والصّدر بيه انبت المسمار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خطبتها</w:t>
      </w:r>
      <w:r w:rsidR="00E33040">
        <w:rPr>
          <w:rtl/>
        </w:rPr>
        <w:t xml:space="preserve"> </w:t>
      </w:r>
      <w:r>
        <w:rPr>
          <w:rtl/>
        </w:rPr>
        <w:t>في المسجد النبوي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741FA" w:rsidTr="002647B4">
        <w:trPr>
          <w:trHeight w:val="350"/>
        </w:trPr>
        <w:tc>
          <w:tcPr>
            <w:tcW w:w="4219" w:type="dxa"/>
            <w:shd w:val="clear" w:color="auto" w:fill="auto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يم القبر قعدت تجر ونّه كئيبه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ست النّسا وتنشد المنبر عن خطيبه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rPr>
          <w:trHeight w:val="350"/>
        </w:trPr>
        <w:tc>
          <w:tcPr>
            <w:tcW w:w="4219" w:type="dxa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تقلّه يمنبر صفوة الع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م وينه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وين الانوار اللّي تلوح النا بجبينه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rPr>
          <w:trHeight w:val="350"/>
        </w:trPr>
        <w:tc>
          <w:tcPr>
            <w:tcW w:w="4219" w:type="dxa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نوره تغيّب و اوحش الدّنيا علينه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A65927" w:rsidP="00F86163">
            <w:pPr>
              <w:pStyle w:val="libPoem"/>
            </w:pPr>
            <w:r>
              <w:rPr>
                <w:rtl/>
              </w:rPr>
              <w:t>أيّامنا سوده ومصايبنا عجيبه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خلف السّتر جلست وجانون القلب ثار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جذبت الونّه وكل قلب منها اشتعل نار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حمدت الباري وذكرت الهادي المختار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وكلمن سمعها تزفّر وهاج بنحيبه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حكم الشّريعه بيّنت للخلق معناه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واوضحت دين المصطفى بيا سيف مبناه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وياهو الكشف كرب الرّسول اعلاه وادناه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تحجي و تبجي والقلب يسعر لهيبه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مكسورة الخاطر ومن يجبر كسرها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توعظ وتوعد تشبه الهادي بنثرها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تلزم ضلعها ونوب جرح اللّي بصدرها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ونوب تلوذ بقبر أبوها وتنتخي 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ردّت و ليث الغاب يترقّب مجيها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يسمع كلام المصطفى بطيّب حجيها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 ينظر بعينه مشية الهادي بمشيها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جت بغبنها و اوقفت منّه قريبه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انتحبت وصاحت يبن أبي طالب تراني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عندك وديعه والهضم والذّل عراني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هذا العدو حقّي زواه ولا رعاني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وانتَ الحمى ياكعبة الباري وحبيبه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1FA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قلها يَزهرا اليوم لازم تعذريني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1FA" w:rsidRDefault="00A741F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1FA" w:rsidRDefault="00347C9C" w:rsidP="00F86163">
            <w:pPr>
              <w:pStyle w:val="libPoem"/>
            </w:pPr>
            <w:r>
              <w:rPr>
                <w:rtl/>
              </w:rPr>
              <w:t>أوّل وتالي يابتوله تعرفيني</w:t>
            </w:r>
            <w:r w:rsidR="00A741F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47B4" w:rsidTr="002647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47B4" w:rsidRDefault="002647B4" w:rsidP="00F86163">
            <w:pPr>
              <w:pStyle w:val="libPoem"/>
            </w:pPr>
            <w:r>
              <w:rPr>
                <w:rtl/>
              </w:rPr>
              <w:t>ماملت عن دربي ولا فارقت 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47B4" w:rsidRDefault="002647B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47B4" w:rsidRDefault="002647B4" w:rsidP="00F86163">
            <w:pPr>
              <w:pStyle w:val="libPoem"/>
            </w:pPr>
            <w:r>
              <w:rPr>
                <w:rtl/>
              </w:rPr>
              <w:t>منّك يبنت الطّهر هالّلفظه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5C09" w:rsidRDefault="00855C0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إنزعاج</w:t>
      </w:r>
      <w:r w:rsidR="00E33040">
        <w:rPr>
          <w:rtl/>
        </w:rPr>
        <w:t xml:space="preserve"> </w:t>
      </w:r>
      <w:r>
        <w:rPr>
          <w:rtl/>
        </w:rPr>
        <w:t>علي عند رجوعها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71FB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عجّل يَقنبر سيفي البتّار 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ترضى الوديعه لو أشب نار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rPr>
          <w:trHeight w:val="350"/>
        </w:trPr>
        <w:tc>
          <w:tcPr>
            <w:tcW w:w="3920" w:type="dxa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و الله يَزهرا جان شلت السّيف زعلان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لفني الأمّه الخاطرج و اهز لكوان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rPr>
          <w:trHeight w:val="350"/>
        </w:trPr>
        <w:tc>
          <w:tcPr>
            <w:tcW w:w="3920" w:type="dxa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هسّا لزلزل هالارض بالإنس والجان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لجلج واخلّي عْلَى الملا ساعه عصيبه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rPr>
          <w:trHeight w:val="350"/>
        </w:trPr>
        <w:tc>
          <w:tcPr>
            <w:tcW w:w="3920" w:type="dxa"/>
          </w:tcPr>
          <w:p w:rsidR="00DD71FB" w:rsidRDefault="00DD71FB" w:rsidP="00F86163">
            <w:pPr>
              <w:pStyle w:val="libPoem"/>
            </w:pPr>
            <w:r>
              <w:rPr>
                <w:rtl/>
              </w:rPr>
              <w:t>بضعة الهادي جان أسل السّيف واقو</w:t>
            </w:r>
            <w:r w:rsidR="003B28AF">
              <w:rPr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3B28AF" w:rsidP="00F86163">
            <w:pPr>
              <w:pStyle w:val="libPoem"/>
            </w:pPr>
            <w:r>
              <w:rPr>
                <w:rtl/>
              </w:rPr>
              <w:t>ما تسمعين عْلَى المنابر عقب هاليوم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rPr>
          <w:trHeight w:val="350"/>
        </w:trPr>
        <w:tc>
          <w:tcPr>
            <w:tcW w:w="3920" w:type="dxa"/>
          </w:tcPr>
          <w:p w:rsidR="00DD71FB" w:rsidRDefault="003B28AF" w:rsidP="00F86163">
            <w:pPr>
              <w:pStyle w:val="libPoem"/>
            </w:pPr>
            <w:r>
              <w:rPr>
                <w:rtl/>
              </w:rPr>
              <w:t>باسم النّبي المختار عندك يصح معلوم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3B28AF" w:rsidP="00F86163">
            <w:pPr>
              <w:pStyle w:val="libPoem"/>
            </w:pPr>
            <w:r>
              <w:rPr>
                <w:rtl/>
              </w:rPr>
              <w:t>وظل يرتعد والغيض يتوقّد لهيبه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3B28AF" w:rsidP="00F86163">
            <w:pPr>
              <w:pStyle w:val="libPoem"/>
            </w:pPr>
            <w:r>
              <w:rPr>
                <w:rtl/>
              </w:rPr>
              <w:t>هاج العزم بيه ولزم بتّاره وثار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قلها يعرفوني أنا حيدر الكرّار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لا جبن صايبني ولا اشكي قلّة أنصار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حقّج بحد السّيف يم حسين أجيبه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صاحت رضيت وصابره عْلَى الصّار بيّه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 اسمع بْذكر المصطفى صبح و مسيّه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وادري حياتي ياعلي متطول ليّه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بعد النّبي واطلع من الدّنيا كئيبه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ماسكن غيظه وانثنت ست النّساوين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لزمت بديها ويل قلبي الحسن وحسين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قالت يحيدر دسكن الخاطر السّبطين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ولنها على الخدّين عبراته سجيبه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وتحيّرت بالحال مكسورة الأضلاع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وردّت لعد زينب تقلها بقلب مرتاع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قومي لبوج المرتضى روحي بلا قناع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قامت تجر ذيل الحزن ذيج النّجيبه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بس مالحظها سكن غيظه وذبّ الفقار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ضمها الصدره والدّمع بالخد نثّار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1FB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وقلها يَبنتي مقدر أنظر لج بلا خمار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1FB" w:rsidRDefault="00DD7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1FB" w:rsidRDefault="00171CB9" w:rsidP="00F86163">
            <w:pPr>
              <w:pStyle w:val="libPoem"/>
            </w:pPr>
            <w:r>
              <w:rPr>
                <w:rtl/>
              </w:rPr>
              <w:t>جنّي أشوفج بين عدوانج سليبه</w:t>
            </w:r>
            <w:r w:rsidR="00DD71F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في</w:t>
      </w:r>
      <w:r w:rsidR="00E33040">
        <w:rPr>
          <w:rtl/>
        </w:rPr>
        <w:t xml:space="preserve"> </w:t>
      </w:r>
      <w:r>
        <w:rPr>
          <w:rtl/>
        </w:rPr>
        <w:t>عتابها لأميرالمؤمنين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014D8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لو تلحظ بعينك ثبير تزلزل وذاب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وقبال عينك يعصروني بصاير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rPr>
          <w:trHeight w:val="350"/>
        </w:trPr>
        <w:tc>
          <w:tcPr>
            <w:tcW w:w="3920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متعجّبه العالم من افعالك يَكرّار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بالدّار جالس والعدو يهجم على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rPr>
          <w:trHeight w:val="350"/>
        </w:trPr>
        <w:tc>
          <w:tcPr>
            <w:tcW w:w="3920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 مدامعك تجري وبيدك سيف الفقار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وانا انتخي بفضّه وجنيني خر بالاعتاب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rPr>
          <w:trHeight w:val="350"/>
        </w:trPr>
        <w:tc>
          <w:tcPr>
            <w:tcW w:w="3920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 تعفّرت بالباب منّي الضّلع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وايدي على ضلعي يحيدر والدّم 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rPr>
          <w:trHeight w:val="350"/>
        </w:trPr>
        <w:tc>
          <w:tcPr>
            <w:tcW w:w="3920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والجزل يابوحسين بالنّيران مسعور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ناديتهم ردّوا ولا ردّوا لي 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ومن طحت خلف الباب ياراعي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6014D8" w:rsidP="00F86163">
            <w:pPr>
              <w:pStyle w:val="libPoem"/>
            </w:pPr>
            <w:r>
              <w:rPr>
                <w:rtl/>
              </w:rPr>
              <w:t>ناديت يافضّه تعالي بْعَجل ليَّه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وخرّيت ياحامي الحمى مغشى عليّه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رد لي الطّاغي ولااختشى منّك ولاهاب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و انتَ تشوفه ياعلي وتسمع ونيني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وقّف على راسي ولطم خدّي وعيني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14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وانا انتحب واصيح يافضّه ادركيني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14D8" w:rsidRDefault="006014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14D8" w:rsidRDefault="00FC6B32" w:rsidP="00F86163">
            <w:pPr>
              <w:pStyle w:val="libPoem"/>
            </w:pPr>
            <w:r>
              <w:rPr>
                <w:rtl/>
              </w:rPr>
              <w:t>احمرّت عيوني وخر جنيني وصدري انصاب</w:t>
            </w:r>
            <w:r w:rsidR="006014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55C09" w:rsidRDefault="00855C0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1607A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ردّوا لك وقادوك ياليث الحرايب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وانت الذي من باسك تموج الكتايب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والله افعالك ياعلي تراوي العجايب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جيف بحبل تنقاد وانت الليث بالغاب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قلها ودموعه اتحدّرت يم حسن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تدرين انا الموصوف فارس بدر وحنين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أسلب نفوس الشّوس بس بلحظة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غصبٍ عليّه اليوم يتخرّق لج 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صبري مثل صبري يبت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تدرين انا محّد كفوا يجسر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لكن اشبيدي قيّدت زندي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سيفي بيميني واسمع ونينك ورا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صبري مثل صبري يَشمّامة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صبري يَزهرا عْلَى الهضيمه وعصر لجدار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607A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لولا الوصيّه ماتركت اليوم ديَّار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607A" w:rsidRDefault="007160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607A" w:rsidRDefault="0071607A" w:rsidP="00F86163">
            <w:pPr>
              <w:pStyle w:val="libPoem"/>
            </w:pPr>
            <w:r>
              <w:rPr>
                <w:rtl/>
              </w:rPr>
              <w:t>لاتهيِّجيني بالعتب قلبي ترى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وصاياها حين الموت</w:t>
      </w:r>
      <w:r w:rsidR="00E33040">
        <w:rPr>
          <w:rtl/>
        </w:rPr>
        <w:t xml:space="preserve"> </w:t>
      </w:r>
      <w:r>
        <w:rPr>
          <w:rtl/>
        </w:rPr>
        <w:t>لأمير المؤمنين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53EC8" w:rsidTr="00D53EC8">
        <w:trPr>
          <w:trHeight w:val="350"/>
        </w:trPr>
        <w:tc>
          <w:tcPr>
            <w:tcW w:w="4219" w:type="dxa"/>
            <w:shd w:val="clear" w:color="auto" w:fill="auto"/>
          </w:tcPr>
          <w:p w:rsidR="00D53EC8" w:rsidRDefault="00D53EC8" w:rsidP="00F86163">
            <w:pPr>
              <w:pStyle w:val="libPoem"/>
            </w:pPr>
            <w:r>
              <w:rPr>
                <w:rtl/>
              </w:rPr>
              <w:t>اشزايد عليج اليوم يازهرا تلوجين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53EC8" w:rsidRDefault="00D53EC8" w:rsidP="00F86163">
            <w:pPr>
              <w:pStyle w:val="libPoem"/>
            </w:pPr>
            <w:r>
              <w:rPr>
                <w:rtl/>
              </w:rPr>
              <w:t>بطلي ونينج ذاب قلبي لا تونين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يم الحسن بطلي الونين وجاوبيني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شوفي اولادج بالبواجي مذوّبيني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قالت يحيدر فرّقوا بينك و بيني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بوداعة الله مسافره عنّك يبوحسين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من هالمرض ماشوف ياحيدر سلامه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تزوّج عقب عيني يَبو حسين بأمامه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بس الله الله بعد موتي ابهاليتامى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سكِّن خواطرهم و نشِّف دمعة العين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واجمع أصحابك عقب موتي وجهّزوني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وطلعوا الجنازه بليل خفيه و ادفنوني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واللّي اكسروا ضلعي وبالباب عصروني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لا يحضرون جنازتي يمشيّد الدّين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ماقصّروا يامرتضى رضَّوا ضلوعي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لليوم من ضرب الرّجس ماسكن روعي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 بعدي على المختار ما نشفت ادموعي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وطب لي ولطمني فوق خدّي ومحجر العين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قلها الوصي الممدوح بالسّبع المثاني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انتي يَزهرا و النّبي جنتوا أركاني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وهسّا انهدم يم الحسن ركني الثّاني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تجدّد علَيّ الحزن ياست النّساوين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خبري أبوج المصطفى بلّي جرى وصار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من كسر ضلعك والضّرب والجزل والنّار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خبريه عن حالي وخبري بْهَجمة الدّار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وبلغي سلامي المصطفى خير النبيّين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دخلوا عليها اثنين يبدون النّدامه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 الكل منهم يبدي التّوبه بكلامه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ينادون يابنت المظلّل بالغمامه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عنّا اصفحي يعزيزة المختار ياسين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حوَّلت للحايط وجهها كوكب النّور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وصاحت مَبَقّيتوا من التّلويع والجور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D53E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هيهات مَيطيب القلب والضّلع مكسور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3EC8" w:rsidRDefault="00926FFE" w:rsidP="00F86163">
            <w:pPr>
              <w:pStyle w:val="libPoem"/>
            </w:pPr>
            <w:r>
              <w:rPr>
                <w:rtl/>
              </w:rPr>
              <w:t>هذا جرح صدري وهذي حمرة العين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استعداداتها</w:t>
      </w:r>
      <w:r w:rsidR="00E33040">
        <w:rPr>
          <w:rtl/>
        </w:rPr>
        <w:t xml:space="preserve"> </w:t>
      </w:r>
      <w:r>
        <w:rPr>
          <w:rtl/>
        </w:rPr>
        <w:t>للمنية...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3EC8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يحليلة الهادي دنت منّي المنيّه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و باجي حنوط المصطفى حضريه ليّه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571E91">
        <w:trPr>
          <w:trHeight w:val="350"/>
        </w:trPr>
        <w:tc>
          <w:tcPr>
            <w:tcW w:w="3920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هاج الحزن بيها و هلّت دمعة العين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يمها دنت وتصيح يم الحسن وحسين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571E91">
        <w:trPr>
          <w:trHeight w:val="350"/>
        </w:trPr>
        <w:tc>
          <w:tcPr>
            <w:tcW w:w="3920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هاليوم حالج زين ياستّ النّساوين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فالِج عسى فال السّلامه يازجيّه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571E91">
        <w:trPr>
          <w:trHeight w:val="350"/>
        </w:trPr>
        <w:tc>
          <w:tcPr>
            <w:tcW w:w="3920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قالت لها حان الوعد لبّي جوابي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وجيبي يَأَسما بالعجل طيّب ثيابي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571E91">
        <w:trPr>
          <w:trHeight w:val="350"/>
        </w:trPr>
        <w:tc>
          <w:tcPr>
            <w:tcW w:w="3920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وسلّي الحسن وحسين من فجعة مصابي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بتصير ميشومه عليهم هالعشيّه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3EC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من فراشها نهضت ومنها الدّمع نثّار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3EC8" w:rsidRDefault="00D53EC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3EC8" w:rsidRDefault="00886E70" w:rsidP="00F86163">
            <w:pPr>
              <w:pStyle w:val="libPoem"/>
            </w:pPr>
            <w:r>
              <w:rPr>
                <w:rtl/>
              </w:rPr>
              <w:t>تعجن وتتلوّى وطب حيدر الكرّار</w:t>
            </w:r>
            <w:r w:rsidR="00D53EC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53EC8" w:rsidRDefault="00D53EC8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346D8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قلها عجب منّك يبنت احمد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شغلين للدّنيا اشتغلتي هالمسيّه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قالت أريد اغسِل بناتي ياضيا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و الخبز باجر خايفه اولادي يجوعون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أولادي يحيدر عقب عيني لايضيعون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من بعد ابويه عايفه الدّنيا الدنيّه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تقاسي بعدنا من العذاب أشكال والوان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تلقى البغي والجور من عصبة الشّيطان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تغلي عليك اقلوبها بأحقاد و اضغان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دقعد سويعه واستمع منّي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بيدك تغسّلني أريدك ياحما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وتشوف ضرب امتوني وضربة المسمار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أولادي و بناتي عينك عليهم يكرّار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يشوفون منّي الدّار ياحيدر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خفيه اطلعوها جنازتي ودفنوني بليل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وماريد احد من هالأعادي نعشي يشيل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و ملزوم بالتّزويج يامخدوم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بوصيك لاتدخل مكاني أجنبيّه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بعدي حسن وحسين ماينوصف همهم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ينفقد جدهم بالامس و اليوم أمهم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C346D8" w:rsidP="00F86163">
            <w:pPr>
              <w:pStyle w:val="libPoem"/>
            </w:pPr>
            <w:r>
              <w:rPr>
                <w:rtl/>
              </w:rPr>
              <w:t>راح الذي يضمهم لعد صدره ويشمهم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ومن بعدنا متصير عيشتهم هنيّه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346D8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والله يَزهرا من هضم ضلعك المكسور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بدموم تجري ادموعنا و اقلوبنا اتفور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واللي تشب نار المصاب ايّام عاشور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يطلب من حسين الرّضا و منّج عطيّه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</w:t>
      </w:r>
      <w:r w:rsidR="00E33040">
        <w:rPr>
          <w:rtl/>
        </w:rPr>
        <w:t xml:space="preserve"> </w:t>
      </w:r>
      <w:r>
        <w:rPr>
          <w:rtl/>
        </w:rPr>
        <w:t>الحسنين الى الدار بعد وفاتها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346D8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قومي يأسما بالعجَل عدلي وسادي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وبالباب قعدي وارقبي جيّة اولادي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اغتسلت البضعه ودَنّت الكافور منها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وانضجعت ويم راسها خلّت جفنها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واسما اقعدت بالباب مشغوله بحزنها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وردّت تناديها يَبنت احمد الهادي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قعدي يبنت الحَمَل ركن البيت برداه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وصلّى بملايكت السّما وجبريل يبراه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هسّا يجي حيدر علي من خلفه ابناه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و يبجي الحسن وحسين منّه القلب صادي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دشّت عليها وبالمدامع هلّت العين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F42890" w:rsidP="00F86163">
            <w:pPr>
              <w:pStyle w:val="libPoem"/>
            </w:pPr>
            <w:r>
              <w:rPr>
                <w:rtl/>
              </w:rPr>
              <w:t>ميته لقتها وسابله اليسرى واليمين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خرّت تصيح اشْجارتي ويالحسن وحسين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عنّك ينشدوني وانا مفتّت افّادي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للباب ردّت والقلب يسعر وقيده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تنتظر داحي الباب والزّاكي وعضيده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46D8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و لن الحسن لازم يمين حسين بيده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346D8" w:rsidRDefault="00C34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346D8" w:rsidRDefault="00747754" w:rsidP="00F86163">
            <w:pPr>
              <w:pStyle w:val="libPoem"/>
            </w:pPr>
            <w:r>
              <w:rPr>
                <w:rtl/>
              </w:rPr>
              <w:t>يسأل عن البضعه وشاف الحزن بادي</w:t>
            </w:r>
            <w:r w:rsidR="00C346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53EC8" w:rsidRDefault="00D53EC8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30EC2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يقلها عن أمنا خبّرينا حالها شلون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نامت تقلّه قال هسّا ما ينامون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0EC2" w:rsidTr="00571E91">
        <w:trPr>
          <w:trHeight w:val="350"/>
        </w:trPr>
        <w:tc>
          <w:tcPr>
            <w:tcW w:w="3920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قالت عمل بينا الدّهر يانور لعيون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قلها وجذب حسره على الزّهرا شْسادي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0EC2" w:rsidTr="00571E91">
        <w:trPr>
          <w:trHeight w:val="350"/>
        </w:trPr>
        <w:tc>
          <w:tcPr>
            <w:tcW w:w="3920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دشّوا اليتامى للوديعه بدمع همّال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بس عاينوها خرّوا السّبطين بالحال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0EC2" w:rsidTr="00571E91">
        <w:trPr>
          <w:trHeight w:val="350"/>
        </w:trPr>
        <w:tc>
          <w:tcPr>
            <w:tcW w:w="3920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وتعفّروا واحد يمين واحد شمال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وامّا الشّهيد حسين يندهها و ينادي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0EC2" w:rsidTr="00571E91">
        <w:trPr>
          <w:trHeight w:val="350"/>
        </w:trPr>
        <w:tc>
          <w:tcPr>
            <w:tcW w:w="3920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من نومتِك قعدي يمكسورة الضّلعين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مسحي دمع عيني تراني اعزيزج حسين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30EC2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ما جانت العاده عن اولادج تصدّين</w:t>
            </w:r>
            <w:r w:rsidR="00B30E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30EC2" w:rsidRDefault="00B30EC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30EC2" w:rsidRDefault="00477F9B" w:rsidP="00F86163">
            <w:pPr>
              <w:pStyle w:val="libPoem"/>
            </w:pPr>
            <w:r>
              <w:rPr>
                <w:rtl/>
              </w:rPr>
              <w:t>خان الدّهر وتشمّتت بينا الأعادي</w:t>
            </w:r>
          </w:p>
        </w:tc>
      </w:tr>
    </w:tbl>
    <w:p w:rsidR="00C231C3" w:rsidRDefault="00D53EC8" w:rsidP="00F86163">
      <w:pPr>
        <w:pStyle w:val="libCenterBold1"/>
      </w:pPr>
      <w:r>
        <w:rPr>
          <w:rtl/>
        </w:rPr>
        <w:t>تعديد رزاياها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77F9B" w:rsidTr="00477F9B">
        <w:trPr>
          <w:trHeight w:val="350"/>
        </w:trPr>
        <w:tc>
          <w:tcPr>
            <w:tcW w:w="4219" w:type="dxa"/>
            <w:shd w:val="clear" w:color="auto" w:fill="auto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ماصار بالعالم مثل بضعة الهادي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علة وجود الكون من أوّل وبادي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rPr>
          <w:trHeight w:val="350"/>
        </w:trPr>
        <w:tc>
          <w:tcPr>
            <w:tcW w:w="4219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هيهات مايوجد مثلها في البرايا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نوَّر العالم نورها وهاي النّهايه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rPr>
          <w:trHeight w:val="350"/>
        </w:trPr>
        <w:tc>
          <w:tcPr>
            <w:tcW w:w="4219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لكن بمقدار الشّرف قاست رزايا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انصبّت شبيه السّيل نازل على الوادي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rPr>
          <w:trHeight w:val="350"/>
        </w:trPr>
        <w:tc>
          <w:tcPr>
            <w:tcW w:w="4219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فقد الحما ومنع البواجي وقطع الظلال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ونار الجزل بالمنزل وترويع الاطفال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rPr>
          <w:trHeight w:val="350"/>
        </w:trPr>
        <w:tc>
          <w:tcPr>
            <w:tcW w:w="4219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وشوفة علي المرتضى مقيود بحبال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واللي دهشها وراعها صوت المنادي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قولي لعلي يطلع وخلي هالاباطيل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7A1982" w:rsidP="00F86163">
            <w:pPr>
              <w:pStyle w:val="libPoem"/>
            </w:pPr>
            <w:r>
              <w:rPr>
                <w:rtl/>
              </w:rPr>
              <w:t>خلّى مدامعها على وجناتها تسيل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نكباتها ماتنحصي ورفسة الضلِّيل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بالمسجد وخرّت ومنها القلب صادي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ولزمت فراش المرض تالي ليل ونهار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تنحَّل جسمها من الهضم والضّيم وانهار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وبآخر الايّام اجا حيدر الكرّار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AB7F4B" w:rsidP="00F86163">
            <w:pPr>
              <w:pStyle w:val="libPoem"/>
            </w:pPr>
            <w:r>
              <w:rPr>
                <w:rtl/>
              </w:rPr>
              <w:t>تعجن لقاها وطين يمها ابنة الهادي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قلها عجب منّك يبت خير النبيّين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بيدك اعمال اثنين للدّنيا تعملين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قالت من الواجب عليّه العجن والطّين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حال البنات أعدِّله وحالة اولادي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خلصت مهمّتها وهي ماتقدر تقوم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D554F7" w:rsidP="00F86163">
            <w:pPr>
              <w:pStyle w:val="libPoem"/>
            </w:pPr>
            <w:r>
              <w:rPr>
                <w:rtl/>
              </w:rPr>
              <w:t>خبزت وغسلت راس زينب وام كلثوم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اغتسلت ونامت والوكِت ماهو وكِت نوم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وقصدت المسجد فضّه بحيدر تنادي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عجِّل ترى الزّهرا مَندري اشصار بيها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الحق عليها ولا أظن تلحق عليها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إجاها ولنها مغمّضه وسبلت إيديها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دنّق يخاطبها يَبنت احمد الهادي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جذبت الونّه وفتحت العين الزّجيّه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وقالت يحيدر عايفه الدّنيا الدنيّه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F9B" w:rsidTr="00477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ودّعتك الله وهاللي عد راسي الوصيّه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F9B" w:rsidRDefault="00477F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F9B" w:rsidRDefault="001D5751" w:rsidP="00F86163">
            <w:pPr>
              <w:pStyle w:val="libPoem"/>
            </w:pPr>
            <w:r>
              <w:rPr>
                <w:rtl/>
              </w:rPr>
              <w:t>ادفني بليل ولا يحضروني الاعادي</w:t>
            </w:r>
            <w:r w:rsidR="00477F9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53EC8" w:rsidRDefault="00D53EC8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ذكر بعض آهاتها...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33BD3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حقد القديم الله الكافي من اهواله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عاين شْسوّى بالنّبي المختار 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تغلي عليه قلوب قومه من 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ومن غمّض اعيونه وسكن طيّب الحوده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ثاروا وكل صاحب ضغن ظهرن احقوده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 بغض ومحبّه قاعده ورث السّلاله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جم دمّر الكرّار من عبّاد الاوثان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وانشد جليب اللّي انشحن هامات وابدان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ولو سايلت وين اسعرت نيران لضغان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قِتْلك اببّاب الدار شعلتها النّذاله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سهم النّبي وسهم الوصي من حقد لصحاب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كلّه نصيب اللّي اعصروها بصاير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مسمارها ابلب القلب لليوم لهّاب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وكسر الضّلع للحشر يزداد اشتعاله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ويلاه يالطمة العين اشصار منها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ويلاه والسّوط الذي ورّم متنها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ومنع البجا ذاك الذي طوّر حزنها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 العصر و اسقوط الجنين اجر 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ويلاه ياحزن الوصي ساعة التّغسيل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233BD3" w:rsidP="00F86163">
            <w:pPr>
              <w:pStyle w:val="libPoem"/>
            </w:pPr>
            <w:r>
              <w:rPr>
                <w:rtl/>
              </w:rPr>
              <w:t>صبّت عليه اهموم مايمكن التّفصيل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6C5D14" w:rsidP="00F86163">
            <w:pPr>
              <w:pStyle w:val="libPoem"/>
            </w:pPr>
            <w:r>
              <w:rPr>
                <w:rtl/>
              </w:rPr>
              <w:t>ماي الغسل وادموع عينه بالسوى يسيل</w:t>
            </w:r>
            <w:r w:rsidR="00233B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6C5D14" w:rsidP="00F86163">
            <w:pPr>
              <w:pStyle w:val="libPoem"/>
            </w:pPr>
            <w:r>
              <w:rPr>
                <w:rtl/>
              </w:rPr>
              <w:t>فوق الجنازه و شوفها غيّر احواله</w:t>
            </w:r>
            <w:r w:rsidR="00233B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3BD3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33BD3" w:rsidRDefault="006C5D14" w:rsidP="00F86163">
            <w:pPr>
              <w:pStyle w:val="libPoem"/>
            </w:pPr>
            <w:r>
              <w:rPr>
                <w:rtl/>
              </w:rPr>
              <w:t>و استند للحايط و اخذ يبدي نحيبه</w:t>
            </w:r>
            <w:r w:rsidR="00233B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33BD3" w:rsidRDefault="00233B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33BD3" w:rsidRDefault="006C5D14" w:rsidP="00F86163">
            <w:pPr>
              <w:pStyle w:val="libPoem"/>
            </w:pPr>
            <w:r>
              <w:rPr>
                <w:rtl/>
              </w:rPr>
              <w:t>وسلمان قلّه ياولي الله وحبيبه</w:t>
            </w:r>
            <w:r w:rsidR="00233BD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71E91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الله يركن الصّبر هدّتك المصيبه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قلّه بلوعه والدّمع صب انهماله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لا تلومني تدري الزّمان اشصب عليّه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ما حمّلتني هالهضم غير الوصيّه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كسر الضّلع شفته وضَرُبْ متن الزجيّه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شفت الأسد بالغاب مايحمي اشباله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ماتثبت ابوجهي انا يوم الوغى اجموع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و سيفي لفقار الما تردّه طوس و ادروع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شبيدي و انا من سلّة البتّار ممنوع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681931" w:rsidP="00F86163">
            <w:pPr>
              <w:pStyle w:val="libPoem"/>
            </w:pPr>
            <w:r>
              <w:rPr>
                <w:rtl/>
              </w:rPr>
              <w:t>ماضي علَي تقرير من رب الجلاله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تجهيزها و</w:t>
      </w:r>
      <w:r w:rsidR="00571E91">
        <w:rPr>
          <w:rtl/>
        </w:rPr>
        <w:t xml:space="preserve"> دفنها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71E91" w:rsidTr="00571E91">
        <w:trPr>
          <w:trHeight w:val="350"/>
        </w:trPr>
        <w:tc>
          <w:tcPr>
            <w:tcW w:w="3920" w:type="dxa"/>
            <w:shd w:val="clear" w:color="auto" w:fill="auto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ماتت ابغصّتها نحيله ابنة المختار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وبالليل جهّزها مع الخلّص الكرّار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بالليل جهّزها و يجيب الماي سلمان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عْلَى المغتسل مدها وهاجت بيه لحزان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وحلّت عليه امن المصاب الوان و الوان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F44964" w:rsidP="00F86163">
            <w:pPr>
              <w:pStyle w:val="libPoem"/>
            </w:pPr>
            <w:r>
              <w:rPr>
                <w:rtl/>
              </w:rPr>
              <w:t>عاين متنها وضلعها وكل الذي صار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ياساعة التّوديع من خرّوا السّبطين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اعلى اليمين الحسن وعْلَى اشمالها حسين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مدّت ايديها وللصّدر ضمّت الاثنين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وناداه المنادي يحيدر نح الاطهار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لَملاك بالعالم العلوي ضجّت ابنوح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من نحبة المسموم و اتحسِّر المذبوح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نحّى اليتامى المرتضى والقلب مقروح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وبليل وارى أم الأيمّه حامي الجار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بالليل واراها واخذ ينحب عليها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 الارض خاطبها و دموعه اتسيل بيها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يالرّوضه هذي بضعة الهادي احفظيها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ورد اليتاماها يلمهم داخل الدّار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وجتّه الجماعه امْن الصبّح تطلب دفنها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قال ادفنتها البارحه و الأمر منها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منكم غصصها وجور دنياها ومحنها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قالوا له ننبشها ومد إيده للفقار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قلهم وحق المصطفى كلكم تسمعون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 تدرون انا حيدر علي هزّاز لحصون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لقبور هالخمسه إذا واحد تدانون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منكم فلا يضل وانا بوالحسنين ديّار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الله يفارس كونها ومرْدي عَمرها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سيفك تسلّه جان أحد يدنى قبرها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91" w:rsidTr="00571E9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وتنخاك يابوحسين والباب بصدرها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1E91" w:rsidRDefault="00703442" w:rsidP="00F86163">
            <w:pPr>
              <w:pStyle w:val="libPoem"/>
            </w:pPr>
            <w:r>
              <w:rPr>
                <w:rtl/>
              </w:rPr>
              <w:t>ماجاوبتها وبالثّدي ناشب المسمار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571E91" w:rsidTr="00E5385E">
        <w:trPr>
          <w:trHeight w:val="350"/>
        </w:trPr>
        <w:tc>
          <w:tcPr>
            <w:tcW w:w="4219" w:type="dxa"/>
            <w:shd w:val="clear" w:color="auto" w:fill="auto"/>
          </w:tcPr>
          <w:p w:rsidR="00571E91" w:rsidRDefault="00896867" w:rsidP="00F86163">
            <w:pPr>
              <w:pStyle w:val="libPoem"/>
            </w:pPr>
            <w:r>
              <w:rPr>
                <w:rtl/>
              </w:rPr>
              <w:t>أنظم يَزهرا وانثر المدمع واسيله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571E91" w:rsidRDefault="00571E9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571E91" w:rsidRDefault="00896867" w:rsidP="00F86163">
            <w:pPr>
              <w:pStyle w:val="libPoem"/>
            </w:pPr>
            <w:r>
              <w:rPr>
                <w:rtl/>
              </w:rPr>
              <w:t>و الغيركم ما قدِّم امرادي و اسيله</w:t>
            </w:r>
            <w:r w:rsidR="00571E9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385E" w:rsidTr="00E5385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5385E" w:rsidRDefault="00E5385E" w:rsidP="00F86163">
            <w:pPr>
              <w:pStyle w:val="libPoem"/>
            </w:pPr>
            <w:r>
              <w:rPr>
                <w:rtl/>
              </w:rPr>
              <w:t>طالب من الباري و أريدنج وسيله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5385E" w:rsidRDefault="00E5385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5385E" w:rsidRDefault="00E5385E" w:rsidP="00F86163">
            <w:pPr>
              <w:pStyle w:val="libPoem"/>
            </w:pPr>
            <w:r>
              <w:rPr>
                <w:rtl/>
              </w:rPr>
              <w:t>قوّه ومدد واتخلّص الخادم من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71E91" w:rsidRDefault="00571E9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أميرالمؤمنين</w:t>
      </w:r>
      <w:r w:rsidR="00E33040">
        <w:rPr>
          <w:rtl/>
        </w:rPr>
        <w:t xml:space="preserve"> </w:t>
      </w:r>
      <w:r>
        <w:rPr>
          <w:rtl/>
        </w:rPr>
        <w:t>على قبر النبي (ص)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85AD8" w:rsidTr="000E1BBA">
        <w:trPr>
          <w:trHeight w:val="350"/>
        </w:trPr>
        <w:tc>
          <w:tcPr>
            <w:tcW w:w="3920" w:type="dxa"/>
            <w:shd w:val="clear" w:color="auto" w:fill="auto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حيدر على قبر النّبي ينادي يمختار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هذي الوديعه مادريت بحالها اشصار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وصّيتني وانا اصبرت واستهضموني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 الزمت بيتي يارسول الله و لفوني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 ذيج الوديعه روّعوها و لبّبوني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وانا وحيد ولاشفت لي منهم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يا سيّد الكون الوصيّه مارعوها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وهجموا الدّار اعلى البتوله و روّعوها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طلعت تدافعهم و بالباب اعْصروها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وانكسرت الأضلاع منها وصار ماصار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عاشت عقب فرقاك مهضومه وذليله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 من كثر تلويع الرّجس صارت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شَحجي شَعدّد من مصايبها الجليله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وكلما شفت هالحال قلبي يلتهب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كل الذي جاري عليها وعيني 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لاجلَّت ازنودي ولا بقلبي دخل 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شْبيدي وانا بقيد الوصيّه صرت مجتوف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هبّطت راسي طوع لك واغْمدت لفقار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واعظم عليّه يوم بالحجره لفتني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تقول إننّهب منّي فدك واسود متني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ظلّت تنوح ومن بجاها ذوّبتني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لولا الوصيّه والقضا صارت لها 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لولا الوصيّه والقضا صارت لها 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وخلّيت ببيوت المدينه ينعب البوم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وخلّيت طير الموت مابين الملا يحوم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لكن أنا اشبيدي الأمر لله الجبار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سلّمت لله وكسروا ضلوع الوديعه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وضعنا عقب عينك يبو ابراهيم 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جاروا علينا وضيّقوا بينا الوسيعه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485AD8" w:rsidP="00F86163">
            <w:pPr>
              <w:pStyle w:val="libPoem"/>
            </w:pPr>
            <w:r>
              <w:rPr>
                <w:rtl/>
              </w:rPr>
              <w:t>بس غبت عنّا الكل علينا اتجسّر وجار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3" w:name="_Toc21389968"/>
      <w:r>
        <w:rPr>
          <w:rtl/>
        </w:rPr>
        <w:t>{ في رثاء مولى الموحدين وأمير المؤمنين (ص) }</w:t>
      </w:r>
      <w:bookmarkEnd w:id="3"/>
    </w:p>
    <w:p w:rsidR="00C231C3" w:rsidRDefault="00C231C3" w:rsidP="00F86163">
      <w:pPr>
        <w:pStyle w:val="libCenterBold1"/>
      </w:pPr>
      <w:r>
        <w:rPr>
          <w:rtl/>
        </w:rPr>
        <w:t>أحواله ليلة التاسع عشر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85AD8" w:rsidTr="000E1BBA">
        <w:trPr>
          <w:trHeight w:val="350"/>
        </w:trPr>
        <w:tc>
          <w:tcPr>
            <w:tcW w:w="3920" w:type="dxa"/>
            <w:shd w:val="clear" w:color="auto" w:fill="auto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والله عجايب خارجيّه وضنوة اشرار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لكن مهرها ماجرى مثله ولا صار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بس مانظر يمها و صد الها ابعينه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و اقبل عليه ابن اللعين وباع دينه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قلها اخبريني ابمهرج اللّي تطلبينه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لازم مرامج تبلغينه وين ماصار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لبست حليها والحلل وارخت شعرها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واتبخترت يمّه وضمّته الصدرها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rPr>
          <w:trHeight w:val="350"/>
        </w:trPr>
        <w:tc>
          <w:tcPr>
            <w:tcW w:w="3920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اتقلّه طلبتي بالخلق محّد قدرها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انجان تقدر من علي تاخذ لي الثار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AD8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قلها دطلبي غير حيدر قالت امحال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AD8" w:rsidRDefault="00485A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AD8" w:rsidRDefault="003D4324" w:rsidP="00F86163">
            <w:pPr>
              <w:pStyle w:val="libPoem"/>
            </w:pPr>
            <w:r>
              <w:rPr>
                <w:rtl/>
              </w:rPr>
              <w:t>لازم أجاهد في هلاكه وابذل المال</w:t>
            </w:r>
            <w:r w:rsidR="00485A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71E91" w:rsidRDefault="00571E9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E0144" w:rsidTr="00CE0144">
        <w:trPr>
          <w:trHeight w:val="350"/>
        </w:trPr>
        <w:tc>
          <w:tcPr>
            <w:tcW w:w="4219" w:type="dxa"/>
            <w:shd w:val="clear" w:color="auto" w:fill="auto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قصدي أشتت هَلَولاد ايمين و اشمال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أفنى هلي وخلّى بقلبي تشعل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اتحيّر و قلها ما سمعنا ابكل لدهور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يقطام مهرج ماجرى مثله بلمهور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لكن لخلّي بيرق الاسلام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ليلة تسعتَعْشَر أعفّر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ليلة القشره من لفت حيدر بقى يدور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 يعاين انجوم السّما و الدّمع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ويقلّب الطرفه وبناته تنوح بالدّور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مستوحش العالم على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ام كلثوم طلعت تسحب اذيال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 تصيح ياناصر الهادي ياحبيبه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الليله يبويه حالتك والله عجيبه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ماغمّضت عينك واشوفك عندك افكار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قلها يبنتي العمر قوَّض والأجل 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محّد يفر امن المقدّر و الذي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يحفظكم الله امن التّشتت يال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صاحت يَبويه ذوّبت قلبي ابهلَخبار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يابوي ما نقدر على هضم وفجايع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اتروح وين و تترك الإسلام ضايع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اقعد ابّيتك والحسن يطلع الجامع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مكفي البلا يَمزيل حيرة كل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خوفي يبو الحسنين يتنكّس لوانا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وخوفي يْتهدّم سورنا ويهتك حمانا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خوفي يغيلونك و تتشمّت عدانا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لاقاله الله من جمالك تختلي الدار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ردها وطلع والدّمع يجري فوق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ايقلها حبيبي المصطفى صادق ابوعده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وانحل يويلي ميزره واوقف يشدّه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ونادت على اخوتها ودمع العين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نادت حسن يحسين 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عبّاس ياجعفر دقوموا بالسّويّه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دركوا أبوكم و الذي عشتوا ابفيّه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ليروح غيله ياحسن يانسل الاطهار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قام الحسن من مضجعه والدّمع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ايقلّه يبويه الليله المسجد أنا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قلّه يَبويه هالامر مكتوب باللوح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درجع يَنور العين يامهجة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رد الحسن للدّار يصفج راح ابراح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ويصيح ياوسفه على عزّ قضى وراح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0144" w:rsidTr="00CE014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صيوان عالي للهواشم قوّض وطاح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E0144" w:rsidRDefault="00CE014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E0144" w:rsidRDefault="00CE0144" w:rsidP="00F86163">
            <w:pPr>
              <w:pStyle w:val="libPoem"/>
            </w:pPr>
            <w:r>
              <w:rPr>
                <w:rtl/>
              </w:rPr>
              <w:t>و الكافي الله امن الدّهر ياخلق لو 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ضربته</w:t>
      </w:r>
      <w:r w:rsidR="00E33040">
        <w:rPr>
          <w:rtl/>
        </w:rPr>
        <w:t xml:space="preserve"> </w:t>
      </w:r>
      <w:r w:rsidR="00571E91">
        <w:rPr>
          <w:rtl/>
        </w:rPr>
        <w:t>و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D763F" w:rsidTr="000E1BBA">
        <w:trPr>
          <w:trHeight w:val="350"/>
        </w:trPr>
        <w:tc>
          <w:tcPr>
            <w:tcW w:w="3920" w:type="dxa"/>
            <w:shd w:val="clear" w:color="auto" w:fill="auto"/>
          </w:tcPr>
          <w:p w:rsidR="000D763F" w:rsidRDefault="00544C8B" w:rsidP="00F86163">
            <w:pPr>
              <w:pStyle w:val="libPoem"/>
            </w:pPr>
            <w:r>
              <w:rPr>
                <w:rtl/>
              </w:rPr>
              <w:t>غاله الطّاغي بسجدته انشلّت يمينه</w:t>
            </w:r>
            <w:r w:rsidR="000D76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763F" w:rsidRDefault="000D76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763F" w:rsidRDefault="00544C8B" w:rsidP="00F86163">
            <w:pPr>
              <w:pStyle w:val="libPoem"/>
            </w:pPr>
            <w:r>
              <w:rPr>
                <w:rtl/>
              </w:rPr>
              <w:t>طرّت الهامه و وصْلت الجبهة الجبينه</w:t>
            </w:r>
            <w:r w:rsidR="000D76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763F" w:rsidTr="000E1BBA">
        <w:trPr>
          <w:trHeight w:val="350"/>
        </w:trPr>
        <w:tc>
          <w:tcPr>
            <w:tcW w:w="3920" w:type="dxa"/>
          </w:tcPr>
          <w:p w:rsidR="000D763F" w:rsidRDefault="00544C8B" w:rsidP="00F86163">
            <w:pPr>
              <w:pStyle w:val="libPoem"/>
            </w:pPr>
            <w:r>
              <w:rPr>
                <w:rtl/>
              </w:rPr>
              <w:t>بالفوز معلن صاح و اتغرّق امص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ه</w:t>
            </w:r>
            <w:r w:rsidR="000D76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D763F" w:rsidRDefault="000D76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D763F" w:rsidRDefault="00544C8B" w:rsidP="00F86163">
            <w:pPr>
              <w:pStyle w:val="libPoem"/>
            </w:pPr>
            <w:r>
              <w:rPr>
                <w:rtl/>
              </w:rPr>
              <w:t>و حوله على ذيج الكريمه اتفايض ادماه</w:t>
            </w:r>
            <w:r w:rsidR="000D76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71E91" w:rsidRDefault="00571E9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C7321" w:rsidTr="000E1BBA">
        <w:trPr>
          <w:trHeight w:val="350"/>
        </w:trPr>
        <w:tc>
          <w:tcPr>
            <w:tcW w:w="3920" w:type="dxa"/>
            <w:shd w:val="clear" w:color="auto" w:fill="auto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ومدّة حياته بو الحسن مالفظ بالآه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يحمد الباري ويشكره ماهو بونينه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rPr>
          <w:trHeight w:val="350"/>
        </w:trPr>
        <w:tc>
          <w:tcPr>
            <w:tcW w:w="3920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مولود بالكعبه وهذا الخبر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9A695A" w:rsidP="00F86163">
            <w:pPr>
              <w:pStyle w:val="libPoem"/>
            </w:pPr>
            <w:r>
              <w:rPr>
                <w:rtl/>
              </w:rPr>
              <w:t>وعقد الزّواج محقّق ا</w:t>
            </w:r>
            <w:r w:rsidR="009C7321">
              <w:rPr>
                <w:rtl/>
              </w:rPr>
              <w:t>بيته المعمور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rPr>
          <w:trHeight w:val="350"/>
        </w:trPr>
        <w:tc>
          <w:tcPr>
            <w:tcW w:w="3920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والخاتمه بمسجد الكوفه الرّاس مطرور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ويلاه من طلعوا اولاده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rPr>
          <w:trHeight w:val="350"/>
        </w:trPr>
        <w:tc>
          <w:tcPr>
            <w:tcW w:w="3920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جبريل يعلن بالنّواعي ابذات لبروج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ومثل السّفينه الارض ترجف والسّما تموج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rPr>
          <w:trHeight w:val="350"/>
        </w:trPr>
        <w:tc>
          <w:tcPr>
            <w:tcW w:w="3920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تعلّت الضجّه وبالخلايق ضاقت افجوج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وزينب تنادي يخوتي الكرّار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عندي أبويه الليل كلّه يضرب افكار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9C7321" w:rsidP="00F86163">
            <w:pPr>
              <w:pStyle w:val="libPoem"/>
            </w:pPr>
            <w:r>
              <w:rPr>
                <w:rtl/>
              </w:rPr>
              <w:t>صلّى صلاة الليل عندي وطلع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ماتخبروني اشصاير بحيدر الكرّار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قالوا يحورا انصاب بالمحراب ابونا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ليث الحرايب وصّلوه الوسط داره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 من نزف دمّه اتغيّرت شعّة انواره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شدّوا الرّاس ابميزره و زاد اصفراره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وجابو الطّبيب وعاينه وهملت عيونه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عاين الضّربه وقال ياشمس المضيّه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حان الأجل قدِّم يبوحسين الوصيّه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وصلت دماغك ضربته نسل الدعيّه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مثلك يليث الغاب من يدنى العرينه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ويلاه من بيّن فجر ليلة العشرين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وبطّل عمت عيني ونينه وفتّح العين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وقال اطلعت يافجر يوم ونام ابوحسين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 انتحبت اولاده عن اشماله و يمينه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وليلة القدر الثّانيه غابت انواره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أوصى بليله يدفنونه وخلت داره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7321" w:rsidTr="000E1BB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اتلقّاه ابو ابراهيم و الباري اختاره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7321" w:rsidRDefault="009C73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7321" w:rsidRDefault="007053FD" w:rsidP="00F86163">
            <w:pPr>
              <w:pStyle w:val="libPoem"/>
            </w:pPr>
            <w:r>
              <w:rPr>
                <w:rtl/>
              </w:rPr>
              <w:t>وقاموا بجهازه بالبجا وضجّت بنينه</w:t>
            </w:r>
            <w:r w:rsidR="009C732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E33040" w:rsidRDefault="00C231C3" w:rsidP="00F86163">
      <w:pPr>
        <w:pStyle w:val="libCenterBold1"/>
      </w:pPr>
      <w:r>
        <w:rPr>
          <w:rtl/>
        </w:rPr>
        <w:t>الحسن عند مصرعه وحمله إلى داره</w:t>
      </w:r>
      <w:r w:rsidR="00E33040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2443C6" w:rsidTr="002443C6">
        <w:trPr>
          <w:trHeight w:val="350"/>
        </w:trPr>
        <w:tc>
          <w:tcPr>
            <w:tcW w:w="4219" w:type="dxa"/>
            <w:shd w:val="clear" w:color="auto" w:fill="auto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هالضّربة القشره يبويه امنين حلّت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بعدك يداحي الباب شوكتنا افتلّت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هالضّربة اللّي هدّت اركان لمسلمين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هلّي فعلها راح ياباب العلم وين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من جسر يالاهوتها الأعظم يبوحسين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بطّل ونينك يالولي قلبي تفتّت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بطّل ونينه و الدّمع هل او تحدّر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صابغ ابدم الرّاس و ينادي يَشّبر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هذا الذي مكتوب لي من عالم الذّر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من عالم التّكوين هالطّبره انكتبت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آنا الذي ماهاب من خيل ولا رجال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ولاهاب من خوض المنايا وخوض لهوال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لو حوربت بالكون بيه يحل زلزال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قلبي فلا تروّع ولا الزّندين جلَّت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إسمي أنا معروف بالشدّات لصعاب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 ابوك تدري ما يهمّه ابراسه اصواب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واشوف يبني طحت من ضربة المحراب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مقدر أحاجيكم ترى ادمومي انّزفت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صلّيت أنا بصفّين في حومة الميدان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وشقّيت لجّه من النّبل والبيض والزّان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 لاسطى ابهالجسد بتّار و لا سنان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وطبرة الطّاغي شقّت الهامه ونزلت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اصفرّت الوانه وسال دمعه وضل ينادي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لا تهيّجوني بالصّوايح ياولادي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سكتوا ترى نزف الدّما فتّت افّادي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شالوه فوق الرّاس والضجّه ارتفعت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و زينب اتنادي هالذي محمول من وين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بالله اخبروني ياخواني حسن وحسين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قالوا لها يمخدّره سيّد الكونين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صرخت وصفقت بيدها وبالحال خرّت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حنّت ودمع العين فوق الخد همّال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إطلعت سالم و ارجعت ليّه ابهَالحال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2443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محمول يا بوحسين فوق اجتاف لرجال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معلوم من بعدك بني عدنان ذلّت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عهده و وصاياه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43C6" w:rsidTr="000E1BBA">
        <w:trPr>
          <w:trHeight w:val="350"/>
        </w:trPr>
        <w:tc>
          <w:tcPr>
            <w:tcW w:w="3920" w:type="dxa"/>
            <w:shd w:val="clear" w:color="auto" w:fill="auto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ظلّت بنات المرتضى كلهم ينوحون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يقولون ابونا ياحسن متغيّر اللون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0E1BBA">
        <w:trPr>
          <w:trHeight w:val="350"/>
        </w:trPr>
        <w:tc>
          <w:tcPr>
            <w:tcW w:w="3920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اتحرّك يَويلي المرتضى وبطّل ونينه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اتحسّر على اولاده و صد الهم بعينه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0E1BBA">
        <w:trPr>
          <w:trHeight w:val="350"/>
        </w:trPr>
        <w:tc>
          <w:tcPr>
            <w:tcW w:w="3920" w:type="dxa"/>
          </w:tcPr>
          <w:p w:rsidR="002443C6" w:rsidRDefault="000E1BBA" w:rsidP="00F86163">
            <w:pPr>
              <w:pStyle w:val="libPoem"/>
            </w:pPr>
            <w:r>
              <w:rPr>
                <w:rtl/>
              </w:rPr>
              <w:t>قلهم كلامي يا ولادي تسمعونه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43C6" w:rsidRDefault="00824BFB" w:rsidP="00F86163">
            <w:pPr>
              <w:pStyle w:val="libPoem"/>
            </w:pPr>
            <w:r>
              <w:rPr>
                <w:rtl/>
              </w:rPr>
              <w:t>لازم حسن وحسين من بعدي تطيعون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0E1BBA">
        <w:trPr>
          <w:trHeight w:val="350"/>
        </w:trPr>
        <w:tc>
          <w:tcPr>
            <w:tcW w:w="3920" w:type="dxa"/>
          </w:tcPr>
          <w:p w:rsidR="002443C6" w:rsidRDefault="00824BFB" w:rsidP="00F86163">
            <w:pPr>
              <w:pStyle w:val="libPoem"/>
            </w:pPr>
            <w:r>
              <w:rPr>
                <w:rtl/>
              </w:rPr>
              <w:t>جنّي بشبلي الحسن فوق التّرب نايم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43C6" w:rsidRDefault="00824BFB" w:rsidP="00F86163">
            <w:pPr>
              <w:pStyle w:val="libPoem"/>
            </w:pPr>
            <w:r>
              <w:rPr>
                <w:rtl/>
              </w:rPr>
              <w:t>بالسّم جبده مقطّعه وحوله الهواشم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43C6" w:rsidTr="000E1BBA">
        <w:trPr>
          <w:trHeight w:val="350"/>
        </w:trPr>
        <w:tc>
          <w:tcPr>
            <w:tcW w:w="3920" w:type="dxa"/>
          </w:tcPr>
          <w:p w:rsidR="002443C6" w:rsidRDefault="00824BFB" w:rsidP="00F86163">
            <w:pPr>
              <w:pStyle w:val="libPoem"/>
            </w:pPr>
            <w:r>
              <w:rPr>
                <w:rtl/>
              </w:rPr>
              <w:t>والكل ذابت مهجته والدّمع ساجم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43C6" w:rsidRDefault="002443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43C6" w:rsidRDefault="00824BFB" w:rsidP="00F86163">
            <w:pPr>
              <w:pStyle w:val="libPoem"/>
            </w:pPr>
            <w:r>
              <w:rPr>
                <w:rtl/>
              </w:rPr>
              <w:t>والحسن يتقلّب واخوه حسين محزون</w:t>
            </w:r>
            <w:r w:rsidR="002443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43C6" w:rsidRDefault="002443C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F2763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وامّا المصيبه اللّي اتزلزل هالوطيّه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امصيبة عزيزي حسين برض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جنّي أشوفه عْلى الثّرى نايم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من حوله الشبّان بالغبره يونّون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و زينب انفجعت حين سمعت هالوصيّه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وصاحت أجل يا بوي من وصّيت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بانت يحيدر أوّل الذّله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ياليت بعدك هالحراير لا يضيعون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اتحسّر يويلي صاحب النّفس العطوفه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وصد ونده زينب وعبراته 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جنّي أشوفج حايره ابوسطة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4F2763" w:rsidP="00F86163">
            <w:pPr>
              <w:pStyle w:val="libPoem"/>
            </w:pPr>
            <w:r>
              <w:rPr>
                <w:rtl/>
              </w:rPr>
              <w:t>ويّا يتامى عْلى الهزل كلهم ينوحون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603F45" w:rsidP="00F86163">
            <w:pPr>
              <w:pStyle w:val="libPoem"/>
            </w:pPr>
            <w:r>
              <w:rPr>
                <w:rtl/>
              </w:rPr>
              <w:t>هلّت دمعها ونادته والقلب ذايب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603F45" w:rsidP="00F86163">
            <w:pPr>
              <w:pStyle w:val="libPoem"/>
            </w:pPr>
            <w:r>
              <w:rPr>
                <w:rtl/>
              </w:rPr>
              <w:t>بيّه توصي لو اتبشّرني ابمصايب</w:t>
            </w:r>
            <w:r w:rsidR="00EA6A8C">
              <w:rPr>
                <w:rFonts w:hint="cs"/>
                <w:rtl/>
              </w:rPr>
              <w:t>=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603F45" w:rsidP="00F86163">
            <w:pPr>
              <w:pStyle w:val="libPoem"/>
            </w:pPr>
            <w:r>
              <w:rPr>
                <w:rtl/>
              </w:rPr>
              <w:t>بعدك يبويه يساعد الله عْلَى النّوايب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603F45" w:rsidP="00F86163">
            <w:pPr>
              <w:pStyle w:val="libPoem"/>
            </w:pPr>
            <w:r>
              <w:rPr>
                <w:rtl/>
              </w:rPr>
              <w:t>ياليت مَتقَضّت ايّامك يا ضِيا الكون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A60698" w:rsidP="00F86163">
      <w:pPr>
        <w:pStyle w:val="libCenterBold1"/>
      </w:pPr>
      <w:r>
        <w:rPr>
          <w:rtl/>
        </w:rPr>
        <w:t>كلامه مع 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F2763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أوصيج يازينب ونفذي هالوصيّه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كفلي يتامى حسين برض الغاضريّه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قالت يبويه هالمصيبه اللّي تجينا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من عقب عينك ياحمانا و ياولينا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قلّي يبويه ياعلي اشيجري علينا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EA6A8C" w:rsidP="00F86163">
            <w:pPr>
              <w:pStyle w:val="libPoem"/>
            </w:pPr>
            <w:r>
              <w:rPr>
                <w:rtl/>
              </w:rPr>
              <w:t>قلها مصايب تفجع العالم سويّه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الله يما اجسادٍ على الرّمضا طريحه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وياما دمومٍ من بني هاشم سفوحه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rPr>
          <w:trHeight w:val="350"/>
        </w:trPr>
        <w:tc>
          <w:tcPr>
            <w:tcW w:w="3920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وياما شباب عْلَى الثّرى يعالج بروحه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وفي كربلا تبقى مضاربهم خليّه=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و اعظم عليّه مصيبةٍ تحني الأضلاع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E7AFA" w:rsidP="00F86163">
            <w:pPr>
              <w:pStyle w:val="libPoem"/>
            </w:pPr>
            <w:r>
              <w:rPr>
                <w:rtl/>
              </w:rPr>
              <w:t>ادخولج يَزينب مجلس الطّاغي بلاقناع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C1247B" w:rsidP="00F86163">
            <w:pPr>
              <w:pStyle w:val="libPoem"/>
            </w:pPr>
            <w:r>
              <w:rPr>
                <w:rtl/>
              </w:rPr>
              <w:t>مقدر أخبّركم و هذي ساعة انزاع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C1247B" w:rsidP="00F86163">
            <w:pPr>
              <w:pStyle w:val="libPoem"/>
            </w:pPr>
            <w:r>
              <w:rPr>
                <w:rtl/>
              </w:rPr>
              <w:t>صاحت يبويه امن الذي وصّيت بيّه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قلها من اخوانج و تختارين لاباس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كلها صناديد و شفايه ترفع الرّاس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هذا الحسن وحسين ومحمّد وعبّاس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و جعفر و كلهم مايهابون المنيّه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قالت اريد امن اخوتي اللّي يخدموني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أما الحسن و حسين تخدمهم اعيوني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اخواني كلها ابطال جان اتخيّروني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كافل أختار البطل عبّاس الشفيّه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نادى عليه ودم دمع عينه يذيعه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عبّاس هذي اختك ترى عندك وديعه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قلّه أنا أعظم من احصون المنيعه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مادام راسي سالم و سيفي بديّه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مادام راسي سالم و سالم لج حسين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أضمن يَزينب بالمعزّه ماتذلّين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276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ولو طاح جسمي عْلى الثّرى لازم تعذرين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2763" w:rsidRDefault="004F27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2763" w:rsidRDefault="00DA0BFB" w:rsidP="00F86163">
            <w:pPr>
              <w:pStyle w:val="libPoem"/>
            </w:pPr>
            <w:r>
              <w:rPr>
                <w:rtl/>
              </w:rPr>
              <w:t>من عقب حز الرّاس لا لومٍ عليّه</w:t>
            </w:r>
            <w:r w:rsidR="004F27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43C6" w:rsidRDefault="002443C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حال</w:t>
      </w:r>
      <w:r w:rsidR="00E33040">
        <w:rPr>
          <w:rtl/>
        </w:rPr>
        <w:t xml:space="preserve"> </w:t>
      </w:r>
      <w:r>
        <w:rPr>
          <w:rtl/>
        </w:rPr>
        <w:t>الحوراء 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E24AB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2E24AB" w:rsidRDefault="002E24AB" w:rsidP="00F86163">
            <w:pPr>
              <w:pStyle w:val="libPoem"/>
            </w:pPr>
            <w:r>
              <w:rPr>
                <w:rtl/>
              </w:rPr>
              <w:t>نزلة الكوفه ياعلي قشره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E24AB" w:rsidRDefault="002E24AB" w:rsidP="00F86163">
            <w:pPr>
              <w:pStyle w:val="libPoem"/>
            </w:pPr>
            <w:r>
              <w:rPr>
                <w:rtl/>
              </w:rPr>
              <w:t>نطلب من الله تطيب وتردنا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قشره علينه نزلة الكوفه يبو حسين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فالك عسى فال السّلامه ياضيا العين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قلها الحسن يختي السّلامه للأبو منين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ما تنظرين السّيف شق غرّة جبينه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ماظنّتي من طبرته حامي الحمى يقوم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هذا الطّبيب يقول سيف الرّجس مسموم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مقزِّر أبونا حسبته يومٍ بعد يوم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لونه تغيّر وانتحل ما تنظرينه=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قالت يَعقلي نطلب امن الله السّلامه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و يقوم ابو الحسنين و يتمّم اصيامه=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ونعيّد ابزينه و لا انعيّد يتامى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960620" w:rsidP="00F86163">
            <w:pPr>
              <w:pStyle w:val="libPoem"/>
            </w:pPr>
            <w:r>
              <w:rPr>
                <w:rtl/>
              </w:rPr>
              <w:t>قلها يَثكلى العيد لا تتذكّرينه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يختي يَزينب جان عيد اتعيّد الشّام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جان الخبر وصّل يصير أبرك الأيام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و احنا بعد ليله و يوم ونصبح ايتام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عند الفجر كهف الأرامل تفقدينه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صاحت عسى بعيد البلا يا قرة العين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بالموت لا تفاول على عز المسلمين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اسم الله علىكهف الأرامل والمساكين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لا قاله الله يا حسن نفقد ولينه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فتح عيونه المرتضى والدّمع يجري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وقلها يزينب بالنّجف محفور قبري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قالت يبو الحسنين بعدك جيف صبري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C714FF" w:rsidP="00F86163">
            <w:pPr>
              <w:pStyle w:val="libPoem"/>
            </w:pPr>
            <w:r>
              <w:rPr>
                <w:rtl/>
              </w:rPr>
              <w:t>يا بوي جيف ارجع بليّاك المدينه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تجهيزه</w:t>
      </w:r>
      <w:r w:rsidR="00E33040">
        <w:rPr>
          <w:rtl/>
        </w:rPr>
        <w:t xml:space="preserve"> </w:t>
      </w:r>
      <w:r w:rsidR="00A60698">
        <w:rPr>
          <w:rtl/>
        </w:rPr>
        <w:t>و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E24AB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مات الوصي ونهضوا اولاده يجهزّونه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موصي عليهم وسط بيته يغسّلونه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اختصّوا بتغسيل المطهّر حسن وحسين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وضافوا على امياه الثلاثه امدامع العين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يتقلّب اعلَى المغتسل مابين لثنين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و بخمسة الاثواب أوصى يجفّنونه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امنجّي سفينة نوح حطّوه ابسريره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وشالوه حسن وحسين بدموعٍ غزيره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تتخضّع الجدران لَنواره المنيره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مرفوع لمقدّم و ساروا يتبعونه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طلعت الحورا تنتحب والقلب مرتاع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بوداعة الله اتصيح ياحصني يَمنّاع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سلَّم على الهادي ومكسورة الاضلاع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ريضوا اشويّه بالنّعش ياشايلينه=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وَسْفَه و ألف ياحيف ياهزّاز لحصون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يمذلل الشّجعان من يتعمّر الكون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24A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ساجد الربّك غالك الغادر الملعون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24AB" w:rsidRDefault="002E24A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24AB" w:rsidRDefault="00FB347D" w:rsidP="00F86163">
            <w:pPr>
              <w:pStyle w:val="libPoem"/>
            </w:pPr>
            <w:r>
              <w:rPr>
                <w:rtl/>
              </w:rPr>
              <w:t>أحزن عليك المصطفى وامّي الحزينه</w:t>
            </w:r>
            <w:r w:rsidR="002E24A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43C6" w:rsidRDefault="002443C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A7EE3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جيف البصر يا والد الغر الاماجيد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لو هيأوا المنبر يَبويه الخطبة العيد=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من يبتسم ثغره وياهو يلبس جديد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مَتشوف غير اليصفج اشماله 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ياياب طلاب العلم واهل الفضايل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لو قصدوا الباب العلم والكل يسايل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يَولاد حيدر وين ح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ل المشاكل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حاوي علوم المصطفى باب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ينشعب قلبي و مهجتي تتواقد ابنار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لو اسمعت لاجي يصيح ياحيدر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لو لاحظت عيني يبويه بعدك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ومنها يسور المنع نورك فاقدينه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باجر يبويه ايصير بَرض الشّام 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واحنا صباح العيد عدنا يصير حزنين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منّك نشوفه خالي المسجد يبو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هاي المنابر والخطيب اليوم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زينب له عند تجهيزه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A7EE3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شافت ابوها وبالدموع انفجرت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صاحت عسى بعيد البلا مسجّى يبوحسين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ياحسن شيل اعمامته و هَلجرح شدّوه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وبهداي فوق المغتسل يحسين مدّوه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وهذا يَبعد اهلي القطن للجرح خلّوه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بِلهون قلّب والدي وشدّ الجرح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لايفيض دمّه على الوجه يابن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خوفي يخويه تخضّب الشّيبه البهيّه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لو ترخصوني جان أقلبنّه بديّه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واغسل يخويه طبرته بمدامع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كهفٍ منيع وحصن عالي وحيف مادام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امظلّل علينا و انهدم من جور الايّام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ضاعت عقب عينه حريم وضاعت 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مثله يخويه ينوجد في العالم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شقّت الجيب و لطمت الهامه و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تندب يداحي الباب يا صفوة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7EE3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ذوّبتني عْلى المغتسل يا بوي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7EE3" w:rsidRDefault="007A7EE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7EE3" w:rsidRDefault="007A7EE3" w:rsidP="00F86163">
            <w:pPr>
              <w:pStyle w:val="libPoem"/>
            </w:pPr>
            <w:r>
              <w:rPr>
                <w:rtl/>
              </w:rPr>
              <w:t>معلوم من بعدك يبويه اتيتّم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زينب له عند تشييعه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E5B62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ريضوا بنعش المرتضى ركن العرش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من شال ابو الحسنين ويّاه المجد 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ردّوا نعش حيدر إلى المنزل اشويّه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بتودّعه زينب و كلثوم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فراقك يبويه أعظم الفرقه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خلّى الدّمع يجري دما وبالقلب ولوال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قلها المشكّر بو الفضل عبّاس يختي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لا ينسمع صوتج ترى قلبي شعبتي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آنا كفيلج من بعد حيدر دسكتي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ما دام انا موجود ما ينضام لج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لكن يزينب لو نزلنا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E5B62" w:rsidP="00F86163">
            <w:pPr>
              <w:pStyle w:val="libPoem"/>
            </w:pPr>
            <w:r>
              <w:rPr>
                <w:rtl/>
              </w:rPr>
              <w:t>عذري كفيلج من تشوفينه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صاحت تهيجني رزيّه عْلَى رزيّه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قلبي امفتّت لا تذكّرني ابهَلحوال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والله اشعبت قلبي ابذكرك ذاك لمصاب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و اشغلت بالي عن مصيبة داحي الباب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اسم الله على زنودك وراسك يبن لطياب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ريّض يخويه ابنعش ابونا سور لعيال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ردّوا النّعش ليّه وخلوني أنظره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أسفر عن اجفانه و احبنّه ابصدره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قلها وعبراته على الخدّين تجرى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هيهات يازينب يرد عنّج علي انشال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لَملاك شالوا امقدّمه و شلنا المؤخّر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006BA9" w:rsidP="00F86163">
            <w:pPr>
              <w:pStyle w:val="libPoem"/>
            </w:pPr>
            <w:r>
              <w:rPr>
                <w:rtl/>
              </w:rPr>
              <w:t>ردّي الخدرج وايّسي ميعود حيدر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نادت ابعالي صوتها الله واكبر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والله فجيعه ماجرت في أوّل وتال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قلها الحسن ردّي الخدرج يامصونه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من طلعتج يختي نسينا امصاب ابونا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لا ترفعي صوتج ترى يصعب علينا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E71798" w:rsidP="00F86163">
            <w:pPr>
              <w:pStyle w:val="libPoem"/>
            </w:pPr>
            <w:r>
              <w:rPr>
                <w:rtl/>
              </w:rPr>
              <w:t>و احنا فلا نرضى تعاين شخصج ارجال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لسان</w:t>
      </w:r>
      <w:r w:rsidR="00E33040">
        <w:rPr>
          <w:rtl/>
        </w:rPr>
        <w:t xml:space="preserve"> </w:t>
      </w:r>
      <w:r>
        <w:rPr>
          <w:rtl/>
        </w:rPr>
        <w:t>حالها بعد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E5B62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جيف البصر مظلم علينا البيت يحسين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صاير اوحش من عقب عز الهاشميّين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وين التّلاوه و وين ذاك النّور لَزهر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يستَر قلبي لو سَمعت آبوي كبّر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واعظم عليّه صرخة الحورا يحيدر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يابوي ضيّعت الارامل والمساكين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يحسين راح اللّي يزيل الضّيم عنّا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يزيح الهضم عنا يخويه لو انهضمنا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أقفى الدّهر من فات داحي الباب عنّا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وراح السّرور وشِمتت اعلينا الملاعين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باجر شماته اتصير بَرض الشّام و سرور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وياما علم في بيت ابو سفيان منشور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واحنا علمنا ياعزيزي صبح مكسور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بس ماسمع منّه انتحب واتزفّر حسين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B62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قلّه يخويه البيت مستوحش علينا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5B62" w:rsidRDefault="007E5B6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5B62" w:rsidRDefault="007D6427" w:rsidP="00F86163">
            <w:pPr>
              <w:pStyle w:val="libPoem"/>
            </w:pPr>
            <w:r>
              <w:rPr>
                <w:rtl/>
              </w:rPr>
              <w:t>لنّه بحيدر نوبةٍ وحده اندهينه</w:t>
            </w:r>
            <w:r w:rsidR="007E5B6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5430" w:rsidRDefault="0024543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8CB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A708CB" w:rsidRDefault="00A708CB" w:rsidP="00F86163">
            <w:pPr>
              <w:pStyle w:val="libPoem"/>
            </w:pPr>
            <w:r>
              <w:rPr>
                <w:rtl/>
              </w:rPr>
              <w:t>ومحّد فقد مثل الذي احنا فاقدينه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8CB" w:rsidRDefault="00A708CB" w:rsidP="00F86163">
            <w:pPr>
              <w:pStyle w:val="libPoem"/>
            </w:pPr>
            <w:r>
              <w:rPr>
                <w:rtl/>
              </w:rPr>
              <w:t>والا النّشيج ارتفع عند الباب بونين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A708CB" w:rsidP="00F86163">
            <w:pPr>
              <w:pStyle w:val="libPoem"/>
            </w:pPr>
            <w:r>
              <w:rPr>
                <w:rtl/>
              </w:rPr>
              <w:t>شال الحسن راسه ولن زينب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A708CB" w:rsidP="00F86163">
            <w:pPr>
              <w:pStyle w:val="libPoem"/>
            </w:pPr>
            <w:r>
              <w:rPr>
                <w:rtl/>
              </w:rPr>
              <w:t>والدّمع منها فوق صحن الخد بادي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A708CB" w:rsidP="00F86163">
            <w:pPr>
              <w:pStyle w:val="libPoem"/>
            </w:pPr>
            <w:r>
              <w:rPr>
                <w:rtl/>
              </w:rPr>
              <w:t>قلبي تفتّت والحشا يحسين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من عاينت بيتي خلي من مظهر الدّين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بالأمس ابونا لو طلع قاصد المسجد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يسطع النّور ابغرته و ظل ايتهجّد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يبتهل ويعفّر وسط محرابه الخد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و اتجاوبه الحيطان لو أذّن ابو حسين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واليوم من شخصه منازلنا خليّه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بيها الحزن و النّوح و امظلمه عليّه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من عقب عينه انهدم سور الهاشميّه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و احنا ابمصيبتنا و اعادينا امعيدين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ضيعتني وخلّيت قلبي اموجّر ابنار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مستوحشه الكوفه عقب عينك يَكرّار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والحسن من بعدك يبويه ظل محتار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F252A8" w:rsidP="00F86163">
            <w:pPr>
              <w:pStyle w:val="libPoem"/>
            </w:pPr>
            <w:r>
              <w:rPr>
                <w:rtl/>
              </w:rPr>
              <w:t>و حسين متحيّر و بس ايدير بالعين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سؤال زينب لما رجعوا من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8CB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ودّيت يَبن المصطفى باب العِلم وين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 ردّيت لينا بالكسيره ياضيا العين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والله عجب صفوة الباري وسر لوجود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والجوهر السّامي وحبل الله الممدود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بحر الكرم و الجود جيف اتضّمه الحود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كهف الارامل واليتامى والمساكين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يَولاد حيدر وين ابوكم نور لكوان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يحسين خويه ياحسن يَولاد عدنان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هالرّوس نكسوها ترى بينا الدّهر خان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وظلّت خليّه ابيوتنا من نور ابوحسين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قلها الحسن والدّمع بالخد منثور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مَيفيدنا كثر البواجي و لطم لصدور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ولا النّواعي ترجع النّايم بلقبور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هذا الذي مكتوب من عالم التّكوين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يختي دصبري و الصّبر من شان لكرام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مادام انا سالم وبو فاضل الضّرغام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تركي البجا والنّوح يختي الحزن قدّام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بعدي وبعد حسين يازينب تضيعين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داروا يعزّوها عْلى بوها وسكّتوها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 نشّفت دمعتها و إجت يم دار ابوها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وصاحت ابهم يحسين هالدّار اغلقوها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مقدر أعاينها خليّه يامسلمين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مقدر أعاين ياضيا العينين هالدّار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C115E2" w:rsidP="00F86163">
            <w:pPr>
              <w:pStyle w:val="libPoem"/>
            </w:pPr>
            <w:r>
              <w:rPr>
                <w:rtl/>
              </w:rPr>
              <w:t>كلما نظرت الها يشب الحزن بي نار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334848" w:rsidP="00F86163">
            <w:pPr>
              <w:pStyle w:val="libPoem"/>
            </w:pPr>
            <w:r>
              <w:rPr>
                <w:rtl/>
              </w:rPr>
              <w:t>جانت امزهره و تشع من حيدر بلنوار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334848" w:rsidP="00F86163">
            <w:pPr>
              <w:pStyle w:val="libPoem"/>
            </w:pPr>
            <w:r>
              <w:rPr>
                <w:rtl/>
              </w:rPr>
              <w:t>و اليوم ظلمه شلون اشوفنها ابْياعين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8CB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8CB" w:rsidRDefault="00334848" w:rsidP="00F86163">
            <w:pPr>
              <w:pStyle w:val="libPoem"/>
            </w:pPr>
            <w:r>
              <w:rPr>
                <w:rtl/>
              </w:rPr>
              <w:t>ياياب محلى مشيتك ما بين لولاد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8CB" w:rsidRDefault="00A708C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8CB" w:rsidRDefault="00334848" w:rsidP="00F86163">
            <w:pPr>
              <w:pStyle w:val="libPoem"/>
            </w:pPr>
            <w:r>
              <w:rPr>
                <w:rtl/>
              </w:rPr>
              <w:t>دوبي امريبه و خايفه امراوغ الحسّاد</w:t>
            </w:r>
            <w:r w:rsidR="00A708C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5430" w:rsidRDefault="0024543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63B8E" w:rsidTr="00863B8E">
        <w:trPr>
          <w:trHeight w:val="350"/>
        </w:trPr>
        <w:tc>
          <w:tcPr>
            <w:tcW w:w="3920" w:type="dxa"/>
            <w:shd w:val="clear" w:color="auto" w:fill="auto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اشبيدي على عزٍ رحل عنّي ولا عاد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ياخلق يرجع غايب الأموات من وين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rPr>
          <w:trHeight w:val="350"/>
        </w:trPr>
        <w:tc>
          <w:tcPr>
            <w:tcW w:w="3920" w:type="dxa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من شفت حالك ياعلي تجذب الحسرات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تطلع و تدخل و الدّموع اتفيض عبرات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rPr>
          <w:trHeight w:val="350"/>
        </w:trPr>
        <w:tc>
          <w:tcPr>
            <w:tcW w:w="3920" w:type="dxa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هملت اعيوني وبالقلب صارت الحسبات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3B8E" w:rsidRDefault="00047560" w:rsidP="00F86163">
            <w:pPr>
              <w:pStyle w:val="libPoem"/>
            </w:pPr>
            <w:r>
              <w:rPr>
                <w:rtl/>
              </w:rPr>
              <w:t>ظنّيت ما اتتمّم اصيامك ياحمى الدّين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</w:t>
      </w:r>
      <w:r w:rsidR="00245430">
        <w:rPr>
          <w:rtl/>
        </w:rPr>
        <w:t>ينب و دار أبيها الخالية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47560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زينب تصب الدّمع من عظم الرزيّه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امْن اتشوف دار المرتضى منّه خليّه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توقف ابّباب الدّار و اتهل عينها ادموع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اتنادي يبويه الهالمنازل مالك ارجوع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من حنّة ايتامك عليك القلب مفجوع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ما يمكن الثّكلى تعزّيها شجيّه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 اللي يفت قلبي و يخلي حزني ايزيد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يابه عقب أيّام لو قالوا لفى العيد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لازم العاده تلبس الأطفال لجديد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 اولادك ابيوم الفرح تنصب عزيّه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يابوي ضاعت من عقب عينك هلولاد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ومن بعد موتك ياعلي مانعرف اعياد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جيف الفرح و احنا بقينا مالنا اسناد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راح المحامي و الذي عشنا ابفيّه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خطبة العيد اضحت تنادي واخطيبي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 المنبر ينادي انقطع منّه نصيبي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وانا أحن ولا أبطّل من نحيبي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 اولادج اتنوح و مدامعهم جريّه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ونادت على السّبطين حلوين المعاني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نوحوا على حامي حماكم ياخواني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من بعد حيدر وينّا و وين الّتهاني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و الله شماته و حصّلوها بني اميّه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فرحت بني سفيان و الطّاغي ابشامه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لمّن لفى ليه الخبر نشّر اعلامه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7560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قر واستقر واستحمد الله عْلَى السّلامه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47560" w:rsidRDefault="000475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47560" w:rsidRDefault="00C20E08" w:rsidP="00F86163">
            <w:pPr>
              <w:pStyle w:val="libPoem"/>
            </w:pPr>
            <w:r>
              <w:rPr>
                <w:rtl/>
              </w:rPr>
              <w:t>يقول استرحنا من علي وضاق المنيّه</w:t>
            </w:r>
            <w:r w:rsidR="0004756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أحوال أولاده اليتامى بعده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63B8E" w:rsidTr="00863B8E">
        <w:trPr>
          <w:trHeight w:val="350"/>
        </w:trPr>
        <w:tc>
          <w:tcPr>
            <w:tcW w:w="4219" w:type="dxa"/>
            <w:shd w:val="clear" w:color="auto" w:fill="auto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العيد مجبل والحزن زايد عليّه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وعاينت دار المرتضى منّه خليّه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rPr>
          <w:trHeight w:val="350"/>
        </w:trPr>
        <w:tc>
          <w:tcPr>
            <w:tcW w:w="4219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فقد الأبو نغّص علينا ابهالسّنه العيد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و امن الصّبح باجر عليّه احزاني اتزيد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rPr>
          <w:trHeight w:val="350"/>
        </w:trPr>
        <w:tc>
          <w:tcPr>
            <w:tcW w:w="4219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نبجي ونلطم والبجا واللطم مَيفيد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نشبت مخالبها ابحشاشتنا المنيّه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محلى الأبو في العيد لو جمّع اولاده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ولبّسهم الزّينه على جاري العاده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ورفرف عليهم بالهنا طير السّعاده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ايطيب القلب واتصير عيشتهم هنيّه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3B8E" w:rsidTr="00863B8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و احنا أبونا قبل عيده ابتسعة ايّام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63B8E" w:rsidRDefault="00863B8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63B8E" w:rsidRDefault="00C20E08" w:rsidP="00F86163">
            <w:pPr>
              <w:pStyle w:val="libPoem"/>
            </w:pPr>
            <w:r>
              <w:rPr>
                <w:rtl/>
              </w:rPr>
              <w:t>سافر وخ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نا وصرنا بعده ايتام</w:t>
            </w:r>
            <w:r w:rsidR="00863B8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45430" w:rsidRDefault="0024543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774FF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وافراحنا راحت وصار العيد في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باجر النّاس امعيّده و احنا ابعزيّه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باجر يخوتي هالمنازل غلّقوها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خلّوا اثياب العيد أبد لا تطلّعوها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 اعلام سود اعْلَى المنازل نشّروها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ولا ريد احد من هالبلد يدخل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 الله لقضّي العيد كلّه ابنوح و اصياح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ولحّد يجيني من هل الكوفه بالافراح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عندي مصيبه ياخلق عنّي الفرح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زادي البجا والنّوح عبراتي الجريّه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والله لقضّي العيد باجر وسط 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وامشي واسايل وين داحي الباب مقبور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أقعد على قبره واهلّ الدّمع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وانعى على عزنا الذي عشنا ابفيّه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 اتهيّج احزاني عليّه خطبة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باجر تمرّ الخلق كلها المسجد تريد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ولاشوف ويّاهم علي و احزاني اتزيد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ويذوب جسمي ولا تظل بيّه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كنّا بالاوَّل من يمر عيد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نلبس اثياب الفرح وانبكّر لبونا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74F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وهالعيد جانا وطود عزنا فاقدينا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74FF" w:rsidRDefault="003774F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74FF" w:rsidRDefault="003774FF" w:rsidP="00F86163">
            <w:pPr>
              <w:pStyle w:val="libPoem"/>
            </w:pPr>
            <w:r>
              <w:rPr>
                <w:rtl/>
              </w:rPr>
              <w:t>وبعده تنكّس علم عزّ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C231C3" w:rsidP="00F86163">
      <w:pPr>
        <w:pStyle w:val="Heading2Center"/>
        <w:rPr>
          <w:rtl/>
        </w:rPr>
      </w:pPr>
      <w:bookmarkStart w:id="4" w:name="_Toc21389969"/>
      <w:r>
        <w:rPr>
          <w:rtl/>
        </w:rPr>
        <w:t>{ في رثاء السبط الأكبر أبي محمد الزكي (ص) }</w:t>
      </w:r>
      <w:bookmarkEnd w:id="4"/>
    </w:p>
    <w:p w:rsidR="00C231C3" w:rsidRDefault="00C231C3" w:rsidP="00F86163">
      <w:pPr>
        <w:pStyle w:val="libCenterBold1"/>
      </w:pPr>
      <w:r>
        <w:rPr>
          <w:rtl/>
        </w:rPr>
        <w:t>أحواله</w:t>
      </w:r>
      <w:r w:rsidR="00E33040">
        <w:rPr>
          <w:rtl/>
        </w:rPr>
        <w:t xml:space="preserve"> </w:t>
      </w:r>
      <w:r>
        <w:rPr>
          <w:rtl/>
        </w:rPr>
        <w:t>وخيانة رعيته 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454D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صاح الحسن يحسين يا راعي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ياخويه كل القوم خانت و الرعيّه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جيف البصر خانت علينا القوم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ضاقت علينا الواسعه يَبن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صرنا بليّا انصار مدري نلتجي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كل لجنود اتفرّقت شوروا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لحّد تولتنا عقب حيدر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وبعد الأبو ضعنا يخويه بين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مدري نسالم لو نحاربهم يفرسان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ثارت اشبال المرتضى كلهم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جدّامهم شيخ العشيره رافع الصّوت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آمر يبو محمَّد حلى لي دونك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مَنريد يَبن امّي حلايلنا والبيوت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تدري بنا العدوان منهاب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 عبّاس جاهم شاهر السّيف ابيمينه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وظل ينتخي ولاح الغضب مابين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اينادي يبو محمَّد يَسلطان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خل البجا و اسمع كلامي يا 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يَبن النّبي و حق و الدي زرّاق لرخام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لو يجتمع عسكر من الكوفه إلى الشام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يا مهجة الزّهرا فلا انخليك تنضام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وجرّد الصّارم وانتخى 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قلهم صوارمكم يفرسان اغمدوها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 اصواتكم للغاضريّه اتدخّروها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بذلوا النّفس دون ابنة الهادي واخوها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منّه يشيب الرّاس يوم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تعديد</w:t>
      </w:r>
      <w:r w:rsidR="00E33040">
        <w:rPr>
          <w:rtl/>
        </w:rPr>
        <w:t xml:space="preserve"> </w:t>
      </w:r>
      <w:r w:rsidR="00FD454D">
        <w:rPr>
          <w:rtl/>
        </w:rPr>
        <w:t>رزاياه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454D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جارت على سبط النّبي قوم الخيانه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وقاسى المحن ياويح قلبي من زمانه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خانت ارجاله و للطّمع مالوا يركضون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 رشوات ابن هند ابلغت مليون مليون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حتّى ابن عمّه الجان يحسن بيه لظنون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وصلت إله الرّشوه وصَبح خالي 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يفتّ القلب يوم المداين من مصابه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نهبوا المصلّى و قطعوا اعليه الخطابه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والجيش كلّه انقلب بس خلّص اصحابه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مخطور صار و حفّت ابشخصه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أهل الفتن نهبوا رحاله و سلبوا ارداه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 حفّت به اخوانه عن اشماله و يمناه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54D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وابن البغي الجرّاح بالخنجر تحدّاه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454D" w:rsidRDefault="00FD45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454D" w:rsidRDefault="00FD454D" w:rsidP="00F86163">
            <w:pPr>
              <w:pStyle w:val="libPoem"/>
            </w:pPr>
            <w:r>
              <w:rPr>
                <w:rtl/>
              </w:rPr>
              <w:t>و قلّط المركوبه و لزم بيده اعنانه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D454D" w:rsidRDefault="00FD45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03FB3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 اللّي جرى يوم النّخيله ايفتّ لقلوب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قلّت اعوانه وسكت عن حقّه المغصوب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عاهد على اشروطه وعاد الامر مقلوب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ألغى الشروط ابن الخنا والعهد خانه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خان العهود وشبل حيدر لزم حدّه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سبط الرّسول و ملتزم يوفي ابعهده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وكل فرد منهم ماتعدّى فعل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ذكوان هذي ذمّته وهذا أمانه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هاي النّتيجه من اليهودي الرّجس ذكوان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ورّثهم اطباعه الاراذل آل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 الموفي ابعهده شبل هاشم و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ذاك الحسن سبط النّبي وركن الديّانه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وسلّط على الكوفه زياد وعاث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 شيعة علي الكرّار صب جوره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سمّل الطّاغي اعيونها و قطّع ايديها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وحجر وصحبته هاجت اعليهم اضغانه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صفحة التّاريخ ابفعلهم سوّدوها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 امخدّرات ابيوت يسلام اسْجنوها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والرّوس من وادي الوادي شهّروها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A03FB3" w:rsidP="00F86163">
            <w:pPr>
              <w:pStyle w:val="libPoem"/>
            </w:pPr>
            <w:r>
              <w:rPr>
                <w:rtl/>
              </w:rPr>
              <w:t>وتاليها بحجور النّسا يهل الدّيانه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سقيه</w:t>
      </w:r>
      <w:r w:rsidR="00E33040">
        <w:rPr>
          <w:rtl/>
        </w:rPr>
        <w:t xml:space="preserve"> </w:t>
      </w:r>
      <w:r w:rsidR="00FD454D">
        <w:rPr>
          <w:rtl/>
        </w:rPr>
        <w:t>السم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03FB3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لَشعث الكافر يحمل اسباب المنيّه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المهجة الزّهرا من نغل هند الدعيّه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ما يستحق انقول لَشعث باع دينه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زنديق ماعنده ديانه ابن اللعينه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قاصد من ارض الشّام بالسّم للمدينه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البنته تقطّع مهجة الزّهرا الزجيّه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العسل مزجت باللبن والسّم ويّاه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صايم ودنّت له الفطور اوقعدت احذاه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rPr>
          <w:trHeight w:val="350"/>
        </w:trPr>
        <w:tc>
          <w:tcPr>
            <w:tcW w:w="3920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منّه شرب ياويح قلبي و قطّع امعاه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حالاً تقيّا و انغشى اعليه الشفيّه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جاه الشّهيد حسين يتفقّد احواله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58678F" w:rsidP="00F86163">
            <w:pPr>
              <w:pStyle w:val="libPoem"/>
            </w:pPr>
            <w:r>
              <w:rPr>
                <w:rtl/>
              </w:rPr>
              <w:t>شافه وصاح ودمع عينه بانهماله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0F5C71" w:rsidP="00F86163">
            <w:pPr>
              <w:pStyle w:val="libPoem"/>
            </w:pPr>
            <w:r>
              <w:rPr>
                <w:rtl/>
              </w:rPr>
              <w:t>يا هو الذي اتجّرا على ابن امّي و غاله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0F5C71" w:rsidP="00F86163">
            <w:pPr>
              <w:pStyle w:val="libPoem"/>
            </w:pPr>
            <w:r>
              <w:rPr>
                <w:rtl/>
              </w:rPr>
              <w:t>معلوم هذي من دسايس آل اميّه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0F5C71" w:rsidP="00F86163">
            <w:pPr>
              <w:pStyle w:val="libPoem"/>
            </w:pPr>
            <w:r>
              <w:rPr>
                <w:rtl/>
              </w:rPr>
              <w:t>قلّي ابصاحب هالفعل يا بحر لعلوم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0F5C71" w:rsidP="00F86163">
            <w:pPr>
              <w:pStyle w:val="libPoem"/>
            </w:pPr>
            <w:r>
              <w:rPr>
                <w:rtl/>
              </w:rPr>
              <w:t>لحّد يبومحمَّد لثور الكون هاليوم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قال الطّشت جيبه يبو سكنه يمظلوم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الله أشد نقمه يبو نفس الأبيّه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دنّى الطّشت يمّه وتقيّا وتاح جبده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قطعه بعد قطعه وابو السّجاد عنده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ولن زينب اتنادي الحسن يحسين سنده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ابوجهه ترى لاحت علامات المنيّه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ون وفتح عينه السّبط واجذب الحسره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وقلّه يخويه حسين جت مهجة الزّهرا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بالعجل شيل الطّشت يبن امي وستره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و نشّف امدامعها وسنّد لي ابتجيّه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3FB3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دشّت على اخوتها الوديعه اتدير بالعين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3FB3" w:rsidRDefault="00A03F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3FB3" w:rsidRDefault="002B2000" w:rsidP="00F86163">
            <w:pPr>
              <w:pStyle w:val="libPoem"/>
            </w:pPr>
            <w:r>
              <w:rPr>
                <w:rtl/>
              </w:rPr>
              <w:t>ولنّه يلوج الحسن ومتكّي له حسين</w:t>
            </w:r>
            <w:r w:rsidR="00A03FB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D454D" w:rsidRDefault="00FD45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F370E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قلّي بقلبها اشصار من شوفة هَلثنين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واحد يلوج اُواحد ادموعه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صدّت و حانت للطّشت منها التفاته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و خرّت على الزّاكي امأيسه من حياته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اتقلّه يعين الله عْلَى فقدك و الشّماته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خويه قلت لك لا تواصل هالدعيّه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دخول زينب عليه ورؤية الطشت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F370E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FF370E" w:rsidRDefault="00FF370E" w:rsidP="00F86163">
            <w:pPr>
              <w:pStyle w:val="libPoem"/>
            </w:pPr>
            <w:r>
              <w:rPr>
                <w:rtl/>
              </w:rPr>
              <w:t>جبد الحسن متقطّعه بسم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أصبح يعالج واصبحت زينب شجيّه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دخلت عليه و عاينت له يلوج وحده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عنده اخوه حسين دمعه فوق خدّه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آمر أخيّه يشيل طشت البيه جبده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شيله يخويه لا تشوفه الهاشميّه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شيل الطّشت خوفي الوديعه تشوف جبدي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خوفي تحن و من بجاها ايزيد وجدي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rPr>
          <w:trHeight w:val="350"/>
        </w:trPr>
        <w:tc>
          <w:tcPr>
            <w:tcW w:w="3920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هذي وديعة والدي حيدر وجدّي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مقدر أشوف ادموعها ابخدها جريّه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0E1DED" w:rsidP="00F86163">
            <w:pPr>
              <w:pStyle w:val="libPoem"/>
            </w:pPr>
            <w:r>
              <w:rPr>
                <w:rtl/>
              </w:rPr>
              <w:t>اوصيك يَبن امّي عقب عيني اكفلها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D86ECC" w:rsidP="00F86163">
            <w:pPr>
              <w:pStyle w:val="libPoem"/>
            </w:pPr>
            <w:r>
              <w:rPr>
                <w:rtl/>
              </w:rPr>
              <w:t>و ابكل وكت يحسين دايم عينك الها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تبقى تراهي بالهضم من عقب اهلها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توقف على اجثثهم براضي الغاضريّه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سمعت ونينه و اقبلت زينب اتنادي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تلطم على خدها ودمع العين بادي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وتصيح اخويه حالتك فتّت افّادي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من شافها ظل يجذب الونّه خفيّه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صدّت و لن اتشوف طشتٍ ممتلي دم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060B71" w:rsidP="00F86163">
            <w:pPr>
              <w:pStyle w:val="libPoem"/>
            </w:pPr>
            <w:r>
              <w:rPr>
                <w:rtl/>
              </w:rPr>
              <w:t>شافت قطع جبد الحسن متقطّعه بسم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6E2CB2" w:rsidP="00F86163">
            <w:pPr>
              <w:pStyle w:val="libPoem"/>
            </w:pPr>
            <w:r>
              <w:rPr>
                <w:rtl/>
              </w:rPr>
              <w:t>قالت وهي فوق الصّدر والخدّ تلطم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6E2CB2" w:rsidP="00F86163">
            <w:pPr>
              <w:pStyle w:val="libPoem"/>
            </w:pPr>
            <w:r>
              <w:rPr>
                <w:rtl/>
              </w:rPr>
              <w:t>جبدك يخويه امقطّعه و تخفي عليّه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6E2CB2" w:rsidP="00F86163">
            <w:pPr>
              <w:pStyle w:val="libPoem"/>
            </w:pPr>
            <w:r>
              <w:rPr>
                <w:rtl/>
              </w:rPr>
              <w:t>من غالك ابسَمّه يخوي و قرّة العين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6E2CB2" w:rsidP="00F86163">
            <w:pPr>
              <w:pStyle w:val="libPoem"/>
            </w:pPr>
            <w:r>
              <w:rPr>
                <w:rtl/>
              </w:rPr>
              <w:t>يحسين خويه استخلف الله مالك امعين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370E" w:rsidRDefault="00D21372" w:rsidP="00F86163">
            <w:pPr>
              <w:pStyle w:val="libPoem"/>
            </w:pPr>
            <w:r>
              <w:rPr>
                <w:rtl/>
              </w:rPr>
              <w:t>هذي مهي جبد الحسن بالطّشت يحسين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370E" w:rsidRDefault="00D21372" w:rsidP="00F86163">
            <w:pPr>
              <w:pStyle w:val="libPoem"/>
            </w:pPr>
            <w:r>
              <w:rPr>
                <w:rtl/>
              </w:rPr>
              <w:t>قلها نعم يختي ولكن وشبديّه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حضور زينب والحسين عنده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FF370E" w:rsidTr="00FF370E">
        <w:trPr>
          <w:trHeight w:val="350"/>
        </w:trPr>
        <w:tc>
          <w:tcPr>
            <w:tcW w:w="4219" w:type="dxa"/>
            <w:shd w:val="clear" w:color="auto" w:fill="auto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قوم بعجل سنّد لخوك ابعجل يحسين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والله قطع قلبي هَلمسجّى بلونين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FF370E">
        <w:trPr>
          <w:trHeight w:val="350"/>
        </w:trPr>
        <w:tc>
          <w:tcPr>
            <w:tcW w:w="4219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يحسين لا تغفل ترى مسافر عضيدك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جنّي أشوفه ابهالمرض رايح من ايدك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FF370E">
        <w:trPr>
          <w:trHeight w:val="350"/>
        </w:trPr>
        <w:tc>
          <w:tcPr>
            <w:tcW w:w="4219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كثر البجا و النّوح بعده ما يفيدك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بطّل الونّه وظل علينا يدير بالعين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FF37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خويه على افراق العضيد الله يعينك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هذا يوالينا اشمالك مع يمينك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FF37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قوم الأعادي فرّقوا بينه و بينك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نالوا مطالبهم وصاروا مطمئنّين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370E" w:rsidTr="00FF37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يحسين أشوفه امغمّض و بطّل ونينه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F370E" w:rsidRDefault="00FF370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F370E" w:rsidRDefault="00F972E9" w:rsidP="00F86163">
            <w:pPr>
              <w:pStyle w:val="libPoem"/>
            </w:pPr>
            <w:r>
              <w:rPr>
                <w:rtl/>
              </w:rPr>
              <w:t>اصفرّت الوانه و بالعرق يرشح جبينه</w:t>
            </w:r>
            <w:r w:rsidR="00FF370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D454D" w:rsidRDefault="00FD45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225EF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اتقرّب يخويه ودّعه و غمّض اعيونه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غيره وغيرك بالخلق ما شوف سبطين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من هَالمرض يا بو علي ما ظنتي يقوم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جبده تراهي اتفطرت من حر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جرّب يخويه وشوف اخوك مفارق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ما ظنّتي ايتمّم نهاره ابن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قام الشّهيد و عبرته ابخدّه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و عاين عضيده ايطوّح 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قلّه يبو محمَّد يخويه اقطعت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فتّح اعيونه وسال دمعه على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قلّه يبو السجّاد لا تبجي و لا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آنا على معزّه أعالج طلعة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و انتَ تظل ابكربلا عريان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مرضوض صدرك بالثّرى ومقطوع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اوصيك يَبن امّي عقب عيني ابهَلعيال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لَيكون تتشتّت يبو سكنه هلَطفال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يحفظكم الله من صروف الدّهر لومال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واصبر عقب عيني على جور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اوصيك بولادي وحريمي هالأرامل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يحسين صير الهم بعد فرقاي كافل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اتعزّا بعزاء الله تراني اليوم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8225EF" w:rsidP="00F86163">
            <w:pPr>
              <w:pStyle w:val="libPoem"/>
            </w:pPr>
            <w:r>
              <w:rPr>
                <w:rtl/>
              </w:rPr>
              <w:t>ودعتك الله ياقطيع الرّاس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FD454D" w:rsidP="00F86163">
      <w:pPr>
        <w:pStyle w:val="libCenterBold1"/>
      </w:pPr>
      <w:r>
        <w:rPr>
          <w:rtl/>
        </w:rPr>
        <w:t>بين الحسين والحسن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225EF" w:rsidTr="006F17DF">
        <w:trPr>
          <w:trHeight w:val="350"/>
        </w:trPr>
        <w:tc>
          <w:tcPr>
            <w:tcW w:w="3920" w:type="dxa"/>
            <w:shd w:val="clear" w:color="auto" w:fill="auto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قلب الحسن من سم جعده ملتهب نار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في وين راح اليوم عنّا حامي الجار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يامن قتل مرحب و لزنوده براها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يالكعبة العظمى و يالعالي ذراها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دنهض ترى بيك العدى نالت مناها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سمّوا عزيزك والشهيد حسين محتار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جالس و دمعاته ابخدّينه هتونه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7C1308" w:rsidP="00F86163">
            <w:pPr>
              <w:pStyle w:val="libPoem"/>
            </w:pPr>
            <w:r>
              <w:rPr>
                <w:rtl/>
              </w:rPr>
              <w:t>ينظر عضيده و يصفج اشماله بْيمينه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rPr>
          <w:trHeight w:val="350"/>
        </w:trPr>
        <w:tc>
          <w:tcPr>
            <w:tcW w:w="3920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بعدك يخويه تظلم الدّنيا علينا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ظهري انكسر لجلك يشمّامة المختار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سمٍ قطع جبدك يخويه قطع قلبي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ومن بعد عينك لاهنا زادي وشربي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وعقبك ينور العين جيف أندل دربي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134F3" w:rsidP="00F86163">
            <w:pPr>
              <w:pStyle w:val="libPoem"/>
            </w:pPr>
            <w:r>
              <w:rPr>
                <w:rtl/>
              </w:rPr>
              <w:t>الدّنيا لطلّقها بعد موتك يمغوار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نادى أبو محمّد او ونّاته خفيّه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هذا ينور العين لمقدّر عليّه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بوداعة الله يا غريب الغاضريّه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بس الله الله من بعد عيني ابهلصغار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يوصي عزيزه و القلب منّه ابلهفه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و يخاطبه و لازم على جبده ابجفّه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الجاسم عقب عيني على سكينه تزفّه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نفّذ يخويه هالوصيّه ياحما الجار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زوّج الجاسم واكفل ايتامي يمذخور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وعينك على زينب احفظها وسط لخدور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25EF" w:rsidTr="006F17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عقبك تراهي ياعزيزي تركب الكور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25EF" w:rsidRDefault="008225E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25EF" w:rsidRDefault="00E42EDA" w:rsidP="00F86163">
            <w:pPr>
              <w:pStyle w:val="libPoem"/>
            </w:pPr>
            <w:r>
              <w:rPr>
                <w:rtl/>
              </w:rPr>
              <w:t>واتشوفك امجدّل يخويه فوق لوعار</w:t>
            </w:r>
            <w:r w:rsidR="008225E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D454D" w:rsidRDefault="00FD45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1C1A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جنّي أعاينها ذليله بين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فوق الجمل راسك يباريها على اسنان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C1A" w:rsidTr="00414F9B">
        <w:trPr>
          <w:trHeight w:val="350"/>
        </w:trPr>
        <w:tc>
          <w:tcPr>
            <w:tcW w:w="3920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وابنك علي مغلول بقيوده و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ينخى بني هاشم و دمع العين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احتضاره</w:t>
      </w:r>
      <w:r w:rsidR="00E33040">
        <w:rPr>
          <w:rtl/>
        </w:rPr>
        <w:t xml:space="preserve"> </w:t>
      </w:r>
      <w:r w:rsidR="00FD454D">
        <w:rPr>
          <w:rtl/>
        </w:rPr>
        <w:t>و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91C1A" w:rsidTr="00491C1A">
        <w:trPr>
          <w:trHeight w:val="350"/>
        </w:trPr>
        <w:tc>
          <w:tcPr>
            <w:tcW w:w="4219" w:type="dxa"/>
            <w:shd w:val="clear" w:color="auto" w:fill="auto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نادى المنادي في السّماوات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جبد الحسن متقطّعه بسم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C1A" w:rsidTr="00491C1A">
        <w:trPr>
          <w:trHeight w:val="350"/>
        </w:trPr>
        <w:tc>
          <w:tcPr>
            <w:tcW w:w="4219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وحسين يمّه ينتحب و الدّمع هامي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يقلّه ونينك يالأخو نحّل اعظامي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C1A" w:rsidTr="00491C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وشعلّتك ياباقي أهلي وكل عمامي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قلّه يخويه علّتي سم الدعيّه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C1A" w:rsidTr="00491C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بالله يخويه حسين دن الطّشت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سم اللعينه ياعضيدي فت جبدي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1C1A" w:rsidTr="00491C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هذا يخويه اللّي وعدني بيه جدّي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91C1A" w:rsidRDefault="00491C1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91C1A" w:rsidRDefault="00491C1A" w:rsidP="00F86163">
            <w:pPr>
              <w:pStyle w:val="libPoem"/>
            </w:pPr>
            <w:r>
              <w:rPr>
                <w:rtl/>
              </w:rPr>
              <w:t>دنّى الطّشت يمّه وجبده ملتظيّه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840D3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جبده قذفها و عبرته ابخدّه 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وقلّه دشيل الطّشت لاتشوفه المصونه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ولَتجي الحراير يا عزيزي و ينظرونه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خوفي تذوب اقلوبها يَبن الشفيّه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دشّت الحورا تلتفت لشمال ويمين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شافت طشت مملي وهلّت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مملي دما وصاحت ينور العين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جبد الحسن متقطّعه وتخفي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نادى ودمع العين فوق الخد غدران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قوموا تعالوا اتودّعوا منّه ينسوان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اعزيزج يَبنت المرتضى منّه الأجل 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فرّن ابهمه و فاضت النّفس الزّكيّه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 احنى عليه ايقبّله ابغرّة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ايقلّه ابفقدك موحشه الدّنيا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وارتفعت الضجّات من أهل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 الكل ينادي و دمعته بخدّه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صرخت الحورا تنتحب والدّمع بدّاد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اتقلّه ينور العين ياضنوة الأمجاد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لاوين بعدك تلتجي لو لفت 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840D3" w:rsidP="00F86163">
            <w:pPr>
              <w:pStyle w:val="libPoem"/>
            </w:pPr>
            <w:r>
              <w:rPr>
                <w:rtl/>
              </w:rPr>
              <w:t>و انت حمانا و الذي عشنا ابفيّه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في</w:t>
      </w:r>
      <w:r w:rsidR="00E33040">
        <w:rPr>
          <w:rtl/>
        </w:rPr>
        <w:t xml:space="preserve"> </w:t>
      </w:r>
      <w:r>
        <w:rPr>
          <w:rtl/>
        </w:rPr>
        <w:t>تشييع الجنازه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840D3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شالوا الجنازه و الوديعه اتصيح يحسين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بجنازة المسموم ريّض يا ضيا العين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ريّض يبو سكنه بنعش حلو الجهامه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 نشروا عْلى تابوته لمشكّر هلعمامه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سفروا الجفن عن وجهه اتشوفه ايتامه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ودّعتك الله يا حسن هالسّفر لاوين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ريّض يبو سكنه ابجنازة حلو لَطباع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وعرّج ابتابوته عْلى مكسورة الاضلاع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وخلّه على الرّوضه وخلنا انجدّد اوداع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وقّف يخويه ذابت اقلوب النّساوين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عرّج على قبر البتوله بنعش ابنها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 قبره يخويه لا تحفره ابعيد عنها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دفنه ابكترها بلكت ايهوّن حزنها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لا وين ماشي بكعبة الوفّاد يحسين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ريّض يخويه ابهالنّعش قلبي ترا ذاب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جسمي انتحل يابوعلي من فراق لحباب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مقصد الوافد حيف نوره بالثّرا غاب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عنّا مشى ملفى الأرامل والمساكين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وظل الشّهيد حسين عبراته يهلها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ايشوف العزيزه و قلبه اتْصدّع لجلها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صاح اطرحوا اجنازة عزيزي عند اهلها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حطّوا النّعش و اتصارخت ذيج الخواتين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دارت على نعشه الحريم و قام لصياح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وامن اخوته ابكثر البواجي غابت ارواح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840D3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كلمن طلع من منزله فوق النّعش طاح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840D3" w:rsidRDefault="005840D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840D3" w:rsidRDefault="005E6959" w:rsidP="00F86163">
            <w:pPr>
              <w:pStyle w:val="libPoem"/>
            </w:pPr>
            <w:r>
              <w:rPr>
                <w:rtl/>
              </w:rPr>
              <w:t>و حسين يتلهّف و يصفج راح ليدين</w:t>
            </w:r>
            <w:r w:rsidR="005840D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1D89" w:rsidRDefault="001A1D8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في</w:t>
      </w:r>
      <w:r w:rsidR="00E33040">
        <w:rPr>
          <w:rtl/>
        </w:rPr>
        <w:t xml:space="preserve"> </w:t>
      </w:r>
      <w:r>
        <w:rPr>
          <w:rtl/>
        </w:rPr>
        <w:t>تشييعه ودفنه...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65F4D" w:rsidTr="00365F4D">
        <w:trPr>
          <w:trHeight w:val="350"/>
        </w:trPr>
        <w:tc>
          <w:tcPr>
            <w:tcW w:w="4219" w:type="dxa"/>
            <w:shd w:val="clear" w:color="auto" w:fill="auto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ابنعش الحسن طلعوا ابضجّه الهاشمّيين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جدّامهم شايل سريره وينحب حسين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rPr>
          <w:trHeight w:val="350"/>
        </w:trPr>
        <w:tc>
          <w:tcPr>
            <w:tcW w:w="4219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ايقلّه يبو محمَّد ابفرقاك اشعبتني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 انت الذي طول العمر ما فارقتني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rPr>
          <w:trHeight w:val="350"/>
        </w:trPr>
        <w:tc>
          <w:tcPr>
            <w:tcW w:w="4219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ياحسن يا ثاني الكسا وحدي اتركتني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 اليوم خويه فارقت يسراي ليمين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rPr>
          <w:trHeight w:val="350"/>
        </w:trPr>
        <w:tc>
          <w:tcPr>
            <w:tcW w:w="4219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طلعوا بنعشه وبالمدينه علت ضجّات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وفرّن بدهشه والعويل الهاشميّات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rPr>
          <w:trHeight w:val="350"/>
        </w:trPr>
        <w:tc>
          <w:tcPr>
            <w:tcW w:w="4219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 ابن الخنا مروان راح ايشن غارات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يتذكّر ايّام الجمل وايّام صفّين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وقدّم البغله وهيّج اضغان العدوّه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9D1CC8" w:rsidP="00F86163">
            <w:pPr>
              <w:pStyle w:val="libPoem"/>
            </w:pPr>
            <w:r>
              <w:rPr>
                <w:rtl/>
              </w:rPr>
              <w:t>و اقرود اميّه و هاجموا بيت النبوّه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ونشرت شعرها اتصيح وين اهل المروّه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هيهات ما يتنفّذ امر الهاشميّين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يا شايلين النّعش ردّوا ابهلجنازه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البيت بيتي و تدفنونه بغير اجازه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طلعوا و 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هالشّعر لازم جزازه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أضغان القديمه امخزّنه بالقلب تخزين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ظلّت تحشّم و انفجر بركان لَضغان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أرموا الجنازه بالنّبل عجّل يمروان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و سبعين نبله نشبت ابنعشه و لَجفان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و حسين يطلعها و يصبّ امدامع العين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ونشّف دمع عينه الشّهيد وقال ردّي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قصدي أجدّد عهد اخويه ابقبر جدّي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لولا الوصيّه اسباع من عدنان عندي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0D67BE" w:rsidP="00F86163">
            <w:pPr>
              <w:pStyle w:val="libPoem"/>
            </w:pPr>
            <w:r>
              <w:rPr>
                <w:rtl/>
              </w:rPr>
              <w:t>اندفنه ابجنب المصطفى و ليكون ترضين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وعبّاس يسمع وانتخى وجرّد البتّار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وقلّه يَبو السّجاد كلها ملكك الدّار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ننطرد من مروان عن حجرة المختار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 هاي السهام امركّزه بالنّعش يحسين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ياضنوة الكرّار رخّصني العزم هاج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خلني أروّي امهنّدي من دم لَوداج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قلّه اغمد السيفك يبو فاضل مَيحتاج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شيلوا الجنازه يم قبر ست النّساوين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تدري الكل منّا بيوم الضّيق مشهور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أنت يبو فاضل الغير اليوم مذخور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قلّه بعد يايوم قلّه يوم عاشور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نصبح ابذاك اليوم كلنا مستميتين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رخصه تسل السّيف هذا اليوم مالك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يومك مدوّن يالذي طابت افعالك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365F4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تقطع بذاك اليوم يمناك و شمالك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ونبقى بوادي كربلا كلنا مطاعين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1A1D89" w:rsidP="00F86163">
      <w:pPr>
        <w:pStyle w:val="libCenterBold1"/>
      </w:pPr>
      <w:r>
        <w:rPr>
          <w:rtl/>
        </w:rPr>
        <w:t>رمي جنازته بالنبال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65F4D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اتبغّل جملها امن لَضغان الاوليه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وثارت الطّرد المجتبى بجنود اميّه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5F4D" w:rsidTr="00414F9B">
        <w:trPr>
          <w:trHeight w:val="350"/>
        </w:trPr>
        <w:tc>
          <w:tcPr>
            <w:tcW w:w="3920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ركبت البغله واليسوق الرّجس مروان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5F4D" w:rsidRDefault="00365F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5F4D" w:rsidRDefault="00C67859" w:rsidP="00F86163">
            <w:pPr>
              <w:pStyle w:val="libPoem"/>
            </w:pPr>
            <w:r>
              <w:rPr>
                <w:rtl/>
              </w:rPr>
              <w:t>و حفّت يمين اشمال بيها اقرود ذكوان</w:t>
            </w:r>
            <w:r w:rsidR="00365F4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1D89" w:rsidRDefault="001A1D8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408E0" w:rsidTr="001408E0">
        <w:trPr>
          <w:trHeight w:val="350"/>
        </w:trPr>
        <w:tc>
          <w:tcPr>
            <w:tcW w:w="4219" w:type="dxa"/>
            <w:shd w:val="clear" w:color="auto" w:fill="auto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خلّوا ابو محمَّد هدف للنّبل والزّان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ياغيرة الله يم قبر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rPr>
          <w:trHeight w:val="350"/>
        </w:trPr>
        <w:tc>
          <w:tcPr>
            <w:tcW w:w="4219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دقعد يَنايم بالقبر شوف الهضايم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وعاين ابعاصمتك طريدك صبح حاكم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rPr>
          <w:trHeight w:val="350"/>
        </w:trPr>
        <w:tc>
          <w:tcPr>
            <w:tcW w:w="4219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ونعش الحسن قبّة نبل يا للعظايم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ريحانتك مطرود معظمها 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rPr>
          <w:trHeight w:val="350"/>
        </w:trPr>
        <w:tc>
          <w:tcPr>
            <w:tcW w:w="4219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وحسين صابر صبر ابوه ابوقّعة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1408E0" w:rsidP="00F86163">
            <w:pPr>
              <w:pStyle w:val="libPoem"/>
            </w:pPr>
            <w:r>
              <w:rPr>
                <w:rtl/>
              </w:rPr>
              <w:t>يشوف السّهام امركّزه والدّمع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وعبَّاس مد ايده على بتّاره وثار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ويصيح لحّد يالسّلاله الهاشميّه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سلّوا مواضيكم يفرسان الهزاهز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عمروا الكون وبالعجل لزموا المراكز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ياهو السمع بالنّبل يرمون الجنايز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ثوروا ابغيرتكم يَفرسان الحميّه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يحسين يامهجة الزّهرا و سر لوجود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من هالذي فوق النّعش يحسين ممدود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وهذا النّبل ينثر عليه وكلكم اقعود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لاحت علايمها يفرسان المنيّه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اتلقّاه ابو السجّاد و ادموعه يهلها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عبّاس خويه ثورتك ماهي محلها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لولا الوصيّه اعلوم لازم تسمع الها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لا تسل سيفك جاي يوم الغاضريّه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والأم تنادي وينها ارجالك يَمروان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لَيكون قوّه تدفن ابّبيتي العدوان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شيلوا الجنازه بالعجل يَولاد عدنان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ترى اتهيج الاضغان الاوليّه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شالوا الجنازه و الشّهيد ايصيح ردّي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اشبيدي وانا هذا الخبر معلوم عندي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الدّار للزّهرا وهالمدفون جدّي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لكن اشبيدي امقيّد بقيد الوصيّه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شالوا النّعش وحسين هدّأهم اخوانه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وسل النّبل ياويح قلبي من اجفانه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1408E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ساعة عظم ماجان لاقاها ابزمانه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408E0" w:rsidRDefault="00A740FF" w:rsidP="00F86163">
            <w:pPr>
              <w:pStyle w:val="libPoem"/>
            </w:pPr>
            <w:r>
              <w:rPr>
                <w:rtl/>
              </w:rPr>
              <w:t>بيها رجع من سفرته ابن الحنفيّه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وصول</w:t>
      </w:r>
      <w:r w:rsidR="00E33040">
        <w:rPr>
          <w:rtl/>
        </w:rPr>
        <w:t xml:space="preserve"> </w:t>
      </w:r>
      <w:r>
        <w:rPr>
          <w:rtl/>
        </w:rPr>
        <w:t>ابن الحنفيه من الطائف...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408E0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محمَّد من الطّايف رجع لرض المدينه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ونعش الحسن ساعة وصوله شايلينه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طب للمنازل شافها وحشه وخليّه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وعرّج على المسجد وشاف اوغاد اميّه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بسلاحها ومتجمّعه حول الزجيّه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 راح البقيع وشاف خيّه يدفنونه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أقبل على اخوانه و هل امدامع العين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وقلهم جنازه ومعركه والنّاس حزبين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 هلّي تدفنونه يخويه بو علي امنين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قال الحسن و اوغاد اميّه طاردينه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مطرود عن جدّه الهادي و عن جواره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 مروان جانا عد قبر جدنا ابغاره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08E0" w:rsidRDefault="00E347A5" w:rsidP="00F86163">
            <w:pPr>
              <w:pStyle w:val="libPoem"/>
            </w:pPr>
            <w:r>
              <w:rPr>
                <w:rtl/>
              </w:rPr>
              <w:t>ونفثت علينا اسمومها بنت الاماره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BD7F81" w:rsidP="00F86163">
            <w:pPr>
              <w:pStyle w:val="libPoem"/>
            </w:pPr>
            <w:r>
              <w:rPr>
                <w:rtl/>
              </w:rPr>
              <w:t>و احنا ابمصيبتنا وهم هجموا علينا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08E0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08E0" w:rsidRDefault="00CC1B03" w:rsidP="00F86163">
            <w:pPr>
              <w:pStyle w:val="libPoem"/>
            </w:pPr>
            <w:r>
              <w:rPr>
                <w:rtl/>
              </w:rPr>
              <w:t>ونعش أبو محمَّد يا محمّد صار نيشان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08E0" w:rsidRDefault="001408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08E0" w:rsidRDefault="00CC1B03" w:rsidP="00F86163">
            <w:pPr>
              <w:pStyle w:val="libPoem"/>
            </w:pPr>
            <w:r>
              <w:rPr>
                <w:rtl/>
              </w:rPr>
              <w:t>عِد قبر جدنا المصطفى للنّبل والزّان</w:t>
            </w:r>
            <w:r w:rsidR="001408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1D89" w:rsidRDefault="001A1D8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7394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اتكنّى و نده قلّت شيمكم يال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أجلاف اميّه عن الهادي يطردونا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بالعجل يليوث الحرب سلّوا المواضي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مروان يحكمنا وحكم السّيف ماضي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لحّد يبن حيدر بهذا الحال راضي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يرمي النّعش مروان خويه وتتركونه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قلّه عدانا اللوم 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تدري بخوك حسين مَيهاب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لكن عضيدي الحسن قيّدني ابوصيّه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و قلّي الدّم لَيكون لجلي تسفكونه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لولا الوصيّه جان شفت اشنفعل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ولازم ابجنب المصطفى ندفن المسموم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قلّه اشعبتني ابهلخبر ياكنز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ثاري الحسن يانور عيني سامِّينه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مسموم ريحانة الهادي وما تثورون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عن هالذي سمّه وفجعنا ماتفتشون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ايروح الحسن غيله ولا يتعّمر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F97394" w:rsidP="00F86163">
            <w:pPr>
              <w:pStyle w:val="libPoem"/>
            </w:pPr>
            <w:r>
              <w:rPr>
                <w:rtl/>
              </w:rPr>
              <w:t>هذي دسايس شجرة الخبث اللعينه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وص</w:t>
      </w:r>
      <w:r w:rsidR="001A1D89">
        <w:rPr>
          <w:rtl/>
        </w:rPr>
        <w:t>ول ابن الحنفية ساعة التشييع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7394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F97394" w:rsidRDefault="0090528A" w:rsidP="00F86163">
            <w:pPr>
              <w:pStyle w:val="libPoem"/>
            </w:pPr>
            <w:r>
              <w:rPr>
                <w:rtl/>
              </w:rPr>
              <w:t>شالوا الجنازه و وصّل ابن الحنفيّه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7394" w:rsidRDefault="0090528A" w:rsidP="00F86163">
            <w:pPr>
              <w:pStyle w:val="libPoem"/>
            </w:pPr>
            <w:r>
              <w:rPr>
                <w:rtl/>
              </w:rPr>
              <w:t>و شاف المصيبه اقبال عينه و الرزيّه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90528A" w:rsidP="00F86163">
            <w:pPr>
              <w:pStyle w:val="libPoem"/>
            </w:pPr>
            <w:r>
              <w:rPr>
                <w:rtl/>
              </w:rPr>
              <w:t>فاض البقيع و فاضت ابرور المدينه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90528A" w:rsidP="00F86163">
            <w:pPr>
              <w:pStyle w:val="libPoem"/>
            </w:pPr>
            <w:r>
              <w:rPr>
                <w:rtl/>
              </w:rPr>
              <w:t>و اشبال حيدر بالوقار و بالسّكينه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طلعوا من المسجد بخوهم شايلينه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و فرّت ابضجتها الحريم الهاشميّه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من شاف هالحاله ترجّل عن نجيبه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ومن شافهم كلهم هواشم شق جيبه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rPr>
          <w:trHeight w:val="350"/>
        </w:trPr>
        <w:tc>
          <w:tcPr>
            <w:tcW w:w="3920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و شاف الشّهيد حسين و اتعلّى نحيبه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و ناداه خبّرني ابعجل يَبن الزّجيّه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يحسين خبّرني عَلَي دنياي وحشه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85556D" w:rsidP="00F86163">
            <w:pPr>
              <w:pStyle w:val="libPoem"/>
            </w:pPr>
            <w:r>
              <w:rPr>
                <w:rtl/>
              </w:rPr>
              <w:t>كلكم حريم و زلم فرّيتوا ابدهشه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 وين الحسن لَيكون هذا النّعش نعشه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وصارت الضجّه وغابت الشّمس المضيّه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قلّه نعم هذا الحسن عزنا و ضمدنا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 هالدّار ورث امنا و بيها قبر جدنا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وبيها الاجانب تندفن واحنا انطردنا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وانا يخويه مقيّد بقيد الوصيّه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حن وجذب حسره وصب الدّمع سجّام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ويلاه من شمتة عدونا اُوجور لَيّام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باجر بشاير ياعضيدي توصل الشّام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وتفرح هند والحزن سهم الفاطميّه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حطّوا النّعش ويلاه ياساعة القشره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من نزّلوا مهجة الزّهرا وسط قبره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وحسين دنّق وانتحب والعين عبرى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يقلّه يخويه وداعة الله هاي هيّه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وهالوا تراب القبر وانهدّت اركانه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 روّوا اتراب القبر بالمجمع اخوانه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94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و شمّامة الهادي الذي وجّر احزانه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94" w:rsidRDefault="00F9739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94" w:rsidRDefault="00BA5186" w:rsidP="00F86163">
            <w:pPr>
              <w:pStyle w:val="libPoem"/>
            </w:pPr>
            <w:r>
              <w:rPr>
                <w:rtl/>
              </w:rPr>
              <w:t>رجعة البيت وشوفته داره خليّه</w:t>
            </w:r>
            <w:r w:rsidR="00F9739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4F9B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 شوفة اجعيده جالسه شبه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تترقّب الانعام من نسل اللعينه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 زينب اتنادي وين اخيّك ياولينا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مظلم البيت و موحشه 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على قبر الحسن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4F9B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اتخوصر على قبر الحسن مهجة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يجذب الونّه والدّمع بالخد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اينادي يخويه موحشه ابيوتك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والدّهر بعدك يا عضيدي خان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مقدر على طبّة المنزل 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وانظر ايتامك بالكسيره ياحما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شاقول لو قالوا يعمّي وين ابونا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وشالبصر لو زينب تلقّتني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تلطم على الهامه وتقول الحسن وينه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اتضيّج عليّ الواسعه و اتزيد لَفكار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اتزفّر و صاح و عبرته تجري بلخدود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ودّعتك الله يالذي باللحد ممدود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من هالسّفر ماظن يبومحمَّد لنا اتعود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خلّيت قلبي الفرقتك متوجّر ابنار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حطّ اللبن فوق اللحد والدّمع سافح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 التّرب هاله و اخوته ضجّوا بصوايح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هذا يجود وذاك فوق القبر طايح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وحسين من كثر البواجي وقف محتار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وارى عضيده في التّرب والقلب مكسور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 امن المصيبه حول قبر المجتبى ايدور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واشبال هاشم حول قبره ولالها شعور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 كلمن الوجده يصفج اليمنه بليسار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ردّ السّبط تجري ادموعه فوق خدّه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اينادي عضيدي استوحشت دنياي بعده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و الله الأخو يكسر ظهر خيّه ابفقده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93D7E" w:rsidP="00F86163">
            <w:pPr>
              <w:pStyle w:val="libPoem"/>
            </w:pPr>
            <w:r>
              <w:rPr>
                <w:rtl/>
              </w:rPr>
              <w:t>دهره يضكّه و يمتزج عيشه بلكدار</w:t>
            </w:r>
            <w:r w:rsidR="00414F9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ابن</w:t>
      </w:r>
      <w:r w:rsidR="00E33040">
        <w:rPr>
          <w:rtl/>
        </w:rPr>
        <w:t xml:space="preserve"> </w:t>
      </w:r>
      <w:r>
        <w:rPr>
          <w:rtl/>
        </w:rPr>
        <w:t>الحنفيه على قبر الحسن...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4F9B" w:rsidTr="00414F9B">
        <w:trPr>
          <w:trHeight w:val="350"/>
        </w:trPr>
        <w:tc>
          <w:tcPr>
            <w:tcW w:w="3920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هذا الحسن مدفون 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غايب يَوَسفه ولا حضرت الهالرزيّه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اتخوصر على قبره يهل امدامع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يجذب الحسره وينتحب ويصيح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هلّي سطى وسم الحسن يليوث من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وخلّى البتوله بالقبر تنصب عزيّه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ونادى يبو محمَّد أسف ماجنت يمّك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 انت طريح افراش تتلظّى ابسمّك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ياليت ضمني قبرك أُولاجان ضمّك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معلوم سمّك من دسايس آل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امن النّوم دقعد يالذي حلوه اطباعك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انت الذي لو تامر اعلى الموت طاعك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F9B" w:rsidTr="00414F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ياحيف خويه ماحضرت ساعة اوداعك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F9B" w:rsidRDefault="00414F9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F9B" w:rsidRDefault="00414F9B" w:rsidP="00F86163">
            <w:pPr>
              <w:pStyle w:val="libPoem"/>
            </w:pPr>
            <w:r>
              <w:rPr>
                <w:rtl/>
              </w:rPr>
              <w:t>و افديك يا مهجة الزّهرا امن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14F9B" w:rsidRDefault="00414F9B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11FB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خويه يبو محمَّد شعاين عقب فرقاك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ابيوتك يخويه موحشه و ظلمه بليّاك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وسفه يبو محمَّد علينا شمتت اعداك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واحنا تهيج احزاننا صبح ومسيّه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ماطالت ايّامك يبحر الكرم والجود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لا تفرح العدوان عدنا امن الفخر طود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ماينثلم عزنا وابو السجّاد موجود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يتشيّد العز بالسّلاله الفاطميّه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وعاين أخوته وصاح لا يزداد همكم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أشبال حيدر والعدا ترهب هممكم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بس يالهواشم لا تفوت العدا ابدمكم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AF358D" w:rsidP="00F86163">
            <w:pPr>
              <w:pStyle w:val="libPoem"/>
            </w:pPr>
            <w:r>
              <w:rPr>
                <w:rtl/>
              </w:rPr>
              <w:t>بالعجل دركوا الثّار يليوث الحميّه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315E" w:rsidP="00F86163">
            <w:pPr>
              <w:pStyle w:val="libPoem"/>
            </w:pPr>
            <w:r>
              <w:rPr>
                <w:rtl/>
              </w:rPr>
              <w:t>و هالوا على سبط الرّسول اتراب قبره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315E" w:rsidP="00F86163">
            <w:pPr>
              <w:pStyle w:val="libPoem"/>
            </w:pPr>
            <w:r>
              <w:rPr>
                <w:rtl/>
              </w:rPr>
              <w:t>و امّا الشّهيد حسين يتنحّب ابعبره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ومحّد سمع منّه يقول انكسر ظهره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وحوله اليوث امن السّلاله الهاشميّه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لكن وقفته عْلَى البطَل مقطوع لزنود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وشاف العلم مرمي و يمه امّزق الجود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صاح انكسرظهري وبقيت وحيد مفرود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600D49" w:rsidP="00F86163">
            <w:pPr>
              <w:pStyle w:val="libPoem"/>
            </w:pPr>
            <w:r>
              <w:rPr>
                <w:rtl/>
              </w:rPr>
              <w:t>دنهض يعبّاس العدا دارت عليّه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28EF">
      <w:pPr>
        <w:pStyle w:val="Heading2Center"/>
      </w:pPr>
      <w:bookmarkStart w:id="5" w:name="_Toc21389970"/>
      <w:r>
        <w:rPr>
          <w:rtl/>
        </w:rPr>
        <w:t>{ في رثاء عبرة</w:t>
      </w:r>
      <w:r w:rsidR="00E33040">
        <w:rPr>
          <w:rtl/>
        </w:rPr>
        <w:t xml:space="preserve"> </w:t>
      </w:r>
      <w:r>
        <w:rPr>
          <w:rtl/>
        </w:rPr>
        <w:t>المؤمنين الإمام الشهيد أبي عبد الله</w:t>
      </w:r>
      <w:bookmarkEnd w:id="5"/>
    </w:p>
    <w:p w:rsidR="00C231C3" w:rsidRDefault="00C231C3" w:rsidP="002728EF">
      <w:pPr>
        <w:pStyle w:val="Heading2Center"/>
      </w:pPr>
      <w:bookmarkStart w:id="6" w:name="_Toc21389971"/>
      <w:r>
        <w:rPr>
          <w:rtl/>
        </w:rPr>
        <w:t>الحسين (ص) ومايتعلق بواقعة الطف }</w:t>
      </w:r>
      <w:bookmarkEnd w:id="6"/>
    </w:p>
    <w:p w:rsidR="00C231C3" w:rsidRDefault="00C231C3" w:rsidP="002728EF">
      <w:pPr>
        <w:pStyle w:val="libCenterBold1"/>
      </w:pPr>
      <w:r>
        <w:rPr>
          <w:rtl/>
        </w:rPr>
        <w:t>هلال المحرم و أحزان عاشوراء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11FB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عاشور هلّ وبالضّماير شب نيران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راح الفرح عنّا وغشانا بظلمة أحزان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صارت مآتم في السّماوت العليه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و بنت النّبي اويا الحور نصبت له عزيّه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والكل ينادي ياغريب الغاضريّه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وهذا ينادي واشهيدٍ مات عطشان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لبست الشّيعه ابكل وادي اثياب لسواد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عافت المكسب والحزن بالقلب وقّاد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rPr>
          <w:trHeight w:val="350"/>
        </w:trPr>
        <w:tc>
          <w:tcPr>
            <w:tcW w:w="3920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نصبت مآتمها على بو زين لعباد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1B2341" w:rsidP="00F86163">
            <w:pPr>
              <w:pStyle w:val="libPoem"/>
            </w:pPr>
            <w:r>
              <w:rPr>
                <w:rtl/>
              </w:rPr>
              <w:t>تبذل على ابن المصطفى غالي الأثمان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و اتشوفها لو طبّت الماتم ابزفره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هذا يهل دمعه وهذا يجر حسره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هذا يدق راسه ويلطم فوق صدره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والكل عليه امن الحزن واللطم عنوان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محّد تولّع بالبكى ابكل البريّه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مثل الحزين الواله ابن الحنفيّه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هل الهلال و هلّت ادموعه جريّه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بس ينتحب ويصيح ياوحشة هلوطان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سافر أبو السجّاد يقطع بيد لبرور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قاصد للعراق وتركها موحشه الدّور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11FB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خايف على اخواني أنا مْن أيام عاشور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11FB" w:rsidRDefault="002011F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11FB" w:rsidRDefault="00F52168" w:rsidP="00F86163">
            <w:pPr>
              <w:pStyle w:val="libPoem"/>
            </w:pPr>
            <w:r>
              <w:rPr>
                <w:rtl/>
              </w:rPr>
              <w:t>الله يعوده الهالمنازل قمر عدنان</w:t>
            </w:r>
            <w:r w:rsidR="002011F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14F9B" w:rsidRDefault="00414F9B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في وجدان الشيعة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F7839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وحق راسك المقطوع ياشمس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للحشر ماننسى مصابك و 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ننسى و سهم الصاب قلبك ياذرانا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ذلنا و فت اقلوبنا و نكّس لوانا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وتقطيع جسمك بالثّرى قطَّع أمعانا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وخيلٍ وطت صدرك على حر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داست يَبن حيدر على اصدور لمحبّين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F7839" w:rsidP="00F86163">
            <w:pPr>
              <w:pStyle w:val="libPoem"/>
            </w:pPr>
            <w:r>
              <w:rPr>
                <w:rtl/>
              </w:rPr>
              <w:t>و بقلوبنا اتخلّيك عاري ابغير تجفين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 ذبح الطّفل ننساه هذا امحال يحسين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ولا ينّسى اركوب الوديعه عْلى مطيّه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يحسين كلنا نعتني لك كربلا انزور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بس ما نوصّلكم و ننظر ذيج لقبور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ندخل الحاير بالحنين و لطم لصدور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 انحوم مثل الجلَب لوفارق حميّه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ونشوف عد رجلك علي يحسين مدفون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 اتهيج زفرتنا و يقرّح ماي لعيون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و نتذكّر اوقوفك عليه ابقلب محزون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B85811" w:rsidP="00F86163">
            <w:pPr>
              <w:pStyle w:val="libPoem"/>
            </w:pPr>
            <w:r>
              <w:rPr>
                <w:rtl/>
              </w:rPr>
              <w:t>محني الظّهر و اتصيح يَبني قطعت بيّه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95021D" w:rsidP="00F86163">
            <w:pPr>
              <w:pStyle w:val="libPoem"/>
            </w:pPr>
            <w:r>
              <w:rPr>
                <w:rtl/>
              </w:rPr>
              <w:t>و ابكل فريضة اتروح للحاير الشّيعه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95021D" w:rsidP="00F86163">
            <w:pPr>
              <w:pStyle w:val="libPoem"/>
            </w:pPr>
            <w:r>
              <w:rPr>
                <w:rtl/>
              </w:rPr>
              <w:t>و من مشهدك تطلع وتقصد للشّريعه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95021D" w:rsidP="00F86163">
            <w:pPr>
              <w:pStyle w:val="libPoem"/>
            </w:pPr>
            <w:r>
              <w:rPr>
                <w:rtl/>
              </w:rPr>
              <w:t>اتزور لقمر لَزهر أبو جفوف القطيعه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شيّال رايتكم و سور الهاشميّه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و بعد الزّيارة للمخيّم بالبجا انعود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بس ما نطبها اتسيل دمعتنا بلخدود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نذكر امنادى بن سعد ياقوم فرهود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حرقوا الخيم سلبوا الحريم الخارجيّه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نذكر اوقوف مخدّرتكم شابحه العين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للمعركه والخيل حاطت بالصّواوين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اتنادي يعدوان الله الله ابهالنّساوين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080697" w:rsidP="00F86163">
            <w:pPr>
              <w:pStyle w:val="libPoem"/>
            </w:pPr>
            <w:r>
              <w:rPr>
                <w:rtl/>
              </w:rPr>
              <w:t>لا تروّعوها راقبوا رب البريّه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يا</w:t>
      </w:r>
      <w:r w:rsidR="00E33040">
        <w:rPr>
          <w:rtl/>
        </w:rPr>
        <w:t xml:space="preserve"> </w:t>
      </w:r>
      <w:r>
        <w:rPr>
          <w:rtl/>
        </w:rPr>
        <w:t>ليتنا كنا معكم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F7839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يامهجة الزّهرا وشمّامة المختار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عفت لَوطان و جيت من جملة الزوّار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يحسين مالبّاك جسمي يوم لطفوف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عند استغاثاتك وحولك حايطه صفوف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حظّي قعد بي عن امصافح ذيج لسيوف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فازوا بْنصرتك ياشفيّه صفوة انصار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و انجان مالبّى لك الساني يصنديد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يوم اوقفِت محتار مابين العدى اوحيد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rPr>
          <w:trHeight w:val="350"/>
        </w:trPr>
        <w:tc>
          <w:tcPr>
            <w:tcW w:w="3920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و اتعاين الشبّان صرعى ابغير توسيد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95661B" w:rsidP="00F86163">
            <w:pPr>
              <w:pStyle w:val="libPoem"/>
            </w:pPr>
            <w:r>
              <w:rPr>
                <w:rtl/>
              </w:rPr>
              <w:t>لبّاك قلبي يا بقية بيت لَطهار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قلبي أجابك و انفطر و اتفجّر ادموم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وسمعي بسماع مصيبتك والنّوح كل يوم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وعيني أجابت واهمَلت منها الدّمع دوم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قلبي و هواي اوياك و المهجه اشعَلت نار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كعبة الشّيعه امصيبته اتفت الجلاميد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ذاك العزيز اشلون يبقى بحرّة البيد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839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من حول جسمه مصرَّعه ذيج الأماجيد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839" w:rsidRDefault="00BF78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839" w:rsidRDefault="006B45DD" w:rsidP="00F86163">
            <w:pPr>
              <w:pStyle w:val="libPoem"/>
            </w:pPr>
            <w:r>
              <w:rPr>
                <w:rtl/>
              </w:rPr>
              <w:t>دمهم غسل و اجفانهم سافي مْن لغبار</w:t>
            </w:r>
            <w:r w:rsidR="00BF78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14F9B" w:rsidRDefault="00414F9B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48D8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يا شيعة الكرّار مافيكم 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ما جان أخذتوا اجفان رحتوا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شلتوا حماكم لا تدوسه الاعوجيّه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و جبتوا حريمه لا تروح ابيسر 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قوموا نروح الغاضريّه وناخذ انعوش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4148D8" w:rsidP="00F86163">
            <w:pPr>
              <w:pStyle w:val="libPoem"/>
            </w:pPr>
            <w:r>
              <w:rPr>
                <w:rtl/>
              </w:rPr>
              <w:t>ونواري أجساد بقت طعمه للوحوش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زين لعباد إمامكم بالمرض مدهوش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انعزّيه باهله ومن خيمهم نخمد النّار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قوموا نروح الكربلا انغسّل الشبّان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ونشيل جسم حسين ونفصّل له اجفان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راسه يشيعه اننزّله عن راس لسنان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والحرم نرجعها و لزينب ناخذ خمار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ظلّت تراهي امسلّبه وحسين مطروح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وعدها عليل ومن ونينه يذوّب الرّوح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حرمه بلا والي تنادي وين أنا روح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حسين باليني ابيتامى ازغار وكبار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حرمه وغريبه ودمعها بالخدّ همّال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واصيح وين اهلي وعمامي اتعاين الحال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عندي جنازه امعطّله ولا عندي ارجال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اسمعتوا يشيعه هالمصايب مثلها صار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انجان قلتوا ابن النّبي مَيْجفنونه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هذا شهيد و من دماه ما يغسّلونه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ذاك الشّهيد اللّي يظل ما يسلّبونه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وامّا المسلّب ما يوارونه بلَستار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انجان قلتوا حسين متغسّل ابدمّه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هذا صدق لكن اموزّع صار جسمه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اعضاه كلها امفرّقه قوموا نلمّه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BC0213" w:rsidP="00F86163">
            <w:pPr>
              <w:pStyle w:val="libPoem"/>
            </w:pPr>
            <w:r>
              <w:rPr>
                <w:rtl/>
              </w:rPr>
              <w:t>و ابقلوبنا اندفنه ولا يبقى بلوعار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الزّهراء في المحشر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48D8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من هالذي مقطوع راسه ياضيا العين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بس مانظرته انفطر قلبي وصار نصّين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من هالذي شوفة احواله تشعب الرّوح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جسمه امبضّع ياعزيزي وكلّه اجروح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بس عاينت له سال يابني الدّمع مسفوح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اخبرني هَلمقطّع يَنور العين من وين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صاح الحسن و اتفجّرت عينه بلدموع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805A0B" w:rsidP="00F86163">
            <w:pPr>
              <w:pStyle w:val="libPoem"/>
            </w:pPr>
            <w:r>
              <w:rPr>
                <w:rtl/>
              </w:rPr>
              <w:t>و اتحسّر و طوّح الونّه ابقلب موجوع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عضيدي حسين منّه الرّاس مقطوع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ابنج يَزهرا جاي لا راسٍ ولا يدين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الذي ذبحوا على صدره فطيمه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وذبحوا اولاده واخوته وسلبوا حريمه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وشالوا على الخطّي عقب ذبحه كريمه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الذي خلّوه عاري ابغير تجفين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الذي داس الشّمر صدره بلنعال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و انذبح ضامي ما ارتوا من ماي لزلال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الذي شالن حريمه فوق لجمال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من غير والي وقّفوهن بالدّواوين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و اتجدّد الماتم و دمعتها جريّه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و اتصيح يَبني هيّجت حزني عليّه=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48D8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هذا الغريب اللي انذبح بالغاضريّه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48D8" w:rsidRDefault="004148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48D8" w:rsidRDefault="000C722B" w:rsidP="00F86163">
            <w:pPr>
              <w:pStyle w:val="libPoem"/>
            </w:pPr>
            <w:r>
              <w:rPr>
                <w:rtl/>
              </w:rPr>
              <w:t>ايقلها نعم هذا يَزهرا اعزيزج حسين</w:t>
            </w:r>
            <w:r w:rsidR="004148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A5721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اتناديه يَبني من قطع راسك و 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من كسّر اضلوعك يَعقلي بأرض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B4170C">
        <w:trPr>
          <w:trHeight w:val="350"/>
        </w:trPr>
        <w:tc>
          <w:tcPr>
            <w:tcW w:w="3920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من قطّع أوصالك يعيني ابضرب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يا مهجتي مذبوح لا مطلب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B4170C">
        <w:trPr>
          <w:trHeight w:val="350"/>
        </w:trPr>
        <w:tc>
          <w:tcPr>
            <w:tcW w:w="3920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يحسين قلّي من قطع بالسّيف نحرك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يا نور عيني من وطى بالخيل صدرك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B4170C">
        <w:trPr>
          <w:trHeight w:val="350"/>
        </w:trPr>
        <w:tc>
          <w:tcPr>
            <w:tcW w:w="3920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ومن سلَّب ايتامك وياهو حرق خدرك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5721" w:rsidRDefault="008A5721" w:rsidP="00F86163">
            <w:pPr>
              <w:pStyle w:val="libPoem"/>
            </w:pPr>
            <w:r>
              <w:rPr>
                <w:rtl/>
              </w:rPr>
              <w:t>وياهو الذي شتّت بناتي اشمال ويمين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تظلّم</w:t>
      </w:r>
      <w:r w:rsidR="00E33040">
        <w:rPr>
          <w:rtl/>
        </w:rPr>
        <w:t xml:space="preserve"> </w:t>
      </w:r>
      <w:r>
        <w:rPr>
          <w:rtl/>
        </w:rPr>
        <w:t>الزهراء يوم القيامة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A5721" w:rsidTr="008A5721">
        <w:trPr>
          <w:trHeight w:val="350"/>
        </w:trPr>
        <w:tc>
          <w:tcPr>
            <w:tcW w:w="4219" w:type="dxa"/>
            <w:shd w:val="clear" w:color="auto" w:fill="auto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اتزلزِل المحشر وقفة الزّهرا الحزينه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اتنادي يربّي القوم ضلعي كاسرينه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دخلوا علي البيت عدواني و ولوني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 قادوا علي ببنود سيفه و سقّطوني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 نحلة أبويه اتناهبوها و اطردوني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هجموا علينا ابدارنا ولا راقبونا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وعفت الدنيّه عقب ما فتّوا افّادي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وعمّم كريم المرتضى سيف المرادي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وردّوا عقب عينه و عيني على اولادي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واحد قضى مسموم عندي بالمدينه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وضل العزيز حسين بين اوغاد سفيان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وقاسى مصايب بعضها تشيّب الرّضعان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وسافر لراضي كربلا وانذبح عطشان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مرمي و اخوته عن اشماله وعن يمينه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إنتَ يَربّي العالم ابكل المصايب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ضلّت بناتي من عقب عيني غرايب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للشّام ودّوهم يسر بين الأجانب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و ابني علي بالقيد و الغل ماحنينه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تبدي الشّكايه والدّمع بالخد مذروف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BF1FD5" w:rsidP="00F86163">
            <w:pPr>
              <w:pStyle w:val="libPoem"/>
            </w:pPr>
            <w:r>
              <w:rPr>
                <w:rtl/>
              </w:rPr>
              <w:t>بالحال ترفع طفل ابنها حسين ملفوف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و اتصيح شيبني يربّي يوم لطفوف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اشسوّى الطّفل من ذنب حتّى يذبحونه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مهجة عزيزي ياحكيم ابسهم مذبوح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و قلب الرّباب امن المصيبه صار مجروح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من شافته امغمّض ايعالج طلعة الرّوح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و فتّت اقلوب الهاشميّات ابونينه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و اتجر ونّه و الخلايق كلهم اوقوف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تندب و ترفع بيدها منديل ملفوف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ربّ انتقم لي مْن الذي قطّع هلجفوف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ياتي النّدا والنّاس كلهم يسمعونه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منّي يَبنت المصطفى طلبي الشّفاعه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270EFA" w:rsidP="00F86163">
            <w:pPr>
              <w:pStyle w:val="libPoem"/>
            </w:pPr>
            <w:r>
              <w:rPr>
                <w:rtl/>
              </w:rPr>
              <w:t>لاخذ ابحقّج من الطّاغي و من اتباعه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و مْن الذي للدّار جاكم بالجماعه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و مْن الذي قاد الوصي و روّع بنينه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و مْن الذي بالباب منّج كسر ضلعين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و اللّي طبع جفّه على الخد وعلى العين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بشري يبنت المصطفى يم حسن وحسين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هَليوم وعد اقطام واجعيده اللعينه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5721" w:rsidTr="008A572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هليوم يازهرا الوفا و اقبل الميعاد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A5721" w:rsidRDefault="008A5721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A5721" w:rsidRDefault="00FD1D0F" w:rsidP="00F86163">
            <w:pPr>
              <w:pStyle w:val="libPoem"/>
            </w:pPr>
            <w:r>
              <w:rPr>
                <w:rtl/>
              </w:rPr>
              <w:t>آخذ ابحقّك من بني اميّه و بني زياد</w:t>
            </w:r>
            <w:r w:rsidR="008A572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53D13" w:rsidRDefault="00B53D1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F4C0D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ومن الذي في كربلا عفّر لك أولاد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 هذا العزيز انجان قصدك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وتنظر العرصه والدّمع يجري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واتشوف ابنها حسين من حوله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بين الخلق واقف بلا راس وبلا ايدين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 اتصيح وشهالفعل بابني فاعلينه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تصرخ ابصوت ايزلزل العالم و لَفلاك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 الحور ويّاها تضج و جْميع لَملاك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 تقول ياباقي البقيّه ما حضرناك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السّهم فات ولا حضرنا يوم جينه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واتعج جميع الرّسل حتّى آدم و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 يخاطبون المصطفى والمصطفى ينوح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B417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الله يعظّم أجرك ابسبطك المذبوح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4C0D" w:rsidRDefault="008F4C0D" w:rsidP="00F86163">
            <w:pPr>
              <w:pStyle w:val="libPoem"/>
            </w:pPr>
            <w:r>
              <w:rPr>
                <w:rtl/>
              </w:rPr>
              <w:t>وحيدر علي يبجي ويهل ادموع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طلب</w:t>
      </w:r>
      <w:r w:rsidR="00E33040">
        <w:rPr>
          <w:rtl/>
        </w:rPr>
        <w:t xml:space="preserve"> </w:t>
      </w:r>
      <w:r w:rsidR="00B53D13">
        <w:rPr>
          <w:rtl/>
        </w:rPr>
        <w:t>البيعة منه و وداعه قبر جده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F4C0D" w:rsidTr="00126D34">
        <w:trPr>
          <w:trHeight w:val="350"/>
        </w:trPr>
        <w:tc>
          <w:tcPr>
            <w:tcW w:w="4219" w:type="dxa"/>
            <w:shd w:val="clear" w:color="auto" w:fill="auto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ياكربلا امصابج على المخلوق ماصار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مثله ولا يجري شبيهه بكل الادوار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rPr>
          <w:trHeight w:val="350"/>
        </w:trPr>
        <w:tc>
          <w:tcPr>
            <w:tcW w:w="4219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أرد ابتدي و محتار و الله يامسلمين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واطلب أصلها منين جات مصيبة حسين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rPr>
          <w:trHeight w:val="350"/>
        </w:trPr>
        <w:tc>
          <w:tcPr>
            <w:tcW w:w="4219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متنوّعه و متلملمه خبروني امنين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جف القلم بيدي وانا ظليت محتار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rPr>
          <w:trHeight w:val="350"/>
        </w:trPr>
        <w:tc>
          <w:tcPr>
            <w:tcW w:w="4219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فكّرت واعرفت الاصل ناشي من بعيد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من بدر لكن بالسّقيفه زاد توكيد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rPr>
          <w:trHeight w:val="350"/>
        </w:trPr>
        <w:tc>
          <w:tcPr>
            <w:tcW w:w="4219" w:type="dxa"/>
          </w:tcPr>
          <w:p w:rsidR="008F4C0D" w:rsidRDefault="00126D34" w:rsidP="00F86163">
            <w:pPr>
              <w:pStyle w:val="libPoem"/>
            </w:pPr>
            <w:r>
              <w:rPr>
                <w:rtl/>
              </w:rPr>
              <w:t>و بانت طلايعها تلوح ابّيعة ايزيد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 شان العواصف من تثور اتقدّم اغبار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قدّم نتيجة هند ليزيد الوصيّه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نبّه شعوره وحذّره مْن ابن الزجيّه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وقلّه ابن هاشم ترى وانت ابن اميّه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وارض المدينه حاكمتها صبية النّار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وصلت رساله للوليد وبعث في الحال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 الكلّ تقهقر و السّبط لاقاه برجال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وقلّه الحجي بحقوق ماهو قول من قال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2E30AE" w:rsidP="00F86163">
            <w:pPr>
              <w:pStyle w:val="libPoem"/>
            </w:pPr>
            <w:r>
              <w:rPr>
                <w:rtl/>
              </w:rPr>
              <w:t>ياهو ابوه المرتضى وجدّه المختار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عنهم طلع مغضب وحفّت بيه شجعان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وظل بالقهر والذّل سليل الرّجس مروان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و بالليل راح القبر جدّه نور لَكوان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يقلّه ترى خانت الامّه والدّهر جار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اتردّد ثلاث اليال بالرّوضه المنيره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وتالي الليالي انبعث بدموعٍ غزيره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واعْلَى القبر من نام قصده يستشيره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DD23B0" w:rsidP="00F86163">
            <w:pPr>
              <w:pStyle w:val="libPoem"/>
            </w:pPr>
            <w:r>
              <w:rPr>
                <w:rtl/>
              </w:rPr>
              <w:t>وجاه الامر حتمي من الواحد القهّار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095FA8" w:rsidP="00F86163">
            <w:pPr>
              <w:pStyle w:val="libPoem"/>
            </w:pPr>
            <w:r>
              <w:rPr>
                <w:rtl/>
              </w:rPr>
              <w:t>ضمّه الصدره وقال نور العين يحسين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095FA8" w:rsidP="00F86163">
            <w:pPr>
              <w:pStyle w:val="libPoem"/>
            </w:pPr>
            <w:r>
              <w:rPr>
                <w:rtl/>
              </w:rPr>
              <w:t>بالاهل سافر بالعجل واتدارك الدّين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4C0D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F4C0D" w:rsidRDefault="00095FA8" w:rsidP="00F86163">
            <w:pPr>
              <w:pStyle w:val="libPoem"/>
            </w:pPr>
            <w:r>
              <w:rPr>
                <w:rtl/>
              </w:rPr>
              <w:t>جنّي أعاينكم على الغبرا مطاعين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F4C0D" w:rsidRDefault="008F4C0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F4C0D" w:rsidRDefault="00095FA8" w:rsidP="00F86163">
            <w:pPr>
              <w:pStyle w:val="libPoem"/>
            </w:pPr>
            <w:r>
              <w:rPr>
                <w:rtl/>
              </w:rPr>
              <w:t>والحرم تمشي باليسر مابين كفّار</w:t>
            </w:r>
            <w:r w:rsidR="008F4C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6D34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يحسين بجنان الخلد رتبه عليّه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6D34" w:rsidRDefault="00126D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بيها نجاة اهل الولايه الحيدريّه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6D34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مَينالها 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الينذبح بالغاضريّه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6D34" w:rsidRDefault="00126D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واللي يظل جسمه رميّه بذيج لوعار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6D34" w:rsidTr="00126D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مَينالها 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اليجتَل ابجفّه فطيمه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6D34" w:rsidRDefault="00126D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6D34" w:rsidRDefault="00095FA8" w:rsidP="00F86163">
            <w:pPr>
              <w:pStyle w:val="libPoem"/>
            </w:pPr>
            <w:r>
              <w:rPr>
                <w:rtl/>
              </w:rPr>
              <w:t>واللي على حرّ الظّما ينحزكريمه</w:t>
            </w:r>
            <w:r w:rsidR="00126D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5721" w:rsidRDefault="008A572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4170C" w:rsidTr="00B4170C">
        <w:trPr>
          <w:trHeight w:val="350"/>
        </w:trPr>
        <w:tc>
          <w:tcPr>
            <w:tcW w:w="3920" w:type="dxa"/>
            <w:shd w:val="clear" w:color="auto" w:fill="auto"/>
          </w:tcPr>
          <w:p w:rsidR="00B4170C" w:rsidRDefault="00B4170C" w:rsidP="00F86163">
            <w:pPr>
              <w:pStyle w:val="libPoem"/>
            </w:pPr>
            <w:r>
              <w:rPr>
                <w:rtl/>
              </w:rPr>
              <w:t>و اللي تروح اعْلَى الهزل حسّر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4170C" w:rsidRDefault="00B417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4170C" w:rsidRDefault="00B4170C" w:rsidP="00F86163">
            <w:pPr>
              <w:pStyle w:val="libPoem"/>
            </w:pPr>
            <w:r>
              <w:rPr>
                <w:rtl/>
              </w:rPr>
              <w:t>عجّل احرزها وخلّص الشّيعه من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قبر جده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50743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مهجة الزّهرا فوق قبر المصطفى ينوح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ينادي من الدّنيا يَجدّي ملّت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تعفّر على قبره وزفر زفرة المهضوم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غمّضت عينه و شاف جدّه ابعالم النّوم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ضمّه الصدره والدّمع بالخد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 قلّه ابحريمك و لَولاد الكربلا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يحسين سافر و اترك اديارك و لَوطان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جنّي اعاين جثّتك للخيل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 الرّاس مثل البدر يزهر فوق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من تلتفت زينب تشوفه اقبالها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اتنجّي يعقلي ابذبحك الشّيعه من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ابذبح شبّانك و ذيج اطفال لصغار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وتصير لجلك كربلا مقصد الزّوار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من عالم الذّر هالأمر مكتوب باللوح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يحسين سافر بالحراير و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تنذبح يبني ونسوتك تدخل دواوين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خل تنصب الشّيعه النّياحه عليك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وانتَ التنجّيها ويصير الذّنب مصفوح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بالله ارد اناشدكم يشيعه ردّوا اجواب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لو تنفني جملة الشّيعه شيخٍ وشاب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يقابل اتْعفّر خدّ ابو سكنه بلتراب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لا والذي من قبل آدم علَّم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أحلف ابحيدر لو انفنت جملة الشّيعه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مَتعادل اوقوف السّبط بيده رضيعه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يجذب الحسره وينظر اوداجه 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وطفله يفرفر مثل ذبح الطّير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وحقّ الذي كسروا ضلعها امّ الأماجيد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نسوان شيعتهم طبق من غير تعديد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كلها مَتسوى ادخول زينب مجلس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ويّا اليتامى وزندها بالحبل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</w:t>
      </w:r>
      <w:r w:rsidR="00E33040">
        <w:rPr>
          <w:rtl/>
        </w:rPr>
        <w:t xml:space="preserve"> </w:t>
      </w:r>
      <w:r>
        <w:rPr>
          <w:rtl/>
        </w:rPr>
        <w:t>قبري أمه و أخيه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50743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ودّع قبر جدّه ورجع والقلب ممرود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يم روضة الزّهرا يون ونّة المجهود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اتمرّغ على الرّوضه وقلبه من الوجد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و عفّر اخدوده ويل قلبي ابذاك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ينادي عزيزج يابتوله امن الهضم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متحيّر و بالوطن ما يحصل له اقعود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هلّت ادموعه ولصق فوق القبر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950743" w:rsidP="00F86163">
            <w:pPr>
              <w:pStyle w:val="libPoem"/>
            </w:pPr>
            <w:r>
              <w:rPr>
                <w:rtl/>
              </w:rPr>
              <w:t>يبجي وينادي في أمان الله يزهره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rPr>
          <w:trHeight w:val="350"/>
        </w:trPr>
        <w:tc>
          <w:tcPr>
            <w:tcW w:w="3920" w:type="dxa"/>
          </w:tcPr>
          <w:p w:rsidR="00950743" w:rsidRDefault="00A35688" w:rsidP="00F86163">
            <w:pPr>
              <w:pStyle w:val="libPoem"/>
            </w:pPr>
            <w:r>
              <w:rPr>
                <w:rtl/>
              </w:rPr>
              <w:t>مكسور قلبي امن الهضم و الله يجبره</w:t>
            </w:r>
            <w:r w:rsidR="009507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A35688" w:rsidP="00F86163">
            <w:pPr>
              <w:pStyle w:val="libPoem"/>
            </w:pPr>
            <w:r>
              <w:rPr>
                <w:rtl/>
              </w:rPr>
              <w:t>ورد القبر خيّه وقلبه بحزن موقود</w:t>
            </w:r>
            <w:r w:rsidR="009507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50743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50743" w:rsidRDefault="00A35688" w:rsidP="00F86163">
            <w:pPr>
              <w:pStyle w:val="libPoem"/>
            </w:pPr>
            <w:r>
              <w:rPr>
                <w:rtl/>
              </w:rPr>
              <w:t>اتخوصر على قبر العضيد و يعلم الله</w:t>
            </w:r>
            <w:r w:rsidR="009507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50743" w:rsidRDefault="009507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50743" w:rsidRDefault="00A35688" w:rsidP="00F86163">
            <w:pPr>
              <w:pStyle w:val="libPoem"/>
            </w:pPr>
            <w:r>
              <w:rPr>
                <w:rtl/>
              </w:rPr>
              <w:t>بَحزان قلبه يوم صاح اوداعة الله</w:t>
            </w:r>
            <w:r w:rsidR="0095074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5721" w:rsidRDefault="008A572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F2050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هذا يخويه اللّي علينا قدّر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سمّك و ذبحي من قبل تكوين 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انتَ قضيت اللّي عليك امن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عالجت غصّتها وظل اللّي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قصدي ابهالسّفره يخويه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عندي خبر من طلعتي للوطن ما 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خويه يبومحمَّد عَلَيْ رحب الفضا ضاق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قلبي تراهو ذاب من لوعات لفراق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بَرض المدينه قبرك و قبري بلعراق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رد للمنازل و الدّمع يجري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نادى يدور المجد ظلّيتي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وطوّح الونّه وجاوبه 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وقلّه اشعبتني ياغريب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من وطن جدّك ياعضيدي بليل مطرود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عندك خبر يحسين بس اتسوق لَضعان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و اتشوف عيني البيت خالي من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جسمي يذوب وينتحل من كثر لحزان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جرحك ينور العين ساطي وسط لجبود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2050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خلني أشق جيبي ترى ماظل لي اشعور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2050" w:rsidRDefault="002F205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2050" w:rsidRDefault="002F2050" w:rsidP="00F86163">
            <w:pPr>
              <w:pStyle w:val="libPoem"/>
            </w:pPr>
            <w:r>
              <w:rPr>
                <w:rtl/>
              </w:rPr>
              <w:t>ياليت قبل تشيل تدفنّي بلقبور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466B7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E466B7" w:rsidRDefault="00E466B7" w:rsidP="00F86163">
            <w:pPr>
              <w:pStyle w:val="libPoem"/>
            </w:pPr>
            <w:r>
              <w:rPr>
                <w:rtl/>
              </w:rPr>
              <w:t>ولاشوف من شخصك خليّه وموحشه الدّور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66B7" w:rsidRDefault="00E466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66B7" w:rsidRDefault="00E466B7" w:rsidP="00F86163">
            <w:pPr>
              <w:pStyle w:val="libPoem"/>
            </w:pPr>
            <w:r>
              <w:rPr>
                <w:rtl/>
              </w:rPr>
              <w:t>شايل يخويه و للوطن ما ظنّتي تعود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لأخيه ابن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06DCC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اتحسّر محمَّد و انتحب و ادموعه اتسيل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 نادى اتخلّيني يخويه وعنّي اتشيل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ويّاك خذني جان تدري توقع حروب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تدرون بيّه من قبل يحسين مهيوب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والله لخلّي اقرومهم تمشي بلا 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ضنوة أبوالحملات ما هاب الرّجاجيل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اتشيلون عنّي و دوركم تبقى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ظلمه و بيها ينعب اغراب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 ابقى حليف الحزن و ادموعي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مقدر على هالحال يانسل البهاليل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قلّه و دموع العين تجري و قلبه ايفور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كلنا يخويه مفصّله النا ابكربلا 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ولا لك ويانا ياعضيدي قبر محفور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الله يما ادمومٍ ابوادي كربلا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لازم ابطف الغاضريّه يصير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ولازم تخوض اخيولنا بدموم لبطال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 تالي النّهار انظل ضحايا فوق 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كلنا عرايا اتدوس فوق اصدورنا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هذا الذي قدّر لي الباري وأراده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يبقى على التّربان خدّي بلا وساده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ولا شوف لك ويّاي يمحمّد شهاده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صب الدّمع واصفق جفوفه وصاح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شبّيت نار ابمهجتي و زيّدت همّي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اتفوزون بيها و الحزن يحسين سهمي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 الله لخلّي الدّمع طول الدّهر يهمي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ولا بطّل امن النّوح لا انهار ولا 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قلّه تسلّه قال عنّي السّلوه ابعيد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لنصب الماتم و اصفج ابإيد على إيد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خايف على زينب يدخلوها على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706DCC" w:rsidP="00F86163">
            <w:pPr>
              <w:pStyle w:val="libPoem"/>
            </w:pPr>
            <w:r>
              <w:rPr>
                <w:rtl/>
              </w:rPr>
              <w:t>بعد الخدر والصّون تبقى مالها 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 لأم سلمة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06DCC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أدري أظل مطروح برض الغاضريّه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وهالصّدر هذا يصير تحت الأعوجيّه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وكنّي بجسمي على الثّرى مرمي رهينه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 عبّاس خيّي تقطع اشماله و يمينه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وراسي على راس الرّمح يبرى الظّعينه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 زينب تروح اميسّره وتركب مطيّه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أبقى امجدّل والدّما مْن اجروحي اتسيل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 انظر ابعيني اعلى حريمي حايطه الخيل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6DCC" w:rsidTr="008065FD">
        <w:trPr>
          <w:trHeight w:val="350"/>
        </w:trPr>
        <w:tc>
          <w:tcPr>
            <w:tcW w:w="3920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 زينب تخلّيني غصب بايتامها اتشيل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6DCC" w:rsidRDefault="00706D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6DCC" w:rsidRDefault="00D30F2C" w:rsidP="00F86163">
            <w:pPr>
              <w:pStyle w:val="libPoem"/>
            </w:pPr>
            <w:r>
              <w:rPr>
                <w:rtl/>
              </w:rPr>
              <w:t>و عقب الجلاله ايصير اسمها خارجيّه</w:t>
            </w:r>
            <w:r w:rsidR="00706DC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6DCC" w:rsidRDefault="00706DC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C55B5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هذي مصارع فتيتي و موضع اخيامي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 بهالكتر تضرَب و تتروّع أيتامي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 اهنا يحز نحري الشّمر واموت 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وهذا الضّريح اللّي انحفر من قبل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بيده رفع تربه ودمع العين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وقال احفظيها وفرض نظريها بكل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 بس ماتشوفي اتغيّرت وانقلبت 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ذاك الوقت دمّي انسفك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55B5" w:rsidP="00F86163">
            <w:pPr>
              <w:pStyle w:val="libPoem"/>
            </w:pPr>
            <w:r>
              <w:rPr>
                <w:rtl/>
              </w:rPr>
              <w:t>و انا ارد اشيل ابهالعيال اصغار وكبار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غصبٍ عليّه عايف اوطاني و لديار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ولا شوف دين الله يتحكّم بيه غدَّار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شرع النّبي يخفى ويظهر دين أميّه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ملزوم أنا افدي شرع ابويه ودين جدّي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بَولاد عمّي و اخوتي و جْميع ولدي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حتّى رضيعي وانا اضل معفور خدّي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وانذبح ظامي وينوخذ راسي هديّه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يحليلة المختار لج عندي وديعه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سلميها تالي للولد مفزع الشّيعه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مْن اليسر يرجع بالارامل و الفجيعه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FD631E" w:rsidP="00F86163">
            <w:pPr>
              <w:pStyle w:val="libPoem"/>
            </w:pPr>
            <w:r>
              <w:rPr>
                <w:rtl/>
              </w:rPr>
              <w:t>و احنا ابسفرنا ننذبح كلنا سويّه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خروجه</w:t>
      </w:r>
      <w:r w:rsidR="00E33040">
        <w:rPr>
          <w:rtl/>
        </w:rPr>
        <w:t xml:space="preserve"> </w:t>
      </w:r>
      <w:r>
        <w:rPr>
          <w:rtl/>
        </w:rPr>
        <w:t>من المدينة وحال ابن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C55B5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قوّض ظعونه من المدينه وسافر حسين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خايف ومن خلفه محمَّد وام البنين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وحالة محمَّد ياخلق تشجي الأعادي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مشقوق جيبه ويلطم الهامه وينادي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يحسين لَتسوق الظّعن ذايب افّادي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D770B8" w:rsidP="00F86163">
            <w:pPr>
              <w:pStyle w:val="libPoem"/>
            </w:pPr>
            <w:r>
              <w:rPr>
                <w:rtl/>
              </w:rPr>
              <w:t>وكلما تلومه النّاس يصفج راح اليدين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امْن الوجد نشفت دمعْته ولو نهض طاح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وكلما يسلّونه جذب ونّاته وصاح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لحّد يسلّيني ترى منّي الأخو راح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كلكم متدرون ابمصابي يامسلمين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هلّي يقودون الظّعاين هالنّشامه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قلبي مهو باني عليهم بالسّلامه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خايف يرد هالظّعن بس نسوه ويتامى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ريّض لخيك بالظّعن يا قرّة العين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يحسين سلطان البلد لو عزّم يشيل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تطلع النّاس اتشيّعه و تسرج على الخيل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وانتَ يسلطان المدينه تطلع بليل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يحسين ويّاكم اخذوني ياضيا العين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تتنومس ابنصرك يبو سكنه الأجانب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و آنه نصيبي الحزن وامقاسى المصايب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ليّه الفخر والصّيت بايّام الحرايب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قاسيت أنا اهوال الجمل وايّام صفّين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تدري بجسمي من المرض يحسين متعوب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و الجبد منّي امفطّره و القلب مشعوب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5B5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و انجان فارقني جمالك جسمي يذوب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5B5" w:rsidRDefault="007C55B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5B5" w:rsidRDefault="007C1F03" w:rsidP="00F86163">
            <w:pPr>
              <w:pStyle w:val="libPoem"/>
            </w:pPr>
            <w:r>
              <w:rPr>
                <w:rtl/>
              </w:rPr>
              <w:t>مقدر أشوف ابيوتكم يَبن الميامين</w:t>
            </w:r>
            <w:r w:rsidR="007C55B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6DCC" w:rsidRDefault="00706DC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وداع فاطمة الكبرى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031398" w:rsidTr="00031398">
        <w:trPr>
          <w:trHeight w:val="350"/>
        </w:trPr>
        <w:tc>
          <w:tcPr>
            <w:tcW w:w="4219" w:type="dxa"/>
            <w:shd w:val="clear" w:color="auto" w:fill="auto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فاطم تون وتسحب اذيال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تنادي يبويه لا تخلّوني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اخذوني يبويه ولا تخلّوني بلديار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ينتحل جسمي وبالضّماير تشتعل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من شوفتي ابيوتك عليها سافي اغبار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جيف البصر لو نوّخ الوافد 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الوافد شقلّه لو لفى يا سر 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خذني يبويه اوياك لو قلّي متى اتعود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ضمها الصدره والدّمع يجري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وقلها يبنتي القلب زيّدتي لهيبه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ردّي المنازل يا عزيزه و اندبيني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وقطعي الرّجا منّي ولا تترقبيني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صاحت يبويه فرّقوا بينك وبيني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و صدّت لبو فاضل تنوح وتنتخي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خرّت تحب إيده و راسه صعب المراس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اتقلّه يعمّي افراق ابويه ايشيّب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اتوسّل ببويه حسين ياخذني يَعبّاس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روحي ترى راحت يَسردال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متعجّبه منكم يفرسان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كلكم غيورين و شيمكم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نشّف يعمّي دمعتي والتفت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وخاطب أبويه لا يخلّيني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قلّه يخويه هالبجا و النّوح فتني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31398" w:rsidP="00F86163">
            <w:pPr>
              <w:pStyle w:val="libPoem"/>
            </w:pPr>
            <w:r>
              <w:rPr>
                <w:rtl/>
              </w:rPr>
              <w:t>و بنتك تراهي هالعليله ذوّبتني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قلّه شسوّي وكتبة الله قيّدتني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مقدر أشوف ادموعها ابخدها سجيبه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هذي مهي مكتوب تتودّى هديّه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ولا هي يخويه من سبايا الغاضريّه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ردّي يبويه وردّتك غصبٍ عليه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و طلبي من الله ايعودنا لديار طيبه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خرّت تحب رجله وتصيح بقلب مفتوت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خذني ترى ينتحل منّي الجسد واموت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مقدر على الوحده وعلى امعاين هلبيوت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ظل ينتحب والحرم ضجّت من نحيبه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ردّت ابحسرتها و ساق الظّعن عنها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نوبٍ تقوم ونوب توقع من حزنها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0313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ومن رجعة اخوتها وأبوها انقطع ظنها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31398" w:rsidRDefault="0004224C" w:rsidP="00F86163">
            <w:pPr>
              <w:pStyle w:val="libPoem"/>
            </w:pPr>
            <w:r>
              <w:rPr>
                <w:rtl/>
              </w:rPr>
              <w:t>و تقول راح احجاب صوني منين أجيبه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</w:t>
      </w:r>
      <w:r w:rsidR="00706DCC">
        <w:rPr>
          <w:rtl/>
        </w:rPr>
        <w:t>فره و وقوف الوافد على بابه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31398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عزّم يسافر مهجة الزّهرا الزجيّه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و قدّم وصيّة موت لبن الحنفيّه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8065FD">
        <w:trPr>
          <w:trHeight w:val="350"/>
        </w:trPr>
        <w:tc>
          <w:tcPr>
            <w:tcW w:w="3920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ودّع اقبور احباب قلبه و عزّم ايشيل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غلقوا منازلهم وساقوا الظّعن بالليل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8065FD">
        <w:trPr>
          <w:trHeight w:val="350"/>
        </w:trPr>
        <w:tc>
          <w:tcPr>
            <w:tcW w:w="3920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وخلّوا محمَّد يجذب الحسرات بالويل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وامّ البنين وفاطمه تنحب شجيّه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1398" w:rsidTr="008065FD">
        <w:trPr>
          <w:trHeight w:val="350"/>
        </w:trPr>
        <w:tc>
          <w:tcPr>
            <w:tcW w:w="3920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تالي الخمسه بو علي وركن الهدايه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1398" w:rsidRDefault="0003139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1398" w:rsidRDefault="00F06729" w:rsidP="00F86163">
            <w:pPr>
              <w:pStyle w:val="libPoem"/>
            </w:pPr>
            <w:r>
              <w:rPr>
                <w:rtl/>
              </w:rPr>
              <w:t>سافر و خ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ابيوتهم ظلما و خلايا</w:t>
            </w:r>
            <w:r w:rsidR="0003139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6DCC" w:rsidRDefault="00706DC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179F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شال بعزوته وانغلق باب العطايا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اللّي تورده الوفّاد كل صبح 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وافد من الوفّاد اجا الوعده الموعود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وصّل وشاف مضيف ابوالسجّاد مسدود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اتحسّر ونادى حيف يهل الكرم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في وين رحتوا ودوركم ظلّت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ساعه و لن يسمع ونين ابقلب مقروح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 لنها حزينه ابدارها تنتحب و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وقّف ابّاب الدّار واجرى 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وقلها يثاكل ردّي اجوابي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بالله اخبريني وين اهلها هالمنازل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وفي وين سبط المصطفى كنز الفضايل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وفتيان هاشم وين حلوين الشّمايل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بطلي البواجي و خبّريني اشهالقضيّه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قالت يوافد روح لاتوقف على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كل هالمنازل خاليه والاهل غيّاب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ابكل العشيره شال ضنوة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قلها عسى متصير غيبتهم بطيّه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شهرين لو أكثر يمحزونه و يعودون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انعوِّد ابخيبتنا و نرجع من يرجعون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قالت يوافد لاتجيم و شد 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خل المدينه وروح لرض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ابحور العلم و الجود بالطّف روح 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حث لظعون ولا أظن تلحق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عجّل قبل لايوصل الكوفه سبيهم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A7179F" w:rsidP="00F86163">
            <w:pPr>
              <w:pStyle w:val="libPoem"/>
            </w:pPr>
            <w:r>
              <w:rPr>
                <w:rtl/>
              </w:rPr>
              <w:t>بلكت ابحور الجود ظل منهم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دخوله</w:t>
      </w:r>
      <w:r w:rsidR="00E33040">
        <w:rPr>
          <w:rtl/>
        </w:rPr>
        <w:t xml:space="preserve"> </w:t>
      </w:r>
      <w:r w:rsidR="00706DCC">
        <w:rPr>
          <w:rtl/>
        </w:rPr>
        <w:t>مكة وخروجه منها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179F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شرّف ابن مكّه ومنى الكعبه بقدومه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شعشع الوادي كالبدر حوله نجومه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اهتزت الكعبه مرحِّبه بس ماوطاها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وامتلا الوادي من روايح طيب طه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حيدر أبوه الطَهَّر الكعبه وحماها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بسيفه وعزمه والشّرك فرّق غيومه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لازم الكعبه ابوعظه و لبّى الدّعايه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 وضّح من القرآن تثبيت الولايه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وبيّن شنايعها بني اميّه الدّعايه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وكل يوم للشّامات تتوصّل اعلومه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وامتلت بالحجّاج من مكّه الوديان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وحضرت الموسم من بني الاسلام لعيان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اُووصلت مكاتيب الخيانه من اهل كوفان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اُو وردت من الشّامات رايات المشومه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وصلت بشاير عصبة الطّاغي من الشّام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تظهر الحج و اسلاحها امغطّى بلحرام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 القصد منهم ياخذون ابثار لَصنام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و امحطّم اللات وهبل تسفك ادمومه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179F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حافظ على حرمة الكعبه والصّبح شال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179F" w:rsidRDefault="00A7179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179F" w:rsidRDefault="00C41B46" w:rsidP="00F86163">
            <w:pPr>
              <w:pStyle w:val="libPoem"/>
            </w:pPr>
            <w:r>
              <w:rPr>
                <w:rtl/>
              </w:rPr>
              <w:t>من يوم ثامن و اصبح العالم ابزلزال</w:t>
            </w:r>
            <w:r w:rsidR="00A7179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06DCC" w:rsidRDefault="00706DC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517B8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و الخلق تحرم و السّبط مابين لجبال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يسعي الوادي كربلا ويحسب اليومه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عارضه محمَّد والدّمع يجري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يقلّه يخويه اليوم ثامن والقصد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نازع احرامك و الخلق كلهم امحرمين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هلّت ادموعه بوعلي وهاجت اهمومه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يقلّه يبو جاسم مراد جنود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ايهِتكون بيت الله ابقتل عترة 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وحجّي بشهر عاشور برض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اليوم القيامه شيعتي اتجدّد ارسومه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عاشر امحرّم عيدنا و احنا الضّحايا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و ترتفع ضجّات الحجيج من السّبايا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الله يذاك اليوم تتنكّس روايا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1517B8" w:rsidP="00F86163">
            <w:pPr>
              <w:pStyle w:val="libPoem"/>
            </w:pPr>
            <w:r>
              <w:rPr>
                <w:rtl/>
              </w:rPr>
              <w:t>ويحوم طير البين ذاك اليوم 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لإبن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517B8" w:rsidTr="008065FD">
        <w:trPr>
          <w:trHeight w:val="350"/>
        </w:trPr>
        <w:tc>
          <w:tcPr>
            <w:tcW w:w="3920" w:type="dxa"/>
            <w:shd w:val="clear" w:color="auto" w:fill="auto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ودعتك الله ياحمى الخايف يصنديد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قلّي يبو السّجاد وين اتعيّد العيد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لاوين قاصد يا عضيدي ابهالظّعينه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غصبٍ عليّ ارجع بليّاك المدينه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 انظر ابيوتك خاليه و بنتك حزينه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اسكون المدينه من بعدكم صاير امجيد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قلّه انا ادري قلبك امن الوجد مجروح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لكن عقب حجّك يخويه سافر وروح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سكّن بواجي بنت أخوك وخفّف النّوح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 الخبر عنكم من طرفنا ما هو ابعيد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جان انتصرنا يجيك مكتوب السّلامه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وجان انذبحنا لازم اترد هاليتامى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وبيني وبينك حمْرَة الدّنيا علامه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 افعل يخويه امن البواجي كل مَتريد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تلهّف على عضيده وجذب ونّه وتحسّر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 شمّه ابنحره و للثّرى خر و تعفّر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17B8" w:rsidTr="008065F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وقلّه يخويه اشهالحجي قلبي تفطّر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517B8" w:rsidRDefault="001517B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517B8" w:rsidRDefault="007F4836" w:rsidP="00F86163">
            <w:pPr>
              <w:pStyle w:val="libPoem"/>
            </w:pPr>
            <w:r>
              <w:rPr>
                <w:rtl/>
              </w:rPr>
              <w:t>سلّيت روحي من جسدها ابهالمواعيد</w:t>
            </w:r>
            <w:r w:rsidR="001517B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778AC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مقدر أعاين وحشة الاوطان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ودّعتك الله انهد ركني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4E4C5A">
        <w:trPr>
          <w:trHeight w:val="350"/>
        </w:trPr>
        <w:tc>
          <w:tcPr>
            <w:tcW w:w="3920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بالله دخبّرني يخويه القصد لاوين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وحدي تخلّيني وتسافر بالصّناديد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4E4C5A">
        <w:trPr>
          <w:trHeight w:val="350"/>
        </w:trPr>
        <w:tc>
          <w:tcPr>
            <w:tcW w:w="3920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عند الوداع اتناحبت ذيج الحموله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هذا يلوج وذاك عبراته هموله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4E4C5A">
        <w:trPr>
          <w:trHeight w:val="350"/>
        </w:trPr>
        <w:tc>
          <w:tcPr>
            <w:tcW w:w="3920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لَطفال تبجي و الحريم اتحوم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وزينب تنادي هالبجا و النّوح مَيفيد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4E4C5A">
        <w:trPr>
          <w:trHeight w:val="350"/>
        </w:trPr>
        <w:tc>
          <w:tcPr>
            <w:tcW w:w="3920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قلها يزينب سفرتك تصعب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مرتاب قلبي من اطفوف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وعقب الخدر خوفي يركبونك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 تمشين حسره اميسّره للفاجر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لقاؤه مع عبدالله بن جعفر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778AC" w:rsidTr="00D778AC">
        <w:trPr>
          <w:trHeight w:val="350"/>
        </w:trPr>
        <w:tc>
          <w:tcPr>
            <w:tcW w:w="4219" w:type="dxa"/>
            <w:shd w:val="clear" w:color="auto" w:fill="auto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هذي ظعينه ماشيه مشية سلاطين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عدهم هوادج واظن ويّاهم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rPr>
          <w:trHeight w:val="350"/>
        </w:trPr>
        <w:tc>
          <w:tcPr>
            <w:tcW w:w="4219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هذي ظعينه ماشيه والله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كلها سويّه طالعه خيل و رجايب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rPr>
          <w:trHeight w:val="350"/>
        </w:trPr>
        <w:tc>
          <w:tcPr>
            <w:tcW w:w="4219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مدري برض مكّه اشحلّت من 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الحاج يلفي وهالرّكب لاوين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rPr>
          <w:trHeight w:val="350"/>
        </w:trPr>
        <w:tc>
          <w:tcPr>
            <w:tcW w:w="4219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الحاج يلفي وهالظّعن لاوين خارج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و مكه تموج و بالملا حلّت صواعج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rPr>
          <w:trHeight w:val="350"/>
        </w:trPr>
        <w:tc>
          <w:tcPr>
            <w:tcW w:w="4219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ليتك يبويه تشوف زينة هالهوادج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D778AC" w:rsidP="00F86163">
            <w:pPr>
              <w:pStyle w:val="libPoem"/>
            </w:pPr>
            <w:r>
              <w:rPr>
                <w:rtl/>
              </w:rPr>
              <w:t>بيها يبويه حافّه اليوث وشياهين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كل الهوادج حافّه الشبّان بيها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تشبه اليوث الغاب بس تفتر عليها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والنّوق كلها من الحرير ملبّسيها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جنها بنات اشراف هيأة هالخواتين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قدّامهم فارس وشعر الرّاس منشور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بيده علم يشبه علم حيدر المنصور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قايد النّاقه وينتخي والسّيف مشهور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مثل الأسد يبرى الظّعينه شمال ويمين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راياتهم كلها يبويه حيدريّه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EB20FC" w:rsidP="00F86163">
            <w:pPr>
              <w:pStyle w:val="libPoem"/>
            </w:pPr>
            <w:r>
              <w:rPr>
                <w:rtl/>
              </w:rPr>
              <w:t>وامّا شمايلهم بلا شك هاشميّه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وهاي الهوادج للحريم الفاطميّه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واللي على الميمون جنّه خالي حسين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واللي يسوقون الظّعن كلهم هواشم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والنّوق هاي محمّله عليها الفواطم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وذاك البطل عبّاس والأكبر وجاسم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شبّان كلهم للحرايب مستعدّين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ومدري يسوقون الظّعن لاوين يردون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شنهو السّبب باجر الموقف ما يحجّون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واسمع الحادي و الحرم كلهم يحنّون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حن ولطم صدره وهلّت دمعة العين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8AC" w:rsidTr="00D778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ساعه ولنّ الخيل وصلت والرّجاجيل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778AC" w:rsidRDefault="00D778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778AC" w:rsidRDefault="00686331" w:rsidP="00F86163">
            <w:pPr>
              <w:pStyle w:val="libPoem"/>
            </w:pPr>
            <w:r>
              <w:rPr>
                <w:rtl/>
              </w:rPr>
              <w:t>وعْلَى الاجتاف سيوفهم كلها مساليل</w:t>
            </w:r>
            <w:r w:rsidR="00D778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78AC" w:rsidRDefault="00D778A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C425C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تلقّاه يتلهّف ودمعه بخدّه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C425C" w:rsidRDefault="00FC42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و يقول بهلك والحريم تريد لاوين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425C" w:rsidTr="004E4C5A">
        <w:trPr>
          <w:trHeight w:val="350"/>
        </w:trPr>
        <w:tc>
          <w:tcPr>
            <w:tcW w:w="3920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هيّجت حزني ابهالسّفر لاوين شايل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C425C" w:rsidRDefault="00FC42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تخلّون حجكم ليش من دون القبايل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425C" w:rsidTr="004E4C5A">
        <w:trPr>
          <w:trHeight w:val="350"/>
        </w:trPr>
        <w:tc>
          <w:tcPr>
            <w:tcW w:w="3920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قصدك الكوفه لو تردّون المنازل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C425C" w:rsidRDefault="00FC42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نازع احرامك والخلق كلهم محرمين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425C" w:rsidTr="004E4C5A">
        <w:trPr>
          <w:trHeight w:val="350"/>
        </w:trPr>
        <w:tc>
          <w:tcPr>
            <w:tcW w:w="3920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قلّه ودمع العين فوق الخدّ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C425C" w:rsidRDefault="00FC42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حجّي بطف الغاضريّه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C425C" w:rsidTr="004E4C5A">
        <w:trPr>
          <w:trHeight w:val="350"/>
        </w:trPr>
        <w:tc>
          <w:tcPr>
            <w:tcW w:w="3920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عندي ضحايا بكربلا شبان وبدور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C425C" w:rsidRDefault="00FC42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C425C" w:rsidRDefault="00FC425C" w:rsidP="00F86163">
            <w:pPr>
              <w:pStyle w:val="libPoem"/>
            </w:pPr>
            <w:r>
              <w:rPr>
                <w:rtl/>
              </w:rPr>
              <w:t>نغتسل من فيض الدّما ونبقى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 إبن الحنفية على فراقه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3124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والله مهل هلال عيدي يم 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هلال عيدي تعرفينه غرّة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rPr>
          <w:trHeight w:val="350"/>
        </w:trPr>
        <w:tc>
          <w:tcPr>
            <w:tcW w:w="3920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 انجان عندك علم أخويه حسين بيعود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سالم ولاحد من أخواني يروح مفقود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rPr>
          <w:trHeight w:val="350"/>
        </w:trPr>
        <w:tc>
          <w:tcPr>
            <w:tcW w:w="3920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ويرد ابو فاضل علينا صاحب الزّود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واجب علينا العيد لرجوع السّلاطين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rPr>
          <w:trHeight w:val="350"/>
        </w:trPr>
        <w:tc>
          <w:tcPr>
            <w:tcW w:w="3920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 انجان ما عندك خبر ظلّي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وثوب الحزن هاليوم لازم تلبسينه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rPr>
          <w:trHeight w:val="350"/>
        </w:trPr>
        <w:tc>
          <w:tcPr>
            <w:tcW w:w="3920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خلّى محمَّد يصفج شماله ويمينه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0E3124" w:rsidP="00F86163">
            <w:pPr>
              <w:pStyle w:val="libPoem"/>
            </w:pPr>
            <w:r>
              <w:rPr>
                <w:rtl/>
              </w:rPr>
              <w:t>وين الفرح و العيد و اخواني 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صاحت ودمع عيونها يجري على الخد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معذور لو ساهرت ليلك يا محمّد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خلنا على باب المدينه نروح نقعد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ونسأل عن شيوخ الهواشم عيّدوا وين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حنّ و تزفّر و اهملت بالدّمع عينه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ما أبرح الا واقف اببّاب المدينه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الغلمان كلمن مر عليهم يسألونه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ماشوف علم سرور لافيني عن حسين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ناسٍ يقولوا لي وصل مكّه وسالم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 ناسٍ يقولوا لي عضيدك طلع هايم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وانا أحزاني زايده والدّمع ساجم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ما أسمع 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بدورهم حل ناعي البين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جبدي انفتت و القلب فايض من الهم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 حزني يهد أركان ثلهان ويلملم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وعندي صباح العيد مثل الليل الاظلم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بعد الأهل لا تغمضين الليل ياعين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لازم يريد العيد هيأه وزينة أحوال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وانا الا دوبي أنتحب والدّمع همّال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وشلون أعيّد و الأخو من منزله شال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B47062" w:rsidP="00F86163">
            <w:pPr>
              <w:pStyle w:val="libPoem"/>
            </w:pPr>
            <w:r>
              <w:rPr>
                <w:rtl/>
              </w:rPr>
              <w:t>وانحلت جسمي من نواعيها امّ البنين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حزن ابن الحنفية على وحشة الدور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3124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0E3124" w:rsidRDefault="00E6417D" w:rsidP="00F86163">
            <w:pPr>
              <w:pStyle w:val="libPoem"/>
            </w:pPr>
            <w:r>
              <w:rPr>
                <w:rtl/>
              </w:rPr>
              <w:t>محمَّد ينادي ويصفج شماله بيمينه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3124" w:rsidRDefault="00E6417D" w:rsidP="00F86163">
            <w:pPr>
              <w:pStyle w:val="libPoem"/>
            </w:pPr>
            <w:r>
              <w:rPr>
                <w:rtl/>
              </w:rPr>
              <w:t>لاتذكرون العيد لي يهل المدينه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3124" w:rsidTr="004E4C5A">
        <w:trPr>
          <w:trHeight w:val="350"/>
        </w:trPr>
        <w:tc>
          <w:tcPr>
            <w:tcW w:w="3920" w:type="dxa"/>
          </w:tcPr>
          <w:p w:rsidR="000E3124" w:rsidRDefault="00E6417D" w:rsidP="00F86163">
            <w:pPr>
              <w:pStyle w:val="libPoem"/>
            </w:pPr>
            <w:r>
              <w:rPr>
                <w:rtl/>
              </w:rPr>
              <w:t>دوبه يجر ونّه ويصفج إيد بإيد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3124" w:rsidRDefault="000E312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3124" w:rsidRDefault="00E6417D" w:rsidP="00F86163">
            <w:pPr>
              <w:pStyle w:val="libPoem"/>
            </w:pPr>
            <w:r>
              <w:rPr>
                <w:rtl/>
              </w:rPr>
              <w:t>يهل المدينه لا تهنّوني ابهالعيد</w:t>
            </w:r>
            <w:r w:rsidR="000E312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78AC" w:rsidRDefault="00D778A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77A47" w:rsidTr="00477A47">
        <w:trPr>
          <w:trHeight w:val="350"/>
        </w:trPr>
        <w:tc>
          <w:tcPr>
            <w:tcW w:w="4219" w:type="dxa"/>
            <w:shd w:val="clear" w:color="auto" w:fill="auto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مشتغل باحزاني على فراق الصناديد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والعيد من بعد أخوتي ويني وينه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بعد العزيز حسين ويني و وين السرور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شلون أعيّد والأخو هايم بالبرور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ومن عزوتي ظلّت خليّه وموحشه الدّور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ومجلس أخويه حسين بابه سادّينه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يحرم عليّه العيد من بعد الهواشم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أبو علي وعباس والأكبر وجاسم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نذرٍ عليّه جان عاد حسين سالم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العيد والله لانصبه من قبل حينه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 انجان عاد حسين سالم ويّا الكرام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والله لسوّي العيد واجب سبعة أيّام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واعمل الزّينه بالمدينه وانشر أعلام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يابو علي هالعيد وين معيّدينه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شيّبت راسي يالأخو من قبل لمشيب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بعدك فلا عيشي هني ولا قلبي يطيب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وتتزايد احزاني من أنظر هالمحاريب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ظلمه ونور حسين منها فاقدينه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وينظر غراب البين ينعى بالمنازل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9972D9" w:rsidP="00F86163">
            <w:pPr>
              <w:pStyle w:val="libPoem"/>
            </w:pPr>
            <w:r>
              <w:rPr>
                <w:rtl/>
              </w:rPr>
              <w:t>و يصيح من قلبٍ حزين ودمع سايل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يغراب قلّي وين اخويه حسين نازل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وبأيّ وادي عزوتي حطّوا الظّعينه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هيّجت حزني ياغراب البين بنعاك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خايف على خيّي وعضيدي يذبح هناك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ياليتني شايل ينور العين ويّاك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ولاجان تتركني يخويه بالمدينه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ويدخل على فاطم وهي تجذب الونّه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6D2968" w:rsidP="00F86163">
            <w:pPr>
              <w:pStyle w:val="libPoem"/>
            </w:pPr>
            <w:r>
              <w:rPr>
                <w:rtl/>
              </w:rPr>
              <w:t>يقلها يبنتي بونّتك ضلعي تحنّى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تدرين ابوج حسين باع السّهم منّا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و خ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ني و خ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ج يافاطم حزينه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و اهل المدينه جوا يهنّوني ابهالعيد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من حين سمعت لطمت الخدّين بالإيد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وين الفرح ياعم واهلي عنّي بعيد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العيد ياعمّي فلا يطري علينا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العيد لمّن يزهر المنزل بالحسين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أنشر بيارق في المدينه شمال ويمين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وافرح واودّي بالبشاره لأم البنين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بعد الفرح وتعود دولتنا علينا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من هالسّفر ياعم ماظنهم يعودون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من حيث أناقلبي عْلَى بويه حسين محزون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77A4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و انجان وصلوا كربلا ما ظنّتي يجون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77A47" w:rsidRDefault="00216293" w:rsidP="00F86163">
            <w:pPr>
              <w:pStyle w:val="libPoem"/>
            </w:pPr>
            <w:r>
              <w:rPr>
                <w:rtl/>
              </w:rPr>
              <w:t>ما نسمع إلا بعلم أبويه ذابحينه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33040" w:rsidRDefault="00C231C3" w:rsidP="00F86163">
      <w:pPr>
        <w:pStyle w:val="libCenterBold1"/>
      </w:pPr>
      <w:r>
        <w:rPr>
          <w:rtl/>
        </w:rPr>
        <w:t>أح</w:t>
      </w:r>
      <w:r w:rsidR="00D778AC">
        <w:rPr>
          <w:rtl/>
        </w:rPr>
        <w:t>وال فاطمة العليلة بعد أبيها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77A47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لحّد يبويه وقفت اببّابك الوفّاد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ناخت ركايبها على جاري المعتاد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E4C5A">
        <w:trPr>
          <w:trHeight w:val="350"/>
        </w:trPr>
        <w:tc>
          <w:tcPr>
            <w:tcW w:w="3920" w:type="dxa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أصبح أنا و امسي اتسامرني اهمومي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بالنّوح دايم ينقضي وبالفكر يومي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7A47" w:rsidTr="004E4C5A">
        <w:trPr>
          <w:trHeight w:val="350"/>
        </w:trPr>
        <w:tc>
          <w:tcPr>
            <w:tcW w:w="3920" w:type="dxa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والليل لو هوّد علي حاربت نومي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7A47" w:rsidRDefault="00477A4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7A47" w:rsidRDefault="00E61F62" w:rsidP="00F86163">
            <w:pPr>
              <w:pStyle w:val="libPoem"/>
            </w:pPr>
            <w:r>
              <w:rPr>
                <w:rtl/>
              </w:rPr>
              <w:t>والمرض ناحلني وعفت الشّرب والزّاد</w:t>
            </w:r>
            <w:r w:rsidR="00477A4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78AC" w:rsidRDefault="00D778A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6B75" w:rsidTr="004E4C5A">
        <w:trPr>
          <w:trHeight w:val="350"/>
        </w:trPr>
        <w:tc>
          <w:tcPr>
            <w:tcW w:w="3920" w:type="dxa"/>
            <w:shd w:val="clear" w:color="auto" w:fill="auto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من يوم سفرتكم يبويه مواعديني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تخلّون واحد من بني هاشم يجيني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جنّكم نسيتوني او وحيده تاركيني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يا ياب ويّاي الدّهر يمشي بالعناد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ماهي مروّه يهل المروّه تقطعون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مكتوب لا يوصل ولا طارش تودّون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تبقون للتّالي بسفركم لو تعودون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ياكرام كل مايمر يوم الحزن يزداد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كل يوم أقول أخبار توصل عن سفركم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لو طارش بمكتوب يشرح لي خبركم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مدري أَءَيِّس يا هلي لو أنتظركم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طالت المدّه وبالخطر حسّيت يمجاد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قبل المشيب من الحزن راسي ترا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وامّا اليهيّج لوعتي و حتّى القلب ذاب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B26B75" w:rsidP="00F86163">
            <w:pPr>
              <w:pStyle w:val="libPoem"/>
            </w:pPr>
            <w:r>
              <w:rPr>
                <w:rtl/>
              </w:rPr>
              <w:t>امّا غراب ينوح لو وافد على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يسأل يهَل هالبيت راعي البيت ماعاد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نوبٍ أقول الطّير بالصّدفه نعيبه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ماهو خبر ميشوم يتعنّى و يجيبه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4E4C5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و نوبٍ أقول ابهالسّفر مدري اشيصيبه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C11339" w:rsidP="00F86163">
            <w:pPr>
              <w:pStyle w:val="libPoem"/>
            </w:pPr>
            <w:r>
              <w:rPr>
                <w:rtl/>
              </w:rPr>
              <w:t>عزنا و جانون الجفا بالقلب وقّاد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الوافد</w:t>
      </w:r>
      <w:r w:rsidR="00E33040">
        <w:rPr>
          <w:rtl/>
        </w:rPr>
        <w:t xml:space="preserve"> </w:t>
      </w:r>
      <w:r w:rsidR="00D778AC">
        <w:rPr>
          <w:rtl/>
        </w:rPr>
        <w:t>على باب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6B75" w:rsidTr="009E15D3">
        <w:trPr>
          <w:trHeight w:val="350"/>
        </w:trPr>
        <w:tc>
          <w:tcPr>
            <w:tcW w:w="3920" w:type="dxa"/>
            <w:shd w:val="clear" w:color="auto" w:fill="auto"/>
          </w:tcPr>
          <w:p w:rsidR="00B26B75" w:rsidRDefault="004E4C5A" w:rsidP="00F86163">
            <w:pPr>
              <w:pStyle w:val="libPoem"/>
            </w:pPr>
            <w:r>
              <w:rPr>
                <w:rtl/>
              </w:rPr>
              <w:t>بَطْلي البواجي يالّذي وحدج تنوحين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6B75" w:rsidRDefault="004E4C5A" w:rsidP="00F86163">
            <w:pPr>
              <w:pStyle w:val="libPoem"/>
            </w:pPr>
            <w:r>
              <w:rPr>
                <w:rtl/>
              </w:rPr>
              <w:t>وافد أنا وقصدي ملاذ الوافد حسين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rPr>
          <w:trHeight w:val="350"/>
        </w:trPr>
        <w:tc>
          <w:tcPr>
            <w:tcW w:w="3920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من قبل مدّه فارقت هالبيت معمور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يهل السّياده و هالمنازل تسطع بنور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rPr>
          <w:trHeight w:val="350"/>
        </w:trPr>
        <w:tc>
          <w:tcPr>
            <w:tcW w:w="3920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وديوان أبو السجّاد زاهي بذيج البدور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تنصى له الوفّاد كل ساعه وكل حين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rPr>
          <w:trHeight w:val="350"/>
        </w:trPr>
        <w:tc>
          <w:tcPr>
            <w:tcW w:w="3920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هذا مهو بيت النبوّه و الإمامه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بيه التّلاوه دوم و الهيبه علامه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rPr>
          <w:trHeight w:val="350"/>
        </w:trPr>
        <w:tc>
          <w:tcPr>
            <w:tcW w:w="3920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و هذا غراب البين ينعب بانهدامه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9E15D3" w:rsidP="00F86163">
            <w:pPr>
              <w:pStyle w:val="libPoem"/>
            </w:pPr>
            <w:r>
              <w:rPr>
                <w:rtl/>
              </w:rPr>
              <w:t>أهله دقولي يا حزينه سافروا وين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قالت يَوَافد جان تسأَلني عن الحال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اسمع جوابي وارجع ولا تحطّ الرْحال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ملجا الوفودحسين عاف اوطانه وشال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سافر بخوته وعزوته حتّى النّساوين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سافر و خ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>ني و لا تقلّي متى يعود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شوف النّزل خالي وباب الدّار مسدود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راح العميد الجان بالشّدّات مقصود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قصده العراق و نيّته يتدارك الدّين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B75" w:rsidTr="009E15D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مَتْفيدك الوَقْفَه حزين اببّاب داره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B75" w:rsidRDefault="00B26B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B75" w:rsidRDefault="0032503D" w:rsidP="00F86163">
            <w:pPr>
              <w:pStyle w:val="libPoem"/>
            </w:pPr>
            <w:r>
              <w:rPr>
                <w:rtl/>
              </w:rPr>
              <w:t>اقصد الوادي كربلا تعرف اخباره</w:t>
            </w:r>
            <w:r w:rsidR="00B26B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78AC" w:rsidRDefault="00D778A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1CC4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ذبحوه ظامي و نسوته راحن يسارى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وخلّوه مرمي على التّراب بغير تجفين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1CC4" w:rsidTr="00830735">
        <w:trPr>
          <w:trHeight w:val="350"/>
        </w:trPr>
        <w:tc>
          <w:tcPr>
            <w:tcW w:w="3920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و انجان مقصودك من حسين الوفاده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أيِّس تراهو راح و انقطعت العاده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1CC4" w:rsidTr="00830735">
        <w:trPr>
          <w:trHeight w:val="350"/>
        </w:trPr>
        <w:tc>
          <w:tcPr>
            <w:tcW w:w="3920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وخوته وشيال اللوا و مهجة افّاده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قبله قضوا كلهم وعاينهم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1CC4" w:rsidTr="00830735">
        <w:trPr>
          <w:trHeight w:val="350"/>
        </w:trPr>
        <w:tc>
          <w:tcPr>
            <w:tcW w:w="3920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قلها يروح و لا يخلي من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ضيغم يقوم بواجبه و يلزم 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1CC4" w:rsidTr="00830735">
        <w:trPr>
          <w:trHeight w:val="350"/>
        </w:trPr>
        <w:tc>
          <w:tcPr>
            <w:tcW w:w="3920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قالت بقى محمَّد و دهْشَتَّه احزانه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هاللي تسمعه يجذب الحسره بالونين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استنهاض</w:t>
      </w:r>
      <w:r w:rsidR="00E33040">
        <w:rPr>
          <w:rtl/>
        </w:rPr>
        <w:t xml:space="preserve"> </w:t>
      </w:r>
      <w:r>
        <w:rPr>
          <w:rtl/>
        </w:rPr>
        <w:t>ا</w:t>
      </w:r>
      <w:r w:rsidR="00D778AC">
        <w:rPr>
          <w:rtl/>
        </w:rPr>
        <w:t>بن الحنفية للنصرة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1CC4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ياللي تون بالدّار بطّل من هالونين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1CC4" w:rsidRDefault="00FD1CC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1CC4" w:rsidRDefault="00FD1CC4" w:rsidP="00F86163">
            <w:pPr>
              <w:pStyle w:val="libPoem"/>
            </w:pPr>
            <w:r>
              <w:rPr>
                <w:rtl/>
              </w:rPr>
              <w:t>واتبع اثر كهف اليتامى والمساكين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66CA9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عِنّ الحصان و ثور 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وخلّ البجا و الحق غريب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واحمي الوطيس وكون جيدوم السّريّه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فاتت عليك اشلون ياحر نصرة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تزفّر وصاح اللوم هَدْ جسمي وبراني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فازوا بنصرته وقعد بي حظّي وزماني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هاي السّعاده حظوظ ماهي بالتّماني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عالي الدّرج مايصعده مقيّد الرّجلين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هذي مراتب و المراتب تبغي حظوظ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شبيدي وانا عند أخوي حسين ملحوظ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جون ارتفع حظّه وحظّي صار مخفوض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أنصار اخويه اختارهم عالم التّكوين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سود المصايب بالنّياحه ولّعنّي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عالن علَيْ و بعزوتي كلها افجَعني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عندي خبر من شال اخوي حسين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مَتْعود من ذيج الحموله 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وابّاب بيت حسين لا توقفوا يالوفود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راح السّبط وانغلق باب الكرم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قالوا نروح اليوم لكن تالي نعود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وقت اليعود حسين وتعود الشّياهين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قلهم يقلّوا لي تسلّى من الحزن 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وانا انظر بعيني من اخواني الصّناديد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الدّار قَفْرا و المزار بكربلا 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والله حزنهم يا خلايق يعمي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يترادف عليّه الحزن و آنا بمجاني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أسمع حزينه تنوح و تهيّج احزاني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6CA9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وا</w:t>
            </w:r>
            <w:r w:rsidR="009A695A">
              <w:rPr>
                <w:rtl/>
              </w:rPr>
              <w:t>لّا</w:t>
            </w:r>
            <w:r>
              <w:rPr>
                <w:rtl/>
              </w:rPr>
              <w:t xml:space="preserve"> عليله تصيح ابو الشّيمه جفاني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6CA9" w:rsidRDefault="00C66C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6CA9" w:rsidRDefault="00C66CA9" w:rsidP="00F86163">
            <w:pPr>
              <w:pStyle w:val="libPoem"/>
            </w:pPr>
            <w:r>
              <w:rPr>
                <w:rtl/>
              </w:rPr>
              <w:t>موحش علَيْ ليلي ونهاري يا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فاطمة العليله تبعث رسولا للحسين‚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D1EC7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يَمْرَخِّت المركوب خبّرني القصد وين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بلكت على دربك تمر باهلي الطّيبين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أهلي طبق شالوا و خلّوني وحيده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و غلّق أبويه الدّور و الغايه بعيده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العراق قصده و انقضت مدّه مديده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ولاشوف لافيني أثر منهم و لا عين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قلها تركتي عبرتي بخدّي هموله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غيّاب اِلِج جنّك و مجفيّه و عليله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ياهو أبوج أنتي و هَلِج من ياحموله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قالت هلي بيت النّبوّه ووالدي حسين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مَمْنون قلها وبالعجل حضري كتابج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أوصل على عيني وعلى راسي احبابج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1EC7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أخبرهم ابحالج و ابلّغهم اعتابج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1EC7" w:rsidRDefault="007D1EC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1EC7" w:rsidRDefault="002E506F" w:rsidP="00F86163">
            <w:pPr>
              <w:pStyle w:val="libPoem"/>
            </w:pPr>
            <w:r>
              <w:rPr>
                <w:rtl/>
              </w:rPr>
              <w:t>وارجع لج بمكتوب من نور المسلمين</w:t>
            </w:r>
            <w:r w:rsidR="007D1EC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296E" w:rsidRDefault="00DC296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B691A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قالت أريد أوصيك جان وصلت 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سايل عن أخواني و سلّم لي 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قلهم تراني على الوعد دوم أرتجيهم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آخر فرد واحد يجي هالكثر جافين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يدرون حرمه وفارقوها كلّ الاحباب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أخبار عنهم ماتجي ولا يوصل 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وامّا المصيبه لو وقف وافد على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ونَوَّخ ذلوله وصاح غيث الممْحَله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لازم أقلّه لو نشد يمتى يرجعون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يبطون بالغيبه الهواشم لو يسرعون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أرجع وعود الرّاس تالي بلكت يجون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لو طالت الغيبه يوافد شهر شهرين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مرّت شهور ولا لفتني منهم 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طالت الغيبه بحالهم مايندرى اشصار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العراق معروفه بغدر و الدّهر غدّار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B691A" w:rsidP="00F86163">
            <w:pPr>
              <w:pStyle w:val="libPoem"/>
            </w:pPr>
            <w:r>
              <w:rPr>
                <w:rtl/>
              </w:rPr>
              <w:t>هذا الذي نغّص حياتي واسهر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وصول كتاب العليله للحسين‚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B691A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مرسول جا بخطّ العليله الغاضريّه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وشاف السّبط مفرود بين جنود أميّه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طب و تدنّى يَمّ أبو سكنه وحيّاه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مفرود شافه والعساكر تزحف حذاه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 مصرّعه رجاله عن شماله و يمناه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سلّم له المكتوب و ابداه بالتحيّه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ردّ السّلام وقال جيتك يا فتى منين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قلّه من ارض طيبه أنا مرسول يحسين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ببيوتكم حرمه غريبه انتو مخلّين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فنها النّياحه كل صباح وكل مسيّه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تشكي من الوحده الجفا وتكْثِر عتبها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وتختنِق بالعبره و يسبقها نحبها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تصيح الغصص كلها عليّ الدّهر ذبها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أنعى و اعد أيام بديارٍ خليّه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هلّت دموعه وجذب حسره وفض لكتاب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يَمْ جسم لكبر وقّف و منّه القلب ذاب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وقلّه ينور العين دنهض عن هالتراب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واسمع سلام اختك و عتبتها عليّه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وصد للشّريعه والقلب بالوجد مشبوب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ينده يعبّاس انتبه عاين يَمَهيوب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691A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من بنت اخوكم ياعضيدي جاي مكتوب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691A" w:rsidRDefault="009B691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691A" w:rsidRDefault="009A695A" w:rsidP="00F86163">
            <w:pPr>
              <w:pStyle w:val="libPoem"/>
            </w:pPr>
            <w:r>
              <w:rPr>
                <w:rtl/>
              </w:rPr>
              <w:t>تنتظر رجعتكم و رجعتنا سويّه</w:t>
            </w:r>
            <w:r w:rsidR="009B691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B691A" w:rsidRDefault="009B691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30735" w:rsidTr="00830735">
        <w:trPr>
          <w:trHeight w:val="350"/>
        </w:trPr>
        <w:tc>
          <w:tcPr>
            <w:tcW w:w="3920" w:type="dxa"/>
            <w:shd w:val="clear" w:color="auto" w:fill="auto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للخيم ردّ يصيح 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طارش وصل بيده سلام من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0735" w:rsidTr="00830735">
        <w:trPr>
          <w:trHeight w:val="350"/>
        </w:trPr>
        <w:tc>
          <w:tcPr>
            <w:tcW w:w="3920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من فاطمه وتعتب من اللوعه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ظنّت نسيناها و مَتَدري شالقضيّه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0735" w:rsidTr="00830735">
        <w:trPr>
          <w:trHeight w:val="350"/>
        </w:trPr>
        <w:tc>
          <w:tcPr>
            <w:tcW w:w="3920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و أدّى التّحيّه للعليل من العليله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شافه مسجى و صاح زينب سنّدي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0735" w:rsidTr="00830735">
        <w:trPr>
          <w:trHeight w:val="350"/>
        </w:trPr>
        <w:tc>
          <w:tcPr>
            <w:tcW w:w="3920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يمّه قعد قلّه عسى احوالك جميله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تجلّد و وَنّ و فتح عينه بْوَجْه ابيّه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0735" w:rsidTr="00830735">
        <w:trPr>
          <w:trHeight w:val="350"/>
        </w:trPr>
        <w:tc>
          <w:tcPr>
            <w:tcW w:w="3920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و قلّه يبويه وين صاحب هالرّساله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من ارض المدينه جاي لابد من سؤاله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30735" w:rsidTr="008307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حالة المحزونه العليله شلون 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30735" w:rsidRDefault="008307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30735" w:rsidRDefault="00830735" w:rsidP="00F86163">
            <w:pPr>
              <w:pStyle w:val="libPoem"/>
            </w:pPr>
            <w:r>
              <w:rPr>
                <w:rtl/>
              </w:rPr>
              <w:t>بالليل أظن مستوحشه وتصبح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أم</w:t>
      </w:r>
      <w:r w:rsidR="00E33040">
        <w:rPr>
          <w:rtl/>
        </w:rPr>
        <w:t xml:space="preserve"> </w:t>
      </w:r>
      <w:r>
        <w:rPr>
          <w:rtl/>
        </w:rPr>
        <w:t>البنين تسأل ابن الحنفية عن الحسين‚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0740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أم البّنين تصيح يابن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بحسين خبّر وين نازل هالمسيّه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مستوحشه طيبه علينا بعد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من طلع من مكّه مَندري احنا نزل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في وين خبّرني نزل يَبْن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ما جاك عنّه خبر يَبْن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معلوم ما عندك ضمدنا وين هيّد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يقولون طب مكّه وقضى للحج مفرد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وسافر ولا ندري بعد في وين عيّد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كلما أجي لك و اسألك تخفي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قلها وقلبه من المصايب يوقد وقيد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بتْسايليني وين أخيّي عيّد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مَدْري بعزِم سبط النّبي أي بلده يريد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يرجع الطيبه لو يروح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لكن اخبرج و القلب صادي وملهوف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حزنه حنى ضلوعي وخلّى الدّمع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خيّي نزل وادي يسمّى أرض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ومن كل كتر دارت عليه علوج أميّه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ولن الدّمع منها على الخدّين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وتصيح يبني قوم شد رحالك نروح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نتدارك المظلوم قبل يروح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وانصر اخوك حسين ياحر ياشفيّه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قلها و تزفّر و هْمَلت بالدّمع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اطراد يوم الطّف انا ويني و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074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فاز الذي دون السّبط تقطع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0740" w:rsidRDefault="0049074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0740" w:rsidRDefault="00490740" w:rsidP="00F86163">
            <w:pPr>
              <w:pStyle w:val="libPoem"/>
            </w:pPr>
            <w:r>
              <w:rPr>
                <w:rtl/>
              </w:rPr>
              <w:t>مثل البطل عبّاس جيدوم السّريّه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0740" w:rsidRDefault="004907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771D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41771D" w:rsidRDefault="0043611F" w:rsidP="00F86163">
            <w:pPr>
              <w:pStyle w:val="libPoem"/>
            </w:pPr>
            <w:r>
              <w:rPr>
                <w:rtl/>
              </w:rPr>
              <w:t>قالت و هى قلبي و هلّت دمعة العين</w:t>
            </w:r>
            <w:r w:rsidR="004177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771D" w:rsidRDefault="0043611F" w:rsidP="00F86163">
            <w:pPr>
              <w:pStyle w:val="libPoem"/>
            </w:pPr>
            <w:r>
              <w:rPr>
                <w:rtl/>
              </w:rPr>
              <w:t>فال السّلامه فالهم يَبْن الميامين</w:t>
            </w:r>
            <w:r w:rsidR="0041771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rPr>
          <w:trHeight w:val="350"/>
        </w:trPr>
        <w:tc>
          <w:tcPr>
            <w:tcW w:w="3920" w:type="dxa"/>
          </w:tcPr>
          <w:p w:rsidR="0041771D" w:rsidRDefault="0043611F" w:rsidP="00F86163">
            <w:pPr>
              <w:pStyle w:val="libPoem"/>
            </w:pPr>
            <w:r>
              <w:rPr>
                <w:rtl/>
              </w:rPr>
              <w:t>الله يردهم بالسّلامه و يرجع حسين</w:t>
            </w:r>
            <w:r w:rsidR="0041771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3611F" w:rsidP="00F86163">
            <w:pPr>
              <w:pStyle w:val="libPoem"/>
            </w:pPr>
            <w:r>
              <w:rPr>
                <w:rtl/>
              </w:rPr>
              <w:t>يظلّل علينا و نلتجي يبني بفيّه</w:t>
            </w:r>
            <w:r w:rsidR="0041771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رؤيا أم سلمة النبي بعد المصرع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1771D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بدار النّبي ضجّت حريم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زوجة الهادي بينهم تلطم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اتنادي وعدني ابهالأمر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 تربه عطاني من تراب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وقلّي من تشوفي الدّما منها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من غير شكّ بكربلا متعفّر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وهسّا شفت بالطّيف خير الرّسل 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مغبرّ لونه و الدّمع يجري من العيون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يقلّي نظرت حسين عاري موش مدفون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وادْفنت جسمه اللّي بقى من غير تجفين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شِفْته على الخدّين تتهامل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اينادي السّبط هيهات لَوْطانه ارجوعه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حزوا كريمه بْكَربلا و رضّوا اضلوعه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حتّى الدّعي الجمّال اجاه وحز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 فزّيت للتّربة وشِفِتْها فايضه 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والكون متغيّر و عندي صار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سبط النّبي بالغاضريّه انذبح هاليوم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اشبيدي تظل مشتّته ذيج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صرخت وشقّت جيبها ونصبت عزاها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ولطمت صدرهاوضجّت النّسوه وياها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 من سمع بن عبّاس صيحتها لفاها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يقلها يَيُمَّه هالخبر لافي لج 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والله شعبتي قلوبنا شْعِنْدِك من 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تنعّين جنِّج فاقده جمله من لَحباب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1771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الله الكافي كل أهلنا بْسَفر غيّاب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1771D" w:rsidRDefault="004177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1771D" w:rsidRDefault="0041771D" w:rsidP="00F86163">
            <w:pPr>
              <w:pStyle w:val="libPoem"/>
            </w:pPr>
            <w:r>
              <w:rPr>
                <w:rtl/>
              </w:rPr>
              <w:t>صاحت يَبِن عبّاس هالماتم على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1771D" w:rsidRDefault="0041771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3611F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مأجور راح حسين واخوانه و بنينه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وظلّت بيوته موحشه و ظلمه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3B26FF">
        <w:trPr>
          <w:trHeight w:val="350"/>
        </w:trPr>
        <w:tc>
          <w:tcPr>
            <w:tcW w:w="3920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وحرقوا خيامه واعظم مصيبه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بين الأعادي بلا ستر مشي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3B26FF">
        <w:trPr>
          <w:trHeight w:val="350"/>
        </w:trPr>
        <w:tc>
          <w:tcPr>
            <w:tcW w:w="3920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شيخ العشيره والعشيره زغار وكبار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كلهم يبن عبّاس راحوا ضَحْوَة نْهَار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3B26FF">
        <w:trPr>
          <w:trHeight w:val="350"/>
        </w:trPr>
        <w:tc>
          <w:tcPr>
            <w:tcW w:w="3920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خلصوا ذبح والحرم تتشَهَّر بالامصار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واعظم مصيبه وقوف زينب بالدّواوين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نوح</w:t>
      </w:r>
      <w:r w:rsidR="00E33040">
        <w:rPr>
          <w:rtl/>
        </w:rPr>
        <w:t xml:space="preserve"> </w:t>
      </w:r>
      <w:r>
        <w:rPr>
          <w:rtl/>
        </w:rPr>
        <w:t>الغراب على منزل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3611F" w:rsidTr="001E7BA4">
        <w:trPr>
          <w:trHeight w:val="350"/>
        </w:trPr>
        <w:tc>
          <w:tcPr>
            <w:tcW w:w="4219" w:type="dxa"/>
            <w:shd w:val="clear" w:color="auto" w:fill="auto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من هالذي تنعاه يَغْراب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ذوّبت قلبي و هيّجت حزني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بهالبيت وحدي وشيّبت راسي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راحوا وخلّوني وحيده شبال غالب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وكلمَن سألني قلت ابويه حسين غايب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كل يوم اقول اليوم أبويه يعود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ومن سافروا ما شوف منهم خبرجاني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وشيخ العشيره حسين ضيّعني ونساني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 انا عليله و المرض غيّر الواني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مَقْدَر أعاين دورهم كلها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وانجان عندك خبر عنهم خيّموا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بالله دِخّبرني و اظنّك ناعي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قلها يفاطم جدّدي الماتم على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لا ترتجينه يعود الج يا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صاحت و دمع عيونها قرّح من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أرد انشدك ميّت على فراشه لو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قلها تركته بكربلا بالشّمس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عاري الجسد تسْحق عليه الأعوجيه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حنّت ونادت و الدّمع بالخد سجّاب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انجان شفْت حسين مرمي فوق 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ماظلّ الي من عزوتي شيخٍ ولا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كلهم طبق راحوا ودهري خان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قلها يفاطم جاسم و لَكبر و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ما واحد إلا وصدره بخيل العدا انداس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611F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ولا شفت منهم واحد على جثّته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3611F" w:rsidRDefault="0043611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3611F" w:rsidRDefault="0043611F" w:rsidP="00F86163">
            <w:pPr>
              <w:pStyle w:val="libPoem"/>
            </w:pPr>
            <w:r>
              <w:rPr>
                <w:rtl/>
              </w:rPr>
              <w:t>والرّوس كلها فوق روس السّمهريّه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7BA4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نادت اخبرني يا غراب البين 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7BA4" w:rsidRDefault="001E7BA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وارَوا جثثهم لو بقوا محّد دفنهم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7BA4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ويا هو البقى لارض المدينه يرد ظعنهم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7BA4" w:rsidRDefault="001E7BA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وياهو الذي يباري ظعون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7BA4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قلها زجر ساق لظعون بذيج 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7BA4" w:rsidRDefault="001E7BA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وشمر الخنا قوّض براس حسين قدّام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E7BA4" w:rsidTr="001E7BA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ودّوهم الكوفه وتالي راحوا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E7BA4" w:rsidRDefault="001E7BA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E7BA4" w:rsidRDefault="001E7BA4" w:rsidP="00F86163">
            <w:pPr>
              <w:pStyle w:val="libPoem"/>
            </w:pPr>
            <w:r>
              <w:rPr>
                <w:rtl/>
              </w:rPr>
              <w:t>وزينب جسمها نحّله ركوب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مسلم</w:t>
      </w:r>
      <w:r w:rsidR="00E33040">
        <w:rPr>
          <w:rtl/>
        </w:rPr>
        <w:t xml:space="preserve"> </w:t>
      </w:r>
      <w:r>
        <w:rPr>
          <w:rtl/>
        </w:rPr>
        <w:t>بن عقيل على باب طوعه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25709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مسلم وقف يم باب طوعه يدير لَفكار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خجلان راسه منكّسه والدّمع نثار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وطوعه تقلّه شحاجتك من وقفتك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قلها وهو مغبون يخفي الصّوت بهداي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عطشان أنا بالله دطلعي لي شوي 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جابت الماي وشرب منّه ووقف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قالت شربت الماي لا توقف على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عيب على مثلك وقفتك ببيوت لجناب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جنّك جليل و شوفتك يا شهم تنهاب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لهلك دروح القمر غرّب والنّجم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روح بعجل لهلك قبل ما يظلم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واقف تفكّر والدّمع بخدودك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ما عندك ابهالبلد عزوه و لا 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قلها غريب ولا أهل عندي ولا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قلها غريب ابهالمدينه ولالي أوطان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وخانت بي الكوفه وانا مفرد بلا عوان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و محّد يودّي لي خبر لولاد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يقلهم ترى مسلم بليّا انصار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قالت هلك في وين قلها في المدينة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وعنها ارتحلنا والدّهر جاير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عمّي علي ومسلم أنا اللّي يذكرونه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925709" w:rsidP="00F86163">
            <w:pPr>
              <w:pStyle w:val="libPoem"/>
            </w:pPr>
            <w:r>
              <w:rPr>
                <w:rtl/>
              </w:rPr>
              <w:t>مخذول وامسيت ابّلدكم مالي أنصار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مقاتلته</w:t>
      </w:r>
      <w:r w:rsidR="00E33040">
        <w:rPr>
          <w:rtl/>
        </w:rPr>
        <w:t xml:space="preserve"> </w:t>
      </w:r>
      <w:r>
        <w:rPr>
          <w:rtl/>
        </w:rPr>
        <w:t>وأسره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25709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ليتك شفت مسلم برض كوفان يحسين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زلزل نواحيها ورجها وماله معين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صوّل عليهم يشبه الكرّار بالسّيف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ضيّق مناسمها و تولاها بأراجيف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ومن العطش ملهوف قلبه والوكت صيف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 الخلق باطنان القصب تلهب الصّوبين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لولا القضا و الحيلة اللّي دبّروها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حفروا بميدانه حفيره و ستّروها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وبيها تقنطر و المحاسن جرّحوها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وصابه بن الاشعث ويح قلبي بمحجر العين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وطوعه تصيح على السّطح وشهالكسيره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ليتك حضرت اتشوف ياشيخ العشيره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بن عمّك الموثوق طايح بالحفيره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وقادوه مثل الطّير مكسور الجناحين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5709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وظلّت تنخّيهم يهل كوفان رحموه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5709" w:rsidRDefault="009257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5709" w:rsidRDefault="00720EB6" w:rsidP="00F86163">
            <w:pPr>
              <w:pStyle w:val="libPoem"/>
            </w:pPr>
            <w:r>
              <w:rPr>
                <w:rtl/>
              </w:rPr>
              <w:t>هذا ابن اخو الكرّار حيدر لا تسحبوه</w:t>
            </w:r>
            <w:r w:rsidR="0092570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5709" w:rsidRDefault="0092570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66430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خلّوه يمشي براحته قلبي شعبتوه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خافوا من الله مالكم مذهب ولادين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صاحت يمسلم واعظمها خجلتي فيك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شبيدي واناحرمه وضعيفه ولااقدر احميك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لو يتركونك جان أفت قلبي واداويك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انجان سلَمِت من كيدهم سلّم علىحسين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قلها يطوعه اليوم ما تحصل 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أوصيج جان ابهلبلد طبّ‍وا 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قولي ترى مسلم يبلّغكم 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واجرج على الله و النّبي سيّد الكونين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تجيكم يطوعه مخدّرة حيدر على كور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جنّي أراها ابهالسّكك بيتامها اتدور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حسَّر على هزّل وراس حسين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566430" w:rsidP="00F86163">
            <w:pPr>
              <w:pStyle w:val="libPoem"/>
            </w:pPr>
            <w:r>
              <w:rPr>
                <w:rtl/>
              </w:rPr>
              <w:t>وتدخل على ابن زياد ويّاها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إلقاؤه من أعلى القصر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66430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صعدوا بمسلم والدّمع يجري من العين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ووجّه بوجهه للحجاز يخاطب حسين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يحسين أنا مقتول ردّوا لا تجوني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خانوا هل الكوفه عقب ما بايعوني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وللفاجر ابن زياد كلهم سلّموني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مفرود وانتو ياهلي عنّي بعيدين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ياليت هالدّم الذي يجري على القاع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مسفوح بين يديك يامكسور الاضلاع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ياحيف منّك ما احتضيت بساعة وداع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بيني و بينك ياحبيبي فرّق البين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ما هيّج اهمومي الذي جاري عليّه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وجدي وحزني الجيّتك يابن الشفيّه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خوفي تجي ويصدر عليك الصار بيّه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وتضيع من بعدك يبن عمّي الخواتين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صاح الدّعي ابن زياد فيهم لا تمهلوه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بالعجل من فوق القصر للقاع ذبّوه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قطعوا كريمه والجسد بالسّوق سحبوه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بالحبل ما بين الملا وافجعة الدّين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وسْفَه الجسد ذبّوه من قصر الإماره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ويزيد لرض الشّام راحت له بشاره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6643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وجان ايترجّى حسين وانقطعت اخباره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66430" w:rsidRDefault="0056643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66430" w:rsidRDefault="006A4AF3" w:rsidP="00F86163">
            <w:pPr>
              <w:pStyle w:val="libPoem"/>
            </w:pPr>
            <w:r>
              <w:rPr>
                <w:rtl/>
              </w:rPr>
              <w:t>وزينب تنشده اشخبر مسلم ياضيا العين</w:t>
            </w:r>
            <w:r w:rsidR="0056643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66430" w:rsidRDefault="0056643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1337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يحسين مسلم مالفت منّه مكاتيب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1337" w:rsidRDefault="00A5133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شالسّبب ميطرّش خبر نفهم التّرتيب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1337" w:rsidTr="003B26FF">
        <w:trPr>
          <w:trHeight w:val="350"/>
        </w:trPr>
        <w:tc>
          <w:tcPr>
            <w:tcW w:w="3920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والله من الكوفه يخويه قلبي مريب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1337" w:rsidRDefault="00A5133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ذبحوا علي وخانوا بعهد الحسن يحسين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1337" w:rsidTr="003B26FF">
        <w:trPr>
          <w:trHeight w:val="350"/>
        </w:trPr>
        <w:tc>
          <w:tcPr>
            <w:tcW w:w="3920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قلها الخبر عندي يمهجة سرّ الوجود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1337" w:rsidRDefault="00A5133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مسلم من الكوفه ينور العين ميعود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1337" w:rsidTr="003B26FF">
        <w:trPr>
          <w:trHeight w:val="350"/>
        </w:trPr>
        <w:tc>
          <w:tcPr>
            <w:tcW w:w="3920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جنّي أشوفنّه بسوق الغنم ممدود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1337" w:rsidRDefault="00A5133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1337" w:rsidRDefault="00CC667B" w:rsidP="00F86163">
            <w:pPr>
              <w:pStyle w:val="libPoem"/>
            </w:pPr>
            <w:r>
              <w:rPr>
                <w:rtl/>
              </w:rPr>
              <w:t>مابينهم ينسحب ما جنهم مسلمين</w:t>
            </w:r>
            <w:r w:rsidR="00A5133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وصول</w:t>
      </w:r>
      <w:r w:rsidR="00E33040">
        <w:rPr>
          <w:rtl/>
        </w:rPr>
        <w:t xml:space="preserve"> </w:t>
      </w:r>
      <w:r>
        <w:rPr>
          <w:rtl/>
        </w:rPr>
        <w:t>خبر مقتله للحسين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667B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غادر الكعبه نور مكّه و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يوم الذي بكوفان مسلم قاتلينه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غادر الكعبه بعيلته وجملة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محافظ على حرمة الكعبه و 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وناجاه من وادي القدس ربّ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يحسين ياللي عن جواري طاردينه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في كربلا قبرك يشمّامة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لازم أخلّي كربلا مقصد الزوّار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واترك العالم حول قبرك ليل ونهار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وكلهم يبو السجّاد من فاضل الطّينه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سافر يحثّ السّيْر ويلقّط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كل فرد منهم للنّصر ربّه اختاره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منهم نواصب جانوا و منهم نصارى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 منهم يرخّصهم يريد يفارقونه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ويلاه من وصلت ظعينتهم زباله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وطنّب خيامه ونزل واجتمعت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بصيوانه العالي ولن الخبر جا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عن جسد مسلم بالشّوارع يسحبونه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خانت الكوفه وهاي عاده الهم قديمه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 الخبر شاع وبالبجا عجّت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وخلّى بحجره ابن البتول اوّل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وحسّت الطّفله ولن مدامعها 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تقلّه يعمّي قبل ماشفتك تجيني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بحجرك تحطني وتمسح براسي وجبيني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وهذي إشارات اليتم يانور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دنّق وقبّلها وغمرها بدمع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667B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حنّت ولطمت راسها وحسين 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667B" w:rsidRDefault="00CC667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667B" w:rsidRDefault="00CC667B" w:rsidP="00F86163">
            <w:pPr>
              <w:pStyle w:val="libPoem"/>
            </w:pPr>
            <w:r>
              <w:rPr>
                <w:rtl/>
              </w:rPr>
              <w:t>فقد الابو جايد ولكن زاد همها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51337" w:rsidRDefault="00A51337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50BAD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خافت عقب فقد الأبو ينفقد عمها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و تصبح يتيمه من هالاثنين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سألت سكينه عن حميده رايحه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قالوا لها مطرّش عليها خالها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راحت ولن تشوفها تلطم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وخرّت عليها معوله وتنحب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ضمهن الصدره بوعلي والدّمع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يمسح مدامعهن و هاجت بيه لهموم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وخاطب سكينه وقال يعزيزه إلك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750BAD" w:rsidP="00F86163">
            <w:pPr>
              <w:pStyle w:val="libPoem"/>
            </w:pPr>
            <w:r>
              <w:rPr>
                <w:rtl/>
              </w:rPr>
              <w:t>ثوب الحزن واليتم لازم تلبسينه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 بنت مسلم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50BAD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750BAD" w:rsidRDefault="00920614" w:rsidP="00F86163">
            <w:pPr>
              <w:pStyle w:val="libPoem"/>
            </w:pPr>
            <w:r>
              <w:rPr>
                <w:rtl/>
              </w:rPr>
              <w:t>قلبي كسَرته يا غريب الغاضريّه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0BAD" w:rsidRDefault="00920614" w:rsidP="00F86163">
            <w:pPr>
              <w:pStyle w:val="libPoem"/>
            </w:pPr>
            <w:r>
              <w:rPr>
                <w:rtl/>
              </w:rPr>
              <w:t>مثل اليتامى تمسح بكفّك عليّه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تمسح على راسي ودمع العين همّال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جنّي يتيمه الكافي الله من هالاحوال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ما عوّدتني ابهالفعل من قبل يا خال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خلّيت عبراتي على خدّي جريّه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بمسحك على راسي تركت القلب ذايب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هذا يعمّي من علامات المصايب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قلبي تروّع حيث ابويه بسَفَر غايب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طوّل الغيبه يعوده الله بعَجَل ليّه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ضَمها الصدره والدّمع يجري بالخدود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 قَلْها يَفَاطم والدج ماظنّتي يعود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شهقت وظلّت تنتحب وبروحها تجود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 نادت يعمّي لا تفاول بالمنيّه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سافر عساه يعود ليّه بالسّلامه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واجلس بحجره وينشرح صدري بكلامه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شنهو اسمعت عن و الدي حلو الجهامه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قلها يبنتي غيبته عنّج بطيّه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جاني الخبر عن حال مسلم يا حزينه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يقولون من قصر الاماره ذابّينه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وبالحبل بالاسواق جسمه يسحبونه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وراسه المشكّر راح للطّاغي هديّه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صرخت الطّفله والدّمع بخدودها يسيح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وتقوم مذعوره وعلى وجه الثرا تّطيح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تلطم على الهامه بعَشِرْها و نوبٍ تصيح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A04EF4" w:rsidP="00F86163">
            <w:pPr>
              <w:pStyle w:val="libPoem"/>
            </w:pPr>
            <w:r>
              <w:rPr>
                <w:rtl/>
              </w:rPr>
              <w:t>قومي يَيُمّه والبسي حداد الرّزيّه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طفلي مسلم بن عقيل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50BAD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فرّوا يتامى اثنين من خيمة المظلوم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وامهم تحوم محيّره والقلب مهموم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طلعت تحن وتصيح يا زينب تعالي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و الله مصايب يا خلق تيّهت بالي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0BAD" w:rsidTr="003B26FF">
        <w:trPr>
          <w:trHeight w:val="350"/>
        </w:trPr>
        <w:tc>
          <w:tcPr>
            <w:tcW w:w="3920" w:type="dxa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هاموا اولادي ابهالفضا ياذل حالي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0BAD" w:rsidRDefault="00750B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0BAD" w:rsidRDefault="00BE32C4" w:rsidP="00F86163">
            <w:pPr>
              <w:pStyle w:val="libPoem"/>
            </w:pPr>
            <w:r>
              <w:rPr>
                <w:rtl/>
              </w:rPr>
              <w:t>راحوا و خلّوني حزينه ابحال ميشوم</w:t>
            </w:r>
            <w:r w:rsidR="00750BA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50BAD" w:rsidRDefault="00750BA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1F2A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كثر المصايب يا خلايق تذهل الرّاي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كلهم السّاعه اتذبّحوا يا خلق وِلْياي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ظنّيت هالطّفلين تبقى سلوه وياي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بالبرّ تاهوا وبطلبهم محّد يقوم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والله مصايب بو علي فتّت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قومي يزينب بالعَجل ننظر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من الخوف فرّوا للفضا وتاهوا 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يحرسكم الله ياضيا عيني من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يا ليتكم ليّه بسلامتكم ترجعون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ربّيتكم يا مهجة قليبي و تضيعون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يايْتَام مَدْري وين هالليله تنامون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يطلَعْكم الله من الكوفه بلدة الشّوم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و انجان يَوْلادي وصلتوا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خبروا محمَّد بالّذي جاري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وقولوا ترى زينب ترَكْناها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و ذيج اليتامى بالهجير اتطيح وتقوم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هالبرّ الاقفَر لا نَزِل يوجد ولا 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خوفي عليكم يا ولادي من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ماظل أحد من عزوتي يطلب هالاولاد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5D1F2A" w:rsidP="00F86163">
            <w:pPr>
              <w:pStyle w:val="libPoem"/>
            </w:pPr>
            <w:r>
              <w:rPr>
                <w:rtl/>
              </w:rPr>
              <w:t>بس العليل و مدمعه بالخد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وقوعهما في قبضة السجّان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1F2A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خفّف علينا القيد وارحمنا يسجّان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احنا من اهل بيت النّبي وبينا الدّهرخان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مسلم ابونا والأهل كلهم سلاطين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جدنا علي صاحب البيعه وخالنا حسين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و ذيج العشيره صاح بيها صايح البين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ظلّوا على حرالثّرى وضاعت النّسوان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واحنا انهزمنا و روّعتنا هجمة الخيل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بالبرّ توّهنا وعلينا هوّد الليل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ولا درينا اشصار بالنّسوه و العليل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يقولون جابوهم سبايا لارض كوفان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قلهم شعبتوني وفت قلبي حجيكم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زغار اويتامى اشحال قلب امكم عليكم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1F2A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من ايّام يا بعد الأهل مرّوا بسبيكم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1F2A" w:rsidRDefault="005D1F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1F2A" w:rsidRDefault="00BF0935" w:rsidP="00F86163">
            <w:pPr>
              <w:pStyle w:val="libPoem"/>
            </w:pPr>
            <w:r>
              <w:rPr>
                <w:rtl/>
              </w:rPr>
              <w:t>فوق المطايا وخالكم راسه على سنان</w:t>
            </w:r>
            <w:r w:rsidR="005D1F2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3500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من ايّام يا بعد الأهل مرّوا بسبيكم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فوق المطايا وخالكم راسه على 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بعيني شفت حرّه على ظهر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ذوّبت قلبي تنوح نوح الرّاعبيّه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وكلمن نظرها قال هذي الخارجيّه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نوبٍ تحن ونوبٍ تباري الرّضعان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 مرّت علَيْ ناقه بلا هودج ولا مهاد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وحُرمه بظهَرها من النّواعي تفت لَكباد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تنادي شعبني فقد اخوتي وفقد الاولاد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راحوا اولادي وخايفه غيلة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ويّا الحرم عاينت شاب مقيّدينه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يبجي على اهله وبالسّلاسل باهضينه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وكلما يون يوحّش العالم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جنّه مريض و من العلّه الجسد نحلان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قلّه على وَصْفَك هالمغلّل بالزّناجيل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هذا البقيّه من عشيرتنا البهاليل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واللي تحن وتباري النّسوه والعليل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هاي الوديعه مخدّرة فارس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واللي وراها فوق ناقه تجر 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وتنعى على الأولاد هاي الضّايعه امنا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ياليتنا ابهالخبر لقشر ما سمعنا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F93500" w:rsidP="00F86163">
            <w:pPr>
              <w:pStyle w:val="libPoem"/>
            </w:pPr>
            <w:r>
              <w:rPr>
                <w:rtl/>
              </w:rPr>
              <w:t>ويا ليت نمنا ويا العشيره ابفرد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خطابهما لقاتلهما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3500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اتوعَّ يَعقلي هجمَت علينا المنيّه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ما يحصل النا ابهالزّمن نومه هنيّه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كلما طلعنا من بلا شفنا بلايا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ياليتنا ويّا الأهل صِرنا ضحايا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وياليت ساقونا بيسر ويّا المطايا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AA0EE8" w:rsidP="00F86163">
            <w:pPr>
              <w:pStyle w:val="libPoem"/>
            </w:pPr>
            <w:r>
              <w:rPr>
                <w:rtl/>
              </w:rPr>
              <w:t>اهون علينا من الحبس ظهر المطيّه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ضعنا يخويه وابتلينا ابّلدة ارجاس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ضيعه ويتاما وجوع وسط السّجن ياناس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rPr>
          <w:trHeight w:val="350"/>
        </w:trPr>
        <w:tc>
          <w:tcPr>
            <w:tcW w:w="3920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لنّ الرّجس صابه ومنّه كسَّر أضراس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ودماه فوق الصّدر خلّاها جريّه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وردّ ورفس لاخر وقَلْهُم حان اجلكم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BD5AEA" w:rsidP="00F86163">
            <w:pPr>
              <w:pStyle w:val="libPoem"/>
            </w:pPr>
            <w:r>
              <w:rPr>
                <w:rtl/>
              </w:rPr>
              <w:t>لشفي غليلي يا يتامى اليوم منكم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4A5510" w:rsidP="00F86163">
            <w:pPr>
              <w:pStyle w:val="libPoem"/>
            </w:pPr>
            <w:r>
              <w:rPr>
                <w:rtl/>
              </w:rPr>
              <w:t>متعوب يولاد الخوارج في طلبكم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4A5510" w:rsidP="00F86163">
            <w:pPr>
              <w:pStyle w:val="libPoem"/>
            </w:pPr>
            <w:r>
              <w:rPr>
                <w:rtl/>
              </w:rPr>
              <w:t>قلّه ارحمنا يرحمك ربّ البريّه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لا أهل عِدْنا ولا أبو يثور بطلبنا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صغار و يتامى وين ما رحنا انتشبنا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متراقب الله اكسب أجر وارحم تعبنا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عندك ترا احنا ضيوف جينا ابهالعشيّه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ويّاك مَتْقول اشفَعَلْنا من جنايه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046E15" w:rsidP="00F86163">
            <w:pPr>
              <w:pStyle w:val="libPoem"/>
            </w:pPr>
            <w:r>
              <w:rPr>
                <w:rtl/>
              </w:rPr>
              <w:t>ترفس أخيّي ومنّي تكسّر ثنايا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قلّه عليكم حامت طيور المنايا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هالرّوس لابن زياد اودّيها هديّه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واحنى الكبير على الصغير بقلب صادي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و احتضن خيّه والدّمع بالخد بادي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3500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وصاروا بحاله تفتّت قلوب الأعادي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3500" w:rsidRDefault="00F9350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3500" w:rsidRDefault="00E07287" w:rsidP="00F86163">
            <w:pPr>
              <w:pStyle w:val="libPoem"/>
            </w:pPr>
            <w:r>
              <w:rPr>
                <w:rtl/>
              </w:rPr>
              <w:t>وذاك الزغيِّر خوف يتلوّذ الخيّه</w:t>
            </w:r>
            <w:r w:rsidR="00F9350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92E66" w:rsidRDefault="00692E6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قتل</w:t>
      </w:r>
      <w:r w:rsidR="00E33040">
        <w:rPr>
          <w:rtl/>
        </w:rPr>
        <w:t xml:space="preserve"> </w:t>
      </w:r>
      <w:r>
        <w:rPr>
          <w:rtl/>
        </w:rPr>
        <w:t>الشقي لهما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F40BB" w:rsidTr="00AF40BB">
        <w:trPr>
          <w:trHeight w:val="350"/>
        </w:trPr>
        <w:tc>
          <w:tcPr>
            <w:tcW w:w="4219" w:type="dxa"/>
            <w:shd w:val="clear" w:color="auto" w:fill="auto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نطلب يغادي البَخَت منّك أربع خصال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بلكت تجاوبنا على وحده يرجّال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rPr>
          <w:trHeight w:val="350"/>
        </w:trPr>
        <w:tc>
          <w:tcPr>
            <w:tcW w:w="4219" w:type="dxa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قلّه اذكرهن قال لابن زياد وَدْنا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وراقب الهادي وراقب الكرّار جدنا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rPr>
          <w:trHeight w:val="350"/>
        </w:trPr>
        <w:tc>
          <w:tcPr>
            <w:tcW w:w="4219" w:type="dxa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ساعه ترى من الليل والله ما رقَدنا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AF40BB" w:rsidP="00F86163">
            <w:pPr>
              <w:pStyle w:val="libPoem"/>
            </w:pPr>
            <w:r>
              <w:rPr>
                <w:rtl/>
              </w:rPr>
              <w:t>مانهتني بالزّاد بَسْ انقاسي اهوال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rPr>
          <w:trHeight w:val="350"/>
        </w:trPr>
        <w:tc>
          <w:tcPr>
            <w:tcW w:w="4219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مَيْصير قال ابن الخنا قلّه ارحمنا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احنا ضيوف وملتجين ارحم يتمنا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rPr>
          <w:trHeight w:val="350"/>
        </w:trPr>
        <w:tc>
          <w:tcPr>
            <w:tcW w:w="4219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شبَقّى علينا الدّهر ماتعاين هضمنا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قلّه شلون ارحَمكم ومقصودي المال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قلّه ابذلنا ياعديم الفعل للسّوم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تحصل أضعاف اللّي تأمّل من الميشوم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قلّه مهو لازم ذبحكم واصل اليوم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قلّه دحِلْ قيدك نصلّي والدّمع سال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صلّوا يويلي والدّمع يجري من العيون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C14048" w:rsidP="00F86163">
            <w:pPr>
              <w:pStyle w:val="libPoem"/>
            </w:pPr>
            <w:r>
              <w:rPr>
                <w:rtl/>
              </w:rPr>
              <w:t>واحنى على عضيده يون ونّة المطعون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3C7A1B" w:rsidP="00F86163">
            <w:pPr>
              <w:pStyle w:val="libPoem"/>
            </w:pPr>
            <w:r>
              <w:rPr>
                <w:rtl/>
              </w:rPr>
              <w:t>ودّع أخيّه وخاطب الفاجر الملعون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يقلّه قبل خيّي اذبحني يبن الانذال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قلّه اذبحني ريت يومي قبل يومه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مقدر أشوفنه مغرّق من دمومه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و لن الزّغير ايصيح و ادموعه سجومه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قبلك انا مقدر أشوفك فوق لرمال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و الرِّجس من شاف المسابق للمنيّه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حز راس لَكبر و انجدل جدّام اخيّه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وظلّ يتمرّغ بالدّما سودا عليّه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234A56" w:rsidP="00F86163">
            <w:pPr>
              <w:pStyle w:val="libPoem"/>
            </w:pPr>
            <w:r>
              <w:rPr>
                <w:rtl/>
              </w:rPr>
              <w:t>ولَصغر وقع فوقه وتخضّب بالدّما وقال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خلني على جثّة عزيز الرّوح ساعه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بَتْخَضَّبْ بدمّه اتزود من وداعه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مارحم نحباته وفَتَح بالسّيف باعه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حالاً قطع راسه شمَفْظَعْها من احوال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صرخت بلا شعور العجوز ولطمت الهام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وخرّت عليهم معولة والدمع سجّام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تصيح الضّيافه هذا تاليها يالايتام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ياخجلتي من المرتضى خوّاض الاهوال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ظنّيت يحبابي تفوزون بسلامه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FB5179" w:rsidP="00F86163">
            <w:pPr>
              <w:pStyle w:val="libPoem"/>
            </w:pPr>
            <w:r>
              <w:rPr>
                <w:rtl/>
              </w:rPr>
              <w:t>ما جنت اظن ابهاي و ارجع بالنّدامه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AF40B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F40BB" w:rsidRDefault="00DD14E5" w:rsidP="00F86163">
            <w:pPr>
              <w:pStyle w:val="libPoem"/>
            </w:pPr>
            <w:r>
              <w:rPr>
                <w:rtl/>
              </w:rPr>
              <w:t>بلغوا سلامي الطّهر جدكم يا يتامى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F40BB" w:rsidRDefault="00DD14E5" w:rsidP="00F86163">
            <w:pPr>
              <w:pStyle w:val="libPoem"/>
            </w:pPr>
            <w:r>
              <w:rPr>
                <w:rtl/>
              </w:rPr>
              <w:t>مقدر أواريكم ترى ما عندي رجال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مسير</w:t>
      </w:r>
      <w:r w:rsidR="00E33040">
        <w:rPr>
          <w:rtl/>
        </w:rPr>
        <w:t xml:space="preserve"> </w:t>
      </w:r>
      <w:r>
        <w:rPr>
          <w:rtl/>
        </w:rPr>
        <w:t>الحسين وخوف العقيلة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F40BB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AF40BB" w:rsidRDefault="00DD14E5" w:rsidP="00F86163">
            <w:pPr>
              <w:pStyle w:val="libPoem"/>
            </w:pPr>
            <w:r>
              <w:rPr>
                <w:rtl/>
              </w:rPr>
              <w:t>طوّح الحادي والظّعن هاج بحنينه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40BB" w:rsidRDefault="00DD14E5" w:rsidP="00F86163">
            <w:pPr>
              <w:pStyle w:val="libPoem"/>
            </w:pPr>
            <w:r>
              <w:rPr>
                <w:rtl/>
              </w:rPr>
              <w:t>و زينب تنادي سفرة القشره علينه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3B26FF">
        <w:trPr>
          <w:trHeight w:val="350"/>
        </w:trPr>
        <w:tc>
          <w:tcPr>
            <w:tcW w:w="3920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صاحت بكافلها شديد العَزِم والباس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شمّر اردانك وانشر البيرق يعبّاس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3B26FF">
        <w:trPr>
          <w:trHeight w:val="350"/>
        </w:trPr>
        <w:tc>
          <w:tcPr>
            <w:tcW w:w="3920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جنّي أعاينها مصيبه تشيّب الرّاس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ما ظنّتي نرجع بدولتنا المدينه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40BB" w:rsidTr="003B26FF">
        <w:trPr>
          <w:trHeight w:val="350"/>
        </w:trPr>
        <w:tc>
          <w:tcPr>
            <w:tcW w:w="3920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قلها يَزينب هاج عزمي لا تنخّين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40BB" w:rsidRDefault="00AF40B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40BB" w:rsidRDefault="0021226A" w:rsidP="00F86163">
            <w:pPr>
              <w:pStyle w:val="libPoem"/>
            </w:pPr>
            <w:r>
              <w:rPr>
                <w:rtl/>
              </w:rPr>
              <w:t>مادام انا موجود يختي ما تذلّين</w:t>
            </w:r>
            <w:r w:rsidR="00AF40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92E66" w:rsidRDefault="00692E6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4288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لو تنقلب شاماتهم ويّا العراقين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لطحن جماجمهم وانا حامي 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لا تهيّجيني ولا يدشّ بقلبك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مَيْروعني طعن الرماح وضرب 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بس طلبي امن الله يسلّم لي هلجفوف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لحمل على العسكر واذكّرهم ببونه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قالت اعرفك بالحرب ياخوي وافي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وقطع الزّند هذا الذي منّه مخافي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اليوم بمعزّه و بعدكم مَدْري شَوَافي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ياهو اليردّ الخيل لو هجمت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هلّت دموع العين من حادي الظّعن 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عبّاس قايدها و حاديها الطّرمّاح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ابهالحال و هْيَ تصيح عزّي ياخلق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وحسين جدّام الظّعن يمشي بسكينه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ومن كربلا ساقوا الظّعن كلهم 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شمر الخنا قايد و زجر الرِّجس 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ومَرَّت وهي تستر وجههَّا بالأيادي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 صاحت يقايد ناقتي عنّك مشينا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نادت وهي فوق المطيّه واومت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هذا الظّغن لرض المدينه من يودّيه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واللي خِفِت منّه يبو الشّيمه وقَعِت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2A4288" w:rsidP="00F86163">
            <w:pPr>
              <w:pStyle w:val="libPoem"/>
            </w:pPr>
            <w:r>
              <w:rPr>
                <w:rtl/>
              </w:rPr>
              <w:t>قطع الفيافي اعلى الهِزِل ويني و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وصوله</w:t>
      </w:r>
      <w:r w:rsidR="00E33040">
        <w:rPr>
          <w:rtl/>
        </w:rPr>
        <w:t xml:space="preserve"> </w:t>
      </w:r>
      <w:r w:rsidR="00692E66">
        <w:rPr>
          <w:rtl/>
        </w:rPr>
        <w:t>كربلا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4288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قوّض بظَعنَه والظّعن هاجت احزانه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قاصد ابو السجّاد كوفان الخيانه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قبل المسير اعطى العبد منشور يقراه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مشروح بيه الحال واخبرهم بمنواه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وتفرّقوا عنّه وجد السّبط مَسراه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F6962" w:rsidP="00F86163">
            <w:pPr>
              <w:pStyle w:val="libPoem"/>
            </w:pPr>
            <w:r>
              <w:rPr>
                <w:rtl/>
              </w:rPr>
              <w:t>مع صفوة اصحابه وبني عمّه واخوانه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قصده الكوفه بو علي ولو وصّل الها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سبط النّبي انقلبت على ابن زياد كلها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لكن قضا الله والمشيئه من يفلها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الحر الرّياحي عارضه وعرقل اظعانه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خلّاه يمشي بالفضا مابين الجبال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من غير شارع نوب يمنى ونوبٍ شمال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من وادي الوادي بحريمه وذيج الاطفال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وبس ماتوسّط كربلا وقّف حصانه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تعرّف عليها ومن عرفها نزل في الحال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وصاح بعَجَل عبّاس نصبوا خيام العيال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بهالأرض تبقى اجسادنا واجفانها رمال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19487F" w:rsidP="00F86163">
            <w:pPr>
              <w:pStyle w:val="libPoem"/>
            </w:pPr>
            <w:r>
              <w:rPr>
                <w:rtl/>
              </w:rPr>
              <w:t>فوق الوطيّه والغسل جاري دمانا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ترجّل عن الميمون مهجة فاطمه حسين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ونادى يخوتي بالعجل نزلوا النّساوين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عاشور هذا وكربلا ياهاشميين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هذا مكان الوعد يكرام و زمانه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4288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حطّوا الظّعينه ابهالارض واضح المنهاج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4288" w:rsidRDefault="002A428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4288" w:rsidRDefault="00B96F74" w:rsidP="00F86163">
            <w:pPr>
              <w:pStyle w:val="libPoem"/>
            </w:pPr>
            <w:r>
              <w:rPr>
                <w:rtl/>
              </w:rPr>
              <w:t>منصوب بيها الجنة الفردوس معراج</w:t>
            </w:r>
            <w:r w:rsidR="002A428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92E66" w:rsidRDefault="00692E6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4FC3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لكن عقب ما ننغسل بدموم الاوداج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ونطلع من الدّنيا على الشّاطي بظمانا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و نبقى عرايا ابهالفيافي ثلثتيّام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والرّوس فوق ارماح والنّسوه والايتام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تتوصّل الكوفه وتالي تروح للشّام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814FC3" w:rsidP="00F86163">
            <w:pPr>
              <w:pStyle w:val="libPoem"/>
            </w:pPr>
            <w:r>
              <w:rPr>
                <w:rtl/>
              </w:rPr>
              <w:t>وبيت الخنا ملزوم تتهدّم اركانه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B72051" w:rsidP="00F86163">
            <w:pPr>
              <w:pStyle w:val="libPoem"/>
            </w:pPr>
            <w:r>
              <w:rPr>
                <w:rtl/>
              </w:rPr>
              <w:t>وبلغوا سلامي شيعتي ياللي تسمعون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72051" w:rsidP="00F86163">
            <w:pPr>
              <w:pStyle w:val="libPoem"/>
            </w:pPr>
            <w:r>
              <w:rPr>
                <w:rtl/>
              </w:rPr>
              <w:t>أمضي بنفسي وعزوتي لايكون ينسون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C974E6" w:rsidP="00F86163">
            <w:pPr>
              <w:pStyle w:val="libPoem"/>
            </w:pPr>
            <w:r>
              <w:rPr>
                <w:rtl/>
              </w:rPr>
              <w:t>صّبيت دم قلبي وأريدَن ماي العيون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إلهم وفيت العهد وادّيت الامانه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يامهجة الزّهرا فداك الاهل والرّوح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ننساك حاشا وبالقلوب مخزّنه جروح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المخلوق من فاضل الطّينه لازم ينوح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عنوان للشّيعي البجا ياهل الدّيانه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و اليسمع امصابك ولا تجري ادموعه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يمكسّر الاضلاع ماهو من الشّيعه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هذا يبو السّجاد مَيريدك شفيعه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6F7DDC" w:rsidP="00F86163">
            <w:pPr>
              <w:pStyle w:val="libPoem"/>
            </w:pPr>
            <w:r>
              <w:rPr>
                <w:rtl/>
              </w:rPr>
              <w:t>و يوم الحشر يحسين مايحشر اويانا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4FC3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814FC3" w:rsidRDefault="00FA14E5" w:rsidP="00F86163">
            <w:pPr>
              <w:pStyle w:val="libPoem"/>
            </w:pPr>
            <w:r>
              <w:rPr>
                <w:rtl/>
              </w:rPr>
              <w:t>يحسين عين الماتصبّ عليك ماها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4FC3" w:rsidRDefault="00FA14E5" w:rsidP="00F86163">
            <w:pPr>
              <w:pStyle w:val="libPoem"/>
            </w:pPr>
            <w:r>
              <w:rPr>
                <w:rtl/>
              </w:rPr>
              <w:t>تخسر هدايتها ويلاقيها عماها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FA14E5" w:rsidP="00F86163">
            <w:pPr>
              <w:pStyle w:val="libPoem"/>
            </w:pPr>
            <w:r>
              <w:rPr>
                <w:rtl/>
              </w:rPr>
              <w:t>بيك التجي يامُنقذ الامّه وحِماها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FA14E5" w:rsidP="00F86163">
            <w:pPr>
              <w:pStyle w:val="libPoem"/>
            </w:pPr>
            <w:r>
              <w:rPr>
                <w:rtl/>
              </w:rPr>
              <w:t>الخادم بدنيا وآخره يطلب أمانه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وقوف</w:t>
      </w:r>
      <w:r w:rsidR="00E33040">
        <w:rPr>
          <w:rtl/>
        </w:rPr>
        <w:t xml:space="preserve"> </w:t>
      </w:r>
      <w:r>
        <w:rPr>
          <w:rtl/>
        </w:rPr>
        <w:t>مهره وظهور آثار الكرب والبلا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4FC3" w:rsidTr="003B26FF">
        <w:trPr>
          <w:trHeight w:val="350"/>
        </w:trPr>
        <w:tc>
          <w:tcPr>
            <w:tcW w:w="3920" w:type="dxa"/>
            <w:shd w:val="clear" w:color="auto" w:fill="auto"/>
          </w:tcPr>
          <w:p w:rsidR="00814FC3" w:rsidRDefault="005733E1" w:rsidP="00F86163">
            <w:pPr>
              <w:pStyle w:val="libPoem"/>
            </w:pPr>
            <w:r>
              <w:rPr>
                <w:rtl/>
              </w:rPr>
              <w:t>سبط الرّسول ابكربلا اتحيّر نجيبه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4FC3" w:rsidRDefault="005733E1" w:rsidP="00F86163">
            <w:pPr>
              <w:pStyle w:val="libPoem"/>
            </w:pPr>
            <w:r>
              <w:rPr>
                <w:rtl/>
              </w:rPr>
              <w:t>ونادى شِسِم هالقاع يَلْيوث الحريبه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5733E1" w:rsidP="00F86163">
            <w:pPr>
              <w:pStyle w:val="libPoem"/>
            </w:pPr>
            <w:r>
              <w:rPr>
                <w:rtl/>
              </w:rPr>
              <w:t>قالوا يبو السجّاد اسمها الغاضريّات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والها اسم عند الخلايق شط الفرات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مَعْ نينوى والعقر ياسيّد السّادات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قلهم وقلبه من الوجد يسعر لهيبه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بالله شسمها غير هذا يا صناديد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قالوا طفوف وكربلا يبن الاماجيد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قلهم دنزلوا غير هذي الارض ماريد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وقولوا لزينب تِستعدّ الهالمصيبه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حطّوا ظعنّا ابهالفَضا و نصبوا خيَمنا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و بهداي يَسباع الحرم نزلوا حَرَمنا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معلوم عندي ابهالارض ينسفك دَمنا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موعود بيها وعدي من الله وحبيبه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انجان هذي كربلا بشروا اببّلايا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ونزلوا ترى لاحت علامات المنايا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لازم بجانب هالنّهر نقضي ظمايا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واجسادنا تبقى على الغبرا سليبه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جم شاب ما يهنى بشبابه يظلّ معفور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BA0451" w:rsidP="00F86163">
            <w:pPr>
              <w:pStyle w:val="libPoem"/>
            </w:pPr>
            <w:r>
              <w:rPr>
                <w:rtl/>
              </w:rPr>
              <w:t>كلنا بثراها نظلْ عرايا مالنا قبور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AD09F6" w:rsidP="00F86163">
            <w:pPr>
              <w:pStyle w:val="libPoem"/>
            </w:pPr>
            <w:r>
              <w:rPr>
                <w:rtl/>
              </w:rPr>
              <w:t>هذي مصارعنا و وَعَدنا يوم عاشور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AD09F6" w:rsidP="00F86163">
            <w:pPr>
              <w:pStyle w:val="libPoem"/>
            </w:pPr>
            <w:r>
              <w:rPr>
                <w:rtl/>
              </w:rPr>
              <w:t>طير المنون اسمع على راسي نعيبه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4FC3" w:rsidTr="003B26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4FC3" w:rsidRDefault="00AD09F6" w:rsidP="00F86163">
            <w:pPr>
              <w:pStyle w:val="libPoem"/>
            </w:pPr>
            <w:r>
              <w:rPr>
                <w:rtl/>
              </w:rPr>
              <w:t>طنّب خيامه بكربلا مهجة المختار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4FC3" w:rsidRDefault="00814F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4FC3" w:rsidRDefault="00AD09F6" w:rsidP="00F86163">
            <w:pPr>
              <w:pStyle w:val="libPoem"/>
            </w:pPr>
            <w:r>
              <w:rPr>
                <w:rtl/>
              </w:rPr>
              <w:t>ودارت عليه جنود اميّه وظل محتار</w:t>
            </w:r>
            <w:r w:rsidR="00814F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01FF3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و ادموعه اتصب فوق خدّه شبه لَمطار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واقبال وَجهَه ينتخي كبش الكتيبه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ثار ابرعيده صاحب الصّولات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قلّه البجا خلّه يخويه وارفع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لفعل فعل للحشر بيه تتحدّث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نشّف ادموعه بوعلي وسكّن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قلّه وقلبه من الوجد والحزن مفتوت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تدري بخوك حسين مايرهب من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حزني لجل سلب الحريم وحرق البيوت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جم أرمله تبقى عقب عيني سليبه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ماهاجت احزاني لجل ذبحة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01FF3" w:rsidP="00F86163">
            <w:pPr>
              <w:pStyle w:val="libPoem"/>
            </w:pPr>
            <w:r>
              <w:rPr>
                <w:rtl/>
              </w:rPr>
              <w:t>حزني يبو فاضل على ضيعة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0C435D" w:rsidP="00F86163">
            <w:pPr>
              <w:pStyle w:val="libPoem"/>
            </w:pPr>
            <w:r>
              <w:rPr>
                <w:rtl/>
              </w:rPr>
              <w:t>وشحال زينب لو بقت من غير والي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0C435D" w:rsidP="00F86163">
            <w:pPr>
              <w:pStyle w:val="libPoem"/>
            </w:pPr>
            <w:r>
              <w:rPr>
                <w:rtl/>
              </w:rPr>
              <w:t>متحيّره بايتام مدهوشه وغريبه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3B26FF" w:rsidP="00F86163">
      <w:pPr>
        <w:pStyle w:val="libCenterBold1"/>
      </w:pPr>
      <w:r>
        <w:rPr>
          <w:rtl/>
        </w:rPr>
        <w:t>نزوله أرض كربلا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01FF3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طنّب خيامه بكربلا وشَعْشَع ضِياها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بغرّة جبينه وازهر الوادي وفضاها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نصبوا الخيم وحسين بيده يشيل الادغال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ويلقّط اشواك الارض من بين الرمال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ويقول لا يأذّي حرايرنا و الاطفال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ساعة فرار الحرم حسّر من خباها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نزلوا وطابت من عطر طيب الاطايب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F21D15" w:rsidP="00F86163">
            <w:pPr>
              <w:pStyle w:val="libPoem"/>
            </w:pPr>
            <w:r>
              <w:rPr>
                <w:rtl/>
              </w:rPr>
              <w:t>واللي اكتبوا له مشّوا عليه الكتايب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rPr>
          <w:trHeight w:val="350"/>
        </w:trPr>
        <w:tc>
          <w:tcPr>
            <w:tcW w:w="3920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ولزموا الشرايع فكّر وشوف العجايب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مهر البتول وينمنع مهجة حشاها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وعْلَى السّبط ضيّق الوادي جيش اميّه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وحِسْنَت ضيافتهم طفوف الغاضريّه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حتّى الطّفل ينذبح مايضوق الميّه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55388F" w:rsidP="00F86163">
            <w:pPr>
              <w:pStyle w:val="libPoem"/>
            </w:pPr>
            <w:r>
              <w:rPr>
                <w:rtl/>
              </w:rPr>
              <w:t>معلوم هذا كربها وهذا بلاها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ياكربلا باسمه ظهر لج بالملا شان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جنتي برور وشاد الج بالذّهب بنيان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وخلّاج معراج السّما ومعدن الإيمان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وجسمه ثلثتيّام عريان بعراها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خلّاج كعبه وتربتك مرهم للا وجاع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ويبات برضك بالعرا مكسور الاضلاع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واخته الوديعه تحوم بالوادي بلا قناع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من حولها الايتام تتلظّى بظماها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ياكربلا نلتي الشَّرَف من فيض دمّه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756DC5" w:rsidP="00F86163">
            <w:pPr>
              <w:pStyle w:val="libPoem"/>
            </w:pPr>
            <w:r>
              <w:rPr>
                <w:rtl/>
              </w:rPr>
              <w:t>ودموم طفله واخوته واولاد عمّه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وصرتي منار بجسم ابن طه وعمّه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ومن تربتك كل الخلق تطلب شفاها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محّد يقول حسين أشرف من أبوحسين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وارض النّجف متأخّره وانتي تفوزين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1FF3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لكن تشرّفتي بدم خير النبيّين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1FF3" w:rsidRDefault="00001FF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1FF3" w:rsidRDefault="00D145A3" w:rsidP="00F86163">
            <w:pPr>
              <w:pStyle w:val="libPoem"/>
            </w:pPr>
            <w:r>
              <w:rPr>
                <w:rtl/>
              </w:rPr>
              <w:t>وعلى السّماوات العُلا فضلك تناها</w:t>
            </w:r>
            <w:r w:rsidR="00001FF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B26FF" w:rsidRDefault="003B26F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محاورة بين الحسين وكربلاء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145A3" w:rsidTr="00D145A3">
        <w:trPr>
          <w:trHeight w:val="350"/>
        </w:trPr>
        <w:tc>
          <w:tcPr>
            <w:tcW w:w="4219" w:type="dxa"/>
            <w:shd w:val="clear" w:color="auto" w:fill="auto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وجّه سؤال حسين لرض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أريد انشْدك كربلا ردّي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rPr>
          <w:trHeight w:val="350"/>
        </w:trPr>
        <w:tc>
          <w:tcPr>
            <w:tcW w:w="4219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جبريل منّك رفع تربه و طيبها يفوح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جدّي تلقّاها وعليها 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rPr>
          <w:trHeight w:val="350"/>
        </w:trPr>
        <w:tc>
          <w:tcPr>
            <w:tcW w:w="4219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و قلّه ابهالوادي يروح 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ظامي ويظل بكربلا عاري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rPr>
          <w:trHeight w:val="350"/>
        </w:trPr>
        <w:tc>
          <w:tcPr>
            <w:tcW w:w="4219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ياكربلا من جيت ظل محتار مُهري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145A3" w:rsidP="00F86163">
            <w:pPr>
              <w:pStyle w:val="libPoem"/>
            </w:pPr>
            <w:r>
              <w:rPr>
                <w:rtl/>
              </w:rPr>
              <w:t>في وين قولي طيحتي وياصوب قبري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rPr>
          <w:trHeight w:val="350"/>
        </w:trPr>
        <w:tc>
          <w:tcPr>
            <w:tcW w:w="4219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والتّربة اللي تشرب مْن اوداج نحري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من ياكتر بالعجل ردّي جواب ليّه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قالت يبن ست النّسا وقفة حصانك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والشرّفتها بدوستك هذي مكانك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تتغسّل ابدمّك و سافيها اجفانك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1801A3" w:rsidP="00F86163">
            <w:pPr>
              <w:pStyle w:val="libPoem"/>
            </w:pPr>
            <w:r>
              <w:rPr>
                <w:rtl/>
              </w:rPr>
              <w:t>و ابهالمكان اتدوس صَدْرَك لَعوجيه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743DBE" w:rsidP="00F86163">
            <w:pPr>
              <w:pStyle w:val="libPoem"/>
            </w:pPr>
            <w:r>
              <w:rPr>
                <w:rtl/>
              </w:rPr>
              <w:t>بموضع وقوفك طيحتك من فوق مهرك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743DBE" w:rsidP="00F86163">
            <w:pPr>
              <w:pStyle w:val="libPoem"/>
            </w:pPr>
            <w:r>
              <w:rPr>
                <w:rtl/>
              </w:rPr>
              <w:t>وبن راعي المعزى يحز اوداج نحرك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743DBE" w:rsidP="00F86163">
            <w:pPr>
              <w:pStyle w:val="libPoem"/>
            </w:pPr>
            <w:r>
              <w:rPr>
                <w:rtl/>
              </w:rPr>
              <w:t>ظامي يبو السجّاد واتشرف بقبرك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743DBE" w:rsidP="00F86163">
            <w:pPr>
              <w:pStyle w:val="libPoem"/>
            </w:pPr>
            <w:r>
              <w:rPr>
                <w:rtl/>
              </w:rPr>
              <w:t>واصير مقصد للملا صبح ومسيّه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واللي ابّيرَقكُم على الجيمان يقْلط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من عالم التّكوين قبره انحفر وانخَط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تتقطّع زنوده ويطيح بجانب الشّط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وبيكم أفاخر جنّة الخُلد العليّه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وامّا عزيزك ياشهيد وشبه جدّك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لَكبر علي مرسوم لحده يم لحدك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والطّفل لازم يندفن يحسين عندك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351CC6" w:rsidP="00F86163">
            <w:pPr>
              <w:pStyle w:val="libPoem"/>
            </w:pPr>
            <w:r>
              <w:rPr>
                <w:rtl/>
              </w:rPr>
              <w:t>واما البقيّه تندفن كلها سويّه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وجملة أنصارك تنْدفنْ كلها بحفيره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بيكم بروري الموحشه تصبح منيره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وقبرك امان وفوز للقاصد يزوره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ومن كل قطر تقصد الشّيعه ملتجيّه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قَلها السّبط ياكربلا بشري تراني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بَهلي وحريمي ليك حتّى الطّفل عاني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وهالارض هاي الواسعه تغص بالمباني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ليل ونهار الشيعتي روحه وجيّه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عفت المدينه وحرم مكّه وبالأهل جيت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خلّيت حجّي خوف تهتَك حرمة البيت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ياكربلا و انجان بترابك تواريت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تصيرين كعبه للملا بكل معنويّه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الكعبه ومشاعرها لها بكل عام وقتين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وانتي على طول السّنه بوفدِك تغصّين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والكل ينادي سرور قلبي زيارة حسين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65762" w:rsidP="00F86163">
            <w:pPr>
              <w:pStyle w:val="libPoem"/>
            </w:pPr>
            <w:r>
              <w:rPr>
                <w:rtl/>
              </w:rPr>
              <w:t>وانا اطلب مْنَ الله يكفّر كل خطيّه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E2963" w:rsidP="00F86163">
            <w:pPr>
              <w:pStyle w:val="libPoem"/>
            </w:pPr>
            <w:r>
              <w:rPr>
                <w:rtl/>
              </w:rPr>
              <w:t>برضك الشّيعه يستجيب الله دُعاها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E2963" w:rsidP="00F86163">
            <w:pPr>
              <w:pStyle w:val="libPoem"/>
            </w:pPr>
            <w:r>
              <w:rPr>
                <w:rtl/>
              </w:rPr>
              <w:t>والعلل والامراض بترابك شفاها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45A3" w:rsidTr="00D145A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45A3" w:rsidRDefault="00DE2963" w:rsidP="00F86163">
            <w:pPr>
              <w:pStyle w:val="libPoem"/>
            </w:pPr>
            <w:r>
              <w:rPr>
                <w:rtl/>
              </w:rPr>
              <w:t>و الحور تتعطّر ابهالتّربه و شذاها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45A3" w:rsidRDefault="00D145A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45A3" w:rsidRDefault="00DE2963" w:rsidP="00F86163">
            <w:pPr>
              <w:pStyle w:val="libPoem"/>
            </w:pPr>
            <w:r>
              <w:rPr>
                <w:rtl/>
              </w:rPr>
              <w:t>و طيبك تراهو من دموم الفاطميّه</w:t>
            </w:r>
            <w:r w:rsidR="00D145A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B26FF" w:rsidRDefault="003B26F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اجتماع العسكر عليه في الطف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13308" w:rsidTr="00613308">
        <w:trPr>
          <w:trHeight w:val="350"/>
        </w:trPr>
        <w:tc>
          <w:tcPr>
            <w:tcW w:w="4219" w:type="dxa"/>
            <w:shd w:val="clear" w:color="auto" w:fill="auto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خيّم الجيش وباليتامى تحيّر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وضجّت بنات المرتضى وسط الصّياوين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طلعت من خيام النّسا زينب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يحسين هالعسكر ترى ضيّق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وانجان هاللي خيّموا كلهم 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 للحرب كلهم يا ضمدنا مستعدّين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تبقى منازلنا خليّه بالمدينه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وانجان رحتوا الكافي الله احنا انولينه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الله يعدّيك البلا ردّ 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لرض الوطن يا بو علي رد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قلها ودمع العين فوق الخد فيّض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خلصت يزينب مدّتي والعمر قوّض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راسي بخطّي يرتفع والصّدر ينرض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 بحالةٍ قشرا عقب عيني تصيرين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واللي قبالك ياحزينه من الرّجاجيل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كلهم وعدهم من تصك الخيل بالخيل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ساعه ولا يبقى بخيمكم غير العليل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 من الصّبح للشّام بيتامي تشيلين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جسمك يذوب وينتحل من سفرة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 يشيب راسج يا حزينه بذيج الايّام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كل ساع يختي تطيح وحده من هالايتام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تلوى عليها سياطهم وانتي تشوفين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قالت اجل يحسين للذلّه جبتني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بَرْض المدينه جان يَبْن أمّي اتركِتني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يحسين وين الملتجا لو ضيّعتني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مقدر على ذلّه وهضم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613308" w:rsidP="00F86163">
            <w:pPr>
              <w:pStyle w:val="libPoem"/>
            </w:pPr>
            <w:r>
              <w:rPr>
                <w:rtl/>
              </w:rPr>
              <w:t>ويّاك جيت من المدينه وعفت الاوطان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خفت المذلّة و التجيت العزِّ الاخوان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قلت الأخو يدفع صروف الدّهر لوخان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قال الدّهر سكتي عقب عزّج تذلّين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والله يخويه لو غريبه ومشت ويّاك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محّد كفو يذلها وهي ياخوي بحماك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وانا تخلّيني يخويه بوليَة عداك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2A4B15" w:rsidP="00F86163">
            <w:pPr>
              <w:pStyle w:val="libPoem"/>
            </w:pPr>
            <w:r>
              <w:rPr>
                <w:rtl/>
              </w:rPr>
              <w:t>بعدك يبو سكنه دقلّي الملتجا وين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3B26FF" w:rsidP="00F86163">
      <w:pPr>
        <w:pStyle w:val="libCenterBold1"/>
      </w:pPr>
      <w:r>
        <w:rPr>
          <w:rtl/>
        </w:rPr>
        <w:t>اجتماع رايات الكوفة عليه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13308" w:rsidTr="00613308">
        <w:trPr>
          <w:trHeight w:val="350"/>
        </w:trPr>
        <w:tc>
          <w:tcPr>
            <w:tcW w:w="4219" w:type="dxa"/>
            <w:shd w:val="clear" w:color="auto" w:fill="auto"/>
          </w:tcPr>
          <w:p w:rsidR="00613308" w:rsidRDefault="006B04B1" w:rsidP="00F86163">
            <w:pPr>
              <w:pStyle w:val="libPoem"/>
            </w:pPr>
            <w:r>
              <w:rPr>
                <w:rtl/>
              </w:rPr>
              <w:t>من يوم سادس بيّنت رايات كوفان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13308" w:rsidRDefault="006B04B1" w:rsidP="00F86163">
            <w:pPr>
              <w:pStyle w:val="libPoem"/>
            </w:pPr>
            <w:r>
              <w:rPr>
                <w:rtl/>
              </w:rPr>
              <w:t>لزموا الشّرايع وامتلت بالجيش وديان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rPr>
          <w:trHeight w:val="350"/>
        </w:trPr>
        <w:tc>
          <w:tcPr>
            <w:tcW w:w="4219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كلها من الكوفه المشومه مستعدّين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سبعين الف سدّوا الفيافي شمال ويمين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وحسين ما غير اخوته ونيّف وسبعين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والخيم مَمْلِيّه حرم واطفال رضعان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خندق على خيام الحرم صاحب الغيره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و كلها ملاها بالحطب ذيج الحفيره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وصارت النّار على المخيّم مستديره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هاي المصايب يالموالي وهاي الاحزان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3308" w:rsidTr="0061330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طلعت بلوعه من الخبا زينب حزينه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3308" w:rsidRDefault="0061330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3308" w:rsidRDefault="00C8086D" w:rsidP="00F86163">
            <w:pPr>
              <w:pStyle w:val="libPoem"/>
            </w:pPr>
            <w:r>
              <w:rPr>
                <w:rtl/>
              </w:rPr>
              <w:t>تقلّه يخويه هالجيوش اللّي تجينا</w:t>
            </w:r>
            <w:r w:rsidR="0061330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B26FF" w:rsidRDefault="003B26F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F2AD4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إلنا ينور العين قلّي لو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الوادي يبوالسجّاد فايض من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قلها يزينب والقلب يسعر لهيبه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كلها علينا واستعدّي للمصيبه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تبقين يختي ابهالارض بعدي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بيد الاعادي و تبتلين ابجيش 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هذي يزينب كربلا وهذا نهرها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وهذا زمان مصيبتي وهذا شهرها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حتّى العدو يمخدّره عنده خبرها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تقاسين بيها من الكروب اشكال والوان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تقلّه يتالي السّلف من وصّيت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وياهو عقب عينك يردنا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 ابهالفيافي من يصالي هالظّعينه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وياهو اليباريها ويباري عليل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قلها عليج ملاحظ النّسوه ولَطفال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وتجلّدي يَبْنَة الزّهرا بكل الاحوال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الله عوينج لو حدى حاديكم 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7F2AD4" w:rsidP="00F86163">
            <w:pPr>
              <w:pStyle w:val="libPoem"/>
            </w:pPr>
            <w:r>
              <w:rPr>
                <w:rtl/>
              </w:rPr>
              <w:t>وشفتي الجسدعاري وراسي براس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F12F32" w:rsidP="00F86163">
            <w:pPr>
              <w:pStyle w:val="libPoem"/>
            </w:pPr>
            <w:r>
              <w:rPr>
                <w:rtl/>
              </w:rPr>
              <w:t>خرّت المحزونه تون و القلب صادي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F12F32" w:rsidP="00F86163">
            <w:pPr>
              <w:pStyle w:val="libPoem"/>
            </w:pPr>
            <w:r>
              <w:rPr>
                <w:rtl/>
              </w:rPr>
              <w:t>اتقلّه يخويه ابهالحجي اتفتّت افّادي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F2AD4" w:rsidRDefault="00F12F32" w:rsidP="00F86163">
            <w:pPr>
              <w:pStyle w:val="libPoem"/>
            </w:pPr>
            <w:r>
              <w:rPr>
                <w:rtl/>
              </w:rPr>
              <w:t>الله يبو السجّاد نبقى بيد اعادي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F12F32" w:rsidP="00F86163">
            <w:pPr>
              <w:pStyle w:val="libPoem"/>
            </w:pPr>
            <w:r>
              <w:rPr>
                <w:rtl/>
              </w:rPr>
              <w:t>كل المصايب والهضم ولْية العدوان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28EF">
      <w:pPr>
        <w:pStyle w:val="Heading2Center"/>
      </w:pPr>
      <w:bookmarkStart w:id="7" w:name="_Toc21389972"/>
      <w:r>
        <w:rPr>
          <w:rtl/>
        </w:rPr>
        <w:t>( الأصحاب )</w:t>
      </w:r>
      <w:bookmarkEnd w:id="7"/>
    </w:p>
    <w:p w:rsidR="00C231C3" w:rsidRDefault="00C231C3" w:rsidP="002728EF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يرسل لزهير بن القين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F2AD4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وصّل رسول حسين لزهير الجلاله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يسأل مَن زهير الذي طابت خصاله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قلّه أنا زهير اشْمَرَام اللّي تريده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قلّه يريدك بو علي بلهجه شديده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كلمن سمع ذب الطّعام اللّي بإيده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والكلّ بقى محتار من ذيج الرّساله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يقولون محنا شيعته ولاحنا انصاره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حتّى بمَنَازلنا بعد نكره جواره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2AD4" w:rsidTr="001B2DB9">
        <w:trPr>
          <w:trHeight w:val="350"/>
        </w:trPr>
        <w:tc>
          <w:tcPr>
            <w:tcW w:w="3920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ولنّ النّجيبه تصيح من خلف السّتاره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2AD4" w:rsidRDefault="007F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2AD4" w:rsidRDefault="00BD4525" w:rsidP="00F86163">
            <w:pPr>
              <w:pStyle w:val="libPoem"/>
            </w:pPr>
            <w:r>
              <w:rPr>
                <w:rtl/>
              </w:rPr>
              <w:t>تِبدي ملام زهير وتعنّف رجاله</w:t>
            </w:r>
            <w:r w:rsidR="007F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B26FF" w:rsidRDefault="003B26F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04E5C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يَزهير يبعث لك ابن ستّ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 ماتسرع تلبّي و هو عز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خلّ الطّعام وبادر وسلّم على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وبلّغ سلامي وياك واسأل عن أحواله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بس ماسمعها هاج عزمه ونهض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وصّل لبن حيدر ورَدّ بقلب مسرور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يقلها يحرمه وداعة الله اليوم النشور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بَنصر شبل حيدر وادافع عن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غزوة بَلَنْجَر ذكّرتني ابهالسّعاده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 بشّرني التّاريخ باسباب الشّهاده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موالي علي الكرّار وموالي اولاده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واهل الغدر عاديتهم واهل الضّلاله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ديلم تقلّه وداعة الله مْع السّلامه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 الوَعَد عند المصطفى يوم القيامه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نلت السّعاده بنصرتك بيت الامامه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بالحال ودّعها ودمعه بانهماله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يقول الله الله بعيلتي بعدي احفظيها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 بنتي الزّغيره حافظي دايم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 لو سايلت عنّي بجيتي واعديها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واجرج يحرّه على النّبي المختار وآله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4E5C" w:rsidTr="001B2DB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قوّض بظعنه وراح قاصد نصرة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4E5C" w:rsidRDefault="00E04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4E5C" w:rsidRDefault="00E04E5C" w:rsidP="00F86163">
            <w:pPr>
              <w:pStyle w:val="libPoem"/>
            </w:pPr>
            <w:r>
              <w:rPr>
                <w:rtl/>
              </w:rPr>
              <w:t>منحرف جان ورد رجع للفاطميّين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2DB9" w:rsidTr="001B2DB9">
        <w:trPr>
          <w:trHeight w:val="350"/>
        </w:trPr>
        <w:tc>
          <w:tcPr>
            <w:tcW w:w="3920" w:type="dxa"/>
            <w:shd w:val="clear" w:color="auto" w:fill="auto"/>
          </w:tcPr>
          <w:p w:rsidR="001B2DB9" w:rsidRDefault="00262BEC" w:rsidP="00F86163">
            <w:pPr>
              <w:pStyle w:val="libPoem"/>
            </w:pPr>
            <w:r>
              <w:rPr>
                <w:rtl/>
              </w:rPr>
              <w:t>سلّم على ابن الطّهر واخلص مذهب ودين</w:t>
            </w:r>
            <w:r w:rsidR="001B2D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2DB9" w:rsidRDefault="001B2DB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2DB9" w:rsidRDefault="00262BEC" w:rsidP="00F86163">
            <w:pPr>
              <w:pStyle w:val="libPoem"/>
            </w:pPr>
            <w:r>
              <w:rPr>
                <w:rtl/>
              </w:rPr>
              <w:t>ويقول سبط المصطفى روحي فدا له</w:t>
            </w:r>
            <w:r w:rsidR="001B2DB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زهير</w:t>
      </w:r>
      <w:r w:rsidR="00E33040">
        <w:rPr>
          <w:rtl/>
        </w:rPr>
        <w:t xml:space="preserve"> </w:t>
      </w:r>
      <w:r>
        <w:rPr>
          <w:rtl/>
        </w:rPr>
        <w:t>بين يدي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262BEC" w:rsidTr="00262BEC">
        <w:trPr>
          <w:trHeight w:val="350"/>
        </w:trPr>
        <w:tc>
          <w:tcPr>
            <w:tcW w:w="4219" w:type="dxa"/>
            <w:shd w:val="clear" w:color="auto" w:fill="auto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سلّم زهير على السّبط والعلم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بيده وقال ارواحنا كلنا فدا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rPr>
          <w:trHeight w:val="350"/>
        </w:trPr>
        <w:tc>
          <w:tcPr>
            <w:tcW w:w="4219" w:type="dxa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يخطب قبل جيش الضّلاله رافع الصّوت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والكل بقى من خطبته حيران مبهوت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rPr>
          <w:trHeight w:val="350"/>
        </w:trPr>
        <w:tc>
          <w:tcPr>
            <w:tcW w:w="4219" w:type="dxa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قلهم يحزب الغدر ياشيعة الطّاغوت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62BEC" w:rsidP="00F86163">
            <w:pPr>
              <w:pStyle w:val="libPoem"/>
            </w:pPr>
            <w:r>
              <w:rPr>
                <w:rtl/>
              </w:rPr>
              <w:t>كلكم تحزّبتوا على بيت 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rPr>
          <w:trHeight w:val="350"/>
        </w:trPr>
        <w:tc>
          <w:tcPr>
            <w:tcW w:w="4219" w:type="dxa"/>
          </w:tcPr>
          <w:p w:rsidR="00262BEC" w:rsidRDefault="00B25D73" w:rsidP="00F86163">
            <w:pPr>
              <w:pStyle w:val="libPoem"/>
            </w:pPr>
            <w:r>
              <w:rPr>
                <w:rtl/>
              </w:rPr>
              <w:t>قلّه الشّمر يَزهير والله ما عهدناك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25D73" w:rsidP="00F86163">
            <w:pPr>
              <w:pStyle w:val="libPoem"/>
            </w:pPr>
            <w:r>
              <w:rPr>
                <w:rtl/>
              </w:rPr>
              <w:t>شيعه لهل هالبيت سابج ماعرفناك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قلّه حَمَدْتَ الله على فراقي سجاياك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و يزيد وابن زياد منتوج الرّذاله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وآنا على حب الوصي عاقد ضميري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تعرف مَصيرك يارجس واعرف مصيري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مهجة الزّهرا دون هالعالم أميري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والورد حوض المصطفى وصافي زلاله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مطلّق حريمي لاجله وهاجر بلادي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أفديه باهلي وعزوتي حتّى اولادي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ولنّ الشّهيد حسين مِن خلفه ينادي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يَزهير مَيفيد الوعظ باهل الضّلاله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يقلّه يَبن حيدر يَشمّامة المختار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2D00D1" w:rsidP="00F86163">
            <w:pPr>
              <w:pStyle w:val="libPoem"/>
            </w:pPr>
            <w:r>
              <w:rPr>
                <w:rtl/>
              </w:rPr>
              <w:t>لو حي حرقوني يبو الاطهار بالنّار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واعود حيّ بكلّ ساعه عدّة امرار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سبعين الف مرّه ولا احس بملاله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أحلى على قلبي وألذّ من شربة الماي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البارده بساعة ظماي و لهبة حشاي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قال وفعل طيب الفعل واسمع حجاياي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ظهر المحرّم يوم عاشر عن افعاله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تقلّط على اليمنه السّميدع يوم عاشور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فيّض الوادي ومن جثثهم ضاقت برور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تقنطر على حر الوطيّه وعانق الحور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و حسين ينظر له ودمعه بانهماله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قلّه قضيت حقوقنا واوفيت يزهير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سرّيت قلب الطّهر بجهادك يَسمسير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262B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أنصار عِدْ غيري مثلكم أبد ميصير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62BEC" w:rsidRDefault="00B0336A" w:rsidP="00F86163">
            <w:pPr>
              <w:pStyle w:val="libPoem"/>
            </w:pPr>
            <w:r>
              <w:rPr>
                <w:rtl/>
              </w:rPr>
              <w:t>من قبل ليّه اختاركم رب الجلاله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وهب مع أمه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62BEC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سرور القلب ياوهب عندي لك بشاره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شِبْه المسيح اليوم شرّفنا بزياره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D31ABE">
        <w:trPr>
          <w:trHeight w:val="350"/>
        </w:trPr>
        <w:tc>
          <w:tcPr>
            <w:tcW w:w="3920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يبني جلست اليوم وحدي بجانب خباي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ولن زوجتك تنده يعمّه من الذي جاي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D31ABE">
        <w:trPr>
          <w:trHeight w:val="350"/>
        </w:trPr>
        <w:tc>
          <w:tcPr>
            <w:tcW w:w="3920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ياوهب مد جفّه اليمين وفجّر الماي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و من غرّته ومن النّحر تسطع انواره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62BEC" w:rsidTr="00D31ABE">
        <w:trPr>
          <w:trHeight w:val="350"/>
        </w:trPr>
        <w:tc>
          <w:tcPr>
            <w:tcW w:w="3920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أبدى التحيّه وقال ليّه ابنج وهب وين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62BEC" w:rsidRDefault="00262B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62BEC" w:rsidRDefault="00473BB7" w:rsidP="00F86163">
            <w:pPr>
              <w:pStyle w:val="libPoem"/>
            </w:pPr>
            <w:r>
              <w:rPr>
                <w:rtl/>
              </w:rPr>
              <w:t>وانا اخبرته بغيبتك ياقرّة العين</w:t>
            </w:r>
            <w:r w:rsidR="00262B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2DB9" w:rsidRDefault="001B2DB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077AC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وقلّي وانا ماشي ولازم له تعرفين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حجي الجرى بالليل لا ينسى الإشاره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قولي له اللي بايعك بالليل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وشِفْت المسيح وْياه دمعه فوق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جدّامك ايحث الظّعن وصلت المدّه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إلحق انجان تريد تحسب من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قلها يَيُمّه وين قلّج مقصده يريد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ينزل قريبٍ بالظّعن لو قصده 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قالت ينور العين سافر يقطع 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والوعد وادي كربلا هناك المعاره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هلّت ادموعه وقال فطني للخبر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هذا ترى جدّه نبي و خير النبيّين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 امّه شبيهة مريم و ست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وهو الشّهيد حسين واشرح لج اخباره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شفت المسيح البارحه واحمد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أسلمت ياحرّه و عدّوني من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قوضوا الخيمه نلحق السّادات الاطهار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 هلّت ادموعه فوق خدّينه اتّجارى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جدّ السّرى قاصد 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 عاين الوادي فايض من جنود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خلّى حريمه ويا 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وطب عند امان الخايف وحلّ بجواره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حلّ بجوار ابن الوصي وجدّد اسلامه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وقبّل اقدامه و اعترف له بالامامه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وثارت ترحّب بيه شبّان ونشامه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F077AC" w:rsidP="00F86163">
            <w:pPr>
              <w:pStyle w:val="libPoem"/>
            </w:pPr>
            <w:r>
              <w:rPr>
                <w:rtl/>
              </w:rPr>
              <w:t>وبنصرة المظلوم نال اعظم تجاره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مبارزة وهب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077AC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جرّد وهب سيفه وركب صهوة حصانه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وفرّت بدهشه زوجته ولزمت عنانه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لزْمَت عنان الفرس والعبره تهلْها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تقلّه صحبتك جان صحبَتْنا تفلها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عندك أمانه ياوهب رِدها لاهلها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مثلك ترى عنده فلا تضيع الامانه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وحدي تخلّيني وانا سافرت وياك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بلادي بعيده ومن يودّيني الى هناك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rPr>
          <w:trHeight w:val="350"/>
        </w:trPr>
        <w:tc>
          <w:tcPr>
            <w:tcW w:w="3920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مقدر أجيم ابهالفلا ساعه بليّاك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هذا مهو محمود عند اهل الدّيانه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قلها تشوفين السّبط قلّت رجاله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E3182C" w:rsidP="00F86163">
            <w:pPr>
              <w:pStyle w:val="libPoem"/>
            </w:pPr>
            <w:r>
              <w:rPr>
                <w:rtl/>
              </w:rPr>
              <w:t>ما تسمعين ابهالخيم ضجّة اطفاله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9202A7" w:rsidP="00F86163">
            <w:pPr>
              <w:pStyle w:val="libPoem"/>
            </w:pPr>
            <w:r>
              <w:rPr>
                <w:rtl/>
              </w:rPr>
              <w:t>أفديه انا بروحي وكوني مع اعياله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9202A7" w:rsidP="00F86163">
            <w:pPr>
              <w:pStyle w:val="libPoem"/>
            </w:pPr>
            <w:r>
              <w:rPr>
                <w:rtl/>
              </w:rPr>
              <w:t>هذا مهو الشّخص الذي للبيت جانا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9202A7" w:rsidP="00F86163">
            <w:pPr>
              <w:pStyle w:val="libPoem"/>
            </w:pPr>
            <w:r>
              <w:rPr>
                <w:rtl/>
              </w:rPr>
              <w:t>ولنّ العجوز تصيح بيها الولد خلّيه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9202A7" w:rsidP="00F86163">
            <w:pPr>
              <w:pStyle w:val="libPoem"/>
            </w:pPr>
            <w:r>
              <w:rPr>
                <w:rtl/>
              </w:rPr>
              <w:t>يطلع يأدّي واجبه و بالنّفس يفديه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شبْه المسيح حسين محتاطه العدا بيه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أفنت رجاله المعركه وقلّت اعوانه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وعلى المطهّم لاح وترخّص من حسين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و انحدر للحومه وخلّى الجيش شطرين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77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عايف حياته وانبرت وحده من الايدين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77AC" w:rsidRDefault="00F077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77AC" w:rsidRDefault="001F1F16" w:rsidP="00F86163">
            <w:pPr>
              <w:pStyle w:val="libPoem"/>
            </w:pPr>
            <w:r>
              <w:rPr>
                <w:rtl/>
              </w:rPr>
              <w:t>وانعقر غوجه ولا دخل خوف بجنانه</w:t>
            </w:r>
            <w:r w:rsidR="00F077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2DB9" w:rsidRDefault="001B2DB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855AC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ولن يسمع الحرمه تصيح بقلب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بعمود خيمتها تجول وما لها شعور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D31ABE">
        <w:trPr>
          <w:trHeight w:val="350"/>
        </w:trPr>
        <w:tc>
          <w:tcPr>
            <w:tcW w:w="3920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وتصيح والله حسين خلّى القلب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ياوهب جاهد عن حريمه وعن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D31ABE">
        <w:trPr>
          <w:trHeight w:val="350"/>
        </w:trPr>
        <w:tc>
          <w:tcPr>
            <w:tcW w:w="3920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قلها يحرمه قبل ساعه انتي تمنعين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عن طلعتي وهسّا علىالعسكر تهجمين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D31ABE">
        <w:trPr>
          <w:trHeight w:val="350"/>
        </w:trPr>
        <w:tc>
          <w:tcPr>
            <w:tcW w:w="3920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ياوهب قالت نحّلتني نخوة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5AC" w:rsidRDefault="004855AC" w:rsidP="00F86163">
            <w:pPr>
              <w:pStyle w:val="libPoem"/>
            </w:pPr>
            <w:r>
              <w:rPr>
                <w:rtl/>
              </w:rPr>
              <w:t>بشفي غليل القلب من قوم الخيانه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D31ABE">
        <w:trPr>
          <w:trHeight w:val="350"/>
        </w:trPr>
        <w:tc>
          <w:tcPr>
            <w:tcW w:w="3920" w:type="dxa"/>
          </w:tcPr>
          <w:p w:rsidR="004855AC" w:rsidRDefault="00B61E71" w:rsidP="00F86163">
            <w:pPr>
              <w:pStyle w:val="libPoem"/>
            </w:pPr>
            <w:r>
              <w:rPr>
                <w:rtl/>
              </w:rPr>
              <w:t>لنّ الشّهيد حسين شاف الولد محتار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5AC" w:rsidRDefault="00B61E71" w:rsidP="00F86163">
            <w:pPr>
              <w:pStyle w:val="libPoem"/>
            </w:pPr>
            <w:r>
              <w:rPr>
                <w:rtl/>
              </w:rPr>
              <w:t>مقطوعه يمينه و هو يحارب باليسار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855AC" w:rsidRDefault="00B61E71" w:rsidP="00F86163">
            <w:pPr>
              <w:pStyle w:val="libPoem"/>
            </w:pPr>
            <w:r>
              <w:rPr>
                <w:rtl/>
              </w:rPr>
              <w:t>عنّه وعنها يدافع بسيفه الفجّار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5AC" w:rsidRDefault="00B61E71" w:rsidP="00F86163">
            <w:pPr>
              <w:pStyle w:val="libPoem"/>
            </w:pPr>
            <w:r>
              <w:rPr>
                <w:rtl/>
              </w:rPr>
              <w:t>جاهم بوسط المعركه وخلا مكانه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وهب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855AC" w:rsidTr="004855AC">
        <w:trPr>
          <w:trHeight w:val="350"/>
        </w:trPr>
        <w:tc>
          <w:tcPr>
            <w:tcW w:w="4219" w:type="dxa"/>
            <w:shd w:val="clear" w:color="auto" w:fill="auto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عاين ابن حيدر وهب بالكون محتار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بيمناه يدفع زوجته ويضرب باليسار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rPr>
          <w:trHeight w:val="350"/>
        </w:trPr>
        <w:tc>
          <w:tcPr>
            <w:tcW w:w="4219" w:type="dxa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قلّه يبن حيدر ارجعها للصّواوين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عنّي وعنها مقدر ادفع هالملحدين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rPr>
          <w:trHeight w:val="350"/>
        </w:trPr>
        <w:tc>
          <w:tcPr>
            <w:tcW w:w="4219" w:type="dxa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قلها السّبط ردّي الخدر ويّا النّساوين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3207" w:rsidP="00F86163">
            <w:pPr>
              <w:pStyle w:val="libPoem"/>
            </w:pPr>
            <w:r>
              <w:rPr>
                <w:rtl/>
              </w:rPr>
              <w:t>واجرج على الزّهرا وعلى حيدر الكرّار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rPr>
          <w:trHeight w:val="350"/>
        </w:trPr>
        <w:tc>
          <w:tcPr>
            <w:tcW w:w="4219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ردّي الحرب مكتوب بس عْلَى الرّجاجيل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وجر الذّيول على النّسا وندب المجاتيل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rPr>
          <w:trHeight w:val="350"/>
        </w:trPr>
        <w:tc>
          <w:tcPr>
            <w:tcW w:w="4219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ردّت وعبرتها على وجناتها تسيل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وتصيح جاهد ياوهب عن بيت لَطهار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صوّل عليهم شاهر السّيف بيساره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عايف حياته وينتخي وسط المعاره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وامّه على باب الخبا ترقب اخباره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C6DD8" w:rsidP="00F86163">
            <w:pPr>
              <w:pStyle w:val="libPoem"/>
            </w:pPr>
            <w:r>
              <w:rPr>
                <w:rtl/>
              </w:rPr>
              <w:t>تنظر العركه والدّمع بالخد نثّار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وداروا عليه قوم البغي قطعوا شماله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من عقب ماجدّل من العسكر رجاله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وتوزّعت من وقع بالغبرا اوصاله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وذبّوا على امّه راس ابنها قوم لشرار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خلّت كريمه بحجرها وشوفه ذهلها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3839BA" w:rsidP="00F86163">
            <w:pPr>
              <w:pStyle w:val="libPoem"/>
            </w:pPr>
            <w:r>
              <w:rPr>
                <w:rtl/>
              </w:rPr>
              <w:t>وظلّت على الخدّين عبرتها تهلها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B87CE9" w:rsidP="00F86163">
            <w:pPr>
              <w:pStyle w:val="libPoem"/>
            </w:pPr>
            <w:r>
              <w:rPr>
                <w:rtl/>
              </w:rPr>
              <w:t>تقلّه غريبه امّك من يردها لاهلها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B87CE9" w:rsidP="00F86163">
            <w:pPr>
              <w:pStyle w:val="libPoem"/>
            </w:pPr>
            <w:r>
              <w:rPr>
                <w:rtl/>
              </w:rPr>
              <w:t>والله تشعبون القلب يقصار الاعمار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B87CE9" w:rsidP="00F86163">
            <w:pPr>
              <w:pStyle w:val="libPoem"/>
            </w:pPr>
            <w:r>
              <w:rPr>
                <w:rtl/>
              </w:rPr>
              <w:t>ربّيت يبني وبالرّبا ماخاب ظنّي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B87CE9" w:rsidP="00F86163">
            <w:pPr>
              <w:pStyle w:val="libPoem"/>
            </w:pPr>
            <w:r>
              <w:rPr>
                <w:rtl/>
              </w:rPr>
              <w:t>نلت الشّهاده وجاهدت عنّك وعنّي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لكن فراقك نزع والله الرّوح منّي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والمصرعه فرّت ولنّه فوق الاوعار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شحال العجوز التنْظر مقطّع ولدها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للموت فارقها وخلّاها وحدها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تناديه يبني و الوجد مض بجبدها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لاهي بديره ولا أهل عدها ولا دار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وبن سعد يمشي وياه عبده وعاين الها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وأشّر العبده وقال هالحرمه اقتلها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5AC" w:rsidTr="004855A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وعفّر اللبوه ابن البغايا يم شبلها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855AC" w:rsidRDefault="004855A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855AC" w:rsidRDefault="004B7621" w:rsidP="00F86163">
            <w:pPr>
              <w:pStyle w:val="libPoem"/>
            </w:pPr>
            <w:r>
              <w:rPr>
                <w:rtl/>
              </w:rPr>
              <w:t>يراويك ظلم الماجرى مثله ولا صار</w:t>
            </w:r>
            <w:r w:rsidR="004855A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2DB9" w:rsidRDefault="001B2DB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C231C3" w:rsidP="00F86163">
      <w:pPr>
        <w:pStyle w:val="libCenterBold1"/>
        <w:rPr>
          <w:rtl/>
        </w:rPr>
      </w:pPr>
      <w:r>
        <w:rPr>
          <w:rtl/>
        </w:rPr>
        <w:t>إعتراض الحر قافلة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60D32" w:rsidTr="00160D32">
        <w:trPr>
          <w:trHeight w:val="350"/>
        </w:trPr>
        <w:tc>
          <w:tcPr>
            <w:tcW w:w="4219" w:type="dxa"/>
            <w:shd w:val="clear" w:color="auto" w:fill="auto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وصّل الحر لحسين يتزعّم سريّه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وسلّم عليه وعظّمه وصلّوا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rPr>
          <w:trHeight w:val="350"/>
        </w:trPr>
        <w:tc>
          <w:tcPr>
            <w:tcW w:w="4219" w:type="dxa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صلّوا سوا وعقب الفريضه تبادلوا الرّاي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قلّه انا مرسول الي وعلى الوعد 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rPr>
          <w:trHeight w:val="350"/>
        </w:trPr>
        <w:tc>
          <w:tcPr>
            <w:tcW w:w="4219" w:type="dxa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وانت معارضني تريد الحرب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160D32" w:rsidP="00F86163">
            <w:pPr>
              <w:pStyle w:val="libPoem"/>
            </w:pPr>
            <w:r>
              <w:rPr>
                <w:rtl/>
              </w:rPr>
              <w:t>قلّه حشا ما حاربك يبن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rPr>
          <w:trHeight w:val="350"/>
        </w:trPr>
        <w:tc>
          <w:tcPr>
            <w:tcW w:w="4219" w:type="dxa"/>
          </w:tcPr>
          <w:p w:rsidR="00160D32" w:rsidRDefault="00761AF6" w:rsidP="00F86163">
            <w:pPr>
              <w:pStyle w:val="libPoem"/>
            </w:pPr>
            <w:r>
              <w:rPr>
                <w:rtl/>
              </w:rPr>
              <w:t>مابينهم دار الحجي وساقوا الظّعينه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761AF6" w:rsidP="00F86163">
            <w:pPr>
              <w:pStyle w:val="libPoem"/>
            </w:pPr>
            <w:r>
              <w:rPr>
                <w:rtl/>
              </w:rPr>
              <w:t>و اختل نظام الظّعن وتعلّى حنينه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rPr>
          <w:trHeight w:val="350"/>
        </w:trPr>
        <w:tc>
          <w:tcPr>
            <w:tcW w:w="4219" w:type="dxa"/>
          </w:tcPr>
          <w:p w:rsidR="00160D32" w:rsidRDefault="00761AF6" w:rsidP="00F86163">
            <w:pPr>
              <w:pStyle w:val="libPoem"/>
            </w:pPr>
            <w:r>
              <w:rPr>
                <w:rtl/>
              </w:rPr>
              <w:t>وبدر الهواشم شاهر السّيف بيمينه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761AF6" w:rsidP="00F86163">
            <w:pPr>
              <w:pStyle w:val="libPoem"/>
            </w:pPr>
            <w:r>
              <w:rPr>
                <w:rtl/>
              </w:rPr>
              <w:t>و زينب تقلّه ريّضوا بينا شويّه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EF2899" w:rsidP="00F86163">
            <w:pPr>
              <w:pStyle w:val="libPoem"/>
            </w:pPr>
            <w:r>
              <w:rPr>
                <w:rtl/>
              </w:rPr>
              <w:t>ريضوا يبو فاضل ظعينتنا عن السّوق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EF2899" w:rsidP="00F86163">
            <w:pPr>
              <w:pStyle w:val="libPoem"/>
            </w:pPr>
            <w:r>
              <w:rPr>
                <w:rtl/>
              </w:rPr>
              <w:t>غيرك يباري هالظّعن ياخوي مَيْلوق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EF2899" w:rsidP="00F86163">
            <w:pPr>
              <w:pStyle w:val="libPoem"/>
            </w:pPr>
            <w:r>
              <w:rPr>
                <w:rtl/>
              </w:rPr>
              <w:t>خوفي تثور المعركه واحنا على النّوق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EF2899" w:rsidP="00F86163">
            <w:pPr>
              <w:pStyle w:val="libPoem"/>
            </w:pPr>
            <w:r>
              <w:rPr>
                <w:rtl/>
              </w:rPr>
              <w:t>قلها يبنت المرتضى امرك عليّه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أمر الظّعن بيدي يزينب لاتخافين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بشري بعزّج والخدر مادام حيّين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وسالم أنا يمخدره وسالم لك حسين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وجان الحريبه تصير برض الغاضريّه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هناك النزول يصير وتصير المعاره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و هناك يومٍ للحشر تبقى اخباره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قالت سلامه هناك لو نمشي يساره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عبّاس والله سفرةٍ قشره عليّه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سكّن قلبها من نخوته و واصلوا السّير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0577E0" w:rsidP="00F86163">
            <w:pPr>
              <w:pStyle w:val="libPoem"/>
            </w:pPr>
            <w:r>
              <w:rPr>
                <w:rtl/>
              </w:rPr>
              <w:t>للطّف قصدوا والمنايا وْياهم تسير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والحر يمانع والقضيّه تريد تفكير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 تالي الامر فاز بسعاده سَرمَديّه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ومن شاف جيش اهل الغدر دار اعتقاده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 دار وخَذَا وليده وزارتّه السّعاده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ويَمَّمْ حبيب المصطفى قصده الشّهاده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1154B2" w:rsidP="00F86163">
            <w:pPr>
              <w:pStyle w:val="libPoem"/>
            </w:pPr>
            <w:r>
              <w:rPr>
                <w:rtl/>
              </w:rPr>
              <w:t>وإيده على الهامه و دمعاته جريّه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A106AA" w:rsidP="00F86163">
            <w:pPr>
              <w:pStyle w:val="libPoem"/>
            </w:pPr>
            <w:r>
              <w:rPr>
                <w:rtl/>
              </w:rPr>
              <w:t>وهو على سرج مطهّمه سلّم علىحسين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A106AA" w:rsidP="00F86163">
            <w:pPr>
              <w:pStyle w:val="libPoem"/>
            </w:pPr>
            <w:r>
              <w:rPr>
                <w:rtl/>
              </w:rPr>
              <w:t>وقلّه أنا ومهجة افّادي ليك عانين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160D3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0D32" w:rsidRDefault="00A106AA" w:rsidP="00F86163">
            <w:pPr>
              <w:pStyle w:val="libPoem"/>
            </w:pPr>
            <w:r>
              <w:rPr>
                <w:rtl/>
              </w:rPr>
              <w:t>يابن الطّهر ينغسل جرمي بدم الاثنين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0D32" w:rsidRDefault="00A106AA" w:rsidP="00F86163">
            <w:pPr>
              <w:pStyle w:val="libPoem"/>
            </w:pPr>
            <w:r>
              <w:rPr>
                <w:rtl/>
              </w:rPr>
              <w:t>عندي مثل كاس العسل ورد المنيّه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الحر الرياحي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60D32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يحسين ياثالث اليِمَّه وشبل الاطهار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نادم نصيتَك ياخليفة حامي الجار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D31ABE">
        <w:trPr>
          <w:trHeight w:val="350"/>
        </w:trPr>
        <w:tc>
          <w:tcPr>
            <w:tcW w:w="3920" w:type="dxa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أنا الذي عارضت لك بالدّرب يحسين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و انا الذي روّعتها قلوب النّساوين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D31ABE">
        <w:trPr>
          <w:trHeight w:val="350"/>
        </w:trPr>
        <w:tc>
          <w:tcPr>
            <w:tcW w:w="3920" w:type="dxa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و ما جنت أظن اعليك تتعمّر ميادين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0D32" w:rsidRDefault="004C79A4" w:rsidP="00F86163">
            <w:pPr>
              <w:pStyle w:val="libPoem"/>
            </w:pPr>
            <w:r>
              <w:rPr>
                <w:rtl/>
              </w:rPr>
              <w:t>تجسر عليك وتستحل دمّك الفجّار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D31ABE">
        <w:trPr>
          <w:trHeight w:val="350"/>
        </w:trPr>
        <w:tc>
          <w:tcPr>
            <w:tcW w:w="3920" w:type="dxa"/>
          </w:tcPr>
          <w:p w:rsidR="00160D32" w:rsidRDefault="007E7CD8" w:rsidP="00F86163">
            <w:pPr>
              <w:pStyle w:val="libPoem"/>
            </w:pPr>
            <w:r>
              <w:rPr>
                <w:rtl/>
              </w:rPr>
              <w:t>قلّه السّبط ياصاحب التّوبه من تكون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0D32" w:rsidRDefault="007E7CD8" w:rsidP="00F86163">
            <w:pPr>
              <w:pStyle w:val="libPoem"/>
            </w:pPr>
            <w:r>
              <w:rPr>
                <w:rtl/>
              </w:rPr>
              <w:t>قلّه أنا الحر الذي عارضت لظعون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0D32" w:rsidTr="00D31ABE">
        <w:trPr>
          <w:trHeight w:val="350"/>
        </w:trPr>
        <w:tc>
          <w:tcPr>
            <w:tcW w:w="3920" w:type="dxa"/>
          </w:tcPr>
          <w:p w:rsidR="00160D32" w:rsidRDefault="007E7CD8" w:rsidP="00F86163">
            <w:pPr>
              <w:pStyle w:val="libPoem"/>
            </w:pPr>
            <w:r>
              <w:rPr>
                <w:rtl/>
              </w:rPr>
              <w:t>وعاكستك بمسراك يالجوهر المكنون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0D32" w:rsidRDefault="00160D3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0D32" w:rsidRDefault="007E7CD8" w:rsidP="00F86163">
            <w:pPr>
              <w:pStyle w:val="libPoem"/>
            </w:pPr>
            <w:r>
              <w:rPr>
                <w:rtl/>
              </w:rPr>
              <w:t>نادم ولا ظن النّدم ينجي من النّار</w:t>
            </w:r>
            <w:r w:rsidR="00160D3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C2066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قلّه التّوبه تنقبل والباب مفتوح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توبه وندامه يصير بيها الذّنب مصفوح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بس ماسمع قلّه تراني بايع الرّوح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وارجو الرّضا منّك يبن حيدر الكرّار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أخلص الربّه توبته وابرز وليده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 لبّسه سلاحه وحزّمه للموت بيده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وقلّه جريمتنا ترى يبني شديده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بالامس منّا تروّعت عترة المختار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جاهد عن ابن المصطفى الهادي وحريمه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بدمّي ودمّك يالولد غسل الجريمه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شد وخبصها ونالها موته كريمه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والحر يشوفه وانتخى وجرّد البتّار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صوّل على جمع العدا والقلب مجروح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نكّس رواياها وشال ابنه المذبوح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ينادي عَلَيْ راضي يمن تفدا لك الرّوح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قلّه رضيت اعليك ياضيغم يَمغوار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قَحَّمْ ردود مطهّمه ورجّ الميادين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من عقب ماصب الدموع وودّع حسين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وخلّى الدموم انهار من قوم الملاعين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ودارت عليه جيوش وتقنطر بالاوعار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وحسين يَمْ جسمه وقف والدّمع يجريه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عنّه مسح دمّه و وقف يمّه يحاجيه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يبن النّجيبه هالاسم صدقت ترى بيه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أمّك وحر انتَ يحر و ضنوة احرار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رفع جسد الحر عن المعركة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C2066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شالوا الحر من المعاره مغمّض العين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يعالج بروحه ومدّدوه ويا المطاعين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وسط الخبا وتجري دمومه من اكتاره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 ثارت العركه والسّبط ذبحت انصاره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وحسين ظل مطروح عاري بالمعاره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وجيش الدّعي ابن زياد وصّل للصّواوين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وبن سعد راح الخيمة القتلى ودخلها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 شاف الجسوم مطرّحه شبّان كلها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والحرم فرّن والجنايز محّد الها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وكلهم عليهم روس بس عبّاس وحسين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وآمر بعزل الرّوس ياويلي من الابدان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بيهم مشايخ دين وكهولٍ وشبّان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قسوه ورثها من سلالة آل سفيان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قطعوا الرّوس من الاجساد شلون جسرين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شافوا الحر مابينهم بعض النّفس بيه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قالوا الحر هذا نذبحه لو نخلّيه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ذبحوه لازم قلهم وراسه نودّيه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 من عزوته ثاروا ألف خيّال ظفرين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سلّوا الهنادي من مغامدها بحماسه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و قالوا الحر هيهات ماينقطع راسه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نحميه لازم والرّجس ضاقت انفاسه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شالوه قوّه وابعدوه من الميادين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2066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أشحدّه يحز راسه ويمّه ألف خيّال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2066" w:rsidRDefault="007C20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2066" w:rsidRDefault="00D31ABE" w:rsidP="00F86163">
            <w:pPr>
              <w:pStyle w:val="libPoem"/>
            </w:pPr>
            <w:r>
              <w:rPr>
                <w:rtl/>
              </w:rPr>
              <w:t>نهضة عشيره غير حرمه ولا لها رجال</w:t>
            </w:r>
            <w:r w:rsidR="007C20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159C" w:rsidRDefault="00CE159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31ABE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تشوف الخبيث يدوس صدر حسين بنعال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وتدافعه وتبجي وهو يحز الوريدين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تنخّي وتقلّه يارجس لاتحز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هذا حبيب المصطفى ومهجة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تربّى على صدر النّبي وتّدوس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و تهبّر اوداجه عسى انشلّت هاليمين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وصاحت ينور العين ياصاحب الغيره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شبيدي يخويه مابقت ليّه 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شتْفيد نخوات البقت حرمه ويسيره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متحيّره بعيله يخويه ولا لي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كلام حبيب ومسلم بن عوسجة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31ABE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خضابي بعرصة كربلا ماريد انا خضاب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31ABE" w:rsidRDefault="00D31ABE" w:rsidP="00F86163">
            <w:pPr>
              <w:pStyle w:val="libPoem"/>
            </w:pPr>
            <w:r>
              <w:rPr>
                <w:rtl/>
              </w:rPr>
              <w:t>لازم يجيني من حبيب المصطفى كتاب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مسلم يبن عمّي دخبّرني اشصاير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اشوف لونك منخطف والقلب طاير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مذهول تمشي بالسّكك مشية الحاير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تخفي النّشيج و مدمعك بالخدّ سجّاب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قلّه هل الكوفه تراهم مستعدّين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لم</w:t>
            </w:r>
            <w:r w:rsidR="002728EF">
              <w:rPr>
                <w:rFonts w:hint="cs"/>
                <w:rtl/>
              </w:rPr>
              <w:t>ـّ</w:t>
            </w:r>
            <w:r>
              <w:rPr>
                <w:rtl/>
              </w:rPr>
              <w:t>وا عساكرهم قصدهم ذبحة حسين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وبكربلا مولاك لا ناصر ولا معين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عاف الدنيّه ومن كثر جورالدّهر شاب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عاف الدنيّه ويح قلبي وطلع مقهور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خلّا عقب عينه مظِلْمه وموحشه الدّور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وشال بعزيزات النّبي هايم بالبرور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ما ظلّ بعده بمنزله شيخٍ ولاشاب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انظر بعينك ياحبيب تجهّز الجيش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أعلن الصّايح والزّمان اقبل بتوحيش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واحنا عقب سبط النّبي ساعه فلا نعيش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شلون المعيشه من بعد بن داحي الباب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قلّه حبيب النّوح والحسرات مَتْفيد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توكّل على الله كربلا عنّه مهي بعيد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عجّل قبل ما ينذبح نسل الاماجيد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يا سعد من يحضى بنومة ذاك التراب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هذا من المختار في الأمّه وديعه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عجّل قبل ما توقع علينا الفجيعه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نوصل قبل لا تنهدم كعبة الشّيعه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العراق كلها مجنّده وماعنده اصحاب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الله يوصّلني قبل توصل هالجنود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 انجان رب العرش بلّغني المقصود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لَفْدي بروحي شِبِل حيدر سرّ الوجود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وانشر البيرق وانتخي مابين الاطناب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في وصول حبيب إلى كربلاء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31ABE" w:rsidTr="00D31ABE">
        <w:trPr>
          <w:trHeight w:val="350"/>
        </w:trPr>
        <w:tc>
          <w:tcPr>
            <w:tcW w:w="3920" w:type="dxa"/>
            <w:shd w:val="clear" w:color="auto" w:fill="auto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اتناول حبيب العلم من جف الشفيّه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وهزّه بيمينه وقال طابت لي المنيّه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عايف حياتي والوطن لجلك يَصِنديد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تشهد صناديد الحرب عندي الحرب عيد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31ABE" w:rsidTr="00D31ABE">
        <w:trPr>
          <w:trHeight w:val="350"/>
        </w:trPr>
        <w:tc>
          <w:tcPr>
            <w:tcW w:w="3920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موت بمعزّه ولا نعيش بطاعة يزيد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31ABE" w:rsidRDefault="00D31AB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31ABE" w:rsidRDefault="00C721AD" w:rsidP="00F86163">
            <w:pPr>
              <w:pStyle w:val="libPoem"/>
            </w:pPr>
            <w:r>
              <w:rPr>
                <w:rtl/>
              </w:rPr>
              <w:t>يابن الرّسول وطاعتك فرضٍ عليه</w:t>
            </w:r>
            <w:r w:rsidR="00D31AB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159C" w:rsidRDefault="00CE159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01C6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والله يبن بنت النّبي لو قطّعوني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بالسّيف والخطّي وبالنّار احرقوني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وذرّوا عضامي بالهوا وتالي انشروني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سبعين مرّه هالفعل يجري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والله يَبو السجّاد ما فارق جمالك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روحي ومالي والاهل كلهم فدالك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كل شيعتك تفنى ولا تهتك عيالك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 التفت لَصْحابه وعبراته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قَلْهم يَفرسان الحرب كلكم تسمعون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باجر ابهالعرصه يثور الحرب و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ولايكون سادتكم بنو هاشم يحملون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الّا عقب ما ننفني كلنا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قلّه البطل عبّاس ما ترضى شيمنا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المطلوب اخونا والحرم كلها حرمنا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 انجان ثار الحرب يتقدّم علمنا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منشور بيدي واخوتي تمشي بفيّه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قال الشّهيد حسين يا مهجة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جدّامنا خلها يخويه تفوت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منّه ومنهم يالأخو تتْقصَّف اعمار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تالي النّهار خيامنا تبقى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وتالي عْلَى المخيّم يخويه تهجم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وتطلع خواتك من خباها تصيح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ريتك تعاين حالها لو هوّد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وتصير قشره على النّسا ذيج 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مبارزة حبيب ومصرعه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01C6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صوّل على الجيمان مغضب شيخ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 اروى من دموم العدا الصّارم البتّار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شدّ وصدم بالميمنه يسرى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واظلم نهار الكون بس لمع الهنادي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وغرّة ابو مظاهر تشع وهو ينادي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نفسي فدا لك يابقيّة بيت الاطهار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يانور عين المصطفى روحي فدا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واللي أملكه يالذي خلصت رجالك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محصور يبن المصطفى وانصار 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 جنود اميّه ملَمْلَمَه من كل الامصار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والقلب ظامي ملتظي ماضاق 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وحدّر عليها واخلت الفرسان دربه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ولنّ الرّجس صمّم الحربه بوسط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ومن صهوة حصانه تقنطر فوق 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خر وتِضَعضع ركن ابو السجّاد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 شافه يتمرّغ بالدّما ومنّه الدّمع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وقلّه وفيت وزدت ياجيدوم الرجال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لكن تركتوني بليّا انصار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نايم حبيبي ياحبيب بحرّ 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فزت بجوار المصطفى ياخير الاصحاب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تحسّر وقلّه ياخليفة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ودّي أنا اتقطّع بنصرك عدّة امرار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1C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بلّغ سلامي مخدّرة حيدر وقلها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1C6" w:rsidRDefault="006E01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1C6" w:rsidRDefault="006E01C6" w:rsidP="00F86163">
            <w:pPr>
              <w:pStyle w:val="libPoem"/>
            </w:pPr>
            <w:r>
              <w:rPr>
                <w:rtl/>
              </w:rPr>
              <w:t>الله يساعدها على تشِتّت شملها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159C" w:rsidRDefault="00CE159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62E81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متحيّره تبقى عقب شايل حملها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تقطع برور بغير والي فوق الاكوار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2E81" w:rsidTr="00D03DAD">
        <w:trPr>
          <w:trHeight w:val="350"/>
        </w:trPr>
        <w:tc>
          <w:tcPr>
            <w:tcW w:w="3920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عندي خبر من حيدر الكرّار ابوها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من بعد عينك تنسبي و يسلّبوها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2E81" w:rsidTr="00D03DAD">
        <w:trPr>
          <w:trHeight w:val="350"/>
        </w:trPr>
        <w:tc>
          <w:tcPr>
            <w:tcW w:w="3920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وللكوفه حسره عْلَى الهزيله يركّبوها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ويّا اليتامى يشهّروها بكل الامصار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مجيئ برير بالماء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62E81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ابّباب المخيّم عاليه ضجّة الرّضعان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وزينب بحسره ومرعليها شيخ همدان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2E81" w:rsidTr="00D03DAD">
        <w:trPr>
          <w:trHeight w:val="350"/>
        </w:trPr>
        <w:tc>
          <w:tcPr>
            <w:tcW w:w="3920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وشاف الاطفال من الوديعه تطلب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والكل يناديها يَعَمَّه تفتّت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2E81" w:rsidTr="00D03DAD">
        <w:trPr>
          <w:trHeight w:val="350"/>
        </w:trPr>
        <w:tc>
          <w:tcPr>
            <w:tcW w:w="3920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وابّاب خيمتها العوايل رايح وجاي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2E81" w:rsidRDefault="00062E8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2E81" w:rsidRDefault="00062E81" w:rsidP="00F86163">
            <w:pPr>
              <w:pStyle w:val="libPoem"/>
            </w:pPr>
            <w:r>
              <w:rPr>
                <w:rtl/>
              </w:rPr>
              <w:t>هلّت ادموعه وصاح برجاله يفرسان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36D85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يَهْل الفراسه المرجله هذا محلها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مْن العطش هالرّضعان هلكت دانهضوا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أمّ الرّضيع تلوج ويعالج طفلها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هسّا نجيب الماي ونعمّر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سيطر العلامه ورجاله على الشّريعه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الماي خاضه و عالوجن هلّت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وقلهم حرام الماي ياصفوة الشّيعه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وآل الرّساله بالظّما وحسين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بالماي طلعوا قاصدين مخيّم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ولن العدا جلَّت على الشّارع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وبرير صاح بصوت ياخوّانة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خلّوا دربنا من العطش هلكت الرّضعان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كهف اليتامى حسين بس ماسمع صوته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صاح ابّني عمّه وابو فاضل وخوته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بالعجل دركوا برير جنّي اسمع نخوته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حالاً تناخوا وهجموا وفرّت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وصّل برير بجربته يم الصّواوين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واجتمعت الايتام كلها والنّساوين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داروا على زينب بضجّه شمال ويمين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زينب تهل ادموعها و القلب لهفان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تبدّد الماي وبقت محتاره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الكل يناديها يعمّه الماي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وزينب تصيح مقدّر الباري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نبقى بظمانا بالفلا يا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واللي دهاها عزيزة الزّهرا ودَهَشْها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وظلّت على الوادي مدامعها ترشْها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ضيعة الماي ورجعة العيله بعطشها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وضاقت عليها الواسعه الحالة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مسلم بن عوسجه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36D85" w:rsidTr="00057EA7">
        <w:trPr>
          <w:trHeight w:val="350"/>
        </w:trPr>
        <w:tc>
          <w:tcPr>
            <w:tcW w:w="4219" w:type="dxa"/>
            <w:shd w:val="clear" w:color="auto" w:fill="auto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طبّ الشّهيد حسين يتفقّد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ويّا حبيب وشاف مسلم بالمعاره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مرمي ووقف ريحانة المختار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آمر حبيب من التّراب يشيل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ترحّم و حطّ رجله وساده وعدل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ويَمَّه حبيب يخاطبه ودمعه يتجارى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يقله انا بودّي توصّيني بوصيّه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لكن انا عْلى الاثر لورود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قلّه يبن عمّي فرض واجب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اوصيك جاهد عن اهل بيت الاماره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عندي وصيّه يا حبيب اوصيك بحسين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انصر الهادي والوصي وستّ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شوف العساكر دارت على الخيم 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وهذي بنات المصطفى وقفن حيارى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ادّى الوصيّه وغمَض عينه وفاضت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حسين رد للخيم عاين طفلته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نشّف دمعها واحتضنها بقلب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صاحت انشدك عن ابويه وعن اخباره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6D85" w:rsidTr="00057EA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عن والدي بشّر عسى نال الشّهاده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6D85" w:rsidRDefault="00136D8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6D85" w:rsidRDefault="00136D85" w:rsidP="00F86163">
            <w:pPr>
              <w:pStyle w:val="libPoem"/>
            </w:pPr>
            <w:r>
              <w:rPr>
                <w:rtl/>
              </w:rPr>
              <w:t>و بيّض وجهنا ياحشا الزّهرا بجهاده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7EA7" w:rsidRDefault="00057EA7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8022B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قلها يَهَل هالبيت نلتوها السّعاده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فاز بشهاده والدج والله اختاره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بيده مسح راس اليتيمه وجان طبعه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من ينظر بعينه يتيم يسيل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للخيم ردها وبالنّحب ظلت تودعه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قلها درِدّي ويا الحرم صرتوا يسارى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وامها تلقّتها تقلها شعِنْدك 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قالت على التّربان صار اكثر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وابوي ويّاهم فدا عترة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قالت يبنتي خوش جيتي لي ابّشاره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لكن وحيد حسين ظل ولاله أعوان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و الحرم وسفه تضيع بعده بغير وليان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022B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وَسْفه تظل زينب يسيره بيد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022B" w:rsidRDefault="00C8022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022B" w:rsidRDefault="00C8022B" w:rsidP="00F86163">
            <w:pPr>
              <w:pStyle w:val="libPoem"/>
            </w:pPr>
            <w:r>
              <w:rPr>
                <w:rtl/>
              </w:rPr>
              <w:t>ويّا بنات المصطفى ويمشن يساره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جون يستأذن للبراز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1AB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واجف على راس العبد ركن الدّيانه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يقلّه انسحب ياجون لاتبلي اببّلانا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أهل الشّرف واللي رسول الله جدهم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شدّاتهم مايبتلي بيها عبدهم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وجنود ابن هند الرّجس ذبحي قصدهم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فوز بنجاتك جون لاتقعد ويانا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اعْلَى السّلامه والامان انتَ اتبَعتنا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 ادّيتها حقوق المودّه و اخْدمتنا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وهذي العدا حتّى عن الماي منعَتْنا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 لازم ابهالوادي ترى تسفك دمانا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هلّت ادموعه و ظل يصيح الله ولحّد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يامهجة الزّهرا و شمّامة محمَّد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آنا عبد يبن الرّسول ولوني أسود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بين الملا خلّ العبد يرتفع 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تكرّم على عبدك يبن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خلّ يختلط دمّ العبد بدموم الاحرار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شلون اعوفك بين هالعدوان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وانت يَبو اليمّه أمين الله وامانه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يبن الوصي العاده العبد يفدي عمامه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 ياهو أنا مثلي عبد عمّه إمامه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شالعذر عند المصطفى يوم القيامه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لو قال عفت حسين بين اهل الخيانه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شال الشّهيد إيديه للباري ودعى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 حين اللفاه المصرعه يعاين الحاله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دنّق على خدّه وعن التّربان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وفتّح عيونه وقال أدّيت الامانه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مصرع سعيد التميمي‚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1AB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طبّ التّميمي للسّعاده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وشاف السّبط مفرود وخيامه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سلّم على المظلوم شافه وحيد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C01AB7" w:rsidP="00F86163">
            <w:pPr>
              <w:pStyle w:val="libPoem"/>
            </w:pPr>
            <w:r>
              <w:rPr>
                <w:rtl/>
              </w:rPr>
              <w:t>وكل اخوته فوق التراب ولا له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7EA7" w:rsidRDefault="00057EA7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1AB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قلّه جنودك وين يا مهجة المختار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عفت الاوطان وجيت بس قصدي المنيّه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آنا سعيد و جيت متْعَنّي سعودي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قصدي أعفر بالثّرى دونك خدودي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أقضي بظماي وياك و الكوثر ورودي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تسلّم عليك الوالده يابْن الشّفيّه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قلّه لها منّي و من جدّي سلامات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و مصيبتي كل الذي عنها سلامات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يبني اليطب هالكون مايرجع سلامات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وانتَ شباب بنفسك الدّنيا الهويّه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قلّه يبن خير الانام اسمع جوابي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جيتك البَذْل النّفس مَيهمني شبابي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فارقت يبن المصطفى لجلك احبابي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قصدي الشّهاده واندفن بالغاضريّه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كلمَن قِطَع منكم يبوالسجّاد وَصْلَه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هذا الخبث كلّه من اصل الام واصله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قلّه سلامي الجدّي المختار وصله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روح الحريبه والحق اليوث الحميّه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تكنّى وشهرسيفه وطلب رخصه من حسين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شمّر اردانه وهجم لاناصر ولامعين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زلزل كتايبها و قلَبْها شمال و يمين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من كل كتر دارت عليه جنود أميّه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صوّل عليها و بالدّما تجري اكتاره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لمَّن تعفّر و انجدل وسط المعاره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1AB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جاه الشّهيد حسين و ادموعه اتّجاره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1AB7" w:rsidRDefault="00C01AB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1AB7" w:rsidRDefault="00123267" w:rsidP="00F86163">
            <w:pPr>
              <w:pStyle w:val="libPoem"/>
            </w:pPr>
            <w:r>
              <w:rPr>
                <w:rtl/>
              </w:rPr>
              <w:t>وجابه وصفّه ويا الانصارعلى الوطيّه</w:t>
            </w:r>
            <w:r w:rsidR="00C01AB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28EF">
      <w:pPr>
        <w:pStyle w:val="Heading2Center"/>
      </w:pPr>
      <w:bookmarkStart w:id="8" w:name="_Toc21389973"/>
      <w:r>
        <w:rPr>
          <w:rtl/>
        </w:rPr>
        <w:t>( ليلة عاشوراء )</w:t>
      </w:r>
      <w:bookmarkEnd w:id="8"/>
    </w:p>
    <w:p w:rsidR="00C231C3" w:rsidRDefault="00C231C3" w:rsidP="00F86163">
      <w:pPr>
        <w:pStyle w:val="libCenterBold1"/>
      </w:pPr>
      <w:r>
        <w:rPr>
          <w:rtl/>
        </w:rPr>
        <w:t>وجل</w:t>
      </w:r>
      <w:r w:rsidR="00E33040">
        <w:rPr>
          <w:rtl/>
        </w:rPr>
        <w:t xml:space="preserve"> </w:t>
      </w:r>
      <w:r>
        <w:rPr>
          <w:rtl/>
        </w:rPr>
        <w:t>زينب وخطابها للحسين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23267" w:rsidTr="00123267">
        <w:trPr>
          <w:trHeight w:val="350"/>
        </w:trPr>
        <w:tc>
          <w:tcPr>
            <w:tcW w:w="4219" w:type="dxa"/>
            <w:shd w:val="clear" w:color="auto" w:fill="auto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طلعت من الخيمه الحزينه تصيح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ذوّبت قلبي خايفه تبقى بلا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جيت بحريمك واوحشت ياخوي لديار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وانْزلت وادي كربلا وجيش الكفر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 انتَ غريب ابهالفيافي و قلّة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سبعين الف و انصاركم نيّف وسبعين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من هالعساكر موحشه 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من بعدكم يحسين من وصّيت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خوفي يسلمونك أنصارك ياشفيّه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وبكربلا محتار تبقى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خاطب انصارك ياضياناواكشف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 استخبر النيّات ياصيوان العيال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خوفي يخويه من تصكّ رجال برجال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تتفرّق رجالك يخويه شمال ويمين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قلها يزينب هالعشيّه جمّعتهم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 اخبرتهم باللي يصير ورخّصتهم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حنوا حنين النّيب حينٍ خاطبتهم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وقالوا يبن حيدر نِصِد بوجوهنا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267" w:rsidTr="001232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ناديت يَصْحابي عليكم هوّد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23267" w:rsidRDefault="00123267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23267" w:rsidRDefault="00123267" w:rsidP="00F86163">
            <w:pPr>
              <w:pStyle w:val="libPoem"/>
            </w:pPr>
            <w:r>
              <w:rPr>
                <w:rtl/>
              </w:rPr>
              <w:t>روحوا وخلّوني وصاح الكل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7EA7" w:rsidRDefault="00057EA7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C0305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قاموا يَزينب والمدامع تشبه السّيل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للموت كلهم دون اخيّك مستعدين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كلهم يحبّون الفَنا دوني والحتوف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متحالفين اعلَى المنيّه برض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لذّاتهم يوم الحرايب ضرب السيوف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ليوث و ضواري ياحزينه لا تحنّين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ظلّت تعاينهم و تهمي فيض لدموع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ومن الاسف تصفج الرّاح بقلب موجوع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وتصيح يا وطرٍ تقضّى ماله رجوع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ماظنّتي لرض المدينه يرجع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</w:t>
      </w:r>
      <w:r w:rsidR="00E33040">
        <w:rPr>
          <w:rtl/>
        </w:rPr>
        <w:t xml:space="preserve"> </w:t>
      </w:r>
      <w:r>
        <w:rPr>
          <w:rtl/>
        </w:rPr>
        <w:t>زينب وحزنها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C0305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ثاري اخْوتي خطّار عندي يامسلمين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بس هالمسيّه والصّبح للموت ماشين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هلّت دموع عيونها وقامت كئيبه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وطلعت تلوب وتسحب أذيال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C0305" w:rsidTr="00D03DAD">
        <w:trPr>
          <w:trHeight w:val="350"/>
        </w:trPr>
        <w:tc>
          <w:tcPr>
            <w:tcW w:w="3920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وتصيح اثاري حسين يتركني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C0305" w:rsidRDefault="008C030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C0305" w:rsidRDefault="008C0305" w:rsidP="00F86163">
            <w:pPr>
              <w:pStyle w:val="libPoem"/>
            </w:pPr>
            <w:r>
              <w:rPr>
                <w:rtl/>
              </w:rPr>
              <w:t>حرمه و غريبه شلون اسوّي ابهالنساوين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997F0B" w:rsidTr="00997F0B">
        <w:trPr>
          <w:trHeight w:val="350"/>
        </w:trPr>
        <w:tc>
          <w:tcPr>
            <w:tcW w:w="4219" w:type="dxa"/>
            <w:shd w:val="clear" w:color="auto" w:fill="auto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صاح الشّهيد حسين زينب يازجيّه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بطلي البواجي زادت اهمومي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صبري عسى الله يساعدج ياهاشميّه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مادام أنا موجود يختي ماتذلّين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تبجين يازينب و عندج صفوة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عبّاس بيهم يعرفونه موت الابطال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بس ينحدر للكون بيه يحلّ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شِبْهِ السّحاب بزلزله يرج الميادين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صاحت يخويه جان هلِّي تذكره 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أدري بحياته مايذلّوني ولا انضام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وامّا المصيبه جان فوق المشرعه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بعده نضيع ونلتجي يابو علي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الليله بمعزّه و باجر نشوف الكسيره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يحسين تبليني ابهليتام الكثيره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ريتك ابهالليله تواريني ابحفيره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ولا شوفك مجدّل يخويه ابغير تجفين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الليله بمعزّه و باجر نشوف الهضيمه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جم أرمله تنتحب حولي وجم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شان المسافر لازم يوصّي بحريمه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 صّيت من يانور عيني ابهالنّساوين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ثاري بنو هاشم الليله عندنا اضيوف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 باجر يخلّونا حيارى برض الطفوف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والله مذلّه بعدكم يابوعلي نشوف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هاجت احزانه والدّمع يجري من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قلها اصبري وتجلّدي لمقدّر 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وباري يَزينب هاليتامى لا يضيعون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بعدي على ظهور الهزِل حسَّر تركبون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 انتي على ناقه وعلى جسمي تمرّين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جيبج عليّه بعد ذبحي لا تشقّيه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ولا تخمشي خدّج وصدرج لا تلطميه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997F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صبري على الذّله وكل ضيمٍ تشوفيه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وباري هالمسجّى القطع قلبي بالونين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موقف الهاشميين و حماسهم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97F0B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طلعت تجر ذيل الحزن وقت 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ومرّت على فسطاط أبوسكنه الشجيّه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هلّت دموع العين لمّن شافت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محتار جالس والمدامع على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متصوّر الفقد اخوته وهتك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يتلهّف ويعتب على الدّنيا الدّنيه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اختنقت بعبرتها ومشت والدّمع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ومرّت على خيمة كفيل ايتامها 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لنّ البطل عبّاس جالس واخوته 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مثل البدر من حوله نجوم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وقدّام عينه مفرّعه حيود ونشامه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 الكل بيده مهنّده ومصغي الكلامه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قَلْهم يفرسان الذي يود السلامه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ابهالليل يمشي و اتركوا الزّحمه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7F0B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وكِلْمَنْ يهاب الموت منكم يا شياهين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7F0B" w:rsidRDefault="00997F0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7F0B" w:rsidRDefault="00997F0B" w:rsidP="00F86163">
            <w:pPr>
              <w:pStyle w:val="libPoem"/>
            </w:pPr>
            <w:r>
              <w:rPr>
                <w:rtl/>
              </w:rPr>
              <w:t>يترك هالمخيّم بصدري و هالنّساوين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97F0B" w:rsidRDefault="00997F0B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4682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وانا واخوتي نروح فدوه العِزْنَه حسين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باجر أصيح بصوت حي على المنيّه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نفسي بجنب المشرعه تحضى بسعدها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أَوْعَدِتْ بنت المرتضى وباجر وعدها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اعزيزه و جبِتْها بذمّتي من حرم جدها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 هلّت ادموعه و انقطع باجي حجيّه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واكبر علي ثار وجذب سيفه وسلّه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وحطّه على جتفه و الشّعر بالحال فلّه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واحنى على عمّه يحب راسه ويقلّه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تشوف الفعل قدّام عينك يا شفيّه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والله يعمّي لو تجي رخصه من حسين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وحياة أبوك المرتضى فارس الكونين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لحمل على العسكر واخلي الجيش شطرين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قبل الفجر تبقى مضاربهم خليّه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قلّه ينور العين باجر عينك تشوف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بجنب الشّريعه بصولتي شَفْعَل بالصفوف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جان القضا ساعد وسلمت لي هلجفوف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لترك أهل كوفان كل بيت بعزيّه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كلّه لجل زينب تراهي ذوّبتني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شافت الجيش وبقت تنحب وشْعبَتْني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تشبع مذلّه من العدا جان فقدتني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تنصب نياحتها على حسين وعليّه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الشمر</w:t>
      </w:r>
      <w:r w:rsidR="00E33040">
        <w:rPr>
          <w:rtl/>
        </w:rPr>
        <w:t xml:space="preserve"> </w:t>
      </w:r>
      <w:r>
        <w:rPr>
          <w:rtl/>
        </w:rPr>
        <w:t>مع العباس</w:t>
      </w:r>
      <w:r w:rsidR="00F7276A">
        <w:rPr>
          <w:rFonts w:hint="cs"/>
          <w:rtl/>
        </w:rPr>
        <w:t>,,,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D4682" w:rsidTr="00174954">
        <w:trPr>
          <w:trHeight w:val="350"/>
        </w:trPr>
        <w:tc>
          <w:tcPr>
            <w:tcW w:w="4219" w:type="dxa"/>
            <w:shd w:val="clear" w:color="auto" w:fill="auto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شمر الضّبابي ايخاطب اولاد امّ البنين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ويقول يا عبّاس خلّوا عنكم حسين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rPr>
          <w:trHeight w:val="350"/>
        </w:trPr>
        <w:tc>
          <w:tcPr>
            <w:tcW w:w="4219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فكّر ترى مطلب اخوك مجيد وبعيد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كلّه مخاطر والسّلامه بطاعة يزيد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rPr>
          <w:trHeight w:val="350"/>
        </w:trPr>
        <w:tc>
          <w:tcPr>
            <w:tcW w:w="4219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هذا أمانك واخوتك عندي وإذا تريد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نخلّيه تحت تْصَرّفك جيش العراقين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rPr>
          <w:trHeight w:val="350"/>
        </w:trPr>
        <w:tc>
          <w:tcPr>
            <w:tcW w:w="4219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قلّه يطاغي شهالكلام اللّي تقوله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174954" w:rsidP="00F86163">
            <w:pPr>
              <w:pStyle w:val="libPoem"/>
            </w:pPr>
            <w:r>
              <w:rPr>
                <w:rtl/>
              </w:rPr>
              <w:t>سيف القضا بونا علي واحنا شبوله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أترك حمى الدّين وحبيب الله ورسوله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واتبع نغل سفيان لا مذهب ولا دين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ديني حسين ومذهبي خلّ الأخوّه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ركن الدّيانه بو علي وفرع النبوّه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أترك خواتي تنسبي و وين المروّه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محنا نتيجة هند ، صفوه وهاشميين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حيدر ابويه اسمه على ساق العرش نور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واخذل عضيدي حسين وانصر شارب خمور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والله لراويكم فعل للحشر مذكور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وتجدّده كل عام شيعتنا المحبين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مغضب رجع وحسين يترقّب رجوعه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مثل الاسد يهدر و لا يملك ادموعه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وقبال ابو سكنه وقف يبدي خضوعه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وحسين قلّه والحجي مابين الاثنين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انت عضيدي يالأخو وانا عضيدك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وانا مراد الجيش وانت ما يريدك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4682" w:rsidTr="001749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عبّاس انا المطلوب وانت الامر بيدك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D4682" w:rsidRDefault="00DD46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D4682" w:rsidRDefault="00873535" w:rsidP="00F86163">
            <w:pPr>
              <w:pStyle w:val="libPoem"/>
            </w:pPr>
            <w:r>
              <w:rPr>
                <w:rtl/>
              </w:rPr>
              <w:t>دنّق وحب ايده وهل مدامع العين</w:t>
            </w:r>
            <w:r w:rsidR="00DD46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97F0B" w:rsidRDefault="00997F0B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13A90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وقلّه يبو السجّاد روحي اليوم تفداك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ويّاك لقضي العمر يامظلوم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وجودك يخويه العيد واقبلنا ضحاياك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هيهات يعدي عليك عادي واحنا حيّين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نفس الرّسول ومهجة الزّهرا ونخلّيك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نطلب سلامتنا ونعوفك بين اعاديك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بالجيش رخّصني يبن حيدر واراويك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 زينب بخيمتها وسمعت نحبة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طلعت تجر اذيالها وتصعّد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دشّت الخيمه و بالمصايب قلبها حاس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ولنّ الشّهيد يقلّب بجفين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 قفت بحيرتها الوديعه بين الاثنين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صاحت وهي متأكّده حلول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ياولاد حيدر لا تخلّوني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ومن شافها المظلوم بطّل من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113A90" w:rsidP="00F86163">
            <w:pPr>
              <w:pStyle w:val="libPoem"/>
            </w:pPr>
            <w:r>
              <w:rPr>
                <w:rtl/>
              </w:rPr>
              <w:t>وقلها علي السجّاد عندج ماتضيعين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كلام الحسين مع أخيه العبّاس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13A90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ضاقت يبو فاضل فيافي الغاضريّه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واشوف بين خيامنا تحوم المنيّه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جنّي أشوف حتوف و اعمارٍ قريبه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وجنّه القضا نازل يَسردال الكتيبه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باجر على راسي أنا تدور الحريبه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وهالجيش هاللي مجتمع كلّه عليّه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وقصد الاعادي من عضيدك يبن الامجاد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سوم الدنيّه وطاعة الفاجر ابن زياد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وحتف المنيّه بينها ومابين المراد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ويدرون أخوك حسين ميدوس الدنيّه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لكن يبو فاضل بخوتك قوّض وشيل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و انا اتركوني ابهالفضا و القوم والخيل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90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ردّوا ابسلامتكم يخويه بأوّل الليل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3A90" w:rsidRDefault="00113A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3A90" w:rsidRDefault="00F542A2" w:rsidP="00F86163">
            <w:pPr>
              <w:pStyle w:val="libPoem"/>
            </w:pPr>
            <w:r>
              <w:rPr>
                <w:rtl/>
              </w:rPr>
              <w:t>أمكم حزينه و دوركم تبْقى خليّه</w:t>
            </w:r>
            <w:r w:rsidR="00113A9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7276A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وسلّم على محمَّد وقلّه يبن الامجاد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إلتفت لا تنقطع من بعدي الوفَّاد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 آنا عليّ ابهالفلا ياخوي ميعاد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أنذبح و اختك تنسبي و تركب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قلّه يبو سكنه تركت القلب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مَنْته ملاذ النّاس وانتَ العمد و السّور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لاوين أنا اتوجّه ومجبل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كلنا انتمنّى الموت دونك ياشفيّه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أرجع واشوفك حاير وتتحدّث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خاف المنيّه وعاف أخوه حسين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وشعاد لو قطعوا جفوفي وفضخوا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هاي السّعاده ودونها حتوف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وزينب على باب الخبا ودخلت كئيبه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تصيح بذممكم لا تخلّوني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لو عافنا العبّاس ياهو النِلْتجي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وسط الفلا وعدوان ما بيهم 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واهوت علىحسين وعلىالعبّاس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تقلّه تخلّينا يبو فاضل يَسردال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7276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وتشوف أخوك حسين حايرماله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7276A" w:rsidRDefault="00F7276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7276A" w:rsidRDefault="00F7276A" w:rsidP="00F86163">
            <w:pPr>
              <w:pStyle w:val="libPoem"/>
            </w:pPr>
            <w:r>
              <w:rPr>
                <w:rtl/>
              </w:rPr>
              <w:t>ياهو الطلَعْني امن الاوطان وزمط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خطبة</w:t>
      </w:r>
      <w:r w:rsidR="00E33040">
        <w:rPr>
          <w:rtl/>
        </w:rPr>
        <w:t xml:space="preserve"> </w:t>
      </w:r>
      <w:r>
        <w:rPr>
          <w:rtl/>
        </w:rPr>
        <w:t>الحسين ليلة العاشر'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D7611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قرْب المسا وقّف اصحابه وكل لخوان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صَفّين وتوسّطهم بجانب الصّيوان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قلهم يصحبي واخوتي كلكم تسمعون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مطلوب انا و القوم بيكم مايفكرون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يَكْرام قتلي ابهالفيافي لازم ايكون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فوزوا ابسلامتكم وانا وعدي ابهالمكان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ضجّوا فرد ضجّه وصاحوا ياحما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نفوز بسعادتنا و فداك نصير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نخلّيك مابين الأعادي والشّيم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شالعذرعِدْ خير الرّسل يانور الاكوان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لكن يبو السجّاد بكره يصير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ماينسفك دمّك لحتّى تسفك 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ونشفي غليل قلوبنا لازم من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ونوفي بذممنا والوفا من شان الاعيان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يحسين ما عفنا حلايلنا و 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إلّا بعزم دونك ودون عيالك نموت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حالاً رفع جفّه الذي للقدس لاهوت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عدهم وراواهم منازلهم بلجنان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وليلة العشره بيّتت ذيج الشّفايا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كلها بعباده وبالتّلاوه و بالوصايا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وعدهم مثل كاس العسل جرع 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وامّا الحراير ساهره تودّع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وزينب مشَت بين المضارب تجر 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وسمعَت بخيمة بو الفضل عبّاس نخوات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D7611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قرّبت يمها بعجل وتعلّت الاصوات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D7611" w:rsidRDefault="006D76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D7611" w:rsidRDefault="006D7611" w:rsidP="00F86163">
            <w:pPr>
              <w:pStyle w:val="libPoem"/>
            </w:pPr>
            <w:r>
              <w:rPr>
                <w:rtl/>
              </w:rPr>
              <w:t>لن البطل عبّاس يندب يال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7611" w:rsidRDefault="006D761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6AF8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باجر يَفرسان الحرايب يعْمَر الكون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 تسبقكم الانصار للميدان لايكون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D03DAD">
        <w:trPr>
          <w:trHeight w:val="350"/>
        </w:trPr>
        <w:tc>
          <w:tcPr>
            <w:tcW w:w="3920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ناداه لكبر ياشبل هزّاز لحصون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نتقدّم احنا المعركه ياعالي الشّان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D03DAD">
        <w:trPr>
          <w:trHeight w:val="350"/>
        </w:trPr>
        <w:tc>
          <w:tcPr>
            <w:tcW w:w="3920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احنا يعمّي اللّي ندافع عن حمانا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وتقود فِرْقَتنا ويرف بيدك لوانا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D03DAD">
        <w:trPr>
          <w:trHeight w:val="350"/>
        </w:trPr>
        <w:tc>
          <w:tcPr>
            <w:tcW w:w="3920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ونشفي غليل القلب باجر من عدانا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لحّد وانا ابن حسين لَطْحَن جيش كوفان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خطابه</w:t>
      </w:r>
      <w:r w:rsidR="00E33040">
        <w:rPr>
          <w:rtl/>
        </w:rPr>
        <w:t xml:space="preserve"> </w:t>
      </w:r>
      <w:r>
        <w:rPr>
          <w:rtl/>
        </w:rPr>
        <w:t>(ع) لأصحابه 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16AF8" w:rsidTr="00B201BD">
        <w:trPr>
          <w:trHeight w:val="350"/>
        </w:trPr>
        <w:tc>
          <w:tcPr>
            <w:tcW w:w="4219" w:type="dxa"/>
            <w:shd w:val="clear" w:color="auto" w:fill="auto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ابتاسع محرّم بو علي قرب المسيّه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خاطب أصحابه وكل بني هاشم سويّه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قلهم يسامين الفَخَر يهل المعالي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عاشر ترى الليله وهي تالي الليالي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وبكره العدا تزحف على مخيّم عيالي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منتو قصدهم هالجمع مبعوث ليّه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قلّه حبيب الليث مقصدنا المنايا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ونبقى على وجه الثّرى دونك ضحايا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عنّك نصد لاوين ياشمس الهدايه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شْنعتذر عند المصطفى خير البريّه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عنّك نصد والجيش سد افجوج البرور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لازم عليك الماي والجو نار مسعور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من غير ناصر بس حرم تلعي بالخدور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وشنْقول للكرّار والزّهرا الزّجيّه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وبرير قام بخطبته وذبّ العمامه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يقلّه يَعنْوان النبوّه والإمامه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هذا يزيد محشّم عراقه وشامه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الذبحك شلون تصير عيشتنا هنيّه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 انا حياتي ابهالدنيّه عايف الها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 حق الوصي و الطّاهره المامش مثلها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لحمل على الجيمان و ابعزمي أَفِلها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أما نجاح و نصر لو فوز ومنيّه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وزهير شال الصّوت بالخطبه ونثرها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يقلّه وحقّ اللّي رْضَعتْ يحسين درها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باجر نخلّي كربلا شايع خبرها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بموقف أحرار يدوم للمحشر دويّه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أثنى على انصاره وتشكّر شبل عدنان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أشّر و راواهم منازلهم بالجنان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وقلهم منايانا ترى باجر يَفرسان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وحريمنا تروح بيسر لاوغاد اميّه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AF8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وكِلْمن إله زوجه يودّيها لهلها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16AF8" w:rsidRDefault="00B201BD" w:rsidP="00F86163">
            <w:pPr>
              <w:pStyle w:val="libPoem"/>
            </w:pPr>
            <w:r>
              <w:rPr>
                <w:rtl/>
              </w:rPr>
              <w:t>و امّا حرمْنا للضّرب و السلب خَلْها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01BD" w:rsidTr="00B201B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201BD" w:rsidRDefault="00326184" w:rsidP="00F86163">
            <w:pPr>
              <w:pStyle w:val="libPoem"/>
            </w:pPr>
            <w:r>
              <w:rPr>
                <w:rtl/>
              </w:rPr>
              <w:t>باجر تظل ابهالفيافي و محّد الها</w:t>
            </w:r>
            <w:r w:rsidR="00B201B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201BD" w:rsidRDefault="00B201B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201BD" w:rsidRDefault="00326184" w:rsidP="00F86163">
            <w:pPr>
              <w:pStyle w:val="libPoem"/>
            </w:pPr>
            <w:r>
              <w:rPr>
                <w:rtl/>
              </w:rPr>
              <w:t>باليسر للشّامات تتودّى هديّه</w:t>
            </w:r>
            <w:r w:rsidR="00B201B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حوار</w:t>
      </w:r>
      <w:r w:rsidR="00E33040">
        <w:rPr>
          <w:rtl/>
        </w:rPr>
        <w:t xml:space="preserve"> </w:t>
      </w:r>
      <w:r>
        <w:rPr>
          <w:rtl/>
        </w:rPr>
        <w:t>مسلم بن عوسجة مع زوجته‚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6AF8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16AF8" w:rsidRDefault="00326184" w:rsidP="00F86163">
            <w:pPr>
              <w:pStyle w:val="libPoem"/>
            </w:pPr>
            <w:r>
              <w:rPr>
                <w:rtl/>
              </w:rPr>
              <w:t>قومي أريد أوصِّلج يا أسديّه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6AF8" w:rsidRDefault="00616AF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6AF8" w:rsidRDefault="00326184" w:rsidP="00F86163">
            <w:pPr>
              <w:pStyle w:val="libPoem"/>
            </w:pPr>
            <w:r>
              <w:rPr>
                <w:rtl/>
              </w:rPr>
              <w:t>لهلج وانا ارْد ابْقى بطف الغاضريّه</w:t>
            </w:r>
            <w:r w:rsidR="00616AF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7611" w:rsidRDefault="006D761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21054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هذا الشّهيد حسين باليجري علمنا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باجر نهايه وآمَر انودّي حرمنا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وهذي بني عمّج نزل بالقرب 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بالعجل قومي انوصّلج قبل 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قالت يَمُسلم جان هذي صورة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مهجة الزّهرا حسين شيسَوّي ابهَلعيال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قلها تروح اميسّره و تِفنى هلرْجال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بُكره الظّهر تبقى الخيم كلها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وانتي بعجل قومي ترى الحاله خطيره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قالت عجايب خوش حب وخوش 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آنا المصونه وزينب الحورا أسيره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أقعد براحه و زينب بكور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عفت الحياة ودون أخوها سمَحت بالرّوح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و اتريدنا انخلي حريمه بيسر و نروح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كف الحجي حجيك ملا قلبي ترا 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لازم تواسي حسين ونواسي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ردّ للشّهيد وعبرته بخدّه يهلها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قلّه وحب إيده يَبن سيّد رسلها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ما قِبْلت الحرّه نوصّلها لاهلها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تفضّل مواساة 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كلنا فدا لك والحرم فدوه الحريمك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إلنا الفنا يحسين وانت الله يديمك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واطفالنا كلها فدا الظّامي فطيمك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و الوعد عند المصطفى خير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قلّه بذلتوا الجهد يالطابت شِيَمْكُم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يالزّاكيين اعراض نزّهتوا ذِممكم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اتشاطر عوايلنا ابمصايبها حرمكم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21054" w:rsidRDefault="00D21054" w:rsidP="00F86163">
            <w:pPr>
              <w:pStyle w:val="libPoem"/>
            </w:pPr>
            <w:r>
              <w:rPr>
                <w:rtl/>
              </w:rPr>
              <w:t>يَكرام بشروا بالجزا مْن الله و 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كلام الامام السجاد مع أبيه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21054" w:rsidTr="0036209F">
        <w:trPr>
          <w:trHeight w:val="350"/>
        </w:trPr>
        <w:tc>
          <w:tcPr>
            <w:tcW w:w="4219" w:type="dxa"/>
            <w:shd w:val="clear" w:color="auto" w:fill="auto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باجر يبويه من الصّبح قوّض هلَضعان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و انزل بوادي يصلح الحملة الفرسان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rPr>
          <w:trHeight w:val="350"/>
        </w:trPr>
        <w:tc>
          <w:tcPr>
            <w:tcW w:w="4219" w:type="dxa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يابوي شوف الجيش يترادف ابهالقاع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وتدري يبويه الغاضريّه انصوص واتلاع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rPr>
          <w:trHeight w:val="350"/>
        </w:trPr>
        <w:tc>
          <w:tcPr>
            <w:tcW w:w="4219" w:type="dxa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و اللي معك يَبن البتوله احيود و اسباع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و الخيل تدري تريد فسحه وسعة ميدان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rPr>
          <w:trHeight w:val="350"/>
        </w:trPr>
        <w:tc>
          <w:tcPr>
            <w:tcW w:w="4219" w:type="dxa"/>
          </w:tcPr>
          <w:p w:rsidR="00D21054" w:rsidRDefault="00480538" w:rsidP="00F86163">
            <w:pPr>
              <w:pStyle w:val="libPoem"/>
            </w:pPr>
            <w:r>
              <w:rPr>
                <w:rtl/>
              </w:rPr>
              <w:t>وعندك أطفال مروّعه وعندك نساوين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ما تقدر تعاين مذابيح و مطاعين=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قلّه الحرب باجر على ابواب الصّياوين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وانتَ وحرمنا تنظرونا فوق تربان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و اتلاع وادي كربلا كلها و لتلول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باجر أساويها بجثِث فرسان وخيول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وتصير صَفْصَفْ يالولد ودامومها سيول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واجلب على الحي من دم المذبوح طوفان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قلّه أبو فاضل يبن حيدر ونعمين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إنتَ الذّخر لكن شعبت القلب يحسين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تحمل على العسكر يبو سكنه وانا وين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مادام انا حي ماتطب حومة الميدان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21054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آنا واخوتي وكل بني هاشم سيوفك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21054" w:rsidRDefault="00D2105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21054" w:rsidRDefault="00ED379C" w:rsidP="00F86163">
            <w:pPr>
              <w:pStyle w:val="libPoem"/>
            </w:pPr>
            <w:r>
              <w:rPr>
                <w:rtl/>
              </w:rPr>
              <w:t>هيهات مَتْباشر حرب واحنا نشوفك</w:t>
            </w:r>
            <w:r w:rsidR="00D2105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209F" w:rsidTr="0036209F">
        <w:trPr>
          <w:trHeight w:val="350"/>
        </w:trPr>
        <w:tc>
          <w:tcPr>
            <w:tcW w:w="4219" w:type="dxa"/>
            <w:shd w:val="clear" w:color="auto" w:fill="auto"/>
          </w:tcPr>
          <w:p w:rsidR="0036209F" w:rsidRDefault="0036209F" w:rsidP="00F86163">
            <w:pPr>
              <w:pStyle w:val="libPoem"/>
            </w:pPr>
            <w:r>
              <w:rPr>
                <w:rtl/>
              </w:rPr>
              <w:t>قلّه عقب ما تنقطع منّك اجفوفك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6209F" w:rsidRDefault="0036209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6209F" w:rsidRDefault="0036209F" w:rsidP="00F86163">
            <w:pPr>
              <w:pStyle w:val="libPoem"/>
            </w:pPr>
            <w:r>
              <w:rPr>
                <w:rtl/>
              </w:rPr>
              <w:t>واتضل مرمي اعْلى النّهر واعود حيران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7611" w:rsidRDefault="006D761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56698" w:rsidTr="0036209F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عند العليل ضيوف كلنا ابهالعشيّه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باجر يعاين هالخيم كلها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36209F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يوم احدعش تقْفر فيافي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بيها جثثنا امطشّره من غير دفّان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36209F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وزينب تسمعه وقلّي اشحالة حشاها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طلعت تهل ادموعها و تخفي بجاها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36209F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طلعت بحسره وقام ابو فاضل وياها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يقلها القصد لاوين ياخيرة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قالت أروح الخيمتي واجمع 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ابجي عليكم يخوتي و اكثر من انعاي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36209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واشفي غليلي قبل ما تمنعني اعداي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باجر يخويه ابهالوكت ماعندي اخوان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صباح عاشوراء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56698" w:rsidTr="00D56698">
        <w:trPr>
          <w:trHeight w:val="350"/>
        </w:trPr>
        <w:tc>
          <w:tcPr>
            <w:tcW w:w="4219" w:type="dxa"/>
            <w:shd w:val="clear" w:color="auto" w:fill="auto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مصباح لقشر صبّحت يا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تزحف كتايب والسّبط بالطّف محصور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ومن الصّبح جيش الضّلاله تحرّك ودار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حسين آمر تنضرم بالخندق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والخيم ممليّه حرم و اطفال وكبار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وقلوبهم تغلي بظماها والفضا 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أوّل سهم من قوس ابن سعد المزنّم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زلزل اركان الدّين عاشر بالمحرّم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والّا السهام تساقطت وسط المخيّم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وضجّت عزيزات الرّساله وسط الخدور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حالاً نده يَكْرام يَرْجال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يَنْصار جدّي وصلت اطروش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وفرّت ليوث الغاب للحومه سويّه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وخلّوا برور الغاضريّه بالدّما بحور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والكل يصيح ارواحنا يحسين تفداك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لاخير في الدّنيا ومعيشتها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سبعين مرّه ننْذبح يحسين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لجلك مهو لجل الخلد يحسين والحور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يامهجة الزّهرا علينا فرض مفروض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يحسين حتف الموت دونك لازم نخوض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وهذا نعيم الخلد يامظلوم معروض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مَيصير منّا قصور لو ما لاحت 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وظلّت تحوم على المنايا البيع الارواح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ضرب الهنادي ماتحس به وطعن لرماح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وهجموا علىحتوف المنايا بطرب وافراح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يمشون وسط المعركه مشية المخمور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عدهم احدود البيض جنها بيض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 امّا السّمر سمر الأوانس تحمل انهود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أطواد لكن حيف كل ساعه وهوا طود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واتناثرت فوق الوطيّه ذيج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وقْفَة حبيب المصطفى تهزّ الاراضين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يقلهم يَوافين العهد خلّيتوا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6698" w:rsidTr="00D5669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تهنّوا بنومتكم وَفيتوا يا 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56698" w:rsidRDefault="00D5669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56698" w:rsidRDefault="00D56698" w:rsidP="00F86163">
            <w:pPr>
              <w:pStyle w:val="libPoem"/>
            </w:pPr>
            <w:r>
              <w:rPr>
                <w:rtl/>
              </w:rPr>
              <w:t>اهتزّت جثثهم على الغبرا ورادت تثور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حملة الأنصار ا لأولى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2E45A2" w:rsidTr="002E45A2">
        <w:trPr>
          <w:trHeight w:val="350"/>
        </w:trPr>
        <w:tc>
          <w:tcPr>
            <w:tcW w:w="4219" w:type="dxa"/>
            <w:shd w:val="clear" w:color="auto" w:fill="auto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قبل الظّهر صارت الحمله الاوليّه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واكثر انصار حسين ناموا بالوطيّه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حلّت صلاة الظّهر واذّن ناصر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تركوا الحرب وتيمّموا وتقدّم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ونادوا على العسكر انجان انتو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كفّوا نبلكم خل يصلّي ابن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بارز الحجّاج و تكنّى و صار جدّام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يازين مأموم أُو وراه يصير ليمام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ظل يتلقّى عن حمى الاسلام لسهام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وحسين سلّم والشّهم لاقى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قال الشّهيد حسين يصحاب المحنّه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قوموا تراهي تزيّنت روضة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 الخايف امن الموت خلّه يروح عنّا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وارد اقضي الواجب من الباري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دارت رحاها الحرب وامّا الهاشميات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كلهن على ابواب الخبا يجذْبن 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وامّا الوديعه بقلبها صارت الحسبات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تتصوّر المجبل و تتجلّد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وصاحت يفضّه بالعجل سئلي عن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بلكت من انصار الولي تشوفين خيّال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نشديه جم فارس تقنْطَر فوق الرمال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لحّد يعين الله على هاي 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طلعت ولنْ بن عوسجه بجانب الحومه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مطعون تاجي اعْلى الرّمح تنزف 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صاحت يواجف جيشنا عندك اعلومه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من حزبنا ياشيخ لو من حزب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قلها أنا مسلم يَفضّه تعرفيني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جنّج عن الانصار عزمج تنْشديني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خمسين راحوا وانا منهم حان حيني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قولي الزينب تستعد الهالرزيّه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ردّت و هي تلطم على الهامه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تنادي يحورا لا تنشديني الخبر 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2E45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راحت ابهالحمله من الانصار خمسين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E45A2" w:rsidRDefault="002E45A2" w:rsidP="00F86163">
            <w:pPr>
              <w:pStyle w:val="libPoem"/>
            </w:pPr>
            <w:r>
              <w:rPr>
                <w:rtl/>
              </w:rPr>
              <w:t>لليسر لازم نستعد ياهاشميّه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العباس يرى وحدة الحسين وعطش الودائع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E45A2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واقف ابوسكنه ويهل الدّمع منثور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ينظر انصاره بين مصروعٍ ومنحور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 يعاين بعينه اشبال الهاشميّين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تتسابق اعلَى الموت دونه و مستعدّين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كلها من ابو طالب ضياغم مستميتين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شدّوا وفرشوا بالاجساد تلاع وبرور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 عبّاس للميدان قلّطهم اخوانه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وجيش الأعادي ضَعضعوا منّه اركانه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وكلهم تفانوا والسّبط قلّت اعوانه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وظلّت خيمهم خاليه من ذيج البدور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وصاحب الرّايه بمركزه ابّاب الصّواوين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يشوف المضارب خاليه من الهاشميّين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5A2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لازم حصانه وينتظر رخصه من حسين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E45A2" w:rsidRDefault="002E45A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E45A2" w:rsidRDefault="00B2215C" w:rsidP="00F86163">
            <w:pPr>
              <w:pStyle w:val="libPoem"/>
            </w:pPr>
            <w:r>
              <w:rPr>
                <w:rtl/>
              </w:rPr>
              <w:t>وعزمه على خوض المعاره وقلبه يفور</w:t>
            </w:r>
            <w:r w:rsidR="002E45A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66970" w:rsidRDefault="0006697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B4A76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ساعه ولن امن الخبا طلعت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تبجي وتنادي عمّي العبّاس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مات الرّضيع من الظّما وغمّضت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يمها قرب من شافها والقلب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اتناول من سكينه الرّضيع وقال ردّي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وطبّي الخيمه يالعزيزه واستعدّي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أمّا أجيب الماي لو ينقطع زندي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وعرّج علىحسين الشّهيد بدمع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وناداه ياللي بالصّبر يحسين موصوف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مَقْدر يموت الطّفل ظامي وعيني تشوف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لو تنطفي عيني و تِتقَطّع هلجفوف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بالله درَخّصني يبن حيدر المذخور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قلّه السّبط عبّاس يازهوة زماني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مثلك أنا حال الطّفل فَتْني وشجاني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لكن يَمَجْمع عسكري وباجي اخواني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حامي خيمنا هالعلم مادام منشور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رخّص عضيده وودّعه والدّمع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و قلّه الطّفل ودّه يخويه لخته و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لاح بظهر مُهره وسيفه وبيرقه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3B4A76" w:rsidP="00F86163">
            <w:pPr>
              <w:pStyle w:val="libPoem"/>
            </w:pPr>
            <w:r>
              <w:rPr>
                <w:rtl/>
              </w:rPr>
              <w:t>بيها صرخ صرخه وخلّى العسكر شطور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العبّاس</w:t>
      </w:r>
      <w:r w:rsidR="00E33040">
        <w:rPr>
          <w:rtl/>
        </w:rPr>
        <w:t xml:space="preserve"> </w:t>
      </w:r>
      <w:r>
        <w:rPr>
          <w:rtl/>
        </w:rPr>
        <w:t>يطلب الرخصة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B4A76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ضبَّط حِزمْ غوجه ووقف حامي الظّعينه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جدّام أبو السجّاد و السّيف بيمينه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يقلّه ينور العين درخصني العزم هاج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ياخوي مالي عن ورود المشرعه علاج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قصدي أروّي مهنّدي من فيض لَوداج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طفلك يخويه حسين فت قلبي بونينه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يحسين سكْنه بطفلك الملهوف جتني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يابس السانه و شوفته و الله اشْعبَتني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وحال العزيزه وحال أخوها شلون فتني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تجذب الونّه والرّضيع يدير عينه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هلّت مدامعها يخويه ووقفت حذاي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ترتعش وتقلّي يَعمّي تفتّت حشاي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مدّة ثلثتيّام والله ماضقت ماي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واحنا يخويه الموت لازم واردينه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قلّه يقُطب الحرب ياشايل حملنا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خلّه يخويه من العطش يهلك طفلنا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الله يعَين الجيش لا تشتّت شملنا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بعدك يخويه تميل عدوانك علينا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عبّاس تدري وحدتي بعدك مجيده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وانتَ يخويه الجيش سرداله و عميده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وتدري الأخو للموت مَيْسَلّم عضيده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والحيد يتْضَعْضَعْ من يفارق عوينه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B4A76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قلّه نخلّي تموت نسوتنا ضمايا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B4A76" w:rsidRDefault="003B4A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B4A76" w:rsidRDefault="000D62AA" w:rsidP="00F86163">
            <w:pPr>
              <w:pStyle w:val="libPoem"/>
            </w:pPr>
            <w:r>
              <w:rPr>
                <w:rtl/>
              </w:rPr>
              <w:t>واحنا يَكَهْف الخايف ليوث وشفايا</w:t>
            </w:r>
            <w:r w:rsidR="003B4A7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66970" w:rsidRDefault="0006697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826CE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يحسين درخصني أنكّس هالرّوايا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خيّج يجيب الماي لو تقْطَع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يحسين درْخصني أنا الهاليوم مذخور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والله بالمطهّم لدوس خدود وصدور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تدري ابهالتّربه و تدري اليوم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826CE" w:rsidP="00F86163">
            <w:pPr>
              <w:pStyle w:val="libPoem"/>
            </w:pPr>
            <w:r>
              <w:rPr>
                <w:rtl/>
              </w:rPr>
              <w:t>و بالغاضريّه النا مرامٍ قاصدينه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شجاعة</w:t>
      </w:r>
      <w:r w:rsidR="00E33040">
        <w:rPr>
          <w:rtl/>
        </w:rPr>
        <w:t xml:space="preserve"> </w:t>
      </w:r>
      <w:r>
        <w:rPr>
          <w:rtl/>
        </w:rPr>
        <w:t>العباس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826CE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حدّر قمر هاشم على جيش العدا وصال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رمحه المنيّه وصارمه بتّار لاجال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مثل الزّلازل مِنْحدر تسمع رعيده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يتْبَخْتر امكيّف املاقى الموت عيده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حَتم القضا بسيفه وعزرائيل بيده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ضيّق فضاها والعَساكر شافت اهوال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شعّة جبينه وصارمه تذهب بالابصار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من صرخته ذاك الجمع مثل الرّحى دار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فاضت اطفوف الغاضريّه وصاحت النّار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بس امتليت اغمد البتّارك يَسردال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صال وذهلها بصولته ولفها ونشرها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 اذوايبه فوق المتن فلها و نثرها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وطفّح بميمونه على اليمنه وكسرها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وطشّر اليسرى والقلب من مركزه زال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عيون المسامي من ظهور الخيل شلّع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جم حيد مدرع خطف والعسكرتضعضع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كلما تراكم غيمها نوره يتشعشع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فرّت وحتف الموت يلقط وين الابطال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فرّت وظنّت حل عليها نافخ الصّور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تطلب الملجا و الرّ مح يلعب بلصدور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والشّمس تتوقّد وقلبه من الظّما يفور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 تذَكّر سكينه واخوها وللنّهر مال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وحسين لازم مركزه و تهمل ادموعه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يشوفه نسَف جيش العدا وشتّت جموعه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وطلعت مريبه وتنتظر زينب رجوعه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تصيح الكفيل أبطا عساه يعود خيّال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قلها يَزينب للنّهر حوّل بجوده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واخلى ملازمها عسى تسلم زنوده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26CE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ردّي الخيمه واطلبي من الله يعوده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26CE" w:rsidRDefault="00B826C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26CE" w:rsidRDefault="00BE0688" w:rsidP="00F86163">
            <w:pPr>
              <w:pStyle w:val="libPoem"/>
            </w:pPr>
            <w:r>
              <w:rPr>
                <w:rtl/>
              </w:rPr>
              <w:t>سورج تراهو و الذي لَطفالج ظلال</w:t>
            </w:r>
            <w:r w:rsidR="00B826C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رجوعه مع الحسين بالماء الى 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C5165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للمشرعه يَمَّمْ قمر هاشم وعدنان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مثل الأسد والجمع راح تقول غزلان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طبّ للنّهر زعلان حاسر عن ذراعه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والماي خاضه وشافه يلوح بشعاعه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عاف الشّرب والعمردون حسين باعه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ينظر الماي وقلبه من العطَش لهفان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بيده غرف غرفه وصاح وقلبه يفور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ليت العراق بزلزله و افراتها يغور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والله فلا اتروّى وقلب حسين مفطور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وعنده حريم معطّشه واطفال رضعان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قلبي مفتّت والمروّه تقول هيهات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عطشان اخيّي وارتوي من ماي لفْرات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مقمّط رضيعه ويجذب على الماي حسرات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عمري عقب عمرك يخويه حسين لاجان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ظل بالظّما ساقي العطاشى وطلع بالجود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والدّرب بينه وبين اخوه حسين مسدود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بيها سطى وسيفه وصوته بروق ورعود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 الرّوس تمطر والدموم تقول طوفان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كر ايتناخى الجيش وحسين انتخى وصال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عبّاس باليَمنه وابوسكنه بالشمال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صبّوا على العَسكر من البردين زلزال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والكل قصد خيّه ورفيف العلم نيشان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شوصف فعايلهم بهل كوفان الاثنين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مدْري صواجع نازله عْلى الجيش صوبين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شنهي الصّواجع من عزم عبّاس وحسين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عافت ملازمها وخَلَت حومة الميدان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شمس النّبوّه وقمر هاشم يوم عاشور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دار الفلك بيها وتلاقى النّور بالنّور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شقّوا سحاب من الكتايب والسّما تمور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3321C9" w:rsidP="00F86163">
            <w:pPr>
              <w:pStyle w:val="libPoem"/>
            </w:pPr>
            <w:r>
              <w:rPr>
                <w:rtl/>
              </w:rPr>
              <w:t>احتضنوا وزينب طلعت ترحّب بلَخوان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العباس</w:t>
      </w:r>
      <w:r w:rsidR="00E33040">
        <w:rPr>
          <w:rtl/>
        </w:rPr>
        <w:t xml:space="preserve"> </w:t>
      </w:r>
      <w:r>
        <w:rPr>
          <w:rtl/>
        </w:rPr>
        <w:t>يوجه خطابه الى زينب بالمخيم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C5165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قطعوا جفوفه وانبهض حامي الظّعينه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وظل بالمعاره يصيح يختي ياحزينه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يختي يَزينب قطعوا شمالي ويميني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دارت عليّ صفوف لا تترقّبيني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حال القضا يمخدّره بينج و بيني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و انجان طحت اعلى الثّرى سلّي سكينه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منكم يزينب أيّست للخيَم ماعود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جفوفي تراهي اتقطّعت واتمزّق الجود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والسّيف ما ينشال يازينب بلا زنود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والطير مَيْطير و جناحه كاسرينه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دمومي انّزفت ياحزينه والقلب ذاب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وانا الأسد لكن بقيت بغير مخلاب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ما ظنّتي أقدر أوصّل يم لَطناب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ابهالحال أنا وصولي الحرم ويني اُووينه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C5165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انقطعت جفوفي وصرت حاير بالمعاره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C5165" w:rsidRDefault="005C51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C5165" w:rsidRDefault="00F004B0" w:rsidP="00F86163">
            <w:pPr>
              <w:pStyle w:val="libPoem"/>
            </w:pPr>
            <w:r>
              <w:rPr>
                <w:rtl/>
              </w:rPr>
              <w:t>شلون الصّقر يفرس ومقطوعه اظفاره</w:t>
            </w:r>
            <w:r w:rsidR="005C516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485E" w:rsidRDefault="0040485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E76A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بشروا عقب ذبحي يزينب بانكساره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 انجان راح حسين ضعتي ياحزينه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قولي لخيّي بوعلي يلتفت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جان اوقعت فوق الثّرى يلحق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أنظر بعيني غرّته قبل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 بلغوا سلامي الوالده برض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قولي لبوسكنه يجي بس يسمع الصّوت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حتّى يودّعني واودعه قبل ما اموت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تحيّر وقلبه من لهيب العطش مفتوت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 لنّ السّهم صابه يويلي بوسَط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في</w:t>
      </w:r>
      <w:r w:rsidR="00E33040">
        <w:rPr>
          <w:rtl/>
        </w:rPr>
        <w:t xml:space="preserve"> </w:t>
      </w:r>
      <w:r>
        <w:rPr>
          <w:rtl/>
        </w:rPr>
        <w:t>خطابه للحسين بعد قطع كفّيه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E76A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قطعوا العدا اجفوفي يخويه والعلم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بالعجل شوف البيرقك يحسين شيّال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طاح الحمل يا بوعلي وقلّت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مقدر أشيل سلاح والجربه ثجيله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مال العلم يحسين خل ضيغم يجي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لا ينكسر جيشك يبن حيدر يَسِرْدال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سيفي بسنّي والصّرع يسحب بالتراب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والدّم ينزف والقلب يا بوعلي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هذا السّهم ناشب بعيني يابن الاطياب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فدوه الخيالك مابقت لعْضيدك أحوال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والله فلا يطيح العلم مادمت موجود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ملزوم أنشره والزمه بْصَدري والزْنود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مَيْطيح حتّى يطيح أخوك بضربة عمود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ينكسر جيشك جان خدّي توسّد 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تحيّر أبو فرجه و وقف ودمومه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وانسد دربه للخيم بالزّلم والخيل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نوبٍ يسنْد العلم صدره ونوبٍ يميل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قرْبَت السّاعه وراسه انشق والعرش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تكوّر قمر هاشم وخر من برج مهره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وشمس الهدايه حسين اجا مكسور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شافه اجفوفه مقطّعه و يفحص بغبره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قلّه يخويه ضاعت اعيالي و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توعّى يَشايل بيرقي وعن هالتّرب 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تترقّبك سكنه وزينب وامّ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قلّه عن عيوني يخويه اغسل هلدموم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بيني وبينك ياضيا عيني القضا 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مقاتلاته</w:t>
      </w:r>
      <w:r w:rsidR="00E33040">
        <w:rPr>
          <w:rtl/>
        </w:rPr>
        <w:t xml:space="preserve"> </w:t>
      </w:r>
      <w:r>
        <w:rPr>
          <w:rtl/>
        </w:rPr>
        <w:t>و مصرعه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E76A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عبّاس نزّل على العسكر نفخة الصّور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صد الشّريعه يصيح انا الهاليوم مذخور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كردس الرّمايه المشكّر بالشّريعه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صوّل وعسكر بن سعد شتّت جموعه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اووقفت على باب الخِبا بروعه الوديعه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وعبّاس حوّل للفرات وقلبه 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76A7" w:rsidTr="00D03DAD">
        <w:trPr>
          <w:trHeight w:val="350"/>
        </w:trPr>
        <w:tc>
          <w:tcPr>
            <w:tcW w:w="3920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وحسين عينه شابحه وينظر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76A7" w:rsidRDefault="00AE76A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76A7" w:rsidRDefault="00AE76A7" w:rsidP="00F86163">
            <w:pPr>
              <w:pStyle w:val="libPoem"/>
            </w:pPr>
            <w:r>
              <w:rPr>
                <w:rtl/>
              </w:rPr>
              <w:t>و زينب خفى وسط النّهر عنها خياله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485E" w:rsidRDefault="0040485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60E8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صاحت يخويه حسين اخوك اشجرى بحاله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ماشوف شخصه ولاأشوف العلم منشور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قلها كفيلج بالنّهر قحّم حصانه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لكن يحورا وحيد مفقوده اعوانه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 الجيش يترادف و خوفي اعْلَى لوانا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يتنكّس وتدرين هذا العلم والسّور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ساعه ولنّه من الشّريعه طلع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خلّى الارض كلها جثث بالخيل تنداس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ويلاه من طارن اجفوفه وفضخوا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وحسين خاض المعركه و الظّهر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وشافه مجدّل صاحب النّفس العطوفه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صاح انكسر ظهري ودمعاته 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ترجّل عن حصانه يلقّطهن اجفوفه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وعاين سهم عينه وشاف الرّاس مطرور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تخوصر على اعضيده ومنّه القلب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صبهن ادموعه وغسل دمّه و التّرايب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وقلّه مصابك هوّن عليّه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ياهو اليباري الحرم من بعدك ولخدور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قلّه ودم راسه ودم عينه يسيله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محّد بقى لك هالعلم بعدي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وبلّغ سلامي و التّحيّه للعقيله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بعدي و بعدك عالهِزّل تقطع هلبرور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اطلب لي العذر منها وقلها ماله 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وقلها ملكت الماي لكن خرّقوا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ولا تقول خلّيته على التّربان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460E87" w:rsidP="00F86163">
            <w:pPr>
              <w:pStyle w:val="libPoem"/>
            </w:pPr>
            <w:r>
              <w:rPr>
                <w:rtl/>
              </w:rPr>
              <w:t>خوفي تفر حسره ولا يبقى لها شعور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في مجيئ الحسين لمصرعه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60E87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يحسين قوموا مْن الخيم ذبّوا العمايم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هذا بدركم مِنْخسف ياولاد هاشم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يحسين ثور من المخيّم جيب شيّال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سردال جيشك لا تتركه فوق لرمال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عنكم ابوفاضل مشى وضاعت هالعيال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دركه تراهو بجانب المسناة نايم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طفّح جواده ووقف يمّه ودمّه يسيل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ينادي يبو فاضل علينا حاطت الخيل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ياهو اليباري هالحرم لو هوّد الليل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وانا بعد ساعه على التّربان لازم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لكن يخويه وين بتّارك طرحته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قلّه يخويه انقطعت اجفوفي و تركته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لو سلم جفّي جان هالبيرق نشرته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وردّيت للخيمه وجود الماي سالم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قلّه يخويه بو الفضل في وين الجفوف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قلّه يخويه اتقطّعت مابين لصفوف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دمّي على عيني جَمَد يَحْسين ماشوف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نشّف ادمومي يابقيّة آل هاشم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نادى يخويه لَغْسِل بدمعي دمومك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تمنّيت جان الهالحريم الله يدومك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E87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لكن يخويه ابهالارض يومي و يومك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E87" w:rsidRDefault="00460E8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E87" w:rsidRDefault="00A918B9" w:rsidP="00F86163">
            <w:pPr>
              <w:pStyle w:val="libPoem"/>
            </w:pPr>
            <w:r>
              <w:rPr>
                <w:rtl/>
              </w:rPr>
              <w:t>وتضيع من بعدي وبعدك هالفواطم</w:t>
            </w:r>
            <w:r w:rsidR="00460E8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485E" w:rsidRDefault="0040485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06B4A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تخوصر علىعضيده يودعه وصعّد 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يا جمرة الكون الذي ماقطّ تنْداس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ظهري تراهو انكسر من فقدك يَعبّاس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طاح العلم واتفلّلت منّي العزايم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عزّم يشيله للمخيّم قال ما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خلني على الشّاطي أعالج طلعة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مَقْدَر أروح الخيم وانظر زينب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606B4A" w:rsidP="00F86163">
            <w:pPr>
              <w:pStyle w:val="libPoem"/>
            </w:pPr>
            <w:r>
              <w:rPr>
                <w:rtl/>
              </w:rPr>
              <w:t>وانظر دمع سكْنه على الخدّين ساجم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محاورته</w:t>
      </w:r>
      <w:r w:rsidR="00E33040">
        <w:rPr>
          <w:rtl/>
        </w:rPr>
        <w:t xml:space="preserve"> </w:t>
      </w:r>
      <w:r>
        <w:rPr>
          <w:rtl/>
        </w:rPr>
        <w:t>مع الحسين ساعة احتضاره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06B4A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خر ايْتِلوى يَمْ جسد حامي الظّعينه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بشماله شال السّيف والرّايه بيمينه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يقلّه يَساقي الظّاميه وكافل العيله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هذا العلم طايح وبعدك من يشيله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تشمّت عدوّي واشتفى منّك غليله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وظلّت يخويه بالظّما وترقب سكينه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قلّه ينور العين شيل السّهم بهداي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ولا تذْكر سكينه يخويه تفتّت حشاي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بالطّفل قصدتني وانا تبرّعت بالماي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شاقول لو قالت يعمّي الوعد وينه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قلّه يخويه أيّست من سمعت الصّوت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وقفت او ويّاها الحرم بابواب لبيوت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وزينب مجيّك تنتظر والقلب مفتوت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والطّنب من طاح العلم ضج بحنينه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قلّه وهو فوق الثّرى برويحته يجود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لولا سهم عيني وسهم الخرّق الجود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أوصل يخويه جان المخيّم بلا زنود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وتشوف اخوها زينب وقطعة يمينه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سلِّم عليها ياضيا العالم وقلها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اجفوفي و عيني و هامتي كلها فدا الها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تبقى وحيده وضايعه وطايح حملها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بكفالتي من يوم فارقنا المدينه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وأشّر على الخيمه ومزج دمّه بدمعه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أصغى وسمع زينب اببّاب الخدر تنعى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تزَفَّر وبوسكنه انحنى فوقه يوَدعه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وعينه غمَضْها وقطع يا وَسْفَه ونينه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سجّاه أخوه حسين آه ياحالة حسين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بجنب النّهر مدّه ونهض يصفج الجفّين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يرجع زماني وتزهر ايّامي بعد وين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95A35" w:rsidP="00F86163">
            <w:pPr>
              <w:pStyle w:val="libPoem"/>
            </w:pPr>
            <w:r>
              <w:rPr>
                <w:rtl/>
              </w:rPr>
              <w:t>عبّاس بعدك كل أملنا فاقدينا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أحمد بن الحسن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06B4A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شبلين من غاب الحسن طلعوا يزأرون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أحمد وجاسم ويل قلبي جنهم غصون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أحمد تسلّح وانتخى جدّام عمّه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يقلّه درَخّصني يويلي وزاد همّه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6B4A" w:rsidTr="00D03DAD">
        <w:trPr>
          <w:trHeight w:val="350"/>
        </w:trPr>
        <w:tc>
          <w:tcPr>
            <w:tcW w:w="3920" w:type="dxa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ودنّق ابو سكنه على بن خيّه وشمه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06B4A" w:rsidRDefault="00606B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06B4A" w:rsidRDefault="00AE5109" w:rsidP="00F86163">
            <w:pPr>
              <w:pStyle w:val="libPoem"/>
            </w:pPr>
            <w:r>
              <w:rPr>
                <w:rtl/>
              </w:rPr>
              <w:t>وضمّه الصدره والدّمع يجري امْن لعيون</w:t>
            </w:r>
            <w:r w:rsidR="00606B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823A9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حصّل إجازه وانتضى سيفه البتّار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توسّط العسكر شبل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ستّعش عام العمر آه يقْصَار الاعمار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ذاك الشّباب بصرخته ظلّوا يموجون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زلزل ميامنها وعليها سد الدروب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وقامت مياسرها امن ابن كشّاف الكروب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جده علي وعبّاس عمّه الولد منتوب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وشب الظّما بقلبه ورجع يَمْ سيّد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يقلّه يعمّي العطش فَتْ قلبي وجواني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برّد غليلي من الظّما برجع مكاني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للموت ياعمّي أريد أسبق اخواني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دونك يَعمّي لوطحت خلهم يحملون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ودّع حسين ورجع محْربْ للحريبه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بعزمه طواها و القلب يوقد لهيبه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تقفّاه هاني بن ثبيت ابن النجيبه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بالسّيف صابه ووقع من صهوة الميمون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جابه الشّهيد حسين من 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ومنصوب للموتى بجنب الخيم صيوان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سجّى ابْن خيّه وفرّن بدهشه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وهاجوا اخوانه مسلّحين وخاضوا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مابين فتره وينحدر للكون عَمْهم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يرفع بصدره اليخر بالميدان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وصفْهُمْ يويلي مخضّبين بفيض دمهم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جسّام تاليهم طَلَع محرب ومحزون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صد لخوته كلهم على التّربان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عرّج عليهم واحنت الاحزان ضلعه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يَمهُم وقف لحظه وصب ادموم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وقلهم يخوتي ليش نومه ماتنامون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القاسم</w:t>
      </w:r>
      <w:r w:rsidR="00E33040">
        <w:rPr>
          <w:rtl/>
        </w:rPr>
        <w:t xml:space="preserve"> </w:t>
      </w:r>
      <w:r>
        <w:rPr>
          <w:rtl/>
        </w:rPr>
        <w:t>بن الحسن يطلب رخصة القتال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823A9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جاسم طلع وحسين يهتف مامن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احنى عليه وضمّه الصدره بتزْفار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يقلّه العلامه انتَ امن اخيّي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ارجع بحقّي عليك يبني للصّواوين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سلوَه لبن عمّك و سلوه للنّساوين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رَد منكسرقلبه وعليه اجتمعت افكار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تذكّر العوذه ورجع يقراها العمّه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وحسين اخَذ بيده وحالاً دار عزمه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نادى يَزينب ساعديني ابهالمهمّه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وفردي الخيمه بالعجل يَبنت الاطهار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ياويح قلبي من فتح بيده الصّندوق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ولبّسه ثياب المجتبى والقلب محروق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هاجت حريمه بالبجا وجم جيب مشقوق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وزينب تباشر بالعمل والقلب شب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زفّه بحريمه و مال بيه لَيشوف اخوته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لحظه قعد يَمْ بنت عمّه وسمع صوته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يطلب النّاصر وانتخى وثار بنخوته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حالاً صرخ لبّيك يامهجة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3A9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لاقاه عمّه ورخّصه وعمّمه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3A9" w:rsidRDefault="007823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3A9" w:rsidRDefault="007823A9" w:rsidP="00F86163">
            <w:pPr>
              <w:pStyle w:val="libPoem"/>
            </w:pPr>
            <w:r>
              <w:rPr>
                <w:rtl/>
              </w:rPr>
              <w:t>و هيّج اهمومه مفارق اليشْبه 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0A7E" w:rsidRDefault="00600A7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03DAD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وطبّ المعاره والفضا يسعر وقيده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 سبعين وسّدها التّرايب من الكفّار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عشره وثلاث العمر مازادن سنينه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وبس عارضه الأزرق بدربه حان 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وثبّت بخاصرته الطّعنه ونصر 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وسلّم على عمّه الولد والخيمته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بس ماوصل للوالده سلّم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وبت عمّه خبّرها بعد مايعود 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ودّعهن و ودّع حسين وصال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وانقطع وسفه شراك نعله وصار ماصار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ابن الخنا الازدي لقى الفرصه وتلقّاه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وبس ماتعفّر على الغبرا صاح عمّاه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وحسين جدّل قاتله بالمعركه وجاه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وصفّه مع اخوانه ووقف مفرود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الاستعداد</w:t>
      </w:r>
      <w:r w:rsidR="00E33040">
        <w:rPr>
          <w:rtl/>
        </w:rPr>
        <w:t xml:space="preserve"> </w:t>
      </w:r>
      <w:r>
        <w:rPr>
          <w:rtl/>
        </w:rPr>
        <w:t>للزفاف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03DAD" w:rsidTr="00D03DAD">
        <w:trPr>
          <w:trHeight w:val="350"/>
        </w:trPr>
        <w:tc>
          <w:tcPr>
            <w:tcW w:w="3920" w:type="dxa"/>
            <w:shd w:val="clear" w:color="auto" w:fill="auto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قومي يزينب وَلِّمي للعرس 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وفردي الخيمه و زيِّني بنتي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قومي يخويه للحسن بنأدِّي حقوق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خلّي البواجي ونشّفي دمعج المدفوق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قالت ألبّسها واخلي الجيب مشقوق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واقول عرّيسج يَسكْنه تفقدينه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D03DAD" w:rsidP="00F86163">
            <w:pPr>
              <w:pStyle w:val="libPoem"/>
            </w:pPr>
            <w:r>
              <w:rPr>
                <w:rtl/>
              </w:rPr>
              <w:t>شلون العرس يحسين وانتَ مالك أعوان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 جاسم شباب و بالزفاف يريد شبّان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والخيم بس ايتام تتصارخ ونسوان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وحدك اتزفّه و خيّك العبّاس وينه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وحدك اتزفّه و من اخوانك محّد اوياك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 النّبل يتخاطف عن اشمالك و يمناك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وامّا أنا باذوب من ضجّة يتاماك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ومْن النّواعي الحرم راسي مشيّبينه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قلها يخويه ابهالمصايب شاطريني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يَبْنة الزّهرا هالبلا بينج وبيني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مثلك أنا الشّبان خويه مشيّبيني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كل ساع أعاين شاب متعفّر جبينه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بالعجل جيبي الحرم يمّي و يّا ليتام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 خلّي العزيزه سكينه ابخيمه امن الخيام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 خلّي العليل يقوم ويبارك الجسّام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يتْجَلَّد سويعه و يبطّل من ونينه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سكّنت لوعتها ومسحت دمعة العين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 صاحت دقوموا يايتامى ويانساوين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بطلوا البجا واللطم مايرضى الولي حسين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صكّن هلاهل صوت جاسم زافينه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3DAD" w:rsidTr="00D03D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وَلْولَتْ رمله ونادته يحسين بالعون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03DAD" w:rsidRDefault="00D03DA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03DAD" w:rsidRDefault="00E5022B" w:rsidP="00F86163">
            <w:pPr>
              <w:pStyle w:val="libPoem"/>
            </w:pPr>
            <w:r>
              <w:rPr>
                <w:rtl/>
              </w:rPr>
              <w:t>ماشفت أنا عرّيس من خلفه ينعّون</w:t>
            </w:r>
            <w:r w:rsidR="00D03DA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0A7E" w:rsidRDefault="00600A7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6B92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مرّوا بعزيزي على اخوته بلكت ينهضون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من هالتّرب ويفرّعون قبال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لسان</w:t>
      </w:r>
      <w:r w:rsidR="00E33040">
        <w:rPr>
          <w:rtl/>
        </w:rPr>
        <w:t xml:space="preserve"> </w:t>
      </w:r>
      <w:r>
        <w:rPr>
          <w:rtl/>
        </w:rPr>
        <w:t>حال سكينة عند الزفاف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6B92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وشْهالعرس لَقشر عليّه يامسلمين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جيف العرس واحنا انتوقّع ذبحة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 الله يعمّه لو تخلّوني على اهواي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لاروح للّي معفّرينه بجانب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ومن دمّ نحره لخضب شمالي ويمناي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واصرخ يعمّي الخيل حاطت بالصّواوين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زينب يعمّه اشهَالعرس لقْشر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هيهات قلبي يبتشر والبس الزّينه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 شايل الرّايه اعلى الشّريعه معفرينه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جيف أنااتحنّى وبوالفضل مقطوع 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قولي يعمّه الكافلي ينهض بهمّه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يستنهض أولاد أخوته واولاد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يزفّون جاسم بالهنا وينكشف 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مَيْصير شاب مدلّل تزفّه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من عادت العرّيس تمشي خلفه 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وتزفّه بزينه على جاري المعتاد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وآنا يَعمّه معرسي من دون العباد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مكسور قلبه وينظر أعمامه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بالله دخلّوني اشقّ الجيب وانوح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هالعرس ذوّبني وخلّى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وين الهنا وعمّي يعالج نزعة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وحسين مكسور الظّهر ما عنده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زينب يَعمّه انتحل جسمي والقلب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 انتي يَعمّه نحّل اعظامج هالمصاب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واشوف ابويه حسين راسه بالعجل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616B92" w:rsidP="00F86163">
            <w:pPr>
              <w:pStyle w:val="libPoem"/>
            </w:pPr>
            <w:r>
              <w:rPr>
                <w:rtl/>
              </w:rPr>
              <w:t>معذور فاقد عزوته وكلهم شياهين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 سكينة ورملة للقاسم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6B92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طلعت سكينه تجذب الونّه خفيّه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تنادي يجاسم بدّلت عرسي بعزيّه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من عاينت عرّيسها مخضّب بدمّه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ممدود مابين اخوته واولاد عمّه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شافت أبوها ينتحب وينوح يمّه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صرْخت وصاحت ياعرس لقشر عليّه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وقلب الشّهيد حسين ذايب من بجاها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تنادي يجاسم ليش متوسّد ثراها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محسّر يبن عمّي على الدّنيا وهواها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وخرّت عليه امّه وعبرتها جريّه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تصيح انتحل جسمي يجاسم من ونينك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ذوّبت قلبي لا تصد ليّه بعينك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عرّيس يبني و للمقابر زافّينك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صار بفرد ساعه زفافك والمنيّه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6B92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من شفتْ عمّك لبّسك تفصيل لَجفان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6B92" w:rsidRDefault="00616B9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6B92" w:rsidRDefault="008C17A9" w:rsidP="00F86163">
            <w:pPr>
              <w:pStyle w:val="libPoem"/>
            </w:pPr>
            <w:r>
              <w:rPr>
                <w:rtl/>
              </w:rPr>
              <w:t>قلت الولد مَيْعود من حومة الميدان</w:t>
            </w:r>
            <w:r w:rsidR="00616B9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0A7E" w:rsidRDefault="00600A7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A018F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قومي يَسكْنه ودّعي شمعة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وشقّي على العريس جيبج يا 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صاح بضعيف الصّوت حلّي الدّرع عنّي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يا والده وتالي اكثري التّوديع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نَزْف الدّما وحرّ الشّمس فتني وبهضني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ومْن العَطَش تدرون ماظل جلد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و شبكت على مهجة قلبها بلأيادي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و امّا الشّهيد ايقول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مفجوع من فقد اخوتي وذبحة 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BA018F" w:rsidP="00F86163">
            <w:pPr>
              <w:pStyle w:val="libPoem"/>
            </w:pPr>
            <w:r>
              <w:rPr>
                <w:rtl/>
              </w:rPr>
              <w:t>وهذي العساكر حايطه يالولد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مبارزة علي الأكبر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A018F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لاح البدر بازغ من خيام النّساوين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وامّه وراه تقدّمه للظّامي حسين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وشمّامة المختار من عاين وليده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قايد جواده وشاهر البتّار بيده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أحنى عليه والْوى على جيده زنوده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وقلّه يشبه المصطفى ياقرّة العين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تمشي برجلك ياحبيب القلب للموت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يبني وتفارقني ولا ينسمع هالصّوت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يبني ابهالطلعه تركت القلب مفتوت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ودّعتك الله وشال من جيده الزّندين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كرّ ودَهَش ذيج الكتايب شبل هاشم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يمشي مثل مشية هله ميل العمايم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ماثبت جدّامه الرّجس بكر بن غانم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عاجله بضربة هاشمي وخلّاه شطرين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ومن رجع متنومس وجبده ملتظيّه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وقّف يريد الجايزه من عند ابيّه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وماحصل من بحر الكرم قطرة اميّه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ودّاه الخيمه ووقَّفَه بين الخواتين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فرّن بنات المرتضى من عايَننّه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لازم وليده و قرّبن بالحال منّه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 نادى علي الاكبر يزينب و دّعنّه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وامّه وعمّاته عليه دارن الصّوبين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ودّع وردّ المعركه والحرم تنعاه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وشقّ الصفوف وعين ابوه حسين تبراه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018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ويلاه يوم ابن الخنا العبدي تقفّاه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018F" w:rsidRDefault="00BA01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018F" w:rsidRDefault="00802AA3" w:rsidP="00F86163">
            <w:pPr>
              <w:pStyle w:val="libPoem"/>
            </w:pPr>
            <w:r>
              <w:rPr>
                <w:rtl/>
              </w:rPr>
              <w:t>و تعلّق بْمُهره وتوسّط بالميادين</w:t>
            </w:r>
            <w:r w:rsidR="00BA018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00A7E" w:rsidRDefault="00600A7E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82" w:type="pct"/>
        <w:tblInd w:w="261" w:type="dxa"/>
        <w:tblLook w:val="01E0" w:firstRow="1" w:lastRow="1" w:firstColumn="1" w:lastColumn="1" w:noHBand="0" w:noVBand="0"/>
      </w:tblPr>
      <w:tblGrid>
        <w:gridCol w:w="4068"/>
        <w:gridCol w:w="286"/>
        <w:gridCol w:w="4446"/>
      </w:tblGrid>
      <w:tr w:rsidR="00BE367A" w:rsidTr="002728EF">
        <w:trPr>
          <w:trHeight w:val="350"/>
        </w:trPr>
        <w:tc>
          <w:tcPr>
            <w:tcW w:w="4161" w:type="dxa"/>
            <w:shd w:val="clear" w:color="auto" w:fill="auto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داروا عليه ويلاه من ولية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  <w:shd w:val="clear" w:color="auto" w:fill="auto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  <w:shd w:val="clear" w:color="auto" w:fill="auto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هذا يروّي السّيف ذاك ايغطّ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2728EF">
        <w:trPr>
          <w:trHeight w:val="350"/>
        </w:trPr>
        <w:tc>
          <w:tcPr>
            <w:tcW w:w="4161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وبعض بخناجر وزّعوه وبعض بالزّان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واشرف على الموت وصرخ ياياب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272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161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ومن بين لمخيّم حسين اتنحّب وصال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جدّل العبدي وصب على الجيمان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272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161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وَصَّل وليده وشافه موزّع الاوصال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وعليه من تحت العجاجه شابح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272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161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راحت رجاله وكل بني عمّه واخوته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يبجي و تسمْعه اعداه ماترضى مروته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2728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161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 من طاح لَكبر للمخيّم وصل صوته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8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549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ينادي أسف يالماوصل عمره العشرين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دعاء أمه له وعودته</w:t>
      </w:r>
    </w:p>
    <w:tbl>
      <w:tblPr>
        <w:tblStyle w:val="TableGrid"/>
        <w:bidiVisual/>
        <w:tblW w:w="4625" w:type="pct"/>
        <w:tblInd w:w="261" w:type="dxa"/>
        <w:tblLook w:val="01E0" w:firstRow="1" w:lastRow="1" w:firstColumn="1" w:lastColumn="1" w:noHBand="0" w:noVBand="0"/>
      </w:tblPr>
      <w:tblGrid>
        <w:gridCol w:w="4369"/>
        <w:gridCol w:w="307"/>
        <w:gridCol w:w="4207"/>
      </w:tblGrid>
      <w:tr w:rsidR="00BE367A" w:rsidTr="00F45C79">
        <w:trPr>
          <w:trHeight w:val="350"/>
        </w:trPr>
        <w:tc>
          <w:tcPr>
            <w:tcW w:w="4470" w:type="dxa"/>
            <w:shd w:val="clear" w:color="auto" w:fill="auto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ياللي تهلّين المدامع فوق الخدود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لِبنج طلع فارس من الفرسان معدود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367A" w:rsidTr="00F45C79">
        <w:trPr>
          <w:trHeight w:val="350"/>
        </w:trPr>
        <w:tc>
          <w:tcPr>
            <w:tcW w:w="4470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عطشان لَكبر و العدو مْن الماي راوي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367A" w:rsidRDefault="00BE367A" w:rsidP="00F86163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367A" w:rsidRDefault="00BE367A" w:rsidP="00F86163">
            <w:pPr>
              <w:pStyle w:val="libPoem"/>
            </w:pPr>
            <w:r>
              <w:rPr>
                <w:rtl/>
              </w:rPr>
              <w:t>و الرّجس شبعان البطن و الولد طاوي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72AD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والجيش خلفه يشجّعه بكثر النّخاوي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سبعين الف عوّانته و الولد مفرود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قالت يَمهجة فاطمه شنهي الحيله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يرجع وليدي بالسّلامه بيا وسيله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قال ادخلي خدرج يَليلى واندعي له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مَتْخيب هالدّعوه وعلي لَكبر لج يعود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طبّت الخيمه و للشّعر نشرت بدهشه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وصاحت وهي نوبٍ تفوق ونوب تغشى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ونوبٍ اتدق بصدرها وخدها تخمشه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بجاه الشّهيد حسين ردّ ابني يَمعبود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3C2979" w:rsidP="00F86163">
            <w:pPr>
              <w:pStyle w:val="libPoem"/>
            </w:pPr>
            <w:r>
              <w:rPr>
                <w:rtl/>
              </w:rPr>
              <w:t>و لكبر علي صال و غدت بالكون رجّه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وصَمَّم الطّعنه للرّجس والرّمح زجّه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ومرّقه بخاصرته وعَلَت للجيش ضجّه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وخلّاه شبل حسين بالميدان ممدود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ورد للخيم وحسين قلّط له و تلقّاه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ضمّه الصدره وصاح حيّ الولد حيّاه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آه الشَبابك يالولد لو تنفع الآه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قلّه يَبويه قلبي من العطش موقود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حرّ العطش والشّمس وملاقا الصّناديد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منّي الجبد جفّت و قلبي يوقد وقيد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كلّه عذب عندي ولا يتحكّم يزيد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شربة اميّه جان تحصل وارجع ردود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ضمّه الصدره والدّمع غمّر خدوده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وقلّه يبويه الماي متعسّر وجوده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روّاينا قطْعوا على جوده ازنوده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وِرْدك يبويه حوض جدّك سر الوجود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8791B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72AD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372AD4" w:rsidRDefault="00865692" w:rsidP="0098791B">
            <w:pPr>
              <w:pStyle w:val="libPoem"/>
            </w:pPr>
            <w:r>
              <w:rPr>
                <w:rtl/>
              </w:rPr>
              <w:t>منّك يلَكبر طلبتي يَبن الإماره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إدمان خدمتكم بقوّه و الزّياره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والزّا من التّا تفتهم هذي العباره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وحتّى الاولاد تحوزها ياخير مولود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 الأكبر لأبيه يطلب الماء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72AD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ادركني يَبويه وجيب لي قطرة اميّه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رفرف على راسي ترى طير المنيّه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يحسين ياللي من تمسك بيك ما خاب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يا مقصد الوافد وضنوة داحي الباب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أريد قطرة ماي قلبي من العطش ذاب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وغارت عيوني و اظلم الوادي عليّه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غارت عيوني ونزف دمّي كثر الجراح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واتفطّرت يابوي جبدي والعزم راح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خلّ الدّرع عنّي بهضني ثقل لسلاح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حر الشّمس ذوّب افّادي ياشفيّه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لو تنطفي بقطرة اميّه نار قلبي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محّد كفو من هالجمع يوقف بدربي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2AD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برّد غليلي و عاين اطرادي و حربي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72AD4" w:rsidRDefault="00372AD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72AD4" w:rsidRDefault="00865692" w:rsidP="00F86163">
            <w:pPr>
              <w:pStyle w:val="libPoem"/>
            </w:pPr>
            <w:r>
              <w:rPr>
                <w:rtl/>
              </w:rPr>
              <w:t>لحمل على الجيمان حمله هاشميّه</w:t>
            </w:r>
            <w:r w:rsidR="00372AD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B2A75" w:rsidRDefault="00EB2A75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1F8D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واصرخ واخلّي الخيل تتْكَرْدَس على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وادعي النّهار من العجاج اظلم من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واملي الوادي امن الجثث واجري الدّما 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وافني العدا واترك مضاربهم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ضمّه الصدره وصاح يبني والدّمع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إبشر يَعَقْلي جان منّي طلبتك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 انجان قصدك ماي هذي طلبة 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اللّي يجيب الماي ظل جسمه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قلها انفطر قلبي ومنّك طالب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فَرّقِتْ صمصوم العدا وللجايزه 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والجايزه شربة اميّه تبّرد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تحسّر وقلّه ياضيا عيني اشبديّه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ودّع خواتك والحريم وبالعجل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يسقيك أبوك المرتضى يامهجة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شبيدي يبويه وهالامر مكتوب باللوح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C21F8D" w:rsidP="00F86163">
            <w:pPr>
              <w:pStyle w:val="libPoem"/>
            </w:pPr>
            <w:r>
              <w:rPr>
                <w:rtl/>
              </w:rPr>
              <w:t>بالعَطَش كلنا ننْذبح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 أمه له‚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1F8D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ودّع علي لكبر النّسوه وودّع حسين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وامّه وراه تشيّعه وتلطم الخدّين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تقلّه تهيّد يابدر سَعْدي يَلَمَّاع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أرْد انظر الطولك واضمّك ضمّة اوداع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وانظر بعيني مشيتك ياحلو الاطباع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ليّه عساه الموت قبلك ياضيا العين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قلها مشيت قبال وجهج ودّعيني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 تزوّدي منّي قبل لا تفقديني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مهجة افّادج بعد لا تترقبيني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عنّج ترى ماشي ولاارجع للصّواوين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تقلّه يَعقلي ثياب عرسك فصّلتها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جنّي اخْسرِت حسبات قلبي اللّي احسبتها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كلّ الأسَف زفّة زواجك ماشفتها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مثلك ولد يانور عيني ينلقى وين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قلها يَثكلى حجايتك جداً غريبه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متلوق لي ثياب العرس واحنا بحريبه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عمري تقضّى وكلمن يفوز بنصيبه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ثياب الشّهاده ما يناسب غير تجفين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خرّت عليه تودّعه وتجذب الونّه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تقلّه يَعقلي الموت مالك بد منّه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ودّعتك الله ياشبابٍ ماتهنّى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ربّيت يبني واحسب شهورك والسنين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يوم الشّباب ادبر وحتى مفرقي شاب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يبني من ايدي تروح وكت بلوغك وشاب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ياليت قبلك ينطوي جسمي بالتراب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ولاشوف جسمك بالعرا مترّبالخدّين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1F8D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يَبني عليك المصطفى خالع جماله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1F8D" w:rsidRDefault="00C21F8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1F8D" w:rsidRDefault="007E0419" w:rsidP="00F86163">
            <w:pPr>
              <w:pStyle w:val="libPoem"/>
            </w:pPr>
            <w:r>
              <w:rPr>
                <w:rtl/>
              </w:rPr>
              <w:t>وواهب لك الكرّار صولاته وفعاله</w:t>
            </w:r>
            <w:r w:rsidR="00C21F8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B2A75" w:rsidRDefault="00EB2A75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0F3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ومن الحسن عمّك يَبعْد اهلي نواله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وقصرالعمر من فاطمه والإبا من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وقوف</w:t>
      </w:r>
      <w:r w:rsidR="00E33040">
        <w:rPr>
          <w:rtl/>
        </w:rPr>
        <w:t xml:space="preserve"> </w:t>
      </w:r>
      <w:r>
        <w:rPr>
          <w:rtl/>
        </w:rPr>
        <w:t>الحسين على 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0F3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بطّل علي لَكبر ونينه وفتّح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وقلّه دوَصّلني ابعَجَل للخيم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للخيم و صّلني و خل النّوح تالي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بصدرك يبويه شيلني و جمّع اوصالي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يَم العليل اودّعه و ينظر أحوالي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حتّى تجيني الوالده تشد الجرح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ياياب وصّلني الخواتي وسط 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عند الحرم ودّي يبو سكنه أنا 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جنّي ابقلب ليلى من الحَسْرات مفتوت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بعدي وبعدك يبن حيدر تلْتجي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ودني يبويه العمّتي زينب أراها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 خلها تشد جرحي ترا ذايب حشاها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قلّه يَعقلي مُهجتي حَجيَكْ فراها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لازم أشيلك للمخيّم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لازم اشيلك للخيم يامهجة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عن جثّتك يَصبيّ عيني شلون انا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لوقلت لمَّك ظل علي بالشّمس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لازم تقلّي جان جبت الولد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لكن بليلى شالفكر يا حلو الاطباع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لو عاينت جسمك يَعَقْلي موزّع اوزاع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و زينب مَتقْدَر تنظرك يَبْني بالنزاع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لكن يعين الله على ضجّة هالنّساوين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شال المدلّل فوق صدره و للخيم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دمعه يهل ويصيح فَتني فقد الاولاد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قومي يَليلى للولد عدلي له اوساد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FD0F34" w:rsidP="00F86163">
            <w:pPr>
              <w:pStyle w:val="libPoem"/>
            </w:pPr>
            <w:r>
              <w:rPr>
                <w:rtl/>
              </w:rPr>
              <w:t>فرّت بدهشه تلطم الهامه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عودة الحسين بابنه قتيلا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D0F3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قومن خوات حسين لحسين انتلقّاه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طالع من الميدان شايل مهجة حشاه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قومن بنات المرتضى عزنا نلاقيه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و ناخذ من ايده جنازة وليده و نعزّيه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0F34" w:rsidTr="00AA5B59">
        <w:trPr>
          <w:trHeight w:val="350"/>
        </w:trPr>
        <w:tc>
          <w:tcPr>
            <w:tcW w:w="3920" w:type="dxa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قومن ترى المظلوم قاصد للخيم بيه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D0F34" w:rsidRDefault="00FD0F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D0F34" w:rsidRDefault="00663D70" w:rsidP="00F86163">
            <w:pPr>
              <w:pStyle w:val="libPoem"/>
            </w:pPr>
            <w:r>
              <w:rPr>
                <w:rtl/>
              </w:rPr>
              <w:t>شايل عزيزه وصدره مخضّب من ادماه</w:t>
            </w:r>
            <w:r w:rsidR="00FD0F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B36D8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فرّن و زينب قلّطت و اتلقّت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تقلّه يَنور العين راويني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بيك الخلف يَبن الطّهر قال الخلف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وانا بعد ساعه يَزينب رايح اوياه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شفته مقطع بالتّرب و اتقطّع احشاي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 اذكرت حاله يوم منّي يطلب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قلبه مفتت بالظّما امن المعركه 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ما حصل قطرة ماي يختي يبرّد احشاه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 ليلى شقول الها يَزينب ياحزينه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لو شافته ابهالحال جسمه موزّعينه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ولن صوت ليلى تصيح من هالجايبينه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ويلاه من وجدك يبو السجّاد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قال الشّهيد حسين راح ابنج يليلى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خلي البجا وردّي الخيمه و افرشي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قالت عساه من الورد برّد غليله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قلها قضى ظامي وهوت تلثم محيّاه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خلّى الولد يَمْها و مدّت طولها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تمسح عن اخدوده الدّما ونوبٍ تحاكيه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تضمّه من الدّهشه الصَدِرْها وتسبل ايديه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 تصيح كدره عيشتي وقشره بليّاه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يبني سهَرتْ ليلي وعِفت النّوم برباك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ولاغمّضت عيني و لا ساعه بليّاك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36D8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أمّلت عمري ينقضي يالولد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B36D8" w:rsidRDefault="008B3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B36D8" w:rsidRDefault="008B36D8" w:rsidP="00F86163">
            <w:pPr>
              <w:pStyle w:val="libPoem"/>
            </w:pPr>
            <w:r>
              <w:rPr>
                <w:rtl/>
              </w:rPr>
              <w:t>وخابت ظنوني آه يافَقْد الولد آه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استسقاء</w:t>
      </w:r>
      <w:r w:rsidR="00E33040">
        <w:rPr>
          <w:rtl/>
        </w:rPr>
        <w:t xml:space="preserve"> </w:t>
      </w:r>
      <w:r>
        <w:rPr>
          <w:rtl/>
        </w:rPr>
        <w:t>الحسين لطفله الرضيع‚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52374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هالطّفل لهفان ودنت منّه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هالكثر ماعدكم رحم يَجنود أميّه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غارت عيونه من ظماه وذبل 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نشْفَت ارياقه و انمحت وَرْدَة اخدوده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 احنا العلينا الماي حرّمتوا وروده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 الطّفل شنهو جرمته ردّوا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من وقْفتَه بطِفْله الجيش اتحزّب احزاب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منهم خوارج يصحبون قلوب نصّاب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 الطّهر واقف ينتظر بَسْ رد 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لنّ الرّضيع اتّطوّق بسَهْم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فَرْفَرْ على رقبة ابيّه و شبك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وفارقت روحه و السّهم فاري وريده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والسّبط جر السّهم من رقبة اوليده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وصعّد دمومه يشتكي الربّ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ردّ بالرّضيع و فرّت سكينه تناجيه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بالماي روّيته يبويه و وين باجيه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قلبي تفطّر ليت وادي الطّف ما 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إنطاها الطّفل و امْدامعه بخَدّه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بسْ عاينتّه بسَهَم مقطوع الوَريدين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وطار القلب منها وغدت تخمش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2374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طبّت الخيمه والحرم حفّت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2374" w:rsidRDefault="0005237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2374" w:rsidRDefault="00052374" w:rsidP="00F86163">
            <w:pPr>
              <w:pStyle w:val="libPoem"/>
            </w:pPr>
            <w:r>
              <w:rPr>
                <w:rtl/>
              </w:rPr>
              <w:t>وضجّت فرد ضجّه 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2374" w:rsidRDefault="000523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4911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صارت الضجّه ورد ابو السجّاد مألوم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4911" w:rsidRDefault="00CC49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ينادي اشهالصّيحه يَزينب يم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911" w:rsidTr="00AA5B59">
        <w:trPr>
          <w:trHeight w:val="350"/>
        </w:trPr>
        <w:tc>
          <w:tcPr>
            <w:tcW w:w="3920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بالهون نوحَن ياحراير شِمْتَت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4911" w:rsidRDefault="00CC49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طلعت الحورا تِجْذِب 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911" w:rsidTr="00AA5B59">
        <w:trPr>
          <w:trHeight w:val="350"/>
        </w:trPr>
        <w:tc>
          <w:tcPr>
            <w:tcW w:w="3920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تقلّه مصاب الطّفل فت قلوب 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4911" w:rsidRDefault="00CC49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تدري اشْيِسَوِّي بالثّواكل فقد 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4911" w:rsidTr="00AA5B59">
        <w:trPr>
          <w:trHeight w:val="350"/>
        </w:trPr>
        <w:tc>
          <w:tcPr>
            <w:tcW w:w="3920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لكن يخويه حسين شيله يهوّن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4911" w:rsidRDefault="00CC491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4911" w:rsidRDefault="00CC4911" w:rsidP="00F86163">
            <w:pPr>
              <w:pStyle w:val="libPoem"/>
            </w:pPr>
            <w:r>
              <w:rPr>
                <w:rtl/>
              </w:rPr>
              <w:t>ودفنه عساها تهون هالضّجّه شويّه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مصرع رضيعه ورجوعه به الى امه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F038DA" w:rsidTr="00F038DA">
        <w:trPr>
          <w:trHeight w:val="350"/>
        </w:trPr>
        <w:tc>
          <w:tcPr>
            <w:tcW w:w="4219" w:type="dxa"/>
            <w:shd w:val="clear" w:color="auto" w:fill="auto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يطلب النّاصر والمعين من العدا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والطّفل من مهده وقع بين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لبّيك نادى و الحرم ضجّت ابولوال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ومن سمع صيحتهن إجا يسْتَخْبر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ويصيح خفّوا من البجا وسَكتوا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يختي يَزينب شمْتت علينا الملاعين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قالت يَبَعد اهلي الطّفل من سمع نخواك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مْن المهَد ذَبْ روحه يَبو سِكنه ولبّاك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بلكت يرحمونه الاعادي دخْذه وياك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يبْسَتْ اشفاته امن العطش ومغمّض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راح بكتاب الله و طفله يخاطب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وبن سعد صاح بحَرمله القاسي الميشوم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وارداه يَم المصحف بْمَنْظَر المظلوم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وسهمه فرى نَحْر الطّفل وين 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بيده رفع دمّه الرب العرش شكّاي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ينادي علىصدري انذبح طفلي يمولاي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وسكنه تنادي وين بويه فاضل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قلها سقاه السّهم من دمّ الوريدين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منّه خذتَّه وجابتَه بالحال لمَّه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بالمهد خلّته غسيل بفيض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نوبٍ تشيل ايده و تقبّلها و تشمّه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ونوبٍ تقلّه ليش ساكت ياضيا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يَبني قلت لك لاتصيح امّك نحيله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ماقلت لك تسكت ابهالسّكته الطّويله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ناغي أخيّك يا سكينه وحرِّ</w:t>
            </w:r>
            <w:r>
              <w:rPr>
                <w:rFonts w:hint="cs"/>
                <w:rtl/>
              </w:rPr>
              <w:t>ك</w:t>
            </w:r>
            <w:r>
              <w:rPr>
                <w:rtl/>
              </w:rPr>
              <w:t>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بلكت يفك عينه ومنّه نسمع 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يَبني يَعَبد الله قلِت لك هيّد ونام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ما قلت يبني نام نومه طول الايّام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بيمَن اتْسَلّى لو فقدتّك يابن الايمام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عندي ولد غيرك واقولن والده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ساعة رضاعك ياثمر قلبي قلِتْ 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لاتخمش بْصَدري ولا تِرفس برجليك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38DA" w:rsidTr="00F038D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ماقلْت الك تهْدأ وحتّى النّفس مابيك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مَتردّد الانفاس روحك يالولد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الحسين يستنهض القتلى‚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038DA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ما ظل أَحَد منكم يَفرسان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038DA" w:rsidRDefault="00F038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038DA" w:rsidRDefault="00F038DA" w:rsidP="00F86163">
            <w:pPr>
              <w:pStyle w:val="libPoem"/>
            </w:pPr>
            <w:r>
              <w:rPr>
                <w:rtl/>
              </w:rPr>
              <w:t>يدافع عن خيامي و يباري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2374" w:rsidRDefault="000523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73A6F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رحتوا وخلت منكم خيمكم يارجاجيل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بس الحرم و اطفالها و تكابد 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وانا وحيد وحايطتني الزّلم و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عدوان كلها بالضّغاين ممتليّه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أنخى ولا واحد يخوتي يجيب نخواي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بس الضّجيج من اليتامى يزيد بلواي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تبجي عليكم نوبٍ ونوبٍ على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والشّمس والحر أسعر الوادي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ياشبال هاشم شو تركتوني ويالانصار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جرّت كتايبهم و انا بالحرم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ثقل النّبوّه ينولي ترضون يَحْرار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ظلّت تموج أجسادهم فوق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نادى وفيتوا بالعَهَد ناموا يَفرسان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ماهي بعيده طيحتي بحومة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يودّع حريمه رجع ويودّع الوجعان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شافه يلوج و يجذب 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يقلّه يبويه وداعة الله بعد ماعود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إنتَ الخليفه عقب عيني و سرّ الوجود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يَبني عقب ساعه خيمنا تصير فرهود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بس الله الله ابهالحريم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73A6F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73A6F" w:rsidRDefault="00C73A6F" w:rsidP="0098791B">
            <w:pPr>
              <w:pStyle w:val="libPoem"/>
            </w:pPr>
            <w:r>
              <w:rPr>
                <w:rtl/>
              </w:rPr>
              <w:t>لايذ بظلّك ياملاذ الجار يَحسين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تدري بلوعاتي يَبن ست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فرّج اهمومي وسر ضميري بقرّة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منّك أريدنها يَبن حيدر عطيّه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زينب و النساء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73A6F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خلصت انصاره وظل ابوالسجّاد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جيشٍ ثجيل و منع ماي و قلّة 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ينادي بقيت وحيد يَنْصار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 امن الضياغم ظلّت اخيامي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ومن كل جانب حايْطَتْني جنود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والعطش مض الجبد والجو اشتعل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يا صفوة العالم قضيتوا حق لوداد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للمصطفى الهادي ونمتوا فوق الوهاد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اهتزّت يخبّرنا ابو الباقر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رادت تثور وكل فرد يشْهَر البتّار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قلهم ابنومتكم تهنّوا يا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وبلغوا سلامي المصطفى وخير الوصيّين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قولوا بقى مفرود مابين العدا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حزتوا الشّرف والفوز ياسادة الأحرار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للخيم رد يودّع وداع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عند العليل و عمّته يَمّه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3A6F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قلها يمهجة فاطمه سمعي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73A6F" w:rsidRDefault="00C73A6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73A6F" w:rsidRDefault="00C73A6F" w:rsidP="00F86163">
            <w:pPr>
              <w:pStyle w:val="libPoem"/>
            </w:pPr>
            <w:r>
              <w:rPr>
                <w:rtl/>
              </w:rPr>
              <w:t>أمّج الزّهرا او والدج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2374" w:rsidRDefault="000523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1DAE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أمّج الزّهرا و هالمصيبه تحمّليها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وبْصَبر حيدر يالوديعه قابليها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وتجلّدي عْلَى الهضم والعيله احفظيها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لِزْغار حفْظيهم وسَلّي قلوب الكبار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قالت يحصْن اللّي يصد عنّه الجماهير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يا سدّةٍ عالي النّزل لو طارت يطير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ياجفن عيني العين بعد الجفن شتْصير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يحسين من سابج انا بقلبي هالاخبار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من قبل مانطلع يخويه امن ارض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قلبي يحس يا نور عيني ابهالمصيبه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معلوم عندي تنقتل و ابقى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ويلاه يَسَاعة مشيتي و انت بلوعار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</w:t>
      </w:r>
      <w:r w:rsidR="00E33040">
        <w:rPr>
          <w:rtl/>
        </w:rPr>
        <w:t xml:space="preserve"> </w:t>
      </w:r>
      <w:r>
        <w:rPr>
          <w:rtl/>
        </w:rPr>
        <w:t>زينب له وهي تودعه‚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1DAE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خلصت رجاجيله اووقف متحير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رد للمخيّم مقصده وداع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بوداعة الله يصيح زينب يا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حافظكم الله وطبق ضجّن يا ولينا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عنّا تروح و من بعد وصّيت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 حسين يسترجع وبس يدير بالعين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فرّن حواسر و الإزر بالحال طاحت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والكل على حسين شبحت والرّوح راحت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 اتجلّدت زينب على الشدّه و 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بعدك يخويه هالحراير تلتجي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جيف البُصُرْ لو جلجل الليل بظلامه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كلها حريم و فاقده وعِدْها 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 هالعسكر الميشوم ماندري اشمَرامه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ياهو اليصاليها تريد رجال ظفرين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يحسين أنا ويّاك كل شدّه أصالي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بقوّة عزم ما دام اعاين لك اقبالي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1DAE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ولو رحت يبن أمّي أنا شيصير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1DAE" w:rsidRDefault="00A41DA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1DAE" w:rsidRDefault="00A41DAE" w:rsidP="00F86163">
            <w:pPr>
              <w:pStyle w:val="libPoem"/>
            </w:pPr>
            <w:r>
              <w:rPr>
                <w:rtl/>
              </w:rPr>
              <w:t>ما ينوصف والله وعدوانك ملحدين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52374" w:rsidRDefault="000523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4A4B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قلها بْصَبر حيدر تلقّي هالنّوايب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كعبه صفيتي للرّزايا و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سلب وسبي وتشهير مابين الأجانب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و ابهالحريم و روسنا الكوفه تطبّين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قالت صبر مالي يبعد اهلي اعْلَى فرقاك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للموت خذني يا عزيز الرّوح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ابهالبر تضيّعنا و للشدّه ذخرناك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وقبّلت نحره وصاحت الله اوياك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لزمي الخبا يقلها و جمعي شمل 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باري العليل و سكّني ضجّة هلطفال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أدري العدو يَمْخَدّره مايرحم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A44A4B" w:rsidP="00F86163">
            <w:pPr>
              <w:pStyle w:val="libPoem"/>
            </w:pPr>
            <w:r>
              <w:rPr>
                <w:rtl/>
              </w:rPr>
              <w:t>وعنها مشى وخلا قلبها يصير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 سكينة 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4A4B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وقفت اقبال حسين سكنه الهاشميّه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اتقلّه يبويه يا هو النا ابهالعشيّه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جنّك يبويه بمشيتك عازم على الموت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ماشي و عَليمَنْ يالولي تترك هلبيوت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ياياب بوداعك تركت القلب مفتوت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تمشي و تخلّي الحرم بيد اعلوج اميّه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قلها يَسكنه يطول نوحج عقب فرقاي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ردي الخيمه يا عزيزه تمرّد احشاي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ولايرتفع صوتك وخلّي النّوح بهداي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اجتمعت ترى اهموم الدّهركلها عليّه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بَسْ دمعة عيونك يَسكنه جَفجفيها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قلبي ترى مجرّح و هالنّحبه اخفيها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4A4B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و زينب على ملاقى النّوايب ساعديها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4A4B" w:rsidRDefault="00A44A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4A4B" w:rsidRDefault="002845D4" w:rsidP="00F86163">
            <w:pPr>
              <w:pStyle w:val="libPoem"/>
            </w:pPr>
            <w:r>
              <w:rPr>
                <w:rtl/>
              </w:rPr>
              <w:t>تمشي بيسر و ابهاليتامى مبتليّه</w:t>
            </w:r>
            <w:r w:rsidR="00A44A4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74D4A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ما دام روحي بالجسَد لا تشعبيني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ترى يَسكنه ابهالبواجي اتهيّجيني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ولو طحت من ظهر المهر تالي اندبيني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 نوحي يبويه وعدّدي بظهر المطيّه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نوحي يبويه ولايسمعون العدا النّوح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ترا الشّماته بالضّمير أسطى من الجروح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صاحت يبويه وين تالي بعدك نروح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بتضيع هالعيله بوادي الغاضريّه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بعدك يَوالينا نصك بوجوهنا وين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لو هجمت علينا العدا وكلنا نساوين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يا غيرة الله نضيع ما بين الملحدين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مجبل علينا الليل يَرْباب الحميّه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حنّ السّبط و تحنّت ضلوعه عليها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والوت على المظلوم باللهفه إيديها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يا هو يلوم الثّاكل الشافت وليها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يودّع و ماشي ويل قلبي للمنيّه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يودّع فاطمة الصغرى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74D4A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وقفت اقبال حسين تنحب طفلة حسين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اتقلّه العطَش ضرني يبويَ والقصد وين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الله يَبو السجّاد ما تعطف عليّه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فَتّ العطَش قلبي و دَنَت منّي المنيّه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وَصِّل الشّاطي وجيب لي قطرة اميّه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وعاين يبويه اطفالنا من العطش ميتين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قلها يَفاطم بالبجا نحّلتي قواي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قعدي يَبويه بالخبا و انا اطلب الماي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بالله يَزينب سكّتيها مهجة احشاي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قلبي تراهو من حجيها صار شطرين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صاحت يبويه وين قصدك عنّي اتروح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ياياب قلبي امن العَطش و الحزن مجروح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ويّاك اخذني للنّهر ما بقت لي روح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العطش فَت اقلوبها كلها النّساوين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قلها يبنتي للحريبه اشلون أودّيك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 بالمعركه يا نور عيني من يباريك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و تالي للمخيّم يبويه من يرد بيك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03530A" w:rsidP="00F86163">
            <w:pPr>
              <w:pStyle w:val="libPoem"/>
            </w:pPr>
            <w:r>
              <w:rPr>
                <w:rtl/>
              </w:rPr>
              <w:t>لو طحت ويّا مَن للمخيّم تردّين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تقلّه يبويه وياك اروحن و ارجع اوياك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للنّهر وصّلني يَتَاج الفَخَر بحْماك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قلها ينور العين ما أرجع من هناك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أعتاق انا وانتي يشمّامه تضيعين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اببّاب الخبا قعدي يبويه وارقبيني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و انجان ما حال القضا بينج وبيني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الماي أجيبه و بالنّحب لا تشعبيني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قعدت الطّفله وراح عنها المعركه حسين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طالت المدّه و اليتيمه ظلّت اتجود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يَمّ الوديعه والدّمع يجري بلخدود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4D4A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تقلها بعد يَمْتَى يَعمّه والدي يعود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74D4A" w:rsidRDefault="00874D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74D4A" w:rsidRDefault="005E1978" w:rsidP="00F86163">
            <w:pPr>
              <w:pStyle w:val="libPoem"/>
            </w:pPr>
            <w:r>
              <w:rPr>
                <w:rtl/>
              </w:rPr>
              <w:t>فَتّ العَطش قلبي وقَلْ شوفي من العين</w:t>
            </w:r>
            <w:r w:rsidR="00874D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68A" w:rsidRDefault="006D268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4F20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ساعه ولن المهر جا يسحب شكيمه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والسّرج مايل حيف ويصيح الظليمه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A5B59">
        <w:trPr>
          <w:trHeight w:val="350"/>
        </w:trPr>
        <w:tc>
          <w:tcPr>
            <w:tcW w:w="3920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وفرّن من الخيمه الحرم وامّا اليتيمه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عْلَى الوجه خرّت تلطم الهامه باليدين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و ولده السّجاد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74F20" w:rsidTr="00A74F20">
        <w:trPr>
          <w:trHeight w:val="350"/>
        </w:trPr>
        <w:tc>
          <w:tcPr>
            <w:tcW w:w="4219" w:type="dxa"/>
            <w:shd w:val="clear" w:color="auto" w:fill="auto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ثار العليل يصيح زينب يا 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قومي بعجل جيبي العَصى والسّيف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حسين انفرد وحده تعالي سنّديني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وجيبي العصا بْيسراي والسّيف بيميني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يختي سكينه بعجل قومي نَهِّضيني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نخوات ابويه اتْزلزل السّبع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بسيفه طلع والدّمع يجري فوق الخدود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ينادي يبويه من اخوتك ظلّيت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لبّيك يَبْن المرتضى يا سر الوجود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وين الانصار و وين فرسان الحميّه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في وين فرسان الحريبه زهير وهلال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وبرير وين ومسلم وسردال الرجال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أعني حبيب اللّي لجلنا خاض الاهوال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بقوا كلهم على حرّ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ولحّد من انصاري بقى يحمي خيامي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كلهم تفانوا و الدّهر نكّس اعلامي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يبن حيدر أنشدك عن عمامي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عبّاس و اخوانه ابدور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في وين راعي المرجله رب الشّجاعه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شيخ العشيره التِزْهر الخيمه بشعاعه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على شاطي النّهر قطعوا اذراعه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 زينب تنوح عليه نوح الراعبيّه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يبويه وين شبه المصطفى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F45C79" w:rsidP="00F86163">
            <w:pPr>
              <w:pStyle w:val="libPoem"/>
            </w:pPr>
            <w:r>
              <w:rPr>
                <w:rtl/>
              </w:rPr>
              <w:t>لم</w:t>
            </w:r>
            <w:r>
              <w:rPr>
                <w:rFonts w:hint="cs"/>
                <w:rtl/>
              </w:rPr>
              <w:t>ـَّ</w:t>
            </w:r>
            <w:r w:rsidR="00A74F20">
              <w:rPr>
                <w:rtl/>
              </w:rPr>
              <w:t>ن سمع حنّ وصفق راح على راح</w:t>
            </w:r>
            <w:r w:rsidR="00A74F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توزّع جسم اخوك بطعن لرماح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 اهناك جسمه ياضيا عيني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يبويه وين شبل الحسَن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قلّه تخضّب بالدّما و فوق الثّرى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 انجان تسأل ما بقى واحد بلخيام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كلهم تفانوا و الخيم ظلّت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ما ظل غيرك للحرم يحمي حماها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و ارجع يبويه للنّسا سكّن بجاها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اعوينك الله اعْلَى الرّزايا اللي تراها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بعدي تشوف اهوال ياباقي البقيّه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بَسْ الله الله ياعلي بعدي بهلَيتام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حافظ على النّسوان ساعة حرق لخيام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شبيدي على زينب عقب هالعز تنضام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ماهي يبويه معوّده تركب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4F20" w:rsidTr="00A74F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أوصيك لو شِفْت العدا يبني لفتكم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74F20" w:rsidRDefault="00A74F2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74F20" w:rsidRDefault="00A74F20" w:rsidP="00F86163">
            <w:pPr>
              <w:pStyle w:val="libPoem"/>
            </w:pPr>
            <w:r>
              <w:rPr>
                <w:rtl/>
              </w:rPr>
              <w:t>دارت عليكم بالمخيّم فَرْهدَتْكُم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68A" w:rsidRDefault="006D268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A5B59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إنتَ يبويه و عمّتك باروا حرمكم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لتْضيع بعدي هالبَنات الفاطميّه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بس انجدل من فوق هالميمون معفور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شوف اشْيحل ابهالحراير وسط لخدور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والله هضيمه جان زينب ركبت الكور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عقب المعزّه يصير اسمها خارجيّه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دعوة</w:t>
      </w:r>
      <w:r w:rsidR="00E33040">
        <w:rPr>
          <w:rtl/>
        </w:rPr>
        <w:t xml:space="preserve"> </w:t>
      </w:r>
      <w:r>
        <w:rPr>
          <w:rtl/>
        </w:rPr>
        <w:t>فضة على القوم‚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A5B59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للخيم ردّ حسين يسأل يا نساوين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5B59" w:rsidRDefault="00F306BC" w:rsidP="00F86163">
            <w:pPr>
              <w:pStyle w:val="libPoem"/>
            </w:pPr>
            <w:r>
              <w:rPr>
                <w:rtl/>
              </w:rPr>
              <w:t>ياهي دَعَت منكم على قوم الملاعين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زينب يحاجيها وقلبه بالتهابه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أرد انشدج يَمخدّرة بيت النّجابه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خويه اخبريني امنين هالدّعوه المجابه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من رخّصج يَعْزيزة الكرّار تدعين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قالت له بالشدّات صبري مثل صبرك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ولا لي أمر تدري يخويه غير أمرك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قلّي ينور العين بالله اشلون بصرك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أنشد علي السّجاد وانشد هالخواتين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طب للخيَم يانور عيني وفتِّش وشوف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نازل على العالم ترى زلزال وخسوف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عايَن ولن فضّه تحِن والرّاس مكشوف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وتقسم على الباري بشرف ست النّساوين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و الكون متغيّر و هي تجري دمعها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تنادي يربّي بجاه من كسروا ضلعها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3B6C6A" w:rsidP="00F86163">
            <w:pPr>
              <w:pStyle w:val="libPoem"/>
            </w:pPr>
            <w:r>
              <w:rPr>
                <w:rtl/>
              </w:rPr>
              <w:t>وحسين رحمه و نقمة الباري دفعها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وقلها يَفضّه عْلَى الغصص لازم تصبرين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منّا يفضّه انتي و محسوبه علينا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صبري المصايبنا وبلانا اللّي ابتلينا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شفتي اشسَدا عْلَى امنا وشفتي صبر ابونا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سلمي الأمر لله يَفضّه لا تجزعين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انتحبت وقالت سيّدي ماظل لي شعور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من شفت عبدالله الرّضيع بسَهم منحور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خلّاني أدعي على العدا والقلب مسعور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حالك وحال الطّفل واحوال الخواتين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هيّج عليّ الحزن ذبح الطّفل عطشان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وزيّد عليّ الفاجعه ضجّة النّسوان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وانتَ يَبو السّجاد مفرد بين عدوان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962C7A" w:rsidP="00F86163">
            <w:pPr>
              <w:pStyle w:val="libPoem"/>
            </w:pPr>
            <w:r>
              <w:rPr>
                <w:rtl/>
              </w:rPr>
              <w:t>خوتك فنَوا واستوحدوك القوم يحسين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خطبة</w:t>
      </w:r>
      <w:r w:rsidR="00E33040">
        <w:rPr>
          <w:rtl/>
        </w:rPr>
        <w:t xml:space="preserve"> </w:t>
      </w:r>
      <w:r>
        <w:rPr>
          <w:rtl/>
        </w:rPr>
        <w:t>الحسين يوم عاشوراء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A5B59" w:rsidTr="00AA5B59">
        <w:trPr>
          <w:trHeight w:val="350"/>
        </w:trPr>
        <w:tc>
          <w:tcPr>
            <w:tcW w:w="3920" w:type="dxa"/>
            <w:shd w:val="clear" w:color="auto" w:fill="auto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توسّط حبيب المصطفى صهوة نجيبه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منبر جواده والسّبط صاير خطيبه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قلهم أناشدكم و قولوا بالصّراحه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تدرون انا جدّي النّبي ربّ الفصاحه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وهذي ثياب المصطفى وعندي سلاحه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وامّي البتوله بضعة الهادي النّجيبه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5B59" w:rsidTr="00AA5B59">
        <w:trPr>
          <w:trHeight w:val="350"/>
        </w:trPr>
        <w:tc>
          <w:tcPr>
            <w:tcW w:w="3920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قالوا نعم قلهم اشلون تحاربوني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5B59" w:rsidRDefault="00AA5B5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5B59" w:rsidRDefault="00AF5C2D" w:rsidP="00F86163">
            <w:pPr>
              <w:pStyle w:val="libPoem"/>
            </w:pPr>
            <w:r>
              <w:rPr>
                <w:rtl/>
              </w:rPr>
              <w:t>دمّي تبيحونه بيا سايه اخبروني</w:t>
            </w:r>
            <w:r w:rsidR="00AA5B5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68A" w:rsidRDefault="006D268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73B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حتى مباح الماي عنّه تمنعوني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هذا رضيعي العَطش فَتْ قلبه لهيبه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مستحل منكم مال لو مطلوب بدْموم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لو بدّلت سنّه وشَرِع غيّرت ياقوم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هالماي مَهْر امّي و انا امْن الماي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ردّ وا عليّ جواب فعلتكم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قالوا نريدك تخضع الطاعة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تنزل على حكمه و يفعل كل ما 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قلهم دعي وهيهات مايحكم بالامجاد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احنا الحجج للخالق وجدنا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تقطع جفوفي ولا إلى الطّاغي أمد إيد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 الفاجر ابن زياد ما طيعه ولا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شرع الإبا منّي وبالذّل ألوي الجيد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بعزّ وشرف لازم اتحمل كل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جدّي يقول حسين منّي وانا من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لازم اتحمّل كل مصيبه النُصْرة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ولو تذبح اطفالي وتسبى هالنّساوين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واقضي بظماي وتنغصب نفسي غصيبه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طغيان ابن هند الرّجس لازم أزيله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ولو يظل جسمي اعلَى الثّرى محّد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ويوم الحَشِر باصير للشّيعه وسيله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وبْكَربلا قبري حصنها التلْتجي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حملة</w:t>
      </w:r>
      <w:r w:rsidR="00E33040">
        <w:rPr>
          <w:rtl/>
        </w:rPr>
        <w:t xml:space="preserve"> </w:t>
      </w:r>
      <w:r>
        <w:rPr>
          <w:rtl/>
        </w:rPr>
        <w:t>الحسين واصابته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973B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واقف حبيب المصطفى بين الصّلاتين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ينظر خيامه خاليه من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تفرّق الجيش اربع فرق من حوله يدور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 امْن العَطش يابس لسانه و قلبه 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رد للعليل بْخيمته بالمرض مغمور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ودّعه و سلّم له مواريث النّبيّين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ودّعه و سلّم له مقاليد الامامه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ماشي يقلّه يا علي امْعَ السّلامه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لاحظ يَبويه هالأرامل و 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باجر تطيب امْن المرض يا قرّة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لاحظ العيله لو ركبتوا هزّل النّوق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ولازم يعاندكم الحادي بكثْرة السّوق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73B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راسي يباريكم على راس الرّمح 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973B4" w:rsidRDefault="00F973B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973B4" w:rsidRDefault="00F973B4" w:rsidP="00F86163">
            <w:pPr>
              <w:pStyle w:val="libPoem"/>
            </w:pPr>
            <w:r>
              <w:rPr>
                <w:rtl/>
              </w:rPr>
              <w:t>ودّعتك الله القوم زحفت للصّواوين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D268A" w:rsidRDefault="006D268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116D8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صوّل على العسكر و مر اعلَى المجاتيل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وعاينها كلها موزّعه ذيج المداليل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والارض غطّاها بجثث و دمومها 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وأشّر بسيفه وحلّق اعلَى الجيش 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لولا القضا يفني العدا بجرّة البتّار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لكن عهد ماضي من الواحد القهّار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بحضرة جميع الانبيا بعالم الانوار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رتبه شراها بالشّهاده بنصرة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ألوى العنان وغمد سيفه وظل يناجي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حل الوعد مولاي يا ملجا اللاجي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سلّمت نفسي للعدا تهبّر اوداجي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ويثبت الدّين وتنجي الشّيعه المخلصين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سلّمت للَّه يا هنادي وزّعيني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 يالاعوجيّه عقب ذبحي رضّضيني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لاخير في الدّنيا عقب خوتي وبنيني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 لن لمثلّث شقّ قلبه يَلمحبّين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مدّ اليمين اعلَى السّهم رايد يجرّه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ويسراه مَدْها وانخسف صندوق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6D8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واتّجى بقوته وطلّعه من خلف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16D8" w:rsidRDefault="00D116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16D8" w:rsidRDefault="00D116D8" w:rsidP="00F86163">
            <w:pPr>
              <w:pStyle w:val="libPoem"/>
            </w:pPr>
            <w:r>
              <w:rPr>
                <w:rtl/>
              </w:rPr>
              <w:t>ياويل قلبي ومَزَع من قلبه الثّلثين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حملات</w:t>
      </w:r>
      <w:r w:rsidR="00E33040">
        <w:rPr>
          <w:rtl/>
        </w:rPr>
        <w:t xml:space="preserve"> </w:t>
      </w:r>
      <w:r>
        <w:rPr>
          <w:rtl/>
        </w:rPr>
        <w:t>الحسين و مقاتلته‚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4382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صوّل أبوسكنه وحيد ورج الاكوان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والخيل واهل الخيل فرّت من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يومي لها بمْهَنَّدَه و تخر لصْفوف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فوق التّرب وفراشها زانات وسيوف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مذروف دمعه اعلَى الخيم والقلب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 مفطّره جبده و ثلثتيّام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مَدْ عين للعسكر وعين عْلَى الصّواوين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ونظره على الشّاطي ونظره اعْلَى 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سيفه يكثّرها ويسوّي الواحد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 الأربعه واحد ينظّمها بلسنان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قحّم وخلّا الجيش يتّطلب ملاجيه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والشّمس غابت والعجاج أسدل دياجيه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وعرّج على طور المُهر لله يناجيه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يا رب أنا للشّرع والنّاموس قُربان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دين العُلى لازم أجاهد في علاجه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934382" w:rsidP="00F86163">
            <w:pPr>
              <w:pStyle w:val="libPoem"/>
            </w:pPr>
            <w:r>
              <w:rPr>
                <w:rtl/>
              </w:rPr>
              <w:t>واتّداركه واعدل ابكل صوره اعوجاجه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يا رب انا مالي بعد بالعمر حاجه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واترك الأمّه جاهليّه و تعبد اوثان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جاه النّدا يَحسين انا ربّك واناجيك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عن هالشّهاده بالحشر ملزوم أجازيك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يوم القيامه تلْتِقط هَبْهَبْ أعاديك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واللي يواليكم يفوز ابحور و جنان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ألوى العنان وقصد صمصوم الأعادي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لن الحجر والسّهم وارماح و هنادي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توزّع وخرّ وصاح انا للدّين فادي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313951" w:rsidP="00F86163">
            <w:pPr>
              <w:pStyle w:val="libPoem"/>
            </w:pPr>
            <w:r>
              <w:rPr>
                <w:rtl/>
              </w:rPr>
              <w:t>اتوسّد الغبرا و المُهر يمَّم الصّيوان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4382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934382" w:rsidRDefault="006E667C" w:rsidP="00F86163">
            <w:pPr>
              <w:pStyle w:val="libPoem"/>
            </w:pPr>
            <w:r>
              <w:rPr>
                <w:rtl/>
              </w:rPr>
              <w:t>يحسين ما خاب الذي يقصد جنابك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4382" w:rsidRDefault="006E667C" w:rsidP="00F86163">
            <w:pPr>
              <w:pStyle w:val="libPoem"/>
            </w:pPr>
            <w:r>
              <w:rPr>
                <w:rtl/>
              </w:rPr>
              <w:t>هيهات ما ينطرد من يوقف اببّابك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6E667C" w:rsidP="00F86163">
            <w:pPr>
              <w:pStyle w:val="libPoem"/>
            </w:pPr>
            <w:r>
              <w:rPr>
                <w:rtl/>
              </w:rPr>
              <w:t>واللي يطب بحماك و يقبّل اعتابك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6E667C" w:rsidP="00F86163">
            <w:pPr>
              <w:pStyle w:val="libPoem"/>
            </w:pPr>
            <w:r>
              <w:rPr>
                <w:rtl/>
              </w:rPr>
              <w:t>يظفر بحاجاته يبن خيرة النّسوان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محاورة بين الحسين وزينب وقد سمعت أنّته‚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4382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سور الحرم يحسين لا تجذب الونّات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بلكت يَعزْنا امن الحرم تهدأ الرّنّات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ودّي أوصّل مصرعك وانجدل ويّاك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لكن اشبيدي لازمه اذيالي يتاماك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لو يقدر السجّاد ينهض جان جيناك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خدّك نوسده وبالدّمع نغْسل الطّبرات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تدري الغُربة اتضعضع اعزوم الرّجاجيل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و آنا وحيده وعايله ومجبل عَلَيْ ليل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rPr>
          <w:trHeight w:val="350"/>
        </w:trPr>
        <w:tc>
          <w:tcPr>
            <w:tcW w:w="3920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وخوفي ظعنّا امن الصّبح من كربلا يشيل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وتضل عاري ابهالفلا واحنا ضعيفات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4382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قلها بلا تجهيز لازم يتركوني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4382" w:rsidRDefault="0093438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4382" w:rsidRDefault="00E03783" w:rsidP="00F86163">
            <w:pPr>
              <w:pStyle w:val="libPoem"/>
            </w:pPr>
            <w:r>
              <w:rPr>
                <w:rtl/>
              </w:rPr>
              <w:t>و باجر تمر بيّه الظّعينه و تنظروني</w:t>
            </w:r>
            <w:r w:rsidR="009343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85C74" w:rsidRDefault="00F85C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C69A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وانتي وخواتي جان ردتوا توصلوني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مجبل عليج الليل جيبي الفاطميّات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 انجان يمّي تقدرين تجين لا 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 توصّلين المشرعة يَْم جَسَد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طلعوا بسواد الليل يستركم عن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ولزمي الصّبر يَعزيزة الزّهرا الأمر 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لكن أخبرج جان جيتي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اتشوفين جسمي بالهنادي موزّعينه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بس يالوديعه لا تجي يمّي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خايف قلبها يذوب من شوف الجراحات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اتعاين اعضاي موزّعه ومفترش رمضا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 مَقْدر أصدعن شوفها وطرفي أغضّه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 لو شفت عبرتها تهل قلبي ايتلظّى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DC69A4" w:rsidP="00F86163">
            <w:pPr>
              <w:pStyle w:val="libPoem"/>
            </w:pPr>
            <w:r>
              <w:rPr>
                <w:rtl/>
              </w:rPr>
              <w:t>وجْدي عليه يزيد منتجذب الحسرات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C69A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DC69A4" w:rsidRDefault="000640D6" w:rsidP="00F86163">
            <w:pPr>
              <w:pStyle w:val="libPoem"/>
            </w:pPr>
            <w:r>
              <w:rPr>
                <w:rtl/>
              </w:rPr>
              <w:t>يحسين ياللي بالمهد ناغاك جبريل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C69A4" w:rsidRDefault="000640D6" w:rsidP="00F86163">
            <w:pPr>
              <w:pStyle w:val="libPoem"/>
            </w:pPr>
            <w:r>
              <w:rPr>
                <w:rtl/>
              </w:rPr>
              <w:t>عبدك تراني ابموزمه وقاصد لك دخيل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0640D6" w:rsidP="00F86163">
            <w:pPr>
              <w:pStyle w:val="libPoem"/>
            </w:pPr>
            <w:r>
              <w:rPr>
                <w:rtl/>
              </w:rPr>
              <w:t>قط ما تخيّب قاصدك يَبن البهاليل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0640D6" w:rsidP="00F86163">
            <w:pPr>
              <w:pStyle w:val="libPoem"/>
            </w:pPr>
            <w:r>
              <w:rPr>
                <w:rtl/>
              </w:rPr>
              <w:t>و اتنجحه ملزوم و ينال العطيّات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غشوة الحسين والهجوم على 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C69A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اتحيّر العسكر يوم طالت غشوة حسين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شافوه ثلث ساعات مرمي مغمّض العين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ناسٍ تقول حسين بطّل من ونينه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فارقت روحه وغمّضت للموت عينه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وآخر يقول حسين كلكم تعرفونه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صاحب حميّه اعلى بناته و النّساوين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و انجان ردتوا تعرفونه حي لو مات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هجموا علىخيامه وروعوا الفاطميّات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وانجان هو حي وسمع بالخيم ضجّات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لازم يثور بشيمته ويحمي الصّواوين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آمر العسكر بن سعد واستحسن الشّور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و ذيج الحراير بالخيم و اقلوبها اتفور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لنّ الزّلم والخيل غارت يم لخدور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طلعت من اخيَمها تصيح الملتجا وين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فرّت بدهشه صارخه كعبة الأحزان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كهف اليتامى انهض ترا هتكوا النّسوان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حرمه وضعيفة حال تبلوني برضعان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بَسْ ما سمع صوت الوديعه فتّح العين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قلها يزينب ذاب قلبي من هلعتاب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مَقْدَر أرد الخيل خويه عن هلطناب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أنهض ثلث مرات واوقع فوق التراب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ردّي الخدرج يا حزينه لا تضيعين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69A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سهم البقَلْبي نَزف دمّي ومزّع حشاي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69A4" w:rsidRDefault="00DC69A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69A4" w:rsidRDefault="00384D1F" w:rsidP="00F86163">
            <w:pPr>
              <w:pStyle w:val="libPoem"/>
            </w:pPr>
            <w:r>
              <w:rPr>
                <w:rtl/>
              </w:rPr>
              <w:t>امثلّث ولا تمكّنت أطلعه الّا من اقْفاي</w:t>
            </w:r>
            <w:r w:rsidR="00DC69A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85C74" w:rsidRDefault="00F85C7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D0AB0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خويه تخلّوني أموت و محّد وياي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جيبي لي سكينه قبل لا يفرّق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839DC">
        <w:trPr>
          <w:trHeight w:val="350"/>
        </w:trPr>
        <w:tc>
          <w:tcPr>
            <w:tcW w:w="3920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صاحت يَنور العين و الله تحيّرت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تمنّيت أجي يمّك واشوف العلّة البيك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839DC">
        <w:trPr>
          <w:trHeight w:val="350"/>
        </w:trPr>
        <w:tc>
          <w:tcPr>
            <w:tcW w:w="3920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ولو هو الدّوا قلبي لَفِتْ قلبي واداويك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واغسل جرح قلبك يخويه بْدَمعة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شهادته</w:t>
      </w:r>
      <w:r w:rsidR="00E33040">
        <w:rPr>
          <w:rtl/>
        </w:rPr>
        <w:t xml:space="preserve"> </w:t>
      </w:r>
      <w:r>
        <w:rPr>
          <w:rtl/>
        </w:rPr>
        <w:t>و مصرعه...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D0AB0" w:rsidTr="00CD0AB0">
        <w:trPr>
          <w:trHeight w:val="350"/>
        </w:trPr>
        <w:tc>
          <w:tcPr>
            <w:tcW w:w="4219" w:type="dxa"/>
            <w:shd w:val="clear" w:color="auto" w:fill="auto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حتّى العدو يروي فجايع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ويقول شفْت حسين مرمي ودمّه يفور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تتحَرّك شفاته مبطّل من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يبهر جماله و بالدّما مخضّب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لكن على اخيام الحريم يدير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وكلما نزف دمّه جبينه اتشعشع بْنور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غارج بدمّه و الجسد كلّه اصاويب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ظنّيت يدعي ودعوة المظلوم مَتْخيب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يمّه دنيت اسمع كلامه وقلبي مْريب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ولنّه ينادي قلبي امن العطش مسعور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قلبي تفَتّت بالظّما يَعْوان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وحْياة جدّي المصطفى ظامي ولهفان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قلت ارد أجيب الماي لك ياشبل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رحت الشّريعه بالعجل وارجعت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ولن الارض ماجتوحل بالكون 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وهبّت الرّيح المظلمه وحتّى العرش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 ارتفع راس حسين جنّه مطلع هلال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والشّمس غابت عن العالم والسّما تمور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وَصَّلِت يمّ حسين لن 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جسمه رميّه و فوق خطّي راسه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وحتّى السّماوات العليّه ضجّت بنوح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متعطّله الافلاك جنها نفخة الصّور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 الجيش كبّر و ارتفع صوت البشاير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وغارت على خيام الحرم ذيج العساكر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اتصوّر يَسَامع حالها ذيج الحراير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حرقوا الخيم و ايتامها هامت بلبرور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يفت القلوب الحال و يصدّع الجلمود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حالة بنات المصطفى ساعة الفرهود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ما بين ماهي بالنّياحه بخيمها اقعود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والا الزّلم والخيل بين خيامها تدور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يا خلق فعلة بن سعد محّد فعلها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اطفال وحرم ياغيرة الله و محّد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0AB0" w:rsidTr="00CD0A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جم أرمله فرّت بدهشه عن طفلها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D0AB0" w:rsidRDefault="00CD0A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D0AB0" w:rsidRDefault="00CD0AB0" w:rsidP="00F86163">
            <w:pPr>
              <w:pStyle w:val="libPoem"/>
            </w:pPr>
            <w:r>
              <w:rPr>
                <w:rtl/>
              </w:rPr>
              <w:t>و هامت بنات المصطفىكلها بلاستور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0509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سلبت ملابسها وحليها قوم الارجاس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0509" w:rsidRDefault="006E05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وامّا الوديعه شابكه العشره على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509" w:rsidTr="00C839DC">
        <w:trPr>
          <w:trHeight w:val="350"/>
        </w:trPr>
        <w:tc>
          <w:tcPr>
            <w:tcW w:w="3920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تبجي و تنادي هاي تاليها يَعبَّاس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509" w:rsidRDefault="006E05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لحّد يبو فاضل سبونا بالعجل 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509" w:rsidTr="00C839DC">
        <w:trPr>
          <w:trHeight w:val="350"/>
        </w:trPr>
        <w:tc>
          <w:tcPr>
            <w:tcW w:w="3920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ثور بعجل ياللي من بلادي جبتني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509" w:rsidRDefault="006E05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عبّاس وينك بالعوايل كلّفتني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0509" w:rsidTr="00C839DC">
        <w:trPr>
          <w:trHeight w:val="350"/>
        </w:trPr>
        <w:tc>
          <w:tcPr>
            <w:tcW w:w="3920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بسّك من النّومه دقوم و شوف متني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0509" w:rsidRDefault="006E050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0509" w:rsidRDefault="006E0509" w:rsidP="00F86163">
            <w:pPr>
              <w:pStyle w:val="libPoem"/>
            </w:pPr>
            <w:r>
              <w:rPr>
                <w:rtl/>
              </w:rPr>
              <w:t>حلّت على راسي مصايب يوم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محاورة الحسين مع الشمر</w:t>
      </w:r>
      <w:r w:rsidR="00A96C3C">
        <w:rPr>
          <w:rFonts w:hint="cs"/>
          <w:rtl/>
        </w:rPr>
        <w:t>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46AA0" w:rsidTr="00446AA0">
        <w:trPr>
          <w:trHeight w:val="350"/>
        </w:trPr>
        <w:tc>
          <w:tcPr>
            <w:tcW w:w="4219" w:type="dxa"/>
            <w:shd w:val="clear" w:color="auto" w:fill="auto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ياللي ابْنَعله شرّف ابساط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سبطك ترى داس الشّمرصدره بنعاله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مرمي ثلث ساعات بس يجذب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يلحظ ابعينه و ترجع الشّجعان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ومن غمَض عينه ابن الضّبابي قرب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مغشي عليه شافه وتجاسر واعتنى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وعاين بجسمه مركّزه النشّاب و 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بالنّعل داسه وزلزل العالم والاكوان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ومكّن السّيف بْنَحرمولى الانس والجان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وحسين فك عينه وقدّم له سؤاله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ياللي دست صدر الحوى اعلوم النبوّه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صدرٍ على مكنون علم الله تحوّى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فعلك ابْقَلب المصطفى تدري اشسوّى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بنعلك تدوس اعلى صدر روح الرّساله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تدري أنا من قال اعرفك بالنّسب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حيدر أبوك وجدّك المختار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أدري امّك الزّهرا واخوك الحسن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كلّه نسب طيّب ولا يوجد مثاله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لكن مرادي الجايزه تحصل من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 الوعظ والتّوبيخ مَيأثِّر ولا يفيد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قلّه اشويّة ماي قال المطلب 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للحاميه و الماي ما تشرب زلاله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قال احسر الثامك يهالفاجر الشّرير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شبه الجلب شافه و تصوير الخنازير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أبقع وأبرص والشّهيد اعلن التّكبير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قلّه صَدَق جدّي يمنتوج الرّذاله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قلّه يشبّهني بعد جدّك بلكلاب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لازم أخلّي وجهك معفّر بلتراب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ومْن القَفا راسك أحزّه يَبْن الاطياب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يالمحب سامح مَقْدر اوصف لك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جبّه عْلى وجْهه وعلى اجتافه بالنّعل 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وهبّر اوداجه ويل قلبي وميّز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6AA0" w:rsidTr="00446AA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والكون اظلم والشّمسغابت عن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لكن كريم حسين فوق الرّمح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ذبح الشمر 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46AA0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فت القلوب حسين بالونّه الخفيّه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46AA0" w:rsidRDefault="00446AA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46AA0" w:rsidRDefault="00446AA0" w:rsidP="00F86163">
            <w:pPr>
              <w:pStyle w:val="libPoem"/>
            </w:pPr>
            <w:r>
              <w:rPr>
                <w:rtl/>
              </w:rPr>
              <w:t>وهدّت قواه جروح ألف وتِسعْ مِيّه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6AA0" w:rsidRDefault="00446AA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E67C8" w:rsidTr="00AE67C8">
        <w:trPr>
          <w:trHeight w:val="350"/>
        </w:trPr>
        <w:tc>
          <w:tcPr>
            <w:tcW w:w="4219" w:type="dxa"/>
            <w:shd w:val="clear" w:color="auto" w:fill="auto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زينب على التّل شابحه لحسين بالعين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اتشوفه موسّد داهش العالم بلونين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وصاح الرّجس بن سعد وين اليذبح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فتّت مرايرنا ابهالونّه الخفيّه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اتناخوا على حز الكريم وصار لصياح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وكل مَن دنى يمّه ارتعد من خزرته وراح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وامن الرّعب حتّى من ايده صارمه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وَسْفه انغشى اعليه وبقى مدّه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وشمر الخنا من عاينه مغشي لفى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وصدرٍ حوى الأسرار من رب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ياغيرة الله ابن الرجس داسه ابْنَعاله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 فتّح اعيونه و انتبه شبل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قلّه اشمرادك قال قصدي حز 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محّد جسر غيري على صدرك وداسك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راح القوى من عندك وشدّة مراسك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وآنا الذي باجرّعك كاس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قلّه السّبط ما جيتني بحومة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وكت اشتعال الكون ومجاول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وانا وحيد وفيّضت بالجثث وديان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تلقى المنايا جان لو قرّبت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قبل انجدل لو لحت ليّه يَبن الاوغاد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واثبتت لي خلّيتك اوْذَرْ فوق الاوهاد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العطش ماخذني و لمثلّث بلفَّاد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معلوم تتجاسر يبو الذّات الرّديّه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جدّي رسول الله وابويه فارس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 امّي الزّهرا نور عرش الله المكنون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وخيّي الحسن ياليتهم حالي يشوفون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مطعون و اتلظّى على قطرة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أريد قطرة ماي قبل اتحز نحري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وخفّف الوطأه يازنيم أوهيت 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67C8" w:rsidTr="00AE67C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ظامي تذبحوني و هذا الماي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E67C8" w:rsidRDefault="00AE67C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E67C8" w:rsidRDefault="00AE67C8" w:rsidP="00F86163">
            <w:pPr>
              <w:pStyle w:val="libPoem"/>
            </w:pPr>
            <w:r>
              <w:rPr>
                <w:rtl/>
              </w:rPr>
              <w:t>من جود جدّي و والدي ويحرم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على</w:t>
      </w:r>
      <w:r w:rsidR="00E33040">
        <w:rPr>
          <w:rtl/>
        </w:rPr>
        <w:t xml:space="preserve"> </w:t>
      </w:r>
      <w:r>
        <w:rPr>
          <w:rtl/>
        </w:rPr>
        <w:t>غرار السابقة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41254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هاليوم ون حسين و 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من ونّته ماجت طفوف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وشمر الخنا من عاينه مغشي لفى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وصدرٍ حوى الاسرار من ربّ الجلاله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ياغيرة الله ابن الرّجس داسه بنعاله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 فتّح اعيونه و انتبه شبل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قلّه اشمرادك قال قصدي حز 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محّد جسر غيري على صدرك وداسك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راح القوى من عندك وشدة مراسك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وانا الذي باجرّعك كاس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قلّه السّبط ما جيتني بحومة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وكت اشتعال الكون ومجادل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وانا وحيد و فيّضت بالجثث وديان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تلقى المنايا جان لو قربِت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1254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قبل انجدل لو لحت ليّه يابن الاوغاد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1254" w:rsidRDefault="0034125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1254" w:rsidRDefault="00341254" w:rsidP="00F86163">
            <w:pPr>
              <w:pStyle w:val="libPoem"/>
            </w:pPr>
            <w:r>
              <w:rPr>
                <w:rtl/>
              </w:rPr>
              <w:t>و اثبتت لي خلّيتك امعفّر بالاوهاد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6AA0" w:rsidRDefault="00446AA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F5045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العطش ماخذني و لمثلّث بلفّاد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معلوم تتجاسر يبو الذّات الرّديّه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جدّي رسول الله وابويه فارس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وامّي الزّهرا نور عرش الله المكنون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وخيّي الحسن ياليتهم حالي يشوفون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مطعون و اتلظّى على شربة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أريد قطرة ماي قبل اتحز نحري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وخفّف الوطأه يازنيم اوهيت 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ظامي تذبحوني و هذا الماي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من جود جدّي و والدي ويحرم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للمعركه وصلت الحورا بالنّساوين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حسّر ودلّاهن جواد حسين بحسين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شافن شمر يفري النّحر واهْوَن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 انياحهن زلزل نواحي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ضجّن فرد ضجّه ينور العين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دقْعد احميها وصّلت ليك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محد بقى يحمي يَبوسكنه الصواوين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 زينب تصب الدّمع واتنادي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حامي حمانا حسين لا تضيّع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جسمه موزّع والعَطش هالفتّت احشاه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وسكنه العزيزه تنتحب وتصيح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يا ضيعة ايتامك يبويه ابهالعشيّه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اسوَد الفضا وابن الخنا يهبّر بالاوداج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واهتزت افلاك العليّه والعرش ماج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صرخن يَوَسْفَه راح ملجا كل محتاج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حز الكريم و كبّر العسكر سَويّه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فرّن و مالت للمخيّم ذيج لجنود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ساعة القشره اعلى الحرم ساعة الفرهود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داسوا يتامى وبعض منهم راحوا اشرود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AF5045" w:rsidP="00F86163">
            <w:pPr>
              <w:pStyle w:val="libPoem"/>
            </w:pPr>
            <w:r>
              <w:rPr>
                <w:rtl/>
              </w:rPr>
              <w:t>مايقدر الواصف يوصّف فعل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رفع الرّأس الشّريف...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F5045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غاب البدر واتكوّرت شمس المضيّه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وارتفع راس حسين فوق السّمهريّه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غرّة جبين حسين لاحت فوق عسّال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شمس الوجود يصير جنها مطلع هلال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أرض وسما تزهر بنوره قبل ينشال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وبس ارتفع شعّت سماوات العليّه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اتفكّر وعاين للبدر ليلة تمامه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تلقاه كامل لكن بوسطه جهامه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و راس الشّهيد حسين بالجبهه علامه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صواب الحجر فجّر دم الجبهه الزّهيّه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لو عاينت بدر السّما ليلة كماله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مطوّق وحوله من شعاع النّور هاله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جنّه حبيب المصطفى وحوله ارجاله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مثل الأهلّه منثّره فوق الوطيّه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ياللي على الخطّي ترتّل بالتّلاوات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بالكون مثلك ماحصل يحسين هيهات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5045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فوق الرّمح راسك وتقرا سوَر وايات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5045" w:rsidRDefault="00AF50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5045" w:rsidRDefault="0069347E" w:rsidP="00F86163">
            <w:pPr>
              <w:pStyle w:val="libPoem"/>
            </w:pPr>
            <w:r>
              <w:rPr>
                <w:rtl/>
              </w:rPr>
              <w:t>والجسد بالرّمضا تدوسه الاعوجيّه</w:t>
            </w:r>
            <w:r w:rsidR="00AF504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5045" w:rsidRDefault="00AF5045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A4943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نوب بْوعظ تخطب ونوب بزجر تنزيل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تقرا الكهف وانتَ على العسّال تأويل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ونوبٍ تخوّف هالارجاس بسورة الفيل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كلّه و لا لانت قلوب النّاصبيّه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 اللي يريد يعاين اهوال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يعرّج على ام اهجام و يشوف العجيبه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ايعاين اشصَكّت بالحجر ذيج النجيبه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متواعده اويا الدّارمي بنت الدّعيّه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واعلى الشّجر منصوب تتساطع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يا غيرة الله و يرجمونه بالحجاره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 ينصبه يزيد الخبيث اببّاب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 بالطّشت والمجلس تأمّل للقضيّه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نسل الخنا يفرّق شفاته بخيزرانه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تذكّر بدر و اشيوخها و هاجت أضغانه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ومن شاف نوره اللّي سطعكسّر اسنانه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4A4943" w:rsidP="00F86163">
            <w:pPr>
              <w:pStyle w:val="libPoem"/>
            </w:pPr>
            <w:r>
              <w:rPr>
                <w:rtl/>
              </w:rPr>
              <w:t>ونادى استوفينا الديون الاوليّه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A4943" w:rsidTr="00C839DC">
        <w:trPr>
          <w:trHeight w:val="350"/>
        </w:trPr>
        <w:tc>
          <w:tcPr>
            <w:tcW w:w="3920" w:type="dxa"/>
            <w:shd w:val="clear" w:color="auto" w:fill="auto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ياللي ابراس السّمهريّه يسطع اضياك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لبجي وابجي عليك طول العمر وانعاك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3920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أنخاك و انا اعتقد متخيّب الينخاك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الخادم محال يخيب يالشّمس المضيّه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مجيئ</w:t>
      </w:r>
      <w:r w:rsidR="00E33040">
        <w:rPr>
          <w:rtl/>
        </w:rPr>
        <w:t xml:space="preserve"> </w:t>
      </w:r>
      <w:r>
        <w:rPr>
          <w:rtl/>
        </w:rPr>
        <w:t>الفرس محمحما للمخيّم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A4943" w:rsidTr="00C839DC">
        <w:trPr>
          <w:trHeight w:val="350"/>
        </w:trPr>
        <w:tc>
          <w:tcPr>
            <w:tcW w:w="4219" w:type="dxa"/>
            <w:shd w:val="clear" w:color="auto" w:fill="auto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رد المُهُر زايد صهيله امن الميادين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يَعزيزة المظلوم قومي اتْلَقّي حسين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4219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قومي يَسكنه المهُر محْرِب عايني له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جان الولي سالم يجي ايشوفه عليله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4219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و انجان طاح انروح للحومه و نشيله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ونشديه عن كهف الأرامل منجدل وين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4219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وقفت على باب الخبا والحزن شفها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وشافت بخاصرته السرج واصْفقَت جفها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4943" w:rsidTr="00C839DC">
        <w:trPr>
          <w:trHeight w:val="350"/>
        </w:trPr>
        <w:tc>
          <w:tcPr>
            <w:tcW w:w="4219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صرخت ونار الوجد تنشرها وتلفها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A4943" w:rsidRDefault="004A494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A4943" w:rsidRDefault="00C839DC" w:rsidP="00F86163">
            <w:pPr>
              <w:pStyle w:val="libPoem"/>
            </w:pPr>
            <w:r>
              <w:rPr>
                <w:rtl/>
              </w:rPr>
              <w:t>تنادي يعمّه بالعجل جمعي النّساوين</w:t>
            </w:r>
            <w:r w:rsidR="004A494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39DC" w:rsidRDefault="00C839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A32DE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خالي من الوالي يعمّه المهُر جانا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متخضّب ابدم الولي و يسحب اعنانه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قومي نشوفه وين متعفّر حمانا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نعدله على القبله ونمد رجليه واليدين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مدّت بصرها ولزمت بجفها حشاها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ولن الجواد يجول خالي من حماها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والعين من لب القلب صبّت دماها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صاحت يمُهْرحسين فصّل لي الخبر زين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أرد انشدك والقلب طارت بيه الانفاس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خالي تجيني وين راح اليرفع الرّاس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وطيحة ولينا وين من طيحة العبّاس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بلكت أوصّل واحتظي بتوديع الاثنين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قلها البطل عبّاس طايح بالمسنّاة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 حسين بالحومه وعليه الخيل لم</w:t>
            </w: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>ت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وعباس ميّت واظن بعده حسين مامات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وانجان ما حزوا العدى راسه تلحقين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لَرْجَع واعاين حالته روحي فدا له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و غار و رجع يَمْها يقلها لسان حاله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2DE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حزّوا كريمه و الشّمر بالرّمح شاله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A32DE" w:rsidRDefault="007A32D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A32DE" w:rsidRDefault="006C425E" w:rsidP="00F86163">
            <w:pPr>
              <w:pStyle w:val="libPoem"/>
            </w:pPr>
            <w:r>
              <w:rPr>
                <w:rtl/>
              </w:rPr>
              <w:t>الله يبنت المرتضى بعده اشتلاقين</w:t>
            </w:r>
            <w:r w:rsidR="007A32D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C231C3" w:rsidP="00F86163">
      <w:pPr>
        <w:pStyle w:val="libCenterBold1"/>
        <w:rPr>
          <w:rtl/>
        </w:rPr>
      </w:pPr>
      <w:r>
        <w:rPr>
          <w:rtl/>
        </w:rPr>
        <w:t>خروج النساء الى المصرع على أثر الصهيل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E63275" w:rsidTr="00E63275">
        <w:trPr>
          <w:trHeight w:val="350"/>
        </w:trPr>
        <w:tc>
          <w:tcPr>
            <w:tcW w:w="4219" w:type="dxa"/>
            <w:shd w:val="clear" w:color="auto" w:fill="auto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وصّل جواد حسين والحاله شجيّه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 فرّت من الخيمه البنات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فرّن وزينب بالمصايب تسحب الذّيل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وتصيح يحصان الولي يافارس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من قلب أخيي هالدّما المِن عرفك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وين انهدم يا مُهُر سور الفاطميّه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للمعركه قصدت و ويّاها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حسره ودلّاهن جواد حسين بحسين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شافن شمر يفري النّحر واهْوَن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 انياحهن زلزل نواحي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ضجّن فرد ضجّه يَنور العين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دقعد احميها وصّلت ليك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محّد بقى يحمي يَبو سكنه الصّواوين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وزينب تصب الدّمع والونّه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تنْخَى وتقلّه راقب الباري ورسوله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هذا حبيب المصطفى و أمّه البتوله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عنّه ابتعد خل الحريم اتلوذ حوله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ولا تحز نحره تزلزل السّبع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حامي حمانا حسين لا تضيّع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جسمه موزّع والعطش هالفتّت احشاه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وسكنه العزيزه تنتحب و تصيح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يا ضيعة ايتامك يبويه ابهالعشيّه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اسودّ الفضا وابن الخنا يهبّر الاوداج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واهتزت افلاك العليّه و العرش ماج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63275" w:rsidP="00F86163">
            <w:pPr>
              <w:pStyle w:val="libPoem"/>
            </w:pPr>
            <w:r>
              <w:rPr>
                <w:rtl/>
              </w:rPr>
              <w:t>صاحن يوسفه راح مقصد كل محتاج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حز الكريم و كبّر العسكر سويّه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فرّن و مالت للمخيّم ذيج لجنود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ساعة القشره اعلى الحرم ساعة الفرهود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داسوا يتامىوبعض منهم راحوا اشرود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مايقدر الواصف يوصّف فعل اميّه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يا ويح قلبي جم يتيم الرّاح هايم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مرتاع قلبه ما يضوق الزّاد صايم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E632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يشرب ابذاك القيض لفحات السّمايم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63275" w:rsidRDefault="00E43A05" w:rsidP="00F86163">
            <w:pPr>
              <w:pStyle w:val="libPoem"/>
            </w:pPr>
            <w:r>
              <w:rPr>
                <w:rtl/>
              </w:rPr>
              <w:t>و امّه تدوّر يا عظمها من مسيّه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خروج</w:t>
      </w:r>
      <w:r w:rsidR="00E33040">
        <w:rPr>
          <w:rtl/>
        </w:rPr>
        <w:t xml:space="preserve"> </w:t>
      </w:r>
      <w:r w:rsidR="00E63275">
        <w:rPr>
          <w:rtl/>
        </w:rPr>
        <w:t>زينب إلى 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63275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فرّت لخوها حسين من سمعت ونينه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و قلها رجس لاوين ردّي يامصونه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4068C9">
        <w:trPr>
          <w:trHeight w:val="350"/>
        </w:trPr>
        <w:tc>
          <w:tcPr>
            <w:tcW w:w="3920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يَمخدّرة بيت الإمامه و النبوّه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راح المحامي وانقطع وصل الأخوّه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4068C9">
        <w:trPr>
          <w:trHeight w:val="350"/>
        </w:trPr>
        <w:tc>
          <w:tcPr>
            <w:tcW w:w="3920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سهم المثلّث ما ترك لحسين قوّه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ما ظل إلك والي يدافع ياحزينه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4068C9">
        <w:trPr>
          <w:trHeight w:val="350"/>
        </w:trPr>
        <w:tc>
          <w:tcPr>
            <w:tcW w:w="3920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ياللي قبل شخصك ابد متشوفه الناس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بحسين مهيوبه وشديد الباس عبّاس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4068C9">
        <w:trPr>
          <w:trHeight w:val="350"/>
        </w:trPr>
        <w:tc>
          <w:tcPr>
            <w:tcW w:w="3920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راحوا دظلي بالكسيره مهبطه الرّاس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63275" w:rsidRDefault="00F45C79" w:rsidP="00F86163">
            <w:pPr>
              <w:pStyle w:val="libPoem"/>
            </w:pPr>
            <w:r>
              <w:rPr>
                <w:rtl/>
              </w:rPr>
              <w:t>لم</w:t>
            </w:r>
            <w:r>
              <w:rPr>
                <w:rFonts w:hint="cs"/>
                <w:rtl/>
              </w:rPr>
              <w:t>ـّ</w:t>
            </w:r>
            <w:r w:rsidR="00EF2861">
              <w:rPr>
                <w:rtl/>
              </w:rPr>
              <w:t>ي أيتامج لليسر طحتي بيدينا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632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هذا ذبيح وذاك يم المشرعه طاح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63275" w:rsidRDefault="00E632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63275" w:rsidRDefault="00EF2861" w:rsidP="00F86163">
            <w:pPr>
              <w:pStyle w:val="libPoem"/>
            </w:pPr>
            <w:r>
              <w:rPr>
                <w:rtl/>
              </w:rPr>
              <w:t>وكل عزوتج راحوا نهب لسْيوف وارماح</w:t>
            </w:r>
            <w:r w:rsidR="00E632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63275" w:rsidRDefault="00E63275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3371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نوحج مَيشْفي لج قلب راح الذي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فوق الهزل ملزوم هالبر تسلكينه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حنّت وسوط الرجس فوق امتونها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والله متشبههّا الحمامه الناحت بدوح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تقول اتركوني يَم اخوي حسين باروح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يقلها حرام اعليج جسمه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صاحت يَنايم بالثّرى عاين أحوالي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يا هي الذي انظامت مثل ظيمي يوالي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لا وصّلت يمّك ولا لاحِظ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813371" w:rsidP="00F86163">
            <w:pPr>
              <w:pStyle w:val="libPoem"/>
            </w:pPr>
            <w:r>
              <w:rPr>
                <w:rtl/>
              </w:rPr>
              <w:t>هالحمل يبن امّي على من تطرحونه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3371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813371" w:rsidRDefault="00703542" w:rsidP="00F86163">
            <w:pPr>
              <w:pStyle w:val="libPoem"/>
            </w:pPr>
            <w:r>
              <w:rPr>
                <w:rtl/>
              </w:rPr>
              <w:t>يحسين نخوه والنخى الطّيبين مَيخيب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3371" w:rsidRDefault="00703542" w:rsidP="00F86163">
            <w:pPr>
              <w:pStyle w:val="libPoem"/>
            </w:pPr>
            <w:r>
              <w:rPr>
                <w:rtl/>
              </w:rPr>
              <w:t>رب المعالي لو دعاه الواله يجيب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703542" w:rsidP="00F86163">
            <w:pPr>
              <w:pStyle w:val="libPoem"/>
            </w:pPr>
            <w:r>
              <w:rPr>
                <w:rtl/>
              </w:rPr>
              <w:t>أوّل وتالي انتو الذّخيره يا مناجيب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703542" w:rsidP="00F86163">
            <w:pPr>
              <w:pStyle w:val="libPoem"/>
            </w:pPr>
            <w:r>
              <w:rPr>
                <w:rtl/>
              </w:rPr>
              <w:t>عاداتكم كل مستجير اتنجّحونه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حرق الخيام بالنّار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13371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زينب احتارت يوم شبّوا الخيم بالنّار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طلعت اويّاها الحريم زغار وكبار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تصرخ بعالي الصّوت طايح وين يحسين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خدري انهتك وانتَ غياث المستغيثين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عجّل ادركنا لايهتكون النساوين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لمّن سمع ظل ايتقلّب فوق الاوعار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قلها يَزينب باليتامى لا تجيني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ولا تكثرين امن البواجي اتهيّجيني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و ردّي اسكينه لا يذوّبها ونيني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لا تكثري عتبي ولا تجيني بلا خمار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لا تكثري عتبي و انا جثّه بلا راس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راسي قبالك والجسد بالخيل ينداس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روحي الشّريعه بلكت اتشوفين عبّاس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يقدر على النّهضه ويسل سيفه البتّار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صاحت دخيلك يالمقطّع بالشّريعه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ولن النّدا ردّي ترى اجفوفي قطيعه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للخيَم روحي ابهاليتامى يالوديعه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تدرون بيّه مقطّعه ايميني وليْسار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مَستحْمِل اعتابج وانا جثّه بلا جفوف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مفضوخ راسي وجسمي مقطّع بلسيوف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غصبٍ عليّه يسلّبوج و عيني اتشوف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و غصبٍ عليّه ابهالمخيّم تشعل النّار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مطبّر و من جوفي انِّزفَت كل لدموم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شوفي علي الاكبر يَزينب بلكت ايقوم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أيَّست منّه و باليتامى ظلّت اتحوم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تنخى و من كثر النّواخي قلبها طار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صاحت يَشبه المصطفى يمدلّل حسين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جيتك يَعقلي باليتامى والنساوين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13371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و ان جان يبني تعذّرتنا نلتجي وين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13371" w:rsidRDefault="0081337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13371" w:rsidRDefault="00443264" w:rsidP="00F86163">
            <w:pPr>
              <w:pStyle w:val="libPoem"/>
            </w:pPr>
            <w:r>
              <w:rPr>
                <w:rtl/>
              </w:rPr>
              <w:t>قلها يعمّه انتي نظرتي بجسمي اشصار</w:t>
            </w:r>
            <w:r w:rsidR="0081337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63275" w:rsidRDefault="00E63275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F6875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شفتي جروحي ياحزينه ولاخفى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لولا الشّهيد اببّردته لفني فلا انشال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متوزّع مقطّع و لا يمنه و لا 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غصبٍ عليّه ضيعتك ما بين 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صاحت أجل لاروح للجاسم و انخّيه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وانتحب يَم جسمه وأمِش دمّه واوعيه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بلكت تردّ الرّوح ويردّ النّفس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قلها يَزينب يا عزيزة حامي الجار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وجاسم بعد مثلي يعمّه لا تروحي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لكن أنا زودى بْسَبَب كثرة اجروحي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نوحج شعب قلبي يعمّه لا تنوحي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سَلْمي على خيّي بقيّة آل الاطهار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ردّت تنادي ضاقت الدّنيا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كلكم تعذّرتوا و انا ابقيت اجنبيّه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حرمه بليّا رجال جيف اركب 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AF6875" w:rsidP="00F86163">
            <w:pPr>
              <w:pStyle w:val="libPoem"/>
            </w:pPr>
            <w:r>
              <w:rPr>
                <w:rtl/>
              </w:rPr>
              <w:t>وعندي جنايز بالعرا ظلّت بلا ستار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الهجوم</w:t>
      </w:r>
      <w:r w:rsidR="00E33040">
        <w:rPr>
          <w:rtl/>
        </w:rPr>
        <w:t xml:space="preserve"> </w:t>
      </w:r>
      <w:r>
        <w:rPr>
          <w:rtl/>
        </w:rPr>
        <w:t>على 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F6875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وقفَت تناشد بن سعد بنت الميامين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بالله و رسوله والدّمع يجري من العين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خلصوا هلي تقلّه ولا ظلّت لي رجال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ذبوا عليّه الحمل وملاحظ هالعيال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و الخيم ممليّه حريم تنوح و اطفال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مَتْراقب الله تامر بحرق الصّواوين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لحّد يمر بينا و خلّونا ابهلخيام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عِدْنا عليل انمرّضه و من حوله ايتام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بالله شسوّي لو يتيم تروّع وهام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ياهو يجيبه من الفَضا وكلنا نساوين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ما رحم غربتها و قلبه صار جلمود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رخّص اجنوده على الخيام وغدت فرهود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نسوه ويتامىشلون دهشه وهجّة جنود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فرّن حواسر بلبرور اشمال ويمين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شحالة بنات المرتضى من هجمت الخيل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6839DD" w:rsidP="00F86163">
            <w:pPr>
              <w:pStyle w:val="libPoem"/>
            </w:pPr>
            <w:r>
              <w:rPr>
                <w:rtl/>
              </w:rPr>
              <w:t>أرذال وقصدها النّهب مايمكن التّفصيل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ضرب وسلب وايتام تلعىوهاجم الليل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والنّار تسعر فكّر بحال الخواتين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هذي بليّا اخمار تتعفّر بلوهاد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 هذي ثلثتايام لا مايٍ ولا زاد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 هذي تنادي فرّوا أيتامي يَسجّاد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 زينب تصيح الغوث ياعبّاس يحسين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وهذي تلوذ بزينب و تشكي لها الحال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وزينب بْعَزْم وصبر تجمع ذيج الاطفال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اتحوم بطلبهم ويل قلبي بروس لجبال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ونوبٍ تهيم وترجع بطفلين ميتين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ورثت من الزّهرا الهضايم والمصايب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 بصبر ابوها اتكافح اثقال النّوايب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6875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حارت بامرها و بالعليل وبالغرايب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F6875" w:rsidRDefault="00AF68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F6875" w:rsidRDefault="00937961" w:rsidP="00F86163">
            <w:pPr>
              <w:pStyle w:val="libPoem"/>
            </w:pPr>
            <w:r>
              <w:rPr>
                <w:rtl/>
              </w:rPr>
              <w:t>والليل ماسي وصفت بَس اتدير بالعين</w:t>
            </w:r>
            <w:r w:rsidR="00AF68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C231C3" w:rsidP="00F86163">
      <w:pPr>
        <w:pStyle w:val="libCenterBold1"/>
        <w:rPr>
          <w:rtl/>
        </w:rPr>
      </w:pPr>
      <w:r>
        <w:rPr>
          <w:rtl/>
        </w:rPr>
        <w:t>التجاء زينب بالسجاد بعد مصرع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7E6B9A" w:rsidTr="007E6B9A">
        <w:trPr>
          <w:trHeight w:val="350"/>
        </w:trPr>
        <w:tc>
          <w:tcPr>
            <w:tcW w:w="4219" w:type="dxa"/>
            <w:shd w:val="clear" w:color="auto" w:fill="auto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فرّت ابْدَهشه مخدّرة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يم العليل تقول داقْعد وانظر اشصار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يبني الشّمس غابت وهذا الكون مرجوج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و الجو مظلم والأرض ياسورنا تموج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وحسين عهدي بشوفته من لاح بالغوج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والكون متعطّل واظن الفلك ما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اتحسّر وقلها بالبجا لا تهيّجيني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قعدي ولعد صدرج ابراضه سنّديني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وكشفي السّتر يمخَدّره امن اقبال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امتثلت كلامه والقلب مشغول بافكار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دنّق وعاين للفضا وبطّل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و هلّت ادموعه و اصفج اشماله 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قالت اشصاير قال يا عمّه انولينه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7E6B9A" w:rsidP="00F86163">
            <w:pPr>
              <w:pStyle w:val="libPoem"/>
            </w:pPr>
            <w:r>
              <w:rPr>
                <w:rtl/>
              </w:rPr>
              <w:t>هذا العزيز حسين متجدّل بالاوعار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طايح أبويه حسين والعالم غصب ماج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غابت انواره ولا بقى للعالم اسراج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وان صدق ظنّي والدي محزوز الاوداج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قومي يمحزونه استعدي الهتك الاسْتار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وصّاج ابويه حسين من بعده بلعيال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و هذا كريمه تنظرينه فوق عسّال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E305A3" w:rsidP="00F86163">
            <w:pPr>
              <w:pStyle w:val="libPoem"/>
            </w:pPr>
            <w:r>
              <w:rPr>
                <w:rtl/>
              </w:rPr>
              <w:t>وهسّه يعمّه الخيل تدهمنا و لرْجال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قومي اجمعيهم لاتفر وحده بلا خمار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قومي يعمّه و ادركي النّسوه والايتام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عندي ادخليهم و اتركوا باقي هلخيام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لحّد يظل بيها ترى العدوان ظلّام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معلوم من بعد النّهب تنضرم بالنّار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صرخت وفرّت والقلب بالحزن مجروح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تنادي يتامى حسين تدْهشني عن النّوح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لو هجمت العسكر عليّه وين أنا اروح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وين التجي بَيْتام اخوتي ازغار وكبار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كلّفني ابن امّي بيتاماه وعليله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ما بين طفله مروّعه وحرمه ذليله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7E6B9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والا يتيم و يشعب الرّوح بعويله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E6B9A" w:rsidRDefault="0062370A" w:rsidP="00F86163">
            <w:pPr>
              <w:pStyle w:val="libPoem"/>
            </w:pPr>
            <w:r>
              <w:rPr>
                <w:rtl/>
              </w:rPr>
              <w:t>بليّا ولي والليل مجبل والعدا اشرار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فزع</w:t>
      </w:r>
      <w:r w:rsidR="00E33040">
        <w:rPr>
          <w:rtl/>
        </w:rPr>
        <w:t xml:space="preserve"> </w:t>
      </w:r>
      <w:r>
        <w:rPr>
          <w:rtl/>
        </w:rPr>
        <w:t>النساء الى خيمة السجاد...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E6B9A" w:rsidTr="004068C9">
        <w:trPr>
          <w:trHeight w:val="350"/>
        </w:trPr>
        <w:tc>
          <w:tcPr>
            <w:tcW w:w="3920" w:type="dxa"/>
            <w:shd w:val="clear" w:color="auto" w:fill="auto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شمر وزجر هجموا على خيمة السجّاد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شافوه يجر ونّات بيها زين لعباد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4068C9">
        <w:trPr>
          <w:trHeight w:val="350"/>
        </w:trPr>
        <w:tc>
          <w:tcPr>
            <w:tcW w:w="3920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قلهم زجر هذا عليل وشالفكر بيه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قط من أهل هالبيت واحد مانخلّيه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4068C9">
        <w:trPr>
          <w:trHeight w:val="350"/>
        </w:trPr>
        <w:tc>
          <w:tcPr>
            <w:tcW w:w="3920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و آخر يقول الهالحرم سلوه نبقّيه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جذبوا النّطع قوم الرّذاله وخذوا لوساد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4068C9">
        <w:trPr>
          <w:trHeight w:val="350"/>
        </w:trPr>
        <w:tc>
          <w:tcPr>
            <w:tcW w:w="3920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فتّح اعيونه و صاح بالذّل و الهظيمه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وعاين النّار مسعّره ولا بقت خيمه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4068C9">
        <w:trPr>
          <w:trHeight w:val="350"/>
        </w:trPr>
        <w:tc>
          <w:tcPr>
            <w:tcW w:w="3920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ويمّه الوديعه بكل يتيم وكل يتيمه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والحرم منهوبه وعليها هجمت اوغاد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6B9A" w:rsidTr="004068C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وين العشيره و وين ابوفاضل الضّرغام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6B9A" w:rsidRDefault="007E6B9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6B9A" w:rsidRDefault="00DB6C4F" w:rsidP="00F86163">
            <w:pPr>
              <w:pStyle w:val="libPoem"/>
            </w:pPr>
            <w:r>
              <w:rPr>
                <w:rtl/>
              </w:rPr>
              <w:t>ما يدركونا النّار مشبوبه بلخيام</w:t>
            </w:r>
            <w:r w:rsidR="007E6B9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6B9A" w:rsidRDefault="007E6B9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433EE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والقوم نهبت كل ثقلنا و داست 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 زينب تقلّه يا بقيّة بيت الامجاد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دقعد يعلّة هالوجود وفتّح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عندك تراهي اتلملمت كل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هجمت علينا الخيل قلّي نلتجي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 اللي ننخّيهم عرايا فوق 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قلها يَعمّه ابهالفضا فرّي بلطفال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مَقدر على النّهضه يعمّه و لا لج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 النّار ما بقّت لكم خيمه ولا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فرّي يَعمّه بالفضا بيّه الالم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فرّت بدهشه والاعادي ردّت اردود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وذيج المقانع والبراقع غدت فرهود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 اللي تدافع تنضرب و امتونهن 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و اعزيزة الكرّار فرّت صوب لجساد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فرّت مروعه شابحه العشره على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تنخى وشظايا القلب طارتويّا الانفاس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يحسين دركونا يبو فاضل يعبّاس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E433EE" w:rsidP="00F86163">
            <w:pPr>
              <w:pStyle w:val="libPoem"/>
            </w:pPr>
            <w:r>
              <w:rPr>
                <w:rtl/>
              </w:rPr>
              <w:t>لاماي عدنا ولاخيم ظلّت ولا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فرار</w:t>
      </w:r>
      <w:r w:rsidR="00E33040">
        <w:rPr>
          <w:rtl/>
        </w:rPr>
        <w:t xml:space="preserve"> </w:t>
      </w:r>
      <w:r>
        <w:rPr>
          <w:rtl/>
        </w:rPr>
        <w:t>اليتامى في البيداء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433EE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E433EE" w:rsidRDefault="00791E0A" w:rsidP="00F86163">
            <w:pPr>
              <w:pStyle w:val="libPoem"/>
            </w:pPr>
            <w:r>
              <w:rPr>
                <w:rtl/>
              </w:rPr>
              <w:t>طلعت مصونه منعقب حرق الصّواوين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433EE" w:rsidRDefault="00791E0A" w:rsidP="00F86163">
            <w:pPr>
              <w:pStyle w:val="libPoem"/>
            </w:pPr>
            <w:r>
              <w:rPr>
                <w:rtl/>
              </w:rPr>
              <w:t>اتنادي يزينب مهجة افّادي مشوا وين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791E0A" w:rsidP="00F86163">
            <w:pPr>
              <w:pStyle w:val="libPoem"/>
            </w:pPr>
            <w:r>
              <w:rPr>
                <w:rtl/>
              </w:rPr>
              <w:t>و زينب ابذاك الحال تتفقّد بالايتام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791E0A" w:rsidP="00F86163">
            <w:pPr>
              <w:pStyle w:val="libPoem"/>
            </w:pPr>
            <w:r>
              <w:rPr>
                <w:rtl/>
              </w:rPr>
              <w:t>و شافت ثلث طفلات مسحوقه بلخيام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FB3E2B" w:rsidP="00F86163">
            <w:pPr>
              <w:pStyle w:val="libPoem"/>
            </w:pPr>
            <w:r>
              <w:rPr>
                <w:rtl/>
              </w:rPr>
              <w:t>وجم طفل من هول المصيبه بالفضا هام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3E2B" w:rsidP="00F86163">
            <w:pPr>
              <w:pStyle w:val="libPoem"/>
            </w:pPr>
            <w:r>
              <w:rPr>
                <w:rtl/>
              </w:rPr>
              <w:t>و لن الفقيده امن الايتام اثنين و اثنين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FB3E2B" w:rsidP="00F86163">
            <w:pPr>
              <w:pStyle w:val="libPoem"/>
            </w:pPr>
            <w:r>
              <w:rPr>
                <w:rtl/>
              </w:rPr>
              <w:t>من عصر فرّوا اثنين يا ويلي ابعمرهم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3E2B" w:rsidP="00F86163">
            <w:pPr>
              <w:pStyle w:val="libPoem"/>
            </w:pPr>
            <w:r>
              <w:rPr>
                <w:rtl/>
              </w:rPr>
              <w:t>واثنين بالوادي وغدت تتبع أثرهم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rPr>
          <w:trHeight w:val="350"/>
        </w:trPr>
        <w:tc>
          <w:tcPr>
            <w:tcW w:w="3920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بليّا دليل تحوم تبحث عن خبرهم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و لنْها تعاينهم بذاك البر ميتين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متحاضنين اعلى الثّرى و لاقوا المنيّه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وقفت تنادي وقفة الزّهرا الزّجيّه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شكواي لله من فعلكم يا أميّه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ماتت يتامانا ابعطش وين ابو الحسنين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الهالحال يبلغ حلمك الواسع يمولاي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6D0881" w:rsidP="00F86163">
            <w:pPr>
              <w:pStyle w:val="libPoem"/>
            </w:pPr>
            <w:r>
              <w:rPr>
                <w:rtl/>
              </w:rPr>
              <w:t>هلكت يتامانا عطاشى بجانب الماي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شكواي إلك يمدبّر الاكوان شكواي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نسوه و يتامى و شتّتونا اشمال و يمين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ليك الحمد ربي وعلىكلحال مشكور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بالصّبر زوّدني المصايب يوم عاشور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أجساد اخوْتي عْلَى التّرايب مالها قبور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وانا وحيده وعلى العيله مالي معين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أطلب الهاموا بالفيافي وهاجم الليل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لو هالذي ماتوا ولا ليهم من يشيل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لو للبنات الهشّمَتْهن بالخبا الخيل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لو للعليل اللّي نحل جسمي بلونين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يا رحمة الله من العدا محّد رحمنا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FB13E2" w:rsidP="00F86163">
            <w:pPr>
              <w:pStyle w:val="libPoem"/>
            </w:pPr>
            <w:r>
              <w:rPr>
                <w:rtl/>
              </w:rPr>
              <w:t>هجموا علينا وفرهدونا من خيمنا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33EE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433EE" w:rsidRDefault="0085635F" w:rsidP="00F86163">
            <w:pPr>
              <w:pStyle w:val="libPoem"/>
            </w:pPr>
            <w:r>
              <w:rPr>
                <w:rtl/>
              </w:rPr>
              <w:t>للبر فرّينا و منهم ما سلمنا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433EE" w:rsidRDefault="00E433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433EE" w:rsidRDefault="0085635F" w:rsidP="00F86163">
            <w:pPr>
              <w:pStyle w:val="libPoem"/>
            </w:pPr>
            <w:r>
              <w:rPr>
                <w:rtl/>
              </w:rPr>
              <w:t>حتّى البراجع سلّبوها امن النّساوين</w:t>
            </w:r>
            <w:r w:rsidR="00E433E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6B9A" w:rsidRDefault="007E6B9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العقيلة تبحث عن يتيمة للحسين...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70090C" w:rsidTr="0070090C">
        <w:trPr>
          <w:trHeight w:val="350"/>
        </w:trPr>
        <w:tc>
          <w:tcPr>
            <w:tcW w:w="4219" w:type="dxa"/>
            <w:shd w:val="clear" w:color="auto" w:fill="auto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ياللي من الخيمه تطِلْعين وترجعين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اشعِندج ابهالبر تضربين اشواط سبعين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قالت أنا الكلّفني ابن امّي ابحريمه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زينب و اخاطب اجنبي و الله هضيمه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لكن اشبيدي ضايعه منّا يتيمه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طلعت من الخيمه ولاادري توجّهت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قلها سواده يم اخوج حسين جنها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تتحرّك ابصفّه يتيمَتكم أظنها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يمّه تون لكن يفت القلب ونها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ويصعب عليج المعركه وحدج تروحين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قالت درب سوّوا بروح الحومه السّاع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 صدّوا تراني مسلّبه وماعندي 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ولحّد يمر اعْلى اليتيمه خاف ترتاع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 مرّت تجر ونّاتها بين المطاعين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 لن اليتيمه حاضنه الجثّه و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ضيّعِتنا يا ياب ما بين الاعادي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بويه اضربونا و شتّتونا بكل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أحنت على الطّفله و حضْنتها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تقلها طلِعتك يا يتيمه روّعتني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70090C" w:rsidP="00F86163">
            <w:pPr>
              <w:pStyle w:val="libPoem"/>
            </w:pPr>
            <w:r>
              <w:rPr>
                <w:rtl/>
              </w:rPr>
              <w:t>و انا وحيده و المصايب شيّبتني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2B6727" w:rsidP="00F86163">
            <w:pPr>
              <w:pStyle w:val="libPoem"/>
            </w:pPr>
            <w:r>
              <w:rPr>
                <w:rtl/>
              </w:rPr>
              <w:t>قالت يَعمّه ريت روحي فارقَتْني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2B6727" w:rsidP="00F86163">
            <w:pPr>
              <w:pStyle w:val="libPoem"/>
            </w:pPr>
            <w:r>
              <w:rPr>
                <w:rtl/>
              </w:rPr>
              <w:t>و لاشوف ابوي ابهلحوال اللّي تشوفين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2B6727" w:rsidP="00F86163">
            <w:pPr>
              <w:pStyle w:val="libPoem"/>
            </w:pPr>
            <w:r>
              <w:rPr>
                <w:rtl/>
              </w:rPr>
              <w:t>جثّه بليّا راس مرمي فوق غبره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2B6727" w:rsidP="00F86163">
            <w:pPr>
              <w:pStyle w:val="libPoem"/>
            </w:pPr>
            <w:r>
              <w:rPr>
                <w:rtl/>
              </w:rPr>
              <w:t>شوفي يَعمّه امكسّره اضلوع البْصَدره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من قطّع اجفوفه و ياهو الحز نحره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عريان ياهو السلّبه والرّاس في وين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يَمْ جسم ابويه حسين خلّيني يَعمّه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أحسب اجروح الجسد واتخضّب ابدمّه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بالهون شالتها وصاحت يَبو اليمّه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بنفسي ألاحظ هالعوايل ياضيا العين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هالحمل يَبْن امّي ترى محّد يشيله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أيتام كلها مطشّره ووحشة الليله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700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بضلع امّك الزّهرا لباري لك العيله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لازم اتحمل مثل ما وصيت يحسين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7E6B9A" w:rsidP="00F86163">
      <w:pPr>
        <w:pStyle w:val="libCenterBold1"/>
      </w:pPr>
      <w:r>
        <w:rPr>
          <w:rtl/>
        </w:rPr>
        <w:t>الرباب تبحث عن رضيعها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0090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زينب أبوها المرتضى خوّاض لهوال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اسمع اشقاست ليلة احدعشر من احوال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493AB3">
        <w:trPr>
          <w:trHeight w:val="350"/>
        </w:trPr>
        <w:tc>
          <w:tcPr>
            <w:tcW w:w="3920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تسعين ثكلى حولها و موحش الوادي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هذي تنادي يخوتي و هذي أولادي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493AB3">
        <w:trPr>
          <w:trHeight w:val="350"/>
        </w:trPr>
        <w:tc>
          <w:tcPr>
            <w:tcW w:w="3920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و اقبالها جم طفل منّه القلب صادي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حيف و ثلثتيّام محروم امن لزْلال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493AB3">
        <w:trPr>
          <w:trHeight w:val="350"/>
        </w:trPr>
        <w:tc>
          <w:tcPr>
            <w:tcW w:w="3920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و هذي تنعّي اعلى وليها و هذي اتنوح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اعْلَى شبابٍ عاينت بالعَطش مذبوح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493AB3">
        <w:trPr>
          <w:trHeight w:val="350"/>
        </w:trPr>
        <w:tc>
          <w:tcPr>
            <w:tcW w:w="3920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وهذي تحشّم راح طفلي وين انا اروح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و هي الوردها تكمّله بتْ خير لَعمال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090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و لن الرّباب اتنحّبت و الصّوت عالي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090C" w:rsidRDefault="00700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090C" w:rsidRDefault="00447892" w:rsidP="00F86163">
            <w:pPr>
              <w:pStyle w:val="libPoem"/>
            </w:pPr>
            <w:r>
              <w:rPr>
                <w:rtl/>
              </w:rPr>
              <w:t>اتنادي يَبنت الطّهر يا زينب تعالي</w:t>
            </w:r>
            <w:r w:rsidR="007009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6B9A" w:rsidRDefault="007E6B9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20E4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هذي الوديعه واجفه بطفلي اقبالي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تقلّي ارضعي طفلك ومنها الدّمع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قلت الها ياست النّسا مَتعاينينه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مالت رقُبْته و السّهم فاري وتينه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ردّه الشّهيد حسين ليّه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جسّت رقبته وصرخ وانا افزعت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وين الطّفل يعزيزة الكرّار شوفيه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مرمي بيا وادي بعَجل دلّيني اعليه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هذا لَبَن صدري جرى واريد أروّيه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مهجة افّادي الما مثل شخصه بلطفال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قالت دقومي يا رباب و لا تضجّين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روّعتي اطفالي و هيّجتي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اببّاب صيوانه نظرته يدفنَه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لا ترفعين الصّوت وتهيجين العيال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طلعت من الخيمه المحروقه بغبنها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 امّ المصايب وصّلتها القبر ابنها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خرّت عليه متْدوهشه وانقطع ونها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وتصيح يبني خابت اظنوني والامال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يَبني ردت بيك افتخر بين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 اقول جدّه المصطفى خير النّبيين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حسين ابوه امن النّبي و ابني من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وهذا الشّرف ماصار مثله اوّل وتال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شكاية</w:t>
      </w:r>
      <w:r w:rsidR="00E33040">
        <w:rPr>
          <w:rtl/>
        </w:rPr>
        <w:t xml:space="preserve"> </w:t>
      </w:r>
      <w:r>
        <w:rPr>
          <w:rtl/>
        </w:rPr>
        <w:t>زينب وقد أظلم الليل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20E4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أمسى المسا والنّار ما خلّت لنا خيام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صيوان ماظل تلتجي بظلّه هالايتام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أقبل عليّ الليل و ازدادت الوحشه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ما شوف غير ايتام تتصارخ بْدَهشه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وشيخ العشيره حسين ماحد شال نعشه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مطروح و بْجَنْبه علي الاكبر و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عبّاس عندي البارحه ايحوط الصّواوين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يامر و ينهى واخوته كلهم مسلحين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والخيل مسروجه و اهلها مستعدّين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مصغين للصايح ولا منهم جفن 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وحسين من يسمع بجا بخيمه دخلها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220E4C" w:rsidP="00F86163">
            <w:pPr>
              <w:pStyle w:val="libPoem"/>
            </w:pPr>
            <w:r>
              <w:rPr>
                <w:rtl/>
              </w:rPr>
              <w:t>يسلّي الحرمه وياخذ بصدره طفلها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20E4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20E4C" w:rsidRDefault="00881E6E" w:rsidP="00F86163">
            <w:pPr>
              <w:pStyle w:val="libPoem"/>
            </w:pPr>
            <w:r>
              <w:rPr>
                <w:rtl/>
              </w:rPr>
              <w:t>وباتت خيمنا مطنّبه و تزهر بهلها</w:t>
            </w:r>
            <w:r w:rsidR="00220E4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20E4C" w:rsidRDefault="00220E4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20E4C" w:rsidRDefault="00881E6E" w:rsidP="00F86163">
            <w:pPr>
              <w:pStyle w:val="libPoem"/>
            </w:pPr>
            <w:r>
              <w:rPr>
                <w:rtl/>
              </w:rPr>
              <w:t>وصيوان اخوي حسين حوله ترفرف اعلام</w:t>
            </w:r>
            <w:r w:rsidR="00220E4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B43BF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واصبحت وشْبول الهواشم حوليوقوف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 امسيت مالي اقناع و اتْستَّر بلجفوف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ويّا يتامى اقلوبها طارت من الخوف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وين المعزّه اُو وين زهوة ذيج ليّام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أصبحت حولي سْباع و امسيت اصفج الكف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 انظر جنايزهم عرايا بعرصة الطّف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باجر يركبونا الاعادي اجمال عجّف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دربٍ طويل ونبتلي بعدوان ظلّام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قلها علي السجّاد يا عمّه شجاني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حالج وانا مقدر اتحرّك من مكاني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صاحت يَنور العين عتبي اعلى زماني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إللي علي الكرّار ابوها اشلون تنضام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 الّا المصيبه ضجّة الايتام حولي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الوعد الصّبح جان العدا شدّوا ذلولي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 اعظم مصيبه جان قاد الجمل خولي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B43BF" w:rsidP="00F86163">
            <w:pPr>
              <w:pStyle w:val="libPoem"/>
            </w:pPr>
            <w:r>
              <w:rPr>
                <w:rtl/>
              </w:rPr>
              <w:t>وساعة القشره جان راح الظّعن للشّام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حضور أميرالمؤمنين ليلة الحادي عشر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B43BF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حرقوا خِيَمْهُم و الوحيده الهاشميّه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تلم اليتامى وموحشه عليها المسيّه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جلجل ظلام الليل وارعد عصف لرياح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ليلة احدعشر و ابسماها البدر ما لاح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سرّحت بالوادي نظرها بدمع سفّاح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و اتقول والله ليلةٍ قشره عليّه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حول الخيم لنها تشوف يحوم خيّال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ضاقت عليها الواسعه وصاحت ابولوال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rPr>
          <w:trHeight w:val="350"/>
        </w:trPr>
        <w:tc>
          <w:tcPr>
            <w:tcW w:w="3920" w:type="dxa"/>
          </w:tcPr>
          <w:p w:rsidR="00AB43BF" w:rsidRDefault="00D641A2" w:rsidP="00F86163">
            <w:pPr>
              <w:pStyle w:val="libPoem"/>
            </w:pPr>
            <w:r>
              <w:rPr>
                <w:rtl/>
              </w:rPr>
              <w:t>جنّب يفارس جان جيتك تطلب المال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نهبوا الخيم و النّار ما بقّت بقيّه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وخّر ترى احنا مسلّبات ولا لنا ثياب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و ارجالنا كلها جنايز فوق لتراب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وانا ترى زينب و ابويه داحي الباب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محّد من العالم طبق يدنى الثنيّه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أمّي الزّهرا و دعوتي لازم مجابه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وجدّي رسول الله وانا روح النّجابه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وصدّت تحن صوب النّجف صاحت ييابه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A26571" w:rsidP="00F86163">
            <w:pPr>
              <w:pStyle w:val="libPoem"/>
            </w:pPr>
            <w:r>
              <w:rPr>
                <w:rtl/>
              </w:rPr>
              <w:t>ابهالحال يا حيدر و لا تنتغر ليّه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حيدر أبويه اللي يدير الفلك بيده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و انا العزيزه شلون خلّاني وحيده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جي ما درى ابزينب ابهالحاله الشّديده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و لنّه يناديها يَزينب يا زجيّه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انا يَزينب والدج و اسمع اعتابج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وكلّه نصب عيني يَمحجوبه مصابج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يعزيزة الزّهرا القضا للطّف جابج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صبري يَبنتي واحمدي رب البريّه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صاحت يَغوث الموزمه حِرْنا بصفاتك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كاشف الشدّه اشلون يوم الطّف فاتك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43BF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ماجيت لابنك واكشفت شدّة بناتك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43BF" w:rsidRDefault="00AB43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43BF" w:rsidRDefault="00F052AD" w:rsidP="00F86163">
            <w:pPr>
              <w:pStyle w:val="libPoem"/>
            </w:pPr>
            <w:r>
              <w:rPr>
                <w:rtl/>
              </w:rPr>
              <w:t>ظلّن بليّا استور بين اعلوج اميّه</w:t>
            </w:r>
            <w:r w:rsidR="00AB43B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43BF" w:rsidRDefault="00AB43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784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حيدر يَبويه عقب عينك قاطعتنا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هذي الأمّه ومن وطنّا شرّدتنا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هذا النّهر يمنا و عن ورده امنَعتنا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وجم طفل عدْنا امن العطش ضاق المنيّه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دفنوا خوارجهم ولا شالوا لنا ميت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وانا على التل وقَّفِت حسره وناديت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ياليت لاجان ارفعت صوتي ونخّيت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745C3C" w:rsidP="00F86163">
            <w:pPr>
              <w:pStyle w:val="libPoem"/>
            </w:pPr>
            <w:r>
              <w:rPr>
                <w:rtl/>
              </w:rPr>
              <w:t>ما جاوبتني غير خيل الاعوجيّه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 و سكينة على جثث القتلى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784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قومي يسكنه امن الخيم ويّا النّساوين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وشوفي الخيل اتدوس عز الهاشميّين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قومي نروح المعركه للوالي نشيل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جثّة ولينا اتحطّمت من حافر الخيل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طلعت يويلي و المدامع تشبه السّيل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وشافت اجساد عْلَى الثّرى كلهم مطاعين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قالت يعمّه ابهالجثث مَتْخبريني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و من هالذي امقطّع يعمّه اقبال عيني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بجنبه اولاد اثنين و الله مذوبيني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625DD5" w:rsidP="00F86163">
            <w:pPr>
              <w:pStyle w:val="libPoem"/>
            </w:pPr>
            <w:r>
              <w:rPr>
                <w:rtl/>
              </w:rPr>
              <w:t>ومَدْري إبن عمّي يَعمّه جثّته وين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مَدْري تغيّر مثل بدر في خسوفه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لو وقع عنّا بعيد واحنا ما نشوفه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وعلامة العرّيس مخضوبه اجفوفه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و لا سمعنا تقطّعت منّه الجفّين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ولاشوف انا اولادج يعمّه محمَّد وعون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ماشوف غير اقمار بالعركه يزهرون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هذا مقطّع بالحريبه و ذاك مطعون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كلهم بليّا روس شوفي كسرة البين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قالت يَسكنه اللي امقطّع علي الاكبر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و اللي اقباله اولاد عبدالله بن جعفر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و ابن الحسن بثياب عرسه ما تغيّر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D60C4" w:rsidP="00F86163">
            <w:pPr>
              <w:pStyle w:val="libPoem"/>
            </w:pPr>
            <w:r>
              <w:rPr>
                <w:rtl/>
              </w:rPr>
              <w:t>من طلعته امجفن ابثوب العرس تجفين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93561" w:rsidP="00F86163">
            <w:pPr>
              <w:pStyle w:val="libPoem"/>
            </w:pPr>
            <w:r>
              <w:rPr>
                <w:rtl/>
              </w:rPr>
              <w:t>قالت اولاد امّ البنين اهل الحميّه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93561" w:rsidP="00F86163">
            <w:pPr>
              <w:pStyle w:val="libPoem"/>
            </w:pPr>
            <w:r>
              <w:rPr>
                <w:rtl/>
              </w:rPr>
              <w:t>مَتخبّريني وين صاروا يا زجيّه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893561" w:rsidP="00F86163">
            <w:pPr>
              <w:pStyle w:val="libPoem"/>
            </w:pPr>
            <w:r>
              <w:rPr>
                <w:rtl/>
              </w:rPr>
              <w:t>صاحت يَسكنه هاجت احزاني عليّه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893561" w:rsidP="00F86163">
            <w:pPr>
              <w:pStyle w:val="libPoem"/>
            </w:pPr>
            <w:r>
              <w:rPr>
                <w:rtl/>
              </w:rPr>
              <w:t>قلبي تراهو ذاب سكتي لا تنشدين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BC1ED9" w:rsidP="00F86163">
            <w:pPr>
              <w:pStyle w:val="libPoem"/>
            </w:pPr>
            <w:r>
              <w:rPr>
                <w:rtl/>
              </w:rPr>
              <w:t>ذوله اولاد ام البنين اخوان عبّاس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BC1ED9" w:rsidP="00F86163">
            <w:pPr>
              <w:pStyle w:val="libPoem"/>
            </w:pPr>
            <w:r>
              <w:rPr>
                <w:rtl/>
              </w:rPr>
              <w:t>أشبال ابويه المرتضى صعبين لمراس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57845" w:rsidRDefault="00BC1ED9" w:rsidP="00F86163">
            <w:pPr>
              <w:pStyle w:val="libPoem"/>
            </w:pPr>
            <w:r>
              <w:rPr>
                <w:rtl/>
              </w:rPr>
              <w:t>و امّا الكفيل اعْلَى النّهر جثّه بلا راس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BC1ED9" w:rsidP="00F86163">
            <w:pPr>
              <w:pStyle w:val="libPoem"/>
            </w:pPr>
            <w:r>
              <w:rPr>
                <w:rtl/>
              </w:rPr>
              <w:t>واللي تدوس الخيل صدره عزنا حسين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الاستعداد</w:t>
      </w:r>
      <w:r w:rsidR="00E33040">
        <w:rPr>
          <w:rtl/>
        </w:rPr>
        <w:t xml:space="preserve"> </w:t>
      </w:r>
      <w:r w:rsidR="00AB43BF">
        <w:rPr>
          <w:rtl/>
        </w:rPr>
        <w:t>للرحيل يوم الحادي عشر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784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أصبحت زينب والرّزايا تحوط بيها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انصبّت مصايب كل بني الدّنيا عليها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شمر وزجر جابوا النّياق و نوّخوها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و ضجّت العيله و اليتامى روّعوها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7845" w:rsidTr="00493AB3">
        <w:trPr>
          <w:trHeight w:val="350"/>
        </w:trPr>
        <w:tc>
          <w:tcPr>
            <w:tcW w:w="3920" w:type="dxa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اتعاين يمين اشمال ماغير ابن اخوها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7845" w:rsidRDefault="00A5784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7845" w:rsidRDefault="00BC53C2" w:rsidP="00F86163">
            <w:pPr>
              <w:pStyle w:val="libPoem"/>
            </w:pPr>
            <w:r>
              <w:rPr>
                <w:rtl/>
              </w:rPr>
              <w:t>مرمي يعالج علّته وصفقت بيديها</w:t>
            </w:r>
            <w:r w:rsidR="00A5784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43BF" w:rsidRDefault="00AB43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6E12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بطّل ابو محمَّد ونينه و فتّح العين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وقلها يعمّه ليش ضجّة هالنّساوين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قالت لفى بنوقه زجر يخليفة حسين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أيتام ابوك و هالحرم شالبُصُر بيها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يا حجّة الباري رضيت ابهالمهانه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أسرة رسول الله و تلامسنا اعدانا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لن ابو اليمّه اتغيّرت حالاً الوانه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و ثارت الغيره و الحوادي التفت ليها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و قلهم مهو من شانكم تركيب لعيال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صدّوا و خلّونا نرتّب حال لطفال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بعضٍ يركّب بعض فوق اظهور لجمال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قانون كل حرمه يركّبها وليها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صدّوا وقامت بالمهم كعبة الاحزان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مهجة الزّهرا وعدّلت حالة النّسوان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وركّبت بحْضون الحرم جملة الرّضعان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و صدّت يمين اشمال شافت محَد ليها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انتحبت وقلها ليش يا عمّه انتحبتي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هسّا تهيجين الحرم بالنّوح سكتي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بملاحظ العيله يعمّه اموَزّمه انتي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بالصّبر يعزيزه المصايب كافحيها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قالت خبر معلوم عندك يا حمى الدّين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6016FD" w:rsidP="00F86163">
            <w:pPr>
              <w:pStyle w:val="libPoem"/>
            </w:pPr>
            <w:r>
              <w:rPr>
                <w:rtl/>
              </w:rPr>
              <w:t>شخصي قبل هاليوم ابد ماشافته عين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و ما أركب الّا اقبالي العبّاس و حسين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وحتّى المطيّه ستور مرخيّه عليها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شوف الدّهر ذبني بيا حاله يَسجّاد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أركب على عجفه بلا ساتر ولا مهاد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وامشي وابوك حسين يبقى ابحر لوهاد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52002F" w:rsidP="00F86163">
            <w:pPr>
              <w:pStyle w:val="libPoem"/>
            </w:pPr>
            <w:r>
              <w:rPr>
                <w:rtl/>
              </w:rPr>
              <w:t>و موزّعه الاجساد محّد يمر بيها</w:t>
            </w:r>
            <w:r w:rsidR="004E6E1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شماتة</w:t>
      </w:r>
      <w:r w:rsidR="00E33040">
        <w:rPr>
          <w:rtl/>
        </w:rPr>
        <w:t xml:space="preserve"> </w:t>
      </w:r>
      <w:r>
        <w:rPr>
          <w:rtl/>
        </w:rPr>
        <w:t>الحادي بالعلويات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6E12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ضاقت الدّنيا على اليتامى والنّساوين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من شافن العدوان دنّوا للبعارين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صاح الرّجس يهل الخيم عزكم ترى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لبسوا المذلّه طود عزكم بالثّرى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E12" w:rsidTr="00493AB3">
        <w:trPr>
          <w:trHeight w:val="350"/>
        </w:trPr>
        <w:tc>
          <w:tcPr>
            <w:tcW w:w="3920" w:type="dxa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و اتلاقفوا الفرسان راسه ابروس لرماح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E12" w:rsidRDefault="004E6E1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E12" w:rsidRDefault="004E6E12" w:rsidP="00F86163">
            <w:pPr>
              <w:pStyle w:val="libPoem"/>
            </w:pPr>
            <w:r>
              <w:rPr>
                <w:rtl/>
              </w:rPr>
              <w:t>بشروا عقب عينه بكسيره يا 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913D0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طلعت تنادي يا زجر لا تزعجوني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بْركب المطيّه و السّفر لا تمحنوني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خلّوا يتامى حسين عندي واتركوني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أبجي لحتّى تروح روحي وتغمض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ياشمر خاف الله و لا تروّع 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من غير والي ابهاليتامى اشلون ممشاي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لو حاضر العبّاس تاج الفخر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محّد كفو منكم يقرّب للصّياوين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قلها انذبح عبّاس و اتقضّت أيّامه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و الرّاس منّه انفضخ و انّنهبت اخيامه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تركي الحجي وطلعي يَزينب باليتامى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والّا دخلت و فرّقتها اشمال و 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لعليلها التفتت و هو يجاذب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و قالت الحادي عزّم ايسوق 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وجثّة أبوك اعْلَى الثرى ظلّت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متحيّره ننصب عزا المظلوم في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حن و جرى دمعه و تحسّر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و قلها شعبتيني يَعمّه و الألم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نصبي على اخوانج عزا بمجلس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عِدْ مَن يعمّه بعد ابويه الحال تشكين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شبيدي يَعمّه وتشتكين الحال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نهبوا افراشي و ترّبوا بالقاع خدّي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للهضم و الذلّه يمحزونه استعدّي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C913D0" w:rsidP="00F86163">
            <w:pPr>
              <w:pStyle w:val="libPoem"/>
            </w:pPr>
            <w:r>
              <w:rPr>
                <w:rtl/>
              </w:rPr>
              <w:t>كل هلعذاب اهون من ادخول الدّواوين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بين</w:t>
      </w:r>
      <w:r w:rsidR="00E33040">
        <w:rPr>
          <w:rtl/>
        </w:rPr>
        <w:t xml:space="preserve"> </w:t>
      </w:r>
      <w:r>
        <w:rPr>
          <w:rtl/>
        </w:rPr>
        <w:t>الحادي و 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913D0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قومي يَزينب لليسر شدّي العصايب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و اتولّمي القطع الفيافي اعْلَى الرّكايب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راحوا الذي دونج يسلّون المواضي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و غابت ابدور الجان بيها الخدر ياضي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والله لزيدج ضيم و امري اعليج ماضي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لازم أعذّب حالج ابقطع السّباسب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ناموا الذي يمنعون عنّج فوق لوهاد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نرحل اليوم و باجر انواجه ابن زياد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rPr>
          <w:trHeight w:val="350"/>
        </w:trPr>
        <w:tc>
          <w:tcPr>
            <w:tcW w:w="3920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لاترقبي يعود الدّهر شفتي الدّهر عاد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أخطى سهمكم والسّهم بحسين صايب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بالعجل ودعيهم وقومي الظّعن شايل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4B5F23" w:rsidP="00F86163">
            <w:pPr>
              <w:pStyle w:val="libPoem"/>
            </w:pPr>
            <w:r>
              <w:rPr>
                <w:rtl/>
              </w:rPr>
              <w:t>خلّي عزيزج بالثّرى وركبي العوايل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روس اخوتج ويّاج باطراف العواسل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جدّامج الكوفه وبشري بالمصايب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صاحت يحادي ريّضوا بالظّعن ساعه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والله على ركب الهزل مالي استطاعه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هالرّاس هلّي اعْلَى الرّمح يزهر شعاعه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ويّا الجسد ردّه نواريه بالتّرايب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اتمهّل يحادي بالسّرى لا تزعجوني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يم جسم اخويه حسين ساعه وقّفوني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بلْكي أغسّل جثّته ابدمعة اعيوني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وادموع سكْنه و الرّباب و هالغرايب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13D0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تمهّل يحادي اندهشت النّسوان كلها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13D0" w:rsidRDefault="00C913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13D0" w:rsidRDefault="0053443A" w:rsidP="00F86163">
            <w:pPr>
              <w:pStyle w:val="libPoem"/>
            </w:pPr>
            <w:r>
              <w:rPr>
                <w:rtl/>
              </w:rPr>
              <w:t>هذي تدوّر ستِرها و هذي طفلها</w:t>
            </w:r>
            <w:r w:rsidR="00C913D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3D0" w:rsidRDefault="00C913D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820C3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و هذي تجر ونّه على شايل حملها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و هذي تصيح انشيل و العبّاس غايب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و خّر الممشى اندوّر اطفال النّبوّه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بالبر هاموا ليش ما عندك امروّه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وعدنا عليل اعْلَى السّفر مابيه قوّه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AB1688" w:rsidP="00F86163">
            <w:pPr>
              <w:pStyle w:val="libPoem"/>
            </w:pPr>
            <w:r>
              <w:rPr>
                <w:rtl/>
              </w:rPr>
              <w:t>يجذب الونّه و ذوّبت قلبه النّوايب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</w:t>
      </w:r>
      <w:r w:rsidR="00E33040">
        <w:rPr>
          <w:rtl/>
        </w:rPr>
        <w:t xml:space="preserve"> </w:t>
      </w:r>
      <w:r>
        <w:rPr>
          <w:rtl/>
        </w:rPr>
        <w:t>زينب للحسين عند الرحيل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820C3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0820C3" w:rsidRDefault="000820C3" w:rsidP="00F86163">
            <w:pPr>
              <w:pStyle w:val="libPoem"/>
            </w:pPr>
            <w:r>
              <w:rPr>
                <w:rtl/>
              </w:rPr>
              <w:t>يحسين حادي اظعونّا عزّم على الشّيل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820C3" w:rsidRDefault="000820C3" w:rsidP="00F86163">
            <w:pPr>
              <w:pStyle w:val="libPoem"/>
            </w:pPr>
            <w:r>
              <w:rPr>
                <w:rtl/>
              </w:rPr>
              <w:t>ومن الصّبح دنّوا لنا نوق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0820C3" w:rsidP="00F86163">
            <w:pPr>
              <w:pStyle w:val="libPoem"/>
            </w:pPr>
            <w:r>
              <w:rPr>
                <w:rtl/>
              </w:rPr>
              <w:t>ماشوف انا يحسين غير اجبال لهموم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0820C3" w:rsidP="00F86163">
            <w:pPr>
              <w:pStyle w:val="libPoem"/>
            </w:pPr>
            <w:r>
              <w:rPr>
                <w:rtl/>
              </w:rPr>
              <w:t>تترادف اقبالي يخويه مثل لغيوم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0820C3" w:rsidP="00F86163">
            <w:pPr>
              <w:pStyle w:val="libPoem"/>
            </w:pPr>
            <w:r>
              <w:rPr>
                <w:rtl/>
              </w:rPr>
              <w:t>من حنَّة الأيتام صرت ابحال 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9B00F0" w:rsidP="00F86163">
            <w:pPr>
              <w:pStyle w:val="libPoem"/>
            </w:pPr>
            <w:r>
              <w:rPr>
                <w:rtl/>
              </w:rPr>
              <w:t>واحنا حرم تدْرون مانسلك بلا كفيل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9B00F0" w:rsidP="00F86163">
            <w:pPr>
              <w:pStyle w:val="libPoem"/>
            </w:pPr>
            <w:r>
              <w:rPr>
                <w:rtl/>
              </w:rPr>
              <w:t>جيف الحريم ابغير والي تقْطع البيد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و الشّام يَبن امّي علينا دربه ابعيد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rPr>
          <w:trHeight w:val="350"/>
        </w:trPr>
        <w:tc>
          <w:tcPr>
            <w:tcW w:w="3920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مشي الحريم ابليل فوق الهزَّل امجيد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لوعثرت النّوق الهوادج لازم تميل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محمل اسكينه لو تزَلْزَل من يجي له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ولو طاح من عدْنا طفل يا هو يشيله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و حادي الظّعن ترويعنا يبرّد غليله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6745F9" w:rsidP="00F86163">
            <w:pPr>
              <w:pStyle w:val="libPoem"/>
            </w:pPr>
            <w:r>
              <w:rPr>
                <w:rtl/>
              </w:rPr>
              <w:t>و هَلبرّ لَقفر ما تقطعه الّا الرّجاجيل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و حرْق الخيم يحسين ما خلّى لنا حال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و احريمكم ذوّب قلبها فقد لرجال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و الله مَضل النا جلد لرْكوب لجمال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و ما غمّضت عيني و لاساعه من الليل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يردونا انسافر يبعد اهلي و نخلّيك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ياليت من قبل السّفر نقعد نواريك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هذا لفراق اُو وين يَبن امي انلاقيك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D96613" w:rsidP="00F86163">
            <w:pPr>
              <w:pStyle w:val="libPoem"/>
            </w:pPr>
            <w:r>
              <w:rPr>
                <w:rtl/>
              </w:rPr>
              <w:t>لَتقول خلّتني العزيزه ابغير تغسيل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AA3BCE" w:rsidP="00F86163">
            <w:pPr>
              <w:pStyle w:val="libPoem"/>
            </w:pPr>
            <w:r>
              <w:rPr>
                <w:rtl/>
              </w:rPr>
              <w:t>لَتقول عنّي سافروا ما ودّعوني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AA3BCE" w:rsidP="00F86163">
            <w:pPr>
              <w:pStyle w:val="libPoem"/>
            </w:pPr>
            <w:r>
              <w:rPr>
                <w:rtl/>
              </w:rPr>
              <w:t>شالوا خواتي و للقبر ما شيّعوني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820C3" w:rsidRDefault="00AA3BCE" w:rsidP="00F86163">
            <w:pPr>
              <w:pStyle w:val="libPoem"/>
            </w:pPr>
            <w:r>
              <w:rPr>
                <w:rtl/>
              </w:rPr>
              <w:t>يا ليتهم ويّاك بالبر يتركوني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820C3" w:rsidRDefault="00AA3BCE" w:rsidP="00F86163">
            <w:pPr>
              <w:pStyle w:val="libPoem"/>
            </w:pPr>
            <w:r>
              <w:rPr>
                <w:rtl/>
              </w:rPr>
              <w:t>ولاروح حسره اميسّره فوق المهازيل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قطع الرؤوس و مرور النساء على المصارع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0820C3" w:rsidTr="000820C3">
        <w:trPr>
          <w:trHeight w:val="350"/>
        </w:trPr>
        <w:tc>
          <w:tcPr>
            <w:tcW w:w="4219" w:type="dxa"/>
            <w:shd w:val="clear" w:color="auto" w:fill="auto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بن سعد صاح ابعسكره هيّا يَفرسان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بالعجل عزلوا الرّوس كلها عن هلبدان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0820C3">
        <w:trPr>
          <w:trHeight w:val="350"/>
        </w:trPr>
        <w:tc>
          <w:tcPr>
            <w:tcW w:w="4219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كلمن يريد الغانمه ويكسب النّوماس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و يصير مُخْلِص للأمير ايواجهه ابراس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0820C3">
        <w:trPr>
          <w:trHeight w:val="350"/>
        </w:trPr>
        <w:tc>
          <w:tcPr>
            <w:tcW w:w="4219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و سهمي أنا راس لحسين و راس عبّاس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و هذي جنايزهم طبق داخل الصّيوان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0820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مالوا على ذيج الضّحايا وكلهم اولاد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ياغيرة الله الرّوس فصلوها امن لَجساد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0820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فكّر اوْياي اتصوّر الفِعلَة هَلَوغاد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رفع المصاحف بالطفوف اتمثّل وكان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20C3" w:rsidTr="000820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و ردّوا يخلق الله الجثثهم سلّبوها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820C3" w:rsidRDefault="000820C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820C3" w:rsidRDefault="00035796" w:rsidP="00F86163">
            <w:pPr>
              <w:pStyle w:val="libPoem"/>
            </w:pPr>
            <w:r>
              <w:rPr>
                <w:rtl/>
              </w:rPr>
              <w:t>وَكْت التّعرّي اشمال يمنه قلبوها</w:t>
            </w:r>
            <w:r w:rsidR="000820C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3D0" w:rsidRDefault="00C913D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333F4" w:rsidTr="00A51B1A">
        <w:trPr>
          <w:trHeight w:val="350"/>
        </w:trPr>
        <w:tc>
          <w:tcPr>
            <w:tcW w:w="4219" w:type="dxa"/>
            <w:shd w:val="clear" w:color="auto" w:fill="auto"/>
          </w:tcPr>
          <w:p w:rsidR="001333F4" w:rsidRDefault="001333F4" w:rsidP="00F86163">
            <w:pPr>
              <w:pStyle w:val="libPoem"/>
            </w:pPr>
            <w:r>
              <w:rPr>
                <w:rtl/>
              </w:rPr>
              <w:t>فوق الثّرى الاجساد والرّوس ابعدوها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333F4" w:rsidRDefault="001333F4" w:rsidP="00F86163">
            <w:pPr>
              <w:pStyle w:val="libPoem"/>
            </w:pPr>
            <w:r>
              <w:rPr>
                <w:rtl/>
              </w:rPr>
              <w:t>دمها غسل واجفانها سافي التّربان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rPr>
          <w:trHeight w:val="350"/>
        </w:trPr>
        <w:tc>
          <w:tcPr>
            <w:tcW w:w="4219" w:type="dxa"/>
          </w:tcPr>
          <w:p w:rsidR="001333F4" w:rsidRDefault="001333F4" w:rsidP="00F86163">
            <w:pPr>
              <w:pStyle w:val="libPoem"/>
            </w:pPr>
            <w:r>
              <w:rPr>
                <w:rtl/>
              </w:rPr>
              <w:t>الله يعين اقلوبها ذيج 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1333F4" w:rsidP="00F86163">
            <w:pPr>
              <w:pStyle w:val="libPoem"/>
            </w:pPr>
            <w:r>
              <w:rPr>
                <w:rtl/>
              </w:rPr>
              <w:t>تعهد اجساد بروسها موتى ومطاعين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وصبح احدعش مرّن على ظهور البعارين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وشافن الرّوس امقطّعه اشحالة النّسوان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خرّن و ليلى تصيح بالله يا سكينه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شوفي أخيّج جان جسمه تعْرفينه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قالت اعرفه من نفح طيبه و لونه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لكن ثيابه مسلّبه و الجسد عريان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أهوت تقلّه ذاب قلبي ياضيا العين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هذا الجسد مسلوب راسك يالولد وين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هاللي قطع راسك عسى تنشل اليدين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منّه ولا يلقى ابحياته غير لَحزان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و رمله تنادي من يدلّيني يَلسلام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ابيا كتر خلوه مرمي جسَد جسّام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و لنّه بليّا راس عاري فوق لرغام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خرّت وصاحت ريت يبني العمر لاجان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ما جان اعرفك ياعزيزي و لو أشوفك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الرّاس انقطع يبني واعرفك من جفوفك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A51B1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يبني حدى الحادي شلون امشي واعوفك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333F4" w:rsidRDefault="00A51B1A" w:rsidP="00F86163">
            <w:pPr>
              <w:pStyle w:val="libPoem"/>
            </w:pPr>
            <w:r>
              <w:rPr>
                <w:rtl/>
              </w:rPr>
              <w:t>مغسّل بدمّك والتّرب صاير لك اجفان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شكوى</w:t>
      </w:r>
      <w:r w:rsidR="00E33040">
        <w:rPr>
          <w:rtl/>
        </w:rPr>
        <w:t xml:space="preserve"> </w:t>
      </w:r>
      <w:r w:rsidR="00C913D0">
        <w:rPr>
          <w:rtl/>
        </w:rPr>
        <w:t>زينب للحسين عند الرحيل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333F4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ويّاالغرب يحسين والله صعب ممشاي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شالبصر ياهو اللّي يباري الحرم ويّاي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493AB3">
        <w:trPr>
          <w:trHeight w:val="350"/>
        </w:trPr>
        <w:tc>
          <w:tcPr>
            <w:tcW w:w="3920" w:type="dxa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جسمك رميّه والكريم ابرمح منصوب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دنّوا هوازلهم وَ لَدري القصد يا صوب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493AB3">
        <w:trPr>
          <w:trHeight w:val="350"/>
        </w:trPr>
        <w:tc>
          <w:tcPr>
            <w:tcW w:w="3920" w:type="dxa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للكوفه لو للشّام وين احنا و هلدروب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33F4" w:rsidRDefault="00B35F93" w:rsidP="00F86163">
            <w:pPr>
              <w:pStyle w:val="libPoem"/>
            </w:pPr>
            <w:r>
              <w:rPr>
                <w:rtl/>
              </w:rPr>
              <w:t>وين اليساعدني عْلى ضيمي وكثر بلواي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493AB3">
        <w:trPr>
          <w:trHeight w:val="350"/>
        </w:trPr>
        <w:tc>
          <w:tcPr>
            <w:tcW w:w="3920" w:type="dxa"/>
          </w:tcPr>
          <w:p w:rsidR="001333F4" w:rsidRDefault="002D627B" w:rsidP="00F86163">
            <w:pPr>
              <w:pStyle w:val="libPoem"/>
            </w:pPr>
            <w:r>
              <w:rPr>
                <w:rtl/>
              </w:rPr>
              <w:t>عريان جسمك بالفلا و امشيت عنّه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33F4" w:rsidRDefault="002D627B" w:rsidP="00F86163">
            <w:pPr>
              <w:pStyle w:val="libPoem"/>
            </w:pPr>
            <w:r>
              <w:rPr>
                <w:rtl/>
              </w:rPr>
              <w:t>ساقوا المطايا و لليتامى غدت حنّه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33F4" w:rsidTr="00493AB3">
        <w:trPr>
          <w:trHeight w:val="350"/>
        </w:trPr>
        <w:tc>
          <w:tcPr>
            <w:tcW w:w="3920" w:type="dxa"/>
          </w:tcPr>
          <w:p w:rsidR="001333F4" w:rsidRDefault="002D627B" w:rsidP="00F86163">
            <w:pPr>
              <w:pStyle w:val="libPoem"/>
            </w:pPr>
            <w:r>
              <w:rPr>
                <w:rtl/>
              </w:rPr>
              <w:t>و ما تسمع الذاك لمقيّد غير ونّه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33F4" w:rsidRDefault="001333F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33F4" w:rsidRDefault="002D627B" w:rsidP="00F86163">
            <w:pPr>
              <w:pStyle w:val="libPoem"/>
            </w:pPr>
            <w:r>
              <w:rPr>
                <w:rtl/>
              </w:rPr>
              <w:t>كلما جذبها نحل جسمي وفتّت حشاي</w:t>
            </w:r>
            <w:r w:rsidR="001333F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5BD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هالسّفر يَبن امّي صعبوالحاديأصعب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الحرمه مَتقدر لو خفقها السّوط تنحب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و امّا الذي اتنخّي علي الكرّار تنسب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والدّرب شب لاهوب لارايح ولاجاي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لو طاحت الطفله يخويه امتحن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محّد يركّبها و لا يشفق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ما غير حادي اظعونّا ابْسوطه يجيها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ايورّم متنها وتنتخي ولاتشوف حمّاي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ويّا الغرب خويه صعب ممشى الغريبه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و القوم ما بيهم زكي و امّه نجيبه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كلما مشينا قالوا الكوفه جريبه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E5BDC" w:rsidP="00F86163">
            <w:pPr>
              <w:pStyle w:val="libPoem"/>
            </w:pPr>
            <w:r>
              <w:rPr>
                <w:rtl/>
              </w:rPr>
              <w:t>والنّوق يزعجها الرّجس لو قلت بهداي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5BD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0E5BDC" w:rsidRDefault="00033449" w:rsidP="00F86163">
            <w:pPr>
              <w:pStyle w:val="libPoem"/>
            </w:pPr>
            <w:r>
              <w:rPr>
                <w:rtl/>
              </w:rPr>
              <w:t>جهد المقل في خدمتك يحسين مبذول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5BDC" w:rsidRDefault="00033449" w:rsidP="00F86163">
            <w:pPr>
              <w:pStyle w:val="libPoem"/>
            </w:pPr>
            <w:r>
              <w:rPr>
                <w:rtl/>
              </w:rPr>
              <w:t>فرّج لي اهمومي و بلّغني المأمول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033449" w:rsidP="00F86163">
            <w:pPr>
              <w:pStyle w:val="libPoem"/>
            </w:pPr>
            <w:r>
              <w:rPr>
                <w:rtl/>
              </w:rPr>
              <w:t>طالب مدَد والعز يتم منحول إلى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حول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033449" w:rsidP="00F86163">
            <w:pPr>
              <w:pStyle w:val="libPoem"/>
            </w:pPr>
            <w:r>
              <w:rPr>
                <w:rtl/>
              </w:rPr>
              <w:t>ليّه الفَخَر سامي مْن اقول حسين مولاي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0E5BDC" w:rsidP="00F86163">
      <w:pPr>
        <w:pStyle w:val="libCenterBold1"/>
      </w:pPr>
      <w:r>
        <w:rPr>
          <w:rtl/>
        </w:rPr>
        <w:t>مرور النساء على القتلى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5BDC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ريّض يحادي الظّعن خلنا انودّع حسين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ماهي امروّه يظل عاري ابغير تجفين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و الله هضيمه انشيل عنّه و لا نورايه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=جسمه امرضّض و التّرايب سافيه عليه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نمشي بلا والي و والينا نخلّيه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بالظّعن بالله خبّروني القصد لاوين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B75484" w:rsidP="00F86163">
            <w:pPr>
              <w:pStyle w:val="libPoem"/>
            </w:pPr>
            <w:r>
              <w:rPr>
                <w:rtl/>
              </w:rPr>
              <w:t>بالله دخَبروني قصدكم وين بينا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مَتْرد جوابي يالذي اتسوق الظّعينه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rPr>
          <w:trHeight w:val="350"/>
        </w:trPr>
        <w:tc>
          <w:tcPr>
            <w:tcW w:w="3920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رايح الكوفه لو تودّونه المدينه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بالله درحموا هالعليل وهالنّساوين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لحسين صدت و الدّمع يجري بلخدود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دقعد تقلّه يالذي بالشّمس ممدود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عاين يخويه امتونّا مْن اسياطهم سود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753C2D" w:rsidP="00F86163">
            <w:pPr>
              <w:pStyle w:val="libPoem"/>
            </w:pPr>
            <w:r>
              <w:rPr>
                <w:rtl/>
              </w:rPr>
              <w:t>وحادي الظّعن طوّح واظن للشّام ماشين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والله يبو السجّاد أنا لو خيّروني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أمشي و اعوفك لو ابهالبر يتركوني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بس كون اروّي قبرك ابمدمع اعيوني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ولو كلتني اسباع الضّواري ياضيا العين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ما جان خلّيتك رميّه ابهالتّرايب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لكن شسوّي ابهاليتامى و الغرايب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يا هو اليباري هالظّعينه ابهالسّباسب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D10EFA" w:rsidP="00F86163">
            <w:pPr>
              <w:pStyle w:val="libPoem"/>
            </w:pPr>
            <w:r>
              <w:rPr>
                <w:rtl/>
              </w:rPr>
              <w:t>و هاللي على النّاقه يوِن مغلول ليدين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تدري العدو يحسين ما يرحم عدوّه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و شمر و زجر و سنان ما بيهم امروّه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واحنا عقب لُطْف الولي وعطفالأخوّه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غير الشّتم والسّوط ما نحصل يَطيبين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يحسين تدري ساعة الهجموا علينا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و النّار شبّوا بالخيام اشصار بينا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5BDC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كلّ الخيم راحت و ملجا ما لقينا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5BDC" w:rsidRDefault="000E5BD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5BDC" w:rsidRDefault="00413CDE" w:rsidP="00F86163">
            <w:pPr>
              <w:pStyle w:val="libPoem"/>
            </w:pPr>
            <w:r>
              <w:rPr>
                <w:rtl/>
              </w:rPr>
              <w:t>وحدي وعلى ملاحظ ايتامك مالي معين</w:t>
            </w:r>
            <w:r w:rsidR="000E5BD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E5BDC" w:rsidRDefault="000E5B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44FC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844FC5" w:rsidRDefault="00844FC5" w:rsidP="00F86163">
            <w:pPr>
              <w:pStyle w:val="libPoem"/>
            </w:pPr>
            <w:r>
              <w:rPr>
                <w:rtl/>
              </w:rPr>
              <w:t>حسين يَبْن المصطفى وشبل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توفيق راجي ابخدمتك يزداد ليّه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ونصره وكفاية كل عدو منّك عطيّه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رابي بظلّك من زغر يَبْن الميامين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عتاب</w:t>
      </w:r>
      <w:r w:rsidR="00E33040">
        <w:rPr>
          <w:rtl/>
        </w:rPr>
        <w:t xml:space="preserve"> </w:t>
      </w:r>
      <w:r w:rsidR="000E5BDC">
        <w:rPr>
          <w:rtl/>
        </w:rPr>
        <w:t>زينب للحسين وسائر الشهداء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44FC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يحسين محّد من انصارك ثار ليّه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قبل اليسر والضّرب و ركوب المطيّه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شبيدي يَنور العين ذاك العز ما دام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نركب هوازل و العدا يحسين ظلّام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 اعظم عليّه يوم قالوا انريد للشّام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 انتو عفتكم بالثّرى غصبٍ عليّه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الله يفرسان الحرب قلّت شيَمكم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ترضون شمر ابن الخنا يْفَرْهِد خيَمكم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من النّوم بسْكم يخْوتي وفكّوا حرَمْكُم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في وين راحت ذيج لنفوس الأبيّه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مَتْقوم ياجاسم عروسك شقّت الجيب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 الحق عليها قاست امن القوم تعذيب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من قبل ذبح حسين ما تعرف التّغريب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ظلت غريبه من بعدكم واجنبيّه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خلّيت يا شبه النّبي ليلى حزينه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مَتْشوف يبني بعدكم جيف انولينا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منْهو يبعد اهلي يردها للمدينه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تدرون يبني القوم ما بيهم حميّه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وصدّت لبو فاضل ودمع العين همّال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نادت يخويه قوم حادي اظعونّا شال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ماظنّتي ترضى الحراير تركب اجمال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عقب الخدر للشّام تتودّى هديّه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وقفت على جسمه وهي عبرى تناديه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دقْعد يَمَنْ قطعوا على جوده أياديه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ماظن يخويه الشّام ترضى انشوف واديه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يَكرام ما تاخذكم الغيره عليّه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بظلالكم عشنا ولا نقدر على السّير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 الكل منّا معوّده بعزٍ وتخدير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وتركب بليّا هودج عْلَى الجمل مَيصير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C83E05" w:rsidP="00F86163">
            <w:pPr>
              <w:pStyle w:val="libPoem"/>
            </w:pPr>
            <w:r>
              <w:rPr>
                <w:rtl/>
              </w:rPr>
              <w:t>و انتَ الجبِتْها بذمّتك للغاضريّه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</w:t>
      </w:r>
      <w:r w:rsidR="00E33040">
        <w:rPr>
          <w:rtl/>
        </w:rPr>
        <w:t xml:space="preserve"> </w:t>
      </w:r>
      <w:r>
        <w:rPr>
          <w:rtl/>
        </w:rPr>
        <w:t>زينب مودعة أخوتها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44FC5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ودّعتك الله يا جسد حامي الظّعينه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ساقوا مطايانا العدا و قوّه مشينا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ودّعتك الله يا ذبيحٍ ما احتضى ابماي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عنّك ينور العين سافرت ابيتاماي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يمقطّع الاوصال لو يحصل على اهواي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ما فارقت جسمك يسلطان المدينه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ودّعتك الله سفرتي صعبه وطويله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يحْجاب صوني ناقتي عَجْفَا و هزيله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4FC5" w:rsidTr="00493AB3">
        <w:trPr>
          <w:trHeight w:val="350"/>
        </w:trPr>
        <w:tc>
          <w:tcPr>
            <w:tcW w:w="3920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محّد بقى منكم يعقلي نلتجي له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4FC5" w:rsidRDefault="00844F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4FC5" w:rsidRDefault="00F32EB5" w:rsidP="00F86163">
            <w:pPr>
              <w:pStyle w:val="libPoem"/>
            </w:pPr>
            <w:r>
              <w:rPr>
                <w:rtl/>
              </w:rPr>
              <w:t>بس العليل و فوق ناقه امقيدينه</w:t>
            </w:r>
            <w:r w:rsidR="00844F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E5BDC" w:rsidRDefault="000E5B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14D19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ودّعتك الله يا طريحٍ ظل عريان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ياليت خلّوا لك يخويه اثيابك اجفان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شال الظّعن عنكم ووالي الحرم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كلما سمع طفله تون ايدير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اوداعة الله يا عرايا ابحر لشموس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صرعى وعليكم يخوتي خيل العدا تدوس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أقعد اوياكم لو أقوّض و اتبع 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بيتامكم شمر الخنا قوّض اظعونه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اوداعة الله الرّوس شالت ويّا لَيتام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ما ظنّتي ابهالحال لَقشر نوصل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حافظكم الله يا علي الاكبر وجسّام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و يَاللّي على المسناة مَتْقوم انولينه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ودّعتك الله يا قمر هاشم يَسِردال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نايم ابجنب المشرعه و ظعن الحرم 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من يعدل الهودج يخويه لو صغى ومال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قطع الفيافي بلا ولي ويني و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يا خوي دورات الدّهر كلها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بالامس حولي اشبال من فرسان غالب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واليوم راسي من الهضم والضّيم شايب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14D19" w:rsidRDefault="00714D19" w:rsidP="00F86163">
            <w:pPr>
              <w:pStyle w:val="libPoem"/>
            </w:pPr>
            <w:r>
              <w:rPr>
                <w:rtl/>
              </w:rPr>
              <w:t>نمشي حواسر و الولي يبقى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 w:rsidR="000E5BDC">
        <w:rPr>
          <w:rtl/>
        </w:rPr>
        <w:t>تودع و تصف ويلات السفر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714D19" w:rsidTr="003D4486">
        <w:trPr>
          <w:trHeight w:val="350"/>
        </w:trPr>
        <w:tc>
          <w:tcPr>
            <w:tcW w:w="4219" w:type="dxa"/>
            <w:shd w:val="clear" w:color="auto" w:fill="auto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ساقوا الظّعينه امن الصّبح كلها نساوين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ما بينها السجّاد و مقيّد الرّجلين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تدوي مثل دوي النّحل من كثرة النّوح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و تغريدها مثل الحمام ابعالي الدّوح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وخلوا دربها بين مطعونٍ و مذبوح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اشحال الودايع يوم شافن جثّة حسين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و زينب تنادي يالذي ما مِشْ مثيلك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يحسين سامحني ترى مَقْدر اشيلك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دقْعد و عاين حالتي و حالة عليلك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مشدود بالنّاقه وانا اتستّر بليدين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واومت الشاطي العلقمي وصاحت يَسردال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عبّاس سامحني ترى حادي الظّعن شال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كلنا حريم و بيد اعادي ولا لنا ارجال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3D4486" w:rsidP="00F86163">
            <w:pPr>
              <w:pStyle w:val="libPoem"/>
            </w:pPr>
            <w:r>
              <w:rPr>
                <w:rtl/>
              </w:rPr>
              <w:t>بوداعة الله لليسر عبّاس ماشين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A50B0F" w:rsidP="00F86163">
            <w:pPr>
              <w:pStyle w:val="libPoem"/>
            </w:pPr>
            <w:r>
              <w:rPr>
                <w:rtl/>
              </w:rPr>
              <w:t>غصبٍ عليّه امشي وجسمك ما أشوفه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A50B0F" w:rsidP="00F86163">
            <w:pPr>
              <w:pStyle w:val="libPoem"/>
            </w:pPr>
            <w:r>
              <w:rPr>
                <w:rtl/>
              </w:rPr>
              <w:t>و حسين قلّي كافلج قطعوا اجفوفه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A50B0F" w:rsidP="00F86163">
            <w:pPr>
              <w:pStyle w:val="libPoem"/>
            </w:pPr>
            <w:r>
              <w:rPr>
                <w:rtl/>
              </w:rPr>
              <w:t>خويه قبلنا روسكم وصلت الكوفه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A50B0F" w:rsidP="00F86163">
            <w:pPr>
              <w:pStyle w:val="libPoem"/>
            </w:pPr>
            <w:r>
              <w:rPr>
                <w:rtl/>
              </w:rPr>
              <w:t>و هاي الظّعينه تريد والي ولالي معين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هذي قتَبها بلا وطا وطايح طفلها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و هذي ابحثيث السير بس هايم جملها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وهذي على عجفه وهزيله ومحّد الها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كلهم أعادي والعدو قلبه فلا يلين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و آنا الذي تدرون بيّه يا بهاليل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ما زور جدّي المصطفى الّا ابْظلمة الليل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وحيدر أبويه يخمد انوار القناديل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وامشي بمعزّه بين اخوتي الحسن وحسين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4D19" w:rsidTr="003D44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شاقول لو طبّيت للكوفه و اهلها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14D19" w:rsidRDefault="00714D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14D19" w:rsidRDefault="00823883" w:rsidP="00F86163">
            <w:pPr>
              <w:pStyle w:val="libPoem"/>
            </w:pPr>
            <w:r>
              <w:rPr>
                <w:rtl/>
              </w:rPr>
              <w:t>يدرون زينب بالخدر ما مِشْ مثلها</w:t>
            </w:r>
            <w:r w:rsidR="00714D1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E5BDC" w:rsidRDefault="000E5B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3AB3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 تاليها زجْر ابن الخنا قايد جملها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 كل ساع يزبرْني ويقلّي لا تحنّين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لو قلت يا يابه عدى اعليّه و شتَمني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 لو قلت يخواني ابكعب رمحه وكزني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 الله يخويه امن السّياط اسود متني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اشحال اليباريها عدوها يا مسلمين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عتاب الوديعة لقمر بني هاشم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3AB3" w:rsidTr="00493AB3">
        <w:trPr>
          <w:trHeight w:val="350"/>
        </w:trPr>
        <w:tc>
          <w:tcPr>
            <w:tcW w:w="3920" w:type="dxa"/>
            <w:shd w:val="clear" w:color="auto" w:fill="auto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وينك يقايد ناقتي ظعن الحرم شال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حرمه وغريبه ومبتليّه بحرم واطفال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عنكم يبو فاضل ترى قوّه خذوني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و كلما جرى دمعي على اخدودي اضربوني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كلكم ضياغم يخوتي و اتضيّعوني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BF706D" w:rsidP="00F86163">
            <w:pPr>
              <w:pStyle w:val="libPoem"/>
            </w:pPr>
            <w:r>
              <w:rPr>
                <w:rtl/>
              </w:rPr>
              <w:t>ضيعه وسفر وايتام ما يخفاكم الحال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عبّاس خويه امن المدينه بذمّتك جيت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لجلك ولجل حسين عفت الوطن والبيت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واشوف جيت الكربلا ومنّي تبرّيت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بعْت السّهم منّي و بليتوني ابهَلعيال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اتحرّك يويلي صاحب النّفس الأبيّه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 قلها يزينب ضيعتج غصبٍ عليّه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يَعْزيزة الكرّار عاقتني المنيّه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جثّه بلا راس وبلا يمنه ولا شمال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اتعتبين و انا اعْلَى الشّريعه امقطّعيني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 بس تنظرين الحال جسمي تعذريني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لكن اشعذرج ماشيه و لا تجهّزيني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اتخلّين جسمي ولا تشيلينه ابشيّال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اتخلّين جسمي عْلَى الثّرى مَتْجَهّزينه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 جيف العزيز حسين عاري تتركينه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لمّي اليتامى وعن ثرى الغبرا ارفعينه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قالت أنا نخّيت عدواني يَسِردال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ظنّيت انا اتقولون زينب فارقتنا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كلنا عرايا اعْلَى التّرب ما جهّزتنا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 هذي العدا للشّام حسره ركّبتنا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وحادي مطايانا عدو ما يرحم الحال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ناديت واروا هالجنايز يا مسلمين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ثاري كفر كلهم بلا مذهب ولا دين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AB3" w:rsidTr="00493AB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طلعوا بخيل الاعوجيّه و رضّوا حسين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AB3" w:rsidRDefault="00493A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AB3" w:rsidRDefault="003202D1" w:rsidP="00F86163">
            <w:pPr>
              <w:pStyle w:val="libPoem"/>
            </w:pPr>
            <w:r>
              <w:rPr>
                <w:rtl/>
              </w:rPr>
              <w:t>واحنا نسا وتدري الجنايز تبغي رجال</w:t>
            </w:r>
            <w:r w:rsidR="00493AB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المرور على الأجساد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F706D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ساق الظّعن للشّام وين اهل الحميّه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F706D" w:rsidRDefault="00BF706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وزينب تنادي مشية القشره عليّه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06D" w:rsidTr="00554436">
        <w:trPr>
          <w:trHeight w:val="350"/>
        </w:trPr>
        <w:tc>
          <w:tcPr>
            <w:tcW w:w="3920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حالة القشره يوم مرّوا بالمذابيح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06D" w:rsidRDefault="00BF706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كلهم عرايا و السّتر من سافي الرّيح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06D" w:rsidTr="00554436">
        <w:trPr>
          <w:trHeight w:val="350"/>
        </w:trPr>
        <w:tc>
          <w:tcPr>
            <w:tcW w:w="3920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و امن الحزن زينب تقوم و نوبٍ اتطيح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06D" w:rsidRDefault="00BF706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و تصيح شاب الرّاس من عظم الرزيَّه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F706D" w:rsidTr="00554436">
        <w:trPr>
          <w:trHeight w:val="350"/>
        </w:trPr>
        <w:tc>
          <w:tcPr>
            <w:tcW w:w="3920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ورمله على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الجاسم هوت تلطم صدرها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F706D" w:rsidRDefault="00BF706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F706D" w:rsidRDefault="00484D63" w:rsidP="00F86163">
            <w:pPr>
              <w:pStyle w:val="libPoem"/>
            </w:pPr>
            <w:r>
              <w:rPr>
                <w:rtl/>
              </w:rPr>
              <w:t>اتنادي عروسك بن سعد يبني أسرها</w:t>
            </w:r>
            <w:r w:rsidR="00BF706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E5BDC" w:rsidRDefault="000E5B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541A9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و انتَ طريح و جثّتك محّد قُبَرها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541A9" w:rsidRDefault="008541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امدلّل يَعَقلي و بالثّرى تبقى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41A9" w:rsidTr="00554436">
        <w:trPr>
          <w:trHeight w:val="350"/>
        </w:trPr>
        <w:tc>
          <w:tcPr>
            <w:tcW w:w="3920" w:type="dxa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قلها بلسان الحال صبري وودّعيني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541A9" w:rsidRDefault="008541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و جمعي وسادة امن التّرايب وسّديني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41A9" w:rsidTr="00554436">
        <w:trPr>
          <w:trHeight w:val="350"/>
        </w:trPr>
        <w:tc>
          <w:tcPr>
            <w:tcW w:w="3920" w:type="dxa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يا والده شقّي ضريح ولحّديني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541A9" w:rsidRDefault="008541A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541A9" w:rsidRDefault="008541A9" w:rsidP="00F86163">
            <w:pPr>
              <w:pStyle w:val="libPoem"/>
            </w:pPr>
            <w:r>
              <w:rPr>
                <w:rtl/>
              </w:rPr>
              <w:t>قالت شبيدي والعدا دنّوا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163B3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يبني ضعيفه وذوّب القلبي مصابك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بعدك شباب و ما تهنّيت ابشبابك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عريس يبني ومن دما نحرك خضابك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شخصك قبالي يلوح كل صبح ومسيّه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و ليلى على شبه النّبي تخمش بلخدود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من شافته امقطّع و فوق التّرب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و اتصيح يبني لبّستني اثياب لحدود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مَنته الحنون اشلون يبني اقطَعت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قلها تعتبيني و انا قلبي تقلّى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63B3" w:rsidP="00F86163">
            <w:pPr>
              <w:pStyle w:val="libPoem"/>
            </w:pPr>
            <w:r>
              <w:rPr>
                <w:rtl/>
              </w:rPr>
              <w:t>كثر الطّعن يا والده بيّه اشخلّى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صبري و ودعيني وقولي يخلف الله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قالت بعد يبني امنين الخلف ليّه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و امّا الرّباب تحوم وتدوّر طفلها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و اتحن حنين امّ الفصيل اعلى شبلها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كثر البجا و النّوح ذوّبها و ذهلها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تجري مدامعها و تخر فوق الوطيّه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وسط المعاره اتحوم يسره و نوبٍ يمين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و تصيح أنا اللّي ذوّبتني ذبحة حسين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واهوت على المذبوح من بين النساوين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E401BA" w:rsidP="00F86163">
            <w:pPr>
              <w:pStyle w:val="libPoem"/>
            </w:pPr>
            <w:r>
              <w:rPr>
                <w:rtl/>
              </w:rPr>
              <w:t>تبجي و تنادي شِلفكر يحسين بيّه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سقوط الطفله و ضياعها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163B3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ريّض يحادي الظّعن ساعه ابهالمطيّه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خل هاليتيمه الضّايعه تلحق عليّه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ريّض النّاقه و ارحم ابحالي يَميشوم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مَتْشوف حالة هاليتيمه اتّطيح و تقوم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مثل الحمامه الرّاعبيّه تنوح و تحوم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تصيح ريضوا لي ابهالنّاقه شويّه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يختي سكينه عْلَى المطيّه ركّبيني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آنا العزيزه اشلون بالبر تتركيني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مَقدر على قطع المسافه تعرفيني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ابهَلبر لَقفر تتركيني يا زجيّه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سكنه على النّاقه تحن و اتْدق صدرها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تجذب الحسره وتصد للطّفله ابنظرها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وكلما تقلّه يا زجر سبْها و زجرها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و يقول بس من هالبجا يا خارجيّه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صاحت لذب نفسي من النّاقه للتْراب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C50B71" w:rsidP="00F86163">
            <w:pPr>
              <w:pStyle w:val="libPoem"/>
            </w:pPr>
            <w:r>
              <w:rPr>
                <w:rtl/>
              </w:rPr>
              <w:t>مَقدر اشوف اختي و قلبها من الشّمس ذاب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و المشتكى لله و لبونا داحي الباب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رد الرّجس ليها و جبده ملتظيّه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و حالة القشره يوم وصّلها و لفاها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و سكنه على النّاقه و تشوفه يوم جاها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ابرجله رفسها و خرّت الطّفله ابثراها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DD64D2" w:rsidP="00F86163">
            <w:pPr>
              <w:pStyle w:val="libPoem"/>
            </w:pPr>
            <w:r>
              <w:rPr>
                <w:rtl/>
              </w:rPr>
              <w:t>و رد و رفع سوطه و هي فوق الوطيّه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وظل يتلوّى السّوط والطّفله على القاع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نوبٍ على الهامه و نوبٍ فوق لَضلاع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وذيج اليتيمه مالها ساتر و لاقناع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ومن الضّرب بس تجذب الونّه خفيّه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3B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اتصيح ابضعيف الصّوت بويه ضيّعتني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63B3" w:rsidRDefault="001163B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63B3" w:rsidRDefault="00114E05" w:rsidP="00F86163">
            <w:pPr>
              <w:pStyle w:val="libPoem"/>
            </w:pPr>
            <w:r>
              <w:rPr>
                <w:rtl/>
              </w:rPr>
              <w:t>بين العدا و من زغر سنّي يتّمتني</w:t>
            </w:r>
            <w:r w:rsidR="001163B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14396" w:rsidRDefault="0071439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95C2C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195C2C" w:rsidRDefault="00195C2C" w:rsidP="00F86163">
            <w:pPr>
              <w:pStyle w:val="libPoem"/>
            </w:pPr>
            <w:r>
              <w:rPr>
                <w:rtl/>
              </w:rPr>
              <w:t>يا بوي من ضرب السياط اسود متني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95C2C" w:rsidRDefault="00195C2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95C2C" w:rsidRDefault="00195C2C" w:rsidP="00F86163">
            <w:pPr>
              <w:pStyle w:val="libPoem"/>
            </w:pPr>
            <w:r>
              <w:rPr>
                <w:rtl/>
              </w:rPr>
              <w:t>وجسمي تراهو انتحل من ركب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استنهاض</w:t>
      </w:r>
      <w:r w:rsidR="00E33040">
        <w:rPr>
          <w:rtl/>
        </w:rPr>
        <w:t xml:space="preserve"> </w:t>
      </w:r>
      <w:r w:rsidR="00714396">
        <w:rPr>
          <w:rtl/>
        </w:rPr>
        <w:t>بني هاشم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42227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يَولاد هاشم ما بقت منكُم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راحت حرايركم يسر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بالغاضريّه اتيسّرت ثوروا ادركوها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هذي العدا للشّام مسبيّه خذوها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شيخ العشيره اجنازته ما شيّعوها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فوق التّرايب شيّعتها الاعوجيّه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عبّاس يم المشرعه مقطوع لزنود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وعدوانكم نكّسوا الرّايه ومزّقوا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محّد رفع جسمه وظل بالتّرب ممدود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ضاعت عقب عينه الحريم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شبّانكم جاسم و لَكبر بالثّرى انيام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كلهم بلا تجهيز ظلّوا ثلثتيّام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عدوانكم ساقوا الظّعينه ابذيج لَيتام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حسّر على نوق و مدامعها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راحت حرايركم يسر يا اشبال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فوق الهوازل و التسوق الظّعن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قطعت فيافي وراس عزها يلوح بسنان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يسطع على الذّابل مثل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الكم يتامى تقطع البيدا على نوق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مخدّره اتنخّي الحادي ابدمع مدفوق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اتقلّه يحادي النّوق هزّل خفّف السّوق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شوف اليتامى اتلوج ماعندك حميّه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الكم عليل امدامعه جرحت اخدوده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و ابجامعه و اغلال مشدوده ازنوده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فوق الهزيله جرّحت ساقه اقيوده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542227" w:rsidP="00F86163">
            <w:pPr>
              <w:pStyle w:val="libPoem"/>
            </w:pPr>
            <w:r>
              <w:rPr>
                <w:rtl/>
              </w:rPr>
              <w:t>كلما يضربونه يون ونّه خفيّه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إستنهاض الأسديات رجالهن للدفن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42227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قلّت شِيَمكم و الحميّه يا مسلمين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وين الذي ينهض يواري هالمطاعين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لبسوا مقانعنا و تخفّوا خلف لستور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و احنا ابعَمَايمكم نروح و نحفر اقبور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ندفن هَلَجساد الذي بالمعركة اتنور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مثل لبدور اعْلى الثّرى كلهم مزهرين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رحنا قصدنا المشرعه وجينا المعاره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F65CF2" w:rsidP="00F86163">
            <w:pPr>
              <w:pStyle w:val="libPoem"/>
            </w:pPr>
            <w:r>
              <w:rPr>
                <w:rtl/>
              </w:rPr>
              <w:t>و شفنا جسد مرضوض واتْرَكنا حياره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rPr>
          <w:trHeight w:val="350"/>
        </w:trPr>
        <w:tc>
          <w:tcPr>
            <w:tcW w:w="3920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أوصاله كلها امقطّعه و تسطع انواره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مقطوع حتى خنصره من جفّ اليمين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بالشّمس مرمي عْلَى الثرى عريان مسلوب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وقلب العدو من شوفته ينْفَت ويذوب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مطعون باضلاعه وقلبه ابسهم مصيوب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يمّه رضيعه ونظن هذي جثّة حسين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2227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و يمّه ولد مثل البدر جسمه ايتلالا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42227" w:rsidRDefault="0054222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42227" w:rsidRDefault="00225BDB" w:rsidP="00F86163">
            <w:pPr>
              <w:pStyle w:val="libPoem"/>
            </w:pPr>
            <w:r>
              <w:rPr>
                <w:rtl/>
              </w:rPr>
              <w:t>وكثر الطّعن والضّرب ما غيّر جماله</w:t>
            </w:r>
            <w:r w:rsidR="0054222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14396" w:rsidRDefault="0071439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C2993" w:rsidTr="00554436">
        <w:trPr>
          <w:trHeight w:val="350"/>
        </w:trPr>
        <w:tc>
          <w:tcPr>
            <w:tcW w:w="3920" w:type="dxa"/>
            <w:shd w:val="clear" w:color="auto" w:fill="auto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ما تنحصى اجروحه امقنطر على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الله يساعد قلبها الفقدت هلثنين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وشفنا شباب اعْلَى الثّرى جفوفه خضيبه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عرّيس جنّه و زفّته الذبحه قريبه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الله يعين الفقدته و راحت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ماظنّتي بين الذّبح والعرس يومين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جثّه بليّا راس ويّا جملة ابطال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كلهم عرايا امجزّرين اليوث و اشبال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شبّان و اكهول و بعد و يّاهم اطفال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بسهام مذبوحه اشعظمها فجعة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و فتّت مرايرنا بطل يم الشّريعه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مصروع لكن ذبحته والله 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حتّى من الزّندين جفّينه قطيعه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صاحب علَم جنّه و سلالة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من شوفته اتلوح الفراسه و شدّة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ازنوده بليّا اجفوف و الجثّه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و انْظن عليه الفارس المشهور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2993" w:rsidRDefault="00BC2993" w:rsidP="00F86163">
            <w:pPr>
              <w:pStyle w:val="libPoem"/>
            </w:pPr>
            <w:r>
              <w:rPr>
                <w:rtl/>
              </w:rPr>
              <w:t>قطعوا على جوده العدا اشماله و 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حضور السجّاد لدفن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BC2993" w:rsidTr="00B6337E">
        <w:trPr>
          <w:trHeight w:val="350"/>
        </w:trPr>
        <w:tc>
          <w:tcPr>
            <w:tcW w:w="4219" w:type="dxa"/>
            <w:shd w:val="clear" w:color="auto" w:fill="auto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علّة وجود الكون جسمه بذيج لَوعار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عاري ولا له غير وحش البر زوّار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مرمي ثلثتيّام لا تْجَهَّز ولا انشال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رَدْ له عليله ابقلب واهي ودمع همّال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 بس عاينه فوق الوطيّه افراشه ارمال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والجسد ماينشال حن و ظل محتار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كلما رفع جانب توزّع جانب و طاح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من حيث جسمه اموزّعينه بطعن لرْماح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خلّى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الجسد وانهل دمعه وبالوجد صاح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يابوي جيف نْشيل جسمك يَبْن لَطْهار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حيّرتني بيش اجمع أوصالك يَمَبرور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هذي لجفوف امقطّعه والصّدر مكسور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وبين الجسد والرّاس يَبن المصطفى ابرور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هذا الجسد و الرّاس يتْشَهَّر بلَمصار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جابوا له قطعة باريه وجمّع أوصاله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ولفّه عسى عيني العما ودنّق وشاله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وحطّه وسط قبره وتخوصر وانحنى له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و شمّه بنحره والضّماير تسعر بنار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انهدّت اركانه ويل قلبي وجذب حسره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اتحنّت اضلوعه يوم هال اتراب قبره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صاح انكسر قلبي وراح اللّي يجبره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امصاب الجرى عليه بكل الدّهر ماصار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لقْضي يبويه بالبجا ليلي و نهاري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غيرك مَشِفْنه مجفّنينه بالبواري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من عقب ما تبقى ثلثتيّام عاري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فوق الثّرى وسترك يبويه ابهَلفلا غبار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يا قوم هالعِدْ رجل ابويه حسين لَكبر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هذا الذي من شوفته قلبي تفطّر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2993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هذا الشّباب اللي على الدّنيا تحسّر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C2993" w:rsidRDefault="00BC29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C2993" w:rsidRDefault="00B02DE5" w:rsidP="00F86163">
            <w:pPr>
              <w:pStyle w:val="libPoem"/>
            </w:pPr>
            <w:r>
              <w:rPr>
                <w:rtl/>
              </w:rPr>
              <w:t>هذا الذي خلّى الشّهيد ايدير لَفكار</w:t>
            </w:r>
            <w:r w:rsidR="00BC29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337E" w:rsidTr="00B6337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337E" w:rsidRDefault="00B6337E" w:rsidP="00F86163">
            <w:pPr>
              <w:pStyle w:val="libPoem"/>
            </w:pPr>
            <w:r>
              <w:rPr>
                <w:rtl/>
              </w:rPr>
              <w:t>و هذي لَجساد اللي اندفنوا ابهلحفيره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337E" w:rsidRDefault="00B6337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337E" w:rsidRDefault="00B6337E" w:rsidP="00F86163">
            <w:pPr>
              <w:pStyle w:val="libPoem"/>
            </w:pPr>
            <w:r>
              <w:rPr>
                <w:rtl/>
              </w:rPr>
              <w:t>من بيت واحد كلهم وكلهم 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14396" w:rsidRDefault="00714396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554436" w:rsidTr="00B6337E">
        <w:trPr>
          <w:trHeight w:val="350"/>
        </w:trPr>
        <w:tc>
          <w:tcPr>
            <w:tcW w:w="4219" w:type="dxa"/>
          </w:tcPr>
          <w:p w:rsidR="00554436" w:rsidRDefault="00554436" w:rsidP="00F86163">
            <w:pPr>
              <w:pStyle w:val="libPoem"/>
            </w:pPr>
            <w:r>
              <w:rPr>
                <w:rtl/>
              </w:rPr>
              <w:t>كل فرد منهم بالخلق ما مِشْ نظيره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F44E61" w:rsidP="00F86163">
            <w:pPr>
              <w:pStyle w:val="libPoem"/>
            </w:pPr>
            <w:r>
              <w:rPr>
                <w:rtl/>
              </w:rPr>
              <w:t>شبّان كلهم من سهمهم قصر لَعمار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 السجاد بعد الدفن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554436" w:rsidTr="00554436">
        <w:trPr>
          <w:trHeight w:val="350"/>
        </w:trPr>
        <w:tc>
          <w:tcPr>
            <w:tcW w:w="4219" w:type="dxa"/>
            <w:shd w:val="clear" w:color="auto" w:fill="auto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قلبي شعبته ابغيبتك يخْليفة حسين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واظلم نهاري ومرمرت حالي النساوين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غيبتك يَبني هيّجت حزني عليّه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ابهالمرض جاي امنين يا باقي البقيّه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قلها يَعمّه جيّتي من الغاضريّه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واريت اخوتي ودْفنت عبّاس وحسين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واريت ابويه و جيت بالحسره و لهموم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والله يَعمّه امن العوادي الجسد محطوم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 الجفن سافي التّرب و امغسّل بلدموم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ذاك العزيز اندفن جسمه ابغير تجفين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قالت دفنت اهلك يَبَعد اهلي يَسَجّاد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روس اُوجثَثْ واريتهم لو بَس لَجساد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قلها يعمّه الرّوس طرّشها ابن زياد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ليزيد واحنا من بعدهم غصب ماشين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ماحد تدنّى امن الخلق شق الهم ارموس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غيّر محاسنهم يَعمّه حر لشموس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 ادفنتهم كلهم يمحزونه بلا روس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وامّا البطل عبّاس لا راسٍ ولا ايدين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وليلى تنادي ذاب قلبي يَبْن الامجاد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6337E" w:rsidP="00F86163">
            <w:pPr>
              <w:pStyle w:val="libPoem"/>
            </w:pPr>
            <w:r>
              <w:rPr>
                <w:rtl/>
              </w:rPr>
              <w:t>بالله دخبّر عن عضيدك شيخ لَولاد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ذاك الجمال اشْحَل عليه من حر لوهاد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قلها يَليلى عن عزيزج لا تسئلين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لا تسأليني عن علي حاله شَعَبني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بَس عاينت حالة عضيدي انهد ركني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سجّيت جثْته بْحُفْرته و ازداد حزني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و كلما شِفِت طوله ابقبره هِملَت العين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وكل ام ولد فرّت تسايل عن ابنها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81088C" w:rsidP="00F86163">
            <w:pPr>
              <w:pStyle w:val="libPoem"/>
            </w:pPr>
            <w:r>
              <w:rPr>
                <w:rtl/>
              </w:rPr>
              <w:t>و رمله تهل الدّمع و تصيح ابغبنها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العرّيس قلّي اجنازته ياهو دفنها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الله يَقَلبي اشتحتمل من فجعة البين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قلها انكسرتي و الكسر ربِّج يجبره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العرّيس بيدي نزّلت جثته ابقبره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وياه اخوته اموسّدين ابفرد حفره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و قلبي انصدع من شوفته مخضّب الجفّين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وجتّه الرّباب تصيح قلبي من الوجد ذاب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بالله ارد انشدك يالذي واريت لَحباب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عن نور عيني حسين قبل اتهيل لتراب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شِلْت النّبل عنّه و نزَّلْت الجسد زين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ابيا حال شِفْت اجسادهم يا نور عيني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قلها ابعرا قالت أنشدك عن جنيني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شِفْته ابعينك قال بَسْ لا تشعبيني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واريت عبدالله الرّضيع ابحفرة حسين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صاحت يبو محمَّد ترى حجيك شعبني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2C47D3" w:rsidP="00F86163">
            <w:pPr>
              <w:pStyle w:val="libPoem"/>
            </w:pPr>
            <w:r>
              <w:rPr>
                <w:rtl/>
              </w:rPr>
              <w:t>بصدر الشّهيد حسين جيف اموسّد ابني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4436" w:rsidTr="0055443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54436" w:rsidRDefault="00BF4CA5" w:rsidP="00F86163">
            <w:pPr>
              <w:pStyle w:val="libPoem"/>
            </w:pPr>
            <w:r>
              <w:rPr>
                <w:rtl/>
              </w:rPr>
              <w:t>يا ليت ذاك القبر ويّاهم يضمني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54436" w:rsidRDefault="0055443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54436" w:rsidRDefault="00BF4CA5" w:rsidP="00F86163">
            <w:pPr>
              <w:pStyle w:val="libPoem"/>
            </w:pPr>
            <w:r>
              <w:rPr>
                <w:rtl/>
              </w:rPr>
              <w:t>و شلّي ابحياتي نغّصوا عيشي هلثنين</w:t>
            </w:r>
            <w:r w:rsidR="0055443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دعوة</w:t>
      </w:r>
      <w:r w:rsidR="00E33040">
        <w:rPr>
          <w:rtl/>
        </w:rPr>
        <w:t xml:space="preserve"> </w:t>
      </w:r>
      <w:r w:rsidR="006856DA">
        <w:rPr>
          <w:rtl/>
        </w:rPr>
        <w:t>فضه ونزول المائدة في الكوفة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856DA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وصلوا الكوفه ونزّلوا ظعن النّساوين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ومن التّعب والجوع ضجّوا اطفال لحسين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rPr>
          <w:trHeight w:val="350"/>
        </w:trPr>
        <w:tc>
          <w:tcPr>
            <w:tcW w:w="3920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قوّض صبر فضّه ولفت والقلب مشبوب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تطلب الرّخصه من علي والدّمع مصبوب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rPr>
          <w:trHeight w:val="350"/>
        </w:trPr>
        <w:tc>
          <w:tcPr>
            <w:tcW w:w="3920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الضجّة يتاماكم تقلّه قلبي ايذوب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وانتو الصّبر من شانكم يَبْن الميامين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rPr>
          <w:trHeight w:val="350"/>
        </w:trPr>
        <w:tc>
          <w:tcPr>
            <w:tcW w:w="3920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اسمح لي وتدْري دعوتي بيكم مجابه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434070" w:rsidP="00F86163">
            <w:pPr>
              <w:pStyle w:val="libPoem"/>
            </w:pPr>
            <w:r>
              <w:rPr>
                <w:rtl/>
              </w:rPr>
              <w:t>اطلب من الله مايده يبن النّجابه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أنعم و ردّت و الدّمع هل انسجّابه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وبين المحامل وقفت اتصلّي ركعتين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توسّلت لله و خلّت البضعه وسيله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ونظرت اطفال حسين والمدمع تسيله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صاحت يمولاي الظّعن تسمع عويله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غربه ويتامى وجوع تدعي القلب شطرين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نزلت عليها المايده امن الله كرامه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 ردّت ابهمّه و الدّمع جف انسجامه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تلم الحرم يم ابو محمَّد و اليتامى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قلها يَفضّه ام المصايب والمحن وين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فرّت و مابين المحامل ردّت اتدور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اتدوّر عزيزة فاطمه مخدومة الحور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تنعي لقتها وتنتحب و الدّمع منثور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اتنادي بلا وليان ضيّعنا الولي حسين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قامت اويَاها تجر ونّه و دمعها يسيل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 قعدت مع الأيتام و النّسوه و لعليل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صدت و لن راس الولي بالذّابل ايميل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شهقت وصاحت يامصاب اليعْمي العين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أشرب لذيذ الماي وآكل طيّب الزاد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 اقبال عيني راس أخيّي ابراس ميّاد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56D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وهيهات عيني بعد ماتغْمض على وساد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856DA" w:rsidRDefault="006856D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856DA" w:rsidRDefault="00AB43A2" w:rsidP="00F86163">
            <w:pPr>
              <w:pStyle w:val="libPoem"/>
            </w:pPr>
            <w:r>
              <w:rPr>
                <w:rtl/>
              </w:rPr>
              <w:t>وحسين جسمه يندفن من غير تجفين</w:t>
            </w:r>
            <w:r w:rsidR="006856D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العقيلة عند دخولها الكوفة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34070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لاحت الكوفه ونار حزني اسعرت بيّه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دار الخلافه الوالدي حلو السّجيّه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هذي الكوفه جنها بيها ترفرف اعلام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دار المعزّه ابعهد ابونا كهف لَيتام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سلطنه و دوله و انطوت من جور لَيّام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ما ظنّتي اتعود لَوطار الأوليّه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بالأمس خدري و منزلي ابقصر الأماره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وكل يوم ابويه ابحجرتي تسطع أنواره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 الخلق تتوسّل يطلبون الزّياره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وشخصي أبد محّد كفوا ينظر الفيّه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 اخوان عندي اسباتعش توقف اقبالي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فرسان و آنا امخدّره و الرّاس عالي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 الخلق تتحدّث ابناموسي و جلالي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8F3B2D" w:rsidP="00F86163">
            <w:pPr>
              <w:pStyle w:val="libPoem"/>
            </w:pPr>
            <w:r>
              <w:rPr>
                <w:rtl/>
              </w:rPr>
              <w:t>واليوم اطب حسره وساتر ما عليّه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4070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4070" w:rsidRDefault="003820E5" w:rsidP="00F86163">
            <w:pPr>
              <w:pStyle w:val="libPoem"/>
            </w:pPr>
            <w:r>
              <w:rPr>
                <w:rtl/>
              </w:rPr>
              <w:t>خلّو اظعوني بالفضا و انا اتركوني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4070" w:rsidRDefault="0043407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4070" w:rsidRDefault="003820E5" w:rsidP="00F86163">
            <w:pPr>
              <w:pStyle w:val="libPoem"/>
            </w:pPr>
            <w:r>
              <w:rPr>
                <w:rtl/>
              </w:rPr>
              <w:t>مَقْدر أطب حسره واهلها يعرفوني</w:t>
            </w:r>
            <w:r w:rsidR="0043407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856DA" w:rsidRDefault="006856D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820E5" w:rsidTr="00D859F8">
        <w:trPr>
          <w:trHeight w:val="350"/>
        </w:trPr>
        <w:tc>
          <w:tcPr>
            <w:tcW w:w="4219" w:type="dxa"/>
            <w:shd w:val="clear" w:color="auto" w:fill="auto"/>
          </w:tcPr>
          <w:p w:rsidR="003820E5" w:rsidRDefault="003820E5" w:rsidP="00F86163">
            <w:pPr>
              <w:pStyle w:val="libPoem"/>
            </w:pPr>
            <w:r>
              <w:rPr>
                <w:rtl/>
              </w:rPr>
              <w:t>قبل الهضم و الضّيم يا ليت ادفنوني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وياليت ظعني لامشى امن الغاضريّه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مَقدر يخلق الله على دخلة الكوفه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و قصر الإماره بعد ابويه اشلون أشوفه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بالأمس كعبه و الخلق كلها اتطوفه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واليوم بيه ابن الرّجس ضنوة سميّه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رِدِّ الهَوَازل يا زَجر قلبي ترى ذاب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مَقْدَر أطبّ و انظر منازل داحي الباب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مقدر أعاين مسْجده وانظر المحراب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أذكر زمان المرتضى و زينة حجيّه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صاحت يَبو محمَّد ابدخلك مستجيره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جان ادخلوني بلا ستر و الله كسيره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منها طلَعت امخدّره و ارجع يسيره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بلكت يسمّوني ابظلمهم خارجيّه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D859F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قلها يعمّه الأمر ما يحصل على اهواي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820E5" w:rsidRDefault="00016CE6" w:rsidP="00F86163">
            <w:pPr>
              <w:pStyle w:val="libPoem"/>
            </w:pPr>
            <w:r>
              <w:rPr>
                <w:rtl/>
              </w:rPr>
              <w:t>لو طاح بيدي ما مشيت ابولية اعداي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59F8" w:rsidTr="00D859F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859F8" w:rsidRDefault="00D859F8" w:rsidP="00F86163">
            <w:pPr>
              <w:pStyle w:val="libPoem"/>
            </w:pPr>
            <w:r>
              <w:rPr>
                <w:rtl/>
              </w:rPr>
              <w:t>و هذي السّلاسل حزّت اشمالي و يمناي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859F8" w:rsidRDefault="00D859F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859F8" w:rsidRDefault="00D859F8" w:rsidP="00F86163">
            <w:pPr>
              <w:pStyle w:val="libPoem"/>
            </w:pPr>
            <w:r>
              <w:rPr>
                <w:rtl/>
              </w:rPr>
              <w:t>صبري على ضيم الدّهر عمّه اشبديّه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دخول</w:t>
      </w:r>
      <w:r w:rsidR="00E33040">
        <w:rPr>
          <w:rtl/>
        </w:rPr>
        <w:t xml:space="preserve"> </w:t>
      </w:r>
      <w:r>
        <w:rPr>
          <w:rtl/>
        </w:rPr>
        <w:t>زينب و النساء الكوفة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820E5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بالأمس خدرج ما جرى ابكل البريّه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و اليوم صار اسمج يزينب خارجيّه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rPr>
          <w:trHeight w:val="350"/>
        </w:trPr>
        <w:tc>
          <w:tcPr>
            <w:tcW w:w="3920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أسمع يَزينب من هل الكوفة الملاعين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ايقولون هالنّسوه كفر ما هم مسلمين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rPr>
          <w:trHeight w:val="350"/>
        </w:trPr>
        <w:tc>
          <w:tcPr>
            <w:tcW w:w="3920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ذوله خوارج خارجه عن ملّة الدّين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والله عجب مَتْسيخ بيهم هالوطيّه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rPr>
          <w:trHeight w:val="350"/>
        </w:trPr>
        <w:tc>
          <w:tcPr>
            <w:tcW w:w="3920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الله يهل بيت النبوّه و الرّساله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و الما مثلكم بالفصاحه والجلاله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rPr>
          <w:trHeight w:val="350"/>
        </w:trPr>
        <w:tc>
          <w:tcPr>
            <w:tcW w:w="3920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بين العدى تمشون حسرى ابذل حاله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وين الصّناديد الذي اتخوض المنيّه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حامي الظّعينه وين عبّاس لمشكّر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434ABC" w:rsidP="00F86163">
            <w:pPr>
              <w:pStyle w:val="libPoem"/>
            </w:pPr>
            <w:r>
              <w:rPr>
                <w:rtl/>
              </w:rPr>
              <w:t>و حسين و اخوانه مع الجاسم و لَكبر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ما ينظرون الحرم فوق الهزل حسَّر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وين الظّياغم و لقروم الهاشميّه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قالت على الرّمضا بقوا من غير دفّان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متغَسلين امْن الدّما و السّافي أجفان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وَسفَه عليهم و الأسف مَيبرّد احزان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شبّان كلهم ما يهابون المنيّه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بشط الفرات اجروا من دموم العدا بحور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ماقصّروا فرسان هاشم يوم عاشور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لكن قضى الله والذي باللوح مسطور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مكتوب تحويهم اطفوف الغاضريّه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قلها و قلبه من لهيب الحزن ذايب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فرسان مع فرسان لو صارت حرايب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وامّا النّسا من شانها نوح ونوادب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باوطانها لرْجالها تنصب عزيّه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صاحت مشينه ولا بقينا هناك ساعه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و حسين منعونا الأعادي من اوداعه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20E5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820E5" w:rsidRDefault="002B67B1" w:rsidP="00F86163">
            <w:pPr>
              <w:pStyle w:val="libPoem"/>
            </w:pPr>
            <w:r>
              <w:rPr>
                <w:rtl/>
              </w:rPr>
              <w:t>و دخلوا ابْنا الكوفه يسارى ابهالشّناعه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820E5" w:rsidRDefault="003820E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820E5" w:rsidRDefault="000A2CE5" w:rsidP="00F86163">
            <w:pPr>
              <w:pStyle w:val="libPoem"/>
            </w:pPr>
            <w:r>
              <w:rPr>
                <w:rtl/>
              </w:rPr>
              <w:t>هلّي دهاني و صابني امقَدَّر عليّه</w:t>
            </w:r>
            <w:r w:rsidR="003820E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856DA" w:rsidRDefault="006856D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خطبة زينب بالكوفة...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40FEC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440FEC" w:rsidRDefault="00440FEC" w:rsidP="00F86163">
            <w:pPr>
              <w:pStyle w:val="libPoem"/>
            </w:pPr>
            <w:r>
              <w:rPr>
                <w:rtl/>
              </w:rPr>
              <w:t>والله عجايب ياهل الكوفه تنوحون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40FEC" w:rsidRDefault="00440FEC" w:rsidP="00F86163">
            <w:pPr>
              <w:pStyle w:val="libPoem"/>
            </w:pPr>
            <w:r>
              <w:rPr>
                <w:rtl/>
              </w:rPr>
              <w:t>وانتو السفكتوا ادمومنا واليوم تبجون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لاهدَت رنّتكم ولا الكم نشفت ادموع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هذي العتره بين مأسورٍ ومصروع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و ابهالمصيبه سيّد الكونين مفجوع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حتّى لطفال انفنت و اعياله تيَسرون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طب وحصَرنا جيشكم بالغاضريّه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1E17F6" w:rsidP="00F86163">
            <w:pPr>
              <w:pStyle w:val="libPoem"/>
            </w:pPr>
            <w:r>
              <w:rPr>
                <w:rtl/>
              </w:rPr>
              <w:t>لا خافوا من الله ولا راعوا نبيّه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وكلْكُم خذلتونا ونصرتوا حزب اميّه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يهل الغدر كل يوم بيعتكم تنكثون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عسكر الجرّار اللفى ماهو من الشّام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كلها هل الكوفه الذي هجموا عْلى لخيام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سلبواحلينا اهل الخيانه وداسوا ايتام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همّتهُم اتْفرهد ثقلْنا ما يورعون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انتو المنعتونا الوِرِد ياخس لَرجاس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ومنكم القطعوا على الجود جفوفعبّاس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والفاجر اللّي بالعمَد صابه على الرّاس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 خلّى بنات المرتضى بعده يضيعون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ومنكم الملحد حرمله ساس اللآمه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تدرون وين ابن الرّجس نشّب سهامه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للعين واحد و المجد نكّس اعلامه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واردى الرّضيع ابسهمه الثّاني الملعون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 امّا لمثلّث لا تنشدوني وقع وين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ابقلب النّبوّه و الإمامه مهجة حسين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 اهوى ايتلقى الارض يا ويلي بليدين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وحز الكريم ابن الضّبابي وزلزل الكون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وظل جسم عزنا حسين عاري على الغبرا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 نخّيتهم ظنتي يوارونه بقبره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وطلعت من اولاد الزّنا عْلى الخيل عشره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4D1099" w:rsidP="00F86163">
            <w:pPr>
              <w:pStyle w:val="libPoem"/>
            </w:pPr>
            <w:r>
              <w:rPr>
                <w:rtl/>
              </w:rPr>
              <w:t>صدره وظهره هشموه ولا يبالون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</w:t>
      </w:r>
      <w:r w:rsidR="00E33040">
        <w:rPr>
          <w:rtl/>
        </w:rPr>
        <w:t xml:space="preserve"> </w:t>
      </w:r>
      <w:r>
        <w:rPr>
          <w:rtl/>
        </w:rPr>
        <w:t>زينب لأهل الكوفة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40FEC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جَنكُم يَهَل كوفان ما تدرون بينا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آل الرسول و حيدر الكرّار ابونه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تدرون بينا من حموله وعزوه وامجاد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صبح و مسا ما تنقطع عنّا الوفّاد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و تتصدّقون اعْلَى اليتامى ابفاضل الزّاد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يا ليت فاعل هالفعل تقطع يمينه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بالأمس ابونا حيدر الكرّار معروف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صاحب الغيره وبالكرم والجود موصوف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لو لاذ بيه الخايف ايأمِّن من الخوف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والكون كلّه يستضي بغرّة جبينه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ربّى يتاماكم و اراملكم حماها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وسكّن ابونا جوعها و ارْوَى ظماها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هذا الجزا تْسلبون من زينب رداها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بالأمس بمْعَزّه و هاليوم انولينا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0FEC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بَسْ ياهل الكوفه علينا امْن الشّماته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40FEC" w:rsidRDefault="00440FE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40FEC" w:rsidRDefault="002641D4" w:rsidP="00F86163">
            <w:pPr>
              <w:pStyle w:val="libPoem"/>
            </w:pPr>
            <w:r>
              <w:rPr>
                <w:rtl/>
              </w:rPr>
              <w:t>ونَزلوا بعد هالرّاس من عالي قناته</w:t>
            </w:r>
            <w:r w:rsidR="00440F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856DA" w:rsidRDefault="006856D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0107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فوق الرّمح و يلاحظ ابعينه بناته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0107" w:rsidRDefault="00C2010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و لَيتام كلمن دمعته تجري ابعينه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0107" w:rsidTr="000F02DC">
        <w:trPr>
          <w:trHeight w:val="350"/>
        </w:trPr>
        <w:tc>
          <w:tcPr>
            <w:tcW w:w="3920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و الله يهل كوفان ذوّبتوا افّادي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0107" w:rsidRDefault="00C2010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هذا علينا حرّمه جدنا الهادي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0107" w:rsidTr="000F02DC">
        <w:trPr>
          <w:trHeight w:val="350"/>
        </w:trPr>
        <w:tc>
          <w:tcPr>
            <w:tcW w:w="3920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جسمي انتحل من غربتي وجور الأعادي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0107" w:rsidRDefault="00C2010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ابليّا ستر و الناس تتفرّج علينا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0107" w:rsidTr="000F02DC">
        <w:trPr>
          <w:trHeight w:val="350"/>
        </w:trPr>
        <w:tc>
          <w:tcPr>
            <w:tcW w:w="3920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بوجوهكم صدّوا و يمنا لا توقفون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0107" w:rsidRDefault="00C2010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كلنا بنات المصطفى غضّوا للعيون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0107" w:rsidTr="000F02DC">
        <w:trPr>
          <w:trHeight w:val="350"/>
        </w:trPr>
        <w:tc>
          <w:tcPr>
            <w:tcW w:w="3920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خلّوا الحريم اعلَى العزيز حسين يبكون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0107" w:rsidRDefault="00C2010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0107" w:rsidRDefault="00173EAA" w:rsidP="00F86163">
            <w:pPr>
              <w:pStyle w:val="libPoem"/>
            </w:pPr>
            <w:r>
              <w:rPr>
                <w:rtl/>
              </w:rPr>
              <w:t>والله على الشبّان ساعه ما بجينا</w:t>
            </w:r>
            <w:r w:rsidR="00C2010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بين</w:t>
      </w:r>
      <w:r w:rsidR="00E33040">
        <w:rPr>
          <w:rtl/>
        </w:rPr>
        <w:t xml:space="preserve"> </w:t>
      </w:r>
      <w:r>
        <w:rPr>
          <w:rtl/>
        </w:rPr>
        <w:t>الشمر و زوجته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73EAA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يا شمر هذا ابن النّبي نور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وابوه حيدر وامّه الزّهرا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ما راقبتهم يا عديم البخت و الرّاي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قطّعت مهجتهم ولا ارويته من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والله بعد ما تجتمع يا رجس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خلّيت بنت المصطفى الزّهرا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جيف اجْسرت يَبْن الخنا قطّعت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وحزّيت راسه وزينب الحورا تنظره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ابْنَعْلك يغادي البَخَت تسحَق فوق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ضاعت حريمه و يتّمت بنته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وخلّيت زينب تدخل الكوفه ابهالحال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اهْيَ الوديعه من علي خوّاض لَهوال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من يظن زينب تركب الناقه بلا ارجال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شهالفعل يا شمر هاللي فاعلينه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يَبن الخنا ضيّعت بعده امخدّراته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ياحالة القشره على حريمه و خواته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شتعاين بكوفان من ذلّه و شماته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وشحال زينب من عقب حامي 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قلها الرّجس بطْلي البواجي واتركي اللوم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باجر تروح الشّام زينب وام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هالرّاس هذا انوصّله ليزيد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نسوانهم لابد المجلس يدخلونه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ولابد نطب الشّام بالسجّاد مأسور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ابكل بلده ابهالحراير حاسره اندور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انوقّف ابهالرّاس فوق الرّمح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محمول و اهل الشّام كلهم ينظرونه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856DA" w:rsidRDefault="006856D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دخول النساء على ابن زياد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73EAA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دشّت على ابن زياد زينب والخواتين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ويّاهم السجّاد يهمل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الرّجس فوق التّخت يتفرّج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كلها بليّا استار تتستّر بديها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بيده قضيب و ينكت ابْمَبْسَم 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يقول هالّي امغلّل ابزنجيل من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قالوا علي قلهم علي ايقولون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قالوا نعم لَكبر ابوادي الطّف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3EAA" w:rsidTr="000F02DC">
        <w:trPr>
          <w:trHeight w:val="350"/>
        </w:trPr>
        <w:tc>
          <w:tcPr>
            <w:tcW w:w="3920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قدّام ابوه حسين ظل ايعالج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3EAA" w:rsidRDefault="00173E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3EAA" w:rsidRDefault="00173EAA" w:rsidP="00F86163">
            <w:pPr>
              <w:pStyle w:val="libPoem"/>
            </w:pPr>
            <w:r>
              <w:rPr>
                <w:rtl/>
              </w:rPr>
              <w:t>و هذا الذي ظل من اولاد الخارجيّين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C59E2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اتكلّم و ابومحمَّد يجيبه ابدمع سجّاب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قلّه بعد تقدر عليّه اترد 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rPr>
          <w:trHeight w:val="350"/>
        </w:trPr>
        <w:tc>
          <w:tcPr>
            <w:tcW w:w="3920" w:type="dxa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و آمر يسحبونه ابقيده فوق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و ضجّت الحاله بالبجا ذيج 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rPr>
          <w:trHeight w:val="350"/>
        </w:trPr>
        <w:tc>
          <w:tcPr>
            <w:tcW w:w="3920" w:type="dxa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و زينب تنادي وين عزنا ماخذينه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7C59E2" w:rsidP="00F86163">
            <w:pPr>
              <w:pStyle w:val="libPoem"/>
            </w:pPr>
            <w:r>
              <w:rPr>
                <w:rtl/>
              </w:rPr>
              <w:t>قلبي تقطّع هالولد لا تسحبونه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و انجان يا ظالم عزمكم تذبحونه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قبله اذبحوني عيشتي قشره بلا معين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كلنا غرَايب ضايعات بلا رجاجيل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ياغيرة الله ما بقى لينا ترى كفيل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بالله عليكم لا تسحبونه ترى عْليل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بعده يخلق الله نجيب النا ولي منين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قلها العليل و مدمعه بالخد يجري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زينب يَعمّه عْلَى الهضم والضّيم صبري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أمر القضا واللي انكتب باللوح يجري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قلبي تراهو ذاب صوتِج لاترفعين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قالت يَعَقْلي الصّبر قوّض و الجلد راح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ذوّبتني لوعات قلبي وكثر لنْياح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لو تطلع ابكثر البجا و النّوح لَرْواح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فارقت روحي يوم ودّعني ومشى حسين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لو يجتل الثّكلى الحزن و النّوح متْنا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و لو ضيم قلبي عْلَى جبل ينهدّ ركنه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0F02D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من ولية العدوان وين اللّي يفكنا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C59E2" w:rsidRDefault="00B206BD" w:rsidP="00F86163">
            <w:pPr>
              <w:pStyle w:val="libPoem"/>
            </w:pPr>
            <w:r>
              <w:rPr>
                <w:rtl/>
              </w:rPr>
              <w:t>ما ظنّتي وصّل خبر للهاشميّين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محاورة زينب مع ابن زياد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7C59E2" w:rsidTr="00CC36EC">
        <w:trPr>
          <w:trHeight w:val="350"/>
        </w:trPr>
        <w:tc>
          <w:tcPr>
            <w:tcW w:w="4219" w:type="dxa"/>
            <w:shd w:val="clear" w:color="auto" w:fill="auto"/>
          </w:tcPr>
          <w:p w:rsidR="007C59E2" w:rsidRDefault="0009740D" w:rsidP="00F86163">
            <w:pPr>
              <w:pStyle w:val="libPoem"/>
            </w:pPr>
            <w:r>
              <w:rPr>
                <w:rtl/>
              </w:rPr>
              <w:t>زينب ذليله تخاطب الفاجر ابن زياد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7C59E2" w:rsidRDefault="0009740D" w:rsidP="00F86163">
            <w:pPr>
              <w:pStyle w:val="libPoem"/>
            </w:pPr>
            <w:r>
              <w:rPr>
                <w:rtl/>
              </w:rPr>
              <w:t>و يقول منكم يا حزينه قْضيت لمراد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rPr>
          <w:trHeight w:val="350"/>
        </w:trPr>
        <w:tc>
          <w:tcPr>
            <w:tcW w:w="4219" w:type="dxa"/>
          </w:tcPr>
          <w:p w:rsidR="007C59E2" w:rsidRDefault="0009740D" w:rsidP="00F86163">
            <w:pPr>
              <w:pStyle w:val="libPoem"/>
            </w:pPr>
            <w:r>
              <w:rPr>
                <w:rtl/>
              </w:rPr>
              <w:t>بين العباد الحمد لله اللّي فضحكم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09740D" w:rsidP="00F86163">
            <w:pPr>
              <w:pStyle w:val="libPoem"/>
            </w:pPr>
            <w:r>
              <w:rPr>
                <w:rtl/>
              </w:rPr>
              <w:t>يا خارجيّه بتَرح متبدِّل فرحكم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rPr>
          <w:trHeight w:val="350"/>
        </w:trPr>
        <w:tc>
          <w:tcPr>
            <w:tcW w:w="4219" w:type="dxa"/>
          </w:tcPr>
          <w:p w:rsidR="007C59E2" w:rsidRDefault="00ED064E" w:rsidP="00F86163">
            <w:pPr>
              <w:pStyle w:val="libPoem"/>
            </w:pPr>
            <w:r>
              <w:rPr>
                <w:rtl/>
              </w:rPr>
              <w:t>صرتوا مَثَل بين الملا من بعد عزكم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D064E" w:rsidP="00F86163">
            <w:pPr>
              <w:pStyle w:val="libPoem"/>
            </w:pPr>
            <w:r>
              <w:rPr>
                <w:rtl/>
              </w:rPr>
              <w:t>كل اخوتج منهم أراح الله لعباد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rPr>
          <w:trHeight w:val="350"/>
        </w:trPr>
        <w:tc>
          <w:tcPr>
            <w:tcW w:w="4219" w:type="dxa"/>
          </w:tcPr>
          <w:p w:rsidR="007C59E2" w:rsidRDefault="00ED064E" w:rsidP="00F86163">
            <w:pPr>
              <w:pStyle w:val="libPoem"/>
            </w:pPr>
            <w:r>
              <w:rPr>
                <w:rtl/>
              </w:rPr>
              <w:t>ردّت جوابه مخدّرة بيت الرّساله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D064E" w:rsidP="00F86163">
            <w:pPr>
              <w:pStyle w:val="libPoem"/>
            </w:pPr>
            <w:r>
              <w:rPr>
                <w:rtl/>
              </w:rPr>
              <w:t>الحمد لله اللي حبانا بالجلاله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ابذبحك لخيّي حسين و اتْشِتِّت اعياله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يجازيك ربٍ غير ظالم يوم لمعاد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قلها غليل القلب من خوتج شفيناه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وبيتك من حسين ومن اخوانه خليناه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وذاك الجمع كلّه فرد ساعه فنيناه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كلهم نظرتيهم بلا ساتر ولا وساد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شفتي اشفعل رب الخلق بالعاصي حسين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مطروح خلّيناه عاري ابغير تجفين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والخيل داست جثّته وانتي تشوفين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 قرّت اعيون ايزيد وادرَك كل ما راد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هلّت دمعها و بقت تتمنّى المنيّه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 اتصيح يا دهر غدرني و خان بيّه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ابليّا ستر و النّاس تتفرّج عليّه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واللي نحلني ركوبي النّاقه بلا مهاد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9E2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وان جان يَبن زياد يشفيك الذي صار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7C59E2" w:rsidRDefault="007C59E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7C59E2" w:rsidRDefault="00E72223" w:rsidP="00F86163">
            <w:pPr>
              <w:pStyle w:val="libPoem"/>
            </w:pPr>
            <w:r>
              <w:rPr>
                <w:rtl/>
              </w:rPr>
              <w:t>من ذبح ابو سكنه وحرق الخيم بالنّار</w:t>
            </w:r>
            <w:r w:rsidR="007C59E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36EC" w:rsidTr="00CC36E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C36EC" w:rsidRDefault="00CC36EC" w:rsidP="00F86163">
            <w:pPr>
              <w:pStyle w:val="libPoem"/>
            </w:pPr>
            <w:r>
              <w:rPr>
                <w:rtl/>
              </w:rPr>
              <w:t>وضيعة ايتامي وجيّتي الكوفه بلا ستار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C36EC" w:rsidRDefault="00CC36E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C36EC" w:rsidRDefault="00CC36EC" w:rsidP="00F86163">
            <w:pPr>
              <w:pStyle w:val="libPoem"/>
            </w:pPr>
            <w:r>
              <w:rPr>
                <w:rtl/>
              </w:rPr>
              <w:t>منّا شفيت اضغون قلبك يَبْن لَوغاد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59E2" w:rsidRDefault="007C59E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01E7E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401E7E" w:rsidRDefault="00401E7E" w:rsidP="00F86163">
            <w:pPr>
              <w:pStyle w:val="libPoem"/>
            </w:pPr>
            <w:r>
              <w:rPr>
                <w:rtl/>
              </w:rPr>
              <w:t>يا دهر لَقشر شيّبتني قبل لمشيب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01E7E" w:rsidRDefault="00401E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1E7E" w:rsidRDefault="00401E7E" w:rsidP="00F86163">
            <w:pPr>
              <w:pStyle w:val="libPoem"/>
            </w:pPr>
            <w:r>
              <w:rPr>
                <w:rtl/>
              </w:rPr>
              <w:t>عقب الهوادج ركّبوني هزّل النّيب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1E7E" w:rsidTr="000F02DC">
        <w:trPr>
          <w:trHeight w:val="350"/>
        </w:trPr>
        <w:tc>
          <w:tcPr>
            <w:tcW w:w="3920" w:type="dxa"/>
          </w:tcPr>
          <w:p w:rsidR="00401E7E" w:rsidRDefault="00401E7E" w:rsidP="00F86163">
            <w:pPr>
              <w:pStyle w:val="libPoem"/>
            </w:pPr>
            <w:r>
              <w:rPr>
                <w:rtl/>
              </w:rPr>
              <w:t>و عقب البطل عبّاس قايد ناقتي غْريب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1E7E" w:rsidRDefault="00401E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1E7E" w:rsidRDefault="00401E7E" w:rsidP="00F86163">
            <w:pPr>
              <w:pStyle w:val="libPoem"/>
            </w:pPr>
            <w:r>
              <w:rPr>
                <w:rtl/>
              </w:rPr>
              <w:t>ومن بعد بيت المرتضى مجلس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حال</w:t>
      </w:r>
      <w:r w:rsidR="00E33040">
        <w:rPr>
          <w:rtl/>
        </w:rPr>
        <w:t xml:space="preserve"> </w:t>
      </w:r>
      <w:r>
        <w:rPr>
          <w:rtl/>
        </w:rPr>
        <w:t>القاسم بن حبيب لما رأى رأس أبيه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8618F" w:rsidTr="0068618F">
        <w:trPr>
          <w:trHeight w:val="350"/>
        </w:trPr>
        <w:tc>
          <w:tcPr>
            <w:tcW w:w="4219" w:type="dxa"/>
            <w:shd w:val="clear" w:color="auto" w:fill="auto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يابوي دون حسين ضيّعت المداليل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وخلّيتني يابوي دمعي بخدّي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rPr>
          <w:trHeight w:val="350"/>
        </w:trPr>
        <w:tc>
          <w:tcPr>
            <w:tcW w:w="4219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دون ابن حيدر طلّقت يابوي دنياك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و تعفرّت بالغاضريّه دون مولاك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rPr>
          <w:trHeight w:val="350"/>
        </w:trPr>
        <w:tc>
          <w:tcPr>
            <w:tcW w:w="4219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قصّر الحظّ ولانصرت حسين ويّاك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ياليت صدري قبل صدرك داسته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rPr>
          <w:trHeight w:val="350"/>
        </w:trPr>
        <w:tc>
          <w:tcPr>
            <w:tcW w:w="4219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نلت المعالي يوم خضّبت الكريمه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بدماك دون امدلّل الزّهرا و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rPr>
          <w:trHeight w:val="350"/>
        </w:trPr>
        <w:tc>
          <w:tcPr>
            <w:tcW w:w="4219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فزتوا بعز المرجله لكن هضيمه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جلب الحريم ميسّره فوق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تعليق راسك بين عدوانك علَي 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68618F" w:rsidP="00F86163">
            <w:pPr>
              <w:pStyle w:val="libPoem"/>
            </w:pPr>
            <w:r>
              <w:rPr>
                <w:rtl/>
              </w:rPr>
              <w:t>من شفت راس حسين ياضي فوق لسنان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مْع راس ابوفاضل وروس اشبال عدنان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فوق العوالي كلّما هب الهوا تميل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قلبي تفتّت والدّمع بالخد همّال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ظنّيت هالوقعه يبويه ارجال برجال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ولن الحريم تنوح فوق ظهور الجمال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706FBA" w:rsidP="00F86163">
            <w:pPr>
              <w:pStyle w:val="libPoem"/>
            </w:pPr>
            <w:r>
              <w:rPr>
                <w:rtl/>
              </w:rPr>
              <w:t>هاي الحريم ابيسر في وين البهاليل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266DAD" w:rsidP="00F86163">
            <w:pPr>
              <w:pStyle w:val="libPoem"/>
            </w:pPr>
            <w:r>
              <w:rPr>
                <w:rtl/>
              </w:rPr>
              <w:t>و اقبل على زينب و قلبه ابنار ملهوب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266DAD" w:rsidP="00F86163">
            <w:pPr>
              <w:pStyle w:val="libPoem"/>
            </w:pPr>
            <w:r>
              <w:rPr>
                <w:rtl/>
              </w:rPr>
              <w:t>و شاف الخلق صكّت و ضاقت ذيج لدروب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266DAD" w:rsidP="00F86163">
            <w:pPr>
              <w:pStyle w:val="libPoem"/>
            </w:pPr>
            <w:r>
              <w:rPr>
                <w:rtl/>
              </w:rPr>
              <w:t>و امخدره تنعى و بجاها يفت لقلوب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266DAD" w:rsidP="00F86163">
            <w:pPr>
              <w:pStyle w:val="libPoem"/>
            </w:pPr>
            <w:r>
              <w:rPr>
                <w:rtl/>
              </w:rPr>
              <w:t>ويّا عليل امغللينه بالزّناجيل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نادى ابصوته اتأمّلي يا هاشميّه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أرد انشدج شنهو الجرى بالغاضريّه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جنّج الحورا مخدّرة راعي الحميّه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قالت نعم زينب أنا بنت البهاليل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آنا التي ما شافت العالم خيالي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F85D4F" w:rsidP="00F86163">
            <w:pPr>
              <w:pStyle w:val="libPoem"/>
            </w:pPr>
            <w:r>
              <w:rPr>
                <w:rtl/>
              </w:rPr>
              <w:t>و النّاس ما نالت من العزّه منالي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واليوم ما يحتاج اوصّف لك احوالي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خلّيت اخويه عْلَى الثّرى من غير تغسل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آنا التي بالصّون موصوفه و لخدور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محّد حصل فخري وعزّي ابكل لدهور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واليوم من بعد الخدر حسره على كور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CF4EE7" w:rsidP="00F86163">
            <w:pPr>
              <w:pStyle w:val="libPoem"/>
            </w:pPr>
            <w:r>
              <w:rPr>
                <w:rtl/>
              </w:rPr>
              <w:t>من عزوتي ما ظل عندي غير لعليل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نادى ودمع العين فوق الخد سفّاح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شفنا الدّهرمن قبل راوى افراح واتراح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لكن مَشِفْنا روس تتعلّق على ارماح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و امخدّره تركب على اظهور المهازيل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صاحت يهالشبّان يمّي لا تمرّون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9301DC" w:rsidP="00F86163">
            <w:pPr>
              <w:pStyle w:val="libPoem"/>
            </w:pPr>
            <w:r>
              <w:rPr>
                <w:rtl/>
              </w:rPr>
              <w:t>تذوبون قلبي جان عن حالي تنشدون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8618F" w:rsidTr="0068618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8618F" w:rsidRDefault="008E7264" w:rsidP="00F86163">
            <w:pPr>
              <w:pStyle w:val="libPoem"/>
            </w:pPr>
            <w:r>
              <w:rPr>
                <w:rtl/>
              </w:rPr>
              <w:t>ذكّرتني يَبني ابشبّاني و لغصون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8618F" w:rsidRDefault="0068618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8618F" w:rsidRDefault="008E7264" w:rsidP="00F86163">
            <w:pPr>
              <w:pStyle w:val="libPoem"/>
            </w:pPr>
            <w:r>
              <w:rPr>
                <w:rtl/>
              </w:rPr>
              <w:t>راحوا وخلّونا حريم ابلا رجاجيل</w:t>
            </w:r>
            <w:r w:rsidR="0068618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59E2" w:rsidRDefault="007C59E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7C59E2" w:rsidP="00F86163">
      <w:pPr>
        <w:pStyle w:val="libCenterBold1"/>
      </w:pPr>
      <w:r>
        <w:rPr>
          <w:rtl/>
        </w:rPr>
        <w:t>أهوال الكوفه و الشام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0E2576" w:rsidTr="000E2576">
        <w:trPr>
          <w:trHeight w:val="350"/>
        </w:trPr>
        <w:tc>
          <w:tcPr>
            <w:tcW w:w="4219" w:type="dxa"/>
            <w:shd w:val="clear" w:color="auto" w:fill="auto"/>
          </w:tcPr>
          <w:p w:rsidR="000E2576" w:rsidRDefault="000E2576" w:rsidP="00F86163">
            <w:pPr>
              <w:pStyle w:val="libPoem"/>
            </w:pPr>
            <w:r>
              <w:rPr>
                <w:rtl/>
              </w:rPr>
              <w:t>صبح اثنعشعاشور وصلت عيلة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0E2576" w:rsidRDefault="005954E9" w:rsidP="00F86163">
            <w:pPr>
              <w:pStyle w:val="libPoem"/>
            </w:pPr>
            <w:r>
              <w:rPr>
                <w:rtl/>
              </w:rPr>
              <w:t>دروازة الكوفه واهلها اطْلَعت حزبين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rPr>
          <w:trHeight w:val="350"/>
        </w:trPr>
        <w:tc>
          <w:tcPr>
            <w:tcW w:w="4219" w:type="dxa"/>
          </w:tcPr>
          <w:p w:rsidR="000E2576" w:rsidRDefault="005954E9" w:rsidP="00F86163">
            <w:pPr>
              <w:pStyle w:val="libPoem"/>
            </w:pPr>
            <w:r>
              <w:rPr>
                <w:rtl/>
              </w:rPr>
              <w:t>ناس ابسرور امعيّده و طلعت بلفراح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و ناس ابحزنها و نوح تصفج راحٍ ابراح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rPr>
          <w:trHeight w:val="350"/>
        </w:trPr>
        <w:tc>
          <w:tcPr>
            <w:tcW w:w="4219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ومن الحزن فوق السطوح ابدمع سفّاح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ينادون جنكُم يا سبايا الّا مسلمين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rPr>
          <w:trHeight w:val="350"/>
        </w:trPr>
        <w:tc>
          <w:tcPr>
            <w:tcW w:w="4219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وزينب على ناقه بمصايبها اتِّلوّى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و تصيح بيهم يا عديمين المروّه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rPr>
          <w:trHeight w:val="350"/>
        </w:trPr>
        <w:tc>
          <w:tcPr>
            <w:tcW w:w="4219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احنا أهل بيت الامامه و النبوّه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495049" w:rsidP="00F86163">
            <w:pPr>
              <w:pStyle w:val="libPoem"/>
            </w:pPr>
            <w:r>
              <w:rPr>
                <w:rtl/>
              </w:rPr>
              <w:t>بالمصطفى الهادي وابونا اتشيّد الدّين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وابن الدّعي خاف القلوب تميل إلهم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وبيّتوا ليلة ثلتّعشَر في سجنهم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وسافر ابو الباقر الدَفن حسين عنهم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ابضحوة نهار و رجع يهمل دمعة العين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والمجلس الميشوم يوم اربَعتَعَش صار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وقفت بنات المصطفى ما بين فجّار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وابن الدّعي قلبه اشتفى من بيت لطهار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هذا يَدَهر الشّوم فعلك بالميامين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وقفت الحورا ترد على نسل الدّعي جْواب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 أدّت رسالتها الوديعه بين لَجناب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من منطق الهادي وشجاعة داحي الباب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 خلّت الطّاغي امحيّر ايقلّب الجفّين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هاجت ضغونه ابن الدّعي وللسّجن ردهم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5153F3" w:rsidP="00F86163">
            <w:pPr>
              <w:pStyle w:val="libPoem"/>
            </w:pPr>
            <w:r>
              <w:rPr>
                <w:rtl/>
              </w:rPr>
              <w:t>ونادى ابعجل ياشمر لَرض الشّام ودهم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ويلاه من قوّض من الكوفه ظعنهم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وضجّوا فرد ضجّه اليتامى والنّساوين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للشّام يا حيدر بناتك سيّروها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 كلما يمرّون ابمدينه شهّروها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 ادروب وعره ابعترة الهادي اسلكوها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الله يَزينب من هَلمْصاب اشتقاسين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واعظم عليها ابهالدّواهي الواجهتها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يوم اصبحت و اقبالها اجنازة اختها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 جتها الحوادي للمسير و طالبتها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صاحت ابذاك الحال ياعباس يحسين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يحسين يا عباس دهر الشّوم ذبني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ابهَالدّرب و العيله اُو بجْنازه محنّي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E25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 هاي الثّواكل بالنّياحه شيّبنّي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E2576" w:rsidRDefault="00757C25" w:rsidP="00F86163">
            <w:pPr>
              <w:pStyle w:val="libPoem"/>
            </w:pPr>
            <w:r>
              <w:rPr>
                <w:rtl/>
              </w:rPr>
              <w:t>والرّوس منصوبه على راسي نياشين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الرأس الشريف مع الراهب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2576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راس الشّهيد حسين لو شمسٍ مضيّه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فوق لسنان ايلوح خبتي يا أميّه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F02DC">
        <w:trPr>
          <w:trHeight w:val="350"/>
        </w:trPr>
        <w:tc>
          <w:tcPr>
            <w:tcW w:w="3920" w:type="dxa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مرّوا ابدير الرّاهب و عاين انواره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بالرّمح يسطع والخلق كلها حيارى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F02DC">
        <w:trPr>
          <w:trHeight w:val="350"/>
        </w:trPr>
        <w:tc>
          <w:tcPr>
            <w:tcW w:w="3920" w:type="dxa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حتّى اليهود اتعجّبت ويّا النّصارى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2576" w:rsidRDefault="00EB1CC1" w:rsidP="00F86163">
            <w:pPr>
              <w:pStyle w:val="libPoem"/>
            </w:pPr>
            <w:r>
              <w:rPr>
                <w:rtl/>
              </w:rPr>
              <w:t>راس برمح يتلو الكتاب اشهالقضيّه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2576" w:rsidTr="000F02DC">
        <w:trPr>
          <w:trHeight w:val="350"/>
        </w:trPr>
        <w:tc>
          <w:tcPr>
            <w:tcW w:w="3920" w:type="dxa"/>
          </w:tcPr>
          <w:p w:rsidR="000E2576" w:rsidRDefault="0023526D" w:rsidP="00F86163">
            <w:pPr>
              <w:pStyle w:val="libPoem"/>
            </w:pPr>
            <w:r>
              <w:rPr>
                <w:rtl/>
              </w:rPr>
              <w:t>بس ماسمع هلّت ادموعه صاحب الدّير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2576" w:rsidRDefault="000E257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2576" w:rsidRDefault="0023526D" w:rsidP="00F86163">
            <w:pPr>
              <w:pStyle w:val="libPoem"/>
            </w:pPr>
            <w:r>
              <w:rPr>
                <w:rtl/>
              </w:rPr>
              <w:t>و أشّر و راد امن التّعجّب عقله ايطير</w:t>
            </w:r>
            <w:r w:rsidR="000E257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59E2" w:rsidRDefault="007C59E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9B759E" w:rsidTr="009B759E">
        <w:trPr>
          <w:trHeight w:val="350"/>
        </w:trPr>
        <w:tc>
          <w:tcPr>
            <w:tcW w:w="4219" w:type="dxa"/>
            <w:shd w:val="clear" w:color="auto" w:fill="auto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وقلّه يراس الفَخَر يا ريْس الجماهير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من ياسلالة شرَف يالنّفس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rPr>
          <w:trHeight w:val="350"/>
        </w:trPr>
        <w:tc>
          <w:tcPr>
            <w:tcW w:w="4219" w:type="dxa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قلّه انا الذبحوا على صدره فطيمه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والظّامي اللّي بالعطش حزّوا كريمه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rPr>
          <w:trHeight w:val="350"/>
        </w:trPr>
        <w:tc>
          <w:tcPr>
            <w:tcW w:w="4219" w:type="dxa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و اللي على اظهور الهزل حسّر حريمه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هذا كريمي و الجسد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rPr>
          <w:trHeight w:val="350"/>
        </w:trPr>
        <w:tc>
          <w:tcPr>
            <w:tcW w:w="4219" w:type="dxa"/>
          </w:tcPr>
          <w:p w:rsidR="009B759E" w:rsidRDefault="009B759E" w:rsidP="00F86163">
            <w:pPr>
              <w:pStyle w:val="libPoem"/>
            </w:pPr>
            <w:r>
              <w:rPr>
                <w:rtl/>
              </w:rPr>
              <w:t>جدّي حبيب الخالق و خير النّبيين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والوالد الكرّار حامي حوزة الدّين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rPr>
          <w:trHeight w:val="350"/>
        </w:trPr>
        <w:tc>
          <w:tcPr>
            <w:tcW w:w="4219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و امّي شبيهة مريم و ست النّساوين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وابّبيتنا الاملاك كل صبح ومسيّه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قلّه يروحاني الملا لو حْضَرِت يومك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جان انسفك دمّي قبل تسفك ادمومك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من قبل عدنا ابكتبنا واضح اعلومك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و هالدّير بانينه على عْلومٍ خفيّه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منّك يَراس ابن البتول اطلب شهاده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امصدّق ترى ابجدّك و متوالي اولاده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E50B0D" w:rsidP="00F86163">
            <w:pPr>
              <w:pStyle w:val="libPoem"/>
            </w:pPr>
            <w:r>
              <w:rPr>
                <w:rtl/>
              </w:rPr>
              <w:t>يحسين و اتبرا من النّاصب اعناده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لمّك و ابوك و من افعال الأوّليّه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شلون المسيحي ياخذه ابحجره و يرسمه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 يعتنق دينه و يسأل المعبود باسمه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واليدّعي مسلم يسب دينه و يرجمه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فكّر يَزاكي العقل واحكم بالقضيّه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إسلام دعواهم و راسه ناصبينه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فوق الشّجر باحجار ظلّوا يرجمونه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واللي على الرّوشن تصك غرّة جبينه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مسلمه اتقول الفاجره بنت البغيّه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ينشي التلاوه يرتّل ابآيات مولاه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وصكّت جبينه بالحجَر وانفجرَت دماه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 زينب على كور المطيّه اتصيح ويلاه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يا جدّي المختار يالزّهرا الزجيّه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صكّت ابمحملها الجبين وظلت اتنوح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وظل الدّمع والدّم على الوجنات مسفوح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9B759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و تصيح بالذّل والحزن ما تطلع الرّوح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B759E" w:rsidRDefault="00CC1E4B" w:rsidP="00F86163">
            <w:pPr>
              <w:pStyle w:val="libPoem"/>
            </w:pPr>
            <w:r>
              <w:rPr>
                <w:rtl/>
              </w:rPr>
              <w:t>يحسين عيشه ابهالهضم قشره عليه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B759E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الخادم يَبو السجّاد بلّغته مراده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و هذي الكم يا صفوة الجبّار عاده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0F02DC">
        <w:trPr>
          <w:trHeight w:val="350"/>
        </w:trPr>
        <w:tc>
          <w:tcPr>
            <w:tcW w:w="3920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ومن فضلك وجودك بعد يطلب زياده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وصحّه ابخدمتك يرتجي منّك عطيّه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ورود</w:t>
      </w:r>
      <w:r w:rsidR="00E33040">
        <w:rPr>
          <w:rtl/>
        </w:rPr>
        <w:t xml:space="preserve"> </w:t>
      </w:r>
      <w:r>
        <w:rPr>
          <w:rtl/>
        </w:rPr>
        <w:t>أهل البيت الشام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B759E" w:rsidTr="000F02DC">
        <w:trPr>
          <w:trHeight w:val="350"/>
        </w:trPr>
        <w:tc>
          <w:tcPr>
            <w:tcW w:w="3920" w:type="dxa"/>
            <w:shd w:val="clear" w:color="auto" w:fill="auto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هالبلدة القشره كفر لو بيهم اسلام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بس ما وصلناها علينا نشرت اعلام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0F02DC">
        <w:trPr>
          <w:trHeight w:val="350"/>
        </w:trPr>
        <w:tc>
          <w:tcPr>
            <w:tcW w:w="3920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عن هالبلد بالله دخبّرني يسجّاد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سبعين رايه استقبلتنا من هلبلاد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759E" w:rsidTr="000F02DC">
        <w:trPr>
          <w:trHeight w:val="350"/>
        </w:trPr>
        <w:tc>
          <w:tcPr>
            <w:tcW w:w="3920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قلها وسالت دمعته و بيه الألم زاد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759E" w:rsidRDefault="009B759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759E" w:rsidRDefault="00510A6B" w:rsidP="00F86163">
            <w:pPr>
              <w:pStyle w:val="libPoem"/>
            </w:pPr>
            <w:r>
              <w:rPr>
                <w:rtl/>
              </w:rPr>
              <w:t>عمّه استعدّي للبلا هذي ترى الشّام</w:t>
            </w:r>
            <w:r w:rsidR="009B759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0501D8" w:rsidTr="000501D8">
        <w:trPr>
          <w:trHeight w:val="350"/>
        </w:trPr>
        <w:tc>
          <w:tcPr>
            <w:tcW w:w="4219" w:type="dxa"/>
            <w:shd w:val="clear" w:color="auto" w:fill="auto"/>
          </w:tcPr>
          <w:p w:rsidR="000501D8" w:rsidRDefault="000501D8" w:rsidP="00F86163">
            <w:pPr>
              <w:pStyle w:val="libPoem"/>
            </w:pPr>
            <w:r>
              <w:rPr>
                <w:rtl/>
              </w:rPr>
              <w:t>بالله استعدّي للمصايب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0501D8" w:rsidRDefault="000501D8" w:rsidP="00F86163">
            <w:pPr>
              <w:pStyle w:val="libPoem"/>
            </w:pPr>
            <w:r>
              <w:rPr>
                <w:rtl/>
              </w:rPr>
              <w:t>هالعسكر الجرّار هلّي تنظرينه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rPr>
          <w:trHeight w:val="350"/>
        </w:trPr>
        <w:tc>
          <w:tcPr>
            <w:tcW w:w="4219" w:type="dxa"/>
          </w:tcPr>
          <w:p w:rsidR="000501D8" w:rsidRDefault="000501D8" w:rsidP="00F86163">
            <w:pPr>
              <w:pStyle w:val="libPoem"/>
            </w:pPr>
            <w:r>
              <w:rPr>
                <w:rtl/>
              </w:rPr>
              <w:t>كلها يَعمّه تريد تتفرّج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الله يعين اعْلَى الشّماته و نوح لَيتام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rPr>
          <w:trHeight w:val="350"/>
        </w:trPr>
        <w:tc>
          <w:tcPr>
            <w:tcW w:w="4219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لمّي يتامى حسين ياعمّه و لَطفال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ونكسوا يَعمّه الرّوس لاتنظركم رجال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rPr>
          <w:trHeight w:val="350"/>
        </w:trPr>
        <w:tc>
          <w:tcPr>
            <w:tcW w:w="4219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صبري ترى احنا بهالمشومه انقاسي اهوال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كل هلمصاب اللّي جرى والضّيم جدام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rPr>
          <w:trHeight w:val="350"/>
        </w:trPr>
        <w:tc>
          <w:tcPr>
            <w:tcW w:w="4219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قالت يَعَقلي انجان ذوله النا مجبلين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أبرى يتامى حسين خيّي ويني اُو وين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ابهالحال من يقدر يباري عيلة حسين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0B7324" w:rsidP="00F86163">
            <w:pPr>
              <w:pStyle w:val="libPoem"/>
            </w:pPr>
            <w:r>
              <w:rPr>
                <w:rtl/>
              </w:rPr>
              <w:t>ذاك الجمل طايح و هذا الجمل قدّام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أرد انشدك يا مهجتي يا زين لعباد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نلقى شماته تشبه امواجه ابن زياد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و انشوف ذلّه مثل ذلّة ذيج لبلاد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قلها و تحدّر مدمعه بالخد سجّام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الشّام يا زينب أبد ما مش مثلها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80D8A" w:rsidP="00F86163">
            <w:pPr>
              <w:pStyle w:val="libPoem"/>
            </w:pPr>
            <w:r>
              <w:rPr>
                <w:rtl/>
              </w:rPr>
              <w:t>تنسّيك يَعزيزة هلي الكوفه و اهلها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ما يرحمون ايتامنا كفّار كلها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كلهم يَعمّه في أهل هالبيت ظلّام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الشّام هذي اللّي تسمعين بذكرها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هاي المشومه اللّي تمادت في كفرها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الله يعين اعْلَى شماتتها و شرها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ما بينهم كنّا يسارى الرّوم خدّام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الشّام كلها قوّضت والكل ينادي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هلّي على ظهور الهزل من أيِّ وادي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هذا يقول انياحهم ذوّب افّادي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وهذا ينادي هالسّبايا جنهم اسلام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وهذا يقول الرّوس جنها روس شجعان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هذا ينادي هَلوجوه اُوجوه شبّان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هذا ينادي هلحريم احريم سلطان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اللي على النّاقه امغلّل جنّه ايمام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وقفوا يويلي بالبنات الهاشميّات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ابدروازة الشّامات حسّر ثلث ساعات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0501D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والشّام كلها معيّده وتضرب الطّارات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والكل يقول الصاحبه أبرك الأيّام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دخول</w:t>
      </w:r>
      <w:r w:rsidR="00E33040">
        <w:rPr>
          <w:rtl/>
        </w:rPr>
        <w:t xml:space="preserve"> </w:t>
      </w:r>
      <w:r>
        <w:rPr>
          <w:rtl/>
        </w:rPr>
        <w:t>السبايا و سؤال سهل الساعدي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501D8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بدروازة الشّام اوقفت ذيج الخواتين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الشّام مرتجّه واهاليها معيدين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BA613F">
        <w:trPr>
          <w:trHeight w:val="350"/>
        </w:trPr>
        <w:tc>
          <w:tcPr>
            <w:tcW w:w="3920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كل الخلايق لابسين اجديد لثياب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ولا بقى من اهل البلد شيخٍ ولا شاب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BA613F">
        <w:trPr>
          <w:trHeight w:val="350"/>
        </w:trPr>
        <w:tc>
          <w:tcPr>
            <w:tcW w:w="3920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ال الرسول منكّسين الرّوس بالباب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و زين لعباد ايصيح وين الهاشميّين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BA613F">
        <w:trPr>
          <w:trHeight w:val="350"/>
        </w:trPr>
        <w:tc>
          <w:tcPr>
            <w:tcW w:w="3920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بالأمس حولي من بني هاشم صناديد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01D8" w:rsidRDefault="00872ED5" w:rsidP="00F86163">
            <w:pPr>
              <w:pStyle w:val="libPoem"/>
            </w:pPr>
            <w:r>
              <w:rPr>
                <w:rtl/>
              </w:rPr>
              <w:t>فرسان كلهم والحرايب عندهم عيد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BA613F">
        <w:trPr>
          <w:trHeight w:val="350"/>
        </w:trPr>
        <w:tc>
          <w:tcPr>
            <w:tcW w:w="3920" w:type="dxa"/>
          </w:tcPr>
          <w:p w:rsidR="000501D8" w:rsidRDefault="0046355D" w:rsidP="00F86163">
            <w:pPr>
              <w:pStyle w:val="libPoem"/>
            </w:pPr>
            <w:r>
              <w:rPr>
                <w:rtl/>
              </w:rPr>
              <w:t>و اليوم اعالج فوق ناقه ابجامعه و قيد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01D8" w:rsidRDefault="0046355D" w:rsidP="00F86163">
            <w:pPr>
              <w:pStyle w:val="libPoem"/>
            </w:pPr>
            <w:r>
              <w:rPr>
                <w:rtl/>
              </w:rPr>
              <w:t>القيد حز ساقي و غلهم حز ليدين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01D8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501D8" w:rsidRDefault="0046355D" w:rsidP="00F86163">
            <w:pPr>
              <w:pStyle w:val="libPoem"/>
            </w:pPr>
            <w:r>
              <w:rPr>
                <w:rtl/>
              </w:rPr>
              <w:t>و أقبل سهل و النّاس تتراكض بلدروب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501D8" w:rsidRDefault="000501D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501D8" w:rsidRDefault="0046355D" w:rsidP="00F86163">
            <w:pPr>
              <w:pStyle w:val="libPoem"/>
            </w:pPr>
            <w:r>
              <w:rPr>
                <w:rtl/>
              </w:rPr>
              <w:t>يقولون راس الخارجي في وين منصوب</w:t>
            </w:r>
            <w:r w:rsidR="000501D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F02DC" w:rsidRDefault="000F02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46355D" w:rsidTr="0046355D">
        <w:trPr>
          <w:trHeight w:val="350"/>
        </w:trPr>
        <w:tc>
          <w:tcPr>
            <w:tcW w:w="4219" w:type="dxa"/>
            <w:shd w:val="clear" w:color="auto" w:fill="auto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شاف الاسواق معطلّه والكون مقلوب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والكل ينادي جوا سبايا الخارجيّين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rPr>
          <w:trHeight w:val="350"/>
        </w:trPr>
        <w:tc>
          <w:tcPr>
            <w:tcW w:w="4219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وعاين يتامي فوق هزّل في بجا ونوح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ومن الضّرب والسّير ماظلّت لهم روح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rPr>
          <w:trHeight w:val="350"/>
        </w:trPr>
        <w:tc>
          <w:tcPr>
            <w:tcW w:w="4219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وحده تنادي عقب عزّي وين انا اروح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بيني وبين حجاب صوني فرّق البين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rPr>
          <w:trHeight w:val="350"/>
        </w:trPr>
        <w:tc>
          <w:tcPr>
            <w:tcW w:w="4219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سلّم عليها و قال يلّي عْلَى المطيّه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BA3270" w:rsidP="00F86163">
            <w:pPr>
              <w:pStyle w:val="libPoem"/>
            </w:pPr>
            <w:r>
              <w:rPr>
                <w:rtl/>
              </w:rPr>
              <w:t>و الله حنينج زيّد احزاني عليّه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rPr>
          <w:trHeight w:val="350"/>
        </w:trPr>
        <w:tc>
          <w:tcPr>
            <w:tcW w:w="4219" w:type="dxa"/>
          </w:tcPr>
          <w:p w:rsidR="0046355D" w:rsidRDefault="009407CE" w:rsidP="00F86163">
            <w:pPr>
              <w:pStyle w:val="libPoem"/>
            </w:pPr>
            <w:r>
              <w:rPr>
                <w:rtl/>
              </w:rPr>
              <w:t>يخسون اهل هالبلد منتي خارجيّه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9407CE" w:rsidP="00F86163">
            <w:pPr>
              <w:pStyle w:val="libPoem"/>
            </w:pPr>
            <w:r>
              <w:rPr>
                <w:rtl/>
              </w:rPr>
              <w:t>جنّج يمسبيّه من اشيوخ لمسلمين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057472" w:rsidP="00F86163">
            <w:pPr>
              <w:pStyle w:val="libPoem"/>
            </w:pPr>
            <w:r>
              <w:rPr>
                <w:rtl/>
              </w:rPr>
              <w:t>قالت أنا جدّي النّبي صفوة الجبّار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057472" w:rsidP="00F86163">
            <w:pPr>
              <w:pStyle w:val="libPoem"/>
            </w:pPr>
            <w:r>
              <w:rPr>
                <w:rtl/>
              </w:rPr>
              <w:t>وابوي حيدر قاسم الجنّه مع النّار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057472" w:rsidP="00F86163">
            <w:pPr>
              <w:pStyle w:val="libPoem"/>
            </w:pPr>
            <w:r>
              <w:rPr>
                <w:rtl/>
              </w:rPr>
              <w:t>و مكسورة الأضلاع شمّامة المختار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BA7CA5" w:rsidP="00F86163">
            <w:pPr>
              <w:pStyle w:val="libPoem"/>
            </w:pPr>
            <w:r>
              <w:rPr>
                <w:rtl/>
              </w:rPr>
              <w:t>أمّي وانا زينب واخوتي الحسن وحسين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BA7CA5" w:rsidP="00F86163">
            <w:pPr>
              <w:pStyle w:val="libPoem"/>
            </w:pPr>
            <w:r>
              <w:rPr>
                <w:rtl/>
              </w:rPr>
              <w:t>قلها الحسَب والنّسب هلّي تذكرينه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BA7CA5" w:rsidP="00F86163">
            <w:pPr>
              <w:pStyle w:val="libPoem"/>
            </w:pPr>
            <w:r>
              <w:rPr>
                <w:rtl/>
              </w:rPr>
              <w:t>معروف و ان صح الخبر جدّج نبينا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3C2A36" w:rsidP="00F86163">
            <w:pPr>
              <w:pStyle w:val="libPoem"/>
            </w:pPr>
            <w:r>
              <w:rPr>
                <w:rtl/>
              </w:rPr>
              <w:t>لكن يزينب وين خدر اليوصفونه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3C2A36" w:rsidP="00F86163">
            <w:pPr>
              <w:pStyle w:val="libPoem"/>
            </w:pPr>
            <w:r>
              <w:rPr>
                <w:rtl/>
              </w:rPr>
              <w:t>تركبين حسره فوق ناقه واخوتج وين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3C2A36" w:rsidP="00F86163">
            <w:pPr>
              <w:pStyle w:val="libPoem"/>
            </w:pPr>
            <w:r>
              <w:rPr>
                <w:rtl/>
              </w:rPr>
              <w:t>قالت لَتسألني و عاين روس لرماح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3C2A36" w:rsidP="00F86163">
            <w:pPr>
              <w:pStyle w:val="libPoem"/>
            </w:pPr>
            <w:r>
              <w:rPr>
                <w:rtl/>
              </w:rPr>
              <w:t>ذاك الخدر ياسهل عنّي قوّض و راح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3C2A36" w:rsidP="00F86163">
            <w:pPr>
              <w:pStyle w:val="libPoem"/>
            </w:pPr>
            <w:r>
              <w:rPr>
                <w:rtl/>
              </w:rPr>
              <w:t>و عمود خيمتنا حسين اتزلزل و طاح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بديار غربه يا سهل ضيّعني حسين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و انجان عندك يا سهل شيٍ من المال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هالرّجس خلّه ايميل عنّا ابروس لرجال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قلّه يصد ابروس اهلنا عن هلعيال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والله اختزينا وذابت قلوب النساوين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للرّجس راح يناشده بالله و رسوله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و المال سلّم له و عبراته هموله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تمرّد الطّاغي ورد نصب روس الحموله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بين المحامل والخلق عكّف الصّوبين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ما بين ماهي فوق ناقه اتصعِّد انفاس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لن الرّجس جاها وكل جانب نصب راس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46355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و اقبالها راس لحسين و راس عبّاس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46355D" w:rsidRDefault="007D0140" w:rsidP="00F86163">
            <w:pPr>
              <w:pStyle w:val="libPoem"/>
            </w:pPr>
            <w:r>
              <w:rPr>
                <w:rtl/>
              </w:rPr>
              <w:t>صاحت يخويه هالمصايب جتني منين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</w:t>
      </w:r>
      <w:r w:rsidR="000F02DC">
        <w:rPr>
          <w:rtl/>
        </w:rPr>
        <w:t>ول الشام و أحداث مجلس يزيد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6355D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بس ماوصل ظعن السّبايا وادي الشّام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طلعت أهلها معيّده برايات واعلام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يا عظم وقفتهم ابدروازة السّاعات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كلها بلا ستور و عليها الخلق لم</w:t>
            </w:r>
            <w:r>
              <w:rPr>
                <w:rFonts w:hint="cs"/>
                <w:rtl/>
              </w:rPr>
              <w:t>ا</w:t>
            </w:r>
            <w:r>
              <w:rPr>
                <w:rtl/>
              </w:rPr>
              <w:t>ت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ومن الحرم واطفالها ارتفعت الضّجّات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واقبالها فوق العوالي الرّوس جدّام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وطافوا على كل الشّوارع بالظّعينه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وبالرّاس مرّوا على ام اهجام اللعينه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وبنت العواهر بالحجر صكّت جبينه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وتقول هذا راس بِنْ مِيتم الايتام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وزينب علىكور الهزيله وشافت الحال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نطحت المحمل و انفجر دمها ابولوال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355D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وتصيح دمّي مثل دمّك يالولي سال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355D" w:rsidRDefault="0046355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355D" w:rsidRDefault="00FA7152" w:rsidP="00F86163">
            <w:pPr>
              <w:pStyle w:val="libPoem"/>
            </w:pPr>
            <w:r>
              <w:rPr>
                <w:rtl/>
              </w:rPr>
              <w:t>ويلاه من ظلم لَرجاس و جور لَيّام</w:t>
            </w:r>
            <w:r w:rsidR="0046355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F02DC" w:rsidRDefault="000F02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0458A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 شام المشومه مزيّنه باجمل الزّينه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كلها امعيْده و الظّعن هايج حنينه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 مغلوله ابرقبة علي اشماله 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وبالحبل ربقوهم وطبّوا مجلس العام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وطشت الذّهب جدّام بن هند اللعينه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ومن كشف عنّه سطع نوره من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 كسّر اضراسه ليتها انشلّت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انتحبت سكينه وفاطمه تلطم على الهام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سكران قام ابن الخنا نسل الاراذيل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يتبختر و يسأل عن النّسوه و 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والرّاس شاله و رفع عن وجهه المنديل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يراوي الرّباب و شافته جنّه بدر 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واعزيزة الزّهرا اجلست والدمع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جانب من المجلس و حفّتها الجواري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ونادى باسمها ونادته والقلب واري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يَبن الطّليق و يانسل عبّاد لَصنام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احنا أهل بيت النبوّه و الامامه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الحمد لله اللّي حبانا بالكرامه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عترة الهادي اجلبتها نسوه و 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B0458A" w:rsidP="00F86163">
            <w:pPr>
              <w:pStyle w:val="libPoem"/>
            </w:pPr>
            <w:r>
              <w:rPr>
                <w:rtl/>
              </w:rPr>
              <w:t>فرجه وشماته بمجلسك للخاص والعام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يزيد</w:t>
      </w:r>
      <w:r w:rsidR="00E33040">
        <w:rPr>
          <w:rtl/>
        </w:rPr>
        <w:t xml:space="preserve"> </w:t>
      </w:r>
      <w:r>
        <w:rPr>
          <w:rtl/>
        </w:rPr>
        <w:t>ينكت ثنايا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0458A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دشّوا ابروس اهل المعالي مجلس الضّال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ويّا اليتامى امجتّفه بقيود و حبال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وراس ابن فاطم بالطّشت ينظر له يزيد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بيده قضيب و يصفج ابإيدٍ على إيد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ويقول يَهْل الشّام سوّوا الذبحته عيد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EE10F1" w:rsidP="00F86163">
            <w:pPr>
              <w:pStyle w:val="libPoem"/>
            </w:pPr>
            <w:r>
              <w:rPr>
                <w:rtl/>
              </w:rPr>
              <w:t>من بيت حيدر مابقت بس حرم واطفال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و صد الرّجس للرّاس صابه ابخيزرانه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و يقول هذا ابن الذي رمّل نسانا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rPr>
          <w:trHeight w:val="350"/>
        </w:trPr>
        <w:tc>
          <w:tcPr>
            <w:tcW w:w="3920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يحسين جم مرّه الهضم منكم علانا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بوكم قتل عتبه و شيبه قروم لرْجال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ثار العشيره من علي ابذبحك دركته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5C62DC" w:rsidP="00F86163">
            <w:pPr>
              <w:pStyle w:val="libPoem"/>
            </w:pPr>
            <w:r>
              <w:rPr>
                <w:rtl/>
              </w:rPr>
              <w:t>العبّاس عن شيبه و عتبه بثاره انته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و ثار الوليد ابنك علي لَكبر ذبحته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و اولاد هاشم كلهم ازياده و لَبطال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مَتشوف عينك جيف جبنا امخدّرتكم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من غير والي ابمجلسي طبّت حرمكم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ماحد تخدّر بالحراير مثل ختكم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تضرب النّاس ابخدرها يحسين لَمثال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و انا هْتَكتها و ركّبتها فوق هزّل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خلّيتها فوق الهزيله ادموعها اتهل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عزها و خدرها الأولي بالذّل تبدّل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و هذا الدّهر شانه بصروفه يبدّل احوال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في وين عزوة هاشم أُو وين الفوارس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A943BC" w:rsidP="00F86163">
            <w:pPr>
              <w:pStyle w:val="libPoem"/>
            </w:pPr>
            <w:r>
              <w:rPr>
                <w:rtl/>
              </w:rPr>
              <w:t>زينب عزيزتكم ذليله بالمجالس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0458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0458A" w:rsidRDefault="0092376A" w:rsidP="00F86163">
            <w:pPr>
              <w:pStyle w:val="libPoem"/>
            </w:pPr>
            <w:r>
              <w:rPr>
                <w:rtl/>
              </w:rPr>
              <w:t>بليّا ولي ويزيد فوق التّخت جالس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0458A" w:rsidRDefault="00B0458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0458A" w:rsidRDefault="0092376A" w:rsidP="00F86163">
            <w:pPr>
              <w:pStyle w:val="libPoem"/>
            </w:pPr>
            <w:r>
              <w:rPr>
                <w:rtl/>
              </w:rPr>
              <w:t>متحيّره و الدّمع فوق الخد همّال</w:t>
            </w:r>
            <w:r w:rsidR="00B0458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F02DC" w:rsidRDefault="000F02D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وقوف زينب بين يدي يزيد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7C3A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ابمجلس يزيد امخدّرة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من غير والي تصفج اليمنه بليسار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 سجّادهم واقف و دمعه فوق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مريض وجسمه منتحل من ثقل 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 زينب تنادي ليت دهري بالولي ايعود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 اتعود دولتنا و ترجع ذيج لَوطار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أنا الذي ما سمعت الأجناب لي صوت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من حول خدري رجال ما ترهب من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 بيت النّبوة الماجرى مثله بلبيوت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عندي اخوانٍ تهزم العسكر الجرّار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لو ردت أزور المصطفى ويّاي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كل اخوتي عندي وحولي سيوف تشهر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اولا واحد الشخصي من الأجناب ينظر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ابهالحال من داري إلى مسجد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صاحب الغيره يخمد انوار القناديل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خايف عليّ‍ه تنظر اخيالي الرّجاجيل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ليته يعاين حالتي ابمجلس الضلِّيل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عقب المعزّه ياعلي دهري عَلَي 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جار الدّهر و افنى ارجالي و الصّناديد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ما ظل لي غير العليل وناحله 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وتالي زماني ابيسر حسره ابمجلس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207C3A" w:rsidP="00F86163">
            <w:pPr>
              <w:pStyle w:val="libPoem"/>
            </w:pPr>
            <w:r>
              <w:rPr>
                <w:rtl/>
              </w:rPr>
              <w:t>و انا العزيزه مخدّرة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أحوال</w:t>
      </w:r>
      <w:r w:rsidR="00E33040">
        <w:rPr>
          <w:rtl/>
        </w:rPr>
        <w:t xml:space="preserve"> </w:t>
      </w:r>
      <w:r>
        <w:rPr>
          <w:rtl/>
        </w:rPr>
        <w:t>أهل البيت في المجلس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7C3A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207C3A" w:rsidRDefault="004E576F" w:rsidP="00F86163">
            <w:pPr>
              <w:pStyle w:val="libPoem"/>
            </w:pPr>
            <w:r>
              <w:rPr>
                <w:rtl/>
              </w:rPr>
              <w:t>زين لعباد يصدّع الجلمد نحيبه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7C3A" w:rsidRDefault="004E576F" w:rsidP="00F86163">
            <w:pPr>
              <w:pStyle w:val="libPoem"/>
            </w:pPr>
            <w:r>
              <w:rPr>
                <w:rtl/>
              </w:rPr>
              <w:t>من شاف زينب عمّته بمجلس غريبه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كلها بلا ساتر بنات المصطفى اوقوف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و النّاس تتفرّج عليها وحولها صفوف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والرّاس يزهي بالطّشت وعيونه تشوف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نسل العواهر كسّر اضراسه بقضيبه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دار الشّراب وقام يتغنّى وشرب كاس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ظل ايتبَختر و العليل امنكّس الرّاس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rPr>
          <w:trHeight w:val="350"/>
        </w:trPr>
        <w:tc>
          <w:tcPr>
            <w:tcW w:w="3920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من عاين الذلّه وعاين كثرة النّاس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787DC9" w:rsidP="00F86163">
            <w:pPr>
              <w:pStyle w:val="libPoem"/>
            </w:pPr>
            <w:r>
              <w:rPr>
                <w:rtl/>
              </w:rPr>
              <w:t>و يصيح و الله شيّبتني هالمصيبه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وذاك الرّجس صوب الحريم ايدير بلعين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و يقول في وين الرّباب اعزيزة حسين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زاد الحزن بيها و لاذت بالنّساوين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صوتين نادى باسمها و عيّت تجيبه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قالوا انجان اتريد منها رد لجواب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إحلف عليها براس ضنوة داحي الباب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شال الكريم وعاينت له والقلب ذاب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ظلّت تنادي يا خلق وشهالعجيبه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راسك ينور العين شفته والدّمع سال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يصعب عليّه من انظره بعيني ابهالحال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و يصعب عليك اتشوفني ما بين لرجال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5C1124" w:rsidP="00F86163">
            <w:pPr>
              <w:pStyle w:val="libPoem"/>
            </w:pPr>
            <w:r>
              <w:rPr>
                <w:rtl/>
              </w:rPr>
              <w:t>يحسين مثلك في الخلق من وين اجيبه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7C3A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07C3A" w:rsidRDefault="006814E1" w:rsidP="00F86163">
            <w:pPr>
              <w:pStyle w:val="libPoem"/>
            </w:pPr>
            <w:r>
              <w:rPr>
                <w:rtl/>
              </w:rPr>
              <w:t>مَتشوفنا كلنا حيارى و العدا اعكوف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7C3A" w:rsidRDefault="00207C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7C3A" w:rsidRDefault="006814E1" w:rsidP="00F86163">
            <w:pPr>
              <w:pStyle w:val="libPoem"/>
            </w:pPr>
            <w:r>
              <w:rPr>
                <w:rtl/>
              </w:rPr>
              <w:t>تتفرّج اعلينا و نتستّر بلجفوف</w:t>
            </w:r>
            <w:r w:rsidR="00207C3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14090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محّد يخاف الله ولا يعرف المعروف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مَتْشوف زينب تجذب الونّه كئيبه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قلها يزيد الرّجس بطلي من نواعيج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و حياة راس حسين حاجيني و احاجيج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شفتي الزّمان اشفعل بحسين وعمل بيج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خلّاه بالرّمضا و جابج لي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وذاك الخدر و العز ما يرجع ولايعود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مالك كرامه الّا الهضيمه و شد 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صاحت يظالم عقب ذبحة سر 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F14090" w:rsidP="00F86163">
            <w:pPr>
              <w:pStyle w:val="libPoem"/>
            </w:pPr>
            <w:r>
              <w:rPr>
                <w:rtl/>
              </w:rPr>
              <w:t>لَقضي العمر ثكلى على امصابه وكئيبه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بنات يزيد في المجلس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14090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F14090" w:rsidRDefault="000223D3" w:rsidP="00F86163">
            <w:pPr>
              <w:pStyle w:val="libPoem"/>
            </w:pPr>
            <w:r>
              <w:rPr>
                <w:rtl/>
              </w:rPr>
              <w:t>طلعت بنات ايزيد كلها بفرح وسرور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4090" w:rsidRDefault="000223D3" w:rsidP="00F86163">
            <w:pPr>
              <w:pStyle w:val="libPoem"/>
            </w:pPr>
            <w:r>
              <w:rPr>
                <w:rtl/>
              </w:rPr>
              <w:t>و هند اُو وصايفها وجلسن خلف لستور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0223D3" w:rsidP="00F86163">
            <w:pPr>
              <w:pStyle w:val="libPoem"/>
            </w:pPr>
            <w:r>
              <w:rPr>
                <w:rtl/>
              </w:rPr>
              <w:t>شمتت بنات ايزيد و حريمه بليتام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0223D3" w:rsidP="00F86163">
            <w:pPr>
              <w:pStyle w:val="libPoem"/>
            </w:pPr>
            <w:r>
              <w:rPr>
                <w:rtl/>
              </w:rPr>
              <w:t>من عاينوا الهم حايرين ابمجلس العام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بالحبل مجتوفين كلهم مثل الاغنام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ما بينهم زينب تهل الدّمع منثور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وابن الخنا الطّاغي يصدّ الها بعينه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يقلها شفيت القلب منّج يا حزينه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الكرّار بحروبه دريتي اشفعل بينه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841ED6" w:rsidP="00F86163">
            <w:pPr>
              <w:pStyle w:val="libPoem"/>
            </w:pPr>
            <w:r>
              <w:rPr>
                <w:rtl/>
              </w:rPr>
              <w:t>ابصفّين فاضت من دم الفرسان لبرور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و احنا عقب صفّين يا زينب نذرنا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اعْلَى بوج و اخوانج انجان الله نصرنا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و انجان بولاده عقب عينه ظفرنا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نسبي بناته و نترك اولاده بلا قبور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منكم شفينا قلوبنا و الثّار اخذناه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و جبناج فوق امهزّله و خدرج هتكناه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و صوتج قبل ما ينسمع و احنا سمعناه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ردّت جوابه ويل قلبي ابقلب مكسور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ظنّيت يوم الضيّقت بينا الوطيّه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4B4515" w:rsidP="00F86163">
            <w:pPr>
              <w:pStyle w:val="libPoem"/>
            </w:pPr>
            <w:r>
              <w:rPr>
                <w:rtl/>
              </w:rPr>
              <w:t>و ارجالنا جرّعتها كاس المنيّه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اتنال العلى و نهون عِدْ رب البريّه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و احنا بَنينا الدّين يا شرّاب لخمور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تحجب بناتك و النّبي تهتك بناته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بسبي التّرك و الرّوم تسبي مخدّراته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و شفاعلين اتواجهونا ابهالشّماته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الرّايات منشوره وراس حسين مشهور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صد و زبرها و زادها ذل وهضيمه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و راس العزيز حسين شاله مْن الكريمه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ذوّب قلبها و هيّج ايتامه و حريمه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BC43AD" w:rsidP="00F86163">
            <w:pPr>
              <w:pStyle w:val="libPoem"/>
            </w:pPr>
            <w:r>
              <w:rPr>
                <w:rtl/>
              </w:rPr>
              <w:t>و ضجّت اقباله بالبجا ربّات لخدور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رأس</w:t>
      </w:r>
      <w:r w:rsidR="00E33040">
        <w:rPr>
          <w:rtl/>
        </w:rPr>
        <w:t xml:space="preserve"> </w:t>
      </w:r>
      <w:r>
        <w:rPr>
          <w:rtl/>
        </w:rPr>
        <w:t>الحس</w:t>
      </w:r>
      <w:r w:rsidR="00F14090">
        <w:rPr>
          <w:rtl/>
        </w:rPr>
        <w:t>ين في الطشت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14090" w:rsidTr="00BA613F">
        <w:trPr>
          <w:trHeight w:val="350"/>
        </w:trPr>
        <w:tc>
          <w:tcPr>
            <w:tcW w:w="3920" w:type="dxa"/>
            <w:shd w:val="clear" w:color="auto" w:fill="auto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طشت الذّهب خجلان من شعّة امحياه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تسطع أنواره والرّجس ينكت ثناياه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براس الرّمح نوره ومحاها ظلمة الليل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ما تحجب انواره طشوت ولا مناديل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090" w:rsidTr="00BA613F">
        <w:trPr>
          <w:trHeight w:val="350"/>
        </w:trPr>
        <w:tc>
          <w:tcPr>
            <w:tcW w:w="3920" w:type="dxa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و بكل صراحه يرتّل القرآن ترتيل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14090" w:rsidRDefault="00F1409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14090" w:rsidRDefault="007108CF" w:rsidP="00F86163">
            <w:pPr>
              <w:pStyle w:val="libPoem"/>
            </w:pPr>
            <w:r>
              <w:rPr>
                <w:rtl/>
              </w:rPr>
              <w:t>و اعلن ابتأويله على الخطّي و معناه</w:t>
            </w:r>
            <w:r w:rsidR="00F1409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14090" w:rsidRDefault="00F1409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7737F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انذهل من عاين جمال حسين واحتار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شافه على بعد المسافه يسطع انوار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حاول ابمنديله يحجبه عن النظّار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واشتغل باوصافه وبقى يعدّد مزاياه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 عاين المجلس من عقب ذيج الشّماته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الكل شبح عينه و صابتّه انبهاته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وقالوا شفاة المصطفى لثمت شفاته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 ظل ينكت ابثغره عسى تنشل يمناه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عن فعل ابوسفيان من خبّر حفيده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 افعال هند و عن عداوتها الشّديده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بَأسْنان حمزه مْن الرّمح غط الحديده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وذيج النّجيبه اتوزّعه واتفصّل اعظاه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مابيه فخر عقب الذبح تكسير لَسنان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عيب ونقص تعبث حرم باجساد لَعيان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الفخر بالميدان و امكافح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ينصى جبيله ويشتبك بالعرك ويّاه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لو كر ابو سفيان للحمزه و يلاقيه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جان الأسد خلّى عليه تنعَى نواعيه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وايزيد لو شاف الشّهيد وضرب ماضيه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قبل الملاقى جان حتف الموت لاقاه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عن ثغر ابو السجّاد شيل الخيزرانه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لَتْفرّق اشفاته و لَتكسّر اسنانه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نور النبوّه يلوح من مبسم حمانا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7737F" w:rsidRDefault="0057737F" w:rsidP="00F86163">
            <w:pPr>
              <w:pStyle w:val="libPoem"/>
            </w:pPr>
            <w:r>
              <w:rPr>
                <w:rtl/>
              </w:rPr>
              <w:t>ينشي التّلاوه و يلحظ ابعينه يتاماه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يزيد يسأل عن المعركة...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57737F" w:rsidTr="009E3E93">
        <w:trPr>
          <w:trHeight w:val="350"/>
        </w:trPr>
        <w:tc>
          <w:tcPr>
            <w:tcW w:w="4219" w:type="dxa"/>
            <w:shd w:val="clear" w:color="auto" w:fill="auto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يسأل يزيد الرّجس قومه وشابح العين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للحرم و هْيَ امجتّفه بالحبل صوبين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عن خبر هاي المعركه شرحوا لي الحال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وشْكثر ويّا حسين من راجل وخيّال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ويوم الطلبتوا لي البيعه منّه اشقال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ولن زجر صاح اسمع كلامي وافتهم زين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وصّل الطّف الجيش ولْزمنا الشّريعه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 مْن العساكر ضاقت الأرض الوسيعه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وحسين عنده اعوان من باجي الشّيعه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سبعين واثنين وهلَه سبعه وعشرين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والصّبح من عاشر محرّم عمّر الكون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ولوذ الحمام مْن الصّقر منّا يلوذون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0B016B" w:rsidP="00F86163">
            <w:pPr>
              <w:pStyle w:val="libPoem"/>
            </w:pPr>
            <w:r>
              <w:rPr>
                <w:rtl/>
              </w:rPr>
              <w:t>ساعه وخلصوا بين منحورٍ ومطعون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و هذي حرمهم و اليتامى و راس لحسين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و لن واحد ايناديه لا تسمع كلامه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أولاد ابو الحسنين سوّوها قيامه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الجيش نصْ هايم ونصْ لاقى حمامه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مرّات ملكوها الشّريعه ومستميتين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قايدهم العبّاس و الرّايه بيمينه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وكلما اسوَد الكون يتْشَعْشَع جبينه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37F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مقدر اوصّف نقمة الحلّت علينا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57737F" w:rsidRDefault="0057737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57737F" w:rsidRDefault="00580CB4" w:rsidP="00F86163">
            <w:pPr>
              <w:pStyle w:val="libPoem"/>
            </w:pPr>
            <w:r>
              <w:rPr>
                <w:rtl/>
              </w:rPr>
              <w:t>وطب الشّريعه وقفّض الميدان صوبين</w:t>
            </w:r>
            <w:r w:rsidR="0057737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E93" w:rsidTr="009E3E9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E3E93" w:rsidRDefault="009E3E93" w:rsidP="00F86163">
            <w:pPr>
              <w:pStyle w:val="libPoem"/>
            </w:pPr>
            <w:r>
              <w:rPr>
                <w:rtl/>
              </w:rPr>
              <w:t>و امّا العجيبه يوم شال الماي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E3E93" w:rsidRDefault="009E3E9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E3E93" w:rsidRDefault="009E3E93" w:rsidP="00F86163">
            <w:pPr>
              <w:pStyle w:val="libPoem"/>
            </w:pPr>
            <w:r>
              <w:rPr>
                <w:rtl/>
              </w:rPr>
              <w:t>وذبّه وبقى ينحب على حالة 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14090" w:rsidRDefault="00F1409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33FED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وساعة القشره من طلع مغضب ابجوده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يوم الجمل هيِّن وهيِّن يوم صفين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صوّل شبيه الزّلزله ببروق و رعود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لازم البيرق زين ومحافظ على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طارن ازنوده و هاج بس ابطرق لزنود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مثل الاسد يسطي وجاه السّهم بالعين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ولَزرق سطى بعموده وصابه على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خر بالتّرب والجيش نادى طاح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وحسين حوّل للمعاره وفرّق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يمّه قعد ساعه و رجع يصفج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و ابنه علي لَكبر اشسوّى من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أفنى الجموع و قلبه امن العطش ذايب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633FED" w:rsidP="00F86163">
            <w:pPr>
              <w:pStyle w:val="libPoem"/>
            </w:pPr>
            <w:r>
              <w:rPr>
                <w:rtl/>
              </w:rPr>
              <w:t>ما طاح من صهوة جواده للتّرايب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B2319A" w:rsidP="00F86163">
            <w:pPr>
              <w:pStyle w:val="libPoem"/>
            </w:pPr>
            <w:r>
              <w:rPr>
                <w:rtl/>
              </w:rPr>
              <w:t>حتّى ملا الوادي مصاويب ومطاعين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B2319A" w:rsidP="00F86163">
            <w:pPr>
              <w:pStyle w:val="libPoem"/>
            </w:pPr>
            <w:r>
              <w:rPr>
                <w:rtl/>
              </w:rPr>
              <w:t>وحسين من حوّل على الجيمان زعلان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B2319A" w:rsidP="00F86163">
            <w:pPr>
              <w:pStyle w:val="libPoem"/>
            </w:pPr>
            <w:r>
              <w:rPr>
                <w:rtl/>
              </w:rPr>
              <w:t>يحطم بسيفه وبالجثث فاضت الوديان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B2319A" w:rsidP="00F86163">
            <w:pPr>
              <w:pStyle w:val="libPoem"/>
            </w:pPr>
            <w:r>
              <w:rPr>
                <w:rtl/>
              </w:rPr>
              <w:t>بارواحها فرّت وظل خالي الميدان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B2319A" w:rsidP="00F86163">
            <w:pPr>
              <w:pStyle w:val="libPoem"/>
            </w:pPr>
            <w:r>
              <w:rPr>
                <w:rtl/>
              </w:rPr>
              <w:t>لولا الحجر والسّهم مارد منهم اثنين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سؤال يزيد عن بيرق العبّاس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33FED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شيّ‍ال هالبيرق يفرسان بيمينه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هذا امْن اهل كوفان لو أهل المدينه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ما صار بالرّايات هالرّايه مثلها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بْضَرْب الهنادي مبضّعه ياقوم كلها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هالضّيغم اللّي شالها و بالعرك فلها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ملزوم صاحب هالفراسه اتعيّنونه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جنّي شفتها بيد حيدر يوم صفّين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1D31E3" w:rsidP="00F86163">
            <w:pPr>
              <w:pStyle w:val="libPoem"/>
            </w:pPr>
            <w:r>
              <w:rPr>
                <w:rtl/>
              </w:rPr>
              <w:t>يحمل على اهل الشّام بيها اشمال ويمين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rPr>
          <w:trHeight w:val="350"/>
        </w:trPr>
        <w:tc>
          <w:tcPr>
            <w:tcW w:w="3920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شيّالها بالله عليكم قولوا امنين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قالوا نشرها بوالفضل حامي الظّعينه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لو تشوف صولاته علينا يوم جانا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وضيّق علينا الواسعه و غيّم سمانا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و فاضت ابرور الغاضريّه من دمانا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مثل الأسد سدّد مسالكنا علينا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4066E1" w:rsidP="00F86163">
            <w:pPr>
              <w:pStyle w:val="libPoem"/>
            </w:pPr>
            <w:r>
              <w:rPr>
                <w:rtl/>
              </w:rPr>
              <w:t>وزينب تنادي يا جمال الهاشميّه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FE3C95" w:rsidP="00F86163">
            <w:pPr>
              <w:pStyle w:val="libPoem"/>
            </w:pPr>
            <w:r>
              <w:rPr>
                <w:rtl/>
              </w:rPr>
              <w:t>عسى يخويه يردّك الباري عليّه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FE3C95" w:rsidP="00F86163">
            <w:pPr>
              <w:pStyle w:val="libPoem"/>
            </w:pPr>
            <w:r>
              <w:rPr>
                <w:rtl/>
              </w:rPr>
              <w:t>وبس ما صرخ زلزل نواحي الغاضريّه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FE3C95" w:rsidP="00F86163">
            <w:pPr>
              <w:pStyle w:val="libPoem"/>
            </w:pPr>
            <w:r>
              <w:rPr>
                <w:rtl/>
              </w:rPr>
              <w:t>زعلان لكن نور يسطع من جبينه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FE3C95" w:rsidP="00F86163">
            <w:pPr>
              <w:pStyle w:val="libPoem"/>
            </w:pPr>
            <w:r>
              <w:rPr>
                <w:rtl/>
              </w:rPr>
              <w:t>وطب للشّريعه وبالقلب لاهوب جوّاي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FE3C95" w:rsidP="00F86163">
            <w:pPr>
              <w:pStyle w:val="libPoem"/>
            </w:pPr>
            <w:r>
              <w:rPr>
                <w:rtl/>
              </w:rPr>
              <w:t>خاضه بيمينه وتَرَس جوده ولاشرب ماي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2F6022" w:rsidP="00F86163">
            <w:pPr>
              <w:pStyle w:val="libPoem"/>
            </w:pPr>
            <w:r>
              <w:rPr>
                <w:rtl/>
              </w:rPr>
              <w:t>ويقول قبل ابن النّبي ما يرتوي حشاي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2F6022" w:rsidP="00F86163">
            <w:pPr>
              <w:pStyle w:val="libPoem"/>
            </w:pPr>
            <w:r>
              <w:rPr>
                <w:rtl/>
              </w:rPr>
              <w:t>اشلون انا اشرب والعطش ماذي سكينه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2F6022" w:rsidP="00F86163">
            <w:pPr>
              <w:pStyle w:val="libPoem"/>
            </w:pPr>
            <w:r>
              <w:rPr>
                <w:rtl/>
              </w:rPr>
              <w:t>و صوّل علينا ابزود وَ ادْعانا شعايب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2F6022" w:rsidP="00F86163">
            <w:pPr>
              <w:pStyle w:val="libPoem"/>
            </w:pPr>
            <w:r>
              <w:rPr>
                <w:rtl/>
              </w:rPr>
              <w:t>روس وجثث والخيل قحّمها المضارب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والقلب من حر الشّمس والعطش ذايب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عنّه ابذاك البر ملجا ما لقينه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لولا القضا مَنقطعت اجفوفه مْن لزنود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و انحل عزمه يوم شاف اتخرّق الجود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3FED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ومن ظهرذاك الغوج طاح بْضربة عمود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33FED" w:rsidRDefault="00633FE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33FED" w:rsidRDefault="00C07B77" w:rsidP="00F86163">
            <w:pPr>
              <w:pStyle w:val="libPoem"/>
            </w:pPr>
            <w:r>
              <w:rPr>
                <w:rtl/>
              </w:rPr>
              <w:t>و حسين قلّت حيلته من بعد عينه</w:t>
            </w:r>
            <w:r w:rsidR="00633FE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14090" w:rsidRDefault="00F1409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566E4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و زينب تسمعه والدّمع بخدودها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ذكرت زمان حسين واخوتها البهاليل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و ذكرت وليها يوم صكّ الخيل بالخيل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صرخت شعبتوا اقلوبنا لا تذكرونه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لاتهيّجون احزان قلبي ابذكر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جم حيد خلّى جثّته تفحص بلا 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شلّع مضاربها و على روس العدا 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B566E4" w:rsidP="00F86163">
            <w:pPr>
              <w:pStyle w:val="libPoem"/>
            </w:pPr>
            <w:r>
              <w:rPr>
                <w:rtl/>
              </w:rPr>
              <w:t>ليث الحرب لو قام ما جان انسبينا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استنكار</w:t>
      </w:r>
      <w:r w:rsidR="00E33040">
        <w:rPr>
          <w:rtl/>
        </w:rPr>
        <w:t xml:space="preserve"> </w:t>
      </w:r>
      <w:r>
        <w:rPr>
          <w:rtl/>
        </w:rPr>
        <w:t>سكينة ضرب ثنايا أبيها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566E4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زينب يعمّه انشعب قلبي وصار شطرين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هالرّجس شوفي شْيعمل براس الولي حسين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ريحانة الهادي و ثمر قلبه و حبيبه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بالطّشت راسه ياخلق و اعظم مصيبه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الفاجر يزيد ايفرّق اشفاته بقضيبه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و يترنّم امكيّف دهلّي الدّمع يا عين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976706" w:rsidP="00F86163">
            <w:pPr>
              <w:pStyle w:val="libPoem"/>
            </w:pPr>
            <w:r>
              <w:rPr>
                <w:rtl/>
              </w:rPr>
              <w:t>عز الهواشم من عقب ذيج الفراسه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بالبر جسمه وبالطّشت ياخلق راسه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شوفي يعمّه ابن الخنا كسّر اضراسه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الشّامات كلها مابقت فيها مسلمين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ظلّت تجود بروحها زينب حزينه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تنادي عسى متنا ولا للشّام جينا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يحسين و الله سفرةٍ قشره علينا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يا مهجتي بيني و بينك فرّق البين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خويه الهضم والضّيم من بعدك علانا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وبالشّام يَبن امّي اشبعت ضيم ومهانه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درفع قضيبك يالذي اتكسّر اسنانه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عن ثغر اخيّي ذابت قلوب النّساوين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بالشّام خويه انتحل جسمي والقلب ذاب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من كثرة النّظّار و احنا اوقوف بالباب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9340F4" w:rsidP="00F86163">
            <w:pPr>
              <w:pStyle w:val="libPoem"/>
            </w:pPr>
            <w:r>
              <w:rPr>
                <w:rtl/>
              </w:rPr>
              <w:t>عقب الخدر ترضى يسيره اببّلدة اجناب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و ايتامكم تلعي احذاي اشمال و يمين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مرّت علَيْ في الشّام ساعه اتزلزل اجبال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صرنا بوسط حلقه أجانب كلهم ارذال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رقبة علي و زندي ابحبل و ارقاب لَطفال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مثل الغنم تمشي ورانا الخلق صوبين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و ادفوف تضرب و الخلق تهرع بلفراح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حتّى النّسا فوق السّطوح اتصفّج الرّاح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66E4" w:rsidRDefault="00275FCF" w:rsidP="00F86163">
            <w:pPr>
              <w:pStyle w:val="libPoem"/>
            </w:pPr>
            <w:r w:rsidRPr="00275FCF">
              <w:rPr>
                <w:rtl/>
              </w:rPr>
              <w:t>كلما انسحبنا ضجّ‍ت اطفالك بالصياح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66E4" w:rsidRDefault="00275FCF" w:rsidP="00F86163">
            <w:pPr>
              <w:pStyle w:val="libPoem"/>
            </w:pPr>
            <w:r>
              <w:rPr>
                <w:rtl/>
              </w:rPr>
              <w:t>تسترحم القايد و قلب الرّجس مَيْلين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خطبة</w:t>
      </w:r>
      <w:r w:rsidR="00E33040">
        <w:rPr>
          <w:rtl/>
        </w:rPr>
        <w:t xml:space="preserve"> </w:t>
      </w:r>
      <w:r>
        <w:rPr>
          <w:rtl/>
        </w:rPr>
        <w:t>الحوراء في مجلس يزيد...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B566E4" w:rsidTr="00D8530A">
        <w:trPr>
          <w:trHeight w:val="350"/>
        </w:trPr>
        <w:tc>
          <w:tcPr>
            <w:tcW w:w="4219" w:type="dxa"/>
            <w:shd w:val="clear" w:color="auto" w:fill="auto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ابمجلس الطّاغي امخدّرة حيدر الكرّار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هزّت ابخطبتها مشاعر كل جبّار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D8530A">
        <w:trPr>
          <w:trHeight w:val="350"/>
        </w:trPr>
        <w:tc>
          <w:tcPr>
            <w:tcW w:w="4219" w:type="dxa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وقفت و مجتوفه ابحبل و ايتامها اتلوع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والحرم مربوقه وعلي السجّاد موجوع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66E4" w:rsidTr="00D8530A">
        <w:trPr>
          <w:trHeight w:val="350"/>
        </w:trPr>
        <w:tc>
          <w:tcPr>
            <w:tcW w:w="4219" w:type="dxa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وعْلَى الكراسي مْن لَوغاد صفوف وجموع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566E4" w:rsidRDefault="00B566E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566E4" w:rsidRDefault="00D8530A" w:rsidP="00F86163">
            <w:pPr>
              <w:pStyle w:val="libPoem"/>
            </w:pPr>
            <w:r>
              <w:rPr>
                <w:rtl/>
              </w:rPr>
              <w:t>و عْلَى السّرير امكيّف و جالس الخمّار</w:t>
            </w:r>
            <w:r w:rsidR="00B566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27701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فتحت ابحمد الله الخطابه و اثنت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اُوصلَّت على المختار جدها وانتمت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وتالي لبن هند الرّجس صدّت تحاكيه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لاتقول تبجي ولا تقول الدّمع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اتقلّه يَضنوة هند هاي امْن العداله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27701" w:rsidP="00F86163">
            <w:pPr>
              <w:pStyle w:val="libPoem"/>
            </w:pPr>
            <w:r>
              <w:rPr>
                <w:rtl/>
              </w:rPr>
              <w:t>خلف الستار امحجّبات اصل الرّذاله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AC6EE6" w:rsidP="00F86163">
            <w:pPr>
              <w:pStyle w:val="libPoem"/>
            </w:pPr>
            <w:r>
              <w:rPr>
                <w:rtl/>
              </w:rPr>
              <w:t>و بين لَوغاد امجتّفه ابنات الرّساله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AC6EE6" w:rsidP="00F86163">
            <w:pPr>
              <w:pStyle w:val="libPoem"/>
            </w:pPr>
            <w:r>
              <w:rPr>
                <w:rtl/>
              </w:rPr>
              <w:t>تنقاد حسّر بالحبل كلها بلا ستار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AC6EE6" w:rsidP="00F86163">
            <w:pPr>
              <w:pStyle w:val="libPoem"/>
            </w:pPr>
            <w:r>
              <w:rPr>
                <w:rtl/>
              </w:rPr>
              <w:t>يَبن الطّليق و شهّرتنا ابّبلدة الشّام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AC6EE6" w:rsidP="00F86163">
            <w:pPr>
              <w:pStyle w:val="libPoem"/>
            </w:pPr>
            <w:r>
              <w:rPr>
                <w:rtl/>
              </w:rPr>
              <w:t>و الكل يتفرّج علينا الخاص و العام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ظنّيت هذي لك كرامه من العلام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و احنا الهوان اينالنا يا صبية النّار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جد واجتهد مَتنال ذرّه من شرفنا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بعيد الرّجس عنّا وبالعليا انعرفنا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لا تظن ما تحصل النّقمه من طرفنا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بشراك دنيا و آخره بالنّار و العار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انبح مثل نبحة أبوك وشوف شيصير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لجلاب تنبح يارجس و القافله اتسير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وامّا الشّهاده لخوتي كتبه و تقدير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برزوا المضاجعهم و فاقوا كل لَبرار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يارجس هاي اجفوف تقطر من دمانا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و هاي المنابر تعلن بسبنا وجفانا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و النّصر من رب العرش دايم ويانا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و النا تصير العاقبه في كل لَدوار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سماع</w:t>
      </w:r>
      <w:r w:rsidR="00E33040">
        <w:rPr>
          <w:rtl/>
        </w:rPr>
        <w:t xml:space="preserve"> </w:t>
      </w:r>
      <w:r w:rsidR="00827701">
        <w:rPr>
          <w:rtl/>
        </w:rPr>
        <w:t>هند صوت العقيلة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27701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من هالذي تخطب اُوتتلهّف شجيّه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تشبه علي الكرّار بَلفاظه و حجيّه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تشبه علي الكرّار سجعتها و نثرها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9740C4" w:rsidP="00F86163">
            <w:pPr>
              <w:pStyle w:val="libPoem"/>
            </w:pPr>
            <w:r>
              <w:rPr>
                <w:rtl/>
              </w:rPr>
              <w:t>علَى يزيد تتجرّى ولا سِمْعه انتهرها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هذي عجيبه بالعجل كشفوا خبرها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يقولون عند يزيد نسوه خارجيّه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قالوا خوارج والذي قامت خطيبه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وهزّت المجلس هاي مسبيّه وغريبه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يقولون اسمها زينب ومن اهل طيبه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وحسين أخوها اللّي انذبح بالغاضريّه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و زينب تفرّغ بلَسماع أبكار لَفكار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من جوهر الهادي ومن خالص الكرّار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قلبت الرّاي العام و ابن الطّاغي احتار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وانكشفت اسراره و تبيّن كفر اميّه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هجمت بليّا شعور هند امكشّفه الرّاس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سبّت يزيد و صدّت اتخاطب الجلّاس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425501" w:rsidP="00F86163">
            <w:pPr>
              <w:pStyle w:val="libPoem"/>
            </w:pPr>
            <w:r>
              <w:rPr>
                <w:rtl/>
              </w:rPr>
              <w:t>هالواقفه تخطب مهي زينب يهالنّاس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من بيت عصمه وفخر واشرف فاطميّه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يَيْزيد هالرّاس اليلوح اببّاب داري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هذا مهو راس السّبط صفوة الباري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و هالحايرات ابمجلسك و الدّمع جاري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كلهن خوات حسين عز الهاشميه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701" w:rsidTr="00174A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وصدّت الزينب تقلها وتلطم الخدّين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701" w:rsidRDefault="0082770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701" w:rsidRDefault="00835F52" w:rsidP="00F86163">
            <w:pPr>
              <w:pStyle w:val="libPoem"/>
            </w:pPr>
            <w:r>
              <w:rPr>
                <w:rtl/>
              </w:rPr>
              <w:t>الله يَزينب عقب ذاك العز تذلّين</w:t>
            </w:r>
            <w:r w:rsidR="0082770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7701" w:rsidRDefault="0082770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74A67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بمجلس يسيره و العشيره وين و حسين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قالت جتل خلصوا قضا الباري عليّه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كلهم قضوا و بقيت مبليّه ابهالعيال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من ديره الديره و عليل ابقيد و اغلال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واللي يشوف الحال مانوصف له الحال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ولية عدو وكل اخوتي راحوا مْن ايديّه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شان الدّهر يرفع ارذال و يخفض اعيان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يا هند بالله اتفكّري و الدّهر ميزان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من بيت امامه واقفه امجتّفه ابديوان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و انا العقيله اتبدّل اسمي خارجيه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خطبة</w:t>
      </w:r>
      <w:r w:rsidR="00E33040">
        <w:rPr>
          <w:rtl/>
        </w:rPr>
        <w:t xml:space="preserve"> </w:t>
      </w:r>
      <w:r>
        <w:rPr>
          <w:rtl/>
        </w:rPr>
        <w:t>الإمام السّجاد...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504D0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ابجامع بني اميّه صعَد يخطب السّجّاد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وبيّن فضايح آل سفيان وبني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سيطر على ذاك الجمع معنى الخطابه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للمصطفى المختار و الكعبه انتسابه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وبيّن افعال يزيد و حسين ومصابه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وكلما خطب بيها البجا والنّوح يزداد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بدّل الرّاي وهاج بالمسجد الصّايح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عقب الشّماته والفرح صارت نوايح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زاد البجا و اتكشّفت ذيج الفضايح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لن الشّهاده باسم جدّه اتهز لَطواد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ينادي رسول الله محمَّد وانتمى وقال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جدّي رسول الله وانا مقيود باغلال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نبّه الغافل و التفت ليزيد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قلّه باسم جدّي وابويه مْلَكِت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جدّك ابو سفيان قايد يوم لَحزاب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وجدّي رسول الله وابويه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امّك هند و امّي شفيعة يوم لحساب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حسين ابويه اللّي بقى عاري بلوهاد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مرمي ثلتيّام عاري بالتّرايب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باليسر جابونا انقاسي هالمصايب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ترثة هند بقصورها و احنا بخرايب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نشرب دموع العين بيها والبجا الزّاد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هذا رسول الله مهو جدّي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يَيزيد و احنا بالسّبي من ديار لدْيار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04D0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وكل عترته تنذبح حتّى اطفال لزغار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504D0" w:rsidRDefault="005504D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504D0" w:rsidRDefault="005504D0" w:rsidP="00F86163">
            <w:pPr>
              <w:pStyle w:val="libPoem"/>
            </w:pPr>
            <w:r>
              <w:rPr>
                <w:rtl/>
              </w:rPr>
              <w:t>و الحرم فوق الهزل لاساتر ولا مهاد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خطبة</w:t>
      </w:r>
      <w:r w:rsidR="00174A67">
        <w:rPr>
          <w:rtl/>
        </w:rPr>
        <w:t xml:space="preserve"> السجاد ولقاء زينب بالعقيلية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74A67" w:rsidTr="00174A67">
        <w:trPr>
          <w:trHeight w:val="350"/>
        </w:trPr>
        <w:tc>
          <w:tcPr>
            <w:tcW w:w="3920" w:type="dxa"/>
            <w:shd w:val="clear" w:color="auto" w:fill="auto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ضيّق على ايزيد المسالك زين لعباد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و ابدى فضايح آل اميّه فوق لَعواد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نوّه بذكر المرتضى حيدر الكرّار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5504D0" w:rsidP="00F86163">
            <w:pPr>
              <w:pStyle w:val="libPoem"/>
            </w:pPr>
            <w:r>
              <w:rPr>
                <w:rtl/>
              </w:rPr>
              <w:t>وبيّن مقامه ونصرته للنّبي المختار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1C2F38" w:rsidP="00F86163">
            <w:pPr>
              <w:pStyle w:val="libPoem"/>
            </w:pPr>
            <w:r>
              <w:rPr>
                <w:rtl/>
              </w:rPr>
              <w:t>و فضله الشّايع بالملا واسمَع الحضّار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1C2F38" w:rsidP="00F86163">
            <w:pPr>
              <w:pStyle w:val="libPoem"/>
            </w:pPr>
            <w:r>
              <w:rPr>
                <w:rtl/>
              </w:rPr>
              <w:t>ولن المنادي ابمدح جدّه بروس لَشهاد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A67" w:rsidTr="00174A67">
        <w:trPr>
          <w:trHeight w:val="350"/>
        </w:trPr>
        <w:tc>
          <w:tcPr>
            <w:tcW w:w="3920" w:type="dxa"/>
          </w:tcPr>
          <w:p w:rsidR="00174A67" w:rsidRDefault="001C2F38" w:rsidP="00F86163">
            <w:pPr>
              <w:pStyle w:val="libPoem"/>
            </w:pPr>
            <w:r>
              <w:rPr>
                <w:rtl/>
              </w:rPr>
              <w:t>صاح ابيزيد الرّجس هلّي تذكرونه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74A67" w:rsidRDefault="00174A67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74A67" w:rsidRDefault="001C2F38" w:rsidP="00F86163">
            <w:pPr>
              <w:pStyle w:val="libPoem"/>
            </w:pPr>
            <w:r>
              <w:rPr>
                <w:rtl/>
              </w:rPr>
              <w:t>بسم الرّساله هذا بوكم لو ابونا</w:t>
            </w:r>
            <w:r w:rsidR="00174A6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7701" w:rsidRDefault="0082770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52304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ابْيا ذنب تقتل والدي و تشهّرونا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فوق الهزل بَيتامنا مْن ابلاد لبلاد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أوّل خطيب اللّي خطب بمصيبة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زين لعباد و بيّن افعال المجرمين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وهاج البجا و النّوح من كل المصلّين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وسيّس السّاس الهالمجالس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ومجلس نسائي سنّته الحورا الشّجيّه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ماتم ثلثتيّام متواصل دويّه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و النّاعي امن الشّام لكن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B52304" w:rsidP="00F86163">
            <w:pPr>
              <w:pStyle w:val="libPoem"/>
            </w:pPr>
            <w:r>
              <w:rPr>
                <w:rtl/>
              </w:rPr>
              <w:t>تنعى العشيره والحزن بالقلب وقّاد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و زينب إجت للهاشميّه تهمل العين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عبرى لقتها و تنظم اعْلَى الطّالبيّين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قالت على من هالنّعي قالت على حسين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وتسعه وسبعه نسل ابوطالب الامجاد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قالت يَثَكلى امْنين عندج معرفتهم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اتعدّينهم و انتي بعيدة دار عنهم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صاحت أنا بتهم يمحزونه و اختهم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ظلّيت مجفيّه و وحيده ابهاي لبلاد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و انتي تنشديني و قلبي منّج امريب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ما عرَفْتج ذوّب احشاج الحزن تذويب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قالت انا زينب وفرّت شاقّه الجيب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تصرخ يَزينب وين ابوسكنه ولَولاد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وين العشيره وين لَكبر وين عبّاس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و فتية عقيل اهل المجد صعبين لمراس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آنا غريبه و بذكرهم ارفع الرّاس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A3166C" w:rsidP="00F86163">
            <w:pPr>
              <w:pStyle w:val="libPoem"/>
            </w:pPr>
            <w:r>
              <w:rPr>
                <w:rtl/>
              </w:rPr>
              <w:t>قالت تركناهم ضحايا فوق لوهاد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827701" w:rsidP="00F86163">
      <w:pPr>
        <w:pStyle w:val="libCenterBold1"/>
      </w:pPr>
      <w:r>
        <w:rPr>
          <w:rtl/>
        </w:rPr>
        <w:t>إبن العقيلية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52304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اوليد العقيليّه يقلها اليوم زينه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و ملبوسي المذخور للأعياد وينه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اشعندك تقلّه يالولد تنده من ابعيد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ياهو اليقلّك هالوكت يَبني وكت عيد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قلها خوارج ثايره و النّصر ليزيد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للشّام جابوا روسهم ويّا الظّعينه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قالت يَبويه درجع و عاين شكلهم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واخْذْ الخبر يانور عيني من طفلهم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rPr>
          <w:trHeight w:val="350"/>
        </w:trPr>
        <w:tc>
          <w:tcPr>
            <w:tcW w:w="3920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وعن دينهم يَبني و مدينتهم اسألهم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واعرف يَعقلي اسم الزّعيم الذابحينه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رد اُو وقَف بالجادّه ولاحت له الرّوس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8A0A2F" w:rsidP="00F86163">
            <w:pPr>
              <w:pStyle w:val="libPoem"/>
            </w:pPr>
            <w:r>
              <w:rPr>
                <w:rtl/>
              </w:rPr>
              <w:t>فوق لَرماح اتلوح تخجل نور لشموس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1B1ADA" w:rsidP="00F86163">
            <w:pPr>
              <w:pStyle w:val="libPoem"/>
            </w:pPr>
            <w:r>
              <w:rPr>
                <w:rtl/>
              </w:rPr>
              <w:t>و الحرم مسلوبه و عليل ابقيد محبوس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1B1ADA" w:rsidP="00F86163">
            <w:pPr>
              <w:pStyle w:val="libPoem"/>
            </w:pPr>
            <w:r>
              <w:rPr>
                <w:rtl/>
              </w:rPr>
              <w:t>و اللي يسمعه ايذوب قلبه من ونينه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1B1ADA" w:rsidP="00F86163">
            <w:pPr>
              <w:pStyle w:val="libPoem"/>
            </w:pPr>
            <w:r>
              <w:rPr>
                <w:rtl/>
              </w:rPr>
              <w:t>وعاين يسيره اتلوذ بيها كل يتيمه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1B1ADA" w:rsidP="00F86163">
            <w:pPr>
              <w:pStyle w:val="libPoem"/>
            </w:pPr>
            <w:r>
              <w:rPr>
                <w:rtl/>
              </w:rPr>
              <w:t>و قال اظن هذي للظّعن كلّه زعيمه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قلها يحرمه امصيبتج كلفه وعظيمه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شنهي ديانتكم اُو وطنكم يا مدينه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قالت اسلام احنا وارض طيبه وطنّا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وكلمَن تريده مْن المدينه اسألني عنّه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2304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قلها يمسبيّه المدينه بلاد أهلنا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2304" w:rsidRDefault="00B5230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2304" w:rsidRDefault="00945189" w:rsidP="00F86163">
            <w:pPr>
              <w:pStyle w:val="libPoem"/>
            </w:pPr>
            <w:r>
              <w:rPr>
                <w:rtl/>
              </w:rPr>
              <w:t>بالله ارد انشدج جان خالي تعرفينه</w:t>
            </w:r>
            <w:r w:rsidR="00B5230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7701" w:rsidRDefault="0082770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51879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اتعرفين ابو السجّاد و اتعرفين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اتعرفين لَكبر و النّشامه الترفع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اتعرفين ابو الشّيمه محمَّد وافي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اتعرفين زينب بضعة الزّهرا المصونه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شسْمك تقلّه ياعزيزي و امّك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قلها أنا امّي هاشميّه واسمي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وانا خوالي بيت ابو طالب الطّيبين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بيت الإمامه الفخر كلّه حايزينه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قالت انجان ابن العقيليّه جنابك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فوق لَرماح العاليه يَبني جوابك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شيخ العشيره واخوته وجملة أحبابك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راحوا جتل بس هالعليل القايدينه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يَالولد جدّام الظّعينه دير بالك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هاللي اذكرتهم روسهم كلهم قبالك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و اللي اقبالي ناصبينه راس خالك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وهذي عيال حسين كلها هالظّعينه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و انجان عن زينب تسايل والنّساوين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يَبني أنا زينب و هاي عيال 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رد ينحب ويلطم على الهامه بليدين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351879" w:rsidP="00F86163">
            <w:pPr>
              <w:pStyle w:val="libPoem"/>
            </w:pPr>
            <w:r>
              <w:rPr>
                <w:rtl/>
              </w:rPr>
              <w:t>ينادي يَيُمّه بالعجل قومي اندهينا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</w:t>
      </w:r>
      <w:r w:rsidR="00E33040">
        <w:rPr>
          <w:rtl/>
        </w:rPr>
        <w:t xml:space="preserve"> </w:t>
      </w:r>
      <w:r w:rsidR="00827701">
        <w:rPr>
          <w:rtl/>
        </w:rPr>
        <w:t>الصبي لأمّه و خروجها لزينب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51879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351879" w:rsidRDefault="009F6940" w:rsidP="00F86163">
            <w:pPr>
              <w:pStyle w:val="libPoem"/>
            </w:pPr>
            <w:r w:rsidRPr="009F6940">
              <w:rPr>
                <w:rtl/>
              </w:rPr>
              <w:t>سمعت عفيفه صياح مهجتها وحنينه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وفرّت تصيح اشْهالمصاب الحل علينا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شافت شبلها عْلَى الوطيّه يقوم ويطيح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ينحب ويلطم علىالهامه ونوبٍ يصيح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قومي ترى كلهم أهلنا هالمذابيح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وكلهم عزيزات الرّساله هالظّعينه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شقّت ابلوعه الجيب و العبره تهلها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طار العقل والخبر دوهشها وذهلها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وفرّت تشوف عْلَى العوالي روس اهلها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وحسين يسطع نور من غرّة جبينه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ومرّت تشقّ صفوف للنّسوه على النّوق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تلطم على الهامه ومنها الجيب مشقوق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وصّلت يَمْ زينب تصيح بقلب محروق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9F6940" w:rsidP="00F86163">
            <w:pPr>
              <w:pStyle w:val="libPoem"/>
            </w:pPr>
            <w:r>
              <w:rPr>
                <w:rtl/>
              </w:rPr>
              <w:t>صرخت بلوعه والظّعن ضج بحنينه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صاحت أنشدج يا مصونه خبّريني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قالت من انتي وعن مصابي تنشديني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قالت أنا الفرّقوا بين اهلي وبيني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بالشّام أنا و كل العشيره بالمدينه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آنا اخوتي واولاد عمّي صفوة النّاس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من بيت أبوطالب ذكرهم يرفع الرّاس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مثل الإمام حسين والصّنديد عبّاس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صاحت قضوا كلهم جتل واحنا انسبينا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زينب أنا وكل هاليتامى و النّساوين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عترة رسول الله وابونا حامي الدّين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وهذا العلى راس الرّمح راس الولي حسين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 روس العشيره عن اشماله وعن يمينه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 بالغاضريّه اجسادهم محّد دفنها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وجثّة عزيزي حسين قوّه امشيت عنها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51879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 نشْبَتْني الدّنيا ابمصايبها و محنها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51879" w:rsidRDefault="0035187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51879" w:rsidRDefault="00FF0808" w:rsidP="00F86163">
            <w:pPr>
              <w:pStyle w:val="libPoem"/>
            </w:pPr>
            <w:r>
              <w:rPr>
                <w:rtl/>
              </w:rPr>
              <w:t>وامّا الشّماته امن العدو أعظم علينا</w:t>
            </w:r>
            <w:r w:rsidR="0035187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و العقيليّة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41E4D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841E4D" w:rsidRDefault="00841E4D" w:rsidP="00F86163">
            <w:pPr>
              <w:pStyle w:val="libPoem"/>
            </w:pPr>
            <w:r>
              <w:rPr>
                <w:rtl/>
              </w:rPr>
              <w:t>اشمالج يَبنتي زايده اعليج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1E4D" w:rsidRDefault="00841E4D" w:rsidP="00F86163">
            <w:pPr>
              <w:pStyle w:val="libPoem"/>
            </w:pPr>
            <w:r>
              <w:rPr>
                <w:rtl/>
              </w:rPr>
              <w:t>ومن دون أهل هالبيت منحوله وكئيبه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كلما نحبتي زادت احزاني عليّه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اتعرفينهم جنِّج ضحايا الغاضريّه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اسمعتي من الوادم لو انتي هاشميّه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بالله دقولي وظنّتي مَنتي غريبه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قالت أنا من طب ظعنكم لازمه النوح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ليلي ونهاري من سمعت حسين مذبوح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لكن غريبه بين اجانب وين انا روح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5C0BA0" w:rsidP="00F86163">
            <w:pPr>
              <w:pStyle w:val="libPoem"/>
            </w:pPr>
            <w:r>
              <w:rPr>
                <w:rtl/>
              </w:rPr>
              <w:t>أهلي بني هاشم و انا منكم قريبه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أهلي هواشم و الدّهر عنهم بعدني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أسمع ذكرهم و اطلب مْن الله يردني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و اسمع بسم زينب وحظّي ما سعدني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أجلس اوياها واخدم الحورا النّجيبه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نكّست زينب راسها وهلّت دمعها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و قالت أخبرج زينب اتفرّق جمعها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اتشتّت شملها و العدا ذبحوا سبعها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زينب أنا و حلّت عليّه هالمصيبه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صاحت شعَبْتيني وتركتي القلب مفطور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E5326A" w:rsidP="00F86163">
            <w:pPr>
              <w:pStyle w:val="libPoem"/>
            </w:pPr>
            <w:r>
              <w:rPr>
                <w:rtl/>
              </w:rPr>
              <w:t>الله واكبر هالكثر عند الدّهر جور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انتي العقيله الما مثل خدرج بلخدور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عنّج يَزينب وينها اليوث الحريبه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عنّج صناديد الحرب يمخدّره وين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محّد يظن للشّام مأسوره تطبّين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قالت فجَعني دهري ابعبّاس و حسين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و اتيسّرت و الزّمن دوراته عجيبه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صكني على صبي ناظري واعمى عيوني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CB09EE" w:rsidP="00F86163">
            <w:pPr>
              <w:pStyle w:val="libPoem"/>
            </w:pPr>
            <w:r>
              <w:rPr>
                <w:rtl/>
              </w:rPr>
              <w:t>اخواني بيتاماهم بلوني و ضعيّوني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ذلّه و شماته و الضّرب ورّم امتوني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اُو وجعان عندي ايذوّب قليبي نحيبه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A33C5D" w:rsidP="00F86163">
      <w:pPr>
        <w:pStyle w:val="Heading2Center"/>
      </w:pPr>
      <w:bookmarkStart w:id="9" w:name="_Toc21389974"/>
      <w:r>
        <w:rPr>
          <w:rtl/>
        </w:rPr>
        <w:t>خروج السبايا من الشام</w:t>
      </w:r>
      <w:bookmarkEnd w:id="9"/>
    </w:p>
    <w:p w:rsidR="00C231C3" w:rsidRDefault="00C231C3" w:rsidP="00F86163">
      <w:pPr>
        <w:pStyle w:val="libCenterBold1"/>
      </w:pPr>
      <w:r>
        <w:rPr>
          <w:rtl/>
        </w:rPr>
        <w:t>هذه القصيدة آخر ما قاله الناظم (ره) ولم يحالفه الحظ</w:t>
      </w:r>
    </w:p>
    <w:p w:rsidR="00C231C3" w:rsidRDefault="00C231C3" w:rsidP="00F86163">
      <w:pPr>
        <w:pStyle w:val="libCenterBold1"/>
      </w:pPr>
      <w:r>
        <w:rPr>
          <w:rtl/>
        </w:rPr>
        <w:t>لإكمالها وقد نظمت بتاريخ 4/10/1401 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41E4D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ظعن الحرم بالرّوس غادر بلدة الشّام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قصده المدينه وموكب النّعمان جدّام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طلعوا من الشّامات بدموعٍ ذروفه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يتذكّرون اهوالها و ذلّة الكوفه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E4D" w:rsidTr="000E7B50">
        <w:trPr>
          <w:trHeight w:val="350"/>
        </w:trPr>
        <w:tc>
          <w:tcPr>
            <w:tcW w:w="3920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وقلوبهم صوب النّجف والطّف لهوفه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41E4D" w:rsidRDefault="009838C1" w:rsidP="00F86163">
            <w:pPr>
              <w:pStyle w:val="libPoem"/>
            </w:pPr>
            <w:r>
              <w:rPr>
                <w:rtl/>
              </w:rPr>
              <w:t>مَفْرَق دربهم نزلوا النّسوه و لَيتام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مرور</w:t>
      </w:r>
      <w:r w:rsidR="00E33040">
        <w:rPr>
          <w:rtl/>
        </w:rPr>
        <w:t xml:space="preserve"> </w:t>
      </w:r>
      <w:r>
        <w:rPr>
          <w:rtl/>
        </w:rPr>
        <w:t>النساء بكربلاء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41E4D" w:rsidTr="002D59F6">
        <w:trPr>
          <w:trHeight w:val="350"/>
        </w:trPr>
        <w:tc>
          <w:tcPr>
            <w:tcW w:w="4219" w:type="dxa"/>
            <w:shd w:val="clear" w:color="auto" w:fill="auto"/>
          </w:tcPr>
          <w:p w:rsidR="00841E4D" w:rsidRDefault="00A975B1" w:rsidP="00F86163">
            <w:pPr>
              <w:pStyle w:val="libPoem"/>
            </w:pPr>
            <w:r>
              <w:rPr>
                <w:rtl/>
              </w:rPr>
              <w:t>قولوا لحادينا يمر بالغاضريّه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41E4D" w:rsidRDefault="00841E4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41E4D" w:rsidRDefault="00A975B1" w:rsidP="00F86163">
            <w:pPr>
              <w:pStyle w:val="libPoem"/>
            </w:pPr>
            <w:r>
              <w:rPr>
                <w:rtl/>
              </w:rPr>
              <w:t>انسلّم على الوالي وننصب له عزيّه</w:t>
            </w:r>
            <w:r w:rsidR="00841E4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1E4D" w:rsidRDefault="00841E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C2B38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قولوا الحادينا يمر بينا على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نبغي نزور حسين وانشوفه اندفن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والله لروّي قبر اخويه ابدمعة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و ياليت فوق القبر تحضرني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نادى العليل ومدمعه بالخد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اكسب اويانا اليوم يا نعمان معروف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مرّوا ابعمّاتي و خواتي برض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قلّه فلا اعصي لك أمر يبن الشّفيّه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2C2B38" w:rsidP="00F86163">
            <w:pPr>
              <w:pStyle w:val="libPoem"/>
            </w:pPr>
            <w:r>
              <w:rPr>
                <w:rtl/>
              </w:rPr>
              <w:t>عرّج على قبر الشّهيد و صار لنياح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والعابد السجّاد من فوق الجمل طاح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وزينب تنادي آه ياعزٍ قضى وراح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خرّت على قبره و يتاماها سويّه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نوبٍ تقوم ونوب توقع والدّمع سيل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تجري على خدها و بس تصيح بالويل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4948FF" w:rsidP="00F86163">
            <w:pPr>
              <w:pStyle w:val="libPoem"/>
            </w:pPr>
            <w:r>
              <w:rPr>
                <w:rtl/>
              </w:rPr>
              <w:t>أهوت على قبره و بقت لترابه اتهيل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وتقول شوفوا باب قبر حسين ليّه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ظلّت تنادي يا يتامى و يا نساوين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هيلوا تراب القبر بَدْخل بنظر حسين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وبَنْظر تجفّن لو بقى من غير تجفين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واسكن معه ولاريد هالدّنيا الدنيّه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واومت على خوها أبو فاضل تناديه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دقعد يمن قطعوا على جوده أياديه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ماظن يخويه الشّام ترضى انشوف واديه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926389" w:rsidP="00F86163">
            <w:pPr>
              <w:pStyle w:val="libPoem"/>
            </w:pPr>
            <w:r>
              <w:rPr>
                <w:rtl/>
              </w:rPr>
              <w:t>يَكرام ما تاخذكم الغيره عليّه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7D6551" w:rsidP="00F86163">
            <w:pPr>
              <w:pStyle w:val="libPoem"/>
            </w:pPr>
            <w:r>
              <w:rPr>
                <w:rtl/>
              </w:rPr>
              <w:t>دقعد يراعي العلم راسي مْن الحزن شاب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7D6551" w:rsidP="00F86163">
            <w:pPr>
              <w:pStyle w:val="libPoem"/>
            </w:pPr>
            <w:r>
              <w:rPr>
                <w:rtl/>
              </w:rPr>
              <w:t>مانا الوديعه من أبوكم داحي الباب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7D6551" w:rsidP="00F86163">
            <w:pPr>
              <w:pStyle w:val="libPoem"/>
            </w:pPr>
            <w:r>
              <w:rPr>
                <w:rtl/>
              </w:rPr>
              <w:t>لو تشوف خوي شلون جسمي بعدكم ذاب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7D6551" w:rsidP="00F86163">
            <w:pPr>
              <w:pStyle w:val="libPoem"/>
            </w:pPr>
            <w:r>
              <w:rPr>
                <w:rtl/>
              </w:rPr>
              <w:t>تدرون انا مقدر على ركوب المطيّه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على قبر أخيها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C2B38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لاحت اطفوف الغاضريّه والحزن زاد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يم قبر اخوي حسين وصّلني يسجّاد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لا حت بعيني كربلا و تفتّت حشاي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ابعيني اتصوّر ياخلق تعفير ولياي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جنّي اعاين جثّة الطّايح على الماي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لقصد كفيلي واشتكي فعلة ابن زياد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خرّت من النّاقه وفرت مالها شعور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تنادي اخبروني وين اخوي حسين مقبور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شافت ضريحه و اعولت و الدّمع منثور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خرّت على قبره وصرخت واللطم زاد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دارن حريم حسين ويّاها و لَيتام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لجيوبهن شقّن و زينب تلطم الهام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اتنادي يخويه جيت بيتامك من الشّام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ذابت ابهالسّفره مهج وانتحلت اجساد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دقعد احجي لك عن هضمنا ياضيا العين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وانظر الحالي وحال سكنه والنّساوين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2B38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دشّوا بنا الكوفه وفزعوا النّاس صوبين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2B38" w:rsidRDefault="002C2B3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2B38" w:rsidRDefault="00A44C38" w:rsidP="00F86163">
            <w:pPr>
              <w:pStyle w:val="libPoem"/>
            </w:pPr>
            <w:r>
              <w:rPr>
                <w:rtl/>
              </w:rPr>
              <w:t>يتفرّجون اعْلَى اليتامى وكلهم اوغاد</w:t>
            </w:r>
            <w:r w:rsidR="002C2B3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1E4D" w:rsidRDefault="00841E4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25261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وعاينت مسجد والدي وقصر الاماره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وذكرت دهر اللّي مضى وراحت اوطاره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كنّا ابمعزّه و سلطنه و هسّا يساره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هِجي يخلق الله الدّهر يفعل بلمجاد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والشّام مقدر يَبو اليمّه عْلَى التّفاصيل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725261" w:rsidP="00F86163">
            <w:pPr>
              <w:pStyle w:val="libPoem"/>
            </w:pPr>
            <w:r>
              <w:rPr>
                <w:rtl/>
              </w:rPr>
              <w:t>عيّدت واحنا نطوف بيها عْلَى 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بالحبل قادونا وعلي برجله زناجيل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 ضيم الجرى علينا شعَل بالقلب وقّاد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دقعد تلقّانا و نزِّل هالنساوين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يا نور عيني باب قبرك قلّي امنين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ياليت ضمني هاللحد ويّاك يحسين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ترجع يخويه لو تظل اليوم لمعاد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تجول على القبور...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25261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وصلت الحورا و الحريم الهاشميّه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بعد اليسر باحزانها للغاضريّه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وصلت عقب قطع الفيافي والسّباسب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 اتجسّمت جدّامها كل المصايب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وهاجت عليها احزانها من كل جانب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وقصدت القبر حسين بالعيله سويّه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خرّت على قبر الشّهيد اتشم لتراب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اتقلّه يخويه اقعد وعاين مفرقي شاب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من شوفة الشّمّات قلبي يالولي ذاب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ويلاه من هضْم الجرى ابديوان اميّه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وقصدت قبر عباس منها الدّمع مذروف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اتقلّه تجنّى و قوم يا مقطوع لجفوف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وصلت يَبو فاضل العيله دنهض وشوف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تدري بعدكم يالكفيل اشْحَل عليّه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دقعد يَبو فاضل تلقّى هالظّعينه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 عدّل محاملها و رجّعها المدينه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 انجان تسألني ترى امْن الشّام جينا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دربٍ كلف وارجاس مابيهم حميّه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صدّت و نادت قوم دلّيني يَسجّاد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جاسم و خوته وين مدفنهم ولَولاد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261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و عزوة عقيل و جعفر الظّفرين لَمجاد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261" w:rsidRDefault="0072526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261" w:rsidRDefault="008A1572" w:rsidP="00F86163">
            <w:pPr>
              <w:pStyle w:val="libPoem"/>
            </w:pPr>
            <w:r>
              <w:rPr>
                <w:rtl/>
              </w:rPr>
              <w:t>قلها ابقبر كلها السّلاله الهاشميّه</w:t>
            </w:r>
            <w:r w:rsidR="0072526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6540A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وأمّا علي الاكبر دفنته يَم ابونا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شفته وشعبني و قلت لازم تعزلونه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 اولاد عبدالله بن جعفر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ويّا الهواشم و الرّضيع ابقبر ابيّه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مدّت على الوادي بصرها وهملت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وصاحت ابدهشه كربلا وين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وين الأُسُود الضّاريه و مخيّمي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16540A" w:rsidP="00F86163">
            <w:pPr>
              <w:pStyle w:val="libPoem"/>
            </w:pPr>
            <w:r>
              <w:rPr>
                <w:rtl/>
              </w:rPr>
              <w:t>ومهجة الزّهرا حسين ردّي جواب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محاورة بين زينب و كربلاء...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6540A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ردّت على الحورا الجواب الغاضريّه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نلت الفخر بيكم يَسادات البريّه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مهجة الزّهرا انتي تركتي حسين معفور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عنّه مشيتي و جثّته عمَّتني ابنور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واصبحت معراج السّما من يوم عاشور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بجسمه افاخر جنّة الخلد العليّه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أهل الكسا رب العرش عندي جمعها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D1310F" w:rsidP="00F86163">
            <w:pPr>
              <w:pStyle w:val="libPoem"/>
            </w:pPr>
            <w:r>
              <w:rPr>
                <w:rtl/>
              </w:rPr>
              <w:t>جدّج و ابوج و فاطمه و الحسن معها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rPr>
          <w:trHeight w:val="350"/>
        </w:trPr>
        <w:tc>
          <w:tcPr>
            <w:tcW w:w="3920" w:type="dxa"/>
          </w:tcPr>
          <w:p w:rsidR="0016540A" w:rsidRDefault="00C235D7" w:rsidP="00F86163">
            <w:pPr>
              <w:pStyle w:val="libPoem"/>
            </w:pPr>
            <w:r>
              <w:rPr>
                <w:rtl/>
              </w:rPr>
              <w:t>وشافت اخوج امرضّض اونسيَت ضلعها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C235D7" w:rsidP="00F86163">
            <w:pPr>
              <w:pStyle w:val="libPoem"/>
            </w:pPr>
            <w:r>
              <w:rPr>
                <w:rtl/>
              </w:rPr>
              <w:t>ست النّسا و نصبت ابهالوادي عزيّه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بضعة الهادي يالوديعه عندي تنوح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وعندي نزل آدم يَزينب والنّبي نوح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الانبيا ليل ونهار اتزور و تروح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ولَملاك عندي كل صباح وكل مسيّه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ربي حباني بشرَف من بين الأراضين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جبريل ناول تربتي خير النبيّين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ابدمعه مزجها وقال هذي تربة حسين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هذا الخبر معلوم عندج يا زجيّه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قالت يَروضة كربلا فزتي بجواره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معراج صرتي للسّما ابشعّة انواره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انا احزاني تهيج لو طبّيت داره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وظلمه وشفتها وخاليه وجانت امضيّه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منها طلَعت ابهودجي اتحوطه شياهين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عبّاس قايد ناقتي و جدّامي حسين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ارجع بلا وليان بايتام و نساوين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و اسمع عليها ينعب غراب المنيّه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هاي المصيبه المالها بالدّهر ثاني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صبها على راسي يخلق الله زماني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540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في يوم واحد فاقده جملة اخواني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540A" w:rsidRDefault="0016540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540A" w:rsidRDefault="00E05450" w:rsidP="00F86163">
            <w:pPr>
              <w:pStyle w:val="libPoem"/>
            </w:pPr>
            <w:r>
              <w:rPr>
                <w:rtl/>
              </w:rPr>
              <w:t>نلتي الشّرف بقبورهم والحزن ليّه</w:t>
            </w:r>
            <w:r w:rsidR="0016540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لقاء جابر الأنصاري بالسجاد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6278F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دنهض يَجابر وَصَّل السجّاد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278F" w:rsidRDefault="001627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جسمه نحيل و مدمعه بالخد منثور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278F" w:rsidTr="000E7B50">
        <w:trPr>
          <w:trHeight w:val="350"/>
        </w:trPr>
        <w:tc>
          <w:tcPr>
            <w:tcW w:w="3920" w:type="dxa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بالعجل قوموا استقبلوا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278F" w:rsidRDefault="001627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ويّا اليتامى جاي بالذّل و الكسيره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278F" w:rsidTr="000E7B50">
        <w:trPr>
          <w:trHeight w:val="350"/>
        </w:trPr>
        <w:tc>
          <w:tcPr>
            <w:tcW w:w="3920" w:type="dxa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من بيت أبوطالب ترى ماظل 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278F" w:rsidRDefault="0016278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278F" w:rsidRDefault="0016278F" w:rsidP="00F86163">
            <w:pPr>
              <w:pStyle w:val="libPoem"/>
            </w:pPr>
            <w:r>
              <w:rPr>
                <w:rtl/>
              </w:rPr>
              <w:t>قام بعجل جابر و قلبه ابنار مسعور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540A" w:rsidRDefault="0016540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151E0" w:rsidTr="00FA0D82">
        <w:trPr>
          <w:trHeight w:val="350"/>
        </w:trPr>
        <w:tc>
          <w:tcPr>
            <w:tcW w:w="4219" w:type="dxa"/>
            <w:shd w:val="clear" w:color="auto" w:fill="auto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تجري ادموعه فوق خدّينه او ينادي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وينك يَشبل حسين يا مهجة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rPr>
          <w:trHeight w:val="350"/>
        </w:trPr>
        <w:tc>
          <w:tcPr>
            <w:tcW w:w="4219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ما ظنّتي بقّوا عليكم هالأعادي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مولاي خبّرني اشجرى بَيّام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rPr>
          <w:trHeight w:val="350"/>
        </w:trPr>
        <w:tc>
          <w:tcPr>
            <w:tcW w:w="4219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اتزفّر ابو محمَّد وقلّه ابدمع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إسكت يجابر لا تسايل عن هلَحوال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rPr>
          <w:trHeight w:val="350"/>
        </w:trPr>
        <w:tc>
          <w:tcPr>
            <w:tcW w:w="4219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جم شاب ظل امغسّل ابدمّه ولا انشال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A151E0" w:rsidP="00F86163">
            <w:pPr>
              <w:pStyle w:val="libPoem"/>
            </w:pPr>
            <w:r>
              <w:rPr>
                <w:rtl/>
              </w:rPr>
              <w:t>مثل البدر خدّه على التّربان معفور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rPr>
          <w:trHeight w:val="350"/>
        </w:trPr>
        <w:tc>
          <w:tcPr>
            <w:tcW w:w="4219" w:type="dxa"/>
          </w:tcPr>
          <w:p w:rsidR="00A151E0" w:rsidRDefault="00F35A62" w:rsidP="00F86163">
            <w:pPr>
              <w:pStyle w:val="libPoem"/>
            </w:pPr>
            <w:r>
              <w:rPr>
                <w:rtl/>
              </w:rPr>
              <w:t>والله يجابر لو شفت صاحب الصّولات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35A62" w:rsidP="00F86163">
            <w:pPr>
              <w:pStyle w:val="libPoem"/>
            </w:pPr>
            <w:r>
              <w:rPr>
                <w:rtl/>
              </w:rPr>
              <w:t>مفضوخ راسه طايح ابجانب المسناة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جوده على اجتافه وهو ظامي الجبد مات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و الطّفل يا جابرنظرته ابْسَهم منحور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لو شفت شبْه المصطفى اللّي مدلّلينه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جابه ابويه حسين جسمه امقطّعينه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وجاسم يَجابر ذوّب احشانا بونينه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غابت ابطف الغاضريّه ذيج لبدور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ومصيبة حسين الذي هدّت اركاني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2645B0" w:rsidP="00F86163">
            <w:pPr>
              <w:pStyle w:val="libPoem"/>
            </w:pPr>
            <w:r>
              <w:rPr>
                <w:rtl/>
              </w:rPr>
              <w:t>من وقع عن مهره الهضم والضّيم جاني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ابعيني نظرته ايحز نحره ابن الزّواني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حزّوا كريمه وخيلهم غارت للخدور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 ذيج الخيَم كلها يجابر فرهدوها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 ذيج الحراير و اليتامى روّعوها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وذيج العزيزه اللّي نشَت بظلال ابوها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عقب الخدر والصّون مسبيّه على كور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والصيَّر ادموعي على خدّي ذروفه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ادخولي مع النّسوان بالذّله الكوفه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والكل علينا مْن الفرح يصفج اجفوفه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وزينب اندهشت بالمصيبه ولا لها شعور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تكسر الخاطر عمّتي يوم ادخلوها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151E0" w:rsidRDefault="00FA0D82" w:rsidP="00F86163">
            <w:pPr>
              <w:pStyle w:val="libPoem"/>
            </w:pPr>
            <w:r>
              <w:rPr>
                <w:rtl/>
              </w:rPr>
              <w:t>الكوفه و هي متحيّره بايتام اخوها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0D82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ما خافوا امْن الله ابمجلس وقّفوها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0D82" w:rsidRDefault="00FA0D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ذلها و تهكّمها الرّجس شرّاب لخمور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0D82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و اعظم من الكوفه علينا دخلة الشّام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0D82" w:rsidRDefault="00FA0D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بيها نفانا ابن الخنا من دين الاسلام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0D82" w:rsidTr="00FA0D8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والخلق تتفرّج علينا الخاص والعام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0D82" w:rsidRDefault="00FA0D8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0D82" w:rsidRDefault="007633AD" w:rsidP="00F86163">
            <w:pPr>
              <w:pStyle w:val="libPoem"/>
            </w:pPr>
            <w:r>
              <w:rPr>
                <w:rtl/>
              </w:rPr>
              <w:t>كلنا على هزّل وراس حسين مشهور</w:t>
            </w:r>
            <w:r w:rsidR="00FA0D8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8791B">
      <w:pPr>
        <w:pStyle w:val="Heading2Center"/>
      </w:pPr>
      <w:bookmarkStart w:id="10" w:name="_Toc21389975"/>
      <w:r>
        <w:rPr>
          <w:rtl/>
        </w:rPr>
        <w:t>( الرجوع للمدينة )</w:t>
      </w:r>
      <w:bookmarkEnd w:id="10"/>
    </w:p>
    <w:p w:rsidR="00C231C3" w:rsidRDefault="00C231C3" w:rsidP="00F86163">
      <w:pPr>
        <w:pStyle w:val="libCenterBold1"/>
      </w:pPr>
      <w:r>
        <w:rPr>
          <w:rtl/>
        </w:rPr>
        <w:t>إبن</w:t>
      </w:r>
      <w:r w:rsidR="00E33040">
        <w:rPr>
          <w:rtl/>
        </w:rPr>
        <w:t xml:space="preserve"> </w:t>
      </w:r>
      <w:r>
        <w:rPr>
          <w:rtl/>
        </w:rPr>
        <w:t>الحنفية ساعة وصول الظعن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151E0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هذي المدينه تْموج بالصّيحه يَغلمان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قلبي تراهو ذاب من ضجّة النّسوان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0E7B50">
        <w:trPr>
          <w:trHeight w:val="350"/>
        </w:trPr>
        <w:tc>
          <w:tcPr>
            <w:tcW w:w="3920" w:type="dxa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والخلق تهرع للفضا كلهم مذاعير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الله الكافي هالفزع ما هو على خير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0E7B50">
        <w:trPr>
          <w:trHeight w:val="350"/>
        </w:trPr>
        <w:tc>
          <w:tcPr>
            <w:tcW w:w="3920" w:type="dxa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قالوا أخوك حسين وصّل قال مَيصير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51E0" w:rsidRDefault="00A63842" w:rsidP="00F86163">
            <w:pPr>
              <w:pStyle w:val="libPoem"/>
            </w:pPr>
            <w:r>
              <w:rPr>
                <w:rtl/>
              </w:rPr>
              <w:t>هذي مهي حالة سلامه حالة احزان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0E7B50">
        <w:trPr>
          <w:trHeight w:val="350"/>
        </w:trPr>
        <w:tc>
          <w:tcPr>
            <w:tcW w:w="3920" w:type="dxa"/>
          </w:tcPr>
          <w:p w:rsidR="00A151E0" w:rsidRDefault="00C57911" w:rsidP="00F86163">
            <w:pPr>
              <w:pStyle w:val="libPoem"/>
            </w:pPr>
            <w:r>
              <w:rPr>
                <w:rtl/>
              </w:rPr>
              <w:t>هاي المدينه مقوّضه للبر كلها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51E0" w:rsidRDefault="00C57911" w:rsidP="00F86163">
            <w:pPr>
              <w:pStyle w:val="libPoem"/>
            </w:pPr>
            <w:r>
              <w:rPr>
                <w:rtl/>
              </w:rPr>
              <w:t>وهالنّسوة اللي تنوح مدري اشرايح الها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151E0" w:rsidTr="000E7B50">
        <w:trPr>
          <w:trHeight w:val="350"/>
        </w:trPr>
        <w:tc>
          <w:tcPr>
            <w:tcW w:w="3920" w:type="dxa"/>
          </w:tcPr>
          <w:p w:rsidR="00A151E0" w:rsidRDefault="00C57911" w:rsidP="00F86163">
            <w:pPr>
              <w:pStyle w:val="libPoem"/>
            </w:pPr>
            <w:r>
              <w:rPr>
                <w:rtl/>
              </w:rPr>
              <w:t>هذي تجر ونّه وذي تسحب طفلها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151E0" w:rsidRDefault="00A151E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151E0" w:rsidRDefault="00C57911" w:rsidP="00F86163">
            <w:pPr>
              <w:pStyle w:val="libPoem"/>
            </w:pPr>
            <w:r>
              <w:rPr>
                <w:rtl/>
              </w:rPr>
              <w:t>واسمع حريم تصيح وافجعة الشبّان</w:t>
            </w:r>
            <w:r w:rsidR="00A151E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540A" w:rsidRDefault="0016540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2BAA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كشفوا خبرهم زلزلتني ضجّة 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هذا يدق صدره و هذا يلطم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مدري انفقد لَكبر علي لو مات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مدري من اللّي فاقدينه شبال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حسبات قلبي اتزايدت من كثرة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معلوم هالضّجه على سردال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ضاقت اعضاي مْن الصّوايح وين انا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مقدر أوصّل لَخوتي يا خلق 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لمّن طلع و الدّمع يجري فوق لخدود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شاف الخلق تلعي وذاك البر مسدود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والرّوس كلها امكشّفه واعلامهم 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من دهشته خر ايتعفّر فوق تربان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صاح وعلى حس البواجي شابح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مَيْصير هالضّجّه على واحد ولا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وان صدق ظنّي هالبجا كلّه على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قالوا البجا عْلَى حسين واولاده ولَخوان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هذا ظعنهم سود منشوره اعلامه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ومحّد يقلّي الحمد لله عْلَى السّلامه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وان صدق ظنّي هالظّعن نسوه ويتامى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492BAA" w:rsidP="00F86163">
            <w:pPr>
              <w:pStyle w:val="libPoem"/>
            </w:pPr>
            <w:r>
              <w:rPr>
                <w:rtl/>
              </w:rPr>
              <w:t>و انجان راح حسين ماتسكن هلَوطان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4C2DAA" w:rsidP="00F86163">
      <w:pPr>
        <w:pStyle w:val="libCenterBold1"/>
      </w:pPr>
      <w:r>
        <w:rPr>
          <w:rtl/>
        </w:rPr>
        <w:t>زينب و إبن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2BAA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ما جيت يمحمّد اطفوف الغاضريّه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وعاينت كرَّات اخوتك بجنود اميه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من اولاد ابو الحملات شاف الجيش حملات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منعوا علينا الماي و اصطكّت الرّايات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غارت الخيل وحرمْ شرعة ماي لفرات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روس وجثث وجفوف فرشوها الوطيّه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رادوا يطيع حسين للفاجر و قومه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774E88" w:rsidP="00F86163">
            <w:pPr>
              <w:pStyle w:val="libPoem"/>
            </w:pPr>
            <w:r>
              <w:rPr>
                <w:rtl/>
              </w:rPr>
              <w:t>و هذا مرام من السّبط محّد يرومه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كرّوا زعاله و الفَضا طلعت انجومه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وَسْفَه خلى الميدان منّك يا شفيّه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منّك خلى الميدان شنهو السّبب ماجيت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شلت العلم ليهم وحد السّيف روّيت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يوم انزَلت بالكون بالبصره اشسوّيت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لحّد عليك يفوت كون الغاضريّه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أرد اخبرك عبّاس وحده راح للماي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صوّل وانا حطّيت جفّيني على احشاي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أفنى العدا بسيفه ولن ابن النّبي جاي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و يصيح لحّد شِمْتَت العدوان بيّه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خلاه بالمسناة لا هامه و لا زنود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3742BE" w:rsidP="00F86163">
            <w:pPr>
              <w:pStyle w:val="libPoem"/>
            </w:pPr>
            <w:r>
              <w:rPr>
                <w:rtl/>
              </w:rPr>
              <w:t>و اتصرّعوا كلهم و ظل حسين مفرود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وانجدل تاليهم وصرنا العصر فرهود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ويلاه يا ضيم الجرى بذيج المسيّه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يا ضيم قلبي يوم شبّوا الخيم بالنّار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فرّيت مدهوشه وراي زغار وكبار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و عْلى الحراير ما بقى برقع و لا خمار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والليل جاني وزادت الوحشه عليّه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2BAA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ومن الصّبح شلنا واخوك حسين مطروح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2BAA" w:rsidRDefault="00492BA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2BAA" w:rsidRDefault="00E66073" w:rsidP="00F86163">
            <w:pPr>
              <w:pStyle w:val="libPoem"/>
            </w:pPr>
            <w:r>
              <w:rPr>
                <w:rtl/>
              </w:rPr>
              <w:t>فوق الثّرى و راسه براس الذّابل يلوح</w:t>
            </w:r>
            <w:r w:rsidR="00492BA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6540A" w:rsidRDefault="0016540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44B60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من غير والي عْلَى الهزل و ايتامنا اتنوح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و ليزيد و ابن زياد ودّونا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0E7B50">
        <w:trPr>
          <w:trHeight w:val="350"/>
        </w:trPr>
        <w:tc>
          <w:tcPr>
            <w:tcW w:w="3920" w:type="dxa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مَيْصير ما جاكم خبر عن هالمصايب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خلّت اعضاي امنحّله و الرّاس شايب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0E7B50">
        <w:trPr>
          <w:trHeight w:val="350"/>
        </w:trPr>
        <w:tc>
          <w:tcPr>
            <w:tcW w:w="3920" w:type="dxa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و الدّهر راواني ابهالسّفره عجايب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44B60" w:rsidRDefault="00D44B60" w:rsidP="00F86163">
            <w:pPr>
              <w:pStyle w:val="libPoem"/>
            </w:pPr>
            <w:r>
              <w:rPr>
                <w:rtl/>
              </w:rPr>
              <w:t>و جينا بليّا حسين لديارٍ 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الإمام السجاد و ابن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44B60" w:rsidTr="00D44B60">
        <w:trPr>
          <w:trHeight w:val="350"/>
        </w:trPr>
        <w:tc>
          <w:tcPr>
            <w:tcW w:w="4219" w:type="dxa"/>
            <w:shd w:val="clear" w:color="auto" w:fill="auto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ذيج العشيره وين خبّرني يَسجّاد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وين لمشكّر بوعلي مصباح لعباد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rPr>
          <w:trHeight w:val="350"/>
        </w:trPr>
        <w:tc>
          <w:tcPr>
            <w:tcW w:w="4219" w:type="dxa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عنّي طلعتوا يا علي ابعزّ و جلاله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و حسين قدّام الظّعن يبهر جماله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rPr>
          <w:trHeight w:val="350"/>
        </w:trPr>
        <w:tc>
          <w:tcPr>
            <w:tcW w:w="4219" w:type="dxa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يبرى الظّعينه كالأسد حوله اشباله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اُو ردّيت منحول الجسد يا زين لعباد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rPr>
          <w:trHeight w:val="350"/>
        </w:trPr>
        <w:tc>
          <w:tcPr>
            <w:tcW w:w="4219" w:type="dxa"/>
          </w:tcPr>
          <w:p w:rsidR="00D44B60" w:rsidRDefault="00413430" w:rsidP="00F86163">
            <w:pPr>
              <w:pStyle w:val="libPoem"/>
            </w:pPr>
            <w:r>
              <w:rPr>
                <w:rtl/>
              </w:rPr>
              <w:t>وين العشيره و وين ابو سكنه و لَبطال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لمّن سمع حن و تزفّر و الدّمع سال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و قلّه يَعمّي عزوتك رجعتهم امحال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كلهم ابضحويّه قضوها ابفرد مطراد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كلهم ابطف الغاضريّه باعوا ارواح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كلمن من الخيمه تجنّى اُو ودّع و راح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و ما تسمع ابذاك لمخيّم غير لنْياح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ليتك نظرت اشلون حملة ذيج لَولاد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هذا يودّع والده و هذا عضيده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وهذا على احوال الحراير يصفج إيده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و هذا ينادي هالظّعن ياهو يعوده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طلعوا فرد طلعه وناموا ابحر لوهاد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سوّوا خبر لكن يَعمّي اللّي روى العود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فعل البطل عبّاس مَسمعنا بلوجود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قطعوا اجفوفه و العلم شاله بلزنود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D36396" w:rsidP="00F86163">
            <w:pPr>
              <w:pStyle w:val="libPoem"/>
            </w:pPr>
            <w:r>
              <w:rPr>
                <w:rtl/>
              </w:rPr>
              <w:t>والشّمس تلهب والعطش بالقلب وقّاد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آنا امسجّى اُو الدي و عمّاتي اوقوف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وعبّاس بالعركه وكلنا الفعله انشوف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نكّس رواياها و هو مقطوع لجفوف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يصرخ وتهوي صفوف من عسكر ابن زياد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و بس وقع ياعمّي شملنا اتشتّت و راح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و اقمارنا كلها تهاوت فوق لَبطاح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و ابسَهْم لمثلّث اخوك مْن المهر طاح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لكن شوصّف من مصايب يَبْن لَمجاد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بس طاح ابويه عْلَى الثّرى حزّوا كريمه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نهبوا حرمنا و شتّتوا منها حريمه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D44B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جم أرمله عاينت عيني وجم يتيمه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44B60" w:rsidRDefault="00B018BA" w:rsidP="00F86163">
            <w:pPr>
              <w:pStyle w:val="libPoem"/>
            </w:pPr>
            <w:r>
              <w:rPr>
                <w:rtl/>
              </w:rPr>
              <w:t>للبر فرّت تلتجي خوف امْن لَوغاد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 w:rsidR="004C2DAA">
        <w:rPr>
          <w:rtl/>
        </w:rPr>
        <w:t>و أم البنين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44B60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وصلوا المدينه والخلق ضجّت بلحنين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و اتلاقت ابهالحال زينب و ام لبنين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0E7B50">
        <w:trPr>
          <w:trHeight w:val="350"/>
        </w:trPr>
        <w:tc>
          <w:tcPr>
            <w:tcW w:w="3920" w:type="dxa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صار المناشد والوديعه صفقت الحف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بَس الزّفير الصوت بايح والدّمع جف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4B60" w:rsidTr="000E7B50">
        <w:trPr>
          <w:trHeight w:val="350"/>
        </w:trPr>
        <w:tc>
          <w:tcPr>
            <w:tcW w:w="3920" w:type="dxa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بيها غدت ذيج الايتام اتلوذ و تحف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44B60" w:rsidRDefault="00D44B6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44B60" w:rsidRDefault="00AC6C3C" w:rsidP="00F86163">
            <w:pPr>
              <w:pStyle w:val="libPoem"/>
            </w:pPr>
            <w:r>
              <w:rPr>
                <w:rtl/>
              </w:rPr>
              <w:t>يم البنين تصيح شوفي فجعة البين</w:t>
            </w:r>
            <w:r w:rsidR="00D44B6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6C23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مقدر أسولف بالجرى لا تنشديني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قلبي موزّع و السّهر عامي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لامال ضاعت و الدّهر خيّب اظنوني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راحوا طبق كلهم جتل والتّالي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قالت و حق اللّي تربّيتي ابحجرها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أدري ابعملة كربلا جايد أمرها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لكن ثَلَثْ نَشْدَات وضحي لي خبرها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أدري على شرح المصايب ماتقدرين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أريد أنشدج فاز بالنّاموس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وخبريني جسم حسين بخيول العدا انداس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و انتي وقفتي امجتّفه ابديوان لرجاس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بالحبل مربوقات ويّاج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سمعي تقلها و الدّمع كفّي انهماله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طَيْب الأصل ما ينحصى طيّب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ملهوف خاض النّهر مَهْتَم بزلاله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جوده ملاه اُوكت بداله امدمع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فيّض من الشّاطي وبحر دم صيّر الطّف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ابنج تلقّاها و طوى صفٍ على صف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طارن زنوده وزاد عزمه و العلم 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لولا السّهم وصّل الخيمه بغير جفّين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و انجان قلتي لي الشّهيد شلون رضّوه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دفنوا خوارجهم واخويه حسين خلّوه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نخّيتهم و عناد إلي بالخيل داسوه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واللي جرى ماينوصف غير التسمعين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يم البنين اُو وقفتي ابديوان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بيه انعرفنا و انقلب ماتم الدّيوان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والفاجر يزيد افتضح ما بين لَعيان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4E6C23" w:rsidP="00F86163">
            <w:pPr>
              <w:pStyle w:val="libPoem"/>
            </w:pPr>
            <w:r>
              <w:rPr>
                <w:rtl/>
              </w:rPr>
              <w:t>لكن ثنايا حسين كسّرهن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مخاطبة أم البنين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6C23" w:rsidTr="000E7B50">
        <w:trPr>
          <w:trHeight w:val="350"/>
        </w:trPr>
        <w:tc>
          <w:tcPr>
            <w:tcW w:w="3920" w:type="dxa"/>
            <w:shd w:val="clear" w:color="auto" w:fill="auto"/>
          </w:tcPr>
          <w:p w:rsidR="004E6C23" w:rsidRDefault="00282DFB" w:rsidP="00F86163">
            <w:pPr>
              <w:pStyle w:val="libPoem"/>
            </w:pPr>
            <w:r>
              <w:rPr>
                <w:rtl/>
              </w:rPr>
              <w:t>بالله استعدي للبواجي يم لبنين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6C23" w:rsidRDefault="00282DFB" w:rsidP="00F86163">
            <w:pPr>
              <w:pStyle w:val="libPoem"/>
            </w:pPr>
            <w:r>
              <w:rPr>
                <w:rtl/>
              </w:rPr>
              <w:t>ردّوا يتامى وانذبح عبّاس وحسين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282DFB" w:rsidP="00F86163">
            <w:pPr>
              <w:pStyle w:val="libPoem"/>
            </w:pPr>
            <w:r>
              <w:rPr>
                <w:rtl/>
              </w:rPr>
              <w:t>يَم البنين اتذبّحوا كلهم على القاع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282DFB" w:rsidP="00F86163">
            <w:pPr>
              <w:pStyle w:val="libPoem"/>
            </w:pPr>
            <w:r>
              <w:rPr>
                <w:rtl/>
              </w:rPr>
              <w:t>و حسين ظل امجرّد ومكسور لضلاع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ومخدّرة حيدر علي فرّت بلا قناع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ويّا الحرم و النّار تسْعَر بالصّواوين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يَم البنين الأربعه انذبحوا ظمايا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و ظلّوا ثلثتيّام بالغبرا عرايا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rPr>
          <w:trHeight w:val="350"/>
        </w:trPr>
        <w:tc>
          <w:tcPr>
            <w:tcW w:w="3920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و ليتج نظرتي عْلَى النّهر صاحب الرّايه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مفضوخ راسه مقطّعه شماله وليمين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يَم البنين الأربعه محّد دفنهم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1E78CE" w:rsidP="00F86163">
            <w:pPr>
              <w:pStyle w:val="libPoem"/>
            </w:pPr>
            <w:r>
              <w:rPr>
                <w:rtl/>
              </w:rPr>
              <w:t>دمهم غسلهم والتّرب صاير جفنهم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ومن الصّبح زينب مشَت للشّام عنهم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فوق الهزل مرّت وشافتهم مطاعين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يَم البنين الأربعه تشهد لج النّاس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ماصار بلْيوث الحرايب مثل عبّاس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خلّا الأرض روس وجثث ومطهّمه داس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روس الأعادي وغلّق الميدان صوبين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6C23" w:rsidTr="000E7B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صاحت اولادي وكل من بالعالم يروح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6C23" w:rsidRDefault="004E6C2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6C23" w:rsidRDefault="0055367A" w:rsidP="00F86163">
            <w:pPr>
              <w:pStyle w:val="libPoem"/>
            </w:pPr>
            <w:r>
              <w:rPr>
                <w:rtl/>
              </w:rPr>
              <w:t>و يا ليت بعد حسين ما تبقى لنا روح</w:t>
            </w:r>
            <w:r w:rsidR="004E6C2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C23" w:rsidRDefault="004E6C2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E4D7A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يا بشر بالله لاتقول 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ماشوف بالدّنيا عوضعندي عن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عبّاس و اخوانه عليهم ذاب لفّاد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اعزاز عندي و حزنهم بالقلب وقّاد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وحسين فَتْ قلبي ونسيت افراق لَولاد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فدوه لبوسكنه أولادي يا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يا ليت عندي مْن الولد سبعين مولود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بالمرجله كلها مثل عبّاس و تزود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تنذبح و ابن المصطفى لدياره 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EE4D7A" w:rsidP="00F86163">
            <w:pPr>
              <w:pStyle w:val="libPoem"/>
            </w:pPr>
            <w:r>
              <w:rPr>
                <w:rtl/>
              </w:rPr>
              <w:t>سالم و لا تنضام زينب والخواتين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تبث الخبر للنبيّ...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E4D7A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اتعدّد مصايبها الوديعه و تهمل العين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اتصيح استمع شكواي يا خير النبيّين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صبح احدعش من كربلا ساقوا الظّعينه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بَيتام تتصارخ و معلول ابونينه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و قبال وجهي راس أخّيي شايلينه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BC5721" w:rsidP="00F86163">
            <w:pPr>
              <w:pStyle w:val="libPoem"/>
            </w:pPr>
            <w:r>
              <w:rPr>
                <w:rtl/>
              </w:rPr>
              <w:t>كلما تحن طفله عليها ايدير بالعين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4527F9" w:rsidP="00F86163">
            <w:pPr>
              <w:pStyle w:val="libPoem"/>
            </w:pPr>
            <w:r>
              <w:rPr>
                <w:rtl/>
              </w:rPr>
              <w:t>نقصد الكوفه بالسّرا والجو مسعور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4527F9" w:rsidP="00F86163">
            <w:pPr>
              <w:pStyle w:val="libPoem"/>
            </w:pPr>
            <w:r>
              <w:rPr>
                <w:rtl/>
              </w:rPr>
              <w:t>سيرٍ حثيث و بالسَموم قلوبنا تفور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49162C" w:rsidP="00F86163">
            <w:pPr>
              <w:pStyle w:val="libPoem"/>
            </w:pPr>
            <w:r>
              <w:rPr>
                <w:rtl/>
              </w:rPr>
              <w:t>و لو طاح من عدنا يتيم ابذيج لبرور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49162C" w:rsidP="00F86163">
            <w:pPr>
              <w:pStyle w:val="libPoem"/>
            </w:pPr>
            <w:r>
              <w:rPr>
                <w:rtl/>
              </w:rPr>
              <w:t>ننْخى عدونا والعدو قلبه فلا يلين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49162C" w:rsidP="00F86163">
            <w:pPr>
              <w:pStyle w:val="libPoem"/>
            </w:pPr>
            <w:r>
              <w:rPr>
                <w:rtl/>
              </w:rPr>
              <w:t>و ابكل مرار و ضيم للكوفه وصلنا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49162C" w:rsidP="00F86163">
            <w:pPr>
              <w:pStyle w:val="libPoem"/>
            </w:pPr>
            <w:r>
              <w:rPr>
                <w:rtl/>
              </w:rPr>
              <w:t>و بحالةٍ قشره ابجانبها نزلنا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ويلاه يجدّي يوم اهلها طلعت النا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تتصدّق عْلَى ايتامنا مثل المساكين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أحجي بتفاصيل الهضم واسمع يَمُختار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احنا ملاذ الضّايعه واحنا حمى الجار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 تاليها تتصدّق علينا صبية النّار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وقالوا خوارج خارجه عن ملّة الدّين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وتالي من الكوفه يجدّي قصدوا الشّام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دربٍ طويل وبين اعادي وحرم وايتام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انتحلت يجدّي اجسادنا من ذيج لَيّام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 بس ما وصَلْناها لقيناهم امعَيْدين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بزمورهم طلعوا تلقّونا و طارات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 احنا وصلنا بالبواجي والتّلاوات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وراس الشّهيد عْلَى السّنان ايرتّل آيات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جدّامنا ويلحظ ايتامه و النّساوين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 المجلس الميشوم بيه اهوال شفنا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أطفال و أرامل بالحبل خولي جتفنا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يا رحمة الله بلا ستر كلنا وقفنا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0653FB" w:rsidP="00F86163">
            <w:pPr>
              <w:pStyle w:val="libPoem"/>
            </w:pPr>
            <w:r>
              <w:rPr>
                <w:rtl/>
              </w:rPr>
              <w:t>والخلق تتفرّج علينا شمال و يمين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شكواها لجدّها ال</w:t>
      </w:r>
      <w:r w:rsidR="004E6C23">
        <w:rPr>
          <w:rtl/>
        </w:rPr>
        <w:t>نبي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E4D7A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وقفت على قبر النّبي زينب تنادي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دنهض و عاين حالة العتره يَهادي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جيتك يجدّي مْن اليسر بشكي لك الحال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عنّك طلعنا بهيمنه شبّان و ابطال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E4D7A" w:rsidTr="005E1475">
        <w:trPr>
          <w:trHeight w:val="350"/>
        </w:trPr>
        <w:tc>
          <w:tcPr>
            <w:tcW w:w="3920" w:type="dxa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ياحجّة الباري ورجعنا حرم واطفال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4D7A" w:rsidRDefault="00EE4D7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4D7A" w:rsidRDefault="005911F8" w:rsidP="00F86163">
            <w:pPr>
              <w:pStyle w:val="libPoem"/>
            </w:pPr>
            <w:r>
              <w:rPr>
                <w:rtl/>
              </w:rPr>
              <w:t>طافوا بنا العدوان من وادي الوادي</w:t>
            </w:r>
            <w:r w:rsidR="00EE4D7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C23" w:rsidRDefault="004E6C2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B7965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جاروا علينا و عن جوارك شرّدونا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 لذنا ابّيت الله يجدّي وازعجونا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 بس ما نزلنا كربلا و بيها احصرونا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ودارت علينا جيوش بَرْماح وهنادي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التمّت علينا من نزلنا كربلا جموع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ولزموا شرايعها وعلينا الماي ممنوع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 هلكت يجدّي اطفالنا من العطش و الجوع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وحسين رضّوا جثّته بدوس العوادي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وانذبحوا اخواني عطاشى بجنب لفرات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 نهبوا مخيّمنا و سلبوا الفاطميّات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وساعة القشره من لفتنا الجيش غارات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جم ارمله فرّت يجدّي ابقلب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حرقوا امخيّمنا و بناتك سلّبوها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اتدافعهم الحرمه يجدّي و يضربوها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يا رحمة الله وجم يتيمه اللّي اسْحقوها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وماتت وانا متْمَرمره وذايب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بتنا يجدّي بالفضا والطّنب محروق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AB7965" w:rsidP="00F86163">
            <w:pPr>
              <w:pStyle w:val="libPoem"/>
            </w:pPr>
            <w:r>
              <w:rPr>
                <w:rtl/>
              </w:rPr>
              <w:t>ننعى على اخوتنا ومنّا الدّمع مدفوق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ومن صار ياجدّي الصّباح وجابوا النّوق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هزّل ابغير مْهاد واللي اتسوق اعادي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ومرّوا يجدّي المعركه وشفنا المطاعين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وجبدي تفتّت يوم عيني شافت حسين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عاري وعلى وجهه وبلا راس وبلا يدين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وبس ماوقعنا عْلَى الجثث صاحوا الحوادي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تدري يجدّي اشصار من حادي الظّعن صاح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أهوت علينا سياطهم و كعوب لَرماح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وكلما يركبون العليل عْلَى الجمل طاح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230C7D" w:rsidP="00F86163">
            <w:pPr>
              <w:pStyle w:val="libPoem"/>
            </w:pPr>
            <w:r>
              <w:rPr>
                <w:rtl/>
              </w:rPr>
              <w:t>وشدّوا ابرجله سلسله وغلّوا الايادي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 أم البنين أولادها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B7965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بَقصى المدينه ام البنين اتصيح بالويل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تندب يَبوفاضل يَصنديد الرّجاجيل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يقولون يَبْني باللوا شقّيت لصْفوف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ودارت عليك القوم يَبْني بْزان وسيوف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و اوقعت يَم المشرعه مقطوع لجفوف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مفضوخ راسك والدّما مْنجروحك تسيل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يقولون طبّيت النّهر وطْلعت عطشان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و ارجعت قلبك بالظّما ملتهب نيران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ما صار مثلك ياضيا عيني بلَخوان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لجلك أواصل بالبجا انْهاري مع الليل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يقولون راسك يوم حطّه بحجره حسين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للقاع ردّيته يَعقلي و يا ضيا العين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ياريت مثلك يالولد تنذبح سبعين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ولاجان صدر ابن البتوله اترضّه الخيل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معلوم يَبني ضيّعت زينب و لَيتام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حرمه وغريبه وضايعه والقوم ظلام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796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و الله حسافه انجان زينب دخلت الشّام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7965" w:rsidRDefault="00AB796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7965" w:rsidRDefault="000828BA" w:rsidP="00F86163">
            <w:pPr>
              <w:pStyle w:val="libPoem"/>
            </w:pPr>
            <w:r>
              <w:rPr>
                <w:rtl/>
              </w:rPr>
              <w:t>من غير والي و الولي مقيّد بزنجيل</w:t>
            </w:r>
            <w:r w:rsidR="00AB796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6C23" w:rsidRDefault="004E6C2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34B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لا تهيجون احزان قلبي يا 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راحوا اولادي لا تسمّوني ام لبْنين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لو راحوا اثنين و عليَّ ردّوا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بَلْكَت عليّ اتْهون جمرة هالمجاتيل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اشبال أربعه والنّاس كلهم يحسدوني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و كل الخلق يم البنين يخاطبوني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شبّان كلهم فرد ساعه فارقوني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وظلّوا ابعرصة كربلا من غير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لا تذكروا لي هالإسم 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مْنين البنين وكربلا ضمّت أولادي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وراعي العلم مطروح مقطوع الأيادي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وزينب بليّا رجال حسره عْلَى المهازيل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 محمَّد بن الحنفيّة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34B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محمَّد يهل امدامعه و يجذب ونينه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ينادي عليّه استوحشت والله المدينه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ومن عظم حزنه ايدور من دارٍ إلى دار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و قلبه يويلي من المصايب يشتعل نار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وامّ البنين تسايله ما جت لك اخبار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AC6D57" w:rsidP="00F86163">
            <w:pPr>
              <w:pStyle w:val="libPoem"/>
            </w:pPr>
            <w:r>
              <w:rPr>
                <w:rtl/>
              </w:rPr>
              <w:t>في وين خيّم بوعلي وحط الظّعينه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قلها لفاني الخبر عنّه ابهالعشيّه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يقولون خيّم في طفوف الغاضريّه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rPr>
          <w:trHeight w:val="350"/>
        </w:trPr>
        <w:tc>
          <w:tcPr>
            <w:tcW w:w="3920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ما ظنتي يَمّ البنين يعود ليّه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نصبي العزا ونوحي عليهم ياحزينه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هلّت مدامع عينها والقلب صادي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و نادت ترى حجيك مرَد يَبْني فؤادي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ذوّبت قلبي لا تفاول على اولادي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E17CCD" w:rsidP="00F86163">
            <w:pPr>
              <w:pStyle w:val="libPoem"/>
            </w:pPr>
            <w:r>
              <w:rPr>
                <w:rtl/>
              </w:rPr>
              <w:t>يحرسهم الله و ترجع الشّبان لينا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قلها دنوحي والبسي ثوب المصيبه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هيهات أخوي حسين يرجع لرض طيبه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يا ليتني ويّاه جيدوم الحريبه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جم من شباب هناك يتعفّر جبينه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يرجع أخيّي للمنازل بعد هيهات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سافر وخلاني عليه اجذب الحسرات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خوفي عقب عينه تضيع الهاشميّات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5F22B0" w:rsidP="00F86163">
            <w:pPr>
              <w:pStyle w:val="libPoem"/>
            </w:pPr>
            <w:r>
              <w:rPr>
                <w:rtl/>
              </w:rPr>
              <w:t>وخوفي تروح ميسّره ذيج المصونه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من يوم سافر هالخبر معلوم عندي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لو كاتب الله ما تركني حسين وحدي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ليت العلم عندي ولو ينقطع زندي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ملزوم شايل رايته تقطع يمينه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عندي الخبر واللي ذكرته لازم يصير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الله يما راسٍ يطيح وكفٍّ يطير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34B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وياما ضلوع تروح تحت الخيل تكسير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34B" w:rsidRDefault="00983E7B" w:rsidP="00F86163">
            <w:pPr>
              <w:pStyle w:val="libPoem"/>
            </w:pPr>
            <w:r>
              <w:rPr>
                <w:rtl/>
              </w:rPr>
              <w:t>وياما فتاة امْن الخدر تطلع حزينه</w:t>
            </w:r>
            <w:r w:rsidR="00EC034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</w:t>
      </w:r>
      <w:r w:rsidR="00E33040">
        <w:rPr>
          <w:rtl/>
        </w:rPr>
        <w:t xml:space="preserve"> </w:t>
      </w:r>
      <w:r>
        <w:rPr>
          <w:rtl/>
        </w:rPr>
        <w:t>الرباب لما نظرت وحشة الدور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34B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جيت المدينه وهاج حزني ومفرقي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34B" w:rsidRDefault="00EC034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34B" w:rsidRDefault="00EC034B" w:rsidP="00F86163">
            <w:pPr>
              <w:pStyle w:val="libPoem"/>
            </w:pPr>
            <w:r>
              <w:rPr>
                <w:rtl/>
              </w:rPr>
              <w:t>و عاينتها ظلمه و خليّه ابيوت لَنجاب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6782A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وحياة راسك ياضيا العينين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من يوم عاشر بالمحرّم يا ضيا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ما غمّضت عيني ولا بطّلت 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كل ساع تتمثّل بعيني يَبن لَنجاب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مَيْغيب عن عيني جمالك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6782A" w:rsidP="00F86163">
            <w:pPr>
              <w:pStyle w:val="libPoem"/>
            </w:pPr>
            <w:r>
              <w:rPr>
                <w:rtl/>
              </w:rPr>
              <w:t>يا نور عيني انقطع من وصلك نصيبي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ولا فادني كثر الحنين و شق جيبي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لهجر يعز الحرم بيتي واغلق الباب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مرّت عليّ ايّام يا كعبة الوفّاد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بظلالك الضّافي عزيزه يَبن الامجاد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وهسّه محزْنه ولاانوضع راسي على وساد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عميَت عيوني والقلب يابوعلي ذاب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توقف اببّاب الدّار واتهل فيض لدموع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اتنادي وهي تجذب الونّه بقلب موجوع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يابو علي نقطع رجانا لو لك ارجوع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ماظنتي ترجع يَضنوة داحي الباب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وتجلس مع سكينه ابحَر الشّمس وتنوح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والدّار مكشوفه ومنها الدّمع مسفوح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اتقلها يَسكنه عقب عزّي وين انا روح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وحسين فت قلبي ونحل جسمي بهالمصاب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 الله يَسكنه عقب ابوج حسين ما عيش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 لَنسى مصاب الْنحَل جسمي و نغّص العيش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 لَنْسى اتْشتِّتنا و طلعتنا مداهيش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9B58F9" w:rsidP="00F86163">
            <w:pPr>
              <w:pStyle w:val="libPoem"/>
            </w:pPr>
            <w:r>
              <w:rPr>
                <w:rtl/>
              </w:rPr>
              <w:t>و ارجالنا كلهم ضحايا فوق لتراب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و دار الحسين...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6782A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96782A" w:rsidRDefault="00A116B2" w:rsidP="00F86163">
            <w:pPr>
              <w:pStyle w:val="libPoem"/>
            </w:pPr>
            <w:r>
              <w:rPr>
                <w:rtl/>
              </w:rPr>
              <w:t>وقفت اببّاب الدّار زينب والنّساوين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6782A" w:rsidRDefault="00A116B2" w:rsidP="00F86163">
            <w:pPr>
              <w:pStyle w:val="libPoem"/>
            </w:pPr>
            <w:r>
              <w:rPr>
                <w:rtl/>
              </w:rPr>
              <w:t>وتصيح وين حسين يا دار الميامين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A116B2" w:rsidP="00F86163">
            <w:pPr>
              <w:pStyle w:val="libPoem"/>
            </w:pPr>
            <w:r>
              <w:rPr>
                <w:rtl/>
              </w:rPr>
              <w:t>يا دار وين اهل النبوّه و الرّساله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116B2" w:rsidP="00F86163">
            <w:pPr>
              <w:pStyle w:val="libPoem"/>
            </w:pPr>
            <w:r>
              <w:rPr>
                <w:rtl/>
              </w:rPr>
              <w:t>واللي أفاض الله عليهم من جلاله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160922" w:rsidP="00F86163">
            <w:pPr>
              <w:pStyle w:val="libPoem"/>
            </w:pPr>
            <w:r>
              <w:rPr>
                <w:rtl/>
              </w:rPr>
              <w:t>وين الانوار اللّي على ابوابك تلالا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160922" w:rsidP="00F86163">
            <w:pPr>
              <w:pStyle w:val="libPoem"/>
            </w:pPr>
            <w:r>
              <w:rPr>
                <w:rtl/>
              </w:rPr>
              <w:t>اُو وين لوفود اللّي ابمطاياهم امخيمين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160922" w:rsidP="00F86163">
            <w:pPr>
              <w:pStyle w:val="libPoem"/>
            </w:pPr>
            <w:r>
              <w:rPr>
                <w:rtl/>
              </w:rPr>
              <w:t>يا دار وين اهل الرّياسه والامامه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160922" w:rsidP="00F86163">
            <w:pPr>
              <w:pStyle w:val="libPoem"/>
            </w:pPr>
            <w:r>
              <w:rPr>
                <w:rtl/>
              </w:rPr>
              <w:t>اشمالج امظلمه اُو وينها ذيج النّشامه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rPr>
          <w:trHeight w:val="350"/>
        </w:trPr>
        <w:tc>
          <w:tcPr>
            <w:tcW w:w="3920" w:type="dxa"/>
          </w:tcPr>
          <w:p w:rsidR="0096782A" w:rsidRDefault="00387A5C" w:rsidP="00F86163">
            <w:pPr>
              <w:pStyle w:val="libPoem"/>
            </w:pPr>
            <w:r>
              <w:rPr>
                <w:rtl/>
              </w:rPr>
              <w:t>انجوم السّما جانت على اسقوفك علامه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387A5C" w:rsidP="00F86163">
            <w:pPr>
              <w:pStyle w:val="libPoem"/>
            </w:pPr>
            <w:r>
              <w:rPr>
                <w:rtl/>
              </w:rPr>
              <w:t>ونورك يعم اعْلَى المدينه اشمال و يمين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387A5C" w:rsidP="00F86163">
            <w:pPr>
              <w:pStyle w:val="libPoem"/>
            </w:pPr>
            <w:r>
              <w:rPr>
                <w:rtl/>
              </w:rPr>
              <w:t>يادار وين حسين اخيّي و وين عبّاس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387A5C" w:rsidP="00F86163">
            <w:pPr>
              <w:pStyle w:val="libPoem"/>
            </w:pPr>
            <w:r>
              <w:rPr>
                <w:rtl/>
              </w:rPr>
              <w:t>اشبال ابويه اللّي على جتف النّبي داس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وين القروم الهاشميّه الترفع الرّاس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بالعجل ردّي جْواب خبريني عن حسين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اتقلها يهلّلي اعْلَى لَبواب اتخاطبيني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وعن بيت ابوطالب يَحورا تنشديني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ويّاج طلعوا امْن المدينه و فارقوني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آنا أَنشدج يالوديعه عن هَلِج وين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عنّي ابجلاله و شرف ويّاهم طلعتي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آنا الأنشدج عن الدّوله ماهو انتي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يَمخدّرة حيدر ابهالحاله رجعتي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بس اليتامى يا حزينه و النّساوين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782A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أرد انشدج شمس الوجود حسين وينه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6782A" w:rsidRDefault="0096782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6782A" w:rsidRDefault="00A672A2" w:rsidP="00F86163">
            <w:pPr>
              <w:pStyle w:val="libPoem"/>
            </w:pPr>
            <w:r>
              <w:rPr>
                <w:rtl/>
              </w:rPr>
              <w:t>أوحش الدّنيا و انطفى نور المدينه</w:t>
            </w:r>
            <w:r w:rsidR="0096782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6782A" w:rsidRDefault="0096782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979C5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وين لَبطال اللّي عن اشماله 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حرمه بلا وليان يا زينب ترجعين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أرد انشدج جسّام وين اُو وين لَكبر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وين الاسود الضّاريه من اولاد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جسّام و عضيده و عبد الله و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ذيج لبدور السّاطعه اولاد ام 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اتقلها يدار حسين هاجت بي احزاني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منِّج طلعت و حايطه الهودج اخواني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يحدون بالتّهجيد حلوين المعاني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3979C5" w:rsidP="00F86163">
            <w:pPr>
              <w:pStyle w:val="libPoem"/>
            </w:pPr>
            <w:r>
              <w:rPr>
                <w:rtl/>
              </w:rPr>
              <w:t>وارجعت نحلانه ولاشوف الدّرب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مخاطبتها</w:t>
      </w:r>
      <w:r w:rsidR="00E33040">
        <w:rPr>
          <w:rtl/>
        </w:rPr>
        <w:t xml:space="preserve"> </w:t>
      </w:r>
      <w:r w:rsidR="0096782A">
        <w:rPr>
          <w:rtl/>
        </w:rPr>
        <w:t>للدّار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979C5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3979C5" w:rsidRDefault="008A2828" w:rsidP="00F86163">
            <w:pPr>
              <w:pStyle w:val="libPoem"/>
            </w:pPr>
            <w:r>
              <w:rPr>
                <w:rtl/>
              </w:rPr>
              <w:t>ردّي عليّه جْواب يادار الولي حسين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9C5" w:rsidRDefault="008A2828" w:rsidP="00F86163">
            <w:pPr>
              <w:pStyle w:val="libPoem"/>
            </w:pPr>
            <w:r>
              <w:rPr>
                <w:rtl/>
              </w:rPr>
              <w:t>وين لبدور اللّي قبل بيهم تزهرين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A2828" w:rsidP="00F86163">
            <w:pPr>
              <w:pStyle w:val="libPoem"/>
            </w:pPr>
            <w:r>
              <w:rPr>
                <w:rtl/>
              </w:rPr>
              <w:t>يادار يوم اللّي طلعنا شلون ممشاي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و حسين و اخوانه اليوث الغاب ويّاي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والامر من عبّاس مشّوا الظّعن بهداي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ابهيبه مشينا و العشيره شمال و يمين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ابهيبه ارتحلنا و بالهضم جيناج يا دار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راحت مشايخنا و صفينا ابولية اشرار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يا دار ما غير الحرم و اطفال لِزْغار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عندج تلوع وتندب وتنشد هلج وين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يا دار غابت من سماج اشموس طيبه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C7DD4" w:rsidP="00F86163">
            <w:pPr>
              <w:pStyle w:val="libPoem"/>
            </w:pPr>
            <w:r>
              <w:rPr>
                <w:rtl/>
              </w:rPr>
              <w:t>والغاب غابت عنّه اليوث الحريبه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سكنت حماج البوم و غراب ابنعيبه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عقب التّلاوه و الدّرس قفرا تصيرين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يا دار بظلال الأهل منّج مشينا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و جينا بليّاهم عسى لاجان جينا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بعد اخوتي بْيا عين اعاين للمدينه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021D4" w:rsidP="00F86163">
            <w:pPr>
              <w:pStyle w:val="libPoem"/>
            </w:pPr>
            <w:r>
              <w:rPr>
                <w:rtl/>
              </w:rPr>
              <w:t>مدري أنشدج لوتنشديني عن حسين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يا دار خلّيناه بَرض الطّف عريان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ما له امواري و الكريم ابراس لسنان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قوّه مشينا والتسوق الظّعن عدوان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و الظّعن ما غير العليل اويا النّساوين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وتالي رجعنا الكربلا وشفناه مدفون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ويَم قبر اخويه حسين هيّدنا بلظعون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ذابت على قبره اقلوب وعميت اعيون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و جينا و جبنا من دما اخوتنا نياشين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جينا و دم احبابنا تحفة سفرنا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والدّهر هدّم طود عزنا و انكسرنا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خلصت جتل شبّانّا و احنا انيسرنا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93798E" w:rsidP="00F86163">
            <w:pPr>
              <w:pStyle w:val="libPoem"/>
            </w:pPr>
            <w:r>
              <w:rPr>
                <w:rtl/>
              </w:rPr>
              <w:t>لو ردْت اعدّد هالمصايب ويني اُووين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السجاد مع أبي حمزة الثمالي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979C5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قلبي يَبو حمزه تراهُو اتفتّت اُوذاب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مثل المصيبه اللّي دهتني محّد انصاب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ذيج لَقمار اللّي ابمنازلنا يزهرون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و الليل كلّه امْن لعباده ما يفترون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79C5" w:rsidTr="005E1475">
        <w:trPr>
          <w:trHeight w:val="350"/>
        </w:trPr>
        <w:tc>
          <w:tcPr>
            <w:tcW w:w="3920" w:type="dxa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سبعه و عشره فارقتهم كلهم اغصون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979C5" w:rsidRDefault="003979C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979C5" w:rsidRDefault="008E569F" w:rsidP="00F86163">
            <w:pPr>
              <w:pStyle w:val="libPoem"/>
            </w:pPr>
            <w:r>
              <w:rPr>
                <w:rtl/>
              </w:rPr>
              <w:t>ابفرد ساعه وسّدوهم حر لتراب</w:t>
            </w:r>
            <w:r w:rsidR="003979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6782A" w:rsidRDefault="0096782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92D66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092D66" w:rsidRDefault="00092D66" w:rsidP="00F86163">
            <w:pPr>
              <w:pStyle w:val="libPoem"/>
            </w:pPr>
            <w:r>
              <w:rPr>
                <w:rtl/>
              </w:rPr>
              <w:t>لوشفت جسم اللّي على المسناة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2D66" w:rsidRDefault="00092D66" w:rsidP="00F86163">
            <w:pPr>
              <w:pStyle w:val="libPoem"/>
            </w:pPr>
            <w:r>
              <w:rPr>
                <w:rtl/>
              </w:rPr>
              <w:t>وذاك الشّباب اللّي صباح العرس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092D66" w:rsidP="00F86163">
            <w:pPr>
              <w:pStyle w:val="libPoem"/>
            </w:pPr>
            <w:r>
              <w:rPr>
                <w:rtl/>
              </w:rPr>
              <w:t>لو شفت لَكبر ما لمتني ابكثرة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092D66" w:rsidP="00F86163">
            <w:pPr>
              <w:pStyle w:val="libPoem"/>
            </w:pPr>
            <w:r>
              <w:rPr>
                <w:rtl/>
              </w:rPr>
              <w:t>ما خلّت النا كربلا شيخٍ ولاشاب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ابعيني نظرت حسين بيده الطّفل منحور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 امّه الرّباب اتعاينه و ادمومه اتفور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 قلوبنا فتها ابونينه و عينه اتدور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وكلما طلع منّا بدر بالمعركه غاب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ومصيبة اللّي هيّجت حزني عليّه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عاينت صدر حسين تحت الأعوجيّه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وحرقوا خيمنا وركّبوا زينب مطيّه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شَحْجي يَبوحمزه وشعدّد من هلمصاب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قلّه يَشبل المصطفى و رب السّياده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صار الجتل ليكم يهَل هالبيت عاده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وانتو كرامتكم من الله الشّهاده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امعوّد على كثر المصايب يَبن لَنجاب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قلّه يَبو حمزه حشاي ابنار ملهوب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F2786B" w:rsidP="00F86163">
            <w:pPr>
              <w:pStyle w:val="libPoem"/>
            </w:pPr>
            <w:r>
              <w:rPr>
                <w:rtl/>
              </w:rPr>
              <w:t>لا زاد يهنا لي ولا اتهنّى ابمشروب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تشهير عمّاتي يَبو حمزه بلدْروب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نحّل ترى عظامي ولذيذ العيش ماطاب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ما نكّست راسي لَجِل ذبح الصّناديد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ما قصّروا بالغاضريّه زلزلوا البيد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نكّس الرّاسي ادخول زينب مجلس ايزيد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791A55" w:rsidP="00F86163">
            <w:pPr>
              <w:pStyle w:val="libPoem"/>
            </w:pPr>
            <w:r>
              <w:rPr>
                <w:rtl/>
              </w:rPr>
              <w:t>حسره ومن نوح اليتامى راسها شاب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أحوال</w:t>
      </w:r>
      <w:r w:rsidR="00E33040">
        <w:rPr>
          <w:rtl/>
        </w:rPr>
        <w:t xml:space="preserve"> </w:t>
      </w:r>
      <w:r>
        <w:rPr>
          <w:rtl/>
        </w:rPr>
        <w:t>الإمام السجاد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92D66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سجّاد يَبْن الخيرتين امْن البريّه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هاشم وكسرى خير من فوق الوطيّه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أمّك من اشرف بيت يعرف بالأعاجم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وحسين ابوك البيه اتشيّد فخر هاشم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علم و شجاعه و حاوي افنون المكارم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بيت الإمامه و النبوّه الأحمديّه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8F5E7E" w:rsidP="00F86163">
            <w:pPr>
              <w:pStyle w:val="libPoem"/>
            </w:pPr>
            <w:r>
              <w:rPr>
                <w:rtl/>
              </w:rPr>
              <w:t>اسمك من العالي علي واللقب سجّاد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 عند المخالف و المؤالف زين لعباد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يَمكابد الشدّات يا كعبة الوفّاد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ياللي نحل جسمك مصاب الغاضريّه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أغنيت جم عايل شفيت اشْجم عليله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ولو وقع حمل الدّين ما غيرك يشيله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 اتقضّت ايامك بلَحزان الطّويله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ولا حصلت من الدّهر ساعه هنيّه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أصبحت شمسٍ طالعه بايّامك السّود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 شيّدت أكبر مدرسه للدّين ياطود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والدّمع سوّى اخدود من حزنك بلخدود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من ذكر عملة كربلا دايم جريّه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اُو وجْدَك يَبو الباقر يَلَملَم عيب شاله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 هضمٍ لقيته قط ما يوجد مثاله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تحمل رساله و زين بلّغت الرّساله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يَبْن النّبوّه بالرّغم من جور اميّه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قاسيتها مْن اول هضايم يوم سفيان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ذبح العشيره والشّماته وسبي النسوان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2D66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وصبّت عليك الجور تالي ارجاس مروان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2D66" w:rsidRDefault="00092D6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2D66" w:rsidRDefault="003A4868" w:rsidP="00F86163">
            <w:pPr>
              <w:pStyle w:val="libPoem"/>
            </w:pPr>
            <w:r>
              <w:rPr>
                <w:rtl/>
              </w:rPr>
              <w:t>كل يوم تستوفي أضغان الأوليه</w:t>
            </w:r>
            <w:r w:rsidR="00092D6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6782A" w:rsidRDefault="0096782A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676B0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بالشّام يا أول التّسعه لك وقفتين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ابديوان ابن سفيان مرّه ابعيلة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5E1475">
        <w:trPr>
          <w:trHeight w:val="350"/>
        </w:trPr>
        <w:tc>
          <w:tcPr>
            <w:tcW w:w="3920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وديوان ابن مروان مرّه العزّة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جيته ابجلال الخالق و هيبة 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5E1475">
        <w:trPr>
          <w:trHeight w:val="350"/>
        </w:trPr>
        <w:tc>
          <w:tcPr>
            <w:tcW w:w="3920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جيته ابجلال الله بلا نسوه ولاقيود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وصارن عليه كل النّواحي ابوقفتك 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5E1475">
        <w:trPr>
          <w:trHeight w:val="350"/>
        </w:trPr>
        <w:tc>
          <w:tcPr>
            <w:tcW w:w="3920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يا آية الله وارجعت بالحال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676B0" w:rsidRDefault="001676B0" w:rsidP="00F86163">
            <w:pPr>
              <w:pStyle w:val="libPoem"/>
            </w:pPr>
            <w:r>
              <w:rPr>
                <w:rtl/>
              </w:rPr>
              <w:t>وحدك واظن مرّيت برض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8791B">
      <w:pPr>
        <w:pStyle w:val="Heading2Center"/>
      </w:pPr>
      <w:bookmarkStart w:id="11" w:name="_Toc21389976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مولانا علي بن الحسين(ع) }</w:t>
      </w:r>
      <w:bookmarkEnd w:id="11"/>
    </w:p>
    <w:p w:rsidR="00C231C3" w:rsidRDefault="00C231C3" w:rsidP="00F86163">
      <w:pPr>
        <w:pStyle w:val="libCenterBold1"/>
      </w:pPr>
      <w:r>
        <w:rPr>
          <w:rtl/>
        </w:rPr>
        <w:t>إحتضاره</w:t>
      </w:r>
      <w:r w:rsidR="00E33040">
        <w:rPr>
          <w:rtl/>
        </w:rPr>
        <w:t xml:space="preserve"> </w:t>
      </w:r>
      <w:r>
        <w:rPr>
          <w:rtl/>
        </w:rPr>
        <w:t>و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1676B0" w:rsidTr="001676B0">
        <w:trPr>
          <w:trHeight w:val="350"/>
        </w:trPr>
        <w:tc>
          <w:tcPr>
            <w:tcW w:w="4219" w:type="dxa"/>
            <w:shd w:val="clear" w:color="auto" w:fill="auto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أصبح علي السّجاد و الونّه خفيّه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والسّم قطع جبده ودنت منّه المنيّه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rPr>
          <w:trHeight w:val="350"/>
        </w:trPr>
        <w:tc>
          <w:tcPr>
            <w:tcW w:w="4219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مرّد السّم قلبه و عدوّه نال لمْراد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و نال الوليد اللّي ايتمنّى ابزين لعباد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rPr>
          <w:trHeight w:val="350"/>
        </w:trPr>
        <w:tc>
          <w:tcPr>
            <w:tcW w:w="4219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خلّى على فراش المرض كعبة الوفّاد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و اللي شمل كل المدينه اظلال فيّه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rPr>
          <w:trHeight w:val="350"/>
        </w:trPr>
        <w:tc>
          <w:tcPr>
            <w:tcW w:w="4219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صايم نهاره و دوبه املازم المحراب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و بالليل لبيوت الجياع ايشيل لجراب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rPr>
          <w:trHeight w:val="350"/>
        </w:trPr>
        <w:tc>
          <w:tcPr>
            <w:tcW w:w="4219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هو الذي يعطي و هو اليوقف بلَبواب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5F3C55" w:rsidP="00F86163">
            <w:pPr>
              <w:pStyle w:val="libPoem"/>
            </w:pPr>
            <w:r>
              <w:rPr>
                <w:rtl/>
              </w:rPr>
              <w:t>أبواب الارامل واليتامى كل مسيّه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4B64E8" w:rsidP="00F86163">
            <w:pPr>
              <w:pStyle w:val="libPoem"/>
            </w:pPr>
            <w:r>
              <w:rPr>
                <w:rtl/>
              </w:rPr>
              <w:t>امْن ابعيد تتلقّاه لو جاها الايامى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4B64E8" w:rsidP="00F86163">
            <w:pPr>
              <w:pStyle w:val="libPoem"/>
            </w:pPr>
            <w:r>
              <w:rPr>
                <w:rtl/>
              </w:rPr>
              <w:t>تاخذ كفايتها و هو يخفي كلامه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4B64E8" w:rsidP="00F86163">
            <w:pPr>
              <w:pStyle w:val="libPoem"/>
            </w:pPr>
            <w:r>
              <w:rPr>
                <w:rtl/>
              </w:rPr>
              <w:t>و الكل مَيدري هالذي ايخدمه إمامه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4B64E8" w:rsidP="00F86163">
            <w:pPr>
              <w:pStyle w:val="libPoem"/>
            </w:pPr>
            <w:r>
              <w:rPr>
                <w:rtl/>
              </w:rPr>
              <w:t>ياخذ الرّاحه و يهتني ابعيشه هنيّه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ED06AB" w:rsidP="00F86163">
            <w:pPr>
              <w:pStyle w:val="libPoem"/>
            </w:pPr>
            <w:r>
              <w:rPr>
                <w:rtl/>
              </w:rPr>
              <w:t>ابن السبيل ايصيح و اتعج المساكين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ED06AB" w:rsidP="00F86163">
            <w:pPr>
              <w:pStyle w:val="libPoem"/>
            </w:pPr>
            <w:r>
              <w:rPr>
                <w:rtl/>
              </w:rPr>
              <w:t>هاللي يجينا بالطّعام اشهور و سنين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جنّه قطع بينا و لا ندري مشى وين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سافر وسد البيت لو ضاق المنيّه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مطروح ظل عْلى الفرش يجذب الونّات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من حوله اطفالوحرم تجذب الحسرات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و بدر الإمامه الباقر اعْيونه سخينات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750AB5" w:rsidP="00F86163">
            <w:pPr>
              <w:pStyle w:val="libPoem"/>
            </w:pPr>
            <w:r>
              <w:rPr>
                <w:rtl/>
              </w:rPr>
              <w:t>لغياب شمس الدّين عبراته جريّه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اتوجّه القبله و اسبل اشماله و يمينه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يتلو الشّهاده وبالعرق يرشح جبينه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عينه شبحها و ضجّت احريمه و بنينه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ودّع عياله وفاضت النّفس الزجيّه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ظلّت تموج ارض المدينه ابْكثرة النّوح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ماتسمع الّا صارخه والدّمع مسفوح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و الهاشمي يصفج اجفوفه بْقلب مقروح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ويصيح ضيّعت الأرامل هالعشيّه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ياللي قضيت العمر بالحسرات والويل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ما تاكل الا ومدمعك بخدودك يسيل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676B0" w:rsidTr="001676B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بعدك يَمحيي الليل ظل مستوحش الليل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1676B0" w:rsidRDefault="001676B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1676B0" w:rsidRDefault="009E0F94" w:rsidP="00F86163">
            <w:pPr>
              <w:pStyle w:val="libPoem"/>
            </w:pPr>
            <w:r>
              <w:rPr>
                <w:rtl/>
              </w:rPr>
              <w:t>قاسيت جم محنه يَبويه وجم بليّه</w:t>
            </w:r>
            <w:r w:rsidR="001676B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تجهيزه و تشييعه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D0419" w:rsidTr="003D0419">
        <w:trPr>
          <w:trHeight w:val="350"/>
        </w:trPr>
        <w:tc>
          <w:tcPr>
            <w:tcW w:w="4219" w:type="dxa"/>
            <w:shd w:val="clear" w:color="auto" w:fill="auto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فارق ابومحمَّد الدّنيا ومات 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ماجت الرّوضه بالقبر والدّين مهدوم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rPr>
          <w:trHeight w:val="350"/>
        </w:trPr>
        <w:tc>
          <w:tcPr>
            <w:tcW w:w="4219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شمّر أبو جعفر عن اردانه يغَسْله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خلّاه فوق المغتسل والدّمع هلّه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rPr>
          <w:trHeight w:val="350"/>
        </w:trPr>
        <w:tc>
          <w:tcPr>
            <w:tcW w:w="4219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قلّه يشبل حسين يا ريّس المِلّه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باقي أثرها الجامعه بْرقْبتَك لليوم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rPr>
          <w:trHeight w:val="350"/>
        </w:trPr>
        <w:tc>
          <w:tcPr>
            <w:tcW w:w="4219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عمرك تقضّى بالهضايم و المصايب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قاسيت عملة كربلا وكل النوايب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rPr>
          <w:trHeight w:val="350"/>
        </w:trPr>
        <w:tc>
          <w:tcPr>
            <w:tcW w:w="4219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أبكار كلها هالرّزايا وصرت شايب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3D0419" w:rsidP="00F86163">
            <w:pPr>
              <w:pStyle w:val="libPoem"/>
            </w:pPr>
            <w:r>
              <w:rPr>
                <w:rtl/>
              </w:rPr>
              <w:t>و ذوّب حشاك اسمومها يابحر لعلوم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سَوَّن أثر ياياب بزنودك هلَغلال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ما ينمحي طول الدّهر ياسيّد الآل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والدّهر شانه يدهي الأبدال باهوال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 ايّامهم كلها تصير اهموم واغموم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غسّله بيده و جفّنه و الدّمع يجري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ايقلّه القلب منّي انمرد يا طود فخري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ياكعبة الوافد تضَعْضَع ركن صبري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وخلّى الإمام عْلَى النّعش والقلب مألوم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أحنى يودعه والوجد أحنى اضلاعه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وصارت على بيت النبوّه أشد ساعه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ولَملاك ضجّت بالسّما الضجّة وداعه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وشالوا الجنازه وفرّت مْن الخدر كلثوم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اتنادي يَسجّاد اوحشت بيتي عليّه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ابيا عين اعاين حجرتك بويه خليّه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محمَّد يخوي ابهالنّعش مَتْريض ليّه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نار المصيبه اتلاهبت و الصّبر معدوم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وضجّت فرد ضجّه المدينه والعرش ماد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107976" w:rsidP="00F86163">
            <w:pPr>
              <w:pStyle w:val="libPoem"/>
            </w:pPr>
            <w:r>
              <w:rPr>
                <w:rtl/>
              </w:rPr>
              <w:t>والأرض كلها تموج لمصيبة السجّاد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ومرّوا على الرّوضه على جاري المعتاد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و الّا البتوله بالقبر تندب يمهضوم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مسموم يَبن حسين جبدك قطّعوها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لَيتام يَبني و الارامل ضيّعوها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3D041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يا شايلين اجنازته يمّي اطرحوها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D0419" w:rsidRDefault="00D4578E" w:rsidP="00F86163">
            <w:pPr>
              <w:pStyle w:val="libPoem"/>
            </w:pPr>
            <w:r>
              <w:rPr>
                <w:rtl/>
              </w:rPr>
              <w:t>اولادي تفانوا بين مذبوحٍ ومسموم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تشييعه</w:t>
      </w:r>
      <w:r w:rsidR="00E33040">
        <w:rPr>
          <w:rtl/>
        </w:rPr>
        <w:t xml:space="preserve"> </w:t>
      </w:r>
      <w:r>
        <w:rPr>
          <w:rtl/>
        </w:rPr>
        <w:t>و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D0419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نعش الطّهر شالوه من مسجد المختار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لَرض البقيع ويا الحسن والدّمع نثّار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rPr>
          <w:trHeight w:val="350"/>
        </w:trPr>
        <w:tc>
          <w:tcPr>
            <w:tcW w:w="3920" w:type="dxa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محمَّد الباقر صاح جبنا لك هديّه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عندك يَعمّي و الدي ايبات العشيّه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rPr>
          <w:trHeight w:val="350"/>
        </w:trPr>
        <w:tc>
          <w:tcPr>
            <w:tcW w:w="3920" w:type="dxa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كل الهضايم نالها من اشرار اميّه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477BAB" w:rsidP="00F86163">
            <w:pPr>
              <w:pStyle w:val="libPoem"/>
            </w:pPr>
            <w:r>
              <w:rPr>
                <w:rtl/>
              </w:rPr>
              <w:t>تترادف عْليه المصايب وين مادار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rPr>
          <w:trHeight w:val="350"/>
        </w:trPr>
        <w:tc>
          <w:tcPr>
            <w:tcW w:w="3920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حفروا ضريحه وشاف بيه اللحد معدود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شاله علَى ايديه و الدّمع يجري بلخدود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rPr>
          <w:trHeight w:val="350"/>
        </w:trPr>
        <w:tc>
          <w:tcPr>
            <w:tcW w:w="3920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نادى يَبَدر المَجِد جيف اتضمّك الحود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أزهرضريحك و اوحشت ياياب لدْيار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شاله يَويلي و نزّله بيده ابمقرّه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و اسفر اجفانه اُو وسّد الخدّه ابقبره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وخلّى اللبن فوق اللّحد والعين عبرا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واراه وجفجف دمع عينه ورجع للدّار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D0419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ساعه و لن خادم يقلّه سيّدي قوم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D0419" w:rsidRDefault="003D04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D0419" w:rsidRDefault="00A32B3D" w:rsidP="00F86163">
            <w:pPr>
              <w:pStyle w:val="libPoem"/>
            </w:pPr>
            <w:r>
              <w:rPr>
                <w:rtl/>
              </w:rPr>
              <w:t>ناقة أبوك عْلى القبر خرّت يَجيدوم</w:t>
            </w:r>
            <w:r w:rsidR="003D041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671F1" w:rsidRDefault="008671F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34D1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و اتمرّغت فوق القبر و الدّمع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ردها المحلها ويل قلبي وعادت امرار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وماتت على قبره ودفنها ابن الزجيّه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سبقت من السجّاد بالنّاقه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قلّه ادفنها لا تظل بالبر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وَسْفَه ويخلّي حسين عاري بذيج لَوعار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ينحب أبو جعفر و دمعه بانهماله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بس مارجع والبيت خالي من جماله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934D1" w:rsidP="00F86163">
            <w:pPr>
              <w:pStyle w:val="libPoem"/>
            </w:pPr>
            <w:r>
              <w:rPr>
                <w:rtl/>
              </w:rPr>
              <w:t>سلّاهم عْياله و سكّتهم 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D7631C" w:rsidP="00F86163">
            <w:pPr>
              <w:pStyle w:val="libPoem"/>
            </w:pPr>
            <w:r>
              <w:rPr>
                <w:rtl/>
              </w:rPr>
              <w:t>و قام ابوظايفها الامامه شبل لَطهار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D7631C" w:rsidP="00F86163">
            <w:pPr>
              <w:pStyle w:val="libPoem"/>
            </w:pPr>
            <w:r>
              <w:rPr>
                <w:rtl/>
              </w:rPr>
              <w:t>ليلة احدعشر والده اشْحاله و لَيتام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D7631C" w:rsidP="00F86163">
            <w:pPr>
              <w:pStyle w:val="libPoem"/>
            </w:pPr>
            <w:r>
              <w:rPr>
                <w:rtl/>
              </w:rPr>
              <w:t>و الحرم كلها امشتّته و محروقه لخيام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D7631C" w:rsidP="00F86163">
            <w:pPr>
              <w:pStyle w:val="libPoem"/>
            </w:pPr>
            <w:r>
              <w:rPr>
                <w:rtl/>
              </w:rPr>
              <w:t>و ينظرجنايز عاريه كلها على ارغام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D7631C" w:rsidP="00F86163">
            <w:pPr>
              <w:pStyle w:val="libPoem"/>
            </w:pPr>
            <w:r>
              <w:rPr>
                <w:rtl/>
              </w:rPr>
              <w:t>ماحصّل التجهيزها مْن القوم نغّار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34D1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4934D1" w:rsidRDefault="00C22F7C" w:rsidP="00F86163">
            <w:pPr>
              <w:pStyle w:val="libPoem"/>
            </w:pPr>
            <w:r>
              <w:rPr>
                <w:rtl/>
              </w:rPr>
              <w:t>يا صاحب المحنه يَبو الباقر و لقيود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34D1" w:rsidRDefault="00C22F7C" w:rsidP="00F86163">
            <w:pPr>
              <w:pStyle w:val="libPoem"/>
            </w:pPr>
            <w:r>
              <w:rPr>
                <w:rtl/>
              </w:rPr>
              <w:t>يَلّلي وقَفْت ابْحَبل عند ايزيد مقيود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C22F7C" w:rsidP="00F86163">
            <w:pPr>
              <w:pStyle w:val="libPoem"/>
            </w:pPr>
            <w:r>
              <w:rPr>
                <w:rtl/>
              </w:rPr>
              <w:t>يَبن الطّهر منّك طلبت النّصر و الزّود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C22F7C" w:rsidP="00F86163">
            <w:pPr>
              <w:pStyle w:val="libPoem"/>
            </w:pPr>
            <w:r>
              <w:rPr>
                <w:rtl/>
              </w:rPr>
              <w:t>يا لما تخيّب قاصدك يا حامي الجار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8791B">
      <w:pPr>
        <w:pStyle w:val="Heading2Center"/>
      </w:pPr>
      <w:bookmarkStart w:id="12" w:name="_Toc21389977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مولانا الباقر (ع) }</w:t>
      </w:r>
      <w:bookmarkEnd w:id="12"/>
    </w:p>
    <w:p w:rsidR="00C231C3" w:rsidRDefault="00C231C3" w:rsidP="00F86163">
      <w:pPr>
        <w:pStyle w:val="libCenterBold1"/>
      </w:pPr>
      <w:r>
        <w:rPr>
          <w:rtl/>
        </w:rPr>
        <w:t>بلائه</w:t>
      </w:r>
      <w:r w:rsidR="00E33040">
        <w:rPr>
          <w:rtl/>
        </w:rPr>
        <w:t xml:space="preserve"> </w:t>
      </w:r>
      <w:r>
        <w:rPr>
          <w:rtl/>
        </w:rPr>
        <w:t>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934D1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طاب الاصل منّك يَبوجعفر ولَنساب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أوّل احفاد ام الأيمّه وداحي الباب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مجمع النّور امْن النّبي و خير الوصيّين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جدّك من الأم الحسن والأبو مْن حسين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معروف مابين الأنام أشرف الجدّين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وجرَعت مقدار الشّرف من دهرك اوصاب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قاسيت من قومك خصوص مْن الأقارب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مثل الذي لاقيت من جور الاجانب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rPr>
          <w:trHeight w:val="350"/>
        </w:trPr>
        <w:tc>
          <w:tcPr>
            <w:tcW w:w="3920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ومن آل مروان اشْجرعت مْن المصايب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تنجلب لَرض الشّام لاناصر ولاذاب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وللسّجن يا بضعة الهادي ليش ود ّوك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421541" w:rsidP="00F86163">
            <w:pPr>
              <w:pStyle w:val="libPoem"/>
            </w:pPr>
            <w:r>
              <w:rPr>
                <w:rtl/>
              </w:rPr>
              <w:t>لكن منارك يرتفع كلما أهانوك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يَبْن الرّساله و بالرّمي عمداً امتحنوك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وحالاً كسبت الغانمه وحيّرت الالباب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عاين هشام وذهل واخلى لك سريره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لكن كتم لك بالحشا خبث السّريره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وليّن كلامه والحقد شاعل ضميره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 ظل ايتفكّر بغتيالك يَبن لَطياب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ويوم الحضرت اويّا المسيحي ادهشت باله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معتقد ما تقدر عليه اترد سؤاله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خبروه جواسيسه و عليك ازداد حاله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وخلّاك تطلع عاجل وسمّاك مرتاب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و بالعجل ودّوا اطروش تعلن بالمداين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هالجايكم مرتد عن الاسلام خاين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34D1" w:rsidTr="005E147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طردوه واصحابه ترى كلهم ضغاين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34D1" w:rsidRDefault="004934D1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34D1" w:rsidRDefault="00B64049" w:rsidP="00F86163">
            <w:pPr>
              <w:pStyle w:val="libPoem"/>
            </w:pPr>
            <w:r>
              <w:rPr>
                <w:rtl/>
              </w:rPr>
              <w:t>ذوله سلالة حيدر الموصوف ابو تراب</w:t>
            </w:r>
            <w:r w:rsidR="004934D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671F1" w:rsidRDefault="008671F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641FC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طردوك لولا وقفتك يَبْن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تبدي الشّكايه واظلم الوادي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5E1475">
        <w:trPr>
          <w:trHeight w:val="350"/>
        </w:trPr>
        <w:tc>
          <w:tcPr>
            <w:tcW w:w="3920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وقفت البضعه يوم اجت بالحسن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تجذب الونّه وتستغيث ولزمت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5E1475">
        <w:trPr>
          <w:trHeight w:val="350"/>
        </w:trPr>
        <w:tc>
          <w:tcPr>
            <w:tcW w:w="3920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لزمت الباب ونزلت الاملاك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حس بالأمر واشرف على العالم الزّلزال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5E1475">
        <w:trPr>
          <w:trHeight w:val="350"/>
        </w:trPr>
        <w:tc>
          <w:tcPr>
            <w:tcW w:w="3920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لولا الوصي بالحال صد وغيّر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 اقبل يصبّرها و قلبه امْن الصّبر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جور</w:t>
      </w:r>
      <w:r w:rsidR="00E33040">
        <w:rPr>
          <w:rtl/>
        </w:rPr>
        <w:t xml:space="preserve"> </w:t>
      </w:r>
      <w:r>
        <w:rPr>
          <w:rtl/>
        </w:rPr>
        <w:t>ملوك عصره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B641FC" w:rsidTr="009032B8">
        <w:trPr>
          <w:trHeight w:val="350"/>
        </w:trPr>
        <w:tc>
          <w:tcPr>
            <w:tcW w:w="4219" w:type="dxa"/>
            <w:shd w:val="clear" w:color="auto" w:fill="auto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آل الطريد ابمملكه و عيشه هنيّه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 آل النّبي اتطاردهم احتوف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rPr>
          <w:trHeight w:val="350"/>
        </w:trPr>
        <w:tc>
          <w:tcPr>
            <w:tcW w:w="4219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مروان عن قرب المدينه جان مطرود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اعْليه الجلا مكتوب حاله حال ليهود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rPr>
          <w:trHeight w:val="350"/>
        </w:trPr>
        <w:tc>
          <w:tcPr>
            <w:tcW w:w="4219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 هسّا على منبر الهادي منّه اقرود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تحكم و تلعب بالشّريعه الأحمديّه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rPr>
          <w:trHeight w:val="350"/>
        </w:trPr>
        <w:tc>
          <w:tcPr>
            <w:tcW w:w="4219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مدري خلافه لو خلاعه ولاعبه 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بين المزامر و الاغاني و شرب لخمور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rPr>
          <w:trHeight w:val="350"/>
        </w:trPr>
        <w:tc>
          <w:tcPr>
            <w:tcW w:w="4219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 آل النّبوّه بين مطمور و مأسور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B641FC" w:rsidP="00F86163">
            <w:pPr>
              <w:pStyle w:val="libPoem"/>
            </w:pPr>
            <w:r>
              <w:rPr>
                <w:rtl/>
              </w:rPr>
              <w:t>و الّا شريد و ضايجه اعْليه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447308" w:rsidP="00F86163">
            <w:pPr>
              <w:pStyle w:val="libPoem"/>
            </w:pPr>
            <w:r>
              <w:rPr>
                <w:rtl/>
              </w:rPr>
              <w:t>يجلس الطّاغي عْلَى السّرير يحوّل العين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447308" w:rsidP="00F86163">
            <w:pPr>
              <w:pStyle w:val="libPoem"/>
            </w:pPr>
            <w:r>
              <w:rPr>
                <w:rtl/>
              </w:rPr>
              <w:t>يحكم ابزيد و زيد ، يلعب على الاثنين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آل الوزَغ تحكم ابآل الحسن وحسين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بالحكم مرتاحه وبنوالهادي رعيّه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زيد الشّهيد ابمجلسه واقف و محتار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اُووسَّعوا جلستهم سلالة صبية النار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خزر الحواجب بين ضلّيلٍ و جبار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تنفث اسمومٍ وارثتها من أميّه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قلّه بعد نفسك تمنّيك الخلافه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قلّه نعم لكنها هالبيدك جلافه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شان الخليفه تقتدي النّاس ابعفافه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وانتو رجعتوا النّاس كلها جاهليّه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و اللي يخاف امْن السيوف الذّل يعلاه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ولا نال عز اللّي يحاذر من مناياه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وانكاره المنكر حليف الجذع خلّاه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مصلوب و اتعشعش ابجوفه الرّاعبيّه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مصلوب ثلاث سنين فوق الجذع خلّوه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بين الملا وعقب الصّلب بالنّار حرقوه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هالفعل حتّى بالكفر ما قط فعلوه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41FC" w:rsidRDefault="00F96052" w:rsidP="00F86163">
            <w:pPr>
              <w:pStyle w:val="libPoem"/>
            </w:pPr>
            <w:r>
              <w:rPr>
                <w:rtl/>
              </w:rPr>
              <w:t>وخير الرّسل جازوه بافعال الرّديّه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32B8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032B8" w:rsidRDefault="009032B8" w:rsidP="00F86163">
            <w:pPr>
              <w:pStyle w:val="libPoem"/>
            </w:pPr>
            <w:r>
              <w:rPr>
                <w:rtl/>
              </w:rPr>
              <w:t>هذا جنا الشّجره الملعونه و ثمرها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032B8" w:rsidRDefault="009032B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032B8" w:rsidRDefault="009032B8" w:rsidP="00F86163">
            <w:pPr>
              <w:pStyle w:val="libPoem"/>
            </w:pPr>
            <w:r>
              <w:rPr>
                <w:rtl/>
              </w:rPr>
              <w:t>صبّت على الباقر مصايبها وشرها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32B8" w:rsidTr="009032B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032B8" w:rsidRDefault="009032B8" w:rsidP="00F86163">
            <w:pPr>
              <w:pStyle w:val="libPoem"/>
            </w:pPr>
            <w:r>
              <w:rPr>
                <w:rtl/>
              </w:rPr>
              <w:t>وكابد أبو جعفر مكايدها ومكرها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032B8" w:rsidRDefault="009032B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032B8" w:rsidRDefault="009032B8" w:rsidP="00F86163">
            <w:pPr>
              <w:pStyle w:val="libPoem"/>
            </w:pPr>
            <w:r>
              <w:rPr>
                <w:rtl/>
              </w:rPr>
              <w:t>جان اسمعت بالسّرج وبذيج الهديّه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سمّه</w:t>
      </w:r>
      <w:r w:rsidR="00E33040">
        <w:rPr>
          <w:rtl/>
        </w:rPr>
        <w:t xml:space="preserve"> </w:t>
      </w:r>
      <w:r>
        <w:rPr>
          <w:rtl/>
        </w:rPr>
        <w:t>و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641FC" w:rsidTr="005E1475">
        <w:trPr>
          <w:trHeight w:val="350"/>
        </w:trPr>
        <w:tc>
          <w:tcPr>
            <w:tcW w:w="3920" w:type="dxa"/>
            <w:shd w:val="clear" w:color="auto" w:fill="auto"/>
          </w:tcPr>
          <w:p w:rsidR="00B641FC" w:rsidRDefault="00C03C35" w:rsidP="00F86163">
            <w:pPr>
              <w:pStyle w:val="libPoem"/>
            </w:pPr>
            <w:r>
              <w:rPr>
                <w:rtl/>
              </w:rPr>
              <w:t>أهدى الرّجس للباقر أسباب المنيّه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41FC" w:rsidRDefault="00C03C35" w:rsidP="00F86163">
            <w:pPr>
              <w:pStyle w:val="libPoem"/>
            </w:pPr>
            <w:r>
              <w:rPr>
                <w:rtl/>
              </w:rPr>
              <w:t>سم بسرج يا شومها ذيج الهديّه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41FC" w:rsidTr="005E1475">
        <w:trPr>
          <w:trHeight w:val="350"/>
        </w:trPr>
        <w:tc>
          <w:tcPr>
            <w:tcW w:w="3920" w:type="dxa"/>
          </w:tcPr>
          <w:p w:rsidR="00B641FC" w:rsidRDefault="00C03C35" w:rsidP="00F86163">
            <w:pPr>
              <w:pStyle w:val="libPoem"/>
            </w:pPr>
            <w:r>
              <w:rPr>
                <w:rtl/>
              </w:rPr>
              <w:t>ودّى له زيد بن الحسن عمّه ابقيده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41FC" w:rsidRDefault="00B641F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41FC" w:rsidRDefault="00C03C35" w:rsidP="00F86163">
            <w:pPr>
              <w:pStyle w:val="libPoem"/>
            </w:pPr>
            <w:r>
              <w:rPr>
                <w:rtl/>
              </w:rPr>
              <w:t>و طب المدينه و الطّهر يدري مكيده</w:t>
            </w:r>
            <w:r w:rsidR="00B641F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671F1" w:rsidRDefault="008671F1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65484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بسرجه المسموم نال اللّي يريده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خلّى على فراش المرض نور البريّه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بس ماركب ذاك السّرج والقلب مألوم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مانزل والا الجسد نفذت بيه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ظل ايتقلّب على فراشه و دنى المحتوم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والتفت لابنه الصّادق بعبره جريّه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يقلّه يَوالي الدّين للاسلام حامي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ودّعتك الله يَبْني اتقضّت ايّامي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اتولى أموري و الجفن يبني احرامي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وانتَ الخليفه وانتهت ليك 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لك ياضيا عيني الامامه و انتَ إلها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ومرجع الشّيعه في فجاج الأرض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تبدي الحقيقه ويجتمع باسمك شملها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اسلام و إماميّه و شيعه و جعفريّه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أدّى الشّهاده وعرق يا وَسْفه 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بطّل ونينه و اسبل اشماله و 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عند الفراق اشبَحَتْ للأولاد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وعرّجت روحه الجنة الخلد العليّه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اتعلّت الضّجّه بالمدينه من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من الارامل و اليتامى و 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جدّد على بيت النبوّه فقد ابوحسين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وفرّت ابدهشه امْن الخدر كل 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فرّن وماجت بالصّوايح ارض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واغبرّت الاكوان من عظم 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و لاذن ابقبر المصطفى اينعن 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ماجور صاحن يا حبيب الله و نبيّه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هاليوم بالباقر يَبو ابراهيم مأجور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فارق الدّنيا بالسموم القلب مفطور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5484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نور الهدايه بعد عوده وانطفى النّور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65484" w:rsidRDefault="0086548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65484" w:rsidRDefault="00865484" w:rsidP="00F86163">
            <w:pPr>
              <w:pStyle w:val="libPoem"/>
            </w:pPr>
            <w:r>
              <w:rPr>
                <w:rtl/>
              </w:rPr>
              <w:t>ظلمه المدينه و جانت ابنوره 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تغسيله</w:t>
      </w:r>
      <w:r w:rsidR="00E33040">
        <w:rPr>
          <w:rtl/>
        </w:rPr>
        <w:t xml:space="preserve"> </w:t>
      </w:r>
      <w:r>
        <w:rPr>
          <w:rtl/>
        </w:rPr>
        <w:t>و تكفينه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90C19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الباقر قضى مسموم و العالم ابزلزال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وجعفر الصّادق نهض للتّجهيز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rPr>
          <w:trHeight w:val="350"/>
        </w:trPr>
        <w:tc>
          <w:tcPr>
            <w:tcW w:w="3920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غسّل سمي المصطفى و لفّه بلَجفان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وتذكّر اوصاب الجرعها امْن آل مروان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rPr>
          <w:trHeight w:val="350"/>
        </w:trPr>
        <w:tc>
          <w:tcPr>
            <w:tcW w:w="3920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واتقرّحت حول السّرير قلوب واجفان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عند الوداع ارتفع بالحسرات ولوال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rPr>
          <w:trHeight w:val="350"/>
        </w:trPr>
        <w:tc>
          <w:tcPr>
            <w:tcW w:w="3920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ياساعة التّوديع جم انشقّت اجيوب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واشعور منشوره وجم ذابت من قلوب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rPr>
          <w:trHeight w:val="350"/>
        </w:trPr>
        <w:tc>
          <w:tcPr>
            <w:tcW w:w="3920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وقصدوا بْنَعشه المصطفى وصاحوا يَمَهيوب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شبلك قضى مسموم منّه استخبر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ظيفك يَبو ابراهيم واصل لك تلقّاه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690C19" w:rsidP="00F86163">
            <w:pPr>
              <w:pStyle w:val="libPoem"/>
            </w:pPr>
            <w:r>
              <w:rPr>
                <w:rtl/>
              </w:rPr>
              <w:t>نشده ترى سم الأعادي قطّع امعاه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قوّض من الدّنيا وبَحَر علمك فقدناه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من بعد ماقاسى من العدوان لَهوال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وصارت الضّجّه يوم جابوا النّعش يمّه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و بثّوا شكاية جور عدوانه وسمّه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90C1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و شالوه تالي للبقيع القبر عمّه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90C19" w:rsidRDefault="00690C1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90C19" w:rsidRDefault="000F42DF" w:rsidP="00F86163">
            <w:pPr>
              <w:pStyle w:val="libPoem"/>
            </w:pPr>
            <w:r>
              <w:rPr>
                <w:rtl/>
              </w:rPr>
              <w:t>وسيل المدامع فوق قبر المجتبى سال</w:t>
            </w:r>
            <w:r w:rsidR="00690C1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5BF9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و شقّوا ضريحه ابصف ابيّه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و جعفر ابقلبه امن المصيبه اشتعل وقّاد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شاله عْلَى إيده ولحّده وبيه الوجد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وعاين البقعه والدّمع بالخد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كل الفخر قلها يَبقعه تجتمع بيج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مستودع أسرار الجلاله في مطاويج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وتالي أصير الهم أنا الرّابع واجي ليج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طيب المعيشه من بعد فرقاهم 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هالوا تراب القبر و تحنّت اضلوعه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و روّى تراب اللحد من جاري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ينادي يعزٍ راح ما نرقب ارجوعه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D65BF9" w:rsidP="00F86163">
            <w:pPr>
              <w:pStyle w:val="libPoem"/>
            </w:pPr>
            <w:r>
              <w:rPr>
                <w:rtl/>
              </w:rPr>
              <w:t>شمتت اعدانا و الذي راده العدو نال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5BF9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D65BF9" w:rsidRDefault="003D6A1F" w:rsidP="00F86163">
            <w:pPr>
              <w:pStyle w:val="libPoem"/>
            </w:pPr>
            <w:r>
              <w:rPr>
                <w:rtl/>
              </w:rPr>
              <w:t>منّك مرامي يا ضيا العالم اريده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5BF9" w:rsidRDefault="003D6A1F" w:rsidP="00F86163">
            <w:pPr>
              <w:pStyle w:val="libPoem"/>
            </w:pPr>
            <w:r>
              <w:rPr>
                <w:rtl/>
              </w:rPr>
              <w:t>من والدك سابج طلبته ولا أعيده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3D6A1F" w:rsidP="00F86163">
            <w:pPr>
              <w:pStyle w:val="libPoem"/>
            </w:pPr>
            <w:r>
              <w:rPr>
                <w:rtl/>
              </w:rPr>
              <w:t>قضّيت بالخدمه لكم مدّه مديده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D6A1F" w:rsidP="00F86163">
            <w:pPr>
              <w:pStyle w:val="libPoem"/>
            </w:pPr>
            <w:r>
              <w:rPr>
                <w:rtl/>
              </w:rPr>
              <w:t>أرجو القبول اوّل وتالي ابلوغ لامال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Heading2Center"/>
        <w:rPr>
          <w:rtl/>
        </w:rPr>
      </w:pPr>
      <w:bookmarkStart w:id="13" w:name="_Toc21389978"/>
      <w:r>
        <w:rPr>
          <w:rtl/>
        </w:rPr>
        <w:t>{ رثاء مولانا الصادق(ع) }</w:t>
      </w:r>
      <w:bookmarkEnd w:id="13"/>
    </w:p>
    <w:p w:rsidR="00C231C3" w:rsidRDefault="00C231C3" w:rsidP="00F86163">
      <w:pPr>
        <w:pStyle w:val="libCenterBold1"/>
      </w:pPr>
      <w:r>
        <w:rPr>
          <w:rtl/>
        </w:rPr>
        <w:t>زعيم المذهب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5BF9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جعفر لسان الله سلالة بيت لَطهار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قاسى من اميّه ومن بني العبّاس لَمرار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كابد هضايمهم لسان الله النّاطق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حلّال مشكلها و بيّنها الحقايق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عند العدو و المحب فاز ابلقب صادق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حيّز الشّيعه وعَز ذكرها ابكل لَمصار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جانت خفيّه و ضايعه ما بين لَحزاب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بالغير مخلوطه وعليها الذل جلباب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rPr>
          <w:trHeight w:val="350"/>
        </w:trPr>
        <w:tc>
          <w:tcPr>
            <w:tcW w:w="3920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و نالت بجعفر صيت شيعة داحي الباب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901478" w:rsidP="00F86163">
            <w:pPr>
              <w:pStyle w:val="libPoem"/>
            </w:pPr>
            <w:r>
              <w:rPr>
                <w:rtl/>
              </w:rPr>
              <w:t>و بين الملا صارت علَم و ابهامته نار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جم ألف كاتب تكتب علوم الشّريعه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ابمدرسة جعفَرنا و للعالم تذيعه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كل الملل و اسلام شيعه و غير شيعه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تفتخر بسمه و عاين و تعرف الآثار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مدرك من المنصور بيده ويعمل عْليه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80F63" w:rsidP="00F86163">
            <w:pPr>
              <w:pStyle w:val="libPoem"/>
            </w:pPr>
            <w:r>
              <w:rPr>
                <w:rtl/>
              </w:rPr>
              <w:t>يظهر المذهب و اليحبّه ينتمي ليه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و المدرسه غصّت من اعداه اُو مواليه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ابطب وشريعه وفلسفه نوّر الافكار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انفتحت مدينة علم بيت العلم والجود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كلّيّه ربّانيّه أيّدها المعبود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عُرْبي وتُرْكي وفارسي وافْرِنْج وهْنود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37042C" w:rsidP="00F86163">
            <w:pPr>
              <w:pStyle w:val="libPoem"/>
            </w:pPr>
            <w:r>
              <w:rPr>
                <w:rtl/>
              </w:rPr>
              <w:t>شق التّشيّع بسم جعفر كل لَقطار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شرّق وغرّب بالبسيطه اُو وَصل للصّين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بجهود جعفر ناصر القرآن و الدّين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كاشف ستار الذّل عن اوجوه لمسلمين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ناشر علوم المصطفى ومذهب الكرّار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5BF9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وبس عاين المنصور جعفر مقصد النّاس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5BF9" w:rsidRDefault="00D65BF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5BF9" w:rsidRDefault="00CD2DE0" w:rsidP="00F86163">
            <w:pPr>
              <w:pStyle w:val="libPoem"/>
            </w:pPr>
            <w:r>
              <w:rPr>
                <w:rtl/>
              </w:rPr>
              <w:t>والخاص والعام انضرع له وهبّط الرّاس</w:t>
            </w:r>
            <w:r w:rsidR="00D65BF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5BF9" w:rsidRDefault="00D65BF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6F02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عيشه تكدّر والقلب حل بيه وسواس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هذا وحجي الواشين شب ابْمُهجته نار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9682E">
        <w:trPr>
          <w:trHeight w:val="350"/>
        </w:trPr>
        <w:tc>
          <w:tcPr>
            <w:tcW w:w="3920" w:type="dxa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بكثر الفضايل والشّرف تكثر الحسّاد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و جعفر الصّادق بالمعالي دوم يزداد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9682E">
        <w:trPr>
          <w:trHeight w:val="350"/>
        </w:trPr>
        <w:tc>
          <w:tcPr>
            <w:tcW w:w="3920" w:type="dxa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و أهل البغي وصلت وشايتهم البغداد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6F02" w:rsidRDefault="003F775B" w:rsidP="00F86163">
            <w:pPr>
              <w:pStyle w:val="libPoem"/>
            </w:pPr>
            <w:r>
              <w:rPr>
                <w:rtl/>
              </w:rPr>
              <w:t>و الفاجر المنصور غيظه ابْمُهجته ثار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المنصور يجلب الصادق بين يديه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206F02" w:rsidTr="00206F02">
        <w:trPr>
          <w:trHeight w:val="350"/>
        </w:trPr>
        <w:tc>
          <w:tcPr>
            <w:tcW w:w="4219" w:type="dxa"/>
            <w:shd w:val="clear" w:color="auto" w:fill="auto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طب للمدينه مشتعل غيضه المنصور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قصده الصّادق بالأذى والظّلم والجور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rPr>
          <w:trHeight w:val="350"/>
        </w:trPr>
        <w:tc>
          <w:tcPr>
            <w:tcW w:w="4219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بالليل طرّش له شياطينه و عتاته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مشغول شافوه ابتهاجيده و صلاته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rPr>
          <w:trHeight w:val="350"/>
        </w:trPr>
        <w:tc>
          <w:tcPr>
            <w:tcW w:w="4219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حفّوا به وحانت من الزّاكي التفاته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قلّه الرّبيع اتفضّل ايريدك المنصور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rPr>
          <w:trHeight w:val="350"/>
        </w:trPr>
        <w:tc>
          <w:tcPr>
            <w:tcW w:w="4219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قلّه أطب البيت واغيّر لي ثياب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ونروح يمّه قال جاسوسه على الباب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rPr>
          <w:trHeight w:val="350"/>
        </w:trPr>
        <w:tc>
          <w:tcPr>
            <w:tcW w:w="4219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ملزوم إله ابهالحال توصل يَبْن لَطياب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601D74" w:rsidP="00F86163">
            <w:pPr>
              <w:pStyle w:val="libPoem"/>
            </w:pPr>
            <w:r>
              <w:rPr>
                <w:rtl/>
              </w:rPr>
              <w:t>يَبْن النّبي اشْبيدي تراني مْشيت مجبور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و قادوه للمنصور شيخ الطّالبيين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مكشوف راسه وارتفع للعايله حنين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واجف ثلث ساعات ويراوح الرّجلين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والفاجر المنصور فوق التّخت مقهور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يقلّه يَجَعفر تنتمي الخير البريّه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87122E" w:rsidP="00F86163">
            <w:pPr>
              <w:pStyle w:val="libPoem"/>
            </w:pPr>
            <w:r>
              <w:rPr>
                <w:rtl/>
              </w:rPr>
              <w:t>ما تستحي تكذب ابهالشّيبه البهيّه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BE4C5F" w:rsidP="00F86163">
            <w:pPr>
              <w:pStyle w:val="libPoem"/>
            </w:pPr>
            <w:r>
              <w:rPr>
                <w:rtl/>
              </w:rPr>
              <w:t>قلّه أنا منزّه عن افعال الرديّه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BE4C5F" w:rsidP="00F86163">
            <w:pPr>
              <w:pStyle w:val="libPoem"/>
            </w:pPr>
            <w:r>
              <w:rPr>
                <w:rtl/>
              </w:rPr>
              <w:t>وما يلوق منّك تسمع البُهتان والزّور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2D1751" w:rsidP="00F86163">
            <w:pPr>
              <w:pStyle w:val="libPoem"/>
            </w:pPr>
            <w:r>
              <w:rPr>
                <w:rtl/>
              </w:rPr>
              <w:t>وانْجان تسمع قول كل حلّاف نمّام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2D1751" w:rsidP="00F86163">
            <w:pPr>
              <w:pStyle w:val="libPoem"/>
            </w:pPr>
            <w:r>
              <w:rPr>
                <w:rtl/>
              </w:rPr>
              <w:t>ما يعرف الله ولا يراقب دين لسلام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2D1751" w:rsidP="00F86163">
            <w:pPr>
              <w:pStyle w:val="libPoem"/>
            </w:pPr>
            <w:r>
              <w:rPr>
                <w:rtl/>
              </w:rPr>
              <w:t>ابسجنك اطرحني وتنقضي باجي هليّام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2D1751" w:rsidP="00F86163">
            <w:pPr>
              <w:pStyle w:val="libPoem"/>
            </w:pPr>
            <w:r>
              <w:rPr>
                <w:rtl/>
              </w:rPr>
              <w:t>ليْكون يشمت كل ردي الذّات مغرور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بالامس انا بدولة بني اميّه الجفونا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و سفكوا دمانا و بالمداين شهّرونا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و عْلَى المنابر يعلنون بسب ابونا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وانا اصبَرت لنّي ابذاك الصّبر مأجور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وتدري أنا مَيْجوز عندي كيد والحاد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حتّى ابملك ايزيد و الفاجر ابن ازياد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واحنا جعلنا الله وسيله الكل لعباد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A762D2" w:rsidP="00F86163">
            <w:pPr>
              <w:pStyle w:val="libPoem"/>
            </w:pPr>
            <w:r>
              <w:rPr>
                <w:rtl/>
              </w:rPr>
              <w:t>ينجّي ابنا الصالح ويهلك صاحب الجور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3A0365" w:rsidP="00F86163">
            <w:pPr>
              <w:pStyle w:val="libPoem"/>
            </w:pPr>
            <w:r>
              <w:rPr>
                <w:rtl/>
              </w:rPr>
              <w:t>واقف ويتعذّر لسان الله الناطق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3A0365" w:rsidP="00F86163">
            <w:pPr>
              <w:pStyle w:val="libPoem"/>
            </w:pPr>
            <w:r>
              <w:rPr>
                <w:rtl/>
              </w:rPr>
              <w:t>ويتهدده الطّاغي وهو السمّاه صادق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06F0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06F02" w:rsidRDefault="003A0365" w:rsidP="00F86163">
            <w:pPr>
              <w:pStyle w:val="libPoem"/>
            </w:pPr>
            <w:r>
              <w:rPr>
                <w:rtl/>
              </w:rPr>
              <w:t>هَم ابْهَلاكه و ينرمي من فوق شاهق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06F02" w:rsidRDefault="003A0365" w:rsidP="00F86163">
            <w:pPr>
              <w:pStyle w:val="libPoem"/>
            </w:pPr>
            <w:r>
              <w:rPr>
                <w:rtl/>
              </w:rPr>
              <w:t>و من عاين البُرهان منّه صابه افتور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مصائبه</w:t>
      </w:r>
      <w:r w:rsidR="00E33040">
        <w:rPr>
          <w:rtl/>
        </w:rPr>
        <w:t xml:space="preserve"> </w:t>
      </w:r>
      <w:r>
        <w:rPr>
          <w:rtl/>
        </w:rPr>
        <w:t>و رزاياه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06F02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وقفة الصّادق شابهت حيدر الكرّار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قادوه من الدّار وعلي قادوه من الدّار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9682E">
        <w:trPr>
          <w:trHeight w:val="350"/>
        </w:trPr>
        <w:tc>
          <w:tcPr>
            <w:tcW w:w="3920" w:type="dxa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قْوْد الأبو قاد لَولاد الوان و اشكال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ذاك الحبل صار السّبب لقيود واغلال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06F02" w:rsidTr="0029682E">
        <w:trPr>
          <w:trHeight w:val="350"/>
        </w:trPr>
        <w:tc>
          <w:tcPr>
            <w:tcW w:w="3920" w:type="dxa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حتى النّسا سلبوا حليها وشدّوا حبال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06F02" w:rsidRDefault="00206F0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06F02" w:rsidRDefault="00A749E5" w:rsidP="00F86163">
            <w:pPr>
              <w:pStyle w:val="libPoem"/>
            </w:pPr>
            <w:r>
              <w:rPr>
                <w:rtl/>
              </w:rPr>
              <w:t>باعضادها وشب الجزل بخيامها النّار</w:t>
            </w:r>
            <w:r w:rsidR="00206F0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5BF9" w:rsidRDefault="00D65BF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E3AD5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قود الوصي قيّد علي السجّاد بالقيد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هذا ابحما الهادي و ذاك ابمجلس ايزيد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وهذا البتوله اتخلّصه و تخطب ابتَهديد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اُوذاك خطبت عمّته لكن بلا خمار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وقفة الباقر عقب جلبه و اهتضامه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وابنه الصّادق وقف عاري مْن العمامه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وقفاتكم كلها هضم يَهل الإمامه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FE3AD5" w:rsidP="00F86163">
            <w:pPr>
              <w:pStyle w:val="libPoem"/>
            </w:pPr>
            <w:r>
              <w:rPr>
                <w:rtl/>
              </w:rPr>
              <w:t>و بقتله المنصور بس ايدير لَفكار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ما تغمض عيونه ولا ياخذ قراره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من مدرسة جعفر و فضله و اعتباره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وشبّت من الاضغان وسط القلب ناره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ماشاف اله فرصه وعلى اولاد الحسن جار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شتّت شملهم وامتلت منهم سجونه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جم شيخ باطباق السّجن لاقى منونه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كلهم قضى عليهم وقرّت له عيونه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أخلى منازلهم و فرّقهم بلَمصار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وجعفر يشوف ويسمع الضجّه بالبيوت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ويشوفهم فوق الهزل يمشون للموت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تجري ادموعه و القلب بالحزن مفتوت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93264B" w:rsidP="00F86163">
            <w:pPr>
              <w:pStyle w:val="libPoem"/>
            </w:pPr>
            <w:r>
              <w:rPr>
                <w:rtl/>
              </w:rPr>
              <w:t>ماضي حكمهم بلِعدام ازغار وكبار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ما يحصل إلها ام الولد يوقف توَدعه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خلّى منازلهم حرم و ايتام تنعى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حتى العدو التّفصيل ما يقدر يسمعه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راحوابسجن ماينعرف ليله مْن لنْهار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و تالي على الصّادق نفث ناقع سمومه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وذبّه على فراش المنيّه وقرَب يومه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من عقب مافاضت على العالم علومه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3669BA" w:rsidP="00F86163">
            <w:pPr>
              <w:pStyle w:val="libPoem"/>
            </w:pPr>
            <w:r>
              <w:rPr>
                <w:rtl/>
              </w:rPr>
              <w:t>ابمنهج ابوه المرتضى و ملّة المختار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احتضاره و وفاته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E3AD5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وَن جعفر الصّادق على فراش المنيّه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ونّه تهد الطّود لكنها خفيّه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من حوله اولاده تهل دموع العيون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هذا سخين العين يبجي وذاك مغبون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واهل العلم بالمدرسه العظمى يلوجون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يا للأسف ناصر الملّه الأحمديّه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غمّض عيونه وقطع ونّه وفاضت الرّوح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وارتفع من بيته ضجيج الحرم والنّوح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وناحت سماوات العلى و القلم و اللوح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اُو وسط القبر نصبت له الزّهرا عزيّه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تنادي أولادي مابقت منهم شريده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مابين ظامي وبالعطش حزّوا وريده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 هذا معذب بالسّجن يرفل ابقيده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ومابين هايم خوف من حتف المنيّه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شلهم بنو اميّه على اولادي من اديون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حتى تْرَكوهم بين مذبوحٍ ومسجون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نسلة هند ذوله وبدر هيهات ينسون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ما تقنع بسم الحسن و الغاضريّه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سفيان تستافي طلبها و آل مروان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عدها قبل عملة بدر أحقاد واضغان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3AD5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لكن بني العبّاس شافوا غير لحسان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E3AD5" w:rsidRDefault="00FE3AD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E3AD5" w:rsidRDefault="00C63B70" w:rsidP="00F86163">
            <w:pPr>
              <w:pStyle w:val="libPoem"/>
            </w:pPr>
            <w:r>
              <w:rPr>
                <w:rtl/>
              </w:rPr>
              <w:t>لونين ابوهم ما هجع خير البريّه</w:t>
            </w:r>
            <w:r w:rsidR="00FE3AD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5BF9" w:rsidRDefault="00D65BF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2C26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وجاروا على اولادي وبقى خالي نزلهم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هدموا عليهم سجنهم حتّى طفلهم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C26" w:rsidTr="0029682E">
        <w:trPr>
          <w:trHeight w:val="350"/>
        </w:trPr>
        <w:tc>
          <w:tcPr>
            <w:tcW w:w="3920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بجعفر أبد ما تنّسي فعلة عجلهم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أرداه غيله و جدّد احزاني عليّه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C26" w:rsidTr="0029682E">
        <w:trPr>
          <w:trHeight w:val="350"/>
        </w:trPr>
        <w:tc>
          <w:tcPr>
            <w:tcW w:w="3920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غاله ابسمّه وفت قلبي يا مسلمين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وجدّد عليّه بالطفوف مصيبة حسين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C26" w:rsidTr="0029682E">
        <w:trPr>
          <w:trHeight w:val="350"/>
        </w:trPr>
        <w:tc>
          <w:tcPr>
            <w:tcW w:w="3920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وخلّى عليه الدّين ينعى وعصبة الدّين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وصارت بني العبّاس أعظم من أميّه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C26" w:rsidTr="0029682E">
        <w:trPr>
          <w:trHeight w:val="350"/>
        </w:trPr>
        <w:tc>
          <w:tcPr>
            <w:tcW w:w="3920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ويلاه من شالوا الصّادق فوق نعشه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ودّوه للمسجد وداره بقت وحشه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2C26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وباب الحوايج نوب ايفيق ونوب يغشى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2C26" w:rsidRDefault="004E2C2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2C26" w:rsidRDefault="00D11088" w:rsidP="00F86163">
            <w:pPr>
              <w:pStyle w:val="libPoem"/>
            </w:pPr>
            <w:r>
              <w:rPr>
                <w:rtl/>
              </w:rPr>
              <w:t>ينادي يبويه عيشتي ما هي هنيّه</w:t>
            </w:r>
            <w:r w:rsidR="004E2C2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14" w:name="_Toc21389979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مولانا الكاظم (ع) }</w:t>
      </w:r>
      <w:bookmarkEnd w:id="14"/>
    </w:p>
    <w:p w:rsidR="00C231C3" w:rsidRDefault="00C231C3" w:rsidP="00F86163">
      <w:pPr>
        <w:pStyle w:val="libCenterBold1"/>
      </w:pPr>
      <w:r>
        <w:rPr>
          <w:rtl/>
        </w:rPr>
        <w:t>سجن</w:t>
      </w:r>
      <w:r w:rsidR="00E33040">
        <w:rPr>
          <w:rtl/>
        </w:rPr>
        <w:t xml:space="preserve"> </w:t>
      </w:r>
      <w:r>
        <w:rPr>
          <w:rtl/>
        </w:rPr>
        <w:t>الإمام الكاظم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D11088" w:rsidTr="00D11088">
        <w:trPr>
          <w:trHeight w:val="350"/>
        </w:trPr>
        <w:tc>
          <w:tcPr>
            <w:tcW w:w="4219" w:type="dxa"/>
            <w:shd w:val="clear" w:color="auto" w:fill="auto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يسأل ابو ابراهيم وسط السّجن بشّار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وشْجرمتك مسجون وحدك يَبْن لَطهار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شنهو الجرم يا نبعة الدّوحه الكريمه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وحدك ابطاموره و هَلقيود العظيمه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قلّه شفت مسجون من عدنا بجريمه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كلّه ظلم حيث الفضيله والعدا اشرار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لكن لسجن القنطره عندي رساله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بلكت توصّلها إذا عندك دلاله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مسجون بيه ولو رحت يشجيك حاله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سلّم عليه و خل يجيني ضحوة انهار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شسْمَه يقلّه قال هند وراح بالحال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شافه ابن سبعين بين اقيود و اغلال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بلَّغ سلام الطّهر واخبر بالذي قال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لن الدّمع بس ما سمع بالوجن نثّار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قلّه دخبّرني عن احواله يمَرسول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قلّه ابسجن مظلم و هو مقيّد ومغلول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 اهموم تتوارد عليه و الجسد منحول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ضيّق عليه الواسعه الطّاغي الجبّار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 بشّار رد يم السّجن بيده المفتاح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تلهّف على احواله وصفق راحٍ على راح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وطب للامام يخبّره قلّه إجا وراح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تعجّب من احواله وصارت عنده افكار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قال اتّصاله بيا صفه يا بحر لعلوم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ذاك السّجن مغلق وهذا الباب مردوم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قلّه جلال الله يعمنا دايمٍ دوم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واحنا لجل دين الهدى نتجرّع امرار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 مسلّمين الأمر للباري مطيعين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ما يعسر علينا بإذن عالم التكوين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معرفة حال اهل السّما وطي الاراضين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 اللي يطيع الخالق اتطيعه الاقدار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احنا صبرنا و العدو ما يلين قلبه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A00BA3" w:rsidP="00F86163">
            <w:pPr>
              <w:pStyle w:val="libPoem"/>
            </w:pPr>
            <w:r>
              <w:rPr>
                <w:rtl/>
              </w:rPr>
              <w:t>وهارون ما يراعي النّبي ولا يخاف ربّه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1088" w:rsidTr="00D1108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D11088" w:rsidRDefault="00440358" w:rsidP="00F86163">
            <w:pPr>
              <w:pStyle w:val="libPoem"/>
            </w:pPr>
            <w:r>
              <w:rPr>
                <w:rtl/>
              </w:rPr>
              <w:t>لازم يقطّع جبدي الطّاغي ابشربه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D11088" w:rsidRDefault="00D11088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D11088" w:rsidRDefault="00440358" w:rsidP="00F86163">
            <w:pPr>
              <w:pStyle w:val="libPoem"/>
            </w:pPr>
            <w:r>
              <w:rPr>
                <w:rtl/>
              </w:rPr>
              <w:t>ويشتّت اشبال النبوّه يمين و يسار</w:t>
            </w:r>
            <w:r w:rsidR="00D1108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CenterBold1"/>
      </w:pPr>
      <w:r>
        <w:rPr>
          <w:rtl/>
        </w:rPr>
        <w:t>الوعد</w:t>
      </w:r>
      <w:r w:rsidR="00E33040">
        <w:rPr>
          <w:rtl/>
        </w:rPr>
        <w:t xml:space="preserve"> </w:t>
      </w:r>
      <w:r>
        <w:rPr>
          <w:rtl/>
        </w:rPr>
        <w:t>على جسر بغداد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09490C" w:rsidTr="0009490C">
        <w:trPr>
          <w:trHeight w:val="350"/>
        </w:trPr>
        <w:tc>
          <w:tcPr>
            <w:tcW w:w="4219" w:type="dxa"/>
            <w:shd w:val="clear" w:color="auto" w:fill="auto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باب الحوايج بالسّجن طالت اهمومه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و الرّجس يتحدّاه بشروره و سمومه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rPr>
          <w:trHeight w:val="350"/>
        </w:trPr>
        <w:tc>
          <w:tcPr>
            <w:tcW w:w="4219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مسجون وحده و طالت ايّامه و لياليه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مرتاع قلبه و الهضم و الحزن ماليه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وكثرت مسائلها عن احواله مواليه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عنّه بعيد الوطن واحبابه وقومه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تنتظر منّه شيعته ساعة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ولَجْلَه عليها ضاقت ارحاب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تسأل عن احواله لمسيّب كل 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09490C" w:rsidP="00F86163">
            <w:pPr>
              <w:pStyle w:val="libPoem"/>
            </w:pPr>
            <w:r>
              <w:rPr>
                <w:rtl/>
              </w:rPr>
              <w:t>الغيبه طويله و خافيه عليها علومه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29682E" w:rsidP="00F86163">
            <w:pPr>
              <w:pStyle w:val="libPoem"/>
            </w:pPr>
            <w:r>
              <w:rPr>
                <w:rtl/>
              </w:rPr>
              <w:t>يقلْهم أشوفه مشتغل دوم بسجوده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29682E" w:rsidP="00F86163">
            <w:pPr>
              <w:pStyle w:val="libPoem"/>
            </w:pPr>
            <w:r>
              <w:rPr>
                <w:rtl/>
              </w:rPr>
              <w:t>و يبتهل للمعبود و يعفّر خدوده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29682E" w:rsidP="00F86163">
            <w:pPr>
              <w:pStyle w:val="libPoem"/>
            </w:pPr>
            <w:r>
              <w:rPr>
                <w:rtl/>
              </w:rPr>
              <w:t>ملازم صلاة الليل و برجليه قيوده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29682E" w:rsidP="00F86163">
            <w:pPr>
              <w:pStyle w:val="libPoem"/>
            </w:pPr>
            <w:r>
              <w:rPr>
                <w:rtl/>
              </w:rPr>
              <w:t>ابهالحال يقضي الليل وانهاره يصومه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1A3FBB" w:rsidP="00F86163">
            <w:pPr>
              <w:pStyle w:val="libPoem"/>
            </w:pPr>
            <w:r>
              <w:rPr>
                <w:rtl/>
              </w:rPr>
              <w:t>قالوا دنشده عن فرجنا يمتى ايكون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1A3FBB" w:rsidP="00F86163">
            <w:pPr>
              <w:pStyle w:val="libPoem"/>
            </w:pPr>
            <w:r>
              <w:rPr>
                <w:rtl/>
              </w:rPr>
              <w:t>سالم نشوفه لو يروح بسجن هارون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قلّه المسيّب شيعتك عنك ينشدون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والكل على الخدّين دمعاته سجومه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قال الوعد فوق الجسر خلهم يجوني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يوم الوعد كلهم طبق ويواجهوني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جمله يجوني والمقرّي يشيّعوني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ملزوم انا اطلع من الطّاموره المشومه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بلّغ رسالتهم العنوان الامامه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 رد الجواب الهُم و ظنّوها سلامه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وكل فرد وجّه للجسر كل اهتمامه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لابس جديد الهدم مجليّه غمومه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صفّت النّاس عْلَى الجسر ترجوا اجتيازه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 الكل رفع راسه وتنومس باعتزازه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ولنها حماميل اربعه تحمل جنازه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بقيودها من فعلة الامّه المشومه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وعْلَى الجسر مدّوا الجنازه يا مسلمين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 الّا النّدا هذا امام الرّافضيّين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0949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وصكّت مْن موالي ومن معادي الصّوبين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09490C" w:rsidRDefault="009F7249" w:rsidP="00F86163">
            <w:pPr>
              <w:pStyle w:val="libPoem"/>
            </w:pPr>
            <w:r>
              <w:rPr>
                <w:rtl/>
              </w:rPr>
              <w:t>وابن الطّهر ممدود واجفانه هدومه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الجنازة</w:t>
      </w:r>
      <w:r w:rsidR="00E33040">
        <w:rPr>
          <w:rtl/>
        </w:rPr>
        <w:t xml:space="preserve"> </w:t>
      </w:r>
      <w:r>
        <w:rPr>
          <w:rtl/>
        </w:rPr>
        <w:t>على الجسر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9490C" w:rsidTr="0029682E">
        <w:trPr>
          <w:trHeight w:val="350"/>
        </w:trPr>
        <w:tc>
          <w:tcPr>
            <w:tcW w:w="3920" w:type="dxa"/>
            <w:shd w:val="clear" w:color="auto" w:fill="auto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يا قلب ذوب ويا دمع عيني تفجّر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للّي قضى بسجن الرّجس قلبه مفطّر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rPr>
          <w:trHeight w:val="350"/>
        </w:trPr>
        <w:tc>
          <w:tcPr>
            <w:tcW w:w="3920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ما شاف بالدّنيا ولا ساعه هنيّه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بْسرداب مظلم جَرَع كاسات المنيّه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rPr>
          <w:trHeight w:val="350"/>
        </w:trPr>
        <w:tc>
          <w:tcPr>
            <w:tcW w:w="3920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بالسّجن ما يعرف نهاره مْن العشيّه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هضم وصبر قلبه تفطّر والصّبر مر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rPr>
          <w:trHeight w:val="350"/>
        </w:trPr>
        <w:tc>
          <w:tcPr>
            <w:tcW w:w="3920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آمر الطّاغي تشيل ابن جعفر حماميل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شالوا الجنازه ولامشت خلفه رجاجيل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rPr>
          <w:trHeight w:val="350"/>
        </w:trPr>
        <w:tc>
          <w:tcPr>
            <w:tcW w:w="3920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وعْلَى الجسر ذبّوه وبرجله زناجيل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7227DE" w:rsidP="00F86163">
            <w:pPr>
              <w:pStyle w:val="libPoem"/>
            </w:pPr>
            <w:r>
              <w:rPr>
                <w:rtl/>
              </w:rPr>
              <w:t>و قلوب شيعتهم عليه ابنار تسعر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490C" w:rsidRDefault="0027033E" w:rsidP="00F86163">
            <w:pPr>
              <w:pStyle w:val="libPoem"/>
            </w:pPr>
            <w:r>
              <w:rPr>
                <w:rtl/>
              </w:rPr>
              <w:t>شيعة علي الكرّار فجعتهم شديده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27033E" w:rsidP="00F86163">
            <w:pPr>
              <w:pStyle w:val="libPoem"/>
            </w:pPr>
            <w:r>
              <w:rPr>
                <w:rtl/>
              </w:rPr>
              <w:t>من عاينوه امغلّل و بالسّاق قيده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9490C" w:rsidTr="002968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9490C" w:rsidRDefault="0027033E" w:rsidP="00F86163">
            <w:pPr>
              <w:pStyle w:val="libPoem"/>
            </w:pPr>
            <w:r>
              <w:rPr>
                <w:rtl/>
              </w:rPr>
              <w:t>مطروح فوق الجسر ما فكّوا حديده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9490C" w:rsidRDefault="0009490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9490C" w:rsidRDefault="0027033E" w:rsidP="00F86163">
            <w:pPr>
              <w:pStyle w:val="libPoem"/>
            </w:pPr>
            <w:r>
              <w:rPr>
                <w:rtl/>
              </w:rPr>
              <w:t>صاحت يَبوابراهيم يومك صاير اقشر</w:t>
            </w:r>
            <w:r w:rsidR="0009490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9490C" w:rsidRDefault="0009490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04C6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عزنا تبدّل يا فخر طيبه و تهامه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كل يوم نترجّاك تطلع بالسّلامه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ثاري الدّهر بقلوبنا صوّب سهامه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فوق الجسر مطروح ياموسى بن 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ردّت الشّيعه تنوح و الحاله شنيعه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ينادون بالذّله و مصيبتهم فظيعه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فوق الجسر مطروح ياكعبة الشّيعه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بالسّم فتّوا مهجتك واللون مخضر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يَولاد عدنان و مضر قلّت الغيره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عن جسر بغداد ارفعوا شيخ العشيره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ذبّوا العمايم و امشوا بجانب سريره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A404C6" w:rsidP="00F86163">
            <w:pPr>
              <w:pStyle w:val="libPoem"/>
            </w:pPr>
            <w:r>
              <w:rPr>
                <w:rtl/>
              </w:rPr>
              <w:t>ثوروا ترى ما من صديق اعْليه ينغر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15" w:name="_Toc21389980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الإمام علي بن موسى الرضا }</w:t>
      </w:r>
      <w:bookmarkEnd w:id="15"/>
    </w:p>
    <w:p w:rsidR="00C231C3" w:rsidRDefault="00C231C3" w:rsidP="00F86163">
      <w:pPr>
        <w:pStyle w:val="libCenterBold1"/>
      </w:pPr>
      <w:r>
        <w:rPr>
          <w:rtl/>
        </w:rPr>
        <w:t>الغدر به و سقيه السم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04C6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خان العهود وداسها نسل الخيانه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مأمون قالوا لكن مزيّف امانه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غدر وسياسه يدّعي مذهب الشّيعه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ولّى الرّضا عهده و لكنها خديعه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دس له سمومه و زلزل اركان الشّريعه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لجل الرّياسه اتزندق و داس الدّيانه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أوّل ابعنقود العنب قطعهن امعاه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قدّمه اببّيته وبالخديعه ياكل وياه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وَسْفَه وعلى فراش المرض منهوك خلّاه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جرعه سمومه وخان بعهوده وأمانه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 تالي الرّجس عجّل عليه ابماي رمّان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جبده مردها وقذفها ومنّه الاجل حان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نازح غريب الدّار لا عزوه ولا اخوان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بديار غربه يموت نائي عن اوطانه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ويوم الدنت منّه المنيّه وحان حينه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أشّر لَبو الهادي و جاه امْن المدينه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وقّف على راسه يهل دموع عينه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وعاين ابوه ايعالج و هاجت احزانه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ضمّه الصدره اُو ونّته صارت خفيّه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 انمزجت ادموع الولد بدموع ابيّه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يقلّه يَبويه الكون مستوحش عليّه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من فرقتك و الدّهر بفراقك دهانا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صد العزيزه ومن زفيره نشف دمعه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واحنى يشمّه وانحنى من الوجد ضلعه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يودّع يَويلي مهجته و ابنه يودعه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وغمّض عيونه والولد زادت اشجانه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غمّض عيونه ابن الطّهر واسبل ايدينه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تْهَلْهَل جبينه و انقطع تالي ونينه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4C6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حن الجواد و صب عليه ادموع عينه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فارقت روحه والعرش ماجت اركانه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تجهيزه</w:t>
      </w:r>
      <w:r w:rsidR="00E33040">
        <w:rPr>
          <w:rtl/>
        </w:rPr>
        <w:t xml:space="preserve"> </w:t>
      </w:r>
      <w:r>
        <w:rPr>
          <w:rtl/>
        </w:rPr>
        <w:t>و تشييغه و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404C6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شمّر اردانه ابن الرّضا ساعة التّغسيل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04C6" w:rsidRDefault="00A404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04C6" w:rsidRDefault="0020472D" w:rsidP="00F86163">
            <w:pPr>
              <w:pStyle w:val="libPoem"/>
            </w:pPr>
            <w:r>
              <w:rPr>
                <w:rtl/>
              </w:rPr>
              <w:t>جرّد أبوه و مدمعه بخدوده يسيل</w:t>
            </w:r>
            <w:r w:rsidR="00A404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9490C" w:rsidRDefault="0009490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F6AC9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بيده الطّاهر غسّله و لفّه بلَجفان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وردّه على حاله وطلع صفوة الرّحمن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وشاع الخبر مات الرّضا وماجت خراسان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لرْجال تهرع والحريم اتصيح بالويل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شالوا الجنازه والحزن خيّم على طوس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وطلعت رجال الحكم كلها منكّسه الروس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والكل يلطم هامته ريّس ومرؤوس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F97583" w:rsidP="00F86163">
            <w:pPr>
              <w:pStyle w:val="libPoem"/>
            </w:pPr>
            <w:r>
              <w:rPr>
                <w:rtl/>
              </w:rPr>
              <w:t>وعرش العلي لولا الجواد يسيخ ويميل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بالنّوح رادت طوس تتزلزل بهلها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ومْن المصيبه قوّضت باللطم كلها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وضاق الفضا و الكل عبراته يهلها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 صارت الضّجّه بين تكبيرٍ وتهليل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وصلوا بنعشه والخلق تلطم على الهام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وقصد الرّجس يترك قبر هارون قدّام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وظهرت براهين ونظرها الخاص والعام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وحفروا قبر طبق الوصيّه وعلى التّفصيل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عند الدّفن شاله الجواد وعاينوا له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 مدّه بقبره و دمعته بخدّه هموله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اتصوّر غربته لا اخوان و لا حموله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ومحّد حضر له من بني الزّهرا البهاليل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ياطوس طبتي بالرّضا وطابت نواحيج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ضامن الجنّه ثامن اليمّه ثوى بيج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فزتي بضريحه وبيه رب العرش حابيج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طول النّهار الخلق مزدحمه مع الليل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فزتي بقبر اللّي حباه الله بضمانه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 كلمن يزوره عْلَى البعد فاز ابأمانه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و فاز ابرضا الله و حاز بالتّالي جنانه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A94413" w:rsidP="00F86163">
            <w:pPr>
              <w:pStyle w:val="libPoem"/>
            </w:pPr>
            <w:r>
              <w:rPr>
                <w:rtl/>
              </w:rPr>
              <w:t>يشوف لمعادي بْلا شفيع يصيح بالويل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الجواد</w:t>
      </w:r>
      <w:r w:rsidR="00E33040">
        <w:rPr>
          <w:rtl/>
        </w:rPr>
        <w:t xml:space="preserve"> </w:t>
      </w:r>
      <w:r>
        <w:rPr>
          <w:rtl/>
        </w:rPr>
        <w:t>وعمه علي بن جعفر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F6AC9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هيّجت لوعاتي يَبن خير البريّه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قلّي على من آمرت تنصب عزيّه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يَبني مصايبنا عظيمه اتشيّب الشّاب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نبجي على ضلعين مكسوره ورا الباب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للجنين اللّي تعفّر فوق لعتاب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قود جدنا اللّي دهانا بكل رزيّه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ضربة المحراب نبجي ياضيا العين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لجل عمنا الحسن لو نبجي على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حسين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للاجساد اللّي بقت من غير تجفين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للحريم اللّي تسمّت خارجيّه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ننصب الماتم ما تقلّي اليا فجيعه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للّي انذبح ظامي على صدره رضيعه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للإمام اللّي نشر مذهب الشّيعه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جعفر من المنصور قاسى كل بليّه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ما تنحصى يبني مصايبنا ابتعداد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الله يما سجون امتلت شبّان واولاد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بالأمس أخيّي ظل رميّه بجسر بغداد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بين الأعادي اجنازته ظلّت رميّه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لو نبجي يبني للّذي ماتوا بلحْبوس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ماتوا ولا بين الملا الها امعيَّنه ارموس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6AC9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يانور عيني لو لفا لك خبر من طوس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F6AC9" w:rsidRDefault="00FF6AC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F6AC9" w:rsidRDefault="00300480" w:rsidP="00F86163">
            <w:pPr>
              <w:pStyle w:val="libPoem"/>
            </w:pPr>
            <w:r>
              <w:rPr>
                <w:rtl/>
              </w:rPr>
              <w:t>ليْكون ابوك انصاب بانياب المنيّه</w:t>
            </w:r>
            <w:r w:rsidR="00FF6AC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9490C" w:rsidRDefault="0009490C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2257E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حنّ وجذب حسره وزفر زفره شديده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و قلّه يعمّي حلّت مصيبه جديده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57E" w:rsidTr="00F67B84">
        <w:trPr>
          <w:trHeight w:val="350"/>
        </w:trPr>
        <w:tc>
          <w:tcPr>
            <w:tcW w:w="3920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ويّا الرّضا المأمون سواها مكيده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قطّع مهجته و زلزل السّبع العليّه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57E" w:rsidTr="00F67B84">
        <w:trPr>
          <w:trHeight w:val="350"/>
        </w:trPr>
        <w:tc>
          <w:tcPr>
            <w:tcW w:w="3920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مسموم مات ابدار غربه ماحضرتوه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يا ليتكم يَولاد ابو طالب نظرتوه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57E" w:rsidTr="00F67B84">
        <w:trPr>
          <w:trHeight w:val="350"/>
        </w:trPr>
        <w:tc>
          <w:tcPr>
            <w:tcW w:w="3920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وياليت شلتوا جنازته وقبره حفرتوه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مَحْلى الأهل حول النّعش تمشي سويّه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57E" w:rsidTr="00F67B84">
        <w:trPr>
          <w:trHeight w:val="350"/>
        </w:trPr>
        <w:tc>
          <w:tcPr>
            <w:tcW w:w="3920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قلّه العمر كلما امتد كثرت اجراحي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و الدّهر فرّق عزوتي بكل النّواحي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257E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و ظلّيت مثل الطّير متكسّر جناحي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257E" w:rsidRDefault="0032257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257E" w:rsidRDefault="00A906EB" w:rsidP="00F86163">
            <w:pPr>
              <w:pStyle w:val="libPoem"/>
            </w:pPr>
            <w:r>
              <w:rPr>
                <w:rtl/>
              </w:rPr>
              <w:t>شلّي بحياتي ضاقت الدّنيا عليّه</w:t>
            </w:r>
            <w:r w:rsidR="0032257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 الجواد بخبر وفاة أبيه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906EB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أوقفتني وعنّي رحت ورْجعت محزون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مغْبر لونك و الدّمع يجري امْن لعيون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rPr>
          <w:trHeight w:val="350"/>
        </w:trPr>
        <w:tc>
          <w:tcPr>
            <w:tcW w:w="3920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فارقتني و الوجه منّه تسطع انوار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وارجعت وانوارك عليها سافي غبار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rPr>
          <w:trHeight w:val="350"/>
        </w:trPr>
        <w:tc>
          <w:tcPr>
            <w:tcW w:w="3920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قلّه مَتدري يابن امي عليكم اشصار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ما تنظر الجو مظلم ومتزلزل الكون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rPr>
          <w:trHeight w:val="350"/>
        </w:trPr>
        <w:tc>
          <w:tcPr>
            <w:tcW w:w="3920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نصبوا عزاكم والبسوا ثياب المصايب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مات الإمام اللّي ابوادي طوس غايب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rPr>
          <w:trHeight w:val="350"/>
        </w:trPr>
        <w:tc>
          <w:tcPr>
            <w:tcW w:w="3920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جهّزته اُو واريت جسمه بالتّرايب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C91EAD" w:rsidP="00F86163">
            <w:pPr>
              <w:pStyle w:val="libPoem"/>
            </w:pPr>
            <w:r>
              <w:rPr>
                <w:rtl/>
              </w:rPr>
              <w:t>وفارقت طوس ابزلزله والخلق يلعون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جهّزت ابويه وللقبر واريته وجيت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ومْن الأسف دمعي عْلى ذاك القبر صبّيت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لازم الليله بالمدينه يظلم البيت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بالسّم قطّع مهجته الخاين المأمون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لا تلومني قلبي تراهو اتمزّع و ذاب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سور الحما ومقصد الوافد بالثّرى غاب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هاجت احزاني يوم واريته بلتْراب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ويّاك انا احجي والقلب بالهم مغبون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أولاد الخنا من طود عزّي يتّموني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فرّقوا بيني و بين ابويه و ضيّعوني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ولازم عن اوطاني بظلمهُم يطردوني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بْتَشتيتنا وبْسَفك دمنا ما يبالون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هسّا يعود الهضم و التّشتيت ليّه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 افارق اوطان الأهل غصبٍ عليّه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 يجرّعوني بالغصص كاس المنيّه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 تبقى علينا عْيالنا كلهم ينوحون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جور الأعادي ضيّق الدّنيا علينا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ولا يحصل النا نستقل بارض المدينه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06EB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و الكل علينا ممتلي قلبه ضغينه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06EB" w:rsidRDefault="00A906EB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06EB" w:rsidRDefault="00AE7673" w:rsidP="00F86163">
            <w:pPr>
              <w:pStyle w:val="libPoem"/>
            </w:pPr>
            <w:r>
              <w:rPr>
                <w:rtl/>
              </w:rPr>
              <w:t>شبيدي على عز صبح بالتّرب مدفون</w:t>
            </w:r>
            <w:r w:rsidR="00A906E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مع</w:t>
      </w:r>
      <w:r w:rsidR="00E33040">
        <w:rPr>
          <w:rtl/>
        </w:rPr>
        <w:t xml:space="preserve"> </w:t>
      </w:r>
      <w:r>
        <w:rPr>
          <w:rtl/>
        </w:rPr>
        <w:t>طوس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640334" w:rsidTr="00640334">
        <w:trPr>
          <w:trHeight w:val="350"/>
        </w:trPr>
        <w:tc>
          <w:tcPr>
            <w:tcW w:w="4219" w:type="dxa"/>
            <w:shd w:val="clear" w:color="auto" w:fill="auto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يا طوس ضمّيتي بدر من آل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فزتي بقبره وارتفع لج بالملا 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rPr>
          <w:trHeight w:val="350"/>
        </w:trPr>
        <w:tc>
          <w:tcPr>
            <w:tcW w:w="4219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نلتي الفخر ياطوس من بدرٍ أفل بيج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و الخلق من كل النّواحي تعتني ليج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rPr>
          <w:trHeight w:val="350"/>
        </w:trPr>
        <w:tc>
          <w:tcPr>
            <w:tcW w:w="4219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يشابه الوادي المقدّس صار واديج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إِخَلْع النّعل تعظيم الْيُطب الذاك لمكان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rPr>
          <w:trHeight w:val="350"/>
        </w:trPr>
        <w:tc>
          <w:tcPr>
            <w:tcW w:w="4219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يا طوس ضمّيتي المفاخر و الفضايل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640334" w:rsidP="00F86163">
            <w:pPr>
              <w:pStyle w:val="libPoem"/>
            </w:pPr>
            <w:r>
              <w:rPr>
                <w:rtl/>
              </w:rPr>
              <w:t>و بْحُفرتك علم الاواخر و الأوايل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صرتي البدر المصطفى تالي المنازل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بيج اختفى واظلم هوانا ورج لَكوان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قالت ببنْ موسى الفخر كلّه جمعته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وغصبٍ عليّه ابن الرّجس قطّع مهجته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لكن بلا تجهيز جسمه ما تركته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عتبوا على اللّي برضها ظلّوا بلا اجفان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أعشب الوادي و ارتحت يومٍ لَفاني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ولبّيت دعوة سيّدي بس ما دعاني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اتحولت تعظيم لَجْلَه من مكاني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لا روّعت قلبه ولا اتحيّر له حصان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بكربلا سبط النّبي تحيّر حصانه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آمر ابتطنيب الخيم و انزل مكانه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بالغاضريّه اتذبّحت جملة اخوانه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سبعه وعشره من بني عدنان شبّان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شرّف ولا اجتمعت عليه خيل و أعنّه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ولاسيف عندي انسل ولاشرْعَت أسنّه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لا هضمته و لا منعت الماي عنّه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وحسين برض الغاضريّه انذبح عطشان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من عقب موته ما سبيت امخدّراته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مْن الخدر للهتك ما طلعن بناته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شافن بواجي عليه ما شافن شماته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ولاطفل عندي للرّضا ظل فوق تربان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و الغاضريّه جم طفل بيها تعفّر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فوق التّراب وجم بدر بيها تكوّر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640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غارق ابدمّه و جم يتيمه ابحبل تنجر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640334" w:rsidRDefault="004E1EEC" w:rsidP="00F86163">
            <w:pPr>
              <w:pStyle w:val="libPoem"/>
            </w:pPr>
            <w:r>
              <w:rPr>
                <w:rtl/>
              </w:rPr>
              <w:t>بين العدا وجم راس لاح بْراس لسْنان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16" w:name="_Toc21389981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الامام الجواد (ع) }</w:t>
      </w:r>
      <w:bookmarkEnd w:id="16"/>
    </w:p>
    <w:p w:rsidR="00C231C3" w:rsidRDefault="00C231C3" w:rsidP="00F86163">
      <w:pPr>
        <w:pStyle w:val="libCenterBold1"/>
      </w:pPr>
      <w:r>
        <w:rPr>
          <w:rtl/>
        </w:rPr>
        <w:t>إجلائه</w:t>
      </w:r>
      <w:r w:rsidR="00E33040">
        <w:rPr>
          <w:rtl/>
        </w:rPr>
        <w:t xml:space="preserve"> </w:t>
      </w:r>
      <w:r>
        <w:rPr>
          <w:rtl/>
        </w:rPr>
        <w:t>عن المدينة وشهادته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40334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قوّض أبوالهادي ظعونه من المدينه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بغداد قصده و ودّع عياله و بنينه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F67B84">
        <w:trPr>
          <w:trHeight w:val="350"/>
        </w:trPr>
        <w:tc>
          <w:tcPr>
            <w:tcW w:w="3920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ودّع عياله وقبر جدّه ومدمعه يسيل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ومرّغ خدوده عْلَى القبر ويصيح بالويل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F67B84">
        <w:trPr>
          <w:trHeight w:val="350"/>
        </w:trPr>
        <w:tc>
          <w:tcPr>
            <w:tcW w:w="3920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عنّك يَبو ابراهيم لازم قوّه انشيل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دوم الدّهر يا مصطفى جاير علينا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F67B84">
        <w:trPr>
          <w:trHeight w:val="350"/>
        </w:trPr>
        <w:tc>
          <w:tcPr>
            <w:tcW w:w="3920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ودّع الهادي وقال هذا الخلف بعدي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هذا الامام اللّي يشيّد شرع جدّي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F67B84">
        <w:trPr>
          <w:trHeight w:val="350"/>
        </w:trPr>
        <w:tc>
          <w:tcPr>
            <w:tcW w:w="3920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وحده يظل واللي عليه يزيد وجدي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للسّادسه يا حيف ما بلغن سنينه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0334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سافر عن اوطانه ملاذ الهاشميّين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40334" w:rsidRDefault="00640334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40334" w:rsidRDefault="007516FD" w:rsidP="00F86163">
            <w:pPr>
              <w:pStyle w:val="libPoem"/>
            </w:pPr>
            <w:r>
              <w:rPr>
                <w:rtl/>
              </w:rPr>
              <w:t>خلّى المدينه اتموج جنها سفرة حسين</w:t>
            </w:r>
            <w:r w:rsidR="006403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40334" w:rsidRDefault="0064033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72E58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يمشي وعلى راسه يحوّم طاير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مجبور و العدوان قوّه جالبينه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بس ما وصل بغداد عدوانه تباريه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اسهام المنيّه بالسموم اتوجّهت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بالسّم قضى ونالت مطالبها أعاديه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مرمي ثلاث على السّطح مَيقاربونه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مات الطّهر واخفوا على الشّيعه اخباره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 يدرون محّد ينتغر يطلب ابثاره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ظل بالعرا والنّاس كلها في انتظاره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 المسك لَذفر فاح من نسل الأمينه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 نادى لمنادي والخلق فرّت بلا شعور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 بغداد من كثر الصّوايح رادت اتمور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شالوا سريره ابن الرّسول بْلَطُم لصْدور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عِدْ جدّه الكاظم ابضجّه امشيّعينه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شالوا الجنازه وشيعته ضجّت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وفرّت رجاجيل ونسا تصفج الجفّين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راح الجواد و راح سور الهاشميّين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بديار غربه وكل هله ما يحضرونه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والقبر مطروح الجسر جابوا حفيده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خلّوه يمّه و صارت الضّجّه شديده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الهادي إجاه و نزّله بالقبر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اُو وراى أبوه ابحفرته وردّ المدينه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</w:t>
      </w:r>
      <w:r w:rsidR="00E33040">
        <w:rPr>
          <w:rtl/>
        </w:rPr>
        <w:t xml:space="preserve"> </w:t>
      </w:r>
      <w:r w:rsidR="00640334">
        <w:rPr>
          <w:rtl/>
        </w:rPr>
        <w:t>الهادي على أبيه الجواد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72E58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ذوّبت يَبْن المصطفى قلبي من ابجاك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هَلخبر لَقشر يا ضيا عيني متى جاك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يمتى لفى لك هالخبر يبن الميامين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هيّجت حزني ومن كلامك هملت العين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و انجان صح هالخبر يا نور لمسلمين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تحزن الشّيعه بالمدينه و تفرح اعداك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بسّك يَعقلي من البجا ذوّبت لقلوب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D0696E" w:rsidP="00F86163">
            <w:pPr>
              <w:pStyle w:val="libPoem"/>
            </w:pPr>
            <w:r>
              <w:rPr>
                <w:rtl/>
              </w:rPr>
              <w:t>شوف لَطفال تنوح منها الدّمع مصبوب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قلّه شلون اسكت وقلبي ابنار ملهوب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وَسْفَه يَبويه تموت واحنا ماحضرناك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وقت لمعالج من حضر يمّك يباريك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ومن غمّض عيونك يَبويه واسبل ايديك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عدوان كلهم ما تحن قلوبها عليك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بسموم فتّوا مهجتك و احنا انترجّاك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حن لمعلّم و الدّمع يجري بلخدود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 يصيح يبن ايمامنا يا سر لوجود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بطِّل حنينك لا تحن ذوّبت لجبود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لا يرتفع صوتك ترى ترتج لَفلاك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وانتو يهل هالبيت مظلومين كلكم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دون الملا مْن رجالكم خالي وطنكم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2E58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ماشوف واحد موت عينه مات منكم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72E58" w:rsidRDefault="00BD7B66" w:rsidP="00F86163">
            <w:pPr>
              <w:pStyle w:val="libPoem"/>
            </w:pPr>
            <w:r>
              <w:rPr>
                <w:rtl/>
              </w:rPr>
              <w:t>وَسْفَه على بدرٍ تكوّر واختفى هناك</w:t>
            </w:r>
            <w:r w:rsidR="00472E5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بقاء جثته على السطح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72E58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حجّة الباري عْلَى السّطح ياخلق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72E58" w:rsidRDefault="00472E58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72E58" w:rsidRDefault="00472E58" w:rsidP="00F86163">
            <w:pPr>
              <w:pStyle w:val="libPoem"/>
            </w:pPr>
            <w:r>
              <w:rPr>
                <w:rtl/>
              </w:rPr>
              <w:t>بالشّمس مرمي والمسك من جسمه يفوح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40334" w:rsidRDefault="0064033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D5363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7D5363" w:rsidRDefault="007D5363" w:rsidP="00F86163">
            <w:pPr>
              <w:pStyle w:val="libPoem"/>
            </w:pPr>
            <w:r>
              <w:rPr>
                <w:rtl/>
              </w:rPr>
              <w:t>سمّه الطاغي و قطّعت جبده اسمومه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D5363" w:rsidRDefault="007D5363" w:rsidP="00F86163">
            <w:pPr>
              <w:pStyle w:val="libPoem"/>
            </w:pPr>
            <w:r>
              <w:rPr>
                <w:rtl/>
              </w:rPr>
              <w:t>و عْلَى اليريد اتساعده ذيج المشومه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7D5363" w:rsidP="00F86163">
            <w:pPr>
              <w:pStyle w:val="libPoem"/>
            </w:pPr>
            <w:r>
              <w:rPr>
                <w:rtl/>
              </w:rPr>
              <w:t>نازح الدّار ابعيد عن عزوته و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7D5363" w:rsidP="00F86163">
            <w:pPr>
              <w:pStyle w:val="libPoem"/>
            </w:pPr>
            <w:r>
              <w:rPr>
                <w:rtl/>
              </w:rPr>
              <w:t>وقلبه من افراق الأهل والسّم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7D5363" w:rsidP="00F86163">
            <w:pPr>
              <w:pStyle w:val="libPoem"/>
            </w:pPr>
            <w:r>
              <w:rPr>
                <w:rtl/>
              </w:rPr>
              <w:t>يا غيرة الله مهجة الزّهرا وحشاها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من غير سايه السّم تجرّع من اعداها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قوّض و بنت الطّاغيه نالت مناها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ومحّد حضرله ويل قلبي بطلعة الرّوح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فوق السّطح يومين والثّالث بلا مهاد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مطروح ابو الهادي وطِيبه غمر بغداد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ظل بالشّمس وين العشيره اُو وين لمجاد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وين الذي لَرْض المدينه ابْهمّته يروح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يوصل القبر المصطفى ويسجب العبره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A038A7" w:rsidP="00F86163">
            <w:pPr>
              <w:pStyle w:val="libPoem"/>
            </w:pPr>
            <w:r>
              <w:rPr>
                <w:rtl/>
              </w:rPr>
              <w:t>وينعى الجواد ويكت دمعه فوق قبره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وينتحب ويعرّج على روضة الزّهرا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ايقلها يَزَهرا مهجتج بالشّمس مطروح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الله يَزهرا جم جنازه من بنينج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تبقى بلا اموارى و شفتيها ابعينج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 السبب كلّه مْن الذي سقّط جنينج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وَرّث علينا الهضم والحسرات والنّوح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فوق السّطح واحد ثلثتيّام خلّوه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اُو واحد على حماميل فوق الجسرجابوه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 امّا طريح الغاضريّه بخيل داسوه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وجم ولد يم حسين بارض الطف مذبوح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الله يَزَهرا اشحلّت ابقلبج مصايب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اشْسوَّت فجايع هالدّهر بَشبال غالب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وامّا المصيبه اللّي تخلّي القلب ذايب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سبي الحرم والرّوس فوق ارماحها تلوح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17" w:name="_Toc21389982"/>
      <w:r>
        <w:rPr>
          <w:rtl/>
        </w:rPr>
        <w:t>{ في رثاء مولانا علي الهادي (ع) }</w:t>
      </w:r>
      <w:bookmarkEnd w:id="17"/>
    </w:p>
    <w:p w:rsidR="00C231C3" w:rsidRDefault="00C231C3" w:rsidP="00F86163">
      <w:pPr>
        <w:pStyle w:val="libCenterBold1"/>
      </w:pPr>
      <w:r>
        <w:rPr>
          <w:rtl/>
        </w:rPr>
        <w:t>رحيله (ع) من المدينة إلى بغداد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D5363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مْن ارض المدينه سافر الهادي بلبنين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 محّد بقى مْن اولاد حيدر بالحجازين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سافر بَهل بيته و بقت طيبه خليّه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ودّع قبر جدّه و عبراته جريّه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وبن هرثمه يقلّه يبن خير البريّه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عجّل يقلّه اتوخّر النا بعد يومين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راح القبر جدّه مثل ما راح جدّه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تمرّغ على قبره وصب الدّمع عنده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إيقلّه يجدّي ما بعد هالسّفر رَدّه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ماشي بهل بيتي يَجدّي والنّساوين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أصبح و نادى بالرّحيل مْن المدينه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ودّع قبور الاهل و الزّهرا الحزينه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 صاحت النّاس اوداعة الله يا ولينا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هاي اليتامى والارامل تلتجي وين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بالدّرب جم برهان سوّى وشافت النّاس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ذل العدا وخلّى الموالي رافع الرّاس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D5363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أشجار وانهار اسأل اللّي رجع للكاس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D5363" w:rsidRDefault="007D53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D5363" w:rsidRDefault="001B46E0" w:rsidP="00F86163">
            <w:pPr>
              <w:pStyle w:val="libPoem"/>
            </w:pPr>
            <w:r>
              <w:rPr>
                <w:rtl/>
              </w:rPr>
              <w:t>وبْكل وكت يبدي المعاجز و البراهين</w:t>
            </w:r>
            <w:r w:rsidR="007D53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40334" w:rsidRDefault="00640334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644F2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بغداد طب و خاليه ظلّت ربوعه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وفزعت أهاليها النظر وجهه سريعه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rPr>
          <w:trHeight w:val="350"/>
        </w:trPr>
        <w:tc>
          <w:tcPr>
            <w:tcW w:w="3920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و لَرْض المدينه ابعيلته اتعذّر رجوعه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وسافر الْسامرّا ونزلها عمدة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rPr>
          <w:trHeight w:val="350"/>
        </w:trPr>
        <w:tc>
          <w:tcPr>
            <w:tcW w:w="3920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بس ما نزلها شيعته عنّه امنعوها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و جاروا عليه و مهجته ابسم قطّعوها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rPr>
          <w:trHeight w:val="350"/>
        </w:trPr>
        <w:tc>
          <w:tcPr>
            <w:tcW w:w="3920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حتّى قضا وملّة الهادي ضيّعوها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C644F2" w:rsidP="00F86163">
            <w:pPr>
              <w:pStyle w:val="libPoem"/>
            </w:pPr>
            <w:r>
              <w:rPr>
                <w:rtl/>
              </w:rPr>
              <w:t>بديار غربه وعزوته كلهم بعيدين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rPr>
          <w:trHeight w:val="350"/>
        </w:trPr>
        <w:tc>
          <w:tcPr>
            <w:tcW w:w="3920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و ابنه محمَّد في بلد قاضي نحيبه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ومن بعدهم ظلّت ابوحشه بْلاد طيبه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و محّد بقى بيها من العتره النّجيبه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وبديارهم يا حيف ينعب طاير البين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اجتمعت عليه بس مانزل بيها اهمومه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دايم حزين وجرّعه الطّاغي سمومه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وعْلَى الطّهر صار اعظم الايّام يومه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644F2" w:rsidRDefault="002C2C79" w:rsidP="00F86163">
            <w:pPr>
              <w:pStyle w:val="libPoem"/>
            </w:pPr>
            <w:r>
              <w:rPr>
                <w:rtl/>
              </w:rPr>
              <w:t>جهّز أبوه و غسّله بمدامع العين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وفاته</w:t>
      </w:r>
      <w:r w:rsidR="00E33040">
        <w:rPr>
          <w:rtl/>
        </w:rPr>
        <w:t xml:space="preserve"> </w:t>
      </w:r>
      <w:r>
        <w:rPr>
          <w:rtl/>
        </w:rPr>
        <w:t>وتجهيزه ودفنه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644F2" w:rsidTr="00C644F2">
        <w:trPr>
          <w:trHeight w:val="350"/>
        </w:trPr>
        <w:tc>
          <w:tcPr>
            <w:tcW w:w="4219" w:type="dxa"/>
            <w:shd w:val="clear" w:color="auto" w:fill="auto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بنت الجواد اصبحت مفجوعه وحزينه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تنظر الهادي يلوج فاجعها ونينه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تقلّه يهادي يا شبه جدّك الهادي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لا تجذب الونّه ترى ذايب افّادي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فتِّح اعيونك نغّصت شربي و زادي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 سهرت عيني و العدو قرّت اعيونه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بديار غربه يالولي اتقضّت ايّامك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وتموت ماواحد حضر لك من اعمامك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جاير علينا يا دهر دايم اعلامك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من دون كل الخلق جرمه ما جنينا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سم البقلبك يا عزيزي فت قلبي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بعدك يوالينا عسى ما شوف دربي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ما ينقضي نوحي على مْصابك و نحبي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تقضي بغربه وموحشه تبقى المدينه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غمّض عيونه و مات بديارٍ غريبه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 الحسن هاجت حسرته و عالي نحيبه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وسجّاه بالحجره وطلع مشقوق جيبه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 تجري ادموعه و يصفج اشماله بيمينه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 بيده الطّاهر غسّله و القلب صادي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FA7E1F" w:rsidP="00F86163">
            <w:pPr>
              <w:pStyle w:val="libPoem"/>
            </w:pPr>
            <w:r>
              <w:rPr>
                <w:rtl/>
              </w:rPr>
              <w:t>و بالجفن لفّه و بالنّعش خلّوا الهادي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و ضجّت اعياله بالبجا و صاح لمنادي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يَلغرب قوموا شيّعوا اجنازة ولينا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شيلوا الهادي يالغرب ما عنده احباب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امْبعّد عن اهله وعن الشّيعه ابّلدة اجناب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شبل الحسن تجري ادموعه والقلب ذاب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اينادي مصابك كرّر الوحشه علينا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للقبر جابه و نزّله والدّمع هامي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وحبّه وصاح وداعة الله بقلب دامي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و ين الذي يوصّل بني هاشم عمامي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يخبرهم بفعل العدا والدّهر بينا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و الله يَبويه موحشه الدّنيا عليّه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بديار غربه اتجرع احتوف المنيّه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4F2" w:rsidTr="00C644F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بلِّغ سلامي المصطفى خير البريّه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644F2" w:rsidRDefault="00C644F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644F2" w:rsidRDefault="00E051F0" w:rsidP="00F86163">
            <w:pPr>
              <w:pStyle w:val="libPoem"/>
            </w:pPr>
            <w:r>
              <w:rPr>
                <w:rtl/>
              </w:rPr>
              <w:t>وقلّه ترى احنا بالهضم بعدك بقينا</w:t>
            </w:r>
            <w:r w:rsidR="00C644F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Heading2Center"/>
      </w:pPr>
      <w:bookmarkStart w:id="18" w:name="_Toc21389983"/>
      <w:r>
        <w:rPr>
          <w:rtl/>
        </w:rPr>
        <w:t>{ في رثاء مولانا الحسن العسكري (ع) }</w:t>
      </w:r>
      <w:bookmarkEnd w:id="18"/>
    </w:p>
    <w:p w:rsidR="00C231C3" w:rsidRDefault="00C231C3" w:rsidP="00F86163">
      <w:pPr>
        <w:pStyle w:val="libCenterBold1"/>
      </w:pPr>
      <w:r>
        <w:rPr>
          <w:rtl/>
        </w:rPr>
        <w:t>وفاته (ع) وتجهيزه ودفنه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A67C0" w:rsidTr="003A67C0">
        <w:trPr>
          <w:trHeight w:val="350"/>
        </w:trPr>
        <w:tc>
          <w:tcPr>
            <w:tcW w:w="4219" w:type="dxa"/>
            <w:shd w:val="clear" w:color="auto" w:fill="auto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شمّامة الهادي الحسن يجذب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فوق الفرش و سموم خصمه مرّدنّه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ابنفسه يجود و ذاب قلبه ابحر لسموم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واولاد ابو طالب عليه قلوبها 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هذا يجر ونّه وهذا الدّمع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وامّا الاجانب غدت في حنّه ورنّه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كهف الأرامل و اليتامى والمساكين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كلها عليه اتنوح ظلّت مالها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بعدك يَبو محمَّد ترى متيتّم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حامي حماه ابهالمرض شيّال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اصفرَّت الوانه و ونّته صارت قصيره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ماله قرابه و عيلته صارت ابحيره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وسفه برض غربه يموت بلا 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ما بين اعادي دين ما عدْهم محنّه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غمّض العين ومدّد ايده وغابت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اتْزلزلت بس مات سامرّا من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وصاحب الغيبه مْن المصيبه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ونّات ابوه اشْعبن قلبه و جَرحنّه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باشر ابتَغسيله ابو صالح و سجّاه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بالمغتسل بيده حما الاسلام خلّاه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وجفّنه وفوق النّعش حطّه وصاح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اتشفّت يبويه اقلوبها العدوان منّا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يا بوي إلي تالي الزّمن نهضه و غارات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استاصل العدوان و استوفي الثّارات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من يوم حيدر والضّلع و الغاضريّات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والجسر و اللي شتّتونا عن وطنّا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الشيعته جابه للمْصلّى وحطّه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عمّه طلع حافي بلصفوف ايْتخطّى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يظن الامر هذا على الشّيعه ايتغطّى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لن الامام ايجذبه و ينحّيه 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 صلّى عليه و قرّت عيون الموالين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وشاله على إيده ولحّده وهل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3A67C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وقبّل جبينه وصاح يا شبل الميامين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A67C0" w:rsidRDefault="003A67C0" w:rsidP="00F86163">
            <w:pPr>
              <w:pStyle w:val="libPoem"/>
            </w:pPr>
            <w:r>
              <w:rPr>
                <w:rtl/>
              </w:rPr>
              <w:t>ودّعتك الله وظل عليه يجذب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19" w:name="_Toc21389984"/>
      <w:r>
        <w:rPr>
          <w:rtl/>
        </w:rPr>
        <w:t>{ في جور بني أمية }</w:t>
      </w:r>
      <w:bookmarkEnd w:id="19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A67C0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شتقول يا صاحب الفكره والرّويه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فعلة بني العبّاس أعظم لو أميّه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F67B84">
        <w:trPr>
          <w:trHeight w:val="350"/>
        </w:trPr>
        <w:tc>
          <w:tcPr>
            <w:tcW w:w="3920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فعلة بني اميّه ابتداها يوم صفِّين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دارت رحاها وطحنَت اعيان المسلمين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F67B84">
        <w:trPr>
          <w:trHeight w:val="350"/>
        </w:trPr>
        <w:tc>
          <w:tcPr>
            <w:tcW w:w="3920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وطلعت خوارج دين واغتالت ابوحسين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وظل ابن ابوسفيان يلعب بالرّعيّه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F67B84">
        <w:trPr>
          <w:trHeight w:val="350"/>
        </w:trPr>
        <w:tc>
          <w:tcPr>
            <w:tcW w:w="3920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سب و شتم فوق المنابر صبَح سنّه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و كل الضّغاين و البلا اتولّدت منّه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67C0" w:rsidTr="00F67B84">
        <w:trPr>
          <w:trHeight w:val="350"/>
        </w:trPr>
        <w:tc>
          <w:tcPr>
            <w:tcW w:w="3920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تغزي سمومه وللهضايم غدت رنّه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A67C0" w:rsidRDefault="003A67C0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A67C0" w:rsidRDefault="002272C9" w:rsidP="00F86163">
            <w:pPr>
              <w:pStyle w:val="libPoem"/>
            </w:pPr>
            <w:r>
              <w:rPr>
                <w:rtl/>
              </w:rPr>
              <w:t>و ارماح ترفع روس تتودّى هديّه</w:t>
            </w:r>
            <w:r w:rsidR="003A67C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A67C0" w:rsidRDefault="003A67C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0193F" w:rsidTr="0030193F">
        <w:trPr>
          <w:trHeight w:val="350"/>
        </w:trPr>
        <w:tc>
          <w:tcPr>
            <w:tcW w:w="4219" w:type="dxa"/>
            <w:shd w:val="clear" w:color="auto" w:fill="auto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راحوا عداوه يدفنون ارجال حيّين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ذبحوا و سجنوا وين لمروّه 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واطفال ذبحوهم بلا مطلب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باليمَن و النّسوه بنظرهم خارجيّه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وباعوا النّساء المسلمات ابوسط لَسواق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يايوم كشف السّاق عند املاحظ السّاق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عدّة مذابح قاست الشّيعه بلعراق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زياد و ابن ارطاة ما بقّوا بقيّه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وتالي على سم الحسن كلها اتّعازى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آل الطّليق اتحزّبوا ساعة جهازه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ومروان تدري بْجَم سهم صاب الجنازه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قلبه ايتلظّى امْن لَضغان الداخليّه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وكل الرّزايا و المصايب يوم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جم أرمله ظلّت سترها راح 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وكل حادث اليجري بْدهرنا ايصير موصوف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30193F" w:rsidP="00F86163">
            <w:pPr>
              <w:pStyle w:val="libPoem"/>
            </w:pPr>
            <w:r>
              <w:rPr>
                <w:rtl/>
              </w:rPr>
              <w:t>و لا ينوصف خطبٍ جرى بالغاضريّه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هذا مصاب حسين لا تطلب تفاصيل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ما ينوصف حال الأسارى والمجاتيل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لو ضجّة الأيتام لو نوح المداليل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 اجساد بالرّمضا و روس ابْسَمهريّه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واسأل الكعبه و المدينه بالّذي جان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من حيّة الرّقطا اللعينه آل سفيان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 عرّج على كهف المظالم آل مروان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تلقى مجازر كل صباح وكل مسيّه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توصف اطفال الذبّحوها بغير سايه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تذكر حراير باليسر ركبت عرايا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 السّوط لمتون الحرم مو للمطايا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وميدان مطروحه الجثث للأعوجيّه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السجّاد جم قاسى ومن بعده سليله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 ابن الوزَغ يشفي بإهانتهم غليله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 دس الهم اسمومه و قضوا بالسّم غيله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وزيد وشبل زيد اشعظمها من رزيّه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هذي إشاره من فضايع آل سفيان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تلويح لقرود المنابر نسل مروان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30193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حط النّقاط عْلَى الحروف اتزيد تبيان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193F" w:rsidRDefault="006259DA" w:rsidP="00F86163">
            <w:pPr>
              <w:pStyle w:val="libPoem"/>
            </w:pPr>
            <w:r>
              <w:rPr>
                <w:rtl/>
              </w:rPr>
              <w:t>اتشوف المصايب جايّه من قبل اميّه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20" w:name="_Toc21389985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في جور بني العبّاس }</w:t>
      </w:r>
      <w:bookmarkEnd w:id="20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0193F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ياللي تعدّد باختصار افعال اميّه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أذكر بني العبّاس واحكم بالقضيّه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F67B84">
        <w:trPr>
          <w:trHeight w:val="350"/>
        </w:trPr>
        <w:tc>
          <w:tcPr>
            <w:tcW w:w="3920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هذي بنو العبّاس جانوا مطمئنّين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كلهم يدٍ وحده وذراري الحسن وحسين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F67B84">
        <w:trPr>
          <w:trHeight w:val="350"/>
        </w:trPr>
        <w:tc>
          <w:tcPr>
            <w:tcW w:w="3920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وملكوا الامّه واصبحوا كلهم فراعين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وحطّوا النّبال عْلَى السّلاله الفاطميّه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F67B84">
        <w:trPr>
          <w:trHeight w:val="350"/>
        </w:trPr>
        <w:tc>
          <w:tcPr>
            <w:tcW w:w="3920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لو ردت تفهم وين باب الظّلم والجور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بس عقّب السفّاح و اتمايز المنصور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193F" w:rsidTr="00F67B84">
        <w:trPr>
          <w:trHeight w:val="350"/>
        </w:trPr>
        <w:tc>
          <w:tcPr>
            <w:tcW w:w="3920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شوف اشْعمل بال الحسن وشْ هدم من دور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0193F" w:rsidRDefault="0030193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0193F" w:rsidRDefault="0001153A" w:rsidP="00F86163">
            <w:pPr>
              <w:pStyle w:val="libPoem"/>
            </w:pPr>
            <w:r>
              <w:rPr>
                <w:rtl/>
              </w:rPr>
              <w:t>و الما هدم من دورهم ظلّت خليّه</w:t>
            </w:r>
            <w:r w:rsidR="003019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A67C0" w:rsidRDefault="003A67C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97112D" w:rsidTr="0097112D">
        <w:trPr>
          <w:trHeight w:val="350"/>
        </w:trPr>
        <w:tc>
          <w:tcPr>
            <w:tcW w:w="4219" w:type="dxa"/>
            <w:shd w:val="clear" w:color="auto" w:fill="auto"/>
          </w:tcPr>
          <w:p w:rsidR="0097112D" w:rsidRDefault="0097112D" w:rsidP="00F86163">
            <w:pPr>
              <w:pStyle w:val="libPoem"/>
            </w:pPr>
            <w:r>
              <w:rPr>
                <w:rtl/>
              </w:rPr>
              <w:t>جم طالبي لاقى المنيّه في قيوده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واللي هْدموا عليه السّجن وهوَ بسجوده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الهام ما هو مرتجي للبيت عوده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يخاف ما ينتسب للزّهرا الزجيّه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اللي ابْفَخ اتعفّروا محّد دفنهم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اسأل يخبرك واضح التّاريخ عنهم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خلّوا ملايكة السّما تبجي لَجلهم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ظلّوا ابْغَبرا و روس فوق السّمهريّه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جم شيّدوا بالعاصمه بغداد بنيان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بنيانها اتشيَّد على هامات و ابدان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سادات كلها شيوخ وكهولٍ وشبّان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وشْجَم هجوم اعْلَى البيوت الفاطميّه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باب الحوايج بالسّجن يسحب اقياده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خوف المنايا و السّجن فرّت اولاده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وبالسّم جَرَع مثل الأبو كاس الشّهاده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والسّيف والسّم يشتغل صبح ومسيّه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وخلّوا الصّوايح والنّياحه ليل وانهار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وذيج المنازل بس حرم واطفال لزغار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بالبرّ هاموا ما بقى بالدّار ديّار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ما جرت هذي بلَفعال الامويّه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لكن سبي النسوة يسارى ابكل لَمصار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وذيج لَطفال الظّاميه لاجرى ولاصار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خيام ممليّه حرم تنضرم بالنّار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والاصل كلّه مْن الاسباب الاوليّه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فعلة بني العبّاس ما اكثرها فجايع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أفنوا ذراري المصطفى والعدد ضايع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وآل الطّليق افعالهم كلها شنايع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سبي النّسا و ذبح لَطفال ابلا جنيّه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رض لَجساد عْلَى الثّرى وتكسير لَسنان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 وقفَة مصونات الرّساله بوسط ديوان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112D" w:rsidTr="009711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ويزيد من سكر الخمر والنّصر نشوان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7112D" w:rsidRDefault="0097112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7112D" w:rsidRDefault="00C135D2" w:rsidP="00F86163">
            <w:pPr>
              <w:pStyle w:val="libPoem"/>
            </w:pPr>
            <w:r>
              <w:rPr>
                <w:rtl/>
              </w:rPr>
              <w:t>هذي ثمرها شجرة الخبث الرّديّه</w:t>
            </w:r>
            <w:r w:rsidR="0097112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Heading2Center"/>
      </w:pPr>
      <w:bookmarkStart w:id="21" w:name="_Toc21389986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إستنهاض الحجّة }</w:t>
      </w:r>
      <w:bookmarkEnd w:id="21"/>
    </w:p>
    <w:p w:rsidR="00C231C3" w:rsidRDefault="00C231C3" w:rsidP="00F86163">
      <w:pPr>
        <w:pStyle w:val="libCenterBold1"/>
      </w:pPr>
      <w:r>
        <w:rPr>
          <w:rtl/>
        </w:rPr>
        <w:t>تمني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944BBF" w:rsidTr="00944BBF">
        <w:trPr>
          <w:trHeight w:val="350"/>
        </w:trPr>
        <w:tc>
          <w:tcPr>
            <w:tcW w:w="4219" w:type="dxa"/>
            <w:shd w:val="clear" w:color="auto" w:fill="auto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يمتى يشع اعْلَى العوالم نور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ويمحي الظّلم والجور نور الله وحبيبه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rPr>
          <w:trHeight w:val="350"/>
        </w:trPr>
        <w:tc>
          <w:tcPr>
            <w:tcW w:w="4219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عجّل يَسيف الله اُويا ركن الدّيانه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جار الدّهر و استولت علينا اعدانه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rPr>
          <w:trHeight w:val="350"/>
        </w:trPr>
        <w:tc>
          <w:tcPr>
            <w:tcW w:w="4219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جم دوب تغضي الضّيم يَمْشكَّر علانا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عجّل يغوث الموزمه طالت الغيبه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rPr>
          <w:trHeight w:val="350"/>
        </w:trPr>
        <w:tc>
          <w:tcPr>
            <w:tcW w:w="4219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طالت الغيبه والحشا منّا اشتعل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جنّك مَتدري اشصار يومٍ طبّوا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rPr>
          <w:trHeight w:val="350"/>
        </w:trPr>
        <w:tc>
          <w:tcPr>
            <w:tcW w:w="4219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حرقوا وضربوا واسقطوا وانبتوا مسمار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ولطمة العين اعظم يبوصالح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ماتت نحيله عقب ما كسروا ضلعها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944BBF" w:rsidP="00F86163">
            <w:pPr>
              <w:pStyle w:val="libPoem"/>
            </w:pPr>
            <w:r>
              <w:rPr>
                <w:rtl/>
              </w:rPr>
              <w:t>وانغدر حقها ومن فدك لوّل منعها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نخّت و خطبت بيهم و محّد سمعها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متمرمره وطلعت من الدّنيا كئيبه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بكل الجرا تدري شعدّد من مصايب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من غصب حيدر للطفوف ام النّوايب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و الشّيعي قلبه ابحزن متقطّع و ذايب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يجذب الحسره ويهتف ومحّد يجيبه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تنسى يَبوصالح ابوك حسين من طاح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راسه انقطع و تلاقفوه ابزان و ارماح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و هجموا على خيامه الأعادي و بن سعد صاح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هجموا على حريمه انذبح ليث الحريبه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وانهض ترا حرقوا خيمكم والظّعن شال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7E181D" w:rsidP="00F86163">
            <w:pPr>
              <w:pStyle w:val="libPoem"/>
            </w:pPr>
            <w:r>
              <w:rPr>
                <w:rtl/>
              </w:rPr>
              <w:t>للشّام بالنّسوه وظل جدّك على رمال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رمِّل يبو صالح نساهم و انهب المال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واسبِ الحرم زينب ترى راحت سليبه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زَلْزَل الكوفه وكربلا وانسِف الشّامات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وانشد عن الوقفت ابدروازة السّاعات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وقل للفرات حسين يمّك بالعطش مات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مايك لخلّيه ابد ما يجري صبيبه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 انشد هل الشّامات علّلي شهّروها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 بْوَسط مجلس باليتَامى وقّفوها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944BB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يعرفون جدها وياهي امها ومن أبوها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944BBF" w:rsidRDefault="00587BF3" w:rsidP="00F86163">
            <w:pPr>
              <w:pStyle w:val="libPoem"/>
            </w:pPr>
            <w:r>
              <w:rPr>
                <w:rtl/>
              </w:rPr>
              <w:t>وياهُم اخوتها ومن إهِي وتوقف غريبه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كذلك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44BBF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يا حجّة الله غيبتك صارت بطيّه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عجّل علانا الجور يا شمس المضيّه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F67B84">
        <w:trPr>
          <w:trHeight w:val="350"/>
        </w:trPr>
        <w:tc>
          <w:tcPr>
            <w:tcW w:w="3920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يمتى على العالم يشع من غرّتك نور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بيه العدل تنشر وتطوي الظّلم والجور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F67B84">
        <w:trPr>
          <w:trHeight w:val="350"/>
        </w:trPr>
        <w:tc>
          <w:tcPr>
            <w:tcW w:w="3920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مْن السّامري والعجل من جزله المسعور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الصّخره الاساسيّه الدهت كل البريّه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44BBF" w:rsidTr="00F67B84">
        <w:trPr>
          <w:trHeight w:val="350"/>
        </w:trPr>
        <w:tc>
          <w:tcPr>
            <w:tcW w:w="3920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ياطالب الثّارات دنهض جم إلك ثار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44BBF" w:rsidRDefault="00944BB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44BBF" w:rsidRDefault="0024775F" w:rsidP="00F86163">
            <w:pPr>
              <w:pStyle w:val="libPoem"/>
            </w:pPr>
            <w:r>
              <w:rPr>
                <w:rtl/>
              </w:rPr>
              <w:t>من يوم حيدر والحبل والضّلع والنّار</w:t>
            </w:r>
            <w:r w:rsidR="00944BB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44BBF" w:rsidRDefault="00944B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C4C35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والضّربة اللّي عمّمت هامة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ومن دم راسه اختضبت الشّيبه البهيّه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ويلاه ياهضم الحسن ومصاب سمّه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بن هند غاله و فاتت الاعدا ابدمّه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يَمْ قبر جدّه سْهامهم نشبت ابجسمه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امصيبه و يهوّنها مصاب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أعجز شعدّد من مصايب يوم 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جم طفل بيها وجم شباب انذبح ملهوف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ياما انقطعت روس بيها وطارت اجفوف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و ياما اجسادٍ رضّضتها الاعوجيّه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منعوا علىحسين الورد وانذبح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AC4C35" w:rsidP="00F86163">
            <w:pPr>
              <w:pStyle w:val="libPoem"/>
            </w:pPr>
            <w:r>
              <w:rPr>
                <w:rtl/>
              </w:rPr>
              <w:t>وظلّت الخيل اتجول فوق اعضاه 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والهضم يبن العسكري ضيعة النّسوان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 اطفالها الرضعت من اسهام المنيّه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وجدّك علي السجّاد بعد اليسر والذّل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يقضي العمر ليله و نهاره دمعه ايهل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مَيشوف غير ايتام تتضوّر و تعول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وينظر منازل كل هله منهم خليّه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 يقضي ابسمّه و بعده الباقر تباريه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بالضّيم وانواع البلايا عيون اعاديه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عرفت بنو مروان اصلها وجارت عْليه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1D6591" w:rsidP="00F86163">
            <w:pPr>
              <w:pStyle w:val="libPoem"/>
            </w:pPr>
            <w:r>
              <w:rPr>
                <w:rtl/>
              </w:rPr>
              <w:t>وذاك السّرج سبّب له اسباب المنيّه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تعديد</w:t>
      </w:r>
      <w:r w:rsidR="00E33040">
        <w:rPr>
          <w:rtl/>
        </w:rPr>
        <w:t xml:space="preserve"> </w:t>
      </w:r>
      <w:r>
        <w:rPr>
          <w:rtl/>
        </w:rPr>
        <w:t>المصائب للامام الغائب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C4C35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يا صاحب الغيبه شعدّد من رزيّه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من هالمصايب والشّرح يصعب عليّه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أذكر الصّادق والذي قاسى من اهموم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من طاغية مروان ومْن اولاد لعموم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ومن عقب ماوضّح المذهب مات مسموم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واذكر جسر بغداد والحاله الشّجيّه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من هالذي جابوه و بْرجليه لقيود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مرمي ثلثتيّام فوق الجسر ممدود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rPr>
          <w:trHeight w:val="350"/>
        </w:trPr>
        <w:tc>
          <w:tcPr>
            <w:tcW w:w="3920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حتّى النّصارى استنكرت منّه و ليهود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14088" w:rsidP="00F86163">
            <w:pPr>
              <w:pStyle w:val="libPoem"/>
            </w:pPr>
            <w:r>
              <w:rPr>
                <w:rtl/>
              </w:rPr>
              <w:t>ينادون هالميّت إمام الرّافضيّه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ياصاحب الغيبه دريت ويا الرّضا اشْصار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المامون مثله ما جرى بالزّمن غدّار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عاهد وخان العهد واردى شبل لَطهار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غيله ابسمّه ولا رعى ربّه و نبيّه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و امّا الجواد ايصدّع الجلمد مصابه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9841F7" w:rsidP="00F86163">
            <w:pPr>
              <w:pStyle w:val="libPoem"/>
            </w:pPr>
            <w:r>
              <w:rPr>
                <w:rtl/>
              </w:rPr>
              <w:t>فوق السّطح مطروح نائي عن احبابه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عجّل عليه الطّاغي ابْغاية شبابه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بدْيار غربه جرّعه احتوف المنيّه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واجلوا الهادي مْن المدينه واوحش الدّار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سافر ولا من هالسّلاله ترك ديّار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ظلّت منازلهم عليها سافي اغبار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بيها نعيب البوم كل صبح ومسيّه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ودّوه سامرا و بيها صار محصور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منعوا ولا واحد يجي ايسلّم ولا يزور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والشّمس ما يقدر أحد يخفي لها نور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سمّه الطّاغي وغابت الشّمس المضيّه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4C35" w:rsidTr="00F67B8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وعاينت ابوك العسكري اشْكابد من اهموم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4C35" w:rsidRDefault="00AC4C3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4C35" w:rsidRDefault="00B9760C" w:rsidP="00F86163">
            <w:pPr>
              <w:pStyle w:val="libPoem"/>
            </w:pPr>
            <w:r>
              <w:rPr>
                <w:rtl/>
              </w:rPr>
              <w:t>من جور عدوانه وتالي مات مسموم</w:t>
            </w:r>
            <w:r w:rsidR="00AC4C3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44BBF" w:rsidRDefault="00944B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11D" w:rsidTr="00F67B84">
        <w:trPr>
          <w:trHeight w:val="350"/>
        </w:trPr>
        <w:tc>
          <w:tcPr>
            <w:tcW w:w="3920" w:type="dxa"/>
            <w:shd w:val="clear" w:color="auto" w:fill="auto"/>
          </w:tcPr>
          <w:p w:rsidR="00A7011D" w:rsidRDefault="00A7011D" w:rsidP="00F86163">
            <w:pPr>
              <w:pStyle w:val="libPoem"/>
            </w:pPr>
            <w:r>
              <w:rPr>
                <w:rtl/>
              </w:rPr>
              <w:t>واللي يواليكم من الاجيال مهضوم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11D" w:rsidRDefault="00A7011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11D" w:rsidRDefault="00A7011D" w:rsidP="00F86163">
            <w:pPr>
              <w:pStyle w:val="libPoem"/>
            </w:pPr>
            <w:r>
              <w:rPr>
                <w:rtl/>
              </w:rPr>
              <w:t>مكسور قلبه و ينتظر منّك 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CenterBold1"/>
        <w:rPr>
          <w:rtl/>
        </w:rPr>
      </w:pPr>
      <w:r>
        <w:rPr>
          <w:rtl/>
        </w:rPr>
        <w:t>وهو بحر طويل يوازن فاعلات ( أربع مرَّات ) تعاطاه</w:t>
      </w:r>
    </w:p>
    <w:p w:rsidR="009A695A" w:rsidRDefault="00C231C3" w:rsidP="00F86163">
      <w:pPr>
        <w:pStyle w:val="libCenterBold1"/>
        <w:rPr>
          <w:rtl/>
        </w:rPr>
      </w:pPr>
      <w:r>
        <w:rPr>
          <w:rtl/>
        </w:rPr>
        <w:t>أهل البحرين قبل عشرات السنين</w:t>
      </w:r>
    </w:p>
    <w:p w:rsidR="009A695A" w:rsidRDefault="00C231C3" w:rsidP="00F86163">
      <w:pPr>
        <w:pStyle w:val="Heading2Center"/>
        <w:rPr>
          <w:rtl/>
        </w:rPr>
      </w:pPr>
      <w:bookmarkStart w:id="22" w:name="_Toc21389987"/>
      <w:r>
        <w:rPr>
          <w:rtl/>
        </w:rPr>
        <w:t>{ في رثاء الزّهراء (ص) }</w:t>
      </w:r>
      <w:bookmarkEnd w:id="22"/>
    </w:p>
    <w:p w:rsidR="009A695A" w:rsidRDefault="00C231C3" w:rsidP="00F86163">
      <w:pPr>
        <w:pStyle w:val="libCenterBold1"/>
        <w:rPr>
          <w:rtl/>
        </w:rPr>
      </w:pPr>
      <w:r>
        <w:rPr>
          <w:rtl/>
        </w:rPr>
        <w:t>اسقاط</w:t>
      </w:r>
      <w:r w:rsidR="00E33040">
        <w:rPr>
          <w:rtl/>
        </w:rPr>
        <w:t xml:space="preserve"> </w:t>
      </w:r>
      <w:r>
        <w:rPr>
          <w:rtl/>
        </w:rPr>
        <w:t>جنينها</w:t>
      </w:r>
      <w:r w:rsidR="00E33040">
        <w:rPr>
          <w:rtl/>
        </w:rPr>
        <w:t xml:space="preserve"> </w:t>
      </w:r>
      <w:r>
        <w:rPr>
          <w:rtl/>
        </w:rPr>
        <w:t>و خروجها</w:t>
      </w:r>
      <w:r w:rsidR="00E33040">
        <w:rPr>
          <w:rtl/>
        </w:rPr>
        <w:t xml:space="preserve"> </w:t>
      </w:r>
      <w:r>
        <w:rPr>
          <w:rtl/>
        </w:rPr>
        <w:t>اثر علي</w:t>
      </w:r>
    </w:p>
    <w:p w:rsidR="00C231C3" w:rsidRDefault="00C231C3" w:rsidP="00F86163">
      <w:pPr>
        <w:pStyle w:val="libPoem"/>
      </w:pPr>
      <w:r>
        <w:rPr>
          <w:rtl/>
        </w:rPr>
        <w:t>مهجة</w:t>
      </w:r>
      <w:r w:rsidR="00E33040">
        <w:rPr>
          <w:rtl/>
        </w:rPr>
        <w:t xml:space="preserve"> </w:t>
      </w:r>
      <w:r>
        <w:rPr>
          <w:rtl/>
        </w:rPr>
        <w:t>المختار صاحت و القلب منها انذهل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قومي تّجي لي يَفضّه و سنّديني بالعجل</w:t>
      </w:r>
    </w:p>
    <w:p w:rsidR="00C231C3" w:rsidRDefault="00C231C3" w:rsidP="00F86163">
      <w:pPr>
        <w:pStyle w:val="libPoem"/>
      </w:pPr>
      <w:r>
        <w:rPr>
          <w:rtl/>
        </w:rPr>
        <w:t>قومي</w:t>
      </w:r>
      <w:r w:rsidR="00E33040">
        <w:rPr>
          <w:rtl/>
        </w:rPr>
        <w:t xml:space="preserve"> </w:t>
      </w:r>
      <w:r>
        <w:rPr>
          <w:rtl/>
        </w:rPr>
        <w:t>دركيني انكسر ضلعي و سقط منّي الجنين</w:t>
      </w:r>
    </w:p>
    <w:p w:rsidR="00C231C3" w:rsidRDefault="00C231C3" w:rsidP="00F86163">
      <w:pPr>
        <w:pStyle w:val="libPoem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انظري ادموم لبْصَدري اتسيل يا فضّه امنين</w:t>
      </w:r>
    </w:p>
    <w:p w:rsidR="00C231C3" w:rsidRDefault="00C231C3" w:rsidP="00F86163">
      <w:pPr>
        <w:pStyle w:val="libPoem"/>
      </w:pPr>
      <w:r>
        <w:rPr>
          <w:rtl/>
        </w:rPr>
        <w:t>هشّمت منّي يَفضّه الجسَد رفسة هاللعين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بالعجل قومي اعرفيه امنين صاحب هالفعل</w:t>
      </w:r>
    </w:p>
    <w:p w:rsidR="00C231C3" w:rsidRDefault="00C231C3" w:rsidP="00F86163">
      <w:pPr>
        <w:pStyle w:val="libPoem"/>
      </w:pPr>
      <w:r>
        <w:rPr>
          <w:rtl/>
        </w:rPr>
        <w:t>هالّذي</w:t>
      </w:r>
      <w:r w:rsidR="00E33040">
        <w:rPr>
          <w:rtl/>
        </w:rPr>
        <w:t xml:space="preserve"> </w:t>
      </w:r>
      <w:r>
        <w:rPr>
          <w:rtl/>
        </w:rPr>
        <w:t>كسّر اضلوعي و لطم خدّي اتعرّفيه</w:t>
      </w:r>
    </w:p>
    <w:p w:rsidR="00C231C3" w:rsidRDefault="00C231C3" w:rsidP="00F86163">
      <w:pPr>
        <w:pStyle w:val="libPoem"/>
      </w:pPr>
      <w:r>
        <w:rPr>
          <w:rtl/>
        </w:rPr>
        <w:t>وذاك داحي الباب جالس بالعجَل روحي اخبريه</w:t>
      </w:r>
    </w:p>
    <w:p w:rsidR="00C231C3" w:rsidRDefault="00C231C3" w:rsidP="00F86163">
      <w:pPr>
        <w:pStyle w:val="libPoem"/>
      </w:pPr>
      <w:r>
        <w:rPr>
          <w:rtl/>
        </w:rPr>
        <w:t>قالت</w:t>
      </w:r>
      <w:r w:rsidR="00E33040">
        <w:rPr>
          <w:rtl/>
        </w:rPr>
        <w:t xml:space="preserve"> </w:t>
      </w:r>
      <w:r>
        <w:rPr>
          <w:rtl/>
        </w:rPr>
        <w:t>ملبّب خذوا حيدر و ليتِج تنظريه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قايد الفرسان حيدر جيف قادوه ابْحَبل</w:t>
      </w:r>
    </w:p>
    <w:p w:rsidR="00C231C3" w:rsidRDefault="00C231C3" w:rsidP="00F86163">
      <w:pPr>
        <w:pStyle w:val="libPoem"/>
      </w:pPr>
      <w:r>
        <w:rPr>
          <w:rtl/>
        </w:rPr>
        <w:t>طلَع لكن ذوّبت قلبي يَفاطم حالته</w:t>
      </w:r>
    </w:p>
    <w:p w:rsidR="00C231C3" w:rsidRDefault="00C231C3" w:rsidP="00F86163">
      <w:pPr>
        <w:pStyle w:val="libPoem"/>
      </w:pPr>
      <w:r>
        <w:rPr>
          <w:rtl/>
        </w:rPr>
        <w:t>منكسر</w:t>
      </w:r>
      <w:r w:rsidR="00E33040">
        <w:rPr>
          <w:rtl/>
        </w:rPr>
        <w:t xml:space="preserve"> </w:t>
      </w:r>
      <w:r>
        <w:rPr>
          <w:rtl/>
        </w:rPr>
        <w:t>قلبه و تجري فوق خدّه دمعته</w:t>
      </w:r>
    </w:p>
    <w:p w:rsidR="00C231C3" w:rsidRDefault="00C231C3" w:rsidP="00F86163">
      <w:pPr>
        <w:pStyle w:val="libPoem"/>
      </w:pPr>
      <w:r>
        <w:rPr>
          <w:rtl/>
        </w:rPr>
        <w:t>حاير و يكسر الخاطر يوم دنّق رقبته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بالحبل مقيود ما جنّه أبو حسين الفحَل</w:t>
      </w:r>
    </w:p>
    <w:p w:rsidR="00C231C3" w:rsidRDefault="00C231C3" w:rsidP="00F86163">
      <w:pPr>
        <w:pStyle w:val="libPoem"/>
      </w:pPr>
      <w:r>
        <w:rPr>
          <w:rtl/>
        </w:rPr>
        <w:t>شلون</w:t>
      </w:r>
      <w:r w:rsidR="00E33040">
        <w:rPr>
          <w:rtl/>
        </w:rPr>
        <w:t xml:space="preserve"> </w:t>
      </w:r>
      <w:r>
        <w:rPr>
          <w:rtl/>
        </w:rPr>
        <w:t>اخبره و عينه اتشوفج يَزَهرا ورا الباب</w:t>
      </w:r>
    </w:p>
    <w:p w:rsidR="00C231C3" w:rsidRDefault="00C231C3" w:rsidP="00F86163">
      <w:pPr>
        <w:pStyle w:val="libPoem"/>
      </w:pPr>
      <w:r>
        <w:rPr>
          <w:rtl/>
        </w:rPr>
        <w:t>يسمع الصّيحه و يشوفج يوم طحتي عْلَى لَعتاب</w:t>
      </w:r>
    </w:p>
    <w:p w:rsidR="00C231C3" w:rsidRDefault="00C231C3" w:rsidP="00F86163">
      <w:pPr>
        <w:pStyle w:val="libPoem"/>
      </w:pPr>
      <w:r>
        <w:rPr>
          <w:rtl/>
        </w:rPr>
        <w:t>شفته يتحسّر و اظن قلبه من الحسرات ذاب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قلت</w:t>
      </w:r>
      <w:r w:rsidR="00E33040">
        <w:rPr>
          <w:rtl/>
        </w:rPr>
        <w:t xml:space="preserve"> </w:t>
      </w:r>
      <w:r>
        <w:rPr>
          <w:rtl/>
        </w:rPr>
        <w:t>هسّا ايثور حيدر يشهر السّيف ابْزَعل</w:t>
      </w:r>
    </w:p>
    <w:p w:rsidR="00C231C3" w:rsidRDefault="00C231C3" w:rsidP="00F86163">
      <w:pPr>
        <w:pStyle w:val="libPoem"/>
      </w:pPr>
      <w:r>
        <w:rPr>
          <w:rtl/>
        </w:rPr>
        <w:t>صاحت ام الحسن يدري بحالي الليث الجسور</w:t>
      </w:r>
    </w:p>
    <w:p w:rsidR="00C231C3" w:rsidRDefault="00C231C3" w:rsidP="00F86163">
      <w:pPr>
        <w:pStyle w:val="libPoem"/>
      </w:pPr>
      <w:r>
        <w:rPr>
          <w:rtl/>
        </w:rPr>
        <w:t>و يترك العدوان تضربني و هُو عليّه غيور</w:t>
      </w:r>
    </w:p>
    <w:p w:rsidR="00944BBF" w:rsidRDefault="00944B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Poem"/>
      </w:pPr>
      <w:r>
        <w:rPr>
          <w:rtl/>
        </w:rPr>
        <w:t>لكن</w:t>
      </w:r>
      <w:r w:rsidR="00E33040">
        <w:rPr>
          <w:rtl/>
        </w:rPr>
        <w:t xml:space="preserve"> </w:t>
      </w:r>
      <w:r>
        <w:rPr>
          <w:rtl/>
        </w:rPr>
        <w:t>ابقيد الوصيّه امقيّدينه و لا يثور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قومي</w:t>
      </w:r>
      <w:r w:rsidR="00E33040">
        <w:rPr>
          <w:rtl/>
        </w:rPr>
        <w:t xml:space="preserve"> </w:t>
      </w:r>
      <w:r>
        <w:rPr>
          <w:rtl/>
        </w:rPr>
        <w:t>تجّي لي ترى جسمي من الضّرب انتحل</w:t>
      </w:r>
    </w:p>
    <w:p w:rsidR="00C231C3" w:rsidRDefault="00C231C3" w:rsidP="00F86163">
      <w:pPr>
        <w:pStyle w:val="libPoem"/>
      </w:pPr>
      <w:r>
        <w:rPr>
          <w:rtl/>
        </w:rPr>
        <w:t>طلعت</w:t>
      </w:r>
      <w:r w:rsidR="00E33040">
        <w:rPr>
          <w:rtl/>
        </w:rPr>
        <w:t xml:space="preserve"> </w:t>
      </w:r>
      <w:r>
        <w:rPr>
          <w:rtl/>
        </w:rPr>
        <w:t>و لن الدّروب تموج من كثرة النّاس</w:t>
      </w:r>
    </w:p>
    <w:p w:rsidR="00C231C3" w:rsidRDefault="00C231C3" w:rsidP="00F86163">
      <w:pPr>
        <w:pStyle w:val="libPoem"/>
      </w:pPr>
      <w:r>
        <w:rPr>
          <w:rtl/>
        </w:rPr>
        <w:t>لقت</w:t>
      </w:r>
      <w:r w:rsidR="00E33040">
        <w:rPr>
          <w:rtl/>
        </w:rPr>
        <w:t xml:space="preserve"> </w:t>
      </w:r>
      <w:r>
        <w:rPr>
          <w:rtl/>
        </w:rPr>
        <w:t>داحي باب خيبر طوع يمشي اويَا لَرجاس</w:t>
      </w:r>
    </w:p>
    <w:p w:rsidR="00C231C3" w:rsidRDefault="00C231C3" w:rsidP="00F86163">
      <w:pPr>
        <w:pStyle w:val="libPoem"/>
      </w:pPr>
      <w:r>
        <w:rPr>
          <w:rtl/>
        </w:rPr>
        <w:t>نادته حيدر ادركني وشافها و نكّس الرّاس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جذب</w:t>
      </w:r>
      <w:r w:rsidR="00E33040">
        <w:rPr>
          <w:rtl/>
        </w:rPr>
        <w:t xml:space="preserve"> </w:t>
      </w:r>
      <w:r>
        <w:rPr>
          <w:rtl/>
        </w:rPr>
        <w:t>حسره بَثَر حسره و الدّمع منّه يهل</w:t>
      </w:r>
    </w:p>
    <w:p w:rsidR="00C231C3" w:rsidRDefault="00C231C3" w:rsidP="00F86163">
      <w:pPr>
        <w:pStyle w:val="libPoem"/>
      </w:pPr>
      <w:r>
        <w:rPr>
          <w:rtl/>
        </w:rPr>
        <w:t>شافته</w:t>
      </w:r>
      <w:r w:rsidR="00E33040">
        <w:rPr>
          <w:rtl/>
        </w:rPr>
        <w:t xml:space="preserve"> </w:t>
      </w:r>
      <w:r>
        <w:rPr>
          <w:rtl/>
        </w:rPr>
        <w:t>ملبّب و شهقت صارخه بدمعٍ سفوح</w:t>
      </w:r>
    </w:p>
    <w:p w:rsidR="00C231C3" w:rsidRDefault="00C231C3" w:rsidP="00F86163">
      <w:pPr>
        <w:pStyle w:val="libPoem"/>
      </w:pPr>
      <w:r>
        <w:rPr>
          <w:rtl/>
        </w:rPr>
        <w:t>عقب عينك يَبِن عمّي ابهاليتامى وين اروح</w:t>
      </w:r>
    </w:p>
    <w:p w:rsidR="00C231C3" w:rsidRDefault="00C231C3" w:rsidP="00F86163">
      <w:pPr>
        <w:pStyle w:val="libPoem"/>
      </w:pPr>
      <w:r>
        <w:rPr>
          <w:rtl/>
        </w:rPr>
        <w:t>و العبد بالسّوط ألّمها و هي بجنبه تنوح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اتصيح</w:t>
      </w:r>
      <w:r w:rsidR="00E33040">
        <w:rPr>
          <w:rtl/>
        </w:rPr>
        <w:t xml:space="preserve"> </w:t>
      </w:r>
      <w:r>
        <w:rPr>
          <w:rtl/>
        </w:rPr>
        <w:t>ورّم ترى امتوني العبد يا خير العمل</w:t>
      </w:r>
    </w:p>
    <w:p w:rsidR="00C231C3" w:rsidRDefault="00C231C3" w:rsidP="00F86163">
      <w:pPr>
        <w:pStyle w:val="libPoem"/>
      </w:pPr>
      <w:r>
        <w:rPr>
          <w:rtl/>
        </w:rPr>
        <w:t>بالضّرب ورّم متنها و حيدر ايشوف و يحن</w:t>
      </w:r>
    </w:p>
    <w:p w:rsidR="00C231C3" w:rsidRDefault="00C231C3" w:rsidP="00F86163">
      <w:pPr>
        <w:pStyle w:val="libPoem"/>
      </w:pPr>
      <w:r>
        <w:rPr>
          <w:rtl/>
        </w:rPr>
        <w:t>صاح صبري مثل صبري اعْلَى الهضم يم الحسن</w:t>
      </w:r>
    </w:p>
    <w:p w:rsidR="00C231C3" w:rsidRDefault="00C231C3" w:rsidP="00F86163">
      <w:pPr>
        <w:pStyle w:val="libPoem"/>
      </w:pPr>
      <w:r>
        <w:rPr>
          <w:rtl/>
        </w:rPr>
        <w:t>كاتب</w:t>
      </w:r>
      <w:r w:rsidR="00E33040">
        <w:rPr>
          <w:rtl/>
        </w:rPr>
        <w:t xml:space="preserve"> </w:t>
      </w:r>
      <w:r>
        <w:rPr>
          <w:rtl/>
        </w:rPr>
        <w:t>الله يا بتوله انعيش بالذّل و المحن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لا تشعبيني ترى ابْنَار الحزن قلبي اشتعل</w:t>
      </w:r>
    </w:p>
    <w:p w:rsidR="00C231C3" w:rsidRDefault="00C231C3" w:rsidP="00F86163">
      <w:pPr>
        <w:pStyle w:val="libPoem"/>
      </w:pPr>
      <w:r>
        <w:rPr>
          <w:rtl/>
        </w:rPr>
        <w:t>شكاية الزهراء و عتابها لعلي</w:t>
      </w:r>
    </w:p>
    <w:p w:rsidR="00C231C3" w:rsidRDefault="00C231C3" w:rsidP="00F86163">
      <w:pPr>
        <w:pStyle w:val="libPoem"/>
      </w:pPr>
      <w:r>
        <w:rPr>
          <w:rtl/>
        </w:rPr>
        <w:t>المشتكى</w:t>
      </w:r>
      <w:r w:rsidR="00E33040">
        <w:rPr>
          <w:rtl/>
        </w:rPr>
        <w:t xml:space="preserve"> </w:t>
      </w:r>
      <w:r>
        <w:rPr>
          <w:rtl/>
        </w:rPr>
        <w:t>لله يَبو الحسنين من فعل لَصحاب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رحت</w:t>
      </w:r>
      <w:r w:rsidR="00E33040">
        <w:rPr>
          <w:rtl/>
        </w:rPr>
        <w:t xml:space="preserve"> </w:t>
      </w:r>
      <w:r>
        <w:rPr>
          <w:rtl/>
        </w:rPr>
        <w:t>انخّيهم و حتّى مْن النّواخي القلب ذاب</w:t>
      </w:r>
    </w:p>
    <w:p w:rsidR="00C231C3" w:rsidRDefault="00C231C3" w:rsidP="00F86163">
      <w:pPr>
        <w:pStyle w:val="libPoem"/>
      </w:pPr>
      <w:r>
        <w:rPr>
          <w:rtl/>
        </w:rPr>
        <w:t>مَدري</w:t>
      </w:r>
      <w:r w:rsidR="00E33040">
        <w:rPr>
          <w:rtl/>
        </w:rPr>
        <w:t xml:space="preserve"> </w:t>
      </w:r>
      <w:r>
        <w:rPr>
          <w:rtl/>
        </w:rPr>
        <w:t>تدري يا علي لو ما دريت بحالتي</w:t>
      </w:r>
    </w:p>
    <w:p w:rsidR="00C231C3" w:rsidRDefault="00C231C3" w:rsidP="00F86163">
      <w:pPr>
        <w:pStyle w:val="libPoem"/>
      </w:pPr>
      <w:r>
        <w:rPr>
          <w:rtl/>
        </w:rPr>
        <w:t>رحت انخّي و لا شفت واحد يلبّي دعوتي</w:t>
      </w:r>
    </w:p>
    <w:p w:rsidR="00C231C3" w:rsidRDefault="00C231C3" w:rsidP="00F86163">
      <w:pPr>
        <w:pStyle w:val="libPoem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جيت مهضومه و تجري فوق خدّي دمعتي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دنهض و طالب ابحقّي ليش متوسّد تراب</w:t>
      </w:r>
    </w:p>
    <w:p w:rsidR="00C231C3" w:rsidRDefault="00C231C3" w:rsidP="00F86163">
      <w:pPr>
        <w:pStyle w:val="libPoem"/>
      </w:pPr>
      <w:r>
        <w:rPr>
          <w:rtl/>
        </w:rPr>
        <w:t>مَنْته</w:t>
      </w:r>
      <w:r w:rsidR="00E33040">
        <w:rPr>
          <w:rtl/>
        </w:rPr>
        <w:t xml:space="preserve"> </w:t>
      </w:r>
      <w:r>
        <w:rPr>
          <w:rtl/>
        </w:rPr>
        <w:t>داحي باب خيبر مَنْته طاعون الزّلم</w:t>
      </w:r>
    </w:p>
    <w:p w:rsidR="00C231C3" w:rsidRDefault="00C231C3" w:rsidP="00F86163">
      <w:pPr>
        <w:pStyle w:val="libPoem"/>
      </w:pPr>
      <w:r>
        <w:rPr>
          <w:rtl/>
        </w:rPr>
        <w:t>ينّهب</w:t>
      </w:r>
      <w:r w:rsidR="00E33040">
        <w:rPr>
          <w:rtl/>
        </w:rPr>
        <w:t xml:space="preserve"> </w:t>
      </w:r>
      <w:r>
        <w:rPr>
          <w:rtl/>
        </w:rPr>
        <w:t>حقّي و ضلعي يكسر و عندك علم</w:t>
      </w:r>
    </w:p>
    <w:p w:rsidR="00C231C3" w:rsidRDefault="00C231C3" w:rsidP="00F86163">
      <w:pPr>
        <w:pStyle w:val="libPoem"/>
      </w:pPr>
      <w:r>
        <w:rPr>
          <w:rtl/>
        </w:rPr>
        <w:t>لايذه ابظلّك يَكَهف الخايف شلون انظلم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مَنْته ليث الله يَحيدر جيف تفرسك الذياب</w:t>
      </w:r>
    </w:p>
    <w:p w:rsidR="00C231C3" w:rsidRDefault="00C231C3" w:rsidP="00F86163">
      <w:pPr>
        <w:pStyle w:val="libPoem"/>
      </w:pPr>
      <w:r>
        <w:rPr>
          <w:rtl/>
        </w:rPr>
        <w:t>من</w:t>
      </w:r>
      <w:r w:rsidR="00E33040">
        <w:rPr>
          <w:rtl/>
        </w:rPr>
        <w:t xml:space="preserve"> </w:t>
      </w:r>
      <w:r>
        <w:rPr>
          <w:rtl/>
        </w:rPr>
        <w:t>شطَر مرحَب بْسيفه و من ردى بن عبد ود</w:t>
      </w:r>
    </w:p>
    <w:p w:rsidR="00944BBF" w:rsidRDefault="00944BBF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86163">
      <w:pPr>
        <w:pStyle w:val="libPoem"/>
      </w:pPr>
      <w:r>
        <w:rPr>
          <w:rtl/>
        </w:rPr>
        <w:t>و من جلى ذيج الكتايب عن الهادي يوم أحد</w:t>
      </w:r>
    </w:p>
    <w:p w:rsidR="00C231C3" w:rsidRDefault="00C231C3" w:rsidP="00F86163">
      <w:pPr>
        <w:pStyle w:val="libPoem"/>
      </w:pPr>
      <w:r>
        <w:rPr>
          <w:rtl/>
        </w:rPr>
        <w:t>تنظر بْعينك عليّه يلْتوي سوط العبد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طايحه و تسمع ونيني يا علي فوق لعتاب</w:t>
      </w:r>
    </w:p>
    <w:p w:rsidR="00C231C3" w:rsidRDefault="00C231C3" w:rsidP="00F86163">
      <w:pPr>
        <w:pStyle w:val="libPoem"/>
      </w:pPr>
      <w:r>
        <w:rPr>
          <w:rtl/>
        </w:rPr>
        <w:t>من</w:t>
      </w:r>
      <w:r w:rsidR="00E33040">
        <w:rPr>
          <w:rtl/>
        </w:rPr>
        <w:t xml:space="preserve"> </w:t>
      </w:r>
      <w:r>
        <w:rPr>
          <w:rtl/>
        </w:rPr>
        <w:t>زغر سنّك يبو الحسنين جيدوم الحَرُب</w:t>
      </w:r>
    </w:p>
    <w:p w:rsidR="00C231C3" w:rsidRDefault="00C231C3" w:rsidP="00F86163">
      <w:pPr>
        <w:pStyle w:val="libPoem"/>
      </w:pPr>
      <w:r>
        <w:rPr>
          <w:rtl/>
        </w:rPr>
        <w:t>غوث كلمن يستغيث امن الشّرق و من الغرب</w:t>
      </w:r>
    </w:p>
    <w:p w:rsidR="00C231C3" w:rsidRDefault="00C231C3" w:rsidP="00F86163">
      <w:pPr>
        <w:pStyle w:val="libPoem"/>
      </w:pPr>
      <w:r>
        <w:rPr>
          <w:rtl/>
        </w:rPr>
        <w:t>شالسّبب</w:t>
      </w:r>
      <w:r w:rsidR="00E33040">
        <w:rPr>
          <w:rtl/>
        </w:rPr>
        <w:t xml:space="preserve"> </w:t>
      </w:r>
      <w:r>
        <w:rPr>
          <w:rtl/>
        </w:rPr>
        <w:t>مَتْغيثني و مَتْني اسود امن الضّرب</w:t>
      </w:r>
    </w:p>
    <w:p w:rsidR="009A695A" w:rsidRDefault="00C231C3" w:rsidP="00F86163">
      <w:pPr>
        <w:pStyle w:val="libPoem"/>
        <w:rPr>
          <w:rtl/>
        </w:rPr>
      </w:pPr>
      <w:r>
        <w:rPr>
          <w:rtl/>
        </w:rPr>
        <w:t>و الجنين اتعفّر و خر غصب من عصرة الباب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377D2" w:rsidTr="00A46554">
        <w:trPr>
          <w:trHeight w:val="350"/>
        </w:trPr>
        <w:tc>
          <w:tcPr>
            <w:tcW w:w="4219" w:type="dxa"/>
            <w:shd w:val="clear" w:color="auto" w:fill="auto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وين سيفك ما تسلّه وين عزمك يا فحل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وين صولاتك على الفرسان يا خير العمل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آه يَحبل الله المتين اشلون قادوك ابْحبل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جذب حسره وصاح يم الحسن بس من هلعتاب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هذا سيفي و ساعدي و عزمي يَبتْ خير الورى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لو لي رخصه جان شفتي هلَوغاد امجزّره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ولا أسمعج تندبيني و الضّلوع مكسّره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هاج عزمي يا بتوله و بالقلب شب التهاب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تعرفيني ما ترد عزمي جنود امجنّده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 سيفي ابحدّه المنايا تلوح كلما اجردّه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لكن ابقيد الوصيّه هلزنود مقيّده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بالصّبر موصي عليّه المصطفى عالي الجناب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ظل يناشدها و تجري فوق خدّه دمعته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 شهالعصابه يَبنت المصطفى و ريحانته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A4655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قالت الطّاغي لطَم خدّي و عماني بلطمته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 نحل جسمي بنبتة المسمار يا ليث الحراب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دخول الحسنين عليها بعد شهادتها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377D2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صاح سبط المصطفى و دمعه على خدّه انحدر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ما تون امنا يَأسما ابحالها مَدْري اشْصدَر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ليش ما نسمع ونين امنا و لا نسمع كلام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انشا الله طابت العلّه وطاب ضرب ابن اللئام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لو يَأسما سافرت عنّا و خلّتنا أيتام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و الشّهيد يصيح لاتْفاول ترى قلبي انكسر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A46554" w:rsidP="00F86163">
            <w:pPr>
              <w:pStyle w:val="libPoem"/>
            </w:pPr>
            <w:r>
              <w:rPr>
                <w:rtl/>
              </w:rPr>
              <w:t>سالمه و ياليت يَبْن امّي كلامي لا يكون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فالها فال السّلامه و ليت علّتها تهون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قال خويه امنا نحيله و بهضها ضرب المتون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نسأل الله الضّلع لمكسّر من الزّهرا انجبر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وين يَبْن امّي السّلامه و الجسد منها نحيل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و الضّلع منها امكسّر و الصّدر دمّه يسيل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ظنّتي يا نور عيني اليوم و الليله تشيل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و الأسف ما وصلت العشرين خويه من العمر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صاحت اسما يا ولاد المرتضى و روح الرّسول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B3895" w:rsidP="00F86163">
            <w:pPr>
              <w:pStyle w:val="libPoem"/>
            </w:pPr>
            <w:r>
              <w:rPr>
                <w:rtl/>
              </w:rPr>
              <w:t>ذاب قلبي و لَقدر احجي لْكم يَساداتي شقول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لكن الحجره ادخلوها و عاينوا حال البتول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و بالعجل ودّوا لَبُوكم يا ضيا عيني الخبر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و على الزّهرا يوم دخلوا عاينوها امّدّده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نايمه نومة الموتى وساد ماهي اموسّده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بالمصلّى ويل قلبي امسدّله عليها الرّدا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F5344F" w:rsidP="00F86163">
            <w:pPr>
              <w:pStyle w:val="libPoem"/>
            </w:pPr>
            <w:r>
              <w:rPr>
                <w:rtl/>
              </w:rPr>
              <w:t>خرّوا عليها و مدامعهم تهل شبه المطر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علي و الحسنين على نعشها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377D2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صاح ابو الحسنين و دموعه على خدّه تسيل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ياحسن يحسين ودعوا امكم ترى حان الرّحيل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جذب وناته و تزفّر و انتحب خير العمل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هالجنازه ودّعوها يا يتامى بالعجل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لا تكثرون البواجي جسم ابوكم منتحل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طلعوا ايتام الوديعه بالبواجي و العويل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77D2" w:rsidTr="008E5E5C">
        <w:trPr>
          <w:trHeight w:val="350"/>
        </w:trPr>
        <w:tc>
          <w:tcPr>
            <w:tcW w:w="3920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و زينب اتهل المدامع و القلب منها انفطر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377D2" w:rsidRDefault="003377D2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377D2" w:rsidRDefault="00217E16" w:rsidP="00F86163">
            <w:pPr>
              <w:pStyle w:val="libPoem"/>
            </w:pPr>
            <w:r>
              <w:rPr>
                <w:rtl/>
              </w:rPr>
              <w:t>لازمه ام كلثوم و تنادي غدر بينا الدّهر</w:t>
            </w:r>
            <w:r w:rsidR="003377D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377D2" w:rsidRDefault="003377D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F6BC6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هاي يا بويه الوديعه شلون تدفنها بقبر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للقبر خذني وياها و لا تخلّيني و تشيل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المصيبه حين وقفوا اشبالها فو ق النّعش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مدّت إيديها على السّبطين و الكل اندهش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ضمّت الأيتام ليها و ماج و اهتز العرش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اخذهم حيدر عن الزّهرا وعبراته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من رفع ذيج اليتيمه عن صدر ذاك الشّهيد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يوم مرّت فوق ناقه و شافته فوق الصعيد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راسه ابخطّي و جسمه امقطّعينه بالحديد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خرّت تنادي يبويه شال ظعني بلا 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23" w:name="_Toc21389988"/>
      <w:r>
        <w:rPr>
          <w:rtl/>
        </w:rPr>
        <w:t>{ في رثاء امير المؤمنين (ص) }</w:t>
      </w:r>
      <w:bookmarkEnd w:id="23"/>
    </w:p>
    <w:p w:rsidR="00C231C3" w:rsidRDefault="00F67B84" w:rsidP="00F86163">
      <w:pPr>
        <w:pStyle w:val="libCenterBold1"/>
      </w:pPr>
      <w:r>
        <w:rPr>
          <w:rtl/>
        </w:rPr>
        <w:t>وقوعه بالمحراب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F6BC6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وقع بالمحراب حيدر يشد بيده طبرته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غاله الطّاغي بن ملجم ويح قلبي بْسَجدته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صارت الصيحه وطلعت كل بناته و 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 زينب تنادي دقوموا يخوتي اتهدّم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بالسّما جبريل ينعى انصاب امير المؤمنين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2F6BC6" w:rsidP="00F86163">
            <w:pPr>
              <w:pStyle w:val="libPoem"/>
            </w:pPr>
            <w:r>
              <w:rPr>
                <w:rtl/>
              </w:rPr>
              <w:t>وَسفه بعد المرتضى الإسلام طاحت رايته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زَلْزَل العالم ندا جبريل و الكوفه تموج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الخلق صارت ابضجّه و الارض ظلّت تروج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الحسن فز بخوته و حيدر ابمحرابه يلوج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غارج ابدمّه و خضب ياويل قلبي شيبته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حال شيعة حيدر الكرّار يا حالٍ فظيع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من لفوا له و عاينوه امخضّب ابفيض النجيع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انفجعوا ونادوا عقب فرقاك هالامّه تضيع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شالوا الكرّار للمنزل و تفجع ونّته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زينب تنادي يَبو الحسنين بطّل ونّتك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هيّج احزاني و فت قلبي معاين طبرتك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ياحبيب المصطفى انقاسي عظيم امصيبتك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لو نقاسي من العدو كثر الشّماته و فرحته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عقب عينك ذلّت السّبطين يا حامي الجار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الدّهر يَمْأمّن الخايف علينا اليوم جار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مظلم العالم أُو وحشه من بعد فقدك الدّار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النّبي و رضوان مستبشر و تزهر جنّته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‌‌وصايا</w:t>
      </w:r>
      <w:r w:rsidR="00E33040">
        <w:rPr>
          <w:rtl/>
        </w:rPr>
        <w:t xml:space="preserve"> </w:t>
      </w:r>
      <w:r w:rsidR="009E087B">
        <w:rPr>
          <w:rFonts w:hint="cs"/>
          <w:rtl/>
        </w:rPr>
        <w:t>ه</w:t>
      </w:r>
      <w:r>
        <w:rPr>
          <w:rtl/>
        </w:rPr>
        <w:t xml:space="preserve"> و عهده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F6BC6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يا حسَن يانور عيني اسمع يبويه للكلام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بعد فرقاي الله الله ابهالحريم و هلَيتام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باجر اتصبّح اولادي و نسوتي بحالٍ فظيع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ياحسن لَيْكون هالعيله عقب عيني تضيع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لاحظ الحرمه يَبويه و سكّت الطّفل الرّضيع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وآنا باجر تفقدوني و تبلغ أعداك المرام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يا حسن و امّا عضيدك مهجتي حسين الشّهيد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ليت عينك تنظره عْلَى القاع مقطوع الوريد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الخيول اتّدوس صدره و راسه يروح اليزيد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سكّن قليبه تراهو من عقب عينك إمام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6BC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و دار عينه على اولاده و دمعه ابعينه يهل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F6BC6" w:rsidRDefault="002F6BC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F6BC6" w:rsidRDefault="00EE44E8" w:rsidP="00F86163">
            <w:pPr>
              <w:pStyle w:val="libPoem"/>
            </w:pPr>
            <w:r>
              <w:rPr>
                <w:rtl/>
              </w:rPr>
              <w:t>صاح جيبوا لي أبو فاضل و زينب بالعجل</w:t>
            </w:r>
            <w:r w:rsidR="002F6B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377D2" w:rsidRDefault="003377D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2009D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نادته زينب يَبويه هذا خيّي بو الفضل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يا علي يا طود عزّي اتموت مَتّم الصّيام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فتح عينه و صاح يا عبّاس هذي ابذمّتك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هاي من عندي وديعه و طود لازم رقبتك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لا تضيّعها تراهي لايذه بحميّتك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لا تذل مادام راسك سالم و سالم الهام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قال انا و جعفر و عبدالله و عثمان العطوف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كلنا خدّام الوديعه و عزمنا يرد السّيوف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قال يبني جنّي ابعيني يبو فاضل أشوف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جسمك امجدّل و زينب حايره بين اللئام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نادته زينب يَبويه عقب عينك وين 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و كل وكت تالي يَبويه شخصك اقبالي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جذب ونّه وقال مقدر يا وديعه على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32009D" w:rsidP="00F86163">
            <w:pPr>
              <w:pStyle w:val="libPoem"/>
            </w:pPr>
            <w:r>
              <w:rPr>
                <w:rtl/>
              </w:rPr>
              <w:t>دسْتعدّي يا حزينه للسّبى و دخلة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وفاته و شهادته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2009D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فارقت روحه و تزلزل يا خلق عرش الجليل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ماجت الكوفه و ضجّت بالبواجي و العويل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و البنات الهاشميّه امن الخدر طلعت تنوح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و السّماوات العليّه اتزلزلت و اعلن الرّوح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و زينب تنادي عسى روحي قبل روحه تروح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ليت تدفنّي يَبويه و لا تخلّيني و تشيل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واعولت واجذبت حسره والدّمع بالخد سال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تصيح يا عزٍ تقضّى و للمقابر قضى و شال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عجب يا سيف المنايا اتموت يا موت لَبطال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يا حسن يَحسين خلّونا عن الكوفه نشيل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ردّت الكوفه عليكم يخْوتي ردّوا الوطن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والدي شيخ العشيره شال عنكم و اندفن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يا علي بْعيد البلا جسمك يلفّونه بْجفن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ما يفيد الأسف و الحسره و لا ينفع الويل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قلت انا بشيخ العشيره الدهر يرجع لي سعود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عافني كهف الأرامل و استحب نوم اللحود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يا علي السّفره طويله لو على اولادك تعود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009D" w:rsidRDefault="0073770A" w:rsidP="00F86163">
            <w:pPr>
              <w:pStyle w:val="libPoem"/>
            </w:pPr>
            <w:r>
              <w:rPr>
                <w:rtl/>
              </w:rPr>
              <w:t>ذاب قلبي و الجسد منّي على فراقك نحيل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24" w:name="_Toc21389989"/>
      <w:r>
        <w:rPr>
          <w:rtl/>
        </w:rPr>
        <w:t>{ في رثاء الحسن(ع) }</w:t>
      </w:r>
      <w:bookmarkEnd w:id="24"/>
    </w:p>
    <w:p w:rsidR="00C231C3" w:rsidRDefault="00C231C3" w:rsidP="00F86163">
      <w:pPr>
        <w:pStyle w:val="libCenterBold1"/>
      </w:pPr>
      <w:r>
        <w:rPr>
          <w:rtl/>
        </w:rPr>
        <w:t>مح</w:t>
      </w:r>
      <w:r w:rsidR="00C0551F">
        <w:rPr>
          <w:rtl/>
        </w:rPr>
        <w:t>اورته مع الحسين عند إحتضاره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2009D" w:rsidTr="00143B0B">
        <w:trPr>
          <w:trHeight w:val="350"/>
        </w:trPr>
        <w:tc>
          <w:tcPr>
            <w:tcW w:w="4219" w:type="dxa"/>
            <w:shd w:val="clear" w:color="auto" w:fill="auto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قوم يحسين ابعجل للحسن عاين حالته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لونه متغيّر ترى و صارت خفيّه ونّته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143B0B">
        <w:trPr>
          <w:trHeight w:val="350"/>
        </w:trPr>
        <w:tc>
          <w:tcPr>
            <w:tcW w:w="4219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هلّت ادموعه الشّفيّه و قام لعضيده بْعَجَل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قعد يمّه و عاين مْن المرض جسمه منتحل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143B0B">
        <w:trPr>
          <w:trHeight w:val="350"/>
        </w:trPr>
        <w:tc>
          <w:tcPr>
            <w:tcW w:w="4219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صاح يا مهجة الزّهرا ظنّتي موتك وصل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سمع صوته و فتّح عيونه و طوّح ونّته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143B0B">
        <w:trPr>
          <w:trHeight w:val="350"/>
        </w:trPr>
        <w:tc>
          <w:tcPr>
            <w:tcW w:w="4219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فتح عينه و صاح يا باقي البقيّه يا شهيد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قعدتك يمّي يبو السّجّاد خبّرني اشْتريد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143B0B">
        <w:trPr>
          <w:trHeight w:val="350"/>
        </w:trPr>
        <w:tc>
          <w:tcPr>
            <w:tcW w:w="4219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يا عضيدي وداعة الله الموت عنّي مو بعيد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لا تصد عنّي ترى لفراق حضرت ساعته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009D" w:rsidTr="00143B0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و انا جم مرّه شربت السّم لكن ما جرى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2009D" w:rsidRDefault="003200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2009D" w:rsidRDefault="00143B0B" w:rsidP="00F86163">
            <w:pPr>
              <w:pStyle w:val="libPoem"/>
            </w:pPr>
            <w:r>
              <w:rPr>
                <w:rtl/>
              </w:rPr>
              <w:t>مثل هالسّم الذي بحشاي يَبْن امّي سرى</w:t>
            </w:r>
            <w:r w:rsidR="0032009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377D2" w:rsidRDefault="003377D2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C45CC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نحل جسمي و المرض يحسين لوني غيّره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بين ما هو ايخاطبه و لنّه امبطّل ونّته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و السّبط من عاين اعضيده و عينه مغمّضه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جذب حسره و صفج بيده و حرّكه لنّه 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و صاح قوموا مات اخوكم يا ولاد المرتضى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وظل اينوح عْلى عضيده و لطم راسه براحته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فارقت روح الحسن و حسين قام يغسّله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ناسٍ اتجيب النّعش و الجفن ناس اتفصّله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و عند شيله ناسٍ اتشيله و ناس اتظلّله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اشبال هاشم حايطينه و لحّدوه ابْحفرته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لكن انشدكم عن حسين الشّهيد ابْكربلا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من حفَر قبره يَشيعه و يا هُو اللي غسّله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و يا هو اللي شال جسمه ابوسط لحده نزّله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ظل بالرّمضا و لا له من يشيل جنازته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ما حصل غير الحراير يوم مرّوا عْلَى الهزل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صاح بيها لسان حاله شيّعوني و ما حصل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هوت زينب فوق جسمه من على ظهر الجمل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4C45CC" w:rsidP="00F86163">
            <w:pPr>
              <w:pStyle w:val="libPoem"/>
            </w:pPr>
            <w:r>
              <w:rPr>
                <w:rtl/>
              </w:rPr>
              <w:t>تمسح الدّم عن اجروحه و هوَت تلثم رقبته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تنعى للزهراء ولدها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C45CC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طلعت ابْدَهشه الحزينه زينب تعج بالعويل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وقفت ابروضة الزّهرا و الدّمع منها يسيل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اعْلى القبر خرّت و مثل النّيب يا ويلي تحن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اتقول قعدي يا بتوله و شوفي افعال الزّمن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قومي الله ايعظّم اجرج قطّعوا جبد الحسَن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نغّصوا عْليه المعيشه و مات يا زهرا نحيل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لو تشوفينه ابْعينج يوم اخوته مدّدوه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حين بطّل ونّته و غرّبت عينه و غمّضوه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rPr>
          <w:trHeight w:val="350"/>
        </w:trPr>
        <w:tc>
          <w:tcPr>
            <w:tcW w:w="3920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فارقت روحه الجسَد و عْليه خر حسين اخوه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يصيح يا كهف اليتامى شلون تتركني و تشيل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ماجت الرّوضه و صاح امن الضّريح لسان حال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0578A" w:rsidP="00F86163">
            <w:pPr>
              <w:pStyle w:val="libPoem"/>
            </w:pPr>
            <w:r>
              <w:rPr>
                <w:rtl/>
              </w:rPr>
              <w:t>اتصيح يا زينب فجعتيني و منّي الدّمع سال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تخبريني و الخبر عندي أخوج الحسَن شال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و اوحش الدّنيا عزيزي و ضيّع أبناء السّبيل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مهجتي ذابت يَزينب يوم ذابت مهجته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و انا يمّه يوم طر عينه يودّع لخوته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قولي لحسين الشّهيد ايمر عَلَيْ بجْنازته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ايهيّد ابْنَعشه حذاي انجان يبرد لي غليل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و ظلّت تصب الدّمع من شافته عْلَى المغتسل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و الشّهيد ايقلّبه و مدامعه ابخدّه تهل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C45C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صاحت افراقك شعبني و الجسد منّي انتحل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C45CC" w:rsidRDefault="004C45C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C45CC" w:rsidRDefault="00F4069F" w:rsidP="00F86163">
            <w:pPr>
              <w:pStyle w:val="libPoem"/>
            </w:pPr>
            <w:r>
              <w:rPr>
                <w:rtl/>
              </w:rPr>
              <w:t>قلّبه بْهيده يَبو سكينه ترى جسمه نحيل</w:t>
            </w:r>
            <w:r w:rsidR="004C45C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D20D9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آه يَبو محمَّد مصابك شعَل وسط القلب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قلت الك جعده اللعينه لا تطب الها ابدار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20D9" w:rsidTr="008E5E5C">
        <w:trPr>
          <w:trHeight w:val="350"/>
        </w:trPr>
        <w:tc>
          <w:tcPr>
            <w:tcW w:w="3920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قطّعت يا نور عيني قلبك ابْسمها امرار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و انقضى عمرك على فراشك يَبعد اهلي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Heading2Center"/>
      </w:pPr>
      <w:bookmarkStart w:id="25" w:name="_Toc21389990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في رثاء الحسين(ع) وأصحابه }</w:t>
      </w:r>
      <w:bookmarkEnd w:id="25"/>
    </w:p>
    <w:p w:rsidR="00C231C3" w:rsidRDefault="00C231C3" w:rsidP="00F86163">
      <w:pPr>
        <w:pStyle w:val="libCenterBold1"/>
      </w:pPr>
      <w:r>
        <w:rPr>
          <w:rtl/>
        </w:rPr>
        <w:t>دخوله دار الوليد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D20D9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هِجْمَت الْيوث الحرايب و الشّعور امنشّره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و السيوف اعْلَى لجتاف اتلوح كلها امشهّره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20D9" w:rsidTr="008E5E5C">
        <w:trPr>
          <w:trHeight w:val="350"/>
        </w:trPr>
        <w:tc>
          <w:tcPr>
            <w:tcW w:w="3920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و بو الفضل قدّامهم و الغضَب لاح بغرّته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يصيح لحّد والدي الكرّار و انا ضنوته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20D9" w:rsidTr="008E5E5C">
        <w:trPr>
          <w:trHeight w:val="350"/>
        </w:trPr>
        <w:tc>
          <w:tcPr>
            <w:tcW w:w="3920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زبد و ارعد و انذهل مروان بس من لحظته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20D9" w:rsidRDefault="00AD20D9" w:rsidP="00F86163">
            <w:pPr>
              <w:pStyle w:val="libPoem"/>
            </w:pPr>
            <w:r>
              <w:rPr>
                <w:rtl/>
              </w:rPr>
              <w:t>و صاح انا عبدك يخويه و لَردان امشمّره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PoemCenter"/>
      </w:pPr>
      <w:r>
        <w:rPr>
          <w:rtl/>
        </w:rPr>
        <w:t>عبدك و بَمرك يَبو السجّاد آمرني اشْتريد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D20D9" w:rsidTr="00AF05E6">
        <w:trPr>
          <w:trHeight w:val="350"/>
        </w:trPr>
        <w:tc>
          <w:tcPr>
            <w:tcW w:w="4219" w:type="dxa"/>
            <w:shd w:val="clear" w:color="auto" w:fill="auto"/>
          </w:tcPr>
          <w:p w:rsidR="00AD20D9" w:rsidRDefault="00AF05E6" w:rsidP="00F86163">
            <w:pPr>
              <w:pStyle w:val="libPoem"/>
            </w:pPr>
            <w:r>
              <w:rPr>
                <w:rtl/>
              </w:rPr>
              <w:t>و الله لو تامر لَطب الشّام و اخبصها و أزيد</w:t>
            </w:r>
            <w:r w:rsidR="00AD20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D20D9" w:rsidRDefault="00AD20D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D20D9" w:rsidRDefault="00AF05E6" w:rsidP="00F86163">
            <w:pPr>
              <w:pStyle w:val="libPoem"/>
            </w:pPr>
            <w:r>
              <w:rPr>
                <w:rtl/>
              </w:rPr>
              <w:t>حيدر الكرّار ابونا ما يذلنا احنا يزيد</w:t>
            </w:r>
            <w:r w:rsidR="00AD20D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PoemCenter"/>
        <w:rPr>
          <w:rtl/>
        </w:rPr>
      </w:pPr>
      <w:r>
        <w:rPr>
          <w:rtl/>
        </w:rPr>
        <w:t>و احنا معروفين كلنا اسباع عند الزّمْجَره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125EE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حورب ابن الحنفيّه و نشر راسه عْلى لَجتاف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صاح كلنا اشبال حيدر ما نذل و لا نخاف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من بريق السّيف بيديه الوليد الموت شاف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حفّت اببّدر المجد ذيج النْجوم المزهره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ما حلاهم يوم حفّوا حول عِزْهم ينْتخون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لو لهم حصّلت رخصه يعلم الله اشْيفعلون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كلهم احيود و ضياغم عالهضم ما يصبرون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نكّسوا روس الأعادي و طلعوا اليوث الشّرا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مدري غابت هالعشيره وين عن زين 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يوم قادوه ابحبل يمشي و يسحب بلقياد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الحرم خلفه حواسر و الأهل عنّه ابعاد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 الخلق تتفرّج و روس العشيره امشهّره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ليت حضرت هالعشيره للحراير و العليل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1125EE" w:rsidP="00F86163">
            <w:pPr>
              <w:pStyle w:val="libPoem"/>
            </w:pPr>
            <w:r>
              <w:rPr>
                <w:rtl/>
              </w:rPr>
              <w:t>وشافوا ادمومه من جروحه على النّاقه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نحّل اعظامه المرض و الحزن و الدّرب الطّويل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و بس يجر ونّه يضربونه و زينب تنظره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ليت حضروا فكّوا السّجّاد من قيد الحديد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و شافوا الفاجر يسوم احريمهم سوم العبيد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25EE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و عاينوا ذيج الوديعه امجتّفه ابْمجلس يزيد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125EE" w:rsidRDefault="001125E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125EE" w:rsidRDefault="00540F0C" w:rsidP="00F86163">
            <w:pPr>
              <w:pStyle w:val="libPoem"/>
            </w:pPr>
            <w:r>
              <w:rPr>
                <w:rtl/>
              </w:rPr>
              <w:t>بين اعادي مسلّبه و بيتام اخوها امحيّره</w:t>
            </w:r>
            <w:r w:rsidR="001125E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لقبر جدّه المصطفى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304F83" w:rsidTr="001125EE">
        <w:trPr>
          <w:trHeight w:val="350"/>
        </w:trPr>
        <w:tc>
          <w:tcPr>
            <w:tcW w:w="4219" w:type="dxa"/>
            <w:shd w:val="clear" w:color="auto" w:fill="auto"/>
          </w:tcPr>
          <w:p w:rsidR="00304F83" w:rsidRDefault="00304F83" w:rsidP="00F86163">
            <w:pPr>
              <w:pStyle w:val="libPoem"/>
            </w:pPr>
            <w:r>
              <w:rPr>
                <w:rtl/>
              </w:rPr>
              <w:t>ماج قبر المصطفى و بالحال سمعوا ونّته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04F83" w:rsidRDefault="00304F8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04F83" w:rsidRDefault="00304F83" w:rsidP="00F86163">
            <w:pPr>
              <w:pStyle w:val="libPoem"/>
            </w:pPr>
            <w:r>
              <w:rPr>
                <w:rtl/>
              </w:rPr>
              <w:t>من وقع يبدي الشّكايه و ينتحب ريحانته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4F83" w:rsidTr="001125EE">
        <w:trPr>
          <w:trHeight w:val="350"/>
        </w:trPr>
        <w:tc>
          <w:tcPr>
            <w:tcW w:w="4219" w:type="dxa"/>
          </w:tcPr>
          <w:p w:rsidR="00304F83" w:rsidRDefault="00304F83" w:rsidP="00F86163">
            <w:pPr>
              <w:pStyle w:val="libPoem"/>
            </w:pPr>
            <w:r>
              <w:rPr>
                <w:rtl/>
              </w:rPr>
              <w:t>يصيح ضاقت هالوسيعه بْعترتك و الدّهر 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04F83" w:rsidRDefault="00304F83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04F83" w:rsidRDefault="00304F83" w:rsidP="00F86163">
            <w:pPr>
              <w:pStyle w:val="libPoem"/>
            </w:pPr>
            <w:r>
              <w:rPr>
                <w:rtl/>
              </w:rPr>
              <w:t>وداعة الله مفارق اوطاني يَجدّي و الديار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20D9" w:rsidRDefault="00AD20D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65B16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ملك ابويه و دين جدّي اليوم بيد يزيد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عايف الدّنيا يَجدّي و لا نعيش ابطاعته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غفت عينه وشاف جدّه المصطفى ودمعه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ضمّه الصدره و نده يحسين عجّل بالرّحيل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مُهجتي جنّي أشوفك عاري ابْدمّك 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نور عيني و راسك اعْلَى الرّمح تسطع غرّته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نور عيني جم تقاسي قبل ذبحك من 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جم كهل تنظر رميّه و جم رضيع وجم شباب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و جم عضيد ايهد ركنَك يا شبل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و جم ولد ينْجدل و تعوف العمر من شوفته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نور عيني و تهتك العدوان منّك جم خدر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و جم جليله من بناتي امروّعه بليّا 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هلّت اعيونه السّبط و انتبه و عيونه تخر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و اعتنى القبر البتوله امّه و هاجت زفرته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عْلَى قبر مكسورة الأضلاع هل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صاح قعدي يا بتوله و عايني حالة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أُوداعة الله من الوطن عنكم الليله مسافرين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ما دريتي بالعزيز الدّهر نغّص عيشته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ياللذي كسروا ضلعها كدّرت عيشي الليال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ابهالمطر و الليل لَظلم شايل و عندي 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ذيج لَيّام الزّهيّه اتحوّلت و الدّهر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B65B16" w:rsidP="00F86163">
            <w:pPr>
              <w:pStyle w:val="libPoem"/>
            </w:pPr>
            <w:r>
              <w:rPr>
                <w:rtl/>
              </w:rPr>
              <w:t>و القبر خيّه رجع تكسر الخاطر حالته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خطاب</w:t>
      </w:r>
      <w:r w:rsidR="00E33040">
        <w:rPr>
          <w:rtl/>
        </w:rPr>
        <w:t xml:space="preserve"> </w:t>
      </w:r>
      <w:r>
        <w:rPr>
          <w:rtl/>
        </w:rPr>
        <w:t>زينب لابن 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B65B16" w:rsidTr="00B65B16">
        <w:trPr>
          <w:trHeight w:val="350"/>
        </w:trPr>
        <w:tc>
          <w:tcPr>
            <w:tcW w:w="4219" w:type="dxa"/>
            <w:shd w:val="clear" w:color="auto" w:fill="auto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لحّد ايشور عْلَى والينا يخلّينا و يشيل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ما نطيق افراق اخونا و لا نحب غيره كفيل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مالنا عيشه هنيّه انجان يتركنا و يروح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يترك اديارٍ خليّه و يترك ايتامٍ تنوح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يبن عبّاس ارحم ابحالي ترى روحي تروح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الله ما فارق عزيزي وين ماجد الرّحيل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جان خايف يذبحونه و ننسبي سبي العبيد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روحنا من روح اخونا وعن قضى الله ما نحيد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ابصدرها انكسرت العبره وسفح دم الشّهيد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وصاح يختي انتي الوديعه من علي حامي الدّخيل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لفراق ايصير يا زينب ابوادي كربلا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جثّتي تبقى طريحه من دماها امغسّله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انتي يختي تفارقيني فوق ناقه مهزّله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ما يظل ويّاج غير ابني علي لكن عليل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بيكم اتمر الاعادي و تنظرينا امصرّعين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لا يخلّونج يَمَحزونه الجثثنا اتودّعين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B65B1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و تنظريني بينهم محزوز راسي و ليدين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B65B16" w:rsidRDefault="00EA2DE0" w:rsidP="00F86163">
            <w:pPr>
              <w:pStyle w:val="libPoem"/>
            </w:pPr>
            <w:r>
              <w:rPr>
                <w:rtl/>
              </w:rPr>
              <w:t>بالرّمح راسي و جسمي امرضّض ابحافر الخيل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 عبدالله بن جعفر بمكة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65B16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في أمان الله يَشمّامة الهادي و مهجته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اتروح و انتَ الحج لَكبر و المقام و كعبته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وين حجّك و المناسك وين هديك و النّحر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وين زمْزم و الصّفا و وين المشاعر و الحَجَر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5B16" w:rsidTr="008E5E5C">
        <w:trPr>
          <w:trHeight w:val="350"/>
        </w:trPr>
        <w:tc>
          <w:tcPr>
            <w:tcW w:w="3920" w:type="dxa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تطلع و تتْرك الكعبه ما تقلّي اشْهالعذر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5B16" w:rsidRDefault="00B65B16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5B16" w:rsidRDefault="00EF30B0" w:rsidP="00F86163">
            <w:pPr>
              <w:pStyle w:val="libPoem"/>
            </w:pPr>
            <w:r>
              <w:rPr>
                <w:rtl/>
              </w:rPr>
              <w:t>راد يتكلّم أبو سكنه و هلّت دمعته</w:t>
            </w:r>
            <w:r w:rsidR="00B65B1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20D9" w:rsidRDefault="00AD20D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636" w:type="pct"/>
        <w:tblInd w:w="243" w:type="dxa"/>
        <w:tblLook w:val="01E0" w:firstRow="1" w:lastRow="1" w:firstColumn="1" w:lastColumn="1" w:noHBand="0" w:noVBand="0"/>
      </w:tblPr>
      <w:tblGrid>
        <w:gridCol w:w="4393"/>
        <w:gridCol w:w="302"/>
        <w:gridCol w:w="4209"/>
      </w:tblGrid>
      <w:tr w:rsidR="003C3239" w:rsidTr="006C4722">
        <w:trPr>
          <w:trHeight w:val="350"/>
        </w:trPr>
        <w:tc>
          <w:tcPr>
            <w:tcW w:w="4360" w:type="dxa"/>
            <w:shd w:val="clear" w:color="auto" w:fill="auto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صاح انا غصبٍ عليّه مْن ارض مكّه طلعتي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اتلومني و الخبر عندك يَبن عمّي ابحالتي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rPr>
          <w:trHeight w:val="350"/>
        </w:trPr>
        <w:tc>
          <w:tcPr>
            <w:tcW w:w="4360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همّة العدوان ذبحي و ذبح قومي و عزوتي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ترضى دمّي ينْسفك و البيت تهتك حرمته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rPr>
          <w:trHeight w:val="350"/>
        </w:trPr>
        <w:tc>
          <w:tcPr>
            <w:tcW w:w="4360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يعرفوني من قبل ما طيع للفاجر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و لا أحط للذّل راسي ولا أفر مثل 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rPr>
          <w:trHeight w:val="350"/>
        </w:trPr>
        <w:tc>
          <w:tcPr>
            <w:tcW w:w="4360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و لو يظل ظعني ابمكّه جان ما عيّد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3C3239" w:rsidP="00F86163">
            <w:pPr>
              <w:pStyle w:val="libPoem"/>
            </w:pPr>
            <w:r>
              <w:rPr>
                <w:rtl/>
              </w:rPr>
              <w:t>رِد يَبن عمّي و خل الدّهر يفعل رادته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هالسّنه عيدي وحجّي اتعين ابْأرض الطّفوف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ارد اضحّي ابهالصّناديد الذي حولي اوقوف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هذا جسمه امقطّعينه و ذاك مقطوع الجفوف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هذا ما يحضى ابساعه بين عرسه و ذبحته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لو تشوف اشلون اهرول من يناديني شباب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ابتدي بالتّلبيه و النّوح ما بين لَطناب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نوب صوب المشرعه و انظر قمر عدنان غاب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نوب وسط المعركه للولد و ارفع جثّته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انا بيت الله و اظل من فيض طبراتي غريج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 الحجر نحري يبن عمّي و يتاماي الحجيج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وتسمع الهاحول جسمي مْن الضّرب حنّه وضجيج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9E3FFD" w:rsidP="00F86163">
            <w:pPr>
              <w:pStyle w:val="libPoem"/>
            </w:pPr>
            <w:r>
              <w:rPr>
                <w:rtl/>
              </w:rPr>
              <w:t>بين اعادي و العدو تدري شديده وليته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وادي حجّي غير وادي و الشّهر غير الشّهر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 تنقضي كل هالمناسك يوم عاشور الظّهر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أظل مرمي عْلى الثّرى ويركب على صدري الشّمر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يفري أوداجي و مُهجْتي مْن الظّما متفتّته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 ثوب لمخرّق احرامي و ينسلب فوق الثّرى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 البس امخيط الدّما و ابقى رميّه بالعرا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6C472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60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 يرتفع راسي على الذّابل و زينب تنظره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3C3239" w:rsidRDefault="006C4722" w:rsidP="00F86163">
            <w:pPr>
              <w:pStyle w:val="libPoem"/>
            </w:pPr>
            <w:r>
              <w:rPr>
                <w:rtl/>
              </w:rPr>
              <w:t>ويل قلبي و تجذب الحسرات كلما شافته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 عبدالله بن جعفر لزينب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3239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يالوديعه وداعة الله سافري ابْخدمة حسين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سفركم و الله شعب قلبي اشْبيدي على العين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عايف اوطانه و حجّه و شايل ابقومه و هلَه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نشدته و قلّي أنا حجّي ابوادي كربلا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و انتي يا بنت البتوله مخدّره و مدلّله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عْلَى السّرى بالبر و رْكوب الجمل ما تقدرين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ماخذ اخوانه ضحايا معزّم ايلاقي الممات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عيدهم عاشر محرّم و الحرم شاطي الفرات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و تصبحين ابغير والي اميسّره و شملِج شتات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افراقكم يصعب علينا و هالقضا جانا منين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و الله لو ليّه استطاعه جان فزت ابْنصرته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و افدي ابروحي يَزينب دون اخوج و مهجته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اُوياه أنا اتمنّيت اجاهد و انذبح مثل اخوته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لكن اولادي ثلاثه و للسّبط منهم اثنين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هذي أولادج خذيهم يخدمونج بالمسير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627D40" w:rsidP="00F86163">
            <w:pPr>
              <w:pStyle w:val="libPoem"/>
            </w:pPr>
            <w:r>
              <w:rPr>
                <w:rtl/>
              </w:rPr>
              <w:t>لو نزلتي و لو ركبتي بالفيافي عْلَى البعير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إنجان جيتوا الكربلا و شفتوا السّبط ماله نصير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بذلي أولادي ضحايا دون ابن طه الأمين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رفع صوته بالعويل و صاح و دموعه تصُبْ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سامحيني اوداعة الله و انشعب منّه القلب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3239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نادته امسامح يَبن عمّي ترى افراقك صعب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3239" w:rsidRDefault="003C3239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3239" w:rsidRDefault="00B65B04" w:rsidP="00F86163">
            <w:pPr>
              <w:pStyle w:val="libPoem"/>
            </w:pPr>
            <w:r>
              <w:rPr>
                <w:rtl/>
              </w:rPr>
              <w:t>لكن امفارق الرّوح اهون من امفارق حسين</w:t>
            </w:r>
            <w:r w:rsidR="003C32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D20D9" w:rsidRDefault="00AD20D9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E5E5C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8E5E5C" w:rsidRDefault="008E5E5C" w:rsidP="00F86163">
            <w:pPr>
              <w:pStyle w:val="libPoem"/>
            </w:pPr>
            <w:r>
              <w:rPr>
                <w:rtl/>
              </w:rPr>
              <w:t>مقدر عْلَى فْراق اخيّي وين ما حط و نزل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5E5C" w:rsidRDefault="008E5E5C" w:rsidP="00F86163">
            <w:pPr>
              <w:pStyle w:val="libPoem"/>
            </w:pPr>
            <w:r>
              <w:rPr>
                <w:rtl/>
              </w:rPr>
              <w:t>راضيه بْقطع الفيافي اوياه و ركوب الجَمَل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3920" w:type="dxa"/>
          </w:tcPr>
          <w:p w:rsidR="008E5E5C" w:rsidRDefault="008E5E5C" w:rsidP="00F86163">
            <w:pPr>
              <w:pStyle w:val="libPoem"/>
            </w:pPr>
            <w:r>
              <w:rPr>
                <w:rtl/>
              </w:rPr>
              <w:t>و اطلب مْن الله يسلمه و يجتمع بيه الشّمل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C64CD6" w:rsidP="00F86163">
            <w:pPr>
              <w:pStyle w:val="libPoem"/>
            </w:pPr>
            <w:r>
              <w:rPr>
                <w:rtl/>
              </w:rPr>
              <w:t>هالمعزّه عقب اخويه حسين تحصل لي منين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إبن</w:t>
      </w:r>
      <w:r w:rsidR="00E33040">
        <w:rPr>
          <w:rtl/>
        </w:rPr>
        <w:t xml:space="preserve"> </w:t>
      </w:r>
      <w:r>
        <w:rPr>
          <w:rtl/>
        </w:rPr>
        <w:t>الحنفية و هلال عاشوراء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E5E5C" w:rsidTr="008E5E5C">
        <w:trPr>
          <w:trHeight w:val="350"/>
        </w:trPr>
        <w:tc>
          <w:tcPr>
            <w:tcW w:w="3920" w:type="dxa"/>
            <w:shd w:val="clear" w:color="auto" w:fill="auto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لا تنشديني عن احوالي يَبنتي القلب ذاب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هل عاشور و شعبني و مفرقي مْن الحزن شاب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3920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شاب راسي يا حزينه و بيرق العز انطوى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من بدى هلال المحرّم منخسف منّه الضّوا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3920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و اسمع يقولون اخويه نزل وادي نينوى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للبجا قومي استعدّي و البسي ثوب المصاب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3920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قالت هلال المحرّم لو بدى قلّي اشْيصير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قال بيه اجساد توقع بالثّرى و روسٍ تطير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3920" w:type="dxa"/>
          </w:tcPr>
          <w:p w:rsidR="008E5E5C" w:rsidRDefault="00773290" w:rsidP="00F86163">
            <w:pPr>
              <w:pStyle w:val="libPoem"/>
            </w:pPr>
            <w:r>
              <w:rPr>
                <w:rtl/>
              </w:rPr>
              <w:t>جنّي أنظر بو علي محتار معدوم النّصير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هالشّهر هذا اليفرّق بينّا و بين لَحباب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نادته كثر البواجي و النّياحه ما تفيد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قوم و اسأل عن أخوك حسين يا وادي يريد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و اسأل الرّكبان عنّه بيا بلد عيّد العيد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هالحجي خلّه شعبت اقلوبنا يَبن لَنجاب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شالسّبب زادت احزانك من نظرت الهالهلال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ذوّبتنا لا تفاول على اخوانك هلَفوال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بالسلامه ايعود ابويه انشا الله و ذيج لَبطال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قال ما فاول يَبنتي و هالحجي عيحزونه أشوف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جسم أبوج حسين عاري مقطّع بْضرب السيوف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و اخوتي هذا طعين و ذاك مقطوع الجفوف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صرخت وصاحت يَعمّي عن اخوانك ليش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E5E5C" w:rsidRDefault="00D91FFB" w:rsidP="00F86163">
            <w:pPr>
              <w:pStyle w:val="libPoem"/>
            </w:pPr>
            <w:r>
              <w:rPr>
                <w:rtl/>
              </w:rPr>
              <w:t>كلهم ايروحون و انا ما حصل لي على هواي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F86163">
      <w:pPr>
        <w:pStyle w:val="libPoemCenter"/>
        <w:rPr>
          <w:rtl/>
        </w:rPr>
      </w:pPr>
      <w:r>
        <w:rPr>
          <w:rtl/>
        </w:rPr>
        <w:t>و انتي اتعرفين عمّج ما يهاب امن الحراب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E5E5C" w:rsidTr="008E5E5C">
        <w:trPr>
          <w:trHeight w:val="350"/>
        </w:trPr>
        <w:tc>
          <w:tcPr>
            <w:tcW w:w="4219" w:type="dxa"/>
            <w:shd w:val="clear" w:color="auto" w:fill="auto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عزمي وياهم أروح و ردني حسين الشّهيد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لولا أمره جان أنا عليّه الدّرب ماهو بعيد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4219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لَوَنْ حاضر يوم عاشر جان ذاك اليوم عيد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لَطُب واخبصها واخلّي السّيف يحصد بلرقاب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و احمل عْلَى الميسره و عبّاس يحمل عاليمين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نصرخ اعْلَى الخيل و نشق الصفوف مفرّعين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لكن اشْبيدي نصيبي ما احتضى ابنصرة حسين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E5E5C" w:rsidRDefault="007D1E1A" w:rsidP="00F86163">
            <w:pPr>
              <w:pStyle w:val="libPoem"/>
            </w:pPr>
            <w:r>
              <w:rPr>
                <w:rtl/>
              </w:rPr>
              <w:t>قاعد و شغلي البجا و بنصرته اتفوز لَجناب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مسلم بن عقيل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E5E5C" w:rsidTr="008E5E5C">
        <w:trPr>
          <w:trHeight w:val="350"/>
        </w:trPr>
        <w:tc>
          <w:tcPr>
            <w:tcW w:w="4219" w:type="dxa"/>
            <w:shd w:val="clear" w:color="auto" w:fill="auto"/>
          </w:tcPr>
          <w:p w:rsidR="008E5E5C" w:rsidRDefault="0028387C" w:rsidP="00F86163">
            <w:pPr>
              <w:pStyle w:val="libPoem"/>
            </w:pPr>
            <w:r>
              <w:rPr>
                <w:rtl/>
              </w:rPr>
              <w:t>مسلم ابْولية أعادي وين قومه و عزوته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E5E5C" w:rsidRDefault="0028387C" w:rsidP="00F86163">
            <w:pPr>
              <w:pStyle w:val="libPoem"/>
            </w:pPr>
            <w:r>
              <w:rPr>
                <w:rtl/>
              </w:rPr>
              <w:t>فوق عالي القصر جزّوا يا ضياغم رقبته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rPr>
          <w:trHeight w:val="350"/>
        </w:trPr>
        <w:tc>
          <w:tcPr>
            <w:tcW w:w="4219" w:type="dxa"/>
          </w:tcPr>
          <w:p w:rsidR="008E5E5C" w:rsidRDefault="0028387C" w:rsidP="00F86163">
            <w:pPr>
              <w:pStyle w:val="libPoem"/>
            </w:pPr>
            <w:r>
              <w:rPr>
                <w:rtl/>
              </w:rPr>
              <w:t>انذبح و دموعه عْلَى أهله فوق و جناته تخر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E5E5C" w:rsidRDefault="0028387C" w:rsidP="00F86163">
            <w:pPr>
              <w:pStyle w:val="libPoem"/>
            </w:pPr>
            <w:r>
              <w:rPr>
                <w:rtl/>
              </w:rPr>
              <w:t>وقع راسه و جثّته يا خلق من فوق القصر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5E5C" w:rsidTr="008E5E5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E5E5C" w:rsidRDefault="00580FB3" w:rsidP="00F86163">
            <w:pPr>
              <w:pStyle w:val="libPoem"/>
            </w:pPr>
            <w:r>
              <w:rPr>
                <w:rtl/>
              </w:rPr>
              <w:t>و الرّوايا شهّروها و شهروا اسيوف النّصر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E5E5C" w:rsidRDefault="008E5E5C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E5E5C" w:rsidRDefault="00580FB3" w:rsidP="00F86163">
            <w:pPr>
              <w:pStyle w:val="libPoem"/>
            </w:pPr>
            <w:r>
              <w:rPr>
                <w:rtl/>
              </w:rPr>
              <w:t>وخل ابو فاضل وسط كوفان ينشر رايته</w:t>
            </w:r>
            <w:r w:rsidR="008E5E5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8387D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راية الكرّار نشروها و ثوروا بالفزَع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على الكوفه و زلزلوها مْن القصر مسلم وقع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شانكم عز و معالي ما تعرفون الجزع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وين ابو سكنه الشّفيّه ما يذب عمامته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الكم يبو سكنه جنازه مالها مواري ترى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امْن القصر للقاع خرّت بالتّراب امعفّره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اجنازة الطّاهر ابن عمّك اضلوعه امكسّره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28387D" w:rsidP="00F86163">
            <w:pPr>
              <w:pStyle w:val="libPoem"/>
            </w:pPr>
            <w:r>
              <w:rPr>
                <w:rtl/>
              </w:rPr>
              <w:t>تنسحب فوق الصّخر بين الخلايق جثّته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يا صناديد الحريبه وين ذيج المرجله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بالحبل ينسحب مسلم جي رضيتوا ياهله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ما جرت عاده الجنايز تنسحب بين الملا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وين عبدالله بن مسلم ما يعاين حالته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وين ابو سكنه الشّفيّه ما يسل سيفه و يثور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وين جعفر وين عبد الله و عثمان الغيور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عن ذبيح ابدار غربه ما احتضى ابْنوم القبور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لا يذلكم هالدّعي ابن زياد هجموا كوفته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E3161D" w:rsidP="00F86163">
            <w:pPr>
              <w:pStyle w:val="libPoem"/>
            </w:pPr>
            <w:r>
              <w:rPr>
                <w:rtl/>
              </w:rPr>
              <w:t>يا ليوث الغاب جيف عْلَى المذلّه تصبرون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هذا مسلم مثّلوا بيه شالسّبب ما تنهضون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يَبو فاضل يا علي الأكبر يَجاسم ما تجون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تنغرون الولد عمْكم ترفعون اجنازته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</w:t>
      </w:r>
      <w:r w:rsidR="00E33040">
        <w:rPr>
          <w:rtl/>
        </w:rPr>
        <w:t xml:space="preserve"> </w:t>
      </w:r>
      <w:r>
        <w:rPr>
          <w:rtl/>
        </w:rPr>
        <w:t>ولدي مسلم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8387D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خر على عضيده و دموعه عْلَى الخدود منثّره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وذاب قلبه من نظر له يضطرب فوق الثّرى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جذب حسره بَثَر حسره و الصّدر فوق الصّدر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يشعب قليب الينظره و ونّته اتفت الصّخر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ايصيح بيه اوداعة الله و آنا خويه على الأثر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ينشعب قلبي مْن اعاين هَلَوداج امهبّره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 الرّجس ما لان قلبه و لا رحم منّه الحال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شهر سيفه و قطع راسه و عفّره فوق الرمال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 العجوز اتصيح انا اشبيدي عليكم يَلطفال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 الدتكم ريتها اتعاين جثثكم بالعرا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جبتكم يَولادي عندي ظنّتي عندي نجاة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صرت يَولادي سببكم و جْلبتكم للممات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روسكم راحت هدّيه و الجثث وسط الفرات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ذبحكم نحّل ترى اعظامي و قلبي فطّره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خالكم مذبوح و امكم ركّبوها عْلَى الهزل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 الأبو مسلم عقب ذبحه يجرّونه بْحَبل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و المدينه مْن العشيره مقفره و خالي النّزل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غلّقوا ذيج المنازل و لَبواب امغبّره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ذاب قلب امكم عليكم دابها تبجي و تنوح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راحوا أولادي ابهالبر في طلبهم من يروح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ليتني بس فارقوني مْن الجسد تطلع الرّوح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65170B" w:rsidP="00F86163">
            <w:pPr>
              <w:pStyle w:val="libPoem"/>
            </w:pPr>
            <w:r>
              <w:rPr>
                <w:rtl/>
              </w:rPr>
              <w:t>ابهالفضا فرّوا و انا من غير والي امحيّره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بكاء</w:t>
      </w:r>
      <w:r w:rsidR="00E33040">
        <w:rPr>
          <w:rtl/>
        </w:rPr>
        <w:t xml:space="preserve"> </w:t>
      </w:r>
      <w:r>
        <w:rPr>
          <w:rtl/>
        </w:rPr>
        <w:t>بنت مسلم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8387D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8387D" w:rsidRDefault="007C6139" w:rsidP="00F86163">
            <w:pPr>
              <w:pStyle w:val="libPoem"/>
            </w:pPr>
            <w:r>
              <w:rPr>
                <w:rtl/>
              </w:rPr>
              <w:t>طلعت سكينه و يتيمة مسلم اتهيل التراب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8387D" w:rsidRDefault="007C6139" w:rsidP="00F86163">
            <w:pPr>
              <w:pStyle w:val="libPoem"/>
            </w:pPr>
            <w:r>
              <w:rPr>
                <w:rtl/>
              </w:rPr>
              <w:t>فوق هامتها وقلبها اندهش من عظم المصاب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8387D" w:rsidTr="00843F23">
        <w:trPr>
          <w:trHeight w:val="350"/>
        </w:trPr>
        <w:tc>
          <w:tcPr>
            <w:tcW w:w="3920" w:type="dxa"/>
          </w:tcPr>
          <w:p w:rsidR="0028387D" w:rsidRDefault="007C6139" w:rsidP="00F86163">
            <w:pPr>
              <w:pStyle w:val="libPoem"/>
            </w:pPr>
            <w:r>
              <w:rPr>
                <w:rtl/>
              </w:rPr>
              <w:t>تجذب الحسره و تنادي راح ابويه و لارجع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8387D" w:rsidRDefault="0028387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8387D" w:rsidRDefault="007C6139" w:rsidP="00F86163">
            <w:pPr>
              <w:pStyle w:val="libPoem"/>
            </w:pPr>
            <w:r>
              <w:rPr>
                <w:rtl/>
              </w:rPr>
              <w:t>و صرت من بعده يتيمه و القلب منّي انصدع</w:t>
            </w:r>
            <w:r w:rsidR="0028387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8387D" w:rsidRDefault="0028387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63DCF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طود عزّي بالحفيره يا خلق خر اُو وقع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اوحيد ما عنده عشيره حاير ابّلدة اجناب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اشْقالت ابوسط الحفيره يا حماي ارويحتك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حاير امجتّف و دم الوجه خضّب بردتك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من مسح دمّك و ياهُو الشد يَبويه طبرتك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بين عدوان و هلك عنّك يَبو طاهر اغياب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يَبو عبدالله يَبويه ريت واراني القبر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 لا دهتني هالرّزيّه و لا سمعت ابْهَالخبر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 انا كل يوم ارتجي اتجيني هدايا هالسّفر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كلّما اطرّش تحيّه ما ترد ليّه 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طلعت سكينه تسلّيها و تهل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اتصيح هاي اوّل مصيبه اتصبّري لا تجزعين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 اطلبي مْن الله يسلّم عصمة الخايف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 الخلف بالله و بخوانج صناديد الحراب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ريت يختي الدّهر يقنع منّج ابهاللي 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جان ماكل هالعشيره تنظريها عْلى الثّرى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وجان ما جثّة ولينا تنظريها امطبَّره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F63DCF" w:rsidP="00F86163">
            <w:pPr>
              <w:pStyle w:val="libPoem"/>
            </w:pPr>
            <w:r>
              <w:rPr>
                <w:rtl/>
              </w:rPr>
              <w:t>وجان ما تخلى الخيم من كل شيخ وكل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و جان ما نبقى غرايب ضايعات ابْلا ولي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و ينذبح عبّاس و الجاسم مَعَ الأكبر علي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و جان ما زينب عقب عزها و خدرها تنولي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و جان ما تهجم علينا الخيل ما بين لَطناب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بَسِّج من النّوح يَختي و اتركي كثر الحنين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نطلب من الله نرد لَرض المدينه سالمين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يطلع الله يا حزينه جان ما نفقد حسين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4180A" w:rsidP="00F86163">
            <w:pPr>
              <w:pStyle w:val="libPoem"/>
            </w:pPr>
            <w:r>
              <w:rPr>
                <w:rtl/>
              </w:rPr>
              <w:t>و من عقب عينه نضيع و ننسبي بين لَجناب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حبيب بن مظاهر الأسدي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63DCF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يا حبيب ابن البتوله لا تخلّي نصرته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ابْكربلا ايقولون ظل محصور بَهله و اخوته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ابكربلا يقولون شبل المرتضى حط الخيم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ما له ناصر يا حبيب و عنده اطفال و حرم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و جان راح حسين ما يرتفع للشّيعه علَم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ترضى ليّه بالخدر و حسين تسبى نسوته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3D2BF8" w:rsidP="00F86163">
            <w:pPr>
              <w:pStyle w:val="libPoem"/>
            </w:pPr>
            <w:r>
              <w:rPr>
                <w:rtl/>
              </w:rPr>
              <w:t>وقفت اتنخّي و تخمش للخدود امفرّعه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انجان ما تنهض ابهمّه و تطب ذيج المعْمَعَه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جيب لعمامه يَبن عمّي و خذ هالمقنعه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و ظل حبيب ايعاين الها و غصب هلّت دمعته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صاح ما يحتاج هالنّخوات بطلي امن الحنين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آنا عبد ابن الرّسول و عبد امير المؤمنين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ذاب قلبي من سمعت ابكربلا خيّم حسين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و اسمع ايقولون جيمان الأعادي حاطته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ما حلى ذيج الشّمايل يوم طب الكربلا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و طلع عبّاس البطل بَولاد اخوه يستقبله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مرحبا ايقلّه الشّهيد و زينب اتقلّه هلا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وصل مستبشر لبو سكنه و تناول رايته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جاه من زينب سلام و مدمعه بالحال سال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و اقبل ايسلّم على الحورا و على ذيج العيال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3DCF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صاح يا وَسْفَه يَزينب تركبين عْلَى الجمال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3DCF" w:rsidRDefault="00F63DCF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3DCF" w:rsidRDefault="005E2870" w:rsidP="00F86163">
            <w:pPr>
              <w:pStyle w:val="libPoem"/>
            </w:pPr>
            <w:r>
              <w:rPr>
                <w:rtl/>
              </w:rPr>
              <w:t>حيّته بَحسن تحيّه و سر قلبها بْنخوته</w:t>
            </w:r>
            <w:r w:rsidR="00F63DC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8387D" w:rsidRDefault="0028387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A283A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صاح زينب يالذي من قبل جنتي امدلّله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اتروح شيعتكم طبق فوق الصّعيد امجدّله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أرواحنا تطلع و لا تركبين ناقه امهزّله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فدوه لحسين الشّفيّه اتروح كلها شيعته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سقوط العباس بالمعركة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A283A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طاح ابو فاضل و راح يغرّد ابصوته البشير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شمل عدوانك تشتّت قَرّة عيون الأمير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قرّة اعيونك عميد الجيش بالميدان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بيرق العزّ انكسر منهم و عزم حسين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هسّا من بعده يظل كالطّير مكسور الجناح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منكسر ظهره يدير العين معدوم النّصير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وقف معدوم النّصير حسين و دموعه تهل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صاح يَعْضيدي وقع وَسْفَه على القاع الحمل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بعدها ابْتَنواك سكنه و بيدها بعده الطّفل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و جان اخبّرها اوقعت بَحوالها تدري اشْيصير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حزام ظهري و يا كفيل ايتامي اشبيدي عليك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بطّل ونينك و قوم اختك تراهي ترتجيك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هذا رمحك هذا جودك وين سيفك وين ايديك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FA283A" w:rsidP="00F86163">
            <w:pPr>
              <w:pStyle w:val="libPoem"/>
            </w:pPr>
            <w:r>
              <w:rPr>
                <w:rtl/>
              </w:rPr>
              <w:t>فتح عينه و ظل لخيّه حسين بزنوده يشير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يشير لعْضيده بزنود مقطّعه منها الجفوف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سهم البعيني دشلْعه و اغسل الدّم جان اشوف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أنظرك نظره قبل موتي يَبو سكنه العطوف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ملتظي وروحي افْغَرَت يحسين من لفح الهجير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قعد عد راسه ايتلوّى و رفع خدّه مْن الثّرى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و رد سحب راسه الشّفيّه و بالتّرايب عفّره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ايقلّه جثْتك عقب ساعه اتظل رميّه ابهالعرا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تشيل خدّي مْن الثّرى و تالي يظل خدّك عفير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لا تودّيني الخيمه يا عضيدي و مهجتي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D809D6" w:rsidP="00F86163">
            <w:pPr>
              <w:pStyle w:val="libPoem"/>
            </w:pPr>
            <w:r>
              <w:rPr>
                <w:rtl/>
              </w:rPr>
              <w:t>ينصدع قلب الوديعه بس تعاين حالتي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لا تفارقني ترى قربت يخويه موتتي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و جذب ونّاته و غدت عينه لخيّه تستدير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فارقت روحه و ابو السجّاد مدّد جثّته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و غمّض عيونه و على الخدّين هلّت دمعته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أيّس و قام و مثل ما قال قلّت حيلته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A283A" w:rsidRDefault="00413474" w:rsidP="00F86163">
            <w:pPr>
              <w:pStyle w:val="libPoem"/>
            </w:pPr>
            <w:r>
              <w:rPr>
                <w:rtl/>
              </w:rPr>
              <w:t>و رجع قاصد للخيَم يجذب الونّه مستحير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رجوع</w:t>
      </w:r>
      <w:r w:rsidR="00E33040">
        <w:rPr>
          <w:rtl/>
        </w:rPr>
        <w:t xml:space="preserve"> </w:t>
      </w:r>
      <w:r>
        <w:rPr>
          <w:rtl/>
        </w:rPr>
        <w:t>الإمام بعد مصرع العباس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FA283A" w:rsidTr="00FA283A">
        <w:trPr>
          <w:trHeight w:val="350"/>
        </w:trPr>
        <w:tc>
          <w:tcPr>
            <w:tcW w:w="4219" w:type="dxa"/>
            <w:shd w:val="clear" w:color="auto" w:fill="auto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يا بنات حسين قومن رَدّ ابو سكنه وحيد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شوفتَه مكسور ظهره ظنّتي راح العضيد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FA283A">
        <w:trPr>
          <w:trHeight w:val="350"/>
        </w:trPr>
        <w:tc>
          <w:tcPr>
            <w:tcW w:w="4219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صرخت ام كلثوم و سكينه و طلعن بالعجل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و زينب تصيح انهتكنا جان ابو فرجه انجدل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FA28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و الشّهيد حسين ينحب و الدّمع منّه يهل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نادته سكنه العزيزه وين عمّي يا شهيد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FA28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بس وصل شيخ العشيره دارن عليه الحرم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و زينب اتنادي يخويه وين شيّال العلم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FA28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قال منّا يا حزينه بو الفضل باع السّهم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و استحب نوم الشّريعه وجيت يا زينب وحيد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283A" w:rsidTr="00FA28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لو تشوفينه يَزينب جيف مقطوع الزّنود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FA283A" w:rsidRDefault="00FA283A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FA283A" w:rsidRDefault="009E1680" w:rsidP="00F86163">
            <w:pPr>
              <w:pStyle w:val="libPoem"/>
            </w:pPr>
            <w:r>
              <w:rPr>
                <w:rtl/>
              </w:rPr>
              <w:t>و العلم يمّه وقع و الرّاس مفضوخ ابْعَمود</w:t>
            </w:r>
            <w:r w:rsidR="00FA283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8387D" w:rsidRDefault="0028387D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134A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قالت انْأَيّس أجل عبّاس لينا ما 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قوم نمشي انْعالجه قال المعالج ما يفيد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قالت اوصف لي أحواله قال مخّه عْلى الجتوف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و السّهم ناشب بعينه يا حزينه و لا يشوف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شعر راسه مخضّب بدمّه و مقطوع الجفوف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يختي والله انكسر ظهري يوم شفته عْلَى الصّعيد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نادته دنهض ابهالنّسوه نروح الجثّته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و ناخذ اويانا نعش حتّى نشيل جنازنه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كافلي يا بو علي ودّي أعاين غرّته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2A134A" w:rsidP="00F86163">
            <w:pPr>
              <w:pStyle w:val="libPoem"/>
            </w:pPr>
            <w:r>
              <w:rPr>
                <w:rtl/>
              </w:rPr>
              <w:t>قال ما ينشال يا زينب امقطّع بالحديد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زفاف القاسم بن الحسن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134A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يالّذي عْلى المشرعه ظلّت رميّه جثّته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هذا جاسم زافّينه انهض و عاين زفّته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جان يا كبش الكتيبه بيك للنّهضه جلَد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فزّع اخوانك و ثوروا بْعَجَل زفّوا هالولد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وصّل زْفَافه و انا مفرود ما عندي أحد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بس حريم اتجر ونّه و القلوب مفتّته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قوم بسّك يا قمر عدنان من نوم التراب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وقّض اشبال الهواشم و البسوا جديد الثياب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و الذّوايب سرّحوها و قوموا انزف هالشّباب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و انتخوا جدّام جاسم جان تنْشَف دمعته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و زينب اتقلّه يَبو سكنه افْجَعتْنا ابْهَالنّدا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عرس عدْنا شلون يبن امّي حزنّا اتزيّده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4719C6" w:rsidP="00F86163">
            <w:pPr>
              <w:pStyle w:val="libPoem"/>
            </w:pPr>
            <w:r>
              <w:rPr>
                <w:rtl/>
              </w:rPr>
              <w:t>يا الولي اتْنخّي جنايز عالوطيّه اممدده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و دمع ابن خيّي جرى و حِسْها تنعّي زوجته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و رمله ما بين النّسا تلطم صدرها معوله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ردْت انا ازفاف الولد بوجود قومه وكل هلَه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ما دريت يصير عرس ابني ابوادي كربلا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و ينظر بعينه على الرّمضا عمامه و اخوته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اشلون يا مظلوم عرسه و انتَ معدوم النّصير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و العرس ويّا الجنازه ابْيوم واحد ما يصير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جذب حسره وقال انا ادري ابهالولد عمره قصير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لكن ابن امي وصاني شْلون اخلّي وصيّته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هل دمع جاسم و صاح القلب يا عمّي انكسر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لا تزفّوني يَعَمّي جان انا عمري قصر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و خلني أطلع للمنيّه و انتو حفروا لي قبر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E44667" w:rsidP="00F86163">
            <w:pPr>
              <w:pStyle w:val="libPoem"/>
            </w:pPr>
            <w:r>
              <w:rPr>
                <w:rtl/>
              </w:rPr>
              <w:t>ضمّه الصدره و بجى و الكل يجذب حسرته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ما بعد 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134A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2A134A" w:rsidRDefault="00977692" w:rsidP="00F86163">
            <w:pPr>
              <w:pStyle w:val="libPoem"/>
            </w:pPr>
            <w:r>
              <w:rPr>
                <w:rtl/>
              </w:rPr>
              <w:t>قشّعوا فرشة الجاسم لبّسوا سكنه حدود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هلمدلّل قوموا انزفّه يَزينب للّحود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خلّوا اسكينه تشق الجيبها و تحثي التّراب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عن العرّيس اخبروها ابهامته يَختي انصاب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نادوا الرمله تجي و تشوف حالة هالشّباب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تجري ادمومه و مخ راسه على صفاح الخدود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ظلّت اتنادي يَسكنه بدّلي عرسج انياح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ترى حسين الظّهر منّه انكسر و العرّيس راح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134A" w:rsidTr="00843F23">
        <w:trPr>
          <w:trHeight w:val="350"/>
        </w:trPr>
        <w:tc>
          <w:tcPr>
            <w:tcW w:w="3920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طلعت سكينه و لقَت جسمه اموزّع بالجراح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134A" w:rsidRDefault="002A134A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134A" w:rsidRDefault="006E6D63" w:rsidP="00F86163">
            <w:pPr>
              <w:pStyle w:val="libPoem"/>
            </w:pPr>
            <w:r>
              <w:rPr>
                <w:rtl/>
              </w:rPr>
              <w:t>هوَت فوقه و ظل يعاينها وهو ابروحه يجود</w:t>
            </w:r>
            <w:r w:rsidR="002A134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A3D63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1A3D63" w:rsidRDefault="001A3D63" w:rsidP="00F86163">
            <w:pPr>
              <w:pStyle w:val="libPoem"/>
            </w:pPr>
            <w:r>
              <w:rPr>
                <w:rtl/>
              </w:rPr>
              <w:t>طلعت امّه تصيح يا جسّام ظل مظلم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3D63" w:rsidRDefault="001A3D63" w:rsidP="00F86163">
            <w:pPr>
              <w:pStyle w:val="libPoem"/>
            </w:pPr>
            <w:r>
              <w:rPr>
                <w:rtl/>
              </w:rPr>
              <w:t>فتّح اعيونك عساني عقب يومك لا بقيت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rPr>
          <w:trHeight w:val="350"/>
        </w:trPr>
        <w:tc>
          <w:tcPr>
            <w:tcW w:w="3920" w:type="dxa"/>
          </w:tcPr>
          <w:p w:rsidR="001A3D63" w:rsidRDefault="001A3D63" w:rsidP="00F86163">
            <w:pPr>
              <w:pStyle w:val="libPoem"/>
            </w:pPr>
            <w:r>
              <w:rPr>
                <w:rtl/>
              </w:rPr>
              <w:t>ساعه امعرّس و ساعه فوق صدر حسين ميْت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1A3D63" w:rsidP="00F86163">
            <w:pPr>
              <w:pStyle w:val="libPoem"/>
            </w:pPr>
            <w:r>
              <w:rPr>
                <w:rtl/>
              </w:rPr>
              <w:t>و اظن يَبني القمر بالذّابح مَهو سعد السّعود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رثاء علي بن الحسين الأكبر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6D6E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حلّي احزامه يَليلى و غمّضي عين الشّباب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و ارفعي خد لمدلّل مهجتي عن هالتّراب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شدّي اجروحه يَزينب فطر قلبي ابونّته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و بالدّمع بالله دغسلوا هالدّما عن وجنته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يختي شدّوا ابهالعمامه طبرة اللي ابجبهته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يا علي و الله قمر لكنّه اتكوّر و 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ما تهنّيت ابْشَبابك ليت عيشي لا 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يا قصير العمر يبني ليت يومك لا 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على الدّنيا امْحَسَّر و عمرك ثمنتعشر سنه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عَفْيَه قلبي شلون صابر جيف مَتفتّت و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هيّجت نيران قلبي يا شبيه المصطفى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نور عيني عقب عينك يا ضيا عيني انطفى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بعدك آنا العمر ما ريده و على الدّنيا العفا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عذب موتي من عقب فرقاك و العيشه 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جَف دمع ليلى من الدّهشه و تقلّب بالجروح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حايره و تْصيح يَبني ضيّعتني وين اروح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جان يَبني تروح روحك روحي ويّاها 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نومتَك ذوّبت قلبي و راس ابوك حسين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فتَح عينه و عاين امّه و قال صبري الأمر 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و زينب اتْناديه سالم يا ملاذ الضّايعات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6D6E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شبح ليها و جذب حسره و غرّبت عينه و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6D6E" w:rsidRDefault="00B26D6E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6D6E" w:rsidRDefault="00B26D6E" w:rsidP="00F86163">
            <w:pPr>
              <w:pStyle w:val="libPoem"/>
            </w:pPr>
            <w:r>
              <w:rPr>
                <w:rtl/>
              </w:rPr>
              <w:t>وقام ابوه حسين ودموعه تصب صب السّحاب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مصرع عبد الله الرضيع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A3D63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شال طفله حسين بيده ايخاطب اجموع العدا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هذا طفلي يموت ظامي و ذنِب منّه ما سدا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rPr>
          <w:trHeight w:val="350"/>
        </w:trPr>
        <w:tc>
          <w:tcPr>
            <w:tcW w:w="3920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ويح قلبي من رفع طفله امقمّط و اعتنى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ايصيح جان الذّنب منّي هذا طفلي ما جنى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rPr>
          <w:trHeight w:val="350"/>
        </w:trPr>
        <w:tc>
          <w:tcPr>
            <w:tcW w:w="3920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عجّلوا له ابقطرة اميّه ترى عمره دنى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مْن الظّما يابس لسانه و الجبد متْمرّده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rPr>
          <w:trHeight w:val="350"/>
        </w:trPr>
        <w:tc>
          <w:tcPr>
            <w:tcW w:w="3920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صاح بن سعد الرّجس يا حرمله رد الجواب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لا يكون الطّفل يرجع بالسّلامه للاطناب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rPr>
          <w:trHeight w:val="350"/>
        </w:trPr>
        <w:tc>
          <w:tcPr>
            <w:tcW w:w="3920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شوف نحره يلوح مثل البدر ما بين السّحاب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6F1855" w:rsidP="00F86163">
            <w:pPr>
              <w:pStyle w:val="libPoem"/>
            </w:pPr>
            <w:r>
              <w:rPr>
                <w:rtl/>
              </w:rPr>
              <w:t>و الرّجس ما لان قلبه و طوّقه ابْسَهم الرّدا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A3D63" w:rsidRDefault="00F966A6" w:rsidP="00F86163">
            <w:pPr>
              <w:pStyle w:val="libPoem"/>
            </w:pPr>
            <w:r>
              <w:rPr>
                <w:rtl/>
              </w:rPr>
              <w:t>فرفرت روحه و فك ابوجه ابوه اعوينته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F966A6" w:rsidP="00F86163">
            <w:pPr>
              <w:pStyle w:val="libPoem"/>
            </w:pPr>
            <w:r>
              <w:rPr>
                <w:rtl/>
              </w:rPr>
              <w:t>و ذاب قلب حسين من شافه املولح رقبته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و انحنى ايشمّه ابْنحره و غسل دمّه ابْدَمعته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و رجع و دموعه يهلْها و إجت سكنه اتْنَاشده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تصيح بويه اسقيت اخيّي و جيتني ابفاضل الماي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بالعجل برّد غليلي مْن الظّما ذايب حشاي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خان بي دهري اشْبيدي عْلَى الذي ايروّي ظماي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جذَب حسره و حط اخوها بين ايديها و مدّده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3D63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قالت اشْصاير بخيّي اتمدّده فوق الثّرى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3D63" w:rsidRDefault="001A3D63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3D63" w:rsidRDefault="00D626D2" w:rsidP="00F86163">
            <w:pPr>
              <w:pStyle w:val="libPoem"/>
            </w:pPr>
            <w:r>
              <w:rPr>
                <w:rtl/>
              </w:rPr>
              <w:t>قال انا لا تنشديني و شوفي ابحاله اشْجرى</w:t>
            </w:r>
            <w:r w:rsidR="001A3D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3D63" w:rsidRDefault="001A3D6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439D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صدّت و لنّه امفارق و لَوداج امهبّره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صرخت و نادت يخويه اشهالذّنب منّك سدى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843F23">
        <w:trPr>
          <w:trHeight w:val="350"/>
        </w:trPr>
        <w:tc>
          <w:tcPr>
            <w:tcW w:w="3920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زغيّر و نحّلت جسمي ونّتك و القلب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وَسفَه يَمدلّل يظل معفور خدّك بالتراب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843F23">
        <w:trPr>
          <w:trHeight w:val="350"/>
        </w:trPr>
        <w:tc>
          <w:tcPr>
            <w:tcW w:w="3920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للرّضيع ابعَجَل قومي و افرشي له يا 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ذايب امن الشّمس خدّه وساد جيبي انْوسّده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843F23">
        <w:trPr>
          <w:trHeight w:val="350"/>
        </w:trPr>
        <w:tc>
          <w:tcPr>
            <w:tcW w:w="3920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طلعت امّه من المصيبه تصرخ ابْحالٍ فظيع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طفل و مخضّب ابدمّك آه يعبدالله الرّضيع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843F23">
        <w:trPr>
          <w:trHeight w:val="350"/>
        </w:trPr>
        <w:tc>
          <w:tcPr>
            <w:tcW w:w="3920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ردتك التالي زماني لا أظل حرمه و اضيع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439D" w:rsidRDefault="00A5439D" w:rsidP="00F86163">
            <w:pPr>
              <w:pStyle w:val="libPoem"/>
            </w:pPr>
            <w:r>
              <w:rPr>
                <w:rtl/>
              </w:rPr>
              <w:t>جان ليّه اتصير سلوه ليت روحي لك فدا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وحدة</w:t>
      </w:r>
      <w:r w:rsidR="00E33040">
        <w:rPr>
          <w:rtl/>
        </w:rPr>
        <w:t xml:space="preserve"> </w:t>
      </w:r>
      <w:r>
        <w:rPr>
          <w:rtl/>
        </w:rPr>
        <w:t>الحسين وخطابه لأنصاره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A5439D" w:rsidTr="00A5439D">
        <w:trPr>
          <w:trHeight w:val="350"/>
        </w:trPr>
        <w:tc>
          <w:tcPr>
            <w:tcW w:w="4219" w:type="dxa"/>
            <w:shd w:val="clear" w:color="auto" w:fill="auto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طب ابو سكنه المعاره ايشوف قومه وعزوته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وقف يجري الدّمع و بصدره انكسرت عبرته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rPr>
          <w:trHeight w:val="350"/>
        </w:trPr>
        <w:tc>
          <w:tcPr>
            <w:tcW w:w="4219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ضل يناديهم يَفرساني تخلّوني وحيد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شالسّبب عفتوا مخيّمكم و نمتوا عْلى الصّعيد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لا ولد ليّه بقى يحمي حريمي و لا عضيد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و بن سعد بعدي ييسّر هالحراير نيّته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شلون يا عبّاس تتركني و حريمي امحيره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22783D" w:rsidP="00F86163">
            <w:pPr>
              <w:pStyle w:val="libPoem"/>
            </w:pPr>
            <w:r>
              <w:rPr>
                <w:rtl/>
              </w:rPr>
              <w:t>عايف الخيمه يَبو فاضل و نايم بالثّرى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و هاي زينب عقب عينك بالحرم متْمَرْمره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و تدري باليفْقد عضيده اتقل يَخويه حيلته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و عاين الجاسم اجفوفه امخضّبه و دمّه يسيح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وقف و دموعه يهلها و القلب منّه جريح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صاح يَبن الحسن ساعه امعرّس و ساعه ذبيح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على مصابك جيبها سكنه العزيزه شقّته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و بس نظر لَكبر علي و عاين اوصاله امقطّعه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9590A" w:rsidP="00F86163">
            <w:pPr>
              <w:pStyle w:val="libPoem"/>
            </w:pPr>
            <w:r>
              <w:rPr>
                <w:rtl/>
              </w:rPr>
              <w:t>نسى الجاسم و العضيد اللي ابْجَنب المشرعه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و انحنى فوقه و غسل طبرة الرّاس ابْمَدمعه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وجذَب حسره عْلَى الولد والحزن ذوّب مهجته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صاح يَشْبيه النّبي ما شوف لك شبه و مثيل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قوم نرجع للخيَم سكّت النّسوه مْن العويل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شاب راس امّك يَبويه و الجسد منها نحيل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آه يشابٍ فارق الدّنيا و راح ابحسرته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و عاين اخوانه و بني عمّه ابْنَجيع الدّم تموج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381B19" w:rsidP="00F86163">
            <w:pPr>
              <w:pStyle w:val="libPoem"/>
            </w:pPr>
            <w:r>
              <w:rPr>
                <w:rtl/>
              </w:rPr>
              <w:t>جانت انجوم العلى و خرّت من ابروج السّروج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وقف يعتب متّجي عْلَى السّيف يا ويلي و يلوج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و اخذ ينخاهم و هُم فوق التّرب من وحدته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صاح يَزْهير و يمسلم يا هلال و يا حبيب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صحبتي كلكم نسيتوها و تركتوني غريب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ما تجون الهاليتامى ذوّبوني من النّحيب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ظلّت اجثثْهم تموج و تضطرب من نخوته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اتصيح سامحنا يَبو سكنه ترى احنا امصّرعين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شوفنا هذا اجفوفه امقطّعه و هذا طعين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439D" w:rsidTr="00A5439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صاح معذورين ياللي عْلى التّراب امجزّرين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A5439D" w:rsidRDefault="00E120EB" w:rsidP="00F86163">
            <w:pPr>
              <w:pStyle w:val="libPoem"/>
            </w:pPr>
            <w:r>
              <w:rPr>
                <w:rtl/>
              </w:rPr>
              <w:t>واقبل عْلَى مخيّمه عزمه يودّع نسوته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وداعه</w:t>
      </w:r>
      <w:r w:rsidR="00E33040">
        <w:rPr>
          <w:rtl/>
        </w:rPr>
        <w:t xml:space="preserve"> </w:t>
      </w:r>
      <w:r>
        <w:rPr>
          <w:rtl/>
        </w:rPr>
        <w:t>نسوته و عياله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5439D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A5439D" w:rsidRDefault="000B789F" w:rsidP="00F86163">
            <w:pPr>
              <w:pStyle w:val="libPoem"/>
            </w:pPr>
            <w:r>
              <w:rPr>
                <w:rtl/>
              </w:rPr>
              <w:t>رد ابن حيدر للمخيّم يكفكف دمعته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439D" w:rsidRDefault="00A5439D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439D" w:rsidRDefault="000B789F" w:rsidP="00F86163">
            <w:pPr>
              <w:pStyle w:val="libPoem"/>
            </w:pPr>
            <w:r>
              <w:rPr>
                <w:rtl/>
              </w:rPr>
              <w:t>وقف ما بين الخيم عزمه يودّع نسوته</w:t>
            </w:r>
            <w:r w:rsidR="00A5439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3D63" w:rsidRDefault="001A3D6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29679B" w:rsidTr="0029679B">
        <w:trPr>
          <w:trHeight w:val="350"/>
        </w:trPr>
        <w:tc>
          <w:tcPr>
            <w:tcW w:w="4219" w:type="dxa"/>
            <w:shd w:val="clear" w:color="auto" w:fill="auto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يصيح يا زينب ابهالنّسوه و لَيتام اطلعي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بالعجل يمْخدره منّي تعالي اتودّعي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قرّبي ليّه جوادي و شيّعيني المصرعي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طلعت اتقود المهُر و الجبد منها امفتّته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نادته يا نور عيني شفت مثلي بالدّهر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للمنيّه ماشي ابن امّي و ادنّي له المهر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قلبي امقاسي مصايب يالولي اتفتّ الصّخر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خرّت اتوَدعه و بالمنحر يَويلي شمّته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فتح باعه للوديعه و ضمّها ضم الوداع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صاح خويه وداعة الله و قلبها الذّايب ارتاع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غدت مدهوشه تضمّه الصدرها و الرّاي ضاع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نادت اليوم الدّهر يحسين شملي شتّته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قال شفتي يا عزيزه مثل خيّج بالملا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ذبحت انصاره طبق حتّى الطّفل ما ظل اله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ينظر اولاده و اخوته بالتّراب امجَدّله‌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الحرب شبّت لظى و العطش مض ابْمُهجته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حال سكنه حال لَقشر يوم اجتّه اتودّعه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تنتحب و تصيح عزّ الحرم ماشي المصرعه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سمعها اتنعّي و تحدّر فوق خدّه مدمعه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احتضن ذيج العزيزه و ظل يجذب حسرته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نوبٍ ايضمها الصدره و يجذب الحسره و ينوح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نوبٍ اتشمّه و تقلّه عقب عينك وين اروح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هذا طير اليتم يَمْشكّر على راسي يلوح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الحرم ضجّت على حالة سكينه و حالته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صاح يَسْكينه ترى نوحج عقب ذبحي يطول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عقب عيني يا حزينه اتكابدين امرٍ مهول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تنظريني عْلَى الثّرى و الجسد ميدان الخيول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و انتي حسره عْلى جمل تنحل القوه مشيته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نادته ماني العزيزه اللي تودني يا شهيد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اشلون تتركني غريبه و الوطن عنّي بعيد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9B" w:rsidTr="0029679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بويه ترضى غيرتك حسّر يودّونا اليزيد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29679B" w:rsidRDefault="0029679B" w:rsidP="00F8616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29679B" w:rsidRDefault="005B0675" w:rsidP="00F86163">
            <w:pPr>
              <w:pStyle w:val="libPoem"/>
            </w:pPr>
            <w:r>
              <w:rPr>
                <w:rtl/>
              </w:rPr>
              <w:t>بين اعادي و العدو صعبه يَبويه وليته</w:t>
            </w:r>
            <w:r w:rsidR="0029679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محاورته</w:t>
      </w:r>
      <w:r w:rsidR="00E33040">
        <w:rPr>
          <w:rtl/>
        </w:rPr>
        <w:t xml:space="preserve"> </w:t>
      </w:r>
      <w:r>
        <w:rPr>
          <w:rtl/>
        </w:rPr>
        <w:t>مع الرباب عند الوداع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B0675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ودّع حسين الحريم و طلعت اتنوح الرّباب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شافها و هلّت ادموعه و القلب بالوجد ذاب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rPr>
          <w:trHeight w:val="350"/>
        </w:trPr>
        <w:tc>
          <w:tcPr>
            <w:tcW w:w="3920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وقفت اقباله و على خدها المدامع سايله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و خرّت و حبّت اقدامه امدوهشه و تسايله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rPr>
          <w:trHeight w:val="350"/>
        </w:trPr>
        <w:tc>
          <w:tcPr>
            <w:tcW w:w="3920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عقب عينك من يشيل ابهالحرم من كربلا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كلنا نسوان و غرايب جيف نمشي اويا لَجناب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rPr>
          <w:trHeight w:val="350"/>
        </w:trPr>
        <w:tc>
          <w:tcPr>
            <w:tcW w:w="3920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تمشي و انا ابذمتك يحْسين يا حامي الدّخيل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عفتني و انا العزيزه و لا تعيّن لي كفيل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rPr>
          <w:trHeight w:val="350"/>
        </w:trPr>
        <w:tc>
          <w:tcPr>
            <w:tcW w:w="3920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من يركّب هالنّسا و يبرى الهوادج من تميل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و الخيم تدري مَظَل بيها من الفتيه شباب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قلت انا ايعيش الطّفل و اسلي اهمومي ابْشوفته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F86163" w:rsidP="00F86163">
            <w:pPr>
              <w:pStyle w:val="libPoem"/>
            </w:pPr>
            <w:r>
              <w:rPr>
                <w:rtl/>
              </w:rPr>
              <w:t>و رحت تطلب له اميّه و العطش فَتْ مهجته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B0675" w:rsidRDefault="001A0D95" w:rsidP="00F86163">
            <w:pPr>
              <w:pStyle w:val="libPoem"/>
            </w:pPr>
            <w:r>
              <w:rPr>
                <w:rtl/>
              </w:rPr>
              <w:t>و جيتني بذاك الطّفل و السّهم فاري رقبته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1A0D95" w:rsidP="00F86163">
            <w:pPr>
              <w:pStyle w:val="libPoem"/>
            </w:pPr>
            <w:r>
              <w:rPr>
                <w:rtl/>
              </w:rPr>
              <w:t>سلّمت لله و قلْت امْن الاولاد الظّن خاب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B0675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B0675" w:rsidRDefault="001A0D95" w:rsidP="00F86163">
            <w:pPr>
              <w:pStyle w:val="libPoem"/>
            </w:pPr>
            <w:r>
              <w:rPr>
                <w:rtl/>
              </w:rPr>
              <w:t>قلت بحسين الخلَف ياليت يفداه الوجود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B0675" w:rsidRDefault="005B0675" w:rsidP="00F8616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B0675" w:rsidRDefault="001A0D95" w:rsidP="00F86163">
            <w:pPr>
              <w:pStyle w:val="libPoem"/>
            </w:pPr>
            <w:r>
              <w:rPr>
                <w:rtl/>
              </w:rPr>
              <w:t>يرجع اوطانه ابْسَلامه و الدّهر يرجع سعود</w:t>
            </w:r>
            <w:r w:rsidR="005B067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A3D63" w:rsidRDefault="001A3D63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27AE7" w:rsidTr="00843F23">
        <w:trPr>
          <w:trHeight w:val="350"/>
        </w:trPr>
        <w:tc>
          <w:tcPr>
            <w:tcW w:w="3920" w:type="dxa"/>
            <w:shd w:val="clear" w:color="auto" w:fill="auto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سمعها و سالت دموعه و ظل ابو سكنه يجود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صاح ذابت مهجتي بطلي البواجي يا 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جان شفتي جثّتي فوق التراب امطبّره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و دارت اعليّه العدا بالطّعن و الرّاس انبرى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ظلّلي جسمي قبل ما تركبين اميسّره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و باري سكينه العزيزه جان هجموا عْلَى لَطناب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الله الله ابهاليتيمه لو سرى زجر و حدى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و ركّبوها عْلَى هزيله اميسّره بين العدا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عزيزتي لا تتركيها يا رباب ابلا 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خايف العدوان تسلبها حليها و الثياب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جنّي أنظرها يتيمه امشرّده من هالخبا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امروّعه تطلب الملجا ابهالفيافي امسلّبه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43F2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اتحوم مذعوره و من ضرب السياط معذّبه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7AE7" w:rsidRDefault="00827AE7" w:rsidP="00843F23">
            <w:pPr>
              <w:pStyle w:val="libPoem"/>
            </w:pPr>
            <w:r>
              <w:rPr>
                <w:rtl/>
              </w:rPr>
              <w:t>تلتجي بْزينب و زينب راسها مْن الضّيم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صولات الحسين و مقتله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827AE7" w:rsidTr="00827AE7">
        <w:trPr>
          <w:trHeight w:val="350"/>
        </w:trPr>
        <w:tc>
          <w:tcPr>
            <w:tcW w:w="4219" w:type="dxa"/>
            <w:shd w:val="clear" w:color="auto" w:fill="auto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صال ابن حيدر و جرّد عزم حيدر و الفقار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و ظلّت تموج العسَاكر هَلَع و اظلمّ النّهار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rPr>
          <w:trHeight w:val="350"/>
        </w:trPr>
        <w:tc>
          <w:tcPr>
            <w:tcW w:w="4219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ذكّر العدوان صولات الوصي من صولته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و غنّى فوق الرّوس سيفه و لا يثنّي ضربته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صرخ بالعدوان و فرّت ترتعد من صرخته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ينظم ابْرمحه و سيفه مْن العزم ينثر شرار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اتْزَلْزلَت من شد عليها و ثغر ابو سكنه ابتسم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553218" w:rsidP="00843F23">
            <w:pPr>
              <w:pStyle w:val="libPoem"/>
            </w:pPr>
            <w:r>
              <w:rPr>
                <w:rtl/>
              </w:rPr>
              <w:t>والعساكر شطر مرمي عْلى الثّرى و شطر انهزم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376F1F" w:rsidP="00843F23">
            <w:pPr>
              <w:pStyle w:val="libPoem"/>
            </w:pPr>
            <w:r>
              <w:rPr>
                <w:rtl/>
              </w:rPr>
              <w:t>ما نجت من سيف ابن حيدر علي لولا السّهم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376F1F" w:rsidP="00843F23">
            <w:pPr>
              <w:pStyle w:val="libPoem"/>
            </w:pPr>
            <w:r>
              <w:rPr>
                <w:rtl/>
              </w:rPr>
              <w:t>شق قلبه و وقع يتلظّى ظما فوق لَوعار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376F1F" w:rsidP="00843F23">
            <w:pPr>
              <w:pStyle w:val="libPoem"/>
            </w:pPr>
            <w:r>
              <w:rPr>
                <w:rtl/>
              </w:rPr>
              <w:t>شق قلبه وخر ابو السّجّاد من ظهر المهر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376F1F" w:rsidP="00843F23">
            <w:pPr>
              <w:pStyle w:val="libPoem"/>
            </w:pPr>
            <w:r>
              <w:rPr>
                <w:rtl/>
              </w:rPr>
              <w:t>ظل يعالج بالسّهم و انخسف صندوق الصّدر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و اتّجا واستخرجه يا ويل قلبي مْن الظّهر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والقلب منّه انمزع والدّم جرى شبه الانهار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ضعف من نزف الدّما و ظل ايتمرّغ بلَوهاد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جمع بيمينه و شماله امن الترايب له اوساد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وسَّد الخدَّه و شبح لمخيّمه نسل لَمجاد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وانغشى عْليه وبقى مطروح مدَّة مْن النّهار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الخيل هجمت و اوقفت زينب عْلى التّل تندبه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B736E4" w:rsidP="00843F23">
            <w:pPr>
              <w:pStyle w:val="libPoem"/>
            </w:pPr>
            <w:r>
              <w:rPr>
                <w:rtl/>
              </w:rPr>
              <w:t>اتصيح يَبن امّي ادركنا و فتح عينه و انتبه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شاف زينب و اليتَامى فارّات امن الخبا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صاح خويه ايعز عليّه ايسلّبونج هلَشرار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ردّي الخدرج يَزينب و آيسي من نهضتي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سهم لمثلّث يَمحزونه استخرج مهجتي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خايف ايتامي تذوب اقلوبها من شوفتي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و خايف سكينه تجيني و قلبها ايصيبه انذعار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و ينظر الخيل الأعادي اعْلى فساطيطه تدور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DA2665" w:rsidP="00843F23">
            <w:pPr>
              <w:pStyle w:val="libPoem"/>
            </w:pPr>
            <w:r>
              <w:rPr>
                <w:rtl/>
              </w:rPr>
              <w:t>و الحراير كالحمام الحلّت عْليها الصقور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FC4343" w:rsidP="00843F23">
            <w:pPr>
              <w:pStyle w:val="libPoem"/>
            </w:pPr>
            <w:r>
              <w:rPr>
                <w:rtl/>
              </w:rPr>
              <w:t>هاي يَمنه و ذيج يَسره فارّات ابْلا شعور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FC4343" w:rsidP="00843F23">
            <w:pPr>
              <w:pStyle w:val="libPoem"/>
            </w:pPr>
            <w:r>
              <w:rPr>
                <w:rtl/>
              </w:rPr>
              <w:t>و الشّهيد ابْضعف صوته يصيح واهتك الستار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FC4343" w:rsidP="00843F23">
            <w:pPr>
              <w:pStyle w:val="libPoem"/>
            </w:pPr>
            <w:r>
              <w:rPr>
                <w:rtl/>
              </w:rPr>
              <w:t>على عْزيزات النّبي يا قوم لا يهجم أحد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FC4343" w:rsidP="00843F23">
            <w:pPr>
              <w:pStyle w:val="libPoem"/>
            </w:pPr>
            <w:r>
              <w:rPr>
                <w:rtl/>
              </w:rPr>
              <w:t>و اقصدوا ليّه ابنفسي ما بقى ليّه جلَد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7AE7" w:rsidTr="00827A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827AE7" w:rsidRDefault="001B7759" w:rsidP="00843F23">
            <w:pPr>
              <w:pStyle w:val="libPoem"/>
            </w:pPr>
            <w:r>
              <w:rPr>
                <w:rtl/>
              </w:rPr>
              <w:t>لا تهتْكوا هالخدر ما دام روحي بالجسد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827AE7" w:rsidRDefault="00827AE7" w:rsidP="00843F23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827AE7" w:rsidRDefault="001B7759" w:rsidP="00843F23">
            <w:pPr>
              <w:pStyle w:val="libPoem"/>
            </w:pPr>
            <w:r>
              <w:rPr>
                <w:rtl/>
              </w:rPr>
              <w:t>ليّه ردّوا لا ترَوعوا الحرم جان انتو أحرار</w:t>
            </w:r>
            <w:r w:rsidR="00827AE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843F23">
      <w:pPr>
        <w:pStyle w:val="libCenterBold1"/>
      </w:pPr>
      <w:r>
        <w:rPr>
          <w:rtl/>
        </w:rPr>
        <w:t>رجوع</w:t>
      </w:r>
      <w:r w:rsidR="00E33040">
        <w:rPr>
          <w:rtl/>
        </w:rPr>
        <w:t xml:space="preserve"> </w:t>
      </w:r>
      <w:r>
        <w:rPr>
          <w:rtl/>
        </w:rPr>
        <w:t>الجواد إلى 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D4B0E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حِسْ جواد حسين يصهل حي اخونا و جيّته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قوموا نتلقّى ولينا يا بناته و نسوته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قومي يَسْكينه اطلعي له ابْغير مُهله و انظريه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جنّه متنكّر صهيله اشْصار ما ندري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أظن قحّم و انذعر من عسكر المحتاط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يكثر الصّيحات مُهر حسين ما هي عادته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طلعت سكينه و مدامعها على خدها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 اوقفت و العين مشبوحه على حس الصّهيل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شافته يسحب عنانه امزلزل البر بالعويل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 دم ابوها حسين يجري فوق عرفه و رقبته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اندهشت سكينه وصرخت بس يعمّه امن الخدر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راح والينا يَعمّه و صار والينا زجر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طاح ابويه حسين و اقبل يسحب اعنانه المهر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صرخت و جيب القلب و الثّوب عاجل شقّته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صرخت و دم القلب من عينها انهل و 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حسين يَبن امي انهتكنا جان طحت عْلى الثّرى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باجر العدوان تاخذ هالحريم اميسّره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 عقب عزّي و الخدر تصبح احوالي امشتّته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وصل مُهر حسين خالي يا بنات المرتضى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اتحيّرت مَدْري شَسَوّي و ضاق بي رحب الفضا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ابهالخيَم نقعد حيارى لو نروح انغمّضه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مقدر أقعد جان هالونّه الخفّيه ونّته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فرّت و شبكت على الهامه اليسرا و اليمين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نوب تمشي و نوب تعثر قاصده حسّ 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اتصيح ذابت مهجتي يا خلق من ونّة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وصلت التّل باليتامى و طود عزها نادته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جيت بايتامك و لا ظل بالخيَم غير العليل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 انا مدْري بيا كتر طايح و لا ليّه دليل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صاح ردّي باليتامى لا تموت امن العويل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2D4B0E" w:rsidP="00520104">
            <w:pPr>
              <w:pStyle w:val="libPoem"/>
            </w:pPr>
            <w:r>
              <w:rPr>
                <w:rtl/>
              </w:rPr>
              <w:t>و انا تركوني لي الله و ابني باروا علّته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>وصاياه</w:t>
      </w:r>
      <w:r w:rsidR="00E33040">
        <w:rPr>
          <w:rtl/>
        </w:rPr>
        <w:t xml:space="preserve"> </w:t>
      </w:r>
      <w:r>
        <w:rPr>
          <w:rtl/>
        </w:rPr>
        <w:t>لشيعته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D4B0E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مهجة الزّهرا على الغبرا يطوّح ونّته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اتصدّع الجلمد وصايا اللي بداها الشيعته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شيعتي نصبوا المآتم و العزا لمصيبتي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و اذكروا تعفير خدّي بالتراب و ذبحتي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لو شربتوا ماي ذكروني العَطَش فَتْ مهجتي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و اقصدوني الكربلا و الكل يسجب عبرته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لو تشوفوني يَشيعه عْلى الثّرى مرمي طريح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خدّي اموسّد ترايب و الدّما منّي تسيح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rPr>
          <w:trHeight w:val="350"/>
        </w:trPr>
        <w:tc>
          <w:tcPr>
            <w:tcW w:w="3920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جم عضيد و جم ولد ليّه قضى قبلي ذبيح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3143DB" w:rsidP="00520104">
            <w:pPr>
              <w:pStyle w:val="libPoem"/>
            </w:pPr>
            <w:r>
              <w:rPr>
                <w:rtl/>
              </w:rPr>
              <w:t>واحد ايضل بالشّريعه اُو واحد ارفع جثّته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شيعتي و اللي قطع ظهري و نحل منّي القوى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وحدتي من وقع يم النّهر شيّال اللوا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وصّلت يمّه و لقيته ادمومه و مخّه سوا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و لجفوف امقطّعه ايذوب القلب من شوفته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شيعتي و ابن الحسن جسّام عرّيس و شباب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صارت العركه عروسه و دمّه السّافح اخضاب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D4B0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و النّثار النّبل و فراش الولد حر التراب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D4B0E" w:rsidRDefault="002D4B0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D4B0E" w:rsidRDefault="0082648F" w:rsidP="00520104">
            <w:pPr>
              <w:pStyle w:val="libPoem"/>
            </w:pPr>
            <w:r>
              <w:rPr>
                <w:rtl/>
              </w:rPr>
              <w:t>و بين كوفي و بين خطّي و بين هندي زفّته</w:t>
            </w:r>
            <w:r w:rsidR="002D4B0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3F23" w:rsidRDefault="00843F23" w:rsidP="00843F2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127B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شيعتي و ابني علي لَكبر نحل منّي الجسَد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بس شبح بالعين ليّه عْلى الثّرى راح الجلَد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بدر كامل ما جرا عند الخلق مثله ولد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يجذب الونّه و يعالج نور عيني رويحته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شيعتي و لازم يوصّلكم خبَر عنّي و علم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طفلي عبدالله على صدري انفرى نحره بْسَهَم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شفته و قلبي تفطّر و استهل دمعي ابْدَم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شبح لي ابعينه و جذب ونّه و مالت رقبته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شيعتي كثر البجا حقّي عليكم و النّحيب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شفتوا مثلي بالخلق مذبوح عطشان و 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و الجفن سافي يَشيعه و بالدّما شيبي خضيب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E127B" w:rsidP="00520104">
            <w:pPr>
              <w:pStyle w:val="libPoem"/>
            </w:pPr>
            <w:r>
              <w:rPr>
                <w:rtl/>
              </w:rPr>
              <w:t>و الحراير نصب عيني من خدرها امشتّته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>مقتل</w:t>
      </w:r>
      <w:r w:rsidR="00E33040">
        <w:rPr>
          <w:rtl/>
        </w:rPr>
        <w:t xml:space="preserve"> </w:t>
      </w:r>
      <w:r>
        <w:rPr>
          <w:rtl/>
        </w:rPr>
        <w:t>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127B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يا شمر تدري أنا سبط النّبي و ريحانته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جيب لي اميّه ترى مْن العَطَش جبدي مْفتّته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يا شمر قلبي تفطّر بالظّما و لفح الهجير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جَلَد ما عندي ولا ظل لي من رجالي نصير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و ين جدّي وين حيدر ما يشوفوني عفير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ما يثور الحسن لعضيده و يعاين حالته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صاح بيه ابن الرّجس مالك حموله ولا رجال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لحز نحرك بالظّما وتموت مَتْضوق الزّلال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و احرق اخيامك وَ سَلّب هالحراير و لَطفال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7C6F8B" w:rsidP="00520104">
            <w:pPr>
              <w:pStyle w:val="libPoem"/>
            </w:pPr>
            <w:r>
              <w:rPr>
                <w:rtl/>
              </w:rPr>
              <w:t>و الله لَتْرك هالحريم ابهالفيافي مْشتّته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قام عن صدره و جبّه ويل قلبي عْلَى الثّرى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و جلس متربّع على ظهره و ظل ايطبّره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هبّر اوداجه و زينب تجر حسره و تنظره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و الشّهيد حسين يتعفّر و يجذب ونّته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نادته يا شمر شيل السّيف عن باقي هلي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هذا شمامة الهادي و فاطمه و مهجة علي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وين اوَلّي و عقب اخويه حسين ما عندي ولي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B95767" w:rsidP="00520104">
            <w:pPr>
              <w:pStyle w:val="libPoem"/>
            </w:pPr>
            <w:r>
              <w:rPr>
                <w:rtl/>
              </w:rPr>
              <w:t>و الرّجس ما راقب الله و ظل يحز الرقبته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0203A0" w:rsidP="00520104">
            <w:pPr>
              <w:pStyle w:val="libPoem"/>
            </w:pPr>
            <w:r>
              <w:rPr>
                <w:rtl/>
              </w:rPr>
              <w:t>و عزل راسه من الجسد و الكون ضج ابْزلزله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203A0" w:rsidP="00520104">
            <w:pPr>
              <w:pStyle w:val="libPoem"/>
            </w:pPr>
            <w:r>
              <w:rPr>
                <w:rtl/>
              </w:rPr>
              <w:t>و شاله ابْعالي قناته و ماج وادي كربلا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0203A0" w:rsidP="00520104">
            <w:pPr>
              <w:pStyle w:val="libPoem"/>
            </w:pPr>
            <w:r>
              <w:rPr>
                <w:rtl/>
              </w:rPr>
              <w:t>و كعبة الأحزان فرّت باليتامى معوله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0203A0" w:rsidP="00520104">
            <w:pPr>
              <w:pStyle w:val="libPoem"/>
            </w:pPr>
            <w:r>
              <w:rPr>
                <w:rtl/>
              </w:rPr>
              <w:t>تصيح ركني يا مصوني هالرّزايا هدّته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>المصرع</w:t>
      </w:r>
      <w:r w:rsidR="00E33040">
        <w:rPr>
          <w:rtl/>
        </w:rPr>
        <w:t xml:space="preserve"> </w:t>
      </w:r>
      <w:r w:rsidR="00843F23">
        <w:rPr>
          <w:rtl/>
        </w:rPr>
        <w:t>الأليم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E127B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وين من يوصل لبو الحسنين حيدر يخبره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عهدي ما يرضى الشفيّه بالمصاب اللي جرى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ابن الضّبابي فوق صدر حسين متربّع جَلَس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و الشّهيد يقول و خّر خل أعالج بالنّفس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جيب لي قطرة اميّه ذاب قلبي مْن الشّمس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4F0C3E" w:rsidP="00520104">
            <w:pPr>
              <w:pStyle w:val="libPoem"/>
            </w:pPr>
            <w:r>
              <w:rPr>
                <w:rtl/>
              </w:rPr>
              <w:t>ما تخاف الله دست صدر النّبي خير الورى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لا تحز يا شمر نحري و العطش فت مهجتي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وين ابويه و وين جدّي وين قومي و عزوتي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rPr>
          <w:trHeight w:val="350"/>
        </w:trPr>
        <w:tc>
          <w:tcPr>
            <w:tcW w:w="3920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وين حمزه ما يجوني ينظرون اشْحَالتي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طايح و شمر الخنا نحري ابسيفه ايْهَبّره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127B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صاح بيه الشّمر تنخى عزوتَك و الاهل وين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E127B" w:rsidRDefault="000E127B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E127B" w:rsidRDefault="00233389" w:rsidP="00520104">
            <w:pPr>
              <w:pStyle w:val="libPoem"/>
            </w:pPr>
            <w:r>
              <w:rPr>
                <w:rtl/>
              </w:rPr>
              <w:t>ما بقى واحد من اخوانك و لا عندك معين</w:t>
            </w:r>
            <w:r w:rsidR="000E127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3F23" w:rsidRDefault="00843F23" w:rsidP="00843F2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3743E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لحز نحرك و ارفع اعلى الرّمح راسك يا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احرق خيامك و اخلّي هاليتامى مطشّره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انحنى يقطّع اوداجه و الفيافي اتزلزلت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ضجّت الاملاك لَجْلَه و لَفلاك اتعطّلت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شال راسه و شافته زينب و صاحت و اعولت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ليت راسي قبل راسك شمر قاطع منحَره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اوداعة الله يالذي راسك على سنان ارتفع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حسين يا شيّال حملي بس طحت حملي وقع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بعد مثلي ما أظن بالكون بَخوانه انفجع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ضايعه و قلّة ولي و عندي جنايز بالثّرى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خيَم محروقه و حريم امسلّبه و عندي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اليتامى ذوّبوني مْن البواجي و العويل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المصيبه باجر امْن الصّبح للكوفه نشيل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73743E" w:rsidP="00520104">
            <w:pPr>
              <w:pStyle w:val="libPoem"/>
            </w:pPr>
            <w:r>
              <w:rPr>
                <w:rtl/>
              </w:rPr>
              <w:t>و يظل جسم حسين مرمي ولا أحد له يقبره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>سماع</w:t>
      </w:r>
      <w:r w:rsidR="00E33040">
        <w:rPr>
          <w:rtl/>
        </w:rPr>
        <w:t xml:space="preserve"> </w:t>
      </w:r>
      <w:r w:rsidR="00843F23">
        <w:rPr>
          <w:rtl/>
        </w:rPr>
        <w:t>النساء أنّة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A12A0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اشْهَالونين اللي نسمعه يا سكينه اشْهَالونين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ذوّب احشاي و نحلني خايفه ونّة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rPr>
          <w:trHeight w:val="350"/>
        </w:trPr>
        <w:tc>
          <w:tcPr>
            <w:tcW w:w="3920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سمعت الونّه سكينه و دمعها هل و 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اتصيح يا عمّه أبويه حسين طاح عْلَى الثّرى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rPr>
          <w:trHeight w:val="350"/>
        </w:trPr>
        <w:tc>
          <w:tcPr>
            <w:tcW w:w="3920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و دارت اعليه العدا و جثْته رميّه امطبّره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و اظن هالونّه اليجرها و للخيم شابح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rPr>
          <w:trHeight w:val="350"/>
        </w:trPr>
        <w:tc>
          <w:tcPr>
            <w:tcW w:w="3920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اتعرّفي الونّه يَعَمّه جان هذي ونّته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4A12A0" w:rsidP="00520104">
            <w:pPr>
              <w:pStyle w:val="libPoem"/>
            </w:pPr>
            <w:r>
              <w:rPr>
                <w:rtl/>
              </w:rPr>
              <w:t>انروح للعركه الوالينا و نعاين حالته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انغمّض عيونه قبل تطلع يَعمّه ارويحته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و على الجبله نعدل الوالي و نسبل لليدين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طلعت و جفها على الرّاس و مدامعها تسيل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و فرّت اوياها الحراير و اليتامى بالعويل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اتصيح يَبن امّي شَسَوّي ابهالأيامى و العليل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لو لفاني الليل يَبْن امّي و لا عندي عوين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لا تطوّح ونّتك يَحْسين ذابت مهجتي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امحيّره بليّا ولي و زادت عليّه محنتي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قوم يَبْن امّي و عاين ضيم حالي و ضيعتي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سمعها و ظل ايتقلّب على شماله و اليمين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صاح ردّي و استعدّي يا مصونه للرّحيل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A737B5" w:rsidP="00520104">
            <w:pPr>
              <w:pStyle w:val="libPoem"/>
            </w:pPr>
            <w:r>
              <w:rPr>
                <w:rtl/>
              </w:rPr>
              <w:t>عقب ساعه الظّعن للشّامات يا زينب يشيل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جان مرّيتي اعْلى جسمي و جان شفتيني جديل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خلّي أيتامي سويعه اتصب عَلَي دمعة العين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و جان ما خلّوج يَخْتي اتشيّعين اجنازتي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سافري بوداعة الله و الله الله ابعيلتي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A12A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نادته يا نور عيني قوم حرقوا خيمتي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A12A0" w:rsidRDefault="004A12A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A12A0" w:rsidRDefault="0086509C" w:rsidP="00520104">
            <w:pPr>
              <w:pStyle w:val="libPoem"/>
            </w:pPr>
            <w:r>
              <w:rPr>
                <w:rtl/>
              </w:rPr>
              <w:t>قلها عذرينا يبنت الطّهر كلنا امصرّعين</w:t>
            </w:r>
            <w:r w:rsidR="004A12A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>هجوم</w:t>
      </w:r>
      <w:r w:rsidR="00E33040">
        <w:rPr>
          <w:rtl/>
        </w:rPr>
        <w:t xml:space="preserve"> </w:t>
      </w:r>
      <w:r>
        <w:rPr>
          <w:rtl/>
        </w:rPr>
        <w:t>العسكر على الخدور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3743E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شبّت النّيران فرّي للفضا يَمخَدّره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و اتركي الخيمه ترى النّيران بيها امسعّره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للفضا فرّي يَمحجوبه و تركي هالخبا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و دركي أيتامج تراهي امروّعه و مسلّبه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43E" w:rsidTr="00520104">
        <w:trPr>
          <w:trHeight w:val="350"/>
        </w:trPr>
        <w:tc>
          <w:tcPr>
            <w:tcW w:w="3920" w:type="dxa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ذيج مضروبه و طفلها عْلى التّرايب تسحبه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3743E" w:rsidRDefault="0073743E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3743E" w:rsidRDefault="0086509C" w:rsidP="00520104">
            <w:pPr>
              <w:pStyle w:val="libPoem"/>
            </w:pPr>
            <w:r>
              <w:rPr>
                <w:rtl/>
              </w:rPr>
              <w:t>و هاي مسلوبه السّتر بين الأعادي امحيّره</w:t>
            </w:r>
            <w:r w:rsidR="0073743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3F23" w:rsidRDefault="00843F23" w:rsidP="00843F2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468C0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خلّي الخيمه خذتها النّار يَعزيزة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ايعينج الله عْلى الهضايم راح عزّج الاولي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كل صناديدج على التربان ما عندج 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و بالهنادي جثّة حسين الشّهيد امودّره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نادته و حنّت من الفجعه و مدامعها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وين يا ظالم أروح و عندي بالخيمه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حجّة الله شلون اعوفه مْن المرض جسمه 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بالفلا غصبٍ عليّه ايتام اخيّي امطشّره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هالحرم غصبٍ عليّه ابغير والي امشتّته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مَقْدر اترك هالولد ما دام هذي حالته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حسين وصّاني ابعليله و باليتامى و نسوته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اتحيّرت مَدْري شَسَوّي بالذي اعليّ 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مَدْري أطلع للحريم الضّايعه و اترك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3468C0" w:rsidP="00520104">
            <w:pPr>
              <w:pStyle w:val="libPoem"/>
            </w:pPr>
            <w:r>
              <w:rPr>
                <w:rtl/>
              </w:rPr>
              <w:t>لو أظل ويّاه و اترك هالحراير تنولي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لو أروح المعركه و انخى الضّياغم من هلي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لكن اشلون أنتخي بَجْساد صرعى عْلَى الثّرى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هالحمل مَقْدر أشيله وين طاعون الحرب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جابني ابعزّ و جلاله و عافني ابْولية غرب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ما يشوف ايتام أخوه اشْحَل عليها مْن الضّرب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بالشّريعه اتوسّد اذراعه و تركني اميسّره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طايحه ابشدّه و غياث النّاس ابويه المرتضى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امحيّره ابهاللي يون و ايتام طشّت بالفضا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و نصب عيني جثّة ابن امّي الشّهيد امرضّضه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87CBA" w:rsidP="00520104">
            <w:pPr>
              <w:pStyle w:val="libPoem"/>
            </w:pPr>
            <w:r>
              <w:rPr>
                <w:rtl/>
              </w:rPr>
              <w:t>بعد مثلي بالدّهر حرمه جرت متْمَرمره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3F23">
      <w:pPr>
        <w:pStyle w:val="libCenterBold1"/>
      </w:pPr>
      <w:r>
        <w:rPr>
          <w:rtl/>
        </w:rPr>
        <w:t xml:space="preserve">حال </w:t>
      </w:r>
      <w:r w:rsidR="00843F23">
        <w:rPr>
          <w:rtl/>
        </w:rPr>
        <w:t>العقيلة عند الهجوم والسلب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468C0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حموا ذاك الخدر حتّى اتصرّعوا فوق الثّرا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و بعدهم راحت عزيزات الرّساله اميسّره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بذلوا ارواحٍ عزيزه و انفنوا دون الخيام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و يوم ظل الخدر خالي هجمت عْليه اللئام=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و انّهب ذاك الخدر و اتيسّرت ذيج لَيتام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8A17C3" w:rsidP="00520104">
            <w:pPr>
              <w:pStyle w:val="libPoem"/>
            </w:pPr>
            <w:r>
              <w:rPr>
                <w:rtl/>
              </w:rPr>
              <w:t>ذيج مسلوبه و هاي عْلى التراب امعفّره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زينب اتحن و المدامع فوق وجنتها تسيل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اتصيح يَليوث الحريبه عْلَى الخيَم هجمت الخيل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المصيبه عقب ساعه ويا الغرب قوّه نشيل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جثثكم تبقى طريحه عْلَى التراب مجزّره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مَدري أمشي اويا اليتامى لو أظل ويا لَجساد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لو رحت مَدْري شَبَاري الحرم لو زين لعباد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لو قعدت ابهالفيافي روسكم عنّي ابعاد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ريتني اتقضّت ايّامي و لا شفت هاللي جرى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بالأمس يبرى الظّعينه بو الفضل ضنوة علي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قايد النّاقه ابْيمينه و بس يلاحظ محملي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468C0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نور اخيّي حسين ياضي وكل مصيبه تنسلي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468C0" w:rsidRDefault="003468C0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468C0" w:rsidRDefault="00A97C60" w:rsidP="00520104">
            <w:pPr>
              <w:pStyle w:val="libPoem"/>
            </w:pPr>
            <w:r>
              <w:rPr>
                <w:rtl/>
              </w:rPr>
              <w:t>و هسّا حرمه ابْغير والي ابهالعيال امحيّره</w:t>
            </w:r>
            <w:r w:rsidR="003468C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1ED2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1B1ED2" w:rsidRDefault="00EA110C" w:rsidP="00520104">
            <w:pPr>
              <w:pStyle w:val="libPoem"/>
            </w:pPr>
            <w:r>
              <w:rPr>
                <w:rtl/>
              </w:rPr>
              <w:t>موش بس ابهالسّفر صارت الفجعه بخْوتي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1ED2" w:rsidRDefault="00EA110C" w:rsidP="00520104">
            <w:pPr>
              <w:pStyle w:val="libPoem"/>
            </w:pPr>
            <w:r>
              <w:rPr>
                <w:rtl/>
              </w:rPr>
              <w:t>اخْسَرت كل عزّي وجلالي وخْسَرت كل عزوتي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EA110C" w:rsidP="00520104">
            <w:pPr>
              <w:pStyle w:val="libPoem"/>
            </w:pPr>
            <w:r>
              <w:rPr>
                <w:rtl/>
              </w:rPr>
              <w:t>و اليزيد الحزن لوعه و بيه تصعب بلوتي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EA110C" w:rsidP="00520104">
            <w:pPr>
              <w:pStyle w:val="libPoem"/>
            </w:pPr>
            <w:r>
              <w:rPr>
                <w:rtl/>
              </w:rPr>
              <w:t>شمتت العدوان بيّه و روس أهلي امشهّره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فزع زينب للسجاد بعد المصرع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1ED2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1B1ED2" w:rsidRDefault="00520104" w:rsidP="00520104">
            <w:pPr>
              <w:pStyle w:val="libPoem"/>
            </w:pPr>
            <w:r>
              <w:rPr>
                <w:rtl/>
              </w:rPr>
              <w:t>دشّت الحورا على ذاك العليل اتْوَقّضه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1ED2" w:rsidRDefault="00520104" w:rsidP="00520104">
            <w:pPr>
              <w:pStyle w:val="libPoem"/>
            </w:pPr>
            <w:r>
              <w:rPr>
                <w:rtl/>
              </w:rPr>
              <w:t>شافته امسجّى و لا عنده صديق ايمرّضه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757D6E" w:rsidP="00520104">
            <w:pPr>
              <w:pStyle w:val="libPoem"/>
            </w:pPr>
            <w:r>
              <w:rPr>
                <w:rtl/>
              </w:rPr>
              <w:t>لا فراش و لا وساده فجعها بْكثر الونين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757D6E" w:rsidP="00520104">
            <w:pPr>
              <w:pStyle w:val="libPoem"/>
            </w:pPr>
            <w:r>
              <w:rPr>
                <w:rtl/>
              </w:rPr>
              <w:t>نوب يتقلّب على شماله ونوب اعلى اليمين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207365" w:rsidP="00520104">
            <w:pPr>
              <w:pStyle w:val="libPoem"/>
            </w:pPr>
            <w:r>
              <w:rPr>
                <w:rtl/>
              </w:rPr>
              <w:t>صاحت اتوعّى يعزّ الحرم يَخْليفة حسين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207365" w:rsidP="00520104">
            <w:pPr>
              <w:pStyle w:val="libPoem"/>
            </w:pPr>
            <w:r>
              <w:rPr>
                <w:rtl/>
              </w:rPr>
              <w:t>و شوف حالة هاليتامى و هالخيم لمقوّضه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207365" w:rsidP="00520104">
            <w:pPr>
              <w:pStyle w:val="libPoem"/>
            </w:pPr>
            <w:r>
              <w:rPr>
                <w:rtl/>
              </w:rPr>
              <w:t>فتَح عينه و صاح يا عمّه ابويه حسين وين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207365" w:rsidP="00520104">
            <w:pPr>
              <w:pStyle w:val="libPoem"/>
            </w:pPr>
            <w:r>
              <w:rPr>
                <w:rtl/>
              </w:rPr>
              <w:t>ما يسكّت هاليتامى ذوّبوني مْن الحنين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قالت الله يعظّم اجرك طاح عن مهره طعين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بالرّمح راسه و جثْته بالعوادي امرضّضه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صاح وين القمر لزهر بو الفضل راعي الزّود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ما نريد الماي خل يرجع و لا يملي الجود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قالت الجود امتلا و انقطعت اعليه الزّنود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مَلَك والينا الشّريعه و بالعطش وَسْفَه قضى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صاح قولي لَبِن عمّي جاسم ايلم هلَطفال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ما هو لازم هالعرس و احنا يَعمّه ابهَلحوال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قالت الجاسم ترك سكنه و رمّلها و شال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و بالثرى اتخضّب ابدمّه و مات محّد غمّضه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قال وين حزام ظهري و ساعدي لَكبر علي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يقوم يدرك هاليتامى و هالحرم لا تنولي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قالت اسكت لا تسايل ما بقى عندي ولي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شيل راسك شوف عمّاتك حواسر بالفضا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رفع راسه و عاين النّسوان كلها امطشّره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و شاف روس اهله بْعَوالي و الجثث فوق الثّرى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صاح تجّي لي يَعمّه اشهالمصاب اللي جرى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يهجم العسكر علينا شلون ابو فاضل رضى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اشْهالحريم الفارّات اشْهاليتامى اللي تنوح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C10947" w:rsidP="00520104">
            <w:pPr>
              <w:pStyle w:val="libPoem"/>
            </w:pPr>
            <w:r>
              <w:rPr>
                <w:rtl/>
              </w:rPr>
              <w:t>اشْهالكريم اللي على الخطّي يَمحزونه يلوح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093A20" w:rsidP="00520104">
            <w:pPr>
              <w:pStyle w:val="libPoem"/>
            </w:pPr>
            <w:r>
              <w:rPr>
                <w:rtl/>
              </w:rPr>
              <w:t>و شهلَجساد السّليبه اموزّعه ابْكثر الجروح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093A20" w:rsidP="00520104">
            <w:pPr>
              <w:pStyle w:val="libPoem"/>
            </w:pPr>
            <w:r>
              <w:rPr>
                <w:rtl/>
              </w:rPr>
              <w:t>للسّبا شدّي عصابه و سلّمي لامر القضا</w:t>
            </w:r>
            <w:r w:rsidR="001B1ED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الرحيل</w:t>
      </w:r>
      <w:r w:rsidR="00E33040">
        <w:rPr>
          <w:rtl/>
        </w:rPr>
        <w:t xml:space="preserve"> </w:t>
      </w:r>
      <w:r>
        <w:rPr>
          <w:rtl/>
        </w:rPr>
        <w:t>عن كربلا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1ED2" w:rsidTr="00520104">
        <w:trPr>
          <w:trHeight w:val="350"/>
        </w:trPr>
        <w:tc>
          <w:tcPr>
            <w:tcW w:w="3920" w:type="dxa"/>
            <w:shd w:val="clear" w:color="auto" w:fill="auto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كافل ايتامي يَحادي تفت قلبي فرقته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ريّضوا سويعه تودّع هَلمرضّض عيلته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ريّضوا بينا نودّع بو علي و نجهّزه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و اتركونا اننوح يمّه و الشعور مجزّزه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اشلون نمشي و للعزيز حسين ما ننصب عزا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أرد انفّس نار قلبي جان تبرد جمرته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قومي يَسْكينه نواري جثّة ابن امّي الشّهيد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لا يشيل الظّعن عنّه و يظل عاري عْلَى الصّعيد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rPr>
          <w:trHeight w:val="350"/>
        </w:trPr>
        <w:tc>
          <w:tcPr>
            <w:tcW w:w="3920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يا رباب ابْعَجل قومي زيحي عن جسمه الحديد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وسجّي ابن امّي عدل جنّه عْلى وجهه طيحته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1ED2" w:rsidTr="0052010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صدّت الذاك العليل امغلّل و تهمل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1ED2" w:rsidRDefault="001B1ED2" w:rsidP="0052010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1ED2" w:rsidRDefault="001B1ED2" w:rsidP="00520104">
            <w:pPr>
              <w:pStyle w:val="libPoem"/>
            </w:pPr>
            <w:r>
              <w:rPr>
                <w:rtl/>
              </w:rPr>
              <w:t>نادته انسف هالسّلاسل عنّك و بَطْل 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1ED2" w:rsidRDefault="001B1ED2" w:rsidP="001B1ED2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6"/>
        <w:gridCol w:w="4206"/>
      </w:tblGrid>
      <w:tr w:rsidR="00FB4978" w:rsidTr="00F45C79">
        <w:trPr>
          <w:trHeight w:val="350"/>
        </w:trPr>
        <w:tc>
          <w:tcPr>
            <w:tcW w:w="4347" w:type="dxa"/>
            <w:shd w:val="clear" w:color="auto" w:fill="auto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قوم يَبْني اويا النّسا قبل السّفر جهّز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أنا افيض دموع عيني و انت قلّب جثّته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ظل علي السجّاد يتلهّف و يجري مدمعه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ايصيح عمّه حسين ابويه اوصاله كلها امقطّعه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شلون اشيله و جسمه المرضوض بيش انجمّعه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من يجيب الجفن ليّه و ياهو يحفر حفرته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قالت انا و هاليتامى بْعجَل نحفر له قبر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الغسل بالدّمع ما يحتاج كافور و سدر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لَجفان انشوف جان اعْلى الحرم ظلّت إزر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زندي و زندك نعش يَبْني و نشيل جنازته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سمعها و حن و جذب حسرات و دموعه تسيل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قلها عمّه الوكِت ضيّق و الظّعن هسّا يشيل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الحرم ما تدفن الموتى و انا قيدي ثقيل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السّلاسل و لَغلال ابهضت جسمي وهدّته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ودّعي شيخ العشيره و هالجثث لمجرّده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لمّي أيتامج يَزينب جنّه الحادي حدى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هذا راس حسين ابويه عْلَى الرّمح نوره بدا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هالضّيا السّاطع يَبِنْت المرتضى من غرّته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F45C7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و اقبل الحادي عليها ايصيح بس من هالحنين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B4978" w:rsidRDefault="00FB4978" w:rsidP="00DA54E5">
            <w:pPr>
              <w:pStyle w:val="libPoem"/>
            </w:pPr>
            <w:r>
              <w:rPr>
                <w:rtl/>
              </w:rPr>
              <w:t>قومي ركبي اعلى الهزيله و اتركي عنج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5C79" w:rsidTr="00F45C79">
        <w:trPr>
          <w:trHeight w:val="350"/>
        </w:trPr>
        <w:tc>
          <w:tcPr>
            <w:tcW w:w="4347" w:type="dxa"/>
            <w:shd w:val="clear" w:color="auto" w:fill="auto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نكّسي راسج يَزينب راحت اليوث العرين</w:t>
            </w:r>
            <w:r w:rsidRPr="00725071">
              <w:rPr>
                <w:rStyle w:val="libPoemTiniChar0"/>
                <w:rtl/>
              </w:rPr>
              <w:br/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F45C79" w:rsidRDefault="00F45C79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و قفت أيّام السّعد و الدّهر هذي عادته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مرور النساء على مصارع القتلى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B4978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سافرت زينب بلا والي اُو واليها عليل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ومرّت وشافت وليها عْلَى الثّرى ابدمّه غسيل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امغسّل ابدمّه يَويلي و لجفوف امقطّعه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و عاينت عبّاس متعفّر ابْجنب المشرعه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و جاسم و لَكبر جثثهم على الرّمضا اموزّعه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ظلّت اتنادي يَفرسان الظّعَن عزّم يشيل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عزّم ايشيل الظّعن دنهض يَجاسم يا علي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4121D4" w:rsidP="00DA54E5">
            <w:pPr>
              <w:pStyle w:val="libPoem"/>
            </w:pPr>
            <w:r>
              <w:rPr>
                <w:rtl/>
              </w:rPr>
              <w:t>يا مقطّع بالشّريعه قوم عدّل محملي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A509AD" w:rsidP="00DA54E5">
            <w:pPr>
              <w:pStyle w:val="libPoem"/>
            </w:pPr>
            <w:r>
              <w:rPr>
                <w:rtl/>
              </w:rPr>
              <w:t>تدري ماني امعوّده أمشي يسيره بلا ولي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A509AD" w:rsidP="00DA54E5">
            <w:pPr>
              <w:pStyle w:val="libPoem"/>
            </w:pPr>
            <w:r>
              <w:rPr>
                <w:rtl/>
              </w:rPr>
              <w:t>و خرّت سكينه على بوها و مدامعها تسيل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B4978" w:rsidRDefault="00A509AD" w:rsidP="00DA54E5">
            <w:pPr>
              <w:pStyle w:val="libPoem"/>
            </w:pPr>
            <w:r>
              <w:rPr>
                <w:rtl/>
              </w:rPr>
              <w:t>تسيل دمعتها يَويلي و تمسح ادموم الجروح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A509AD" w:rsidP="00DA54E5">
            <w:pPr>
              <w:pStyle w:val="libPoem"/>
            </w:pPr>
            <w:r>
              <w:rPr>
                <w:rtl/>
              </w:rPr>
              <w:t>و حين ضمها لعد صدره انفجعت وظلّت تنوح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B4978" w:rsidRDefault="0021706E" w:rsidP="00DA54E5">
            <w:pPr>
              <w:pStyle w:val="libPoem"/>
            </w:pPr>
            <w:r>
              <w:rPr>
                <w:rtl/>
              </w:rPr>
              <w:t>و رَدْ شمر بالسّوط ليها و روحها رادت تروح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21706E" w:rsidP="00DA54E5">
            <w:pPr>
              <w:pStyle w:val="libPoem"/>
            </w:pPr>
            <w:r>
              <w:rPr>
                <w:rtl/>
              </w:rPr>
              <w:t>و زينب اتشوفه و تتدخّل ولا يفيد الدّخيل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B4978" w:rsidRDefault="0021706E" w:rsidP="00DA54E5">
            <w:pPr>
              <w:pStyle w:val="libPoem"/>
            </w:pPr>
            <w:r>
              <w:rPr>
                <w:rtl/>
              </w:rPr>
              <w:t>يا شمر مَتْراقب الله ذوّبت منها الفؤاد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21706E" w:rsidP="00DA54E5">
            <w:pPr>
              <w:pStyle w:val="libPoem"/>
            </w:pPr>
            <w:r>
              <w:rPr>
                <w:rtl/>
              </w:rPr>
              <w:t>تضرب اطفيله و ثلتيّام ما ضاقت الزّاد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B4978" w:rsidRDefault="004F42AD" w:rsidP="00DA54E5">
            <w:pPr>
              <w:pStyle w:val="libPoem"/>
            </w:pPr>
            <w:r>
              <w:rPr>
                <w:rtl/>
              </w:rPr>
              <w:t>قال فزعي لي هَلِج قالت هلي عنّي ابعاد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4F42AD" w:rsidP="00DA54E5">
            <w:pPr>
              <w:pStyle w:val="libPoem"/>
            </w:pPr>
            <w:r>
              <w:rPr>
                <w:rtl/>
              </w:rPr>
              <w:t>بالأمس عندي حموله و اصبحت مالي كفيل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عتاب</w:t>
      </w:r>
      <w:r w:rsidR="00E33040">
        <w:rPr>
          <w:rtl/>
        </w:rPr>
        <w:t xml:space="preserve"> </w:t>
      </w:r>
      <w:r w:rsidR="001B1ED2">
        <w:rPr>
          <w:rtl/>
        </w:rPr>
        <w:t>العقيلة عند الرحيل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B4978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قرّبوا لينا المطايا و طوّح الحادي و سرى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و جثّتك يا نور عيني امّدده فوق الثّرى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و الله ممشانا يَخويه بالغصب ماهو ابْرضى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بعدكم يا طود عزّي ضايج اعليّه الفضا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4978" w:rsidTr="00DA54E5">
        <w:trPr>
          <w:trHeight w:val="350"/>
        </w:trPr>
        <w:tc>
          <w:tcPr>
            <w:tcW w:w="3920" w:type="dxa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شلون ممشانا و جنايزكم طريحه امرضّضه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B4978" w:rsidRDefault="00FB497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B4978" w:rsidRDefault="00070DA8" w:rsidP="00DA54E5">
            <w:pPr>
              <w:pStyle w:val="libPoem"/>
            </w:pPr>
            <w:r>
              <w:rPr>
                <w:rtl/>
              </w:rPr>
              <w:t>و روسكم فوق العوالي اقبال عيني مشهّره</w:t>
            </w:r>
            <w:r w:rsidR="00FB497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1ED2" w:rsidRDefault="001B1ED2" w:rsidP="001B1ED2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D0B48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و اومت على المشرعه وصاحت يَبو فرجه الغيور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وين وعدك ضاعت النّسوان يالليث الجسور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خويه ما نقدر بلا وليان نقطع هلبرور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يالولي خلّيتني بين الأعادي امحيّره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خويه هذا اللي قبل منّه يَبعد اهلي خفت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جان يتصوّر ابْعيني و بيه يا حيد اُوْقَعت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اتيسّرت بعد المعزّه و الخدر و اتسلّبت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حيث ظلّيتوا ضحايا و انا رحت اميسّره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جيت ويّاكم من اوطاني عزيزه يا 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9D0B48" w:rsidP="00DA54E5">
            <w:pPr>
              <w:pStyle w:val="libPoem"/>
            </w:pPr>
            <w:r>
              <w:rPr>
                <w:rtl/>
              </w:rPr>
              <w:t>بالطفوف الكل جفاني و شال ظعني بلا 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زجر من بعدك يَطَيْب الذّات يبْرى محملي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سفر و ايتام و عليل شلون حاله امّرمره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وَسْفَه يا عبّاس فوق النّهر طالت نومتك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موش انا امن المرتضى عندك وديعه ابذمّتك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و هسّا بين اعداك تتركني ذليله نيّتك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هاي آخِرْةِ الأخوّه اوْياك يا ليث الشّرا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رد عليها لسان حاله ايّسي من نهضتي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جفجفي دمعج و كفّي العتب اُو ودْعي جثّتي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راسي فوق الرّمح ويّاكم يباري عيلتي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600D61" w:rsidP="00DA54E5">
            <w:pPr>
              <w:pStyle w:val="libPoem"/>
            </w:pPr>
            <w:r>
              <w:rPr>
                <w:rtl/>
              </w:rPr>
              <w:t>و راس اخوج حسين جدّام الظّعن يمخَدّره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قطع</w:t>
      </w:r>
      <w:r w:rsidR="00E33040">
        <w:rPr>
          <w:rtl/>
        </w:rPr>
        <w:t xml:space="preserve"> </w:t>
      </w:r>
      <w:r>
        <w:rPr>
          <w:rtl/>
        </w:rPr>
        <w:t>بجدل خنصر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D0B48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9D0B48" w:rsidRDefault="00B72A07" w:rsidP="00DA54E5">
            <w:pPr>
              <w:pStyle w:val="libPoem"/>
            </w:pPr>
            <w:r>
              <w:rPr>
                <w:rtl/>
              </w:rPr>
              <w:t>فِعل بَجْدَل يا خلق ما صار مثله و لا جرى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D0B48" w:rsidRDefault="00B72A07" w:rsidP="00DA54E5">
            <w:pPr>
              <w:pStyle w:val="libPoem"/>
            </w:pPr>
            <w:r>
              <w:rPr>
                <w:rtl/>
              </w:rPr>
              <w:t>هيّج احزاني عليّه و يفت قلبي امن اذكره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B72A07" w:rsidP="00DA54E5">
            <w:pPr>
              <w:pStyle w:val="libPoem"/>
            </w:pPr>
            <w:r>
              <w:rPr>
                <w:rtl/>
              </w:rPr>
              <w:t>ما كفاه اتقطّع اوصاله و لا حز الوريد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B72A07" w:rsidP="00DA54E5">
            <w:pPr>
              <w:pStyle w:val="libPoem"/>
            </w:pPr>
            <w:r>
              <w:rPr>
                <w:rtl/>
              </w:rPr>
              <w:t>ولا ترضّض جثّته ابْخيل العدا فوق الصّعيد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و عاين الخاتم يلوح ابْخنصر حسين الشّهيد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جامد عْليه الدّما و احنى يحزّه بْخَنجره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و على التكّه ويح قلبي قطع جمّاله الجفوف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عاينه اموزّع على التربان من ضرب السيوف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rPr>
          <w:trHeight w:val="350"/>
        </w:trPr>
        <w:tc>
          <w:tcPr>
            <w:tcW w:w="3920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و عاين التكّه و لزمها و لا دخل قلبه الخوف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ما درى حسين آية الله لو هو جثّه مطبّره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مد ابو سكنه يمينه و قطعها و مد الشمال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E33CF0" w:rsidP="00DA54E5">
            <w:pPr>
              <w:pStyle w:val="libPoem"/>
            </w:pPr>
            <w:r>
              <w:rPr>
                <w:rtl/>
              </w:rPr>
              <w:t>و رَدْ بَراها و لَكوان اتزلزلت و العرش مال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و نزل خير الرّسل طه و الوصي فحل الرّجال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و الحسن و الزّاكيه امّه و الشعور امنشّره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قعد و الرّاس ابْيمينه ايصيح يا جدّي الرّسول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لَشكي أحوالي لَبويه المرتضى و امّي البتول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رضّوا العدوان صدري عْلى الثّرى بْدوس الخيول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وشالوا ابْروس اخوتي و راسي و خواتي امشهّره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ضمّه الهادي ابْصدره و البتول امّه تصيح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72A3C" w:rsidP="00DA54E5">
            <w:pPr>
              <w:pStyle w:val="libPoem"/>
            </w:pPr>
            <w:r>
              <w:rPr>
                <w:rtl/>
              </w:rPr>
              <w:t>مهجتي اشْذَنبك يخلّونك رميّه بلا ضريح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BC2021" w:rsidP="00DA54E5">
            <w:pPr>
              <w:pStyle w:val="libPoem"/>
            </w:pPr>
            <w:r>
              <w:rPr>
                <w:rtl/>
              </w:rPr>
              <w:t>بويه رخّصني أخضّب شعري من دم هالذّبيح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BC2021" w:rsidP="00DA54E5">
            <w:pPr>
              <w:pStyle w:val="libPoem"/>
            </w:pPr>
            <w:r>
              <w:rPr>
                <w:rtl/>
              </w:rPr>
              <w:t>قال بويه خْذي اُو ناخذ و الدموع امنثّره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BC2021" w:rsidP="00DA54E5">
            <w:pPr>
              <w:pStyle w:val="libPoem"/>
            </w:pPr>
            <w:r>
              <w:rPr>
                <w:rtl/>
              </w:rPr>
              <w:t>من دماه اتخضّبت و تصيح يَبْني يا غيور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BC2021" w:rsidP="00DA54E5">
            <w:pPr>
              <w:pStyle w:val="libPoem"/>
            </w:pPr>
            <w:r>
              <w:rPr>
                <w:rtl/>
              </w:rPr>
              <w:t>يتّمت سكْنه و زينب ضيّعتها ابهالبرور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BC2021" w:rsidP="00DA54E5">
            <w:pPr>
              <w:pStyle w:val="libPoem"/>
            </w:pPr>
            <w:r>
              <w:rPr>
                <w:rtl/>
              </w:rPr>
              <w:t>مخدّره زينب و لا هي معوّده تركب الكور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C0A43" w:rsidP="00DA54E5">
            <w:pPr>
              <w:pStyle w:val="libPoem"/>
            </w:pPr>
            <w:r>
              <w:rPr>
                <w:rtl/>
              </w:rPr>
              <w:t>اشلون يبني زينب اتخلّيك عاري عْلَى الثّرى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D0B48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D0B48" w:rsidRDefault="002C0A43" w:rsidP="00DA54E5">
            <w:pPr>
              <w:pStyle w:val="libPoem"/>
            </w:pPr>
            <w:r>
              <w:rPr>
                <w:rtl/>
              </w:rPr>
              <w:t>قلها مرّت بي و شافت جسمي من دمّه غسيل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D0B48" w:rsidRDefault="009D0B48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D0B48" w:rsidRDefault="002C0A43" w:rsidP="00DA54E5">
            <w:pPr>
              <w:pStyle w:val="libPoem"/>
            </w:pPr>
            <w:r>
              <w:rPr>
                <w:rtl/>
              </w:rPr>
              <w:t>و خرّت مْن الجمَل لوْداعي و صاحوا بالرّحيل</w:t>
            </w:r>
            <w:r w:rsidR="009D0B4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B1ED2" w:rsidRDefault="001B1ED2" w:rsidP="001B1ED2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F8154E" w:rsidTr="00E66467">
        <w:trPr>
          <w:trHeight w:val="350"/>
        </w:trPr>
        <w:tc>
          <w:tcPr>
            <w:tcW w:w="4219" w:type="dxa"/>
            <w:shd w:val="clear" w:color="auto" w:fill="auto"/>
          </w:tcPr>
          <w:p w:rsidR="00F8154E" w:rsidRDefault="00E66467" w:rsidP="00DA54E5">
            <w:pPr>
              <w:pStyle w:val="libPoem"/>
            </w:pPr>
            <w:r>
              <w:rPr>
                <w:rtl/>
              </w:rPr>
              <w:t>غصب عن جسمي خذوها و دمعها بخَدْها يسيل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F8154E" w:rsidRDefault="00F8154E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F8154E" w:rsidRDefault="00E66467" w:rsidP="00DA54E5">
            <w:pPr>
              <w:pStyle w:val="libPoem"/>
            </w:pPr>
            <w:r>
              <w:rPr>
                <w:rtl/>
              </w:rPr>
              <w:t>سافرت لكن يَزَهرا باليتامى امحيره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حضور</w:t>
      </w:r>
      <w:r w:rsidR="00E33040">
        <w:rPr>
          <w:rtl/>
        </w:rPr>
        <w:t xml:space="preserve"> </w:t>
      </w:r>
      <w:r>
        <w:rPr>
          <w:rtl/>
        </w:rPr>
        <w:t>السجاد لدفن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C764C6" w:rsidTr="00C764C6">
        <w:trPr>
          <w:trHeight w:val="350"/>
        </w:trPr>
        <w:tc>
          <w:tcPr>
            <w:tcW w:w="4219" w:type="dxa"/>
            <w:shd w:val="clear" w:color="auto" w:fill="auto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طب علي السّجاد للعرصه و دموعه امنثّره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شافها تزهر و من طيب لَمجاد معطّره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rPr>
          <w:trHeight w:val="350"/>
        </w:trPr>
        <w:tc>
          <w:tcPr>
            <w:tcW w:w="4219" w:type="dxa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شاف جسم حسين و اجساد العشيره امضجّعه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و شاف جمع امْن الخلق عند الجسد متجمّعه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rPr>
          <w:trHeight w:val="350"/>
        </w:trPr>
        <w:tc>
          <w:tcPr>
            <w:tcW w:w="4219" w:type="dxa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قال شلكم يا خلق عد هالجثث لمصرّعه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591B52" w:rsidP="00DA54E5">
            <w:pPr>
              <w:pStyle w:val="libPoem"/>
            </w:pPr>
            <w:r>
              <w:rPr>
                <w:rtl/>
              </w:rPr>
              <w:t>قالوا نتفرّج عليها و دم دمع عينه جرى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rPr>
          <w:trHeight w:val="350"/>
        </w:trPr>
        <w:tc>
          <w:tcPr>
            <w:tcW w:w="4219" w:type="dxa"/>
          </w:tcPr>
          <w:p w:rsidR="00C764C6" w:rsidRDefault="00680E8F" w:rsidP="00DA54E5">
            <w:pPr>
              <w:pStyle w:val="libPoem"/>
            </w:pPr>
            <w:r>
              <w:rPr>
                <w:rtl/>
              </w:rPr>
              <w:t>قال لا تخافون انا ابن حسين جيت بْوَجعتي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80E8F" w:rsidP="00DA54E5">
            <w:pPr>
              <w:pStyle w:val="libPoem"/>
            </w:pPr>
            <w:r>
              <w:rPr>
                <w:rtl/>
              </w:rPr>
              <w:t>قصدي أدفن و الدي و ادفن اعمامي و اخوتي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rPr>
          <w:trHeight w:val="350"/>
        </w:trPr>
        <w:tc>
          <w:tcPr>
            <w:tcW w:w="4219" w:type="dxa"/>
          </w:tcPr>
          <w:p w:rsidR="00C764C6" w:rsidRDefault="00680E8F" w:rsidP="00DA54E5">
            <w:pPr>
              <w:pStyle w:val="libPoem"/>
            </w:pPr>
            <w:r>
              <w:rPr>
                <w:rtl/>
              </w:rPr>
              <w:t>قوموا حفروا قبور عنّي المرض ناحل قوّتي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80E8F" w:rsidP="00DA54E5">
            <w:pPr>
              <w:pStyle w:val="libPoem"/>
            </w:pPr>
            <w:r>
              <w:rPr>
                <w:rtl/>
              </w:rPr>
              <w:t>و خلّوا ادماهم غسلهم و الجفن سافي الثّرى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حفروا قبر حسين يمّه و قام محنيّ الظّهر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وضع يَدْ تحت الرّجل و الثّانيه تحت الظّهر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قام كلما رفع جانب جانب الثّاني يخُر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صاح بويه شْلون اشيلك ولوصال امطشّره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لا جفن تحصل يَبويه ولا حنوط و لا غسل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356267" w:rsidP="00DA54E5">
            <w:pPr>
              <w:pStyle w:val="libPoem"/>
            </w:pPr>
            <w:r>
              <w:rPr>
                <w:rtl/>
              </w:rPr>
              <w:t>نور عيني و لا عضو منّك بلاخر متّصل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ذاب قلبي باريه بالله احضروا لي بالعجَل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نجمع اوصاله و نركّبها و نلفّه و نقبره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ركّب اضلوع الصّدر و الدّمع من عينه ذروف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حط على اجتافه الزّنود وعلى الذّرعان الجفوف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ويل قلبي من فقد خنصر ابو سكنه العطوف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رد يحوم و يجذب الونّه و يدوّر خنصره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لَمْ جميع اوصال ابوه اللي انكسر و اللي انهشم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حتّى قطعة قلبه اللي استخرجوها بالسّهم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ما بقى غير الكريم عْلَى الرّمح يبرى الحرم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و لفّه اُو مدّده ابْقَبره و ظل يشمّه ابْمَنحره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رد على الأكبر لقاه امقطّع و راسه قطيع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حفر قبره و انحنى له و شاله ابقلبٍ وجيع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جهّزه وجهّز الجاسم و اخوته و وارى الرّضيع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و التفت للمشرعه و حن و تعلّا اتْحسّره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قصد للمَسْناة يسجب عبرته محني الظّهر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607DD8" w:rsidP="00DA54E5">
            <w:pPr>
              <w:pStyle w:val="libPoem"/>
            </w:pPr>
            <w:r>
              <w:rPr>
                <w:rtl/>
              </w:rPr>
              <w:t>شاف ليث الحرب متوسّد اذراعه اعْلَى النّهر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صاح عمّي انتحل جسمي امن المصايب و القَهَر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ابْذمّتك زينب يَبو فاضل و تمشي اميسّره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وين جفّينك يَعَمّي وين راسك و العلم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آه لو سلمت اجفوفك جان ماحرقوا الخيَم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764C6" w:rsidTr="00C764C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وجان ما واحد كَفُوا يسلّب يتيمه مْن الحرم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C764C6" w:rsidRDefault="00C764C6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C764C6" w:rsidRDefault="00070A68" w:rsidP="00DA54E5">
            <w:pPr>
              <w:pStyle w:val="libPoem"/>
            </w:pPr>
            <w:r>
              <w:rPr>
                <w:rtl/>
              </w:rPr>
              <w:t>ليت دهري ايعود ليّه بالليالي المزهره</w:t>
            </w:r>
            <w:r w:rsidR="00C764C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B1ED2">
      <w:pPr>
        <w:pStyle w:val="libCenterBold1"/>
      </w:pPr>
      <w:r>
        <w:rPr>
          <w:rtl/>
        </w:rPr>
        <w:t>دخول</w:t>
      </w:r>
      <w:r w:rsidR="00E33040">
        <w:rPr>
          <w:rtl/>
        </w:rPr>
        <w:t xml:space="preserve"> </w:t>
      </w:r>
      <w:r>
        <w:rPr>
          <w:rtl/>
        </w:rPr>
        <w:t>العلويّات الكوفة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8154E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ماجت الكوفه بَهَلْها و طلعت ابْضَرب الدفوف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8154E" w:rsidRDefault="00F8154E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و الودايع حايره و السّتر راحات الجفوف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154E" w:rsidTr="00DA54E5">
        <w:trPr>
          <w:trHeight w:val="350"/>
        </w:trPr>
        <w:tc>
          <w:tcPr>
            <w:tcW w:w="3920" w:type="dxa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ابْحَالة القشره يتامى حسين دخلوها تنوح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8154E" w:rsidRDefault="00F8154E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و الحراير ما بقى الها امْن الضّرب و السّير روح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154E" w:rsidTr="00DA54E5">
        <w:trPr>
          <w:trHeight w:val="350"/>
        </w:trPr>
        <w:tc>
          <w:tcPr>
            <w:tcW w:w="3920" w:type="dxa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و الزّلم بالسّكك تهرع و النّسا فوق السّطوح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8154E" w:rsidRDefault="00F8154E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8154E" w:rsidRDefault="00C249D9" w:rsidP="00DA54E5">
            <w:pPr>
              <w:pStyle w:val="libPoem"/>
            </w:pPr>
            <w:r>
              <w:rPr>
                <w:rtl/>
              </w:rPr>
              <w:t>وين ابو فرجه الشّفيّه ليت يحضرها و يشوف</w:t>
            </w:r>
            <w:r w:rsidR="00F8154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46950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و غدت كوفيّه شجيّه تصيح هاللي عْلَى الجمل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من تنعّي ذاب قلبي و من تحن دمعي انهمل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صوتها يصدّع و يشبه صوت ابو حسين الفحَل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ضايعه و نسوه وراها امركّبات اعلى لعجوف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ظنّتي هاللي تحن قدّام هاي امّ المصاب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و اظن المذبوح اخو لْها لو ولد بعده شباب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ردّي اجوابي يَمَسبيّه تراهو القلب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و اخبروني انتو امنين وصاحت ابْدَمع 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لا تنشديني ترى رسم الصّبر منّي عفى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746950" w:rsidP="00DA54E5">
            <w:pPr>
              <w:pStyle w:val="libPoem"/>
            </w:pPr>
            <w:r>
              <w:rPr>
                <w:rtl/>
              </w:rPr>
              <w:t>ضايعه بْليّا ولي و ابهاليتامى امكلّفه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ما دريتي احنا يَكوفيّه سبايا المصطفى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امسلّبات و هلأعادي كلها تتفرّج اعكوف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صاحت اشلون النبي المختار تسبى نسوته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هاللي تتفرّج عليكم كلها تتبع ملّته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قالت امْن الدّهر هذا و من يزيد و فعلته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انذبحت اخواني وظلّوا عْلَى الثّرى بَرْض الطفوف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انا زينب و الذي من حولي أيتام اخوتي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الذي فوق العوالي روس قومي و عزوتي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شوفي أحوالي سليبه و زجر قايد ناقتي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من يهل دمعي ضَرَبني عقب ابو فرجه العطوف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جنت انا ابعز و جلاله و مثل خدري ما جرى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تبهج الخاطر هَلِي بْذيج الوجوه المزهره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مَحْلَى مَشْيَتهم سويّه و الشعور امنشّره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خلف ابوسكنه وتخط فوق الثّرى بنود السيوف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واصبحت فرجه وطماشه عقب فرساني و هَلي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فوق ناقه امهزّله و كل ساع يصْغي محملي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و لو بجيت الرّجس يضربني و لا ليّه ولي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2F731D" w:rsidP="00DA54E5">
            <w:pPr>
              <w:pStyle w:val="libPoem"/>
            </w:pPr>
            <w:r>
              <w:rPr>
                <w:rtl/>
              </w:rPr>
              <w:t>اُو وين مَيْشوف الخلق متجمّعه بينا يطوف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6687D">
      <w:pPr>
        <w:pStyle w:val="libCenterBold1"/>
      </w:pPr>
      <w:r>
        <w:rPr>
          <w:rtl/>
        </w:rPr>
        <w:t>شكوى السجاد حاله لعمّته 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46950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زينب اتعاين وليها و لَغلال ابْرقبته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فوق ناقه امهزّله امْقيّد و تجري دمعته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ينظر الها و يجر ونّه و هي تنظره و تنتحب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والحرم تخفي البجا و النّوح خوف امْن الضّرب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نادته يا نور عيني ذوّبت منّي القلب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هلّت ادموعه و اخذ يبدي الشّكايه العمّته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عمّه يا زينب سفرنا فوق هالهزّل طويل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و انا من كثرة جروحي هذا دم ساقي يسيل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rPr>
          <w:trHeight w:val="350"/>
        </w:trPr>
        <w:tc>
          <w:tcPr>
            <w:tcW w:w="3920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نحّل عظامي اركوبي عْلَى الجمَل وانا عليل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و هالرّجس كل ساع يضربني و يزجر ناقته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61098D" w:rsidP="00DA54E5">
            <w:pPr>
              <w:pStyle w:val="libPoem"/>
            </w:pPr>
            <w:r>
              <w:rPr>
                <w:rtl/>
              </w:rPr>
              <w:t>صاحت و ظلّت يَويلي فوق ناقتها تجود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E96DE7" w:rsidP="00DA54E5">
            <w:pPr>
              <w:pStyle w:val="libPoem"/>
            </w:pPr>
            <w:r>
              <w:rPr>
                <w:rtl/>
              </w:rPr>
              <w:t>يا زجر بالله دخفّف عن علي من هلقيود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آه يَفرسانٍ نسوني آه يَعزٍ ما يعود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من طرفنا ما تخاف الله و ترحم حالته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رد عليه ابن الخنَا و من شاف حاله الغيظ زاد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صاح كِتْر اللي يوجعك وين يا زين لعباد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6950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قال حَدْر الجامعه و موضع اغلالي و لقياد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46950" w:rsidRDefault="00746950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46950" w:rsidRDefault="00933C8D" w:rsidP="00DA54E5">
            <w:pPr>
              <w:pStyle w:val="libPoem"/>
            </w:pPr>
            <w:r>
              <w:rPr>
                <w:rtl/>
              </w:rPr>
              <w:t>شال سوطه و غابت امن الضّرب ويلي ارويحته</w:t>
            </w:r>
            <w:r w:rsidR="0074695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6687D" w:rsidRDefault="0066687D" w:rsidP="0066687D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66687D">
      <w:pPr>
        <w:pStyle w:val="libCenterBold1"/>
      </w:pPr>
      <w:r>
        <w:rPr>
          <w:rtl/>
        </w:rPr>
        <w:t>شكوى زينب حالها لأبيها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F7D81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يا علي يا ياب ما تدري اشْسَدى اعليّه و 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بالمجالس وقّفوني و قبل جنت امخدّره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سلّبونا و ركّبونا يا علي فوق الهزل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يسر للكوفه خذونا و ربّقونا بالحبل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و على ابن زياد ادْخلونا و دمعنا ابْخَدنا يهل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و ظل يتهكّم علينا و سِن اخونا كسّره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سافروا بينا من الكوفه اُو ودّونا اليزيد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سيّرونا مثل سبي الرّوم لو سبي 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و الذي نحّل اعظامي شوفتي راس الشّهيد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ناصبينه قبال وجهي و يهل دمعي مْن انظره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فوق خطّي امعلّقينه و ينظر السكْنه و 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يا علي و كلما نطب بلده نقول اهْنا العذاب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ريتني اتقضّت ايّامي و لا ابتليت ابهالمصاب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و لا وقفت ابدار غربه ابْهَاليتامى امحيّره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وطبّة الشّام المشومه اتشيّب الرّاس الرّضيع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ضايعه و ضايج عليّه يا علي الرّحب الوسيع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F7D81" w:rsidP="00DA54E5">
            <w:pPr>
              <w:pStyle w:val="libPoem"/>
            </w:pPr>
            <w:r>
              <w:rPr>
                <w:rtl/>
              </w:rPr>
              <w:t>فارقت روحي عسى و لا شوف هالحال الشّنيع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B77156" w:rsidP="00DA54E5">
            <w:pPr>
              <w:pStyle w:val="libPoem"/>
            </w:pPr>
            <w:r>
              <w:rPr>
                <w:rtl/>
              </w:rPr>
              <w:t>و لَنْظُر الها الذبح اخيّي اعلام كلها منشّره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و على ايزيد الرّجس دخلونا ابْكسيرتنا ننوح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وبينّا السجّاد و بْرجليه من قيده جروح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فَت مُهجتي راس اخيّي بالطّشت شفْته يلوح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بالقضيب ايكسّر اضراسه و شفتها امكسّره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آه يَهَظم اللي لقيته من يزيد و مجلسه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ابحَبل جتّفني و سب اهلي و راسي نكّسه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و آنا حرمه و مبتليّه ابهاليتامى و النّسا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9726C9" w:rsidP="00DA54E5">
            <w:pPr>
              <w:pStyle w:val="libPoem"/>
            </w:pPr>
            <w:r>
              <w:rPr>
                <w:rtl/>
              </w:rPr>
              <w:t>و العليل اللي شعب قلبي ابْونينه محيّره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6687D">
      <w:pPr>
        <w:pStyle w:val="libCenterBold1"/>
      </w:pPr>
      <w:r>
        <w:rPr>
          <w:rtl/>
        </w:rPr>
        <w:t>ضرب الرأس الشريف بالحجر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F7D81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صدّوا ابْراس الولي امْن النوح هلكت نسوته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شيبه امخضّب و سكنه اتنَحّلت من شوفته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يا زجر مَيّل ابراس حسين ذوّبت لَطفال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ما تخاف الله افْجَعتنا و ما بقى للحرم حال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تلعب ابراس الولي فوق الرّمح يَمْنه و شمال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مَقْدَر انظر بو علي تلعب الرّيح ابْشيبته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بالأمس شوفة عزيزي حسين تجلب لي السّرور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6F45C7" w:rsidP="00DA54E5">
            <w:pPr>
              <w:pStyle w:val="libPoem"/>
            </w:pPr>
            <w:r>
              <w:rPr>
                <w:rtl/>
              </w:rPr>
              <w:t>لو ركب مهره و تسلّح و الوجه يلمع ابْنور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حوله أولاده و اخوته وظل على خيَمنا يدور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من يطب عندي الخيمه شلون حلوه طبّته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هسّا فوق الرّمح و يقودون خلفه ناقتي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ايدير لي بالعين من يسمع عزيزي نحبتي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ينذهل قلبي و غصب بالهودج اضرب جبهتي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لا تلوموني ترى مْن الحزن جبدي امفتّته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الذي خلّا القلب منّي يذوب و ينفطر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الدّمع دم صبّت عيوني مثل صبّ المطر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ضربة ام هْجَام راس حسين أخيّي بالحجَر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مَر عليها ايسبّح و نوره يشع من غرّته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قالت الرّاس الذي يسطع على الرّمح الطّويل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صاحب الشّيبه البهيّه و صاحب الوجه الجميل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7D81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جان راس حسين جرّب بَلْكي يبرد لي غليل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F7D81" w:rsidRDefault="009F7D81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F7D81" w:rsidRDefault="00F31F89" w:rsidP="00DA54E5">
            <w:pPr>
              <w:pStyle w:val="libPoem"/>
            </w:pPr>
            <w:r>
              <w:rPr>
                <w:rtl/>
              </w:rPr>
              <w:t>و بالحجر بنت العواهر ويل قلبي صكّته</w:t>
            </w:r>
            <w:r w:rsidR="009F7D8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6687D" w:rsidRDefault="0066687D" w:rsidP="0066687D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E7566D" w:rsidTr="00887C35">
        <w:trPr>
          <w:trHeight w:val="350"/>
        </w:trPr>
        <w:tc>
          <w:tcPr>
            <w:tcW w:w="4219" w:type="dxa"/>
            <w:shd w:val="clear" w:color="auto" w:fill="auto"/>
          </w:tcPr>
          <w:p w:rsidR="00E7566D" w:rsidRDefault="00E7566D" w:rsidP="00DA54E5">
            <w:pPr>
              <w:pStyle w:val="libPoem"/>
            </w:pPr>
            <w:r>
              <w:rPr>
                <w:rtl/>
              </w:rPr>
              <w:t>شلّت ايمينج يميشومه اشْفَعَل بيج الشّهيد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E7566D" w:rsidRDefault="00E7566D" w:rsidP="00DA54E5">
            <w:pPr>
              <w:pStyle w:val="libPoem"/>
            </w:pPr>
            <w:r>
              <w:rPr>
                <w:rtl/>
              </w:rPr>
              <w:t>ماكفاج اللي جرى عْلَى الجسَد من عسكر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887C35">
        <w:trPr>
          <w:trHeight w:val="350"/>
        </w:trPr>
        <w:tc>
          <w:tcPr>
            <w:tcW w:w="4219" w:type="dxa"/>
          </w:tcPr>
          <w:p w:rsidR="00E7566D" w:rsidRDefault="00E7566D" w:rsidP="00DA54E5">
            <w:pPr>
              <w:pStyle w:val="libPoem"/>
            </w:pPr>
            <w:r>
              <w:rPr>
                <w:rtl/>
              </w:rPr>
              <w:t>قطّعوه و هشّموا جسمه على حر الصّعيد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E7566D" w:rsidP="00DA54E5">
            <w:pPr>
              <w:pStyle w:val="libPoem"/>
            </w:pPr>
            <w:r>
              <w:rPr>
                <w:rtl/>
              </w:rPr>
              <w:t>و انتي اتضربين راسه بالحجَر متشمّته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6687D">
      <w:pPr>
        <w:pStyle w:val="libCenterBold1"/>
      </w:pPr>
      <w:r>
        <w:rPr>
          <w:rtl/>
        </w:rPr>
        <w:t>شهادة</w:t>
      </w:r>
      <w:r w:rsidR="00E33040">
        <w:rPr>
          <w:rtl/>
        </w:rPr>
        <w:t xml:space="preserve"> </w:t>
      </w:r>
      <w:r>
        <w:rPr>
          <w:rtl/>
        </w:rPr>
        <w:t>اليتيمة في خربة الشام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2"/>
        <w:gridCol w:w="4209"/>
      </w:tblGrid>
      <w:tr w:rsidR="00E7566D" w:rsidTr="00E7566D">
        <w:trPr>
          <w:trHeight w:val="350"/>
        </w:trPr>
        <w:tc>
          <w:tcPr>
            <w:tcW w:w="4219" w:type="dxa"/>
            <w:shd w:val="clear" w:color="auto" w:fill="auto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طفلة المظلوم خرّت فوق راسه اتقبّله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  <w:shd w:val="clear" w:color="auto" w:fill="auto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  <w:shd w:val="clear" w:color="auto" w:fill="auto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اتصيح بويه ضيّعتني و قبل جنت امدلّله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rPr>
          <w:trHeight w:val="350"/>
        </w:trPr>
        <w:tc>
          <w:tcPr>
            <w:tcW w:w="4219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قرّح اجفاني يَبويه و ذوّب احشاي اليتم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من تهل الدّمع عيني يضربوني و انشتم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rPr>
          <w:trHeight w:val="350"/>
        </w:trPr>
        <w:tc>
          <w:tcPr>
            <w:tcW w:w="4219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جيت بحماكم عزيزه و لا شفت ذلّه و هضم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و اصبحت بعدك يتيمه فوق ناقه امهزّله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rPr>
          <w:trHeight w:val="350"/>
        </w:trPr>
        <w:tc>
          <w:tcPr>
            <w:tcW w:w="4219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لو جرى دمعي ابخَدّي من ينشّف دمعتي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87C35" w:rsidP="00DA54E5">
            <w:pPr>
              <w:pStyle w:val="libPoem"/>
            </w:pPr>
            <w:r>
              <w:rPr>
                <w:rtl/>
              </w:rPr>
              <w:t>امروّعه و ما شوف إلي والي يسكّن روعتي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rPr>
          <w:trHeight w:val="350"/>
        </w:trPr>
        <w:tc>
          <w:tcPr>
            <w:tcW w:w="4219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لابقى العبّاس ليّه و لا شباب مْن اخوتي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روسهم فوق الأسنّه و لَجساد ابْكَربلا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و انحنت فوقه تشمّه و دمعها بخَدها سفوح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وعن جبينه امْسَحت دمّه وشهقت وغابت الرّوح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ماتت و راسه ابحجرها و الحرم ضجّت ابْنوح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و كعبة الأحزان قامت و المدامع سايله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مدّدت طفلة اخوها و غمّضت منها العين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BE70BE" w:rsidP="00DA54E5">
            <w:pPr>
              <w:pStyle w:val="libPoem"/>
            </w:pPr>
            <w:r>
              <w:rPr>
                <w:rtl/>
              </w:rPr>
              <w:t>و عن حجرها راس ابوها شالته ابلوعه و حنين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دارت النّسوه عليها و جدّدوا ماتم حسين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اهوت سكينه على جنازة اختها معوله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تصيح موتج نحَّل اعظامي و فتّت للقلوب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ممّدده و النّاس تتفرّج علينا من الدروب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لَشِق جيبي اعليك لكن ما بقت لينا جيوب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الدّمع قرّح و لا ظل دمع لَجلك نهمله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صرخت و نادت يعمّه بالعجل ودّي خبر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كربلا حتى يجينا بو الفضل يحفر قبر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الشّهيد حسين خلّه يجيب كافور و سدر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الولد لَكبر يشوف اخته و نعشها يحمله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شلون ندفن هليتيمه و الأهل كلهم غياب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بين عدوان و جنازه امعطّله و بلدة اجناب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وين جدنا وين ابونا المرتضى داحي الباب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وين اهلنا ما دروا عدنا جنازه امعطّله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مهجة الزّهرا تنادي بس يَسكنه امن النّحيب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ما نظرتي جسم ابوج حسين بالغبرا تريب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E756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219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و شفتي راسه اقبال عينج شيبه ابدمّه خضيب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0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4177" w:type="dxa"/>
          </w:tcPr>
          <w:p w:rsidR="00E7566D" w:rsidRDefault="008D3953" w:rsidP="00DA54E5">
            <w:pPr>
              <w:pStyle w:val="libPoem"/>
            </w:pPr>
            <w:r>
              <w:rPr>
                <w:rtl/>
              </w:rPr>
              <w:t>تركناه ابْكربلا مطروح محّد غسّله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6687D">
      <w:pPr>
        <w:pStyle w:val="libCenterBold1"/>
      </w:pPr>
      <w:r>
        <w:rPr>
          <w:rtl/>
        </w:rPr>
        <w:t>ورود</w:t>
      </w:r>
      <w:r w:rsidR="00E33040">
        <w:rPr>
          <w:rtl/>
        </w:rPr>
        <w:t xml:space="preserve"> </w:t>
      </w:r>
      <w:r>
        <w:rPr>
          <w:rtl/>
        </w:rPr>
        <w:t>الحرم أرض كربلاء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7566D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ابْهَالأرض خيل الأعادي جسم اخيّي داسته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يا نزول الغاضريّه خبّروني ابحفرته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DA54E5">
        <w:trPr>
          <w:trHeight w:val="350"/>
        </w:trPr>
        <w:tc>
          <w:tcPr>
            <w:tcW w:w="3920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ابهالأرض عبّاس قطعوا اجفوفه و طاح العلم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ابهالأرض شيخ العشيره استخرجوا قلبه ابْسَهم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DA54E5">
        <w:trPr>
          <w:trHeight w:val="350"/>
        </w:trPr>
        <w:tc>
          <w:tcPr>
            <w:tcW w:w="3920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ابهالأرض هجموا علينا و شتّتونا امْن الخيم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و الولي مرمي و عينه اتشوف حالة نسوته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7566D" w:rsidTr="00DA54E5">
        <w:trPr>
          <w:trHeight w:val="350"/>
        </w:trPr>
        <w:tc>
          <w:tcPr>
            <w:tcW w:w="3920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لاح قبر حسين ليها و انذهل منها القلب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7566D" w:rsidRDefault="00E7566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7566D" w:rsidRDefault="00435786" w:rsidP="00DA54E5">
            <w:pPr>
              <w:pStyle w:val="libPoem"/>
            </w:pPr>
            <w:r>
              <w:rPr>
                <w:rtl/>
              </w:rPr>
              <w:t>و صرخت و خرّت على قبره و مدامعها تصب</w:t>
            </w:r>
            <w:r w:rsidR="00E7566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6687D" w:rsidRDefault="0066687D" w:rsidP="0066687D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076FD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0076FD" w:rsidRDefault="000076FD" w:rsidP="00DA54E5">
            <w:pPr>
              <w:pStyle w:val="libPoem"/>
            </w:pPr>
            <w:r>
              <w:rPr>
                <w:rtl/>
              </w:rPr>
              <w:t>وصاحت اقعد شوف متني اشْحَل عليه مْن الضّرب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76FD" w:rsidRDefault="000076FD" w:rsidP="00DA54E5">
            <w:pPr>
              <w:pStyle w:val="libPoem"/>
            </w:pPr>
            <w:r>
              <w:rPr>
                <w:rtl/>
              </w:rPr>
              <w:t>و انظر السجّاد من بعدك اشْصارت حالته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0076FD" w:rsidP="00DA54E5">
            <w:pPr>
              <w:pStyle w:val="libPoem"/>
            </w:pPr>
            <w:r>
              <w:rPr>
                <w:rtl/>
              </w:rPr>
              <w:t>لو تشوفه يوم شدّوا الجامعه وقيد الثّقيل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0076FD" w:rsidP="00DA54E5">
            <w:pPr>
              <w:pStyle w:val="libPoem"/>
            </w:pPr>
            <w:r>
              <w:rPr>
                <w:rtl/>
              </w:rPr>
              <w:t>و حطّوا ابْرجله سلاسل و هو يَبْن امّي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482F61" w:rsidP="00DA54E5">
            <w:pPr>
              <w:pStyle w:val="libPoem"/>
            </w:pPr>
            <w:r>
              <w:rPr>
                <w:rtl/>
              </w:rPr>
              <w:t>فوق ناقه امهزّله و الدّرب يَبْن امّي طويل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482F61" w:rsidP="00DA54E5">
            <w:pPr>
              <w:pStyle w:val="libPoem"/>
            </w:pPr>
            <w:r>
              <w:rPr>
                <w:rtl/>
              </w:rPr>
              <w:t>يفت قلبي من يضربونه اُو يجذب ونّته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482F61" w:rsidP="00DA54E5">
            <w:pPr>
              <w:pStyle w:val="libPoem"/>
            </w:pPr>
            <w:r>
              <w:rPr>
                <w:rtl/>
              </w:rPr>
              <w:t>و حالنا يحسين حال اقشر على ذيج الهزل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482F61" w:rsidP="00DA54E5">
            <w:pPr>
              <w:pStyle w:val="libPoem"/>
            </w:pPr>
            <w:r>
              <w:rPr>
                <w:rtl/>
              </w:rPr>
              <w:t>هاي متعوّق جَمَلها و ذيج طاح الها طفل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 ذيج شال الظّعن عنها و تركض ابتالي الزّمل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 الضّرب من غير فاصل و لقلوب امفتّته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لو ردت يحسين افصّل لك مصايب هالسّفر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يوم ما يمكن أعدّد يا شهيد و لا شهر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ذاب جسمي امْن السّرا و انعمت عيني مْن السّهر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هضمني ابن زياد يَبن امّي و شهرني ابْكوفته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اوقفت قدّامه منَكْسَه الرّاس لكن يا شهيد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ما شفت ذلّه يَبَعد اهلي مثل مجلس يزيد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قومه ايسومون سكنه اعزيزتك سوم العبيد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ننسحب كلنا بحَبل و ابنك انجرحت رقبته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خويه جم سوق ادخلتها وجم مدينه وجم بلد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 جيت بيتامك على قبرك و لا ليّه جلد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 تدري بركوب الجمل ينحل يخويه للجسد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وين ابو فاضل كفيلي وصّلوني الحفرته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قامت اتصب الدّمع و ايتامها اوياها تدور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للشّريعه قاصده اتدوّر ابو فرجه الغيور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و اوقعت فوق القبر و القلب بَحزانه يفور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صاحت اقعد يا كفيل اللي طلعت ابذمّته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تطْلعوني من اخدوري يخْوتي و ذاك الدّلال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للمذلّه و الهضم و الضّيم و ركوب الجمال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جيت و الله امأمّنه و حولي من اخواني أبطال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915D7" w:rsidP="00DA54E5">
            <w:pPr>
              <w:pStyle w:val="libPoem"/>
            </w:pPr>
            <w:r>
              <w:rPr>
                <w:rtl/>
              </w:rPr>
              <w:t>ما دريت الدّهر يفْجَعني بَخويه و عزوته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6687D">
      <w:pPr>
        <w:pStyle w:val="libCenterBold1"/>
      </w:pPr>
      <w:r>
        <w:rPr>
          <w:rtl/>
        </w:rPr>
        <w:t>وصول خبرالحسين للمدينة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076FD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هاي يا عمّي المدينه تموج من كثر العويل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و اظنْها مصيبه دهتنا ما يصير الها مثيل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قام مدهوش و تحدّر دمع عينه بْوَجْنته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و لنّ لمنادي على باب الشّهيد ابْنَاقته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ايصيح بالطّف انذبح شيخ العشيره و عزوته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ظل ثلثتيّام عاري جسمه ابْدمّه غسيل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صاح ياللي زلزلِت بالصّيحه أركان البلَد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أرد أنشدك عن أهل هالبيت ظل منهم أحد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قال راحوا ما بقى منهم رضيع و لا ولد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غير واحد شفته وْيَا الحرم لكنّه عليل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روسهم للشّام راحت و لَجساد ابْكربلا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عاريه ابْذيج الفيافي بالدموم امغسّله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قال انشدك ظعنهم ياهو بقى يتكفّله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ياهو الذيج الحرم من عقب ابو فاضل كفيل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قال راحوا الشّام و النّسوه يباريها زجر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و اليتامى عْلَى الهوازل عاريه بليّا ستر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076FD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صاح يا فجعة اقليبي ريت واراني القبر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076FD" w:rsidRDefault="000076FD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076FD" w:rsidRDefault="00712C0C" w:rsidP="00DA54E5">
            <w:pPr>
              <w:pStyle w:val="libPoem"/>
            </w:pPr>
            <w:r>
              <w:rPr>
                <w:rtl/>
              </w:rPr>
              <w:t>و رجع يلطم هامته و الدّمع بخدوده يسيل</w:t>
            </w:r>
            <w:r w:rsidR="000076F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B7FF3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طلعن و شافن احواله بنت اخوه و امّ 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نوب يمشي و نوب يتعفّر على حر الجبين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ايصيح هالدّار اغلقوها بعد ما يرجع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ما بقى يم البنين امْن العشيره بس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صاحت اسم الله على الشّبّان من نوم القبور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يرجعون النا ابْسَلامه انشا الله و تزهر الدّور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لا تفاول يا عزيزي عْلى اخوتك ذيج البدور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بالسّلامه يردهم الله و الدّهر يرجع جميل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صاح جان انتي ابْرَجوى حسين و الدّوله تعود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ايّسي هيهات مَيعودون سكّان اللحود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راحوا و ذيج اليتامى ربّقوها بالقيود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واظن زينب جسمها مْن الضّرب والمسرى 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و الذي نحّل اعظامي و دمع عيني نشّفه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و نكّست راسي غصب و القلب زاد اتْلهّفه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اوقوف زينب وسط مجلس باليتامى امجتّفه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تكسر الخاطر يتامى حسين من كثر العويل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خبر شايع راس اخونا كسّر اضراسه العنيد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و الحراير بالمسام اموقّفه مثل 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أشق جيبي جان زينب دشّت ابمَجلس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CB7FF3" w:rsidP="00DA54E5">
            <w:pPr>
              <w:pStyle w:val="libPoem"/>
            </w:pPr>
            <w:r>
              <w:rPr>
                <w:rtl/>
              </w:rPr>
              <w:t>آه يَزينب يالوديعه شلون صرتي ابلا 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B7FF3">
      <w:pPr>
        <w:pStyle w:val="libCenterBold1"/>
      </w:pPr>
      <w:r>
        <w:rPr>
          <w:rtl/>
        </w:rPr>
        <w:t>إبن</w:t>
      </w:r>
      <w:r w:rsidR="00E33040">
        <w:rPr>
          <w:rtl/>
        </w:rPr>
        <w:t xml:space="preserve"> </w:t>
      </w:r>
      <w:r w:rsidR="00CB7FF3">
        <w:rPr>
          <w:rtl/>
        </w:rPr>
        <w:t>الحنفيه و أم البنين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B7FF3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اشْهَالخبر لَقشر علينا اشْهَالمصاب اللي جرى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ايذوّب افّادي امْن اسمعه و مهجتي امْن اتصوّره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دم دمع عيني جرى و بالحزن دلّالي انجرح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حس لمنادي ينادي ابْكربلا حسين انذبح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وبو الفضل فوق الشّريعه مقطّعه اجفوفه انطرح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42201F" w:rsidP="00DA54E5">
            <w:pPr>
              <w:pStyle w:val="libPoem"/>
            </w:pPr>
            <w:r>
              <w:rPr>
                <w:rtl/>
              </w:rPr>
              <w:t>و انكسر ظهر السّبط من عاينه فوق الثّرى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راعني صوت لمنادي ايصيح مذبوحه هَلي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ذوّب قليبي ينادي راح جسّام و علي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rPr>
          <w:trHeight w:val="350"/>
        </w:trPr>
        <w:tc>
          <w:tcPr>
            <w:tcW w:w="3920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راح عون و راح جعفر للحرم ما ظل ولي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لَشِقْ جيبي امْن الأسف جان العزيزه امْيسّره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آه يَزينب يالمصونه اشلون ضيعه ضيعتِج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تركبين الجمل عاري و زجر قايد ناقتج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2850EF" w:rsidP="00DA54E5">
            <w:pPr>
              <w:pStyle w:val="libPoem"/>
            </w:pPr>
            <w:r>
              <w:rPr>
                <w:rtl/>
              </w:rPr>
              <w:t>بالدّهر للخلق تبقى اشلون فجعه امصيبتج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و يظل اسمج للأبد بالفَخر كلمن يذكره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قالت اسكت لا تفاول على اولادي القلب ذاب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بالسّلامه يردهم المعبود حلوين الشّباب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و تزهر الدّور ابأهلها و بعد ما ينغلق باب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و ترجع ايّام الهنيّه و السّعاده المزهره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ايواجه الله بينك و بين اخوتك يَبن الأمين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ايرد ابو فاضل و خُوته أربعتهم سالمين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انشا الله انشوف المنازل زاهيه ابْغرّة حسين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F57C6B" w:rsidP="00DA54E5">
            <w:pPr>
              <w:pStyle w:val="libPoem"/>
            </w:pPr>
            <w:r>
              <w:rPr>
                <w:rtl/>
              </w:rPr>
              <w:t>و ترجع الوفّاد و تعود الليالي مسفره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EA1F39" w:rsidP="00DA54E5">
            <w:pPr>
              <w:pStyle w:val="libPoem"/>
            </w:pPr>
            <w:r>
              <w:rPr>
                <w:rtl/>
              </w:rPr>
              <w:t>صاح راح حسين لا تترقّبينه لج يعود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EA1F39" w:rsidP="00DA54E5">
            <w:pPr>
              <w:pStyle w:val="libPoem"/>
            </w:pPr>
            <w:r>
              <w:rPr>
                <w:rtl/>
              </w:rPr>
              <w:t>و الحرم للشّام مسبيّه و ترفل بالقيود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B7FF3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B7FF3" w:rsidRDefault="00EA1F39" w:rsidP="00DA54E5">
            <w:pPr>
              <w:pStyle w:val="libPoem"/>
            </w:pPr>
            <w:r>
              <w:rPr>
                <w:rtl/>
              </w:rPr>
              <w:t>و داروا ابذيج الحراير حاسره ابوسط العقود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B7FF3" w:rsidRDefault="00EA1F39" w:rsidP="00DA54E5">
            <w:pPr>
              <w:pStyle w:val="libPoem"/>
            </w:pPr>
            <w:r>
              <w:rPr>
                <w:rtl/>
              </w:rPr>
              <w:t>و وقّفوا زينب ابديوان آل اميّه محيّره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B7FF3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وابن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B7FF3" w:rsidTr="00DA54E5">
        <w:trPr>
          <w:trHeight w:val="350"/>
        </w:trPr>
        <w:tc>
          <w:tcPr>
            <w:tcW w:w="3920" w:type="dxa"/>
            <w:shd w:val="clear" w:color="auto" w:fill="auto"/>
          </w:tcPr>
          <w:p w:rsidR="00CB7FF3" w:rsidRDefault="00D860EB" w:rsidP="00DA54E5">
            <w:pPr>
              <w:pStyle w:val="libPoem"/>
            </w:pPr>
            <w:r>
              <w:rPr>
                <w:rtl/>
              </w:rPr>
              <w:t>محمَّد ينادي يَزينب و القلب بالحزن ذاب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B7FF3" w:rsidRDefault="00CB7FF3" w:rsidP="00DA54E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B7FF3" w:rsidRDefault="00D860EB" w:rsidP="00DA54E5">
            <w:pPr>
              <w:pStyle w:val="libPoem"/>
            </w:pPr>
            <w:r>
              <w:rPr>
                <w:rtl/>
              </w:rPr>
              <w:t>خبّريني يا زجيّه اشْحَل عليكم من مصاب</w:t>
            </w:r>
            <w:r w:rsidR="00CB7FF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B7FF3" w:rsidRDefault="00CB7FF3" w:rsidP="00CB7FF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DA54E5" w:rsidTr="00DA54E5">
        <w:trPr>
          <w:trHeight w:val="350"/>
        </w:trPr>
        <w:tc>
          <w:tcPr>
            <w:tcW w:w="4347" w:type="dxa"/>
            <w:shd w:val="clear" w:color="auto" w:fill="auto"/>
          </w:tcPr>
          <w:p w:rsidR="00DA54E5" w:rsidRDefault="00DA54E5" w:rsidP="00DA54E5">
            <w:pPr>
              <w:pStyle w:val="libPoem"/>
            </w:pPr>
            <w:r>
              <w:rPr>
                <w:rtl/>
              </w:rPr>
              <w:t>نادته و القلب ذايب و الدّمع منها يسيل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DA54E5" w:rsidRDefault="00DA54E5" w:rsidP="00DA54E5">
            <w:pPr>
              <w:pStyle w:val="libPoem"/>
            </w:pPr>
            <w:r>
              <w:rPr>
                <w:rtl/>
              </w:rPr>
              <w:t>شوف خويه الرّاس شايب و الجسد منّي 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شاب راسي يوم شفت حسين من دمّه غسيل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و انتَ يَمْحمّد امجرّب لوعة افراق لَحباب=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قال يختي هالمصاب الصابكم كلّه فظيع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لكن اسمعنا يزينب عنكم ابعلمٍ شنيع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فوق صدر حسين يَعزيزه صدق ذبحوا الرّضيع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قالت اتخضّب ابدمّه و شقّت الجيب الرّباب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قال يختي الخبَر جانا ابْفعل شيّال اللوا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ملك صدر المشرعه و بالعطش رد و ما ارتوى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و سمعنا يقولون بالأجساد ضيّق نينوى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قالت اسكت لا تسايل و استمع رد الجواب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انجان تسألني عن عضيدك أبو فرجه اشْفَعل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D1F61" w:rsidP="00DA54E5">
            <w:pPr>
              <w:pStyle w:val="libPoem"/>
            </w:pPr>
            <w:r>
              <w:rPr>
                <w:rtl/>
              </w:rPr>
              <w:t>فيّض الوديان من دمّ العدا يوم الحمل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و الله نسّاها حرب صفّين و اهوال الجمل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لكن انقطعت اجفوفه و انجدل فوق التراب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قال يختي صدق جاسم عرّس بطف كربلا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و ساعة ازفافه عْمامه اعلى الوطيّه امجدّله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جان زفّيتوا ولدنا قبل ما تذبح هَلَه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و جان طرّشتوا يَزينب نحضر زفاف الشّباب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قالت محمَّد يخويه ليت حاضرنا و تشوف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2691F" w:rsidP="00DA54E5">
            <w:pPr>
              <w:pStyle w:val="libPoem"/>
            </w:pPr>
            <w:r>
              <w:rPr>
                <w:rtl/>
              </w:rPr>
              <w:t>زفّه حسين ابحَريمه و العدا تزحف اصفوف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وعقب ساعه صار من دم نحره اخضاب الجفوف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شاب مَتْهَنّى و تفصيل الجفن لابس ثياب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قال صدق حسين اخيّي مات محّد وسّده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و عقب ذبحه فوق صدره جالت اخيول العدا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قالت اوصاله شفتها اقبال عيني امبدّده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9826ED" w:rsidP="00DA54E5">
            <w:pPr>
              <w:pStyle w:val="libPoem"/>
            </w:pPr>
            <w:r>
              <w:rPr>
                <w:rtl/>
              </w:rPr>
              <w:t>و شفت راسه يا محمّد شايلينه عْلَى لحراب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D227D6" w:rsidP="00DA54E5">
            <w:pPr>
              <w:pStyle w:val="libPoem"/>
            </w:pPr>
            <w:r>
              <w:rPr>
                <w:rtl/>
              </w:rPr>
              <w:t>و المصيبه اللي عمتني مشيتي ويّا الغرب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D227D6" w:rsidP="00DA54E5">
            <w:pPr>
              <w:pStyle w:val="libPoem"/>
            </w:pPr>
            <w:r>
              <w:rPr>
                <w:rtl/>
              </w:rPr>
              <w:t>قلت خلّوني و لَنْ متني تورّم بالضّرب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و طوّح الحادي ومشوا بينا عن ابن امّي غصب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لو شفتنا اشْكثر قاسينا بعدهم من عذاب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قال شايع خبر يا زينب و اظن هذا بعيد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قالت اخبرني الدّهر بَلْكَت يسوّيها و يزيد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DA54E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قال دشّيتي صدق حسره على الفاجر يزيد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F61B84" w:rsidP="00DA54E5">
            <w:pPr>
              <w:pStyle w:val="libPoem"/>
            </w:pPr>
            <w:r>
              <w:rPr>
                <w:rtl/>
              </w:rPr>
              <w:t>قالت إي والله دخَلنا و مجلسه مملي أجناب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B7FF3">
      <w:pPr>
        <w:pStyle w:val="libCenterBold1"/>
      </w:pPr>
      <w:r>
        <w:rPr>
          <w:rtl/>
        </w:rPr>
        <w:t>السجاد مع أبي حمزة الثمالي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DA54E5" w:rsidTr="00A27F2C">
        <w:trPr>
          <w:trHeight w:val="350"/>
        </w:trPr>
        <w:tc>
          <w:tcPr>
            <w:tcW w:w="4347" w:type="dxa"/>
            <w:shd w:val="clear" w:color="auto" w:fill="auto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لا تهيجني ترى سيف الصّبر قلبي فرى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اتلومني جنّك مَتَدري بالمصاب اللي جرى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rPr>
          <w:trHeight w:val="350"/>
        </w:trPr>
        <w:tc>
          <w:tcPr>
            <w:tcW w:w="4347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لا تهيّجني ترى مْن النّوح جبدي اتفطّرت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عاينت عيني مصايب بالبرايا ما جرت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rPr>
          <w:trHeight w:val="350"/>
        </w:trPr>
        <w:tc>
          <w:tcPr>
            <w:tcW w:w="4347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ابيوم واحد كل عشيرتنا بْصعيد اتعفّرت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روسهم فوق العوالي و لَجساد عْلَى الثّرى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rPr>
          <w:trHeight w:val="350"/>
        </w:trPr>
        <w:tc>
          <w:tcPr>
            <w:tcW w:w="4347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شوف عيني من وقع بو الفضل شيّال اللوا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راح ابويه حسين شافه ادمومه و مخّه سوى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rPr>
          <w:trHeight w:val="350"/>
        </w:trPr>
        <w:tc>
          <w:tcPr>
            <w:tcW w:w="4347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و رجع محني الظّهر و يصيح طود العز هوى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و انا بس اجذب الونّه و الدموع امنثّره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796476" w:rsidP="00DA54E5">
            <w:pPr>
              <w:pStyle w:val="libPoem"/>
            </w:pPr>
            <w:r>
              <w:rPr>
                <w:rtl/>
              </w:rPr>
              <w:t>شوف عيني ابن الحسن من طلع جنّه غصن بان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DD34C1" w:rsidP="00DA54E5">
            <w:pPr>
              <w:pStyle w:val="libPoem"/>
            </w:pPr>
            <w:r>
              <w:rPr>
                <w:rtl/>
              </w:rPr>
              <w:t>لابس اثيابه يبو حمزه مثل لبس لَجفان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54E5" w:rsidTr="00A27F2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A54E5" w:rsidRDefault="00DD34C1" w:rsidP="00DA54E5">
            <w:pPr>
              <w:pStyle w:val="libPoem"/>
            </w:pPr>
            <w:r>
              <w:rPr>
                <w:rtl/>
              </w:rPr>
              <w:t>و الوجه مثل البدر ياضي على بخت الزّمان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A54E5" w:rsidRDefault="00DA54E5" w:rsidP="00DA54E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A54E5" w:rsidRDefault="00DD34C1" w:rsidP="00DA54E5">
            <w:pPr>
              <w:pStyle w:val="libPoem"/>
            </w:pPr>
            <w:r>
              <w:rPr>
                <w:rtl/>
              </w:rPr>
              <w:t>ظل رميّه عْلى الوطيّه و الخدود امعفّره</w:t>
            </w:r>
            <w:r w:rsidR="00DA54E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B7FF3" w:rsidRDefault="00CB7FF3" w:rsidP="00CB7FF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 w:firstRow="1" w:lastRow="0" w:firstColumn="1" w:lastColumn="0" w:noHBand="0" w:noVBand="1"/>
      </w:tblPr>
      <w:tblGrid>
        <w:gridCol w:w="4249"/>
        <w:gridCol w:w="307"/>
        <w:gridCol w:w="4206"/>
      </w:tblGrid>
      <w:tr w:rsidR="00A27F2C" w:rsidTr="00EA7931">
        <w:trPr>
          <w:trHeight w:val="350"/>
        </w:trPr>
        <w:tc>
          <w:tcPr>
            <w:tcW w:w="4347" w:type="dxa"/>
          </w:tcPr>
          <w:p w:rsidR="00A27F2C" w:rsidRDefault="00A27F2C" w:rsidP="004B050E">
            <w:pPr>
              <w:pStyle w:val="libPoem"/>
            </w:pPr>
            <w:r>
              <w:rPr>
                <w:rtl/>
              </w:rPr>
              <w:t>عاينت عيني يَبو حمزه علي لَكبر الشّاب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7F2C" w:rsidRDefault="00A27F2C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7F2C" w:rsidRDefault="00A27F2C" w:rsidP="004B050E">
            <w:pPr>
              <w:pStyle w:val="libPoem"/>
            </w:pPr>
            <w:r>
              <w:rPr>
                <w:rtl/>
              </w:rPr>
              <w:t>وقع بالعركه و جابه والدي يم لَطناب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بالسيوف مبضّعينه و راس ابوه عليه شاب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شعب قلبي حال ليلى اتحوم حوله محيّره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وجان ابيّن لك مصاب اللي صدر رايك يضيع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جاهدوا حتّى تفانوا و الغسل فيض النّجيع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يا بو حمزه ما تقلّي اشْذنب عبدالله الرّضيع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بيد ابويه حسين شفته السّهم فاري منحره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 المصيبه اللي تهزّ العرش و تفت الصّخر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من شفت طاح الشّهيد ابْسَهم من ظهر المهر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 أمَضْ منها يوم شفته ايهبّر اوداجه الشّمر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 الحراير نصب عيني بلبرور امطشّره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 جان ما تدري أخبرك و الخبر صعب و شديد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نادوا علينا خوارج بالسّكك مثل 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وقّفوا بنت الرّساله امجتّفه ابمجلس 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EA7931" w:rsidP="004B050E">
            <w:pPr>
              <w:pStyle w:val="libPoem"/>
            </w:pPr>
            <w:r>
              <w:rPr>
                <w:rtl/>
              </w:rPr>
              <w:t>مالها ساتر ذليله و باليتامى اممّرمره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B7FF3">
      <w:pPr>
        <w:pStyle w:val="Heading2Center"/>
      </w:pPr>
      <w:bookmarkStart w:id="26" w:name="_Toc21389991"/>
      <w:r>
        <w:rPr>
          <w:rtl/>
        </w:rPr>
        <w:t>{ نعش الامام الكاظم على جسر بغداد }</w:t>
      </w:r>
      <w:bookmarkEnd w:id="26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EA7931" w:rsidTr="00EA7931">
        <w:trPr>
          <w:trHeight w:val="350"/>
        </w:trPr>
        <w:tc>
          <w:tcPr>
            <w:tcW w:w="4347" w:type="dxa"/>
            <w:shd w:val="clear" w:color="auto" w:fill="auto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أصبح النّاعي ينادي مات امام الرّافضه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 شيعته بقلوبها نار الحزن شبّت لظى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 اصبحت بغداد كلها عْلى الجسر متجمّعه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ذاك متشمّت و هذا فوق خدّه مدمعه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ويل قلبي و الجنازه عْلى حماميل اربعه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 فوق ذاك الجسر مدّوا مهجتك يا مرتضى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وقف يم جنازته ابن سويد ويّاه الطّبيب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شال جف إيده و شمّه و ارتفع منه النّحيب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rPr>
          <w:trHeight w:val="350"/>
        </w:trPr>
        <w:tc>
          <w:tcPr>
            <w:tcW w:w="4347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و قال هذا من عشيره لو اببلدتكم غريب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2E721B" w:rsidP="004B050E">
            <w:pPr>
              <w:pStyle w:val="libPoem"/>
            </w:pPr>
            <w:r>
              <w:rPr>
                <w:rtl/>
              </w:rPr>
              <w:t>جان تسأل عن سبب موته ترى بالسّم قضى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صفق جفّيه و زفر و الجيب منّه مزّقه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و قال أُهو شيخ العشيره و العشيره امفرّقه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اتشتّتوا و اضحت منازلهم خليّه امغلّقه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ريت حاضر له و يشيل اجنازته اعزيزه الرّضا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يا خلق شفتوا جنازه بالحديد امقيّده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اعلى حماميل اربعه تبجي الحالتها العدا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حوّل اسليمان صارخ من سمع ذاك النّدا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و قال خَبْروني اشْصاير ضاق بي رحب الفضا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قالوا اللي عْلى الجسر صوبين كلهم ينظرون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عدهم اجنازة حجازي اممّدده و يتفرّجون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قال جيبوها بعجل ليّه ترى اتزلزل الكون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هذا من بيت النّبوه و بيدهم حتم القضا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جهّزوا شيخ العشيره بالمعزّه و غسّلوه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034F1B" w:rsidP="004B050E">
            <w:pPr>
              <w:pStyle w:val="libPoem"/>
            </w:pPr>
            <w:r>
              <w:rPr>
                <w:rtl/>
              </w:rPr>
              <w:t>و ابّرده بْعشرين ألف جسم ابن جعفر جفّنوه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1C3E26" w:rsidP="004B050E">
            <w:pPr>
              <w:pStyle w:val="libPoem"/>
            </w:pPr>
            <w:r>
              <w:rPr>
                <w:rtl/>
              </w:rPr>
              <w:t>و صاح لمحشّم يَشيعه إمامكم قوموا احملوه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1C3E26" w:rsidP="004B050E">
            <w:pPr>
              <w:pStyle w:val="libPoem"/>
            </w:pPr>
            <w:r>
              <w:rPr>
                <w:rtl/>
              </w:rPr>
              <w:t>طلعت الشّيعه ابْضَجّه للسّراير معرضه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يا عظم مشية الشّيعه من ورا نعش الإمام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كاشفين الرّوس جمله امنشّره سود الاعلام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و النّسا نشرت شعرها و الزّلم تلطم الهام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على إمامٍ بالسّجن ميّت و لا حد غمّضه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و عن غريب الغاضريّه وين غابت شيعته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ليت حضروا قبل مَتّدوس العوادي جثّته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7931" w:rsidTr="00EA793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و عاينوا زينب تنخّي من يشيل اجنازته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7931" w:rsidRDefault="00EA793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7931" w:rsidRDefault="003A0B5C" w:rsidP="004B050E">
            <w:pPr>
              <w:pStyle w:val="libPoem"/>
            </w:pPr>
            <w:r>
              <w:rPr>
                <w:rtl/>
              </w:rPr>
              <w:t>جثّته ظلّت على حر الصّعيد امرضّضه</w:t>
            </w:r>
            <w:r w:rsidR="00EA793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B7FF3" w:rsidRDefault="00CB7FF3" w:rsidP="00CB7FF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CB7FF3">
      <w:pPr>
        <w:pStyle w:val="Heading2Center"/>
      </w:pPr>
      <w:bookmarkStart w:id="27" w:name="_Toc21389992"/>
      <w:r>
        <w:rPr>
          <w:rtl/>
        </w:rPr>
        <w:t>{ وفاة الإمام ال</w:t>
      </w:r>
      <w:r w:rsidR="00CB7FF3">
        <w:rPr>
          <w:rtl/>
        </w:rPr>
        <w:t>رضا }</w:t>
      </w:r>
      <w:bookmarkEnd w:id="27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2457" w:rsidTr="004B050E">
        <w:trPr>
          <w:trHeight w:val="350"/>
        </w:trPr>
        <w:tc>
          <w:tcPr>
            <w:tcW w:w="3920" w:type="dxa"/>
            <w:shd w:val="clear" w:color="auto" w:fill="auto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اتزَلْزَلَت طوس ابأَهلها و غدت ضجّه بالعويل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ماجت السّبع العلا لمصيبته و عرش الجليل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يا قلب ذوب و تفطّر حزن لمصاب الرّضا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قطّع المأمون غيله قلبه ابسمّه و قضا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وكت موته حضَر بحْذاه الجواد و غمّضه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امْن المدينه الطوس جا له و بالحزن جسمه نحيل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غَمَض عينه و اسبل ايده وكت موته و مدّده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 الشّهيد حسين وكت الموت محّد وسّده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 جثّته ظلّت على حر الصّعيد امجرّده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امْن المخيّم للحريبه شْلون ما راح العليل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حيف ابو محمَّد قضا نحبه غريب ابغصّته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وطوس ضجّت له و لفى المأمون يسكب دمعته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 حول بيته اجتمعت الشّيعه الشيل جنازته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غدت مدهوشه تحن بالويل و الحزن الطّويل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 يوم فاضت روح ابو سكنه وعلى صدره شمر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على خيامه الخيل دارت و انهتك ذاك الخدر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و الحرم سلبوا يزرها و فرّت ابليّا 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12457" w:rsidP="004B050E">
            <w:pPr>
              <w:pStyle w:val="libPoem"/>
            </w:pPr>
            <w:r>
              <w:rPr>
                <w:rtl/>
              </w:rPr>
              <w:t>غدت من قلّة الوالي ضايعات ابلا كفيل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بَرض سامرا قبور اتغيبت بيها شموس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من سمع شمس العوالم تختفي ابطي الرموس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و المصيبه اللي افجعتنا بدرٍ اتغيّب ابْطوس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جرّعه ابن الغادر السّم و اشتفى منّه الغليل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خان بيه ابن الرّجس و القلب منّه قطّعه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امن الغدر حافي لفى له و شال نعشه و شيّعه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و الخلق هذا يلوج و ذاك يجري مدمعه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و هذا يلطم على الهامه و الدّمع منّه يسيل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للنّبي حقّ الرّساله اليوم أدّت أمّته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خانت اعهوده ابْغَدرها و جارت عْلَى عترته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و اصبحت من غير سايه بالفيافي امشتّته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021B4F" w:rsidP="004B050E">
            <w:pPr>
              <w:pStyle w:val="libPoem"/>
            </w:pPr>
            <w:r>
              <w:rPr>
                <w:rtl/>
              </w:rPr>
              <w:t>هذا هالك بالسّجون و ذاك من دمّه غسيل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2457" w:rsidTr="004B050E">
        <w:trPr>
          <w:trHeight w:val="350"/>
        </w:trPr>
        <w:tc>
          <w:tcPr>
            <w:tcW w:w="3920" w:type="dxa"/>
            <w:shd w:val="clear" w:color="auto" w:fill="auto"/>
          </w:tcPr>
          <w:p w:rsidR="00012457" w:rsidRDefault="0060058B" w:rsidP="004B050E">
            <w:pPr>
              <w:pStyle w:val="libPoem"/>
            </w:pPr>
            <w:r>
              <w:rPr>
                <w:rtl/>
              </w:rPr>
              <w:t>إهنا يبو محمَّد نخيتك و انت لي حصن و منيع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2457" w:rsidRDefault="0060058B" w:rsidP="004B050E">
            <w:pPr>
              <w:pStyle w:val="libPoem"/>
            </w:pPr>
            <w:r>
              <w:rPr>
                <w:rtl/>
              </w:rPr>
              <w:t>مَدد طالب من الباري و انت لي نعم الشّفيع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60058B" w:rsidP="004B050E">
            <w:pPr>
              <w:pStyle w:val="libPoem"/>
            </w:pPr>
            <w:r>
              <w:rPr>
                <w:rtl/>
              </w:rPr>
              <w:t>من يقول اليلتجي بظلّك يَبن طه يضيع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60058B" w:rsidP="004B050E">
            <w:pPr>
              <w:pStyle w:val="libPoem"/>
            </w:pPr>
            <w:r>
              <w:rPr>
                <w:rtl/>
              </w:rPr>
              <w:t>تدري ابْمَقصد عطيّه شلون يا حامي الدّخيل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B7FF3">
      <w:pPr>
        <w:pStyle w:val="Heading2Center"/>
      </w:pPr>
      <w:bookmarkStart w:id="28" w:name="_Toc21389993"/>
      <w:r>
        <w:rPr>
          <w:rtl/>
        </w:rPr>
        <w:t>{ الزهراء تنعى و ترثي أولادها }</w:t>
      </w:r>
      <w:bookmarkEnd w:id="28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2457" w:rsidTr="004B050E">
        <w:trPr>
          <w:trHeight w:val="350"/>
        </w:trPr>
        <w:tc>
          <w:tcPr>
            <w:tcW w:w="3920" w:type="dxa"/>
            <w:shd w:val="clear" w:color="auto" w:fill="auto"/>
          </w:tcPr>
          <w:p w:rsidR="00012457" w:rsidRDefault="009424D9" w:rsidP="004B050E">
            <w:pPr>
              <w:pStyle w:val="libPoem"/>
            </w:pPr>
            <w:r>
              <w:rPr>
                <w:rtl/>
              </w:rPr>
              <w:t>ابكل بَلده وكل وادي من اولادي بدر غاب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2457" w:rsidRDefault="009424D9" w:rsidP="004B050E">
            <w:pPr>
              <w:pStyle w:val="libPoem"/>
            </w:pPr>
            <w:r>
              <w:rPr>
                <w:rtl/>
              </w:rPr>
              <w:t>ذاب قلبي من مصايبهم و منّي الرّاس شاب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9424D9" w:rsidP="004B050E">
            <w:pPr>
              <w:pStyle w:val="libPoem"/>
            </w:pPr>
            <w:r>
              <w:rPr>
                <w:rtl/>
              </w:rPr>
              <w:t>كل صباح وكل مسيّه ينفقد منّي ولد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9424D9" w:rsidP="004B050E">
            <w:pPr>
              <w:pStyle w:val="libPoem"/>
            </w:pPr>
            <w:r>
              <w:rPr>
                <w:rtl/>
              </w:rPr>
              <w:t>شرّدوهم بالفيافي و لا يآوون ابّلَد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3E7B9A" w:rsidP="004B050E">
            <w:pPr>
              <w:pStyle w:val="libPoem"/>
            </w:pPr>
            <w:r>
              <w:rPr>
                <w:rtl/>
              </w:rPr>
              <w:t>خاليه منهم منازلهم و لا منهم أحد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3E7B9A" w:rsidP="004B050E">
            <w:pPr>
              <w:pStyle w:val="libPoem"/>
            </w:pPr>
            <w:r>
              <w:rPr>
                <w:rtl/>
              </w:rPr>
              <w:t>بس حرم و ايتام مدهوشين من عظم المصاب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2457" w:rsidTr="004B050E">
        <w:trPr>
          <w:trHeight w:val="350"/>
        </w:trPr>
        <w:tc>
          <w:tcPr>
            <w:tcW w:w="3920" w:type="dxa"/>
          </w:tcPr>
          <w:p w:rsidR="00012457" w:rsidRDefault="003E7B9A" w:rsidP="004B050E">
            <w:pPr>
              <w:pStyle w:val="libPoem"/>
            </w:pPr>
            <w:r>
              <w:rPr>
                <w:rtl/>
              </w:rPr>
              <w:t>بعض راحوا بالمباني و بعض راحوا بالسّجون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2457" w:rsidRDefault="00012457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2457" w:rsidRDefault="003E7B9A" w:rsidP="004B050E">
            <w:pPr>
              <w:pStyle w:val="libPoem"/>
            </w:pPr>
            <w:r>
              <w:rPr>
                <w:rtl/>
              </w:rPr>
              <w:t>و الذي بالبر هاموا للوطن ما يرجعون</w:t>
            </w:r>
            <w:r w:rsidR="0001245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A5C43" w:rsidTr="004B050E">
        <w:trPr>
          <w:trHeight w:val="350"/>
        </w:trPr>
        <w:tc>
          <w:tcPr>
            <w:tcW w:w="3920" w:type="dxa"/>
            <w:shd w:val="clear" w:color="auto" w:fill="auto"/>
          </w:tcPr>
          <w:p w:rsidR="000A5C43" w:rsidRDefault="000A5C43" w:rsidP="004B050E">
            <w:pPr>
              <w:pStyle w:val="libPoem"/>
            </w:pPr>
            <w:r>
              <w:rPr>
                <w:rtl/>
              </w:rPr>
              <w:t>و القضوا بالسّم غيله يا خلق ما ينحصون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A5C43" w:rsidRDefault="000A5C43" w:rsidP="004B050E">
            <w:pPr>
              <w:pStyle w:val="libPoem"/>
            </w:pPr>
            <w:r>
              <w:rPr>
                <w:rtl/>
              </w:rPr>
              <w:t>و الذي انذبحوا تظل أجسادهم فوق 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0A5C43" w:rsidP="004B050E">
            <w:pPr>
              <w:pStyle w:val="libPoem"/>
            </w:pPr>
            <w:r>
              <w:rPr>
                <w:rtl/>
              </w:rPr>
              <w:t>بعض عندي بالمدينه و بعض هاموا بالبرور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0A5C43" w:rsidP="004B050E">
            <w:pPr>
              <w:pStyle w:val="libPoem"/>
            </w:pPr>
            <w:r>
              <w:rPr>
                <w:rtl/>
              </w:rPr>
              <w:t>بعض حصلوا الهم اموارا وبعض ماحصلوا اقبور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جم جسد بالطّف عاري و راسٍ ابْخطّي يدور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وجم طفل مرمي ابكتْر حسين دامي وجم شباب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و من فعل بغداد ذابت مهجتي و قلبي انكسر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مهجتي باب الحوايج ظل رميّه عْلى الجسر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و المصيبه اللي دهتني بْطوس مخسوف البدر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42050D" w:rsidP="004B050E">
            <w:pPr>
              <w:pStyle w:val="libPoem"/>
            </w:pPr>
            <w:r>
              <w:rPr>
                <w:rtl/>
              </w:rPr>
              <w:t>عنّه بعيده العشيره و ميّت ابّلدة اجناب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و اصبحت طوس ابزلازل و الخلق كلها ابْعَويل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لَجْل ابو محمَّد تزلزل يا خلق عرش الجليل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و الاعلام السّود منشوره و مدامعهم تسيل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اهتزت السّبع العليّه و بالأرض صار انقلاب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قام شبله ايغسّله و الدّمع من عينه همى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مدّده عْلَى المغتسل و الماي جاه من السّما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و بالطفوف حسين جدّه اتغسّل ابفيض الدّما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7319A4" w:rsidP="004B050E">
            <w:pPr>
              <w:pStyle w:val="libPoem"/>
            </w:pPr>
            <w:r>
              <w:rPr>
                <w:rtl/>
              </w:rPr>
              <w:t>و الجفن سافي الثّرى عريان مسلوب الثّياب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179FB">
      <w:pPr>
        <w:pStyle w:val="Heading2Center"/>
        <w:rPr>
          <w:rtl/>
        </w:rPr>
      </w:pPr>
      <w:bookmarkStart w:id="29" w:name="_Toc21389994"/>
      <w:r>
        <w:rPr>
          <w:rtl/>
        </w:rPr>
        <w:t>{ إس</w:t>
      </w:r>
      <w:r w:rsidR="00D179FB">
        <w:rPr>
          <w:rtl/>
        </w:rPr>
        <w:t>تنهاض الإمام المنتظر }</w:t>
      </w:r>
      <w:bookmarkEnd w:id="29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A5C43" w:rsidTr="004B050E">
        <w:trPr>
          <w:trHeight w:val="350"/>
        </w:trPr>
        <w:tc>
          <w:tcPr>
            <w:tcW w:w="3920" w:type="dxa"/>
            <w:shd w:val="clear" w:color="auto" w:fill="auto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شبل طه شيعته عزها بناه و شيّده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يَمْتَى لمنادي يبشّرنا برض مكّه بدا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إمامنا علّة الكون و دام بوجوده الوجود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حيث لَن العالم الخيمه و هُو بيها العمود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يَمتى يظهر برض مكّه و ندرك أيّام السّعود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DA4BFC" w:rsidP="004B050E">
            <w:pPr>
              <w:pStyle w:val="libPoem"/>
            </w:pPr>
            <w:r>
              <w:rPr>
                <w:rtl/>
              </w:rPr>
              <w:t>و النّصر يمشي أمامه و لَملاك اتأيّده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قوم يَبن الحسن جم دوب الصّبر هذا الصّبر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قطّع امعانا و شربنا امن العدا كاس الكدر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rPr>
          <w:trHeight w:val="350"/>
        </w:trPr>
        <w:tc>
          <w:tcPr>
            <w:tcW w:w="3920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طالت الغيبه يَبن طه انهض ابْسيف النّصر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هاي شيعتكم ذليله و عايثه بيها العدا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جان ما نستاهل النا تثور يمشكّر فزيع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ثار جدّك بو علي عد آل أميّه لا يضيع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ما نظن تنسى الحريم الضّايعه و تنسى الرّضيع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EA0B82" w:rsidP="004B050E">
            <w:pPr>
              <w:pStyle w:val="libPoem"/>
            </w:pPr>
            <w:r>
              <w:rPr>
                <w:rtl/>
              </w:rPr>
              <w:t>و اليتامى اللي اضربوها و الخيَم لمفرهده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و الخبر عندك يَبو صالح عن الصار و جرى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ظل ابوك حسين يتلظّى ظما فوق الثّرى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و داس بنْعاله الشّمر صدره و نحره هبّره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و جثّته ظلّت على حر الصّعيد امجرّده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و انتَ بعد حسين تدري ابحال زينب و الحرم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يوم صاح الرّجس وجّوا النّار نحرق هالخيَم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للفضا فرّت تنخّي وينكم يَهل الشّيم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امحيّره و محّد يرد اجوابها غير الصّدا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اتصيح يا عباس وين الوعد يا ضنوة علي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6D7CD9" w:rsidP="004B050E">
            <w:pPr>
              <w:pStyle w:val="libPoem"/>
            </w:pPr>
            <w:r>
              <w:rPr>
                <w:rtl/>
              </w:rPr>
              <w:t>امن المدينه الكربلا مَنته التباري محملي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A5C43" w:rsidTr="004B050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A5C43" w:rsidRDefault="0094036D" w:rsidP="004B050E">
            <w:pPr>
              <w:pStyle w:val="libPoem"/>
            </w:pPr>
            <w:r>
              <w:rPr>
                <w:rtl/>
              </w:rPr>
              <w:t>يوم ممشانا قلت قومي و تخيّرتك ولي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A5C43" w:rsidRDefault="000A5C43" w:rsidP="004B05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A5C43" w:rsidRDefault="0094036D" w:rsidP="004B050E">
            <w:pPr>
              <w:pStyle w:val="libPoem"/>
            </w:pPr>
            <w:r>
              <w:rPr>
                <w:rtl/>
              </w:rPr>
              <w:t>ابشاربك عبّاس ما تنهض ترى الحادي حدى</w:t>
            </w:r>
            <w:r w:rsidR="000A5C4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179FB">
      <w:pPr>
        <w:pStyle w:val="Heading2Center"/>
        <w:rPr>
          <w:rtl/>
        </w:rPr>
      </w:pPr>
      <w:bookmarkStart w:id="30" w:name="_Toc21389995"/>
      <w:r>
        <w:rPr>
          <w:rtl/>
        </w:rPr>
        <w:t>{ ال</w:t>
      </w:r>
      <w:r w:rsidR="00D179FB">
        <w:rPr>
          <w:rtl/>
        </w:rPr>
        <w:t>ملحمة الفاطمية }</w:t>
      </w:r>
      <w:bookmarkEnd w:id="30"/>
    </w:p>
    <w:p w:rsidR="00C231C3" w:rsidRDefault="00C231C3" w:rsidP="00D179FB">
      <w:pPr>
        <w:pStyle w:val="libCenterBold1"/>
      </w:pPr>
      <w:r>
        <w:rPr>
          <w:rtl/>
        </w:rPr>
        <w:t>المولد الشريف</w:t>
      </w:r>
    </w:p>
    <w:p w:rsidR="00D179FB" w:rsidRDefault="00D179FB" w:rsidP="00D179F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39466F" w:rsidTr="00C23ED6">
        <w:trPr>
          <w:trHeight w:val="350"/>
        </w:trPr>
        <w:tc>
          <w:tcPr>
            <w:tcW w:w="4347" w:type="dxa"/>
            <w:shd w:val="clear" w:color="auto" w:fill="auto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صلاة الله على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وعلى اللي الحور خدمتها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البتوله فاطمه الفطمت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من النّيران شيعتها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البتوله فاطمه الشعّت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39466F" w:rsidP="004B050E">
            <w:pPr>
              <w:pStyle w:val="libPoem"/>
            </w:pPr>
            <w:r>
              <w:rPr>
                <w:rtl/>
              </w:rPr>
              <w:t>ابْشعّة نورها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87215C" w:rsidP="004B050E">
            <w:pPr>
              <w:pStyle w:val="libPoem"/>
            </w:pPr>
            <w:r>
              <w:rPr>
                <w:rtl/>
              </w:rPr>
              <w:t>ابتفّاحة خلد مكنون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87215C" w:rsidP="004B050E">
            <w:pPr>
              <w:pStyle w:val="libPoem"/>
            </w:pPr>
            <w:r>
              <w:rPr>
                <w:rtl/>
              </w:rPr>
              <w:t>بيها الرّوح يتعنّى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قدّمها لبو ابراهيم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شع بيده و فزَع منّه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يقلّه شلون تفّاحه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و تشع خبّر ابقصّتها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يقلّه هاي تفّاحه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من الجبّار مذخوره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قبل ما يخلق الاكوان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E4FCF" w:rsidP="004B050E">
            <w:pPr>
              <w:pStyle w:val="libPoem"/>
            </w:pPr>
            <w:r>
              <w:rPr>
                <w:rtl/>
              </w:rPr>
              <w:t>بيها النّور من نوره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نور الطّاهره الزّهرا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البالتّقديس مشهوره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شاء الله تجي الدّنيا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و من الجنّات طينتها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إكلها انت وخديجه وْياك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رب العرش هذا امره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تتكوّن يَنور الله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منها البضعة الزّهرا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و حملت و ازهر المنزل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B06DFC" w:rsidP="004B050E">
            <w:pPr>
              <w:pStyle w:val="libPoem"/>
            </w:pPr>
            <w:r>
              <w:rPr>
                <w:rtl/>
              </w:rPr>
              <w:t>و لَنها بالحشا تقرا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خبّرها النّبي الهادي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ما تنوصف فرحتها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فرحت و النّسا لازم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ابْزود الفضل تجفيها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تحسدها على المنحه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المنحها خالقي بيها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حتى بالوضع لَيْكون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نجسه و كافره اتجيها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اتلامسها حرم نجسات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مَيْناسب طهارتها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إجت حوّا و إجت ساره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مريم و آسيه يمها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عن اليمنه وعن اليسرى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وحده ابصدرها اتلمها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66F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وحده واجفه بالطّيب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66F" w:rsidRDefault="0039466F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66F" w:rsidRDefault="007B0C69" w:rsidP="004B050E">
            <w:pPr>
              <w:pStyle w:val="libPoem"/>
            </w:pPr>
            <w:r>
              <w:rPr>
                <w:rtl/>
              </w:rPr>
              <w:t>و تسكّر خديجه امها</w:t>
            </w:r>
            <w:r w:rsidR="003946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3ED6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وضعت فاطمه و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23ED6" w:rsidRDefault="00C23ED6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إجت مريم و شمّتها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3ED6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تشمها و قالت اخذيها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23ED6" w:rsidRDefault="00C23ED6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تراهي طاهره ام اطهار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3ED6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طهور ولا تشوف 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23ED6" w:rsidRDefault="00C23ED6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بس من ضربة المسمار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3ED6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بين الباب و الحايط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23ED6" w:rsidRDefault="00C23ED6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23ED6" w:rsidRDefault="00C23ED6" w:rsidP="004B050E">
            <w:pPr>
              <w:pStyle w:val="libPoem"/>
            </w:pPr>
            <w:r>
              <w:rPr>
                <w:rtl/>
              </w:rPr>
              <w:t>و ضعها ويل قلبي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3ED6" w:rsidTr="00C23ED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23ED6" w:rsidRDefault="002479BD" w:rsidP="004B050E">
            <w:pPr>
              <w:pStyle w:val="libPoem"/>
            </w:pPr>
            <w:r>
              <w:rPr>
                <w:rtl/>
              </w:rPr>
              <w:t>خرّت و الضّلع مكسور</w:t>
            </w:r>
            <w:r w:rsidR="00C23ED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23ED6" w:rsidRDefault="00C23ED6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23ED6" w:rsidRDefault="002479BD" w:rsidP="004B050E">
            <w:pPr>
              <w:pStyle w:val="libPoem"/>
            </w:pPr>
            <w:r>
              <w:rPr>
                <w:rtl/>
              </w:rPr>
              <w:t>و عْلى العين لطمتها</w:t>
            </w:r>
            <w:r w:rsidR="00C23ED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79FB" w:rsidRDefault="00D179FB" w:rsidP="00D179FB">
      <w:pPr>
        <w:pStyle w:val="libNormal"/>
      </w:pPr>
      <w:r w:rsidRPr="00E33040">
        <w:rPr>
          <w:rStyle w:val="libNormalChar"/>
          <w:rtl/>
        </w:rPr>
        <w:br w:type="page"/>
      </w:r>
    </w:p>
    <w:p w:rsidR="007334A1" w:rsidRDefault="007334A1" w:rsidP="007334A1">
      <w:pPr>
        <w:pStyle w:val="libCenterBold1"/>
      </w:pPr>
      <w:r>
        <w:rPr>
          <w:rtl/>
        </w:rPr>
        <w:t>الزّواج الميمون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7334A1" w:rsidTr="00ED5863">
        <w:trPr>
          <w:trHeight w:val="350"/>
        </w:trPr>
        <w:tc>
          <w:tcPr>
            <w:tcW w:w="4347" w:type="dxa"/>
            <w:shd w:val="clear" w:color="auto" w:fill="auto"/>
          </w:tcPr>
          <w:p w:rsidR="007334A1" w:rsidRDefault="007334A1" w:rsidP="004B050E">
            <w:pPr>
              <w:pStyle w:val="libPoem"/>
            </w:pPr>
            <w:r>
              <w:rPr>
                <w:rtl/>
              </w:rPr>
              <w:t>ربّت بضعة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334A1" w:rsidRDefault="007334A1" w:rsidP="004B050E">
            <w:pPr>
              <w:pStyle w:val="libPoem"/>
            </w:pPr>
            <w:r>
              <w:rPr>
                <w:rtl/>
              </w:rPr>
              <w:t>خديجه و زين ربّتها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و ابْدرّ الهدى و الدّين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و الإيمان رضعتها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يَمْتى اتقول مولوده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عقب عام الرّساله بحين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و عمرها يوم موت امها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المهضومه ثمان سنين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ابسنْتْ التّاسعه تزويجها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البضعه ابْأبو الحسنين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يلموالي انشدني و قول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صارت وين خطبتها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خطبتها من الباري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F5279B" w:rsidP="004B050E">
            <w:pPr>
              <w:pStyle w:val="libPoem"/>
            </w:pPr>
            <w:r>
              <w:rPr>
                <w:rtl/>
              </w:rPr>
              <w:t>وليها ابّبيته المعمور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والاملاك اعملت زينه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وكل الكون شع ابْنور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لكن يالمحب اسمع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مهرها مو مثل لمهور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رضَت بالزّوج لكن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بعد حط بالك الطلبتها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من جملة مهرها انهار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بالدّنيا و بالجنّات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فكّر بالاشاره يوم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B92FE5" w:rsidP="004B050E">
            <w:pPr>
              <w:pStyle w:val="libPoem"/>
            </w:pPr>
            <w:r>
              <w:rPr>
                <w:rtl/>
              </w:rPr>
              <w:t>دعبل نظّم الابيات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يقلها النّهر من مهرج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و بيه حسين ظامي مات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و هي وقفت عليه عريان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و اشتدّت مصيبتها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4A1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ومن جملة مهرها شوف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334A1" w:rsidRDefault="007334A1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334A1" w:rsidRDefault="003A01F2" w:rsidP="004B050E">
            <w:pPr>
              <w:pStyle w:val="libPoem"/>
            </w:pPr>
            <w:r>
              <w:rPr>
                <w:rtl/>
              </w:rPr>
              <w:t>طوبى اشحملت من ثمار</w:t>
            </w:r>
            <w:r w:rsidR="007334A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D5863" w:rsidP="004B050E">
            <w:pPr>
              <w:pStyle w:val="libPoem"/>
            </w:pPr>
            <w:r>
              <w:rPr>
                <w:rtl/>
              </w:rPr>
              <w:t>نثار العرس در و اوراق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D5863" w:rsidP="004B050E">
            <w:pPr>
              <w:pStyle w:val="libPoem"/>
            </w:pPr>
            <w:r>
              <w:rPr>
                <w:rtl/>
              </w:rPr>
              <w:t>للباجين و الزوّار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D5863" w:rsidP="004B050E">
            <w:pPr>
              <w:pStyle w:val="libPoem"/>
            </w:pPr>
            <w:r>
              <w:rPr>
                <w:rtl/>
              </w:rPr>
              <w:t>مكتوب الخلاص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D5863" w:rsidP="004B050E">
            <w:pPr>
              <w:pStyle w:val="libPoem"/>
            </w:pPr>
            <w:r>
              <w:rPr>
                <w:rtl/>
              </w:rPr>
              <w:t>يوم المحشر من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لَحَتّى اهل الولايه تروح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للجنّه بشفاعتها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يوم التطب للمحشر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او ويّاها ألوف الحور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و جبريل الأمين يقود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ناقتها و هو مسرور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و تطفي جمرة الموقف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عن النّاس و يشع النّور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و على باب الجنان نروح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EC2708" w:rsidP="004B050E">
            <w:pPr>
              <w:pStyle w:val="libPoem"/>
            </w:pPr>
            <w:r>
              <w:rPr>
                <w:rtl/>
              </w:rPr>
              <w:t>كلنا نشوف وقفتها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وقفتها ترج الكون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و الباري يناديها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اشعندج يَبْنَة المختار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من طلبات قدميها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و ترفع راسها عالي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و تتوسّل الباريها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5863" w:rsidTr="00ED586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إلي طلبات يا مولاي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D5863" w:rsidRDefault="00ED5863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D5863" w:rsidRDefault="005F3FC4" w:rsidP="004B050E">
            <w:pPr>
              <w:pStyle w:val="libPoem"/>
            </w:pPr>
            <w:r>
              <w:rPr>
                <w:rtl/>
              </w:rPr>
              <w:t>ضخمه و هاي ساعتها</w:t>
            </w:r>
            <w:r w:rsidR="00ED586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79FB" w:rsidRDefault="00D179FB" w:rsidP="00D179FB">
      <w:pPr>
        <w:pStyle w:val="libNormal"/>
      </w:pPr>
      <w:r w:rsidRPr="00E33040">
        <w:rPr>
          <w:rStyle w:val="libNormalChar"/>
          <w:rtl/>
        </w:rPr>
        <w:br w:type="page"/>
      </w:r>
    </w:p>
    <w:p w:rsidR="007334A1" w:rsidRDefault="007334A1" w:rsidP="007334A1">
      <w:pPr>
        <w:pStyle w:val="libCenterBold1"/>
      </w:pPr>
      <w:r>
        <w:rPr>
          <w:rtl/>
        </w:rPr>
        <w:t>موقفها في المحشر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0E7CB7" w:rsidTr="000E7CB7">
        <w:trPr>
          <w:trHeight w:val="350"/>
        </w:trPr>
        <w:tc>
          <w:tcPr>
            <w:tcW w:w="4347" w:type="dxa"/>
            <w:shd w:val="clear" w:color="auto" w:fill="auto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فكّر يا صحيح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بالبضعه و رتبتها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rPr>
          <w:trHeight w:val="350"/>
        </w:trPr>
        <w:tc>
          <w:tcPr>
            <w:tcW w:w="4347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و اخلص بالولايه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و اتبصّر شكايتها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rPr>
          <w:trHeight w:val="350"/>
        </w:trPr>
        <w:tc>
          <w:tcPr>
            <w:tcW w:w="4347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صاحت يا عَدِل ياللي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ابكل اللي سدى تدري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rPr>
          <w:trHeight w:val="350"/>
        </w:trPr>
        <w:tc>
          <w:tcPr>
            <w:tcW w:w="4347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اجهلوا قدري و أريد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يارب ينعرف قدري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rPr>
          <w:trHeight w:val="350"/>
        </w:trPr>
        <w:tc>
          <w:tcPr>
            <w:tcW w:w="4347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يجيها النّدا من الجبّار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0E7CB7" w:rsidP="004B050E">
            <w:pPr>
              <w:pStyle w:val="libPoem"/>
            </w:pPr>
            <w:r>
              <w:rPr>
                <w:rtl/>
              </w:rPr>
              <w:t>أمرج بالحشر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6C392F" w:rsidP="004B050E">
            <w:pPr>
              <w:pStyle w:val="libPoem"/>
            </w:pPr>
            <w:r>
              <w:rPr>
                <w:rtl/>
              </w:rPr>
              <w:t>و تطب للحشر و الام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6C392F" w:rsidP="004B050E">
            <w:pPr>
              <w:pStyle w:val="libPoem"/>
            </w:pPr>
            <w:r>
              <w:rPr>
                <w:rtl/>
              </w:rPr>
              <w:t>لاك ملزومه بطاعتها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6C392F" w:rsidP="004B050E">
            <w:pPr>
              <w:pStyle w:val="libPoem"/>
            </w:pPr>
            <w:r>
              <w:rPr>
                <w:rtl/>
              </w:rPr>
              <w:t>للموقف تطب و تشوف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6C392F" w:rsidP="004B050E">
            <w:pPr>
              <w:pStyle w:val="libPoem"/>
            </w:pPr>
            <w:r>
              <w:rPr>
                <w:rtl/>
              </w:rPr>
              <w:t>كل واحد بْعنوانه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4312F1" w:rsidP="004B050E">
            <w:pPr>
              <w:pStyle w:val="libPoem"/>
            </w:pPr>
            <w:r>
              <w:rPr>
                <w:rtl/>
              </w:rPr>
              <w:t>و من بعيد اليواليها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4312F1" w:rsidP="004B050E">
            <w:pPr>
              <w:pStyle w:val="libPoem"/>
            </w:pPr>
            <w:r>
              <w:rPr>
                <w:rtl/>
              </w:rPr>
              <w:t>بجبينه يلوح نيشانه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4312F1" w:rsidP="004B050E">
            <w:pPr>
              <w:pStyle w:val="libPoem"/>
            </w:pPr>
            <w:r>
              <w:rPr>
                <w:rtl/>
              </w:rPr>
              <w:t>تلقّطهم بْعفو الله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4312F1" w:rsidP="004B050E">
            <w:pPr>
              <w:pStyle w:val="libPoem"/>
            </w:pPr>
            <w:r>
              <w:rPr>
                <w:rtl/>
              </w:rPr>
              <w:t>و تظل أمّة الخسرانه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و هَبْهَبْ تلقط الباقي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و تْكَرْدِسْهُم بحفرتها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الموقفها بعد ترجع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و يأتيها ندا الباري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أبوج المصطفى و الزّوج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قاسم جنّتي و ناري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الجنّه بْشيعتج دشّي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C01D95" w:rsidP="004B050E">
            <w:pPr>
              <w:pStyle w:val="libPoem"/>
            </w:pPr>
            <w:r>
              <w:rPr>
                <w:rtl/>
              </w:rPr>
              <w:t>و قرّي اليوم بجواري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تجر ونّه و على الخدّين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لازم تهل دمعتها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و تنادي احكم يرب النّاس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بيني و بين عدواني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خصوص البالجزل و النّار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جاني المنزلي عاني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و اريد انظر عزيزي حسين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ذاك القرّح اجفاني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ومن تنظر الشخص حسين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آه يا عظم صرختها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تنادي مهجَتي يَحسين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D97BC5" w:rsidP="004B050E">
            <w:pPr>
              <w:pStyle w:val="libPoem"/>
            </w:pPr>
            <w:r>
              <w:rPr>
                <w:rtl/>
              </w:rPr>
              <w:t>ياهو القطّع اوصالك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ظامي تنذبح يَبْني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و تقضي بالظّما اطفالك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يبني و الخيم بالنّار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شبّوها على عْيالك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و جم حرمه وطتها الخيل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يَبْني ابباب خيمتها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و تالي ترفع ايديها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AF42F7" w:rsidP="004B050E">
            <w:pPr>
              <w:pStyle w:val="libPoem"/>
            </w:pPr>
            <w:r>
              <w:rPr>
                <w:rtl/>
              </w:rPr>
              <w:t>و منها الجبد موجوعه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4B057B" w:rsidP="004B050E">
            <w:pPr>
              <w:pStyle w:val="libPoem"/>
            </w:pPr>
            <w:r>
              <w:rPr>
                <w:rtl/>
              </w:rPr>
              <w:t>وتضج الرّسل و الأملاك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4B057B" w:rsidP="004B050E">
            <w:pPr>
              <w:pStyle w:val="libPoem"/>
            </w:pPr>
            <w:r>
              <w:rPr>
                <w:rtl/>
              </w:rPr>
              <w:t>و الكل تهمل دموعه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E50D64" w:rsidP="004B050E">
            <w:pPr>
              <w:pStyle w:val="libPoem"/>
            </w:pPr>
            <w:r>
              <w:rPr>
                <w:rtl/>
              </w:rPr>
              <w:t>تشوف إيدين مرفوعه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E50D64" w:rsidP="004B050E">
            <w:pPr>
              <w:pStyle w:val="libPoem"/>
            </w:pPr>
            <w:r>
              <w:rPr>
                <w:rtl/>
              </w:rPr>
              <w:t>و بيها جفوف مقطوعه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E7CB7" w:rsidTr="000E7CB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E7CB7" w:rsidRDefault="00E50D64" w:rsidP="004B050E">
            <w:pPr>
              <w:pStyle w:val="libPoem"/>
            </w:pPr>
            <w:r>
              <w:rPr>
                <w:rtl/>
              </w:rPr>
              <w:t>و تنزل غضبة الباري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E7CB7" w:rsidRDefault="000E7CB7" w:rsidP="004B050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E7CB7" w:rsidRDefault="00E50D64" w:rsidP="004B050E">
            <w:pPr>
              <w:pStyle w:val="libPoem"/>
            </w:pPr>
            <w:r>
              <w:rPr>
                <w:rtl/>
              </w:rPr>
              <w:t>على اعداها بْدَعوتها</w:t>
            </w:r>
            <w:r w:rsidR="000E7CB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179FB" w:rsidRDefault="00D179FB" w:rsidP="00D179FB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D179FB">
      <w:pPr>
        <w:pStyle w:val="libCenterBold1"/>
      </w:pPr>
      <w:r>
        <w:rPr>
          <w:rtl/>
        </w:rPr>
        <w:t>بضعة من الهادي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73C87" w:rsidTr="0097264B">
        <w:trPr>
          <w:trHeight w:val="350"/>
        </w:trPr>
        <w:tc>
          <w:tcPr>
            <w:tcW w:w="3920" w:type="dxa"/>
            <w:shd w:val="clear" w:color="auto" w:fill="auto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اهنا ياللي تواليها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و من مذهبك عصمتها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شوف المصطفى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شيقول ابْمودّتها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دوم يقول للأصحاب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بضعه فاطمه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الياذيها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يأذّينيو اليحبها ترى يحبني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و اليسب فاطمه ام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يالأمّه ترى يسبني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و دايم من تطب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يقبّلها بْجَبْهَتْها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صدّيقه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يسمّيهاو رب العرش صدّقها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C87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تمشي مشيته و ينطق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C87" w:rsidRDefault="00673C87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C87" w:rsidRDefault="00673C87" w:rsidP="0097264B">
            <w:pPr>
              <w:pStyle w:val="libPoem"/>
            </w:pPr>
            <w:r>
              <w:rPr>
                <w:rtl/>
              </w:rPr>
              <w:t>الهادي مثل منطقها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BE6C8A" w:rsidTr="00BE6C8A">
        <w:trPr>
          <w:trHeight w:val="350"/>
        </w:trPr>
        <w:tc>
          <w:tcPr>
            <w:tcW w:w="4347" w:type="dxa"/>
            <w:shd w:val="clear" w:color="auto" w:fill="auto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و نزل جبريل بالآيه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يقلّه بضعتك حقها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rPr>
          <w:trHeight w:val="350"/>
        </w:trPr>
        <w:tc>
          <w:tcPr>
            <w:tcW w:w="4347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العوالي و فَدَك يا 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خَلْها تصير حصّتها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rPr>
          <w:trHeight w:val="350"/>
        </w:trPr>
        <w:tc>
          <w:tcPr>
            <w:tcW w:w="4347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عاين للكسا بيا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غطّى المصطفى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rPr>
          <w:trHeight w:val="350"/>
        </w:trPr>
        <w:tc>
          <w:tcPr>
            <w:tcW w:w="4347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ومن ويّاه غير الحسن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و حسين و علي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rPr>
          <w:trHeight w:val="350"/>
        </w:trPr>
        <w:tc>
          <w:tcPr>
            <w:tcW w:w="4347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وقفت تطلب الرّخصه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BE6C8A" w:rsidP="0097264B">
            <w:pPr>
              <w:pStyle w:val="libPoem"/>
            </w:pPr>
            <w:r>
              <w:rPr>
                <w:rtl/>
              </w:rPr>
              <w:t>و جبريل بأثرها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0D7034" w:rsidP="0097264B">
            <w:pPr>
              <w:pStyle w:val="libPoem"/>
            </w:pPr>
            <w:r>
              <w:rPr>
                <w:rtl/>
              </w:rPr>
              <w:t>ما يقدر يخلّيها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0D7034" w:rsidP="0097264B">
            <w:pPr>
              <w:pStyle w:val="libPoem"/>
            </w:pPr>
            <w:r>
              <w:rPr>
                <w:rtl/>
              </w:rPr>
              <w:t>و هو اموزّم بْخدمتها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ثلاثه من الاملاك اعيان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بامر الطّهر ملتزمين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واحد لازم التسبيح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من تسهر و تغفي العين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جبريل الأمين يريد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شغله بس يناغي حسين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دومٍ دوم وقفتهم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تصير اببّاب حجرتها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ذاك الباب ما تدري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عقب جبريل بيه اشْصار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الزّهرا و حيدر الكرّار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الحسنين وسط الدّار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ترى قوم البغي هجموا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عليهم بالحطب و النّار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كل مْصايب الصارت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أصلها يوم عصرتها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بحبل السّيف سيف الله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خذوه و حبله الممدود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ذيج النّار نور الله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دعاهم للجحيم اوْقود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و ذاك الضّلع و المسمار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مزّق من الشّيعه جبود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BE6C8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اليوم الحشر يالاسلام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C459AF" w:rsidP="0097264B">
            <w:pPr>
              <w:pStyle w:val="libPoem"/>
            </w:pPr>
            <w:r>
              <w:rPr>
                <w:rtl/>
              </w:rPr>
              <w:t>ما تنخمد جمرتها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E6C8A">
      <w:pPr>
        <w:pStyle w:val="libCenterBold1"/>
      </w:pPr>
      <w:r>
        <w:rPr>
          <w:rtl/>
        </w:rPr>
        <w:t>فقد أبيها وغصب بعلها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6"/>
        <w:gridCol w:w="306"/>
        <w:gridCol w:w="4210"/>
      </w:tblGrid>
      <w:tr w:rsidR="00BE6C8A" w:rsidTr="005D2F51">
        <w:trPr>
          <w:trHeight w:val="350"/>
        </w:trPr>
        <w:tc>
          <w:tcPr>
            <w:tcW w:w="4347" w:type="dxa"/>
            <w:shd w:val="clear" w:color="auto" w:fill="auto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من موت النّبي المختار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أفصّل لك مصيبتها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rPr>
          <w:trHeight w:val="350"/>
        </w:trPr>
        <w:tc>
          <w:tcPr>
            <w:tcW w:w="4347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قبل الغسل و التّجفين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فكّر شوف نكبتها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rPr>
          <w:trHeight w:val="350"/>
        </w:trPr>
        <w:tc>
          <w:tcPr>
            <w:tcW w:w="4347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مات المصطفى و خلّوه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فوق المغتسل مطروح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rPr>
          <w:trHeight w:val="350"/>
        </w:trPr>
        <w:tc>
          <w:tcPr>
            <w:tcW w:w="4347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وَحْدَه غسّله حيدر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و هذا بالسيِّر مشروح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rPr>
          <w:trHeight w:val="350"/>
        </w:trPr>
        <w:tc>
          <w:tcPr>
            <w:tcW w:w="4347" w:type="dxa"/>
          </w:tcPr>
          <w:p w:rsidR="00BE6C8A" w:rsidRDefault="00D339E9" w:rsidP="0097264B">
            <w:pPr>
              <w:pStyle w:val="libPoem"/>
            </w:pPr>
            <w:r>
              <w:rPr>
                <w:rtl/>
              </w:rPr>
              <w:t>و واحد قال للآخر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FE3CF8" w:rsidP="0097264B">
            <w:pPr>
              <w:pStyle w:val="libPoem"/>
            </w:pPr>
            <w:r>
              <w:rPr>
                <w:rtl/>
              </w:rPr>
              <w:t>إمش بالعجَل خلنا نْروح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731377" w:rsidP="0097264B">
            <w:pPr>
              <w:pStyle w:val="libPoem"/>
            </w:pPr>
            <w:r>
              <w:rPr>
                <w:rtl/>
              </w:rPr>
              <w:t>نتدارك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731377" w:rsidP="0097264B">
            <w:pPr>
              <w:pStyle w:val="libPoem"/>
            </w:pPr>
            <w:r>
              <w:rPr>
                <w:rtl/>
              </w:rPr>
              <w:t>قضيّتنا=قبل لا تروح فرصتها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C8A" w:rsidTr="005D2F5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C8A" w:rsidRDefault="00731377" w:rsidP="0097264B">
            <w:pPr>
              <w:pStyle w:val="libPoem"/>
            </w:pPr>
            <w:r>
              <w:rPr>
                <w:rtl/>
              </w:rPr>
              <w:t>نجحوا بانقلاب العام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C8A" w:rsidRDefault="00BE6C8A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C8A" w:rsidRDefault="00731377" w:rsidP="0097264B">
            <w:pPr>
              <w:pStyle w:val="libPoem"/>
            </w:pPr>
            <w:r>
              <w:rPr>
                <w:rtl/>
              </w:rPr>
              <w:t>شوف اشْفصّل القرآن</w:t>
            </w:r>
            <w:r w:rsidR="00BE6C8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E6C8A" w:rsidRDefault="00BE6C8A" w:rsidP="00BE6C8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 w:firstRow="1" w:lastRow="0" w:firstColumn="1" w:lastColumn="0" w:noHBand="0" w:noVBand="1"/>
      </w:tblPr>
      <w:tblGrid>
        <w:gridCol w:w="4242"/>
        <w:gridCol w:w="306"/>
        <w:gridCol w:w="4214"/>
      </w:tblGrid>
      <w:tr w:rsidR="005D2F51" w:rsidTr="001165B8">
        <w:trPr>
          <w:trHeight w:val="350"/>
        </w:trPr>
        <w:tc>
          <w:tcPr>
            <w:tcW w:w="4347" w:type="dxa"/>
          </w:tcPr>
          <w:p w:rsidR="005D2F51" w:rsidRDefault="005D2F51" w:rsidP="0097264B">
            <w:pPr>
              <w:pStyle w:val="libPoem"/>
            </w:pPr>
            <w:r>
              <w:rPr>
                <w:rtl/>
              </w:rPr>
              <w:t>على الأعقاب ردّتهم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D2F51" w:rsidRDefault="005D2F51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D2F51" w:rsidRDefault="005D2F51" w:rsidP="0097264B">
            <w:pPr>
              <w:pStyle w:val="libPoem"/>
            </w:pPr>
            <w:r>
              <w:rPr>
                <w:rtl/>
              </w:rPr>
              <w:t>و لا نحتاج للتّبيان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حيدر معتزل بالدّار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وحده حيث ماله اعوان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لكن حجّة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لزم تنهض بحجّتها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تبيّن حجج ليل نْهار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تتقصّد=منازلهم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تبلّغ حجّة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و تتوسّط محافلهم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و كلما حشّمت بيهم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ازدادوا في تخاذلهم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و تِرد يا ويل قلبي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1165B8" w:rsidP="0097264B">
            <w:pPr>
              <w:pStyle w:val="libPoem"/>
            </w:pPr>
            <w:r>
              <w:rPr>
                <w:rtl/>
              </w:rPr>
              <w:t>مكموده بْغَبنتها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تقلْها حليلة الهادي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اشمصباحِج يَحوريّه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تقول أصبحت مكروبه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من اللوعات ممليّه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هاي أحقاد بدريّه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عليها قلوب مطويّه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الدّنيا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مصايبها=عليّ اليوم صبّتها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لمصيبه الشّديده يوم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اجاها الخبر وسط الدّار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عوالي و فدك يازهرا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خذوها وكل حجي ماصار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طلعت و النّسا وياها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لا حاجت علي الكرّار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هم حطّوا وكيل الهم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هي ألغوا وكالتها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تمشي مشية الهادي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البتوله و تْعثر بالذّيل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حسن و حسين ويّاها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ودمعها من المحاجر سيل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دشّت و الستر سدلوه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6942B6" w:rsidP="0097264B">
            <w:pPr>
              <w:pStyle w:val="libPoem"/>
            </w:pPr>
            <w:r>
              <w:rPr>
                <w:rtl/>
              </w:rPr>
              <w:t>و جلست و الدموع تسيل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1165B8"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و ونّت بالشّجا و لليوم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وسط القلب ونّتها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E6C8A">
      <w:pPr>
        <w:pStyle w:val="libCenterBold1"/>
      </w:pPr>
      <w:r>
        <w:rPr>
          <w:rtl/>
        </w:rPr>
        <w:t>خطبتها في المسجد النبوي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1165B8" w:rsidTr="00DA12FC">
        <w:trPr>
          <w:trHeight w:val="350"/>
        </w:trPr>
        <w:tc>
          <w:tcPr>
            <w:tcW w:w="4347" w:type="dxa"/>
            <w:shd w:val="clear" w:color="auto" w:fill="auto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دخلت مسجد الهادي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الصدّيقه ابلمّتها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DA12FC"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و ونّت ريت ابو ابراهيم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يسمع جان ونّتها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DA12FC"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ابْونّتها غدا المسجد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يموج و ضج فرد ضجّه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DA12FC"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و لو ما رحمة الباري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تخلّي الأرض مرتجّه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DA12FC"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و تدري ما يفيد الوعظ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لكن تلقي الحجّه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65B8" w:rsidTr="00DA12F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عليها واجب من الله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65B8" w:rsidRDefault="001165B8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65B8" w:rsidRDefault="00DA12FC" w:rsidP="0097264B">
            <w:pPr>
              <w:pStyle w:val="libPoem"/>
            </w:pPr>
            <w:r>
              <w:rPr>
                <w:rtl/>
              </w:rPr>
              <w:t>تأدّي الهم رسالتها</w:t>
            </w:r>
            <w:r w:rsidR="001165B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E6C8A" w:rsidRDefault="00BE6C8A" w:rsidP="00BE6C8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7E1139" w:rsidTr="007E1139">
        <w:trPr>
          <w:trHeight w:val="350"/>
        </w:trPr>
        <w:tc>
          <w:tcPr>
            <w:tcW w:w="4347" w:type="dxa"/>
            <w:shd w:val="clear" w:color="auto" w:fill="auto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تقلهم والدي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و انا فاطمه المعصومه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عنّي بس ابو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غاب اصبحت مهضومه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اشْدَعْوى من نحلتي ليش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يالاسلام محرومه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نحلني من أمر 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او ولاته الجدد نهبتها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لَبوها يَمَّمَت عبرى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وْ هوت ويلي على قبره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تقلّه يا حبيب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انا السمّيتني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ترى بعدك يبو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صارت عيشتي 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البضغه يا رسول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دقوم و شوف حالتها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ترى هجموا علي 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7E1139" w:rsidP="0097264B">
            <w:pPr>
              <w:pStyle w:val="libPoem"/>
            </w:pPr>
            <w:r>
              <w:rPr>
                <w:rtl/>
              </w:rPr>
              <w:t>وخلف الباب عصروني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يبويه من سياط القوم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دقعد عاين متوني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يا يابه و حسن و حسين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عنّك من ينشدوني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يفتّون القلب و العين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تجري بجمر دمعتها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يا نكبه الأقاسيها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فراقك لو عزل حيدر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لو منعي من حقوقي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لو هالضّلع لمكسّر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وحتّى من البواجي اعليك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منعوني و هِمت بالبر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عْلَى القبور اقضي اوقاتي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بضعْتك هاي محنتها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تراب القبر شمّتّه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و عجنتّه بْدموع العين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و قالت مثل هذا الطّيب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يا نور العوالم وين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الله اوياك يا مختار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ودعوا القبر يالسّبطين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7E113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طلعت تون و النّسوه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E1139" w:rsidRDefault="00D9488D" w:rsidP="0097264B">
            <w:pPr>
              <w:pStyle w:val="libPoem"/>
            </w:pPr>
            <w:r>
              <w:rPr>
                <w:rtl/>
              </w:rPr>
              <w:t>الباب الدّار ودّتها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E6C8A">
      <w:pPr>
        <w:pStyle w:val="libCenterBold1"/>
      </w:pPr>
      <w:r>
        <w:rPr>
          <w:rtl/>
        </w:rPr>
        <w:t>عتابها لأميرالمؤمنين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E1139" w:rsidTr="0097264B">
        <w:trPr>
          <w:trHeight w:val="350"/>
        </w:trPr>
        <w:tc>
          <w:tcPr>
            <w:tcW w:w="3920" w:type="dxa"/>
            <w:shd w:val="clear" w:color="auto" w:fill="auto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دشّت مهجة المختار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مقهوره الحجرتها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97264B">
        <w:trPr>
          <w:trHeight w:val="350"/>
        </w:trPr>
        <w:tc>
          <w:tcPr>
            <w:tcW w:w="3920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اُو وقفت يَم ابو الحسنين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بالله استمع عتبتها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97264B">
        <w:trPr>
          <w:trHeight w:val="350"/>
        </w:trPr>
        <w:tc>
          <w:tcPr>
            <w:tcW w:w="3920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تقلّه يَبْن ابو طالب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نمت نومه و غفت عينك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97264B">
        <w:trPr>
          <w:trHeight w:val="350"/>
        </w:trPr>
        <w:tc>
          <w:tcPr>
            <w:tcW w:w="3920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عن حقوقي يَداحي الباب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كلها اتصادرت وينك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1139" w:rsidTr="0097264B">
        <w:trPr>
          <w:trHeight w:val="350"/>
        </w:trPr>
        <w:tc>
          <w:tcPr>
            <w:tcW w:w="3920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ما تنهض يَليث الغاب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1139" w:rsidRDefault="007E1139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1139" w:rsidRDefault="008D65BA" w:rsidP="0097264B">
            <w:pPr>
              <w:pStyle w:val="libPoem"/>
            </w:pPr>
            <w:r>
              <w:rPr>
                <w:rtl/>
              </w:rPr>
              <w:t>شمجتّفهن إيدينك</w:t>
            </w:r>
            <w:r w:rsidR="007E113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E6C8A" w:rsidRDefault="00BE6C8A" w:rsidP="00BE6C8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97264B" w:rsidTr="0097264B">
        <w:trPr>
          <w:trHeight w:val="350"/>
        </w:trPr>
        <w:tc>
          <w:tcPr>
            <w:tcW w:w="4347" w:type="dxa"/>
            <w:shd w:val="clear" w:color="auto" w:fill="auto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اليوث الغاب ما واحد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كفو يوصل الغابتها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4347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خلف الباب ماني بعيد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تسمع نخوتي و صوتي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4347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بيّه املزّمك ربّك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من العالم اللاهوتي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4347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من قبل الهضم يا ليت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73D15" w:rsidP="0097264B">
            <w:pPr>
              <w:pStyle w:val="libPoem"/>
            </w:pPr>
            <w:r>
              <w:rPr>
                <w:rtl/>
              </w:rPr>
              <w:t>جان امنيتي و موتي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4347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المثلي ما تريد تعيش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ساعه و هاي حالتها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يقلها يَبْنَة الهادي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ابكل صوره تعذريني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و انا ادري ما يهون عليج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يا زهرا تعتبيني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يَزَهرا وهالجرى من القوم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واضح بينج وبيني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و لا تقبلين يا زهرا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495CA6" w:rsidP="0097264B">
            <w:pPr>
              <w:pStyle w:val="libPoem"/>
            </w:pPr>
            <w:r>
              <w:rPr>
                <w:rtl/>
              </w:rPr>
              <w:t>الوصيّه اندوس خطّتها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ترى سيفي أنا البتّار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انا حيدر الكرّار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أنا وحدي افتحت خيبر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خلّيت الدموم انهار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لكن لو أسل السّيف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شفتي بالاسلام اشْصار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انتي بعد معذوره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المصايب هاي محنتها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هذا و الحسن و حسين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كل هالحجي يسمعونه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كل واحد يجر حسره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تهل مدامع عيونه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هي تنشّف مدامعهم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7157F7" w:rsidP="0097264B">
            <w:pPr>
              <w:pStyle w:val="libPoem"/>
            </w:pPr>
            <w:r>
              <w:rPr>
                <w:rtl/>
              </w:rPr>
              <w:t>و جابتهم المحزونه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CF149F" w:rsidP="0097264B">
            <w:pPr>
              <w:pStyle w:val="libPoem"/>
            </w:pPr>
            <w:r>
              <w:rPr>
                <w:rtl/>
              </w:rPr>
              <w:t>تقلّه سكّت اولادك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CF149F" w:rsidP="0097264B">
            <w:pPr>
              <w:pStyle w:val="libPoem"/>
            </w:pPr>
            <w:r>
              <w:rPr>
                <w:rtl/>
              </w:rPr>
              <w:t>بجاهم مهجتي فَتْها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CF149F" w:rsidP="0097264B">
            <w:pPr>
              <w:pStyle w:val="libPoem"/>
            </w:pPr>
            <w:r>
              <w:rPr>
                <w:rtl/>
              </w:rPr>
              <w:t>أشكي ظالمي لله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CF149F" w:rsidP="0097264B">
            <w:pPr>
              <w:pStyle w:val="libPoem"/>
            </w:pPr>
            <w:r>
              <w:rPr>
                <w:rtl/>
              </w:rPr>
              <w:t>يبو الحسنين و الله اوياك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بس امن الهضم و الضّيم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لكنّه صعب فرقاك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و قلبي يذوب من فرقا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بناتي يا علي و ابناك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عسى يحفظكم الباري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7264B" w:rsidRDefault="00D83AA5" w:rsidP="0097264B">
            <w:pPr>
              <w:pStyle w:val="libPoem"/>
            </w:pPr>
            <w:r>
              <w:rPr>
                <w:rtl/>
              </w:rPr>
              <w:t>و حياتي انقضت مدّتها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E6C8A">
      <w:pPr>
        <w:pStyle w:val="libCenterBold1"/>
      </w:pPr>
      <w:r>
        <w:rPr>
          <w:rtl/>
        </w:rPr>
        <w:t>علّتها ولزومها البيت و الفراش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7264B" w:rsidTr="0097264B">
        <w:trPr>
          <w:trHeight w:val="350"/>
        </w:trPr>
        <w:tc>
          <w:tcPr>
            <w:tcW w:w="3920" w:type="dxa"/>
            <w:shd w:val="clear" w:color="auto" w:fill="auto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من صارت طريحه فراش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و تطوّرت علّتها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3920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لزْمت ويل قلبي الدّار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و اتْعذّرت طلعتها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3920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طَب المرتضى للدّار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لَن ينظر عجين و طين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264B" w:rsidTr="0097264B">
        <w:trPr>
          <w:trHeight w:val="350"/>
        </w:trPr>
        <w:tc>
          <w:tcPr>
            <w:tcW w:w="3920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و الزّهرا تجي و تروح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7264B" w:rsidRDefault="0097264B" w:rsidP="0097264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7264B" w:rsidRDefault="00F31C4F" w:rsidP="0097264B">
            <w:pPr>
              <w:pStyle w:val="libPoem"/>
            </w:pPr>
            <w:r>
              <w:rPr>
                <w:rtl/>
              </w:rPr>
              <w:t>عدها مْن الاعمال اثنين</w:t>
            </w:r>
            <w:r w:rsidR="0097264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E6C8A" w:rsidRDefault="00BE6C8A" w:rsidP="00BE6C8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992C92" w:rsidTr="00992C92">
        <w:trPr>
          <w:trHeight w:val="350"/>
        </w:trPr>
        <w:tc>
          <w:tcPr>
            <w:tcW w:w="4347" w:type="dxa"/>
            <w:shd w:val="clear" w:color="auto" w:fill="auto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قلها اليوم يم حسين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جن مباشره شغلين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و هذا للوصي معلوم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ما هو من سجيّتها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تقلّه الطّين يا كرّار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اغسل روس لبنيّات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يَحيدر و العجين اخبز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بإيدي للولد خبزات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باجر تشتغل عنهم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ابْتجهيزي يبو الحملات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صب الدّمع داحي الباب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بس ما سمع كلمتها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قلْها اشْخَبَّرج بالغيب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قالت والدي المبرور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شفته و اشتكيت الحال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عنده من الهضم و الجور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قلّي بس ثلثتيّام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و تجيني يَست الحور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و ايّامي يَدَاحي الباب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كلها انقضت مدّتها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المسجد روح واولادك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يَبن عمّي بْعجل وَدْهم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و خَلهم يجلسون هناك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F85EB7" w:rsidP="00E5750F">
            <w:pPr>
              <w:pStyle w:val="libPoem"/>
            </w:pPr>
            <w:r>
              <w:rPr>
                <w:rtl/>
              </w:rPr>
              <w:t>ساعه عِدْ قبر جدهم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و بعد لو رادوا ينامون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ابْزندينَك توسّدهم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و زينب خل تظل يمّي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انشعب قلبي الوحدتها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راح و صاحت ابْأَسما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بْعَجل عدلي لي وسادي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و ثوبي و الغسل دنّيه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يَمّي خفّق افّادي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2C92" w:rsidTr="00992C9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و عْليّه السّتر سدليه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2C92" w:rsidRDefault="00992C92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2C92" w:rsidRDefault="00054D50" w:rsidP="00E5750F">
            <w:pPr>
              <w:pStyle w:val="libPoem"/>
            </w:pPr>
            <w:r>
              <w:rPr>
                <w:rtl/>
              </w:rPr>
              <w:t>و جلسي تْلقّي اولادي</w:t>
            </w:r>
            <w:r w:rsidR="00992C9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F634F" w:rsidTr="00E5750F">
        <w:trPr>
          <w:trHeight w:val="350"/>
        </w:trPr>
        <w:tc>
          <w:tcPr>
            <w:tcW w:w="3920" w:type="dxa"/>
            <w:shd w:val="clear" w:color="auto" w:fill="auto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امتثلت كل اوامرها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عند الباب قعدتها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E5750F">
        <w:trPr>
          <w:trHeight w:val="350"/>
        </w:trPr>
        <w:tc>
          <w:tcPr>
            <w:tcW w:w="3920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البضعه اتّطهرت للموت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وهي الطّهر دومٍ 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E5750F">
        <w:trPr>
          <w:trHeight w:val="350"/>
        </w:trPr>
        <w:tc>
          <w:tcPr>
            <w:tcW w:w="3920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حدَث ما يلتصق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جلال الواحد القيّوم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E5750F">
        <w:trPr>
          <w:trHeight w:val="350"/>
        </w:trPr>
        <w:tc>
          <w:tcPr>
            <w:tcW w:w="3920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نور و نازل من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عندك من قبل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E5750F">
        <w:trPr>
          <w:trHeight w:val="350"/>
        </w:trPr>
        <w:tc>
          <w:tcPr>
            <w:tcW w:w="3920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تسجّت و اسبلت للموت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استقبلت قبلتها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D3629">
      <w:pPr>
        <w:pStyle w:val="libCenterBold1"/>
        <w:rPr>
          <w:rtl/>
        </w:rPr>
      </w:pPr>
      <w:r>
        <w:rPr>
          <w:rtl/>
        </w:rPr>
        <w:t>وصاياها وعهدها</w:t>
      </w:r>
      <w:r w:rsidR="00E33040">
        <w:rPr>
          <w:rtl/>
        </w:rPr>
        <w:t xml:space="preserve"> </w:t>
      </w:r>
      <w:r>
        <w:rPr>
          <w:rtl/>
        </w:rPr>
        <w:t>لأمير المؤمنين</w:t>
      </w:r>
    </w:p>
    <w:tbl>
      <w:tblPr>
        <w:tblStyle w:val="TableGrid"/>
        <w:bidiVisual/>
        <w:tblW w:w="4562" w:type="pct"/>
        <w:tblInd w:w="384" w:type="dxa"/>
        <w:tblLook w:val="04A0" w:firstRow="1" w:lastRow="0" w:firstColumn="1" w:lastColumn="0" w:noHBand="0" w:noVBand="1"/>
      </w:tblPr>
      <w:tblGrid>
        <w:gridCol w:w="4250"/>
        <w:gridCol w:w="307"/>
        <w:gridCol w:w="4205"/>
      </w:tblGrid>
      <w:tr w:rsidR="00F45C79" w:rsidTr="00F45C79">
        <w:trPr>
          <w:trHeight w:val="350"/>
        </w:trPr>
        <w:tc>
          <w:tcPr>
            <w:tcW w:w="4347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انجان تريد يالشّيعي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45C79" w:rsidRDefault="00F45C79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تحيط ابّعض سيرتها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5C79" w:rsidTr="00F45C79">
        <w:trPr>
          <w:trHeight w:val="350"/>
        </w:trPr>
        <w:tc>
          <w:tcPr>
            <w:tcW w:w="4347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وياي اقعد فرد ساعه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45C79" w:rsidRDefault="00F45C79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و انظم لك وصيّتها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5C79" w:rsidTr="00F45C79">
        <w:trPr>
          <w:trHeight w:val="350"/>
        </w:trPr>
        <w:tc>
          <w:tcPr>
            <w:tcW w:w="4347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قعد يمها الوصي و بالرّوح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45C79" w:rsidRDefault="00F45C79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45C79" w:rsidRDefault="00F45C79" w:rsidP="007A18F4">
            <w:pPr>
              <w:pStyle w:val="libPoem"/>
            </w:pPr>
            <w:r>
              <w:rPr>
                <w:rtl/>
              </w:rPr>
              <w:t>عاينها يويلي تجود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ناداها يَبت 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الامّه و حجّة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blPrEx>
          <w:tblLook w:val="01E0" w:firstRow="1" w:lastRow="1" w:firstColumn="1" w:lastColumn="1" w:noHBand="0" w:noVBand="0"/>
        </w:tblPrEx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اشلون الحال يا 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دمعها غرّق الها خدود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تقلّه ماشيه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هي تطوّح بونّتها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سامحني يَبو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جان عْرفت منّي قصور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ما تعهد كذب منّي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قلها و القلب موجور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إنتي أعلم ابربّج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8F634F" w:rsidP="00E5750F">
            <w:pPr>
              <w:pStyle w:val="libPoem"/>
            </w:pPr>
            <w:r>
              <w:rPr>
                <w:rtl/>
              </w:rPr>
              <w:t>و اعظم يا جمال الحور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و انتي اللي زهَر هالكون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كلّه بْنور غرّتها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منّي جان صار اقصور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يا شمّامة المختار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منِّج اطلب السّمحان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يَم السّادة الأطهار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قالت يا علي حاشاك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مثلك بالوفا ما صار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وصيّه يا علي منّي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و خذ منّي نتيجتها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حسن و حسين يا حيدر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عليهم ذايب افّادي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بنت اختي تزوّجها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لَحَتّى اتربي أولادي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و غسّلني و انا طُهري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182D39" w:rsidP="00E5750F">
            <w:pPr>
              <w:pStyle w:val="libPoem"/>
            </w:pPr>
            <w:r>
              <w:rPr>
                <w:rtl/>
              </w:rPr>
              <w:t>ثبت من قبل ميلادي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و اريد جنازتي خفيه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ابْتالي الليل طلعتها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طلعوا جنازتي بالليل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يا حيدر و دفنوني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634F" w:rsidTr="00F45C79">
        <w:trPr>
          <w:trHeight w:val="350"/>
        </w:trPr>
        <w:tc>
          <w:tcPr>
            <w:tcW w:w="4347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و امّا اللي عَلَي بالدّار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F634F" w:rsidRDefault="008F634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F634F" w:rsidRDefault="00CC073C" w:rsidP="00E5750F">
            <w:pPr>
              <w:pStyle w:val="libPoem"/>
            </w:pPr>
            <w:r>
              <w:rPr>
                <w:rtl/>
              </w:rPr>
              <w:t>هجموا لا يحضروني</w:t>
            </w:r>
            <w:r w:rsidR="008F634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D3629" w:rsidRDefault="004D3629" w:rsidP="004D3629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2640D" w:rsidTr="00E5750F">
        <w:trPr>
          <w:trHeight w:val="350"/>
        </w:trPr>
        <w:tc>
          <w:tcPr>
            <w:tcW w:w="3920" w:type="dxa"/>
            <w:shd w:val="clear" w:color="auto" w:fill="auto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هذا الضّرب بْمتوني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هذي لطمة عيوني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640D" w:rsidTr="00E5750F">
        <w:trPr>
          <w:trHeight w:val="350"/>
        </w:trPr>
        <w:tc>
          <w:tcPr>
            <w:tcW w:w="3920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الله اوياك نجّزها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و صيتي هاي غايتها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640D" w:rsidTr="00E5750F">
        <w:trPr>
          <w:trHeight w:val="350"/>
        </w:trPr>
        <w:tc>
          <w:tcPr>
            <w:tcW w:w="3920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مدّت حالاً ايْديها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على الدّار ارسلت نظره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640D" w:rsidTr="00E5750F">
        <w:trPr>
          <w:trHeight w:val="350"/>
        </w:trPr>
        <w:tc>
          <w:tcPr>
            <w:tcW w:w="3920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صوب ايتامها صدّت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فاضت روحها الزّهرا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640D" w:rsidTr="00E5750F">
        <w:trPr>
          <w:trHeight w:val="350"/>
        </w:trPr>
        <w:tc>
          <w:tcPr>
            <w:tcW w:w="3920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وعلى حالة حسن وحسين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حيدر يجذب الحسره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640D" w:rsidTr="00E575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و حس بْمصيبة المختار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640D" w:rsidRDefault="0062640D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640D" w:rsidRDefault="0091265B" w:rsidP="00E5750F">
            <w:pPr>
              <w:pStyle w:val="libPoem"/>
            </w:pPr>
            <w:r>
              <w:rPr>
                <w:rtl/>
              </w:rPr>
              <w:t>حيدر من مصيبتها</w:t>
            </w:r>
            <w:r w:rsidR="0062640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D3629">
      <w:pPr>
        <w:pStyle w:val="libCenterBold1"/>
      </w:pPr>
      <w:r>
        <w:rPr>
          <w:rtl/>
        </w:rPr>
        <w:t>وفاتها 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04526D" w:rsidTr="0004526D">
        <w:trPr>
          <w:trHeight w:val="350"/>
        </w:trPr>
        <w:tc>
          <w:tcPr>
            <w:tcW w:w="4347" w:type="dxa"/>
            <w:shd w:val="clear" w:color="auto" w:fill="auto"/>
          </w:tcPr>
          <w:p w:rsidR="0004526D" w:rsidRDefault="0004526D" w:rsidP="00E5750F">
            <w:pPr>
              <w:pStyle w:val="libPoem"/>
            </w:pPr>
            <w:r>
              <w:rPr>
                <w:rtl/>
              </w:rPr>
              <w:t>عند السّتر مغبونه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4526D" w:rsidRDefault="0004526D" w:rsidP="00E5750F">
            <w:pPr>
              <w:pStyle w:val="libPoem"/>
            </w:pPr>
            <w:r>
              <w:rPr>
                <w:rtl/>
              </w:rPr>
              <w:t>اوقفت أسما و حاجتها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rPr>
          <w:trHeight w:val="350"/>
        </w:trPr>
        <w:tc>
          <w:tcPr>
            <w:tcW w:w="4347" w:type="dxa"/>
          </w:tcPr>
          <w:p w:rsidR="0004526D" w:rsidRDefault="0004526D" w:rsidP="00E5750F">
            <w:pPr>
              <w:pStyle w:val="libPoem"/>
            </w:pPr>
            <w:r>
              <w:rPr>
                <w:rtl/>
              </w:rPr>
              <w:t>و ما سمعت جواب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04526D" w:rsidP="00E5750F">
            <w:pPr>
              <w:pStyle w:val="libPoem"/>
            </w:pPr>
            <w:r>
              <w:rPr>
                <w:rtl/>
              </w:rPr>
              <w:t>و دشّت تهل عبرتها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rPr>
          <w:trHeight w:val="350"/>
        </w:trPr>
        <w:tc>
          <w:tcPr>
            <w:tcW w:w="4347" w:type="dxa"/>
          </w:tcPr>
          <w:p w:rsidR="0004526D" w:rsidRDefault="0004526D" w:rsidP="00E5750F">
            <w:pPr>
              <w:pStyle w:val="libPoem"/>
            </w:pPr>
            <w:r>
              <w:rPr>
                <w:rtl/>
              </w:rPr>
              <w:t>لقَتْها مْفَارقه الدّنيا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و هوت تلطم على الخدّين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rPr>
          <w:trHeight w:val="350"/>
        </w:trPr>
        <w:tc>
          <w:tcPr>
            <w:tcW w:w="4347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تحن و تصيح شالجاره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يَزَهرا بالحسن وحسين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rPr>
          <w:trHeight w:val="350"/>
        </w:trPr>
        <w:tc>
          <w:tcPr>
            <w:tcW w:w="4347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عنِّج من ينشدوني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شَقلْهم يا ضيا الكونين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ردّت قعدت عْلَى الباب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4B2C96" w:rsidP="00E5750F">
            <w:pPr>
              <w:pStyle w:val="libPoem"/>
            </w:pPr>
            <w:r>
              <w:rPr>
                <w:rtl/>
              </w:rPr>
              <w:t>و تنشّف ابْدَمْعَتها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FF28AE" w:rsidP="00E5750F">
            <w:pPr>
              <w:pStyle w:val="libPoem"/>
            </w:pPr>
            <w:r>
              <w:rPr>
                <w:rtl/>
              </w:rPr>
              <w:t>و من المسجد السّبطين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FF28AE" w:rsidP="00E5750F">
            <w:pPr>
              <w:pStyle w:val="libPoem"/>
            </w:pPr>
            <w:r>
              <w:rPr>
                <w:rtl/>
              </w:rPr>
              <w:t>للبيت اقبلوا يمشون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FF28AE" w:rsidP="00E5750F">
            <w:pPr>
              <w:pStyle w:val="libPoem"/>
            </w:pPr>
            <w:r>
              <w:rPr>
                <w:rtl/>
              </w:rPr>
              <w:t>و إيد الحسن بيد حسين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FF28AE" w:rsidP="00E5750F">
            <w:pPr>
              <w:pStyle w:val="libPoem"/>
            </w:pPr>
            <w:r>
              <w:rPr>
                <w:rtl/>
              </w:rPr>
              <w:t>لكن بالجرى يحسّون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وصلوا الدّار يا ويلي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وعن امهم وقفوا اينشدون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يَأَسما اشْلون حال امنا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عسى اتحسّنت حالتها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تقلْهم دشّوا الحجره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FC19F7" w:rsidP="00E5750F">
            <w:pPr>
              <w:pStyle w:val="libPoem"/>
            </w:pPr>
            <w:r>
              <w:rPr>
                <w:rtl/>
              </w:rPr>
              <w:t>و شوفوا اشْحَالة الزّهرا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دش الحسن يا ويلي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و اخوه حسين طب باثره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لقوها اممّدده و ميته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عليهم ساعة القشره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من خرّوا يَتَاماها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بْلوعه على جنازتها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يقلْها الحسن حاجيني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BB5C69" w:rsidP="00E5750F">
            <w:pPr>
              <w:pStyle w:val="libPoem"/>
            </w:pPr>
            <w:r>
              <w:rPr>
                <w:rtl/>
              </w:rPr>
              <w:t>يَزَهرا ذايب افّادي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و صاح حسين انا بحجرج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يقبّلني النّبي الهادي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أنا حسين اخبري جدّي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يَزَهرا بالذي سادي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و زينب بالبجا هاجت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تفت القلب صرختها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4526D" w:rsidTr="0004526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حيدر نهض للتّغسيل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4526D" w:rsidRDefault="0004526D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4526D" w:rsidRDefault="00D03C56" w:rsidP="00E5750F">
            <w:pPr>
              <w:pStyle w:val="libPoem"/>
            </w:pPr>
            <w:r>
              <w:rPr>
                <w:rtl/>
              </w:rPr>
              <w:t>و اسما اتعاونه و سلمان</w:t>
            </w:r>
            <w:r w:rsidR="0004526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F634F" w:rsidRDefault="008F634F" w:rsidP="008F634F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22D24" w:rsidTr="00E5750F">
        <w:trPr>
          <w:trHeight w:val="350"/>
        </w:trPr>
        <w:tc>
          <w:tcPr>
            <w:tcW w:w="3920" w:type="dxa"/>
            <w:shd w:val="clear" w:color="auto" w:fill="auto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على المغتسل من مَدْها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عليه اشْهاجت من احزان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شاف الضّلع و المتنين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و انهل الدّمع غدران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أثاري بضعة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على الكرّار أخفتها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أخذ ينحب على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و سلمان اقبل يلومه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يقلّه انت الصّبر عندك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سجيّه و هاجت اهمومه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يقلّه تلومني امن ابجي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على البضعة المهضومه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E575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القاست هالبَلا و طلعت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22D24" w:rsidRDefault="00922D24" w:rsidP="00E5750F">
            <w:pPr>
              <w:pStyle w:val="libPoem"/>
            </w:pPr>
            <w:r>
              <w:rPr>
                <w:rtl/>
              </w:rPr>
              <w:t>من الدّنيا ابْغصَّتها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D3629">
      <w:pPr>
        <w:pStyle w:val="libCenterBold1"/>
      </w:pPr>
      <w:r>
        <w:rPr>
          <w:rtl/>
        </w:rPr>
        <w:t>تجهيزها</w:t>
      </w:r>
      <w:r w:rsidR="00E33040">
        <w:rPr>
          <w:rtl/>
        </w:rPr>
        <w:t xml:space="preserve"> </w:t>
      </w:r>
      <w:r>
        <w:rPr>
          <w:rtl/>
        </w:rPr>
        <w:t>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922D24" w:rsidTr="006F7134">
        <w:trPr>
          <w:trHeight w:val="350"/>
        </w:trPr>
        <w:tc>
          <w:tcPr>
            <w:tcW w:w="4347" w:type="dxa"/>
            <w:shd w:val="clear" w:color="auto" w:fill="auto"/>
          </w:tcPr>
          <w:p w:rsidR="00922D24" w:rsidRDefault="009932E4" w:rsidP="00E5750F">
            <w:pPr>
              <w:pStyle w:val="libPoem"/>
            </w:pPr>
            <w:r>
              <w:rPr>
                <w:rtl/>
              </w:rPr>
              <w:t>حيدر غسّل الزّهرا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922D24" w:rsidRDefault="009932E4" w:rsidP="00E5750F">
            <w:pPr>
              <w:pStyle w:val="libPoem"/>
            </w:pPr>
            <w:r>
              <w:rPr>
                <w:rtl/>
              </w:rPr>
              <w:t>و تِجرّع غصص فرقتها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rPr>
          <w:trHeight w:val="350"/>
        </w:trPr>
        <w:tc>
          <w:tcPr>
            <w:tcW w:w="4347" w:type="dxa"/>
          </w:tcPr>
          <w:p w:rsidR="00922D24" w:rsidRDefault="009932E4" w:rsidP="00E5750F">
            <w:pPr>
              <w:pStyle w:val="libPoem"/>
            </w:pPr>
            <w:r>
              <w:rPr>
                <w:rtl/>
              </w:rPr>
              <w:t>ستَّر نَعشها و بالدّار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خلّاها جنازتها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rPr>
          <w:trHeight w:val="350"/>
        </w:trPr>
        <w:tc>
          <w:tcPr>
            <w:tcW w:w="4347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نادى يا حسن يحسين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يا زينب اُو يَم كلثوم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rPr>
          <w:trHeight w:val="350"/>
        </w:trPr>
        <w:tc>
          <w:tcPr>
            <w:tcW w:w="4347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قوموا ودعوا الزّهرا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تراهي ماشيه هاليوم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rPr>
          <w:trHeight w:val="350"/>
        </w:trPr>
        <w:tc>
          <w:tcPr>
            <w:tcW w:w="4347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و يَم نعش الطّهر فرّوا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3344F2" w:rsidP="00E5750F">
            <w:pPr>
              <w:pStyle w:val="libPoem"/>
            </w:pPr>
            <w:r>
              <w:rPr>
                <w:rtl/>
              </w:rPr>
              <w:t>يخر هذا و هذا يقوم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و زينب نحبت و هدّت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ركن حيدر ابْنَحبتها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على اليمنه الحسن طايح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يلوج و يجذب الحسره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أويلي و الشّهيد حسين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ذب روحه على اليسره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و الكل ينتحب و يصيح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الله وياج يا زهرا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ولَن الطّاهره ايديها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C167A4" w:rsidP="00E5750F">
            <w:pPr>
              <w:pStyle w:val="libPoem"/>
            </w:pPr>
            <w:r>
              <w:rPr>
                <w:rtl/>
              </w:rPr>
              <w:t>على السّبطين مدّتها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نادى من السّما منادي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يَحيدر شيل هالايتام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عن الزّهرا ترى الاملاك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ضجّت طبق للعلّام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نحّاهم علي و بْليل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جفّنها بدمع سجّام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و شيّعها بذاك الليل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و اودعها ابْروضتها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2D2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و من الصّبح بعض النّاس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22D24" w:rsidRDefault="00922D2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22D24" w:rsidRDefault="007F250B" w:rsidP="00E5750F">
            <w:pPr>
              <w:pStyle w:val="libPoem"/>
            </w:pPr>
            <w:r>
              <w:rPr>
                <w:rtl/>
              </w:rPr>
              <w:t>إجوا تشييعها ايطلبون</w:t>
            </w:r>
            <w:r w:rsidR="00922D2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713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قال احنا دفنّاها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F7134" w:rsidRDefault="006F713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و هي ما ترغب تحضرون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713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قالوا نريد ننبشها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F7134" w:rsidRDefault="006F713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و نخلّي العالم يصلّون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7134" w:rsidTr="006F71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قال اللي يريد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F7134" w:rsidRDefault="006F713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يتدنّى التربتها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 w:firstRow="1" w:lastRow="0" w:firstColumn="1" w:lastColumn="0" w:noHBand="0" w:noVBand="1"/>
      </w:tblPr>
      <w:tblGrid>
        <w:gridCol w:w="4247"/>
        <w:gridCol w:w="307"/>
        <w:gridCol w:w="4208"/>
      </w:tblGrid>
      <w:tr w:rsidR="006F7134" w:rsidTr="00E5750F">
        <w:trPr>
          <w:trHeight w:val="350"/>
        </w:trPr>
        <w:tc>
          <w:tcPr>
            <w:tcW w:w="4347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مد إيده على سيفه الو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F7134" w:rsidRDefault="006F713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F7134" w:rsidRDefault="006F7134" w:rsidP="00E5750F">
            <w:pPr>
              <w:pStyle w:val="libPoem"/>
            </w:pPr>
            <w:r>
              <w:rPr>
                <w:rtl/>
              </w:rPr>
              <w:t>صي و احمرَّت اوداجه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F7134" w:rsidRDefault="006F7134" w:rsidP="006F7134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80AEF" w:rsidTr="00E5750F">
        <w:trPr>
          <w:trHeight w:val="350"/>
        </w:trPr>
        <w:tc>
          <w:tcPr>
            <w:tcW w:w="3920" w:type="dxa"/>
            <w:shd w:val="clear" w:color="auto" w:fill="auto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صاح الما عرف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يجي و يشوف منهاجه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E5750F">
        <w:trPr>
          <w:trHeight w:val="350"/>
        </w:trPr>
        <w:tc>
          <w:tcPr>
            <w:tcW w:w="3920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الكل منهم توارى و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ما لي بهالامر حاجه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E5750F">
        <w:trPr>
          <w:trHeight w:val="350"/>
        </w:trPr>
        <w:tc>
          <w:tcPr>
            <w:tcW w:w="3920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لكن ما تخبروني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الزّهرا وين قبّتها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14604D">
      <w:pPr>
        <w:pStyle w:val="libCenterBold1"/>
      </w:pPr>
      <w:r>
        <w:rPr>
          <w:rtl/>
        </w:rPr>
        <w:t>دفنها 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2"/>
        <w:gridCol w:w="306"/>
        <w:gridCol w:w="4214"/>
      </w:tblGrid>
      <w:tr w:rsidR="00E80AEF" w:rsidTr="00F8243A">
        <w:trPr>
          <w:trHeight w:val="350"/>
        </w:trPr>
        <w:tc>
          <w:tcPr>
            <w:tcW w:w="4347" w:type="dxa"/>
            <w:shd w:val="clear" w:color="auto" w:fill="auto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وصل بجنازة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صاحت بيه روضتها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هنا يمّي يَبو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منّي أخذو تربتها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شاف اللحد يتساطع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وسط القبر خلّاها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عليها تساوت البقعه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قلب المرتضى وياها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يقلها يالارض هذي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ترى روح النّبي 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و رد للمصطفى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يعزّيه ابْمصيبتها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يقلّه وديعتك ردّت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استخبرها عليها اشْصار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تراهي اتجرّعت بعدك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E80AEF" w:rsidP="00E5750F">
            <w:pPr>
              <w:pStyle w:val="libPoem"/>
            </w:pPr>
            <w:r>
              <w:rPr>
                <w:rtl/>
              </w:rPr>
              <w:t>من الأمّه كؤوس امرار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بدايتها و نهايتها المصايب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يوم حرق الدّار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اسأل منها و شوف العين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يالهادي و حمرتها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يقلّه اوقف يَبو الحسنين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نتفقّد وديعتنا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أريد نشوف حالتها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عساها سالمه جتنا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رد الها يناشدها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اشْحالج عقب فرقتنا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تقلّه انت العليم بجور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هالامّه و فعلتها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80AEF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جنّه يقول يا حيدر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80AEF" w:rsidRDefault="00E80AEF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80AEF" w:rsidRDefault="00F51AC9" w:rsidP="00E5750F">
            <w:pPr>
              <w:pStyle w:val="libPoem"/>
            </w:pPr>
            <w:r>
              <w:rPr>
                <w:rtl/>
              </w:rPr>
              <w:t>وديعتنا اشْجرى عليها</w:t>
            </w:r>
            <w:r w:rsidR="00E80A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هو يدري و عد 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يوصّيه و يوصيها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يقلّه انت القلت لي اصبر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انا صابر يَهَاديها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كلما قرّرت نكروا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ولا عرفوا الحرمتها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إجتني فايضه بهموم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للحجره=تعاتبني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عتب موسى على هارون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انا منطوي بْغَبْني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صْوَاب اللي بْصدرها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حدر الضّلع ناشبني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8243A" w:rsidTr="00F8243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انا بْسيف الصّبر مبري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8243A" w:rsidRDefault="00F8243A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8243A" w:rsidRDefault="00F8243A" w:rsidP="00E5750F">
            <w:pPr>
              <w:pStyle w:val="libPoem"/>
            </w:pPr>
            <w:r>
              <w:rPr>
                <w:rtl/>
              </w:rPr>
              <w:t>و هي تعالج بْغصّتها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0AEF" w:rsidRDefault="00E80AEF" w:rsidP="00E80AEF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015A4" w:rsidTr="00E5750F">
        <w:trPr>
          <w:trHeight w:val="350"/>
        </w:trPr>
        <w:tc>
          <w:tcPr>
            <w:tcW w:w="3920" w:type="dxa"/>
            <w:shd w:val="clear" w:color="auto" w:fill="auto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على راسي يبو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وقفت و الوجد سعّار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E5750F">
        <w:trPr>
          <w:trHeight w:val="350"/>
        </w:trPr>
        <w:tc>
          <w:tcPr>
            <w:tcW w:w="3920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تقلّي فدك منّي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و انت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E5750F">
        <w:trPr>
          <w:trHeight w:val="350"/>
        </w:trPr>
        <w:tc>
          <w:tcPr>
            <w:tcW w:w="3920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و قلت الها أنا مأمور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يا زهرا بْلزوم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E5750F">
        <w:trPr>
          <w:trHeight w:val="350"/>
        </w:trPr>
        <w:tc>
          <w:tcPr>
            <w:tcW w:w="3920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يَهَادي سلّمت 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و بقت تبدي الشكايتها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14604D">
      <w:pPr>
        <w:pStyle w:val="Heading2Center"/>
        <w:rPr>
          <w:rtl/>
        </w:rPr>
      </w:pPr>
      <w:bookmarkStart w:id="31" w:name="_Toc21389996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الملحمة العلويّه } ...</w:t>
      </w:r>
      <w:bookmarkEnd w:id="31"/>
    </w:p>
    <w:p w:rsidR="00C231C3" w:rsidRDefault="00C231C3" w:rsidP="0014604D">
      <w:pPr>
        <w:pStyle w:val="libCenterBold1"/>
      </w:pPr>
      <w:r>
        <w:rPr>
          <w:rtl/>
        </w:rPr>
        <w:t>المولد</w:t>
      </w:r>
      <w:r w:rsidR="00E33040">
        <w:rPr>
          <w:rtl/>
        </w:rPr>
        <w:t xml:space="preserve"> </w:t>
      </w:r>
      <w:r>
        <w:rPr>
          <w:rtl/>
        </w:rPr>
        <w:t>الشريف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7015A4" w:rsidTr="003E76AD">
        <w:trPr>
          <w:trHeight w:val="350"/>
        </w:trPr>
        <w:tc>
          <w:tcPr>
            <w:tcW w:w="4347" w:type="dxa"/>
            <w:shd w:val="clear" w:color="auto" w:fill="auto"/>
          </w:tcPr>
          <w:p w:rsidR="007015A4" w:rsidRDefault="007015A4" w:rsidP="00E5750F">
            <w:pPr>
              <w:pStyle w:val="libPoem"/>
            </w:pPr>
            <w:r>
              <w:rPr>
                <w:rtl/>
              </w:rPr>
              <w:t>صلاة الله على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015A4" w:rsidRDefault="00CA1AF5" w:rsidP="00E5750F">
            <w:pPr>
              <w:pStyle w:val="libPoem"/>
            </w:pPr>
            <w:r>
              <w:rPr>
                <w:rtl/>
              </w:rPr>
              <w:t>ختام الأنبيا طه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rPr>
          <w:trHeight w:val="350"/>
        </w:trPr>
        <w:tc>
          <w:tcPr>
            <w:tcW w:w="4347" w:type="dxa"/>
          </w:tcPr>
          <w:p w:rsidR="007015A4" w:rsidRDefault="00CA1AF5" w:rsidP="00E5750F">
            <w:pPr>
              <w:pStyle w:val="libPoem"/>
            </w:pPr>
            <w:r>
              <w:rPr>
                <w:rtl/>
              </w:rPr>
              <w:t>وعلى اللي وْلادته بالبيت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CA1AF5" w:rsidP="00E5750F">
            <w:pPr>
              <w:pStyle w:val="libPoem"/>
            </w:pPr>
            <w:r>
              <w:rPr>
                <w:rtl/>
              </w:rPr>
              <w:t>رب العرش خلّاها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rPr>
          <w:trHeight w:val="350"/>
        </w:trPr>
        <w:tc>
          <w:tcPr>
            <w:tcW w:w="4347" w:type="dxa"/>
          </w:tcPr>
          <w:p w:rsidR="007015A4" w:rsidRDefault="00CA1AF5" w:rsidP="00E5750F">
            <w:pPr>
              <w:pStyle w:val="libPoem"/>
            </w:pPr>
            <w:r>
              <w:rPr>
                <w:rtl/>
              </w:rPr>
              <w:t>نبع النّور ابو طالب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CA1AF5" w:rsidP="00E5750F">
            <w:pPr>
              <w:pStyle w:val="libPoem"/>
            </w:pPr>
            <w:r>
              <w:rPr>
                <w:rtl/>
              </w:rPr>
              <w:t>و حيدر تالي اولاده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rPr>
          <w:trHeight w:val="350"/>
        </w:trPr>
        <w:tc>
          <w:tcPr>
            <w:tcW w:w="4347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 توضع زوجته بالبيت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كل مرّه على العاده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rPr>
          <w:trHeight w:val="350"/>
        </w:trPr>
        <w:tc>
          <w:tcPr>
            <w:tcW w:w="4347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 من حملت السيف الله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 قرّب وكت الولاده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راحت ليش للكعبه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 ياهو هناك ودّاها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وقفت تطلب من الله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يفرّج و الجدار انطر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F802F4" w:rsidP="00E5750F">
            <w:pPr>
              <w:pStyle w:val="libPoem"/>
            </w:pPr>
            <w:r>
              <w:rPr>
                <w:rtl/>
              </w:rPr>
              <w:t>وطبّت و الرّخامه هناك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و عْليها انولد حيدر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يتلقّى الارض ساجد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الربّه و هلّل و كبّر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ثلثتيّام بالكعبه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وحيده و لحّد وياها=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من خلصت ضيافتها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ابّيت الواحد القيّوم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طلعت و الفتى يناغي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على ايديها بْرابع يوم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تلقّاها رسول الله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و هذا بالسِّيَر معلوم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و يوم الوضعت بْغيره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الهادي ما تلقّاها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15A4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شاله المصطفى بيده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015A4" w:rsidRDefault="007015A4" w:rsidP="00E5750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015A4" w:rsidRDefault="00E5750F" w:rsidP="00E5750F">
            <w:pPr>
              <w:pStyle w:val="libPoem"/>
            </w:pPr>
            <w:r>
              <w:rPr>
                <w:rtl/>
              </w:rPr>
              <w:t>و من ريجه الطّهر لبّاه</w:t>
            </w:r>
            <w:r w:rsidR="007015A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6AD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E76AD" w:rsidRDefault="003E76AD" w:rsidP="002C3DEF">
            <w:pPr>
              <w:pStyle w:val="libPoem"/>
            </w:pPr>
            <w:r>
              <w:rPr>
                <w:rtl/>
              </w:rPr>
              <w:t>و جابه يم ابو طالب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E76AD" w:rsidRDefault="003E76AD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E76AD" w:rsidRDefault="003E76AD" w:rsidP="002C3DEF">
            <w:pPr>
              <w:pStyle w:val="libPoem"/>
            </w:pPr>
            <w:r>
              <w:rPr>
                <w:rtl/>
              </w:rPr>
              <w:t>يهنّيه و علي سمّاه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6AD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E76AD" w:rsidRDefault="003E76AD" w:rsidP="002C3DEF">
            <w:pPr>
              <w:pStyle w:val="libPoem"/>
            </w:pPr>
            <w:r>
              <w:rPr>
                <w:rtl/>
              </w:rPr>
              <w:t>و دوم ملازمه ابمَهده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E76AD" w:rsidRDefault="003E76AD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E76AD" w:rsidRDefault="002F28E7" w:rsidP="002C3DEF">
            <w:pPr>
              <w:pStyle w:val="libPoem"/>
            </w:pPr>
            <w:r>
              <w:rPr>
                <w:rtl/>
              </w:rPr>
              <w:t>و بالشّارع مشيته وياه</w:t>
            </w:r>
            <w:r w:rsidR="003E76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6AD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E76AD" w:rsidRDefault="00A56799" w:rsidP="002C3DEF">
            <w:pPr>
              <w:pStyle w:val="libPoem"/>
            </w:pPr>
            <w:r>
              <w:rPr>
                <w:rtl/>
              </w:rPr>
              <w:t>أخذ طابع على اطباعه</w:t>
            </w:r>
            <w:r w:rsidR="003E76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E76AD" w:rsidRDefault="003E76AD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E76AD" w:rsidRDefault="00A56799" w:rsidP="002C3DEF">
            <w:pPr>
              <w:pStyle w:val="libPoem"/>
            </w:pPr>
            <w:r>
              <w:rPr>
                <w:rtl/>
              </w:rPr>
              <w:t>و فاز ابكل مزاياها</w:t>
            </w:r>
            <w:r w:rsidR="003E76A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E76AD" w:rsidTr="003E76A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E76AD" w:rsidRDefault="00A56799" w:rsidP="002C3DEF">
            <w:pPr>
              <w:pStyle w:val="libPoem"/>
            </w:pPr>
            <w:r>
              <w:rPr>
                <w:rtl/>
              </w:rPr>
              <w:t>شب و شيّد الاسلام</w:t>
            </w:r>
            <w:r w:rsidR="003E76A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E76AD" w:rsidRDefault="003E76AD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E76AD" w:rsidRDefault="00A56799" w:rsidP="002C3DEF">
            <w:pPr>
              <w:pStyle w:val="libPoem"/>
            </w:pPr>
            <w:r>
              <w:rPr>
                <w:rtl/>
              </w:rPr>
              <w:t>عشر سنين بس عمره</w:t>
            </w:r>
            <w:r w:rsidR="003E76A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0AEF" w:rsidRDefault="00E80AEF" w:rsidP="00E80AEF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34E33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034E33" w:rsidRDefault="00034E33" w:rsidP="002C3DEF">
            <w:pPr>
              <w:pStyle w:val="libPoem"/>
            </w:pPr>
            <w:r>
              <w:rPr>
                <w:rtl/>
              </w:rPr>
              <w:t>و محمّد بالرّساله 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34E33" w:rsidRDefault="00034E33" w:rsidP="002C3DEF">
            <w:pPr>
              <w:pStyle w:val="libPoem"/>
            </w:pPr>
            <w:r>
              <w:rPr>
                <w:rtl/>
              </w:rPr>
              <w:t>بالامّه و صدع بامره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عليه اتعصّبت كلها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و علي متوزّم ابْنَصره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يزيح كروب عن وجهه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و كل شدّه ايتلقّاها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عندك خبر باللي صار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6C03CA" w:rsidP="002C3DEF">
            <w:pPr>
              <w:pStyle w:val="libPoem"/>
            </w:pPr>
            <w:r>
              <w:rPr>
                <w:rtl/>
              </w:rPr>
              <w:t>من ملجا النّبي بالغار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CC4F07" w:rsidP="002C3DEF">
            <w:pPr>
              <w:pStyle w:val="libPoem"/>
            </w:pPr>
            <w:r>
              <w:rPr>
                <w:rtl/>
              </w:rPr>
              <w:t>من داروا على داره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CC4F07" w:rsidP="002C3DEF">
            <w:pPr>
              <w:pStyle w:val="libPoem"/>
            </w:pPr>
            <w:r>
              <w:rPr>
                <w:rtl/>
              </w:rPr>
              <w:t>اصول اهل الجزل و النّار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CC4F07" w:rsidP="002C3DEF">
            <w:pPr>
              <w:pStyle w:val="libPoem"/>
            </w:pPr>
            <w:r>
              <w:rPr>
                <w:rtl/>
              </w:rPr>
              <w:t>على فراش الطّهر من بات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CC4F07" w:rsidP="002C3DEF">
            <w:pPr>
              <w:pStyle w:val="libPoem"/>
            </w:pPr>
            <w:r>
              <w:rPr>
                <w:rtl/>
              </w:rPr>
              <w:t>غير المرتضى الكرّار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CC4F07" w:rsidP="002C3DEF">
            <w:pPr>
              <w:pStyle w:val="libPoem"/>
            </w:pPr>
            <w:r>
              <w:rPr>
                <w:rtl/>
              </w:rPr>
              <w:t>قدّم للفدا نفسه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2E4A58" w:rsidP="002C3DEF">
            <w:pPr>
              <w:pStyle w:val="libPoem"/>
            </w:pPr>
            <w:r>
              <w:rPr>
                <w:rtl/>
              </w:rPr>
              <w:t>و صرخ بيها و تقفّاها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و من هاجر رسول الله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و خلّاه المهماته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يطلع بالعيال نهار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و يأدّي أماناته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على رغم المعاطس سار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يحمي فاطميّاته</w:t>
            </w:r>
            <w:r>
              <w:rPr>
                <w:rFonts w:hint="cs"/>
                <w:rtl/>
              </w:rPr>
              <w:t>ؤ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و أمانات النّبي المختار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9A5A80" w:rsidP="002C3DEF">
            <w:pPr>
              <w:pStyle w:val="libPoem"/>
            </w:pPr>
            <w:r>
              <w:rPr>
                <w:rtl/>
              </w:rPr>
              <w:t>ابو الحسنين أدّاها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E80AEF">
      <w:pPr>
        <w:pStyle w:val="libCenterBold1"/>
      </w:pPr>
      <w:r>
        <w:rPr>
          <w:rtl/>
        </w:rPr>
        <w:t>غزوتي</w:t>
      </w:r>
      <w:r w:rsidR="00E33040">
        <w:rPr>
          <w:rtl/>
        </w:rPr>
        <w:t xml:space="preserve"> </w:t>
      </w:r>
      <w:r>
        <w:rPr>
          <w:rtl/>
        </w:rPr>
        <w:t>بدر و أحد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34E33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نزلوا علّة الاكوان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طيبه وطاب مغناها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 على كل منطقه و اقليم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بيهم ساطع ضياها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خلَت مكّه من الصّفوه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وهاج الكفر و الطّغيان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 قصدت بدر محتدّه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 قايدها نسل ذكوان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ملا منها الجليب ابطال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ضنوة هاشم وعدنان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أسر سبعينها و سبعين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وسط البير واراها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أصل كل الضّغاين هاي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فكّر بالحوادث زين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من يوم الحبل بالدّار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D52CCA" w:rsidP="002C3DEF">
            <w:pPr>
              <w:pStyle w:val="libPoem"/>
            </w:pPr>
            <w:r>
              <w:rPr>
                <w:rtl/>
              </w:rPr>
              <w:t>و اللطمه العمت كل عين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ظهرت بالطّشت و العود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 اتْكسِّر ثنايا حسين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 بْذَاك النّظام يزيد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بيّن كل نواياها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اببّدر ما سلّبوا حرمه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 لا نهبوا فراش عليل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ولا خلّوا جسَد عاري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على صدره تدوس الخيل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 لا خلّوا يتامى تحوم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مدهوشه بجوف الليل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34E33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و هذي نغَل ابو سفيان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34E33" w:rsidRDefault="00034E33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34E33" w:rsidRDefault="00505863" w:rsidP="002C3DEF">
            <w:pPr>
              <w:pStyle w:val="libPoem"/>
            </w:pPr>
            <w:r>
              <w:rPr>
                <w:rtl/>
              </w:rPr>
              <w:t>كلها بكربلا اجراها</w:t>
            </w:r>
            <w:r w:rsidR="00034E3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0AEF" w:rsidRDefault="00E80AEF" w:rsidP="00E80AEF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AA495F" w:rsidTr="00AA495F">
        <w:trPr>
          <w:trHeight w:val="350"/>
        </w:trPr>
        <w:tc>
          <w:tcPr>
            <w:tcW w:w="4347" w:type="dxa"/>
            <w:shd w:val="clear" w:color="auto" w:fill="auto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و دقّتها بأحُد دقّه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هجوم عْلى المدينه تريد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rPr>
          <w:trHeight w:val="350"/>
        </w:trPr>
        <w:tc>
          <w:tcPr>
            <w:tcW w:w="4347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فزعت بالزّلم و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و النّسوه و هاج الويد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rPr>
          <w:trHeight w:val="350"/>
        </w:trPr>
        <w:tc>
          <w:tcPr>
            <w:tcW w:w="4347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صرخ بيها شديد الباس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و ادعاها لشش بالبيد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rPr>
          <w:trHeight w:val="350"/>
        </w:trPr>
        <w:tc>
          <w:tcPr>
            <w:tcW w:w="4347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ترك فرسان عبد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تتلاقى بْمَناياها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rPr>
          <w:trHeight w:val="350"/>
        </w:trPr>
        <w:tc>
          <w:tcPr>
            <w:tcW w:w="4347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راحت شَتت و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AA495F" w:rsidP="002C3DEF">
            <w:pPr>
              <w:pStyle w:val="libPoem"/>
            </w:pPr>
            <w:r>
              <w:rPr>
                <w:rtl/>
              </w:rPr>
              <w:t>سيفه جفوف يبري و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لعب بيها فتى لا سيف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واردى على الصّعيد الشّوس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خلّاها بليّا قلوب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تمشي و خيلها كردوس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لكن خالد و شعبه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المرق منّه و تقفّاها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و فرّوا عن رسول الله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ولا ظل غير ابو الحسنين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ونسيبه الجاهدت و ابلت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8232D4" w:rsidP="002C3DEF">
            <w:pPr>
              <w:pStyle w:val="libPoem"/>
            </w:pPr>
            <w:r>
              <w:rPr>
                <w:rtl/>
              </w:rPr>
              <w:t>جهاد احسن من الإثنين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9537CC" w:rsidP="002C3DEF">
            <w:pPr>
              <w:pStyle w:val="libPoem"/>
            </w:pPr>
            <w:r>
              <w:rPr>
                <w:rtl/>
              </w:rPr>
              <w:t>كر و سيفه اتكسّر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9537CC" w:rsidP="002C3DEF">
            <w:pPr>
              <w:pStyle w:val="libPoem"/>
            </w:pPr>
            <w:r>
              <w:rPr>
                <w:rtl/>
              </w:rPr>
              <w:t>و فل جموع لمشركين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9537CC" w:rsidP="002C3DEF">
            <w:pPr>
              <w:pStyle w:val="libPoem"/>
            </w:pPr>
            <w:r>
              <w:rPr>
                <w:rtl/>
              </w:rPr>
              <w:t>و جبريل الامين بْسيف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9537CC" w:rsidP="002C3DEF">
            <w:pPr>
              <w:pStyle w:val="libPoem"/>
            </w:pPr>
            <w:r>
              <w:rPr>
                <w:rtl/>
              </w:rPr>
              <w:t>قدره نزل يتباها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و اعلن بالسّما لا سيف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يشبه سيفه البتّار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و لا يحصل فتى بالنّاس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يشبه حيدر الكرّار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فاز و نصّبه الجبّار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قاسم جنّته و النّار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AA495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و كروب النّبي المختار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A495F" w:rsidRDefault="00E96882" w:rsidP="002C3DEF">
            <w:pPr>
              <w:pStyle w:val="libPoem"/>
            </w:pPr>
            <w:r>
              <w:rPr>
                <w:rtl/>
              </w:rPr>
              <w:t>ابو الحسنين جلّاها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E80AEF">
      <w:pPr>
        <w:pStyle w:val="libCenterBold1"/>
      </w:pPr>
      <w:r>
        <w:rPr>
          <w:rtl/>
        </w:rPr>
        <w:t>غزوة الأحزاب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A495F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أحد راحت ابْنَكبتها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إجت لَحزاب بتلاها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rPr>
          <w:trHeight w:val="350"/>
        </w:trPr>
        <w:tc>
          <w:tcPr>
            <w:tcW w:w="3920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أبو سفيان لَملَمها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على الإسلام عبّاها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rPr>
          <w:trHeight w:val="350"/>
        </w:trPr>
        <w:tc>
          <w:tcPr>
            <w:tcW w:w="3920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من كل ناحيه الاحزاب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حزب اللات ملتمّه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rPr>
          <w:trHeight w:val="350"/>
        </w:trPr>
        <w:tc>
          <w:tcPr>
            <w:tcW w:w="3920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حزب الله ابْعَجَل ثاروا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خطّوا الخندق ابْهمّه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rPr>
          <w:trHeight w:val="350"/>
        </w:trPr>
        <w:tc>
          <w:tcPr>
            <w:tcW w:w="3920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قابلها الرّسول بجيش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سرداله ابن عمّه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و مكّه وكل نواحيها افزَ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9B392F" w:rsidP="002C3DEF">
            <w:pPr>
              <w:pStyle w:val="libPoem"/>
            </w:pPr>
            <w:r>
              <w:rPr>
                <w:rtl/>
              </w:rPr>
              <w:t>عت و العامري وياها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يظن بن عبد ود اظنون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يوم القحّم حصانه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و هز السّيف يرهبهم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ابْشعره و شرّع سنانه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495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نخاهم حجّة الباري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495F" w:rsidRDefault="00AA495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495F" w:rsidRDefault="00324CFE" w:rsidP="002C3DEF">
            <w:pPr>
              <w:pStyle w:val="libPoem"/>
            </w:pPr>
            <w:r>
              <w:rPr>
                <w:rtl/>
              </w:rPr>
              <w:t>و شملها الخوف شجعانه</w:t>
            </w:r>
            <w:r w:rsidR="00AA495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80AEF" w:rsidRDefault="00E80AEF" w:rsidP="00E80AEF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F67CF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و هو فوق الجواد يحو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م يمناها و يسراها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rPr>
          <w:trHeight w:val="350"/>
        </w:trPr>
        <w:tc>
          <w:tcPr>
            <w:tcW w:w="3920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ثلث مرّات ينخاهم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ولا اهتز غير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rPr>
          <w:trHeight w:val="350"/>
        </w:trPr>
        <w:tc>
          <w:tcPr>
            <w:tcW w:w="3920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يقلّه يا حبيب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انا اوسد الطّاغي 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rPr>
          <w:trHeight w:val="350"/>
        </w:trPr>
        <w:tc>
          <w:tcPr>
            <w:tcW w:w="3920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قلّه اجلس يبو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CF67CF" w:rsidP="002C3DEF">
            <w:pPr>
              <w:pStyle w:val="libPoem"/>
            </w:pPr>
            <w:r>
              <w:rPr>
                <w:rtl/>
              </w:rPr>
              <w:t>خل غيرك من الاصحاب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rPr>
          <w:trHeight w:val="350"/>
        </w:trPr>
        <w:tc>
          <w:tcPr>
            <w:tcW w:w="3920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قال آنا علي المذخور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للشدّه اتعنّاها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قلّه يا علي هذا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ترى فارس بني عامر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قلّه و انا سيف الله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إلي رب العرش ناصر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قام و عمّمه بيده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A421FE" w:rsidP="002C3DEF">
            <w:pPr>
              <w:pStyle w:val="libPoem"/>
            </w:pPr>
            <w:r>
              <w:rPr>
                <w:rtl/>
              </w:rPr>
              <w:t>و شد و عاجله الكافر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على الهامه ضرب حيدر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بالدّرقه تلقّاها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راحت درقته شطرين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الضّربه على الهامه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زمجر و الدموم تسيل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من خلفه و جدّامه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بْضربه عاجل الطّاغي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برَى السّاقين و اجدامه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حز راسه ورجع مرتاح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التفّت رواياها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تلقّاه النّبي الهادي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و بس ما عاين صوابه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67C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نشّف دمّه و داواه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67CF" w:rsidRDefault="00CF67C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67CF" w:rsidRDefault="004C26D7" w:rsidP="002C3DEF">
            <w:pPr>
              <w:pStyle w:val="libPoem"/>
            </w:pPr>
            <w:r>
              <w:rPr>
                <w:rtl/>
              </w:rPr>
              <w:t>ابْدمع العين و ترابه</w:t>
            </w:r>
            <w:r w:rsidR="00CF67C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B22B9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لف جرح الوصي بيده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و تذكّر جرح محرابه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C3DEF">
        <w:trPr>
          <w:trHeight w:val="350"/>
        </w:trPr>
        <w:tc>
          <w:tcPr>
            <w:tcW w:w="3920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و قال آنا يَحيدر وين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ساعة ضربة اشقاها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C3DEF">
        <w:trPr>
          <w:trHeight w:val="350"/>
        </w:trPr>
        <w:tc>
          <w:tcPr>
            <w:tcW w:w="3920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هالضّربه الشّديده الدّين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بيها ارتفع بنيانه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C3DEF">
        <w:trPr>
          <w:trHeight w:val="350"/>
        </w:trPr>
        <w:tc>
          <w:tcPr>
            <w:tcW w:w="3920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من خر الشّرك كلّه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معفّر فوق تربانه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C3DEF">
        <w:trPr>
          <w:trHeight w:val="350"/>
        </w:trPr>
        <w:tc>
          <w:tcPr>
            <w:tcW w:w="3920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لكن ضربة المحراب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ذيج الهدّت اركانه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و نعى بمصابها جبريل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B22B9" w:rsidRDefault="007062E7" w:rsidP="002C3DEF">
            <w:pPr>
              <w:pStyle w:val="libPoem"/>
            </w:pPr>
            <w:r>
              <w:rPr>
                <w:rtl/>
              </w:rPr>
              <w:t>هز الارض و ارجاها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B0255">
      <w:pPr>
        <w:pStyle w:val="libCenterBold1"/>
      </w:pPr>
      <w:r>
        <w:rPr>
          <w:rtl/>
        </w:rPr>
        <w:t>غزوة</w:t>
      </w:r>
      <w:r w:rsidR="00E33040">
        <w:rPr>
          <w:rtl/>
        </w:rPr>
        <w:t xml:space="preserve"> </w:t>
      </w:r>
      <w:r>
        <w:rPr>
          <w:rtl/>
        </w:rPr>
        <w:t>خيبر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AB22B9" w:rsidTr="0024547C">
        <w:trPr>
          <w:trHeight w:val="350"/>
        </w:trPr>
        <w:tc>
          <w:tcPr>
            <w:tcW w:w="4347" w:type="dxa"/>
            <w:shd w:val="clear" w:color="auto" w:fill="auto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يَمُسلم و اسأل التّاريخ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عن خيبر و معناها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rPr>
          <w:trHeight w:val="350"/>
        </w:trPr>
        <w:tc>
          <w:tcPr>
            <w:tcW w:w="4347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ياهو الطب على اسرائيل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وحده و هتَك ملجاها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rPr>
          <w:trHeight w:val="350"/>
        </w:trPr>
        <w:tc>
          <w:tcPr>
            <w:tcW w:w="4347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ما يمكنّي التّفصيل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لكن روح لحجايه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rPr>
          <w:trHeight w:val="350"/>
        </w:trPr>
        <w:tc>
          <w:tcPr>
            <w:tcW w:w="4347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قدّم رايته الهادي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و ترْجَع خايبه الرّايه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rPr>
          <w:trHeight w:val="350"/>
        </w:trPr>
        <w:tc>
          <w:tcPr>
            <w:tcW w:w="4347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و على سور الحصن صو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2F17E2" w:rsidP="002C3DEF">
            <w:pPr>
              <w:pStyle w:val="libPoem"/>
            </w:pPr>
            <w:r>
              <w:rPr>
                <w:rtl/>
              </w:rPr>
              <w:t>بين خيّاله و مشّايه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570548" w:rsidP="002C3DEF">
            <w:pPr>
              <w:pStyle w:val="libPoem"/>
            </w:pPr>
            <w:r>
              <w:rPr>
                <w:rtl/>
              </w:rPr>
              <w:t>تدافع بالصّخر من فوق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570548" w:rsidP="002C3DEF">
            <w:pPr>
              <w:pStyle w:val="libPoem"/>
            </w:pPr>
            <w:r>
              <w:rPr>
                <w:rtl/>
              </w:rPr>
              <w:t>محّد قدر يدناها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صاح المصطفى بُكره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الرّايه لازم انطيها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للّي يحبّه الباري و رسو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له و يحب باريها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على إيده الفتح يجري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و ترجع و النّصر ليها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و باتوا كل فرد منهم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هالدّعوه ايتمنّاها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و حيدر بالرّمد موجوع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ما يقدر يفُك عينه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ولَن المصطفى ينادي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ابن عمّي علي وينه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جابه قايده سلمان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يمّه اُو وقّفه بْحينه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سقاها حالاً المختار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من ريقه و شافاها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22B9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ركب و تناول الرّايه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22B9" w:rsidRDefault="00AB22B9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22B9" w:rsidRDefault="0079613B" w:rsidP="002C3DEF">
            <w:pPr>
              <w:pStyle w:val="libPoem"/>
            </w:pPr>
            <w:r>
              <w:rPr>
                <w:rtl/>
              </w:rPr>
              <w:t>بيَمينه و قحّم الميمون</w:t>
            </w:r>
            <w:r w:rsidR="00AB22B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47C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حالاً و اليهود 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4547C" w:rsidRDefault="0024547C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فوق الحصن يستهزون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47C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هز الباب بيمينه 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4547C" w:rsidRDefault="0024547C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غدوا فوق الحصن يهوون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47C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و شال الباب بيساره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4547C" w:rsidRDefault="0024547C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و لَن اتشوفه ويّاها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47C" w:rsidTr="0024547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ربّك ما خلق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4547C" w:rsidRDefault="0024547C" w:rsidP="002C3DE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4547C" w:rsidRDefault="0024547C" w:rsidP="002C3DEF">
            <w:pPr>
              <w:pStyle w:val="libPoem"/>
            </w:pPr>
            <w:r>
              <w:rPr>
                <w:rtl/>
              </w:rPr>
              <w:t>يسمّونه ابْداحي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B0255" w:rsidRDefault="008B0255" w:rsidP="008B025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C3DEF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غير اللي شطر 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تفكّر زين لا ترتاب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تمام القنطره زنده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و عليها تعبر الأصحاب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ولَنْ باب الحصن مفتوح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و عْلَى التّرب قتلاها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رد و راية الاسلام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بيده الطّهر منشوره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تهَلْهل بالنّصر رجعت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ابْداحي الباب منصوره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ابْعزمه دولة الصّهيون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ردّت نَكِس مكسوره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و نسوتها و غنايمها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لبو ابراهيم ودّاها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ابذاك اليوم ابو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شاع و ذاع برهانه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شوف اللي يحب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2C3DEF" w:rsidP="002C3DEF">
            <w:pPr>
              <w:pStyle w:val="libPoem"/>
            </w:pPr>
            <w:r>
              <w:rPr>
                <w:rtl/>
              </w:rPr>
              <w:t>و رسوله و قوّة ايمانه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هز الحصن شَلْع الباب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اتمايلت جدرانه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تلوح ابغرّة التّاريخ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داحي الباب خلّاها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B0255">
      <w:pPr>
        <w:pStyle w:val="libCenterBold1"/>
      </w:pPr>
      <w:r>
        <w:rPr>
          <w:rtl/>
        </w:rPr>
        <w:t>فتح</w:t>
      </w:r>
      <w:r w:rsidR="00E33040">
        <w:rPr>
          <w:rtl/>
        </w:rPr>
        <w:t xml:space="preserve"> </w:t>
      </w:r>
      <w:r>
        <w:rPr>
          <w:rtl/>
        </w:rPr>
        <w:t>مكة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C3DEF" w:rsidTr="002C3DEF">
        <w:trPr>
          <w:trHeight w:val="350"/>
        </w:trPr>
        <w:tc>
          <w:tcPr>
            <w:tcW w:w="3920" w:type="dxa"/>
            <w:shd w:val="clear" w:color="auto" w:fill="auto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الفتح المبين اشْصار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من نشرت رواياها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جموع المسلمه وحشدت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خير الرّسل ويّاها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يوم الصبّح البكري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يسب المصطفى الهادي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بالحال الخزاعي ثار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ادمى الرّجس لمعادي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وصارت كل قريش جموع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ضخمه و امتلا الوادي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و فرّت بالعَجَل تبدي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4D28A5" w:rsidP="002C3DEF">
            <w:pPr>
              <w:pStyle w:val="libPoem"/>
            </w:pPr>
            <w:r>
              <w:rPr>
                <w:rtl/>
              </w:rPr>
              <w:t>لَبو ابراهيم شكواها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أهل مكّه انكثوا عهدك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ترى من بعد توكيده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 ابو سفيان بيت العار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جاه ايريد تحديده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 نزل جبريل بالآيه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من الباري ابْتَشديده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بالنّصر العزيز عْلى الرّ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سول و عرف معناها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طب مكّه و ابو الحسنين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ناشر راية الاسلام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 أمّن كل اهاليها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 اطلق خاصها و العام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وصعد حيدر على الكعبه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الشّريفه و نكّس الاصنام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C3DEF" w:rsidTr="002C3DE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و هُبَل و اللّات و العُزّا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C3DEF" w:rsidRDefault="002C3DEF" w:rsidP="002C3DE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C3DEF" w:rsidRDefault="00820114" w:rsidP="002C3DEF">
            <w:pPr>
              <w:pStyle w:val="libPoem"/>
            </w:pPr>
            <w:r>
              <w:rPr>
                <w:rtl/>
              </w:rPr>
              <w:t>دريت اشلون سوّاها</w:t>
            </w:r>
            <w:r w:rsidR="002C3DE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B0255" w:rsidRDefault="008B0255" w:rsidP="008B025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256BAB" w:rsidTr="00256BAB">
        <w:trPr>
          <w:trHeight w:val="350"/>
        </w:trPr>
        <w:tc>
          <w:tcPr>
            <w:tcW w:w="4347" w:type="dxa"/>
            <w:shd w:val="clear" w:color="auto" w:fill="auto"/>
          </w:tcPr>
          <w:p w:rsidR="00256BAB" w:rsidRDefault="00256BAB" w:rsidP="009E4CE6">
            <w:pPr>
              <w:pStyle w:val="libPoem"/>
            </w:pPr>
            <w:r>
              <w:rPr>
                <w:rtl/>
              </w:rPr>
              <w:t>شوف اشْعمل من تأثير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يوم اتكِسّر الأوثان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rPr>
          <w:trHeight w:val="350"/>
        </w:trPr>
        <w:tc>
          <w:tcPr>
            <w:tcW w:w="4347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ضلع انكسر خلف الباب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جرحه بالقلب للآن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rPr>
          <w:trHeight w:val="350"/>
        </w:trPr>
        <w:tc>
          <w:tcPr>
            <w:tcW w:w="4347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و ضلوع الكسَّرتها الخيل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يوم الطّف بالميدان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rPr>
          <w:trHeight w:val="350"/>
        </w:trPr>
        <w:tc>
          <w:tcPr>
            <w:tcW w:w="4347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و امّا البطّشت و العود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قلّي اشلون تنساها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rPr>
          <w:trHeight w:val="350"/>
        </w:trPr>
        <w:tc>
          <w:tcPr>
            <w:tcW w:w="4347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خاض من الحروب ابحور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و تلاقت عليه امواج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3C53CD" w:rsidP="009E4CE6">
            <w:pPr>
              <w:pStyle w:val="libPoem"/>
            </w:pPr>
            <w:r>
              <w:rPr>
                <w:rtl/>
              </w:rPr>
              <w:t>و يوم الجاه نصر الله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و فتحه اتوضّح المنهاج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غدت تدخل بدين الله ال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خلق من كل مكان افواج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و خلّى سيف ابو الحسْ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نين للإسلام ملجاها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من هاجر حبيب الله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اليوم الفتح سبع سنين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ما وصَّل لَرض مكّه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B757B6" w:rsidP="009E4CE6">
            <w:pPr>
              <w:pStyle w:val="libPoem"/>
            </w:pPr>
            <w:r>
              <w:rPr>
                <w:rtl/>
              </w:rPr>
              <w:t>ولا عاين البيت ابْعين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ومن حدّر عليها الجيش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القايد علي بو حسين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فرّت غَصُب للمسجد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عند البيت لاقاها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إلهم قال مأمونين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روحوا يالطردتوني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البيت الجدّي ابراهيم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من شوفه منعتوني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الكل منكم طليق يروح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انا ادري تجازوني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تبصّر للعباره زين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شاهدها تروّاها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لاذ حسين بالكعبه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عليه جارت بني اميّه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زينب عيّرتهم يوم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اجت للشّام مسبيّه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عيال ابن الطّليق امست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عليها ستور مرخيّه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256BA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و بنات المصطفى بحبال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6BAB" w:rsidRDefault="000D5A84" w:rsidP="009E4CE6">
            <w:pPr>
              <w:pStyle w:val="libPoem"/>
            </w:pPr>
            <w:r>
              <w:rPr>
                <w:rtl/>
              </w:rPr>
              <w:t>مقرونه بْيتاماها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B0255">
      <w:pPr>
        <w:pStyle w:val="libCenterBold1"/>
      </w:pPr>
      <w:r>
        <w:rPr>
          <w:rtl/>
        </w:rPr>
        <w:t>غدير خم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56BAB" w:rsidTr="009E4CE6">
        <w:trPr>
          <w:trHeight w:val="350"/>
        </w:trPr>
        <w:tc>
          <w:tcPr>
            <w:tcW w:w="3920" w:type="dxa"/>
            <w:shd w:val="clear" w:color="auto" w:fill="auto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حيدر ملّة المختار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شيّدها و علّاها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9E4CE6">
        <w:trPr>
          <w:trHeight w:val="350"/>
        </w:trPr>
        <w:tc>
          <w:tcPr>
            <w:tcW w:w="3920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بسيفه و دولة الأوثان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دمّرها و انهاها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9E4CE6">
        <w:trPr>
          <w:trHeight w:val="350"/>
        </w:trPr>
        <w:tc>
          <w:tcPr>
            <w:tcW w:w="3920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مختار الله الثّاني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و سيفه كاشف الشدّات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9E4CE6">
        <w:trPr>
          <w:trHeight w:val="350"/>
        </w:trPr>
        <w:tc>
          <w:tcPr>
            <w:tcW w:w="3920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أُهُو المختار للإمره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و نزل جبريل بالآيات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6BAB" w:rsidTr="009E4CE6">
        <w:trPr>
          <w:trHeight w:val="350"/>
        </w:trPr>
        <w:tc>
          <w:tcPr>
            <w:tcW w:w="3920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يقلّه بلّغ الأمّه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6BAB" w:rsidRDefault="00256BAB" w:rsidP="009E4CE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6BAB" w:rsidRDefault="00FC4E24" w:rsidP="009E4CE6">
            <w:pPr>
              <w:pStyle w:val="libPoem"/>
            </w:pPr>
            <w:r>
              <w:rPr>
                <w:rtl/>
              </w:rPr>
              <w:t>ابعَجل عمدة المفروضات</w:t>
            </w:r>
            <w:r w:rsidR="00256BA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B0255" w:rsidRDefault="008B0255" w:rsidP="008B025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6"/>
        <w:gridCol w:w="4205"/>
      </w:tblGrid>
      <w:tr w:rsidR="009E4CE6" w:rsidTr="00275D64">
        <w:trPr>
          <w:trHeight w:val="350"/>
        </w:trPr>
        <w:tc>
          <w:tcPr>
            <w:tcW w:w="4347" w:type="dxa"/>
            <w:shd w:val="clear" w:color="auto" w:fill="auto"/>
          </w:tcPr>
          <w:p w:rsidR="009E4CE6" w:rsidRDefault="00B720FF" w:rsidP="009E4CE6">
            <w:pPr>
              <w:pStyle w:val="libPoem"/>
            </w:pPr>
            <w:r>
              <w:rPr>
                <w:rtl/>
              </w:rPr>
              <w:t>تراهي ولايته الاعمال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9E4CE6" w:rsidRDefault="00B720FF" w:rsidP="009E4CE6">
            <w:pPr>
              <w:pStyle w:val="libPoem"/>
            </w:pPr>
            <w:r>
              <w:rPr>
                <w:rtl/>
              </w:rPr>
              <w:t>ما تقبل بليّاها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rPr>
          <w:trHeight w:val="350"/>
        </w:trPr>
        <w:tc>
          <w:tcPr>
            <w:tcW w:w="4347" w:type="dxa"/>
          </w:tcPr>
          <w:p w:rsidR="009E4CE6" w:rsidRDefault="00B720FF" w:rsidP="009E4CE6">
            <w:pPr>
              <w:pStyle w:val="libPoem"/>
            </w:pPr>
            <w:r>
              <w:rPr>
                <w:rtl/>
              </w:rPr>
              <w:t>حج حجّة وداع وط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B720FF" w:rsidP="009E4CE6">
            <w:pPr>
              <w:pStyle w:val="libPoem"/>
            </w:pPr>
            <w:r>
              <w:rPr>
                <w:rtl/>
              </w:rPr>
              <w:t>لع من مكّه النّبي المختار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rPr>
          <w:trHeight w:val="350"/>
        </w:trPr>
        <w:tc>
          <w:tcPr>
            <w:tcW w:w="4347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و جاه من العلي جبريل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بالتّهديد و الإنذار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rPr>
          <w:trHeight w:val="350"/>
        </w:trPr>
        <w:tc>
          <w:tcPr>
            <w:tcW w:w="4347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قلّه يا رسول الله بْ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عَجل عيّن علي الكرّار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rPr>
          <w:trHeight w:val="350"/>
        </w:trPr>
        <w:tc>
          <w:tcPr>
            <w:tcW w:w="4347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ترى كل الرّسل تالي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الأمر تبدي بْوَصاياها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صعد منبر احداج و كور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و اعلن للملا الهادي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و رفع ضبع الوصي بيده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572208" w:rsidP="009E4CE6">
            <w:pPr>
              <w:pStyle w:val="libPoem"/>
            </w:pPr>
            <w:r>
              <w:rPr>
                <w:rtl/>
              </w:rPr>
              <w:t>و نوره من الإبط بادي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صوّت بالخلق جمله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صوته مالي الوادي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قلهم ملّتي بعدي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علي بو حسين يرعاها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كلمن جنت انا مولاه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بالأمّه علي مولاه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شال إيده وهو ينادي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يا رب وال من والاه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انصر ناصره مولاي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و اخذل كل من عاداه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كلهم سلّموا لكن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دريت اشْصار بتلاها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انقلبوا طبق و القر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آن وضّحها قضيّتهم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4CE6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كلهم ما وفوا بس غا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E4CE6" w:rsidRDefault="009E4CE6" w:rsidP="009E4CE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E4CE6" w:rsidRDefault="00DF53A8" w:rsidP="009E4CE6">
            <w:pPr>
              <w:pStyle w:val="libPoem"/>
            </w:pPr>
            <w:r>
              <w:rPr>
                <w:rtl/>
              </w:rPr>
              <w:t>ب هاديها اببّيعتهم</w:t>
            </w:r>
            <w:r w:rsidR="009E4CE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عندك سيرة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اقراها و شوف فعلتهم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بلوى المرتضى منظوم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بالسّيره و بلواها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بدرع الصّبر متْدرّع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ابو الحسنين يوم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تقيّد بالوصيّه و غض و 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و يشوف الجزل و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و يسمع صرخة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و حس بْضربة المسمار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بين الباب و الحايط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275D64" w:rsidP="00A878DF">
            <w:pPr>
              <w:pStyle w:val="libPoem"/>
            </w:pPr>
            <w:r>
              <w:rPr>
                <w:rtl/>
              </w:rPr>
              <w:t>سمعها تبث شكواها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اسود المتن و انلطمت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نصب عينه سواياهم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و خلّوا الحبل بْرقبته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و طوع انقاد ويّاهم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و طلعت و اوقفت تشكي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و عذاب الله تغشّاهم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5D64" w:rsidTr="00275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شكت للمصطفى ورجعت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5D64" w:rsidRDefault="00275D6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5D64" w:rsidRDefault="00CE26C0" w:rsidP="00A878DF">
            <w:pPr>
              <w:pStyle w:val="libPoem"/>
            </w:pPr>
            <w:r>
              <w:rPr>
                <w:rtl/>
              </w:rPr>
              <w:t>و حيدر رجع ويّاها</w:t>
            </w:r>
            <w:r w:rsidR="00275D6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B0255">
      <w:pPr>
        <w:pStyle w:val="libCenterBold1"/>
      </w:pPr>
      <w:r>
        <w:rPr>
          <w:rtl/>
        </w:rPr>
        <w:t>حرب الجمل</w:t>
      </w:r>
    </w:p>
    <w:p w:rsidR="008B0255" w:rsidRDefault="008B0255" w:rsidP="008B025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C51B20" w:rsidTr="00C51B20">
        <w:trPr>
          <w:trHeight w:val="350"/>
        </w:trPr>
        <w:tc>
          <w:tcPr>
            <w:tcW w:w="4347" w:type="dxa"/>
            <w:shd w:val="clear" w:color="auto" w:fill="auto"/>
          </w:tcPr>
          <w:p w:rsidR="00C51B20" w:rsidRDefault="00C51B20" w:rsidP="00A878DF">
            <w:pPr>
              <w:pStyle w:val="libPoem"/>
            </w:pPr>
            <w:r>
              <w:rPr>
                <w:rtl/>
              </w:rPr>
              <w:t>إجت مخدومة الأملاك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51B20" w:rsidRDefault="00C51B20" w:rsidP="00A878DF">
            <w:pPr>
              <w:pStyle w:val="libPoem"/>
            </w:pPr>
            <w:r>
              <w:rPr>
                <w:rtl/>
              </w:rPr>
              <w:t>للحجره برزاياها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rPr>
          <w:trHeight w:val="350"/>
        </w:trPr>
        <w:tc>
          <w:tcPr>
            <w:tcW w:w="4347" w:type="dxa"/>
          </w:tcPr>
          <w:p w:rsidR="00C51B20" w:rsidRDefault="00C51B20" w:rsidP="00A878DF">
            <w:pPr>
              <w:pStyle w:val="libPoem"/>
            </w:pPr>
            <w:r>
              <w:rPr>
                <w:rtl/>
              </w:rPr>
              <w:t>و عتْبَت و اشتكت 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و شب الوجد بحشاها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التزم بوصيّة المختار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ابو حسين و لزم داره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و الزّهرا طريحه فراش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بيها الحزن شب ناره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بغصص أيّامها تقضّت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بفقد النّبي و تذكاره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و توارت جمرة احزانه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بقلبه يوم واراها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صبر و اتقضّت الأيّام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حامي حوزة الاسلام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غيره انتصب و هو انزاح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465E14" w:rsidP="00A878DF">
            <w:pPr>
              <w:pStyle w:val="libPoem"/>
            </w:pPr>
            <w:r>
              <w:rPr>
                <w:rtl/>
              </w:rPr>
              <w:t>و مرّت عالقضيّه اعوام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ومن صار الأمر صوبه الزّ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بير انتخى بْطَلحه و قام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طلَع زوجة رسول الله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و للبصره مشى وياها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بامر الله و رسوله قام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ابو الحسنين ما ينرد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وصيّه من النّبي الهادي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قتال النّاكث المرتد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نصاها المرتضى بْعَزمه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و عليهم صار يوم اسود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ما غير اربع السّاعات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و التفّت رواياها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كِدَسْها باللوا المنصور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بيد محمَّد المشهور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1B20" w:rsidTr="00C51B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بطل يوم الجمل معروف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51B20" w:rsidRDefault="00C51B20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51B20" w:rsidRDefault="00BE564E" w:rsidP="00A878DF">
            <w:pPr>
              <w:pStyle w:val="libPoem"/>
            </w:pPr>
            <w:r>
              <w:rPr>
                <w:rtl/>
              </w:rPr>
              <w:t>أجرى من الدموم بحور</w:t>
            </w:r>
            <w:r w:rsidR="00C51B2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E66DA" w:rsidTr="00A878DF">
        <w:trPr>
          <w:trHeight w:val="350"/>
        </w:trPr>
        <w:tc>
          <w:tcPr>
            <w:tcW w:w="3920" w:type="dxa"/>
            <w:shd w:val="clear" w:color="auto" w:fill="auto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دعا الازد و بني ضبّه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جثثهم تارسات 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شد و من صرخ بالكون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نَفْخْ الصّور راواها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جموع عْلى الجمل صكّت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وطارت على زمامه جفوف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و طلحه و الزّبير هناك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ضاقوا من المنايا حتوف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عقب ما شتموا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وحيدر سمعهم و يشوف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ساعه و قفّضت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مَتعرف وين منجاها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من طاح الجمل فرّوا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و المنادي صرخ بالحال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لحّد ياسي المجروح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5E66DA" w:rsidP="00A878DF">
            <w:pPr>
              <w:pStyle w:val="libPoem"/>
            </w:pPr>
            <w:r>
              <w:rPr>
                <w:rtl/>
              </w:rPr>
              <w:t>لحّد ينهب الاموال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لَيْكون احد يتعرّض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حرَم و يروّع الاطفال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طب و البلد مأمونه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و لا واحد تدنّاها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دريت ابْكربلا اشْسوّت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بنو زياد و بنو سفيان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حتّى الطّفل بيد حسين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ذبحوه بْسَهم عطشان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باحوال الحريم اشْصار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يوم الشبّوا النّيران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كلهن للفضا فرّن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E745F9" w:rsidP="00A878DF">
            <w:pPr>
              <w:pStyle w:val="libPoem"/>
            </w:pPr>
            <w:r>
              <w:rPr>
                <w:rtl/>
              </w:rPr>
              <w:t>و فرّت كل يتاماها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E66DA">
      <w:pPr>
        <w:pStyle w:val="libCenterBold1"/>
      </w:pPr>
      <w:r>
        <w:rPr>
          <w:rtl/>
        </w:rPr>
        <w:t>معركة صفّين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E66DA" w:rsidTr="00A878DF">
        <w:trPr>
          <w:trHeight w:val="350"/>
        </w:trPr>
        <w:tc>
          <w:tcPr>
            <w:tcW w:w="3920" w:type="dxa"/>
            <w:shd w:val="clear" w:color="auto" w:fill="auto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شوف النّاكثين شلون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داحي الباب جازاها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حتّى يصير لك معلوم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كل أسره و سجاياها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بعدها ثار امير الشّام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متذرّع بدَم عثمان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ابحزب القاسطين اللي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شقاهم بيّنه القرآن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rPr>
          <w:trHeight w:val="350"/>
        </w:trPr>
        <w:tc>
          <w:tcPr>
            <w:tcW w:w="3920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ربّ العرش قال أهمَا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حطب بالحشر للنّيران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ابن سفيان جمّعها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CD309F" w:rsidP="00A878DF">
            <w:pPr>
              <w:pStyle w:val="libPoem"/>
            </w:pPr>
            <w:r>
              <w:rPr>
                <w:rtl/>
              </w:rPr>
              <w:t>الحرب صفّين عبّاها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تعمّر كونها بْصفّين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لعراقين و الشّامات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ضاقت بالجيوش برور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و الجو امتلا رايات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توعيظ و خطب ما تفيد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باهل البغي و الغايات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دامت هالحروب شهور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و الغارات ويّاها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E66DA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و فرسان العراق و صف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E66DA" w:rsidRDefault="005E66DA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E66DA" w:rsidRDefault="00166330" w:rsidP="00A878DF">
            <w:pPr>
              <w:pStyle w:val="libPoem"/>
            </w:pPr>
            <w:r>
              <w:rPr>
                <w:rtl/>
              </w:rPr>
              <w:t>وة الاصحاب كلها اسباع</w:t>
            </w:r>
            <w:r w:rsidR="005E66D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66DA" w:rsidRDefault="005E66DA" w:rsidP="005E66D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4"/>
        <w:gridCol w:w="306"/>
        <w:gridCol w:w="4212"/>
      </w:tblGrid>
      <w:tr w:rsidR="000C00F8" w:rsidTr="007C6B58">
        <w:trPr>
          <w:trHeight w:val="350"/>
        </w:trPr>
        <w:tc>
          <w:tcPr>
            <w:tcW w:w="4347" w:type="dxa"/>
            <w:shd w:val="clear" w:color="auto" w:fill="auto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عمّار و خزيمه و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ك الأشتر اطوال الباع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rPr>
          <w:trHeight w:val="350"/>
        </w:trPr>
        <w:tc>
          <w:tcPr>
            <w:tcW w:w="4347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و ليوث الحجاز و 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فرشوا بلجساد القاع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rPr>
          <w:trHeight w:val="350"/>
        </w:trPr>
        <w:tc>
          <w:tcPr>
            <w:tcW w:w="4347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و لولا حيلة ابن العاص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لاقتها=مناياها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rPr>
          <w:trHeight w:val="350"/>
        </w:trPr>
        <w:tc>
          <w:tcPr>
            <w:tcW w:w="4347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لاذوا غصب بالمصحف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0C00F8" w:rsidP="00A878DF">
            <w:pPr>
              <w:pStyle w:val="libPoem"/>
            </w:pPr>
            <w:r>
              <w:rPr>
                <w:rtl/>
              </w:rPr>
              <w:t>و هم ما عملوا ابفحواه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أثاري الرّجس نسل العاص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شايل هالمكر ويّاه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لكن جيش داحي الباب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من جاه النّدا لبّاه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 اجاها الأشعري ابطبّه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عديم الرّاي و اعماها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طلعت مارقه من الجيش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فرقه و شنّت الغاره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 ظلّت تقتل و تنهب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 حيدر و هنت انصاره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خوّف و انذر و لا ف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اد تخويفه و إنذاره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وصيّه من الرّسول الما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رقه بالتّرب سجّاها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منهم ما بقت عشره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 لكن زادت الغارات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على الانبار و البصره و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عين التّمر شد حملات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النّعمان الدّعي و على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المدينه بسر بن أرطاة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00F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و مكّه و لليمن وصّل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00F8" w:rsidRDefault="000C00F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00F8" w:rsidRDefault="002651B9" w:rsidP="00A878DF">
            <w:pPr>
              <w:pStyle w:val="libPoem"/>
            </w:pPr>
            <w:r>
              <w:rPr>
                <w:rtl/>
              </w:rPr>
              <w:t>سفك دمها و سبى نساها</w:t>
            </w:r>
            <w:r w:rsidR="000C00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رجس أكّالة الأكباد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يغزي و لا غمض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لو عنده قدر للدّين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جان اتقيّد ابدينه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و بالحق الوصي مقرون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ملزوم ابقوانينه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عنده من الباري حدود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حاشاه ايتعدّاها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يمنصف سايل التّاريخ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حيدر ذبّح الصّبيان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و اسأل جملة الاسلام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حيدر بيّع النّسوان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ما هو بأمر ابن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باعوها نسا همدان 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سَبْي الكُفُر وُهْمَ اسلا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م للأسواق ودّاها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شنهو تريد ابيّن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7C6B58" w:rsidP="00A878DF">
            <w:pPr>
              <w:pStyle w:val="libPoem"/>
            </w:pPr>
            <w:r>
              <w:rPr>
                <w:rtl/>
              </w:rPr>
              <w:t>فعايل من نسل ذكوان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جابوه من صفوريّه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و سوّوا له ابمكّه شان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شوف اللي تنسّل من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خليل الله و من عدنان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6B58" w:rsidTr="007C6B5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حتّى يصير لك معلوم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C6B58" w:rsidRDefault="007C6B58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C6B58" w:rsidRDefault="00040A75" w:rsidP="00A878DF">
            <w:pPr>
              <w:pStyle w:val="libPoem"/>
            </w:pPr>
            <w:r>
              <w:rPr>
                <w:rtl/>
              </w:rPr>
              <w:t>كل أسره و سجاياها</w:t>
            </w:r>
            <w:r w:rsidR="007C6B5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66DA" w:rsidRDefault="005E66DA" w:rsidP="005E66DA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5E66DA">
      <w:pPr>
        <w:pStyle w:val="libCenterBold1"/>
      </w:pPr>
      <w:r>
        <w:rPr>
          <w:rtl/>
        </w:rPr>
        <w:t>مصاب</w:t>
      </w:r>
      <w:r w:rsidR="00E33040">
        <w:rPr>
          <w:rtl/>
        </w:rPr>
        <w:t xml:space="preserve"> </w:t>
      </w:r>
      <w:r>
        <w:rPr>
          <w:rtl/>
        </w:rPr>
        <w:t>ليلة التاسع عشر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387A44" w:rsidTr="00DE79E7">
        <w:trPr>
          <w:trHeight w:val="350"/>
        </w:trPr>
        <w:tc>
          <w:tcPr>
            <w:tcW w:w="4347" w:type="dxa"/>
            <w:shd w:val="clear" w:color="auto" w:fill="auto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خمس سنين جم حروب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ابو الحسنين لاقاها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و مَل امن الحياة و 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يَمْتَى يخرج اشقاها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تجرّع غصص من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و قاسى من الخلاف امرار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ينخِّيهم و لا نهضوا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و اخذ يبجي على الاخيار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ويقول اهل الوفا راحوا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خزيمه و مالك و عمّار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و اخيار الصّحابه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كلها الحتف لاقاها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طول الليل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387A44" w:rsidP="00A878DF">
            <w:pPr>
              <w:pStyle w:val="libPoem"/>
            </w:pPr>
            <w:r>
              <w:rPr>
                <w:rtl/>
              </w:rPr>
              <w:t>بس يناجي المولاه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يتمنّى الممات و دوم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للخالق يبث شكواه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خصوص اليال شهر الصّوم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ابد ما غمّضت عيناه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و ليل اتْسَاتَعَش عند ال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وديعه ابوجد قضّاها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جابت له الفطور و شاف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لَنْها مقدّمه اودامين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شال ايده و رفع راسه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و للحورا شبح بالعين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و قلها يابْنَة الهادي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ارفعي واحد من الاثنين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خميص البَطن أرد اطلع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عن الدّنيا و بلواها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87A44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قضى ليله بْصَلاة الليل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87A44" w:rsidRDefault="00387A44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87A44" w:rsidRDefault="00C651EB" w:rsidP="00A878DF">
            <w:pPr>
              <w:pStyle w:val="libPoem"/>
            </w:pPr>
            <w:r>
              <w:rPr>
                <w:rtl/>
              </w:rPr>
              <w:t>نوب و نوب يتفكّر</w:t>
            </w:r>
            <w:r w:rsidR="00387A4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ينظر للسّما و يقول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هذي ليلتك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سمعت كلمته ام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بنته و بقت تتحسّر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راحت للحسن تمشي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تتعثّر ابْمَمشاها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تقلّه قوم خويه و 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أبونا اشْصاير ابحاله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أشوفه يقلّب 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يفت القلب باقواله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قلّه يقعد 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و روح المسجد ابداله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قعد من رقدته مذعور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قلبه و نهض ويّاها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إجا يم والده يقلّه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يَسيف الواحد القيّوم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اشمَالك يا فتى لا 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عينك ما تريد النّوم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E79E7" w:rsidTr="00DE79E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قلّه يا ضيا العينين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E79E7" w:rsidRDefault="00DE79E7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E79E7" w:rsidRDefault="00DE79E7" w:rsidP="00A878DF">
            <w:pPr>
              <w:pStyle w:val="libPoem"/>
            </w:pPr>
            <w:r>
              <w:rPr>
                <w:rtl/>
              </w:rPr>
              <w:t>عندك يالولد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66DA" w:rsidRDefault="005E66DA" w:rsidP="005E66D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435A6" w:rsidTr="00A878DF">
        <w:trPr>
          <w:trHeight w:val="350"/>
        </w:trPr>
        <w:tc>
          <w:tcPr>
            <w:tcW w:w="3920" w:type="dxa"/>
            <w:shd w:val="clear" w:color="auto" w:fill="auto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انا المندوب للشدّات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ما غيري يتلقّاها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تدري ابوالدك يبني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ابْقَلبه ما يمر الخوف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و انا للملمّه دوم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كلما اتشدّدت موصوف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ولا تفل عزمي الجيمان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يبني و لا تهمني صفوف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يبويه وحشة الليله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أظن الموت بتلاها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قلّه وخّر الرّوحه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يبويه لو أروح اوياك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أمشي بخدمتك عاني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عسى كل الخلق تفداك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قلّه ارجع بحقّي اعليك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أمر محتوم من مولاك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أظن هذي الليله اللي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435A6" w:rsidRDefault="00851840" w:rsidP="00A878DF">
            <w:pPr>
              <w:pStyle w:val="libPoem"/>
            </w:pPr>
            <w:r>
              <w:rPr>
                <w:rtl/>
              </w:rPr>
              <w:t>وعدني جدّك ايّاها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E66DA">
      <w:pPr>
        <w:pStyle w:val="libCenterBold1"/>
      </w:pPr>
      <w:r>
        <w:rPr>
          <w:rtl/>
        </w:rPr>
        <w:t>ضربة</w:t>
      </w:r>
      <w:r w:rsidR="00E33040">
        <w:rPr>
          <w:rtl/>
        </w:rPr>
        <w:t xml:space="preserve"> </w:t>
      </w:r>
      <w:r>
        <w:rPr>
          <w:rtl/>
        </w:rPr>
        <w:t>المحراب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1435A6" w:rsidTr="001435A6">
        <w:trPr>
          <w:trHeight w:val="350"/>
        </w:trPr>
        <w:tc>
          <w:tcPr>
            <w:tcW w:w="4347" w:type="dxa"/>
            <w:shd w:val="clear" w:color="auto" w:fill="auto"/>
          </w:tcPr>
          <w:p w:rsidR="001435A6" w:rsidRDefault="00B76A7C" w:rsidP="00A878DF">
            <w:pPr>
              <w:pStyle w:val="libPoem"/>
            </w:pPr>
            <w:r>
              <w:rPr>
                <w:rtl/>
              </w:rPr>
              <w:t>للمسجد مشى حامي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1435A6" w:rsidRDefault="00B76A7C" w:rsidP="00A878DF">
            <w:pPr>
              <w:pStyle w:val="libPoem"/>
            </w:pPr>
            <w:r>
              <w:rPr>
                <w:rtl/>
              </w:rPr>
              <w:t>حِمى الملّه و ملجاها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rPr>
          <w:trHeight w:val="350"/>
        </w:trPr>
        <w:tc>
          <w:tcPr>
            <w:tcW w:w="4347" w:type="dxa"/>
          </w:tcPr>
          <w:p w:rsidR="001435A6" w:rsidRDefault="00B76A7C" w:rsidP="00A878DF">
            <w:pPr>
              <w:pStyle w:val="libPoem"/>
            </w:pPr>
            <w:r>
              <w:rPr>
                <w:rtl/>
              </w:rPr>
              <w:t>و بِت مخدومة الأملاك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B76A7C" w:rsidP="00A878DF">
            <w:pPr>
              <w:pStyle w:val="libPoem"/>
            </w:pPr>
            <w:r>
              <w:rPr>
                <w:rtl/>
              </w:rPr>
              <w:t>عند الباب خلّاها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عند الباب خلّاها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تصب دموع منثوره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طب للمسجد و طفّى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مصابيحه بسنا نوره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أذّن و امتلا الوادي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ابتهليله و تكبيره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مر ايوقّض النّومه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نسل العهر ويّاها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بس اتوسّط المحراب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صفّت للصّلاة صفوف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المتآمرين جموع كلها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على الرّوضه تحوف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وقفوا للصّلاه حِيله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ومن تحت الثياب سيوف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أقام و أحرم و كبّر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نوى و الحمد يقراها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ركع للرّكعة الاولى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شر الخلق يبرا 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خر للسّجدة الأولى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عليه اتجسّر و غاله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ماج العرش باركانه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غدت بالكون زلزاله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 ملايكْة السّما ضجّت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بنوح الفقد مولاها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وصّل للسّجود السّيف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9A3D7B" w:rsidP="00A878DF">
            <w:pPr>
              <w:pStyle w:val="libPoem"/>
            </w:pPr>
            <w:r>
              <w:rPr>
                <w:rtl/>
              </w:rPr>
              <w:t>لا تزلزل و لا قال آه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435A6" w:rsidTr="001435A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435A6" w:rsidRDefault="00CB294F" w:rsidP="00A878DF">
            <w:pPr>
              <w:pStyle w:val="libPoem"/>
            </w:pPr>
            <w:r>
              <w:rPr>
                <w:rtl/>
              </w:rPr>
              <w:t>دمّه فاض بالمحراب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435A6" w:rsidRDefault="001435A6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435A6" w:rsidRDefault="00CB294F" w:rsidP="00A878DF">
            <w:pPr>
              <w:pStyle w:val="libPoem"/>
            </w:pPr>
            <w:r>
              <w:rPr>
                <w:rtl/>
              </w:rPr>
              <w:t>و اعلن بالحمد لله</w:t>
            </w:r>
            <w:r w:rsidR="001435A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E66DA" w:rsidRDefault="005E66DA" w:rsidP="005E66D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25DB1" w:rsidTr="00A878DF">
        <w:trPr>
          <w:trHeight w:val="350"/>
        </w:trPr>
        <w:tc>
          <w:tcPr>
            <w:tcW w:w="3920" w:type="dxa"/>
            <w:shd w:val="clear" w:color="auto" w:fill="auto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و شيبه تخضّب و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و هو ينادي فزت و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rPr>
          <w:trHeight w:val="350"/>
        </w:trPr>
        <w:tc>
          <w:tcPr>
            <w:tcW w:w="3920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ما بين الصّلاه و الصّوم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حلّت ضربة اشقاها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rPr>
          <w:trHeight w:val="350"/>
        </w:trPr>
        <w:tc>
          <w:tcPr>
            <w:tcW w:w="3920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أعلن بالسّما جبريل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حيف انهدم ركن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rPr>
          <w:trHeight w:val="350"/>
        </w:trPr>
        <w:tc>
          <w:tcPr>
            <w:tcW w:w="3920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انفصمت عروة الوثقى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625DB1" w:rsidP="00A878DF">
            <w:pPr>
              <w:pStyle w:val="libPoem"/>
            </w:pPr>
            <w:r>
              <w:rPr>
                <w:rtl/>
              </w:rPr>
              <w:t>و هوت أعلام المسلمين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اغتسل من فيض دم را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سه ابمحرابه ابو الحسنين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أشجى ملّة الهادي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بالأحزان غشّاها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النّاس امن الفرش فرّت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على صوت المنادي تحوم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تصيح منين هالنّاعي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شنهو هالنّدا الميشوم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فرّت صارخه عياله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طلعت زينب وكلثوم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الكون اظلم و لا تدري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الخلايق وين منواها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كلها قصدت الجامع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لَنْ صوت البجا و النّوح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 كل النّاس مدهوشه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تصارخ و الدّما مسفوح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وعلى زند الحسن وحسين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داحي بابها مطروح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5DB1" w:rsidTr="00A878D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25DB1" w:rsidRDefault="007D574B" w:rsidP="00A878DF">
            <w:pPr>
              <w:pStyle w:val="libPoem"/>
            </w:pPr>
            <w:r>
              <w:rPr>
                <w:rtl/>
              </w:rPr>
              <w:t>عَجَب جيف المنيّه ات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5DB1" w:rsidRDefault="00625DB1" w:rsidP="00A878D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5DB1" w:rsidRDefault="00D85FB4" w:rsidP="00A878DF">
            <w:pPr>
              <w:pStyle w:val="libPoem"/>
            </w:pPr>
            <w:r>
              <w:rPr>
                <w:rtl/>
              </w:rPr>
              <w:t>جيك يالبيدك مناياها</w:t>
            </w:r>
            <w:r w:rsidR="00625DB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6729DC">
      <w:pPr>
        <w:pStyle w:val="libCenterBold1"/>
      </w:pPr>
      <w:r>
        <w:rPr>
          <w:rtl/>
        </w:rPr>
        <w:t>لزومه</w:t>
      </w:r>
      <w:r w:rsidR="00E33040">
        <w:rPr>
          <w:rtl/>
        </w:rPr>
        <w:t xml:space="preserve"> </w:t>
      </w:r>
      <w:r>
        <w:rPr>
          <w:rtl/>
        </w:rPr>
        <w:t>الفراش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6729DC" w:rsidTr="00A21000">
        <w:trPr>
          <w:trHeight w:val="350"/>
        </w:trPr>
        <w:tc>
          <w:tcPr>
            <w:tcW w:w="4347" w:type="dxa"/>
            <w:shd w:val="clear" w:color="auto" w:fill="auto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شالوا حجّة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طبرته تفيض بدماها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rPr>
          <w:trHeight w:val="350"/>
        </w:trPr>
        <w:tc>
          <w:tcPr>
            <w:tcW w:w="4347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ودّعها صلاة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المحراب ويّاها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rPr>
          <w:trHeight w:val="350"/>
        </w:trPr>
        <w:tc>
          <w:tcPr>
            <w:tcW w:w="4347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بَشَاير وصْلت الشّامات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امّا الحزن للكوفه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rPr>
          <w:trHeight w:val="350"/>
        </w:trPr>
        <w:tc>
          <w:tcPr>
            <w:tcW w:w="4347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نتيجة هند سوّى العي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د بيها ودقّت دفوفه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rPr>
          <w:trHeight w:val="350"/>
        </w:trPr>
        <w:tc>
          <w:tcPr>
            <w:tcW w:w="4347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علي مرمي على فراشه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6729DC" w:rsidP="00A878DF">
            <w:pPr>
              <w:pStyle w:val="libPoem"/>
            </w:pPr>
            <w:r>
              <w:rPr>
                <w:rtl/>
              </w:rPr>
              <w:t>و حوله قلوب ملهوفه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و كل واحد ابهالدنيا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اعماله لزم يلقاها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توحّد للظّلم و الجور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ابن سفيان بيها سنين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من بعد الوصي الكرّار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285A13" w:rsidP="00A878DF">
            <w:pPr>
              <w:pStyle w:val="libPoem"/>
            </w:pPr>
            <w:r>
              <w:rPr>
                <w:rtl/>
              </w:rPr>
              <w:t>نال من الدّهر عشرين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لكن ما تخبروني 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لكناسه عْلَى قبره منين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ياهو اللي نذر بيها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فوق القبر خلّاها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مر اعْلى النّجف و احجي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الصّدق ياصاحب الانصاف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شوف القبّة النّورا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على بعد المدى تنشاف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تِبْر عْلى تِبر مطوي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سايل سورة الاعراف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نون اقلب على النّقطه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اسبقها بكاف وياها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روح القبر سيف الله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علي و اوقف على بابه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عاين للملوك شلون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تتمرّغ على اعتابه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اليمر بالضّريح الطّيب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لازم يعلق ثيابه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و لو ندبوا علي فازوا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من الجنّات باعلاها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ألف الشّهر محدوده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البيها انسب ابو الحسنين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29DC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لكن لَعْن اليسبه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729DC" w:rsidRDefault="006729DC" w:rsidP="00A878D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729DC" w:rsidRDefault="00A878DF" w:rsidP="00A878DF">
            <w:pPr>
              <w:pStyle w:val="libPoem"/>
            </w:pPr>
            <w:r>
              <w:rPr>
                <w:rtl/>
              </w:rPr>
              <w:t>من يومه اليوم الدّين</w:t>
            </w:r>
            <w:r w:rsidR="006729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1000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بالاجماع سب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1000" w:rsidRDefault="00A2100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سب خير الرّسل ياسين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1000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و اليسب النّبي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1000" w:rsidRDefault="00A2100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نار اللهب يصلاها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1000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قْرا التّاريخ و اتبصّر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1000" w:rsidRDefault="00A2100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بنو ذكوان عادتهم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1000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على سبعين الف منبر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1000" w:rsidRDefault="00A2100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يلعنونه بعبادتهم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1000" w:rsidTr="00A2100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القصد يمحون عِتْباره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1000" w:rsidRDefault="00A2100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1000" w:rsidRDefault="00A21000" w:rsidP="006463FB">
            <w:pPr>
              <w:pStyle w:val="libPoem"/>
            </w:pPr>
            <w:r>
              <w:rPr>
                <w:rtl/>
              </w:rPr>
              <w:t>وصارت عكْس ارادتهم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29DC" w:rsidRDefault="006729DC" w:rsidP="006729DC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A15F4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EA15F4" w:rsidRDefault="00EA15F4" w:rsidP="006463FB">
            <w:pPr>
              <w:pStyle w:val="libPoem"/>
            </w:pPr>
            <w:r>
              <w:rPr>
                <w:rtl/>
              </w:rPr>
              <w:t>و لَن حيدر يعبدونه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A15F4" w:rsidRDefault="00EA15F4" w:rsidP="006463FB">
            <w:pPr>
              <w:pStyle w:val="libPoem"/>
            </w:pPr>
            <w:r>
              <w:rPr>
                <w:rtl/>
              </w:rPr>
              <w:t>و أميّه وين ذكراها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729DC">
      <w:pPr>
        <w:pStyle w:val="libCenterBold1"/>
        <w:rPr>
          <w:rtl/>
        </w:rPr>
      </w:pPr>
      <w:r>
        <w:rPr>
          <w:rtl/>
        </w:rPr>
        <w:t>رزايا</w:t>
      </w:r>
      <w:r w:rsidR="00E33040">
        <w:rPr>
          <w:rtl/>
        </w:rPr>
        <w:t xml:space="preserve"> </w:t>
      </w:r>
      <w:r>
        <w:rPr>
          <w:rtl/>
        </w:rPr>
        <w:t>ليلة العشرين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C64CB4" w:rsidTr="00C64CB4">
        <w:trPr>
          <w:trHeight w:val="350"/>
        </w:trPr>
        <w:tc>
          <w:tcPr>
            <w:tcW w:w="4347" w:type="dxa"/>
            <w:shd w:val="clear" w:color="auto" w:fill="auto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آه يا ليلة العشرين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رمضان و رزاياها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CB4" w:rsidTr="00C64CB4">
        <w:trPr>
          <w:trHeight w:val="350"/>
        </w:trPr>
        <w:tc>
          <w:tcPr>
            <w:tcW w:w="4347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سم الضّربة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سرى و تعذّر دْواها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CB4" w:rsidTr="00C64CB4">
        <w:trPr>
          <w:trHeight w:val="350"/>
        </w:trPr>
        <w:tc>
          <w:tcPr>
            <w:tcW w:w="4347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جابوا له جراحيّه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اثنعش و اجتمعوا ابداره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CB4" w:rsidTr="00C64CB4">
        <w:trPr>
          <w:trHeight w:val="350"/>
        </w:trPr>
        <w:tc>
          <w:tcPr>
            <w:tcW w:w="4347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و كلمن عاين الطّبره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ابْطبها حارت افكاره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CB4" w:rsidTr="00C64CB4">
        <w:trPr>
          <w:trHeight w:val="350"/>
        </w:trPr>
        <w:tc>
          <w:tcPr>
            <w:tcW w:w="4347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و علي يغشى عليه و يفيق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و السّم غيّر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64CB4" w:rsidTr="00C64CB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و أثير العرف علّتها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64CB4" w:rsidRDefault="00C64CB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64CB4" w:rsidRDefault="00C64CB4" w:rsidP="007A18F4">
            <w:pPr>
              <w:pStyle w:val="libPoem"/>
            </w:pPr>
            <w:r>
              <w:rPr>
                <w:rtl/>
              </w:rPr>
              <w:t>صمَت و دموعه اجراها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أحنى يخاطب الكرّار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لكن زايده همومه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يقلّه انفصمت العروه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ابهالضّربه الميشومه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تراهي وصلت دماغك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يَداحي الباب مسمومه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قلّه اللي قلت معلوم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هذي ضربة اشقاها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حسن و حسين تجّوا له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عن يمينه و عن شماله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و تحوم النّاس حول البيت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تتنشّد عن احواله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و اولاده تحن يمّه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و تصب ادموع همّاله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و حرمه ساعة وداعه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دنت يمّه بيتاماها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A15F4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و مصاب الهدم ركن الدّين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A15F4" w:rsidRDefault="00EA15F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A15F4" w:rsidRDefault="00374BA3" w:rsidP="006463FB">
            <w:pPr>
              <w:pStyle w:val="libPoem"/>
            </w:pPr>
            <w:r>
              <w:rPr>
                <w:rtl/>
              </w:rPr>
              <w:t>ليلة واحد و عشرين</w:t>
            </w:r>
            <w:r w:rsidR="00EA15F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A945D7" w:rsidP="006463FB">
            <w:pPr>
              <w:pStyle w:val="libPoem"/>
            </w:pPr>
            <w:r>
              <w:rPr>
                <w:rtl/>
              </w:rPr>
              <w:t>حين الجمّع اولاده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A945D7" w:rsidP="006463FB">
            <w:pPr>
              <w:pStyle w:val="libPoem"/>
            </w:pPr>
            <w:r>
              <w:rPr>
                <w:rtl/>
              </w:rPr>
              <w:t>واخذ يحضن حسن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A945D7" w:rsidP="006463FB">
            <w:pPr>
              <w:pStyle w:val="libPoem"/>
            </w:pPr>
            <w:r>
              <w:rPr>
                <w:rtl/>
              </w:rPr>
              <w:t>و إجت زينب و ام كلثوم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A945D7" w:rsidP="006463FB">
            <w:pPr>
              <w:pStyle w:val="libPoem"/>
            </w:pPr>
            <w:r>
              <w:rPr>
                <w:rtl/>
              </w:rPr>
              <w:t>حفّنّه شمال 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و كل وحده تحب راسه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بلوعه و تخفي ابجاها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صد و عاين الزينب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و لَنْها تسيل دمعتها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تخفي النّحب و ام كلثو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م مخنوقه بعبرتها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و مد إيده على الحورا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يضمها و بدت نحبتها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إلتفت يمها يسلّيها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انشدني بيش سلّاها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يقلها يَبْنَة الزّهرا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ابنوحج لا تشعبيني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5D7" w:rsidTr="00A945D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جدّج نزل بالاملاك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945D7" w:rsidRDefault="00A945D7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945D7" w:rsidRDefault="00E61A04" w:rsidP="006463FB">
            <w:pPr>
              <w:pStyle w:val="libPoem"/>
            </w:pPr>
            <w:r>
              <w:rPr>
                <w:rtl/>
              </w:rPr>
              <w:t>يالحورا ايتلقّوني</w:t>
            </w:r>
            <w:r w:rsidR="00A945D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29DC" w:rsidRDefault="006729DC" w:rsidP="006729DC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309B8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الله يساعدج بويه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بعد ساعه و تفقدوني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6463FB">
        <w:trPr>
          <w:trHeight w:val="350"/>
        </w:trPr>
        <w:tc>
          <w:tcPr>
            <w:tcW w:w="3920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تقلّه مسأله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و اريد افتهم معناها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6463FB">
        <w:trPr>
          <w:trHeight w:val="350"/>
        </w:trPr>
        <w:tc>
          <w:tcPr>
            <w:tcW w:w="3920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أم ايمن تخبّرني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ابمصيبه تصدر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6463FB">
        <w:trPr>
          <w:trHeight w:val="350"/>
        </w:trPr>
        <w:tc>
          <w:tcPr>
            <w:tcW w:w="3920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قلها و دمعته هلّت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و جبده غدت ملويّه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6463FB">
        <w:trPr>
          <w:trHeight w:val="350"/>
        </w:trPr>
        <w:tc>
          <w:tcPr>
            <w:tcW w:w="3920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تجين الهالبلد حَسْره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يَبنت الطّهر مسبيّه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و روس اخوتج فوق ارما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309B8" w:rsidRDefault="00A309B8" w:rsidP="006463FB">
            <w:pPr>
              <w:pStyle w:val="libPoem"/>
            </w:pPr>
            <w:r>
              <w:rPr>
                <w:rtl/>
              </w:rPr>
              <w:t>ح محموله البغاياها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729DC">
      <w:pPr>
        <w:pStyle w:val="libCenterBold1"/>
      </w:pPr>
      <w:r>
        <w:rPr>
          <w:rtl/>
        </w:rPr>
        <w:t>وفاته و تجهيزه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6"/>
        <w:gridCol w:w="4206"/>
      </w:tblGrid>
      <w:tr w:rsidR="00A309B8" w:rsidTr="00801C2E">
        <w:trPr>
          <w:trHeight w:val="350"/>
        </w:trPr>
        <w:tc>
          <w:tcPr>
            <w:tcW w:w="4347" w:type="dxa"/>
            <w:shd w:val="clear" w:color="auto" w:fill="auto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ودّع حيدر العيله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و بالسّلوان وصّاها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rPr>
          <w:trHeight w:val="350"/>
        </w:trPr>
        <w:tc>
          <w:tcPr>
            <w:tcW w:w="4347" w:type="dxa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يا ويلي و على فرق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اه صبّرها و عزّاها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rPr>
          <w:trHeight w:val="350"/>
        </w:trPr>
        <w:tc>
          <w:tcPr>
            <w:tcW w:w="4347" w:type="dxa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هناك و جبهته رشحت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122366" w:rsidP="006463FB">
            <w:pPr>
              <w:pStyle w:val="libPoem"/>
            </w:pPr>
            <w:r>
              <w:rPr>
                <w:rtl/>
              </w:rPr>
              <w:t>عرقها و بطّل ونينه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rPr>
          <w:trHeight w:val="350"/>
        </w:trPr>
        <w:tc>
          <w:tcPr>
            <w:tcW w:w="4347" w:type="dxa"/>
          </w:tcPr>
          <w:p w:rsidR="00A309B8" w:rsidRDefault="00086EF9" w:rsidP="006463FB">
            <w:pPr>
              <w:pStyle w:val="libPoem"/>
            </w:pPr>
            <w:r>
              <w:rPr>
                <w:rtl/>
              </w:rPr>
              <w:t>و دار العين باولاده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الشّفيّه و غمّضت عينه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rPr>
          <w:trHeight w:val="350"/>
        </w:trPr>
        <w:tc>
          <w:tcPr>
            <w:tcW w:w="4347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استقبل وجهه القبله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و مد رجليه و ايدينه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و فاضت من ختم يس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روحه الطّهر بتلاها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اهتز العرش و اركانه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و ضجّت بالبجا العيله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نص الليل ماج الكون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قلّي اشْعظم هالليله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و زينب وقفت عْلى البا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4F1FF1" w:rsidP="006463FB">
            <w:pPr>
              <w:pStyle w:val="libPoem"/>
            </w:pPr>
            <w:r>
              <w:rPr>
                <w:rtl/>
              </w:rPr>
              <w:t>ب تنحب وكت تغسيله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لقتّه امّمدد و صفقت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على اليسرا ابيمناها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تقلهم يالتغسلونه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ابهيده شدّوا الطّبره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أريد ابعث سلام احزان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بيده لُمّي الزّهرا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وصاحت حيف يابوحسين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يالدار الفلك بامره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خبّر جدّي المختار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بكروب الحصلناها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09B8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بويه و تندفن بالليل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09B8" w:rsidRDefault="00A309B8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09B8" w:rsidRDefault="00395A04" w:rsidP="006463FB">
            <w:pPr>
              <w:pStyle w:val="libPoem"/>
            </w:pPr>
            <w:r>
              <w:rPr>
                <w:rtl/>
              </w:rPr>
              <w:t>ليله شلون ميشومه</w:t>
            </w:r>
            <w:r w:rsidR="00A309B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C2E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و قبرك يختفي يا 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01C2E" w:rsidRDefault="00801C2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مثل امّي المهضومه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C2E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إجا يمها الحسن نشّ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01C2E" w:rsidRDefault="00801C2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ف مدامعها المسجومه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C2E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و رجّعها الحجرتها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01C2E" w:rsidRDefault="00801C2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ابو محمَّد و سلّاها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01C2E" w:rsidTr="00801C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الاعظم شوفة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01C2E" w:rsidRDefault="00801C2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01C2E" w:rsidRDefault="00801C2E" w:rsidP="006463FB">
            <w:pPr>
              <w:pStyle w:val="libPoem"/>
            </w:pPr>
            <w:r>
              <w:rPr>
                <w:rtl/>
              </w:rPr>
              <w:t>و اولاده يغسلونه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29DC" w:rsidRDefault="006729DC" w:rsidP="006729DC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23D1F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لو شوفة اخوها بخي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ل عدوانه يدوسونه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هنا خَيْها الحسَن ردها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و ردّت و هي مغبونه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و يوم الطف زجر 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و سبها و سلّب ارداها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723D1F" w:rsidP="006463FB">
            <w:pPr>
              <w:pStyle w:val="libPoem"/>
            </w:pPr>
            <w:r>
              <w:rPr>
                <w:rtl/>
              </w:rPr>
              <w:t>غسّل والده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منّه الجبد مفتوته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عقب الغسل و التّجفين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مدّه ابوسط تابوته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يدفنونه بلا إشعار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وصّاهم قبل موته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شالوا جنازته و لَرْض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الغري جبريل ودّاها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شالوه الحسن وحسين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الكل يسجب العبره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نوح و آدم اتلقّوه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وهْمَا الخطّطوا قبره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لَن المصطفى اتلقّاه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بيده و امهم الزّهرا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تقلّب طبرة الهامه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8619B" w:rsidP="006463FB">
            <w:pPr>
              <w:pStyle w:val="libPoem"/>
            </w:pPr>
            <w:r>
              <w:rPr>
                <w:rtl/>
              </w:rPr>
              <w:t>و تحن الحور ويّاها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من هالوا التراب عليه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ضجّن حوله اولاده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يتلوّى الحسن و حسين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حط ايده على افّاده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و تولّى صعصعه الخطبه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عقب دفنه على العاده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أحنى عْلى القبر و العين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6134AA" w:rsidP="006463FB">
            <w:pPr>
              <w:pStyle w:val="libPoem"/>
            </w:pPr>
            <w:r>
              <w:rPr>
                <w:rtl/>
              </w:rPr>
              <w:t>تجري الدّمع و انشاها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729DC">
      <w:pPr>
        <w:pStyle w:val="libCenterBold1"/>
      </w:pPr>
      <w:r>
        <w:rPr>
          <w:rtl/>
        </w:rPr>
        <w:t>رجوعهم بعد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23D1F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بَرض النّجف من دفنوه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حيدر طاب مغناها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قذا بعيون عدوانه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دمُرّ و شوف مرآها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رجعوا من دفن حيدر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CC7491" w:rsidP="006463FB">
            <w:pPr>
              <w:pStyle w:val="libPoem"/>
            </w:pPr>
            <w:r>
              <w:rPr>
                <w:rtl/>
              </w:rPr>
              <w:t>و لاح الفجر بانواره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شافوه الحسن و حسين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الكل هاج تزفاره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انهلّت دموع العين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بس ما عاينوا داره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زينب حين شافتهم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دقلّي اشْصار بحشاها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وقفت تجذب الحسره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تقلهم يا حسن يحسين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جيتوا منكّسين الرّوس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خويه و طود عزنا وين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عقب اسبوع جاي العيد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و هند و حزبها معيدين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3D1F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هاي الدّار شوفتها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3D1F" w:rsidRDefault="00723D1F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3D1F" w:rsidRDefault="003E30E0" w:rsidP="006463FB">
            <w:pPr>
              <w:pStyle w:val="libPoem"/>
            </w:pPr>
            <w:r>
              <w:rPr>
                <w:rtl/>
              </w:rPr>
              <w:t>أختكم فتّت حشاها</w:t>
            </w:r>
            <w:r w:rsidR="00723D1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729DC" w:rsidRDefault="006729DC" w:rsidP="006729DC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6729DC">
      <w:pPr>
        <w:pStyle w:val="libCenterBold1"/>
      </w:pPr>
      <w:r>
        <w:rPr>
          <w:rtl/>
        </w:rPr>
        <w:t>خاتمة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7631C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يا راعي اللوا و الحوض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و الله يقصر لساني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اشلون اتمكّن احجي وياك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و انا المذنب الجاني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و انت المطّلع بالله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على احوالي و عنواني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يكفي علمك و جودك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عن الطّلبه و فحواها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هذي سيرتك كملت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من الله و منّك التّوفيق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و حبل الله المتين انتَ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يسيف الله على التّحقيق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ابْخدمتكم يَدَاحي الباب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راح العسر و التّضييق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631C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و انا راجي من الله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7631C" w:rsidRDefault="0007631C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7631C" w:rsidRDefault="00990A5A" w:rsidP="006463FB">
            <w:pPr>
              <w:pStyle w:val="libPoem"/>
            </w:pPr>
            <w:r>
              <w:rPr>
                <w:rtl/>
              </w:rPr>
              <w:t>الأخرى تتبع اولاها</w:t>
            </w:r>
            <w:r w:rsidR="0007631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729DC">
      <w:pPr>
        <w:pStyle w:val="Heading2Center"/>
      </w:pPr>
      <w:bookmarkStart w:id="32" w:name="_Toc21389997"/>
      <w:r>
        <w:rPr>
          <w:rtl/>
        </w:rPr>
        <w:t>{ رثاء الحسين ومايتعلق بيوم الطف }</w:t>
      </w:r>
      <w:bookmarkEnd w:id="32"/>
    </w:p>
    <w:p w:rsidR="00C231C3" w:rsidRDefault="00C231C3" w:rsidP="006729DC">
      <w:pPr>
        <w:pStyle w:val="libCenterBold1"/>
      </w:pPr>
      <w:r>
        <w:rPr>
          <w:rtl/>
        </w:rPr>
        <w:t>إبن الحنفيه يودّع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788D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محمَّد يجذب الحسرات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من صاح الوداع حسين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788D" w:rsidTr="006463FB">
        <w:trPr>
          <w:trHeight w:val="350"/>
        </w:trPr>
        <w:tc>
          <w:tcPr>
            <w:tcW w:w="3920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حن و تحنّت ضلوعه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و دم هملت دموع العين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788D" w:rsidTr="006463FB">
        <w:trPr>
          <w:trHeight w:val="350"/>
        </w:trPr>
        <w:tc>
          <w:tcPr>
            <w:tcW w:w="3920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يقلّه القصد قلّي وين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يَبن المصطفى الهادي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788D" w:rsidTr="006463FB">
        <w:trPr>
          <w:trHeight w:val="350"/>
        </w:trPr>
        <w:tc>
          <w:tcPr>
            <w:tcW w:w="3920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فراقك شعب قلبي و س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لب منّي الجلَد يَسْنادي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788D" w:rsidTr="006463FB">
        <w:trPr>
          <w:trHeight w:val="350"/>
        </w:trPr>
        <w:tc>
          <w:tcPr>
            <w:tcW w:w="3920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عليّه عقب فرقاكم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ترى يستوحش الوادي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788D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أشوف بيوتكم ظلمه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788D" w:rsidRDefault="00C2788D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788D" w:rsidRDefault="00F230A6" w:rsidP="006463FB">
            <w:pPr>
              <w:pStyle w:val="libPoem"/>
            </w:pPr>
            <w:r>
              <w:rPr>
                <w:rtl/>
              </w:rPr>
              <w:t>و بس ينعب غراب البين</w:t>
            </w:r>
            <w:r w:rsidR="00C2788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104521" w:rsidTr="00495E3B">
        <w:trPr>
          <w:trHeight w:val="350"/>
        </w:trPr>
        <w:tc>
          <w:tcPr>
            <w:tcW w:w="4347" w:type="dxa"/>
            <w:shd w:val="clear" w:color="auto" w:fill="auto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ويّاكم يَبو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جان مسافر خذوني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rPr>
          <w:trHeight w:val="350"/>
        </w:trPr>
        <w:tc>
          <w:tcPr>
            <w:tcW w:w="4347" w:type="dxa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لو شدّه و ألاجيها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و لو فوزه و تفَوزوني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rPr>
          <w:trHeight w:val="350"/>
        </w:trPr>
        <w:tc>
          <w:tcPr>
            <w:tcW w:w="4347" w:type="dxa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بعدكم يا حشا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104521" w:rsidP="006463FB">
            <w:pPr>
              <w:pStyle w:val="libPoem"/>
            </w:pPr>
            <w:r>
              <w:rPr>
                <w:rtl/>
              </w:rPr>
              <w:t>ترى ما تغمض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توحشني منازلكم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و سلواني بعدكم وين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قلّه حسين يمحمّد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عليّه اوعود و اقضيها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أشيل بكل هلي و الدّار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بعدي انت تظل بيها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و لا تخفي عليّه اخبار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خويه و شوف تاليها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سكِّن باجي العيله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و تجلّد للنّوايب زين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تحسّر و انحنى يمّه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و دموع العين مذروفه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يقلّه يا شبل حيدر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أنا خوفي من الكوفه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A04BE5" w:rsidP="006463FB">
            <w:pPr>
              <w:pStyle w:val="libPoem"/>
            </w:pPr>
            <w:r>
              <w:rPr>
                <w:rtl/>
              </w:rPr>
              <w:t>احزاب و من قبل يحسين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اهي بالغدر موصوفه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تنسى طبرة المحراب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لو تنسى الحسن يحسين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يقلّه وينها الكوفه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الكوفه ما نمر بيها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القضيّه بْكربلا تسدي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انحفر قبري بواديها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04521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غسلنا دموم يَمحمّد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04521" w:rsidRDefault="0010452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04521" w:rsidRDefault="00350DF2" w:rsidP="006463FB">
            <w:pPr>
              <w:pStyle w:val="libPoem"/>
            </w:pPr>
            <w:r>
              <w:rPr>
                <w:rtl/>
              </w:rPr>
              <w:t>و نتجفّن ابذاريها</w:t>
            </w:r>
            <w:r w:rsidR="00104521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و اترضِّض اعضانا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بعد الغسل و التّجفين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يقلّه شلون اظل بالدّا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ر وحدي و هاي منواكم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دخبّرني عن المانع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يخويه روحتي وياكم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أظل يحسين انا 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لم و تمشون المناياكم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أثاري افراق للتّالي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مَهي غيبة شهر شهرين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قصدك يا عزيزي تغيب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495E3B" w:rsidP="006463FB">
            <w:pPr>
              <w:pStyle w:val="libPoem"/>
            </w:pPr>
            <w:r>
              <w:rPr>
                <w:rtl/>
              </w:rPr>
              <w:t>عن عيني و لا شوفك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قلّه اتصبَّر الفرقاي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لا تصفجهن اجفوفك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و للوفّاد يَمحمّد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تصدّى و لاحظ ظيوفك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و احنا يا شبل حيدر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لَرض مكّه طبق ماشين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يخويه اتمر عَلَيْ ساعه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لو اتمر بالجماد ايذوب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5E3B" w:rsidTr="00495E3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أسمع ضجّة النّسوه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95E3B" w:rsidRDefault="00495E3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95E3B" w:rsidRDefault="00F76099" w:rsidP="006463FB">
            <w:pPr>
              <w:pStyle w:val="libPoem"/>
            </w:pPr>
            <w:r>
              <w:rPr>
                <w:rtl/>
              </w:rPr>
              <w:t>و اعاين جم جسد مصيوب</w:t>
            </w:r>
            <w:r w:rsidR="00495E3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73E0B" w:rsidRDefault="00273E0B" w:rsidP="00273E0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78BB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3C78BB" w:rsidRDefault="003C78BB" w:rsidP="006463FB">
            <w:pPr>
              <w:pStyle w:val="libPoem"/>
            </w:pPr>
            <w:r>
              <w:rPr>
                <w:rtl/>
              </w:rPr>
              <w:t>قال ابخدمتك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78BB" w:rsidRDefault="003C78BB" w:rsidP="006463FB">
            <w:pPr>
              <w:pStyle w:val="libPoem"/>
            </w:pPr>
            <w:r>
              <w:rPr>
                <w:rtl/>
              </w:rPr>
              <w:t>قلّه انت مَهُو مكتوب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6463FB">
        <w:trPr>
          <w:trHeight w:val="350"/>
        </w:trPr>
        <w:tc>
          <w:tcPr>
            <w:tcW w:w="3920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من رب العرش صفوه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الذاك اليوم محسوبين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6463FB">
        <w:trPr>
          <w:trHeight w:val="350"/>
        </w:trPr>
        <w:tc>
          <w:tcPr>
            <w:tcW w:w="3920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يقلّه هاي لوعاتي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و هاي اللي اشعبت قلبي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6463FB">
        <w:trPr>
          <w:trHeight w:val="350"/>
        </w:trPr>
        <w:tc>
          <w:tcPr>
            <w:tcW w:w="3920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مالي سهم ويّاكم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من بين اخوتي و صحبي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6463FB">
        <w:trPr>
          <w:trHeight w:val="350"/>
        </w:trPr>
        <w:tc>
          <w:tcPr>
            <w:tcW w:w="3920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و اظل ابعلّتي بالدّار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عسى كل الخلق تفداك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زادي بعدكم نَحبي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78BB" w:rsidRDefault="009E706E" w:rsidP="006463FB">
            <w:pPr>
              <w:pStyle w:val="libPoem"/>
            </w:pPr>
            <w:r>
              <w:rPr>
                <w:rtl/>
              </w:rPr>
              <w:t>يا سور المنع يحسين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3E0B">
      <w:pPr>
        <w:pStyle w:val="libCenterBold1"/>
      </w:pPr>
      <w:r>
        <w:rPr>
          <w:rtl/>
        </w:rPr>
        <w:t>شهادة مسلم بن عقيل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3C78BB" w:rsidTr="001C6153">
        <w:trPr>
          <w:trHeight w:val="350"/>
        </w:trPr>
        <w:tc>
          <w:tcPr>
            <w:tcW w:w="4347" w:type="dxa"/>
            <w:shd w:val="clear" w:color="auto" w:fill="auto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يَحيدر محضرت مسلم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خانت بيه أهل كوفان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rPr>
          <w:trHeight w:val="350"/>
        </w:trPr>
        <w:tc>
          <w:tcPr>
            <w:tcW w:w="4347" w:type="dxa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طايح بالحفيره يصيح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وين اهلي بني عدنان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rPr>
          <w:trHeight w:val="350"/>
        </w:trPr>
        <w:tc>
          <w:tcPr>
            <w:tcW w:w="4347" w:type="dxa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يَحيدر لو شفت حاله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و دمّه من الوجه يجري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rPr>
          <w:trHeight w:val="350"/>
        </w:trPr>
        <w:tc>
          <w:tcPr>
            <w:tcW w:w="4347" w:type="dxa"/>
          </w:tcPr>
          <w:p w:rsidR="003C78BB" w:rsidRDefault="00A024F1" w:rsidP="006463FB">
            <w:pPr>
              <w:pStyle w:val="libPoem"/>
            </w:pPr>
            <w:r>
              <w:rPr>
                <w:rtl/>
              </w:rPr>
              <w:t>ينادي وين عني حسين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4D3776" w:rsidP="006463FB">
            <w:pPr>
              <w:pStyle w:val="libPoem"/>
            </w:pPr>
            <w:r>
              <w:rPr>
                <w:rtl/>
              </w:rPr>
              <w:t>أظن بالحال ما يدري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الهواشم ما يشوفوني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يشوفون اشْفعل دهري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أعالج بالحفيره الرّوح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التمّت عَلَيْ عدوان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ينادي وينكم يَهْلي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تشوفوني بَلا محامي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مجتّف بالحبل و النّ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اس من خلفي و جدّامي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انا اتلظّى على شربه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قلبي مفتّت و ظامي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انا محصور بين الدّور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ما عندي سعَة ميدان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لو عندي سعَة ميدان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لَحْمل حملة الكرّار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املي بلجساد برور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و اشعل للحرايب نار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شبيدي و القضا جاري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أظل محصور وسط الدّار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ذبحت ولا اشتفى قلبي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أبد من عصبة الشّيطان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78BB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ينادي يا هلي و تالي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C78BB" w:rsidRDefault="003C78BB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C78BB" w:rsidRDefault="008F371F" w:rsidP="006463FB">
            <w:pPr>
              <w:pStyle w:val="libPoem"/>
            </w:pPr>
            <w:r>
              <w:rPr>
                <w:rtl/>
              </w:rPr>
              <w:t>على ابن زياد دخلوني</w:t>
            </w:r>
            <w:r w:rsidR="003C78B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6153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بقى يسِبني يَبن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C6153" w:rsidRDefault="001C6153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و انا بس تهمل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6153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و آمر من على قصره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C6153" w:rsidRDefault="001C6153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على التّربان يرموني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6153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و انا حزني على فرقا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C6153" w:rsidRDefault="001C6153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ك يا سيّد بني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6153" w:rsidTr="001C615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يحيدر و اعظم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C6153" w:rsidRDefault="001C6153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C6153" w:rsidRDefault="001C6153" w:rsidP="006463FB">
            <w:pPr>
              <w:pStyle w:val="libPoem"/>
            </w:pPr>
            <w:r>
              <w:rPr>
                <w:rtl/>
              </w:rPr>
              <w:t>يوم اللي اصعدوا مسلم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73E0B" w:rsidRDefault="00273E0B" w:rsidP="00273E0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52225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على قصر الدّعي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و دمّه من الوجه يسجم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توجّه للشّهيد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يجري الدّمع و يسلّم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سلامي يا شهيد اعليك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و على جملة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قطع نسل الخنا راسه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و ذبّه من القصر للقاع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و جثته ترضّضت ويلي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و منّه اتكسّرت لضلاع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ابحَبل قاموا يسحبونه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يبو الحسنين ثُور السّاع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6463F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ترضى ينسحب مسلم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2225" w:rsidRDefault="00652225" w:rsidP="006463FB">
            <w:pPr>
              <w:pStyle w:val="libPoem"/>
            </w:pPr>
            <w:r>
              <w:rPr>
                <w:rtl/>
              </w:rPr>
              <w:t>على وجهه برض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3E0B">
      <w:pPr>
        <w:pStyle w:val="libCenterBold1"/>
      </w:pPr>
      <w:r>
        <w:rPr>
          <w:rtl/>
        </w:rPr>
        <w:t>إستئذان العبّاس لطلب الماء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652225" w:rsidTr="002E46DD">
        <w:trPr>
          <w:trHeight w:val="350"/>
        </w:trPr>
        <w:tc>
          <w:tcPr>
            <w:tcW w:w="4347" w:type="dxa"/>
            <w:shd w:val="clear" w:color="auto" w:fill="auto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وقف عبّاس يم حسين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خاضع قايد حصانه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يقلّه يا عماد الكون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هاي اطفالنا يضجّون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قايد عام شوف شلون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يتضرّع بسلطانه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يقلّه انهد ركن صبري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ضر العطش بالنّسوان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ملزومه شرايعنا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عبد الله الطّفل عطشان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إجازه بس أريد و شو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ف سطواتي على الجيمان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لفني قرومها بدربي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ولا لي مطلب بشربي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سكنه ذوّبت قلبي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قبالي تصيح عطشانه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يقلّه مركزك مخطور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خويه وعد من اتخلّيه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إنتَ الرّكن و الطّاروق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انت للخدر تحميه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خل حريمنا تظما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خدرها محّد ايمر بيه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أخبرك و الخبر عندك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كل خوفي على زندك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أظل وحيد من بعدك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زينب تظل حيرانه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مهمّاتي يَبو فاضل و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حفظ الحرم من صوبك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2225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لكن للشّريعه اقصد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2225" w:rsidRDefault="00652225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2225" w:rsidRDefault="00CA3717" w:rsidP="006463FB">
            <w:pPr>
              <w:pStyle w:val="libPoem"/>
            </w:pPr>
            <w:r>
              <w:rPr>
                <w:rtl/>
              </w:rPr>
              <w:t>و خل الماي مطلوبك</w:t>
            </w:r>
            <w:r w:rsidR="0065222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6DD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و لا تعارض يخويه الجيش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46DD" w:rsidRDefault="002E46DD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حتى يعارض ادروبك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6DD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يراعي المرجله و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46DD" w:rsidRDefault="002E46DD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أظل بعدك ترى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46DD" w:rsidTr="002E46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أخذ رخصه وركب والجود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46DD" w:rsidRDefault="002E46DD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46DD" w:rsidRDefault="002E46DD" w:rsidP="006463FB">
            <w:pPr>
              <w:pStyle w:val="libPoem"/>
            </w:pPr>
            <w:r>
              <w:rPr>
                <w:rtl/>
              </w:rPr>
              <w:t>شاله و شمّر اردانه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73E0B" w:rsidRDefault="00273E0B" w:rsidP="00273E0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23606E" w:rsidTr="001720FE">
        <w:trPr>
          <w:trHeight w:val="350"/>
        </w:trPr>
        <w:tc>
          <w:tcPr>
            <w:tcW w:w="4347" w:type="dxa"/>
            <w:shd w:val="clear" w:color="auto" w:fill="auto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لمع نوره و برق سيفه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و قصد صوب المسنّايه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rPr>
          <w:trHeight w:val="350"/>
        </w:trPr>
        <w:tc>
          <w:tcPr>
            <w:tcW w:w="4347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و لَن المشرعه جلّت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عليها صفوف رمّايه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rPr>
          <w:trHeight w:val="350"/>
        </w:trPr>
        <w:tc>
          <w:tcPr>
            <w:tcW w:w="4347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ندَه يَعوان ابن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منّي سمعوا الغايه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rPr>
          <w:trHeight w:val="350"/>
        </w:trPr>
        <w:tc>
          <w:tcPr>
            <w:tcW w:w="4347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هالشّط ملك بس إلنا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اشمعنى ننمنع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rPr>
          <w:trHeight w:val="350"/>
        </w:trPr>
        <w:tc>
          <w:tcPr>
            <w:tcW w:w="4347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أريد الماي أوصلنّه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23606E" w:rsidP="006463FB">
            <w:pPr>
              <w:pStyle w:val="libPoem"/>
            </w:pPr>
            <w:r>
              <w:rPr>
                <w:rtl/>
              </w:rPr>
              <w:t>الحرم و اطفال لهفانه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قالوا له الوِرد ممنوع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منكم لا يجي ورّاد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صرخ بيها ودهشها وصاح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ألف لعنه على ابن زياد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 هز غدّارته و نزّل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على العسكر زلازل عاد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حدّر و اعلن الحوراب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 الصّارم يحز لرقاب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وحيدر يوم شلْع الباب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عبّاس اخذ عنوانه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سطى و خلّى النّهر نهرين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يجري و الجمع شطرين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عليها غلّق الحومه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 لا تدري مفرها وين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ومن الوجل كلها تصيح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هاي افعال ابو الحسنين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قروم الجيش نكّسها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 روس وجثث دوّسها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606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بالدّم شطر كَرْدَسْها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3606E" w:rsidRDefault="0023606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3606E" w:rsidRDefault="003B2ED6" w:rsidP="006463FB">
            <w:pPr>
              <w:pStyle w:val="libPoem"/>
            </w:pPr>
            <w:r>
              <w:rPr>
                <w:rtl/>
              </w:rPr>
              <w:t>و شطر بالماي غرقانه</w:t>
            </w:r>
            <w:r w:rsidR="0023606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يتيه الفكر باوصافي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قمر عدنان و افعاله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غار و صرخ باعلاها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حدّر على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جت الخيل مطلوقه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سحقت سوى الرجّاله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شوصف لك شبل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ضيّق بالاجساد البر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مثل الصّقر بالعسكر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يلقّط وين فرسانه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ملَكها المشرعه و حوّل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ابجوده و ثبّت الرّايه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من شاف الفرات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صب دمعه على مايه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صاح عْلى السّبط وردك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يمنعونه ابيا سايه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لكن ما مرامي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حر العطش فت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20FE" w:rsidTr="001720F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و محرّم عليّ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20FE" w:rsidRDefault="001720FE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20FE" w:rsidRDefault="001720FE" w:rsidP="006463FB">
            <w:pPr>
              <w:pStyle w:val="libPoem"/>
            </w:pPr>
            <w:r>
              <w:rPr>
                <w:rtl/>
              </w:rPr>
              <w:t>قبل الزّكي و رضعانه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73E0B">
      <w:pPr>
        <w:pStyle w:val="libCenterBold1"/>
      </w:pPr>
      <w:r>
        <w:rPr>
          <w:rtl/>
        </w:rPr>
        <w:t>رجوع العبّاس بالماء للمخيم</w:t>
      </w:r>
    </w:p>
    <w:p w:rsidR="00273E0B" w:rsidRDefault="00273E0B" w:rsidP="00273E0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EF2240" w:rsidTr="000756D1">
        <w:trPr>
          <w:trHeight w:val="350"/>
        </w:trPr>
        <w:tc>
          <w:tcPr>
            <w:tcW w:w="4347" w:type="dxa"/>
            <w:shd w:val="clear" w:color="auto" w:fill="auto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ملا جوده و طلع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عبّاس يترنّم بإيمانه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لَنْ جمع الكفر كلّه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لزَم دربه و توجّه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على راسه العلم فلّه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هز السّيف و 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ملا جوده و طلع لهفان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يابس بالظّما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وعذاب الله على الجيمان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مذخور الوصي صبّه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فرّت لكن الصّمصوم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يا وَسْفه لزم دربه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كر يريد لمخيّم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على دربه الجمع خيّم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وبن سعد الرّجس حشّم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على ابن الطّهر جيمانه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ابو سكنه يشوف 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ون تترادف كتايبها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قمر هاشم ضياه 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وح و يشق ابسحايبها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زينب صايره بْحيره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تتصوّر مصايبها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 بس تهل دموع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EF2240" w:rsidP="006463FB">
            <w:pPr>
              <w:pStyle w:val="libPoem"/>
            </w:pPr>
            <w:r>
              <w:rPr>
                <w:rtl/>
              </w:rPr>
              <w:t>ويّاها الحرم 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على باب الخبا وحسين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لاح بصهوة حصانه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صد ولَنْ على عضيده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جيوش اتلاقت الصّوبين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2240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و صال ايمثّل الكرّار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F2240" w:rsidRDefault="00EF2240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F2240" w:rsidRDefault="00BD2FED" w:rsidP="006463FB">
            <w:pPr>
              <w:pStyle w:val="libPoem"/>
            </w:pPr>
            <w:r>
              <w:rPr>
                <w:rtl/>
              </w:rPr>
              <w:t>ذكّرها ابّبدر و حنين</w:t>
            </w:r>
            <w:r w:rsidR="00EF22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6D1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خيابر قامت ابْكرّار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756D1" w:rsidRDefault="000756D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و الطّف حوَت كرّارين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6D1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طعن و طبر متعدّي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756D1" w:rsidRDefault="000756D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ولساني الوصف مايبدي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756D1" w:rsidTr="000756D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اليوث ومشبله ومَعدي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756D1" w:rsidRDefault="000756D1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756D1" w:rsidRDefault="000756D1" w:rsidP="006463FB">
            <w:pPr>
              <w:pStyle w:val="libPoem"/>
            </w:pPr>
            <w:r>
              <w:rPr>
                <w:rtl/>
              </w:rPr>
              <w:t>عليها و سطت زعلانه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847856" w:rsidTr="00E156CC">
        <w:trPr>
          <w:trHeight w:val="350"/>
        </w:trPr>
        <w:tc>
          <w:tcPr>
            <w:tcW w:w="4347" w:type="dxa"/>
            <w:shd w:val="clear" w:color="auto" w:fill="auto"/>
          </w:tcPr>
          <w:p w:rsidR="00847856" w:rsidRDefault="00847856" w:rsidP="006463FB">
            <w:pPr>
              <w:pStyle w:val="libPoem"/>
            </w:pPr>
            <w:r>
              <w:rPr>
                <w:rtl/>
              </w:rPr>
              <w:t>ظلمه و خمَدت الاصوات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847856" w:rsidRDefault="00847856" w:rsidP="006463FB">
            <w:pPr>
              <w:pStyle w:val="libPoem"/>
            </w:pPr>
            <w:r>
              <w:rPr>
                <w:rtl/>
              </w:rPr>
              <w:t>بس السّيف ويّا الطّوس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rPr>
          <w:trHeight w:val="350"/>
        </w:trPr>
        <w:tc>
          <w:tcPr>
            <w:tcW w:w="4347" w:type="dxa"/>
          </w:tcPr>
          <w:p w:rsidR="00847856" w:rsidRDefault="00847856" w:rsidP="006463FB">
            <w:pPr>
              <w:pStyle w:val="libPoem"/>
            </w:pPr>
            <w:r>
              <w:rPr>
                <w:rtl/>
              </w:rPr>
              <w:t>و الجو ما تعاين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847856" w:rsidP="006463FB">
            <w:pPr>
              <w:pStyle w:val="libPoem"/>
            </w:pPr>
            <w:r>
              <w:rPr>
                <w:rtl/>
              </w:rPr>
              <w:t>غير اجفوفها و 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rPr>
          <w:trHeight w:val="350"/>
        </w:trPr>
        <w:tc>
          <w:tcPr>
            <w:tcW w:w="4347" w:type="dxa"/>
          </w:tcPr>
          <w:p w:rsidR="00847856" w:rsidRDefault="00847856" w:rsidP="006463FB">
            <w:pPr>
              <w:pStyle w:val="libPoem"/>
            </w:pPr>
            <w:r>
              <w:rPr>
                <w:rtl/>
              </w:rPr>
              <w:t>مفروشه الأرض و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EE7E35" w:rsidP="006463FB">
            <w:pPr>
              <w:pStyle w:val="libPoem"/>
            </w:pPr>
            <w:r>
              <w:rPr>
                <w:rtl/>
              </w:rPr>
              <w:t>ما غير الاجساد اتدوس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rPr>
          <w:trHeight w:val="350"/>
        </w:trPr>
        <w:tc>
          <w:tcPr>
            <w:tcW w:w="4347" w:type="dxa"/>
          </w:tcPr>
          <w:p w:rsidR="00847856" w:rsidRDefault="00EE7E35" w:rsidP="006463FB">
            <w:pPr>
              <w:pStyle w:val="libPoem"/>
            </w:pPr>
            <w:r>
              <w:rPr>
                <w:rtl/>
              </w:rPr>
              <w:t>سماها مغبره و تمور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EE7E35" w:rsidP="006463FB">
            <w:pPr>
              <w:pStyle w:val="libPoem"/>
            </w:pPr>
            <w:r>
              <w:rPr>
                <w:rtl/>
              </w:rPr>
              <w:t>وجهه و وجه اخيّه ينور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rPr>
          <w:trHeight w:val="350"/>
        </w:trPr>
        <w:tc>
          <w:tcPr>
            <w:tcW w:w="4347" w:type="dxa"/>
          </w:tcPr>
          <w:p w:rsidR="00847856" w:rsidRDefault="00EE7E35" w:rsidP="006463FB">
            <w:pPr>
              <w:pStyle w:val="libPoem"/>
            </w:pPr>
            <w:r>
              <w:rPr>
                <w:rtl/>
              </w:rPr>
              <w:t>وكاس الموت بيها يدور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EE7E35" w:rsidP="006463FB">
            <w:pPr>
              <w:pStyle w:val="libPoem"/>
            </w:pPr>
            <w:r>
              <w:rPr>
                <w:rtl/>
              </w:rPr>
              <w:t>و الكل غدت سكرانه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يشد بالميمنه عبّاس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يقلّبها و ترد صوبه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يرد للميسره بعزمه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و ترد عليه مقلوبه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قال اسعاف بالميدان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عندي و قحّم بنوبه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وصرخ صرخته المعلومه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و حدّر على الملزومه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و لن حسين بالحومه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يصول و عمر ميدانه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تلاقوا بالعرك و الكون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ظلّت شاغره دروبه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شوصف ساعة البيها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لقى المحبوب محبوبه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و زينب تنتظر و العين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عالميدان منصوبه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تجري دموعها عبرات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282F74" w:rsidP="006463FB">
            <w:pPr>
              <w:pStyle w:val="libPoem"/>
            </w:pPr>
            <w:r>
              <w:rPr>
                <w:rtl/>
              </w:rPr>
              <w:t>مدهوشه وتجر حسرات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7856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7856" w:rsidRDefault="00E156CC" w:rsidP="006463FB">
            <w:pPr>
              <w:pStyle w:val="libPoem"/>
            </w:pPr>
            <w:r>
              <w:rPr>
                <w:rtl/>
              </w:rPr>
              <w:t>وزادت بالقلب حسبات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7856" w:rsidRDefault="00847856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7856" w:rsidRDefault="00E156CC" w:rsidP="006463FB">
            <w:pPr>
              <w:pStyle w:val="libPoem"/>
            </w:pPr>
            <w:r>
              <w:rPr>
                <w:rtl/>
              </w:rPr>
              <w:t>و اتسعّرت نيرانه</w:t>
            </w:r>
            <w:r w:rsidR="0084785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ساعه و لَن سحايبها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انكشفت و ازهرت بدرين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يِتْشَعْشَع قمر هاشم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و نوره من جبين حسين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زينب رحّبت بيهم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و اظنها هلهلت صوتين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حيث اكفيلها تشوفه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إجاها و سالمه اجفوفه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هلاهل حزن معروفه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الحزين اتهيّج احزانه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صاحت مرحبا بحسين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و بعباس نور العين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زينب ترى ابذمّتكم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يَصفوة هاشم الطّيبين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الدّنيا اتْلَمْلمت كلها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علينا اليوم و انتو اثنين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يقلها حسين يَعزيزه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هذا القدر تركيزه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نصبر و الجزا انحوزه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الصّبر هاليوم ميحانه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56CC" w:rsidTr="00E156C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يَزينب أمّني ما دام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56CC" w:rsidRDefault="00E156CC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56CC" w:rsidRDefault="00CE293F" w:rsidP="006463FB">
            <w:pPr>
              <w:pStyle w:val="libPoem"/>
            </w:pPr>
            <w:r>
              <w:rPr>
                <w:rtl/>
              </w:rPr>
              <w:t>انا و عبّاس خيّاله</w:t>
            </w:r>
            <w:r w:rsidR="00E156C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7856" w:rsidRDefault="00847856" w:rsidP="0084785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A0BC4" w:rsidTr="006463FB">
        <w:trPr>
          <w:trHeight w:val="350"/>
        </w:trPr>
        <w:tc>
          <w:tcPr>
            <w:tcW w:w="3920" w:type="dxa"/>
            <w:shd w:val="clear" w:color="auto" w:fill="auto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دون الخدر قطع 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ياهو اللي ايتدنّى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6463FB">
        <w:trPr>
          <w:trHeight w:val="350"/>
        </w:trPr>
        <w:tc>
          <w:tcPr>
            <w:tcW w:w="3920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قالت له كفو و نعمين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ياللي عشت بظلاله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6463FB">
        <w:trPr>
          <w:trHeight w:val="350"/>
        </w:trPr>
        <w:tc>
          <w:tcPr>
            <w:tcW w:w="3920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عسى دايم يَنور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سور المنع و التّأمين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6463FB">
        <w:trPr>
          <w:trHeight w:val="350"/>
        </w:trPr>
        <w:tc>
          <w:tcPr>
            <w:tcW w:w="3920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لكن بعدكم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قلّي وين ملجانا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47856">
      <w:pPr>
        <w:pStyle w:val="libCenterBold1"/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العبّاس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2A0BC4" w:rsidTr="00A3140C">
        <w:trPr>
          <w:trHeight w:val="350"/>
        </w:trPr>
        <w:tc>
          <w:tcPr>
            <w:tcW w:w="4347" w:type="dxa"/>
            <w:shd w:val="clear" w:color="auto" w:fill="auto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أبو فاضل طلع بالجود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بيده السّيف و الزّانه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rPr>
          <w:trHeight w:val="350"/>
        </w:trPr>
        <w:tc>
          <w:tcPr>
            <w:tcW w:w="4347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ابجفّه يلوح لمهنّد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ثجيل الوزن ماضي الحد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rPr>
          <w:trHeight w:val="350"/>
        </w:trPr>
        <w:tc>
          <w:tcPr>
            <w:tcW w:w="4347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توسّط جيشها و ارعد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و ماج و زلزل اركانه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rPr>
          <w:trHeight w:val="350"/>
        </w:trPr>
        <w:tc>
          <w:tcPr>
            <w:tcW w:w="4347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ايتعنّى الصاحب الرّايه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2A0BC4" w:rsidP="006463FB">
            <w:pPr>
              <w:pStyle w:val="libPoem"/>
            </w:pPr>
            <w:r>
              <w:rPr>
                <w:rtl/>
              </w:rPr>
              <w:t>و يتحدّى مساميها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rPr>
          <w:trHeight w:val="350"/>
        </w:trPr>
        <w:tc>
          <w:tcPr>
            <w:tcW w:w="4347" w:type="dxa"/>
          </w:tcPr>
          <w:p w:rsidR="002A0BC4" w:rsidRDefault="006463FB" w:rsidP="006463FB">
            <w:pPr>
              <w:pStyle w:val="libPoem"/>
            </w:pPr>
            <w:r>
              <w:rPr>
                <w:rtl/>
              </w:rPr>
              <w:t>توسّطها الشّهم و افنى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6463FB" w:rsidP="006463FB">
            <w:pPr>
              <w:pStyle w:val="libPoem"/>
            </w:pPr>
            <w:r>
              <w:rPr>
                <w:rtl/>
              </w:rPr>
              <w:t>كتايبها و لعب بيها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3A17CC" w:rsidP="006463FB">
            <w:pPr>
              <w:pStyle w:val="libPoem"/>
            </w:pPr>
            <w:r>
              <w:rPr>
                <w:rtl/>
              </w:rPr>
              <w:t>ثنى اليَمنه على اليسره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3A17CC" w:rsidP="006463FB">
            <w:pPr>
              <w:pStyle w:val="libPoem"/>
            </w:pPr>
            <w:r>
              <w:rPr>
                <w:rtl/>
              </w:rPr>
              <w:t>و أوّلها عْلى تاليها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نوره يلوح بدر التّم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من الغرّه و من المبسم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و بينه وبين لمخيّم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تكتّل جمع عدوانه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يطوي جموع من دربه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و تترادف عليه جموع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روّعها السّميده الما يع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رْف الخوف يوم الرّوع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قوّه تقوّضت لكن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قضا الباري مهو مدفوع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لعب بالرّمح واروى السّيف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فت قلبه سموم الصّيف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باز اشهب ألف ياحيف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يوم انبرن جنحانه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كر و البيرق بصدره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و زَم السّيف بسنونه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0BC4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وعلى وجه الأرض يسحب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A0BC4" w:rsidRDefault="002A0BC4" w:rsidP="006463F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A0BC4" w:rsidRDefault="00746788" w:rsidP="006463FB">
            <w:pPr>
              <w:pStyle w:val="libPoem"/>
            </w:pPr>
            <w:r>
              <w:rPr>
                <w:rtl/>
              </w:rPr>
              <w:t>يَوَسفه عنان ميمونه</w:t>
            </w:r>
            <w:r w:rsidR="002A0BC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نزف دمّه من اكتاره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و لَن سهمين مسنونه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سطن و مقطّعه زنوده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تصوّر همّته و زوده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و صابن عينه و 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اووقف وانهدّت اركانه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ما فكّر بماي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ظل ايْفكر ابماي الجود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سكنه بالطّفل تتناه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شلون بغير ماي 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3140C" w:rsidTr="00A3140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حاير يضرب افكاره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3140C" w:rsidRDefault="00A3140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3140C" w:rsidRDefault="00A3140C" w:rsidP="008C502E">
            <w:pPr>
              <w:pStyle w:val="libPoem"/>
            </w:pPr>
            <w:r>
              <w:rPr>
                <w:rtl/>
              </w:rPr>
              <w:t>و جتّه ضربة العامود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7856" w:rsidRDefault="00847856" w:rsidP="0084785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E944DC" w:rsidTr="00AB1C70">
        <w:trPr>
          <w:trHeight w:val="350"/>
        </w:trPr>
        <w:tc>
          <w:tcPr>
            <w:tcW w:w="4347" w:type="dxa"/>
            <w:shd w:val="clear" w:color="auto" w:fill="auto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تكوّر من ظهر مُهْره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عمت عيني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زينب مهجة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حصنها انهار بنيانه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هتف يَبن الطّهر و 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ين لبّاها استغاثاته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خبَصها 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قاصد صوب ونّاته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اخذ راسه بوسط حجره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غسل بالدّمع طبراته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حن و صعّد الانفاس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من شاف السدى عْلى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ظل ينحب على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هو الصّبر من 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يناديه انكسر ظهري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يخويه و حيلتي قلّت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بطيحة هالعلم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جمعتنا بعد فلّت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ابجتلك عيّدت كوفان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كلها و روسها اتعلّت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حصن حيف انهدم سوره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و دوله و غدت مكسوره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E944DC" w:rsidP="008C502E">
            <w:pPr>
              <w:pStyle w:val="libPoem"/>
            </w:pPr>
            <w:r>
              <w:rPr>
                <w:rtl/>
              </w:rPr>
              <w:t>أميّه اليوم مسروره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3556F0" w:rsidP="008C502E">
            <w:pPr>
              <w:pStyle w:val="libPoem"/>
            </w:pPr>
            <w:r>
              <w:rPr>
                <w:rtl/>
              </w:rPr>
              <w:t>و بني عدنان حزنانه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3556F0" w:rsidP="008C502E">
            <w:pPr>
              <w:pStyle w:val="libPoem"/>
            </w:pPr>
            <w:r>
              <w:rPr>
                <w:rtl/>
              </w:rPr>
              <w:t>قعد بحذاه يتجلّد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E72C65" w:rsidP="008C502E">
            <w:pPr>
              <w:pStyle w:val="libPoem"/>
            </w:pPr>
            <w:r>
              <w:rPr>
                <w:rtl/>
              </w:rPr>
              <w:t>و سلّم لامر معبوده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015F01" w:rsidP="008C502E">
            <w:pPr>
              <w:pStyle w:val="libPoem"/>
            </w:pPr>
            <w:r>
              <w:rPr>
                <w:rtl/>
              </w:rPr>
              <w:t>وشال السّهم من عينه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015F01" w:rsidP="008C502E">
            <w:pPr>
              <w:pStyle w:val="libPoem"/>
            </w:pPr>
            <w:r>
              <w:rPr>
                <w:rtl/>
              </w:rPr>
              <w:t>و عاين قطعة زنوده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44DC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44DC" w:rsidRDefault="00015F01" w:rsidP="008C502E">
            <w:pPr>
              <w:pStyle w:val="libPoem"/>
            </w:pPr>
            <w:r>
              <w:rPr>
                <w:rtl/>
              </w:rPr>
              <w:t>و يتفقّدهن اجفوفه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44DC" w:rsidRDefault="00E944DC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44DC" w:rsidRDefault="00015F01" w:rsidP="008C502E">
            <w:pPr>
              <w:pStyle w:val="libPoem"/>
            </w:pPr>
            <w:r>
              <w:rPr>
                <w:rtl/>
              </w:rPr>
              <w:t>و منّه الجبد ممروده</w:t>
            </w:r>
            <w:r w:rsidR="00E944D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C70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يقلّه و قلبه مصوّب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1C70" w:rsidRDefault="00AB1C7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ودمعه عْلى الكريمه انصب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C70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خويه وديعتك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1C70" w:rsidRDefault="00AB1C7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تقلّك وين ملفانا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B1C70" w:rsidTr="00AB1C7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شافه مغرّبه 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B1C70" w:rsidRDefault="00AB1C7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B1C70" w:rsidRDefault="00AB1C70" w:rsidP="008C502E">
            <w:pPr>
              <w:pStyle w:val="libPoem"/>
            </w:pPr>
            <w:r>
              <w:rPr>
                <w:rtl/>
              </w:rPr>
              <w:t>و حن و تحنّت 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rPr>
          <w:trHeight w:val="350"/>
        </w:trPr>
        <w:tc>
          <w:tcPr>
            <w:tcW w:w="4347" w:type="dxa"/>
            <w:shd w:val="clear" w:color="auto" w:fill="auto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غسل جاري دموم الع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ين منّه بجاري 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ركّبهن على الزّندين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جفّينه المقطوعه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وعلى حر التّرب سجّاه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اظن ابّبردته غطّاه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ابشاطي النّهر خلّاه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امّمدد تالي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يَبو فاضل عليك أقسم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ابعطش لحسين و 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حق طيّب وفاك البيه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عفت الماي و زلاله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تطلب لي من المعطي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بحق المصطفى و آله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و انت ابْنيّتي 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توفيق و نظم دايم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3AC3" w:rsidTr="00113AC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عطيه و رادت الخادم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13AC3" w:rsidRDefault="00113AC3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13AC3" w:rsidRDefault="00113AC3" w:rsidP="007A18F4">
            <w:pPr>
              <w:pStyle w:val="libPoem"/>
            </w:pPr>
            <w:r>
              <w:rPr>
                <w:rtl/>
              </w:rPr>
              <w:t>سرور و يرتفع 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7856" w:rsidRDefault="00847856" w:rsidP="00847856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847856">
      <w:pPr>
        <w:pStyle w:val="libCenterBold1"/>
      </w:pPr>
      <w:r>
        <w:rPr>
          <w:rtl/>
        </w:rPr>
        <w:t>القاسم يطلب الرخصة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841485" w:rsidTr="00990B78">
        <w:trPr>
          <w:trHeight w:val="350"/>
        </w:trPr>
        <w:tc>
          <w:tcPr>
            <w:tcW w:w="4347" w:type="dxa"/>
            <w:shd w:val="clear" w:color="auto" w:fill="auto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من خيمة عضيد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جاسم طلع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rPr>
          <w:trHeight w:val="350"/>
        </w:trPr>
        <w:tc>
          <w:tcPr>
            <w:tcW w:w="4347" w:type="dxa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ثار بغيرته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يمشي للأجل جدّام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rPr>
          <w:trHeight w:val="350"/>
        </w:trPr>
        <w:tc>
          <w:tcPr>
            <w:tcW w:w="4347" w:type="dxa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ياضي مثل بدر التّام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41485" w:rsidP="008C502E">
            <w:pPr>
              <w:pStyle w:val="libPoem"/>
            </w:pPr>
            <w:r>
              <w:rPr>
                <w:rtl/>
              </w:rPr>
              <w:t>نور الحسن نيشانه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rPr>
          <w:trHeight w:val="350"/>
        </w:trPr>
        <w:tc>
          <w:tcPr>
            <w:tcW w:w="4347" w:type="dxa"/>
          </w:tcPr>
          <w:p w:rsidR="00841485" w:rsidRDefault="00BF58F5" w:rsidP="008C502E">
            <w:pPr>
              <w:pStyle w:val="libPoem"/>
            </w:pPr>
            <w:r>
              <w:rPr>
                <w:rtl/>
              </w:rPr>
              <w:t>طلع و الوالده ويّاه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BF58F5" w:rsidP="008C502E">
            <w:pPr>
              <w:pStyle w:val="libPoem"/>
            </w:pPr>
            <w:r>
              <w:rPr>
                <w:rtl/>
              </w:rPr>
              <w:t>و هي تودّعه و تنخاه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تقلّه هناه يَبْني هناه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عمّك حايطتّه عداه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 عَمْتك يا ضوا عيوني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تصيح امن الوجد ويلاه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 عمّك بالمسنّايه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 هاي الخيل عدّايه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يجاسم وصلت الثّايه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وزينب بقت دوهانه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تلقّاه الشّهيد حسين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من شافه و فتح باعه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على رقبته الولد ويلاه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من حن و لوى ذراعه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انغشى عليهم عمَت عيني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 ظلوا على الأرض ساعه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عقب ما حبّه و شمّه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اُوخر اوليد اخوه يمّه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انتبه جاسم ولَن عمّه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عليه مقرّحه اجفانه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وقف جدّام ابو السجّاد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جاسم يطلب الرّخصه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41485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يقلّه الدّهر جرّعني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41485" w:rsidRDefault="00841485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41485" w:rsidRDefault="0080407D" w:rsidP="008C502E">
            <w:pPr>
              <w:pStyle w:val="libPoem"/>
            </w:pPr>
            <w:r>
              <w:rPr>
                <w:rtl/>
              </w:rPr>
              <w:t>الكدر غصّه بَثَر غصّه</w:t>
            </w:r>
            <w:r w:rsidR="0084148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يقلّه الحسن يا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تمثّل شوفتك شخصه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كلها مصرّعه الاولاد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كلمن ودّع و لا 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يبني ابقى مع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بلكي تخفّف احزانه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رد الخيمته 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90B78" w:rsidP="008C502E">
            <w:pPr>
              <w:pStyle w:val="libPoem"/>
            </w:pPr>
            <w:r>
              <w:rPr>
                <w:rtl/>
              </w:rPr>
              <w:t>قلبه و دمعته ايهلها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ذكر من والده عوذه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بزنده و بالعجل فلها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لقى بيها الامر حتمي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وإجا العمّه و تناولها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وتحسّر و الدّمع سفّاح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وصفق ويلاه راح براح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لزم بيد ابن اخيّه وراح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يم رمله الحزنانه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يقلها جان للجاسم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جديد ثياب حضريها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0B78" w:rsidTr="00990B7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قالت غير موجوده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90B78" w:rsidRDefault="00990B78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90B78" w:rsidRDefault="00981CD7" w:rsidP="008C502E">
            <w:pPr>
              <w:pStyle w:val="libPoem"/>
            </w:pPr>
            <w:r>
              <w:rPr>
                <w:rtl/>
              </w:rPr>
              <w:t>و نصى زينب يحاجيها</w:t>
            </w:r>
            <w:r w:rsidR="00990B7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47856" w:rsidRDefault="00847856" w:rsidP="0084785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F9178D" w:rsidTr="002E61A1">
        <w:trPr>
          <w:trHeight w:val="350"/>
        </w:trPr>
        <w:tc>
          <w:tcPr>
            <w:tcW w:w="4347" w:type="dxa"/>
            <w:shd w:val="clear" w:color="auto" w:fill="auto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خيمة عرس للجاسم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يَثَكلى ابْعَجل عزليها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rPr>
          <w:trHeight w:val="350"/>
        </w:trPr>
        <w:tc>
          <w:tcPr>
            <w:tcW w:w="4347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و تعالي الجاسم انزفّه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يَمَحزونه قبل حتفه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rPr>
          <w:trHeight w:val="350"/>
        </w:trPr>
        <w:tc>
          <w:tcPr>
            <w:tcW w:w="4347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يَوَسْفَه ما قضى شفّه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ابن اخيّي وحان ميحانه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rPr>
          <w:trHeight w:val="350"/>
        </w:trPr>
        <w:tc>
          <w:tcPr>
            <w:tcW w:w="4347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تقلّه ما قلت يَحسين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و الشبّان موجوده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rPr>
          <w:trHeight w:val="350"/>
        </w:trPr>
        <w:tc>
          <w:tcPr>
            <w:tcW w:w="4347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شلون العرس و اخوانك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F9178D" w:rsidP="008C502E">
            <w:pPr>
              <w:pStyle w:val="libPoem"/>
            </w:pPr>
            <w:r>
              <w:rPr>
                <w:rtl/>
              </w:rPr>
              <w:t>على التّربان ممدوده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و عميد الجيش يبن امّي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رميّه مقطّعه زنوده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وين انصارك الظّفرين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و اشبال الهواشم وين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بس ظلّت حرم يحسين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تنعى و محّد ويانا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يقلها الحرم يا زينب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تكفي الزفّة الجاسم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تزفّه باللطم و النّوح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خويه و تقضي اللازم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بس لا ينزعج عبّاس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5E0C1C" w:rsidP="008C502E">
            <w:pPr>
              <w:pStyle w:val="libPoem"/>
            </w:pPr>
            <w:r>
              <w:rPr>
                <w:rtl/>
              </w:rPr>
              <w:t>خلّه عْلَى النّهر نايم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خلّي الحرم تتلَمْلَم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تزفّه بين لمخيّم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و انا اوياج نتوزّم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يَبت حيدر اببّلوانا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نده قومن يَعمّاته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نزف الجاسم بهمّه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9178D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قصده يجاهد و عنده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F9178D" w:rsidRDefault="00F9178D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F9178D" w:rsidRDefault="001845C1" w:rsidP="008C502E">
            <w:pPr>
              <w:pStyle w:val="libPoem"/>
            </w:pPr>
            <w:r>
              <w:rPr>
                <w:rtl/>
              </w:rPr>
              <w:t>عزم يلحق بني عمّه</w:t>
            </w:r>
            <w:r w:rsidR="00F9178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61A1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ما لازم تخضبنّه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61A1" w:rsidRDefault="002E61A1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خضاب الولَد من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61A1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زفافه بحومة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61A1" w:rsidRDefault="002E61A1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ما بين النّبل و 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E61A1" w:rsidTr="002E61A1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خويه و ثاير التّربان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E61A1" w:rsidRDefault="002E61A1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E61A1" w:rsidRDefault="002E61A1" w:rsidP="008C502E">
            <w:pPr>
              <w:pStyle w:val="libPoem"/>
            </w:pPr>
            <w:r>
              <w:rPr>
                <w:rtl/>
              </w:rPr>
              <w:t>طيبه و ثوبه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847856">
      <w:pPr>
        <w:pStyle w:val="libCenterBold1"/>
        <w:rPr>
          <w:rtl/>
        </w:rPr>
      </w:pPr>
      <w:r>
        <w:rPr>
          <w:rtl/>
        </w:rPr>
        <w:t>زفاف القاسم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480129" w:rsidTr="00651CE4">
        <w:trPr>
          <w:trHeight w:val="350"/>
        </w:trPr>
        <w:tc>
          <w:tcPr>
            <w:tcW w:w="4347" w:type="dxa"/>
            <w:shd w:val="clear" w:color="auto" w:fill="auto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حوّل للمعاره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وجهه و هلّت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يحشّم يا قمر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ليش عْلَى النّهر نايم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خويه الزفّة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يَعبّاس انهض ويانا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لزفاف اليتيم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ظل يحشّم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 مشى بصفّه و عماته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عن يمينه و عن يساره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يزفّنه بنواعيهن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 بس دموع تتجارى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قامت بالخيم ضجّات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كلهن حرم مفجوعات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 امّه تجذب الونّات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 تنعّي على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وصّل باليتيم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للخيمة المفروده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و سمع صوت البجا وعاين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480129" w:rsidP="008C502E">
            <w:pPr>
              <w:pStyle w:val="libPoem"/>
            </w:pPr>
            <w:r>
              <w:rPr>
                <w:rtl/>
              </w:rPr>
              <w:t>عصابة حزن مشدوده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و عاينها على استعداد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ساعه وتدخل حدوده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تهل دموعها و تنعاه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و تتصوّر وجد فرقاه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وهو الفقد اخوته بحشاه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شب الوجد نيرانه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تقلّه العرس يا جسّام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من شانه الفرح و سرور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0129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ما هُو العرس نَشْر شعور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0129" w:rsidRDefault="00480129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0129" w:rsidRDefault="002628FE" w:rsidP="008C502E">
            <w:pPr>
              <w:pStyle w:val="libPoem"/>
            </w:pPr>
            <w:r>
              <w:rPr>
                <w:rtl/>
              </w:rPr>
              <w:t>من شانه و لطم صدور</w:t>
            </w:r>
            <w:r w:rsidR="0048012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651CE4" w:rsidP="008C502E">
            <w:pPr>
              <w:pStyle w:val="libPoem"/>
            </w:pPr>
            <w:r>
              <w:rPr>
                <w:rtl/>
              </w:rPr>
              <w:t>يَجَاسم قوم انا وياك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651CE4" w:rsidP="008C502E">
            <w:pPr>
              <w:pStyle w:val="libPoem"/>
            </w:pPr>
            <w:r>
              <w:rPr>
                <w:rtl/>
              </w:rPr>
              <w:t>نحفر للنّشاما قبور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651CE4" w:rsidP="008C502E">
            <w:pPr>
              <w:pStyle w:val="libPoem"/>
            </w:pPr>
            <w:r>
              <w:rPr>
                <w:rtl/>
              </w:rPr>
              <w:t>عمّاتك تحن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651CE4" w:rsidP="008C502E">
            <w:pPr>
              <w:pStyle w:val="libPoem"/>
            </w:pPr>
            <w:r>
              <w:rPr>
                <w:rtl/>
              </w:rPr>
              <w:t>ينعن و المدامع 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وعمّك ماتشوف الخيل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مالت صوب صيوانه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صد و عاين الجيمان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تزحف للخيم صوبين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ثار و هاجت عزومه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و وقف جدّام عمّه حسين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يقلّه نجّزت وعدك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DF0DB6" w:rsidP="008C502E">
            <w:pPr>
              <w:pStyle w:val="libPoem"/>
            </w:pPr>
            <w:r>
              <w:rPr>
                <w:rtl/>
              </w:rPr>
              <w:t>وانا وعدي يَعمّي وين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حنا عليه ودموعه تهل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و ابن الحسن يتوسّل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سمح له وسلّحه وفصّل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ثيابه بصورة اجفانه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سدر للمعركه جسّام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و امّه واجفه تشوفه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و تخاطب مهجة الزّهرا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و دموع العين مذروفه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CE4" w:rsidTr="00651CE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مشى للمعركه جاسم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51CE4" w:rsidRDefault="00651CE4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51CE4" w:rsidRDefault="004921AB" w:rsidP="008C502E">
            <w:pPr>
              <w:pStyle w:val="libPoem"/>
            </w:pPr>
            <w:r>
              <w:rPr>
                <w:rtl/>
              </w:rPr>
              <w:t>و لحّد خضّب اجفوفه</w:t>
            </w:r>
            <w:r w:rsidR="00651CE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80129" w:rsidRDefault="00480129" w:rsidP="00480129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B3640" w:rsidTr="008C502E">
        <w:trPr>
          <w:trHeight w:val="350"/>
        </w:trPr>
        <w:tc>
          <w:tcPr>
            <w:tcW w:w="3920" w:type="dxa"/>
            <w:shd w:val="clear" w:color="auto" w:fill="auto"/>
          </w:tcPr>
          <w:p w:rsidR="004B3640" w:rsidRDefault="00AC7949" w:rsidP="008C502E">
            <w:pPr>
              <w:pStyle w:val="libPoem"/>
            </w:pPr>
            <w:r>
              <w:rPr>
                <w:rtl/>
              </w:rPr>
              <w:t>نريد نميّزه بنيشان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3640" w:rsidRDefault="00AC7949" w:rsidP="008C502E">
            <w:pPr>
              <w:pStyle w:val="libPoem"/>
            </w:pPr>
            <w:r>
              <w:rPr>
                <w:rtl/>
              </w:rPr>
              <w:t>بين الولد و الشبّان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حتّى يصير بالميدان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حنّا الولد نيشانه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 صاحت يا ضوا عيوني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مشيت و من يودّيني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يَجَاسم دون ابن حيدر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اريدنّك تقر عيني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يَبَعد اهلي زمان الشّوم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فرّق بينك و بيني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يَعَقلي و الفراق مجيد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يَبني وشوف جيش يزيد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وعمّك يالوحيد وحيد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حاير بين عدوانه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يقلها لا توصّيني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أبويه بهاي وصّاني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 عمري بعد ما ريده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 اعاين صرعة اخواني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على سبعين الف ماشي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 يابس بالظّما لساني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صفقت اسف راح براح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ودّعها و عليها صاح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ردّي مْعَ السّلامه وراح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AA5E75" w:rsidP="008C502E">
            <w:pPr>
              <w:pStyle w:val="libPoem"/>
            </w:pPr>
            <w:r>
              <w:rPr>
                <w:rtl/>
              </w:rPr>
              <w:t>عنها و بقت لهفانه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80129">
      <w:pPr>
        <w:pStyle w:val="libCenterBold1"/>
      </w:pPr>
      <w:r>
        <w:rPr>
          <w:rtl/>
        </w:rPr>
        <w:t>مبارزة</w:t>
      </w:r>
      <w:r w:rsidR="00E33040">
        <w:rPr>
          <w:rtl/>
        </w:rPr>
        <w:t xml:space="preserve"> </w:t>
      </w:r>
      <w:r>
        <w:rPr>
          <w:rtl/>
        </w:rPr>
        <w:t>القاسم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B3640" w:rsidTr="008C502E">
        <w:trPr>
          <w:trHeight w:val="350"/>
        </w:trPr>
        <w:tc>
          <w:tcPr>
            <w:tcW w:w="3920" w:type="dxa"/>
            <w:shd w:val="clear" w:color="auto" w:fill="auto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شبل الحسن طب للك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ون و توزّمت فرسانه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نصاها و حوّم عليها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وتوسّطها وخطب بيها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تكاليفه يأدّيها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وزاكي النّسب عنوانه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عزّر بن سعد و الق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وم ناداهم تعرفوني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rPr>
          <w:trHeight w:val="350"/>
        </w:trPr>
        <w:tc>
          <w:tcPr>
            <w:tcW w:w="3920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أنا بويه الحسن مهج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833752" w:rsidP="008C502E">
            <w:pPr>
              <w:pStyle w:val="libPoem"/>
            </w:pPr>
            <w:r>
              <w:rPr>
                <w:rtl/>
              </w:rPr>
              <w:t>ة الهادي ما تنكروني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أنا اللي الموت ما هابه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وحتف الموت من دوني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أنا ابن الحسن يومي اليوم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ليّه الفخَر دومٍ دوم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أبويه و عمّي المظلوم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للمختار ريحانه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صوّل قاصد الصّمصوم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و الجيمان زلزلها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عليها صاعقه من الله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شبيه الحسن نزّلها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بْعَزمه الحيد تاليها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رجع ناكس على اوّلها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عليه حملت فرد حمله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و عين حسين ترقب له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3640" w:rsidTr="008C502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وكسرها وهَلْهَلت رمله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B3640" w:rsidRDefault="004B3640" w:rsidP="008C502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B3640" w:rsidRDefault="000C4DDD" w:rsidP="008C502E">
            <w:pPr>
              <w:pStyle w:val="libPoem"/>
            </w:pPr>
            <w:r>
              <w:rPr>
                <w:rtl/>
              </w:rPr>
              <w:t>الحزينه اببّاب صيوانه</w:t>
            </w:r>
            <w:r w:rsidR="004B364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80129" w:rsidRDefault="00480129" w:rsidP="00480129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E21140" w:rsidTr="00B36C76">
        <w:trPr>
          <w:trHeight w:val="350"/>
        </w:trPr>
        <w:tc>
          <w:tcPr>
            <w:tcW w:w="4347" w:type="dxa"/>
            <w:shd w:val="clear" w:color="auto" w:fill="auto"/>
          </w:tcPr>
          <w:p w:rsidR="00E21140" w:rsidRDefault="00E21140" w:rsidP="008C502E">
            <w:pPr>
              <w:pStyle w:val="libPoem"/>
            </w:pPr>
            <w:r>
              <w:rPr>
                <w:rtl/>
              </w:rPr>
              <w:t>رجع قاصد العمّه 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21140" w:rsidRDefault="00E21140" w:rsidP="008C502E">
            <w:pPr>
              <w:pStyle w:val="libPoem"/>
            </w:pPr>
            <w:r>
              <w:rPr>
                <w:rtl/>
              </w:rPr>
              <w:t>ين ظامي ملتظي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rPr>
          <w:trHeight w:val="350"/>
        </w:trPr>
        <w:tc>
          <w:tcPr>
            <w:tcW w:w="4347" w:type="dxa"/>
          </w:tcPr>
          <w:p w:rsidR="00E21140" w:rsidRDefault="00E21140" w:rsidP="008C502E">
            <w:pPr>
              <w:pStyle w:val="libPoem"/>
            </w:pPr>
            <w:r>
              <w:rPr>
                <w:rtl/>
              </w:rPr>
              <w:t>عجايب يطلب العَطشان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E21140" w:rsidP="008C502E">
            <w:pPr>
              <w:pStyle w:val="libPoem"/>
            </w:pPr>
            <w:r>
              <w:rPr>
                <w:rtl/>
              </w:rPr>
              <w:t>من صادي القلب 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rPr>
          <w:trHeight w:val="350"/>
        </w:trPr>
        <w:tc>
          <w:tcPr>
            <w:tcW w:w="4347" w:type="dxa"/>
          </w:tcPr>
          <w:p w:rsidR="00E21140" w:rsidRDefault="00E21140" w:rsidP="008C502E">
            <w:pPr>
              <w:pStyle w:val="libPoem"/>
            </w:pPr>
            <w:r>
              <w:rPr>
                <w:rtl/>
              </w:rPr>
              <w:t>شْسَوّت ضربة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بالازرق من لزم دربه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rPr>
          <w:trHeight w:val="350"/>
        </w:trPr>
        <w:tc>
          <w:tcPr>
            <w:tcW w:w="4347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لفاه الرّجس فرّاغي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و جاسم نصب للباغي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rPr>
          <w:trHeight w:val="350"/>
        </w:trPr>
        <w:tc>
          <w:tcPr>
            <w:tcW w:w="4347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طعنة رمح للطاغي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وضربة سيف لحصانه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وصل متنومس العمّه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و تلقّاه و فتح باعه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يقلّه مرحبا ياللي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9B7DE5" w:rsidP="008C502E">
            <w:pPr>
              <w:pStyle w:val="libPoem"/>
            </w:pPr>
            <w:r>
              <w:rPr>
                <w:rtl/>
              </w:rPr>
              <w:t>اطباع اسنادي اطباعه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التمّن طبق عمّاته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عليه بساعة وداعه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حريم و خايفه الضّيعه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و ضجّن وكت توديعه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و صاحن هيّد اسويعه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يجاسم و اقعد ويانا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و امّه تودّعه و تصيح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جاسم يا عظم يومك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عسى عيني العما ولاشوف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هِجّي مفصّله هدومك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1140" w:rsidTr="00B36C7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21140" w:rsidRDefault="00A45035" w:rsidP="008C502E">
            <w:pPr>
              <w:pStyle w:val="libPoem"/>
            </w:pPr>
            <w:r>
              <w:rPr>
                <w:rtl/>
              </w:rPr>
              <w:t>محلّل روح يَوليدي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21140" w:rsidRDefault="00E21140" w:rsidP="008C502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21140" w:rsidRDefault="00B36C76" w:rsidP="008C502E">
            <w:pPr>
              <w:pStyle w:val="libPoem"/>
            </w:pPr>
            <w:r>
              <w:rPr>
                <w:rtl/>
              </w:rPr>
              <w:t>و نام بْجانب عمومك</w:t>
            </w:r>
            <w:r w:rsidR="00E2114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يبني شتّتت شملي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يجسّام و وقع حملي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rPr>
          <w:trHeight w:val="350"/>
        </w:trPr>
        <w:tc>
          <w:tcPr>
            <w:tcW w:w="4347" w:type="dxa"/>
            <w:shd w:val="clear" w:color="auto" w:fill="auto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وما ندري يَبَعد اهلي</w:t>
            </w:r>
            <w:r w:rsidRPr="00725071">
              <w:rPr>
                <w:rStyle w:val="libPoemTiniChar0"/>
                <w:rtl/>
              </w:rPr>
              <w:br/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بعدكم وين منوانا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يقلها الامر بيه تدرين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باجر لليسر منواج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على البل تقطعين ابرور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 امر الظّعن بيد اعداج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ماشي و لا تشوفيني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بعد يا والده الله اوياج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عزيزج سمعي اجوابه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 صبري الشدّة مصابه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 لو شفتيهن اثيابه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اذكريه و خالي امكانه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تقلّه وداعة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ينور العين و الله وياك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عذاب الرّوح يا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 تفزير القلب فرقاك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هنا يالمعتني للموت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قلّي بعد وين القاك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يقلها و يجذب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ومن عينه الدّموع اجرى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4374" w:rsidTr="00E1437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يَيُمّه ابحضرة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14374" w:rsidRDefault="00E14374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14374" w:rsidRDefault="00E14374" w:rsidP="007A18F4">
            <w:pPr>
              <w:pStyle w:val="libPoem"/>
            </w:pPr>
            <w:r>
              <w:rPr>
                <w:rtl/>
              </w:rPr>
              <w:t>و بويه الحسن ملقانا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80129">
      <w:pPr>
        <w:pStyle w:val="libCenterBold1"/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القاسم</w:t>
      </w:r>
    </w:p>
    <w:p w:rsidR="00480129" w:rsidRDefault="00480129" w:rsidP="00480129">
      <w:pPr>
        <w:pStyle w:val="libNormal"/>
        <w:rPr>
          <w:rStyle w:val="libNormalChar"/>
          <w:rtl/>
        </w:rPr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725F9C" w:rsidTr="00725F9C">
        <w:trPr>
          <w:trHeight w:val="350"/>
        </w:trPr>
        <w:tc>
          <w:tcPr>
            <w:tcW w:w="4347" w:type="dxa"/>
            <w:shd w:val="clear" w:color="auto" w:fill="auto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ابْسيفه ابن السّبط صوّل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على العدوان و لسانه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غاره عْلَى العدا شنها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 حل بيها و دوهنها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وخطب بيها وخطف منها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الزّلم و اعتمر ميدانه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عمره اثلتطعش ما 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عنّه يروغ ابن خمسين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يشبه عمّه الطيّار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ما يعاين شمال 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يقصد ضيغم المشهور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بس ضربه و يصير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ظامي ولا حصل 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تلظّى من العطش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 روحه باعها و 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شراها بحكم قرآنه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تباهى بحومة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باسم الهادي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 صاح ابن الحسن آنا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وجدّي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شع بيمينه الصّارم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 خلّى الكون شعلة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شد مغضب وظل يحوم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بيها و طشر الصّمصوم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و بقلب العدو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ثابت صار وجدانه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393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4393" w:rsidRDefault="00E97288" w:rsidP="003F3BDE">
            <w:pPr>
              <w:pStyle w:val="libPoem"/>
            </w:pPr>
            <w:r>
              <w:rPr>
                <w:rtl/>
              </w:rPr>
              <w:t>صال و صدم قلب الجيش</w:t>
            </w:r>
            <w:r w:rsidR="001743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4393" w:rsidRDefault="00174393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4393" w:rsidRDefault="00E97288" w:rsidP="003F3BDE">
            <w:pPr>
              <w:pStyle w:val="libPoem"/>
            </w:pPr>
            <w:r>
              <w:rPr>
                <w:rtl/>
              </w:rPr>
              <w:t>قوّه بهمّته و شاله</w:t>
            </w:r>
            <w:r w:rsidR="001743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74393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74393" w:rsidRDefault="00E97288" w:rsidP="003F3BDE">
            <w:pPr>
              <w:pStyle w:val="libPoem"/>
            </w:pPr>
            <w:r>
              <w:rPr>
                <w:rtl/>
              </w:rPr>
              <w:t>الجناح عْلَى القلب ذبّه</w:t>
            </w:r>
            <w:r w:rsidR="0017439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74393" w:rsidRDefault="00174393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74393" w:rsidRDefault="00E97288" w:rsidP="003F3BDE">
            <w:pPr>
              <w:pStyle w:val="libPoem"/>
            </w:pPr>
            <w:r>
              <w:rPr>
                <w:rtl/>
              </w:rPr>
              <w:t>و لف يمناه بشماله</w:t>
            </w:r>
            <w:r w:rsidR="0017439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A23162" w:rsidP="003F3BDE">
            <w:pPr>
              <w:pStyle w:val="libPoem"/>
            </w:pPr>
            <w:r>
              <w:rPr>
                <w:rtl/>
              </w:rPr>
              <w:t>دمرها ابن الحسن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A23162" w:rsidP="003F3BDE">
            <w:pPr>
              <w:pStyle w:val="libPoem"/>
            </w:pPr>
            <w:r>
              <w:rPr>
                <w:rtl/>
              </w:rPr>
              <w:t>لو ما قطعت 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A23162" w:rsidP="003F3BDE">
            <w:pPr>
              <w:pStyle w:val="libPoem"/>
            </w:pPr>
            <w:r>
              <w:rPr>
                <w:rtl/>
              </w:rPr>
              <w:t>وقف ما بين هالآلاف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A23162" w:rsidP="003F3BDE">
            <w:pPr>
              <w:pStyle w:val="libPoem"/>
            </w:pPr>
            <w:r>
              <w:rPr>
                <w:rtl/>
              </w:rPr>
              <w:t>واحنى ولااختشى ولاخاف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شد نعله و لا ينشاف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حافي بين عدوانه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حشو هَبْهَب عدو الله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الازدي انحدر و تْعنّاه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شافه مشتغل بشراك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نعله و حالاً تقفّاه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الرّجس لو هو من الشّجع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ان جان بوجهه تلقّاه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ألف وَسْفَه وألف ياحيف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شبل الحسن مأوى الضّيف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طر الهامته بالسّيف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DA6F63" w:rsidP="003F3BDE">
            <w:pPr>
              <w:pStyle w:val="libPoem"/>
            </w:pPr>
            <w:r>
              <w:rPr>
                <w:rtl/>
              </w:rPr>
              <w:t>و تعفّر بتربانه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تعفّر بالتّرب مشقوق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راسه مخضّب بدمّه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و شبح عينه للمخيّم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بحسره و انتخى بعمّه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و عمّه اعتنى الجتّاله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و شطر راسه و وصل يمّه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23162" w:rsidTr="00A2316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لقاه بدمّه محنّى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23162" w:rsidRDefault="00A23162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23162" w:rsidRDefault="00631636" w:rsidP="003F3BDE">
            <w:pPr>
              <w:pStyle w:val="libPoem"/>
            </w:pPr>
            <w:r>
              <w:rPr>
                <w:rtl/>
              </w:rPr>
              <w:t>و بيض و سمر زفنّه</w:t>
            </w:r>
            <w:r w:rsidR="00A2316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80129" w:rsidRDefault="00480129" w:rsidP="00480129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4B726C" w:rsidTr="004B726C">
        <w:trPr>
          <w:trHeight w:val="350"/>
        </w:trPr>
        <w:tc>
          <w:tcPr>
            <w:tcW w:w="4347" w:type="dxa"/>
            <w:shd w:val="clear" w:color="auto" w:fill="auto"/>
          </w:tcPr>
          <w:p w:rsidR="004B726C" w:rsidRDefault="004B726C" w:rsidP="003F3BDE">
            <w:pPr>
              <w:pStyle w:val="libPoem"/>
            </w:pPr>
            <w:r>
              <w:rPr>
                <w:rtl/>
              </w:rPr>
              <w:t>مسح فيض الدّما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4B726C" w:rsidRDefault="004B726C" w:rsidP="003F3BDE">
            <w:pPr>
              <w:pStyle w:val="libPoem"/>
            </w:pPr>
            <w:r>
              <w:rPr>
                <w:rtl/>
              </w:rPr>
              <w:t>ولن الرّوح خلصانه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rPr>
          <w:trHeight w:val="350"/>
        </w:trPr>
        <w:tc>
          <w:tcPr>
            <w:tcW w:w="4347" w:type="dxa"/>
          </w:tcPr>
          <w:p w:rsidR="004B726C" w:rsidRDefault="004B726C" w:rsidP="003F3BDE">
            <w:pPr>
              <w:pStyle w:val="libPoem"/>
            </w:pPr>
            <w:r>
              <w:rPr>
                <w:rtl/>
              </w:rPr>
              <w:t>قعد يم ابن خيّه 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4B726C" w:rsidP="003F3BDE">
            <w:pPr>
              <w:pStyle w:val="libPoem"/>
            </w:pPr>
            <w:r>
              <w:rPr>
                <w:rtl/>
              </w:rPr>
              <w:t>عن حر الترب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rPr>
          <w:trHeight w:val="350"/>
        </w:trPr>
        <w:tc>
          <w:tcPr>
            <w:tcW w:w="4347" w:type="dxa"/>
          </w:tcPr>
          <w:p w:rsidR="004B726C" w:rsidRDefault="004B726C" w:rsidP="003F3BDE">
            <w:pPr>
              <w:pStyle w:val="libPoem"/>
            </w:pPr>
            <w:r>
              <w:rPr>
                <w:rtl/>
              </w:rPr>
              <w:t>و دار إيده على طوقه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بلوعه و وسّده زنده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rPr>
          <w:trHeight w:val="350"/>
        </w:trPr>
        <w:tc>
          <w:tcPr>
            <w:tcW w:w="4347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و شال جنازته وحده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يَوَسْفَه اعوان ما عنده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rPr>
          <w:trHeight w:val="350"/>
        </w:trPr>
        <w:tc>
          <w:tcPr>
            <w:tcW w:w="4347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و جابه بخيمة الموتى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و الزندين تابوته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شاله ابجبد مفتوته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4A20DD" w:rsidP="003F3BDE">
            <w:pPr>
              <w:pStyle w:val="libPoem"/>
            </w:pPr>
            <w:r>
              <w:rPr>
                <w:rtl/>
              </w:rPr>
              <w:t>وصفّه بجانب اخوانه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جذب ونّه و سمعنّه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الحريم الجان زفنّه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طبق فرّن و شافنّه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مسجّى و قاطع الونّه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تهاون و ايّسن منّه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رمله تصيح اجعدنّه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تكّن له يَعَماته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نريد نشوف طبراته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مذوبل ورد وجناته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الشعل بالقلب نيرانه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اندهشت نوبٍ تحبّه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توعّيه و تتجّي له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نوب تمدّده و تنسل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زلوفه و نوبٍ تشيله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هاجن بالنّحب سكنه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و زينب عمّته و ليلى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دارن بالولد صوبين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روّنه بدموع العين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4B726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ضجّن والشّهيد حسين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3F38A6" w:rsidP="003F3BDE">
            <w:pPr>
              <w:pStyle w:val="libPoem"/>
            </w:pPr>
            <w:r>
              <w:rPr>
                <w:rtl/>
              </w:rPr>
              <w:t>ما تتصوّر احزانه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80129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7"/>
        <w:gridCol w:w="4204"/>
      </w:tblGrid>
      <w:tr w:rsidR="004B726C" w:rsidTr="00C756BD">
        <w:trPr>
          <w:trHeight w:val="350"/>
        </w:trPr>
        <w:tc>
          <w:tcPr>
            <w:tcW w:w="4347" w:type="dxa"/>
            <w:shd w:val="clear" w:color="auto" w:fill="auto"/>
          </w:tcPr>
          <w:p w:rsidR="004B726C" w:rsidRDefault="00C756BD" w:rsidP="003F3BDE">
            <w:pPr>
              <w:pStyle w:val="libPoem"/>
            </w:pPr>
            <w:r>
              <w:rPr>
                <w:rFonts w:hint="cs"/>
                <w:rtl/>
              </w:rPr>
              <w:t>ي</w:t>
            </w:r>
            <w:r>
              <w:rPr>
                <w:rtl/>
              </w:rPr>
              <w:t>َبن المصطفى ناخيك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4B726C" w:rsidRDefault="00C756BD" w:rsidP="003F3BDE">
            <w:pPr>
              <w:pStyle w:val="libPoem"/>
            </w:pPr>
            <w:r>
              <w:rPr>
                <w:rtl/>
              </w:rPr>
              <w:t>و اسمع طلبتي و نخواي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C756BD">
        <w:trPr>
          <w:trHeight w:val="350"/>
        </w:trPr>
        <w:tc>
          <w:tcPr>
            <w:tcW w:w="4347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منكم طالب التّأييد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و التّوفيق دوم وياي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C756BD">
        <w:trPr>
          <w:trHeight w:val="350"/>
        </w:trPr>
        <w:tc>
          <w:tcPr>
            <w:tcW w:w="4347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و انت موزّم و ملزوم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يا فرع الامامه بهاي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B726C" w:rsidTr="00C756BD">
        <w:trPr>
          <w:trHeight w:val="350"/>
        </w:trPr>
        <w:tc>
          <w:tcPr>
            <w:tcW w:w="4347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آنا الباب المواهب جيت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B726C" w:rsidRDefault="004B726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B726C" w:rsidRDefault="00B03E0D" w:rsidP="003F3BDE">
            <w:pPr>
              <w:pStyle w:val="libPoem"/>
            </w:pPr>
            <w:r>
              <w:rPr>
                <w:rtl/>
              </w:rPr>
              <w:t>يَبن الزّاكيه و نخّيت</w:t>
            </w:r>
            <w:r w:rsidR="004B726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A266D" w:rsidTr="003F3BDE">
        <w:trPr>
          <w:trHeight w:val="350"/>
        </w:trPr>
        <w:tc>
          <w:tcPr>
            <w:tcW w:w="3920" w:type="dxa"/>
            <w:shd w:val="clear" w:color="auto" w:fill="auto"/>
          </w:tcPr>
          <w:p w:rsidR="004A266D" w:rsidRDefault="004A266D" w:rsidP="003F3BDE">
            <w:pPr>
              <w:pStyle w:val="libPoem"/>
            </w:pPr>
            <w:r>
              <w:rPr>
                <w:rtl/>
              </w:rPr>
              <w:t>و احنا غير هذا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A266D" w:rsidRDefault="004A266D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A266D" w:rsidRDefault="004A266D" w:rsidP="003F3BDE">
            <w:pPr>
              <w:pStyle w:val="libPoem"/>
            </w:pPr>
            <w:r>
              <w:rPr>
                <w:rtl/>
              </w:rPr>
              <w:t>ما نوقف ابّيبانه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C3B35">
      <w:pPr>
        <w:pStyle w:val="libCenterBold1"/>
      </w:pPr>
      <w:r>
        <w:rPr>
          <w:rtl/>
        </w:rPr>
        <w:t>علي</w:t>
      </w:r>
      <w:r w:rsidR="00E33040">
        <w:rPr>
          <w:rtl/>
        </w:rPr>
        <w:t xml:space="preserve"> </w:t>
      </w:r>
      <w:r>
        <w:rPr>
          <w:rtl/>
        </w:rPr>
        <w:t>الأكبر يطلب الرخصة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CC712A" w:rsidTr="00B668FF">
        <w:trPr>
          <w:trHeight w:val="350"/>
        </w:trPr>
        <w:tc>
          <w:tcPr>
            <w:tcW w:w="4347" w:type="dxa"/>
            <w:shd w:val="clear" w:color="auto" w:fill="auto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طلع لكبر عزيز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محرب شارع اسنانه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 امّه تشجّعه و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وتصب 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 المذهّب بجفّه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حتف الموت عنوانه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شافه حسين و 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عليه انهمل مدمعها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يقلّه يا حشاي امّك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وراك تنوح ودّعها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ترى طلعت من الخيمه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ينور العين رجّعها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رجع للوالده و جاها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 ودّعها و سلّاها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 وسط الخدر خلّاها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و عليه انحنت ولهانه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تقلّه وداعة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يالوحيّد يَنُور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قلبي انمزع يَوليدي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بْطلعتك و انشطر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محلّل روح اريدنّك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CC712A" w:rsidP="003F3BDE">
            <w:pPr>
              <w:pStyle w:val="libPoem"/>
            </w:pPr>
            <w:r>
              <w:rPr>
                <w:rtl/>
              </w:rPr>
              <w:t>ترى فدوه لبوك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شح بيك القضا يبني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و عليك الدّهر حاتفني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و بالدّلّال صوّبني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و دمعي الحمر نيشانه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طلب رخصه من ابوه حس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ين و حسين انشعب قلبه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712A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حنى ظهره عَلَى وليده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712A" w:rsidRDefault="00CC712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712A" w:rsidRDefault="00B668FF" w:rsidP="003F3BDE">
            <w:pPr>
              <w:pStyle w:val="libPoem"/>
            </w:pPr>
            <w:r>
              <w:rPr>
                <w:rtl/>
              </w:rPr>
              <w:t>وعَلَى وجهَه الدّمع صبّه</w:t>
            </w:r>
            <w:r w:rsidR="00CC712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رفع راسه و فتح جفّه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يبث اشكايته الربّه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يناجيه و الدّمع نثّار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إلك شكواي يا جبّار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هذا اليشبه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ماشي الحرب 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ضم ابنه لعد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و يخفي بالنّحيب الصّوت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يقلّه يا ثمر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دليلي بطلبتك مفتوت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برجلك يا صبي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B668FF" w:rsidP="003F3BDE">
            <w:pPr>
              <w:pStyle w:val="libPoem"/>
            </w:pPr>
            <w:r>
              <w:rPr>
                <w:rtl/>
              </w:rPr>
              <w:t>تمشي يالولد للموت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9255A1" w:rsidP="003F3BDE">
            <w:pPr>
              <w:pStyle w:val="libPoem"/>
            </w:pPr>
            <w:r>
              <w:rPr>
                <w:rtl/>
              </w:rPr>
              <w:t>قلّه يا شبل عدنان</w:t>
            </w:r>
            <w:r w:rsidR="00B668F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9255A1" w:rsidP="003F3BDE">
            <w:pPr>
              <w:pStyle w:val="libPoem"/>
            </w:pPr>
            <w:r>
              <w:rPr>
                <w:rtl/>
              </w:rPr>
              <w:t>ما عندك يبويه اعوان</w:t>
            </w:r>
            <w:r w:rsidR="00B668F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Pr="009255A1" w:rsidRDefault="009255A1" w:rsidP="003F3BDE">
            <w:pPr>
              <w:pStyle w:val="libPoem"/>
            </w:pPr>
            <w:r>
              <w:rPr>
                <w:rtl/>
              </w:rPr>
              <w:t>بين جنود ابن سفيان</w:t>
            </w:r>
            <w:r w:rsidR="00B668FF" w:rsidRPr="009255A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9255A1" w:rsidP="003F3BDE">
            <w:pPr>
              <w:pStyle w:val="libPoem"/>
            </w:pPr>
            <w:r>
              <w:rPr>
                <w:rtl/>
              </w:rPr>
              <w:t>و عمري حان ميحانه</w:t>
            </w:r>
            <w:r w:rsidR="00B668F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68FF" w:rsidTr="00B668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668FF" w:rsidRDefault="009255A1" w:rsidP="003F3BDE">
            <w:pPr>
              <w:pStyle w:val="libPoem"/>
            </w:pPr>
            <w:r>
              <w:rPr>
                <w:rtl/>
              </w:rPr>
              <w:t>سطى مغضب حفيد الل</w:t>
            </w:r>
            <w:r w:rsidR="00B668F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668FF" w:rsidRDefault="00B668FF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668FF" w:rsidRDefault="009255A1" w:rsidP="003F3BDE">
            <w:pPr>
              <w:pStyle w:val="libPoem"/>
            </w:pPr>
            <w:r>
              <w:rPr>
                <w:rtl/>
              </w:rPr>
              <w:t>يث ابو الحسنين و تجنّى</w:t>
            </w:r>
            <w:r w:rsidR="00B668F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C3B35" w:rsidRDefault="00FC3B35" w:rsidP="00FC3B3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C8666A" w:rsidTr="00C8666A">
        <w:trPr>
          <w:trHeight w:val="350"/>
        </w:trPr>
        <w:tc>
          <w:tcPr>
            <w:tcW w:w="4347" w:type="dxa"/>
            <w:shd w:val="clear" w:color="auto" w:fill="auto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أبويه حسين ناداهم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و جدّي قاسم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rPr>
          <w:trHeight w:val="350"/>
        </w:trPr>
        <w:tc>
          <w:tcPr>
            <w:tcW w:w="4347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وجدّي المصطفى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و كل المكرمات النا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rPr>
          <w:trHeight w:val="350"/>
        </w:trPr>
        <w:tc>
          <w:tcPr>
            <w:tcW w:w="4347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حمزه عم ابو الحسنين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وجعفر عم ابويه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rPr>
          <w:trHeight w:val="350"/>
        </w:trPr>
        <w:tc>
          <w:tcPr>
            <w:tcW w:w="4347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و انا عمّي البلا جفّين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C8666A" w:rsidP="003F3BDE">
            <w:pPr>
              <w:pStyle w:val="libPoem"/>
            </w:pPr>
            <w:r>
              <w:rPr>
                <w:rtl/>
              </w:rPr>
              <w:t>شال السّيف باسنانه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rPr>
          <w:trHeight w:val="350"/>
        </w:trPr>
        <w:tc>
          <w:tcPr>
            <w:tcW w:w="4347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توسّطها لَكنّه ليث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مشبل يحمي اشباله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يتعنّى العلم عمداً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و يطيّر راس شيّاله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و خلّاها تصيح الغوث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شبل حسين بافعاله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95304F" w:rsidP="003F3BDE">
            <w:pPr>
              <w:pStyle w:val="libPoem"/>
            </w:pPr>
            <w:r>
              <w:rPr>
                <w:rtl/>
              </w:rPr>
              <w:t>تخر روس وتطير نفوس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1B57B5" w:rsidP="003F3BDE">
            <w:pPr>
              <w:pStyle w:val="libPoem"/>
            </w:pPr>
            <w:r>
              <w:rPr>
                <w:rtl/>
              </w:rPr>
              <w:t>وغنّى السّيف فوق الطّوس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1B57B5" w:rsidP="003F3BDE">
            <w:pPr>
              <w:pStyle w:val="libPoem"/>
            </w:pPr>
            <w:r>
              <w:rPr>
                <w:rtl/>
              </w:rPr>
              <w:t>وفرّت بالعزيزه الشّوس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1B57B5" w:rsidP="003F3BDE">
            <w:pPr>
              <w:pStyle w:val="libPoem"/>
            </w:pPr>
            <w:r>
              <w:rPr>
                <w:rtl/>
              </w:rPr>
              <w:t>قوّه و فرغ ميدانه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1B57B5" w:rsidP="003F3BDE">
            <w:pPr>
              <w:pStyle w:val="libPoem"/>
            </w:pPr>
            <w:r>
              <w:rPr>
                <w:rtl/>
              </w:rPr>
              <w:t>حام بحومة الميدان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1B57B5" w:rsidP="003F3BDE">
            <w:pPr>
              <w:pStyle w:val="libPoem"/>
            </w:pPr>
            <w:r>
              <w:rPr>
                <w:rtl/>
              </w:rPr>
              <w:t>يلعب بالرّمح و السّيف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و اخلى كل ملازمها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الحيد و طاب منّه الكيف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و نيران سعرت بحشاه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نار العطَش نار الصّيف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و نار سلاحه الصّوبين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و نار فراق ابوه حسين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DF6452" w:rsidP="003F3BDE">
            <w:pPr>
              <w:pStyle w:val="libPoem"/>
            </w:pPr>
            <w:r>
              <w:rPr>
                <w:rtl/>
              </w:rPr>
              <w:t>و نار الشابحه بالعين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تنعى اببّاب صيوانه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و بن سعد الخبيث احتار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يتلفّت شمال يمين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فر من خيمته مدهوش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صاح اهل المراكز وين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من هالجدّل الفرسان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قالوا هذا شبل حسين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نادى يَبن غانم ثور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هاللي يشع وجهه بْنور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C8666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أريد اتجيبه لي مأسور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666A" w:rsidRDefault="00545D84" w:rsidP="003F3BDE">
            <w:pPr>
              <w:pStyle w:val="libPoem"/>
            </w:pPr>
            <w:r>
              <w:rPr>
                <w:rtl/>
              </w:rPr>
              <w:t>هد الجيش و اركانه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C3B35">
      <w:pPr>
        <w:pStyle w:val="libCenterBold1"/>
      </w:pPr>
      <w:r>
        <w:rPr>
          <w:rtl/>
        </w:rPr>
        <w:t>مقاتلاته حتى 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8666A" w:rsidTr="003F3BDE">
        <w:trPr>
          <w:trHeight w:val="350"/>
        </w:trPr>
        <w:tc>
          <w:tcPr>
            <w:tcW w:w="3920" w:type="dxa"/>
            <w:shd w:val="clear" w:color="auto" w:fill="auto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ثَلَثْتنعام شبل حسين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هد الجيش و اركانه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3F3BDE">
        <w:trPr>
          <w:trHeight w:val="350"/>
        </w:trPr>
        <w:tc>
          <w:tcPr>
            <w:tcW w:w="3920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و لَن بكر بن غانم جاه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للميدان يتعدّاه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3F3BDE">
        <w:trPr>
          <w:trHeight w:val="350"/>
        </w:trPr>
        <w:tc>
          <w:tcPr>
            <w:tcW w:w="3920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شبه المصطفى لاقاه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يهز السّيف و الزّانه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3F3BDE">
        <w:trPr>
          <w:trHeight w:val="350"/>
        </w:trPr>
        <w:tc>
          <w:tcPr>
            <w:tcW w:w="3920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قبل لا يوصل تلقّاه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عاني و فلهن زلوفه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3F3BDE">
        <w:trPr>
          <w:trHeight w:val="350"/>
        </w:trPr>
        <w:tc>
          <w:tcPr>
            <w:tcW w:w="3920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عليه مثل الصّقر حلّ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ق بهجماته المعروفه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66A" w:rsidTr="003F3BDE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و ابوه بمركزه ناصب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8666A" w:rsidRDefault="00C8666A" w:rsidP="003F3BD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8666A" w:rsidRDefault="00DF15A5" w:rsidP="003F3BDE">
            <w:pPr>
              <w:pStyle w:val="libPoem"/>
            </w:pPr>
            <w:r>
              <w:rPr>
                <w:rtl/>
              </w:rPr>
              <w:t>عليه العين و يشوفه</w:t>
            </w:r>
            <w:r w:rsidR="00C8666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C3B35" w:rsidRDefault="00FC3B35" w:rsidP="00FC3B3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557777" w:rsidTr="007741C5">
        <w:trPr>
          <w:trHeight w:val="350"/>
        </w:trPr>
        <w:tc>
          <w:tcPr>
            <w:tcW w:w="4347" w:type="dxa"/>
            <w:shd w:val="clear" w:color="auto" w:fill="auto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وليلى تشوف وجه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متنومس بنور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 يقلّه كَفُو ونعمين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لَنْها امغيّره الوانه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تقلّه يا حشا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على مهجة قليبي شْصار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أشو وجهك يبو 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عليه من الهموم غبار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يقلها برَز لوليدي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شجاع مجرّب و غدّار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وهو ظامي الجبد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=سئلي الواحد المعبود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يصرع هالرّجس ويعود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منصور عْلَى 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وقفت وسط خيمتها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تحن و رافعه الجفّين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إلهي سلّم وليدي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 حق غربة ابوه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 الاكبر عاجل الطّاغي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بْضَربه و انقلب شطرين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كف الجيش عن دربه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ورجع والعطَش مض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يريد الجايزه شربه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و وقف جدّام معلانه=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يقلّه شربة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يَبويه العطَش فت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قلّه الماي يَبْني 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راح اللي يجيب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57777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عسره و غير موجوده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557777" w:rsidRDefault="00557777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557777" w:rsidRDefault="00557777" w:rsidP="003F3BDE">
            <w:pPr>
              <w:pStyle w:val="libPoem"/>
            </w:pPr>
            <w:r>
              <w:rPr>
                <w:rtl/>
              </w:rPr>
              <w:t>يَبن ليلى طلبْتَك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أبث شكواي للجبّار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ما بيهم رحم 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قلبي مثل قلبك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يتسعّر بنيرانه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جاب الولد للخيمه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7741C5" w:rsidP="003F3BDE">
            <w:pPr>
              <w:pStyle w:val="libPoem"/>
            </w:pPr>
            <w:r>
              <w:rPr>
                <w:rtl/>
              </w:rPr>
              <w:t>و دموع العين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آه يا ساعة التّوديع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ضجّت بالخبا عياله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هذي لازمه بيده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 هذي لازمه اذياله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 ابو السجّاد مد ايده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 اخذ من يمهن وليده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ولوى زنده على جيده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 حبّه و ركّبه حصانه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رجع للمعركه ويلاه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و مر و عاين الشبّان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نومه مخضّبه بدموم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كلها موسّده التّربان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شب نار الحماسه و صب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عذاب الله على الجيمان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41C5" w:rsidTr="007741C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يصرخ صرخة الكرّار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41C5" w:rsidRDefault="007741C5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41C5" w:rsidRDefault="008D32AB" w:rsidP="003F3BDE">
            <w:pPr>
              <w:pStyle w:val="libPoem"/>
            </w:pPr>
            <w:r>
              <w:rPr>
                <w:rtl/>
              </w:rPr>
              <w:t>يحصد روس بالبتّار</w:t>
            </w:r>
            <w:r w:rsidR="007741C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C3B35" w:rsidRDefault="00FC3B35" w:rsidP="00FC3B3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8D32AB" w:rsidTr="0025731C">
        <w:trPr>
          <w:trHeight w:val="350"/>
        </w:trPr>
        <w:tc>
          <w:tcPr>
            <w:tcW w:w="4347" w:type="dxa"/>
            <w:shd w:val="clear" w:color="auto" w:fill="auto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شال الها سما مْن غبار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لعنان السّما عنانه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rPr>
          <w:trHeight w:val="350"/>
        </w:trPr>
        <w:tc>
          <w:tcPr>
            <w:tcW w:w="4347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كر بهيبة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بيها و الشّهيد يشوف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rPr>
          <w:trHeight w:val="350"/>
        </w:trPr>
        <w:tc>
          <w:tcPr>
            <w:tcW w:w="4347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يمحي صفوف يا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و تترادف عليه صفوف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rPr>
          <w:trHeight w:val="350"/>
        </w:trPr>
        <w:tc>
          <w:tcPr>
            <w:tcW w:w="4347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و اببّاب الخدر سكنه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8D32AB" w:rsidP="003F3BDE">
            <w:pPr>
              <w:pStyle w:val="libPoem"/>
            </w:pPr>
            <w:r>
              <w:rPr>
                <w:rtl/>
              </w:rPr>
              <w:t>تهلهل و الدّمع مذروف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rPr>
          <w:trHeight w:val="350"/>
        </w:trPr>
        <w:tc>
          <w:tcPr>
            <w:tcW w:w="4347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خلّى الخيل بس سروج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ضيّق بالاجساد فجوج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و الطّف بالدموم تموج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نوح و فيض طوفانه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مثل حمزه هجم و الجي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ش ما يكترث بَاهْواله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جم صنديد شبل حسين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من صهوة مُهُر شاله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نسف جيش العدا و نكّس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386BDE" w:rsidP="003F3BDE">
            <w:pPr>
              <w:pStyle w:val="libPoem"/>
            </w:pPr>
            <w:r>
              <w:rPr>
                <w:rtl/>
              </w:rPr>
              <w:t>اعلامه و جدّل ابطاله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صواعق عاد من جاها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بليّا قلوب خلّاها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تدوّر وين ملجاها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بكاس الموت سكرانه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عليها دروبها انسدّت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وكاس الموت بيها يدور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حفيد اللي شطر مرحب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دعاها عْلَى الوطيّه شطور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من تلمع صفاح البيض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صكْها من النبوّه بنور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32AB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يفخر بالنّسب بالكون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D32AB" w:rsidRDefault="008D32AB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D32AB" w:rsidRDefault="005955B7" w:rsidP="003F3BDE">
            <w:pPr>
              <w:pStyle w:val="libPoem"/>
            </w:pPr>
            <w:r>
              <w:rPr>
                <w:rtl/>
              </w:rPr>
              <w:t>واخذ يحلف ابّاري الكون</w:t>
            </w:r>
            <w:r w:rsidR="008D32A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يخسا ابن الدّعي الملعون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يحكم نغل مرجانه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العبدي ابن الخنا يدري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لو انه يصير جدّامه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ينظمه بطعنة الخطّي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 يخلّي اولاده يتامى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يمينه انشلّت اتقفّاه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بالضّربه على الهامه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تعلّق بالمهر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من دارت عليه اعداه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شرايك بالذي تولّاه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بالميدان 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عليه كلّت من الصّوب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ين خيّاله و رجّاله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 جاه الطّعن من خلفه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 عن يمناه و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ومن ضرب الهنادي اشْص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ار يهل الرّحم باحواله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عينه غرّبت للموت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قلبه من الظّما مفتوت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731C" w:rsidTr="0025731C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وجّه يَم ابوه الصّوت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5731C" w:rsidRDefault="0025731C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5731C" w:rsidRDefault="0025731C" w:rsidP="003F3BDE">
            <w:pPr>
              <w:pStyle w:val="libPoem"/>
            </w:pPr>
            <w:r>
              <w:rPr>
                <w:rtl/>
              </w:rPr>
              <w:t>و تمرّغ بْترسانه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C3B35" w:rsidRDefault="00FC3B35" w:rsidP="00FC3B35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FC3B35">
      <w:pPr>
        <w:pStyle w:val="libCenterBold1"/>
      </w:pPr>
      <w:r>
        <w:rPr>
          <w:rtl/>
        </w:rPr>
        <w:t>الحسين على جثة ولده الأكبر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6"/>
        <w:gridCol w:w="306"/>
        <w:gridCol w:w="4210"/>
      </w:tblGrid>
      <w:tr w:rsidR="00784A66" w:rsidTr="0087392D">
        <w:trPr>
          <w:trHeight w:val="350"/>
        </w:trPr>
        <w:tc>
          <w:tcPr>
            <w:tcW w:w="4347" w:type="dxa"/>
            <w:shd w:val="clear" w:color="auto" w:fill="auto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بس ما طاح شبل 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ين متعفّر بتربانه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شْحاله من وصل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أبوه ما ينوصف 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لقاه مخضّب بدمّه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وحن وهاجت احزانه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انحنى و تحنّت 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و سحايب صارت 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يصيح ابني و ثمر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عليه الجبد مالومه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حياتي تنغّصت من جو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ر هالأمة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شلون تصير مرحومه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و نبيها سفكت 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عسى كوفان مهدومه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و قصرها يسيخ بنيانه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زينب بالخبا و سمعت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بواجي حسين و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فرّت حاسره و 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يعين امّي اشْهالمصيبه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يخويه جان لكبر 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ح عجّل للخيَم جِيبه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نِشِد جرحه يَبن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خلّه يودّعه الوجعان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يَبن امّي ترى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تطلع و اظل حيرانه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خلّى الولد بالرّمضا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و إجا الزينب يحاجيها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4A66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نسيت مصيبة وليدي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4A66" w:rsidRDefault="00784A66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4A66" w:rsidRDefault="00784A66" w:rsidP="003F3BDE">
            <w:pPr>
              <w:pStyle w:val="libPoem"/>
            </w:pPr>
            <w:r>
              <w:rPr>
                <w:rtl/>
              </w:rPr>
              <w:t>يقول الها و يسلّيها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392D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و زوّدها بْصبر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7392D" w:rsidRDefault="0087392D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و رد ستورها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392D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و رد مقروح لوليده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7392D" w:rsidRDefault="0087392D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و قعد يمّه و لوى جيده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392D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عليه و غمّضه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7392D" w:rsidRDefault="0087392D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و هو الصّبر من 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7392D" w:rsidTr="0087392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يقلّه يالولد يالما قض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7392D" w:rsidRDefault="0087392D" w:rsidP="003F3BDE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7392D" w:rsidRDefault="0087392D" w:rsidP="003F3BDE">
            <w:pPr>
              <w:pStyle w:val="libPoem"/>
            </w:pPr>
            <w:r>
              <w:rPr>
                <w:rtl/>
              </w:rPr>
              <w:t>يت من العمر شفّك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0F7D20" w:rsidTr="00BC0D64">
        <w:trPr>
          <w:trHeight w:val="350"/>
        </w:trPr>
        <w:tc>
          <w:tcPr>
            <w:tcW w:w="4347" w:type="dxa"/>
            <w:shd w:val="clear" w:color="auto" w:fill="auto"/>
          </w:tcPr>
          <w:p w:rsidR="000F7D20" w:rsidRDefault="000F7D20" w:rsidP="0066157B">
            <w:pPr>
              <w:pStyle w:val="libPoem"/>
            </w:pPr>
            <w:r>
              <w:rPr>
                <w:rtl/>
              </w:rPr>
              <w:t>شبابك وردته ذبلت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F7D20" w:rsidRDefault="000F7D20" w:rsidP="0066157B">
            <w:pPr>
              <w:pStyle w:val="libPoem"/>
            </w:pPr>
            <w:r>
              <w:rPr>
                <w:rtl/>
              </w:rPr>
              <w:t>يَوَسْفَه و عاجلك حتفك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rPr>
          <w:trHeight w:val="350"/>
        </w:trPr>
        <w:tc>
          <w:tcPr>
            <w:tcW w:w="4347" w:type="dxa"/>
          </w:tcPr>
          <w:p w:rsidR="000F7D20" w:rsidRDefault="000F7D20" w:rsidP="0066157B">
            <w:pPr>
              <w:pStyle w:val="libPoem"/>
            </w:pPr>
            <w:r>
              <w:rPr>
                <w:rtl/>
              </w:rPr>
              <w:t>لاويت الدّهر يَبْني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0F7D20" w:rsidP="0066157B">
            <w:pPr>
              <w:pStyle w:val="libPoem"/>
            </w:pPr>
            <w:r>
              <w:rPr>
                <w:rtl/>
              </w:rPr>
              <w:t>و صروفه ما لوَن جفّك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rPr>
          <w:trHeight w:val="350"/>
        </w:trPr>
        <w:tc>
          <w:tcPr>
            <w:tcW w:w="4347" w:type="dxa"/>
          </w:tcPr>
          <w:p w:rsidR="000F7D20" w:rsidRDefault="000F7D20" w:rsidP="0066157B">
            <w:pPr>
              <w:pStyle w:val="libPoem"/>
            </w:pPr>
            <w:r>
              <w:rPr>
                <w:rtl/>
              </w:rPr>
              <w:t>بعدك من بقى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0F7D20" w:rsidP="0066157B">
            <w:pPr>
              <w:pStyle w:val="libPoem"/>
            </w:pPr>
            <w:r w:rsidRPr="00067003">
              <w:rPr>
                <w:rtl/>
              </w:rPr>
              <w:t>أح</w:t>
            </w:r>
            <w:r>
              <w:rPr>
                <w:rtl/>
              </w:rPr>
              <w:t xml:space="preserve"> ونّاتك تفت حشاي</w:t>
            </w:r>
            <w:r>
              <w:rPr>
                <w:rFonts w:hint="cs"/>
                <w:rtl/>
              </w:rPr>
              <w:t xml:space="preserve"> </w:t>
            </w:r>
            <w:r w:rsidRPr="00067003">
              <w:rPr>
                <w:rtl/>
              </w:rPr>
              <w:t>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يوليدي عْلَى شربة ماي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روحك غدت لهفانه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يشبلٍ راح للعشرين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بعده ما بلغ سنّه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على حر التّرب يا 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ور عيني نام و تهنّى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و لنّه غرّبت عينه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يويلي و قصّر الونّه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خر فوقه وجذب حسرات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لَنْها انقطعت الونّات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ومن شخصت عيونه ومات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قام حسين باحزانه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فرشها بُرْدته و جمّع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اوصاله و صاح يَوليدي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على الدّنيا العَفا بعدك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EE2F77" w:rsidP="0066157B">
            <w:pPr>
              <w:pStyle w:val="libPoem"/>
            </w:pPr>
            <w:r>
              <w:rPr>
                <w:rtl/>
              </w:rPr>
              <w:t>يَبويه عْلَى القضا شْبيدي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أغسلك بالدّمع والجف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ن ثوبي و نعشك زنودي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جاب الولد للصّيوان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مدّه بجانب الشبّان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ضجّن بالبجا النّسوان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وامّه اطلعت دوهانه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F7D20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طلعت تخمش الخدّين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F7D20" w:rsidRDefault="000F7D20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F7D20" w:rsidRDefault="00AF2121" w:rsidP="0066157B">
            <w:pPr>
              <w:pStyle w:val="libPoem"/>
            </w:pPr>
            <w:r>
              <w:rPr>
                <w:rtl/>
              </w:rPr>
              <w:t>و اتهل الدّمع ليلى</w:t>
            </w:r>
            <w:r w:rsidR="000F7D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تصيح مدوهشه و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ما يمكن تفاصيله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جنت امْأَمّله يبقى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ذخر ليّه و اربّي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دهري اشلون خيّبني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براس القلب صوّبني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شبابك يالولد يبني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انقصف من غير ميحانه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و ريحانة الزّهرا يصيح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حِلّن هالدّرع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و صبّن دمع عالطّبره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و شعر الرّاس نسلنّه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ترى من ساعة الشلْته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وليدي قاطع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عليه الاسف و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BC0D64" w:rsidP="0066157B">
            <w:pPr>
              <w:pStyle w:val="libPoem"/>
            </w:pPr>
            <w:r>
              <w:rPr>
                <w:rtl/>
              </w:rPr>
              <w:t>شباب اثمنتعش عمره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0D64" w:rsidTr="00BC0D6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C0D64" w:rsidRDefault="000F4F3D" w:rsidP="0066157B">
            <w:pPr>
              <w:pStyle w:val="libPoem"/>
            </w:pPr>
            <w:r>
              <w:rPr>
                <w:rtl/>
              </w:rPr>
              <w:t>إلج من عين يا زهرا</w:t>
            </w:r>
            <w:r w:rsidR="00BC0D6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C0D64" w:rsidRDefault="00BC0D64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C0D64" w:rsidRDefault="000F4F3D" w:rsidP="0066157B">
            <w:pPr>
              <w:pStyle w:val="libPoem"/>
            </w:pPr>
            <w:r>
              <w:rPr>
                <w:rtl/>
              </w:rPr>
              <w:t>وسيله و هاي عنوانه</w:t>
            </w:r>
            <w:r w:rsidR="00BC0D6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3F3BDE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F4F3D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F4F3D" w:rsidRDefault="000F4F3D" w:rsidP="0066157B">
            <w:pPr>
              <w:pStyle w:val="libPoem"/>
            </w:pPr>
            <w:r>
              <w:rPr>
                <w:rtl/>
              </w:rPr>
              <w:t>نظمت و منتظم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F4F3D" w:rsidRDefault="000F4F3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F4F3D" w:rsidRDefault="000F4F3D" w:rsidP="0066157B">
            <w:pPr>
              <w:pStyle w:val="libPoem"/>
            </w:pPr>
            <w:r>
              <w:rPr>
                <w:rtl/>
              </w:rPr>
              <w:t>بولاكم و الدّمع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F3BDE" w:rsidRDefault="003F3BDE" w:rsidP="003F3BD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9319C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79319C" w:rsidRDefault="0079319C" w:rsidP="0066157B">
            <w:pPr>
              <w:pStyle w:val="libPoem"/>
            </w:pPr>
            <w:r>
              <w:rPr>
                <w:rtl/>
              </w:rPr>
              <w:t>فرض ونفل عندي 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9319C" w:rsidRDefault="0079319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9319C" w:rsidRDefault="0079319C" w:rsidP="0066157B">
            <w:pPr>
              <w:pStyle w:val="libPoem"/>
            </w:pPr>
            <w:r>
              <w:rPr>
                <w:rtl/>
              </w:rPr>
              <w:t>ار حتّى ينقضي عمري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319C" w:rsidTr="0066157B">
        <w:trPr>
          <w:trHeight w:val="350"/>
        </w:trPr>
        <w:tc>
          <w:tcPr>
            <w:tcW w:w="3920" w:type="dxa"/>
          </w:tcPr>
          <w:p w:rsidR="0079319C" w:rsidRDefault="0079319C" w:rsidP="0066157B">
            <w:pPr>
              <w:pStyle w:val="libPoem"/>
            </w:pPr>
            <w:r>
              <w:rPr>
                <w:rtl/>
              </w:rPr>
              <w:t>جمر صبّيت من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319C" w:rsidRDefault="0079319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319C" w:rsidRDefault="0079319C" w:rsidP="0066157B">
            <w:pPr>
              <w:pStyle w:val="libPoem"/>
            </w:pPr>
            <w:r>
              <w:rPr>
                <w:rtl/>
              </w:rPr>
              <w:t>المصايبكم و انا الجمري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319C" w:rsidTr="0066157B">
        <w:trPr>
          <w:trHeight w:val="350"/>
        </w:trPr>
        <w:tc>
          <w:tcPr>
            <w:tcW w:w="3920" w:type="dxa"/>
          </w:tcPr>
          <w:p w:rsidR="0079319C" w:rsidRDefault="0066126B" w:rsidP="0066157B">
            <w:pPr>
              <w:pStyle w:val="libPoem"/>
            </w:pPr>
            <w:r>
              <w:rPr>
                <w:rtl/>
              </w:rPr>
              <w:t>و خادمكم مدى دهره</w:t>
            </w:r>
            <w:r w:rsidR="007931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319C" w:rsidRDefault="0079319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319C" w:rsidRDefault="0066126B" w:rsidP="0066157B">
            <w:pPr>
              <w:pStyle w:val="libPoem"/>
            </w:pPr>
            <w:r>
              <w:rPr>
                <w:rtl/>
              </w:rPr>
              <w:t>يبجي و يسجب العبره</w:t>
            </w:r>
            <w:r w:rsidR="0079319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9319C" w:rsidTr="0066157B">
        <w:trPr>
          <w:trHeight w:val="350"/>
        </w:trPr>
        <w:tc>
          <w:tcPr>
            <w:tcW w:w="3920" w:type="dxa"/>
          </w:tcPr>
          <w:p w:rsidR="0079319C" w:rsidRDefault="0066126B" w:rsidP="0066157B">
            <w:pPr>
              <w:pStyle w:val="libPoem"/>
            </w:pPr>
            <w:r>
              <w:rPr>
                <w:rtl/>
              </w:rPr>
              <w:t>عسى مقبول يا زهرا</w:t>
            </w:r>
            <w:r w:rsidR="007931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9319C" w:rsidRDefault="0079319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9319C" w:rsidRDefault="0066126B" w:rsidP="0066157B">
            <w:pPr>
              <w:pStyle w:val="libPoem"/>
            </w:pPr>
            <w:r>
              <w:rPr>
                <w:rtl/>
              </w:rPr>
              <w:t>و عساه مثبّت ايمانه</w:t>
            </w:r>
            <w:r w:rsidR="0079319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3F3BDE">
      <w:pPr>
        <w:pStyle w:val="libCenterBold1"/>
      </w:pPr>
      <w:r>
        <w:rPr>
          <w:rtl/>
        </w:rPr>
        <w:t>مصرع</w:t>
      </w:r>
      <w:r w:rsidR="00E33040">
        <w:rPr>
          <w:rtl/>
        </w:rPr>
        <w:t xml:space="preserve"> </w:t>
      </w:r>
      <w:r>
        <w:rPr>
          <w:rtl/>
        </w:rPr>
        <w:t>عبد الله الرضيع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66126B" w:rsidTr="007761EA">
        <w:trPr>
          <w:trHeight w:val="350"/>
        </w:trPr>
        <w:tc>
          <w:tcPr>
            <w:tcW w:w="4347" w:type="dxa"/>
            <w:shd w:val="clear" w:color="auto" w:fill="auto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سبط المصطفى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مشى بْطفله العدوانه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مغمّض عينه و خَلْصان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يابس بالظّما لسانه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ندَه يَعْوان ابن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ملهوف الطّفل شوفوه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فت قلبه سموم القيض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منّي يالاسلام اخذوه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جبده يابسه بالماي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بخّوها و علي ردّوه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بَالله تورّعوا و ذكروا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اشْقال الله بقرآنه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حزب من جيشهم قالوا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أطفال وتمنعوها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رضعان بعطشها تموت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محّد يحتملها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و حزب الخارجيّه يصيح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سمعوا المشْوَرَه و الرّاي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منعوا الماي خلّوها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تموت بْعَطَش رضعانه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وبن سعد الرّجس نادى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الخبيث اقطع نزاع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يَقَاسي القلُب يا سطّاي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واذبح هالطّفل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نيشن رقبته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و ارداه بْسَهَم 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قطع نحره و ابو السجّ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اد لمّه بين ذرعانه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26B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لفّه اببّردته و ضمّه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6126B" w:rsidRDefault="0066126B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6126B" w:rsidRDefault="0066126B" w:rsidP="0066157B">
            <w:pPr>
              <w:pStyle w:val="libPoem"/>
            </w:pPr>
            <w:r>
              <w:rPr>
                <w:rtl/>
              </w:rPr>
              <w:t>و شال دماه بيدينه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و ذبّه للسّما صاعد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و للباري شبَح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ينادي يا إله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شوف السادي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و رد بالطّفل للخيمه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و سكنه اطلعت لهفانه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تقلّه سقيت عبد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الماي و وين باجيّه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يقلها اخذيه يَسكينه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السّهم فصّم تراكيّه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761EA" w:rsidTr="007761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ودّيه للحنونه امّه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761EA" w:rsidRDefault="007761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761EA" w:rsidRDefault="007761EA" w:rsidP="0066157B">
            <w:pPr>
              <w:pStyle w:val="libPoem"/>
            </w:pPr>
            <w:r>
              <w:rPr>
                <w:rtl/>
              </w:rPr>
              <w:t>الياذيها بواجيّه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F3BDE" w:rsidRDefault="003F3BDE" w:rsidP="003F3BD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E05F13" w:rsidTr="00E05F13">
        <w:trPr>
          <w:trHeight w:val="350"/>
        </w:trPr>
        <w:tc>
          <w:tcPr>
            <w:tcW w:w="4347" w:type="dxa"/>
            <w:shd w:val="clear" w:color="auto" w:fill="auto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حالاً ودّته لامّه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و علَت ضجّات نسوانه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تلقتّه من سكينه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الرّباب و دمعها جاري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صاحت و انحنت فوقه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إلك شكواي يالباري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جانونك يَعَبد الله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بلبّة مهجتي واري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يسرور القلب يالبيك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يَبني جِنت فرحانه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يبني شوفتي مهدك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مثل سهمك بلُب حشاي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لهز المهد يَوليدي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و احسبك بالمهد ويّاي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رحت ظامي يَعَبد الله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227AB" w:rsidP="0066157B">
            <w:pPr>
              <w:pStyle w:val="libPoem"/>
            </w:pPr>
            <w:r>
              <w:rPr>
                <w:rtl/>
              </w:rPr>
              <w:t>و بعد عقبك يلذ لي الماي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انتَ الرّوح و المهجه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وليّه جِنت ريحانه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نوم الليل حاربته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يَروحي و سْهَرت برباك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دوم إيدي على قلبي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 عليك محافظه و ارعاك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ما ظنّيت يَبْني بْهاي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جان امشي المعاره اوْياك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واوقف يَم ابوك حسين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 الزم رشمة حصانه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 اتلقّى السّهم عنّك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بْقَلبي و ناظر عيوني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و لا جان العدا منّك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يَعَبد الله يحرموني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ردّتك بعد ابوك حسين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سلوه و خابت ظنوني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E05F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عساني قبل هذا اليوم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05F13" w:rsidRDefault="000E7385" w:rsidP="0066157B">
            <w:pPr>
              <w:pStyle w:val="libPoem"/>
            </w:pPr>
            <w:r>
              <w:rPr>
                <w:rtl/>
              </w:rPr>
              <w:t>عمري حان ميحانه</w:t>
            </w:r>
            <w:r w:rsidR="00E05F13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3F3BDE">
      <w:pPr>
        <w:pStyle w:val="libCenterBold1"/>
      </w:pPr>
      <w:r>
        <w:rPr>
          <w:rtl/>
        </w:rPr>
        <w:t>وحدة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05F13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وَسْفَه حسين ظل وحيد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حاير بين 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66157B">
        <w:trPr>
          <w:trHeight w:val="350"/>
        </w:trPr>
        <w:tc>
          <w:tcPr>
            <w:tcW w:w="3920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ما بين الكفر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ينظر بالعرا الانصار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E05F13">
      <w:pPr>
        <w:pStyle w:val="libPoemCenter"/>
      </w:pPr>
      <w:r>
        <w:rPr>
          <w:rtl/>
        </w:rPr>
        <w:t>قلهم</w:t>
      </w:r>
      <w:r w:rsidR="00E33040">
        <w:rPr>
          <w:rtl/>
        </w:rPr>
        <w:t xml:space="preserve"> </w:t>
      </w:r>
      <w:r>
        <w:rPr>
          <w:rtl/>
        </w:rPr>
        <w:t>يا حماة الجار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05F13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بين القوم عفتوني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ودمع دم هلّت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66157B">
        <w:trPr>
          <w:trHeight w:val="350"/>
        </w:trPr>
        <w:tc>
          <w:tcPr>
            <w:tcW w:w="3920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صد صوب الشّريعه وصاح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ياليث الحرب يا 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66157B">
        <w:trPr>
          <w:trHeight w:val="350"/>
        </w:trPr>
        <w:tc>
          <w:tcPr>
            <w:tcW w:w="3920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نايم عالنّهر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ما تدري بقيت وحيد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66157B">
        <w:trPr>
          <w:trHeight w:val="350"/>
        </w:trPr>
        <w:tc>
          <w:tcPr>
            <w:tcW w:w="3920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بعد ساعه و اظل مرمي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و حرمنا تنسبي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F13" w:rsidTr="0066157B">
        <w:trPr>
          <w:trHeight w:val="350"/>
        </w:trPr>
        <w:tc>
          <w:tcPr>
            <w:tcW w:w="3920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أنا بالجتل ما 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F13" w:rsidRDefault="00E05F13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F13" w:rsidRDefault="00E05F13" w:rsidP="0066157B">
            <w:pPr>
              <w:pStyle w:val="libPoem"/>
            </w:pPr>
            <w:r>
              <w:rPr>
                <w:rtl/>
              </w:rPr>
              <w:t>و لا فقدان أبطالي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F3BDE" w:rsidRDefault="003F3BDE" w:rsidP="003F3BDE">
      <w:pPr>
        <w:pStyle w:val="libNormal"/>
      </w:pPr>
      <w:r w:rsidRPr="00E33040">
        <w:rPr>
          <w:rStyle w:val="libNormalChar"/>
          <w:rtl/>
        </w:rPr>
        <w:br w:type="page"/>
      </w:r>
    </w:p>
    <w:p w:rsidR="00AC68E6" w:rsidRDefault="00AC68E6" w:rsidP="00AC68E6">
      <w:pPr>
        <w:pStyle w:val="libPoemCenter"/>
      </w:pPr>
      <w:r>
        <w:rPr>
          <w:rtl/>
        </w:rPr>
        <w:t>لكن صاير ابّالي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C68E6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الحرم تبقى بلا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C68E6" w:rsidRDefault="00AC68E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و زينب تظل حيرانه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68E6" w:rsidTr="0066157B">
        <w:trPr>
          <w:trHeight w:val="350"/>
        </w:trPr>
        <w:tc>
          <w:tcPr>
            <w:tcW w:w="3920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يالاكبر يا ضيَا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68E6" w:rsidRDefault="00AC68E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شلون عْلَى التّرب نايم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68E6" w:rsidTr="0066157B">
        <w:trPr>
          <w:trHeight w:val="350"/>
        </w:trPr>
        <w:tc>
          <w:tcPr>
            <w:tcW w:w="3920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و انا بين العدا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68E6" w:rsidRDefault="00AC68E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ثُور و حشّم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68E6" w:rsidTr="0066157B">
        <w:trPr>
          <w:trHeight w:val="350"/>
        </w:trPr>
        <w:tc>
          <w:tcPr>
            <w:tcW w:w="3920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على خيامي ترى يَبْني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68E6" w:rsidRDefault="00AC68E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سحاب الجيش متراكم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C68E6" w:rsidTr="0066157B">
        <w:trPr>
          <w:trHeight w:val="350"/>
        </w:trPr>
        <w:tc>
          <w:tcPr>
            <w:tcW w:w="3920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ولا ظلّت يَبَعد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C68E6" w:rsidRDefault="00AC68E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C68E6" w:rsidRDefault="00AC68E6" w:rsidP="0066157B">
            <w:pPr>
              <w:pStyle w:val="libPoem"/>
            </w:pPr>
            <w:r>
              <w:rPr>
                <w:rtl/>
              </w:rPr>
              <w:t>بس نسوه و بنات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E57441">
      <w:pPr>
        <w:pStyle w:val="libPoemCenter"/>
        <w:rPr>
          <w:rtl/>
        </w:rPr>
      </w:pPr>
      <w:r>
        <w:rPr>
          <w:rtl/>
        </w:rPr>
        <w:t>حتّى ابني الطّفل مذبوح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6"/>
        <w:gridCol w:w="307"/>
        <w:gridCol w:w="4209"/>
      </w:tblGrid>
      <w:tr w:rsidR="00725F9C" w:rsidTr="00725F9C">
        <w:trPr>
          <w:trHeight w:val="350"/>
        </w:trPr>
        <w:tc>
          <w:tcPr>
            <w:tcW w:w="4347" w:type="dxa"/>
            <w:shd w:val="clear" w:color="auto" w:fill="auto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ما ظل بس عليل يلوج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حوله اطفال عطشانه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25F9C">
        <w:trPr>
          <w:trHeight w:val="350"/>
        </w:trPr>
        <w:tc>
          <w:tcPr>
            <w:tcW w:w="4347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رد يحشّم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25F9C" w:rsidRDefault="00725F9C" w:rsidP="007A18F4">
            <w:pPr>
              <w:pStyle w:val="libPoem"/>
            </w:pPr>
            <w:r>
              <w:rPr>
                <w:rtl/>
              </w:rPr>
              <w:t>يقلهم يالاحباب شلون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441" w:rsidTr="00725F9C">
        <w:trPr>
          <w:trHeight w:val="350"/>
        </w:trPr>
        <w:tc>
          <w:tcPr>
            <w:tcW w:w="4347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فرد مرّه تعوفوني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57441" w:rsidRDefault="00E57441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و على حر الثّرى تنامون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441" w:rsidTr="00725F9C">
        <w:trPr>
          <w:trHeight w:val="350"/>
        </w:trPr>
        <w:tc>
          <w:tcPr>
            <w:tcW w:w="4347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هذا مقطّعه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57441" w:rsidRDefault="00E57441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و ذاك بْمُهجته مطعون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7441" w:rsidTr="00725F9C">
        <w:trPr>
          <w:trHeight w:val="350"/>
        </w:trPr>
        <w:tc>
          <w:tcPr>
            <w:tcW w:w="4347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رجع بدموع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57441" w:rsidRDefault="00E57441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57441" w:rsidRDefault="00E57441" w:rsidP="0066157B">
            <w:pPr>
              <w:pStyle w:val="libPoem"/>
            </w:pPr>
            <w:r>
              <w:rPr>
                <w:rtl/>
              </w:rPr>
              <w:t>يريد يودّع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079D2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زينب عاينت حاله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079D2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تلقّته بْصبر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079D2" w:rsidRDefault="004079D2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 مُهره لزمت عنانه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79D2" w:rsidTr="0066157B">
        <w:trPr>
          <w:trHeight w:val="350"/>
        </w:trPr>
        <w:tc>
          <w:tcPr>
            <w:tcW w:w="3920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صاح وداعة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79D2" w:rsidRDefault="004079D2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 زينب بقت مرتاعه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79D2" w:rsidTr="0066157B">
        <w:trPr>
          <w:trHeight w:val="350"/>
        </w:trPr>
        <w:tc>
          <w:tcPr>
            <w:tcW w:w="3920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 عليه التمّت 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79D2" w:rsidRDefault="004079D2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اشْعظمها عليه من ساعه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79D2" w:rsidTr="0066157B">
        <w:trPr>
          <w:trHeight w:val="350"/>
        </w:trPr>
        <w:tc>
          <w:tcPr>
            <w:tcW w:w="3920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 غدت سكنه العزيزه تل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79D2" w:rsidRDefault="004079D2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وج يمّه بْسَاعة وداعه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79D2" w:rsidTr="0066157B">
        <w:trPr>
          <w:trHeight w:val="350"/>
        </w:trPr>
        <w:tc>
          <w:tcPr>
            <w:tcW w:w="3920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وصاحت آه يبويه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079D2" w:rsidRDefault="004079D2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079D2" w:rsidRDefault="004079D2" w:rsidP="0066157B">
            <w:pPr>
              <w:pStyle w:val="libPoem"/>
            </w:pPr>
            <w:r>
              <w:rPr>
                <w:rtl/>
              </w:rPr>
              <w:t>بعدك ملتجانا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A783B">
      <w:pPr>
        <w:pStyle w:val="libPoemCenter"/>
      </w:pPr>
      <w:r>
        <w:rPr>
          <w:rtl/>
        </w:rPr>
        <w:t>خبّرني</w:t>
      </w:r>
      <w:r w:rsidR="00E33040">
        <w:rPr>
          <w:rtl/>
        </w:rPr>
        <w:t xml:space="preserve"> </w:t>
      </w:r>
      <w:r>
        <w:rPr>
          <w:rtl/>
        </w:rPr>
        <w:t>يَنور العين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A783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جان وْقَعت بالميدان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A783B" w:rsidRDefault="00AA78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يا هو اليظل ويّانا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783B" w:rsidTr="0066157B">
        <w:trPr>
          <w:trHeight w:val="350"/>
        </w:trPr>
        <w:tc>
          <w:tcPr>
            <w:tcW w:w="3920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رد الخيمة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783B" w:rsidRDefault="00AA78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قصده يودّعه و يروح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783B" w:rsidTr="0066157B">
        <w:trPr>
          <w:trHeight w:val="350"/>
        </w:trPr>
        <w:tc>
          <w:tcPr>
            <w:tcW w:w="3920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و زينب جالسه بْكُتره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783B" w:rsidRDefault="00AA78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وعَلَى فراش المرض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783B" w:rsidTr="0066157B">
        <w:trPr>
          <w:trHeight w:val="350"/>
        </w:trPr>
        <w:tc>
          <w:tcPr>
            <w:tcW w:w="3920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فتَح عينه و شاف الدّم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783B" w:rsidRDefault="00AA78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على صدر الشّهيد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A783B" w:rsidTr="0066157B">
        <w:trPr>
          <w:trHeight w:val="350"/>
        </w:trPr>
        <w:tc>
          <w:tcPr>
            <w:tcW w:w="3920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يقلّه الحرب طبّيته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A783B" w:rsidRDefault="00AA78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A783B" w:rsidRDefault="00AA783B" w:rsidP="0066157B">
            <w:pPr>
              <w:pStyle w:val="libPoem"/>
            </w:pPr>
            <w:r>
              <w:rPr>
                <w:rtl/>
              </w:rPr>
              <w:t>و عمّي وين خلّيته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A783B">
      <w:pPr>
        <w:pStyle w:val="libPoemCenter"/>
      </w:pPr>
      <w:r>
        <w:rPr>
          <w:rtl/>
        </w:rPr>
        <w:t>أبد</w:t>
      </w:r>
      <w:r w:rsidR="00E33040">
        <w:rPr>
          <w:rtl/>
        </w:rPr>
        <w:t xml:space="preserve"> </w:t>
      </w:r>
      <w:r>
        <w:rPr>
          <w:rtl/>
        </w:rPr>
        <w:t>ما تقبل مروته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4445C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4445C" w:rsidRDefault="00C4445C" w:rsidP="0066157B">
            <w:pPr>
              <w:pStyle w:val="libPoem"/>
            </w:pPr>
            <w:r>
              <w:rPr>
                <w:rtl/>
              </w:rPr>
              <w:t>يقلّه عْلَى النّهر مطرو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4445C" w:rsidRDefault="00C4445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4445C" w:rsidRDefault="00C4445C" w:rsidP="0066157B">
            <w:pPr>
              <w:pStyle w:val="libPoem"/>
            </w:pPr>
            <w:r>
              <w:rPr>
                <w:rtl/>
              </w:rPr>
              <w:t>ح و تقطّعت ذرعانه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445C" w:rsidTr="0066157B">
        <w:trPr>
          <w:trHeight w:val="350"/>
        </w:trPr>
        <w:tc>
          <w:tcPr>
            <w:tcW w:w="3920" w:type="dxa"/>
          </w:tcPr>
          <w:p w:rsidR="00C4445C" w:rsidRDefault="00C4445C" w:rsidP="0066157B">
            <w:pPr>
              <w:pStyle w:val="libPoem"/>
            </w:pPr>
            <w:r>
              <w:rPr>
                <w:rtl/>
              </w:rPr>
              <w:t>يَبويه بلّغ الشّيعه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445C" w:rsidRDefault="00C4445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445C" w:rsidRDefault="00C4445C" w:rsidP="0066157B">
            <w:pPr>
              <w:pStyle w:val="libPoem"/>
            </w:pPr>
            <w:r>
              <w:rPr>
                <w:rtl/>
              </w:rPr>
              <w:t>كلامي و سلّم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F3BDE" w:rsidRDefault="003F3BDE" w:rsidP="003F3BD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8203C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تذكر ذبحتي 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8203C" w:rsidRDefault="0078203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وجبدي العطَش مض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03C" w:rsidTr="0066157B">
        <w:trPr>
          <w:trHeight w:val="350"/>
        </w:trPr>
        <w:tc>
          <w:tcPr>
            <w:tcW w:w="3920" w:type="dxa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و انا للمعركه ماشي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03C" w:rsidRDefault="0078203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و حياتي هاي تاليها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203C" w:rsidTr="0066157B">
        <w:trPr>
          <w:trHeight w:val="350"/>
        </w:trPr>
        <w:tc>
          <w:tcPr>
            <w:tcW w:w="3920" w:type="dxa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تذكر طفلي الظّامي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8203C" w:rsidRDefault="0078203C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8203C" w:rsidRDefault="0078203C" w:rsidP="0066157B">
            <w:pPr>
              <w:pStyle w:val="libPoem"/>
            </w:pPr>
            <w:r>
              <w:rPr>
                <w:rtl/>
              </w:rPr>
              <w:t>و خيل الرضّت عظامي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F193B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سبي النّسوان وايتامي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F193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كلها بْحبل تتوقّف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F193B" w:rsidRDefault="00CF19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بديوان ابن مرجانه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93B" w:rsidTr="0066157B">
        <w:trPr>
          <w:trHeight w:val="350"/>
        </w:trPr>
        <w:tc>
          <w:tcPr>
            <w:tcW w:w="3920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طلع و المعركه قصده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193B" w:rsidRDefault="00CF19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و زينب قايده مهره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93B" w:rsidTr="0066157B">
        <w:trPr>
          <w:trHeight w:val="350"/>
        </w:trPr>
        <w:tc>
          <w:tcPr>
            <w:tcW w:w="3920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و بيده مسح قلب اخته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193B" w:rsidRDefault="00CF19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و حبّته بْوسط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93B" w:rsidTr="0066157B">
        <w:trPr>
          <w:trHeight w:val="350"/>
        </w:trPr>
        <w:tc>
          <w:tcPr>
            <w:tcW w:w="3920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و تصيح اوصيّتِج 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193B" w:rsidRDefault="00CF19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193B" w:rsidRDefault="00CF193B" w:rsidP="0066157B">
            <w:pPr>
              <w:pStyle w:val="libPoem"/>
            </w:pPr>
            <w:r>
              <w:rPr>
                <w:rtl/>
              </w:rPr>
              <w:t>تأدّت يَمّي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193B" w:rsidTr="0066157B">
        <w:trPr>
          <w:trHeight w:val="350"/>
        </w:trPr>
        <w:tc>
          <w:tcPr>
            <w:tcW w:w="3920" w:type="dxa"/>
          </w:tcPr>
          <w:p w:rsidR="00CF193B" w:rsidRDefault="00AD65A6" w:rsidP="0066157B">
            <w:pPr>
              <w:pStyle w:val="libPoem"/>
            </w:pPr>
            <w:r>
              <w:rPr>
                <w:rtl/>
              </w:rPr>
              <w:t>هذا حسين للميدان</w:t>
            </w:r>
            <w:r w:rsidR="00CF193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F193B" w:rsidRDefault="00CF193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F193B" w:rsidRDefault="00AD65A6" w:rsidP="0066157B">
            <w:pPr>
              <w:pStyle w:val="libPoem"/>
            </w:pPr>
            <w:r>
              <w:rPr>
                <w:rtl/>
              </w:rPr>
              <w:t>ماشي وخلصت الشبّان</w:t>
            </w:r>
            <w:r w:rsidR="00CF193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D65A6">
      <w:pPr>
        <w:pStyle w:val="libPoemCenter"/>
      </w:pPr>
      <w:r>
        <w:rPr>
          <w:rtl/>
        </w:rPr>
        <w:t>و انصاره على التّربان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D65A6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و انا بهاليتامى بقيت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بين القوم دوهانه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‌مشى للمعركه و قلها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بجميل الصّبر سرّيني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و من خلفه الرّباب تصي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ح ويّا من تخلّيني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غريبه و للأهل مَتْقول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ياهو اللي يودّيني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حن و تحنّت 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AD65A6" w:rsidP="0066157B">
            <w:pPr>
              <w:pStyle w:val="libPoem"/>
            </w:pPr>
            <w:r>
              <w:rPr>
                <w:rtl/>
              </w:rPr>
              <w:t>و جبر انهلّت ادموعه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D65A6">
      <w:pPr>
        <w:pStyle w:val="libPoemCenter"/>
      </w:pPr>
      <w:r>
        <w:rPr>
          <w:rtl/>
        </w:rPr>
        <w:t>و رَدها و بقَت مفجوعه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D65A6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وسلّم للقضا و للكون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راح بصهوة حصانه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صرخ بيها و هو موتور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ينظر عزوته و قومه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و اولاده و بني عمّه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عَلَى حر التّرب نومه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و إله عند النّهر نظره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و إله صوب الخيم حومه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D65A6" w:rsidTr="0066157B">
        <w:trPr>
          <w:trHeight w:val="350"/>
        </w:trPr>
        <w:tc>
          <w:tcPr>
            <w:tcW w:w="3920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ويقلهم ياحزب سفيان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D65A6" w:rsidRDefault="00AD65A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D65A6" w:rsidRDefault="009258DF" w:rsidP="0066157B">
            <w:pPr>
              <w:pStyle w:val="libPoem"/>
            </w:pPr>
            <w:r>
              <w:rPr>
                <w:rtl/>
              </w:rPr>
              <w:t>أنا وحدي ولا لي اعوان</w:t>
            </w:r>
            <w:r w:rsidR="00AD65A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9232CB">
      <w:pPr>
        <w:pStyle w:val="libPoemCenter"/>
      </w:pPr>
      <w:r>
        <w:rPr>
          <w:rtl/>
        </w:rPr>
        <w:t>شربة</w:t>
      </w:r>
      <w:r w:rsidR="00E33040">
        <w:rPr>
          <w:rtl/>
        </w:rPr>
        <w:t xml:space="preserve"> </w:t>
      </w:r>
      <w:r>
        <w:rPr>
          <w:rtl/>
        </w:rPr>
        <w:t>ماي انا لهفان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A662D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و هذا الماي مَهْر امّي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وعزوتي تموت عطشانه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دعاها عْلَى الوطيّه فراش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حيهم ما يشيل الميت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و عزرائيل ظل يصرخ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يَضنوة حيدر اشْسوّيت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سيفك ما يكل و 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1A662D" w:rsidP="0066157B">
            <w:pPr>
              <w:pStyle w:val="libPoem"/>
            </w:pPr>
            <w:r>
              <w:rPr>
                <w:rtl/>
              </w:rPr>
              <w:t>بقبض ارواحها كلّيت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F47326" w:rsidP="0066157B">
            <w:pPr>
              <w:pStyle w:val="libPoem"/>
            </w:pPr>
            <w:r>
              <w:rPr>
                <w:rtl/>
              </w:rPr>
              <w:t>ترى من عصبة الشّيطان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F47326" w:rsidP="0066157B">
            <w:pPr>
              <w:pStyle w:val="libPoem"/>
            </w:pPr>
            <w:r>
              <w:rPr>
                <w:rtl/>
              </w:rPr>
              <w:t>صارت فايضه النّيران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ما</w:t>
      </w:r>
      <w:r w:rsidR="00E33040">
        <w:rPr>
          <w:rtl/>
        </w:rPr>
        <w:t xml:space="preserve"> </w:t>
      </w:r>
      <w:r>
        <w:rPr>
          <w:rtl/>
        </w:rPr>
        <w:t>ظل بالجحيم امكان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7"/>
        <w:gridCol w:w="4204"/>
      </w:tblGrid>
      <w:tr w:rsidR="007650ED" w:rsidTr="006B3A9B">
        <w:trPr>
          <w:trHeight w:val="350"/>
        </w:trPr>
        <w:tc>
          <w:tcPr>
            <w:tcW w:w="4347" w:type="dxa"/>
            <w:shd w:val="clear" w:color="auto" w:fill="auto"/>
          </w:tcPr>
          <w:p w:rsidR="007650ED" w:rsidRDefault="007650ED" w:rsidP="0066157B">
            <w:pPr>
              <w:pStyle w:val="libPoem"/>
            </w:pPr>
            <w:r>
              <w:rPr>
                <w:rtl/>
              </w:rPr>
              <w:t>من سيفك يَبو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650ED" w:rsidRDefault="007650ED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650ED" w:rsidRDefault="007650ED" w:rsidP="0066157B">
            <w:pPr>
              <w:pStyle w:val="libPoem"/>
            </w:pPr>
            <w:r>
              <w:rPr>
                <w:rtl/>
              </w:rPr>
              <w:t>بيهم غدت مليانه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في حومة الميدان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650ED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7650ED" w:rsidRDefault="006B3A9B" w:rsidP="0066157B">
            <w:pPr>
              <w:pStyle w:val="libPoem"/>
            </w:pPr>
            <w:r>
              <w:rPr>
                <w:rtl/>
              </w:rPr>
              <w:t>للميدان طب حسين</w:t>
            </w:r>
            <w:r w:rsidR="007650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650ED" w:rsidRDefault="007650E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650ED" w:rsidRDefault="006B3A9B" w:rsidP="0066157B">
            <w:pPr>
              <w:pStyle w:val="libPoem"/>
            </w:pPr>
            <w:r>
              <w:rPr>
                <w:rtl/>
              </w:rPr>
              <w:t>و اتسعّرت نيرانه</w:t>
            </w:r>
            <w:r w:rsidR="007650E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0ED" w:rsidTr="0066157B">
        <w:trPr>
          <w:trHeight w:val="350"/>
        </w:trPr>
        <w:tc>
          <w:tcPr>
            <w:tcW w:w="3920" w:type="dxa"/>
          </w:tcPr>
          <w:p w:rsidR="007650ED" w:rsidRDefault="006B3A9B" w:rsidP="0066157B">
            <w:pPr>
              <w:pStyle w:val="libPoem"/>
            </w:pPr>
            <w:r>
              <w:rPr>
                <w:rtl/>
              </w:rPr>
              <w:t>خلّى دمومها كالسّيل</w:t>
            </w:r>
            <w:r w:rsidR="007650E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650ED" w:rsidRDefault="007650E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650ED" w:rsidRDefault="006B3A9B" w:rsidP="0066157B">
            <w:pPr>
              <w:pStyle w:val="libPoem"/>
            </w:pPr>
            <w:r>
              <w:rPr>
                <w:rtl/>
              </w:rPr>
              <w:t>بدّلها النّهار بْليل</w:t>
            </w:r>
            <w:r w:rsidR="007650E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خ</w:t>
      </w:r>
      <w:r w:rsidR="009A695A">
        <w:rPr>
          <w:rtl/>
        </w:rPr>
        <w:t>لّا</w:t>
      </w:r>
      <w:r>
        <w:rPr>
          <w:rtl/>
        </w:rPr>
        <w:t>ها</w:t>
      </w:r>
      <w:r w:rsidR="00E33040">
        <w:rPr>
          <w:rtl/>
        </w:rPr>
        <w:t xml:space="preserve"> </w:t>
      </w:r>
      <w:r>
        <w:rPr>
          <w:rtl/>
        </w:rPr>
        <w:t>تصيح الويل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A662D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وجبده من العطش وَسْفَه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وحر الشّمس لهفانه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يطوي جموع من دربه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شبل حيدر و تلفي جموع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وِ يْشوف اخوته صرعى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 بني عمّه و قلبه يموع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 يشتد العزم لو شاف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ضيغم بالتّرب مصروع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 يلقّط مساميها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6B3A9B" w:rsidP="0066157B">
            <w:pPr>
              <w:pStyle w:val="libPoem"/>
            </w:pPr>
            <w:r>
              <w:rPr>
                <w:rtl/>
              </w:rPr>
              <w:t>وحدى حادي الفنا بيها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وسد</w:t>
      </w:r>
      <w:r w:rsidR="00E33040">
        <w:rPr>
          <w:rtl/>
        </w:rPr>
        <w:t xml:space="preserve"> </w:t>
      </w:r>
      <w:r>
        <w:rPr>
          <w:rtl/>
        </w:rPr>
        <w:t>دروبها عليها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A662D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فرّن و الرّمح ينظم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أبطال الجيش بسنانه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سطى بسطوة سبع مشبل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و هي مثل الغنم صارت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فرَش ذيج الابطاح اجس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4E711A" w:rsidP="0066157B">
            <w:pPr>
              <w:pStyle w:val="libPoem"/>
            </w:pPr>
            <w:r>
              <w:rPr>
                <w:rtl/>
              </w:rPr>
              <w:t>اد و ابحور الدّما مارت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341C33" w:rsidP="0066157B">
            <w:pPr>
              <w:pStyle w:val="libPoem"/>
            </w:pPr>
            <w:r>
              <w:rPr>
                <w:rtl/>
              </w:rPr>
              <w:t>أربع فرق يا وَسْفَه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341C33" w:rsidP="0066157B">
            <w:pPr>
              <w:pStyle w:val="libPoem"/>
            </w:pPr>
            <w:r>
              <w:rPr>
                <w:rtl/>
              </w:rPr>
              <w:t>عليه افترقت و دارت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662D" w:rsidTr="0066157B">
        <w:trPr>
          <w:trHeight w:val="350"/>
        </w:trPr>
        <w:tc>
          <w:tcPr>
            <w:tcW w:w="3920" w:type="dxa"/>
          </w:tcPr>
          <w:p w:rsidR="001A662D" w:rsidRDefault="00341C33" w:rsidP="0066157B">
            <w:pPr>
              <w:pStyle w:val="libPoem"/>
            </w:pPr>
            <w:r>
              <w:rPr>
                <w:rtl/>
              </w:rPr>
              <w:t>دارت بيه شي برماح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A662D" w:rsidRDefault="001A662D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A662D" w:rsidRDefault="00341C33" w:rsidP="0066157B">
            <w:pPr>
              <w:pStyle w:val="libPoem"/>
            </w:pPr>
            <w:r>
              <w:rPr>
                <w:rtl/>
              </w:rPr>
              <w:t>واحجار ونبل وصفاح</w:t>
            </w:r>
            <w:r w:rsidR="001A662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قحّم</w:t>
      </w:r>
      <w:r w:rsidR="00E33040">
        <w:rPr>
          <w:rtl/>
        </w:rPr>
        <w:t xml:space="preserve"> </w:t>
      </w:r>
      <w:r>
        <w:rPr>
          <w:rtl/>
        </w:rPr>
        <w:t>و العزم ما راح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70255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B70255" w:rsidRDefault="00B70255" w:rsidP="0066157B">
            <w:pPr>
              <w:pStyle w:val="libPoem"/>
            </w:pPr>
            <w:r>
              <w:rPr>
                <w:rtl/>
              </w:rPr>
              <w:t>و مال يناجي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70255" w:rsidRDefault="00B70255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70255" w:rsidRDefault="00B70255" w:rsidP="0066157B">
            <w:pPr>
              <w:pStyle w:val="libPoem"/>
            </w:pPr>
            <w:r>
              <w:rPr>
                <w:rtl/>
              </w:rPr>
              <w:t>وطوره صَهْوة حصانه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0255" w:rsidTr="0066157B">
        <w:trPr>
          <w:trHeight w:val="350"/>
        </w:trPr>
        <w:tc>
          <w:tcPr>
            <w:tcW w:w="3920" w:type="dxa"/>
          </w:tcPr>
          <w:p w:rsidR="00B70255" w:rsidRDefault="00B70255" w:rsidP="0066157B">
            <w:pPr>
              <w:pStyle w:val="libPoem"/>
            </w:pPr>
            <w:r>
              <w:rPr>
                <w:rtl/>
              </w:rPr>
              <w:t>يقلّه ما شغل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70255" w:rsidRDefault="00B70255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70255" w:rsidRDefault="00B70255" w:rsidP="0066157B">
            <w:pPr>
              <w:pStyle w:val="libPoem"/>
            </w:pPr>
            <w:r>
              <w:rPr>
                <w:rtl/>
              </w:rPr>
              <w:t>يربّي صرعة اخواني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32CB" w:rsidRDefault="009232CB" w:rsidP="009232C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2B4907" w:rsidTr="00A707C0">
        <w:trPr>
          <w:trHeight w:val="350"/>
        </w:trPr>
        <w:tc>
          <w:tcPr>
            <w:tcW w:w="4347" w:type="dxa"/>
            <w:shd w:val="clear" w:color="auto" w:fill="auto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و لا ضجّات المخيّم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2B4907" w:rsidRDefault="002B4907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و لا تعفير شبّاني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4907" w:rsidTr="00A707C0">
        <w:trPr>
          <w:trHeight w:val="350"/>
        </w:trPr>
        <w:tc>
          <w:tcPr>
            <w:tcW w:w="4347" w:type="dxa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و لا اليجري عقب ذبحي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B4907" w:rsidRDefault="002B4907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عليّه و ذبح رضعاني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B4907" w:rsidTr="00A707C0">
        <w:trPr>
          <w:trHeight w:val="350"/>
        </w:trPr>
        <w:tc>
          <w:tcPr>
            <w:tcW w:w="4347" w:type="dxa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بحبّك منجبر قلبي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B4907" w:rsidRDefault="002B4907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B4907" w:rsidRDefault="00A707C0" w:rsidP="0066157B">
            <w:pPr>
              <w:pStyle w:val="libPoem"/>
            </w:pPr>
            <w:r>
              <w:rPr>
                <w:rtl/>
              </w:rPr>
              <w:t>الك شكواي يا ربّي</w:t>
            </w:r>
            <w:r w:rsidR="002B490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اشْلون</w:t>
      </w:r>
      <w:r w:rsidR="00E33040">
        <w:rPr>
          <w:rtl/>
        </w:rPr>
        <w:t xml:space="preserve"> </w:t>
      </w:r>
      <w:r>
        <w:rPr>
          <w:rtl/>
        </w:rPr>
        <w:t>انحرم من شربي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7C0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وحزب الحاربوا الاسلام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7C0" w:rsidRDefault="00A707C0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كلها تروح ريّانه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7C0" w:rsidTr="0066157B">
        <w:trPr>
          <w:trHeight w:val="350"/>
        </w:trPr>
        <w:tc>
          <w:tcPr>
            <w:tcW w:w="3920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انتشرت رحمة المنّان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7C0" w:rsidRDefault="00A707C0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من عرشه و كرسيّه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7C0" w:rsidTr="0066157B">
        <w:trPr>
          <w:trHeight w:val="350"/>
        </w:trPr>
        <w:tc>
          <w:tcPr>
            <w:tcW w:w="3920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واجاه ابن البتوله الصّ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7C0" w:rsidRDefault="00A707C0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وت من حضرة القدسيّه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7C0" w:rsidTr="0066157B">
        <w:trPr>
          <w:trHeight w:val="350"/>
        </w:trPr>
        <w:tc>
          <w:tcPr>
            <w:tcW w:w="3920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إلك موقف فخم يحس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7C0" w:rsidRDefault="00A707C0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ين بالفرقه الشّيعيّه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7C0" w:rsidTr="0066157B">
        <w:trPr>
          <w:trHeight w:val="350"/>
        </w:trPr>
        <w:tc>
          <w:tcPr>
            <w:tcW w:w="3920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عليك تعج نوايحها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7C0" w:rsidRDefault="00A707C0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7C0" w:rsidRDefault="00A707C0" w:rsidP="0066157B">
            <w:pPr>
              <w:pStyle w:val="libPoem"/>
            </w:pPr>
            <w:r>
              <w:rPr>
                <w:rtl/>
              </w:rPr>
              <w:t>و عندك كل مصالحها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لجل عينك نسامحها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10F6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و دولة هِنِد نمحيها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10F6" w:rsidRDefault="004E10F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و أميّه تروح خسرانه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10F6" w:rsidTr="0066157B">
        <w:trPr>
          <w:trHeight w:val="350"/>
        </w:trPr>
        <w:tc>
          <w:tcPr>
            <w:tcW w:w="3920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قرّت عينه و قلّط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10F6" w:rsidRDefault="004E10F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وسط قلب المعاره يريد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10F6" w:rsidTr="0066157B">
        <w:trPr>
          <w:trHeight w:val="350"/>
        </w:trPr>
        <w:tc>
          <w:tcPr>
            <w:tcW w:w="3920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يصيح الضّيم عنّي بعيد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10F6" w:rsidRDefault="004E10F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و بالعز المنايا عيد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10F6" w:rsidTr="0066157B">
        <w:trPr>
          <w:trHeight w:val="350"/>
        </w:trPr>
        <w:tc>
          <w:tcPr>
            <w:tcW w:w="3920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شَهَد عندي الشّهاده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10F6" w:rsidRDefault="004E10F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جان يتحطّم سرير يزيد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10F6" w:rsidTr="0066157B">
        <w:trPr>
          <w:trHeight w:val="350"/>
        </w:trPr>
        <w:tc>
          <w:tcPr>
            <w:tcW w:w="3920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هاي اللي انتمناها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10F6" w:rsidRDefault="004E10F6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10F6" w:rsidRDefault="00D22323" w:rsidP="0066157B">
            <w:pPr>
              <w:pStyle w:val="libPoem"/>
            </w:pPr>
            <w:r>
              <w:rPr>
                <w:rtl/>
              </w:rPr>
              <w:t>شهاده و فخر ويّاها</w:t>
            </w:r>
            <w:r w:rsidR="004E10F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E10F6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أخذ بالنّسب يتباهى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35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لن ابن الخنا خلّى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جبين حسين نيشانه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نيشن بالحجَر نوره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سال عْلَى الوجه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شال الثّوب عن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المحتّم سطى سهمه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خر من ظهر المطهّم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المطهّم وقف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تخضّب من دما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غار و للخيم دربه=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9232CB">
      <w:pPr>
        <w:pStyle w:val="libPoemCenter"/>
        <w:rPr>
          <w:rtl/>
        </w:rPr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سرجه صاير بجنبه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35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مودّي الخبر للعيله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دم القلب برهانه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زينب فرّت ابدهشه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بنات المرتضى وْياها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تتلقّى جواد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تجمّع يتاماها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35B" w:rsidTr="0066157B">
        <w:trPr>
          <w:trHeight w:val="350"/>
        </w:trPr>
        <w:tc>
          <w:tcPr>
            <w:tcW w:w="3920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لَن المهر قاصدها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35B" w:rsidRDefault="0024035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35B" w:rsidRDefault="0024035B" w:rsidP="0066157B">
            <w:pPr>
              <w:pStyle w:val="libPoem"/>
            </w:pPr>
            <w:r>
              <w:rPr>
                <w:rtl/>
              </w:rPr>
              <w:t>و حالاً وقف بحذاها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32CB" w:rsidRDefault="009232CB" w:rsidP="009232C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0E4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يون و يخمش البردين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متخضّب بدم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خيّالك</w:t>
      </w:r>
      <w:r w:rsidR="00E33040">
        <w:rPr>
          <w:rtl/>
        </w:rPr>
        <w:t xml:space="preserve"> </w:t>
      </w:r>
      <w:r>
        <w:rPr>
          <w:rtl/>
        </w:rPr>
        <w:t>تقلّه وين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0E4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طاح و بين هالعدوان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والي الحرم خلّانا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0E4" w:rsidTr="0066157B">
        <w:trPr>
          <w:trHeight w:val="350"/>
        </w:trPr>
        <w:tc>
          <w:tcPr>
            <w:tcW w:w="3920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يالميمون من سرجك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وقع مطعون لو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0E4" w:rsidTr="0066157B">
        <w:trPr>
          <w:trHeight w:val="350"/>
        </w:trPr>
        <w:tc>
          <w:tcPr>
            <w:tcW w:w="3920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أحد سوّى عليه 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لو ظل بالشّمس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0E4" w:rsidTr="0066157B">
        <w:trPr>
          <w:trHeight w:val="350"/>
        </w:trPr>
        <w:tc>
          <w:tcPr>
            <w:tcW w:w="3920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قلّي فارقت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ولينا لو بعد بيه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00E4" w:rsidTr="0066157B">
        <w:trPr>
          <w:trHeight w:val="350"/>
        </w:trPr>
        <w:tc>
          <w:tcPr>
            <w:tcW w:w="3920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قلها ما تسمعينه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يفت الجلمد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9232CB">
      <w:pPr>
        <w:pStyle w:val="libPoemCenter"/>
        <w:rPr>
          <w:rtl/>
        </w:rPr>
      </w:pPr>
      <w:r>
        <w:rPr>
          <w:rtl/>
        </w:rPr>
        <w:t>يَزينب لو تشوفينه</w:t>
      </w:r>
      <w:r w:rsidR="00E33040">
        <w:rPr>
          <w:rtl/>
        </w:rPr>
        <w:t xml:space="preserve">  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C00E4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لمثلّث فَرَع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0E4" w:rsidRDefault="00EC00E4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0E4" w:rsidRDefault="00EC00E4" w:rsidP="0066157B">
            <w:pPr>
              <w:pStyle w:val="libPoem"/>
            </w:pPr>
            <w:r>
              <w:rPr>
                <w:rtl/>
              </w:rPr>
              <w:t>و ظل يفحص بتربانه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232CB">
      <w:pPr>
        <w:pStyle w:val="libPoemCenter"/>
      </w:pPr>
      <w:r>
        <w:rPr>
          <w:rtl/>
        </w:rPr>
        <w:t>سماع العقيلة أنّة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6"/>
        <w:gridCol w:w="4206"/>
      </w:tblGrid>
      <w:tr w:rsidR="00C812EA" w:rsidTr="00C812EA">
        <w:trPr>
          <w:trHeight w:val="350"/>
        </w:trPr>
        <w:tc>
          <w:tcPr>
            <w:tcW w:w="4347" w:type="dxa"/>
            <w:shd w:val="clear" w:color="auto" w:fill="auto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هالونّه تفت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جَنْها ونّة المظلوم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أظنّه امصوّب و مخطور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ما يقدر ولينا يقوم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جَنْها ونّة ابن امّي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اظنّه انصاب يَسْكينه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تقلها هاي ونّاته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يَعمّه ما تعرفينه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آه عْلَى الحريم يصيح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بالونّه تسمعينه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أظنّه بالحشاشه انصاب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يا عمّه بْسهم 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طلعت والحرم فرّن وْيا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ها و قصدن الحومه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لقنّه موسّد التّربان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خدّه و نزفت 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اشْحَال عزيزة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بهالساعة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وليها مأيّسه منّه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حريم مطشّره و هالقوم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طبق حفّن ابواليهن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لقنّه يعالج بروحه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بْدَمع الحار غسلنهن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يويلي من الدّما 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ما غسلت جرح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مدامعهن المسفوحه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تصب صب السّحاب عْلي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C812EA">
            <w:pPr>
              <w:pStyle w:val="libPoem"/>
            </w:pPr>
            <w:r>
              <w:rPr>
                <w:rtl/>
              </w:rPr>
              <w:t>هلكنها تصير ادموم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وحده تحسب 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عليها ضاعت الحسبات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12EA" w:rsidTr="00C812EA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زينب حبّته بْنَحره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812EA" w:rsidRDefault="00C812EA" w:rsidP="0066157B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812EA" w:rsidRDefault="00C812EA" w:rsidP="0066157B">
            <w:pPr>
              <w:pStyle w:val="libPoem"/>
            </w:pPr>
            <w:r>
              <w:rPr>
                <w:rtl/>
              </w:rPr>
              <w:t>و تصيح وتجذب الحسرات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32CB" w:rsidRDefault="009232CB" w:rsidP="009232CB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51BD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ما تتميّز الطّعنات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يَبن امّي من الطّبرات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BDF" w:rsidTr="0066157B">
        <w:trPr>
          <w:trHeight w:val="350"/>
        </w:trPr>
        <w:tc>
          <w:tcPr>
            <w:tcW w:w="3920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عسى عيني العما خويه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وعساني ما عشت لليوم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BDF" w:rsidTr="0066157B">
        <w:trPr>
          <w:trHeight w:val="350"/>
        </w:trPr>
        <w:tc>
          <w:tcPr>
            <w:tcW w:w="3920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عمَت عيني و لا شوفك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موسّد بالتَرب خدّك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BDF" w:rsidTr="0066157B">
        <w:trPr>
          <w:trHeight w:val="350"/>
        </w:trPr>
        <w:tc>
          <w:tcPr>
            <w:tcW w:w="3920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ما هي وسادتك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صدر المصطفى جدّك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BDF" w:rsidTr="0066157B">
        <w:trPr>
          <w:trHeight w:val="350"/>
        </w:trPr>
        <w:tc>
          <w:tcPr>
            <w:tcW w:w="3920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يَصيوان الحراير شوف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ظلّن بالعرا بعدك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51BDF" w:rsidTr="00661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مَهَر امّك يخويه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51BDF" w:rsidRDefault="00651BD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51BDF" w:rsidRDefault="00651BDF" w:rsidP="0066157B">
            <w:pPr>
              <w:pStyle w:val="libPoem"/>
            </w:pPr>
            <w:r>
              <w:rPr>
                <w:rtl/>
              </w:rPr>
              <w:t>و انت من الورد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7B3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يخويه و حال هالعيله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يذوّب كل قلب قاسي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العدو يحسين ما يرحم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عدوّه و ليلنا ماسي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أريد أخضب يَبَعد اهلي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بدم نحرك شعر راسي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و دم القلب من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على دم القلب مسجوم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دمّي يالولي و دمّك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ميازيب و تروّي القاع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هذا من الجفن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و ذاك من القلب نبّاع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مَتْشوف اليتامى تلوج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كاتلها العطَش و جياع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سكنه و الرّباب تطيح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و حدتهن و نوب تقوم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وصول الجواد خاليا إلى المخيّم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7B3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من وصّل جواد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خالي يسحب عنانه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فرّت للفضا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1B7B3F" w:rsidP="0066157B">
            <w:pPr>
              <w:pStyle w:val="libPoem"/>
            </w:pPr>
            <w:r>
              <w:rPr>
                <w:rtl/>
              </w:rPr>
              <w:t>وضجّت بالبجا 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وزينب</w:t>
      </w:r>
      <w:r w:rsidR="00E33040">
        <w:rPr>
          <w:rtl/>
        </w:rPr>
        <w:t xml:space="preserve"> </w:t>
      </w:r>
      <w:r>
        <w:rPr>
          <w:rtl/>
        </w:rPr>
        <w:t>وقفت احذا 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7B3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تقلّه يا جواد حسين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وين انصرع ملفانا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طلعت تسحب الاذيال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و ايديها على الهامه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تحوم و قاصده الحومه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و ظلّت خاليه خيامه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و وراها مهجة الزّهرا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اطلعت تتصارخ ايتامه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تقل للمُهُر دلّيني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3A1568" w:rsidP="0066157B">
            <w:pPr>
              <w:pStyle w:val="libPoem"/>
            </w:pPr>
            <w:r>
              <w:rPr>
                <w:rtl/>
              </w:rPr>
              <w:t>لخويه حسين ودّيني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أنشدنّه مخلّيني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7B3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بذمّة من و هاي الخيل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زحفت صوب صيوانه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صاحت يا رسول الله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عزيزك بالثّرى معفّر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يَجَدّي وزّعوا جسمه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و بناتك بين هالعسكر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و طبّت حومة الميدان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بين الجثث تتعفّر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و شافتّه على الغبرا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يحز ابن الخنا نحره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دايس بالنّعل صدره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B7B3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صاحت يا رجس فعلك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يهز العرش و اركانه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B7B3F" w:rsidTr="0066157B">
        <w:trPr>
          <w:trHeight w:val="350"/>
        </w:trPr>
        <w:tc>
          <w:tcPr>
            <w:tcW w:w="3920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مَتدري حسين ريحانه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B7B3F" w:rsidRDefault="001B7B3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B7B3F" w:rsidRDefault="00CF3914" w:rsidP="0066157B">
            <w:pPr>
              <w:pStyle w:val="libPoem"/>
            </w:pPr>
            <w:r>
              <w:rPr>
                <w:rtl/>
              </w:rPr>
              <w:t>الختم الانبيا جدّه</w:t>
            </w:r>
            <w:r w:rsidR="001B7B3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750A0" w:rsidRDefault="008750A0" w:rsidP="008750A0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4F99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على صدر النّبي رابي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يحط خدّه على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مهجة فاطمه و 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جبريل اليهز مهده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بْنَعلك يا وغد واطيه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شربة ماي ما تسجيه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يموت براحته خلّيه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4F99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تشوفه من العطَش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يغادي البخت خلصانه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أويلاه من قطع راسه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زينب تجذب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شاله فوق خُطّيّه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ظل الجسد بالغبرا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خلّى الارض مرتجّه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 ظهرت بالسّما الحُمره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وزينب صرخت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014F99" w:rsidP="0066157B">
            <w:pPr>
              <w:pStyle w:val="libPoem"/>
            </w:pPr>
            <w:r>
              <w:rPr>
                <w:rtl/>
              </w:rPr>
              <w:t>يخويه حسين يَسنادي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عليّه</w:t>
      </w:r>
      <w:r w:rsidR="00E33040">
        <w:rPr>
          <w:rtl/>
        </w:rPr>
        <w:t xml:space="preserve"> </w:t>
      </w:r>
      <w:r>
        <w:rPr>
          <w:rtl/>
        </w:rPr>
        <w:t>استوحش الوادي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4F99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و هذا الجيش يَبْن امّي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زحف لخيامنا وجانا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بس انقطع راس حسين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ردّت ويل قلبي ردود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خلّت بالخيم كلها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عيال ابن البتوله قعود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ولَن الزّلم و الفرسان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صاحت بالخيم فرهود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صاحت و القلب مألوم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4C291A" w:rsidP="0066157B">
            <w:pPr>
              <w:pStyle w:val="libPoem"/>
            </w:pPr>
            <w:r>
              <w:rPr>
                <w:rtl/>
              </w:rPr>
              <w:t>سود مصايبك يا يوم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يا عبّاس وينك قوم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4F99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وصلت للبيوت الخيل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قوم اجمع يتامانا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آه يا ساعة القشره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على ذيج الحريم اشْصار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سلبوا كل براجعهن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 لا وحده بقى الها خمار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 بن سعد الخبيث يصيح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شعلوا بهالمخيّم نار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فرّن كلهن بنوبه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 هاي تهيم مسلوبه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 ذيج اتطيح مضروبه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14F99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 مهجة فاطمه تنادي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يربّي وين ملجانا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ردّت يم علي السجّاد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لَنّه بس يجر ونّه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لقتّه موسّد التّربان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و فراشه انّهب منّه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14F99" w:rsidTr="0066157B">
        <w:trPr>
          <w:trHeight w:val="350"/>
        </w:trPr>
        <w:tc>
          <w:tcPr>
            <w:tcW w:w="3920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لهم نيّه يذبحونه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14F99" w:rsidRDefault="00014F99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14F99" w:rsidRDefault="003B2025" w:rsidP="0066157B">
            <w:pPr>
              <w:pStyle w:val="libPoem"/>
            </w:pPr>
            <w:r>
              <w:rPr>
                <w:rtl/>
              </w:rPr>
              <w:t>الاعدا و دافعت عنّه</w:t>
            </w:r>
            <w:r w:rsidR="00014F9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750A0" w:rsidRDefault="008750A0" w:rsidP="008750A0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تقلّه اقعد و حاجيني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 عاين يا ضيا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عيال</w:t>
      </w:r>
      <w:r w:rsidR="00E33040">
        <w:rPr>
          <w:rtl/>
        </w:rPr>
        <w:t xml:space="preserve"> </w:t>
      </w:r>
      <w:r>
        <w:rPr>
          <w:rtl/>
        </w:rPr>
        <w:t>حسين ماذيني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 هذا بن سعد يَبْني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شعل بالخيم نيرانه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تجّت له و بالعبره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الزّجيّه بقت مخنوقه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جذب ونّه و فتح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ولَن الخيم محروقه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صد و شاف جم طفله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اببّاب الخيم مسحوقه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انتحب من شاف حالتهن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يقلها اشْلون موتتهن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تقلّه الخيل داستهن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وَحدتهن يَنور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مرتاعه و لهفانه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CenterBold1"/>
        <w:rPr>
          <w:rtl/>
        </w:rPr>
      </w:pPr>
      <w:r>
        <w:rPr>
          <w:rtl/>
        </w:rPr>
        <w:t>رض الجسد الشريف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25F9C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725F9C" w:rsidRDefault="00AE15CB" w:rsidP="007A18F4">
            <w:pPr>
              <w:pStyle w:val="libPoem"/>
            </w:pPr>
            <w:r>
              <w:rPr>
                <w:rtl/>
              </w:rPr>
              <w:t>زينب وقفت اتنخّي</w:t>
            </w:r>
            <w:r w:rsidR="00725F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25F9C" w:rsidRDefault="00AE15CB" w:rsidP="007A18F4">
            <w:pPr>
              <w:pStyle w:val="libPoem"/>
            </w:pPr>
            <w:r>
              <w:rPr>
                <w:rtl/>
              </w:rPr>
              <w:t>الدفن حسين عدوانه</w:t>
            </w:r>
            <w:r w:rsidR="00725F9C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25F9C" w:rsidTr="007A18F4">
        <w:trPr>
          <w:trHeight w:val="350"/>
        </w:trPr>
        <w:tc>
          <w:tcPr>
            <w:tcW w:w="3920" w:type="dxa"/>
          </w:tcPr>
          <w:p w:rsidR="00725F9C" w:rsidRDefault="00AE15CB" w:rsidP="007A18F4">
            <w:pPr>
              <w:pStyle w:val="libPoem"/>
            </w:pPr>
            <w:r>
              <w:rPr>
                <w:rtl/>
              </w:rPr>
              <w:t>تحشّم و الدّمع جاري</w:t>
            </w:r>
            <w:r w:rsidR="00725F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25F9C" w:rsidRDefault="00725F9C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25F9C" w:rsidRDefault="00AE15CB" w:rsidP="007A18F4">
            <w:pPr>
              <w:pStyle w:val="libPoem"/>
            </w:pPr>
            <w:r>
              <w:rPr>
                <w:rtl/>
              </w:rPr>
              <w:t>تقلهم صفوة الباري</w:t>
            </w:r>
            <w:r w:rsidR="00725F9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طريح بهالشّمس عاري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ولَن التّلبيه بالخيل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تسحق فوق جثمانه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حالاً صوّتت يا 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يا ليتج تعقّرتي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يَبنت الاعوجيه اشْلون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باولاد الزّنى غرتي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يَقَشره ضلوع من تدرين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فوق التّرب كسّرتي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صدر المصطفى دستيه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إلج ميدان خلّيتيه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 قلب الطّهر ذوّبتيه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 المثلّث بلب حشاه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مَتشوفين نيشانه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 غارن عشره من الخيل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باولاد الزّنى العشره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 كلها منعّله و سحقت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فرد مرّه على صدره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 عزيزة فاطمه تشوفه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 تحن وتجذب الحسره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2696F" w:rsidTr="0066157B">
        <w:trPr>
          <w:trHeight w:val="350"/>
        </w:trPr>
        <w:tc>
          <w:tcPr>
            <w:tcW w:w="3920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ومن الحسرات واللوعه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2696F" w:rsidRDefault="00577172" w:rsidP="0066157B">
            <w:pPr>
              <w:pStyle w:val="libPoem"/>
            </w:pPr>
            <w:r>
              <w:rPr>
                <w:rtl/>
              </w:rPr>
              <w:t>تدير العين مفجوعه</w:t>
            </w:r>
            <w:r w:rsidR="00C2696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وتشوف تْكسِّر ضلوعه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2696F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وغدت تهتف باسم جدها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2696F" w:rsidRDefault="00C2696F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2696F" w:rsidRDefault="00C2696F" w:rsidP="0066157B">
            <w:pPr>
              <w:pStyle w:val="libPoem"/>
            </w:pPr>
            <w:r>
              <w:rPr>
                <w:rtl/>
              </w:rPr>
              <w:t>و قلبها اسعرت نيرانه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750A0" w:rsidRDefault="008750A0" w:rsidP="008750A0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6157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تقلّه يا رسول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حبيبك بالعرا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يَجَدّي وعْلَى صدره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بالرّمضا تجي و 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آنا بقيت مدهوشه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بْيتام او حريم اتنوح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هاي الخيَم منهوبه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هاي النّار مشبوبه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انا بهالحال مكروبه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6157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علينا ضاقت الدّنيا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يَجَدّي و لحّد ويانا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يَجَدّي الخيل طلقوها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جثْة حسين رضّوها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يَجَدّي بالخيم ننعى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علينا النّار شبّوها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اللي من الخيم فرّت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بليّا خمار خلّوها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أشيل اللي وطَتها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لو ذيج التصيح 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لو هاللي يلوج عليل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6157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كلّفني يَجَدّي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بايتامه و نسوانه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عليّه يا رَسول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زمان الشّوم ما قصّر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محتاره و اشوف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جسمه بهالفلا مطشّر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بَناتَك يا رسول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حيَارى هايمه بالبَر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يَجَدّي اشْلون هالليله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حملي وقع شيشيله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صفيت مكلّفه بْعيله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6157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أصبَحْت أخوتي حولي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يجدّي و هذا ممسانا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صدّر بن سعد أمره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قال الرّوس جمعوها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وعلى جسوم اخوتي داروا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بليّا روس خلّوها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شالوها بروس ارماح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و الاجساد داسوها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يجدّي اشْيحتمل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66157B" w:rsidP="0066157B">
            <w:pPr>
              <w:pStyle w:val="libPoem"/>
            </w:pPr>
            <w:r>
              <w:rPr>
                <w:rtl/>
              </w:rPr>
              <w:t>عساني ما شفت دربي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إلَك شكواي يا ربّي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6157B" w:rsidTr="0066157B">
        <w:trPr>
          <w:trHeight w:val="350"/>
        </w:trPr>
        <w:tc>
          <w:tcPr>
            <w:tcW w:w="3920" w:type="dxa"/>
            <w:shd w:val="clear" w:color="auto" w:fill="auto"/>
          </w:tcPr>
          <w:p w:rsidR="0066157B" w:rsidRDefault="00F3410C" w:rsidP="0066157B">
            <w:pPr>
              <w:pStyle w:val="libPoem"/>
            </w:pPr>
            <w:r>
              <w:rPr>
                <w:rtl/>
              </w:rPr>
              <w:t>وصارت عقب قطع الرّ</w:t>
            </w:r>
            <w:r w:rsidR="006615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6157B" w:rsidRDefault="00F3410C" w:rsidP="0066157B">
            <w:pPr>
              <w:pStyle w:val="libPoem"/>
            </w:pPr>
            <w:r>
              <w:rPr>
                <w:rtl/>
              </w:rPr>
              <w:t>وس ما تنعرف وليانا</w:t>
            </w:r>
            <w:r w:rsidR="006615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6157B" w:rsidTr="0066157B">
        <w:trPr>
          <w:trHeight w:val="350"/>
        </w:trPr>
        <w:tc>
          <w:tcPr>
            <w:tcW w:w="3920" w:type="dxa"/>
          </w:tcPr>
          <w:p w:rsidR="0066157B" w:rsidRDefault="00F3410C" w:rsidP="0066157B">
            <w:pPr>
              <w:pStyle w:val="libPoem"/>
            </w:pPr>
            <w:r>
              <w:rPr>
                <w:rtl/>
              </w:rPr>
              <w:t>أمّ الولد لو فرّت</w:t>
            </w:r>
            <w:r w:rsidR="006615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6157B" w:rsidRDefault="0066157B" w:rsidP="0066157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6157B" w:rsidRDefault="00F3410C" w:rsidP="0066157B">
            <w:pPr>
              <w:pStyle w:val="libPoem"/>
            </w:pPr>
            <w:r>
              <w:rPr>
                <w:rtl/>
              </w:rPr>
              <w:t>لبِنها المعركه تشوفه</w:t>
            </w:r>
            <w:r w:rsidR="0066157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750A0" w:rsidRDefault="008750A0" w:rsidP="008750A0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D7505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تشوف اجساد مخضوبه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بْدماها موش معروفه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جان ابن الحسن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حيث مخضّبه 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وامّا بو الفضل وحسين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بين الجثث معروفين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هذا</w:t>
      </w:r>
      <w:r w:rsidR="00E33040">
        <w:rPr>
          <w:rtl/>
        </w:rPr>
        <w:t xml:space="preserve"> </w:t>
      </w:r>
      <w:r>
        <w:rPr>
          <w:rtl/>
        </w:rPr>
        <w:t>مقطّع الجفّين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D7505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 ذاك مكسّره 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يجدّي و هذا عنوانه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يجدّي هالهضم و السّوط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بمتون الحريم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 من وكز الرّمح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بظهور اليتامى 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 عن ولية عدونا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يا خير البريّه نروح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ياهي اللي ابتلت بلواي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ألوذ امن العدا بعداي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أعاين</w:t>
      </w:r>
      <w:r w:rsidR="00E33040">
        <w:rPr>
          <w:rtl/>
        </w:rPr>
        <w:t xml:space="preserve"> </w:t>
      </w:r>
      <w:r>
        <w:rPr>
          <w:rtl/>
        </w:rPr>
        <w:t>لا حسين وْياي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D7505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 لا جاسم و لا الاكبر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7505" w:rsidRDefault="004D7505" w:rsidP="00D17334">
            <w:pPr>
              <w:pStyle w:val="libPoem"/>
            </w:pPr>
            <w:r>
              <w:rPr>
                <w:rtl/>
              </w:rPr>
              <w:t>و لا العبّاس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8750A0">
      <w:pPr>
        <w:pStyle w:val="libPoemCenter"/>
      </w:pPr>
      <w:r>
        <w:rPr>
          <w:rtl/>
        </w:rPr>
        <w:t>في هجوم الخيل على المخيم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D7505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على خيام الحرم يحسين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هجمت خيل ابن سفيان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و زينب حايره و تصيح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وين اخواني الشّجعان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محتاره و دمعتها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على الخدّين تتنثر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و قلبها منذعر من حين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شافت أقبل العسكر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صدّت للولي مرمي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على التّربان يتعفّر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صاحت يا عديل الرّوح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أمشي وين بالنّسوان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يَغادين البخَت ردّوا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ترا احنا ما لنا والي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خيمنا لا تحرقوها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ترا تتروّع اطفالي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ردّوا عن حريم حسين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اخيّي و ارحموا حالي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قال ابن الخنا لازم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نطب و ننهب الصّيوان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لازم تنظرين النّار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بالصّيوان مشبوبه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7505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وجم طفله لخوك حسين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7505" w:rsidRDefault="004D7505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7505" w:rsidRDefault="009824EC" w:rsidP="00D17334">
            <w:pPr>
              <w:pStyle w:val="libPoem"/>
            </w:pPr>
            <w:r>
              <w:rPr>
                <w:rtl/>
              </w:rPr>
              <w:t>بين القوم مسحوبه</w:t>
            </w:r>
            <w:r w:rsidR="004D750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9C0B67" w:rsidTr="009C0B67">
        <w:trPr>
          <w:trHeight w:val="350"/>
        </w:trPr>
        <w:tc>
          <w:tcPr>
            <w:tcW w:w="4347" w:type="dxa"/>
            <w:shd w:val="clear" w:color="auto" w:fill="auto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يذوّب كل قلب قاسي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بواجيها و توسّلها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قال الرّجس خلّيها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ذياب البر تاكلها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منكم يستريح البال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بالصّايح تأذّوني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قالت من على النّاقه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لذب نفسي ترى للقاع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يتيمه و تنتخي بْلوعه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مدهوشه و قلبها ارتاع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يربّي و حافيه تمشي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بهالرّمضا و بليّا 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أنا لو فارقت 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يهالوادم تلوموني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رد ابن الخنا بْغيضه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على الطّفله و لقاها 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نوب تطيح بالغبرا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تجر ونّه و نوب تقوم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نوب تصيح يا يابه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لفاها بْسوطه الميشوم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يلوّعها و هي تنخّي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يَهاشم ما تدركوني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دقلّي بالوديعه اشْصار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من سمعت نواخيها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هوَت من ظهر ناقتها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تلوّت و احنت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وهي تبجي و لا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كفو يسمع بواجيها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بت من هاي و امها 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بالله ما تنشدوني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أمها بضعة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ابوها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ذاك الدوّخ الدّنيا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لولاه الفلَك ما 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جلال الله و مظهرهم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عليها و هيبة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خذَتها و أومت عْلَى الرّا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سيَبن امّي محنتوني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صفيت مكلّفه بْعيله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يخويه و 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كلما ينقطع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نطب عْلَى الاثر 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اللي مرمرت حالي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يَخويه ولية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9C0B67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تراني من الضّرب يا 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C0B67" w:rsidRDefault="009C0B67" w:rsidP="009C0B67">
            <w:pPr>
              <w:pStyle w:val="libPoem"/>
            </w:pPr>
            <w:r>
              <w:rPr>
                <w:rtl/>
              </w:rPr>
              <w:t>رعيني مورّمه متوني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35CFA">
      <w:pPr>
        <w:pStyle w:val="libCenterBold1"/>
      </w:pPr>
      <w:r>
        <w:rPr>
          <w:rtl/>
        </w:rPr>
        <w:t>تجهيز الحسين و دفنه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C0B67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يَمجهّز أخويه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خبّرني عن احواله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0B67" w:rsidTr="00D17334">
        <w:trPr>
          <w:trHeight w:val="350"/>
        </w:trPr>
        <w:tc>
          <w:tcPr>
            <w:tcW w:w="3920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ياهو الفصّل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C0B67" w:rsidRDefault="009C0B6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C0B67" w:rsidRDefault="009C0B67" w:rsidP="00D17334">
            <w:pPr>
              <w:pStyle w:val="libPoem"/>
            </w:pPr>
            <w:r>
              <w:rPr>
                <w:rtl/>
              </w:rPr>
              <w:t>و ياهو الجمّع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CFA" w:rsidRDefault="00C35CFA" w:rsidP="00C35CF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7"/>
        <w:gridCol w:w="4204"/>
      </w:tblGrid>
      <w:tr w:rsidR="00785C25" w:rsidTr="00785C25">
        <w:trPr>
          <w:trHeight w:val="350"/>
        </w:trPr>
        <w:tc>
          <w:tcPr>
            <w:tcW w:w="4347" w:type="dxa"/>
            <w:shd w:val="clear" w:color="auto" w:fill="auto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يَمجهّز أبو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بيش اعرفت نيشانه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أجساد و بليّا روس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فوق التّرب عريانه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دفنته بالمحل الطاح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لو شلته من امكانه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شلت الزّان من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سهم المزق دلّاله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يالواريت اخويه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قلّي شلون واريته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قلّي خنصره المقطوع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بالله وين خلّيته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أخويه مبدّده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معرّى و بيش لفّيته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لفّيت الجفوف اللي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قطعها الرّجس جمّاله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يقل الها اسمعي التّفصيل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يَعزيزة علي و هيدي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جمعت اوصال ابويه 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ين يا عمّه انا 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نفَضت الجامعه و القيد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من رجلي و من جيدي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رحت الكربلا عاني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الدفن حسين و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يَعمّه جسم ابويه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شفته عْلَى التّرب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اوصاله موزّعه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عليها سافي الذّاري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الخيل محطّمه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صدره خزانة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جمعته اببّاريه و صارت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له اجفانه و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الاكبر يم ابويه حس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ين يا عمّه ترى قبره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كل اولاد ابو طالب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ألف وَسْفَه بْفرد حفره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كلها مقطّعات 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آه يا ساعة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تقلّه و عمّك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بالله ياهو الشاله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يقلها لا تنشديني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دموع العين مذروفه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على شاطي النّهر مطرو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ح عينج ليتها تشوفه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نزّلته بوسط لحده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ردّيت اطلب اجفوفه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و عاينت الجفوف تلو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ح بمطارد الخيّاله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تقلّه ابهالحجي يا 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ر عيني القلب فتّيته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85C25" w:rsidTr="00785C2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يَسجّاد و رضيع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85C25" w:rsidRDefault="00785C25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85C25" w:rsidRDefault="00785C25" w:rsidP="00D17334">
            <w:pPr>
              <w:pStyle w:val="libPoem"/>
            </w:pPr>
            <w:r>
              <w:rPr>
                <w:rtl/>
              </w:rPr>
              <w:t>قلّي وين خلّيته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CFA" w:rsidRDefault="00C35CFA" w:rsidP="00C35CF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84F50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يقلها وْيا الشّهيد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طفل حسين واريته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17334">
        <w:trPr>
          <w:trHeight w:val="350"/>
        </w:trPr>
        <w:tc>
          <w:tcPr>
            <w:tcW w:w="3920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دموم القلب من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على الاثنين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17334">
        <w:trPr>
          <w:trHeight w:val="350"/>
        </w:trPr>
        <w:tc>
          <w:tcPr>
            <w:tcW w:w="3920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جاسم و اخوته و عثمان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اخوانه و بَني 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17334">
        <w:trPr>
          <w:trHeight w:val="350"/>
        </w:trPr>
        <w:tc>
          <w:tcPr>
            <w:tcW w:w="3920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الكل مجفّن بْسافي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الذّاري و الغسل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17334">
        <w:trPr>
          <w:trHeight w:val="350"/>
        </w:trPr>
        <w:tc>
          <w:tcPr>
            <w:tcW w:w="3920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واريت ابنج محمَّد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خلّيت الاخو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كل اولاد ابو طالب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عن يمينه و عن شماله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CenterBold1"/>
        <w:rPr>
          <w:rtl/>
        </w:rPr>
      </w:pPr>
      <w:r>
        <w:rPr>
          <w:rtl/>
        </w:rPr>
        <w:t>رجوع النساء من الشام</w:t>
      </w:r>
      <w:r w:rsidR="00E33040">
        <w:rPr>
          <w:rtl/>
        </w:rPr>
        <w:t xml:space="preserve"> </w:t>
      </w:r>
      <w:r>
        <w:rPr>
          <w:rtl/>
        </w:rPr>
        <w:t>إلى كربلا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D84F50" w:rsidTr="00D84F50">
        <w:trPr>
          <w:trHeight w:val="350"/>
        </w:trPr>
        <w:tc>
          <w:tcPr>
            <w:tcW w:w="4347" w:type="dxa"/>
            <w:shd w:val="clear" w:color="auto" w:fill="auto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اهنا يالنّازلين اهنا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بْقبر حسين دلّوني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تالي عْلَى المسنّايه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القبر عبّاس ودوّني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خرّت من على النّاقه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تبعتها خوات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تتعثر و هي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يخويه حسين قبرك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جيتك باليَتامى اقعد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تلقّانا يَنور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تراني انتحلت اعظامي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لا توجّد درب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يخويه دقعد احجي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عن احوالي بهالسّفره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مشينا عْلَى الهزل حسّر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يخويه مشية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لابن زياد بالكوفه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جنايزكم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عن شمالي يخويه 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منصوبه و عن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ترى ما تنوصف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حالة طبّة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علي مقيود باغلاله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انا بالحبل مجتوفه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وسط مجلس و انا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بالشمّات محفوفه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ما ظنّيت دهر الشّوم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هالحاله يراويني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مشوا بينا من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درب الشّام قاسيته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انت بساعة وداعك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عليّه الحمل ذبّيته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قاسيت السّرى بالليل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السجّاد باريته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وحيده مكلّفه بْعيله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 لالي من يراعيني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4F50" w:rsidTr="00D84F5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وصلنا الشام آه يالشا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84F50" w:rsidRDefault="00D84F50" w:rsidP="00D1733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84F50" w:rsidRDefault="00D84F50" w:rsidP="00D17334">
            <w:pPr>
              <w:pStyle w:val="libPoem"/>
            </w:pPr>
            <w:r>
              <w:rPr>
                <w:rtl/>
              </w:rPr>
              <w:t>مما ينحمل طاريها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CFA" w:rsidRDefault="00C35CFA" w:rsidP="00C35CF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1BF7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يخويه يقصر الساني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عن اهوال الشفت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عساني موسّده بْلَحدي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لا طبّيت واديها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أموتن جان انا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بْلَحدي تواريني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خويه و طبّة الدّيوان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لا صارت و لا هي تصير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بين الطّهر و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ربيت معوّده بْتَخدير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لَنّي واقفه بْمَجلس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يحاجيني رجس خمّير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أنا لو فارقت 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يَبَعد اهلي يعذروني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يَبو السجّاد و 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تراني تكفّلت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اللي تموت بالغُربه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أدوّر من يواريها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دربٍ وعر و الهزّل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يخويه من يقاسيها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دقوم و حشّم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يَبن امّي و تلقّوني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وصلناكم يبو فاضل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لا جيتوا تنزلونا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هاي الرّوس جبناها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منكم نطلب العونه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و راس حسين سمحوا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تراهي مكسّره سنونه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بْطَشت الذّهب كسّرها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D61BF7" w:rsidP="00D17334">
            <w:pPr>
              <w:pStyle w:val="libPoem"/>
            </w:pPr>
            <w:r>
              <w:rPr>
                <w:rtl/>
              </w:rPr>
              <w:t>يزيد و تنظر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35CFA">
      <w:pPr>
        <w:pStyle w:val="libCenterBold1"/>
      </w:pPr>
      <w:r>
        <w:rPr>
          <w:rtl/>
        </w:rPr>
        <w:t>يا</w:t>
      </w:r>
      <w:r w:rsidR="00E33040">
        <w:rPr>
          <w:rtl/>
        </w:rPr>
        <w:t xml:space="preserve"> </w:t>
      </w:r>
      <w:r>
        <w:rPr>
          <w:rtl/>
        </w:rPr>
        <w:t>نازلين بكربلاء '</w:t>
      </w:r>
    </w:p>
    <w:p w:rsidR="00C231C3" w:rsidRDefault="00C231C3" w:rsidP="00C35CFA">
      <w:pPr>
        <w:pStyle w:val="libPoemCenter"/>
      </w:pPr>
      <w:r>
        <w:rPr>
          <w:rtl/>
        </w:rPr>
        <w:t>اهْنَا</w:t>
      </w:r>
      <w:r w:rsidR="00E33040">
        <w:rPr>
          <w:rtl/>
        </w:rPr>
        <w:t xml:space="preserve"> </w:t>
      </w:r>
      <w:r>
        <w:rPr>
          <w:rtl/>
        </w:rPr>
        <w:t>يالنّازلين اهْنَا بقبر حسين دلّوني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1BF7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و تالي للمسنّايه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إلراعي الجود و الرّايه=أريد اروح شكّايه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PoemCenter"/>
        <w:rPr>
          <w:rtl/>
        </w:rPr>
      </w:pPr>
      <w:r>
        <w:rPr>
          <w:rtl/>
        </w:rPr>
        <w:t>و اقلّه يا بدر سعدي رضيت القوم يسبوني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1BF7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خرّت من على النّاقه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و تبعتها خوات حسين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تتعثر وهي تنادي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يخويه حسين قبرك وين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جيتك باليَتامى اقعد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تلقّانا يَنور العين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1BF7" w:rsidTr="00D17334">
        <w:trPr>
          <w:trHeight w:val="350"/>
        </w:trPr>
        <w:tc>
          <w:tcPr>
            <w:tcW w:w="3920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خويه يالمتت ظامي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توعّى جيت بايتامي=وشوف انتحلت عظامي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PoemCenter"/>
        <w:rPr>
          <w:rtl/>
        </w:rPr>
      </w:pPr>
      <w:r>
        <w:rPr>
          <w:rtl/>
        </w:rPr>
        <w:t>تراني من السّهر يحسين مَتشوف الدّرب عيني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1BF7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يخويه دقعد احجي لك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1BF7" w:rsidRDefault="00D61BF7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1BF7" w:rsidRDefault="00CA125B" w:rsidP="00D17334">
            <w:pPr>
              <w:pStyle w:val="libPoem"/>
            </w:pPr>
            <w:r>
              <w:rPr>
                <w:rtl/>
              </w:rPr>
              <w:t>عن احوالي بهالسّفره</w:t>
            </w:r>
            <w:r w:rsidR="00D61BF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CFA" w:rsidRDefault="00C35CFA" w:rsidP="00C35CFA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4B99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مشينا عْلَى الهزل حسّر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يخويه مشية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لابن زياد بالكوفه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جنايزكم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لو شفت الظّعن من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حادينا بشتمنا صاح=كل ساع و يتيمٍ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PoemCenter"/>
        <w:rPr>
          <w:rtl/>
        </w:rPr>
      </w:pPr>
      <w:r>
        <w:rPr>
          <w:rtl/>
        </w:rPr>
        <w:t>وكل الرّوس منصوبه عن شمالي و عن يميني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4B99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ترى ما تنوصف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خويه دخلة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علي مقيود باغلاله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انا بالحبل مجتوفه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وسط مجلس وانا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بالشمّات محفوفه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علينا صكّت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تتفرّج يَنور العينو التّفصيل ويني و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PoemCenter"/>
        <w:rPr>
          <w:rtl/>
        </w:rPr>
      </w:pPr>
      <w:r>
        <w:rPr>
          <w:rtl/>
        </w:rPr>
        <w:t>ما ظنّيت دهري الشّوم هالحاله يراويني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4B99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مشوا بينا من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درب الشّام قاسيته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انت بساعة وداعك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عليّه الحمل ذبّيته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قاسيت السّرى بالليل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السجّاد باريته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يحسين و قطعت البَر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على ذاك الدّرب لَقشرنوق و هزل تتعثّر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C35CFA">
      <w:pPr>
        <w:pStyle w:val="libPoemCenter"/>
        <w:rPr>
          <w:rtl/>
        </w:rPr>
      </w:pPr>
      <w:r>
        <w:rPr>
          <w:rtl/>
        </w:rPr>
        <w:t>وحيده مكلّفه بعيله و لا لي من يراعيني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4B99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وصلنا الشّام آه يالشّام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ما ينحمل طاريها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4B99" w:rsidTr="00D17334">
        <w:trPr>
          <w:trHeight w:val="350"/>
        </w:trPr>
        <w:tc>
          <w:tcPr>
            <w:tcW w:w="3920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يَريت موسّده بقبري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4B99" w:rsidRDefault="003C4B99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4B99" w:rsidRDefault="003C4B99" w:rsidP="00D17334">
            <w:pPr>
              <w:pStyle w:val="libPoem"/>
            </w:pPr>
            <w:r>
              <w:rPr>
                <w:rtl/>
              </w:rPr>
              <w:t>و لا طبّيت واديها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  <w:rPr>
          <w:rStyle w:val="libNormalChar"/>
          <w:rtl/>
        </w:rPr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20" w:type="pct"/>
        <w:tblInd w:w="384" w:type="dxa"/>
        <w:tblLook w:val="01E0" w:firstRow="1" w:lastRow="1" w:firstColumn="1" w:lastColumn="1" w:noHBand="0" w:noVBand="0"/>
      </w:tblPr>
      <w:tblGrid>
        <w:gridCol w:w="4244"/>
        <w:gridCol w:w="307"/>
        <w:gridCol w:w="4130"/>
      </w:tblGrid>
      <w:tr w:rsidR="00D17334" w:rsidTr="00AE15CB">
        <w:trPr>
          <w:trHeight w:val="350"/>
        </w:trPr>
        <w:tc>
          <w:tcPr>
            <w:tcW w:w="4347" w:type="dxa"/>
            <w:shd w:val="clear" w:color="auto" w:fill="auto"/>
          </w:tcPr>
          <w:p w:rsidR="00D17334" w:rsidRDefault="00D17334" w:rsidP="00D17334">
            <w:pPr>
              <w:pStyle w:val="libPoem"/>
            </w:pPr>
            <w:r>
              <w:rPr>
                <w:rtl/>
              </w:rPr>
              <w:t>يخويه يقصر لساني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4221" w:type="dxa"/>
            <w:shd w:val="clear" w:color="auto" w:fill="auto"/>
          </w:tcPr>
          <w:p w:rsidR="00D17334" w:rsidRDefault="00D17334" w:rsidP="00D17334">
            <w:pPr>
              <w:pStyle w:val="libPoem"/>
            </w:pPr>
            <w:r>
              <w:rPr>
                <w:rtl/>
              </w:rPr>
              <w:t>عن اهوال الشفت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7334" w:rsidTr="00AE15CB">
        <w:trPr>
          <w:trHeight w:val="350"/>
        </w:trPr>
        <w:tc>
          <w:tcPr>
            <w:tcW w:w="4347" w:type="dxa"/>
          </w:tcPr>
          <w:p w:rsidR="00D17334" w:rsidRDefault="00D17334" w:rsidP="00D17334">
            <w:pPr>
              <w:pStyle w:val="libPoem"/>
            </w:pPr>
            <w:r>
              <w:rPr>
                <w:rtl/>
              </w:rPr>
              <w:t>أعلام تلوح و الرّايات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4221" w:type="dxa"/>
          </w:tcPr>
          <w:p w:rsidR="00D17334" w:rsidRDefault="00D17334" w:rsidP="00D17334">
            <w:pPr>
              <w:pStyle w:val="libPoem"/>
            </w:pPr>
            <w:r>
              <w:rPr>
                <w:rtl/>
              </w:rPr>
              <w:t>و بكل ناحيه الزّينات=و بدروازة السّاعات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PoemCenter"/>
        <w:rPr>
          <w:rtl/>
        </w:rPr>
      </w:pPr>
      <w:r>
        <w:rPr>
          <w:rtl/>
        </w:rPr>
        <w:t>تمنّيتك</w:t>
      </w:r>
      <w:r w:rsidR="00E33040">
        <w:rPr>
          <w:rtl/>
        </w:rPr>
        <w:t xml:space="preserve"> </w:t>
      </w:r>
      <w:r>
        <w:rPr>
          <w:rtl/>
        </w:rPr>
        <w:t>عدل يحسين و بْلَحدي تواريني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2"/>
        <w:gridCol w:w="306"/>
        <w:gridCol w:w="4214"/>
      </w:tblGrid>
      <w:tr w:rsidR="00AE15CB" w:rsidTr="00AE15CB">
        <w:trPr>
          <w:trHeight w:val="350"/>
        </w:trPr>
        <w:tc>
          <w:tcPr>
            <w:tcW w:w="4347" w:type="dxa"/>
            <w:shd w:val="clear" w:color="auto" w:fill="auto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خويه و طبّة الدّيوان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لا صارت و لا بتصير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AE15CB">
        <w:trPr>
          <w:trHeight w:val="350"/>
        </w:trPr>
        <w:tc>
          <w:tcPr>
            <w:tcW w:w="4347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بين الطّهر و الزّهر</w:t>
            </w:r>
            <w:r>
              <w:rPr>
                <w:rFonts w:hint="cs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ربيت معوّده بْتَخدير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AE15CB">
        <w:trPr>
          <w:trHeight w:val="350"/>
        </w:trPr>
        <w:tc>
          <w:tcPr>
            <w:tcW w:w="4347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و لنّي واقفه بمَجلس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يخاطبني رجس خمّير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AE15C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قلبي شرّحنّه امواس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من شوف الطّشت والرّاس=حلّت للطماشه ال</w:t>
            </w:r>
            <w:r>
              <w:rPr>
                <w:rFonts w:hint="cs"/>
                <w:rtl/>
              </w:rPr>
              <w:t>ن</w:t>
            </w:r>
            <w:r>
              <w:rPr>
                <w:rtl/>
              </w:rPr>
              <w:t>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PoemCenter"/>
        <w:rPr>
          <w:rtl/>
        </w:rPr>
      </w:pPr>
      <w:r>
        <w:rPr>
          <w:rtl/>
        </w:rPr>
        <w:t>مثل سوم العبيد علوج يَبن امّي يسوموني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E15CB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AE15CB" w:rsidRDefault="00AE15CB" w:rsidP="007A18F4">
            <w:pPr>
              <w:pStyle w:val="libPoem"/>
            </w:pPr>
            <w:r>
              <w:rPr>
                <w:rtl/>
              </w:rPr>
              <w:t>خويه و الخرابه شلون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مهدومه و بليّا فراش</w:t>
            </w:r>
            <w:r w:rsidRPr="00725071">
              <w:rPr>
                <w:rStyle w:val="libPoemTiniChar0"/>
                <w:rtl/>
              </w:rPr>
              <w:br/>
              <w:t> 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7A18F4">
        <w:trPr>
          <w:trHeight w:val="350"/>
        </w:trPr>
        <w:tc>
          <w:tcPr>
            <w:tcW w:w="3920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مهدومه و بليّا فراش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نتوسّد ترايبها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7A18F4">
        <w:trPr>
          <w:trHeight w:val="350"/>
        </w:trPr>
        <w:tc>
          <w:tcPr>
            <w:tcW w:w="3920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و ماتت فاطمه بيها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و محّد من قرايبها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E15CB" w:rsidTr="007A18F4">
        <w:trPr>
          <w:trHeight w:val="350"/>
        </w:trPr>
        <w:tc>
          <w:tcPr>
            <w:tcW w:w="3920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بقت يحسين ممدوده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E15CB" w:rsidRDefault="00AE15CB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E15CB" w:rsidRDefault="00421D17" w:rsidP="007A18F4">
            <w:pPr>
              <w:pStyle w:val="libPoem"/>
            </w:pPr>
            <w:r>
              <w:rPr>
                <w:rtl/>
              </w:rPr>
              <w:t>و عليها الجبد ممروده=و علي مبهوض بقيوده</w:t>
            </w:r>
            <w:r w:rsidR="00AE15C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PoemCenter"/>
        <w:rPr>
          <w:rtl/>
        </w:rPr>
      </w:pPr>
      <w:r>
        <w:rPr>
          <w:rtl/>
        </w:rPr>
        <w:t>و انا انخاكم يعزّ الجار لكن ما تجيبوني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يَبو السجّاد ما تنهض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العيله وصّلت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محفوظه كرامتها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ودوم محافظه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دربٍ وعر و الغُربه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يخويه من يقاسيها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شمر الرّجس حادينا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سوطه يلتوي علينا=دقعد وصلت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PoemCenter"/>
        <w:rPr>
          <w:rtl/>
        </w:rPr>
      </w:pPr>
      <w:r>
        <w:rPr>
          <w:rtl/>
        </w:rPr>
        <w:t>بهمّه و حشِّم العبّاس يَبن امّي و تلقّوني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17334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وصلناكم يَبو فاضل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 لا جيتوا تنزلونا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7334" w:rsidTr="00D17334">
        <w:trPr>
          <w:trHeight w:val="350"/>
        </w:trPr>
        <w:tc>
          <w:tcPr>
            <w:tcW w:w="3920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وهاي الرّوس جبناها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 منكم نطلب العونه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7334" w:rsidTr="00D17334">
        <w:trPr>
          <w:trHeight w:val="350"/>
        </w:trPr>
        <w:tc>
          <w:tcPr>
            <w:tcW w:w="3920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وراس حسين سمحوا لي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تراهي مكسّره سنونه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7334" w:rsidTr="00D17334">
        <w:trPr>
          <w:trHeight w:val="350"/>
        </w:trPr>
        <w:tc>
          <w:tcPr>
            <w:tcW w:w="3920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مصيبه مقدر احجيها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و روحي تمرمرت بيها=اسمع منّي تواليها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PoemCenter"/>
        <w:rPr>
          <w:rtl/>
        </w:rPr>
      </w:pPr>
      <w:r>
        <w:rPr>
          <w:rtl/>
        </w:rPr>
        <w:t>بْطَشت الذّهب كسّرهن يزيد وتنظره عيوني</w:t>
      </w:r>
    </w:p>
    <w:p w:rsidR="00C231C3" w:rsidRDefault="00C231C3" w:rsidP="00295E4E">
      <w:pPr>
        <w:pStyle w:val="libCenterBold1"/>
      </w:pPr>
      <w:r>
        <w:rPr>
          <w:rtl/>
        </w:rPr>
        <w:t>زينب مع محمَّد بن الحنفية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17334" w:rsidTr="00D17334">
        <w:trPr>
          <w:trHeight w:val="350"/>
        </w:trPr>
        <w:tc>
          <w:tcPr>
            <w:tcW w:w="3920" w:type="dxa"/>
            <w:shd w:val="clear" w:color="auto" w:fill="auto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يَمحمّد مصابي مصاب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ما ينحمل تفصيله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17334" w:rsidTr="00D17334">
        <w:trPr>
          <w:trHeight w:val="350"/>
        </w:trPr>
        <w:tc>
          <w:tcPr>
            <w:tcW w:w="3920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ركني مْن الاحزان انهد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17334" w:rsidRDefault="00D17334" w:rsidP="00D1733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17334" w:rsidRDefault="00104CD8" w:rsidP="00D17334">
            <w:pPr>
              <w:pStyle w:val="libPoem"/>
            </w:pPr>
            <w:r>
              <w:rPr>
                <w:rtl/>
              </w:rPr>
              <w:t>مصايب شفت ما تنعد</w:t>
            </w:r>
            <w:r w:rsidR="00D17334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95E4E" w:rsidRDefault="00295E4E" w:rsidP="00295E4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36C6E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تهد اطواد يَمحمّد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أريدن جَلد أحجي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نزلنا بْكربلا و دارت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يَبو جاسم علينا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سبعين الف تترادف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يخويه و الورد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عاشر بالمحرّم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أبد ما صار مثله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لفتنا جيوش جرّاره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وعضيدك قلّت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 علينا شنّوا الغاره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36C6E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ريت احضرت ذاك 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وم جان البيرق تشيله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يقول الها يَمَحزونه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احجي لي الصار بالتّفصيل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قالت شمس ذاك 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غابت من عجاج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خلّوا انصارنا الوديان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بدموم الأعادي 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كلها حيود سطّايه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رجال و تعرف الغايه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إجت للدّين حمّايه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36C6E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ساعه و لَنْ اخوك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فاقد كل رجاجيله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طلعوا اولاد ابو طالب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زعاله و شنّوا الغاره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خلوا للحشَر مشهور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يوم الطّف شنياره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بني عمّه الظّهر خلصوا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يخويه و لحقوا انصاره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يَوَسْفَه و زادت 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يعاين عزوته و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ضحايا و عالتّرب نومه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36C6E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بقت بس اخوته و اولا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د اخوه الحسن و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طلع عبّاس يَمحمّد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لو شفته اشْعمل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خلّاها تصيح 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أردى كل مساميها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مثل هاي و عليك تفوت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يا ليت احضرت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وشفت وكت الطراد شلون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مشيتهم من يحملون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 عْلَى الموت يتناخون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36C6E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و شفت عبّاس شمسوّي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بْجيش ابن الدّعي و خيله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6C6E" w:rsidTr="008A38DD">
        <w:trPr>
          <w:trHeight w:val="350"/>
        </w:trPr>
        <w:tc>
          <w:tcPr>
            <w:tcW w:w="3920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من يصرخ بعالي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36C6E" w:rsidRDefault="00536C6E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36C6E" w:rsidRDefault="00536C6E" w:rsidP="008A38DD">
            <w:pPr>
              <w:pStyle w:val="libPoem"/>
            </w:pPr>
            <w:r>
              <w:rPr>
                <w:rtl/>
              </w:rPr>
              <w:t>خلّى الخيل مجفوفه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95E4E" w:rsidRDefault="00295E4E" w:rsidP="00295E4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0A8B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يتبَخْتر بالعلم و الجود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0A8B" w:rsidRDefault="00D60A8B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و البتّار حي شوفه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A8B" w:rsidTr="008A38DD">
        <w:trPr>
          <w:trHeight w:val="350"/>
        </w:trPr>
        <w:tc>
          <w:tcPr>
            <w:tcW w:w="3920" w:type="dxa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يمحي اصفوفهم بالسّيف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A8B" w:rsidRDefault="00D60A8B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لو ما طاحن اجفوفه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A8B" w:rsidTr="008A38DD">
        <w:trPr>
          <w:trHeight w:val="350"/>
        </w:trPr>
        <w:tc>
          <w:tcPr>
            <w:tcW w:w="3920" w:type="dxa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و ظل بين العدا محتار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A8B" w:rsidRDefault="00D60A8B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A8B" w:rsidRDefault="00021441" w:rsidP="008A38DD">
            <w:pPr>
              <w:pStyle w:val="libPoem"/>
            </w:pPr>
            <w:r>
              <w:rPr>
                <w:rtl/>
              </w:rPr>
              <w:t>بلا يمنه و بليّا يسار</w:t>
            </w:r>
            <w:r w:rsidR="00D60A8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بْقلبه العطَش شب نار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21441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يَمحمّد و سهم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ذاك اللي بَهَض 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عمود الرّاس يالمحزون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قوّض عمد خيمتنا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وعن ظهر المُهُر من 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021441">
            <w:pPr>
              <w:pStyle w:val="libPoem"/>
            </w:pPr>
            <w:r>
              <w:rPr>
                <w:rtl/>
              </w:rPr>
              <w:t>حفلّت غصب جمعتنا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ورد حسين إلي مفرود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اشتدّت مصيبتنا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يمشي ويجذب الحسرات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دموعه تهل عبرات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يقلّي كفيلج مات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21441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وظل جسمه على الشّاطي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يَخويه و لا رضا اشيله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295E4E">
      <w:pPr>
        <w:pStyle w:val="libCenterBold1"/>
        <w:rPr>
          <w:rtl/>
        </w:rPr>
      </w:pPr>
      <w:r>
        <w:rPr>
          <w:rtl/>
        </w:rPr>
        <w:t>و تصف له المصارع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21441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شَحجي لك يَبو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عن مصابي و تهاويله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من بعضه يشيب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قطّع مهجتي بامواس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أخيّك ظل عقب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وحده و قلّت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عقب عبّاس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طلع جسّام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اخوك يشوفها تمشي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تريد الموت شبّانه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لنّه يقول عدنا زواج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انا بْهَتِت حيرانه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أقلّه محّد وْيانا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جاسم ذبحت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كل الحرم حزنانه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21441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يقلّي هَلْهلي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خيمة عرس فردي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ريت احضرت يمحمّد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تعاين زفّة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شفت ابن الحسن جسّام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من حوّم على الجيمان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لنّه يصيح يا عمّي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غار حسين للميدان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21441" w:rsidTr="008A38DD">
        <w:trPr>
          <w:trHeight w:val="350"/>
        </w:trPr>
        <w:tc>
          <w:tcPr>
            <w:tcW w:w="3920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حالاً جتل جتّاله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جاه و عاين احواله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وعلى صدره الولد شاله</w:t>
      </w:r>
    </w:p>
    <w:p w:rsidR="00295E4E" w:rsidRDefault="00295E4E" w:rsidP="00295E4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021441" w:rsidTr="008A38DD">
        <w:trPr>
          <w:trHeight w:val="350"/>
        </w:trPr>
        <w:tc>
          <w:tcPr>
            <w:tcW w:w="4347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جابه مخضّب بدمّه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21441" w:rsidRDefault="00021441" w:rsidP="008A38DD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21441" w:rsidRDefault="00021441" w:rsidP="008A38DD">
            <w:pPr>
              <w:pStyle w:val="libPoem"/>
            </w:pPr>
            <w:r>
              <w:rPr>
                <w:rtl/>
              </w:rPr>
              <w:t>و ثوبه اشلون تفصيله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محمَّد لو شفت الاكبر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الما ثبتت بْوَجهه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وجهه شمس المضيّه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شعر راسه سواد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أبابيل و يخز بالرّوس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لو صَل و نفث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طاعون و نزل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طي السّجل طاويها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صَرْصَر</w:t>
      </w:r>
      <w:r w:rsidR="00E33040">
        <w:rPr>
          <w:rtl/>
        </w:rPr>
        <w:t xml:space="preserve"> </w:t>
      </w:r>
      <w:r>
        <w:rPr>
          <w:rtl/>
        </w:rPr>
        <w:t>نازل عْليها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A38DD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لو هو صاعقه حلّت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من الجبّار تنزيله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لكن بعَد لا تسأل اشْص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ار بْقَلب اخوك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من طاح و تعنّى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شافه مترّب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فت قلبي بنحباته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جابه و لا وْياه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شوصف لك عن أحواله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مقطّع لَمهن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 لفّه اببّردته و شاله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A38DD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أنا وحدي تلقّيته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 فرّت صارخه 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طبق راحوا جتل 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شفوا من هالارجاس اضغان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قلّي اشذنب عبد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رقبته للنّبل نيشان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ما ضاق اللبن و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من يومين اهو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قصدهم مهجة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8A38DD" w:rsidP="008A38DD">
            <w:pPr>
              <w:pStyle w:val="libPoem"/>
            </w:pPr>
            <w:r>
              <w:rPr>
                <w:rtl/>
              </w:rPr>
              <w:t>واخذ طفله على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صابه حرمله بْنَحره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A38DD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وجابتّه من ابوه سكنه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تقلّي الطّفل فرشي له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مصايب شيّبت راسي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أعاين للنّزل خالي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يخويه و بعد عندي حسي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نفوق حصانه قبالي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لكن يوم ودّعنا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و رجَع لينا المهُر خالي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38DD" w:rsidTr="008A38DD">
        <w:trPr>
          <w:trHeight w:val="350"/>
        </w:trPr>
        <w:tc>
          <w:tcPr>
            <w:tcW w:w="3920" w:type="dxa"/>
          </w:tcPr>
          <w:p w:rsidR="008A38DD" w:rsidRDefault="00DD20CF" w:rsidP="008A38DD">
            <w:pPr>
              <w:pStyle w:val="libPoem"/>
            </w:pPr>
            <w:r>
              <w:rPr>
                <w:rtl/>
              </w:rPr>
              <w:t>وشِفِت سرجه بخاصرته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A38DD" w:rsidRDefault="00131606" w:rsidP="008A38DD">
            <w:pPr>
              <w:pStyle w:val="libPoem"/>
            </w:pPr>
            <w:r>
              <w:rPr>
                <w:rtl/>
              </w:rPr>
              <w:t>مخضّب بالدّما رقبته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وراسه</w:t>
      </w:r>
      <w:r w:rsidR="00E33040">
        <w:rPr>
          <w:rtl/>
        </w:rPr>
        <w:t xml:space="preserve"> </w:t>
      </w:r>
      <w:r>
        <w:rPr>
          <w:rtl/>
        </w:rPr>
        <w:t>عْلَى الرّمح شفته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A38DD" w:rsidTr="008A38DD">
        <w:trPr>
          <w:trHeight w:val="350"/>
        </w:trPr>
        <w:tc>
          <w:tcPr>
            <w:tcW w:w="3920" w:type="dxa"/>
            <w:shd w:val="clear" w:color="auto" w:fill="auto"/>
          </w:tcPr>
          <w:p w:rsidR="008A38DD" w:rsidRDefault="00131606" w:rsidP="008A38DD">
            <w:pPr>
              <w:pStyle w:val="libPoem"/>
            </w:pPr>
            <w:r>
              <w:rPr>
                <w:rtl/>
              </w:rPr>
              <w:t>و زحفت صوبنا العدوان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38DD" w:rsidRDefault="008A38DD" w:rsidP="008A38D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38DD" w:rsidRDefault="00131606" w:rsidP="008A38DD">
            <w:pPr>
              <w:pStyle w:val="libPoem"/>
            </w:pPr>
            <w:r>
              <w:rPr>
                <w:rtl/>
              </w:rPr>
              <w:t>صرت مكلّفه بعيله</w:t>
            </w:r>
            <w:r w:rsidR="008A38DD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CenterBold1"/>
      </w:pPr>
      <w:r>
        <w:rPr>
          <w:rtl/>
        </w:rPr>
        <w:t>وتصف</w:t>
      </w:r>
      <w:r w:rsidR="00E33040">
        <w:rPr>
          <w:rtl/>
        </w:rPr>
        <w:t xml:space="preserve"> </w:t>
      </w:r>
      <w:r>
        <w:rPr>
          <w:rtl/>
        </w:rPr>
        <w:t>له الهجوم على المخيم</w:t>
      </w:r>
    </w:p>
    <w:p w:rsidR="00295E4E" w:rsidRDefault="00295E4E" w:rsidP="00295E4E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131606" w:rsidTr="00131606">
        <w:trPr>
          <w:trHeight w:val="350"/>
        </w:trPr>
        <w:tc>
          <w:tcPr>
            <w:tcW w:w="4347" w:type="dxa"/>
            <w:shd w:val="clear" w:color="auto" w:fill="auto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من هجموا على خيمنا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اشصار بحالها 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الله تحيّرت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ما ظل من يباريها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يخويه من يسلّيها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ياهو يباري عليله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شبّوا النّار يَمحمّد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فرّت كل يتامانا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انا ظلّيت مدهوشه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ادوّر وين ملجانا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غير عليلنا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منهم ما بقى وْيانا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1316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كل الخيم نهبوها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تالي بْنار شبّوها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يتامى اطفال داسوها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3160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هجمت ليلة احد عشر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تصوّر عظم هالليله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صباح احدعش من عاشور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من ذكره يشيب الرّاس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جابوا النّوق مهزوله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بينا دارت الارجاس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أصد بالعين لاجاسم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 لا الاكبر و لا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حادي ظعونّا يحدي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131606" w:rsidP="00BE6306">
            <w:pPr>
              <w:pStyle w:val="libPoem"/>
            </w:pPr>
            <w:r>
              <w:rPr>
                <w:rtl/>
              </w:rPr>
              <w:t>وانا ما ظل احد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أباري</w:t>
      </w:r>
      <w:r w:rsidR="00E33040">
        <w:rPr>
          <w:rtl/>
        </w:rPr>
        <w:t xml:space="preserve"> </w:t>
      </w:r>
      <w:r>
        <w:rPr>
          <w:rtl/>
        </w:rPr>
        <w:t>العايله وحدي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3160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يخويه و بينّا السجّاد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رايد من يتجّي له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مشينا مَشْية القشره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و تركناهم على الغبرا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بعيني مهجة الزّهرا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نظرته عْلَى الثّرى مْعَرّى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ترى سلبوه يَمحمّد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و تالي رضّضوا صدره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مشينا و اليتامى تنوح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وجسمه عْلَى التّرب مطروح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295E4E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بالعسّال راسه يلوح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13160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و اليسوق الظّعن خويه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زجر و الشّمر يحدي له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31606" w:rsidTr="00BE6306">
        <w:trPr>
          <w:trHeight w:val="350"/>
        </w:trPr>
        <w:tc>
          <w:tcPr>
            <w:tcW w:w="3920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الكوفه من وصلناها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31606" w:rsidRDefault="0013160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31606" w:rsidRDefault="00522C68" w:rsidP="00BE6306">
            <w:pPr>
              <w:pStyle w:val="libPoem"/>
            </w:pPr>
            <w:r>
              <w:rPr>
                <w:rtl/>
              </w:rPr>
              <w:t>و على ابن زياد دشّينا</w:t>
            </w:r>
            <w:r w:rsidR="0013160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هالمجلس و انا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دقلّي ويني و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حرمهم خلّصوها النّا</w:t>
            </w:r>
            <w:r>
              <w:rPr>
                <w:rFonts w:hint="cs"/>
                <w:rtl/>
                <w:lang w:bidi="ar-SA"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احنا بْيسر ظلّينا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أطفال مضيّعه و نسوان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بينا شمتت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نشكي قلّة الوليان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ما عدنا عشيره تثور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لينا و قلّة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سافرنا نريد الشّام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الشّارع صخر و جبال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المسرى يريد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احنا الّا حرم و اطفال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حادي الظّعن ما يرحم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الحاله و النياق هزال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هاي من الجمل طاحت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وذيج مهجهجه وراحت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تشوف الويل لو ناحت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وصلنا الشّام واللي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يصعب عَلَي تمثيله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ضيم الما جرى و لا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مثله شفته بالشّامات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لاقونا بتَهاني العيد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كلهم بالطّبق شمّات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وقفنا نطلب الرّخصه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بدروازه ثَلَث ساعات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وخلق الله علينا عكوف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تتفرّج و ناس اتطوف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فات الوكت واحنا وقوف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بروس حسين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بني عمّه و رجاجيله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وتصف له أهوال الشام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C07E95" w:rsidTr="00C07E95">
        <w:trPr>
          <w:trHeight w:val="350"/>
        </w:trPr>
        <w:tc>
          <w:tcPr>
            <w:tcW w:w="4347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ضيم الشّام يَمحمّد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دقلّي ياهو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وحيده و لا عوين وْياي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شَقَاسي من بعد ولياي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الشّماته اللي تفت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لو ضجّات هالعيله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خويه ساعة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علينا يوم طبّينا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جَت النّاس تتفرّج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مْعَيْده و لابسه الزّينه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احنا مسلّبات ستور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الله ستورنا ايدينا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C07E9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سمّونا بني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خوارج دين حربيّه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7E95" w:rsidRDefault="00C07E95" w:rsidP="00C07E95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C07E95">
      <w:pPr>
        <w:pStyle w:val="libPoemCenter"/>
      </w:pPr>
      <w:r>
        <w:rPr>
          <w:rtl/>
        </w:rPr>
        <w:t>و كلها اضغان بدريّه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هالحاله و انا مطلو 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منّي ملاحظ 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يَمحمّد اباري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يتلوّى على النّاقه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مقيّد و المرض ماذيه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بالقيد انجرح ساقه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لو هاي التنخّيني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انا باطفال معتاقه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يا هو اللي ابتلى ابّلواي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ما عندي عوين وْياي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طفله تريد منّي الماي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لو ذيج الطفلها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ما عدها من يشيله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يقلها اشْهَالحجي التحجين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فت قلبي و شعبتيني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جان أعظم بعد عندج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يَزينب لا تخبريني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تراهي تمرمرت 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يَمَحزونه و دهشتيني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انفطر قلبي بهالتّعداد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هلمصيبه تهد اطواد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طفح</w:t>
      </w:r>
      <w:r w:rsidR="00E33040">
        <w:rPr>
          <w:rtl/>
        </w:rPr>
        <w:t xml:space="preserve"> </w:t>
      </w:r>
      <w:r>
        <w:rPr>
          <w:rtl/>
        </w:rPr>
        <w:t>حزن البقلبي وزاد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عندج خبر بمحمّد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بعدكم ما هجع 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تقلّه و طبّة المجلس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يخويه ما وصلت 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يمحمّد متى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مجالس خمر تدخلها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كلنا بْحَبل مقطورين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جان تريد افصّلها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الكراسي بمَجلسه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مصفوفه شمال 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 احنا اوقوف نصْب العين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طشت الذّهب بيه الرّا</w:t>
            </w:r>
            <w:r>
              <w:rPr>
                <w:rFonts w:hint="cs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مْغَطّى بْمنديله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طغى ابن الرّجس و تمرّد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ظل يسأل عن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يحاجيها و يحاجيني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يقول سنادكم وينه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تالي الامر لاوغاده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الطّاغي راد يهدينا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7E95" w:rsidTr="00BE6306">
        <w:trPr>
          <w:trHeight w:val="350"/>
        </w:trPr>
        <w:tc>
          <w:tcPr>
            <w:tcW w:w="3920" w:type="dxa"/>
          </w:tcPr>
          <w:p w:rsidR="00C07E95" w:rsidRDefault="00C07E95" w:rsidP="00BE6306">
            <w:pPr>
              <w:pStyle w:val="libPoem"/>
            </w:pPr>
            <w:r>
              <w:rPr>
                <w:rtl/>
              </w:rPr>
              <w:t>و سلالة هند و سْميّه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07E95" w:rsidRDefault="000E0E6D" w:rsidP="00BE6306">
            <w:pPr>
              <w:pStyle w:val="libPoem"/>
            </w:pPr>
            <w:r>
              <w:rPr>
                <w:rtl/>
              </w:rPr>
              <w:t>بخدر و استار مخفيّه</w:t>
            </w:r>
            <w:r w:rsidR="00C07E9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 بنت الطّهر مسبيّه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07E95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07E95" w:rsidRDefault="000E0E6D" w:rsidP="00BE6306">
            <w:pPr>
              <w:pStyle w:val="libPoem"/>
            </w:pPr>
            <w:r>
              <w:rPr>
                <w:rtl/>
              </w:rPr>
              <w:t>كنّا من بنات الرّوم</w:t>
            </w:r>
            <w:r w:rsidR="00C07E9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07E95" w:rsidRDefault="00C07E95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07E95" w:rsidRDefault="000E0E6D" w:rsidP="00BE6306">
            <w:pPr>
              <w:pStyle w:val="libPoem"/>
            </w:pPr>
            <w:r>
              <w:rPr>
                <w:rtl/>
              </w:rPr>
              <w:t>حسّر بين اراذيله</w:t>
            </w:r>
            <w:r w:rsidR="00C07E9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7E95" w:rsidRDefault="00C07E95" w:rsidP="00C07E9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يخويه و الخرابه شلون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افصّل لك مصايبها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مهجوره و بليّا فرا</w:t>
            </w:r>
            <w:r>
              <w:rPr>
                <w:rFonts w:hint="cs"/>
                <w:rtl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نتوسّد ترايبها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ماتت فاطمه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محّد من قرايبها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عليها ضجت ايتامي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ولا دافع و لا محامي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طريحه</w:t>
      </w:r>
      <w:r w:rsidR="00E33040">
        <w:rPr>
          <w:rtl/>
        </w:rPr>
        <w:t xml:space="preserve"> </w:t>
      </w:r>
      <w:r>
        <w:rPr>
          <w:rtl/>
        </w:rPr>
        <w:t>بقت جدّامي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بذاك الحال مَتقلّي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شلون البُصر و الحيله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يَبو جاسم ترى ضيمي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يفت القلب تذكاره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جنازه اممّدده عندي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ديرة غرب و يسارى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سفر ميشوم يمحمّد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شَوصف لك من اخباره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وحادي الظّعن شحجي ل</w:t>
            </w:r>
            <w:r>
              <w:rPr>
                <w:rFonts w:hint="cs"/>
                <w:rtl/>
              </w:rPr>
              <w:t>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اسياطه لو مهازيله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CenterBold1"/>
      </w:pPr>
      <w:r>
        <w:rPr>
          <w:rtl/>
        </w:rPr>
        <w:t>العقيلة</w:t>
      </w:r>
      <w:r w:rsidR="00E33040">
        <w:rPr>
          <w:rtl/>
        </w:rPr>
        <w:t xml:space="preserve"> </w:t>
      </w:r>
      <w:r>
        <w:rPr>
          <w:rtl/>
        </w:rPr>
        <w:t>و أم البنين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اهنا يَم البنين اهنا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أعزّيج و تعزّيني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تراني جيت دوهانه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فقدت حسين واخوانه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آه السّفر و احزانه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بيْمَن بعد تتسلّين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لو بيْمَن تسلّيني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قعدي اوياي افصّل لج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مصاب الصار يَمْ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سوّوا لج اولادج صِيت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عالي و حازوا النّوماس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أريد اشرح مصايبهم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لو هي بالضّمير امواس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قعدي قبالي و نوحي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ذكرهم فزّر جروحي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يروحي</w:t>
      </w:r>
      <w:r w:rsidR="00E33040">
        <w:rPr>
          <w:rtl/>
        </w:rPr>
        <w:t xml:space="preserve"> </w:t>
      </w:r>
      <w:r>
        <w:rPr>
          <w:rtl/>
        </w:rPr>
        <w:t>من الجسد روحي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فت مصابهم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راح الشّوف من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طلع عبّاس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للميدان طرّشهم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واحد من بعد واحد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على العدوان ما اوحشهم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طبق خلصوا عمت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حر التّرب مفرشهم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هذا يجذب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ذاك بْدَمّه محنّا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 هذا انذبح ما تهنّى</w:t>
      </w:r>
    </w:p>
    <w:p w:rsidR="00C07E95" w:rsidRDefault="00C07E95" w:rsidP="00C07E9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6E6986" w:rsidTr="006E6986">
        <w:trPr>
          <w:trHeight w:val="350"/>
        </w:trPr>
        <w:tc>
          <w:tcPr>
            <w:tcW w:w="4347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ثلاثه وجّروا جانون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حدْر الضّلع جاويني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6E69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يَمْ عبّاس لو شفتي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اشْفَعل عبّاس بالحومه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6E69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سطى عْليها و طشّرها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سيطر على الملزومه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6E69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 ملَكها المشرعه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بْسيفه و شاعت علومه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6E698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نزل بيها و ملا 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6E6986" w:rsidRDefault="006E6986" w:rsidP="00BE6306">
            <w:pPr>
              <w:pStyle w:val="libPoem"/>
            </w:pPr>
            <w:r>
              <w:rPr>
                <w:rtl/>
              </w:rPr>
              <w:t>وهل دمعه على خدوده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عليها حوّل بْزوده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E6986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لكن شرَب لو عطشا</w:t>
            </w:r>
            <w:r>
              <w:rPr>
                <w:rFonts w:hint="cs"/>
                <w:rtl/>
              </w:rPr>
              <w:t>ن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بالله لا تسأليني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تقلها اشلون أبو فاضل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يضوق الماي قبل حسين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أبوه المرتضى وافي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و عزوته هاشم الطّيبين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قالت طلَع يتلظّى بْظَم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اه و يهل ماي العين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E6986" w:rsidTr="00BE6306">
        <w:trPr>
          <w:trHeight w:val="350"/>
        </w:trPr>
        <w:tc>
          <w:tcPr>
            <w:tcW w:w="3920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ما همّه عطش قلبه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E6986" w:rsidRDefault="006E6986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E6986" w:rsidRDefault="0025354E" w:rsidP="00BE6306">
            <w:pPr>
              <w:pStyle w:val="libPoem"/>
            </w:pPr>
            <w:r>
              <w:rPr>
                <w:rtl/>
              </w:rPr>
              <w:t>وعلى الجيش البلا صبّه</w:t>
            </w:r>
            <w:r w:rsidR="006E698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وفرّت</w:t>
      </w:r>
      <w:r w:rsidR="00E33040">
        <w:rPr>
          <w:rtl/>
        </w:rPr>
        <w:t xml:space="preserve"> </w:t>
      </w:r>
      <w:r>
        <w:rPr>
          <w:rtl/>
        </w:rPr>
        <w:t>غصب عن دربه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5354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يقول شلون أروّي حشا</w:t>
            </w:r>
            <w:r>
              <w:rPr>
                <w:rFonts w:hint="cs"/>
                <w:rtl/>
              </w:rPr>
              <w:t>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و سكينه تتانيني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تقلها الخبر ما يحتاج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شبلي و عارفتّه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محّد يظن بالعبّاس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يشرب قبل اخوه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يَزينب و اكثر ظنوني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بْعَطشهم راحوا الاثنين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عندي هالخبر معلوم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25354E" w:rsidP="00BE6306">
            <w:pPr>
              <w:pStyle w:val="libPoem"/>
            </w:pPr>
            <w:r>
              <w:rPr>
                <w:rtl/>
              </w:rPr>
              <w:t>من حينه النّهر ملزوم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العيله بْظمَاها تحوم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5354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لكن عن فعل عبّاس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بالعدوان خبريني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تقلها فلهن زلوفه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و مهجة فاطم يشوفه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و فرّت غصب من خوفه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و راح فلولها الكوفه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ساعه و امّنت كلها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أثاري طاحن اجفوفه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يَمْ عبّاس أظن تدرين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سهم اللي نشب بالعين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فتّت</w:t>
      </w:r>
      <w:r w:rsidR="00E33040">
        <w:rPr>
          <w:rtl/>
        </w:rPr>
        <w:t xml:space="preserve"> </w:t>
      </w:r>
      <w:r>
        <w:rPr>
          <w:rtl/>
        </w:rPr>
        <w:t>قلب أخوه 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5354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يَمْ عبّاس و العامود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هدّم عالي حصوني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354E" w:rsidTr="00BE6306">
        <w:trPr>
          <w:trHeight w:val="350"/>
        </w:trPr>
        <w:tc>
          <w:tcPr>
            <w:tcW w:w="3920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طاح و ظل اخوه حسين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5354E" w:rsidRDefault="0025354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5354E" w:rsidRDefault="006B7872" w:rsidP="00BE6306">
            <w:pPr>
              <w:pStyle w:val="libPoem"/>
            </w:pPr>
            <w:r>
              <w:rPr>
                <w:rtl/>
              </w:rPr>
              <w:t>حاير بين عدوانه</w:t>
            </w:r>
            <w:r w:rsidR="0025354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07E95" w:rsidRDefault="00C07E95" w:rsidP="00C07E9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وصل يمّه و عاينها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بغير اجفوف ذرعانه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شوصف حال ابو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يوم وحيدته 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يمشي و يجذب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على عضيده انكسر ظهره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فقد عبّاس شيجبره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أقلّه وين اخيّك طاح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ما يقدر يحاجيني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تقلها شْلون يا زينب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نشرتي مصيبة 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أبو فاضل ثمر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 اخوته مهجة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علي هانت مصايبهم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بْذَبحة مهجة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أولادي طبق و العزوه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لِبن خير الوَرى فدوه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بيه</w:t>
      </w:r>
      <w:r w:rsidR="00E33040">
        <w:rPr>
          <w:rtl/>
        </w:rPr>
        <w:t xml:space="preserve"> </w:t>
      </w:r>
      <w:r>
        <w:rPr>
          <w:rtl/>
        </w:rPr>
        <w:t>الخلَف و السّلوه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تعزّيني بْذبحتهم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يَزينب لو تهنّيني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CenterBold1"/>
      </w:pPr>
      <w:r>
        <w:rPr>
          <w:rtl/>
        </w:rPr>
        <w:t>وتصف</w:t>
      </w:r>
      <w:r w:rsidR="00E33040">
        <w:rPr>
          <w:rtl/>
        </w:rPr>
        <w:t xml:space="preserve"> </w:t>
      </w:r>
      <w:r>
        <w:rPr>
          <w:rtl/>
        </w:rPr>
        <w:t>لها المصارع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مصاب الاربعه والله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يَزينب صدق جاويني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طبق ظلّوا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وظلّيت أجذب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وابوسكنه انكسر ظهره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لكن مهجة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مصايبهم منسّيني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يَزينب تالي الخمسه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أخوج و مهجة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 هو الزّينه العرش 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 يظل معفور بالغبرا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932EDF">
            <w:pPr>
              <w:pStyle w:val="libPoem"/>
            </w:pPr>
            <w:r>
              <w:rPr>
                <w:rtl/>
              </w:rPr>
              <w:t>اشلون ابجي علاولادي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 فخرهم شاع من فخره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شلون اسجب دموع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على الاثنين و الاثنين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C07E95">
      <w:pPr>
        <w:pStyle w:val="libPoemCenter"/>
      </w:pPr>
      <w:r>
        <w:rPr>
          <w:rtl/>
        </w:rPr>
        <w:t>أنوحنهم و اخلّي 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32EDF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وهُو شمّامة المختار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زينب لا تلوميني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تقلْها التّعزيه سنّه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يَمَحزونه و حسن آداب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علينا واجب نعزّيج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باولادج اليوث الغاب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932EDF">
            <w:pPr>
              <w:pStyle w:val="libPoem"/>
            </w:pPr>
            <w:r>
              <w:rPr>
                <w:rtl/>
              </w:rPr>
              <w:t>والا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مصاب ابو السجّاد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ما خلّى قلب ما 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2EDF" w:rsidTr="00BE6306">
        <w:trPr>
          <w:trHeight w:val="350"/>
        </w:trPr>
        <w:tc>
          <w:tcPr>
            <w:tcW w:w="3920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أنا الشدّيت العصابه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32EDF" w:rsidRDefault="00932EDF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32EDF" w:rsidRDefault="00932EDF" w:rsidP="00BE6306">
            <w:pPr>
              <w:pStyle w:val="libPoem"/>
            </w:pPr>
            <w:r>
              <w:rPr>
                <w:rtl/>
              </w:rPr>
              <w:t>لخويه حسين و مصابه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650F11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بيدي شادّه صوابه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395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لَجِن قلبي جَلِد ما لا</w:t>
            </w:r>
            <w:r>
              <w:rPr>
                <w:rFonts w:hint="cs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للشدّات تلويني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يَمْ عبّاس و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زفَافه و صرعتَه بْسَاعه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لو شفتي الحريم اشْصار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بيهن ساعة وداعه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قلب حسين صار شطور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يمّه بْساعة نزاعه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انحنى فوقه يشم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وحط صدره على صدره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شاله منحني ظهره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395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جابه و مدّده 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لَن امّه تناديني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تقلّي للولَد 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تعالي نسلي زلوفه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عرّيس الولَد لازم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بْدمّه نخضّب اجفوفه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عساني موسّده بْقَبري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قبل يومي و لا 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معرّس حوفته الحومه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متخضّب من دمومه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عسى يومي قبل يومه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395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على العرّيس و اخوانه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يَبنت الطّهر سعديني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وعلي الاكبر مصابه 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شب بالقلب نيرانه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تعلّق بالمهر وَسْفَه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بيه اكنفت عدوانه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ويلاه يوم ابوه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لفّه اببّردته و 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يخفي النّحب و الزّفره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بصدره مكسّره العبره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بالخيمه الولد خلّاه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اممّدد بينه 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سهم الطّفل يَمْ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ناشب وسط دلالي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جر السّهم من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الشّهيد و مدّده قبالي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الحرم ضجّن فرد ضجّه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شوصف لج من احوالي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على الوليان ضجّتهن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وخوف اليسر صيحتهن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أسلّيهن و اسكّتهن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2395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انا اللي شيّبت راسي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المصايب ما تشوفيني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2395D" w:rsidTr="00BE6306">
        <w:trPr>
          <w:trHeight w:val="350"/>
        </w:trPr>
        <w:tc>
          <w:tcPr>
            <w:tcW w:w="3920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و مصاب حسين يَمْ عبّا</w:t>
            </w:r>
            <w:r>
              <w:rPr>
                <w:rFonts w:hint="cs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2395D" w:rsidRDefault="00B2395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2395D" w:rsidRDefault="00B2395D" w:rsidP="00BE6306">
            <w:pPr>
              <w:pStyle w:val="libPoem"/>
            </w:pPr>
            <w:r>
              <w:rPr>
                <w:rtl/>
              </w:rPr>
              <w:t>ما تتعدّد أهواله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50F11" w:rsidRDefault="00650F11" w:rsidP="00650F11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7F1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حيد و ينظر بعينه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ضحايا جملة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استسلم للمنيّه 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قلبي و ودّع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وحده انحدر للميدان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يتلقّى النّبل و 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 مفتوت القلب ولهان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7F1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وذبّ الحمل 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العيله على متوني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وحده انحدر للميدان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صادي القلب و افناها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ارض الغاضريّه فراش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روس و جثث سوّاها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آه يا سهم المثلّث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مهجته شطور خلّاها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تقنطر من ظهر مُهره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ظل مرمي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يون</w:t>
      </w:r>
      <w:r w:rsidR="00E33040">
        <w:rPr>
          <w:rtl/>
        </w:rPr>
        <w:t xml:space="preserve"> </w:t>
      </w:r>
      <w:r>
        <w:rPr>
          <w:rtl/>
        </w:rPr>
        <w:t>و بْسَاعة القشره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7F1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إجاني المهُر متخضّب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بدم قلبه يراويني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غصب فرّيت مدهوشه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فرّت خلفي 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قصَدْت المعركه و شِفْتَه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رميّه و محّد حذا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ولَن الشّمر يَم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واطي الصّدر بنعاله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وخلّى عْلَى التّرب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أخيّي ينتخي ابجدّه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يحز نحره و أريدن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أودعه و لا يخلّيني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CenterBold1"/>
      </w:pPr>
      <w:r>
        <w:rPr>
          <w:rtl/>
        </w:rPr>
        <w:t>وتصف هجوم المخيّم والرّحيل والسّبي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7F1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عقب ذبحة ولينا اشْصَا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ر بالله لا تنشديني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زحف جيش الكفر يمْنا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هجموا على مخيّمنا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 بالوديان هيّمنا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D7F1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هجموا عْلَى الخيَم وعيا</w:t>
            </w:r>
            <w:r>
              <w:rPr>
                <w:rFonts w:hint="cs"/>
                <w:rtl/>
              </w:rPr>
              <w:t>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ابو السجّاد دهشوني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من هجموا على خيمنا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 صاحوا بالنّهب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هناك الضّيم و اللوعات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وين اللي يصاليها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حريم و تطلب الملجا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بيتاماها و تاليها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D7F1E" w:rsidTr="00BE6306">
        <w:trPr>
          <w:trHeight w:val="350"/>
        </w:trPr>
        <w:tc>
          <w:tcPr>
            <w:tcW w:w="3920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صرنا للعدا فرهود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D7F1E" w:rsidRDefault="005D7F1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D7F1E" w:rsidRDefault="005D7F1E" w:rsidP="00BE6306">
            <w:pPr>
              <w:pStyle w:val="libPoem"/>
            </w:pPr>
            <w:r>
              <w:rPr>
                <w:rtl/>
              </w:rPr>
              <w:t>يَمْ عبّاس كنّا يْهود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نهبوا</w:t>
      </w:r>
      <w:r w:rsidR="00E33040">
        <w:rPr>
          <w:rtl/>
        </w:rPr>
        <w:t xml:space="preserve"> </w:t>
      </w:r>
      <w:r>
        <w:rPr>
          <w:rtl/>
        </w:rPr>
        <w:t>البالخيَم موجود</w:t>
      </w:r>
    </w:p>
    <w:p w:rsidR="00650F11" w:rsidRDefault="00650F11" w:rsidP="00650F11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2AC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وجّوها علينا بْنَار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أنخى و لا يرحموني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انقضى ذاك النّهار و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بمصابه و جانا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لا خيمه بقت عدنا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يتامانا تعج بالويل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طشّت بالفضَا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وأنا بحيره و عندي عليل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لا راحم و 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وحيده و أجمع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أشوف مجدّله رجالي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2AC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وصباح احدعش يوم الشّو</w:t>
            </w:r>
            <w:r>
              <w:rPr>
                <w:rFonts w:hint="cs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ساق الحادي ظعوني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يم عبّاس ظل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عاري و سافرت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على شاطي النّهر مطرو</w:t>
            </w:r>
            <w:r>
              <w:rPr>
                <w:rFonts w:hint="cs"/>
                <w:rtl/>
              </w:rPr>
              <w:t>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ظل عبّاس المجنّى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مشيت وْيا العدا قوّه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للعيله غدت حنّه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على الهزّل مشوا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وعلى الاجساد مرّينا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ولا ادري وين يَم عبّا</w:t>
            </w:r>
            <w:r>
              <w:rPr>
                <w:rFonts w:hint="cs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مقصدهم يودّوني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مشوا بينا وعجيج النّوق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فوق اقتاب مكشوفه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تاليها على السّادات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تتصدّق هل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دخلونا على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اهل الغدر مصفوفه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كلها عْلَى الكراسي قعود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بقيوده علي مقيود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زندي بالحبل مشدود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2ACD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بْمَجلس واجفه بايتام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أخويه حسين خلّوني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قطعت بهاليتامى 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يم عبّاس فوق اكوار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بين الشّام و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نجد السّير ليل نهار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راحتنا بخرابة شوم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الّا بمجلس الخمّار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BE6306">
        <w:trPr>
          <w:trHeight w:val="350"/>
        </w:trPr>
        <w:tc>
          <w:tcPr>
            <w:tcW w:w="3920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برض الشّام قاسينا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شماته من أعادينا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الكل</w:t>
      </w:r>
      <w:r w:rsidR="00E33040">
        <w:rPr>
          <w:rtl/>
        </w:rPr>
        <w:t xml:space="preserve"> </w:t>
      </w:r>
      <w:r>
        <w:rPr>
          <w:rtl/>
        </w:rPr>
        <w:t>يتفرّج علينا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CC2ACD" w:rsidTr="00CC2ACD">
        <w:trPr>
          <w:trHeight w:val="350"/>
        </w:trPr>
        <w:tc>
          <w:tcPr>
            <w:tcW w:w="4347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يعبث بالطّشت و الرّا</w:t>
            </w:r>
            <w:r>
              <w:rPr>
                <w:rFonts w:hint="cs"/>
                <w:rtl/>
              </w:rPr>
              <w:t>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بالعود و يحاجيني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2ACD" w:rsidTr="00CC2ACD">
        <w:trPr>
          <w:trHeight w:val="350"/>
        </w:trPr>
        <w:tc>
          <w:tcPr>
            <w:tcW w:w="4347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و بالرّجعه بعد قاسيت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2ACD" w:rsidRDefault="00CC2ACD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2ACD" w:rsidRDefault="00CC2ACD" w:rsidP="00BE6306">
            <w:pPr>
              <w:pStyle w:val="libPoem"/>
            </w:pPr>
            <w:r>
              <w:rPr>
                <w:rtl/>
              </w:rPr>
              <w:t>درب الشّام و بروره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C2ACD" w:rsidRDefault="00CC2ACD" w:rsidP="00CC2ACD">
      <w:pPr>
        <w:pStyle w:val="libNormal"/>
        <w:rPr>
          <w:rStyle w:val="libNormalChar"/>
          <w:rtl/>
        </w:rPr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قصدنا الغاضريّه نشو</w:t>
            </w:r>
            <w:r>
              <w:rPr>
                <w:rFonts w:hint="cs"/>
                <w:rtl/>
              </w:rPr>
              <w:t>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قبر حسين و نزوره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شفت قبور اخوتي اللي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بليّا روس مقبوره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اوصلتها والقلب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بس عاينت للوادي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  <w:rPr>
          <w:rtl/>
        </w:rPr>
      </w:pPr>
      <w:r>
        <w:rPr>
          <w:rtl/>
        </w:rPr>
        <w:t>تفتّت حالاً أفّادي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هيّج حزني و صارت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مصايبهم نصب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  <w:rPr>
          <w:rtl/>
        </w:rPr>
      </w:pPr>
      <w:r>
        <w:rPr>
          <w:rtl/>
        </w:rPr>
        <w:t>وتصف لها العودة الى كربلا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جيت الكربلا و ناديت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قبر حسين راووني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بصدري مكسّره العبره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آه يا سفرة القشره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  <w:rPr>
          <w:rtl/>
        </w:rPr>
      </w:pPr>
      <w:r>
        <w:rPr>
          <w:rtl/>
        </w:rPr>
        <w:t>قلبي و شكثر صبره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دخلّوها على قبره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تصب دموعها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ذاب القلُب يَم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من عاينت قبر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معلوم اندفن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عمَت عيني و بلا تجفين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بشاطي النّهر قلبي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توزّع و انفرع 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ساطي بمهجتي صوابي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لا يتوصّف مصابي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  <w:rPr>
          <w:rtl/>
        </w:rPr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لخوتي موجّهه عتابي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أقلهم ليش للعدوان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بايتامي تسلموني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هسّا يطيب ليّا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من طبّيت لدياره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جمعت مصايب الدّنيا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شفت اليسر واسفاره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لوعات القلب هاجت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حزني و جّرت ناره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طلعت بْجُملة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421D17" w:rsidP="007A18F4">
            <w:pPr>
              <w:pStyle w:val="libPoem"/>
            </w:pPr>
            <w:r>
              <w:rPr>
                <w:rtl/>
              </w:rPr>
              <w:t>و رجعت الها بلا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  <w:rPr>
          <w:rtl/>
        </w:rPr>
      </w:pPr>
      <w:r>
        <w:rPr>
          <w:rtl/>
        </w:rPr>
        <w:t>أعاين للنّزل خالي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21D17" w:rsidTr="007A18F4">
        <w:trPr>
          <w:trHeight w:val="350"/>
        </w:trPr>
        <w:tc>
          <w:tcPr>
            <w:tcW w:w="3920" w:type="dxa"/>
            <w:shd w:val="clear" w:color="auto" w:fill="auto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تحن النّيب و الورقا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تغرّد وينها و ويني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لكن بعد قومي وْياي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بالله الحجرة العبّاس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إلج تحفة سفَر عندي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و لا ودّي تشوف النّاس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1D17" w:rsidTr="007A18F4">
        <w:trPr>
          <w:trHeight w:val="350"/>
        </w:trPr>
        <w:tc>
          <w:tcPr>
            <w:tcW w:w="3920" w:type="dxa"/>
          </w:tcPr>
          <w:p w:rsidR="00421D17" w:rsidRDefault="00725362" w:rsidP="007A18F4">
            <w:pPr>
              <w:pStyle w:val="libPoem"/>
            </w:pPr>
            <w:r w:rsidRPr="00100B82">
              <w:rPr>
                <w:rtl/>
              </w:rPr>
              <w:t>دم اجفوف ابو فاضل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21D17" w:rsidRDefault="00421D17" w:rsidP="007A18F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21D17" w:rsidRDefault="00725362" w:rsidP="007A18F4">
            <w:pPr>
              <w:pStyle w:val="libPoem"/>
            </w:pPr>
            <w:r>
              <w:rPr>
                <w:rtl/>
              </w:rPr>
              <w:t>و دم عينه و دم الرّاس</w:t>
            </w:r>
            <w:r w:rsidR="00421D17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50F11" w:rsidRDefault="00650F11" w:rsidP="00650F11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جعفر بعث لج عنوان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دمّه و دم اخوه عثمان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وعبدالله</w:t>
      </w:r>
      <w:r w:rsidR="00E33040">
        <w:rPr>
          <w:rtl/>
        </w:rPr>
        <w:t xml:space="preserve"> </w:t>
      </w:r>
      <w:r>
        <w:rPr>
          <w:rtl/>
        </w:rPr>
        <w:t>رفع لج شان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لَن ام البنين 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يا زينب شعبتيني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هالتّحفة الجبتيها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هلا و كل الهلا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عجب ما فارقت روحج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على اسباع الفقدتيها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حتّى يزيد و اجلافه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مجالسهم دخلتيها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مصاب الماجرى مصابج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فقدتي جملة احبابج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بلا</w:t>
      </w:r>
      <w:r w:rsidR="00E33040">
        <w:rPr>
          <w:rtl/>
        </w:rPr>
        <w:t xml:space="preserve"> </w:t>
      </w:r>
      <w:r>
        <w:rPr>
          <w:rtl/>
        </w:rPr>
        <w:t>والي الدّهر جابج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شيّبتي دقعدي وْياي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أعزّيج و تعزّيني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650F11">
      <w:pPr>
        <w:pStyle w:val="libCenterBold1"/>
        <w:rPr>
          <w:rtl/>
        </w:rPr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إلِج يَم البنين النّوب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جف العبد ممدوده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إلج بالغاضريّه اشبال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ويّا السّبط مفقوده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و حق اجفوف ابو فاضل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و سهم العين و عموده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و حق اخوانه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عبد الله شبل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libPoemCenter"/>
      </w:pPr>
      <w:r>
        <w:rPr>
          <w:rtl/>
        </w:rPr>
        <w:t>و جعفر خيّه و عثمان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عد مكسورة الاضلاع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أريدنّج تذكريني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650F11">
      <w:pPr>
        <w:pStyle w:val="Heading2Center"/>
      </w:pPr>
      <w:bookmarkStart w:id="33" w:name="_Toc21389998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مولانا الكاظم (ع) }</w:t>
      </w:r>
      <w:bookmarkEnd w:id="33"/>
    </w:p>
    <w:p w:rsidR="00C231C3" w:rsidRDefault="00C231C3" w:rsidP="00650F11">
      <w:pPr>
        <w:pStyle w:val="libPoemCenter"/>
      </w:pPr>
      <w:r>
        <w:rPr>
          <w:rtl/>
        </w:rPr>
        <w:t>على جسر بغداد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029E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اشْصاير بالجسر هاليوم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خلق الله تجي و 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إجا ابن سويد يتنشّد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و من عينه الدّمع مسفوح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قالوا له غريب و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نعشه عْلَى الجسر ذبّوه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029E" w:rsidTr="00BE6306">
        <w:trPr>
          <w:trHeight w:val="350"/>
        </w:trPr>
        <w:tc>
          <w:tcPr>
            <w:tcW w:w="3920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محّد نغَر لحواله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029E" w:rsidRDefault="0024029E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029E" w:rsidRDefault="0024029E" w:rsidP="00BE6306">
            <w:pPr>
              <w:pStyle w:val="libPoem"/>
            </w:pPr>
            <w:r>
              <w:rPr>
                <w:rtl/>
              </w:rPr>
              <w:t>حماميل اربعه جابوه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8E3160" w:rsidTr="008E3160">
        <w:trPr>
          <w:trHeight w:val="350"/>
        </w:trPr>
        <w:tc>
          <w:tcPr>
            <w:tcW w:w="4347" w:type="dxa"/>
            <w:shd w:val="clear" w:color="auto" w:fill="auto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هذا بالسّجن ميّت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حديده بعد ما فكّوه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لكن تسطع أنواره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ريح المسك منّه يفوح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حن و تحنّت ضلوعه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مد عْلَى النّعش عينه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اصغى الصوت المنادي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اخذ لفظه بْعَناوينه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صد ولَن ابو ابراهيم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مرمي و صرخ من حينه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ألف وسفه يَعز راح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ابقى بالقلوب جروح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يَبو ابراهيم كل ساعه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كل يوم احنا نترجّاك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جينا اعْلَى الوعَد منّك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يَشبل الطّهر نتلقّاك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خوش حساب تاليها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علينا الشّامتين اعداك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احنا منكّسين الرّوس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الذلّه علينا تلوح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هناك و عاين الطّومار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ممضي و صاير بصفّه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مقرّر من طبيب العام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شخّص علّته بْوَصفه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هذا الميّت الممدود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موسى و مات حتف انفه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لا مسموم لا مخنوق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نظروا له و لا مجروح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وقف محتار يتفكّر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من عينه الدّمع صبّه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بس مر الطّبيب عليه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حالاً عارضه بْدَربه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قلّه شوف هالميّت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بْيَا علّه قضى نحبه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حق مريم و ابنها اعليك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تنطيني النّتيجه و روح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وقف يتفرّس بْوَجهه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عرف سمّه و عرف حاله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قلّه الميْتْ يَبْن سويد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عزوَه بهالبلَد ما له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تثور و تطلب بثاره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تدوّر وين جتّاله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جبده مقطّعه بجوفه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من السّم إي وحق الرّوح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تزلزل عالم الشّيعه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و غصب صكّت منازلها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طبق شدّت عزايمها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على الثّوره يحق الها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E3160" w:rsidTr="008E316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شوف إيمامها مسجّى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8E3160" w:rsidRDefault="008E3160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8E3160" w:rsidRDefault="00150127" w:rsidP="00BE6306">
            <w:pPr>
              <w:pStyle w:val="libPoem"/>
            </w:pPr>
            <w:r>
              <w:rPr>
                <w:rtl/>
              </w:rPr>
              <w:t>بحديده شلون جاتلها</w:t>
            </w:r>
            <w:r w:rsidR="008E316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2348" w:rsidRDefault="00AF2348" w:rsidP="00AF2348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13AA2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بعد ساعه و يشيل سلاح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كل شيعي ويبيع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F2348">
      <w:pPr>
        <w:pStyle w:val="libCenterBold1"/>
      </w:pPr>
      <w:r>
        <w:rPr>
          <w:rtl/>
        </w:rPr>
        <w:t>تجهيزه</w:t>
      </w:r>
      <w:r w:rsidR="00E33040">
        <w:rPr>
          <w:rtl/>
        </w:rPr>
        <w:t xml:space="preserve"> </w:t>
      </w:r>
      <w:r>
        <w:rPr>
          <w:rtl/>
        </w:rPr>
        <w:t>و تشييعه 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713AA2" w:rsidTr="00713AA2">
        <w:trPr>
          <w:trHeight w:val="350"/>
        </w:trPr>
        <w:tc>
          <w:tcPr>
            <w:tcW w:w="4347" w:type="dxa"/>
            <w:shd w:val="clear" w:color="auto" w:fill="auto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هاجت شيعة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هي تخفي البجا و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شلون عيونها تغمض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هو عدها سفينة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السّندي مقصده يعرف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الشّيعه ابكل معانيها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بيها بعد قوّه تثور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حين تشوف حاميها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إجا الجاسوس لسليمان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قلّه قوم داويها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ترى السّندي فعل فعله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خلّى كل 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الشّيعه اتحركت 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كل البلَد شيعيّه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لا تنساه دم الحار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بعروق العراقيّه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يقين الحال يفجّرها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علينا تصير كوفيّه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ثور الها ترى الثّوره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على وجه الجماعه تلوح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حوّل يسأل سليمان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شنهو الخبر يَولادي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قالوا هذا ابو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شبل المصطفى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صاح بْعَجَل جيبوها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الجنازه 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بامر مَن نعش ابو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يبقى على الجسر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جابوا جنازته و حوّل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بلهفه و ذب العمامه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حافي مفكّك الازرار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ينحب حاسر الهامه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عند الغسل و التّجهيز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سود ترفرف اعلامه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خلّى الارض مرتجّه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عليه من البجا و 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بملاقى الدّرب خلّاه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بعد الغسل و التّجفين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الصّايح خبص دجله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فرّت صارخه الصّوبين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على صوت المنادي 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تصيح الجنازه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الكل ناظر 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على ذاك النّدا مشبوح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جماهير الولا صكّت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بْلَهفه تحت تابوته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3AA2" w:rsidTr="00713AA2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صبّت دم مدامعها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3AA2" w:rsidRDefault="00713AA2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3AA2" w:rsidRDefault="00713AA2" w:rsidP="00BE6306">
            <w:pPr>
              <w:pStyle w:val="libPoem"/>
            </w:pPr>
            <w:r>
              <w:rPr>
                <w:rtl/>
              </w:rPr>
              <w:t>و تلوع قلوب مفتوته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2348" w:rsidRDefault="00AF2348" w:rsidP="00AF2348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E93513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على الميّت بطاموره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لا واحد حضر 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BE6306">
        <w:trPr>
          <w:trHeight w:val="350"/>
        </w:trPr>
        <w:tc>
          <w:tcPr>
            <w:tcW w:w="3920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عليه جفن الشّرع دامي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جفن المصطفى مقروح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BE6306">
        <w:trPr>
          <w:trHeight w:val="350"/>
        </w:trPr>
        <w:tc>
          <w:tcPr>
            <w:tcW w:w="3920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أنشدك و الشّهيد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يا هو الشال جثمانه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BE6306">
        <w:trPr>
          <w:trHeight w:val="350"/>
        </w:trPr>
        <w:tc>
          <w:tcPr>
            <w:tcW w:w="3920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مرمي اعْلَى التّرب عريان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ياهو الفصّل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BE6306">
        <w:trPr>
          <w:trHeight w:val="350"/>
        </w:trPr>
        <w:tc>
          <w:tcPr>
            <w:tcW w:w="3920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زينب وقفت تحشّم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لخوها تريد دفّانه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لَن الخيل منعوله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وعَلَى جسمه تجي وتروح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AF2348">
      <w:pPr>
        <w:pStyle w:val="Heading2Center"/>
      </w:pPr>
      <w:bookmarkStart w:id="34" w:name="_Toc21389999"/>
      <w:r>
        <w:rPr>
          <w:rtl/>
        </w:rPr>
        <w:t>{ رواية القاسم بن الامام الكاظم }</w:t>
      </w:r>
      <w:bookmarkEnd w:id="34"/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6"/>
        <w:gridCol w:w="4208"/>
      </w:tblGrid>
      <w:tr w:rsidR="00E93513" w:rsidTr="00E93513">
        <w:trPr>
          <w:trHeight w:val="350"/>
        </w:trPr>
        <w:tc>
          <w:tcPr>
            <w:tcW w:w="4347" w:type="dxa"/>
            <w:shd w:val="clear" w:color="auto" w:fill="auto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يَقلبي ذوب لمصيبة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سليل اهل المجد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عاين خاليه داره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تحيّر مهجة الكاظم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عاف الوطن و دياره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فر من وادي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يدوّر له مقر مأمون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شبل المصطفى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راضي بعيشته مشرّد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التّشريد امر 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بس يسلم على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لو ظل بالفضا هايم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وحده جم قطعها برور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مستوحش بقى بدنياه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يبات الليل بالوديان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بس وحش البوادي وياه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ذبّه الدّرب للحلّه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تخيّرها الفتى مثواه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بنات اثنين يتلاحن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عرض له بْوَقفته لازم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وحده تحلف بحيدر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ما هذا الكلام يصير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اهو صاحب البيعه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النزل حامي الحمى للبير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فتح عينه و سكن قلبه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قال اهنا يفال الخير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تعدّيت الخطر بالعون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من كيد العدو سالم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قلها يا فتاة الحي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خبريني بْزَعيم الحي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قالت والدي المقدام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شوف اللفظ شوف الزّي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وافد حضرتك لو ضيف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لو خاطر اببّالك 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لو خدمه ردت 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جنابك ما يصح خادم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93513" w:rsidTr="00E93513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سدّر للنّزل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E93513" w:rsidRDefault="00E93513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E93513" w:rsidRDefault="00E93513" w:rsidP="00BE6306">
            <w:pPr>
              <w:pStyle w:val="libPoem"/>
            </w:pPr>
            <w:r>
              <w:rPr>
                <w:rtl/>
              </w:rPr>
              <w:t>و طب بنوع الضْيَافه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2348" w:rsidRDefault="00AF2348" w:rsidP="00AF2348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06116F" w:rsidTr="0006116F">
        <w:trPr>
          <w:trHeight w:val="350"/>
        </w:trPr>
        <w:tc>
          <w:tcPr>
            <w:tcW w:w="4347" w:type="dxa"/>
            <w:shd w:val="clear" w:color="auto" w:fill="auto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سوّى له احترام الشّيخ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بين النّاس من شافه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أخذ يتميّزه و لَنّه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اوصاف اهل العلى اوصافه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ثالث يوم إجا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مخجل و العرق ساجم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يقلّه ايّام الضيافه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خلصت و الإقامه عيب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عيّن لي شغل بلكت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بحماك المعيشه تطيب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أريد الماي أنقلنّه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البيتك و الفرات جريب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اشتغل لكن يصلّي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كلّه و الصّبح صايم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مْلازم للصّلاه و الصّوم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لكن دوبه باللوعات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يصفن و الدّمع 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وعلى اوطانه يجر حسرات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يناجي بظلام الليل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فاز الحي بالخيرات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قالوا نزوّجه حتّى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يظل بجوارنا دايم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تزوّج و انجَب بْطفله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بالإيمان غذّاها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هُو من فتية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التعاجلها مناياها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حس بالموت يا وَسْفَه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بيه الدّهر سوّاها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إجا عمّه و عاين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عَلَى فراش المرض نايم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يا طَيْب الفعل قلّه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يَجَاسم ما تحاجيني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جنّه يا حبيبي الموت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حايل بينك 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هالطّفله الخلق عن بي</w:t>
            </w:r>
            <w:r>
              <w:rPr>
                <w:rFonts w:hint="cs"/>
                <w:rtl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والدها ينشدوني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وكل ظنّي مْن اصل طيّب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جنابك و الله العالم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يقلّه من بعد موتي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يَعمّي اخذ اليتيمه و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تراهي بيتنا تعرفه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عليه نور الجلاله يلوح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ما غير اليتامى 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و حريم بْنَواعي و 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دار الوفد دار الضّيف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06116F" w:rsidP="00BE6306">
            <w:pPr>
              <w:pStyle w:val="libPoem"/>
            </w:pPr>
            <w:r>
              <w:rPr>
                <w:rtl/>
              </w:rPr>
              <w:t>دار الفَخَر من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يقلّه يا عزيز الرّوح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دار اللي اوصفتها هاي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هذي دار نور الله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يَجاسم شعمَلت ويّاي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116F" w:rsidTr="0006116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خلّيتك يَبَعد احشاي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6116F" w:rsidRDefault="0006116F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6116F" w:rsidRDefault="005B442B" w:rsidP="00BE6306">
            <w:pPr>
              <w:pStyle w:val="libPoem"/>
            </w:pPr>
            <w:r>
              <w:rPr>
                <w:rtl/>
              </w:rPr>
              <w:t>لضيوفي أسف سقّاي</w:t>
            </w:r>
            <w:r w:rsidR="0006116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F2348" w:rsidRDefault="00AF2348" w:rsidP="00AF2348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443C05" w:rsidTr="00443C05">
        <w:trPr>
          <w:trHeight w:val="350"/>
        </w:trPr>
        <w:tc>
          <w:tcPr>
            <w:tcW w:w="4347" w:type="dxa"/>
            <w:shd w:val="clear" w:color="auto" w:fill="auto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تجيب الماي يا 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ابوك ايمامنا الكاظم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جزاه بخير و الونّه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خفَت منّه و قضى نحبه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ضج الحي عليه بالنّوح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الكل صرخ بالنّدبه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تجهّز و اندفن ويلاه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ابن موسى برض غربه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نصبوا له سبعتيّام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شبل المرتضى ماتم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سافر باليتيمه و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واليها و وصل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طبَّت للمدينه 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جدّامه مخلّيها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إجت تمشي على دلاله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لا واحد يدلّيها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وقفت ويل قلبي اببّاب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دار و دمعها ساجم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تقلّه هاي دار اهلي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صاح بصوت يَهْل 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يتيمتكم تلقّوها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عليها من المصيبه غبار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فرّن بالطّبق دارن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على الطّفله يمين 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عليها قلوبهن رفّت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قلبها من الوجد هايم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صاحن يا يتيمه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جيتينا و ابوج امنين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هي بس تجذب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 دمعها يهل عالخدّين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43C05" w:rsidTr="00443C0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هناك و لَنْ عجوز 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43C05" w:rsidRDefault="00443C05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43C05" w:rsidRDefault="00443C05" w:rsidP="00BE6306">
            <w:pPr>
              <w:pStyle w:val="libPoem"/>
            </w:pPr>
            <w:r>
              <w:rPr>
                <w:rtl/>
              </w:rPr>
              <w:t>وَخْرَن يا بنات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270CD9" w:rsidTr="00270CD9">
        <w:trPr>
          <w:trHeight w:val="350"/>
        </w:trPr>
        <w:tc>
          <w:tcPr>
            <w:tcW w:w="4347" w:type="dxa"/>
            <w:shd w:val="clear" w:color="auto" w:fill="auto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معانيها معاني ابني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اظنها يتيمة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هوت ويلي على الطّفله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لَعند الصّدر ضمّتها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صاحت ريحة وليدي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الجاسم حين شمّتها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وين ابني تقلها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الخدّين لطمتها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ترى بحر الحزن طافح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عليه و صار متلاطم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تقلها مات ابويه بدار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غربه و لا نظر خوته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بحسره اندفن ما يدري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أهم حيّين لو موتى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أبويه الحفظ ناموسه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أبويه العاليه مروته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يا وَسْفَه العُمُر قضّاه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دوم امشرّد و هايم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تقلها وين أبيّك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ياهو الغسّله و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ياهو الفصّل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 ياهو الشال 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اهنا يالجبت طفلتنا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دخبّرني عن احواله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ما قلّك وكت موته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حجازي و والدي الكاظم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وليدي ميّت بْغُربه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وكت الموت لو شفته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قلّبت الولد بيدي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بدمع العين غسّلته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يا ليت اللحد ضمني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قبله و لا شفت بنته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270CD9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يتيمه و اليتم ظاهر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270CD9" w:rsidRDefault="00270CD9" w:rsidP="00BE6306">
            <w:pPr>
              <w:pStyle w:val="libPoem"/>
            </w:pPr>
            <w:r>
              <w:rPr>
                <w:rtl/>
              </w:rPr>
              <w:t>عليها و الدّمع ساجم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43C05">
      <w:pPr>
        <w:pStyle w:val="Heading2Center"/>
      </w:pPr>
      <w:bookmarkStart w:id="35" w:name="_Toc21390000"/>
      <w:r>
        <w:rPr>
          <w:rtl/>
        </w:rPr>
        <w:t>{ في رثاء مولانا الرضا (ع) }</w:t>
      </w:r>
      <w:bookmarkEnd w:id="35"/>
    </w:p>
    <w:p w:rsidR="00C231C3" w:rsidRDefault="00C231C3" w:rsidP="00443C05">
      <w:pPr>
        <w:pStyle w:val="libCenterBold1"/>
      </w:pPr>
      <w:r>
        <w:rPr>
          <w:rtl/>
        </w:rPr>
        <w:t>الجواد</w:t>
      </w:r>
      <w:r w:rsidR="00E33040">
        <w:rPr>
          <w:rtl/>
        </w:rPr>
        <w:t xml:space="preserve"> </w:t>
      </w:r>
      <w:r>
        <w:rPr>
          <w:rtl/>
        </w:rPr>
        <w:t>ينعى أباه الرضا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70CD9" w:rsidTr="00BE6306">
        <w:trPr>
          <w:trHeight w:val="350"/>
        </w:trPr>
        <w:tc>
          <w:tcPr>
            <w:tcW w:w="3920" w:type="dxa"/>
            <w:shd w:val="clear" w:color="auto" w:fill="auto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فرغ من دفن ابيّه و رد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لرض طيبه ابو الهادي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BE6306">
        <w:trPr>
          <w:trHeight w:val="350"/>
        </w:trPr>
        <w:tc>
          <w:tcPr>
            <w:tcW w:w="3920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يجفجف دمعة عيونه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و على وجهه الحزن بادي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BE6306">
        <w:trPr>
          <w:trHeight w:val="350"/>
        </w:trPr>
        <w:tc>
          <w:tcPr>
            <w:tcW w:w="3920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يخفي الوجد و الحسره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و يمسحها دموع العين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BE6306">
        <w:trPr>
          <w:trHeight w:val="350"/>
        </w:trPr>
        <w:tc>
          <w:tcPr>
            <w:tcW w:w="3920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و ينشده صاحب اسراره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جيتك يالجواد منين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BE6306">
        <w:trPr>
          <w:trHeight w:val="350"/>
        </w:trPr>
        <w:tc>
          <w:tcPr>
            <w:tcW w:w="3920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يقلّه جيّتي من طوس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واريت المجد و الدّين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0CD9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أبويه بدار غربه مات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70CD9" w:rsidRDefault="00270CD9" w:rsidP="00BE63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70CD9" w:rsidRDefault="00DE3A93" w:rsidP="00BE6306">
            <w:pPr>
              <w:pStyle w:val="libPoem"/>
            </w:pPr>
            <w:r>
              <w:rPr>
                <w:rtl/>
              </w:rPr>
              <w:t>كدّر مشربي و زادي</w:t>
            </w:r>
            <w:r w:rsidR="00270CD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3C05" w:rsidRDefault="00443C05" w:rsidP="00443C0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6"/>
        <w:gridCol w:w="4207"/>
      </w:tblGrid>
      <w:tr w:rsidR="00DF325B" w:rsidTr="00DF325B">
        <w:trPr>
          <w:trHeight w:val="350"/>
        </w:trPr>
        <w:tc>
          <w:tcPr>
            <w:tcW w:w="4347" w:type="dxa"/>
            <w:shd w:val="clear" w:color="auto" w:fill="auto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مات بغربته مسموم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أبويه و رحت واريته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ردّيت بْكدر و هموم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مستوحش عَلَي بيته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وحيد و لا قرابه وْياه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بالسّم كابد منيته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وطوس بقبر أبوي اضحت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زهيّه و مزهر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وصل داره يجر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للمسجد جعَل قصده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القبر المصطفى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يعزّيه و يبث وجده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نده يا صفوة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حط عْلَى القبر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يَجدّي عاين العتره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عليها من العدا اشْسَادي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بني سفيان موتوره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علينا تدوّر الفرصه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تجرّعنا المنايا فنون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غصّه من بعد غصّه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منّا سجون ممليّه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علينا الحرب جم عرصه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جم مشرّد و هايم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دليله من الوجد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جم مسلّبه تنظر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طفلها و السّهم فاريه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جم ثكلى تعاين 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عاري مجفّن بذاريه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على صدره تدوس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ما يحصل من يواريه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شَعدّد لك يَبو ابراهيم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مقدر ذايب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اعظم شي على الاحرار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سبي الحرم بالامصار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فعل يزيد و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مثله بالدّهر ما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يالهادي و بني مروان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ما بقّوا قرود النّار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يجدّي الصّلب والتّشريد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للعتره أمر 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لكنهم بني اميّه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منّا يطلبون الدّين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ثار اللّات و العزّى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DF325B" w:rsidP="00BE6306">
            <w:pPr>
              <w:pStyle w:val="libPoem"/>
            </w:pPr>
            <w:r>
              <w:rPr>
                <w:rtl/>
              </w:rPr>
              <w:t>و تطلبنا اببّدر و 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بينا تريد تتشفّى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و تستافي من الجدّين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يالهادي و بني العبّاس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شنهو ذنبنا البادي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علينا شنّوا الغارات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بالسّم و السّجن و السّيف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325B" w:rsidTr="00DF325B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و اللي بالعطش و الجوع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DF325B" w:rsidRDefault="00DF325B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DF325B" w:rsidRDefault="004A6E13" w:rsidP="00BE6306">
            <w:pPr>
              <w:pStyle w:val="libPoem"/>
            </w:pPr>
            <w:r>
              <w:rPr>
                <w:rtl/>
              </w:rPr>
              <w:t>عدموهم و شمس الصّيف</w:t>
            </w:r>
            <w:r w:rsidR="00DF325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3C05" w:rsidRDefault="00443C05" w:rsidP="00443C0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BE6306" w:rsidTr="00BE6306">
        <w:trPr>
          <w:trHeight w:val="350"/>
        </w:trPr>
        <w:tc>
          <w:tcPr>
            <w:tcW w:w="4347" w:type="dxa"/>
            <w:shd w:val="clear" w:color="auto" w:fill="auto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بالبنيان جم حطّوا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شباب و فاطمي يا حيف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ما يحصي مصايبنا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الفجيعه كثر تعدادي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يَجدّي فعلة المنصور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بالصّادق و تعذيبه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قضى عمره بْهَضُم وهموم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العدوان تغري به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بالسّم مرد دلّاله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قضى و الاعظم مصيبه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الرّشيد و فعلة السّندي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يَبو ابراهيم يَسنادي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الكاظم يا حبيب الله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بْطَاموره يخلّونه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من سجن السجن ينشا</w:t>
            </w:r>
            <w:r>
              <w:rPr>
                <w:rFonts w:hint="cs"/>
                <w:rtl/>
              </w:rPr>
              <w:t>ل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تاليها يسمّونه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نعشه عْلَى الجسر ذبّوه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للوادم يشوفونه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النّاس اشبحت صوبين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تسمع صوت المنادي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يَجدّي جيّتي من طوس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شاملني اليتم محزون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أخبرك والدي فتّت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بسمّه مهجته المأمون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قضى نحبه برض غربه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انا موحش عليّه الكون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أعاينها منازل خا</w:t>
            </w:r>
            <w:r>
              <w:rPr>
                <w:rFonts w:hint="cs"/>
                <w:rtl/>
              </w:rPr>
              <w:t>ليه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انتظر ميعادي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هذي تجذب الونّه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على المطرود واحدها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لو طفله يتيمه تلوج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تسأل وين و الدها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و التفقد جماعه اخوان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كلهم جلَد ما عدها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E6306" w:rsidTr="00BE630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تون و الفاقده الاولاد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BE6306" w:rsidRDefault="00BE6306" w:rsidP="00BE6306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BE6306" w:rsidRDefault="002431E1" w:rsidP="00BE6306">
            <w:pPr>
              <w:pStyle w:val="libPoem"/>
            </w:pPr>
            <w:r>
              <w:rPr>
                <w:rtl/>
              </w:rPr>
              <w:t>تنده وينها اولادي</w:t>
            </w:r>
            <w:r w:rsidR="00BE6306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43C05">
      <w:pPr>
        <w:pStyle w:val="libCenterBold1"/>
        <w:rPr>
          <w:rtl/>
        </w:rPr>
      </w:pPr>
      <w:r>
        <w:rPr>
          <w:rtl/>
        </w:rPr>
        <w:t>الركباني والعراقي وطريقة ملا خظيِّر والمجاريد وغيرها</w:t>
      </w:r>
      <w:r w:rsidR="00E33040">
        <w:rPr>
          <w:rtl/>
        </w:rPr>
        <w:t xml:space="preserve"> </w:t>
      </w:r>
    </w:p>
    <w:p w:rsidR="009A695A" w:rsidRDefault="00C231C3" w:rsidP="00443C05">
      <w:pPr>
        <w:pStyle w:val="Heading2Center"/>
        <w:rPr>
          <w:rtl/>
        </w:rPr>
      </w:pPr>
      <w:bookmarkStart w:id="36" w:name="_Toc21390001"/>
      <w:r>
        <w:rPr>
          <w:rtl/>
        </w:rPr>
        <w:t>{ رثاء سيدة نساء العالمين }</w:t>
      </w:r>
      <w:bookmarkEnd w:id="36"/>
    </w:p>
    <w:p w:rsidR="009A695A" w:rsidRDefault="00C231C3" w:rsidP="00443C05">
      <w:pPr>
        <w:pStyle w:val="libCenterBold1"/>
        <w:rPr>
          <w:rtl/>
        </w:rPr>
      </w:pPr>
      <w:r>
        <w:rPr>
          <w:rtl/>
        </w:rPr>
        <w:t>أولادها على نعشها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431E1" w:rsidTr="00673935">
        <w:trPr>
          <w:trHeight w:val="350"/>
        </w:trPr>
        <w:tc>
          <w:tcPr>
            <w:tcW w:w="3920" w:type="dxa"/>
            <w:shd w:val="clear" w:color="auto" w:fill="auto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قومي يزينب فاطمه ودعيها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31E1" w:rsidRDefault="002431E1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و تزودي من قبل ما نوديها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31E1" w:rsidTr="00673935">
        <w:trPr>
          <w:trHeight w:val="350"/>
        </w:trPr>
        <w:tc>
          <w:tcPr>
            <w:tcW w:w="3920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طلعت تنادي زينب المحزونه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31E1" w:rsidRDefault="002431E1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خلّو النّعش يا بوي لا تشيلونه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31E1" w:rsidTr="00673935">
        <w:trPr>
          <w:trHeight w:val="350"/>
        </w:trPr>
        <w:tc>
          <w:tcPr>
            <w:tcW w:w="3920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لمن اولاد الزاكيه يودعونه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31E1" w:rsidRDefault="002431E1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وين الوديعه يا علي موديها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31E1" w:rsidTr="00673935">
        <w:trPr>
          <w:trHeight w:val="350"/>
        </w:trPr>
        <w:tc>
          <w:tcPr>
            <w:tcW w:w="3920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داروا على نعش الزكيه الزهرا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431E1" w:rsidRDefault="002431E1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431E1" w:rsidRDefault="002431E1" w:rsidP="00673935">
            <w:pPr>
              <w:pStyle w:val="libPoem"/>
            </w:pPr>
            <w:r>
              <w:rPr>
                <w:rtl/>
              </w:rPr>
              <w:t>يبكي الحسن وحسين يجذب زفره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3C05" w:rsidRDefault="00443C05" w:rsidP="00443C0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85EB6" w:rsidTr="00673935">
        <w:trPr>
          <w:trHeight w:val="350"/>
        </w:trPr>
        <w:tc>
          <w:tcPr>
            <w:tcW w:w="3920" w:type="dxa"/>
            <w:shd w:val="clear" w:color="auto" w:fill="auto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وكلثوم تلطم راسها من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 زينب عليها شابحه بايديها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673935">
        <w:trPr>
          <w:trHeight w:val="350"/>
        </w:trPr>
        <w:tc>
          <w:tcPr>
            <w:tcW w:w="3920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 فضه تحن و تصيح يا مولاتي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قعدي و شوفي باليتم ساداتي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673935">
        <w:trPr>
          <w:trHeight w:val="350"/>
        </w:trPr>
        <w:tc>
          <w:tcPr>
            <w:tcW w:w="3920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 شلّي بحياتي و عايفه دنياتي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ولا كان أطب دارك ولنتي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673935">
        <w:trPr>
          <w:trHeight w:val="350"/>
        </w:trPr>
        <w:tc>
          <w:tcPr>
            <w:tcW w:w="3920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أسما لفت تصرخ وهي مذعوره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بوداعة الله فاطمه يا 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673935">
        <w:trPr>
          <w:trHeight w:val="350"/>
        </w:trPr>
        <w:tc>
          <w:tcPr>
            <w:tcW w:w="3920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خبري النبي بضلوعك المكسوره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وقولي يبويه الدار هجموا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43C05">
      <w:pPr>
        <w:pStyle w:val="Heading2Center"/>
        <w:rPr>
          <w:rtl/>
        </w:rPr>
      </w:pPr>
      <w:bookmarkStart w:id="37" w:name="_Toc21390002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رثاء الإمام الحسن الزكي (ع) }</w:t>
      </w:r>
      <w:bookmarkEnd w:id="37"/>
    </w:p>
    <w:p w:rsidR="00C231C3" w:rsidRDefault="00C231C3" w:rsidP="00443C05">
      <w:pPr>
        <w:pStyle w:val="libCenterBold1"/>
      </w:pPr>
      <w:r>
        <w:rPr>
          <w:rtl/>
        </w:rPr>
        <w:t>حمل نعشه و تشييعه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6"/>
        <w:gridCol w:w="4206"/>
      </w:tblGrid>
      <w:tr w:rsidR="00485EB6" w:rsidTr="00485EB6">
        <w:trPr>
          <w:trHeight w:val="350"/>
        </w:trPr>
        <w:tc>
          <w:tcPr>
            <w:tcW w:w="4347" w:type="dxa"/>
            <w:shd w:val="clear" w:color="auto" w:fill="auto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حطوا النعش يحسين لا تشيلونه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خلوا اطفاله ونسوته يودعونه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فرّت تنادي من الحزن مندهشه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ريّض لاتستعجل يخويه بنعشه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خلاني ابن امي العزيز بوحشه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طول العمر لجله لظل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باكر علينا ابن الدعي ولآمه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يتشمت و ينشر علينا اعلامه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يعيّد الفجعتنا و تعيّد شامه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وموتة اخويه الحسن تشفي ظغونه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قلها الشهيد ودمع عينه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شبيدي يزينب و المحتم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هذا الذي قدّر علينا الباري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لا تطلعي من الخدر يا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وصّل بخيّه القبر جدّه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وروَّحت بعض الأمهات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طلعوا بجنازتكم مزعتوا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عدوان ليّه و بيتي تدشونه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ياولاد حيدر ما دريتوا بيّه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دايم عليكم بالظغن ممليّه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وشقصدكم يحسين من هالجيّه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عند النبي هيهات ما تدفنونه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طلعوا أخوكم بالعجل من 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والا أخذت اليوم منكم ثاري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وعبّاس يزبد مثل ليث الضاري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ينادي يخويه حسين لا تْطلعونه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قلها السبط ردي بجيشك عنّا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تدرين ضرب السيف له نتمنّى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لولا الوصيّه كان شفتي منّا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صولات ابونا وحرب يعمر كونه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85EB6" w:rsidTr="00485EB6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نوبٍ يحن و نوبٍ يحاجيها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485EB6" w:rsidRDefault="00485EB6" w:rsidP="0067393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485EB6" w:rsidRDefault="00485EB6" w:rsidP="00673935">
            <w:pPr>
              <w:pStyle w:val="libPoem"/>
            </w:pPr>
            <w:r>
              <w:rPr>
                <w:rtl/>
              </w:rPr>
              <w:t>و نوبٍ تخنقه عبرته و يخفيها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43C05" w:rsidRDefault="00443C05" w:rsidP="00443C05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73935" w:rsidTr="00673935">
        <w:trPr>
          <w:trHeight w:val="350"/>
        </w:trPr>
        <w:tc>
          <w:tcPr>
            <w:tcW w:w="3920" w:type="dxa"/>
            <w:shd w:val="clear" w:color="auto" w:fill="auto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و جنازة المسموم صارت بيها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سبعين نبله واخوته يشوفونه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يشوفون نعشه والدمع يتجارى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وحسين شبّت بالجوانح ناره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و اما أبو فاضل جذب بتّاره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4E37E3" w:rsidP="00673935">
            <w:pPr>
              <w:pStyle w:val="libPoem"/>
            </w:pPr>
            <w:r>
              <w:rPr>
                <w:rtl/>
              </w:rPr>
              <w:t>وظل يرتعد والغيظ غيّر لونه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43C05">
      <w:pPr>
        <w:pStyle w:val="libCenterBold1"/>
      </w:pPr>
      <w:r>
        <w:rPr>
          <w:rtl/>
        </w:rPr>
        <w:t>من مصائب الحسن وآهاته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73935" w:rsidTr="00673935">
        <w:trPr>
          <w:trHeight w:val="350"/>
        </w:trPr>
        <w:tc>
          <w:tcPr>
            <w:tcW w:w="3920" w:type="dxa"/>
            <w:shd w:val="clear" w:color="auto" w:fill="auto"/>
          </w:tcPr>
          <w:p w:rsidR="00673935" w:rsidRDefault="00673935" w:rsidP="00673935">
            <w:pPr>
              <w:pStyle w:val="libPoem"/>
            </w:pPr>
            <w:r>
              <w:rPr>
                <w:rtl/>
              </w:rPr>
              <w:t>سبط النبي خانت يويلي 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73935" w:rsidRDefault="00673935" w:rsidP="00673935">
            <w:pPr>
              <w:pStyle w:val="libPoem"/>
            </w:pPr>
            <w:r>
              <w:rPr>
                <w:rtl/>
              </w:rPr>
              <w:t>وتكدر و زادت عليه همومه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673935" w:rsidP="00673935">
            <w:pPr>
              <w:pStyle w:val="libPoem"/>
            </w:pPr>
            <w:r>
              <w:rPr>
                <w:rtl/>
              </w:rPr>
              <w:t>بيهم خطب و مدامعه همّاله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673935" w:rsidP="00673935">
            <w:pPr>
              <w:pStyle w:val="libPoem"/>
            </w:pPr>
            <w:r>
              <w:rPr>
                <w:rtl/>
              </w:rPr>
              <w:t>و ثارت من المسجد عليه رجاله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 سموه مشرك و استباحوا ماله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 نهبوا المصلّى وعبرته مسجومه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 دارت صناديد الهواشم حوله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مثل الأسد دارت عليه شبوله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rPr>
          <w:trHeight w:val="350"/>
        </w:trPr>
        <w:tc>
          <w:tcPr>
            <w:tcW w:w="3920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وبو الفضل راعي المرجله و الصّوله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 محمد اللي فعلته معلومه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73935" w:rsidTr="0067393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و بمظلم السّاباط دمّه جاري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73935" w:rsidRDefault="00673935" w:rsidP="0067393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73935" w:rsidRDefault="00AE6661" w:rsidP="00673935">
            <w:pPr>
              <w:pStyle w:val="libPoem"/>
            </w:pPr>
            <w:r>
              <w:rPr>
                <w:rtl/>
              </w:rPr>
              <w:t>من ضربته انشلت يمين الشاري</w:t>
            </w:r>
            <w:r w:rsidR="0067393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E37E3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 حسين جا يقلّه لسل بتّاري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E37E3" w:rsidRDefault="004E37E3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 اجعل عليهم ساعة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37E3" w:rsidTr="00394D15">
        <w:trPr>
          <w:trHeight w:val="350"/>
        </w:trPr>
        <w:tc>
          <w:tcPr>
            <w:tcW w:w="3920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واولاد هاشم حول عزهم داروا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37E3" w:rsidRDefault="004E37E3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بسيوفهم مثل الضواري ثاروا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37E3" w:rsidTr="00394D15">
        <w:trPr>
          <w:trHeight w:val="350"/>
        </w:trPr>
        <w:tc>
          <w:tcPr>
            <w:tcW w:w="3920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يتنون بس أمر الشفايا و صاروا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37E3" w:rsidRDefault="004E37E3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هذا يمش دمّه و يعدْل هدومه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37E3" w:rsidTr="00394D15">
        <w:trPr>
          <w:trHeight w:val="350"/>
        </w:trPr>
        <w:tc>
          <w:tcPr>
            <w:tcW w:w="3920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وهذا من اخوانه الصدره يضمّه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37E3" w:rsidRDefault="004E37E3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وهذا يشد جرحه و يمسح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37E3" w:rsidTr="00394D15">
        <w:trPr>
          <w:trHeight w:val="350"/>
        </w:trPr>
        <w:tc>
          <w:tcPr>
            <w:tcW w:w="3920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و حسين من شوفته الجرح ابن امّه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E37E3" w:rsidRDefault="004E37E3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E37E3" w:rsidRDefault="004E37E3" w:rsidP="00394D15">
            <w:pPr>
              <w:pStyle w:val="libPoem"/>
            </w:pPr>
            <w:r>
              <w:rPr>
                <w:rtl/>
              </w:rPr>
              <w:t>نار الوجد بحشاشته مضرومه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Heading2Center"/>
        <w:rPr>
          <w:rtl/>
        </w:rPr>
      </w:pPr>
      <w:bookmarkStart w:id="38" w:name="_Toc21390003"/>
      <w:r>
        <w:rPr>
          <w:rtl/>
        </w:rPr>
        <w:t>{ رثاء الإمام الحسين وأصحابه }</w:t>
      </w:r>
      <w:bookmarkEnd w:id="38"/>
    </w:p>
    <w:p w:rsidR="009A695A" w:rsidRDefault="00C231C3" w:rsidP="004E37E3">
      <w:pPr>
        <w:pStyle w:val="libPoemCenter"/>
        <w:rPr>
          <w:rtl/>
        </w:rPr>
      </w:pPr>
      <w:r>
        <w:rPr>
          <w:rtl/>
        </w:rPr>
        <w:t>رثاء ولدي مسلم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7"/>
        <w:gridCol w:w="4205"/>
      </w:tblGrid>
      <w:tr w:rsidR="0030380F" w:rsidTr="0030380F">
        <w:trPr>
          <w:trHeight w:val="350"/>
        </w:trPr>
        <w:tc>
          <w:tcPr>
            <w:tcW w:w="4347" w:type="dxa"/>
            <w:shd w:val="clear" w:color="auto" w:fill="auto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يا مهجة المختار حلّت بج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ذبح اليتامى ازغار يا شرع يفتي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عندج يتامى اثنين فرّوا من الحومه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من هجمة العدوان ساعة الميشومه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شافوا النّهب و النّار بالخيم مضرومه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فرّوا غصب و الحال مجهول ترتيبه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فرّوا و صار الليل و استوحش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امهم تحن و تصيح واضيعة أولادي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بهالبر الاقفر وين يا مهجة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قلبي تراهو ذاب من هول أصاويبه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ازغار و يتامى و ليل و قلوب ملهوفه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وجوع وعطش والخوف ودموع مذروفه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ومن عقب هذا الحال بالسّجن بالكوفه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ولية عدو يقاسون ضيمه و تعذيبه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من خبّروا السّجّان و تعرّف الحاله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قالوا الشّهيد حسين احنا من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ومسلم غريب الدّار احنا ترى اطفاله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هلّت دموعه وصاح ويلاه وشق 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طلعوا بظلام الليل يا هول هالطّلعه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بالدّرب يتخفّون و الكل يهل دمعه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حالتهم مْن الخوف ومْن اليتم شنعه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وعند العجوز اشصار عدنان تدري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جتّفهم من الدّار نسل الخنا الخاطي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من الفجر يمشون و القصد للشّاطي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برجله على الطّفلين قاسي القلب واطي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وينك يَمُسلم قوم عاين هالمصيبه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خر الكبير يلوج مصفرّه ألوانه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حاني على عضيده و متقرّحه اجفانه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يقلّه انروح وياك عند ابن مرجانه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ولَن المدلّل طاح بالدّم تخضيبه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0380F" w:rsidTr="0030380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طاح الزغير عليه يتخضّب بدمّه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0380F" w:rsidRDefault="0030380F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0380F" w:rsidRDefault="0030380F" w:rsidP="00394D15">
            <w:pPr>
              <w:pStyle w:val="libPoem"/>
            </w:pPr>
            <w:r>
              <w:rPr>
                <w:rtl/>
              </w:rPr>
              <w:t>و حالا قطع راسه و خر منجدل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37E3" w:rsidRDefault="004E37E3" w:rsidP="004E37E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وين الشّهيد حسين ما ينهض بهمّه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ذبح اليتامى زغار يا شرع يفتي 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E37E3">
      <w:pPr>
        <w:pStyle w:val="libCenterBold1"/>
      </w:pPr>
      <w:r>
        <w:rPr>
          <w:rtl/>
        </w:rPr>
        <w:t>الحسين يأبّن العبّاس‚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خلّيت دمعي فوق خدّي يالأخو سايل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من يسرج الميمون من بعدك يَبو فاضل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بعدك يَنور العين من يسرج الميموني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بين العدا مفرود نيّتكم تخلّوني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شال السّبط راسه بحسره و حطّه بحجره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و شاله ابو فاضل و ردّه بحرّة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اشْمَالك يخويه شلت راسك من وسط حجري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CE7DEC" w:rsidP="00394D15">
            <w:pPr>
              <w:pStyle w:val="libPoem"/>
            </w:pPr>
            <w:r>
              <w:rPr>
                <w:rtl/>
              </w:rPr>
              <w:t>مصابك شجاني وذوّب افّادي وكسر ظهري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يقلّه يخويه شلون اخلّي راسي بحجرك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وانتَ بعد ساعه الشّمر يجلس على صدرك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يقلّه فْجعتني بْنومتك يا سيفي المشهور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ظهري عقب عينك يَبو فاضل ترى مكسور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بعدك البيرق من يشيله يا عزيز الرّوح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ياهو عقب عينك يسلّي زينب امن النّوح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لو سايلت عنّك المحزونه شقول الها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مقدر أخبّرها على التربان كافلها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7DEC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و عبّاس يتقلّب على الرّمضا و يجر ونّه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7DEC" w:rsidRDefault="00CE7DEC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7DEC" w:rsidRDefault="00507334" w:rsidP="00394D15">
            <w:pPr>
              <w:pStyle w:val="libPoem"/>
            </w:pPr>
            <w:r>
              <w:rPr>
                <w:rtl/>
              </w:rPr>
              <w:t>و غمّض عيونه و اسبل إيده و راح للجنّه</w:t>
            </w:r>
            <w:r w:rsidR="00CE7DE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4E37E3">
      <w:pPr>
        <w:pStyle w:val="libPoemCenter"/>
        <w:rPr>
          <w:rtl/>
        </w:rPr>
      </w:pPr>
      <w:r>
        <w:rPr>
          <w:rtl/>
        </w:rPr>
        <w:t>عبّاس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p w:rsidR="00C231C3" w:rsidRDefault="00C231C3" w:rsidP="004E37E3">
      <w:pPr>
        <w:pStyle w:val="libCenterBold1"/>
      </w:pPr>
      <w:r>
        <w:rPr>
          <w:rtl/>
        </w:rPr>
        <w:t>ليلى</w:t>
      </w:r>
      <w:r w:rsidR="00E33040">
        <w:rPr>
          <w:rtl/>
        </w:rPr>
        <w:t xml:space="preserve"> </w:t>
      </w:r>
      <w:r>
        <w:rPr>
          <w:rtl/>
        </w:rPr>
        <w:t>تودع ولدها الأكبر‚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85738B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ودّي يالاكبر يا نور العيون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5738B" w:rsidRDefault="0085738B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توقف اقبالي و تمشي على 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738B" w:rsidTr="00394D15">
        <w:trPr>
          <w:trHeight w:val="350"/>
        </w:trPr>
        <w:tc>
          <w:tcPr>
            <w:tcW w:w="3920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اوْدَاعك يالاكبر فَتني و شعبني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5738B" w:rsidRDefault="0085738B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راويني طولك يالولد يَبني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738B" w:rsidTr="00394D15">
        <w:trPr>
          <w:trHeight w:val="350"/>
        </w:trPr>
        <w:tc>
          <w:tcPr>
            <w:tcW w:w="3920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حَل وعد الفراق بينج 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5738B" w:rsidRDefault="0085738B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رايح و لا عود بس ودّعيني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738B" w:rsidTr="00394D15">
        <w:trPr>
          <w:trHeight w:val="350"/>
        </w:trPr>
        <w:tc>
          <w:tcPr>
            <w:tcW w:w="3920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يَبني الزواجك زهّبت الثياب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5738B" w:rsidRDefault="0085738B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5738B" w:rsidRDefault="0085738B" w:rsidP="00394D15">
            <w:pPr>
              <w:pStyle w:val="libPoem"/>
            </w:pPr>
            <w:r>
              <w:rPr>
                <w:rtl/>
              </w:rPr>
              <w:t>وَسْفَه وألف حيف يَبني الرّجا خاب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E37E3" w:rsidRDefault="004E37E3" w:rsidP="004E37E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B87CAF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ثياب العرس فات منّي وكتها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87CAF" w:rsidRDefault="00B87CAF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و ثوب الشّهاده هالفصّلتها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7CAF" w:rsidTr="00394D15">
        <w:trPr>
          <w:trHeight w:val="350"/>
        </w:trPr>
        <w:tc>
          <w:tcPr>
            <w:tcW w:w="3920" w:type="dxa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تمشي و انا شلون بعدك حياتي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7CAF" w:rsidRDefault="00B87CAF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قبلك عسى يصير يَبني مماتي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87CAF" w:rsidTr="00394D15">
        <w:trPr>
          <w:trHeight w:val="350"/>
        </w:trPr>
        <w:tc>
          <w:tcPr>
            <w:tcW w:w="3920" w:type="dxa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يوم الدركني يَبني مشيبي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87CAF" w:rsidRDefault="00B87CAF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87CAF" w:rsidRDefault="00B87CAF" w:rsidP="00394D15">
            <w:pPr>
              <w:pStyle w:val="libPoem"/>
            </w:pPr>
            <w:r>
              <w:rPr>
                <w:rtl/>
              </w:rPr>
              <w:t>ينقطع منّك يَبني نصيبي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4E37E3">
      <w:pPr>
        <w:pStyle w:val="libCenterBold1"/>
      </w:pPr>
      <w:r>
        <w:rPr>
          <w:rtl/>
        </w:rPr>
        <w:t>مبارزة علي الاكبر ومصرعه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F523E9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ودّع حسين ورجع شبه النّبي لهفان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قحّم حصانه و خبصها حومة الميدان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يقلهم يقوم الغدر يا عصبة الكفّار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حسين ابويه و جدّي حيدر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عباس عمّي و عمّه جعفر الطيّار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عمّي الحجّه الحسن سبط النّبي العدنان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أرعد و هزّ الجمع و السّيف بيمينه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وفرق الصّمصوم و اندحرت شياطينه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يصيح هيهات ما يحكم رجس 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ولا نعترف بامرة الفاجر نغل سفيان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العبدي يتقفّاه ما لاقاه جدّامه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انشلّت يمينه وضرب الاكبر على الهامه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تعلق بصدر الفرس و تدلّن اجدامه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ظنّته يودّيه لخيام السّبط الحصان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ودّاه وسط الحريبه شوصف احواله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تولّته القوم خيّاله و رجّاله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برماحها و الهنادي توزّع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ويلاه يَساعة القشره ولية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للقاع خر وندَه يا والدي يَحسين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يا حيف بين العدا تبقى بليّا 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طب السّبط للحريبه يصيح يَبني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يا ثمر قلبي طحت يا شمعة الشبّان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وصّل و عاين عزيزه شابحه 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من الضّرب و الطّعن جسمه موزعينه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تخوصر على مهجته و هد حيله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 عاين فراشه النّبل و فراشه التّربان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تحنّت اضلاع الأبو و الولد جر ونّه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وهلّت دموعه و غسل دم الجرح عنّه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523E9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ينادي يشاب بْشبابه حيف ما تهنّى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523E9" w:rsidRDefault="00F523E9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523E9" w:rsidRDefault="00F523E9" w:rsidP="00394D15">
            <w:pPr>
              <w:pStyle w:val="libPoem"/>
            </w:pPr>
            <w:r>
              <w:rPr>
                <w:rtl/>
              </w:rPr>
              <w:t>هدّيت قوتي بهالونّه يَغصن البان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A9662C">
      <w:pPr>
        <w:pStyle w:val="libCenterBold1"/>
      </w:pPr>
      <w:r>
        <w:rPr>
          <w:rtl/>
        </w:rPr>
        <w:t>الحسين على ولده الاكبر‚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7"/>
        <w:gridCol w:w="307"/>
        <w:gridCol w:w="4208"/>
      </w:tblGrid>
      <w:tr w:rsidR="00CC1838" w:rsidTr="00CC1838">
        <w:trPr>
          <w:trHeight w:val="350"/>
        </w:trPr>
        <w:tc>
          <w:tcPr>
            <w:tcW w:w="4347" w:type="dxa"/>
            <w:shd w:val="clear" w:color="auto" w:fill="auto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من قطّع اوصالك بسيفه يا علي يبني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بعدك على الدّنيا العفا فرقاك شيّبني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شيّبتني يَبني و خلّيت القلب مفطور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من عمّك العبّاس ظهري يا علي مكسور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يبني شقول العمّتك لو سايلت عنّك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ليلى الحزينه ترتجي ما آيست منّك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مقدر أقول الهم علي مطروح بالرّمضا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العدوان جسمه مقطّعينه مرضّض الأعضا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جابه الخيمه و دمعته تجري على خدوده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يصيح رحتوا يارجالي ولا لكم عوده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بين الخيم مدّد عزيزه بْجَانب الجاسم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ظل ينتحب و يصيح قعدوا يا بني هاشم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طلعت سكينه و زينب و ليلى يندبونه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شافوه متخضّب بدمّه مغمّض 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قومي العزيزج غمضي عيناه يا ليلى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عن حرّة الرّمضا المدلّل قومي نشيله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طلعت تدق براسها و تصيح يا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لرض المدينه يا عزيزي من يودّيني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يَبني دقوم وشوف ابوك حسين ظل وحده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يبجي عليك و دمعته تجري على خدّه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CC183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أكبر ينور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يَمعفّر الخدّين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DE2247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ينعى ولده و يرثيه '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C1838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انقطع قلبي يبويه من شفت حالك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معلّق بالفرس متقطّعه اوصالك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394D15">
        <w:trPr>
          <w:trHeight w:val="350"/>
        </w:trPr>
        <w:tc>
          <w:tcPr>
            <w:tcW w:w="3920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رحت يبني من ايدي و راحت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د اسمع بالمخيّم ضجّة عيالي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C1838" w:rsidTr="00394D15">
        <w:trPr>
          <w:trHeight w:val="350"/>
        </w:trPr>
        <w:tc>
          <w:tcPr>
            <w:tcW w:w="3920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امّك يالولد تبقى بلا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C1838" w:rsidRDefault="00CC1838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C1838" w:rsidRDefault="00CC1838" w:rsidP="00394D15">
            <w:pPr>
              <w:pStyle w:val="libPoem"/>
            </w:pPr>
            <w:r>
              <w:rPr>
                <w:rtl/>
              </w:rPr>
              <w:t>و لاتقدر يَنور العين تعنى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2247" w:rsidRDefault="00DE2247" w:rsidP="00DE2247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9"/>
        <w:gridCol w:w="307"/>
        <w:gridCol w:w="4206"/>
      </w:tblGrid>
      <w:tr w:rsidR="000C201D" w:rsidTr="000C201D">
        <w:trPr>
          <w:trHeight w:val="350"/>
        </w:trPr>
        <w:tc>
          <w:tcPr>
            <w:tcW w:w="4347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معلّق بالفرس و التمّت العدوان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بارماح و خناجر تطعن و بالزّان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ما تنحصي جروحك يا شبل عدنان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ينور العين بُوق ابن الخنا غالك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عسى انشلّت يمينه جاي من خلفك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شلون يصير جدّامك و هو يعرفك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يشاب الما قضيت من العمر شفّك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بالاولاد يوليدي شبه ما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أخلاق المصطفى جدّك فزت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شجاعة والدي الكرّار حاويها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عمر امّك الزّهرا الجاروا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سخى و علم و إبا كله تهيّا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يوليدي تفتّ القلب ونّاتك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جروح إلبقلبك كثر طبراتك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خوفي من الاطناب تهيج عمّاتك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وعنّك مقدر امشي و هذي احوالك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على وليده نحب و الجبد مفطوره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سمعتّه الوديعه و بدت مذعوره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وعافه عْلَى التّرب من صرخة الحورا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طلعت حاسره ما قدر يتمالك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يناديها ارجعي يَعزيزة الزّهرا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عَلَيْ صعبه يَزينب طلعتج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دهشتيني و تركت ابني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تقلّه جيب لَكبر تنظره عيالك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رد الثمر قلبه يجمع اوصاله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لفّه ابّردته و دنّق له و شاله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جابه للخيم و تلقّته عياله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وليلى تصيح وسفه خلصت رجالك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مدهوشه هوت بدموع مسفوحه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زينب عمّته تتفقّد جروحه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تقلّه حين شافت فارقت روحه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كل ارواحنا يا ليت تفدا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خلّ الولد عندي بَنسل زلوفه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 جم طعنه اعاين وصّلت جوفه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0C201D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خلّاه و ندَه بدموع مذروفه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الله وياك ياللي مقطّعه اوصالك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F86163">
      <w:pPr>
        <w:pStyle w:val="libCenterBold1"/>
      </w:pPr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C201D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يشبل حسين يا مهجة قلب ليلى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ترى الخادم الخاطي ما سكن 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394D15">
        <w:trPr>
          <w:trHeight w:val="350"/>
        </w:trPr>
        <w:tc>
          <w:tcPr>
            <w:tcW w:w="3920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نظمت و دمعي بخدّي جرى سيله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انتهت و الثّانيه يا شهم تهدى 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DE2247">
      <w:pPr>
        <w:pStyle w:val="libCenterBold1"/>
      </w:pPr>
      <w:r>
        <w:rPr>
          <w:rtl/>
        </w:rPr>
        <w:t>على الدنيا بعدك العفا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C201D" w:rsidTr="00394D15">
        <w:trPr>
          <w:trHeight w:val="350"/>
        </w:trPr>
        <w:tc>
          <w:tcPr>
            <w:tcW w:w="3920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وَسْفه عْلَى الشّباب الماقضى اوطاره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لفراقه دليلي تشتعل ناره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394D15">
        <w:trPr>
          <w:trHeight w:val="350"/>
        </w:trPr>
        <w:tc>
          <w:tcPr>
            <w:tcW w:w="3920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يلَكبر ذوّبت قلبي ابونّاتك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ترى ابجبدي يَنور العين طبراتك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201D" w:rsidTr="00394D15">
        <w:trPr>
          <w:trHeight w:val="350"/>
        </w:trPr>
        <w:tc>
          <w:tcPr>
            <w:tcW w:w="3920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أوصلك للمخيّم بين عمّاتك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201D" w:rsidRDefault="000C201D" w:rsidP="00394D1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201D" w:rsidRDefault="000C201D" w:rsidP="00394D15">
            <w:pPr>
              <w:pStyle w:val="libPoem"/>
            </w:pPr>
            <w:r>
              <w:rPr>
                <w:rtl/>
              </w:rPr>
              <w:t>ما تنشال جيف البصر و الجاره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2247" w:rsidRDefault="00DE2247" w:rsidP="00DE2247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48"/>
        <w:gridCol w:w="307"/>
        <w:gridCol w:w="4207"/>
      </w:tblGrid>
      <w:tr w:rsidR="00394D15" w:rsidTr="00394D15">
        <w:trPr>
          <w:trHeight w:val="350"/>
        </w:trPr>
        <w:tc>
          <w:tcPr>
            <w:tcW w:w="4347" w:type="dxa"/>
            <w:shd w:val="clear" w:color="auto" w:fill="auto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على الدّنيا العفا و العمر ما ريده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شبه المصطفى بالتّرب توسيده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ذابت مهجته و احنى على وليده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على خدّ العزيز الدّمع يتجارى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يَويلي ابّردته جمّعهن اوصاله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لفّه عمت عيني و دنّق و شاله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رد للخيَم آه يا ضجّة عياله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تخلّي القلب باللوعات يتوارى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تلقتّه الوديعه تهوّن احزانه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تطفي من لهيب القلب نيرانه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تقلّه يا شبل حيدر و عنوانه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انتَ الذّخر لينا يا حما جاره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الاكبر وين طبراته دراويني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مصابه بلبّة الدلّال جاويني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يقلها يا حزينه لا تنشديني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بارماح و هنادي موزّعه اكتاره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قعدي للمدلّل غسّلي جروحه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بدال الماي يختي دموع مسفوحه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هفّي على الولَد بلكت ترد روحه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ونّاته ترى بالقلب سعّاره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من الصّيوان فرّت سكنه و ليلى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وحده تسنّده و وحده تتجّي له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امّه تصيح جيف البُصر و الحيله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ضاع القلب يبني و تاهت افكاره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جنت امأمّله و الدّهر خيّبني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تتزوّج و اربّي لك بزر يبني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لن الدّهر بين كلاي صوّبني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و دوهنّي زمان الكدر بادواره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يسرور القلب ما مر على بالي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أشوف البيت منّك يالولد خالي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94D15" w:rsidTr="00394D15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يزينب ساعديني انفطر دلّالي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394D15" w:rsidRDefault="00394D15" w:rsidP="00394D15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394D15" w:rsidRDefault="00510BAA" w:rsidP="00394D15">
            <w:pPr>
              <w:pStyle w:val="libPoem"/>
            </w:pPr>
            <w:r>
              <w:rPr>
                <w:rtl/>
              </w:rPr>
              <w:t>على اليشبه حبيب الله و مختاره</w:t>
            </w:r>
            <w:r w:rsidR="00394D15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DE2247">
      <w:pPr>
        <w:pStyle w:val="libCenterBold1"/>
      </w:pPr>
      <w:r>
        <w:rPr>
          <w:rtl/>
        </w:rPr>
        <w:t>رجوع الحسين بولده الاكبر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510BA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يهل الخيم جاكم علي قوموا له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شوفوا على صدري جنازته محموله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طلعن يويلي من الخدر عمّاته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شافوا علي مرمي و يجر وناته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و من الطّبر ما تنحصى جراحاته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و زينب عليه ادموعها مهموله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خرّت على جسم العزيز تنادي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شيّبت راسي يا شبيه الهادي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و ليلى تحن و تصيح ذاب افّادي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تمشي و تعثر مشية المذهوله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و تصيح جسم ابني علي راووني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عيني انعمت من راح نور عيوني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ما ريد بعد ابني العمر دفنوني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و لا شوف جثّة هالولد محموله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0BAA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يحسين حفروا لي حفيره السّاعه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0BAA" w:rsidRDefault="00510BA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0BAA" w:rsidRDefault="00DC62AA" w:rsidP="00D60920">
            <w:pPr>
              <w:pStyle w:val="libPoem"/>
            </w:pPr>
            <w:r>
              <w:rPr>
                <w:rtl/>
              </w:rPr>
              <w:t>مقدر أشوف ابني و اشوف نزاعه</w:t>
            </w:r>
            <w:r w:rsidR="00510BAA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2247" w:rsidRDefault="00DE2247" w:rsidP="00DE2247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قلها يَليلى تزوّدي مْن وداعه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 بشري بعدنا بناقةٍ مهزوله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DE2247">
      <w:pPr>
        <w:pStyle w:val="libCenterBold1"/>
      </w:pPr>
      <w:r>
        <w:rPr>
          <w:rtl/>
        </w:rPr>
        <w:t>مصرع عبد الله الرضيع‚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شال الطّفل بيده ودمعه فوق خدّه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ونادى اشذنب اطفالنا يا عصبة الأنذال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هذا الطّفل عطشان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عطشان ذابت مهجته و هذي ثلثتيّام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ما ضاق قطرة ماي و انتو تدّعون اسلام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يا</w:t>
      </w:r>
      <w:r w:rsidR="00E33040">
        <w:rPr>
          <w:rtl/>
        </w:rPr>
        <w:t xml:space="preserve"> </w:t>
      </w:r>
      <w:r>
        <w:rPr>
          <w:rtl/>
        </w:rPr>
        <w:t>عصبة الشّيطان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عجلوا بقطرة ماي طفلي ذايب افّاده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عند العرب يا قوم هذي ما جرت عاده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شجرمة الرّضعان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ناسٍ بقت تبجي على حاله و ناس تلوم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وبن سعد نادى حرمله اقطع نزاع القوم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خل رقبته نيشان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وحسين تجري دموع عينه و يجذب الحسره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ولَن السّهم من حرمله صابه و فرى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وظل السّبط حيران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تلقّى الدّما و نادى شذنبك يا عزيز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رد للمخيّم ينتحب منّه القلب مجروح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طلعت</w:t>
      </w:r>
      <w:r w:rsidR="00E33040">
        <w:rPr>
          <w:rtl/>
        </w:rPr>
        <w:t xml:space="preserve"> </w:t>
      </w:r>
      <w:r>
        <w:rPr>
          <w:rtl/>
        </w:rPr>
        <w:t>له النّسوان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 امّا سكينه تصيح بويه جان زاد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أريد منّك قطرة اميّه أروّي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قلبي</w:t>
      </w:r>
      <w:r w:rsidR="00E33040">
        <w:rPr>
          <w:rtl/>
        </w:rPr>
        <w:t xml:space="preserve"> </w:t>
      </w:r>
      <w:r>
        <w:rPr>
          <w:rtl/>
        </w:rPr>
        <w:t>ترى لهفان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قلها يسكنه اخذي الطّفل قلبه بسهم مفري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وقومي الرضيعك يا رباب الحالته نظري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ذبحوه</w:t>
      </w:r>
      <w:r w:rsidR="00E33040">
        <w:rPr>
          <w:rtl/>
        </w:rPr>
        <w:t xml:space="preserve"> </w:t>
      </w:r>
      <w:r>
        <w:rPr>
          <w:rtl/>
        </w:rPr>
        <w:t>ترى عطشان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طلعت رباب و عمّته زينب ينظرونه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شافوا السّهم حز منحره ومغمّض عيونه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DE2247">
      <w:pPr>
        <w:pStyle w:val="libPoemCenter"/>
        <w:rPr>
          <w:rtl/>
        </w:rPr>
      </w:pPr>
      <w:r>
        <w:rPr>
          <w:rtl/>
        </w:rPr>
        <w:t>وصبّوا الدّمع غدران</w:t>
      </w:r>
    </w:p>
    <w:p w:rsidR="00C231C3" w:rsidRDefault="00C231C3" w:rsidP="00DE2247">
      <w:pPr>
        <w:pStyle w:val="libCenterBold1"/>
      </w:pPr>
      <w:r>
        <w:rPr>
          <w:rtl/>
        </w:rPr>
        <w:t>الحسين</w:t>
      </w:r>
      <w:r w:rsidR="00E33040">
        <w:rPr>
          <w:rtl/>
        </w:rPr>
        <w:t xml:space="preserve"> </w:t>
      </w:r>
      <w:r>
        <w:rPr>
          <w:rtl/>
        </w:rPr>
        <w:t>يخبر زينب بما تلقى بعده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51B7A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وش هالوعد لَقشر ينور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في كربلا نيّتكم اتضيعوني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7A" w:rsidTr="00D60920">
        <w:trPr>
          <w:trHeight w:val="350"/>
        </w:trPr>
        <w:tc>
          <w:tcPr>
            <w:tcW w:w="3920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يحسين توعدني بفقد رجالي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 ابقى بعدكم ضايعه بلا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7A" w:rsidTr="00D60920">
        <w:trPr>
          <w:trHeight w:val="350"/>
        </w:trPr>
        <w:tc>
          <w:tcPr>
            <w:tcW w:w="3920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من بعدكم منهو اليباري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 منهو يرد القوم لا يلفوني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7A" w:rsidTr="00D60920">
        <w:trPr>
          <w:trHeight w:val="350"/>
        </w:trPr>
        <w:tc>
          <w:tcPr>
            <w:tcW w:w="3920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نادى و دموعه بوجنته مهتونه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تعزي بعزاء الله يا محزونه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51B7A" w:rsidTr="00D60920">
        <w:trPr>
          <w:trHeight w:val="350"/>
        </w:trPr>
        <w:tc>
          <w:tcPr>
            <w:tcW w:w="3920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لازم على حر الثّرى تشوفونا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51B7A" w:rsidRDefault="00D51B7A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51B7A" w:rsidRDefault="00D51B7A" w:rsidP="00D60920">
            <w:pPr>
              <w:pStyle w:val="libPoem"/>
            </w:pPr>
            <w:r>
              <w:rPr>
                <w:rtl/>
              </w:rPr>
              <w:t>و انا العدا يا زينب يذبحوني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صاحت ينور العين ذاب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قشره علينه نزلتك هالوادي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تضيعون يبن امّي بنات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 باطفالكم يا بو علي تبلشوني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شلون ابتلي يا بو علي بهالعيله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 انتو بعد ويّاي بس هالليله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كيف البُصر لو طوّحوا بالشّيله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ياهو يباريها ينور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قلها و دمعه فوق خدّه هامي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لازم تشوفيني طريح و دامي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بس الله الله بنسوتي و ايتامي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لو طوّح الحادي وانا عفتوني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هيهات ما نرجع يبنت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فيها يذبحون اخوتي و اولادي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وكل اخوتك تذبح بهذا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وملزوم انا بخيل العدا يدوسوني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ظل ينتحب و مدامعه منثوره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بهالقاع يختي قبورنا محفوره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 تبقى جثثنا بهالفضا معفوره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 لا يتركونك يختي تودعيني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يا ما مصابٍ كايد تقاسينه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وكم واحد من اخوانك تفقدينه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9672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و يا ما شباب مقطّع تشوفينه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296729" w:rsidRDefault="00296729" w:rsidP="00D60920">
            <w:pPr>
              <w:pStyle w:val="libPoem"/>
            </w:pPr>
            <w:r>
              <w:rPr>
                <w:rtl/>
              </w:rPr>
              <w:t>صاحت أجل يابو علي تضيعوني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55D0D">
      <w:pPr>
        <w:pStyle w:val="libCenterBold1"/>
      </w:pPr>
      <w:r>
        <w:rPr>
          <w:rtl/>
        </w:rPr>
        <w:t>مقتل</w:t>
      </w:r>
      <w:r w:rsidR="00E33040">
        <w:rPr>
          <w:rtl/>
        </w:rPr>
        <w:t xml:space="preserve"> </w:t>
      </w:r>
      <w:r>
        <w:rPr>
          <w:rtl/>
        </w:rPr>
        <w:t>الحسين و مصرعه‚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صاب السّهم قلبه وطاح مخضّب ابدمّه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يعالج بروحه على الثّرى ولاحد قرب يّمه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حسين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السّهم سلّه من وراه و توزّعت جبده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وظل يجذب الونّه و لا واحد قرب عنده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PoemCenter"/>
        <w:rPr>
          <w:rtl/>
        </w:rPr>
      </w:pPr>
      <w:r>
        <w:rPr>
          <w:rtl/>
        </w:rPr>
        <w:t>حسين 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وعينه تعاين للخيم يبجي على النّسوان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ويقول بعدي تضيع زينب بين هالعدوان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PoemCenter"/>
        <w:rPr>
          <w:rtl/>
        </w:rPr>
      </w:pPr>
      <w:r>
        <w:rPr>
          <w:rtl/>
        </w:rPr>
        <w:t>حسين 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عطشان يا شمر الضّبابي ماي دسقوني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يا ليت أهلي و عزوتي كلهم ينظروني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PoemCenter"/>
        <w:rPr>
          <w:rtl/>
        </w:rPr>
      </w:pPr>
      <w:r>
        <w:rPr>
          <w:rtl/>
        </w:rPr>
        <w:t>حسين 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قال الشّمر يحسين ما نسقيك ابد قطره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حتى تضوق منيّتك و تروح بالحسره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PoemCenter"/>
        <w:rPr>
          <w:rtl/>
        </w:rPr>
      </w:pPr>
      <w:r>
        <w:rPr>
          <w:rtl/>
        </w:rPr>
        <w:t>حسين 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29672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عطشان يا شمر الضّبابي ما إلي قوّه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96729" w:rsidRDefault="0029672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96729" w:rsidRDefault="003659B2" w:rsidP="00D60920">
            <w:pPr>
              <w:pStyle w:val="libPoem"/>
            </w:pPr>
            <w:r>
              <w:rPr>
                <w:rtl/>
              </w:rPr>
              <w:t>اسقوني اميّه ذاب قلبي ما لك مروّه</w:t>
            </w:r>
            <w:r w:rsidR="0029672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PoemCenter"/>
        <w:rPr>
          <w:rtl/>
        </w:rPr>
      </w:pPr>
      <w:r>
        <w:rPr>
          <w:rtl/>
        </w:rPr>
        <w:t>حسين يا خويه</w:t>
      </w:r>
    </w:p>
    <w:p w:rsidR="00555D0D" w:rsidRDefault="00555D0D" w:rsidP="00555D0D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239C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حز الشّمر راسه وشاله فوق عالي سنان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239C" w:rsidRDefault="00CE239C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وزينب الحورا تعاينه و تصيح يا عطشان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حسين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شبيدي على جسمك رميّه ما يشيلونه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بخيولهم قاموا يَبعد اهلي يرضّونه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حسين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صاحت يبو الحسنين دنهض عاين احوالي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مرمي أخويه على الثّرى و انا بلا 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حسين</w:t>
      </w:r>
      <w:r w:rsidR="00E33040">
        <w:rPr>
          <w:rtl/>
        </w:rPr>
        <w:t xml:space="preserve"> </w:t>
      </w:r>
      <w:r>
        <w:rPr>
          <w:rtl/>
        </w:rPr>
        <w:t>يا خويه</w:t>
      </w:r>
    </w:p>
    <w:p w:rsidR="00C231C3" w:rsidRDefault="00C231C3" w:rsidP="00555D0D">
      <w:pPr>
        <w:pStyle w:val="libPoemCenter"/>
      </w:pPr>
      <w:r>
        <w:rPr>
          <w:rtl/>
        </w:rPr>
        <w:t>رض</w:t>
      </w:r>
      <w:r w:rsidR="00E33040">
        <w:rPr>
          <w:rtl/>
        </w:rPr>
        <w:t xml:space="preserve"> </w:t>
      </w:r>
      <w:r>
        <w:rPr>
          <w:rtl/>
        </w:rPr>
        <w:t>الجسد الشريف‚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يا قوم ما فيكم رحيم يجهّز ابن امّي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هذا جسد والي الحرم فوق الثّرى مرمي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عاري بليّا اكفان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وين اليغسّل جثّة ابن امّي و يجفّنها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يشيّع جنازة بو علي و بالقبر يدفنها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ظلّت على التّربان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بس ما سمعها بن سعد نادى ابفرسانه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بالله دلبّوا الخارجيّه لفت تنخانا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بنت النّبي العدنان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قالوا شلون نجيبها نجهّز الواليها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قلهم خيول الأعوجيّه ركّبوا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وخلّوا</w:t>
      </w:r>
      <w:r w:rsidR="00E33040">
        <w:rPr>
          <w:rtl/>
        </w:rPr>
        <w:t xml:space="preserve"> </w:t>
      </w:r>
      <w:r>
        <w:rPr>
          <w:rtl/>
        </w:rPr>
        <w:t>الجسد ميدان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1"/>
        <w:gridCol w:w="307"/>
        <w:gridCol w:w="4204"/>
      </w:tblGrid>
      <w:tr w:rsidR="00CE239C" w:rsidTr="00CE239C">
        <w:trPr>
          <w:trHeight w:val="350"/>
        </w:trPr>
        <w:tc>
          <w:tcPr>
            <w:tcW w:w="4347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ركبت من الجيمان عشره و رضّضت صدره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CE239C" w:rsidRDefault="00CE239C" w:rsidP="00D60920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و زينب تعاين جيف تتكسّر خرز ظهره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55D0D">
      <w:pPr>
        <w:pStyle w:val="libPoemCenter"/>
      </w:pPr>
      <w:r>
        <w:rPr>
          <w:rtl/>
        </w:rPr>
        <w:t>وتجري</w:t>
      </w:r>
      <w:r w:rsidR="00E33040">
        <w:rPr>
          <w:rtl/>
        </w:rPr>
        <w:t xml:space="preserve"> </w:t>
      </w:r>
      <w:r>
        <w:rPr>
          <w:rtl/>
        </w:rPr>
        <w:t>الدّمع غدران</w:t>
      </w:r>
    </w:p>
    <w:p w:rsidR="009A695A" w:rsidRDefault="00C231C3" w:rsidP="00555D0D">
      <w:pPr>
        <w:pStyle w:val="libPoemCenter"/>
        <w:rPr>
          <w:rtl/>
        </w:rPr>
      </w:pPr>
      <w:r>
        <w:rPr>
          <w:rtl/>
        </w:rPr>
        <w:t>صاحت</w:t>
      </w:r>
      <w:r w:rsidR="00E33040">
        <w:rPr>
          <w:rtl/>
        </w:rPr>
        <w:t xml:space="preserve"> </w:t>
      </w:r>
      <w:r>
        <w:rPr>
          <w:rtl/>
        </w:rPr>
        <w:t>يخيل</w:t>
      </w:r>
      <w:r w:rsidR="00E33040">
        <w:rPr>
          <w:rtl/>
        </w:rPr>
        <w:t xml:space="preserve"> </w:t>
      </w:r>
      <w:r>
        <w:rPr>
          <w:rtl/>
        </w:rPr>
        <w:t>الأعوجيّه</w:t>
      </w:r>
      <w:r w:rsidR="00E33040">
        <w:rPr>
          <w:rtl/>
        </w:rPr>
        <w:t xml:space="preserve"> </w:t>
      </w:r>
      <w:r>
        <w:rPr>
          <w:rtl/>
        </w:rPr>
        <w:t>دستي</w:t>
      </w:r>
      <w:r w:rsidR="00E33040">
        <w:rPr>
          <w:rtl/>
        </w:rPr>
        <w:t xml:space="preserve"> </w:t>
      </w:r>
      <w:r>
        <w:rPr>
          <w:rtl/>
        </w:rPr>
        <w:t>الوالي</w:t>
      </w:r>
    </w:p>
    <w:p w:rsidR="009A695A" w:rsidRDefault="00C231C3" w:rsidP="00555D0D">
      <w:pPr>
        <w:pStyle w:val="libPoemCenter"/>
        <w:rPr>
          <w:rtl/>
        </w:rPr>
      </w:pPr>
      <w:r>
        <w:rPr>
          <w:rtl/>
        </w:rPr>
        <w:t>بركضك</w:t>
      </w:r>
      <w:r w:rsidR="00E33040">
        <w:rPr>
          <w:rtl/>
        </w:rPr>
        <w:t xml:space="preserve"> </w:t>
      </w:r>
      <w:r>
        <w:rPr>
          <w:rtl/>
        </w:rPr>
        <w:t>يميشومه</w:t>
      </w:r>
      <w:r w:rsidR="00E33040">
        <w:rPr>
          <w:rtl/>
        </w:rPr>
        <w:t xml:space="preserve"> </w:t>
      </w:r>
      <w:r>
        <w:rPr>
          <w:rtl/>
        </w:rPr>
        <w:t>هدمتي</w:t>
      </w:r>
      <w:r w:rsidR="00E33040">
        <w:rPr>
          <w:rtl/>
        </w:rPr>
        <w:t xml:space="preserve"> </w:t>
      </w:r>
      <w:r>
        <w:rPr>
          <w:rtl/>
        </w:rPr>
        <w:t>حصني</w:t>
      </w:r>
      <w:r w:rsidR="00E33040">
        <w:rPr>
          <w:rtl/>
        </w:rPr>
        <w:t xml:space="preserve"> </w:t>
      </w:r>
      <w:r>
        <w:rPr>
          <w:rtl/>
        </w:rPr>
        <w:t>العالي</w:t>
      </w:r>
    </w:p>
    <w:p w:rsidR="009A695A" w:rsidRDefault="00C231C3" w:rsidP="00555D0D">
      <w:pPr>
        <w:pStyle w:val="libPoemCenter"/>
        <w:rPr>
          <w:rtl/>
        </w:rPr>
      </w:pPr>
      <w:r>
        <w:rPr>
          <w:rtl/>
        </w:rPr>
        <w:t>يا ضيعة</w:t>
      </w:r>
      <w:r w:rsidR="00E33040">
        <w:rPr>
          <w:rtl/>
        </w:rPr>
        <w:t xml:space="preserve"> </w:t>
      </w:r>
      <w:r>
        <w:rPr>
          <w:rtl/>
        </w:rPr>
        <w:t>النّسوان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E239C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يا ليتني عميه يَبعد اهلي و لا شوفك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239C" w:rsidRDefault="00CE239C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239C" w:rsidRDefault="00DD26E6" w:rsidP="00D60920">
            <w:pPr>
              <w:pStyle w:val="libPoem"/>
            </w:pPr>
            <w:r>
              <w:rPr>
                <w:rtl/>
              </w:rPr>
              <w:t>مرضوض جسمك يالولي و مقطّعه اجفوفك</w:t>
            </w:r>
            <w:r w:rsidR="00CE239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555D0D">
      <w:pPr>
        <w:pStyle w:val="libPoemCenter"/>
        <w:rPr>
          <w:rtl/>
        </w:rPr>
      </w:pPr>
      <w:r>
        <w:rPr>
          <w:rtl/>
        </w:rPr>
        <w:t>عاري</w:t>
      </w:r>
      <w:r w:rsidR="00E33040">
        <w:rPr>
          <w:rtl/>
        </w:rPr>
        <w:t xml:space="preserve"> </w:t>
      </w:r>
      <w:r>
        <w:rPr>
          <w:rtl/>
        </w:rPr>
        <w:t>على التّربان</w:t>
      </w:r>
    </w:p>
    <w:p w:rsidR="00C231C3" w:rsidRDefault="00C231C3" w:rsidP="00555D0D">
      <w:pPr>
        <w:pStyle w:val="libCenterBold1"/>
      </w:pPr>
      <w:r>
        <w:rPr>
          <w:rtl/>
        </w:rPr>
        <w:t>وداع زينب لجسد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D26E6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يحسين ساقوا الضعون وطوّح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وظلّت جثثكم عرايا واقفر الوادي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6E6" w:rsidTr="00D60920">
        <w:trPr>
          <w:trHeight w:val="350"/>
        </w:trPr>
        <w:tc>
          <w:tcPr>
            <w:tcW w:w="3920" w:type="dxa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أشكي أحوالي لخويه حسين لو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و ابدي هموم القلب للجسد لو للرّاس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26E6" w:rsidTr="00D60920">
        <w:trPr>
          <w:trHeight w:val="350"/>
        </w:trPr>
        <w:tc>
          <w:tcPr>
            <w:tcW w:w="3920" w:type="dxa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و اشوف جسم الولي بالاعوجيّه انداس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26E6" w:rsidRDefault="00DD26E6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26E6" w:rsidRDefault="00DD26E6" w:rsidP="00D60920">
            <w:pPr>
              <w:pStyle w:val="libPoem"/>
            </w:pPr>
            <w:r>
              <w:rPr>
                <w:rtl/>
              </w:rPr>
              <w:t>والرّاس فوق الرّمح ومذوّب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56DFE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يحسين لا تقول زينب ما بقت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لا تقول ما خلّت ايتامي تلوذ حذاي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ترى الامر يالولي ما يحصل على هواي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بس ما وصلنا جثثكم صاح المنادي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لو قلت يا قوم يم حسين خلّوني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سب و شتم حصّلت وسياط بمتوني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النّوق كلهن هزل و انا تعرفوني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متعوّدت ضيم وادهى مصيبة الحادي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بلسان حاله يعاتبها صدق تمشين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وانتي العزيزه يزينب و انا خوك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فوق الثّرى تتركيني و القصد لاوين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ويّاي قعدي سويعه و فرشي مهادي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تقلّه يخويه الظّعاين شالبصر بيها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الدّرب كايد و المصيبه حواديها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الطّفله من تطيح ياهو اللي يراعيها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شربي مدامع عيوني و الضّرب زادي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يحسين لو هلّت دموعي يضربوني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ولو صحت يا كاشف الشدّه يشتموني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بهالحال يهل الرّحم وحدي تخلّوني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فراشي يخوتي القتب و ذراعي وسادي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عبّاس وين الوعد بالغانمه يا 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مرمي ابشاطي النّهر و انا انسبي ليزيد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قلّة ولي و عايله و دربٍ وعر وبعيد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نصبح بوادي و نمسي يالولي بوادي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55D0D">
      <w:pPr>
        <w:pStyle w:val="libCenterBold1"/>
      </w:pPr>
      <w:r>
        <w:rPr>
          <w:rtl/>
        </w:rPr>
        <w:t>شكوى</w:t>
      </w:r>
      <w:r w:rsidR="00E33040">
        <w:rPr>
          <w:rtl/>
        </w:rPr>
        <w:t xml:space="preserve"> </w:t>
      </w:r>
      <w:r>
        <w:rPr>
          <w:rtl/>
        </w:rPr>
        <w:t>زينب في الأربعين‚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56DFE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بَيتامها خرّت على قبره تجر حسره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تلطم يويلي خدودها و دموعها عبره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تصيح دقعد يالذي عفتك على الغبرا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دقعد ينور العين جتكم يتاماكم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شحجي و شعد من المصايب يا عزيز الرّوح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شلت بيتاماكم و عفتَك بالثّرى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قلبي انشعب من قالوا للشّامات نبغي نروح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مَتعوّدت يَحسين امشي بليّاكم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همّيت أودعك و العدا يَحسين منعوني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ياليت تنظر حالتي من ساقوا ظعوني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بس أنتحب برماحهم خويه يوكزوني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ذكرت ذاك الحين ممشاي ويّاكم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سارت عجيج النّوق و الكوفه دخلناها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كل الهضايم و المذلّه هناك شفناها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من كثر ضيمٍ صابنا الارواح عفناها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عدوانكم صوبين تتصفّح انْساكم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ومن اذكر الشّامات جسمي ينتحل و يذوب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حرمه وغريبه وضايعه و من الدّمع مسكوب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اطبولهم تضرب و راسك بالرّمح منصوب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ذاب القلب يحسين وشلون انا انساكم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طلعوا لنا بسبعين راية فرح منشوره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الله يخويه لو متت في الحال معذوره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ذلّه و هضيمه و فاقده و بالشّام مشهوره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ذيج المعزّه وين ذلّتني اعداكم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6DFE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و المجلس الميشوم مثله لا جرى ولا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56DFE" w:rsidRDefault="00756DF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56DFE" w:rsidRDefault="00756DFE" w:rsidP="00D60920">
            <w:pPr>
              <w:pStyle w:val="libPoem"/>
            </w:pPr>
            <w:r>
              <w:rPr>
                <w:rtl/>
              </w:rPr>
              <w:t>كسّر أضراسك و العليل يعاينه و محتار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55D0D" w:rsidRDefault="00555D0D" w:rsidP="00555D0D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C619E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صرنا يخويه بينهم اعظم من الكفّار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619E" w:rsidRDefault="000C619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جسمي انتحل يحسين من يوم فرقاكم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619E" w:rsidTr="00D60920">
        <w:trPr>
          <w:trHeight w:val="350"/>
        </w:trPr>
        <w:tc>
          <w:tcPr>
            <w:tcW w:w="3920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و جيناك يا باقي هلي دقعد تلقّانا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619E" w:rsidRDefault="000C619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ورد المدينه يا عزيز الرّوح ويّانا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619E" w:rsidTr="00D60920">
        <w:trPr>
          <w:trHeight w:val="350"/>
        </w:trPr>
        <w:tc>
          <w:tcPr>
            <w:tcW w:w="3920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قلبي ترى شبّت يَنور العين نيرانه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619E" w:rsidRDefault="000C619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دقعد يَنور العين جتكم يتاماكم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619E" w:rsidTr="00D60920">
        <w:trPr>
          <w:trHeight w:val="350"/>
        </w:trPr>
        <w:tc>
          <w:tcPr>
            <w:tcW w:w="3920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شاقول لو رحت المدينه و سايلوني النّاس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619E" w:rsidRDefault="000C619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وقالو يَزينب وين أخوك حسين و العبّاس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C619E" w:rsidTr="00D60920">
        <w:trPr>
          <w:trHeight w:val="350"/>
        </w:trPr>
        <w:tc>
          <w:tcPr>
            <w:tcW w:w="3920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أقول ظلّوا بالتراب أجسادهم تنداس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C619E" w:rsidRDefault="000C619E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C619E" w:rsidRDefault="000C619E" w:rsidP="00D60920">
            <w:pPr>
              <w:pStyle w:val="libPoem"/>
            </w:pPr>
            <w:r>
              <w:rPr>
                <w:rtl/>
              </w:rPr>
              <w:t>ارجوع الوطن يحسين يصعب بليّاكم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55D0D">
      <w:pPr>
        <w:pStyle w:val="libCenterBold1"/>
      </w:pPr>
      <w:r>
        <w:rPr>
          <w:rtl/>
        </w:rPr>
        <w:t>إبن</w:t>
      </w:r>
      <w:r w:rsidR="00E33040">
        <w:rPr>
          <w:rtl/>
        </w:rPr>
        <w:t xml:space="preserve"> </w:t>
      </w:r>
      <w:r>
        <w:rPr>
          <w:rtl/>
        </w:rPr>
        <w:t>الحنفيه مع السجاد‚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093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يَبني صدق هجموا عليكم بالخيم عدوان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نعم و ايتامنا فرّت من الصّيوان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سلبوا حرمنا و بالمخيّم شبّوا النّيران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محمَّد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صدق ظلّوا على الرّمضا بلا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نعم و صدورهم تلعب عليها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 جثّة أخوك حسين بيها مثّلوا تمثيل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حن و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صدق زينب مشت حسرى بليّا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من غير والي و اليتامى تنوح فوق 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نعم و تشوف راس حسين في العسّال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حن و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أرد انشدك بوفاضل اشسوّى ابْهَل الكوفه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فعل فعله اليوم الحشر موصوفه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يجاهد و شايل رايته و مقطّعه جفوفه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حن و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صدق دشّت الحورا بْمَجلس ابن زياد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نعم بالحبل مكتوفه و انا بقياد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منكم بنو سفيان يَمحمّد قضوا المراد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حن و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أنشدك صدق زينب طبّت الشّامات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قلّه نعم و اتنشّرت لدخولها الرّايات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وقفت على بابٍ يسمّونه أبو السّاعات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حن و صرخ يحسين ذوّبتوا افّادي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555D0D">
      <w:pPr>
        <w:pStyle w:val="libCenterBold1"/>
      </w:pPr>
      <w:r>
        <w:rPr>
          <w:rtl/>
        </w:rPr>
        <w:t>إبن</w:t>
      </w:r>
      <w:r w:rsidR="00E33040">
        <w:rPr>
          <w:rtl/>
        </w:rPr>
        <w:t xml:space="preserve"> </w:t>
      </w:r>
      <w:r>
        <w:rPr>
          <w:rtl/>
        </w:rPr>
        <w:t>الحنفيه و العقيلة‚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3C0939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وين الأسود الضّاريه يَعزيزة الكرّار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وين الذي لو طبّوا الميدان شبّوا 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الله يَزينب نوبةٍ وحده خلت هالدّار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صاحت يَنور العينجينا بليّا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عبّاس و ينه و جعفر و عثمان ويّا 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والاكبر وجاسم و اخوته وحسين نور الكون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قالت عفتهم يبن حيدر بالثّرى يونّون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خويه يَنور العينجينا بليّا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كلهم بلا تغسيل يَمحمّد على التّربان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 القوم غارت للمخيّم سلبت النّسوان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C0939" w:rsidTr="00D60920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و النّار شبّوها يَنور العين بالصّيوان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C0939" w:rsidRDefault="003C0939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C0939" w:rsidRDefault="003C0939" w:rsidP="00D60920">
            <w:pPr>
              <w:pStyle w:val="libPoem"/>
            </w:pPr>
            <w:r>
              <w:rPr>
                <w:rtl/>
              </w:rPr>
              <w:t>خويه يَنور العينجينا بليّا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D60920" w:rsidTr="00D60920">
        <w:trPr>
          <w:trHeight w:val="350"/>
        </w:trPr>
        <w:tc>
          <w:tcPr>
            <w:tcW w:w="3920" w:type="dxa"/>
            <w:shd w:val="clear" w:color="auto" w:fill="auto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قلها سمعنا خبر يا زينب و اظنّه بعيد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0920" w:rsidRDefault="00D60920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يقولون دخلوا بك ذليله حاسره على يزيد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920" w:rsidTr="00D60920">
        <w:trPr>
          <w:trHeight w:val="350"/>
        </w:trPr>
        <w:tc>
          <w:tcPr>
            <w:tcW w:w="3920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قالت دخلنا و العليل مقيّدينه بقيد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920" w:rsidRDefault="00D60920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خويه يَنور العينجينا بليّا حسين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920" w:rsidTr="00D60920">
        <w:trPr>
          <w:trHeight w:val="350"/>
        </w:trPr>
        <w:tc>
          <w:tcPr>
            <w:tcW w:w="3920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تحسّر و سالت دمعته و ظل يصفق الجفّين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920" w:rsidRDefault="00D60920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من الثّريّا للثّرى يا زينب تحلّين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920" w:rsidTr="00D60920">
        <w:trPr>
          <w:trHeight w:val="350"/>
        </w:trPr>
        <w:tc>
          <w:tcPr>
            <w:tcW w:w="3920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عقب المعزّه و الخدر في مجلس تدشّين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920" w:rsidRDefault="00D60920" w:rsidP="00D6092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920" w:rsidRDefault="00712068" w:rsidP="00D60920">
            <w:pPr>
              <w:pStyle w:val="libPoem"/>
            </w:pPr>
            <w:r>
              <w:rPr>
                <w:rtl/>
              </w:rPr>
              <w:t>صاحت يَنور العينجينا بليّا حسين</w:t>
            </w:r>
            <w:r w:rsidR="00D60920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B77F03">
      <w:pPr>
        <w:pStyle w:val="Heading2Center"/>
        <w:rPr>
          <w:rtl/>
        </w:rPr>
      </w:pPr>
      <w:bookmarkStart w:id="39" w:name="_Toc21390004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شهادة الكاظم (ع) }</w:t>
      </w:r>
      <w:bookmarkEnd w:id="39"/>
    </w:p>
    <w:p w:rsidR="00C231C3" w:rsidRDefault="00C231C3" w:rsidP="00B77F03">
      <w:pPr>
        <w:pStyle w:val="libCenterBold1"/>
      </w:pPr>
      <w:r>
        <w:rPr>
          <w:rtl/>
        </w:rPr>
        <w:t>على</w:t>
      </w:r>
      <w:r w:rsidR="00E33040">
        <w:rPr>
          <w:rtl/>
        </w:rPr>
        <w:t xml:space="preserve"> </w:t>
      </w:r>
      <w:r>
        <w:rPr>
          <w:rtl/>
        </w:rPr>
        <w:t>جسر بغداد‚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6"/>
        <w:gridCol w:w="4206"/>
      </w:tblGrid>
      <w:tr w:rsidR="00712068" w:rsidTr="00712068">
        <w:trPr>
          <w:trHeight w:val="350"/>
        </w:trPr>
        <w:tc>
          <w:tcPr>
            <w:tcW w:w="4347" w:type="dxa"/>
            <w:shd w:val="clear" w:color="auto" w:fill="auto"/>
          </w:tcPr>
          <w:p w:rsidR="00712068" w:rsidRDefault="00712068" w:rsidP="00D011FF">
            <w:pPr>
              <w:pStyle w:val="libPoem"/>
            </w:pPr>
            <w:r>
              <w:rPr>
                <w:rtl/>
              </w:rPr>
              <w:t>جاه الطّبيب و عاينه و الدّمع منّه سال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  <w:shd w:val="clear" w:color="auto" w:fill="auto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  <w:shd w:val="clear" w:color="auto" w:fill="auto"/>
          </w:tcPr>
          <w:p w:rsidR="00712068" w:rsidRDefault="00712068" w:rsidP="00D011FF">
            <w:pPr>
              <w:pStyle w:val="libPoem"/>
            </w:pPr>
            <w:r>
              <w:rPr>
                <w:rtl/>
              </w:rPr>
              <w:t>و يقول يَبن سويد هالمسموم ماله رجال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rPr>
          <w:trHeight w:val="350"/>
        </w:trPr>
        <w:tc>
          <w:tcPr>
            <w:tcW w:w="4347" w:type="dxa"/>
          </w:tcPr>
          <w:p w:rsidR="00712068" w:rsidRDefault="0071206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71206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انجان يَبْن سويد إله عزوه و عشيره و قوم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يتناهضون الطلب ثاراته ترى مسموم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يَولاد عدنان و مضر قلّت حميّتكم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ما تنهضون بْعَجل و تشيلون ميّتكم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عنّوا الصّواهل وانهضوا موسى بن جعفر مات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فوق الجسر مطروح ثوروا ياهل الشّيمات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فرسان هاشم وين عنّك ما يحضرونك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منهو حضر يمّك و منهو غمّض اعيونك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يا مهجة الزّهرا و يا بحر العلم و الجود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ما جنّك ابن المصطفى فوق الجسر ممدود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بْحَبسك يَبن شاهك هلال الدّين ضمّيته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و لا راقبت جدّه و تالي الامر سمّيته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12068" w:rsidTr="00712068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4347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ميّت و لا شالوا يويلي عنّه قيوده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712068" w:rsidRDefault="00902438" w:rsidP="00D011FF">
            <w:pPr>
              <w:pStyle w:val="libPoem"/>
            </w:pPr>
            <w:r>
              <w:rPr>
                <w:rtl/>
              </w:rPr>
              <w:t>حتّى العدو الشّامت دموعه تسيل بخدوده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02438" w:rsidTr="00D011FF">
        <w:trPr>
          <w:trHeight w:val="350"/>
        </w:trPr>
        <w:tc>
          <w:tcPr>
            <w:tcW w:w="4347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مرمي بجسر بغداد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9" w:type="dxa"/>
          </w:tcPr>
          <w:p w:rsidR="00902438" w:rsidRDefault="00902438" w:rsidP="00D011FF">
            <w:pPr>
              <w:pStyle w:val="libPoem"/>
              <w:rPr>
                <w:rtl/>
              </w:rPr>
            </w:pPr>
          </w:p>
        </w:tc>
        <w:tc>
          <w:tcPr>
            <w:tcW w:w="4303" w:type="dxa"/>
          </w:tcPr>
          <w:p w:rsidR="00902438" w:rsidRDefault="00902438" w:rsidP="00D011FF">
            <w:pPr>
              <w:pStyle w:val="libPoem"/>
            </w:pPr>
            <w:r>
              <w:rPr>
                <w:rtl/>
              </w:rPr>
              <w:t>يا كعبة الوفّاد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استنهاض</w:t>
      </w:r>
      <w:r w:rsidR="00E33040">
        <w:rPr>
          <w:rtl/>
        </w:rPr>
        <w:t xml:space="preserve"> </w:t>
      </w:r>
      <w:r>
        <w:rPr>
          <w:rtl/>
        </w:rPr>
        <w:t>الهاشميين لتجهيزه (ع)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712068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712068" w:rsidRDefault="00540C57" w:rsidP="00D011FF">
            <w:pPr>
              <w:pStyle w:val="libPoem"/>
            </w:pPr>
            <w:r>
              <w:rPr>
                <w:rtl/>
              </w:rPr>
              <w:t>ثوروا يَفرسان الوغى المعدوده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12068" w:rsidRDefault="00712068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12068" w:rsidRDefault="00540C57" w:rsidP="00D011FF">
            <w:pPr>
              <w:pStyle w:val="libPoem"/>
            </w:pPr>
            <w:r>
              <w:rPr>
                <w:rtl/>
              </w:rPr>
              <w:t>إلكم جنازه عْلَى الجسر ممدوده</w:t>
            </w:r>
            <w:r w:rsidR="0071206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955C4" w:rsidRDefault="001955C4" w:rsidP="001955C4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37D49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وين الفواطم عزوته و فرسانه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يجون بْفَزع و يفصّلون اكفانه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ميّت غريب و مرّضه سجّانه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ما بين أعادي من يفك قيوده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عمره تقضّى بالسّجون و غاله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السّندي وحماميل اربعه الشيّاله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وخلّوه فوق الجسر بين اغلاله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مخضر جسمه و مهجته ممروده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ابن سويد مر بيه الطّبيب وجابه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يَمّ الإمام و قال شوفه اشصابه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قلّه و دموعه اعْلَى الوجه سجّابه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ماله عشيره بهالبلد موجوده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مسموم قلّه و جان إله نغّاره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 عنده حموله يطالبون بثاره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قلّه غريب مشرّد من دياره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وعنده عشيره مشتّته ومطروده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إستنهاض</w:t>
      </w:r>
      <w:r w:rsidR="00E33040">
        <w:rPr>
          <w:rtl/>
        </w:rPr>
        <w:t xml:space="preserve"> </w:t>
      </w:r>
      <w:r>
        <w:rPr>
          <w:rtl/>
        </w:rPr>
        <w:t>الإمام المنتظر‚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437D49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يَمتى بو صالح يثور ابثاره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 تسطع بكل النّواحي انواره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بالفرج عجّل يَبو صالح و 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انت الذّخر وانت العلى الشّيعه غيور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سيدي ما يحتمل قلب الصّبور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و الدّهر بينا فعل بافكاره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سيّدي بجاه الرّسول و بضعته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437D49" w:rsidP="00D011FF">
            <w:pPr>
              <w:pStyle w:val="libPoem"/>
            </w:pPr>
            <w:r>
              <w:rPr>
                <w:rtl/>
              </w:rPr>
              <w:t>الطّاهره الماتت جبدها امفتّته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بالضّلع لَقسم عليك و كسرته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بالجنين و بالثّدي و مسماره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بجاه داحي الباب هزّاز الحصون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نور عرش الله و سر الله المصون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ساقي العدوان من سيفه المنون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ناصر احمد و آيته و كرّاره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ذاك ابو الحسنين حصن الله المنيع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وجاه شبله اللي جرع سم النّقيع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عمّك اللي انهدم قبره بالبقيع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سيّدي و قطعوا غصب زوّاره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سيّدي و بجاه عملة كربلا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جثّة الظلّت بْدَمها مغسّله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بْذَبحة الخامس فرَجنا تعجّله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بالحريم اللي خذوها يساره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سيّدي بجاه التقيّد باليسر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ابنه الباقر و بالصّادق دجر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سيفك و خل ترف رايات النّصر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ثور يالترقب مجي انصاره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حق ابوك الكاظم و شبله علي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تثور ما ظل الشريعتكم ولي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7D49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جي رضيت الدّين يمحى و ينولي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7D49" w:rsidRDefault="00437D4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7D49" w:rsidRDefault="00AA4C1C" w:rsidP="00D011FF">
            <w:pPr>
              <w:pStyle w:val="libPoem"/>
            </w:pPr>
            <w:r>
              <w:rPr>
                <w:rtl/>
              </w:rPr>
              <w:t>و احنا نمشي و الدّمع يتجارى</w:t>
            </w:r>
            <w:r w:rsidR="00437D4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955C4" w:rsidRDefault="001955C4" w:rsidP="001955C4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0AF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 بالجواد و علي و حقّ العسكري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ضايعين وكل وكت نجرع شري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ترخص و طب على الكوفه و الغري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انتَ سيف الله دشنها غاره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{ الناظم }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0AF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إنت سيف الله و لسانه و آيته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 الإسم لَعظم و رب اولايته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تدري ابعبدك عطيّه و غايته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بيك يتوسّل يحامي جاره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يبو صالح جم نخيتك قبل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انتَ الوسيله يا ذرى الشّيعه وذراي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بيك حاجاتي انقضت يا ملتجاي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شع يَنور الخالق و مختاره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B77F03">
      <w:pPr>
        <w:pStyle w:val="Heading2Center"/>
        <w:rPr>
          <w:rtl/>
        </w:rPr>
      </w:pPr>
      <w:bookmarkStart w:id="40" w:name="_Toc21390005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في الموّال }'</w:t>
      </w:r>
      <w:bookmarkEnd w:id="40"/>
    </w:p>
    <w:p w:rsidR="00C231C3" w:rsidRDefault="00C231C3" w:rsidP="00B77F03">
      <w:pPr>
        <w:pStyle w:val="libCenterBold1"/>
      </w:pPr>
      <w:r>
        <w:rPr>
          <w:rtl/>
        </w:rPr>
        <w:t>في</w:t>
      </w:r>
      <w:r w:rsidR="00E33040">
        <w:rPr>
          <w:rtl/>
        </w:rPr>
        <w:t xml:space="preserve"> </w:t>
      </w:r>
      <w:r>
        <w:rPr>
          <w:rtl/>
        </w:rPr>
        <w:t>سبي العلويات وشكواها</w:t>
      </w:r>
    </w:p>
    <w:p w:rsidR="00C231C3" w:rsidRDefault="00C231C3" w:rsidP="00B77F03">
      <w:pPr>
        <w:pStyle w:val="libPoemCenter"/>
      </w:pPr>
      <w:r>
        <w:rPr>
          <w:rtl/>
        </w:rPr>
        <w:t>عنّك</w:t>
      </w:r>
      <w:r w:rsidR="00E33040">
        <w:rPr>
          <w:rtl/>
        </w:rPr>
        <w:t xml:space="preserve"> </w:t>
      </w:r>
      <w:r>
        <w:rPr>
          <w:rtl/>
        </w:rPr>
        <w:t>يَشيخ العشيره بالغصب راحله</w:t>
      </w:r>
    </w:p>
    <w:p w:rsidR="00C231C3" w:rsidRDefault="00C231C3" w:rsidP="00B77F03">
      <w:pPr>
        <w:pStyle w:val="libPoemCenter"/>
      </w:pPr>
      <w:r>
        <w:rPr>
          <w:rtl/>
        </w:rPr>
        <w:t>من عقب عبّاس شمر يقود لي راحله</w:t>
      </w:r>
    </w:p>
    <w:p w:rsidR="00C231C3" w:rsidRDefault="00C231C3" w:rsidP="00B77F03">
      <w:pPr>
        <w:pStyle w:val="libPoemCenter"/>
      </w:pPr>
      <w:r>
        <w:rPr>
          <w:rtl/>
        </w:rPr>
        <w:t>ما اظن اخونا محمَّد هالخبر راحله</w:t>
      </w:r>
    </w:p>
    <w:p w:rsidR="00C231C3" w:rsidRDefault="00C231C3" w:rsidP="00B77F03">
      <w:pPr>
        <w:pStyle w:val="libPoemCenter"/>
      </w:pPr>
      <w:r>
        <w:rPr>
          <w:rtl/>
        </w:rPr>
        <w:t>راحن سبايا خواته و دم عضيده هدر</w:t>
      </w:r>
    </w:p>
    <w:p w:rsidR="00C231C3" w:rsidRDefault="00C231C3" w:rsidP="00B77F03">
      <w:pPr>
        <w:pStyle w:val="libPoemCenter"/>
      </w:pPr>
      <w:r>
        <w:rPr>
          <w:rtl/>
        </w:rPr>
        <w:t>قوّه مشينا و دمعنا شبه سيلٍ هدر</w:t>
      </w:r>
    </w:p>
    <w:p w:rsidR="00C231C3" w:rsidRDefault="00C231C3" w:rsidP="00B77F03">
      <w:pPr>
        <w:pStyle w:val="libPoemCenter"/>
      </w:pPr>
      <w:r>
        <w:rPr>
          <w:rtl/>
        </w:rPr>
        <w:t>إن قلت يا زجر ريضوا بسب ابونا هدر</w:t>
      </w:r>
    </w:p>
    <w:p w:rsidR="009A695A" w:rsidRDefault="00C231C3" w:rsidP="00B77F03">
      <w:pPr>
        <w:pStyle w:val="libPoemCenter"/>
        <w:rPr>
          <w:rtl/>
        </w:rPr>
      </w:pPr>
      <w:r>
        <w:rPr>
          <w:rtl/>
        </w:rPr>
        <w:t>وابنك</w:t>
      </w:r>
      <w:r w:rsidR="00E33040">
        <w:rPr>
          <w:rtl/>
        </w:rPr>
        <w:t xml:space="preserve"> </w:t>
      </w:r>
      <w:r>
        <w:rPr>
          <w:rtl/>
        </w:rPr>
        <w:t>علي من قيوده ما حصل راحله</w:t>
      </w:r>
    </w:p>
    <w:p w:rsidR="00C231C3" w:rsidRDefault="00C231C3" w:rsidP="00B77F03">
      <w:pPr>
        <w:pStyle w:val="libCenterBold1"/>
      </w:pPr>
      <w:r>
        <w:rPr>
          <w:rtl/>
        </w:rPr>
        <w:t>شكوى</w:t>
      </w:r>
      <w:r w:rsidR="00E33040">
        <w:rPr>
          <w:rtl/>
        </w:rPr>
        <w:t xml:space="preserve"> </w:t>
      </w:r>
      <w:r>
        <w:rPr>
          <w:rtl/>
        </w:rPr>
        <w:t>و عتاب</w:t>
      </w:r>
    </w:p>
    <w:p w:rsidR="00C231C3" w:rsidRDefault="00C231C3" w:rsidP="00B77F03">
      <w:pPr>
        <w:pStyle w:val="libPoemCenter"/>
      </w:pPr>
      <w:r>
        <w:rPr>
          <w:rtl/>
        </w:rPr>
        <w:t>عنّك</w:t>
      </w:r>
      <w:r w:rsidR="00E33040">
        <w:rPr>
          <w:rtl/>
        </w:rPr>
        <w:t xml:space="preserve"> </w:t>
      </w:r>
      <w:r>
        <w:rPr>
          <w:rtl/>
        </w:rPr>
        <w:t>يَمَهيوب و يّا الغرب شيّاله</w:t>
      </w:r>
    </w:p>
    <w:p w:rsidR="00C231C3" w:rsidRDefault="00C231C3" w:rsidP="00B77F03">
      <w:pPr>
        <w:pStyle w:val="libPoemCenter"/>
      </w:pPr>
      <w:r>
        <w:rPr>
          <w:rtl/>
        </w:rPr>
        <w:t>و لا حصلت لك يَنور العين شيّاله</w:t>
      </w:r>
    </w:p>
    <w:p w:rsidR="00C231C3" w:rsidRDefault="00C231C3" w:rsidP="00B77F03">
      <w:pPr>
        <w:pStyle w:val="libPoemCenter"/>
      </w:pPr>
      <w:r>
        <w:rPr>
          <w:rtl/>
        </w:rPr>
        <w:t>منتو الذي للهضم و الضّيم شيّاله</w:t>
      </w:r>
    </w:p>
    <w:p w:rsidR="00C231C3" w:rsidRDefault="00C231C3" w:rsidP="00B77F03">
      <w:pPr>
        <w:pStyle w:val="libPoemCenter"/>
      </w:pPr>
      <w:r>
        <w:rPr>
          <w:rtl/>
        </w:rPr>
        <w:t>رحتوا</w:t>
      </w:r>
      <w:r w:rsidR="00E33040">
        <w:rPr>
          <w:rtl/>
        </w:rPr>
        <w:t xml:space="preserve"> </w:t>
      </w:r>
      <w:r>
        <w:rPr>
          <w:rtl/>
        </w:rPr>
        <w:t>ولا ظل كهل منكم ولا ظل شاب</w:t>
      </w:r>
    </w:p>
    <w:p w:rsidR="00C231C3" w:rsidRDefault="00C231C3" w:rsidP="00B77F03">
      <w:pPr>
        <w:pStyle w:val="libPoemCenter"/>
      </w:pPr>
      <w:r>
        <w:rPr>
          <w:rtl/>
        </w:rPr>
        <w:t>و فراقكم بالضّماير من لهيبه شاب</w:t>
      </w:r>
    </w:p>
    <w:p w:rsidR="001955C4" w:rsidRDefault="001955C4" w:rsidP="001955C4">
      <w:pPr>
        <w:pStyle w:val="libNormal"/>
      </w:pPr>
      <w:r w:rsidRPr="00E33040">
        <w:rPr>
          <w:rStyle w:val="libNormalChar"/>
          <w:rtl/>
        </w:rPr>
        <w:br w:type="page"/>
      </w:r>
    </w:p>
    <w:p w:rsidR="00C231C3" w:rsidRDefault="00C231C3" w:rsidP="00B77F03">
      <w:pPr>
        <w:pStyle w:val="libPoemCenter"/>
      </w:pPr>
      <w:r>
        <w:rPr>
          <w:rtl/>
        </w:rPr>
        <w:t>واللي شجاني و راسي بيوم واحد شاب</w:t>
      </w:r>
    </w:p>
    <w:p w:rsidR="009A695A" w:rsidRDefault="00C231C3" w:rsidP="00B77F03">
      <w:pPr>
        <w:pStyle w:val="libPoemCenter"/>
        <w:rPr>
          <w:rtl/>
        </w:rPr>
      </w:pPr>
      <w:r>
        <w:rPr>
          <w:rtl/>
        </w:rPr>
        <w:t>ركب</w:t>
      </w:r>
      <w:r w:rsidR="00E33040">
        <w:rPr>
          <w:rtl/>
        </w:rPr>
        <w:t xml:space="preserve"> </w:t>
      </w:r>
      <w:r>
        <w:rPr>
          <w:rtl/>
        </w:rPr>
        <w:t>الجمل و الولي مطروح شيّاله</w:t>
      </w:r>
    </w:p>
    <w:p w:rsidR="00C231C3" w:rsidRDefault="00C231C3" w:rsidP="00B77F03">
      <w:pPr>
        <w:pStyle w:val="libCenterBold1"/>
      </w:pPr>
      <w:r>
        <w:rPr>
          <w:rtl/>
        </w:rPr>
        <w:t>شكوى أحوالها بالكوفة</w:t>
      </w:r>
    </w:p>
    <w:p w:rsidR="00C231C3" w:rsidRDefault="00C231C3" w:rsidP="00B77F03">
      <w:pPr>
        <w:pStyle w:val="libPoemCenter"/>
      </w:pPr>
      <w:r>
        <w:rPr>
          <w:rtl/>
        </w:rPr>
        <w:t>فرقاك</w:t>
      </w:r>
      <w:r w:rsidR="00E33040">
        <w:rPr>
          <w:rtl/>
        </w:rPr>
        <w:t xml:space="preserve"> </w:t>
      </w:r>
      <w:r>
        <w:rPr>
          <w:rtl/>
        </w:rPr>
        <w:t>يا نور عيني شق قلبي وطار</w:t>
      </w:r>
    </w:p>
    <w:p w:rsidR="00C231C3" w:rsidRDefault="00C231C3" w:rsidP="00B77F03">
      <w:pPr>
        <w:pStyle w:val="libPoemCenter"/>
      </w:pPr>
      <w:r>
        <w:rPr>
          <w:rtl/>
        </w:rPr>
        <w:t>و طير المعزّه عقبكم خفق عيني وطار</w:t>
      </w:r>
    </w:p>
    <w:p w:rsidR="00C231C3" w:rsidRDefault="00C231C3" w:rsidP="00B77F03">
      <w:pPr>
        <w:pStyle w:val="libPoemCenter"/>
      </w:pPr>
      <w:r>
        <w:rPr>
          <w:rtl/>
        </w:rPr>
        <w:t>يا</w:t>
      </w:r>
      <w:r w:rsidR="00E33040">
        <w:rPr>
          <w:rtl/>
        </w:rPr>
        <w:t xml:space="preserve"> </w:t>
      </w:r>
      <w:r>
        <w:rPr>
          <w:rtl/>
        </w:rPr>
        <w:t>كافلي من وداعك ما قضيت اوطار</w:t>
      </w:r>
    </w:p>
    <w:p w:rsidR="00C231C3" w:rsidRDefault="00C231C3" w:rsidP="00B77F03">
      <w:pPr>
        <w:pStyle w:val="libPoemCenter"/>
      </w:pPr>
      <w:r>
        <w:rPr>
          <w:rtl/>
        </w:rPr>
        <w:t>عزّي إلي يعود من عقب العشيره أهل</w:t>
      </w:r>
    </w:p>
    <w:p w:rsidR="00C231C3" w:rsidRDefault="00C231C3" w:rsidP="00B77F03">
      <w:pPr>
        <w:pStyle w:val="libPoemCenter"/>
      </w:pPr>
      <w:r>
        <w:rPr>
          <w:rtl/>
        </w:rPr>
        <w:t>حرمه</w:t>
      </w:r>
      <w:r w:rsidR="00E33040">
        <w:rPr>
          <w:rtl/>
        </w:rPr>
        <w:t xml:space="preserve"> </w:t>
      </w:r>
      <w:r>
        <w:rPr>
          <w:rtl/>
        </w:rPr>
        <w:t>غريبه برض كوفان ما لي أهل</w:t>
      </w:r>
    </w:p>
    <w:p w:rsidR="00C231C3" w:rsidRDefault="00C231C3" w:rsidP="00B77F03">
      <w:pPr>
        <w:pStyle w:val="libPoemCenter"/>
      </w:pPr>
      <w:r>
        <w:rPr>
          <w:rtl/>
        </w:rPr>
        <w:t>شلون ميذوب قلبي و دمع عيني أهل</w:t>
      </w:r>
    </w:p>
    <w:p w:rsidR="009A695A" w:rsidRDefault="00C231C3" w:rsidP="00B77F03">
      <w:pPr>
        <w:pStyle w:val="libPoemCenter"/>
        <w:rPr>
          <w:rtl/>
        </w:rPr>
      </w:pPr>
      <w:r>
        <w:rPr>
          <w:rtl/>
        </w:rPr>
        <w:t>واعاين</w:t>
      </w:r>
      <w:r w:rsidR="00E33040">
        <w:rPr>
          <w:rtl/>
        </w:rPr>
        <w:t xml:space="preserve"> </w:t>
      </w:r>
      <w:r>
        <w:rPr>
          <w:rtl/>
        </w:rPr>
        <w:t>الخلق علينا تدق دف وطار</w:t>
      </w:r>
    </w:p>
    <w:p w:rsidR="009A695A" w:rsidRDefault="00C231C3" w:rsidP="00B77F03">
      <w:pPr>
        <w:pStyle w:val="Heading2Center"/>
        <w:rPr>
          <w:rtl/>
        </w:rPr>
      </w:pPr>
      <w:bookmarkStart w:id="41" w:name="_Toc21390006"/>
      <w:r>
        <w:rPr>
          <w:rtl/>
        </w:rPr>
        <w:t>{</w:t>
      </w:r>
      <w:r w:rsidR="00E33040">
        <w:rPr>
          <w:rtl/>
        </w:rPr>
        <w:t xml:space="preserve"> </w:t>
      </w:r>
      <w:r>
        <w:rPr>
          <w:rtl/>
        </w:rPr>
        <w:t>النعي المجرّد } '</w:t>
      </w:r>
      <w:bookmarkEnd w:id="41"/>
    </w:p>
    <w:p w:rsidR="00C231C3" w:rsidRDefault="00C231C3" w:rsidP="00B77F03">
      <w:pPr>
        <w:pStyle w:val="libCenterBold1"/>
      </w:pPr>
      <w:r>
        <w:rPr>
          <w:rtl/>
        </w:rPr>
        <w:t>زينب تعاتب العبّاس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0AF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أنخّي و محّد سمع نخواي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 ياهي العدها كثر ولياي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واحدهم اعْلَى الموت سطّاي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وين الزمط لي وكت ممشاي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مشينا و طول الدّرب ويّاي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قايد النّاقه و ينتخي احذاي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يَعبّاس تالي المسأله هاي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ظلّيت محتاره ابيتاماي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لا زاد عندي الهم ولا 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حرمه و ذليله ابولية اعداي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ومن هلمصايب ذايب حشاي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يَعبّاس و الله سلبوا ارداي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جواب العبّاس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A700AF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ايقلها يحوره اتعاتبيني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بلمسناة مرّي و عاينيني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يسراي مقطوعه و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 السّهم طافي نور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700AF" w:rsidTr="00D011FF">
        <w:trPr>
          <w:trHeight w:val="350"/>
        </w:trPr>
        <w:tc>
          <w:tcPr>
            <w:tcW w:w="3920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و انتي بوجودي عرفتيني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700AF" w:rsidRDefault="00A700AF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700AF" w:rsidRDefault="00A700AF" w:rsidP="00D011FF">
            <w:pPr>
              <w:pStyle w:val="libPoem"/>
            </w:pPr>
            <w:r>
              <w:rPr>
                <w:rtl/>
              </w:rPr>
              <w:t>احلفت و اوفيت ابيميني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955C4" w:rsidRDefault="001955C4" w:rsidP="001955C4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50FF0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واوفيت الوعد بينج و بيني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لمّي ايتامج و اقصديني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ركبي اجفوفي اُو وسّديني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 لازم يَزينب تعذريني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جواب</w:t>
      </w:r>
      <w:r w:rsidR="00E33040">
        <w:rPr>
          <w:rtl/>
        </w:rPr>
        <w:t xml:space="preserve"> </w:t>
      </w:r>
      <w:r>
        <w:rPr>
          <w:rtl/>
        </w:rPr>
        <w:t>زينب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50FF0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اتقلّه يَهالما تحمل اعتاب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يَسردال يا فصّام لرقاب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يمضيّج اعْلَى القوم لرحاب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يا نمر فوق الهام وثّاب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حتف المنايا منّك ايهاب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عتبي يَضنوة داحي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من ضيم قلبي يَبن لَطياب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تدري العدا حرقوا للاطناب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وكل الحرم ظلّت بلا ثياب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 شمر و زجر دنّوا للركاب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وعليّه يَعبّاس اعظم امصاب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ممشاي و انتو فوق 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B77F03">
      <w:pPr>
        <w:pStyle w:val="libCenterBold1"/>
      </w:pPr>
      <w:r>
        <w:rPr>
          <w:rtl/>
        </w:rPr>
        <w:t>مجيئ زجر إليها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50FF0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جاها زجر جيّة شياطين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يقلها يبنت الخارجيّين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بطلي اعتابج لا تعتبين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لازم على ضالع تركبين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 هالدّرب ويّانا تقطعين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 مجلس بعد مجلس تطبّين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50FF0" w:rsidTr="00D011FF">
        <w:trPr>
          <w:trHeight w:val="350"/>
        </w:trPr>
        <w:tc>
          <w:tcPr>
            <w:tcW w:w="3920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وين الذي بيهم تصولين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50FF0" w:rsidRDefault="00C50FF0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50FF0" w:rsidRDefault="00C50FF0" w:rsidP="00D011FF">
            <w:pPr>
              <w:pStyle w:val="libPoem"/>
            </w:pPr>
            <w:r>
              <w:rPr>
                <w:rtl/>
              </w:rPr>
              <w:t>تشوفينهم كلهم مطاعين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B77F03">
      <w:pPr>
        <w:pStyle w:val="libPoemCenter"/>
        <w:rPr>
          <w:rtl/>
        </w:rPr>
      </w:pPr>
      <w:r>
        <w:rPr>
          <w:rtl/>
        </w:rPr>
        <w:t>لاعبّاس ظل عندج ولاحسين</w:t>
      </w:r>
    </w:p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C231C3" w:rsidP="009B0476">
      <w:pPr>
        <w:pStyle w:val="Heading2Center"/>
        <w:rPr>
          <w:rtl/>
        </w:rPr>
      </w:pPr>
      <w:bookmarkStart w:id="42" w:name="_Toc21390007"/>
      <w:r>
        <w:rPr>
          <w:rtl/>
        </w:rPr>
        <w:t>شكواها في الأربعين</w:t>
      </w:r>
      <w:bookmarkEnd w:id="42"/>
    </w:p>
    <w:p w:rsidR="009A695A" w:rsidRDefault="00C231C3" w:rsidP="009B0476">
      <w:pPr>
        <w:pStyle w:val="libCenterBold1"/>
        <w:rPr>
          <w:rtl/>
        </w:rPr>
      </w:pPr>
      <w:r>
        <w:rPr>
          <w:rtl/>
        </w:rPr>
        <w:t>و يحكى أن المرحوم الشّاعر (ره)كان قد سمع</w:t>
      </w:r>
    </w:p>
    <w:p w:rsidR="009A695A" w:rsidRDefault="00C231C3" w:rsidP="009B0476">
      <w:pPr>
        <w:pStyle w:val="libCenterBold1"/>
        <w:rPr>
          <w:rtl/>
        </w:rPr>
      </w:pPr>
      <w:r>
        <w:rPr>
          <w:rtl/>
        </w:rPr>
        <w:t>المطلع أو بعض المستهل وأتمّه ...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9B0476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يَنايم النّومه طوّلتها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دقعد اجت الضيّعتها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بيد الأجانب سيّبتها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بديرة الغربه عفتها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الشمّات كلها واجهتها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يحسين جم خطبه اخْطبتها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وغير الغصص ما حصّلتها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ذيج العزيزه الدلّلتها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شوفة كريمك موّتتها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بدموع عيني غسّلتها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بالشّام يَبن امّي ادْفَنتها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دقعد العيله وصّلتها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الرّوس ويّاي جبتها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و عَلَى اجسادكم ماركّبتها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B0476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أويلاه يَسَفره السافرتها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B0476" w:rsidRDefault="009B047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B0476" w:rsidRDefault="009B0476" w:rsidP="00D011FF">
            <w:pPr>
              <w:pStyle w:val="libPoem"/>
            </w:pPr>
            <w:r>
              <w:rPr>
                <w:rtl/>
              </w:rPr>
              <w:t>طلَعت ابحموله و فقدتها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وصول رسول إبن الحنفيّه إلى كربلا</w:t>
      </w:r>
    </w:p>
    <w:p w:rsidR="00C231C3" w:rsidRDefault="00C231C3" w:rsidP="009B0476">
      <w:pPr>
        <w:pStyle w:val="libPoemCenter"/>
      </w:pPr>
      <w:r>
        <w:rPr>
          <w:rtl/>
        </w:rPr>
        <w:t>وصّل كربلا بين الصّلاتين</w:t>
      </w:r>
    </w:p>
    <w:p w:rsidR="00C231C3" w:rsidRDefault="00C231C3" w:rsidP="009B0476">
      <w:pPr>
        <w:pStyle w:val="libPoemCenter"/>
      </w:pPr>
      <w:r>
        <w:rPr>
          <w:rtl/>
        </w:rPr>
        <w:t>عاين مجاتيل و مطاعين</w:t>
      </w:r>
    </w:p>
    <w:p w:rsidR="00C231C3" w:rsidRDefault="00C231C3" w:rsidP="009B0476">
      <w:pPr>
        <w:pStyle w:val="libPoemCenter"/>
      </w:pPr>
      <w:r>
        <w:rPr>
          <w:rtl/>
        </w:rPr>
        <w:t>أجساد بس ما تنعرف زين</w:t>
      </w:r>
    </w:p>
    <w:p w:rsidR="00C231C3" w:rsidRDefault="00C231C3" w:rsidP="009B0476">
      <w:pPr>
        <w:pStyle w:val="libPoemCenter"/>
      </w:pPr>
      <w:r>
        <w:rPr>
          <w:rtl/>
        </w:rPr>
        <w:t>وبعضهم</w:t>
      </w:r>
      <w:r w:rsidR="00E33040">
        <w:rPr>
          <w:rtl/>
        </w:rPr>
        <w:t xml:space="preserve"> </w:t>
      </w:r>
      <w:r>
        <w:rPr>
          <w:rtl/>
        </w:rPr>
        <w:t>بلا راس وبلا ايدين</w:t>
      </w:r>
    </w:p>
    <w:p w:rsidR="00C231C3" w:rsidRDefault="00C231C3" w:rsidP="009B0476">
      <w:pPr>
        <w:pStyle w:val="libPoemCenter"/>
      </w:pPr>
      <w:r>
        <w:rPr>
          <w:rtl/>
        </w:rPr>
        <w:t>و</w:t>
      </w:r>
      <w:r w:rsidR="00E33040">
        <w:rPr>
          <w:rtl/>
        </w:rPr>
        <w:t xml:space="preserve"> </w:t>
      </w:r>
      <w:r>
        <w:rPr>
          <w:rtl/>
        </w:rPr>
        <w:t>خيام محروقه و صواوين</w:t>
      </w:r>
    </w:p>
    <w:p w:rsidR="00C231C3" w:rsidRDefault="00C231C3" w:rsidP="009B0476">
      <w:pPr>
        <w:pStyle w:val="libPoemCenter"/>
      </w:pPr>
      <w:r>
        <w:rPr>
          <w:rtl/>
        </w:rPr>
        <w:t>و الدّار قفره وصرخ صوتين</w:t>
      </w:r>
    </w:p>
    <w:p w:rsidR="00C231C3" w:rsidRDefault="00C231C3" w:rsidP="009B0476">
      <w:pPr>
        <w:pStyle w:val="libPoemCenter"/>
      </w:pPr>
      <w:r>
        <w:rPr>
          <w:rtl/>
        </w:rPr>
        <w:t>ما من ابهالوادي مسلمين</w:t>
      </w:r>
    </w:p>
    <w:p w:rsidR="00C231C3" w:rsidRDefault="00C231C3" w:rsidP="009B0476">
      <w:pPr>
        <w:pStyle w:val="libPoemCenter"/>
      </w:pPr>
      <w:r>
        <w:rPr>
          <w:rtl/>
        </w:rPr>
        <w:t>هاللي</w:t>
      </w:r>
      <w:r w:rsidR="00E33040">
        <w:rPr>
          <w:rtl/>
        </w:rPr>
        <w:t xml:space="preserve"> </w:t>
      </w:r>
      <w:r>
        <w:rPr>
          <w:rtl/>
        </w:rPr>
        <w:t>عرايا ابهالفلا منين</w:t>
      </w:r>
    </w:p>
    <w:p w:rsidR="00C231C3" w:rsidRDefault="00C231C3" w:rsidP="009B0476">
      <w:pPr>
        <w:pStyle w:val="libPoemCenter"/>
      </w:pPr>
      <w:r>
        <w:rPr>
          <w:rtl/>
        </w:rPr>
        <w:t>لَيْكون</w:t>
      </w:r>
      <w:r w:rsidR="00E33040">
        <w:rPr>
          <w:rtl/>
        </w:rPr>
        <w:t xml:space="preserve"> </w:t>
      </w:r>
      <w:r>
        <w:rPr>
          <w:rtl/>
        </w:rPr>
        <w:t>هذا امخيّم حسين</w:t>
      </w:r>
    </w:p>
    <w:p w:rsidR="00C231C3" w:rsidRDefault="00C231C3" w:rsidP="009B0476">
      <w:pPr>
        <w:pStyle w:val="libPoemCenter"/>
      </w:pPr>
      <w:r>
        <w:rPr>
          <w:rtl/>
        </w:rPr>
        <w:t>لن</w:t>
      </w:r>
      <w:r w:rsidR="00E33040">
        <w:rPr>
          <w:rtl/>
        </w:rPr>
        <w:t xml:space="preserve"> </w:t>
      </w:r>
      <w:r>
        <w:rPr>
          <w:rtl/>
        </w:rPr>
        <w:t>واحد ايقلّه يَمسكين</w:t>
      </w:r>
    </w:p>
    <w:p w:rsidR="00C231C3" w:rsidRDefault="00C231C3" w:rsidP="009B0476">
      <w:pPr>
        <w:pStyle w:val="libPoemCenter"/>
      </w:pPr>
      <w:r>
        <w:rPr>
          <w:rtl/>
        </w:rPr>
        <w:t>هاللي تعاينهم مطاعين</w:t>
      </w:r>
    </w:p>
    <w:p w:rsidR="00C231C3" w:rsidRDefault="00C231C3" w:rsidP="009B0476">
      <w:pPr>
        <w:pStyle w:val="libPoemCenter"/>
      </w:pPr>
      <w:r>
        <w:rPr>
          <w:rtl/>
        </w:rPr>
        <w:t>بالتّرب</w:t>
      </w:r>
      <w:r w:rsidR="00E33040">
        <w:rPr>
          <w:rtl/>
        </w:rPr>
        <w:t xml:space="preserve"> </w:t>
      </w:r>
      <w:r>
        <w:rPr>
          <w:rtl/>
        </w:rPr>
        <w:t>كلهم هاشميّين</w:t>
      </w:r>
    </w:p>
    <w:p w:rsidR="009A695A" w:rsidRDefault="00C231C3" w:rsidP="009B0476">
      <w:pPr>
        <w:pStyle w:val="libPoemCenter"/>
        <w:rPr>
          <w:rtl/>
        </w:rPr>
      </w:pPr>
      <w:r>
        <w:rPr>
          <w:rtl/>
        </w:rPr>
        <w:t>و امّا لمرضّض جسم لحسين</w:t>
      </w:r>
    </w:p>
    <w:p w:rsidR="009B0476" w:rsidRDefault="009B0476" w:rsidP="009B047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64379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يَراكب ترى اللي قاصد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تراهم انذبحوا أمس كلهم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قضوا بالعطش حتّى طفلهم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أمس العصر حرقوا نزلهم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 اليوم الصّبح شالوا بَهَلهم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حريم و يتامى محّد الهم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و رسول أخيها محمَّد</w:t>
      </w:r>
    </w:p>
    <w:p w:rsidR="00C231C3" w:rsidRDefault="00C231C3" w:rsidP="009B0476">
      <w:pPr>
        <w:pStyle w:val="libPoemCenter"/>
      </w:pPr>
      <w:r>
        <w:rPr>
          <w:rtl/>
        </w:rPr>
        <w:t>من</w:t>
      </w:r>
      <w:r w:rsidR="00E33040">
        <w:rPr>
          <w:rtl/>
        </w:rPr>
        <w:t xml:space="preserve"> </w:t>
      </w:r>
      <w:r>
        <w:rPr>
          <w:rtl/>
        </w:rPr>
        <w:t>محمَّد المكتوب جنّه</w:t>
      </w:r>
    </w:p>
    <w:p w:rsidR="00C231C3" w:rsidRDefault="00C231C3" w:rsidP="009B0476">
      <w:pPr>
        <w:pStyle w:val="libPoemCenter"/>
      </w:pPr>
      <w:r>
        <w:rPr>
          <w:rtl/>
        </w:rPr>
        <w:t>وكنها</w:t>
      </w:r>
      <w:r w:rsidR="00E33040">
        <w:rPr>
          <w:rtl/>
        </w:rPr>
        <w:t xml:space="preserve"> </w:t>
      </w:r>
      <w:r>
        <w:rPr>
          <w:rtl/>
        </w:rPr>
        <w:t>الفرس من خيل اهلنا</w:t>
      </w:r>
    </w:p>
    <w:p w:rsidR="00C231C3" w:rsidRDefault="00C231C3" w:rsidP="009B0476">
      <w:pPr>
        <w:pStyle w:val="libPoemCenter"/>
      </w:pPr>
      <w:r>
        <w:rPr>
          <w:rtl/>
        </w:rPr>
        <w:t>وصلهم خبرنا و فزعوا النا</w:t>
      </w:r>
    </w:p>
    <w:p w:rsidR="00C231C3" w:rsidRDefault="00C231C3" w:rsidP="009B0476">
      <w:pPr>
        <w:pStyle w:val="libPoemCenter"/>
      </w:pPr>
      <w:r>
        <w:rPr>
          <w:rtl/>
        </w:rPr>
        <w:t>يَبو جاسم الحيد المكنّى</w:t>
      </w:r>
    </w:p>
    <w:p w:rsidR="00C231C3" w:rsidRDefault="00C231C3" w:rsidP="009B0476">
      <w:pPr>
        <w:pStyle w:val="libPoemCenter"/>
      </w:pPr>
      <w:r>
        <w:rPr>
          <w:rtl/>
        </w:rPr>
        <w:t>راح الولي و شتّت شملنا</w:t>
      </w:r>
    </w:p>
    <w:p w:rsidR="00C231C3" w:rsidRDefault="00C231C3" w:rsidP="009B0476">
      <w:pPr>
        <w:pStyle w:val="libPoemCenter"/>
      </w:pPr>
      <w:r>
        <w:rPr>
          <w:rtl/>
        </w:rPr>
        <w:t>وينك ترى الكوفه وصلنا</w:t>
      </w:r>
    </w:p>
    <w:p w:rsidR="00C231C3" w:rsidRDefault="00C231C3" w:rsidP="009B0476">
      <w:pPr>
        <w:pStyle w:val="libPoemCenter"/>
      </w:pPr>
      <w:r>
        <w:rPr>
          <w:rtl/>
        </w:rPr>
        <w:t>هالفارس اللي اتعاينينه</w:t>
      </w:r>
    </w:p>
    <w:p w:rsidR="00C231C3" w:rsidRDefault="00C231C3" w:rsidP="009B0476">
      <w:pPr>
        <w:pStyle w:val="libPoemCenter"/>
      </w:pPr>
      <w:r>
        <w:rPr>
          <w:rtl/>
        </w:rPr>
        <w:t>مرسول جاي امْن المدينه</w:t>
      </w:r>
    </w:p>
    <w:p w:rsidR="00C231C3" w:rsidRDefault="00C231C3" w:rsidP="009B0476">
      <w:pPr>
        <w:pStyle w:val="libPoemCenter"/>
      </w:pPr>
      <w:r>
        <w:rPr>
          <w:rtl/>
        </w:rPr>
        <w:t>و الضّيغم اللي تذكرينه</w:t>
      </w:r>
    </w:p>
    <w:p w:rsidR="00C231C3" w:rsidRDefault="00C231C3" w:rsidP="009B0476">
      <w:pPr>
        <w:pStyle w:val="libPoemCenter"/>
      </w:pPr>
      <w:r>
        <w:rPr>
          <w:rtl/>
        </w:rPr>
        <w:t>معتاق</w:t>
      </w:r>
      <w:r w:rsidR="00E33040">
        <w:rPr>
          <w:rtl/>
        </w:rPr>
        <w:t xml:space="preserve"> </w:t>
      </w:r>
      <w:r>
        <w:rPr>
          <w:rtl/>
        </w:rPr>
        <w:t>ما يقدر يجينا</w:t>
      </w:r>
    </w:p>
    <w:p w:rsidR="009A695A" w:rsidRDefault="00C231C3" w:rsidP="009B0476">
      <w:pPr>
        <w:pStyle w:val="libPoemCenter"/>
        <w:rPr>
          <w:rtl/>
        </w:rPr>
      </w:pPr>
      <w:r>
        <w:rPr>
          <w:rtl/>
        </w:rPr>
        <w:t>بس يجذب الحسره علينا</w:t>
      </w:r>
    </w:p>
    <w:p w:rsidR="00C231C3" w:rsidRDefault="00C231C3" w:rsidP="009B0476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ترسله بالخبر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64379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يا راكب الصّعبه الشّديده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تقطع فيافي و تسج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أوصل للحصون المشيده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ولامن وصلت النّوح زيده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 عمّك محمَّد قبّل إيده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 قلّه ابهالكلمه الشّديده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في مهجته شفرة حديده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زينب ترى ظلّت وحيده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 بكربلا ذبحوا 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 سجّادهم يرفل ابقيده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الرّسول يعود لإبن الحنفيّه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064379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عنّي غبت يالعبد شهرين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عجّل عسى عندك خبر 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4379" w:rsidTr="00D011FF">
        <w:trPr>
          <w:trHeight w:val="350"/>
        </w:trPr>
        <w:tc>
          <w:tcPr>
            <w:tcW w:w="3920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حوَّل و هو يصفج الجفّين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064379" w:rsidRDefault="00064379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064379" w:rsidRDefault="00064379" w:rsidP="00D011FF">
            <w:pPr>
              <w:pStyle w:val="libPoem"/>
            </w:pPr>
            <w:r>
              <w:rPr>
                <w:rtl/>
              </w:rPr>
              <w:t>ويلطم على راسه وعَلَى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B0476" w:rsidRDefault="009B0476" w:rsidP="009B047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7F45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يقلّه يَبن خير الوصيّين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أرجوك لاتسأل عن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تفصيل</w:t>
      </w:r>
      <w:r w:rsidR="00E33040">
        <w:rPr>
          <w:rtl/>
        </w:rPr>
        <w:t xml:space="preserve"> </w:t>
      </w:r>
      <w:r>
        <w:rPr>
          <w:rtl/>
        </w:rPr>
        <w:t>الخبر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7F45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اوصلت كربلا عند المسيّه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شفت الجثث كلها رميّه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بلا روس برض الغاضريّه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انجان يَبْن الحنفيّه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تقدر أخبرك بالوصيّه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راحت حرايركم هديّه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ذيج العزيزه الهاشميّه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شفتها على كور المطيّه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بكاء ابن الحنفيّه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7F45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اتحسّر و دمعاته سكيبه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اتعلّى من اتزفّر نحيبه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وهاجت احزانه وشق 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يصيح لحّد يهل طيبه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راح الأخو و منين اجيبه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ويلاه يَليوث الحريبه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اعظم على قلبي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زينب و ضيعتها غريبه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ادخولها المجلس عجيبه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مصيبه على الزّهرا مصيبه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C231C3" w:rsidP="009B0476">
      <w:pPr>
        <w:pStyle w:val="libCenterBold1"/>
      </w:pPr>
      <w:r>
        <w:rPr>
          <w:rtl/>
        </w:rPr>
        <w:t>زينب</w:t>
      </w:r>
      <w:r w:rsidR="00E33040">
        <w:rPr>
          <w:rtl/>
        </w:rPr>
        <w:t xml:space="preserve"> </w:t>
      </w:r>
      <w:r>
        <w:rPr>
          <w:rtl/>
        </w:rPr>
        <w:t>تشكو حالها للحسين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7F45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نادت و دمع العين همّال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يمطروح جسمه ابْحر الرمال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دقعد يخويه و عاين الحال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كلنا حرم من غير رجّال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دنّوا لنا العدوان لجمال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وعندي حريم وعندي اطفال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ابنك عليل و بيده اغلال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راسك اقبالي فوق عسّال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وكلنا بلا ساتر ولا ظلال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شنهو البصر لو قوّض وشال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احنا يسارى ابولية انذال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أباري اليتامى لو هلعيال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695A" w:rsidRDefault="00C231C3" w:rsidP="009B0476">
      <w:pPr>
        <w:pStyle w:val="libCenterBold1"/>
        <w:rPr>
          <w:rtl/>
        </w:rPr>
      </w:pPr>
      <w:r>
        <w:rPr>
          <w:rtl/>
        </w:rPr>
        <w:t>جواب الحسين</w:t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617F45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صدّت ولَن تسمع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يقلها يَزينب يا 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يَختي قضينا اللي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هالنّوب حملج تحملينه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اتكفّلي يختي الظّعينه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مرّوا بعد لازم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7F45" w:rsidTr="00D011FF">
        <w:trPr>
          <w:trHeight w:val="350"/>
        </w:trPr>
        <w:tc>
          <w:tcPr>
            <w:tcW w:w="3920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و خلّي تجي يمّي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17F45" w:rsidRDefault="00617F45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17F45" w:rsidRDefault="00617F45" w:rsidP="00D011FF">
            <w:pPr>
              <w:pStyle w:val="libPoem"/>
            </w:pPr>
            <w:r>
              <w:rPr>
                <w:rtl/>
              </w:rPr>
              <w:t>عندي وصايا الها ثمينه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B0476" w:rsidRDefault="009B0476" w:rsidP="009B0476">
      <w:pPr>
        <w:pStyle w:val="libNormal"/>
      </w:pPr>
      <w:r w:rsidRPr="00E33040">
        <w:rPr>
          <w:rStyle w:val="libNormalChar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 w:firstRow="1" w:lastRow="1" w:firstColumn="1" w:lastColumn="1" w:noHBand="0" w:noVBand="0"/>
      </w:tblPr>
      <w:tblGrid>
        <w:gridCol w:w="4250"/>
        <w:gridCol w:w="303"/>
        <w:gridCol w:w="4209"/>
      </w:tblGrid>
      <w:tr w:rsidR="00CD75B6" w:rsidTr="00D011FF">
        <w:trPr>
          <w:trHeight w:val="350"/>
        </w:trPr>
        <w:tc>
          <w:tcPr>
            <w:tcW w:w="3920" w:type="dxa"/>
            <w:shd w:val="clear" w:color="auto" w:fill="auto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و لمّن لفت ذيج الحزينه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قلها كلامي تسمعينه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5B6" w:rsidTr="00D011FF">
        <w:trPr>
          <w:trHeight w:val="350"/>
        </w:trPr>
        <w:tc>
          <w:tcPr>
            <w:tcW w:w="3920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إذا من رجعتي للمدينه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و شفتي موالي تعرفينه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5B6" w:rsidTr="00D011FF">
        <w:trPr>
          <w:trHeight w:val="350"/>
        </w:trPr>
        <w:tc>
          <w:tcPr>
            <w:tcW w:w="3920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لازم سلامي اتبلّغينه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خبريه بالجاري علينا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5B6" w:rsidTr="00D011FF">
        <w:trPr>
          <w:trHeight w:val="350"/>
        </w:trPr>
        <w:tc>
          <w:tcPr>
            <w:tcW w:w="3920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و قولي أبويه ذابحينه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فوق التراب امعفّرينه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5B6" w:rsidTr="00D011FF">
        <w:trPr>
          <w:trHeight w:val="350"/>
        </w:trPr>
        <w:tc>
          <w:tcPr>
            <w:tcW w:w="3920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جسمه على الغبرا رهينه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وبالخيل صدره امرضّضينه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75B6" w:rsidTr="00D011FF">
        <w:tblPrEx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3920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و راسه ابخطّي شايلينه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D75B6" w:rsidRDefault="00CD75B6" w:rsidP="00D011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D75B6" w:rsidRDefault="00CD75B6" w:rsidP="00D011FF">
            <w:pPr>
              <w:pStyle w:val="libPoem"/>
            </w:pPr>
            <w:r>
              <w:rPr>
                <w:rtl/>
              </w:rPr>
              <w:t>بوداعة الله يا 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231C3" w:rsidRDefault="00E33040" w:rsidP="00F86163">
      <w:pPr>
        <w:pStyle w:val="libNormal"/>
      </w:pPr>
      <w:r w:rsidRPr="00E33040">
        <w:rPr>
          <w:rStyle w:val="libNormalChar"/>
          <w:rtl/>
        </w:rPr>
        <w:br w:type="page"/>
      </w:r>
    </w:p>
    <w:p w:rsidR="009A695A" w:rsidRDefault="0086251F" w:rsidP="00725362">
      <w:pPr>
        <w:pStyle w:val="Heading2Center"/>
        <w:rPr>
          <w:rtl/>
        </w:rPr>
      </w:pPr>
      <w:bookmarkStart w:id="43" w:name="_Toc21390008"/>
      <w:r>
        <w:rPr>
          <w:rFonts w:hint="cs"/>
          <w:rtl/>
        </w:rPr>
        <w:t>الفهرس</w:t>
      </w:r>
      <w:bookmarkEnd w:id="43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210903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4B738F" w:rsidRDefault="004B738F" w:rsidP="004B738F">
          <w:pPr>
            <w:pStyle w:val="TOCHeading"/>
          </w:pPr>
        </w:p>
        <w:p w:rsidR="004B738F" w:rsidRDefault="004B738F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89966" w:history="1">
            <w:r w:rsidRPr="001C4182">
              <w:rPr>
                <w:rStyle w:val="Hyperlink"/>
                <w:noProof/>
                <w:rtl/>
              </w:rPr>
              <w:t xml:space="preserve">{ </w:t>
            </w:r>
            <w:r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سيد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الورى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و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خاتم</w:t>
            </w:r>
            <w:r w:rsidRPr="001C4182">
              <w:rPr>
                <w:rStyle w:val="Hyperlink"/>
                <w:noProof/>
                <w:rtl/>
              </w:rPr>
              <w:t xml:space="preserve"> </w:t>
            </w:r>
            <w:r w:rsidRPr="001C4182">
              <w:rPr>
                <w:rStyle w:val="Hyperlink"/>
                <w:rFonts w:hint="eastAsia"/>
                <w:noProof/>
                <w:rtl/>
              </w:rPr>
              <w:t>الانبياء</w:t>
            </w:r>
            <w:r w:rsidRPr="001C4182">
              <w:rPr>
                <w:rStyle w:val="Hyperlink"/>
                <w:noProof/>
                <w:rtl/>
              </w:rPr>
              <w:t xml:space="preserve"> (</w:t>
            </w:r>
            <w:r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Pr="001C4182">
              <w:rPr>
                <w:rStyle w:val="Hyperlink"/>
                <w:noProof/>
                <w:rtl/>
              </w:rPr>
              <w:t>) }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21389966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67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سيدة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النسوان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فاطمة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الزهراء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21389967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6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68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مولى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الموحدين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وأمير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21389968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19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69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السبط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الأكبر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أبي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محمد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الزكي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21389969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 w:rsidP="004B738F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0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عبرة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الشهيد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أبي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عبد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الله</w:t>
            </w:r>
          </w:hyperlink>
          <w:r w:rsidR="004B738F">
            <w:rPr>
              <w:rStyle w:val="Hyperlink"/>
              <w:rFonts w:hint="cs"/>
              <w:noProof/>
              <w:rtl/>
            </w:rPr>
            <w:t xml:space="preserve"> </w:t>
          </w:r>
          <w:hyperlink w:anchor="_Toc21389971" w:history="1">
            <w:r w:rsidR="004B738F" w:rsidRPr="001C418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 xml:space="preserve">)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ومايتعلق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بواقعة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الطف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21389971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40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2" w:history="1">
            <w:r w:rsidR="004B738F" w:rsidRPr="001C4182">
              <w:rPr>
                <w:rStyle w:val="Hyperlink"/>
                <w:noProof/>
                <w:rtl/>
              </w:rPr>
              <w:t xml:space="preserve">(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الأصحاب</w:t>
            </w:r>
            <w:r w:rsidR="004B738F" w:rsidRPr="001C4182">
              <w:rPr>
                <w:rStyle w:val="Hyperlink"/>
                <w:noProof/>
                <w:rtl/>
              </w:rPr>
              <w:t xml:space="preserve"> )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21389972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74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3" w:history="1">
            <w:r w:rsidR="004B738F" w:rsidRPr="001C4182">
              <w:rPr>
                <w:rStyle w:val="Hyperlink"/>
                <w:noProof/>
                <w:rtl/>
              </w:rPr>
              <w:t xml:space="preserve">(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ليلة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عاشوراء</w:t>
            </w:r>
            <w:r w:rsidR="004B738F" w:rsidRPr="001C4182">
              <w:rPr>
                <w:rStyle w:val="Hyperlink"/>
                <w:noProof/>
                <w:rtl/>
              </w:rPr>
              <w:t xml:space="preserve"> )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21389973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86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4" w:history="1">
            <w:r w:rsidR="004B738F" w:rsidRPr="001C4182">
              <w:rPr>
                <w:rStyle w:val="Hyperlink"/>
                <w:rFonts w:hint="eastAsia"/>
                <w:noProof/>
                <w:rtl/>
              </w:rPr>
              <w:t>خروج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السبايا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الشام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21389974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171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5" w:history="1">
            <w:r w:rsidR="004B738F" w:rsidRPr="001C4182">
              <w:rPr>
                <w:rStyle w:val="Hyperlink"/>
                <w:noProof/>
                <w:rtl/>
              </w:rPr>
              <w:t xml:space="preserve">(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الرجوع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للمدينة</w:t>
            </w:r>
            <w:r w:rsidR="004B738F" w:rsidRPr="001C4182">
              <w:rPr>
                <w:rStyle w:val="Hyperlink"/>
                <w:noProof/>
                <w:rtl/>
              </w:rPr>
              <w:t xml:space="preserve"> )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21389975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175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6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علي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B738F" w:rsidRPr="001C4182">
              <w:rPr>
                <w:rStyle w:val="Hyperlink"/>
                <w:noProof/>
                <w:rtl/>
              </w:rPr>
              <w:t>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21389976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185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7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الباقر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21389977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187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8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الصادق</w:t>
            </w:r>
            <w:r w:rsidR="004B738F" w:rsidRPr="001C4182">
              <w:rPr>
                <w:rStyle w:val="Hyperlink"/>
                <w:noProof/>
                <w:rtl/>
              </w:rPr>
              <w:t>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21389978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190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79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الكاظم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21389979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193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0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علي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موسى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الرضا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21389980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195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1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الامام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الجواد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21389981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198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2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علي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الهادي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21389982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3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العسكري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21389983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202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4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جور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بني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أمية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21389984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202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5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جور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بني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العبّاس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21389985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203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6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إستنهاض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الحجّة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21389986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7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الزّهراء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21389987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207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8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امير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المؤمنين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ص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21389988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211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4B738F" w:rsidP="004B738F">
          <w:pPr>
            <w:pStyle w:val="libNormal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89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الحسن</w:t>
            </w:r>
            <w:r w:rsidR="004B738F" w:rsidRPr="001C4182">
              <w:rPr>
                <w:rStyle w:val="Hyperlink"/>
                <w:noProof/>
                <w:rtl/>
              </w:rPr>
              <w:t>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21389989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212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0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B738F" w:rsidRPr="001C4182">
              <w:rPr>
                <w:rStyle w:val="Hyperlink"/>
                <w:noProof/>
                <w:rtl/>
              </w:rPr>
              <w:t>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 xml:space="preserve">)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وأصحابه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21389990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214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1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نعش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الامام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الكاظم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على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جسر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بغداد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21389991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240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 w:rsidP="004B738F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2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وفاة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الرضا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</w:hyperlink>
          <w:r w:rsidR="004B738F">
            <w:rPr>
              <w:rStyle w:val="Hyperlink"/>
              <w:rFonts w:hint="cs"/>
              <w:noProof/>
              <w:rtl/>
            </w:rPr>
            <w:t xml:space="preserve"> </w:t>
          </w:r>
          <w:hyperlink w:anchor="_Toc21389993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الزهراء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تنعى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ترثي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أولادها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21389993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241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 w:rsidP="004B738F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4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إستنهاض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المنتظر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</w:hyperlink>
          <w:r w:rsidR="004B738F">
            <w:rPr>
              <w:rStyle w:val="Hyperlink"/>
              <w:rFonts w:hint="cs"/>
              <w:noProof/>
              <w:rtl/>
            </w:rPr>
            <w:t xml:space="preserve"> </w:t>
          </w:r>
          <w:hyperlink w:anchor="_Toc21389995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الملحمة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الفاطمية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21389995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242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6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الملحمة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العلويّه</w:t>
            </w:r>
            <w:r w:rsidR="004B738F" w:rsidRPr="001C4182">
              <w:rPr>
                <w:rStyle w:val="Hyperlink"/>
                <w:noProof/>
                <w:rtl/>
              </w:rPr>
              <w:t xml:space="preserve"> } ...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21389996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257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7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ومايتعلق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بيوم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الطف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21389997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275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8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الكاظم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21389998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329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89999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رواية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القاسم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بن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الامام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الكاظم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21389999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332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0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مولانا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الرضا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21390000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335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1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سيدة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نساء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العالمين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21390001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337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2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الزكي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21390002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338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3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رثاء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وأصحابه</w:t>
            </w:r>
            <w:r w:rsidR="004B738F" w:rsidRPr="001C4182">
              <w:rPr>
                <w:rStyle w:val="Hyperlink"/>
                <w:noProof/>
                <w:rtl/>
              </w:rPr>
              <w:t xml:space="preserve">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21390003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340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4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شهادة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الكاظم</w:t>
            </w:r>
            <w:r w:rsidR="004B738F" w:rsidRPr="001C4182">
              <w:rPr>
                <w:rStyle w:val="Hyperlink"/>
                <w:noProof/>
                <w:rtl/>
              </w:rPr>
              <w:t xml:space="preserve"> (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ع</w:t>
            </w:r>
            <w:r w:rsidR="004B738F" w:rsidRPr="001C4182">
              <w:rPr>
                <w:rStyle w:val="Hyperlink"/>
                <w:noProof/>
                <w:rtl/>
              </w:rPr>
              <w:t>) }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21390004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351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5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الموّال</w:t>
            </w:r>
            <w:r w:rsidR="004B738F" w:rsidRPr="001C4182">
              <w:rPr>
                <w:rStyle w:val="Hyperlink"/>
                <w:noProof/>
                <w:rtl/>
              </w:rPr>
              <w:t xml:space="preserve"> }'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21390005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353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6" w:history="1">
            <w:r w:rsidR="004B738F" w:rsidRPr="001C4182">
              <w:rPr>
                <w:rStyle w:val="Hyperlink"/>
                <w:noProof/>
                <w:rtl/>
              </w:rPr>
              <w:t xml:space="preserve">{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النعي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المجرّد</w:t>
            </w:r>
            <w:r w:rsidR="004B738F" w:rsidRPr="001C4182">
              <w:rPr>
                <w:rStyle w:val="Hyperlink"/>
                <w:noProof/>
                <w:rtl/>
              </w:rPr>
              <w:t xml:space="preserve"> } '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21390006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354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7" w:history="1">
            <w:r w:rsidR="004B738F" w:rsidRPr="001C4182">
              <w:rPr>
                <w:rStyle w:val="Hyperlink"/>
                <w:rFonts w:hint="eastAsia"/>
                <w:noProof/>
                <w:rtl/>
              </w:rPr>
              <w:t>شكواها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في</w:t>
            </w:r>
            <w:r w:rsidR="004B738F" w:rsidRPr="001C4182">
              <w:rPr>
                <w:rStyle w:val="Hyperlink"/>
                <w:noProof/>
                <w:rtl/>
              </w:rPr>
              <w:t xml:space="preserve"> </w:t>
            </w:r>
            <w:r w:rsidR="004B738F" w:rsidRPr="001C4182">
              <w:rPr>
                <w:rStyle w:val="Hyperlink"/>
                <w:rFonts w:hint="eastAsia"/>
                <w:noProof/>
                <w:rtl/>
              </w:rPr>
              <w:t>الأربعين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21390007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356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8C115E">
          <w:pPr>
            <w:pStyle w:val="TOC2"/>
            <w:tabs>
              <w:tab w:val="right" w:leader="dot" w:pos="959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ar-SA"/>
            </w:rPr>
          </w:pPr>
          <w:hyperlink w:anchor="_Toc21390008" w:history="1">
            <w:r w:rsidR="004B738F" w:rsidRPr="001C4182">
              <w:rPr>
                <w:rStyle w:val="Hyperlink"/>
                <w:rFonts w:hint="eastAsia"/>
                <w:noProof/>
                <w:rtl/>
              </w:rPr>
              <w:t>الفهرس</w:t>
            </w:r>
            <w:r w:rsidR="004B738F">
              <w:rPr>
                <w:noProof/>
                <w:webHidden/>
                <w:rtl/>
              </w:rPr>
              <w:tab/>
            </w:r>
            <w:r w:rsidR="004B738F">
              <w:rPr>
                <w:noProof/>
                <w:webHidden/>
                <w:rtl/>
              </w:rPr>
              <w:fldChar w:fldCharType="begin"/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</w:rPr>
              <w:instrText>PAGEREF</w:instrText>
            </w:r>
            <w:r w:rsidR="004B738F">
              <w:rPr>
                <w:noProof/>
                <w:webHidden/>
                <w:rtl/>
              </w:rPr>
              <w:instrText xml:space="preserve"> _</w:instrText>
            </w:r>
            <w:r w:rsidR="004B738F">
              <w:rPr>
                <w:noProof/>
                <w:webHidden/>
              </w:rPr>
              <w:instrText>Toc</w:instrText>
            </w:r>
            <w:r w:rsidR="004B738F">
              <w:rPr>
                <w:noProof/>
                <w:webHidden/>
                <w:rtl/>
              </w:rPr>
              <w:instrText xml:space="preserve">21390008 </w:instrText>
            </w:r>
            <w:r w:rsidR="004B738F">
              <w:rPr>
                <w:noProof/>
                <w:webHidden/>
              </w:rPr>
              <w:instrText>\h</w:instrText>
            </w:r>
            <w:r w:rsidR="004B738F">
              <w:rPr>
                <w:noProof/>
                <w:webHidden/>
                <w:rtl/>
              </w:rPr>
              <w:instrText xml:space="preserve"> </w:instrText>
            </w:r>
            <w:r w:rsidR="004B738F">
              <w:rPr>
                <w:noProof/>
                <w:webHidden/>
                <w:rtl/>
              </w:rPr>
            </w:r>
            <w:r w:rsidR="004B738F">
              <w:rPr>
                <w:noProof/>
                <w:webHidden/>
                <w:rtl/>
              </w:rPr>
              <w:fldChar w:fldCharType="separate"/>
            </w:r>
            <w:r w:rsidR="004B738F">
              <w:rPr>
                <w:noProof/>
                <w:webHidden/>
                <w:rtl/>
              </w:rPr>
              <w:t>360</w:t>
            </w:r>
            <w:r w:rsidR="004B738F">
              <w:rPr>
                <w:noProof/>
                <w:webHidden/>
                <w:rtl/>
              </w:rPr>
              <w:fldChar w:fldCharType="end"/>
            </w:r>
          </w:hyperlink>
        </w:p>
        <w:p w:rsidR="004B738F" w:rsidRDefault="004B738F" w:rsidP="004B738F">
          <w:pPr>
            <w:pStyle w:val="libNormal"/>
          </w:pPr>
          <w:r>
            <w:fldChar w:fldCharType="end"/>
          </w:r>
        </w:p>
      </w:sdtContent>
    </w:sdt>
    <w:sectPr w:rsidR="004B738F" w:rsidSect="000076FD">
      <w:footerReference w:type="even" r:id="rId8"/>
      <w:footerReference w:type="default" r:id="rId9"/>
      <w:footerReference w:type="first" r:id="rId10"/>
      <w:type w:val="continuous"/>
      <w:pgSz w:w="11907" w:h="16840" w:code="9"/>
      <w:pgMar w:top="1296" w:right="1152" w:bottom="1296" w:left="1152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15E" w:rsidRDefault="008C115E">
      <w:r>
        <w:separator/>
      </w:r>
    </w:p>
  </w:endnote>
  <w:endnote w:type="continuationSeparator" w:id="0">
    <w:p w:rsidR="008C115E" w:rsidRDefault="008C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Uthman Taha Naskh">
    <w:altName w:val="Arial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207" w:rsidRPr="00460435" w:rsidRDefault="00926207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B738F">
      <w:rPr>
        <w:rFonts w:ascii="Traditional Arabic" w:hAnsi="Traditional Arabic"/>
        <w:noProof/>
        <w:sz w:val="28"/>
        <w:szCs w:val="28"/>
        <w:rtl/>
      </w:rPr>
      <w:t>360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207" w:rsidRPr="00460435" w:rsidRDefault="00926207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B738F">
      <w:rPr>
        <w:rFonts w:ascii="Traditional Arabic" w:hAnsi="Traditional Arabic"/>
        <w:noProof/>
        <w:sz w:val="28"/>
        <w:szCs w:val="28"/>
        <w:rtl/>
      </w:rPr>
      <w:t>361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207" w:rsidRPr="00460435" w:rsidRDefault="00926207" w:rsidP="00163A74">
    <w:pPr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4B738F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15E" w:rsidRDefault="008C115E">
      <w:r>
        <w:separator/>
      </w:r>
    </w:p>
  </w:footnote>
  <w:footnote w:type="continuationSeparator" w:id="0">
    <w:p w:rsidR="008C115E" w:rsidRDefault="008C1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7B"/>
    <w:rsid w:val="00001FF3"/>
    <w:rsid w:val="00005A19"/>
    <w:rsid w:val="00006BA9"/>
    <w:rsid w:val="000076FD"/>
    <w:rsid w:val="0001153A"/>
    <w:rsid w:val="00012457"/>
    <w:rsid w:val="00014F99"/>
    <w:rsid w:val="00015F01"/>
    <w:rsid w:val="00016CE6"/>
    <w:rsid w:val="000203A0"/>
    <w:rsid w:val="00021441"/>
    <w:rsid w:val="00021B4F"/>
    <w:rsid w:val="000223D3"/>
    <w:rsid w:val="000227AB"/>
    <w:rsid w:val="00024DBC"/>
    <w:rsid w:val="000267FE"/>
    <w:rsid w:val="00031398"/>
    <w:rsid w:val="00033449"/>
    <w:rsid w:val="00034DB7"/>
    <w:rsid w:val="00034E33"/>
    <w:rsid w:val="00034F1B"/>
    <w:rsid w:val="0003530A"/>
    <w:rsid w:val="00035796"/>
    <w:rsid w:val="00040798"/>
    <w:rsid w:val="00040A75"/>
    <w:rsid w:val="0004224C"/>
    <w:rsid w:val="00042F45"/>
    <w:rsid w:val="00043023"/>
    <w:rsid w:val="0004526D"/>
    <w:rsid w:val="00046E15"/>
    <w:rsid w:val="00047560"/>
    <w:rsid w:val="000501D8"/>
    <w:rsid w:val="00052374"/>
    <w:rsid w:val="00054406"/>
    <w:rsid w:val="00054D50"/>
    <w:rsid w:val="00057472"/>
    <w:rsid w:val="000577E0"/>
    <w:rsid w:val="00057EA7"/>
    <w:rsid w:val="00060B71"/>
    <w:rsid w:val="0006116F"/>
    <w:rsid w:val="0006216A"/>
    <w:rsid w:val="00062E81"/>
    <w:rsid w:val="000640D6"/>
    <w:rsid w:val="00064379"/>
    <w:rsid w:val="000653FB"/>
    <w:rsid w:val="00066970"/>
    <w:rsid w:val="00066C43"/>
    <w:rsid w:val="00067F84"/>
    <w:rsid w:val="00070A68"/>
    <w:rsid w:val="00070DA8"/>
    <w:rsid w:val="00071596"/>
    <w:rsid w:val="00071C97"/>
    <w:rsid w:val="000756D1"/>
    <w:rsid w:val="0007613C"/>
    <w:rsid w:val="000761F7"/>
    <w:rsid w:val="0007631C"/>
    <w:rsid w:val="00076A3A"/>
    <w:rsid w:val="00077163"/>
    <w:rsid w:val="00080697"/>
    <w:rsid w:val="000820C3"/>
    <w:rsid w:val="000828BA"/>
    <w:rsid w:val="00082D69"/>
    <w:rsid w:val="00086EF9"/>
    <w:rsid w:val="00090987"/>
    <w:rsid w:val="00092805"/>
    <w:rsid w:val="00092A0C"/>
    <w:rsid w:val="00092D66"/>
    <w:rsid w:val="00093A20"/>
    <w:rsid w:val="0009490C"/>
    <w:rsid w:val="00095BA6"/>
    <w:rsid w:val="00095FA8"/>
    <w:rsid w:val="0009740D"/>
    <w:rsid w:val="000A2CE5"/>
    <w:rsid w:val="000A5C43"/>
    <w:rsid w:val="000A7750"/>
    <w:rsid w:val="000B016B"/>
    <w:rsid w:val="000B2E78"/>
    <w:rsid w:val="000B3A56"/>
    <w:rsid w:val="000B462F"/>
    <w:rsid w:val="000B7324"/>
    <w:rsid w:val="000B789F"/>
    <w:rsid w:val="000C00F8"/>
    <w:rsid w:val="000C0A89"/>
    <w:rsid w:val="000C201D"/>
    <w:rsid w:val="000C435D"/>
    <w:rsid w:val="000C4DDD"/>
    <w:rsid w:val="000C619E"/>
    <w:rsid w:val="000C722B"/>
    <w:rsid w:val="000C7722"/>
    <w:rsid w:val="000D0469"/>
    <w:rsid w:val="000D0932"/>
    <w:rsid w:val="000D1BDF"/>
    <w:rsid w:val="000D1D93"/>
    <w:rsid w:val="000D4AED"/>
    <w:rsid w:val="000D5A84"/>
    <w:rsid w:val="000D62AA"/>
    <w:rsid w:val="000D67BE"/>
    <w:rsid w:val="000D7034"/>
    <w:rsid w:val="000D71B7"/>
    <w:rsid w:val="000D763F"/>
    <w:rsid w:val="000E0153"/>
    <w:rsid w:val="000E0E6D"/>
    <w:rsid w:val="000E127B"/>
    <w:rsid w:val="000E1BBA"/>
    <w:rsid w:val="000E1D61"/>
    <w:rsid w:val="000E1DED"/>
    <w:rsid w:val="000E2576"/>
    <w:rsid w:val="000E2CEC"/>
    <w:rsid w:val="000E3124"/>
    <w:rsid w:val="000E3F3D"/>
    <w:rsid w:val="000E46E9"/>
    <w:rsid w:val="000E5BDC"/>
    <w:rsid w:val="000E6824"/>
    <w:rsid w:val="000E7385"/>
    <w:rsid w:val="000E77FC"/>
    <w:rsid w:val="000E7B50"/>
    <w:rsid w:val="000E7CB7"/>
    <w:rsid w:val="000F02DC"/>
    <w:rsid w:val="000F42DF"/>
    <w:rsid w:val="000F43CB"/>
    <w:rsid w:val="000F4F3D"/>
    <w:rsid w:val="000F5C71"/>
    <w:rsid w:val="000F7D20"/>
    <w:rsid w:val="0010049D"/>
    <w:rsid w:val="00100B82"/>
    <w:rsid w:val="00103118"/>
    <w:rsid w:val="0010315B"/>
    <w:rsid w:val="001033B6"/>
    <w:rsid w:val="00103495"/>
    <w:rsid w:val="00103C79"/>
    <w:rsid w:val="00104521"/>
    <w:rsid w:val="00104CD8"/>
    <w:rsid w:val="00107976"/>
    <w:rsid w:val="00107A6B"/>
    <w:rsid w:val="001106A5"/>
    <w:rsid w:val="00111AE3"/>
    <w:rsid w:val="001125EE"/>
    <w:rsid w:val="0011352E"/>
    <w:rsid w:val="00113A90"/>
    <w:rsid w:val="00113AC3"/>
    <w:rsid w:val="00113B0B"/>
    <w:rsid w:val="00113CCC"/>
    <w:rsid w:val="00114E05"/>
    <w:rsid w:val="00115473"/>
    <w:rsid w:val="001154B2"/>
    <w:rsid w:val="00115A71"/>
    <w:rsid w:val="001162C9"/>
    <w:rsid w:val="001163B3"/>
    <w:rsid w:val="001165B8"/>
    <w:rsid w:val="0012064D"/>
    <w:rsid w:val="00122366"/>
    <w:rsid w:val="00122468"/>
    <w:rsid w:val="0012268F"/>
    <w:rsid w:val="0012315E"/>
    <w:rsid w:val="00123267"/>
    <w:rsid w:val="001243ED"/>
    <w:rsid w:val="00126471"/>
    <w:rsid w:val="00126D34"/>
    <w:rsid w:val="00131606"/>
    <w:rsid w:val="001333F4"/>
    <w:rsid w:val="00135C49"/>
    <w:rsid w:val="00135E90"/>
    <w:rsid w:val="00136268"/>
    <w:rsid w:val="00136D85"/>
    <w:rsid w:val="00136E6F"/>
    <w:rsid w:val="00136FE7"/>
    <w:rsid w:val="0014071E"/>
    <w:rsid w:val="001408E0"/>
    <w:rsid w:val="0014341C"/>
    <w:rsid w:val="001435A6"/>
    <w:rsid w:val="00143B0B"/>
    <w:rsid w:val="00143EEA"/>
    <w:rsid w:val="0014604D"/>
    <w:rsid w:val="00147ED8"/>
    <w:rsid w:val="00150127"/>
    <w:rsid w:val="001517B8"/>
    <w:rsid w:val="00151C03"/>
    <w:rsid w:val="001531AC"/>
    <w:rsid w:val="00153917"/>
    <w:rsid w:val="0015483C"/>
    <w:rsid w:val="00157306"/>
    <w:rsid w:val="00160922"/>
    <w:rsid w:val="00160D32"/>
    <w:rsid w:val="00160F76"/>
    <w:rsid w:val="0016278F"/>
    <w:rsid w:val="00163A74"/>
    <w:rsid w:val="00163D83"/>
    <w:rsid w:val="0016441D"/>
    <w:rsid w:val="00164767"/>
    <w:rsid w:val="00164810"/>
    <w:rsid w:val="0016540A"/>
    <w:rsid w:val="00166330"/>
    <w:rsid w:val="001676B0"/>
    <w:rsid w:val="001712E1"/>
    <w:rsid w:val="00171CB9"/>
    <w:rsid w:val="001720FE"/>
    <w:rsid w:val="00173EAA"/>
    <w:rsid w:val="00174393"/>
    <w:rsid w:val="00174954"/>
    <w:rsid w:val="00174A67"/>
    <w:rsid w:val="001767EE"/>
    <w:rsid w:val="001801A3"/>
    <w:rsid w:val="00182258"/>
    <w:rsid w:val="00182CD3"/>
    <w:rsid w:val="00182D39"/>
    <w:rsid w:val="001845C1"/>
    <w:rsid w:val="0018664D"/>
    <w:rsid w:val="00187017"/>
    <w:rsid w:val="00187246"/>
    <w:rsid w:val="001937F7"/>
    <w:rsid w:val="0019487F"/>
    <w:rsid w:val="00195052"/>
    <w:rsid w:val="001955C4"/>
    <w:rsid w:val="00195C2C"/>
    <w:rsid w:val="00195CA1"/>
    <w:rsid w:val="0019610D"/>
    <w:rsid w:val="001A0D95"/>
    <w:rsid w:val="001A0DAA"/>
    <w:rsid w:val="001A1408"/>
    <w:rsid w:val="001A1D89"/>
    <w:rsid w:val="001A3110"/>
    <w:rsid w:val="001A3D63"/>
    <w:rsid w:val="001A3FBB"/>
    <w:rsid w:val="001A4C37"/>
    <w:rsid w:val="001A4D9B"/>
    <w:rsid w:val="001A5F63"/>
    <w:rsid w:val="001A662D"/>
    <w:rsid w:val="001A6EC0"/>
    <w:rsid w:val="001B07B7"/>
    <w:rsid w:val="001B16FD"/>
    <w:rsid w:val="001B1ADA"/>
    <w:rsid w:val="001B1ED2"/>
    <w:rsid w:val="001B2341"/>
    <w:rsid w:val="001B2DB9"/>
    <w:rsid w:val="001B46E0"/>
    <w:rsid w:val="001B5182"/>
    <w:rsid w:val="001B577F"/>
    <w:rsid w:val="001B57B5"/>
    <w:rsid w:val="001B6B73"/>
    <w:rsid w:val="001B702D"/>
    <w:rsid w:val="001B7407"/>
    <w:rsid w:val="001B7759"/>
    <w:rsid w:val="001B7B3F"/>
    <w:rsid w:val="001C1CEB"/>
    <w:rsid w:val="001C2F38"/>
    <w:rsid w:val="001C3D8D"/>
    <w:rsid w:val="001C3E26"/>
    <w:rsid w:val="001C5EDB"/>
    <w:rsid w:val="001C6153"/>
    <w:rsid w:val="001D31E3"/>
    <w:rsid w:val="001D320D"/>
    <w:rsid w:val="001D3568"/>
    <w:rsid w:val="001D41A1"/>
    <w:rsid w:val="001D5007"/>
    <w:rsid w:val="001D5751"/>
    <w:rsid w:val="001D6591"/>
    <w:rsid w:val="001E016E"/>
    <w:rsid w:val="001E0196"/>
    <w:rsid w:val="001E17F6"/>
    <w:rsid w:val="001E25DC"/>
    <w:rsid w:val="001E4346"/>
    <w:rsid w:val="001E77ED"/>
    <w:rsid w:val="001E78CE"/>
    <w:rsid w:val="001E7BA4"/>
    <w:rsid w:val="001F0713"/>
    <w:rsid w:val="001F1F16"/>
    <w:rsid w:val="001F24E4"/>
    <w:rsid w:val="001F3DB4"/>
    <w:rsid w:val="001F6962"/>
    <w:rsid w:val="002001E6"/>
    <w:rsid w:val="00200E9A"/>
    <w:rsid w:val="002011FB"/>
    <w:rsid w:val="00202C7B"/>
    <w:rsid w:val="002045CF"/>
    <w:rsid w:val="0020472D"/>
    <w:rsid w:val="002054C5"/>
    <w:rsid w:val="00206F02"/>
    <w:rsid w:val="00207365"/>
    <w:rsid w:val="00207C3A"/>
    <w:rsid w:val="0021218C"/>
    <w:rsid w:val="00212267"/>
    <w:rsid w:val="0021226A"/>
    <w:rsid w:val="002139CB"/>
    <w:rsid w:val="00214077"/>
    <w:rsid w:val="0021424B"/>
    <w:rsid w:val="00214801"/>
    <w:rsid w:val="00216293"/>
    <w:rsid w:val="0021706E"/>
    <w:rsid w:val="00217E16"/>
    <w:rsid w:val="00220E4C"/>
    <w:rsid w:val="00221675"/>
    <w:rsid w:val="00224964"/>
    <w:rsid w:val="00225BDB"/>
    <w:rsid w:val="00226098"/>
    <w:rsid w:val="002267C7"/>
    <w:rsid w:val="002272C9"/>
    <w:rsid w:val="0022730F"/>
    <w:rsid w:val="0022783D"/>
    <w:rsid w:val="00227FEE"/>
    <w:rsid w:val="00230C7D"/>
    <w:rsid w:val="00233389"/>
    <w:rsid w:val="00233BD3"/>
    <w:rsid w:val="00234A56"/>
    <w:rsid w:val="0023526D"/>
    <w:rsid w:val="0023606E"/>
    <w:rsid w:val="00237C0B"/>
    <w:rsid w:val="0024029E"/>
    <w:rsid w:val="0024035B"/>
    <w:rsid w:val="00241F59"/>
    <w:rsid w:val="0024265C"/>
    <w:rsid w:val="002431E1"/>
    <w:rsid w:val="00243D20"/>
    <w:rsid w:val="002443C6"/>
    <w:rsid w:val="0024492A"/>
    <w:rsid w:val="00244C2E"/>
    <w:rsid w:val="00245430"/>
    <w:rsid w:val="0024547C"/>
    <w:rsid w:val="0024775F"/>
    <w:rsid w:val="002479BD"/>
    <w:rsid w:val="00250E0A"/>
    <w:rsid w:val="00251E02"/>
    <w:rsid w:val="0025354E"/>
    <w:rsid w:val="002568DF"/>
    <w:rsid w:val="00256BAB"/>
    <w:rsid w:val="0025731C"/>
    <w:rsid w:val="00257377"/>
    <w:rsid w:val="00257657"/>
    <w:rsid w:val="00261F33"/>
    <w:rsid w:val="002628FE"/>
    <w:rsid w:val="00262BEC"/>
    <w:rsid w:val="00263F56"/>
    <w:rsid w:val="002641D4"/>
    <w:rsid w:val="00264566"/>
    <w:rsid w:val="002645B0"/>
    <w:rsid w:val="002647B4"/>
    <w:rsid w:val="002651B9"/>
    <w:rsid w:val="00266DAD"/>
    <w:rsid w:val="0027033E"/>
    <w:rsid w:val="00270CD9"/>
    <w:rsid w:val="00270EFA"/>
    <w:rsid w:val="00272450"/>
    <w:rsid w:val="002728EF"/>
    <w:rsid w:val="00272A3C"/>
    <w:rsid w:val="0027369F"/>
    <w:rsid w:val="00273E0B"/>
    <w:rsid w:val="00275D64"/>
    <w:rsid w:val="00275FCF"/>
    <w:rsid w:val="00276CAB"/>
    <w:rsid w:val="00276F64"/>
    <w:rsid w:val="002812DC"/>
    <w:rsid w:val="002818EF"/>
    <w:rsid w:val="00281A4E"/>
    <w:rsid w:val="00282543"/>
    <w:rsid w:val="0028271F"/>
    <w:rsid w:val="0028272B"/>
    <w:rsid w:val="00282DFB"/>
    <w:rsid w:val="00282F74"/>
    <w:rsid w:val="0028387C"/>
    <w:rsid w:val="0028387D"/>
    <w:rsid w:val="002845D4"/>
    <w:rsid w:val="002850EF"/>
    <w:rsid w:val="00285A13"/>
    <w:rsid w:val="0028771C"/>
    <w:rsid w:val="002915F1"/>
    <w:rsid w:val="00295E4E"/>
    <w:rsid w:val="00296729"/>
    <w:rsid w:val="0029679B"/>
    <w:rsid w:val="0029682E"/>
    <w:rsid w:val="00296E4F"/>
    <w:rsid w:val="002A0284"/>
    <w:rsid w:val="002A0BC4"/>
    <w:rsid w:val="002A134A"/>
    <w:rsid w:val="002A1851"/>
    <w:rsid w:val="002A2068"/>
    <w:rsid w:val="002A2F34"/>
    <w:rsid w:val="002A338C"/>
    <w:rsid w:val="002A4288"/>
    <w:rsid w:val="002A4B15"/>
    <w:rsid w:val="002A5096"/>
    <w:rsid w:val="002A69AC"/>
    <w:rsid w:val="002A717D"/>
    <w:rsid w:val="002A73D7"/>
    <w:rsid w:val="002B2000"/>
    <w:rsid w:val="002B2B15"/>
    <w:rsid w:val="002B4907"/>
    <w:rsid w:val="002B5911"/>
    <w:rsid w:val="002B6727"/>
    <w:rsid w:val="002B67B1"/>
    <w:rsid w:val="002B71A8"/>
    <w:rsid w:val="002B7794"/>
    <w:rsid w:val="002B7989"/>
    <w:rsid w:val="002C0A43"/>
    <w:rsid w:val="002C2B38"/>
    <w:rsid w:val="002C2C79"/>
    <w:rsid w:val="002C3DEF"/>
    <w:rsid w:val="002C3E3A"/>
    <w:rsid w:val="002C47D3"/>
    <w:rsid w:val="002C5C66"/>
    <w:rsid w:val="002C6427"/>
    <w:rsid w:val="002D00D1"/>
    <w:rsid w:val="002D1751"/>
    <w:rsid w:val="002D19A9"/>
    <w:rsid w:val="002D2485"/>
    <w:rsid w:val="002D40E3"/>
    <w:rsid w:val="002D4B0E"/>
    <w:rsid w:val="002D580E"/>
    <w:rsid w:val="002D59F6"/>
    <w:rsid w:val="002D627B"/>
    <w:rsid w:val="002E0927"/>
    <w:rsid w:val="002E19EE"/>
    <w:rsid w:val="002E24AB"/>
    <w:rsid w:val="002E30AE"/>
    <w:rsid w:val="002E45A2"/>
    <w:rsid w:val="002E46DD"/>
    <w:rsid w:val="002E4976"/>
    <w:rsid w:val="002E4A58"/>
    <w:rsid w:val="002E4D3D"/>
    <w:rsid w:val="002E506F"/>
    <w:rsid w:val="002E5CA1"/>
    <w:rsid w:val="002E6022"/>
    <w:rsid w:val="002E61A1"/>
    <w:rsid w:val="002E721B"/>
    <w:rsid w:val="002F17E2"/>
    <w:rsid w:val="002F2050"/>
    <w:rsid w:val="002F28E7"/>
    <w:rsid w:val="002F3626"/>
    <w:rsid w:val="002F42E5"/>
    <w:rsid w:val="002F6022"/>
    <w:rsid w:val="002F65B9"/>
    <w:rsid w:val="002F6BC6"/>
    <w:rsid w:val="002F731D"/>
    <w:rsid w:val="00300480"/>
    <w:rsid w:val="0030193F"/>
    <w:rsid w:val="00301EBF"/>
    <w:rsid w:val="0030380F"/>
    <w:rsid w:val="00304F83"/>
    <w:rsid w:val="00306E9E"/>
    <w:rsid w:val="00307C3A"/>
    <w:rsid w:val="00310762"/>
    <w:rsid w:val="00310A38"/>
    <w:rsid w:val="00310D1D"/>
    <w:rsid w:val="003123C9"/>
    <w:rsid w:val="003129CD"/>
    <w:rsid w:val="00313951"/>
    <w:rsid w:val="003143DB"/>
    <w:rsid w:val="00317E22"/>
    <w:rsid w:val="0032009D"/>
    <w:rsid w:val="003202D1"/>
    <w:rsid w:val="00320644"/>
    <w:rsid w:val="00322466"/>
    <w:rsid w:val="0032257E"/>
    <w:rsid w:val="00324B78"/>
    <w:rsid w:val="00324CFE"/>
    <w:rsid w:val="0032503D"/>
    <w:rsid w:val="00325472"/>
    <w:rsid w:val="00325745"/>
    <w:rsid w:val="00325A62"/>
    <w:rsid w:val="00326131"/>
    <w:rsid w:val="00326184"/>
    <w:rsid w:val="0033074C"/>
    <w:rsid w:val="00330D70"/>
    <w:rsid w:val="0033115B"/>
    <w:rsid w:val="003321C9"/>
    <w:rsid w:val="0033317B"/>
    <w:rsid w:val="003339D0"/>
    <w:rsid w:val="003344F2"/>
    <w:rsid w:val="00334848"/>
    <w:rsid w:val="00335249"/>
    <w:rsid w:val="003353BB"/>
    <w:rsid w:val="0033620A"/>
    <w:rsid w:val="003377D2"/>
    <w:rsid w:val="00341254"/>
    <w:rsid w:val="0034180A"/>
    <w:rsid w:val="00341C33"/>
    <w:rsid w:val="0034239A"/>
    <w:rsid w:val="0034266E"/>
    <w:rsid w:val="003438B4"/>
    <w:rsid w:val="003468C0"/>
    <w:rsid w:val="003477C8"/>
    <w:rsid w:val="00347C9C"/>
    <w:rsid w:val="00350DF2"/>
    <w:rsid w:val="00351879"/>
    <w:rsid w:val="00351CC6"/>
    <w:rsid w:val="0035368E"/>
    <w:rsid w:val="00354493"/>
    <w:rsid w:val="003556F0"/>
    <w:rsid w:val="00355C40"/>
    <w:rsid w:val="00356267"/>
    <w:rsid w:val="00360A5F"/>
    <w:rsid w:val="003618AA"/>
    <w:rsid w:val="00361FCA"/>
    <w:rsid w:val="0036209F"/>
    <w:rsid w:val="00362F97"/>
    <w:rsid w:val="0036371E"/>
    <w:rsid w:val="00363C94"/>
    <w:rsid w:val="0036400D"/>
    <w:rsid w:val="00364867"/>
    <w:rsid w:val="003659B2"/>
    <w:rsid w:val="00365F4D"/>
    <w:rsid w:val="003669BA"/>
    <w:rsid w:val="00370223"/>
    <w:rsid w:val="0037042C"/>
    <w:rsid w:val="00371679"/>
    <w:rsid w:val="00372AD4"/>
    <w:rsid w:val="00373085"/>
    <w:rsid w:val="003742BE"/>
    <w:rsid w:val="00374BA3"/>
    <w:rsid w:val="00376F1F"/>
    <w:rsid w:val="003771B6"/>
    <w:rsid w:val="003774FF"/>
    <w:rsid w:val="00380674"/>
    <w:rsid w:val="00380F63"/>
    <w:rsid w:val="00381B19"/>
    <w:rsid w:val="003820E5"/>
    <w:rsid w:val="003839BA"/>
    <w:rsid w:val="00384B5D"/>
    <w:rsid w:val="00384D1F"/>
    <w:rsid w:val="00386266"/>
    <w:rsid w:val="0038683D"/>
    <w:rsid w:val="00386BDE"/>
    <w:rsid w:val="00387A44"/>
    <w:rsid w:val="00387A5C"/>
    <w:rsid w:val="00387CB2"/>
    <w:rsid w:val="00387F48"/>
    <w:rsid w:val="0039466F"/>
    <w:rsid w:val="00394D15"/>
    <w:rsid w:val="0039590A"/>
    <w:rsid w:val="00395A04"/>
    <w:rsid w:val="003963F3"/>
    <w:rsid w:val="0039787F"/>
    <w:rsid w:val="003979C5"/>
    <w:rsid w:val="003A01F2"/>
    <w:rsid w:val="003A0365"/>
    <w:rsid w:val="003A0B5C"/>
    <w:rsid w:val="003A0C21"/>
    <w:rsid w:val="003A1475"/>
    <w:rsid w:val="003A1568"/>
    <w:rsid w:val="003A17CC"/>
    <w:rsid w:val="003A3298"/>
    <w:rsid w:val="003A4587"/>
    <w:rsid w:val="003A4868"/>
    <w:rsid w:val="003A533A"/>
    <w:rsid w:val="003A657A"/>
    <w:rsid w:val="003A661E"/>
    <w:rsid w:val="003A67C0"/>
    <w:rsid w:val="003B0913"/>
    <w:rsid w:val="003B2025"/>
    <w:rsid w:val="003B20C5"/>
    <w:rsid w:val="003B26FF"/>
    <w:rsid w:val="003B28AF"/>
    <w:rsid w:val="003B2ED6"/>
    <w:rsid w:val="003B3166"/>
    <w:rsid w:val="003B4A76"/>
    <w:rsid w:val="003B5031"/>
    <w:rsid w:val="003B63EE"/>
    <w:rsid w:val="003B6720"/>
    <w:rsid w:val="003B6C6A"/>
    <w:rsid w:val="003B775B"/>
    <w:rsid w:val="003B7FA9"/>
    <w:rsid w:val="003C0939"/>
    <w:rsid w:val="003C0CF6"/>
    <w:rsid w:val="003C2979"/>
    <w:rsid w:val="003C2A36"/>
    <w:rsid w:val="003C3239"/>
    <w:rsid w:val="003C4B99"/>
    <w:rsid w:val="003C53CD"/>
    <w:rsid w:val="003C6DD8"/>
    <w:rsid w:val="003C6EB9"/>
    <w:rsid w:val="003C78BB"/>
    <w:rsid w:val="003C7A1B"/>
    <w:rsid w:val="003C7C08"/>
    <w:rsid w:val="003D0419"/>
    <w:rsid w:val="003D0E9A"/>
    <w:rsid w:val="003D1512"/>
    <w:rsid w:val="003D2459"/>
    <w:rsid w:val="003D28ED"/>
    <w:rsid w:val="003D2BF8"/>
    <w:rsid w:val="003D3107"/>
    <w:rsid w:val="003D4324"/>
    <w:rsid w:val="003D4486"/>
    <w:rsid w:val="003D6A1F"/>
    <w:rsid w:val="003E148D"/>
    <w:rsid w:val="003E173A"/>
    <w:rsid w:val="003E30E0"/>
    <w:rsid w:val="003E3600"/>
    <w:rsid w:val="003E76AD"/>
    <w:rsid w:val="003E7B9A"/>
    <w:rsid w:val="003F133B"/>
    <w:rsid w:val="003F1578"/>
    <w:rsid w:val="003F33DE"/>
    <w:rsid w:val="003F38A6"/>
    <w:rsid w:val="003F3BDE"/>
    <w:rsid w:val="003F775B"/>
    <w:rsid w:val="00401E7E"/>
    <w:rsid w:val="0040243A"/>
    <w:rsid w:val="00402C65"/>
    <w:rsid w:val="0040485E"/>
    <w:rsid w:val="00404EB7"/>
    <w:rsid w:val="004066E1"/>
    <w:rsid w:val="004068C9"/>
    <w:rsid w:val="004079D2"/>
    <w:rsid w:val="00407D56"/>
    <w:rsid w:val="004121D4"/>
    <w:rsid w:val="00413430"/>
    <w:rsid w:val="00413474"/>
    <w:rsid w:val="00413CDE"/>
    <w:rsid w:val="004142DF"/>
    <w:rsid w:val="004146B4"/>
    <w:rsid w:val="004148D8"/>
    <w:rsid w:val="00414F9B"/>
    <w:rsid w:val="00416497"/>
    <w:rsid w:val="00416E2B"/>
    <w:rsid w:val="004170C4"/>
    <w:rsid w:val="0041771D"/>
    <w:rsid w:val="0042050D"/>
    <w:rsid w:val="004209BA"/>
    <w:rsid w:val="00420C44"/>
    <w:rsid w:val="00421541"/>
    <w:rsid w:val="00421D17"/>
    <w:rsid w:val="0042201F"/>
    <w:rsid w:val="0042502E"/>
    <w:rsid w:val="00425501"/>
    <w:rsid w:val="004271BF"/>
    <w:rsid w:val="00430581"/>
    <w:rsid w:val="004312F1"/>
    <w:rsid w:val="00434070"/>
    <w:rsid w:val="00434A97"/>
    <w:rsid w:val="00434ABC"/>
    <w:rsid w:val="00435786"/>
    <w:rsid w:val="0043611F"/>
    <w:rsid w:val="00437035"/>
    <w:rsid w:val="00437D49"/>
    <w:rsid w:val="00440358"/>
    <w:rsid w:val="00440C62"/>
    <w:rsid w:val="00440FEC"/>
    <w:rsid w:val="00441A2E"/>
    <w:rsid w:val="00443264"/>
    <w:rsid w:val="00443C05"/>
    <w:rsid w:val="0044529C"/>
    <w:rsid w:val="00446AA0"/>
    <w:rsid w:val="00446BBA"/>
    <w:rsid w:val="00447308"/>
    <w:rsid w:val="00447892"/>
    <w:rsid w:val="00451A49"/>
    <w:rsid w:val="004527F9"/>
    <w:rsid w:val="004537CB"/>
    <w:rsid w:val="004538D5"/>
    <w:rsid w:val="00453C50"/>
    <w:rsid w:val="00455A59"/>
    <w:rsid w:val="00460435"/>
    <w:rsid w:val="00460E87"/>
    <w:rsid w:val="00462379"/>
    <w:rsid w:val="0046355D"/>
    <w:rsid w:val="00464B21"/>
    <w:rsid w:val="00465E14"/>
    <w:rsid w:val="0046634E"/>
    <w:rsid w:val="00467E54"/>
    <w:rsid w:val="00470295"/>
    <w:rsid w:val="00470378"/>
    <w:rsid w:val="004719C6"/>
    <w:rsid w:val="004722F9"/>
    <w:rsid w:val="00472E58"/>
    <w:rsid w:val="00473BB7"/>
    <w:rsid w:val="00475E99"/>
    <w:rsid w:val="00477A47"/>
    <w:rsid w:val="00477BAB"/>
    <w:rsid w:val="00477C46"/>
    <w:rsid w:val="00477F9B"/>
    <w:rsid w:val="00480129"/>
    <w:rsid w:val="00480538"/>
    <w:rsid w:val="00481D03"/>
    <w:rsid w:val="00481FD0"/>
    <w:rsid w:val="0048221F"/>
    <w:rsid w:val="00482F61"/>
    <w:rsid w:val="00484D63"/>
    <w:rsid w:val="004855AC"/>
    <w:rsid w:val="00485AD8"/>
    <w:rsid w:val="00485EB6"/>
    <w:rsid w:val="004866A7"/>
    <w:rsid w:val="00490740"/>
    <w:rsid w:val="0049103A"/>
    <w:rsid w:val="0049162C"/>
    <w:rsid w:val="004919C3"/>
    <w:rsid w:val="00491C1A"/>
    <w:rsid w:val="004921AB"/>
    <w:rsid w:val="00492BAA"/>
    <w:rsid w:val="004934D1"/>
    <w:rsid w:val="00493AB3"/>
    <w:rsid w:val="00493D7E"/>
    <w:rsid w:val="004948FF"/>
    <w:rsid w:val="00495049"/>
    <w:rsid w:val="004953C3"/>
    <w:rsid w:val="00495CA6"/>
    <w:rsid w:val="00495E3B"/>
    <w:rsid w:val="00497042"/>
    <w:rsid w:val="004A0866"/>
    <w:rsid w:val="004A0AF4"/>
    <w:rsid w:val="004A0B9D"/>
    <w:rsid w:val="004A12A0"/>
    <w:rsid w:val="004A20DD"/>
    <w:rsid w:val="004A266D"/>
    <w:rsid w:val="004A4943"/>
    <w:rsid w:val="004A5510"/>
    <w:rsid w:val="004A6E13"/>
    <w:rsid w:val="004A6FE9"/>
    <w:rsid w:val="004B050E"/>
    <w:rsid w:val="004B057B"/>
    <w:rsid w:val="004B06B3"/>
    <w:rsid w:val="004B17F4"/>
    <w:rsid w:val="004B2C96"/>
    <w:rsid w:val="004B3207"/>
    <w:rsid w:val="004B3640"/>
    <w:rsid w:val="004B3F28"/>
    <w:rsid w:val="004B4515"/>
    <w:rsid w:val="004B5F23"/>
    <w:rsid w:val="004B64E8"/>
    <w:rsid w:val="004B653D"/>
    <w:rsid w:val="004B726C"/>
    <w:rsid w:val="004B738F"/>
    <w:rsid w:val="004B7621"/>
    <w:rsid w:val="004C0461"/>
    <w:rsid w:val="004C12C2"/>
    <w:rsid w:val="004C26D7"/>
    <w:rsid w:val="004C291A"/>
    <w:rsid w:val="004C2DAA"/>
    <w:rsid w:val="004C3E90"/>
    <w:rsid w:val="004C4336"/>
    <w:rsid w:val="004C45CC"/>
    <w:rsid w:val="004C77B5"/>
    <w:rsid w:val="004C77BF"/>
    <w:rsid w:val="004C79A4"/>
    <w:rsid w:val="004D1099"/>
    <w:rsid w:val="004D12D1"/>
    <w:rsid w:val="004D28A5"/>
    <w:rsid w:val="004D3629"/>
    <w:rsid w:val="004D365D"/>
    <w:rsid w:val="004D3776"/>
    <w:rsid w:val="004D67F7"/>
    <w:rsid w:val="004D7505"/>
    <w:rsid w:val="004D7678"/>
    <w:rsid w:val="004D7CD7"/>
    <w:rsid w:val="004E10F6"/>
    <w:rsid w:val="004E1EEC"/>
    <w:rsid w:val="004E2C26"/>
    <w:rsid w:val="004E37E3"/>
    <w:rsid w:val="004E4C5A"/>
    <w:rsid w:val="004E576F"/>
    <w:rsid w:val="004E6C23"/>
    <w:rsid w:val="004E6E12"/>
    <w:rsid w:val="004E6E95"/>
    <w:rsid w:val="004E711A"/>
    <w:rsid w:val="004E7BA2"/>
    <w:rsid w:val="004F0C3E"/>
    <w:rsid w:val="004F1FF1"/>
    <w:rsid w:val="004F2763"/>
    <w:rsid w:val="004F42AD"/>
    <w:rsid w:val="004F58BA"/>
    <w:rsid w:val="004F6137"/>
    <w:rsid w:val="005022E5"/>
    <w:rsid w:val="00505863"/>
    <w:rsid w:val="00505A04"/>
    <w:rsid w:val="00507334"/>
    <w:rsid w:val="00510A6B"/>
    <w:rsid w:val="00510BAA"/>
    <w:rsid w:val="00511647"/>
    <w:rsid w:val="00511B0E"/>
    <w:rsid w:val="00514000"/>
    <w:rsid w:val="005153F3"/>
    <w:rsid w:val="00517872"/>
    <w:rsid w:val="0052002F"/>
    <w:rsid w:val="00520104"/>
    <w:rsid w:val="00522C68"/>
    <w:rsid w:val="005254BC"/>
    <w:rsid w:val="00526724"/>
    <w:rsid w:val="0053443A"/>
    <w:rsid w:val="005345A5"/>
    <w:rsid w:val="0053599D"/>
    <w:rsid w:val="00536C6E"/>
    <w:rsid w:val="00540C57"/>
    <w:rsid w:val="00540F0C"/>
    <w:rsid w:val="00540F36"/>
    <w:rsid w:val="00541189"/>
    <w:rsid w:val="0054157A"/>
    <w:rsid w:val="00542227"/>
    <w:rsid w:val="00542EEF"/>
    <w:rsid w:val="00544C8B"/>
    <w:rsid w:val="00545D84"/>
    <w:rsid w:val="005504D0"/>
    <w:rsid w:val="00550B2F"/>
    <w:rsid w:val="00551712"/>
    <w:rsid w:val="00551E02"/>
    <w:rsid w:val="005529FE"/>
    <w:rsid w:val="00552C63"/>
    <w:rsid w:val="00553218"/>
    <w:rsid w:val="0055367A"/>
    <w:rsid w:val="0055388F"/>
    <w:rsid w:val="00553E73"/>
    <w:rsid w:val="00553E8E"/>
    <w:rsid w:val="005540AB"/>
    <w:rsid w:val="00554436"/>
    <w:rsid w:val="005549DE"/>
    <w:rsid w:val="00555D0D"/>
    <w:rsid w:val="005573CD"/>
    <w:rsid w:val="00557500"/>
    <w:rsid w:val="00557777"/>
    <w:rsid w:val="00557FB6"/>
    <w:rsid w:val="00561C58"/>
    <w:rsid w:val="005624F8"/>
    <w:rsid w:val="0056257C"/>
    <w:rsid w:val="00562EED"/>
    <w:rsid w:val="00565ADE"/>
    <w:rsid w:val="00566430"/>
    <w:rsid w:val="005673A9"/>
    <w:rsid w:val="0057006C"/>
    <w:rsid w:val="00570548"/>
    <w:rsid w:val="00571BF1"/>
    <w:rsid w:val="00571E91"/>
    <w:rsid w:val="00572208"/>
    <w:rsid w:val="005733E1"/>
    <w:rsid w:val="005739D5"/>
    <w:rsid w:val="00574C66"/>
    <w:rsid w:val="0057612B"/>
    <w:rsid w:val="00577172"/>
    <w:rsid w:val="005772C4"/>
    <w:rsid w:val="0057737F"/>
    <w:rsid w:val="00577577"/>
    <w:rsid w:val="00580CB4"/>
    <w:rsid w:val="00580FB3"/>
    <w:rsid w:val="005832AA"/>
    <w:rsid w:val="005840D3"/>
    <w:rsid w:val="00584801"/>
    <w:rsid w:val="00584ABA"/>
    <w:rsid w:val="00585B8F"/>
    <w:rsid w:val="0058678F"/>
    <w:rsid w:val="00587BF3"/>
    <w:rsid w:val="00590129"/>
    <w:rsid w:val="005911F8"/>
    <w:rsid w:val="00591B52"/>
    <w:rsid w:val="005923FF"/>
    <w:rsid w:val="00593266"/>
    <w:rsid w:val="005954E9"/>
    <w:rsid w:val="005955B7"/>
    <w:rsid w:val="00595E79"/>
    <w:rsid w:val="005960AA"/>
    <w:rsid w:val="00597B34"/>
    <w:rsid w:val="005A00BB"/>
    <w:rsid w:val="005A1C39"/>
    <w:rsid w:val="005A43ED"/>
    <w:rsid w:val="005A4A76"/>
    <w:rsid w:val="005A6C74"/>
    <w:rsid w:val="005B0675"/>
    <w:rsid w:val="005B1C81"/>
    <w:rsid w:val="005B2DE4"/>
    <w:rsid w:val="005B442B"/>
    <w:rsid w:val="005B56BE"/>
    <w:rsid w:val="005B60CF"/>
    <w:rsid w:val="005B68D5"/>
    <w:rsid w:val="005C07D9"/>
    <w:rsid w:val="005C0BA0"/>
    <w:rsid w:val="005C0E2F"/>
    <w:rsid w:val="005C1124"/>
    <w:rsid w:val="005C5165"/>
    <w:rsid w:val="005C62DC"/>
    <w:rsid w:val="005C76DB"/>
    <w:rsid w:val="005C7719"/>
    <w:rsid w:val="005D0640"/>
    <w:rsid w:val="005D1F2A"/>
    <w:rsid w:val="005D2C72"/>
    <w:rsid w:val="005D2F51"/>
    <w:rsid w:val="005D7F1E"/>
    <w:rsid w:val="005E0C1C"/>
    <w:rsid w:val="005E1475"/>
    <w:rsid w:val="005E1978"/>
    <w:rsid w:val="005E2870"/>
    <w:rsid w:val="005E2913"/>
    <w:rsid w:val="005E399F"/>
    <w:rsid w:val="005E5D2F"/>
    <w:rsid w:val="005E66DA"/>
    <w:rsid w:val="005E6836"/>
    <w:rsid w:val="005E6959"/>
    <w:rsid w:val="005E6A3C"/>
    <w:rsid w:val="005E6E3A"/>
    <w:rsid w:val="005F0045"/>
    <w:rsid w:val="005F15C3"/>
    <w:rsid w:val="005F1BD6"/>
    <w:rsid w:val="005F22B0"/>
    <w:rsid w:val="005F2E2D"/>
    <w:rsid w:val="005F2F00"/>
    <w:rsid w:val="005F3C55"/>
    <w:rsid w:val="005F3FC4"/>
    <w:rsid w:val="005F47FD"/>
    <w:rsid w:val="005F4A00"/>
    <w:rsid w:val="005F4EF1"/>
    <w:rsid w:val="0060058B"/>
    <w:rsid w:val="00600A7E"/>
    <w:rsid w:val="00600D49"/>
    <w:rsid w:val="00600D61"/>
    <w:rsid w:val="00600E66"/>
    <w:rsid w:val="006013DF"/>
    <w:rsid w:val="006014D8"/>
    <w:rsid w:val="006016FD"/>
    <w:rsid w:val="00601D74"/>
    <w:rsid w:val="0060295E"/>
    <w:rsid w:val="00603583"/>
    <w:rsid w:val="00603605"/>
    <w:rsid w:val="00603F45"/>
    <w:rsid w:val="006041A3"/>
    <w:rsid w:val="00606B4A"/>
    <w:rsid w:val="00607DD8"/>
    <w:rsid w:val="0061098D"/>
    <w:rsid w:val="00613308"/>
    <w:rsid w:val="006134AA"/>
    <w:rsid w:val="00614301"/>
    <w:rsid w:val="00616AF8"/>
    <w:rsid w:val="00616B92"/>
    <w:rsid w:val="00617F45"/>
    <w:rsid w:val="00620867"/>
    <w:rsid w:val="00620B12"/>
    <w:rsid w:val="006210F4"/>
    <w:rsid w:val="00621DEA"/>
    <w:rsid w:val="0062370A"/>
    <w:rsid w:val="00624B9F"/>
    <w:rsid w:val="006259DA"/>
    <w:rsid w:val="00625C71"/>
    <w:rsid w:val="00625DB1"/>
    <w:rsid w:val="00625DD5"/>
    <w:rsid w:val="00626383"/>
    <w:rsid w:val="0062640D"/>
    <w:rsid w:val="00627316"/>
    <w:rsid w:val="00627A7B"/>
    <w:rsid w:val="00627D40"/>
    <w:rsid w:val="00631636"/>
    <w:rsid w:val="00633FB4"/>
    <w:rsid w:val="00633FED"/>
    <w:rsid w:val="006357C1"/>
    <w:rsid w:val="00635BA7"/>
    <w:rsid w:val="006365EA"/>
    <w:rsid w:val="0063712C"/>
    <w:rsid w:val="00637374"/>
    <w:rsid w:val="00640063"/>
    <w:rsid w:val="00640334"/>
    <w:rsid w:val="00640BB2"/>
    <w:rsid w:val="00641A2D"/>
    <w:rsid w:val="00643BE4"/>
    <w:rsid w:val="00643F5E"/>
    <w:rsid w:val="006449AF"/>
    <w:rsid w:val="006463FB"/>
    <w:rsid w:val="00646D08"/>
    <w:rsid w:val="00650F11"/>
    <w:rsid w:val="00651640"/>
    <w:rsid w:val="0065170B"/>
    <w:rsid w:val="00651ADF"/>
    <w:rsid w:val="00651BDF"/>
    <w:rsid w:val="00651CE4"/>
    <w:rsid w:val="00652225"/>
    <w:rsid w:val="006563D1"/>
    <w:rsid w:val="006574EA"/>
    <w:rsid w:val="0066126B"/>
    <w:rsid w:val="0066157B"/>
    <w:rsid w:val="00663284"/>
    <w:rsid w:val="0066396C"/>
    <w:rsid w:val="00663D70"/>
    <w:rsid w:val="00665B79"/>
    <w:rsid w:val="0066687D"/>
    <w:rsid w:val="00670EB5"/>
    <w:rsid w:val="006726F6"/>
    <w:rsid w:val="006729DC"/>
    <w:rsid w:val="00672E5A"/>
    <w:rsid w:val="00673935"/>
    <w:rsid w:val="00673C87"/>
    <w:rsid w:val="006745F9"/>
    <w:rsid w:val="006762B2"/>
    <w:rsid w:val="00676B9C"/>
    <w:rsid w:val="00680E8F"/>
    <w:rsid w:val="0068115C"/>
    <w:rsid w:val="006814E1"/>
    <w:rsid w:val="00681931"/>
    <w:rsid w:val="00682902"/>
    <w:rsid w:val="006839DD"/>
    <w:rsid w:val="00683F3A"/>
    <w:rsid w:val="00684527"/>
    <w:rsid w:val="006856DA"/>
    <w:rsid w:val="0068618F"/>
    <w:rsid w:val="00686331"/>
    <w:rsid w:val="0068652E"/>
    <w:rsid w:val="00687928"/>
    <w:rsid w:val="00690C19"/>
    <w:rsid w:val="0069163F"/>
    <w:rsid w:val="00691DBB"/>
    <w:rsid w:val="00692E66"/>
    <w:rsid w:val="0069347E"/>
    <w:rsid w:val="006942B6"/>
    <w:rsid w:val="00695838"/>
    <w:rsid w:val="006A09A5"/>
    <w:rsid w:val="006A4AF3"/>
    <w:rsid w:val="006A6E61"/>
    <w:rsid w:val="006A79E7"/>
    <w:rsid w:val="006A7D4D"/>
    <w:rsid w:val="006B04B1"/>
    <w:rsid w:val="006B0E41"/>
    <w:rsid w:val="006B3031"/>
    <w:rsid w:val="006B3A9B"/>
    <w:rsid w:val="006B45DD"/>
    <w:rsid w:val="006B5C71"/>
    <w:rsid w:val="006B7872"/>
    <w:rsid w:val="006B7F0E"/>
    <w:rsid w:val="006C03CA"/>
    <w:rsid w:val="006C0E2A"/>
    <w:rsid w:val="006C1D00"/>
    <w:rsid w:val="006C392F"/>
    <w:rsid w:val="006C425E"/>
    <w:rsid w:val="006C46C5"/>
    <w:rsid w:val="006C4722"/>
    <w:rsid w:val="006C4B43"/>
    <w:rsid w:val="006C5D14"/>
    <w:rsid w:val="006D0881"/>
    <w:rsid w:val="006D0D07"/>
    <w:rsid w:val="006D268A"/>
    <w:rsid w:val="006D2968"/>
    <w:rsid w:val="006D36EC"/>
    <w:rsid w:val="006D3C3E"/>
    <w:rsid w:val="006D6DC1"/>
    <w:rsid w:val="006D6F9A"/>
    <w:rsid w:val="006D7611"/>
    <w:rsid w:val="006D7CD9"/>
    <w:rsid w:val="006E01C6"/>
    <w:rsid w:val="006E0509"/>
    <w:rsid w:val="006E0F1D"/>
    <w:rsid w:val="006E2C8E"/>
    <w:rsid w:val="006E2CB2"/>
    <w:rsid w:val="006E446F"/>
    <w:rsid w:val="006E458F"/>
    <w:rsid w:val="006E470D"/>
    <w:rsid w:val="006E51D9"/>
    <w:rsid w:val="006E6291"/>
    <w:rsid w:val="006E667C"/>
    <w:rsid w:val="006E6986"/>
    <w:rsid w:val="006E6D63"/>
    <w:rsid w:val="006F17DF"/>
    <w:rsid w:val="006F1855"/>
    <w:rsid w:val="006F45C7"/>
    <w:rsid w:val="006F5544"/>
    <w:rsid w:val="006F7134"/>
    <w:rsid w:val="006F7CE8"/>
    <w:rsid w:val="006F7D34"/>
    <w:rsid w:val="006F7DDC"/>
    <w:rsid w:val="0070028F"/>
    <w:rsid w:val="0070090C"/>
    <w:rsid w:val="00701353"/>
    <w:rsid w:val="007014BF"/>
    <w:rsid w:val="007015A4"/>
    <w:rsid w:val="00703442"/>
    <w:rsid w:val="00703542"/>
    <w:rsid w:val="0070524C"/>
    <w:rsid w:val="007053FD"/>
    <w:rsid w:val="007062E7"/>
    <w:rsid w:val="00706DCC"/>
    <w:rsid w:val="00706FBA"/>
    <w:rsid w:val="00710619"/>
    <w:rsid w:val="007108CF"/>
    <w:rsid w:val="00712068"/>
    <w:rsid w:val="00712C0C"/>
    <w:rsid w:val="00713AA2"/>
    <w:rsid w:val="00714396"/>
    <w:rsid w:val="007148AF"/>
    <w:rsid w:val="00714D19"/>
    <w:rsid w:val="007157F7"/>
    <w:rsid w:val="00715F3D"/>
    <w:rsid w:val="0071607A"/>
    <w:rsid w:val="007175D3"/>
    <w:rsid w:val="00717AB1"/>
    <w:rsid w:val="00717C64"/>
    <w:rsid w:val="00720EB6"/>
    <w:rsid w:val="007216F4"/>
    <w:rsid w:val="00721FA0"/>
    <w:rsid w:val="007227DE"/>
    <w:rsid w:val="00723983"/>
    <w:rsid w:val="00723D07"/>
    <w:rsid w:val="00723D1F"/>
    <w:rsid w:val="00724F55"/>
    <w:rsid w:val="00725261"/>
    <w:rsid w:val="00725362"/>
    <w:rsid w:val="00725377"/>
    <w:rsid w:val="00725F9C"/>
    <w:rsid w:val="00726FAE"/>
    <w:rsid w:val="007275F2"/>
    <w:rsid w:val="0073042E"/>
    <w:rsid w:val="00730E45"/>
    <w:rsid w:val="00731377"/>
    <w:rsid w:val="007319A4"/>
    <w:rsid w:val="00731AD7"/>
    <w:rsid w:val="007334A1"/>
    <w:rsid w:val="0073350F"/>
    <w:rsid w:val="007345C8"/>
    <w:rsid w:val="0073743E"/>
    <w:rsid w:val="0073770A"/>
    <w:rsid w:val="00740CF1"/>
    <w:rsid w:val="00740E80"/>
    <w:rsid w:val="00741375"/>
    <w:rsid w:val="00742021"/>
    <w:rsid w:val="00743DBE"/>
    <w:rsid w:val="007444EB"/>
    <w:rsid w:val="0074517B"/>
    <w:rsid w:val="00745C3C"/>
    <w:rsid w:val="00745E33"/>
    <w:rsid w:val="00746788"/>
    <w:rsid w:val="00746950"/>
    <w:rsid w:val="00747754"/>
    <w:rsid w:val="00750AB5"/>
    <w:rsid w:val="00750BAD"/>
    <w:rsid w:val="007516FD"/>
    <w:rsid w:val="00753C2D"/>
    <w:rsid w:val="007565A3"/>
    <w:rsid w:val="00756DC5"/>
    <w:rsid w:val="00756DFE"/>
    <w:rsid w:val="007571E2"/>
    <w:rsid w:val="00757A95"/>
    <w:rsid w:val="00757C25"/>
    <w:rsid w:val="00757D6E"/>
    <w:rsid w:val="00760354"/>
    <w:rsid w:val="00760E91"/>
    <w:rsid w:val="00761AF6"/>
    <w:rsid w:val="007633AD"/>
    <w:rsid w:val="007650ED"/>
    <w:rsid w:val="00765BEF"/>
    <w:rsid w:val="00773080"/>
    <w:rsid w:val="00773290"/>
    <w:rsid w:val="007735AB"/>
    <w:rsid w:val="00773927"/>
    <w:rsid w:val="00773E4E"/>
    <w:rsid w:val="007741C5"/>
    <w:rsid w:val="00774E88"/>
    <w:rsid w:val="00775FFA"/>
    <w:rsid w:val="007761EA"/>
    <w:rsid w:val="00777AC5"/>
    <w:rsid w:val="00780989"/>
    <w:rsid w:val="0078203C"/>
    <w:rsid w:val="007823A9"/>
    <w:rsid w:val="0078259F"/>
    <w:rsid w:val="00782872"/>
    <w:rsid w:val="00784287"/>
    <w:rsid w:val="00784A66"/>
    <w:rsid w:val="0078570A"/>
    <w:rsid w:val="00785C25"/>
    <w:rsid w:val="00787DC9"/>
    <w:rsid w:val="00790662"/>
    <w:rsid w:val="007915D7"/>
    <w:rsid w:val="00791A39"/>
    <w:rsid w:val="00791A55"/>
    <w:rsid w:val="00791BE2"/>
    <w:rsid w:val="00791E0A"/>
    <w:rsid w:val="00792322"/>
    <w:rsid w:val="0079319C"/>
    <w:rsid w:val="00793CD2"/>
    <w:rsid w:val="007946C9"/>
    <w:rsid w:val="0079613B"/>
    <w:rsid w:val="00796476"/>
    <w:rsid w:val="00796941"/>
    <w:rsid w:val="00796AAA"/>
    <w:rsid w:val="007A1982"/>
    <w:rsid w:val="007A32DE"/>
    <w:rsid w:val="007A5456"/>
    <w:rsid w:val="007A6185"/>
    <w:rsid w:val="007A7EE3"/>
    <w:rsid w:val="007B0C69"/>
    <w:rsid w:val="007B10B3"/>
    <w:rsid w:val="007B1D12"/>
    <w:rsid w:val="007B2F17"/>
    <w:rsid w:val="007B46B3"/>
    <w:rsid w:val="007B5CD8"/>
    <w:rsid w:val="007B602B"/>
    <w:rsid w:val="007B6D51"/>
    <w:rsid w:val="007B72AF"/>
    <w:rsid w:val="007C1308"/>
    <w:rsid w:val="007C1F03"/>
    <w:rsid w:val="007C2066"/>
    <w:rsid w:val="007C3DC9"/>
    <w:rsid w:val="007C3F88"/>
    <w:rsid w:val="007C55B5"/>
    <w:rsid w:val="007C59E2"/>
    <w:rsid w:val="007C6139"/>
    <w:rsid w:val="007C6B58"/>
    <w:rsid w:val="007C6F8B"/>
    <w:rsid w:val="007D0140"/>
    <w:rsid w:val="007D1D2B"/>
    <w:rsid w:val="007D1E1A"/>
    <w:rsid w:val="007D1EC7"/>
    <w:rsid w:val="007D4FEB"/>
    <w:rsid w:val="007D5363"/>
    <w:rsid w:val="007D574B"/>
    <w:rsid w:val="007D5FD1"/>
    <w:rsid w:val="007D6427"/>
    <w:rsid w:val="007D6551"/>
    <w:rsid w:val="007E0419"/>
    <w:rsid w:val="007E1139"/>
    <w:rsid w:val="007E181D"/>
    <w:rsid w:val="007E2EBF"/>
    <w:rsid w:val="007E47E8"/>
    <w:rsid w:val="007E4FCF"/>
    <w:rsid w:val="007E5B62"/>
    <w:rsid w:val="007E6B9A"/>
    <w:rsid w:val="007E6DD9"/>
    <w:rsid w:val="007E7CD8"/>
    <w:rsid w:val="007F250B"/>
    <w:rsid w:val="007F2AD4"/>
    <w:rsid w:val="007F4190"/>
    <w:rsid w:val="007F4836"/>
    <w:rsid w:val="007F4E53"/>
    <w:rsid w:val="007F5ABC"/>
    <w:rsid w:val="00800121"/>
    <w:rsid w:val="008018D9"/>
    <w:rsid w:val="00801C2E"/>
    <w:rsid w:val="008021D4"/>
    <w:rsid w:val="00802AA3"/>
    <w:rsid w:val="0080407D"/>
    <w:rsid w:val="00805A0B"/>
    <w:rsid w:val="00806335"/>
    <w:rsid w:val="008065FD"/>
    <w:rsid w:val="008105E2"/>
    <w:rsid w:val="0081088C"/>
    <w:rsid w:val="008110DA"/>
    <w:rsid w:val="008128CA"/>
    <w:rsid w:val="00813371"/>
    <w:rsid w:val="00813440"/>
    <w:rsid w:val="00814FBB"/>
    <w:rsid w:val="00814FC3"/>
    <w:rsid w:val="00820114"/>
    <w:rsid w:val="00820165"/>
    <w:rsid w:val="00821493"/>
    <w:rsid w:val="008225EF"/>
    <w:rsid w:val="00822733"/>
    <w:rsid w:val="008232D4"/>
    <w:rsid w:val="00823380"/>
    <w:rsid w:val="00823883"/>
    <w:rsid w:val="00823B45"/>
    <w:rsid w:val="00824BFB"/>
    <w:rsid w:val="0082648F"/>
    <w:rsid w:val="00826B87"/>
    <w:rsid w:val="00827701"/>
    <w:rsid w:val="00827AE7"/>
    <w:rsid w:val="00827EFD"/>
    <w:rsid w:val="0083003C"/>
    <w:rsid w:val="00830735"/>
    <w:rsid w:val="008313A1"/>
    <w:rsid w:val="00831B8F"/>
    <w:rsid w:val="00833752"/>
    <w:rsid w:val="00835F52"/>
    <w:rsid w:val="00836495"/>
    <w:rsid w:val="00837259"/>
    <w:rsid w:val="00841485"/>
    <w:rsid w:val="00841E4D"/>
    <w:rsid w:val="00841ED6"/>
    <w:rsid w:val="0084238B"/>
    <w:rsid w:val="008430A5"/>
    <w:rsid w:val="0084318E"/>
    <w:rsid w:val="00843F23"/>
    <w:rsid w:val="0084496F"/>
    <w:rsid w:val="00844FC5"/>
    <w:rsid w:val="00845BB2"/>
    <w:rsid w:val="00847740"/>
    <w:rsid w:val="00847856"/>
    <w:rsid w:val="00847C7F"/>
    <w:rsid w:val="00850983"/>
    <w:rsid w:val="00851840"/>
    <w:rsid w:val="00852998"/>
    <w:rsid w:val="008541A9"/>
    <w:rsid w:val="0085556D"/>
    <w:rsid w:val="00855C09"/>
    <w:rsid w:val="0085635F"/>
    <w:rsid w:val="00856941"/>
    <w:rsid w:val="0085738B"/>
    <w:rsid w:val="00857A7C"/>
    <w:rsid w:val="0086251F"/>
    <w:rsid w:val="00863B8E"/>
    <w:rsid w:val="00864864"/>
    <w:rsid w:val="0086509C"/>
    <w:rsid w:val="0086546A"/>
    <w:rsid w:val="00865484"/>
    <w:rsid w:val="00865692"/>
    <w:rsid w:val="008671F1"/>
    <w:rsid w:val="008703F4"/>
    <w:rsid w:val="00870D4D"/>
    <w:rsid w:val="0087122E"/>
    <w:rsid w:val="0087215C"/>
    <w:rsid w:val="00872ED5"/>
    <w:rsid w:val="00873535"/>
    <w:rsid w:val="0087392D"/>
    <w:rsid w:val="00873D57"/>
    <w:rsid w:val="00874112"/>
    <w:rsid w:val="00874D4A"/>
    <w:rsid w:val="008750A0"/>
    <w:rsid w:val="008777DC"/>
    <w:rsid w:val="008778B5"/>
    <w:rsid w:val="00880BCE"/>
    <w:rsid w:val="00880D8A"/>
    <w:rsid w:val="008810AF"/>
    <w:rsid w:val="008819E4"/>
    <w:rsid w:val="00881E6E"/>
    <w:rsid w:val="008830EF"/>
    <w:rsid w:val="00884773"/>
    <w:rsid w:val="00885077"/>
    <w:rsid w:val="008864E6"/>
    <w:rsid w:val="00886E70"/>
    <w:rsid w:val="00887C35"/>
    <w:rsid w:val="00887CBA"/>
    <w:rsid w:val="008933CF"/>
    <w:rsid w:val="00893561"/>
    <w:rsid w:val="00895362"/>
    <w:rsid w:val="00896867"/>
    <w:rsid w:val="00896DC6"/>
    <w:rsid w:val="008A0A2F"/>
    <w:rsid w:val="008A1572"/>
    <w:rsid w:val="008A17C3"/>
    <w:rsid w:val="008A225D"/>
    <w:rsid w:val="008A2828"/>
    <w:rsid w:val="008A38DD"/>
    <w:rsid w:val="008A4630"/>
    <w:rsid w:val="008A5721"/>
    <w:rsid w:val="008B0255"/>
    <w:rsid w:val="008B1E6D"/>
    <w:rsid w:val="008B36D8"/>
    <w:rsid w:val="008B5AE2"/>
    <w:rsid w:val="008B5B7E"/>
    <w:rsid w:val="008C0305"/>
    <w:rsid w:val="008C05BB"/>
    <w:rsid w:val="008C0DB1"/>
    <w:rsid w:val="008C115E"/>
    <w:rsid w:val="008C17A9"/>
    <w:rsid w:val="008C3327"/>
    <w:rsid w:val="008C502E"/>
    <w:rsid w:val="008C510F"/>
    <w:rsid w:val="008C5C77"/>
    <w:rsid w:val="008C6CA6"/>
    <w:rsid w:val="008C7DD4"/>
    <w:rsid w:val="008D0143"/>
    <w:rsid w:val="008D1374"/>
    <w:rsid w:val="008D32AB"/>
    <w:rsid w:val="008D384F"/>
    <w:rsid w:val="008D3953"/>
    <w:rsid w:val="008D5874"/>
    <w:rsid w:val="008D5FE6"/>
    <w:rsid w:val="008D60C4"/>
    <w:rsid w:val="008D65BA"/>
    <w:rsid w:val="008D6657"/>
    <w:rsid w:val="008E1FA7"/>
    <w:rsid w:val="008E3160"/>
    <w:rsid w:val="008E4D2E"/>
    <w:rsid w:val="008E52ED"/>
    <w:rsid w:val="008E569F"/>
    <w:rsid w:val="008E5E5C"/>
    <w:rsid w:val="008E5EA9"/>
    <w:rsid w:val="008E7264"/>
    <w:rsid w:val="008F1A98"/>
    <w:rsid w:val="008F258C"/>
    <w:rsid w:val="008F371F"/>
    <w:rsid w:val="008F3B2D"/>
    <w:rsid w:val="008F3BB8"/>
    <w:rsid w:val="008F4513"/>
    <w:rsid w:val="008F48DB"/>
    <w:rsid w:val="008F4C0D"/>
    <w:rsid w:val="008F58C4"/>
    <w:rsid w:val="008F5B45"/>
    <w:rsid w:val="008F5E7E"/>
    <w:rsid w:val="008F634F"/>
    <w:rsid w:val="008F72BE"/>
    <w:rsid w:val="009004A4"/>
    <w:rsid w:val="009006DA"/>
    <w:rsid w:val="00900D4D"/>
    <w:rsid w:val="00901417"/>
    <w:rsid w:val="00901478"/>
    <w:rsid w:val="00902438"/>
    <w:rsid w:val="009032B8"/>
    <w:rsid w:val="009046DF"/>
    <w:rsid w:val="0090528A"/>
    <w:rsid w:val="009057CB"/>
    <w:rsid w:val="00905A5A"/>
    <w:rsid w:val="009076D1"/>
    <w:rsid w:val="00911C81"/>
    <w:rsid w:val="0091265B"/>
    <w:rsid w:val="00912C1E"/>
    <w:rsid w:val="00914088"/>
    <w:rsid w:val="00914562"/>
    <w:rsid w:val="0091682D"/>
    <w:rsid w:val="009202A7"/>
    <w:rsid w:val="00920614"/>
    <w:rsid w:val="00922370"/>
    <w:rsid w:val="00922D24"/>
    <w:rsid w:val="009232CB"/>
    <w:rsid w:val="0092376A"/>
    <w:rsid w:val="0092388A"/>
    <w:rsid w:val="00924CF9"/>
    <w:rsid w:val="009255A1"/>
    <w:rsid w:val="00925709"/>
    <w:rsid w:val="009258DF"/>
    <w:rsid w:val="00925BE7"/>
    <w:rsid w:val="00926207"/>
    <w:rsid w:val="00926389"/>
    <w:rsid w:val="0092691F"/>
    <w:rsid w:val="00926FFE"/>
    <w:rsid w:val="00927D62"/>
    <w:rsid w:val="009301DC"/>
    <w:rsid w:val="00932192"/>
    <w:rsid w:val="0093264B"/>
    <w:rsid w:val="00932990"/>
    <w:rsid w:val="00932EDF"/>
    <w:rsid w:val="00933C8D"/>
    <w:rsid w:val="009340F4"/>
    <w:rsid w:val="00934382"/>
    <w:rsid w:val="009366D2"/>
    <w:rsid w:val="00937961"/>
    <w:rsid w:val="0093798E"/>
    <w:rsid w:val="0094036D"/>
    <w:rsid w:val="009407CE"/>
    <w:rsid w:val="00940B6B"/>
    <w:rsid w:val="009424D9"/>
    <w:rsid w:val="00943412"/>
    <w:rsid w:val="00943B2E"/>
    <w:rsid w:val="00944BBF"/>
    <w:rsid w:val="00945189"/>
    <w:rsid w:val="0094536C"/>
    <w:rsid w:val="00945D11"/>
    <w:rsid w:val="009472D2"/>
    <w:rsid w:val="0095021D"/>
    <w:rsid w:val="009503E2"/>
    <w:rsid w:val="00950743"/>
    <w:rsid w:val="0095304F"/>
    <w:rsid w:val="009537CC"/>
    <w:rsid w:val="009557F9"/>
    <w:rsid w:val="0095661B"/>
    <w:rsid w:val="00960620"/>
    <w:rsid w:val="00960F67"/>
    <w:rsid w:val="00961CD2"/>
    <w:rsid w:val="00962B76"/>
    <w:rsid w:val="00962C7A"/>
    <w:rsid w:val="009668BF"/>
    <w:rsid w:val="0096782A"/>
    <w:rsid w:val="0097061F"/>
    <w:rsid w:val="0097112D"/>
    <w:rsid w:val="00971180"/>
    <w:rsid w:val="0097264B"/>
    <w:rsid w:val="009726C9"/>
    <w:rsid w:val="00972C70"/>
    <w:rsid w:val="009740C4"/>
    <w:rsid w:val="00974224"/>
    <w:rsid w:val="00974F8D"/>
    <w:rsid w:val="00974FF1"/>
    <w:rsid w:val="00975D34"/>
    <w:rsid w:val="00976706"/>
    <w:rsid w:val="009767D3"/>
    <w:rsid w:val="00977692"/>
    <w:rsid w:val="009819FB"/>
    <w:rsid w:val="00981CD7"/>
    <w:rsid w:val="009824EC"/>
    <w:rsid w:val="009826ED"/>
    <w:rsid w:val="00982BF2"/>
    <w:rsid w:val="009838C1"/>
    <w:rsid w:val="00983E7B"/>
    <w:rsid w:val="009841F7"/>
    <w:rsid w:val="00986F27"/>
    <w:rsid w:val="00987873"/>
    <w:rsid w:val="0098791B"/>
    <w:rsid w:val="00990A5A"/>
    <w:rsid w:val="00990B78"/>
    <w:rsid w:val="00992C92"/>
    <w:rsid w:val="00992E31"/>
    <w:rsid w:val="009932E4"/>
    <w:rsid w:val="009972D9"/>
    <w:rsid w:val="00997F0B"/>
    <w:rsid w:val="009A2A90"/>
    <w:rsid w:val="009A3D7B"/>
    <w:rsid w:val="009A53CC"/>
    <w:rsid w:val="009A5A80"/>
    <w:rsid w:val="009A695A"/>
    <w:rsid w:val="009A6CC7"/>
    <w:rsid w:val="009A7001"/>
    <w:rsid w:val="009A73D6"/>
    <w:rsid w:val="009A7DA5"/>
    <w:rsid w:val="009B00F0"/>
    <w:rsid w:val="009B01D4"/>
    <w:rsid w:val="009B0476"/>
    <w:rsid w:val="009B0C22"/>
    <w:rsid w:val="009B1B4A"/>
    <w:rsid w:val="009B2B08"/>
    <w:rsid w:val="009B36E8"/>
    <w:rsid w:val="009B392F"/>
    <w:rsid w:val="009B58F9"/>
    <w:rsid w:val="009B691A"/>
    <w:rsid w:val="009B7253"/>
    <w:rsid w:val="009B759E"/>
    <w:rsid w:val="009B7DE5"/>
    <w:rsid w:val="009C0B67"/>
    <w:rsid w:val="009C2E28"/>
    <w:rsid w:val="009C461A"/>
    <w:rsid w:val="009C61D1"/>
    <w:rsid w:val="009C7321"/>
    <w:rsid w:val="009D0B48"/>
    <w:rsid w:val="009D1CC8"/>
    <w:rsid w:val="009D3969"/>
    <w:rsid w:val="009D3D36"/>
    <w:rsid w:val="009D3DC3"/>
    <w:rsid w:val="009D4F53"/>
    <w:rsid w:val="009D5D40"/>
    <w:rsid w:val="009D6CB0"/>
    <w:rsid w:val="009E01FE"/>
    <w:rsid w:val="009E03BE"/>
    <w:rsid w:val="009E07BB"/>
    <w:rsid w:val="009E087B"/>
    <w:rsid w:val="009E0F94"/>
    <w:rsid w:val="009E15D3"/>
    <w:rsid w:val="009E1680"/>
    <w:rsid w:val="009E34B1"/>
    <w:rsid w:val="009E3E93"/>
    <w:rsid w:val="009E3FFD"/>
    <w:rsid w:val="009E4824"/>
    <w:rsid w:val="009E4CE6"/>
    <w:rsid w:val="009E67C9"/>
    <w:rsid w:val="009E6DE8"/>
    <w:rsid w:val="009E706E"/>
    <w:rsid w:val="009E7AB9"/>
    <w:rsid w:val="009F2C77"/>
    <w:rsid w:val="009F4224"/>
    <w:rsid w:val="009F4A64"/>
    <w:rsid w:val="009F4A72"/>
    <w:rsid w:val="009F5327"/>
    <w:rsid w:val="009F6940"/>
    <w:rsid w:val="009F697B"/>
    <w:rsid w:val="009F6DDF"/>
    <w:rsid w:val="009F7249"/>
    <w:rsid w:val="009F7D81"/>
    <w:rsid w:val="00A00A9C"/>
    <w:rsid w:val="00A00BA3"/>
    <w:rsid w:val="00A01810"/>
    <w:rsid w:val="00A024F1"/>
    <w:rsid w:val="00A038A7"/>
    <w:rsid w:val="00A03FB3"/>
    <w:rsid w:val="00A0400A"/>
    <w:rsid w:val="00A04BE5"/>
    <w:rsid w:val="00A04EF4"/>
    <w:rsid w:val="00A05A22"/>
    <w:rsid w:val="00A05F81"/>
    <w:rsid w:val="00A068A7"/>
    <w:rsid w:val="00A106AA"/>
    <w:rsid w:val="00A116B2"/>
    <w:rsid w:val="00A12D37"/>
    <w:rsid w:val="00A151E0"/>
    <w:rsid w:val="00A16415"/>
    <w:rsid w:val="00A2056F"/>
    <w:rsid w:val="00A209AB"/>
    <w:rsid w:val="00A21000"/>
    <w:rsid w:val="00A2106C"/>
    <w:rsid w:val="00A21090"/>
    <w:rsid w:val="00A22363"/>
    <w:rsid w:val="00A2310F"/>
    <w:rsid w:val="00A23162"/>
    <w:rsid w:val="00A24090"/>
    <w:rsid w:val="00A2642A"/>
    <w:rsid w:val="00A26571"/>
    <w:rsid w:val="00A26AD5"/>
    <w:rsid w:val="00A27B1B"/>
    <w:rsid w:val="00A27F2C"/>
    <w:rsid w:val="00A309B8"/>
    <w:rsid w:val="00A30F05"/>
    <w:rsid w:val="00A3140C"/>
    <w:rsid w:val="00A3166C"/>
    <w:rsid w:val="00A32170"/>
    <w:rsid w:val="00A32B3D"/>
    <w:rsid w:val="00A33C5D"/>
    <w:rsid w:val="00A35688"/>
    <w:rsid w:val="00A35EDE"/>
    <w:rsid w:val="00A36CA9"/>
    <w:rsid w:val="00A37D34"/>
    <w:rsid w:val="00A404C6"/>
    <w:rsid w:val="00A40AE4"/>
    <w:rsid w:val="00A41201"/>
    <w:rsid w:val="00A41DAE"/>
    <w:rsid w:val="00A421FE"/>
    <w:rsid w:val="00A42FC1"/>
    <w:rsid w:val="00A43A6C"/>
    <w:rsid w:val="00A44704"/>
    <w:rsid w:val="00A44A4B"/>
    <w:rsid w:val="00A44C38"/>
    <w:rsid w:val="00A45035"/>
    <w:rsid w:val="00A46554"/>
    <w:rsid w:val="00A478DC"/>
    <w:rsid w:val="00A509AD"/>
    <w:rsid w:val="00A50B0F"/>
    <w:rsid w:val="00A50FBD"/>
    <w:rsid w:val="00A51337"/>
    <w:rsid w:val="00A51B1A"/>
    <w:rsid w:val="00A51FCA"/>
    <w:rsid w:val="00A5439D"/>
    <w:rsid w:val="00A54D62"/>
    <w:rsid w:val="00A56799"/>
    <w:rsid w:val="00A57845"/>
    <w:rsid w:val="00A60698"/>
    <w:rsid w:val="00A6076B"/>
    <w:rsid w:val="00A60B19"/>
    <w:rsid w:val="00A636D2"/>
    <w:rsid w:val="00A63842"/>
    <w:rsid w:val="00A639AD"/>
    <w:rsid w:val="00A6486D"/>
    <w:rsid w:val="00A648C5"/>
    <w:rsid w:val="00A657DB"/>
    <w:rsid w:val="00A65927"/>
    <w:rsid w:val="00A667E6"/>
    <w:rsid w:val="00A668D6"/>
    <w:rsid w:val="00A672A2"/>
    <w:rsid w:val="00A70000"/>
    <w:rsid w:val="00A700AF"/>
    <w:rsid w:val="00A7011D"/>
    <w:rsid w:val="00A7074A"/>
    <w:rsid w:val="00A707C0"/>
    <w:rsid w:val="00A708CB"/>
    <w:rsid w:val="00A7111B"/>
    <w:rsid w:val="00A716DD"/>
    <w:rsid w:val="00A7179F"/>
    <w:rsid w:val="00A72F8E"/>
    <w:rsid w:val="00A72FFD"/>
    <w:rsid w:val="00A737B5"/>
    <w:rsid w:val="00A740FF"/>
    <w:rsid w:val="00A741FA"/>
    <w:rsid w:val="00A745EB"/>
    <w:rsid w:val="00A74786"/>
    <w:rsid w:val="00A749A9"/>
    <w:rsid w:val="00A749E5"/>
    <w:rsid w:val="00A74F20"/>
    <w:rsid w:val="00A751DD"/>
    <w:rsid w:val="00A762D2"/>
    <w:rsid w:val="00A80A89"/>
    <w:rsid w:val="00A86979"/>
    <w:rsid w:val="00A87799"/>
    <w:rsid w:val="00A878DF"/>
    <w:rsid w:val="00A906EB"/>
    <w:rsid w:val="00A918B9"/>
    <w:rsid w:val="00A91F7E"/>
    <w:rsid w:val="00A93200"/>
    <w:rsid w:val="00A9330B"/>
    <w:rsid w:val="00A940EB"/>
    <w:rsid w:val="00A943BC"/>
    <w:rsid w:val="00A94413"/>
    <w:rsid w:val="00A945D7"/>
    <w:rsid w:val="00A948BA"/>
    <w:rsid w:val="00A95A35"/>
    <w:rsid w:val="00A9662C"/>
    <w:rsid w:val="00A96C3C"/>
    <w:rsid w:val="00A971B5"/>
    <w:rsid w:val="00A975B1"/>
    <w:rsid w:val="00A97C60"/>
    <w:rsid w:val="00AA0EE8"/>
    <w:rsid w:val="00AA18B0"/>
    <w:rsid w:val="00AA378D"/>
    <w:rsid w:val="00AA3BCE"/>
    <w:rsid w:val="00AA495F"/>
    <w:rsid w:val="00AA4C1C"/>
    <w:rsid w:val="00AA532F"/>
    <w:rsid w:val="00AA5B59"/>
    <w:rsid w:val="00AA5E75"/>
    <w:rsid w:val="00AA783B"/>
    <w:rsid w:val="00AB1688"/>
    <w:rsid w:val="00AB1C70"/>
    <w:rsid w:val="00AB1F96"/>
    <w:rsid w:val="00AB22B9"/>
    <w:rsid w:val="00AB307D"/>
    <w:rsid w:val="00AB43A2"/>
    <w:rsid w:val="00AB43BF"/>
    <w:rsid w:val="00AB49D2"/>
    <w:rsid w:val="00AB49D8"/>
    <w:rsid w:val="00AB5AFC"/>
    <w:rsid w:val="00AB5B22"/>
    <w:rsid w:val="00AB7965"/>
    <w:rsid w:val="00AB7BE9"/>
    <w:rsid w:val="00AB7F4B"/>
    <w:rsid w:val="00AC271A"/>
    <w:rsid w:val="00AC28CD"/>
    <w:rsid w:val="00AC2C70"/>
    <w:rsid w:val="00AC3A2F"/>
    <w:rsid w:val="00AC41E0"/>
    <w:rsid w:val="00AC4C35"/>
    <w:rsid w:val="00AC5626"/>
    <w:rsid w:val="00AC6146"/>
    <w:rsid w:val="00AC64A5"/>
    <w:rsid w:val="00AC68E6"/>
    <w:rsid w:val="00AC6C3C"/>
    <w:rsid w:val="00AC6D57"/>
    <w:rsid w:val="00AC6EE6"/>
    <w:rsid w:val="00AC7949"/>
    <w:rsid w:val="00AD04AF"/>
    <w:rsid w:val="00AD09F6"/>
    <w:rsid w:val="00AD20D9"/>
    <w:rsid w:val="00AD2964"/>
    <w:rsid w:val="00AD365B"/>
    <w:rsid w:val="00AD59C1"/>
    <w:rsid w:val="00AD5C3C"/>
    <w:rsid w:val="00AD65A6"/>
    <w:rsid w:val="00AE0778"/>
    <w:rsid w:val="00AE15CB"/>
    <w:rsid w:val="00AE1E35"/>
    <w:rsid w:val="00AE270B"/>
    <w:rsid w:val="00AE4D35"/>
    <w:rsid w:val="00AE5109"/>
    <w:rsid w:val="00AE5DAC"/>
    <w:rsid w:val="00AE6117"/>
    <w:rsid w:val="00AE64FD"/>
    <w:rsid w:val="00AE6661"/>
    <w:rsid w:val="00AE67C8"/>
    <w:rsid w:val="00AE6F06"/>
    <w:rsid w:val="00AE7673"/>
    <w:rsid w:val="00AE76A7"/>
    <w:rsid w:val="00AF00DF"/>
    <w:rsid w:val="00AF04CD"/>
    <w:rsid w:val="00AF05E6"/>
    <w:rsid w:val="00AF0A2F"/>
    <w:rsid w:val="00AF2121"/>
    <w:rsid w:val="00AF217C"/>
    <w:rsid w:val="00AF2348"/>
    <w:rsid w:val="00AF33DF"/>
    <w:rsid w:val="00AF358D"/>
    <w:rsid w:val="00AF40BB"/>
    <w:rsid w:val="00AF42F7"/>
    <w:rsid w:val="00AF5045"/>
    <w:rsid w:val="00AF5C2D"/>
    <w:rsid w:val="00AF6875"/>
    <w:rsid w:val="00B01257"/>
    <w:rsid w:val="00B018BA"/>
    <w:rsid w:val="00B02DE5"/>
    <w:rsid w:val="00B0336A"/>
    <w:rsid w:val="00B03E0D"/>
    <w:rsid w:val="00B04254"/>
    <w:rsid w:val="00B0458A"/>
    <w:rsid w:val="00B05B01"/>
    <w:rsid w:val="00B06DFC"/>
    <w:rsid w:val="00B1002E"/>
    <w:rsid w:val="00B11AF5"/>
    <w:rsid w:val="00B12ED2"/>
    <w:rsid w:val="00B15E53"/>
    <w:rsid w:val="00B17010"/>
    <w:rsid w:val="00B171D4"/>
    <w:rsid w:val="00B201BD"/>
    <w:rsid w:val="00B2067B"/>
    <w:rsid w:val="00B206BD"/>
    <w:rsid w:val="00B2215C"/>
    <w:rsid w:val="00B2319A"/>
    <w:rsid w:val="00B2395D"/>
    <w:rsid w:val="00B241CE"/>
    <w:rsid w:val="00B24ABA"/>
    <w:rsid w:val="00B25D73"/>
    <w:rsid w:val="00B26B75"/>
    <w:rsid w:val="00B26D6E"/>
    <w:rsid w:val="00B30EC2"/>
    <w:rsid w:val="00B325FE"/>
    <w:rsid w:val="00B329DF"/>
    <w:rsid w:val="00B35F93"/>
    <w:rsid w:val="00B36C76"/>
    <w:rsid w:val="00B376D8"/>
    <w:rsid w:val="00B37FEA"/>
    <w:rsid w:val="00B4064C"/>
    <w:rsid w:val="00B413D3"/>
    <w:rsid w:val="00B4170C"/>
    <w:rsid w:val="00B41B2B"/>
    <w:rsid w:val="00B426ED"/>
    <w:rsid w:val="00B42E0C"/>
    <w:rsid w:val="00B47062"/>
    <w:rsid w:val="00B47827"/>
    <w:rsid w:val="00B47FE1"/>
    <w:rsid w:val="00B506FA"/>
    <w:rsid w:val="00B51C99"/>
    <w:rsid w:val="00B52304"/>
    <w:rsid w:val="00B537AD"/>
    <w:rsid w:val="00B53D13"/>
    <w:rsid w:val="00B54A4C"/>
    <w:rsid w:val="00B56365"/>
    <w:rsid w:val="00B566E4"/>
    <w:rsid w:val="00B60990"/>
    <w:rsid w:val="00B61E71"/>
    <w:rsid w:val="00B629FE"/>
    <w:rsid w:val="00B6337E"/>
    <w:rsid w:val="00B637B2"/>
    <w:rsid w:val="00B64049"/>
    <w:rsid w:val="00B641FC"/>
    <w:rsid w:val="00B65134"/>
    <w:rsid w:val="00B659B6"/>
    <w:rsid w:val="00B65B04"/>
    <w:rsid w:val="00B65B16"/>
    <w:rsid w:val="00B668FF"/>
    <w:rsid w:val="00B70255"/>
    <w:rsid w:val="00B70AEE"/>
    <w:rsid w:val="00B71271"/>
    <w:rsid w:val="00B7160F"/>
    <w:rsid w:val="00B7199B"/>
    <w:rsid w:val="00B71ADF"/>
    <w:rsid w:val="00B72051"/>
    <w:rsid w:val="00B720FF"/>
    <w:rsid w:val="00B72A07"/>
    <w:rsid w:val="00B73110"/>
    <w:rsid w:val="00B731F9"/>
    <w:rsid w:val="00B736E4"/>
    <w:rsid w:val="00B74B12"/>
    <w:rsid w:val="00B7501C"/>
    <w:rsid w:val="00B75484"/>
    <w:rsid w:val="00B757B6"/>
    <w:rsid w:val="00B76530"/>
    <w:rsid w:val="00B76A7C"/>
    <w:rsid w:val="00B76B70"/>
    <w:rsid w:val="00B77156"/>
    <w:rsid w:val="00B77A65"/>
    <w:rsid w:val="00B77EF4"/>
    <w:rsid w:val="00B77F03"/>
    <w:rsid w:val="00B81F23"/>
    <w:rsid w:val="00B826CE"/>
    <w:rsid w:val="00B82A3A"/>
    <w:rsid w:val="00B85811"/>
    <w:rsid w:val="00B87355"/>
    <w:rsid w:val="00B87CAF"/>
    <w:rsid w:val="00B87CE9"/>
    <w:rsid w:val="00B90A19"/>
    <w:rsid w:val="00B92FE5"/>
    <w:rsid w:val="00B931B4"/>
    <w:rsid w:val="00B936D7"/>
    <w:rsid w:val="00B94E2B"/>
    <w:rsid w:val="00B955A3"/>
    <w:rsid w:val="00B95767"/>
    <w:rsid w:val="00B957AD"/>
    <w:rsid w:val="00B96F74"/>
    <w:rsid w:val="00B9760C"/>
    <w:rsid w:val="00BA018F"/>
    <w:rsid w:val="00BA0451"/>
    <w:rsid w:val="00BA0FA2"/>
    <w:rsid w:val="00BA1D16"/>
    <w:rsid w:val="00BA20DE"/>
    <w:rsid w:val="00BA3270"/>
    <w:rsid w:val="00BA5186"/>
    <w:rsid w:val="00BA613F"/>
    <w:rsid w:val="00BA657A"/>
    <w:rsid w:val="00BA6C34"/>
    <w:rsid w:val="00BA6C54"/>
    <w:rsid w:val="00BA7CA5"/>
    <w:rsid w:val="00BB099C"/>
    <w:rsid w:val="00BB0DF4"/>
    <w:rsid w:val="00BB2D2C"/>
    <w:rsid w:val="00BB3CFF"/>
    <w:rsid w:val="00BB46F5"/>
    <w:rsid w:val="00BB4CCD"/>
    <w:rsid w:val="00BB5951"/>
    <w:rsid w:val="00BB5C69"/>
    <w:rsid w:val="00BB5C83"/>
    <w:rsid w:val="00BB643C"/>
    <w:rsid w:val="00BC0213"/>
    <w:rsid w:val="00BC09E8"/>
    <w:rsid w:val="00BC0D64"/>
    <w:rsid w:val="00BC1ED9"/>
    <w:rsid w:val="00BC2021"/>
    <w:rsid w:val="00BC2993"/>
    <w:rsid w:val="00BC43AD"/>
    <w:rsid w:val="00BC499A"/>
    <w:rsid w:val="00BC53C2"/>
    <w:rsid w:val="00BC5721"/>
    <w:rsid w:val="00BC717E"/>
    <w:rsid w:val="00BD1629"/>
    <w:rsid w:val="00BD1CB7"/>
    <w:rsid w:val="00BD2FED"/>
    <w:rsid w:val="00BD4525"/>
    <w:rsid w:val="00BD4DFE"/>
    <w:rsid w:val="00BD593F"/>
    <w:rsid w:val="00BD5AEA"/>
    <w:rsid w:val="00BD6706"/>
    <w:rsid w:val="00BD7B66"/>
    <w:rsid w:val="00BD7F81"/>
    <w:rsid w:val="00BE0688"/>
    <w:rsid w:val="00BE0D08"/>
    <w:rsid w:val="00BE2611"/>
    <w:rsid w:val="00BE32C4"/>
    <w:rsid w:val="00BE367A"/>
    <w:rsid w:val="00BE4C5F"/>
    <w:rsid w:val="00BE564E"/>
    <w:rsid w:val="00BE6306"/>
    <w:rsid w:val="00BE630D"/>
    <w:rsid w:val="00BE6C8A"/>
    <w:rsid w:val="00BE70BE"/>
    <w:rsid w:val="00BE7ED8"/>
    <w:rsid w:val="00BF0935"/>
    <w:rsid w:val="00BF1E3B"/>
    <w:rsid w:val="00BF1FD5"/>
    <w:rsid w:val="00BF2D7F"/>
    <w:rsid w:val="00BF36F6"/>
    <w:rsid w:val="00BF4CA5"/>
    <w:rsid w:val="00BF52FF"/>
    <w:rsid w:val="00BF58F5"/>
    <w:rsid w:val="00BF706D"/>
    <w:rsid w:val="00BF7839"/>
    <w:rsid w:val="00C01AB7"/>
    <w:rsid w:val="00C01D95"/>
    <w:rsid w:val="00C02B19"/>
    <w:rsid w:val="00C03C35"/>
    <w:rsid w:val="00C0551F"/>
    <w:rsid w:val="00C0589D"/>
    <w:rsid w:val="00C07B77"/>
    <w:rsid w:val="00C07E95"/>
    <w:rsid w:val="00C10947"/>
    <w:rsid w:val="00C11339"/>
    <w:rsid w:val="00C115E2"/>
    <w:rsid w:val="00C1247B"/>
    <w:rsid w:val="00C13127"/>
    <w:rsid w:val="00C135D2"/>
    <w:rsid w:val="00C14048"/>
    <w:rsid w:val="00C1570C"/>
    <w:rsid w:val="00C167A4"/>
    <w:rsid w:val="00C20107"/>
    <w:rsid w:val="00C20E08"/>
    <w:rsid w:val="00C2177F"/>
    <w:rsid w:val="00C21F8D"/>
    <w:rsid w:val="00C22273"/>
    <w:rsid w:val="00C22361"/>
    <w:rsid w:val="00C22F7C"/>
    <w:rsid w:val="00C231C3"/>
    <w:rsid w:val="00C235D7"/>
    <w:rsid w:val="00C23ED6"/>
    <w:rsid w:val="00C2419C"/>
    <w:rsid w:val="00C249D9"/>
    <w:rsid w:val="00C2696F"/>
    <w:rsid w:val="00C26D89"/>
    <w:rsid w:val="00C2788D"/>
    <w:rsid w:val="00C31833"/>
    <w:rsid w:val="00C32F8F"/>
    <w:rsid w:val="00C33018"/>
    <w:rsid w:val="00C335E6"/>
    <w:rsid w:val="00C33B4D"/>
    <w:rsid w:val="00C33FF8"/>
    <w:rsid w:val="00C346D8"/>
    <w:rsid w:val="00C35A49"/>
    <w:rsid w:val="00C35CFA"/>
    <w:rsid w:val="00C36AF1"/>
    <w:rsid w:val="00C37458"/>
    <w:rsid w:val="00C37AF7"/>
    <w:rsid w:val="00C41B46"/>
    <w:rsid w:val="00C4445C"/>
    <w:rsid w:val="00C459AF"/>
    <w:rsid w:val="00C45E29"/>
    <w:rsid w:val="00C478FD"/>
    <w:rsid w:val="00C50B71"/>
    <w:rsid w:val="00C50FF0"/>
    <w:rsid w:val="00C51B20"/>
    <w:rsid w:val="00C57911"/>
    <w:rsid w:val="00C617E5"/>
    <w:rsid w:val="00C62B77"/>
    <w:rsid w:val="00C63B70"/>
    <w:rsid w:val="00C644F2"/>
    <w:rsid w:val="00C64CB4"/>
    <w:rsid w:val="00C64CD6"/>
    <w:rsid w:val="00C651EB"/>
    <w:rsid w:val="00C667E4"/>
    <w:rsid w:val="00C66CA9"/>
    <w:rsid w:val="00C67859"/>
    <w:rsid w:val="00C70D9D"/>
    <w:rsid w:val="00C714FF"/>
    <w:rsid w:val="00C721AD"/>
    <w:rsid w:val="00C72DCA"/>
    <w:rsid w:val="00C73A6F"/>
    <w:rsid w:val="00C756BD"/>
    <w:rsid w:val="00C764C6"/>
    <w:rsid w:val="00C76A9C"/>
    <w:rsid w:val="00C77054"/>
    <w:rsid w:val="00C8022B"/>
    <w:rsid w:val="00C80492"/>
    <w:rsid w:val="00C8086D"/>
    <w:rsid w:val="00C812EA"/>
    <w:rsid w:val="00C81C96"/>
    <w:rsid w:val="00C839DC"/>
    <w:rsid w:val="00C83E05"/>
    <w:rsid w:val="00C849B1"/>
    <w:rsid w:val="00C8619B"/>
    <w:rsid w:val="00C8666A"/>
    <w:rsid w:val="00C86EE3"/>
    <w:rsid w:val="00C8734B"/>
    <w:rsid w:val="00C9021F"/>
    <w:rsid w:val="00C9028D"/>
    <w:rsid w:val="00C906FE"/>
    <w:rsid w:val="00C913D0"/>
    <w:rsid w:val="00C91EAD"/>
    <w:rsid w:val="00C94CE7"/>
    <w:rsid w:val="00C96017"/>
    <w:rsid w:val="00C964BA"/>
    <w:rsid w:val="00C974E6"/>
    <w:rsid w:val="00CA125B"/>
    <w:rsid w:val="00CA1AF5"/>
    <w:rsid w:val="00CA2801"/>
    <w:rsid w:val="00CA3717"/>
    <w:rsid w:val="00CA41BF"/>
    <w:rsid w:val="00CA539C"/>
    <w:rsid w:val="00CA6517"/>
    <w:rsid w:val="00CB09EE"/>
    <w:rsid w:val="00CB216B"/>
    <w:rsid w:val="00CB22FF"/>
    <w:rsid w:val="00CB294F"/>
    <w:rsid w:val="00CB4647"/>
    <w:rsid w:val="00CB686E"/>
    <w:rsid w:val="00CB7FF3"/>
    <w:rsid w:val="00CC073C"/>
    <w:rsid w:val="00CC0833"/>
    <w:rsid w:val="00CC0D6C"/>
    <w:rsid w:val="00CC156E"/>
    <w:rsid w:val="00CC1838"/>
    <w:rsid w:val="00CC1B03"/>
    <w:rsid w:val="00CC1E4B"/>
    <w:rsid w:val="00CC2ACD"/>
    <w:rsid w:val="00CC36EC"/>
    <w:rsid w:val="00CC4911"/>
    <w:rsid w:val="00CC4F07"/>
    <w:rsid w:val="00CC546F"/>
    <w:rsid w:val="00CC667B"/>
    <w:rsid w:val="00CC712A"/>
    <w:rsid w:val="00CC71B8"/>
    <w:rsid w:val="00CC7491"/>
    <w:rsid w:val="00CD0AB0"/>
    <w:rsid w:val="00CD2DE0"/>
    <w:rsid w:val="00CD309F"/>
    <w:rsid w:val="00CD72D4"/>
    <w:rsid w:val="00CD75B6"/>
    <w:rsid w:val="00CE0144"/>
    <w:rsid w:val="00CE159C"/>
    <w:rsid w:val="00CE239C"/>
    <w:rsid w:val="00CE26C0"/>
    <w:rsid w:val="00CE293F"/>
    <w:rsid w:val="00CE30BA"/>
    <w:rsid w:val="00CE30CD"/>
    <w:rsid w:val="00CE4DC5"/>
    <w:rsid w:val="00CE7DEC"/>
    <w:rsid w:val="00CF06A5"/>
    <w:rsid w:val="00CF137D"/>
    <w:rsid w:val="00CF149F"/>
    <w:rsid w:val="00CF193B"/>
    <w:rsid w:val="00CF3914"/>
    <w:rsid w:val="00CF4DEF"/>
    <w:rsid w:val="00CF4EE7"/>
    <w:rsid w:val="00CF67CF"/>
    <w:rsid w:val="00D00008"/>
    <w:rsid w:val="00D011FF"/>
    <w:rsid w:val="00D0222A"/>
    <w:rsid w:val="00D032B6"/>
    <w:rsid w:val="00D0348B"/>
    <w:rsid w:val="00D03C56"/>
    <w:rsid w:val="00D03DAD"/>
    <w:rsid w:val="00D067D8"/>
    <w:rsid w:val="00D0696E"/>
    <w:rsid w:val="00D10971"/>
    <w:rsid w:val="00D10EFA"/>
    <w:rsid w:val="00D11088"/>
    <w:rsid w:val="00D11686"/>
    <w:rsid w:val="00D116D8"/>
    <w:rsid w:val="00D11AFF"/>
    <w:rsid w:val="00D1225E"/>
    <w:rsid w:val="00D1310F"/>
    <w:rsid w:val="00D145A3"/>
    <w:rsid w:val="00D17334"/>
    <w:rsid w:val="00D179FB"/>
    <w:rsid w:val="00D20234"/>
    <w:rsid w:val="00D208D0"/>
    <w:rsid w:val="00D20EAE"/>
    <w:rsid w:val="00D21054"/>
    <w:rsid w:val="00D212D5"/>
    <w:rsid w:val="00D21372"/>
    <w:rsid w:val="00D22323"/>
    <w:rsid w:val="00D227D6"/>
    <w:rsid w:val="00D230D8"/>
    <w:rsid w:val="00D24B24"/>
    <w:rsid w:val="00D24EB0"/>
    <w:rsid w:val="00D25987"/>
    <w:rsid w:val="00D30F2C"/>
    <w:rsid w:val="00D31ABE"/>
    <w:rsid w:val="00D339E9"/>
    <w:rsid w:val="00D33A32"/>
    <w:rsid w:val="00D350E6"/>
    <w:rsid w:val="00D36396"/>
    <w:rsid w:val="00D40219"/>
    <w:rsid w:val="00D40AD1"/>
    <w:rsid w:val="00D44B60"/>
    <w:rsid w:val="00D4578E"/>
    <w:rsid w:val="00D46C32"/>
    <w:rsid w:val="00D471AE"/>
    <w:rsid w:val="00D51B7A"/>
    <w:rsid w:val="00D52CCA"/>
    <w:rsid w:val="00D52EC6"/>
    <w:rsid w:val="00D53C02"/>
    <w:rsid w:val="00D53EC8"/>
    <w:rsid w:val="00D54728"/>
    <w:rsid w:val="00D554F7"/>
    <w:rsid w:val="00D56698"/>
    <w:rsid w:val="00D56DF2"/>
    <w:rsid w:val="00D60920"/>
    <w:rsid w:val="00D60A8B"/>
    <w:rsid w:val="00D615FF"/>
    <w:rsid w:val="00D6188A"/>
    <w:rsid w:val="00D61BF7"/>
    <w:rsid w:val="00D626D2"/>
    <w:rsid w:val="00D641A2"/>
    <w:rsid w:val="00D65762"/>
    <w:rsid w:val="00D65BF9"/>
    <w:rsid w:val="00D66EE9"/>
    <w:rsid w:val="00D67101"/>
    <w:rsid w:val="00D671FA"/>
    <w:rsid w:val="00D6751D"/>
    <w:rsid w:val="00D70D85"/>
    <w:rsid w:val="00D718B1"/>
    <w:rsid w:val="00D71BAC"/>
    <w:rsid w:val="00D7331A"/>
    <w:rsid w:val="00D73D15"/>
    <w:rsid w:val="00D7499D"/>
    <w:rsid w:val="00D7631C"/>
    <w:rsid w:val="00D770B8"/>
    <w:rsid w:val="00D778AC"/>
    <w:rsid w:val="00D809D6"/>
    <w:rsid w:val="00D83AA5"/>
    <w:rsid w:val="00D84ECA"/>
    <w:rsid w:val="00D84F50"/>
    <w:rsid w:val="00D8530A"/>
    <w:rsid w:val="00D854D7"/>
    <w:rsid w:val="00D859F8"/>
    <w:rsid w:val="00D85F33"/>
    <w:rsid w:val="00D85FB4"/>
    <w:rsid w:val="00D860EB"/>
    <w:rsid w:val="00D86ECC"/>
    <w:rsid w:val="00D91A3F"/>
    <w:rsid w:val="00D91B67"/>
    <w:rsid w:val="00D91FFB"/>
    <w:rsid w:val="00D92CDF"/>
    <w:rsid w:val="00D9488D"/>
    <w:rsid w:val="00D94ADF"/>
    <w:rsid w:val="00D96613"/>
    <w:rsid w:val="00D97BC5"/>
    <w:rsid w:val="00DA0BFB"/>
    <w:rsid w:val="00DA12FC"/>
    <w:rsid w:val="00DA2665"/>
    <w:rsid w:val="00DA32DF"/>
    <w:rsid w:val="00DA4BFC"/>
    <w:rsid w:val="00DA54E5"/>
    <w:rsid w:val="00DA5931"/>
    <w:rsid w:val="00DA6F63"/>
    <w:rsid w:val="00DA722B"/>
    <w:rsid w:val="00DA76C9"/>
    <w:rsid w:val="00DB2424"/>
    <w:rsid w:val="00DB3E84"/>
    <w:rsid w:val="00DB6C4F"/>
    <w:rsid w:val="00DC02A0"/>
    <w:rsid w:val="00DC0B08"/>
    <w:rsid w:val="00DC0E27"/>
    <w:rsid w:val="00DC1000"/>
    <w:rsid w:val="00DC296E"/>
    <w:rsid w:val="00DC3D3E"/>
    <w:rsid w:val="00DC62AA"/>
    <w:rsid w:val="00DC69A4"/>
    <w:rsid w:val="00DD14E5"/>
    <w:rsid w:val="00DD1BB4"/>
    <w:rsid w:val="00DD20CF"/>
    <w:rsid w:val="00DD23B0"/>
    <w:rsid w:val="00DD26E6"/>
    <w:rsid w:val="00DD34C1"/>
    <w:rsid w:val="00DD4682"/>
    <w:rsid w:val="00DD64D2"/>
    <w:rsid w:val="00DD6547"/>
    <w:rsid w:val="00DD71FB"/>
    <w:rsid w:val="00DD78A5"/>
    <w:rsid w:val="00DE2247"/>
    <w:rsid w:val="00DE2963"/>
    <w:rsid w:val="00DE3A93"/>
    <w:rsid w:val="00DE4448"/>
    <w:rsid w:val="00DE49C9"/>
    <w:rsid w:val="00DE6957"/>
    <w:rsid w:val="00DE79E7"/>
    <w:rsid w:val="00DE7AFA"/>
    <w:rsid w:val="00DF0DB6"/>
    <w:rsid w:val="00DF15A5"/>
    <w:rsid w:val="00DF325B"/>
    <w:rsid w:val="00DF53A8"/>
    <w:rsid w:val="00DF5E1E"/>
    <w:rsid w:val="00DF6442"/>
    <w:rsid w:val="00DF6452"/>
    <w:rsid w:val="00DF67A3"/>
    <w:rsid w:val="00DF7A42"/>
    <w:rsid w:val="00E022DC"/>
    <w:rsid w:val="00E024D3"/>
    <w:rsid w:val="00E03783"/>
    <w:rsid w:val="00E0487B"/>
    <w:rsid w:val="00E04E5C"/>
    <w:rsid w:val="00E051F0"/>
    <w:rsid w:val="00E05450"/>
    <w:rsid w:val="00E05F13"/>
    <w:rsid w:val="00E07287"/>
    <w:rsid w:val="00E07A7B"/>
    <w:rsid w:val="00E120EB"/>
    <w:rsid w:val="00E134F3"/>
    <w:rsid w:val="00E138BD"/>
    <w:rsid w:val="00E14374"/>
    <w:rsid w:val="00E14435"/>
    <w:rsid w:val="00E156CC"/>
    <w:rsid w:val="00E16C01"/>
    <w:rsid w:val="00E17438"/>
    <w:rsid w:val="00E17CCD"/>
    <w:rsid w:val="00E206F5"/>
    <w:rsid w:val="00E21140"/>
    <w:rsid w:val="00E21598"/>
    <w:rsid w:val="00E259BC"/>
    <w:rsid w:val="00E264A4"/>
    <w:rsid w:val="00E27322"/>
    <w:rsid w:val="00E305A3"/>
    <w:rsid w:val="00E3161D"/>
    <w:rsid w:val="00E3182C"/>
    <w:rsid w:val="00E32E9A"/>
    <w:rsid w:val="00E33040"/>
    <w:rsid w:val="00E33CF0"/>
    <w:rsid w:val="00E347A5"/>
    <w:rsid w:val="00E36EBF"/>
    <w:rsid w:val="00E401BA"/>
    <w:rsid w:val="00E40FCC"/>
    <w:rsid w:val="00E42EDA"/>
    <w:rsid w:val="00E43122"/>
    <w:rsid w:val="00E433EE"/>
    <w:rsid w:val="00E43A05"/>
    <w:rsid w:val="00E43D4B"/>
    <w:rsid w:val="00E44003"/>
    <w:rsid w:val="00E44667"/>
    <w:rsid w:val="00E456A5"/>
    <w:rsid w:val="00E466B7"/>
    <w:rsid w:val="00E46ACB"/>
    <w:rsid w:val="00E470B1"/>
    <w:rsid w:val="00E5022B"/>
    <w:rsid w:val="00E50890"/>
    <w:rsid w:val="00E50B0D"/>
    <w:rsid w:val="00E50D64"/>
    <w:rsid w:val="00E5110E"/>
    <w:rsid w:val="00E51F94"/>
    <w:rsid w:val="00E5326A"/>
    <w:rsid w:val="00E5385E"/>
    <w:rsid w:val="00E5512D"/>
    <w:rsid w:val="00E55783"/>
    <w:rsid w:val="00E57441"/>
    <w:rsid w:val="00E574E5"/>
    <w:rsid w:val="00E5750F"/>
    <w:rsid w:val="00E61A04"/>
    <w:rsid w:val="00E61F62"/>
    <w:rsid w:val="00E63275"/>
    <w:rsid w:val="00E63C51"/>
    <w:rsid w:val="00E6417D"/>
    <w:rsid w:val="00E66073"/>
    <w:rsid w:val="00E66467"/>
    <w:rsid w:val="00E6671A"/>
    <w:rsid w:val="00E67706"/>
    <w:rsid w:val="00E70BDA"/>
    <w:rsid w:val="00E71139"/>
    <w:rsid w:val="00E71798"/>
    <w:rsid w:val="00E72223"/>
    <w:rsid w:val="00E72C65"/>
    <w:rsid w:val="00E745F9"/>
    <w:rsid w:val="00E74F63"/>
    <w:rsid w:val="00E7566D"/>
    <w:rsid w:val="00E7602E"/>
    <w:rsid w:val="00E7712C"/>
    <w:rsid w:val="00E7773E"/>
    <w:rsid w:val="00E77F65"/>
    <w:rsid w:val="00E80AEF"/>
    <w:rsid w:val="00E82E08"/>
    <w:rsid w:val="00E83E78"/>
    <w:rsid w:val="00E90664"/>
    <w:rsid w:val="00E92065"/>
    <w:rsid w:val="00E93513"/>
    <w:rsid w:val="00E944DC"/>
    <w:rsid w:val="00E96882"/>
    <w:rsid w:val="00E96DE7"/>
    <w:rsid w:val="00E96F05"/>
    <w:rsid w:val="00E97288"/>
    <w:rsid w:val="00EA0B82"/>
    <w:rsid w:val="00EA110C"/>
    <w:rsid w:val="00EA15F4"/>
    <w:rsid w:val="00EA1F39"/>
    <w:rsid w:val="00EA2DE0"/>
    <w:rsid w:val="00EA340E"/>
    <w:rsid w:val="00EA3B1F"/>
    <w:rsid w:val="00EA6511"/>
    <w:rsid w:val="00EA6A8C"/>
    <w:rsid w:val="00EA7931"/>
    <w:rsid w:val="00EB1CC1"/>
    <w:rsid w:val="00EB20FC"/>
    <w:rsid w:val="00EB2506"/>
    <w:rsid w:val="00EB2A75"/>
    <w:rsid w:val="00EB3123"/>
    <w:rsid w:val="00EB55D0"/>
    <w:rsid w:val="00EB5646"/>
    <w:rsid w:val="00EB5ADB"/>
    <w:rsid w:val="00EC00E4"/>
    <w:rsid w:val="00EC034B"/>
    <w:rsid w:val="00EC0F78"/>
    <w:rsid w:val="00EC1A32"/>
    <w:rsid w:val="00EC1A39"/>
    <w:rsid w:val="00EC2708"/>
    <w:rsid w:val="00EC2829"/>
    <w:rsid w:val="00EC3D3F"/>
    <w:rsid w:val="00EC5C01"/>
    <w:rsid w:val="00EC682C"/>
    <w:rsid w:val="00EC766D"/>
    <w:rsid w:val="00EC7E34"/>
    <w:rsid w:val="00ED025D"/>
    <w:rsid w:val="00ED044E"/>
    <w:rsid w:val="00ED064E"/>
    <w:rsid w:val="00ED06AB"/>
    <w:rsid w:val="00ED379C"/>
    <w:rsid w:val="00ED3DFD"/>
    <w:rsid w:val="00ED3F21"/>
    <w:rsid w:val="00ED5863"/>
    <w:rsid w:val="00EE10F1"/>
    <w:rsid w:val="00EE190F"/>
    <w:rsid w:val="00EE260F"/>
    <w:rsid w:val="00EE2F77"/>
    <w:rsid w:val="00EE44E8"/>
    <w:rsid w:val="00EE4D7A"/>
    <w:rsid w:val="00EE56E1"/>
    <w:rsid w:val="00EE604B"/>
    <w:rsid w:val="00EE6B33"/>
    <w:rsid w:val="00EE7E35"/>
    <w:rsid w:val="00EF0462"/>
    <w:rsid w:val="00EF2240"/>
    <w:rsid w:val="00EF2861"/>
    <w:rsid w:val="00EF2899"/>
    <w:rsid w:val="00EF30B0"/>
    <w:rsid w:val="00EF3F9B"/>
    <w:rsid w:val="00EF6505"/>
    <w:rsid w:val="00EF687B"/>
    <w:rsid w:val="00EF771E"/>
    <w:rsid w:val="00EF7A6F"/>
    <w:rsid w:val="00F004B0"/>
    <w:rsid w:val="00F02C57"/>
    <w:rsid w:val="00F038DA"/>
    <w:rsid w:val="00F052AD"/>
    <w:rsid w:val="00F0578A"/>
    <w:rsid w:val="00F06729"/>
    <w:rsid w:val="00F070E5"/>
    <w:rsid w:val="00F077AC"/>
    <w:rsid w:val="00F12F32"/>
    <w:rsid w:val="00F14090"/>
    <w:rsid w:val="00F1517E"/>
    <w:rsid w:val="00F16678"/>
    <w:rsid w:val="00F21D15"/>
    <w:rsid w:val="00F22AC4"/>
    <w:rsid w:val="00F230A6"/>
    <w:rsid w:val="00F252A8"/>
    <w:rsid w:val="00F26388"/>
    <w:rsid w:val="00F2786B"/>
    <w:rsid w:val="00F306BC"/>
    <w:rsid w:val="00F31BE3"/>
    <w:rsid w:val="00F31C4F"/>
    <w:rsid w:val="00F31F89"/>
    <w:rsid w:val="00F32EB5"/>
    <w:rsid w:val="00F3410C"/>
    <w:rsid w:val="00F34B21"/>
    <w:rsid w:val="00F34CA5"/>
    <w:rsid w:val="00F34DEC"/>
    <w:rsid w:val="00F35A62"/>
    <w:rsid w:val="00F4069F"/>
    <w:rsid w:val="00F411D0"/>
    <w:rsid w:val="00F41E90"/>
    <w:rsid w:val="00F42890"/>
    <w:rsid w:val="00F4356C"/>
    <w:rsid w:val="00F436BF"/>
    <w:rsid w:val="00F44964"/>
    <w:rsid w:val="00F44E61"/>
    <w:rsid w:val="00F45C79"/>
    <w:rsid w:val="00F47326"/>
    <w:rsid w:val="00F51AC9"/>
    <w:rsid w:val="00F52168"/>
    <w:rsid w:val="00F523E9"/>
    <w:rsid w:val="00F5279B"/>
    <w:rsid w:val="00F5315E"/>
    <w:rsid w:val="00F5344F"/>
    <w:rsid w:val="00F53B56"/>
    <w:rsid w:val="00F542A2"/>
    <w:rsid w:val="00F54AD8"/>
    <w:rsid w:val="00F55BC3"/>
    <w:rsid w:val="00F571FE"/>
    <w:rsid w:val="00F57C6B"/>
    <w:rsid w:val="00F61B84"/>
    <w:rsid w:val="00F62649"/>
    <w:rsid w:val="00F62C96"/>
    <w:rsid w:val="00F638A5"/>
    <w:rsid w:val="00F63DCF"/>
    <w:rsid w:val="00F64E82"/>
    <w:rsid w:val="00F65CF2"/>
    <w:rsid w:val="00F673C2"/>
    <w:rsid w:val="00F67B84"/>
    <w:rsid w:val="00F70D2F"/>
    <w:rsid w:val="00F715FC"/>
    <w:rsid w:val="00F71859"/>
    <w:rsid w:val="00F7276A"/>
    <w:rsid w:val="00F747DF"/>
    <w:rsid w:val="00F74FDC"/>
    <w:rsid w:val="00F7566A"/>
    <w:rsid w:val="00F76099"/>
    <w:rsid w:val="00F802F4"/>
    <w:rsid w:val="00F80602"/>
    <w:rsid w:val="00F8154E"/>
    <w:rsid w:val="00F8243A"/>
    <w:rsid w:val="00F82A57"/>
    <w:rsid w:val="00F83A2C"/>
    <w:rsid w:val="00F83E9D"/>
    <w:rsid w:val="00F85C74"/>
    <w:rsid w:val="00F85D4F"/>
    <w:rsid w:val="00F85EB7"/>
    <w:rsid w:val="00F86163"/>
    <w:rsid w:val="00F86C5B"/>
    <w:rsid w:val="00F9178D"/>
    <w:rsid w:val="00F922B8"/>
    <w:rsid w:val="00F93500"/>
    <w:rsid w:val="00F93B08"/>
    <w:rsid w:val="00F9518E"/>
    <w:rsid w:val="00F96052"/>
    <w:rsid w:val="00F961A0"/>
    <w:rsid w:val="00F966A6"/>
    <w:rsid w:val="00F972E9"/>
    <w:rsid w:val="00F97394"/>
    <w:rsid w:val="00F973B4"/>
    <w:rsid w:val="00F97583"/>
    <w:rsid w:val="00F97A32"/>
    <w:rsid w:val="00FA0D82"/>
    <w:rsid w:val="00FA14E5"/>
    <w:rsid w:val="00FA283A"/>
    <w:rsid w:val="00FA3B58"/>
    <w:rsid w:val="00FA490B"/>
    <w:rsid w:val="00FA5484"/>
    <w:rsid w:val="00FA6127"/>
    <w:rsid w:val="00FA6B23"/>
    <w:rsid w:val="00FA7152"/>
    <w:rsid w:val="00FA7E1F"/>
    <w:rsid w:val="00FA7F65"/>
    <w:rsid w:val="00FB13E2"/>
    <w:rsid w:val="00FB1CFE"/>
    <w:rsid w:val="00FB329A"/>
    <w:rsid w:val="00FB347D"/>
    <w:rsid w:val="00FB3895"/>
    <w:rsid w:val="00FB3E2B"/>
    <w:rsid w:val="00FB3EBB"/>
    <w:rsid w:val="00FB4978"/>
    <w:rsid w:val="00FB5179"/>
    <w:rsid w:val="00FB7CFB"/>
    <w:rsid w:val="00FC002F"/>
    <w:rsid w:val="00FC0A90"/>
    <w:rsid w:val="00FC1590"/>
    <w:rsid w:val="00FC19F7"/>
    <w:rsid w:val="00FC3B35"/>
    <w:rsid w:val="00FC425C"/>
    <w:rsid w:val="00FC4343"/>
    <w:rsid w:val="00FC4E24"/>
    <w:rsid w:val="00FC55F6"/>
    <w:rsid w:val="00FC6B32"/>
    <w:rsid w:val="00FD04E0"/>
    <w:rsid w:val="00FD09CB"/>
    <w:rsid w:val="00FD0F34"/>
    <w:rsid w:val="00FD1CC4"/>
    <w:rsid w:val="00FD1D0F"/>
    <w:rsid w:val="00FD1F61"/>
    <w:rsid w:val="00FD454D"/>
    <w:rsid w:val="00FD631E"/>
    <w:rsid w:val="00FE0BFA"/>
    <w:rsid w:val="00FE0D85"/>
    <w:rsid w:val="00FE0DC9"/>
    <w:rsid w:val="00FE2A56"/>
    <w:rsid w:val="00FE2EA4"/>
    <w:rsid w:val="00FE3AD5"/>
    <w:rsid w:val="00FE3C95"/>
    <w:rsid w:val="00FE3CF8"/>
    <w:rsid w:val="00FE57BE"/>
    <w:rsid w:val="00FE5FEC"/>
    <w:rsid w:val="00FF0808"/>
    <w:rsid w:val="00FF08F6"/>
    <w:rsid w:val="00FF095B"/>
    <w:rsid w:val="00FF0A8C"/>
    <w:rsid w:val="00FF21EB"/>
    <w:rsid w:val="00FF28AE"/>
    <w:rsid w:val="00FF370E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2C09D63-3B15-4F0E-92E3-BBFB4048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33040"/>
    <w:pPr>
      <w:bidi/>
      <w:ind w:firstLine="567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F86163"/>
    <w:pPr>
      <w:bidi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F86163"/>
    <w:rPr>
      <w:rFonts w:cs="Traditional Arabic"/>
      <w:color w:val="000000"/>
      <w:sz w:val="24"/>
      <w:szCs w:val="32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 w:cs="Traditional Arabic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 w:cs="Traditional Arabic"/>
      <w:color w:val="1F497D"/>
      <w:sz w:val="24"/>
      <w:szCs w:val="32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rFonts w:cs="Traditional Arabic"/>
      <w:b/>
      <w:bCs/>
      <w:color w:val="000000"/>
      <w:sz w:val="28"/>
      <w:szCs w:val="32"/>
    </w:rPr>
  </w:style>
  <w:style w:type="character" w:customStyle="1" w:styleId="Heading5Char">
    <w:name w:val="Heading 5 Char"/>
    <w:basedOn w:val="libNormalChar"/>
    <w:link w:val="Heading5"/>
    <w:rsid w:val="006E0F1D"/>
    <w:rPr>
      <w:rFonts w:cs="Traditional Arabic"/>
      <w:bCs/>
      <w:color w:val="000000"/>
      <w:sz w:val="30"/>
      <w:szCs w:val="32"/>
    </w:rPr>
  </w:style>
  <w:style w:type="table" w:styleId="TableGrid">
    <w:name w:val="Table Grid"/>
    <w:basedOn w:val="TableNormal"/>
    <w:rsid w:val="00D92CDF"/>
    <w:pPr>
      <w:bidi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rFonts w:cs="Traditional Arabic"/>
      <w:color w:val="000000"/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rFonts w:cs="Traditional Arabic"/>
      <w:color w:val="000000"/>
      <w:sz w:val="24"/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 w:val="24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rFonts w:cs="Traditional Arabic"/>
      <w:b/>
      <w:bCs/>
      <w:color w:val="000000"/>
      <w:sz w:val="24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 w:val="24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qFormat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  <w:rPr>
      <w:rFonts w:cs="Traditional Arabic"/>
      <w:color w:val="000000"/>
      <w:sz w:val="24"/>
      <w:szCs w:val="26"/>
    </w:rPr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rFonts w:cs="Traditional Arabic"/>
      <w:b/>
      <w:bCs/>
      <w:color w:val="000000"/>
      <w:sz w:val="24"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  <w:color w:val="000000"/>
      <w:sz w:val="24"/>
      <w:szCs w:val="32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  <w:color w:val="000000"/>
      <w:sz w:val="24"/>
      <w:szCs w:val="26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rFonts w:cs="Rafed Alaem"/>
      <w:b/>
      <w:bCs/>
      <w:color w:val="1F497D"/>
      <w:sz w:val="24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 w:line="276" w:lineRule="auto"/>
      <w:ind w:left="1100"/>
    </w:pPr>
    <w:rPr>
      <w:rFonts w:ascii="Calibri" w:hAnsi="Calibri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 w:line="276" w:lineRule="auto"/>
      <w:ind w:left="1320"/>
    </w:pPr>
    <w:rPr>
      <w:rFonts w:ascii="Calibri" w:hAnsi="Calibri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 w:line="276" w:lineRule="auto"/>
      <w:ind w:left="1540"/>
    </w:pPr>
    <w:rPr>
      <w:rFonts w:ascii="Calibri" w:hAnsi="Calibri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 w:line="276" w:lineRule="auto"/>
      <w:ind w:left="1760"/>
    </w:pPr>
    <w:rPr>
      <w:rFonts w:ascii="Calibri" w:hAnsi="Calibri" w:cs="Arial"/>
      <w:sz w:val="22"/>
      <w:szCs w:val="22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rFonts w:ascii="Traditional Arabic" w:hAnsi="Traditional Arabic" w:cs="Traditional Arabic"/>
      <w:color w:val="993300"/>
      <w:sz w:val="32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rFonts w:cs="Traditional Arabic"/>
      <w:color w:val="FF0000"/>
      <w:sz w:val="24"/>
      <w:szCs w:val="32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/>
      <w:bCs/>
      <w:color w:val="000000"/>
      <w:sz w:val="24"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rFonts w:cs="KFGQPC Uthman Taha Naskh"/>
      <w:b/>
      <w:bCs/>
      <w:color w:val="FF0000"/>
      <w:sz w:val="24"/>
      <w:szCs w:val="24"/>
    </w:rPr>
  </w:style>
  <w:style w:type="paragraph" w:customStyle="1" w:styleId="libTitr1">
    <w:name w:val="libTitr1"/>
    <w:basedOn w:val="libCenter"/>
    <w:rsid w:val="006E51D9"/>
    <w:pPr>
      <w:spacing w:line="360" w:lineRule="auto"/>
    </w:pPr>
    <w:rPr>
      <w:b/>
      <w:bCs/>
      <w:sz w:val="56"/>
      <w:szCs w:val="72"/>
    </w:rPr>
  </w:style>
  <w:style w:type="paragraph" w:customStyle="1" w:styleId="libTitr2">
    <w:name w:val="libTitr2"/>
    <w:basedOn w:val="libTitr1"/>
    <w:rsid w:val="006E51D9"/>
    <w:rPr>
      <w:sz w:val="36"/>
      <w:szCs w:val="48"/>
    </w:rPr>
  </w:style>
  <w:style w:type="paragraph" w:customStyle="1" w:styleId="libNotice">
    <w:name w:val="libNotice"/>
    <w:basedOn w:val="libNormal"/>
    <w:link w:val="libNoticeChar"/>
    <w:qFormat/>
    <w:rsid w:val="0042502E"/>
    <w:pPr>
      <w:jc w:val="center"/>
    </w:pPr>
    <w:rPr>
      <w:color w:val="FF0000"/>
    </w:rPr>
  </w:style>
  <w:style w:type="character" w:customStyle="1" w:styleId="libNoticeChar">
    <w:name w:val="libNotice Char"/>
    <w:basedOn w:val="libNormalChar"/>
    <w:link w:val="libNotice"/>
    <w:rsid w:val="0042502E"/>
    <w:rPr>
      <w:rFonts w:cs="Traditional Arabic"/>
      <w:color w:val="FF0000"/>
      <w:sz w:val="24"/>
      <w:szCs w:val="32"/>
    </w:rPr>
  </w:style>
  <w:style w:type="paragraph" w:styleId="Header">
    <w:name w:val="header"/>
    <w:basedOn w:val="Normal"/>
    <w:link w:val="HeaderChar"/>
    <w:rsid w:val="00B26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6B75"/>
    <w:rPr>
      <w:rFonts w:cs="Traditional Arabic"/>
      <w:color w:val="000000"/>
      <w:sz w:val="24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4B7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B738F"/>
    <w:rPr>
      <w:rFonts w:ascii="Tahoma" w:hAnsi="Tahoma" w:cs="Tahoma"/>
      <w:color w:val="000000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late\Template%20Arab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16D54-1EF3-4F7C-8D0E-1FBFFFD8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Arabic</Template>
  <TotalTime>0</TotalTime>
  <Pages>7</Pages>
  <Words>76072</Words>
  <Characters>433612</Characters>
  <Application>Microsoft Office Word</Application>
  <DocSecurity>0</DocSecurity>
  <Lines>3613</Lines>
  <Paragraphs>1017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mohsn</dc:creator>
  <cp:lastModifiedBy>Roohi</cp:lastModifiedBy>
  <cp:revision>2</cp:revision>
  <cp:lastPrinted>2014-01-25T18:18:00Z</cp:lastPrinted>
  <dcterms:created xsi:type="dcterms:W3CDTF">2019-10-26T09:44:00Z</dcterms:created>
  <dcterms:modified xsi:type="dcterms:W3CDTF">2019-10-26T09:44:00Z</dcterms:modified>
</cp:coreProperties>
</file>