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9A5" w:rsidRDefault="002B49A5" w:rsidP="002B49A5">
      <w:pPr>
        <w:pStyle w:val="libCenterBold1"/>
        <w:rPr>
          <w:rtl/>
        </w:rPr>
      </w:pPr>
      <w:r>
        <w:rPr>
          <w:rtl/>
        </w:rPr>
        <w:t xml:space="preserve">الحُسَين </w:t>
      </w:r>
      <w:r w:rsidR="008F60AE" w:rsidRPr="008F60AE">
        <w:rPr>
          <w:rStyle w:val="libAlaemChar"/>
          <w:rtl/>
        </w:rPr>
        <w:t>عليه‌السلام</w:t>
      </w:r>
      <w:r>
        <w:rPr>
          <w:rtl/>
        </w:rPr>
        <w:t xml:space="preserve"> أبو الشّهداء</w:t>
      </w:r>
    </w:p>
    <w:p w:rsidR="002B49A5" w:rsidRPr="002B49A5" w:rsidRDefault="002B49A5" w:rsidP="002B49A5">
      <w:pPr>
        <w:pStyle w:val="libCenterBold1"/>
        <w:rPr>
          <w:rtl/>
        </w:rPr>
      </w:pPr>
      <w:r w:rsidRPr="002B49A5">
        <w:rPr>
          <w:rtl/>
        </w:rPr>
        <w:t>عبّاس محمود العقّاد</w:t>
      </w:r>
    </w:p>
    <w:p w:rsidR="002B49A5" w:rsidRPr="002B49A5" w:rsidRDefault="002B49A5" w:rsidP="002B49A5">
      <w:pPr>
        <w:pStyle w:val="libCenterBold1"/>
        <w:rPr>
          <w:rtl/>
        </w:rPr>
      </w:pPr>
      <w:r w:rsidRPr="002B49A5">
        <w:rPr>
          <w:rtl/>
        </w:rPr>
        <w:t>منشورات الشّريف الرّضي</w:t>
      </w:r>
    </w:p>
    <w:p w:rsidR="00897AE1" w:rsidRDefault="00897AE1" w:rsidP="00897AE1">
      <w:pPr>
        <w:pStyle w:val="libNormal"/>
        <w:rPr>
          <w:rtl/>
        </w:rPr>
      </w:pPr>
      <w:r>
        <w:rPr>
          <w:rtl/>
        </w:rPr>
        <w:br w:type="page"/>
      </w:r>
    </w:p>
    <w:p w:rsidR="002B49A5" w:rsidRDefault="002B49A5" w:rsidP="002B49A5">
      <w:pPr>
        <w:pStyle w:val="libNormal"/>
      </w:pPr>
      <w:r>
        <w:rPr>
          <w:rtl/>
        </w:rPr>
        <w:lastRenderedPageBreak/>
        <w:br w:type="page"/>
      </w:r>
    </w:p>
    <w:p w:rsidR="002B49A5" w:rsidRDefault="002B49A5" w:rsidP="002B49A5">
      <w:pPr>
        <w:pStyle w:val="libCenterBold2"/>
        <w:rPr>
          <w:rtl/>
        </w:rPr>
      </w:pPr>
      <w:r>
        <w:rPr>
          <w:rtl/>
        </w:rPr>
        <w:lastRenderedPageBreak/>
        <w:t>حقوق الطبع محفوظة للناشر</w:t>
      </w:r>
    </w:p>
    <w:p w:rsidR="002B49A5" w:rsidRDefault="002B49A5" w:rsidP="002B49A5">
      <w:pPr>
        <w:pStyle w:val="libCenterBold2"/>
        <w:rPr>
          <w:rtl/>
        </w:rPr>
      </w:pPr>
      <w:r>
        <w:rPr>
          <w:rtl/>
        </w:rPr>
        <w:t>الطبعة الثّانية</w:t>
      </w:r>
    </w:p>
    <w:p w:rsidR="00897AE1" w:rsidRDefault="00897AE1" w:rsidP="00897AE1">
      <w:pPr>
        <w:pStyle w:val="libNormal"/>
        <w:rPr>
          <w:rtl/>
        </w:rPr>
      </w:pPr>
      <w:r>
        <w:rPr>
          <w:rtl/>
        </w:rPr>
        <w:br w:type="page"/>
      </w:r>
    </w:p>
    <w:p w:rsidR="002B49A5" w:rsidRDefault="002B49A5" w:rsidP="002B49A5">
      <w:pPr>
        <w:pStyle w:val="libNormal"/>
      </w:pPr>
      <w:r>
        <w:rPr>
          <w:rtl/>
        </w:rPr>
        <w:lastRenderedPageBreak/>
        <w:br w:type="page"/>
      </w:r>
    </w:p>
    <w:p w:rsidR="002B49A5" w:rsidRPr="002B49A5" w:rsidRDefault="002B49A5" w:rsidP="002B49A5">
      <w:pPr>
        <w:pStyle w:val="Heading2"/>
        <w:rPr>
          <w:rtl/>
        </w:rPr>
      </w:pPr>
      <w:bookmarkStart w:id="0" w:name="_Toc374273659"/>
      <w:bookmarkStart w:id="1" w:name="_Toc374273961"/>
      <w:r w:rsidRPr="002B49A5">
        <w:rPr>
          <w:rtl/>
        </w:rPr>
        <w:lastRenderedPageBreak/>
        <w:t>مقدّمة النّاشر</w:t>
      </w:r>
      <w:r w:rsidR="00364168">
        <w:rPr>
          <w:rtl/>
        </w:rPr>
        <w:t>:</w:t>
      </w:r>
      <w:bookmarkEnd w:id="0"/>
      <w:bookmarkEnd w:id="1"/>
    </w:p>
    <w:p w:rsidR="002B49A5" w:rsidRDefault="002B49A5" w:rsidP="002B49A5">
      <w:pPr>
        <w:pStyle w:val="libNormal"/>
        <w:rPr>
          <w:rtl/>
        </w:rPr>
      </w:pPr>
      <w:r>
        <w:rPr>
          <w:rtl/>
        </w:rPr>
        <w:t xml:space="preserve">سيرة أبو الشُهداء الحُسين بن عليّ </w:t>
      </w:r>
      <w:r w:rsidR="008F60AE" w:rsidRPr="008F60AE">
        <w:rPr>
          <w:rStyle w:val="libAlaemChar"/>
          <w:rtl/>
        </w:rPr>
        <w:t>عليه‌السلام</w:t>
      </w:r>
      <w:r w:rsidR="00364168">
        <w:rPr>
          <w:rtl/>
        </w:rPr>
        <w:t>،</w:t>
      </w:r>
      <w:r>
        <w:rPr>
          <w:rtl/>
        </w:rPr>
        <w:t xml:space="preserve"> سيرة مجيدة</w:t>
      </w:r>
      <w:r w:rsidR="00364168">
        <w:rPr>
          <w:rtl/>
        </w:rPr>
        <w:t>،</w:t>
      </w:r>
      <w:r>
        <w:rPr>
          <w:rtl/>
        </w:rPr>
        <w:t xml:space="preserve"> أفاض كثير من المؤلّفين والكتّاب والاُدباء في الكتابة عنها</w:t>
      </w:r>
      <w:r w:rsidR="00364168">
        <w:rPr>
          <w:rtl/>
        </w:rPr>
        <w:t>،</w:t>
      </w:r>
      <w:r>
        <w:rPr>
          <w:rtl/>
        </w:rPr>
        <w:t xml:space="preserve"> ولكنّا لا نعتقد أنّ أحداً منهم قد أوفاها حقّها كما أوفاها عبّاس محمود العقّاد في هذا الكتاب الذي نفخر بتقديمه اليوم إلى الملايين من القرّاء في العالمين العربي والإسلامي</w:t>
      </w:r>
      <w:r w:rsidR="00364168">
        <w:rPr>
          <w:rtl/>
        </w:rPr>
        <w:t>.</w:t>
      </w:r>
    </w:p>
    <w:p w:rsidR="002B49A5" w:rsidRDefault="002B49A5" w:rsidP="002B49A5">
      <w:pPr>
        <w:pStyle w:val="libNormal"/>
        <w:rPr>
          <w:rtl/>
        </w:rPr>
      </w:pPr>
      <w:r>
        <w:rPr>
          <w:rtl/>
        </w:rPr>
        <w:t>لم يكن الصراع بين الإمام الشّهيد ويزيد بن معاوية صراعاً بين رجلين انتهى باستشهاد أحدهما وفوز الآخر بما خيّل له ولأنصاره أنّهم قد فازوا به</w:t>
      </w:r>
      <w:r w:rsidR="00364168">
        <w:rPr>
          <w:rtl/>
        </w:rPr>
        <w:t>،</w:t>
      </w:r>
      <w:r>
        <w:rPr>
          <w:rtl/>
        </w:rPr>
        <w:t xml:space="preserve"> بل كان صراعاً بين خلقين خالدين</w:t>
      </w:r>
      <w:r w:rsidR="00364168">
        <w:rPr>
          <w:rtl/>
        </w:rPr>
        <w:t>،</w:t>
      </w:r>
      <w:r>
        <w:rPr>
          <w:rtl/>
        </w:rPr>
        <w:t xml:space="preserve"> وجولة من جولات هذين الخلقين اللذين تجاولا أحقاباً ولا يزالان يتجاولان</w:t>
      </w:r>
      <w:r w:rsidR="00364168">
        <w:rPr>
          <w:rtl/>
        </w:rPr>
        <w:t>.</w:t>
      </w:r>
      <w:r>
        <w:rPr>
          <w:rtl/>
        </w:rPr>
        <w:t xml:space="preserve"> كان صراعاً بين الخير والشرّ</w:t>
      </w:r>
      <w:r w:rsidR="00364168">
        <w:rPr>
          <w:rtl/>
        </w:rPr>
        <w:t>،</w:t>
      </w:r>
      <w:r>
        <w:rPr>
          <w:rtl/>
        </w:rPr>
        <w:t xml:space="preserve"> بين الكرم واللؤم</w:t>
      </w:r>
      <w:r w:rsidR="00364168">
        <w:rPr>
          <w:rtl/>
        </w:rPr>
        <w:t>،</w:t>
      </w:r>
      <w:r>
        <w:rPr>
          <w:rtl/>
        </w:rPr>
        <w:t xml:space="preserve"> بل بين أشرف ما في الإنسان وأوضع ما يمكن أن تبتلى به النّفس البشرية</w:t>
      </w:r>
      <w:r w:rsidR="00364168">
        <w:rPr>
          <w:rtl/>
        </w:rPr>
        <w:t>.</w:t>
      </w:r>
    </w:p>
    <w:p w:rsidR="002B49A5" w:rsidRDefault="002B49A5" w:rsidP="002B49A5">
      <w:pPr>
        <w:pStyle w:val="libNormal"/>
        <w:rPr>
          <w:rtl/>
        </w:rPr>
      </w:pPr>
      <w:r>
        <w:rPr>
          <w:rtl/>
        </w:rPr>
        <w:t xml:space="preserve">كان أبو الشُهداء </w:t>
      </w:r>
      <w:r w:rsidR="008F60AE" w:rsidRPr="008F60AE">
        <w:rPr>
          <w:rStyle w:val="libAlaemChar"/>
          <w:rtl/>
        </w:rPr>
        <w:t>عليه‌السلام</w:t>
      </w:r>
      <w:r>
        <w:rPr>
          <w:rtl/>
        </w:rPr>
        <w:t xml:space="preserve"> يؤمن أقوى الإيمان بأحكام الإسلام</w:t>
      </w:r>
      <w:r w:rsidR="00364168">
        <w:rPr>
          <w:rtl/>
        </w:rPr>
        <w:t>،</w:t>
      </w:r>
      <w:r>
        <w:rPr>
          <w:rtl/>
        </w:rPr>
        <w:t xml:space="preserve"> ويعتقد أشدّ الاعتقاد أنّ تعطيل حدود الدين هو أكبر بلاء يحيق بالإسلام وبأهله</w:t>
      </w:r>
      <w:r w:rsidR="00364168">
        <w:rPr>
          <w:rtl/>
        </w:rPr>
        <w:t>،</w:t>
      </w:r>
      <w:r>
        <w:rPr>
          <w:rtl/>
        </w:rPr>
        <w:t xml:space="preserve"> وبالاُمّة الإسلاميّة قاطبة في حاضرها ومستقبلها</w:t>
      </w:r>
      <w:r w:rsidR="00364168">
        <w:rPr>
          <w:rtl/>
        </w:rPr>
        <w:t>،</w:t>
      </w:r>
      <w:r>
        <w:rPr>
          <w:rtl/>
        </w:rPr>
        <w:t xml:space="preserve"> وكان للعقيدة الدينية في وجدانه قدسيتها</w:t>
      </w:r>
      <w:r w:rsidR="00364168">
        <w:rPr>
          <w:rtl/>
        </w:rPr>
        <w:t>،</w:t>
      </w:r>
      <w:r>
        <w:rPr>
          <w:rtl/>
        </w:rPr>
        <w:t xml:space="preserve"> وللإيمان العميق بالله وبالحقّ في نفسه رسوخه وقوّته</w:t>
      </w:r>
      <w:r w:rsidR="008F60AE">
        <w:rPr>
          <w:rtl/>
        </w:rPr>
        <w:t xml:space="preserve"> ...</w:t>
      </w:r>
      <w:r>
        <w:rPr>
          <w:rtl/>
        </w:rPr>
        <w:t xml:space="preserve"> فكان اعتراضه على هذا الزيف الذي لم تشهد الاُمّة زيفاً مثله من قبل</w:t>
      </w:r>
      <w:r w:rsidR="00364168">
        <w:rPr>
          <w:rtl/>
        </w:rPr>
        <w:t>،</w:t>
      </w:r>
      <w:r>
        <w:rPr>
          <w:rtl/>
        </w:rPr>
        <w:t xml:space="preserve"> وكانت غضبته على الانحراف والاستهتار بقيم الدين ممثّلة كلّها في ولاية يزيد بن معاوية بن أبي سفيان</w:t>
      </w:r>
      <w:r w:rsidR="00364168">
        <w:rPr>
          <w:rtl/>
        </w:rPr>
        <w:t>،</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فكانت حركته</w:t>
      </w:r>
      <w:r w:rsidR="00364168">
        <w:rPr>
          <w:rtl/>
        </w:rPr>
        <w:t>،</w:t>
      </w:r>
      <w:r>
        <w:rPr>
          <w:rtl/>
        </w:rPr>
        <w:t xml:space="preserve"> وسلكت طريقها الذي لا بدّ لها أن تسلكه</w:t>
      </w:r>
      <w:r w:rsidR="00364168">
        <w:rPr>
          <w:rtl/>
        </w:rPr>
        <w:t>،</w:t>
      </w:r>
      <w:r>
        <w:rPr>
          <w:rtl/>
        </w:rPr>
        <w:t xml:space="preserve"> وما كان لها قط من مسلك سواه</w:t>
      </w:r>
      <w:r w:rsidR="008F60AE">
        <w:rPr>
          <w:rtl/>
        </w:rPr>
        <w:t xml:space="preserve"> ...</w:t>
      </w:r>
      <w:r>
        <w:rPr>
          <w:rtl/>
        </w:rPr>
        <w:t xml:space="preserve"> وكانت الحرب</w:t>
      </w:r>
      <w:r w:rsidR="008F60AE">
        <w:rPr>
          <w:rtl/>
        </w:rPr>
        <w:t xml:space="preserve"> ...</w:t>
      </w:r>
      <w:r>
        <w:rPr>
          <w:rtl/>
        </w:rPr>
        <w:t xml:space="preserve"> حرب بين قلّة لبّت داعي المروءة والأريحية والحقّ لا تعتزّ إلاّ بإيمانها بالله وبنصره</w:t>
      </w:r>
      <w:r w:rsidR="00364168">
        <w:rPr>
          <w:rtl/>
        </w:rPr>
        <w:t>،</w:t>
      </w:r>
      <w:r>
        <w:rPr>
          <w:rtl/>
        </w:rPr>
        <w:t xml:space="preserve"> وتتفانى في نصرة الإمام الشّهيد وتأبى إلاّ أن تستشهد دونه</w:t>
      </w:r>
      <w:r w:rsidR="00364168">
        <w:rPr>
          <w:rtl/>
        </w:rPr>
        <w:t>؛</w:t>
      </w:r>
      <w:r>
        <w:rPr>
          <w:rtl/>
        </w:rPr>
        <w:t xml:space="preserve"> ابتغاء مرضاة الله</w:t>
      </w:r>
      <w:r w:rsidR="00364168">
        <w:rPr>
          <w:rtl/>
        </w:rPr>
        <w:t>،</w:t>
      </w:r>
      <w:r>
        <w:rPr>
          <w:rtl/>
        </w:rPr>
        <w:t xml:space="preserve"> وآلاف مدججة بالعتاد والسّلاح لم يؤلّف بينها إلاّ الطمع في رضا سلطان</w:t>
      </w:r>
      <w:r w:rsidR="00364168">
        <w:rPr>
          <w:rtl/>
        </w:rPr>
        <w:t>،</w:t>
      </w:r>
      <w:r>
        <w:rPr>
          <w:rtl/>
        </w:rPr>
        <w:t xml:space="preserve"> أو في غنيمة تصيبها حتّى ولو كانت غنيمة النّجاة من غضب زبانية يزيد وانتقامهم ممّن لا يحارب ويقتل</w:t>
      </w:r>
      <w:r w:rsidR="00364168">
        <w:rPr>
          <w:rtl/>
        </w:rPr>
        <w:t>،</w:t>
      </w:r>
      <w:r>
        <w:rPr>
          <w:rtl/>
        </w:rPr>
        <w:t xml:space="preserve"> بل ممّن لا يمعن في الإجرام والوحشية والتنكيل بآل البيت الكرام</w:t>
      </w:r>
      <w:r w:rsidR="008F60AE">
        <w:rPr>
          <w:rtl/>
        </w:rPr>
        <w:t xml:space="preserve"> ...</w:t>
      </w:r>
      <w:r>
        <w:rPr>
          <w:rtl/>
        </w:rPr>
        <w:t xml:space="preserve"> </w:t>
      </w:r>
    </w:p>
    <w:p w:rsidR="002B49A5" w:rsidRDefault="002B49A5" w:rsidP="002B49A5">
      <w:pPr>
        <w:pStyle w:val="libNormal"/>
        <w:rPr>
          <w:rtl/>
        </w:rPr>
      </w:pPr>
      <w:r>
        <w:rPr>
          <w:rtl/>
        </w:rPr>
        <w:t>وغلبت كثرة الباطل قلّة الحقّ</w:t>
      </w:r>
      <w:r w:rsidR="00364168">
        <w:rPr>
          <w:rtl/>
        </w:rPr>
        <w:t>،</w:t>
      </w:r>
      <w:r>
        <w:rPr>
          <w:rtl/>
        </w:rPr>
        <w:t xml:space="preserve"> واستشهد الحُسين </w:t>
      </w:r>
      <w:r w:rsidR="008F60AE" w:rsidRPr="008F60AE">
        <w:rPr>
          <w:rStyle w:val="libAlaemChar"/>
          <w:rtl/>
        </w:rPr>
        <w:t>عليه‌السلام</w:t>
      </w:r>
      <w:r w:rsidR="00364168">
        <w:rPr>
          <w:rtl/>
        </w:rPr>
        <w:t>؛</w:t>
      </w:r>
      <w:r>
        <w:rPr>
          <w:rtl/>
        </w:rPr>
        <w:t xml:space="preserve"> ليصبح بكرامة الشّهادة وكرامة البطولة وكرامة الاُسرة النّبويّة الشّريفة</w:t>
      </w:r>
      <w:r w:rsidR="00364168">
        <w:rPr>
          <w:rtl/>
        </w:rPr>
        <w:t>،</w:t>
      </w:r>
      <w:r>
        <w:rPr>
          <w:rtl/>
        </w:rPr>
        <w:t xml:space="preserve"> معنى كريماً يحضره كلّ مُسلم في صدره</w:t>
      </w:r>
      <w:r w:rsidR="00364168">
        <w:rPr>
          <w:rtl/>
        </w:rPr>
        <w:t>،</w:t>
      </w:r>
      <w:r>
        <w:rPr>
          <w:rtl/>
        </w:rPr>
        <w:t xml:space="preserve"> بل وكلّ إنسان يعرف قدر الشّهادة في سبيل الحقّ</w:t>
      </w:r>
      <w:r w:rsidR="00364168">
        <w:rPr>
          <w:rtl/>
        </w:rPr>
        <w:t>،</w:t>
      </w:r>
      <w:r>
        <w:rPr>
          <w:rtl/>
        </w:rPr>
        <w:t xml:space="preserve"> وقيمة بذل الحياة في سبيل ما هو أدوم من الحياة</w:t>
      </w:r>
      <w:r w:rsidR="00364168">
        <w:rPr>
          <w:rtl/>
        </w:rPr>
        <w:t>.</w:t>
      </w:r>
    </w:p>
    <w:p w:rsidR="002B49A5" w:rsidRDefault="002B49A5" w:rsidP="008F60AE">
      <w:pPr>
        <w:pStyle w:val="libLeftBold"/>
        <w:rPr>
          <w:rtl/>
        </w:rPr>
      </w:pPr>
      <w:r>
        <w:rPr>
          <w:rtl/>
        </w:rPr>
        <w:t>النّاشر</w:t>
      </w:r>
    </w:p>
    <w:p w:rsidR="002B49A5" w:rsidRDefault="002B49A5" w:rsidP="002B49A5">
      <w:pPr>
        <w:pStyle w:val="libNormal"/>
      </w:pPr>
      <w:r>
        <w:rPr>
          <w:rtl/>
        </w:rPr>
        <w:br w:type="page"/>
      </w:r>
    </w:p>
    <w:p w:rsidR="002B49A5" w:rsidRPr="008F60AE" w:rsidRDefault="002B49A5" w:rsidP="008F60AE">
      <w:pPr>
        <w:pStyle w:val="Heading2"/>
        <w:rPr>
          <w:rtl/>
        </w:rPr>
      </w:pPr>
      <w:bookmarkStart w:id="2" w:name="_Toc374273660"/>
      <w:bookmarkStart w:id="3" w:name="_Toc374273962"/>
      <w:r w:rsidRPr="008F60AE">
        <w:rPr>
          <w:rtl/>
        </w:rPr>
        <w:lastRenderedPageBreak/>
        <w:t>مقدّمة المؤلّف</w:t>
      </w:r>
      <w:r w:rsidR="00364168" w:rsidRPr="008F60AE">
        <w:rPr>
          <w:rtl/>
        </w:rPr>
        <w:t>:</w:t>
      </w:r>
      <w:bookmarkEnd w:id="2"/>
      <w:bookmarkEnd w:id="3"/>
    </w:p>
    <w:p w:rsidR="002B49A5" w:rsidRDefault="002B49A5" w:rsidP="002B49A5">
      <w:pPr>
        <w:pStyle w:val="libNormal"/>
        <w:rPr>
          <w:rtl/>
        </w:rPr>
      </w:pPr>
      <w:r>
        <w:rPr>
          <w:rtl/>
        </w:rPr>
        <w:t>يسرّني أن اُقدّم إلى حضرات القرّاء هذه الطبعة من كتاب أبي الشّهداء</w:t>
      </w:r>
      <w:r w:rsidR="00364168">
        <w:rPr>
          <w:rtl/>
        </w:rPr>
        <w:t>،</w:t>
      </w:r>
      <w:r>
        <w:rPr>
          <w:rtl/>
        </w:rPr>
        <w:t xml:space="preserve"> ويعظم رجائي أن يصل إلى أيد كثيرة غير التي وصل اليها في طبعاته السّابقة</w:t>
      </w:r>
      <w:r w:rsidR="00364168">
        <w:rPr>
          <w:rtl/>
        </w:rPr>
        <w:t>،</w:t>
      </w:r>
      <w:r>
        <w:rPr>
          <w:rtl/>
        </w:rPr>
        <w:t xml:space="preserve"> وأن يتحقق له من عموم الرّسالة بهذه المثابة ما يتمنّاه كلّ مؤلّف لكلّ كتاب يريد به رسالة من الرسالات</w:t>
      </w:r>
      <w:r w:rsidR="00364168">
        <w:rPr>
          <w:rtl/>
        </w:rPr>
        <w:t>.</w:t>
      </w:r>
    </w:p>
    <w:p w:rsidR="002B49A5" w:rsidRDefault="002B49A5" w:rsidP="002B49A5">
      <w:pPr>
        <w:pStyle w:val="libNormal"/>
        <w:rPr>
          <w:rtl/>
        </w:rPr>
      </w:pPr>
      <w:r>
        <w:rPr>
          <w:rtl/>
        </w:rPr>
        <w:t>ليس من عادتي أن أطّلع في كتبي بعد الفراغ من طبعها</w:t>
      </w:r>
      <w:r w:rsidR="00364168">
        <w:rPr>
          <w:rtl/>
        </w:rPr>
        <w:t>،</w:t>
      </w:r>
      <w:r>
        <w:rPr>
          <w:rtl/>
        </w:rPr>
        <w:t xml:space="preserve"> ويتفق أن تمضي السّنوات دون أن ألقي عليها نظرة لغير مراجعة عاجلة</w:t>
      </w:r>
      <w:r w:rsidR="00364168">
        <w:rPr>
          <w:rtl/>
        </w:rPr>
        <w:t>،</w:t>
      </w:r>
      <w:r>
        <w:rPr>
          <w:rtl/>
        </w:rPr>
        <w:t xml:space="preserve"> فإذا حدث بعد ذلك أن أنظر فيها لتقديمها إلى طبعة جديدة</w:t>
      </w:r>
      <w:r w:rsidR="00364168">
        <w:rPr>
          <w:rtl/>
        </w:rPr>
        <w:t>،</w:t>
      </w:r>
      <w:r>
        <w:rPr>
          <w:rtl/>
        </w:rPr>
        <w:t xml:space="preserve"> أمكنني أن أشعر بها شعور القارئ الذي يطّلع عليها لأوّل مرّة</w:t>
      </w:r>
      <w:r w:rsidR="00364168">
        <w:rPr>
          <w:rtl/>
        </w:rPr>
        <w:t>،</w:t>
      </w:r>
      <w:r>
        <w:rPr>
          <w:rtl/>
        </w:rPr>
        <w:t xml:space="preserve"> بعد أن شعرت بها شعور المؤلّف الذي امتلأ بها وأدارها في نفسه عدّة مرّات</w:t>
      </w:r>
      <w:r w:rsidR="00364168">
        <w:rPr>
          <w:rtl/>
        </w:rPr>
        <w:t>،</w:t>
      </w:r>
      <w:r>
        <w:rPr>
          <w:rtl/>
        </w:rPr>
        <w:t xml:space="preserve"> وقد استغرب منها أموراً كالتي يستغربها القرّاء الذين يحكمون على موضوعاتها حُكم الأجانب الغُرباء</w:t>
      </w:r>
      <w:r w:rsidR="008F60AE">
        <w:rPr>
          <w:rtl/>
        </w:rPr>
        <w:t xml:space="preserve"> ...</w:t>
      </w:r>
      <w:r>
        <w:rPr>
          <w:rtl/>
        </w:rPr>
        <w:t xml:space="preserve"> </w:t>
      </w:r>
    </w:p>
    <w:p w:rsidR="002B49A5" w:rsidRDefault="002B49A5" w:rsidP="002B49A5">
      <w:pPr>
        <w:pStyle w:val="libNormal"/>
        <w:rPr>
          <w:rtl/>
        </w:rPr>
      </w:pPr>
      <w:r>
        <w:rPr>
          <w:rtl/>
        </w:rPr>
        <w:t>عجباً</w:t>
      </w:r>
      <w:r w:rsidR="00364168">
        <w:rPr>
          <w:rtl/>
        </w:rPr>
        <w:t>!</w:t>
      </w:r>
      <w:r>
        <w:rPr>
          <w:rtl/>
        </w:rPr>
        <w:t xml:space="preserve"> إنّ مشكلة الحياة الكبرى لم تتغيّر منذ ألف وثلاثمئة سنة</w:t>
      </w:r>
      <w:r w:rsidR="00364168">
        <w:rPr>
          <w:rtl/>
        </w:rPr>
        <w:t>،</w:t>
      </w:r>
      <w:r>
        <w:rPr>
          <w:rtl/>
        </w:rPr>
        <w:t xml:space="preserve"> ولم تزل الحرب على أشدّها بين خدّام أنفسهم وخدّام العقائد والأمثلة العُليا</w:t>
      </w:r>
      <w:r w:rsidR="00364168">
        <w:rPr>
          <w:rtl/>
        </w:rPr>
        <w:t>،</w:t>
      </w:r>
      <w:r>
        <w:rPr>
          <w:rtl/>
        </w:rPr>
        <w:t xml:space="preserve"> ولم يزل الشُهداء يصلونها ناراً حامية من عبيد البطون والأكباد</w:t>
      </w:r>
      <w:r w:rsidR="00364168">
        <w:rPr>
          <w:rtl/>
        </w:rPr>
        <w:t>،</w:t>
      </w:r>
      <w:r>
        <w:rPr>
          <w:rtl/>
        </w:rPr>
        <w:t xml:space="preserve"> ولم يزل داؤنا العياء كما قال أبو العلاء</w:t>
      </w:r>
      <w:r w:rsidR="008F60AE">
        <w:rPr>
          <w:rtl/>
        </w:rPr>
        <w:t xml:space="preserve"> ...</w:t>
      </w:r>
      <w:r>
        <w:rPr>
          <w:rtl/>
        </w:rPr>
        <w:t xml:space="preserve"> </w:t>
      </w:r>
    </w:p>
    <w:p w:rsidR="002B49A5" w:rsidRDefault="002B49A5" w:rsidP="002B49A5">
      <w:pPr>
        <w:pStyle w:val="libNormal"/>
        <w:rPr>
          <w:rtl/>
        </w:rPr>
      </w:pPr>
      <w:r>
        <w:rPr>
          <w:rtl/>
        </w:rPr>
        <w:t>كان هذا شعوري بكتاب ( أبي الشُهداء ) حين قرأته من جديد لتقديمه إلى هذه الطبعة</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مسكينة هذه الإنسانيّة</w:t>
      </w:r>
      <w:r w:rsidR="008F60AE">
        <w:rPr>
          <w:rtl/>
        </w:rPr>
        <w:t xml:space="preserve"> ...</w:t>
      </w:r>
      <w:r>
        <w:rPr>
          <w:rtl/>
        </w:rPr>
        <w:t xml:space="preserve"> لا تزال في عطش شديد إلى دماء الشُهداء</w:t>
      </w:r>
      <w:r w:rsidR="00364168">
        <w:rPr>
          <w:rtl/>
        </w:rPr>
        <w:t>،</w:t>
      </w:r>
      <w:r>
        <w:rPr>
          <w:rtl/>
        </w:rPr>
        <w:t xml:space="preserve"> بل لعلّ العطش الشّديد يزداد كلّما ازدادت فيها آفات الأثرة والأنانية</w:t>
      </w:r>
      <w:r w:rsidR="00364168">
        <w:rPr>
          <w:rtl/>
        </w:rPr>
        <w:t>،</w:t>
      </w:r>
      <w:r>
        <w:rPr>
          <w:rtl/>
        </w:rPr>
        <w:t xml:space="preserve"> ونسيان المصلحة الخالدة في سبيل المصلحة الزائلة</w:t>
      </w:r>
      <w:r w:rsidR="00364168">
        <w:rPr>
          <w:rtl/>
        </w:rPr>
        <w:t>،</w:t>
      </w:r>
      <w:r>
        <w:rPr>
          <w:rtl/>
        </w:rPr>
        <w:t xml:space="preserve"> أو لعلّ العطش الشديد إلى دماء الشُهداء يزداد في هذا الزمن خاصّة دون سائر الأزمنة الغابرة</w:t>
      </w:r>
      <w:r w:rsidR="00364168">
        <w:rPr>
          <w:rtl/>
        </w:rPr>
        <w:t>؛</w:t>
      </w:r>
      <w:r>
        <w:rPr>
          <w:rtl/>
        </w:rPr>
        <w:t xml:space="preserve"> لأنّه الزمن الذي وجدت فيه الوحدة الإنسانيّة وجوداً مادّياً فعليّاً</w:t>
      </w:r>
      <w:r w:rsidR="00364168">
        <w:rPr>
          <w:rtl/>
        </w:rPr>
        <w:t>،</w:t>
      </w:r>
      <w:r>
        <w:rPr>
          <w:rtl/>
        </w:rPr>
        <w:t xml:space="preserve"> وأصبح لِزاماً لها أن توجد في الضمير وفي الروح كما وجدت في الخريطة الجغرافية وفي برامج السُفن والطائرات</w:t>
      </w:r>
      <w:r w:rsidR="00364168">
        <w:rPr>
          <w:rtl/>
        </w:rPr>
        <w:t>.</w:t>
      </w:r>
    </w:p>
    <w:p w:rsidR="002B49A5" w:rsidRDefault="002B49A5" w:rsidP="002B49A5">
      <w:pPr>
        <w:pStyle w:val="libNormal"/>
        <w:rPr>
          <w:rtl/>
        </w:rPr>
      </w:pPr>
      <w:r>
        <w:rPr>
          <w:rtl/>
        </w:rPr>
        <w:t>الوحدة الإنسانيّة اليوم حقيقة واقعية عملية</w:t>
      </w:r>
      <w:r w:rsidR="00364168">
        <w:rPr>
          <w:rtl/>
        </w:rPr>
        <w:t>،</w:t>
      </w:r>
      <w:r>
        <w:rPr>
          <w:rtl/>
        </w:rPr>
        <w:t xml:space="preserve"> ولكنّها حقيقة واقعية عملية في كلّ شيء إلاّ في ضمير الإنسان وروح الإنسان</w:t>
      </w:r>
      <w:r w:rsidR="00364168">
        <w:rPr>
          <w:rtl/>
        </w:rPr>
        <w:t>.</w:t>
      </w:r>
      <w:r>
        <w:rPr>
          <w:rtl/>
        </w:rPr>
        <w:t xml:space="preserve"> حقيقة واقعية في اشتباك المصالح التجارية</w:t>
      </w:r>
      <w:r w:rsidR="00364168">
        <w:rPr>
          <w:rtl/>
        </w:rPr>
        <w:t>،</w:t>
      </w:r>
      <w:r>
        <w:rPr>
          <w:rtl/>
        </w:rPr>
        <w:t xml:space="preserve"> وفي اتصال الأخبار بين كلّ ناحية من الكرة الأرضية وناحية اُخرى</w:t>
      </w:r>
      <w:r w:rsidR="008F60AE">
        <w:rPr>
          <w:rtl/>
        </w:rPr>
        <w:t xml:space="preserve"> ...</w:t>
      </w:r>
      <w:r>
        <w:rPr>
          <w:rtl/>
        </w:rPr>
        <w:t xml:space="preserve"> حقيقة واقعية في أعصاب الكرة الأرضية إذا صحّ هذا التعبير</w:t>
      </w:r>
      <w:r w:rsidR="00364168">
        <w:rPr>
          <w:rtl/>
        </w:rPr>
        <w:t>،</w:t>
      </w:r>
      <w:r>
        <w:rPr>
          <w:rtl/>
        </w:rPr>
        <w:t xml:space="preserve"> فلا يضطرب عصب من أعصابها في أقصى المشرق حتّى تتداعى له سائر الأعصاب في أقصى المغرب وفي أقصى الشّمال والجنوب</w:t>
      </w:r>
      <w:r w:rsidR="00364168">
        <w:rPr>
          <w:rtl/>
        </w:rPr>
        <w:t>.</w:t>
      </w:r>
      <w:r>
        <w:rPr>
          <w:rtl/>
        </w:rPr>
        <w:t xml:space="preserve"> </w:t>
      </w:r>
    </w:p>
    <w:p w:rsidR="002B49A5" w:rsidRDefault="002B49A5" w:rsidP="002B49A5">
      <w:pPr>
        <w:pStyle w:val="libNormal"/>
        <w:rPr>
          <w:rtl/>
        </w:rPr>
      </w:pPr>
      <w:r>
        <w:rPr>
          <w:rtl/>
        </w:rPr>
        <w:t>حقيقة واقعية في كلّ شيء إلاّ في ضمير الإنسان وفي روح الإنسان</w:t>
      </w:r>
      <w:r w:rsidR="00364168">
        <w:rPr>
          <w:rtl/>
        </w:rPr>
        <w:t>،</w:t>
      </w:r>
      <w:r>
        <w:rPr>
          <w:rtl/>
        </w:rPr>
        <w:t xml:space="preserve"> وهذا هو المهمّ والأهمّ إذا اُريدت للإنسانيّة وحدة صحيحة صالحة جديرة بالدوام</w:t>
      </w:r>
      <w:r w:rsidR="008F60AE">
        <w:rPr>
          <w:rtl/>
        </w:rPr>
        <w:t xml:space="preserve"> ...</w:t>
      </w:r>
      <w:r>
        <w:rPr>
          <w:rtl/>
        </w:rPr>
        <w:t xml:space="preserve"> ولن توجد هذه الوحدة إلاّ إذا وجد الشُهداء في سبيلها</w:t>
      </w:r>
      <w:r w:rsidR="00364168">
        <w:rPr>
          <w:rtl/>
        </w:rPr>
        <w:t>.</w:t>
      </w:r>
      <w:r>
        <w:rPr>
          <w:rtl/>
        </w:rPr>
        <w:t xml:space="preserve"> </w:t>
      </w:r>
    </w:p>
    <w:p w:rsidR="002B49A5" w:rsidRDefault="002B49A5" w:rsidP="002B49A5">
      <w:pPr>
        <w:pStyle w:val="libNormal"/>
        <w:rPr>
          <w:rtl/>
        </w:rPr>
      </w:pPr>
      <w:r>
        <w:rPr>
          <w:rtl/>
        </w:rPr>
        <w:t>فأنعم بمقدم أبي الشُهداء من جديد إلى ضمائر فريق كبير من بني الإنسان</w:t>
      </w:r>
      <w:r w:rsidR="00364168">
        <w:rPr>
          <w:rtl/>
        </w:rPr>
        <w:t>،</w:t>
      </w:r>
      <w:r>
        <w:rPr>
          <w:rtl/>
        </w:rPr>
        <w:t xml:space="preserve"> لعلّهم يقدّمون رسالته خطوة واحدة أو خطوات في سبيل اليقين والعمل الخالص لوجه الحقّ والكمال</w:t>
      </w:r>
      <w:r w:rsidR="00364168">
        <w:rPr>
          <w:rtl/>
        </w:rPr>
        <w:t>.</w:t>
      </w:r>
    </w:p>
    <w:p w:rsidR="002B49A5" w:rsidRDefault="002B49A5" w:rsidP="002B49A5">
      <w:pPr>
        <w:pStyle w:val="libNormal"/>
        <w:rPr>
          <w:rtl/>
        </w:rPr>
      </w:pPr>
      <w:r>
        <w:rPr>
          <w:rtl/>
        </w:rPr>
        <w:t>نتفاءل أو لا نتفاءل</w:t>
      </w:r>
      <w:r w:rsidR="008F60AE">
        <w:rPr>
          <w:rtl/>
        </w:rPr>
        <w:t xml:space="preserve"> ...</w:t>
      </w:r>
      <w:r>
        <w:rPr>
          <w:rtl/>
        </w:rPr>
        <w:t xml:space="preserve"> نتساءم أو لا نتساءم</w:t>
      </w:r>
      <w:r w:rsidR="008F60AE">
        <w:rPr>
          <w:rtl/>
        </w:rPr>
        <w:t xml:space="preserve"> ...</w:t>
      </w:r>
      <w:r>
        <w:rPr>
          <w:rtl/>
        </w:rPr>
        <w:t xml:space="preserve"> </w:t>
      </w:r>
    </w:p>
    <w:p w:rsidR="002B49A5" w:rsidRDefault="002B49A5" w:rsidP="002B49A5">
      <w:pPr>
        <w:pStyle w:val="libNormal"/>
        <w:rPr>
          <w:rtl/>
        </w:rPr>
      </w:pPr>
      <w:r>
        <w:rPr>
          <w:rtl/>
        </w:rPr>
        <w:t>ليست هذه في المسألة</w:t>
      </w:r>
      <w:r w:rsidR="00364168">
        <w:rPr>
          <w:rtl/>
        </w:rPr>
        <w:t>،</w:t>
      </w:r>
      <w:r>
        <w:rPr>
          <w:rtl/>
        </w:rPr>
        <w:t xml:space="preserve"> وإنّما المسألة هي أنّ طريق التفاؤل معروف وطريق التشاؤم معروف</w:t>
      </w:r>
      <w:r w:rsidR="00364168">
        <w:rPr>
          <w:rtl/>
        </w:rPr>
        <w:t>،</w:t>
      </w:r>
      <w:r>
        <w:rPr>
          <w:rtl/>
        </w:rPr>
        <w:t xml:space="preserve"> فلا تتحقق مصلحة الإنسانيّة إلاّ إذا عمل لها كلّ فرد</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من أفرادها</w:t>
      </w:r>
      <w:r w:rsidR="00364168">
        <w:rPr>
          <w:rtl/>
        </w:rPr>
        <w:t>،</w:t>
      </w:r>
      <w:r>
        <w:rPr>
          <w:rtl/>
        </w:rPr>
        <w:t xml:space="preserve"> وهانت الشّهادة من أجلها على خدّامها</w:t>
      </w:r>
      <w:r w:rsidR="00364168">
        <w:rPr>
          <w:rtl/>
        </w:rPr>
        <w:t>،</w:t>
      </w:r>
      <w:r>
        <w:rPr>
          <w:rtl/>
        </w:rPr>
        <w:t xml:space="preserve"> وتقدّم الصفوف مَن يقدم على الاستشهاد ومن ورائه مَن يؤمن بالشّهادة والشُهداء</w:t>
      </w:r>
      <w:r w:rsidR="00364168">
        <w:rPr>
          <w:rtl/>
        </w:rPr>
        <w:t>.</w:t>
      </w:r>
    </w:p>
    <w:p w:rsidR="002B49A5" w:rsidRDefault="002B49A5" w:rsidP="002B49A5">
      <w:pPr>
        <w:pStyle w:val="libNormal"/>
        <w:rPr>
          <w:rtl/>
        </w:rPr>
      </w:pPr>
      <w:r>
        <w:rPr>
          <w:rtl/>
        </w:rPr>
        <w:t>لا عظة ولا نصيحة</w:t>
      </w:r>
      <w:r w:rsidR="00364168">
        <w:rPr>
          <w:rtl/>
        </w:rPr>
        <w:t>،</w:t>
      </w:r>
      <w:r>
        <w:rPr>
          <w:rtl/>
        </w:rPr>
        <w:t xml:space="preserve"> ولكنّها حقيقة تقرّر كما تقرّر الحقائق الرياضية</w:t>
      </w:r>
      <w:r w:rsidR="00364168">
        <w:rPr>
          <w:rtl/>
        </w:rPr>
        <w:t>.</w:t>
      </w:r>
      <w:r>
        <w:rPr>
          <w:rtl/>
        </w:rPr>
        <w:t xml:space="preserve"> فلا بقاء للإنسانيّة بغير العمل لها</w:t>
      </w:r>
      <w:r w:rsidR="00364168">
        <w:rPr>
          <w:rtl/>
        </w:rPr>
        <w:t>،</w:t>
      </w:r>
      <w:r>
        <w:rPr>
          <w:rtl/>
        </w:rPr>
        <w:t xml:space="preserve"> ولا عمل لها إن لم ينس الفرد مصلحته</w:t>
      </w:r>
      <w:r w:rsidR="00364168">
        <w:rPr>
          <w:rtl/>
        </w:rPr>
        <w:t>،</w:t>
      </w:r>
      <w:r>
        <w:rPr>
          <w:rtl/>
        </w:rPr>
        <w:t xml:space="preserve"> بل حياته في سبيلها</w:t>
      </w:r>
      <w:r w:rsidR="008F60AE">
        <w:rPr>
          <w:rtl/>
        </w:rPr>
        <w:t xml:space="preserve"> ...</w:t>
      </w:r>
      <w:r>
        <w:rPr>
          <w:rtl/>
        </w:rPr>
        <w:t xml:space="preserve"> لا بقاء للإنسانيّة بغير الاستشهاد</w:t>
      </w:r>
      <w:r w:rsidR="008F60AE">
        <w:rPr>
          <w:rtl/>
        </w:rPr>
        <w:t xml:space="preserve"> ...</w:t>
      </w:r>
      <w:r>
        <w:rPr>
          <w:rtl/>
        </w:rPr>
        <w:t xml:space="preserve"> </w:t>
      </w:r>
    </w:p>
    <w:p w:rsidR="002B49A5" w:rsidRDefault="002B49A5" w:rsidP="002B49A5">
      <w:pPr>
        <w:pStyle w:val="libNormal"/>
        <w:rPr>
          <w:rtl/>
        </w:rPr>
      </w:pPr>
      <w:r>
        <w:rPr>
          <w:rtl/>
        </w:rPr>
        <w:t>وفي هذه الآونة التي تتردد فيها هذه الحقيقة في كلّ زاوية من زوايا الأرض</w:t>
      </w:r>
      <w:r w:rsidR="00364168">
        <w:rPr>
          <w:rtl/>
        </w:rPr>
        <w:t>،</w:t>
      </w:r>
      <w:r>
        <w:rPr>
          <w:rtl/>
        </w:rPr>
        <w:t xml:space="preserve"> نلتفت نحن أبناء العربية إلى ذكرى شهيدها الأكبر فنحني الرّؤوس</w:t>
      </w:r>
      <w:r w:rsidR="00364168">
        <w:rPr>
          <w:rtl/>
        </w:rPr>
        <w:t>؛</w:t>
      </w:r>
      <w:r>
        <w:rPr>
          <w:rtl/>
        </w:rPr>
        <w:t xml:space="preserve"> إجلالاً لأبي الشُهداء</w:t>
      </w:r>
      <w:r w:rsidR="008F60AE">
        <w:rPr>
          <w:rtl/>
        </w:rPr>
        <w:t xml:space="preserve"> ...</w:t>
      </w:r>
      <w:r>
        <w:rPr>
          <w:rtl/>
        </w:rPr>
        <w:t xml:space="preserve"> </w:t>
      </w:r>
    </w:p>
    <w:p w:rsidR="002B49A5" w:rsidRDefault="002B49A5" w:rsidP="00E15F1F">
      <w:pPr>
        <w:pStyle w:val="libLeftBold"/>
        <w:rPr>
          <w:rtl/>
        </w:rPr>
      </w:pPr>
      <w:r>
        <w:rPr>
          <w:rtl/>
        </w:rPr>
        <w:t>عبّاس محمود العقّاد</w:t>
      </w:r>
    </w:p>
    <w:p w:rsidR="002B49A5" w:rsidRDefault="002B49A5" w:rsidP="002B49A5">
      <w:pPr>
        <w:pStyle w:val="libNormal"/>
      </w:pPr>
      <w:r>
        <w:rPr>
          <w:rtl/>
        </w:rPr>
        <w:br w:type="page"/>
      </w:r>
    </w:p>
    <w:p w:rsidR="002B49A5" w:rsidRDefault="002B49A5" w:rsidP="002B49A5">
      <w:pPr>
        <w:pStyle w:val="libNormal"/>
      </w:pPr>
      <w:r>
        <w:rPr>
          <w:rtl/>
        </w:rPr>
        <w:lastRenderedPageBreak/>
        <w:br w:type="page"/>
      </w:r>
    </w:p>
    <w:p w:rsidR="009A226F" w:rsidRDefault="009A226F" w:rsidP="009A226F">
      <w:pPr>
        <w:pStyle w:val="Heading1Center"/>
        <w:rPr>
          <w:rtl/>
        </w:rPr>
      </w:pPr>
      <w:bookmarkStart w:id="4" w:name="_Toc374273661"/>
      <w:bookmarkStart w:id="5" w:name="_Toc374273963"/>
      <w:r>
        <w:rPr>
          <w:rtl/>
        </w:rPr>
        <w:lastRenderedPageBreak/>
        <w:t>مزاجان تاريخيان:</w:t>
      </w:r>
      <w:bookmarkEnd w:id="4"/>
      <w:bookmarkEnd w:id="5"/>
    </w:p>
    <w:p w:rsidR="002B49A5" w:rsidRDefault="002B49A5" w:rsidP="008F60AE">
      <w:pPr>
        <w:pStyle w:val="Heading2Center"/>
        <w:rPr>
          <w:rtl/>
        </w:rPr>
      </w:pPr>
      <w:bookmarkStart w:id="6" w:name="_Toc374273662"/>
      <w:bookmarkStart w:id="7" w:name="_Toc374273964"/>
      <w:r>
        <w:rPr>
          <w:rtl/>
        </w:rPr>
        <w:t>طبائع النّاس</w:t>
      </w:r>
      <w:bookmarkEnd w:id="6"/>
      <w:bookmarkEnd w:id="7"/>
    </w:p>
    <w:p w:rsidR="002B49A5" w:rsidRDefault="002B49A5" w:rsidP="002B49A5">
      <w:pPr>
        <w:pStyle w:val="libNormal"/>
        <w:rPr>
          <w:rtl/>
        </w:rPr>
      </w:pPr>
      <w:r>
        <w:rPr>
          <w:rtl/>
        </w:rPr>
        <w:t>يتناوب طبائع النّاس مزاجان متقابلان</w:t>
      </w:r>
      <w:r w:rsidR="00364168">
        <w:rPr>
          <w:rtl/>
        </w:rPr>
        <w:t>:</w:t>
      </w:r>
      <w:r>
        <w:rPr>
          <w:rtl/>
        </w:rPr>
        <w:t xml:space="preserve"> مزاج يعمل أعماله للأريحية والنّخوة</w:t>
      </w:r>
      <w:r w:rsidR="00364168">
        <w:rPr>
          <w:rtl/>
        </w:rPr>
        <w:t>،</w:t>
      </w:r>
      <w:r>
        <w:rPr>
          <w:rtl/>
        </w:rPr>
        <w:t xml:space="preserve"> ومزاج يعمل أعماله للمنفعة والغنيمة</w:t>
      </w:r>
      <w:r w:rsidR="00364168">
        <w:rPr>
          <w:rtl/>
        </w:rPr>
        <w:t>.</w:t>
      </w:r>
    </w:p>
    <w:p w:rsidR="002B49A5" w:rsidRDefault="002B49A5" w:rsidP="002B49A5">
      <w:pPr>
        <w:pStyle w:val="libNormal"/>
        <w:rPr>
          <w:rtl/>
        </w:rPr>
      </w:pPr>
      <w:r>
        <w:rPr>
          <w:rtl/>
        </w:rPr>
        <w:t>والمزاجان لا ينفصلان كُلّ الانفصال</w:t>
      </w:r>
      <w:r w:rsidR="008F60AE">
        <w:rPr>
          <w:rtl/>
        </w:rPr>
        <w:t xml:space="preserve"> ...</w:t>
      </w:r>
      <w:r>
        <w:rPr>
          <w:rtl/>
        </w:rPr>
        <w:t xml:space="preserve"> </w:t>
      </w:r>
    </w:p>
    <w:p w:rsidR="002B49A5" w:rsidRDefault="002B49A5" w:rsidP="002B49A5">
      <w:pPr>
        <w:pStyle w:val="libNormal"/>
        <w:rPr>
          <w:rtl/>
        </w:rPr>
      </w:pPr>
      <w:r>
        <w:rPr>
          <w:rtl/>
        </w:rPr>
        <w:t>فقد تقترن الأريحية بالمنفعة</w:t>
      </w:r>
      <w:r w:rsidR="00364168">
        <w:rPr>
          <w:rtl/>
        </w:rPr>
        <w:t>،</w:t>
      </w:r>
      <w:r>
        <w:rPr>
          <w:rtl/>
        </w:rPr>
        <w:t xml:space="preserve"> وتقترن المنفعة بالأريحية</w:t>
      </w:r>
      <w:r w:rsidR="00364168">
        <w:rPr>
          <w:rtl/>
        </w:rPr>
        <w:t>،</w:t>
      </w:r>
      <w:r>
        <w:rPr>
          <w:rtl/>
        </w:rPr>
        <w:t xml:space="preserve"> ولكنّهما إذا اصطدما</w:t>
      </w:r>
      <w:r w:rsidR="004C4A93">
        <w:rPr>
          <w:rtl/>
        </w:rPr>
        <w:t xml:space="preserve"> - </w:t>
      </w:r>
      <w:r>
        <w:rPr>
          <w:rtl/>
        </w:rPr>
        <w:t>ولا سيما في الأعمال الكبيرة</w:t>
      </w:r>
      <w:r w:rsidR="004C4A93">
        <w:rPr>
          <w:rtl/>
        </w:rPr>
        <w:t xml:space="preserve"> - </w:t>
      </w:r>
      <w:r>
        <w:rPr>
          <w:rtl/>
        </w:rPr>
        <w:t>لم يعسر عليك أن تفصل المزاجين وتعزل المعسكرين</w:t>
      </w:r>
      <w:r w:rsidR="00364168">
        <w:rPr>
          <w:rtl/>
        </w:rPr>
        <w:t>،</w:t>
      </w:r>
      <w:r>
        <w:rPr>
          <w:rtl/>
        </w:rPr>
        <w:t xml:space="preserve"> فهذا للأريحية حتّى يجبّ المنفعة ويخفيها</w:t>
      </w:r>
      <w:r w:rsidR="00364168">
        <w:rPr>
          <w:rtl/>
        </w:rPr>
        <w:t>،</w:t>
      </w:r>
      <w:r>
        <w:rPr>
          <w:rtl/>
        </w:rPr>
        <w:t xml:space="preserve"> وهذا للمنفعة حتّى يجبّ الأريحية ويخفيها</w:t>
      </w:r>
      <w:r w:rsidR="008F60AE">
        <w:rPr>
          <w:rtl/>
        </w:rPr>
        <w:t xml:space="preserve"> ...</w:t>
      </w:r>
      <w:r>
        <w:rPr>
          <w:rtl/>
        </w:rPr>
        <w:t xml:space="preserve"> أو كذلك يتراءيان</w:t>
      </w:r>
      <w:r w:rsidR="00364168">
        <w:rPr>
          <w:rtl/>
        </w:rPr>
        <w:t>.</w:t>
      </w:r>
    </w:p>
    <w:p w:rsidR="002B49A5" w:rsidRDefault="002B49A5" w:rsidP="002B49A5">
      <w:pPr>
        <w:pStyle w:val="libNormal"/>
        <w:rPr>
          <w:rtl/>
        </w:rPr>
      </w:pPr>
      <w:r>
        <w:rPr>
          <w:rtl/>
        </w:rPr>
        <w:t>وأصحاب المطالب الكبرى في التاريخ يعتمدون على هذا المزاج كما يعتمدون على ذاك</w:t>
      </w:r>
      <w:r w:rsidR="008F60AE">
        <w:rPr>
          <w:rtl/>
        </w:rPr>
        <w:t xml:space="preserve"> ...</w:t>
      </w:r>
      <w:r>
        <w:rPr>
          <w:rtl/>
        </w:rPr>
        <w:t xml:space="preserve"> فمنهم من يتوسّل إلى النّاس بما فيهم من الجشع والخسّة وقرب المأخذ وسهولة المسعى</w:t>
      </w:r>
      <w:r w:rsidR="00364168">
        <w:rPr>
          <w:rtl/>
        </w:rPr>
        <w:t>،</w:t>
      </w:r>
      <w:r>
        <w:rPr>
          <w:rtl/>
        </w:rPr>
        <w:t xml:space="preserve"> ومنهم من يتوسّل إلى النّاس بما فيهم من طموح إلى النُبل والنجدة وركوب المخاطر ونسيان الصغائر في سبيل العظائم</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ولكلّ منهما سبيله إلى النّفوس وأمله في النّجاح على حسب الأوقات والبيئات</w:t>
      </w:r>
      <w:r w:rsidR="008F60AE">
        <w:rPr>
          <w:rtl/>
        </w:rPr>
        <w:t xml:space="preserve"> ...</w:t>
      </w:r>
      <w:r>
        <w:rPr>
          <w:rtl/>
        </w:rPr>
        <w:t xml:space="preserve"> إلاّ أنّ الأريحية أخلد من المنفعة بسنّة من سنن الخلق التي لا تتبدل مع الأوقات والبيئات</w:t>
      </w:r>
      <w:r w:rsidR="00364168">
        <w:rPr>
          <w:rtl/>
        </w:rPr>
        <w:t>؛</w:t>
      </w:r>
      <w:r>
        <w:rPr>
          <w:rtl/>
        </w:rPr>
        <w:t xml:space="preserve"> لأنّ منفعة الإنسان وجدت لفرد من الأفراد</w:t>
      </w:r>
      <w:r w:rsidR="008F60AE">
        <w:rPr>
          <w:rtl/>
        </w:rPr>
        <w:t xml:space="preserve"> ...</w:t>
      </w:r>
      <w:r>
        <w:rPr>
          <w:rtl/>
        </w:rPr>
        <w:t xml:space="preserve"> أمّا الأريحية التي يتجاوز بها الإنسان منفعته فقد وجدت للاُمّة كلّها أو للنوع الإنساني كلّه</w:t>
      </w:r>
      <w:r w:rsidR="00364168">
        <w:rPr>
          <w:rtl/>
        </w:rPr>
        <w:t>،</w:t>
      </w:r>
      <w:r>
        <w:rPr>
          <w:rtl/>
        </w:rPr>
        <w:t xml:space="preserve"> ومن ثمّ يُكتب لها الدوام إذا اصطدمت بمنافع هذا الفرد أو ذاك</w:t>
      </w:r>
      <w:r w:rsidR="008F60AE">
        <w:rPr>
          <w:rtl/>
        </w:rPr>
        <w:t xml:space="preserve"> ...</w:t>
      </w:r>
      <w:r>
        <w:rPr>
          <w:rtl/>
        </w:rPr>
        <w:t xml:space="preserve"> </w:t>
      </w:r>
    </w:p>
    <w:p w:rsidR="002B49A5" w:rsidRDefault="002B49A5" w:rsidP="002B49A5">
      <w:pPr>
        <w:pStyle w:val="libNormal"/>
        <w:rPr>
          <w:rtl/>
        </w:rPr>
      </w:pPr>
      <w:r>
        <w:rPr>
          <w:rtl/>
        </w:rPr>
        <w:t>ولقد يبدو من ظواهر الاُمور أنّ الأمر على خلاف ما نقول</w:t>
      </w:r>
      <w:r w:rsidR="00364168">
        <w:rPr>
          <w:rtl/>
        </w:rPr>
        <w:t>؛</w:t>
      </w:r>
      <w:r>
        <w:rPr>
          <w:rtl/>
        </w:rPr>
        <w:t xml:space="preserve"> لأنّ الحريص على منفعته يبلغها ويمضي قُدماً إليها</w:t>
      </w:r>
      <w:r w:rsidR="00364168">
        <w:rPr>
          <w:rtl/>
        </w:rPr>
        <w:t>،</w:t>
      </w:r>
      <w:r>
        <w:rPr>
          <w:rtl/>
        </w:rPr>
        <w:t xml:space="preserve"> فينال المنفعة التي لا ينالها صاحب الأريحية</w:t>
      </w:r>
      <w:r w:rsidR="00364168">
        <w:rPr>
          <w:rtl/>
        </w:rPr>
        <w:t>؛</w:t>
      </w:r>
      <w:r>
        <w:rPr>
          <w:rtl/>
        </w:rPr>
        <w:t xml:space="preserve"> لأنّه يتركها إذا اصطدمت بما هو أجلّ منها</w:t>
      </w:r>
      <w:r w:rsidR="00364168">
        <w:rPr>
          <w:rtl/>
        </w:rPr>
        <w:t>.</w:t>
      </w:r>
      <w:r>
        <w:rPr>
          <w:rtl/>
        </w:rPr>
        <w:t xml:space="preserve"> وهذا صحيح مشهود لا مراء فيه</w:t>
      </w:r>
      <w:r w:rsidR="00364168">
        <w:rPr>
          <w:rtl/>
        </w:rPr>
        <w:t>،</w:t>
      </w:r>
      <w:r>
        <w:rPr>
          <w:rtl/>
        </w:rPr>
        <w:t xml:space="preserve"> ولكن النجاح في الحركات التاريخية لن يُسمّى نجاحاً إذا هو لم يتجاوز حياة فرد أو طائفة من الأفراد</w:t>
      </w:r>
      <w:r w:rsidR="00364168">
        <w:rPr>
          <w:rtl/>
        </w:rPr>
        <w:t>.</w:t>
      </w:r>
      <w:r>
        <w:rPr>
          <w:rtl/>
        </w:rPr>
        <w:t xml:space="preserve"> فإذا قيل أنّ حركة من الحركات التاريخية قد نجحت</w:t>
      </w:r>
      <w:r w:rsidR="00364168">
        <w:rPr>
          <w:rtl/>
        </w:rPr>
        <w:t>،</w:t>
      </w:r>
      <w:r>
        <w:rPr>
          <w:rtl/>
        </w:rPr>
        <w:t xml:space="preserve"> فمغزى ذلك بداهة أنّ الأفراد القائمين بها يذهبون وهي الباقية بعد ذهابهم</w:t>
      </w:r>
      <w:r w:rsidR="008F60AE">
        <w:rPr>
          <w:rtl/>
        </w:rPr>
        <w:t xml:space="preserve"> ...</w:t>
      </w:r>
      <w:r>
        <w:rPr>
          <w:rtl/>
        </w:rPr>
        <w:t xml:space="preserve"> </w:t>
      </w:r>
    </w:p>
    <w:p w:rsidR="002B49A5" w:rsidRDefault="002B49A5" w:rsidP="002B49A5">
      <w:pPr>
        <w:pStyle w:val="libNormal"/>
        <w:rPr>
          <w:rtl/>
        </w:rPr>
      </w:pPr>
      <w:r>
        <w:rPr>
          <w:rtl/>
        </w:rPr>
        <w:t>ومن هُنا يصحّ أن يُقال إنّ الأريحية أبقى وأنجح إذا هي اصطدمت بالمنفعة الفردية</w:t>
      </w:r>
      <w:r w:rsidR="00364168">
        <w:rPr>
          <w:rtl/>
        </w:rPr>
        <w:t>؛</w:t>
      </w:r>
      <w:r>
        <w:rPr>
          <w:rtl/>
        </w:rPr>
        <w:t xml:space="preserve"> لأنّ ذهاب الفرد هُنا أمر مفروغ منه بعد كلّ حساب</w:t>
      </w:r>
      <w:r w:rsidR="00364168">
        <w:rPr>
          <w:rtl/>
        </w:rPr>
        <w:t>،</w:t>
      </w:r>
      <w:r>
        <w:rPr>
          <w:rtl/>
        </w:rPr>
        <w:t xml:space="preserve"> سواء أكان حساب الأريحيين أم حساب النّفعيين</w:t>
      </w:r>
      <w:r w:rsidR="00364168">
        <w:rPr>
          <w:rtl/>
        </w:rPr>
        <w:t>.</w:t>
      </w:r>
    </w:p>
    <w:p w:rsidR="002B49A5" w:rsidRDefault="002B49A5" w:rsidP="002B49A5">
      <w:pPr>
        <w:pStyle w:val="libNormal"/>
        <w:rPr>
          <w:rtl/>
        </w:rPr>
      </w:pPr>
      <w:r>
        <w:rPr>
          <w:rtl/>
        </w:rPr>
        <w:t>وأصحاب الأريحية إذن أبعد نظراً من دهاة الطامعين والنهازين</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للفرص والمغانم العاجلة</w:t>
      </w:r>
      <w:r w:rsidR="00364168">
        <w:rPr>
          <w:rtl/>
        </w:rPr>
        <w:t>؛</w:t>
      </w:r>
      <w:r>
        <w:rPr>
          <w:rtl/>
        </w:rPr>
        <w:t xml:space="preserve"> لأنّهم خلقوا بفطرتهم على حساب أعمار تتجاوز حساب عمرهم القصير</w:t>
      </w:r>
      <w:r w:rsidR="00364168">
        <w:rPr>
          <w:rtl/>
        </w:rPr>
        <w:t>،</w:t>
      </w:r>
      <w:r>
        <w:rPr>
          <w:rtl/>
        </w:rPr>
        <w:t xml:space="preserve"> فهم</w:t>
      </w:r>
      <w:r w:rsidR="004C4A93">
        <w:rPr>
          <w:rtl/>
        </w:rPr>
        <w:t xml:space="preserve"> - </w:t>
      </w:r>
      <w:r>
        <w:rPr>
          <w:rtl/>
        </w:rPr>
        <w:t>شعروا أو لم يشعروا</w:t>
      </w:r>
      <w:r w:rsidR="004C4A93">
        <w:rPr>
          <w:rtl/>
        </w:rPr>
        <w:t xml:space="preserve"> - </w:t>
      </w:r>
      <w:r>
        <w:rPr>
          <w:rtl/>
        </w:rPr>
        <w:t>بعيدو النظر إلى عواقب الاُمور</w:t>
      </w:r>
      <w:r w:rsidR="00364168">
        <w:rPr>
          <w:rtl/>
        </w:rPr>
        <w:t>،</w:t>
      </w:r>
      <w:r>
        <w:rPr>
          <w:rtl/>
        </w:rPr>
        <w:t xml:space="preserve"> وإن خُيّل إلى اُناس أنّهم طائشون متهجّمون</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أمّا موقف المؤرّخين في العطف على حركات التاريخ فهو على ما نرى موقف مزاج من هذين المزاجين</w:t>
      </w:r>
      <w:r w:rsidR="00364168">
        <w:rPr>
          <w:rtl/>
        </w:rPr>
        <w:t>،</w:t>
      </w:r>
      <w:r>
        <w:rPr>
          <w:rtl/>
        </w:rPr>
        <w:t xml:space="preserve"> وليس بموقف سبيل من سبل البحث أو مذهب من مذاهب التفكير</w:t>
      </w:r>
      <w:r w:rsidR="008F60AE">
        <w:rPr>
          <w:rtl/>
        </w:rPr>
        <w:t xml:space="preserve"> ...</w:t>
      </w:r>
      <w:r>
        <w:rPr>
          <w:rtl/>
        </w:rPr>
        <w:t xml:space="preserve"> فالذين يجنحون بمزاجهم إلى المنفعة يفهمون أعذار المنتفعين وينكرون ملامتهم على ناقديهم</w:t>
      </w:r>
      <w:r w:rsidR="008F60AE">
        <w:rPr>
          <w:rtl/>
        </w:rPr>
        <w:t xml:space="preserve"> ...</w:t>
      </w:r>
      <w:r>
        <w:rPr>
          <w:rtl/>
        </w:rPr>
        <w:t xml:space="preserve"> والذين يجنحون بمزاجهم إلى الأريحية يفهمون دوافع النخوة ويحسبونها عذراً لأصحابها أقوى من غواية المنافع والأرزاق</w:t>
      </w:r>
      <w:r w:rsidR="00364168">
        <w:rPr>
          <w:rtl/>
        </w:rPr>
        <w:t>.</w:t>
      </w:r>
    </w:p>
    <w:p w:rsidR="002B49A5" w:rsidRDefault="002B49A5" w:rsidP="002B49A5">
      <w:pPr>
        <w:pStyle w:val="libNormal"/>
        <w:rPr>
          <w:rtl/>
        </w:rPr>
      </w:pPr>
      <w:r>
        <w:rPr>
          <w:rtl/>
        </w:rPr>
        <w:t>إلاّ أنّ الصواب هُنا ظاهر جدّ الظهور لِمن يريد أن يراه الصواب</w:t>
      </w:r>
      <w:r w:rsidR="00364168">
        <w:rPr>
          <w:rtl/>
        </w:rPr>
        <w:t>:</w:t>
      </w:r>
      <w:r>
        <w:rPr>
          <w:rtl/>
        </w:rPr>
        <w:t xml:space="preserve"> أنّ العطف على جانب المنفعة عبث لا معنى له ولا حكمة فيه</w:t>
      </w:r>
      <w:r w:rsidR="00364168">
        <w:rPr>
          <w:rtl/>
        </w:rPr>
        <w:t>،</w:t>
      </w:r>
      <w:r>
        <w:rPr>
          <w:rtl/>
        </w:rPr>
        <w:t xml:space="preserve"> وأنّ العطف على جانب الأريحية واجب يخشى على النّاس من تركه وإهماله</w:t>
      </w:r>
      <w:r w:rsidR="00364168">
        <w:rPr>
          <w:rtl/>
        </w:rPr>
        <w:t>؛</w:t>
      </w:r>
      <w:r>
        <w:rPr>
          <w:rtl/>
        </w:rPr>
        <w:t xml:space="preserve"> إذ كان تركه مناقضاً لصميم الفطرة التي من أجلها فُطر النّاس على الإعجاب بكلّ ما يستحقّ الإعجاب</w:t>
      </w:r>
      <w:r w:rsidR="00364168">
        <w:rPr>
          <w:rtl/>
        </w:rPr>
        <w:t>.</w:t>
      </w:r>
    </w:p>
    <w:p w:rsidR="002B49A5" w:rsidRDefault="002B49A5" w:rsidP="002B49A5">
      <w:pPr>
        <w:pStyle w:val="libNormal"/>
        <w:rPr>
          <w:rtl/>
        </w:rPr>
      </w:pPr>
      <w:r>
        <w:rPr>
          <w:rtl/>
        </w:rPr>
        <w:t>فليس يخشى على النّاس يوماً أن ينسوا منافعهم ويقصروا في خدمة</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أنفسهم</w:t>
      </w:r>
      <w:r w:rsidR="00364168">
        <w:rPr>
          <w:rtl/>
        </w:rPr>
        <w:t>،</w:t>
      </w:r>
      <w:r>
        <w:rPr>
          <w:rtl/>
        </w:rPr>
        <w:t xml:space="preserve"> سواء عطف عليها المؤرّخون أو أعرضوا عنها ساخرين منكرين</w:t>
      </w:r>
      <w:r w:rsidR="00364168">
        <w:rPr>
          <w:rtl/>
        </w:rPr>
        <w:t>.</w:t>
      </w:r>
    </w:p>
    <w:p w:rsidR="002B49A5" w:rsidRDefault="002B49A5" w:rsidP="002B49A5">
      <w:pPr>
        <w:pStyle w:val="libNormal"/>
        <w:rPr>
          <w:rtl/>
        </w:rPr>
      </w:pPr>
      <w:r>
        <w:rPr>
          <w:rtl/>
        </w:rPr>
        <w:t>ولكنّهم يخسرون الأريحية إذا فقدوها وفقدوها الإعجاب بها والتطلّع إليها</w:t>
      </w:r>
      <w:r w:rsidR="00364168">
        <w:rPr>
          <w:rtl/>
        </w:rPr>
        <w:t>،</w:t>
      </w:r>
      <w:r>
        <w:rPr>
          <w:rtl/>
        </w:rPr>
        <w:t xml:space="preserve"> وهي التي خُلقت ليعجب بها النّاس</w:t>
      </w:r>
      <w:r w:rsidR="00364168">
        <w:rPr>
          <w:rtl/>
        </w:rPr>
        <w:t>؛</w:t>
      </w:r>
      <w:r>
        <w:rPr>
          <w:rtl/>
        </w:rPr>
        <w:t xml:space="preserve"> لأنّ حرص الإنسان على منفعته لا يغنيهم في حياتهم العامّة أو في حياتهم الباقية</w:t>
      </w:r>
      <w:r w:rsidR="00364168">
        <w:rPr>
          <w:rtl/>
        </w:rPr>
        <w:t>،</w:t>
      </w:r>
      <w:r>
        <w:rPr>
          <w:rtl/>
        </w:rPr>
        <w:t xml:space="preserve"> أو الأريحية التي يتجاوز بها الإنسان نفسه في سبيل معنى من المعاني أو مثل عال من الأمثلة العُليا</w:t>
      </w:r>
      <w:r w:rsidR="00364168">
        <w:rPr>
          <w:rtl/>
        </w:rPr>
        <w:t>،</w:t>
      </w:r>
      <w:r>
        <w:rPr>
          <w:rtl/>
        </w:rPr>
        <w:t xml:space="preserve"> فهي الخليقة النّافعة للنوع الإنساني بأسره</w:t>
      </w:r>
      <w:r w:rsidR="00364168">
        <w:rPr>
          <w:rtl/>
        </w:rPr>
        <w:t>،</w:t>
      </w:r>
      <w:r>
        <w:rPr>
          <w:rtl/>
        </w:rPr>
        <w:t xml:space="preserve"> وإنّ جاز اختلافهم في كلّ معنى وفي كلّ مثل عال</w:t>
      </w:r>
      <w:r w:rsidR="008F60AE">
        <w:rPr>
          <w:rtl/>
        </w:rPr>
        <w:t xml:space="preserve"> ...</w:t>
      </w:r>
      <w:r>
        <w:rPr>
          <w:rtl/>
        </w:rPr>
        <w:t xml:space="preserve"> </w:t>
      </w:r>
    </w:p>
    <w:p w:rsidR="002B49A5" w:rsidRDefault="002B49A5" w:rsidP="00897AE1">
      <w:pPr>
        <w:pStyle w:val="Heading2"/>
        <w:rPr>
          <w:rtl/>
        </w:rPr>
      </w:pPr>
      <w:bookmarkStart w:id="8" w:name="صراع_بين_الأريحية_والمنفعة"/>
      <w:bookmarkStart w:id="9" w:name="_Toc374273663"/>
      <w:bookmarkStart w:id="10" w:name="_Toc374273965"/>
      <w:bookmarkEnd w:id="8"/>
      <w:r>
        <w:rPr>
          <w:rtl/>
        </w:rPr>
        <w:t>صراع بين الأريحيّة والمنفعة</w:t>
      </w:r>
      <w:r w:rsidR="00364168">
        <w:rPr>
          <w:rtl/>
        </w:rPr>
        <w:t>:</w:t>
      </w:r>
      <w:bookmarkEnd w:id="9"/>
      <w:bookmarkEnd w:id="10"/>
    </w:p>
    <w:p w:rsidR="002B49A5" w:rsidRDefault="002B49A5" w:rsidP="002B49A5">
      <w:pPr>
        <w:pStyle w:val="libNormal"/>
        <w:rPr>
          <w:rtl/>
        </w:rPr>
      </w:pPr>
      <w:r>
        <w:rPr>
          <w:rtl/>
        </w:rPr>
        <w:t>في ماضي الشّرق وحاضره كثير من الحركات التاريخية التي وقع الصدام فيها بين الأريحية والمنفعة على أكثر من غرض واحد</w:t>
      </w:r>
      <w:r w:rsidR="008F60AE">
        <w:rPr>
          <w:rtl/>
        </w:rPr>
        <w:t xml:space="preserve"> ...</w:t>
      </w:r>
      <w:r>
        <w:rPr>
          <w:rtl/>
        </w:rPr>
        <w:t xml:space="preserve"> </w:t>
      </w:r>
    </w:p>
    <w:p w:rsidR="002B49A5" w:rsidRDefault="002B49A5" w:rsidP="002B49A5">
      <w:pPr>
        <w:pStyle w:val="libNormal"/>
        <w:rPr>
          <w:rtl/>
        </w:rPr>
      </w:pPr>
      <w:r>
        <w:rPr>
          <w:rtl/>
        </w:rPr>
        <w:t>ولكنّنا لا نحسبنا مهتدين إلى نموذج لهذا الصدام أوضح في المبادئ وأهدى إلى النتائج وأبين عن خصائص المزاجين معاً من النموذج الذي عرضه لنا التاريخ في النزاع بين الطالبيّين والاُمويّين</w:t>
      </w:r>
      <w:r w:rsidR="00364168">
        <w:rPr>
          <w:rtl/>
        </w:rPr>
        <w:t>،</w:t>
      </w:r>
      <w:r>
        <w:rPr>
          <w:rtl/>
        </w:rPr>
        <w:t xml:space="preserve"> ولا سيّما النزاع بينهما على عهد الحُسين بن عليّ</w:t>
      </w:r>
      <w:r w:rsidR="00364168">
        <w:rPr>
          <w:rtl/>
        </w:rPr>
        <w:t>،</w:t>
      </w:r>
      <w:r>
        <w:rPr>
          <w:rtl/>
        </w:rPr>
        <w:t xml:space="preserve"> ويزيد بن معاوية</w:t>
      </w:r>
      <w:r w:rsidR="00364168">
        <w:rPr>
          <w:rtl/>
        </w:rPr>
        <w:t>.</w:t>
      </w:r>
    </w:p>
    <w:p w:rsidR="002B49A5" w:rsidRDefault="002B49A5" w:rsidP="002B49A5">
      <w:pPr>
        <w:pStyle w:val="libNormal"/>
        <w:rPr>
          <w:rtl/>
        </w:rPr>
      </w:pPr>
      <w:r>
        <w:rPr>
          <w:rtl/>
        </w:rPr>
        <w:t>قُلنا في كتابنا ( عبقرية الإمام ) ما فحواه</w:t>
      </w:r>
      <w:r w:rsidR="00364168">
        <w:rPr>
          <w:rtl/>
        </w:rPr>
        <w:t>:</w:t>
      </w:r>
      <w:r>
        <w:rPr>
          <w:rtl/>
        </w:rPr>
        <w:t xml:space="preserve"> إنّ الكفاح بين عليّ ومعاوية لم يكن كفاحاً بين رجلين أو بين عقلين وحيلتين</w:t>
      </w:r>
      <w:r w:rsidR="008F60AE">
        <w:rPr>
          <w:rtl/>
        </w:rPr>
        <w:t xml:space="preserve"> ...</w:t>
      </w:r>
      <w:r>
        <w:rPr>
          <w:rtl/>
        </w:rPr>
        <w:t xml:space="preserve"> ولكنّه كان على الحقيقة كفاحاً بين الإمامة الدينية والدولة الدنيوية</w:t>
      </w:r>
      <w:r w:rsidR="00364168">
        <w:rPr>
          <w:rtl/>
        </w:rPr>
        <w:t>،</w:t>
      </w:r>
      <w:r>
        <w:rPr>
          <w:rtl/>
        </w:rPr>
        <w:t xml:space="preserve"> وإنّ الأيّام كانت أيّام دولة دنيوية</w:t>
      </w:r>
      <w:r w:rsidR="00364168">
        <w:rPr>
          <w:rtl/>
        </w:rPr>
        <w:t>،</w:t>
      </w:r>
      <w:r>
        <w:rPr>
          <w:rtl/>
        </w:rPr>
        <w:t xml:space="preserve"> فغلب الداعون إلى هذه الدولة من حزب معاوية</w:t>
      </w:r>
      <w:r w:rsidR="00364168">
        <w:rPr>
          <w:rtl/>
        </w:rPr>
        <w:t>،</w:t>
      </w:r>
      <w:r>
        <w:rPr>
          <w:rtl/>
        </w:rPr>
        <w:t xml:space="preserve"> ولم يغلب الداعون إلى الإمامة من حزب الإمام</w:t>
      </w:r>
      <w:r w:rsidR="00364168">
        <w:rPr>
          <w:rtl/>
        </w:rPr>
        <w:t>.</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ولو حاول معاوية ما حاوله عليّ لأخفق وما أفلح</w:t>
      </w:r>
      <w:r w:rsidR="00364168">
        <w:rPr>
          <w:rtl/>
        </w:rPr>
        <w:t>،</w:t>
      </w:r>
      <w:r>
        <w:rPr>
          <w:rtl/>
        </w:rPr>
        <w:t xml:space="preserve"> ولو أراد عليّ أن يسلك غير مسلكه لما أفاده ذلك شيئاً عند محبّيه ولا عند مبغضيه</w:t>
      </w:r>
      <w:r w:rsidR="00364168">
        <w:rPr>
          <w:rtl/>
        </w:rPr>
        <w:t>.</w:t>
      </w:r>
      <w:r>
        <w:rPr>
          <w:rtl/>
        </w:rPr>
        <w:t xml:space="preserve"> فإذا جاز لأحد أن يشكّ في هذا الرّأي</w:t>
      </w:r>
      <w:r w:rsidR="00364168">
        <w:rPr>
          <w:rtl/>
        </w:rPr>
        <w:t>،</w:t>
      </w:r>
      <w:r>
        <w:rPr>
          <w:rtl/>
        </w:rPr>
        <w:t xml:space="preserve"> وأن يرجع بنجاح معاوية إلى شيء من مزاياه الشّخصية فذلك غير جائز في الخلاف بين الحُسين ويزيد</w:t>
      </w:r>
      <w:r w:rsidR="00364168">
        <w:rPr>
          <w:rtl/>
        </w:rPr>
        <w:t>.</w:t>
      </w:r>
      <w:r>
        <w:rPr>
          <w:rtl/>
        </w:rPr>
        <w:t xml:space="preserve"> </w:t>
      </w:r>
    </w:p>
    <w:p w:rsidR="002B49A5" w:rsidRDefault="002B49A5" w:rsidP="002B49A5">
      <w:pPr>
        <w:pStyle w:val="libNormal"/>
        <w:rPr>
          <w:rtl/>
        </w:rPr>
      </w:pPr>
      <w:r>
        <w:rPr>
          <w:rtl/>
        </w:rPr>
        <w:t>وكلّ ما يجوز هُنا أن يُقال</w:t>
      </w:r>
      <w:r w:rsidR="00364168">
        <w:rPr>
          <w:rtl/>
        </w:rPr>
        <w:t>:</w:t>
      </w:r>
      <w:r>
        <w:rPr>
          <w:rtl/>
        </w:rPr>
        <w:t xml:space="preserve"> إنّ أنصار الدولة الدنيوية غلبوا أنصار الإمامة على سنّة الخلفاء الرّاشدين</w:t>
      </w:r>
      <w:r w:rsidR="00364168">
        <w:rPr>
          <w:rtl/>
        </w:rPr>
        <w:t>؛</w:t>
      </w:r>
      <w:r>
        <w:rPr>
          <w:rtl/>
        </w:rPr>
        <w:t xml:space="preserve"> لأن مطالب الإمامة غير مطالب الزمان</w:t>
      </w:r>
      <w:r w:rsidR="00364168">
        <w:rPr>
          <w:rtl/>
        </w:rPr>
        <w:t>.</w:t>
      </w:r>
    </w:p>
    <w:p w:rsidR="002B49A5" w:rsidRDefault="002B49A5" w:rsidP="002B49A5">
      <w:pPr>
        <w:pStyle w:val="libNormal"/>
        <w:rPr>
          <w:rtl/>
        </w:rPr>
      </w:pPr>
      <w:r>
        <w:rPr>
          <w:rtl/>
        </w:rPr>
        <w:t>ما من أحد قط يزعم أنّ الصراع هُنا كان صراعاً بين رجلين أو بين عقلين وحيلتين</w:t>
      </w:r>
      <w:r w:rsidR="00364168">
        <w:rPr>
          <w:rtl/>
        </w:rPr>
        <w:t>،</w:t>
      </w:r>
      <w:r>
        <w:rPr>
          <w:rtl/>
        </w:rPr>
        <w:t xml:space="preserve"> وإنّما هو الصراع بين الإمامة وا</w:t>
      </w:r>
      <w:r w:rsidR="009A226F">
        <w:rPr>
          <w:rtl/>
        </w:rPr>
        <w:t>لم</w:t>
      </w:r>
      <w:r>
        <w:rPr>
          <w:rtl/>
        </w:rPr>
        <w:t>لك الدنيوي</w:t>
      </w:r>
      <w:r w:rsidR="00364168">
        <w:rPr>
          <w:rtl/>
        </w:rPr>
        <w:t>،</w:t>
      </w:r>
      <w:r>
        <w:rPr>
          <w:rtl/>
        </w:rPr>
        <w:t xml:space="preserve"> أو بين الأريحية والمنفعة في جولتهما الأولى</w:t>
      </w:r>
      <w:r w:rsidR="00364168">
        <w:rPr>
          <w:rtl/>
        </w:rPr>
        <w:t>،</w:t>
      </w:r>
      <w:r>
        <w:rPr>
          <w:rtl/>
        </w:rPr>
        <w:t xml:space="preserve"> ولم يكن ليزيد قط فضل كبير أو صغير بما قد بلغه من الفوز والغلبة</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بل لا يمكن أن يتعلل أحد هُنا بما يتعلل به أنصار المنافع عامّة من تقريره للنظام وحفظه للأمن العام</w:t>
      </w:r>
      <w:r w:rsidR="008F60AE">
        <w:rPr>
          <w:rtl/>
        </w:rPr>
        <w:t xml:space="preserve"> ...</w:t>
      </w:r>
      <w:r>
        <w:rPr>
          <w:rtl/>
        </w:rPr>
        <w:t xml:space="preserve"> فإنّ يزيد لم يكن له فضل قط في قيام الدولة كما قامت على عهده وبعد عهده</w:t>
      </w:r>
      <w:r w:rsidR="00364168">
        <w:rPr>
          <w:rtl/>
        </w:rPr>
        <w:t>،</w:t>
      </w:r>
      <w:r>
        <w:rPr>
          <w:rtl/>
        </w:rPr>
        <w:t xml:space="preserve"> وإنّما كانت الدولة تتماسك برغبة الراغبين في بقائها لا بقدرة الأمير المشرف عليها</w:t>
      </w:r>
      <w:r w:rsidR="00364168">
        <w:rPr>
          <w:rtl/>
        </w:rPr>
        <w:t>.</w:t>
      </w:r>
      <w:r>
        <w:rPr>
          <w:rtl/>
        </w:rPr>
        <w:t xml:space="preserve"> وقد حدث بعد موت يزيد أن بويع ابنه معاوية الثاني بالشّام</w:t>
      </w:r>
      <w:r w:rsidR="004C4A93">
        <w:rPr>
          <w:rtl/>
        </w:rPr>
        <w:t xml:space="preserve"> - </w:t>
      </w:r>
      <w:r>
        <w:rPr>
          <w:rtl/>
        </w:rPr>
        <w:t>وكان من الزاهدين في الحكم</w:t>
      </w:r>
      <w:r w:rsidR="004C4A93">
        <w:rPr>
          <w:rtl/>
        </w:rPr>
        <w:t xml:space="preserve"> - </w:t>
      </w:r>
      <w:r>
        <w:rPr>
          <w:rtl/>
        </w:rPr>
        <w:t>فنادى النّاس إلى صلاة جامعة</w:t>
      </w:r>
      <w:r w:rsidR="00364168">
        <w:rPr>
          <w:rtl/>
        </w:rPr>
        <w:t>،</w:t>
      </w:r>
      <w:r>
        <w:rPr>
          <w:rtl/>
        </w:rPr>
        <w:t xml:space="preserve"> وقال لهم</w:t>
      </w:r>
      <w:r w:rsidR="00364168">
        <w:rPr>
          <w:rtl/>
        </w:rPr>
        <w:t>:</w:t>
      </w:r>
      <w:r>
        <w:rPr>
          <w:rtl/>
        </w:rPr>
        <w:t xml:space="preserve"> أمّا بعد</w:t>
      </w:r>
      <w:r w:rsidR="00364168">
        <w:rPr>
          <w:rtl/>
        </w:rPr>
        <w:t>،</w:t>
      </w:r>
      <w:r>
        <w:rPr>
          <w:rtl/>
        </w:rPr>
        <w:t xml:space="preserve"> فإنّي قد ضعفت عن أمركم فابتغيت لكم مثل عمر بن الخطاب حين استخلفه أبو بكر فلم أجده</w:t>
      </w:r>
      <w:r w:rsidR="00364168">
        <w:rPr>
          <w:rtl/>
        </w:rPr>
        <w:t>،</w:t>
      </w:r>
      <w:r>
        <w:rPr>
          <w:rtl/>
        </w:rPr>
        <w:t xml:space="preserve"> فابتغيت ستّة مثل ستّة الشّورى فلم أجدهم</w:t>
      </w:r>
      <w:r w:rsidR="00364168">
        <w:rPr>
          <w:rtl/>
        </w:rPr>
        <w:t>،</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فأنتم أولى بأمركم فاختاروا له من أحببتم</w:t>
      </w:r>
      <w:r w:rsidR="00364168">
        <w:rPr>
          <w:rtl/>
        </w:rPr>
        <w:t>.</w:t>
      </w:r>
      <w:r>
        <w:rPr>
          <w:rtl/>
        </w:rPr>
        <w:t xml:space="preserve"> ثمّ آوى إلى بيته</w:t>
      </w:r>
      <w:r w:rsidR="00364168">
        <w:rPr>
          <w:rtl/>
        </w:rPr>
        <w:t>،</w:t>
      </w:r>
      <w:r>
        <w:rPr>
          <w:rtl/>
        </w:rPr>
        <w:t xml:space="preserve"> ومضت شئون الدولة على حالها حتّى مات بعد ثلاثة أشهر</w:t>
      </w:r>
      <w:r w:rsidR="00364168">
        <w:rPr>
          <w:rtl/>
        </w:rPr>
        <w:t>،</w:t>
      </w:r>
      <w:r>
        <w:rPr>
          <w:rtl/>
        </w:rPr>
        <w:t xml:space="preserve"> وله مع هذا منافس قويّ كعبد الله بن الزُّبير بالحجاز</w:t>
      </w:r>
      <w:r w:rsidR="00364168">
        <w:rPr>
          <w:rtl/>
        </w:rPr>
        <w:t>.</w:t>
      </w:r>
    </w:p>
    <w:p w:rsidR="002B49A5" w:rsidRDefault="002B49A5" w:rsidP="002B49A5">
      <w:pPr>
        <w:pStyle w:val="libNormal"/>
        <w:rPr>
          <w:rtl/>
        </w:rPr>
      </w:pPr>
      <w:r>
        <w:rPr>
          <w:rtl/>
        </w:rPr>
        <w:t>فلا وجه للمفاضلة بين الحُسين بن عليّ ويزيد بن معاوية</w:t>
      </w:r>
      <w:r w:rsidR="008F60AE">
        <w:rPr>
          <w:rtl/>
        </w:rPr>
        <w:t xml:space="preserve"> ...</w:t>
      </w:r>
      <w:r>
        <w:rPr>
          <w:rtl/>
        </w:rPr>
        <w:t xml:space="preserve"> ورأي معاوية وأعوانه في هذا أسبق من رأي الطالبيّين وخصوم الاُمويّين</w:t>
      </w:r>
      <w:r w:rsidR="00364168">
        <w:rPr>
          <w:rtl/>
        </w:rPr>
        <w:t>،</w:t>
      </w:r>
      <w:r>
        <w:rPr>
          <w:rtl/>
        </w:rPr>
        <w:t xml:space="preserve"> فقد ترددوا كثيراً قبل الجهر باختيار يزيد لولاية العهد وبيعة الخلافة بعد أبيه</w:t>
      </w:r>
      <w:r w:rsidR="00364168">
        <w:rPr>
          <w:rtl/>
        </w:rPr>
        <w:t>،</w:t>
      </w:r>
      <w:r>
        <w:rPr>
          <w:rtl/>
        </w:rPr>
        <w:t xml:space="preserve"> ولم يستحسنوا ذلك قبل إزجائهم النّصح إلى يزيد غير مرّة بالإقلاع عن عيوبه وملاهيه</w:t>
      </w:r>
      <w:r w:rsidR="00364168">
        <w:rPr>
          <w:rtl/>
        </w:rPr>
        <w:t>.</w:t>
      </w:r>
      <w:r>
        <w:rPr>
          <w:rtl/>
        </w:rPr>
        <w:t xml:space="preserve"> و</w:t>
      </w:r>
      <w:r w:rsidR="009A226F">
        <w:rPr>
          <w:rtl/>
        </w:rPr>
        <w:t>لم</w:t>
      </w:r>
      <w:r>
        <w:rPr>
          <w:rtl/>
        </w:rPr>
        <w:t>ا أنكر بعض أولياء معاوية جرأة الحُسين عليه في الخطاب</w:t>
      </w:r>
      <w:r w:rsidR="00364168">
        <w:rPr>
          <w:rtl/>
        </w:rPr>
        <w:t>،</w:t>
      </w:r>
      <w:r>
        <w:rPr>
          <w:rtl/>
        </w:rPr>
        <w:t xml:space="preserve"> وأشاروا عليه أن يكتب له كتاباً يصغّر إليه نفسه</w:t>
      </w:r>
      <w:r w:rsidR="008F60AE">
        <w:rPr>
          <w:rtl/>
        </w:rPr>
        <w:t xml:space="preserve"> ...</w:t>
      </w:r>
      <w:r>
        <w:rPr>
          <w:rtl/>
        </w:rPr>
        <w:t xml:space="preserve"> قال</w:t>
      </w:r>
      <w:r w:rsidR="00364168">
        <w:rPr>
          <w:rtl/>
        </w:rPr>
        <w:t>:</w:t>
      </w:r>
      <w:r>
        <w:rPr>
          <w:rtl/>
        </w:rPr>
        <w:t xml:space="preserve"> وما عسيت أن أعيب حُسيناً</w:t>
      </w:r>
      <w:r w:rsidR="00364168">
        <w:rPr>
          <w:rtl/>
        </w:rPr>
        <w:t>،</w:t>
      </w:r>
      <w:r>
        <w:rPr>
          <w:rtl/>
        </w:rPr>
        <w:t xml:space="preserve"> والله ما أرى للعيب فيه موضعاً</w:t>
      </w:r>
      <w:r w:rsidR="00364168">
        <w:rPr>
          <w:rtl/>
        </w:rPr>
        <w:t>.</w:t>
      </w:r>
    </w:p>
    <w:p w:rsidR="002B49A5" w:rsidRDefault="002B49A5" w:rsidP="002B49A5">
      <w:pPr>
        <w:pStyle w:val="libNormal"/>
        <w:rPr>
          <w:rtl/>
        </w:rPr>
      </w:pPr>
      <w:r>
        <w:rPr>
          <w:rtl/>
        </w:rPr>
        <w:t>وثمّ تعلّة اُخرى يتعلّل بها المفاضلون بين عليّ ومعاوية</w:t>
      </w:r>
      <w:r w:rsidR="00364168">
        <w:rPr>
          <w:rtl/>
        </w:rPr>
        <w:t>،</w:t>
      </w:r>
      <w:r>
        <w:rPr>
          <w:rtl/>
        </w:rPr>
        <w:t xml:space="preserve"> ولا موضع لها في المفاضلة بين ولديهما الحُسين ويزيد</w:t>
      </w:r>
      <w:r w:rsidR="00364168">
        <w:rPr>
          <w:rtl/>
        </w:rPr>
        <w:t>،</w:t>
      </w:r>
      <w:r>
        <w:rPr>
          <w:rtl/>
        </w:rPr>
        <w:t xml:space="preserve"> وتلك ما يزعمونه من غلبة معاوية على عليّ بحجته في الإقناع ونشاطه أو نشاط أصحابه في الدعوة السّياسية</w:t>
      </w:r>
      <w:r w:rsidR="008F60AE">
        <w:rPr>
          <w:rtl/>
        </w:rPr>
        <w:t xml:space="preserve"> ...</w:t>
      </w:r>
      <w:r>
        <w:rPr>
          <w:rtl/>
        </w:rPr>
        <w:t xml:space="preserve"> </w:t>
      </w:r>
    </w:p>
    <w:p w:rsidR="002B49A5" w:rsidRDefault="002B49A5" w:rsidP="002B49A5">
      <w:pPr>
        <w:pStyle w:val="libNormal"/>
        <w:rPr>
          <w:rtl/>
        </w:rPr>
      </w:pPr>
      <w:r>
        <w:rPr>
          <w:rtl/>
        </w:rPr>
        <w:t>فهذه التعلّة إنّ صلحت لتعليل نجاح معاوية</w:t>
      </w:r>
      <w:r w:rsidR="00364168">
        <w:rPr>
          <w:rtl/>
        </w:rPr>
        <w:t>،</w:t>
      </w:r>
      <w:r>
        <w:rPr>
          <w:rtl/>
        </w:rPr>
        <w:t xml:space="preserve"> فما هي بصالحة لتعليل نجاح يزيد</w:t>
      </w:r>
      <w:r w:rsidR="00364168">
        <w:rPr>
          <w:rtl/>
        </w:rPr>
        <w:t>؛</w:t>
      </w:r>
      <w:r>
        <w:rPr>
          <w:rtl/>
        </w:rPr>
        <w:t xml:space="preserve"> لأنّ الذين انخدعوا أو تخادعوا للصيحة التي صاح بها معاوية في المطالبة بدم عثمان</w:t>
      </w:r>
      <w:r w:rsidR="00364168">
        <w:rPr>
          <w:rtl/>
        </w:rPr>
        <w:t>،</w:t>
      </w:r>
      <w:r>
        <w:rPr>
          <w:rtl/>
        </w:rPr>
        <w:t xml:space="preserve"> كانوا يردّدون هذه الصيحة ويساعدهم على ترديدها حقد الثأر المزعوم وسورة العصبية المهتاجة</w:t>
      </w:r>
      <w:r w:rsidR="00364168">
        <w:rPr>
          <w:rtl/>
        </w:rPr>
        <w:t>،</w:t>
      </w:r>
      <w:r>
        <w:rPr>
          <w:rtl/>
        </w:rPr>
        <w:t xml:space="preserve"> ثمّ يساعدهم على ترديدها</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في مبدأ الأمر أنّ معاوية لم يكن مجاهراً بطلب الخلافه ولا متعرّضاً لمزاحمة أحد على البيعة</w:t>
      </w:r>
      <w:r w:rsidR="00364168">
        <w:rPr>
          <w:rtl/>
        </w:rPr>
        <w:t>،</w:t>
      </w:r>
      <w:r>
        <w:rPr>
          <w:rtl/>
        </w:rPr>
        <w:t xml:space="preserve"> وإنّما كان يتشبّث بمقتل عثمان والمطالبة بدمه</w:t>
      </w:r>
      <w:r w:rsidR="00364168">
        <w:rPr>
          <w:rtl/>
        </w:rPr>
        <w:t>،</w:t>
      </w:r>
      <w:r>
        <w:rPr>
          <w:rtl/>
        </w:rPr>
        <w:t xml:space="preserve"> ولا يزيد في دعواه على ادعاء ولاية الدم وصلة القرابة</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ولكن الصائحين بهذه الصيحة مع معاوية قد عاشوا حتّى رأوا بأعينهم مبلغ الغيرة على تراث عثمان</w:t>
      </w:r>
      <w:r w:rsidR="00364168">
        <w:rPr>
          <w:rtl/>
        </w:rPr>
        <w:t>،</w:t>
      </w:r>
      <w:r w:rsidR="008F60AE">
        <w:rPr>
          <w:rtl/>
        </w:rPr>
        <w:t xml:space="preserve"> وعلموا أنّ الم</w:t>
      </w:r>
      <w:r>
        <w:rPr>
          <w:rtl/>
        </w:rPr>
        <w:t>لك هو الغرض المقصود من وراء تلك الفتن والأرزاء</w:t>
      </w:r>
      <w:r w:rsidR="00364168">
        <w:rPr>
          <w:rtl/>
        </w:rPr>
        <w:t>،</w:t>
      </w:r>
      <w:r>
        <w:rPr>
          <w:rtl/>
        </w:rPr>
        <w:t xml:space="preserve"> وأنّ معاوية لا يق</w:t>
      </w:r>
      <w:r w:rsidR="008F60AE">
        <w:rPr>
          <w:rtl/>
        </w:rPr>
        <w:t>نع بأن يملك لنفسه حتّى يورث الم</w:t>
      </w:r>
      <w:r>
        <w:rPr>
          <w:rtl/>
        </w:rPr>
        <w:t>لك ولده من بعده</w:t>
      </w:r>
      <w:r w:rsidR="00364168">
        <w:rPr>
          <w:rtl/>
        </w:rPr>
        <w:t>،</w:t>
      </w:r>
      <w:r>
        <w:rPr>
          <w:rtl/>
        </w:rPr>
        <w:t xml:space="preserve"> وليس هو من أهل الرّأي ولا هو من أهل السّلاح ولا هو ممّن تتفق عليه آراء هؤلاء</w:t>
      </w:r>
      <w:r w:rsidR="00364168">
        <w:rPr>
          <w:rtl/>
        </w:rPr>
        <w:t>،</w:t>
      </w:r>
      <w:r>
        <w:rPr>
          <w:rtl/>
        </w:rPr>
        <w:t xml:space="preserve"> لكنّه فتى عربيد يقضي ليله ونهاره بين الخمور والطنابير</w:t>
      </w:r>
      <w:r w:rsidR="00364168">
        <w:rPr>
          <w:rtl/>
        </w:rPr>
        <w:t>،</w:t>
      </w:r>
      <w:r>
        <w:rPr>
          <w:rtl/>
        </w:rPr>
        <w:t xml:space="preserve"> ولا يفرغ من مجالس النّساء والنُدمان إلاّ ليهرع إلى الصيد فيقضي فيه الأسبوع بعد الأسبوع بين الأديرة والبوادي والآجام</w:t>
      </w:r>
      <w:r w:rsidR="00364168">
        <w:rPr>
          <w:rtl/>
        </w:rPr>
        <w:t>،</w:t>
      </w:r>
      <w:r w:rsidR="008F60AE">
        <w:rPr>
          <w:rtl/>
        </w:rPr>
        <w:t xml:space="preserve"> لا يُبالي خلال ذلك تمهيداً لم</w:t>
      </w:r>
      <w:r>
        <w:rPr>
          <w:rtl/>
        </w:rPr>
        <w:t>لك ولا تدريباً على حكم ولا استطلاعاً لأحوال الرّعية الذين سيتولاهم بعد أبيه</w:t>
      </w:r>
      <w:r w:rsidR="00364168">
        <w:rPr>
          <w:rtl/>
        </w:rPr>
        <w:t>،</w:t>
      </w:r>
      <w:r>
        <w:rPr>
          <w:rtl/>
        </w:rPr>
        <w:t xml:space="preserve"> ثقة بما صار إليه من التمهيد والتوطيد وما سوف يصير</w:t>
      </w:r>
      <w:r w:rsidR="00364168">
        <w:rPr>
          <w:rtl/>
        </w:rPr>
        <w:t>.</w:t>
      </w:r>
    </w:p>
    <w:p w:rsidR="002B49A5" w:rsidRDefault="002B49A5" w:rsidP="002B49A5">
      <w:pPr>
        <w:pStyle w:val="libNormal"/>
        <w:rPr>
          <w:rtl/>
        </w:rPr>
      </w:pPr>
      <w:r>
        <w:rPr>
          <w:rtl/>
        </w:rPr>
        <w:t>فكلّ خلاف جاز في المفاضلة بين عليّ ومعاوية غير جائز في المفاضلة بين الحُسين ويزيد</w:t>
      </w:r>
      <w:r w:rsidR="008F60AE">
        <w:rPr>
          <w:rtl/>
        </w:rPr>
        <w:t xml:space="preserve"> ...</w:t>
      </w:r>
      <w:r>
        <w:rPr>
          <w:rtl/>
        </w:rPr>
        <w:t xml:space="preserve"> وإنّما الموقف الحاسم بينهما</w:t>
      </w:r>
      <w:r w:rsidR="00364168">
        <w:rPr>
          <w:rtl/>
        </w:rPr>
        <w:t>،</w:t>
      </w:r>
      <w:r>
        <w:rPr>
          <w:rtl/>
        </w:rPr>
        <w:t xml:space="preserve"> موقف الأريحية الصراح في مواجهة المنفعة الصراح</w:t>
      </w:r>
      <w:r w:rsidR="00364168">
        <w:rPr>
          <w:rtl/>
        </w:rPr>
        <w:t>.</w:t>
      </w:r>
      <w:r>
        <w:rPr>
          <w:rtl/>
        </w:rPr>
        <w:t xml:space="preserve"> وقد بلغ كلاهما من موقفه أقصى طرفيه وأبعد غايتيه</w:t>
      </w:r>
      <w:r w:rsidR="00364168">
        <w:rPr>
          <w:rtl/>
        </w:rPr>
        <w:t>،</w:t>
      </w:r>
      <w:r>
        <w:rPr>
          <w:rtl/>
        </w:rPr>
        <w:t xml:space="preserve"> فانتصر الحُسين بأشرف ما في النّفس الإنسانيّة من غيرة</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على الحقّ وكراهة للنفاق والمداراة</w:t>
      </w:r>
      <w:r w:rsidR="00364168">
        <w:rPr>
          <w:rtl/>
        </w:rPr>
        <w:t>،</w:t>
      </w:r>
      <w:r>
        <w:rPr>
          <w:rtl/>
        </w:rPr>
        <w:t xml:space="preserve"> وانتصر يزيد بأرذل ما في النّفس الإنسانيّة من جشع ومراء</w:t>
      </w:r>
      <w:r w:rsidR="00364168">
        <w:rPr>
          <w:rtl/>
        </w:rPr>
        <w:t>،</w:t>
      </w:r>
      <w:r>
        <w:rPr>
          <w:rtl/>
        </w:rPr>
        <w:t xml:space="preserve"> وخنوع لصغار المتع والأهواء</w:t>
      </w:r>
      <w:r w:rsidR="00364168">
        <w:rPr>
          <w:rtl/>
        </w:rPr>
        <w:t>.</w:t>
      </w:r>
    </w:p>
    <w:p w:rsidR="002B49A5" w:rsidRDefault="002B49A5" w:rsidP="002B49A5">
      <w:pPr>
        <w:pStyle w:val="libNormal"/>
        <w:rPr>
          <w:rtl/>
        </w:rPr>
      </w:pPr>
      <w:r>
        <w:rPr>
          <w:rtl/>
        </w:rPr>
        <w:t xml:space="preserve">أقام الحسين </w:t>
      </w:r>
      <w:r w:rsidR="008F60AE" w:rsidRPr="008F60AE">
        <w:rPr>
          <w:rStyle w:val="libAlaemChar"/>
          <w:rtl/>
        </w:rPr>
        <w:t>عليه‌السلام</w:t>
      </w:r>
      <w:r>
        <w:rPr>
          <w:rtl/>
        </w:rPr>
        <w:t xml:space="preserve"> ليلته الأخيرة بكربلاء وهو لا ينتظر من عاقبته غير الموت العاجل بعد سويعات</w:t>
      </w:r>
      <w:r w:rsidR="00364168">
        <w:rPr>
          <w:rtl/>
        </w:rPr>
        <w:t>،</w:t>
      </w:r>
      <w:r>
        <w:rPr>
          <w:rtl/>
        </w:rPr>
        <w:t xml:space="preserve"> فأذن لأصحابه أن يتفرّقوا عنه تحت الليل إن كانوا يستحيون أن يفارقوه في ضوء النّهار</w:t>
      </w:r>
      <w:r w:rsidR="00364168">
        <w:rPr>
          <w:rtl/>
        </w:rPr>
        <w:t>،</w:t>
      </w:r>
      <w:r>
        <w:rPr>
          <w:rtl/>
        </w:rPr>
        <w:t xml:space="preserve"> فأبوا إلاّ أن يموتوا دونه</w:t>
      </w:r>
      <w:r w:rsidR="00364168">
        <w:rPr>
          <w:rtl/>
        </w:rPr>
        <w:t>،</w:t>
      </w:r>
      <w:r>
        <w:rPr>
          <w:rtl/>
        </w:rPr>
        <w:t xml:space="preserve"> وقال له مسلم بن عوسجة الأسدي</w:t>
      </w:r>
      <w:r w:rsidR="00364168">
        <w:rPr>
          <w:rtl/>
        </w:rPr>
        <w:t>:</w:t>
      </w:r>
      <w:r>
        <w:rPr>
          <w:rtl/>
        </w:rPr>
        <w:t xml:space="preserve"> أنحن نتخلّى عنك ولم نعذر إلى الله في أداء حقكّ</w:t>
      </w:r>
      <w:r w:rsidR="00364168">
        <w:rPr>
          <w:rtl/>
        </w:rPr>
        <w:t>؟</w:t>
      </w:r>
      <w:r>
        <w:rPr>
          <w:rtl/>
        </w:rPr>
        <w:t>!</w:t>
      </w:r>
      <w:r w:rsidR="008F60AE">
        <w:rPr>
          <w:rtl/>
        </w:rPr>
        <w:t xml:space="preserve"> ...</w:t>
      </w:r>
      <w:r>
        <w:rPr>
          <w:rtl/>
        </w:rPr>
        <w:t xml:space="preserve"> أما والله</w:t>
      </w:r>
      <w:r w:rsidR="00364168">
        <w:rPr>
          <w:rtl/>
        </w:rPr>
        <w:t>،</w:t>
      </w:r>
      <w:r>
        <w:rPr>
          <w:rtl/>
        </w:rPr>
        <w:t xml:space="preserve"> لا أفارقك حتّى أكسر في صدورهم رمحي وأضربهم بسيفي ما بقي قائمه بيدي</w:t>
      </w:r>
      <w:r w:rsidR="00364168">
        <w:rPr>
          <w:rtl/>
        </w:rPr>
        <w:t>،</w:t>
      </w:r>
      <w:r>
        <w:rPr>
          <w:rtl/>
        </w:rPr>
        <w:t xml:space="preserve"> ولو لم يكن معي سلاحي لقذفتهم بالحجارة دونك حتّى أموت معك</w:t>
      </w:r>
      <w:r w:rsidR="00364168">
        <w:rPr>
          <w:rtl/>
        </w:rPr>
        <w:t>.</w:t>
      </w:r>
      <w:r>
        <w:rPr>
          <w:rtl/>
        </w:rPr>
        <w:t xml:space="preserve"> وقد برّ بقسمه وبقي ومات</w:t>
      </w:r>
      <w:r w:rsidR="008F60AE">
        <w:rPr>
          <w:rtl/>
        </w:rPr>
        <w:t xml:space="preserve"> ...</w:t>
      </w:r>
      <w:r>
        <w:rPr>
          <w:rtl/>
        </w:rPr>
        <w:t xml:space="preserve"> </w:t>
      </w:r>
    </w:p>
    <w:p w:rsidR="002B49A5" w:rsidRDefault="002B49A5" w:rsidP="002B49A5">
      <w:pPr>
        <w:pStyle w:val="libNormal"/>
        <w:rPr>
          <w:rtl/>
        </w:rPr>
      </w:pPr>
      <w:r>
        <w:rPr>
          <w:rtl/>
        </w:rPr>
        <w:t>ودنا منه حبيب بن مظاهر وهو يجود بنفسه</w:t>
      </w:r>
      <w:r w:rsidR="00364168">
        <w:rPr>
          <w:rtl/>
        </w:rPr>
        <w:t>،</w:t>
      </w:r>
      <w:r>
        <w:rPr>
          <w:rtl/>
        </w:rPr>
        <w:t xml:space="preserve"> فقال له</w:t>
      </w:r>
      <w:r w:rsidR="00364168">
        <w:rPr>
          <w:rtl/>
        </w:rPr>
        <w:t>:</w:t>
      </w:r>
      <w:r>
        <w:rPr>
          <w:rtl/>
        </w:rPr>
        <w:t xml:space="preserve"> لولا أنّي أعلم إنّي في أثرك لاحق بك لأحببت أن توصيني حتّى أحفظك بما أنت له أهل</w:t>
      </w:r>
      <w:r w:rsidR="00364168">
        <w:rPr>
          <w:rtl/>
        </w:rPr>
        <w:t>.</w:t>
      </w:r>
      <w:r>
        <w:rPr>
          <w:rtl/>
        </w:rPr>
        <w:t xml:space="preserve"> فقال</w:t>
      </w:r>
      <w:r w:rsidR="004C4A93">
        <w:rPr>
          <w:rtl/>
        </w:rPr>
        <w:t xml:space="preserve"> - </w:t>
      </w:r>
      <w:r>
        <w:rPr>
          <w:rtl/>
        </w:rPr>
        <w:t>وكان آخر ما قال</w:t>
      </w:r>
      <w:r w:rsidR="009A226F">
        <w:rPr>
          <w:rtl/>
        </w:rPr>
        <w:t xml:space="preserve"> -</w:t>
      </w:r>
      <w:r w:rsidR="00364168">
        <w:rPr>
          <w:rtl/>
        </w:rPr>
        <w:t>:</w:t>
      </w:r>
      <w:r>
        <w:rPr>
          <w:rtl/>
        </w:rPr>
        <w:t xml:space="preserve"> اُوصيك بهذا رحمك الله</w:t>
      </w:r>
      <w:r w:rsidR="00364168">
        <w:rPr>
          <w:rtl/>
        </w:rPr>
        <w:t>،</w:t>
      </w:r>
      <w:r>
        <w:rPr>
          <w:rtl/>
        </w:rPr>
        <w:t xml:space="preserve"> أن تموت دونه</w:t>
      </w:r>
      <w:r w:rsidR="00364168">
        <w:rPr>
          <w:rtl/>
        </w:rPr>
        <w:t>.</w:t>
      </w:r>
      <w:r>
        <w:rPr>
          <w:rtl/>
        </w:rPr>
        <w:t xml:space="preserve"> وأومأ بيده نحو الحُسين </w:t>
      </w:r>
      <w:r w:rsidR="008F60AE" w:rsidRPr="008F60AE">
        <w:rPr>
          <w:rStyle w:val="libAlaemChar"/>
          <w:rtl/>
        </w:rPr>
        <w:t>عليه‌السلام</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 xml:space="preserve">وقُتل الحُسين </w:t>
      </w:r>
      <w:r w:rsidR="008F60AE" w:rsidRPr="008F60AE">
        <w:rPr>
          <w:rStyle w:val="libAlaemChar"/>
          <w:rtl/>
        </w:rPr>
        <w:t>عليه‌السلام</w:t>
      </w:r>
      <w:r w:rsidR="008F60AE">
        <w:rPr>
          <w:rtl/>
        </w:rPr>
        <w:t xml:space="preserve"> ...</w:t>
      </w:r>
      <w:r>
        <w:rPr>
          <w:rtl/>
        </w:rPr>
        <w:t xml:space="preserve"> وذهب الأمل في دولته ودولة الطالبيّين من بعده إلى أجل بعيد</w:t>
      </w:r>
      <w:r w:rsidR="00364168">
        <w:rPr>
          <w:rtl/>
        </w:rPr>
        <w:t>،</w:t>
      </w:r>
      <w:r>
        <w:rPr>
          <w:rtl/>
        </w:rPr>
        <w:t xml:space="preserve"> ولكنّه كان يشتم بالكلمة العوراء فيهون على الرجل من أصحاب الأريحية أن يموت ولا يصرّ على سماع تلك الكلمة أو يترك الجواب عليها</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فلمّا نُعي الحُسين في الكوفة</w:t>
      </w:r>
      <w:r w:rsidR="00364168">
        <w:rPr>
          <w:rtl/>
        </w:rPr>
        <w:t>،</w:t>
      </w:r>
      <w:r>
        <w:rPr>
          <w:rtl/>
        </w:rPr>
        <w:t xml:space="preserve"> نادى واليها ابن زياد إلى الصلاة الجامعة</w:t>
      </w:r>
      <w:r w:rsidR="00364168">
        <w:rPr>
          <w:rtl/>
        </w:rPr>
        <w:t>،</w:t>
      </w:r>
      <w:r>
        <w:rPr>
          <w:rtl/>
        </w:rPr>
        <w:t xml:space="preserve"> وصعد إلى المنبر وخطب القوم</w:t>
      </w:r>
      <w:r w:rsidR="00364168">
        <w:rPr>
          <w:rtl/>
        </w:rPr>
        <w:t>،</w:t>
      </w:r>
      <w:r>
        <w:rPr>
          <w:rtl/>
        </w:rPr>
        <w:t xml:space="preserve"> فقال</w:t>
      </w:r>
      <w:r w:rsidR="00364168">
        <w:rPr>
          <w:rtl/>
        </w:rPr>
        <w:t>:</w:t>
      </w:r>
      <w:r>
        <w:rPr>
          <w:rtl/>
        </w:rPr>
        <w:t xml:space="preserve"> الحمد لله الذي أظهر الحقّ وأهله</w:t>
      </w:r>
      <w:r w:rsidR="00364168">
        <w:rPr>
          <w:rtl/>
        </w:rPr>
        <w:t>،</w:t>
      </w:r>
      <w:r>
        <w:rPr>
          <w:rtl/>
        </w:rPr>
        <w:t xml:space="preserve"> ونصر أمير المؤمنين يزيد بن معاوية وحزبه</w:t>
      </w:r>
      <w:r w:rsidR="00364168">
        <w:rPr>
          <w:rtl/>
        </w:rPr>
        <w:t>،</w:t>
      </w:r>
      <w:r>
        <w:rPr>
          <w:rtl/>
        </w:rPr>
        <w:t xml:space="preserve"> وقتل الكذّاب ابن الكذّاب الحُسين بن عليّ وشيعته</w:t>
      </w:r>
      <w:r w:rsidR="00364168">
        <w:rPr>
          <w:rtl/>
        </w:rPr>
        <w:t>.</w:t>
      </w:r>
    </w:p>
    <w:p w:rsidR="002B49A5" w:rsidRDefault="002B49A5" w:rsidP="002B49A5">
      <w:pPr>
        <w:pStyle w:val="libNormal"/>
        <w:rPr>
          <w:rtl/>
        </w:rPr>
      </w:pPr>
      <w:r>
        <w:rPr>
          <w:rtl/>
        </w:rPr>
        <w:t>فما أتمّها حتّى وثب له من جانب المسجد شيخ ضرير هو عبد الله بن عفيف الأزدي</w:t>
      </w:r>
      <w:r w:rsidR="00364168">
        <w:rPr>
          <w:rtl/>
        </w:rPr>
        <w:t>،</w:t>
      </w:r>
      <w:r>
        <w:rPr>
          <w:rtl/>
        </w:rPr>
        <w:t xml:space="preserve"> الذي ذهبت إحدى عينيه يوم الجمل وذهبت عينه الاُخرى يوم صفّين</w:t>
      </w:r>
      <w:r w:rsidR="00364168">
        <w:rPr>
          <w:rtl/>
        </w:rPr>
        <w:t>،</w:t>
      </w:r>
      <w:r>
        <w:rPr>
          <w:rtl/>
        </w:rPr>
        <w:t xml:space="preserve"> فصاح بالوالي غداة يوم انتصاره وزهوه</w:t>
      </w:r>
      <w:r w:rsidR="00364168">
        <w:rPr>
          <w:rtl/>
        </w:rPr>
        <w:t>:</w:t>
      </w:r>
      <w:r>
        <w:rPr>
          <w:rtl/>
        </w:rPr>
        <w:t xml:space="preserve"> يابن مرجانة</w:t>
      </w:r>
      <w:r w:rsidR="00364168">
        <w:rPr>
          <w:rtl/>
        </w:rPr>
        <w:t>،</w:t>
      </w:r>
      <w:r>
        <w:rPr>
          <w:rtl/>
        </w:rPr>
        <w:t xml:space="preserve"> أتقتل أبناء النبيين وتقوم على المنبر مقام الصديقين</w:t>
      </w:r>
      <w:r w:rsidR="00364168">
        <w:rPr>
          <w:rtl/>
        </w:rPr>
        <w:t>؟</w:t>
      </w:r>
      <w:r>
        <w:rPr>
          <w:rtl/>
        </w:rPr>
        <w:t>! إنّما الكذّاب أنت وأبوك والذي ولاّك وأبوه</w:t>
      </w:r>
      <w:r w:rsidR="00364168">
        <w:rPr>
          <w:rtl/>
        </w:rPr>
        <w:t>.</w:t>
      </w:r>
    </w:p>
    <w:p w:rsidR="002B49A5" w:rsidRDefault="002B49A5" w:rsidP="002B49A5">
      <w:pPr>
        <w:pStyle w:val="libNormal"/>
        <w:rPr>
          <w:rtl/>
        </w:rPr>
      </w:pPr>
      <w:r>
        <w:rPr>
          <w:rtl/>
        </w:rPr>
        <w:t>فما طلع عليه الصباح إلاّ وهو مصلوب</w:t>
      </w:r>
      <w:r w:rsidR="008F60AE">
        <w:rPr>
          <w:rtl/>
        </w:rPr>
        <w:t xml:space="preserve"> ...</w:t>
      </w:r>
      <w:r>
        <w:rPr>
          <w:rtl/>
        </w:rPr>
        <w:t xml:space="preserve"> </w:t>
      </w:r>
    </w:p>
    <w:p w:rsidR="002B49A5" w:rsidRDefault="002B49A5" w:rsidP="002B49A5">
      <w:pPr>
        <w:pStyle w:val="libNormal"/>
        <w:rPr>
          <w:rtl/>
        </w:rPr>
      </w:pPr>
      <w:r>
        <w:rPr>
          <w:rtl/>
        </w:rPr>
        <w:t xml:space="preserve">إلى هذا الاُفق الأعلى من الأريحية والنخوة ارتفعت بالنّفس الإنسانيّة نصرة الحسين </w:t>
      </w:r>
      <w:r w:rsidR="008F60AE" w:rsidRPr="008F60AE">
        <w:rPr>
          <w:rStyle w:val="libAlaemChar"/>
          <w:rtl/>
        </w:rPr>
        <w:t>عليه‌السلام</w:t>
      </w:r>
      <w:r w:rsidR="00364168">
        <w:rPr>
          <w:rtl/>
        </w:rPr>
        <w:t>.</w:t>
      </w:r>
      <w:r>
        <w:rPr>
          <w:rtl/>
        </w:rPr>
        <w:t xml:space="preserve"> وإلى الأغوار المرذولة من الخسّة والأثرة هبطت بالنفس الإنسانيّة نصرة يزيد</w:t>
      </w:r>
      <w:r w:rsidR="008F60AE">
        <w:rPr>
          <w:rtl/>
        </w:rPr>
        <w:t xml:space="preserve"> ...</w:t>
      </w:r>
      <w:r>
        <w:rPr>
          <w:rtl/>
        </w:rPr>
        <w:t xml:space="preserve"> وحسبك من خسّة ناصريه</w:t>
      </w:r>
      <w:r w:rsidR="00364168">
        <w:rPr>
          <w:rtl/>
        </w:rPr>
        <w:t>،</w:t>
      </w:r>
      <w:r>
        <w:rPr>
          <w:rtl/>
        </w:rPr>
        <w:t xml:space="preserve"> أنّهم كانوا يجزون بالحطام وهتك الأعراض على غزو المدينة النّبويّة واستباحة ذمارها فيسرعون إلى الجزاء</w:t>
      </w:r>
      <w:r w:rsidR="008F60AE">
        <w:rPr>
          <w:rtl/>
        </w:rPr>
        <w:t xml:space="preserve"> ...</w:t>
      </w:r>
      <w:r>
        <w:rPr>
          <w:rtl/>
        </w:rPr>
        <w:t xml:space="preserve"> يسرعون إليه وليسوا هُم بكافرين بالنّبي </w:t>
      </w:r>
      <w:r w:rsidR="008F60AE" w:rsidRPr="008F60AE">
        <w:rPr>
          <w:rStyle w:val="libAlaemChar"/>
          <w:rtl/>
        </w:rPr>
        <w:t>صلى‌الله‌عليه‌وآله</w:t>
      </w:r>
      <w:r>
        <w:rPr>
          <w:rtl/>
        </w:rPr>
        <w:t xml:space="preserve"> الدفين في تلك المدينة</w:t>
      </w:r>
      <w:r w:rsidR="00364168">
        <w:rPr>
          <w:rtl/>
        </w:rPr>
        <w:t>،</w:t>
      </w:r>
      <w:r>
        <w:rPr>
          <w:rtl/>
        </w:rPr>
        <w:t xml:space="preserve"> فيكون لهم عذر الإقدام على أمر لا يعتقدون فيه التحريم</w:t>
      </w:r>
      <w:r w:rsidR="008F60AE">
        <w:rPr>
          <w:rtl/>
        </w:rPr>
        <w:t xml:space="preserve"> ...</w:t>
      </w:r>
      <w:r>
        <w:rPr>
          <w:rtl/>
        </w:rPr>
        <w:t xml:space="preserve"> </w:t>
      </w:r>
    </w:p>
    <w:p w:rsidR="002B49A5" w:rsidRDefault="002B49A5" w:rsidP="002B49A5">
      <w:pPr>
        <w:pStyle w:val="libNormal"/>
        <w:rPr>
          <w:rtl/>
        </w:rPr>
      </w:pPr>
      <w:r>
        <w:rPr>
          <w:rtl/>
        </w:rPr>
        <w:t>بل حسبك من خسّة ناصريه أنّهم كانوا يرعدون من مواجهة الحُسين</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بالضرب في كربلاء</w:t>
      </w:r>
      <w:r w:rsidR="00364168">
        <w:rPr>
          <w:rtl/>
        </w:rPr>
        <w:t>؛</w:t>
      </w:r>
      <w:r>
        <w:rPr>
          <w:rtl/>
        </w:rPr>
        <w:t xml:space="preserve"> لاعتقادهم بكرامته وحقّه</w:t>
      </w:r>
      <w:r w:rsidR="00364168">
        <w:rPr>
          <w:rtl/>
        </w:rPr>
        <w:t>،</w:t>
      </w:r>
      <w:r>
        <w:rPr>
          <w:rtl/>
        </w:rPr>
        <w:t xml:space="preserve"> ثمّ ينتزعون لباسه ولباس نسائه فيما انتزعوه من أسلاب</w:t>
      </w:r>
      <w:r w:rsidR="008F60AE">
        <w:rPr>
          <w:rtl/>
        </w:rPr>
        <w:t xml:space="preserve"> ...</w:t>
      </w:r>
      <w:r>
        <w:rPr>
          <w:rtl/>
        </w:rPr>
        <w:t xml:space="preserve"> ولو أنّهم كانوا يكفرون بدينه وبرسالة جدّه</w:t>
      </w:r>
      <w:r w:rsidR="00364168">
        <w:rPr>
          <w:rtl/>
        </w:rPr>
        <w:t>،</w:t>
      </w:r>
      <w:r>
        <w:rPr>
          <w:rtl/>
        </w:rPr>
        <w:t xml:space="preserve"> لكانوا في شرعة المروءة أقلّ خسّة من ذلك</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وتتقابل وسائل النجاح في المزاجين ما تتقابل المقاصد والغايات</w:t>
      </w:r>
      <w:r w:rsidR="008F60AE">
        <w:rPr>
          <w:rtl/>
        </w:rPr>
        <w:t xml:space="preserve"> ...</w:t>
      </w:r>
      <w:r>
        <w:rPr>
          <w:rtl/>
        </w:rPr>
        <w:t xml:space="preserve"> فكان شعار معاوية وأشياعه</w:t>
      </w:r>
      <w:r w:rsidR="00364168">
        <w:rPr>
          <w:rtl/>
        </w:rPr>
        <w:t>:</w:t>
      </w:r>
      <w:r>
        <w:rPr>
          <w:rtl/>
        </w:rPr>
        <w:t xml:space="preserve"> إنّ لله جنوداً من العسل</w:t>
      </w:r>
      <w:r w:rsidR="00364168">
        <w:rPr>
          <w:rtl/>
        </w:rPr>
        <w:t>.</w:t>
      </w:r>
      <w:r>
        <w:rPr>
          <w:rtl/>
        </w:rPr>
        <w:t xml:space="preserve"> وهو يعني العسل الذي يداف بالسم</w:t>
      </w:r>
      <w:r w:rsidR="00364168">
        <w:rPr>
          <w:rtl/>
        </w:rPr>
        <w:t>؛</w:t>
      </w:r>
      <w:r>
        <w:rPr>
          <w:rtl/>
        </w:rPr>
        <w:t xml:space="preserve"> ليخلي طريق النّجاح من كلّ معترض فيها ولو كان من الأصدقاء</w:t>
      </w:r>
      <w:r w:rsidR="00364168">
        <w:rPr>
          <w:rtl/>
        </w:rPr>
        <w:t>.</w:t>
      </w:r>
      <w:r>
        <w:rPr>
          <w:rtl/>
        </w:rPr>
        <w:t xml:space="preserve"> فكثرت روايات المؤرّخين عن مقتل الحسن بن عليّ والأشتر النخعي بهؤلاء الجنود</w:t>
      </w:r>
      <w:r w:rsidR="008F60AE">
        <w:rPr>
          <w:rtl/>
        </w:rPr>
        <w:t xml:space="preserve"> ...</w:t>
      </w:r>
      <w:r>
        <w:rPr>
          <w:rtl/>
        </w:rPr>
        <w:t xml:space="preserve"> </w:t>
      </w:r>
    </w:p>
    <w:p w:rsidR="002B49A5" w:rsidRDefault="002B49A5" w:rsidP="002B49A5">
      <w:pPr>
        <w:pStyle w:val="libNormal"/>
        <w:rPr>
          <w:rtl/>
        </w:rPr>
      </w:pPr>
      <w:r>
        <w:rPr>
          <w:rtl/>
        </w:rPr>
        <w:t>وأعجب منها ما قيل عن مقتل عبد الرّحمن بن خالد</w:t>
      </w:r>
      <w:r w:rsidR="00364168">
        <w:rPr>
          <w:rtl/>
        </w:rPr>
        <w:t>،</w:t>
      </w:r>
      <w:r>
        <w:rPr>
          <w:rtl/>
        </w:rPr>
        <w:t xml:space="preserve"> وقد كان نصيراً لمعاوية في حروب الشّام</w:t>
      </w:r>
      <w:r w:rsidR="008F60AE">
        <w:rPr>
          <w:rtl/>
        </w:rPr>
        <w:t xml:space="preserve"> ...</w:t>
      </w:r>
      <w:r>
        <w:rPr>
          <w:rtl/>
        </w:rPr>
        <w:t xml:space="preserve"> فإنّه مات مسموماً على ما اشتهر من الرّوايات</w:t>
      </w:r>
      <w:r w:rsidR="00364168">
        <w:rPr>
          <w:rtl/>
        </w:rPr>
        <w:t>؛</w:t>
      </w:r>
      <w:r>
        <w:rPr>
          <w:rtl/>
        </w:rPr>
        <w:t xml:space="preserve"> لأنّه رُشّح للخلافة بعد معاوية دون يزيداً</w:t>
      </w:r>
      <w:r w:rsidR="008F60AE">
        <w:rPr>
          <w:rtl/>
        </w:rPr>
        <w:t xml:space="preserve"> ...</w:t>
      </w:r>
      <w:r>
        <w:rPr>
          <w:rtl/>
        </w:rPr>
        <w:t xml:space="preserve"> وعلم ذلك أقرباء عبد الرّحمن بن خالد</w:t>
      </w:r>
      <w:r w:rsidR="00364168">
        <w:rPr>
          <w:rtl/>
        </w:rPr>
        <w:t>،</w:t>
      </w:r>
      <w:r>
        <w:rPr>
          <w:rtl/>
        </w:rPr>
        <w:t xml:space="preserve"> فقتلوا طبيب معاوية ( ابن أثال ) الذي اتهموه بسمّه في الدواء</w:t>
      </w:r>
      <w:r w:rsidR="00364168">
        <w:rPr>
          <w:rtl/>
        </w:rPr>
        <w:t>.</w:t>
      </w:r>
    </w:p>
    <w:p w:rsidR="002B49A5" w:rsidRDefault="002B49A5" w:rsidP="002B49A5">
      <w:pPr>
        <w:pStyle w:val="libNormal"/>
        <w:rPr>
          <w:rtl/>
        </w:rPr>
      </w:pPr>
      <w:r>
        <w:rPr>
          <w:rtl/>
        </w:rPr>
        <w:t xml:space="preserve">ولو استباح الحُسين </w:t>
      </w:r>
      <w:r w:rsidR="008F60AE" w:rsidRPr="008F60AE">
        <w:rPr>
          <w:rStyle w:val="libAlaemChar"/>
          <w:rtl/>
        </w:rPr>
        <w:t>عليه‌السلام</w:t>
      </w:r>
      <w:r>
        <w:rPr>
          <w:rtl/>
        </w:rPr>
        <w:t xml:space="preserve"> وشيعته هذه الوسائل مرّة واحدة</w:t>
      </w:r>
      <w:r w:rsidR="00364168">
        <w:rPr>
          <w:rtl/>
        </w:rPr>
        <w:t>،</w:t>
      </w:r>
      <w:r>
        <w:rPr>
          <w:rtl/>
        </w:rPr>
        <w:t xml:space="preserve"> لكانوا وشيكين أن يبلغوه مقصدهم من قريب</w:t>
      </w:r>
      <w:r w:rsidR="00364168">
        <w:rPr>
          <w:rtl/>
        </w:rPr>
        <w:t>؛</w:t>
      </w:r>
      <w:r>
        <w:rPr>
          <w:rtl/>
        </w:rPr>
        <w:t xml:space="preserve"> فقد كان هانئ بن عروة شيخ كندة من أنصار الحُسين وأبيه</w:t>
      </w:r>
      <w:r w:rsidR="00364168">
        <w:rPr>
          <w:rtl/>
        </w:rPr>
        <w:t>،</w:t>
      </w:r>
      <w:r>
        <w:rPr>
          <w:rtl/>
        </w:rPr>
        <w:t xml:space="preserve"> وكانت كندة كلّها تطيعه وتلبّيه</w:t>
      </w:r>
      <w:r w:rsidR="00364168">
        <w:rPr>
          <w:rtl/>
        </w:rPr>
        <w:t>،</w:t>
      </w:r>
      <w:r>
        <w:rPr>
          <w:rtl/>
        </w:rPr>
        <w:t xml:space="preserve"> حتّى قيل</w:t>
      </w:r>
      <w:r w:rsidR="00364168">
        <w:rPr>
          <w:rtl/>
        </w:rPr>
        <w:t>:</w:t>
      </w:r>
      <w:r>
        <w:rPr>
          <w:rtl/>
        </w:rPr>
        <w:t xml:space="preserve"> إنّه إذا صرخ لبّاه منهم ألف سيف</w:t>
      </w:r>
      <w:r w:rsidR="00364168">
        <w:rPr>
          <w:rtl/>
        </w:rPr>
        <w:t>.</w:t>
      </w:r>
      <w:r>
        <w:rPr>
          <w:rtl/>
        </w:rPr>
        <w:t xml:space="preserve"> فزاره عبيد الله بن زياد</w:t>
      </w:r>
      <w:r w:rsidR="004C4A93">
        <w:rPr>
          <w:rtl/>
        </w:rPr>
        <w:t xml:space="preserve"> - </w:t>
      </w:r>
      <w:r>
        <w:rPr>
          <w:rtl/>
        </w:rPr>
        <w:t>والي يزيد على الكوفة</w:t>
      </w:r>
      <w:r w:rsidR="004C4A93">
        <w:rPr>
          <w:rtl/>
        </w:rPr>
        <w:t xml:space="preserve"> - </w:t>
      </w:r>
      <w:r>
        <w:rPr>
          <w:rtl/>
        </w:rPr>
        <w:t>ليعوده في بعض مرضه ويتألّفه ويستميله إليه</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وقيل</w:t>
      </w:r>
      <w:r w:rsidR="00364168">
        <w:rPr>
          <w:rtl/>
        </w:rPr>
        <w:t>:</w:t>
      </w:r>
      <w:r>
        <w:rPr>
          <w:rtl/>
        </w:rPr>
        <w:t xml:space="preserve"> إنّ هانئاً عرض على مُسلم بن عقيل بن أبي طالب أن يقتل عبيد الله بن زياد وهو عنده</w:t>
      </w:r>
      <w:r w:rsidR="00364168">
        <w:rPr>
          <w:rtl/>
        </w:rPr>
        <w:t>،</w:t>
      </w:r>
      <w:r>
        <w:rPr>
          <w:rtl/>
        </w:rPr>
        <w:t xml:space="preserve"> وقيل</w:t>
      </w:r>
      <w:r w:rsidR="00364168">
        <w:rPr>
          <w:rtl/>
        </w:rPr>
        <w:t>:</w:t>
      </w:r>
      <w:r>
        <w:rPr>
          <w:rtl/>
        </w:rPr>
        <w:t xml:space="preserve"> إنّ الذي عرض ذلك رجل من صحبة هانئ المقرّبين</w:t>
      </w:r>
      <w:r w:rsidR="00364168">
        <w:rPr>
          <w:rtl/>
        </w:rPr>
        <w:t>،</w:t>
      </w:r>
      <w:r>
        <w:rPr>
          <w:rtl/>
        </w:rPr>
        <w:t xml:space="preserve"> فأبى مُسلم ما عرضه هذا وذاك</w:t>
      </w:r>
      <w:r w:rsidR="00364168">
        <w:rPr>
          <w:rtl/>
        </w:rPr>
        <w:t>،</w:t>
      </w:r>
      <w:r>
        <w:rPr>
          <w:rtl/>
        </w:rPr>
        <w:t xml:space="preserve"> وهو يؤمئذ طلبة ذلك الوالي</w:t>
      </w:r>
      <w:r w:rsidR="00364168">
        <w:rPr>
          <w:rtl/>
        </w:rPr>
        <w:t>،</w:t>
      </w:r>
      <w:r>
        <w:rPr>
          <w:rtl/>
        </w:rPr>
        <w:t xml:space="preserve"> وجنوده قد تعقّبوه وأهدروا دمه</w:t>
      </w:r>
      <w:r w:rsidR="00364168">
        <w:rPr>
          <w:rtl/>
        </w:rPr>
        <w:t>،</w:t>
      </w:r>
      <w:r>
        <w:rPr>
          <w:rtl/>
        </w:rPr>
        <w:t xml:space="preserve"> وأجزلوا الوعود لمن يسلّمه أو يدلّ عليه</w:t>
      </w:r>
      <w:r w:rsidR="00364168">
        <w:rPr>
          <w:rtl/>
        </w:rPr>
        <w:t>،</w:t>
      </w:r>
      <w:r>
        <w:rPr>
          <w:rtl/>
        </w:rPr>
        <w:t xml:space="preserve"> وقال</w:t>
      </w:r>
      <w:r w:rsidR="00364168">
        <w:rPr>
          <w:rtl/>
        </w:rPr>
        <w:t>:</w:t>
      </w:r>
      <w:r>
        <w:rPr>
          <w:rtl/>
        </w:rPr>
        <w:t xml:space="preserve"> إنّا أهل بيت نكره الغدر</w:t>
      </w:r>
      <w:r w:rsidR="00364168">
        <w:rPr>
          <w:rtl/>
        </w:rPr>
        <w:t>.</w:t>
      </w:r>
      <w:r>
        <w:rPr>
          <w:rtl/>
        </w:rPr>
        <w:t xml:space="preserve"> ولو أنّه بطش بابن زياد</w:t>
      </w:r>
      <w:r w:rsidR="00364168">
        <w:rPr>
          <w:rtl/>
        </w:rPr>
        <w:t>،</w:t>
      </w:r>
      <w:r>
        <w:rPr>
          <w:rtl/>
        </w:rPr>
        <w:t xml:space="preserve"> لقد بطش يومئذ بأكبر أنصار يزيد</w:t>
      </w:r>
      <w:r w:rsidR="008F60AE">
        <w:rPr>
          <w:rtl/>
        </w:rPr>
        <w:t xml:space="preserve"> ...</w:t>
      </w:r>
      <w:r>
        <w:rPr>
          <w:rtl/>
        </w:rPr>
        <w:t xml:space="preserve"> </w:t>
      </w:r>
    </w:p>
    <w:p w:rsidR="002B49A5" w:rsidRDefault="002B49A5" w:rsidP="002B49A5">
      <w:pPr>
        <w:pStyle w:val="libNormal"/>
        <w:rPr>
          <w:rtl/>
        </w:rPr>
      </w:pPr>
      <w:r>
        <w:rPr>
          <w:rtl/>
        </w:rPr>
        <w:t>وليقل مَن شاء أنّ قتل ابن زياد كان صواباً راجحاً</w:t>
      </w:r>
      <w:r w:rsidR="008F60AE">
        <w:rPr>
          <w:rtl/>
        </w:rPr>
        <w:t xml:space="preserve"> ...</w:t>
      </w:r>
      <w:r>
        <w:rPr>
          <w:rtl/>
        </w:rPr>
        <w:t xml:space="preserve"> وأنّ التحرّج من قتله كان خطأ فادحاً من وجهة السّياسة أو من وجهة الأخلاق</w:t>
      </w:r>
      <w:r w:rsidR="00364168">
        <w:rPr>
          <w:rtl/>
        </w:rPr>
        <w:t>،</w:t>
      </w:r>
      <w:r>
        <w:rPr>
          <w:rtl/>
        </w:rPr>
        <w:t xml:space="preserve"> فالذي لا يشكّ فيه أنّه إن كان صواباً فهو صواب سهل يستطيعه كثيرون</w:t>
      </w:r>
      <w:r w:rsidR="00364168">
        <w:rPr>
          <w:rtl/>
        </w:rPr>
        <w:t>،</w:t>
      </w:r>
      <w:r>
        <w:rPr>
          <w:rtl/>
        </w:rPr>
        <w:t xml:space="preserve"> وإن كان خطأ فهو الخطأ الصعب الذي لا يستطيعه إلاّ القليلون</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كذلك يقول من يقول</w:t>
      </w:r>
      <w:r w:rsidR="00364168">
        <w:rPr>
          <w:rtl/>
        </w:rPr>
        <w:t>:</w:t>
      </w:r>
      <w:r>
        <w:rPr>
          <w:rtl/>
        </w:rPr>
        <w:t xml:space="preserve"> إنّ الأريحية التي سمت إليها طبائع أنصار الحسين </w:t>
      </w:r>
      <w:r w:rsidR="008F60AE" w:rsidRPr="008F60AE">
        <w:rPr>
          <w:rStyle w:val="libAlaemChar"/>
          <w:rtl/>
        </w:rPr>
        <w:t>عليه‌السلام</w:t>
      </w:r>
      <w:r w:rsidR="00364168">
        <w:rPr>
          <w:rtl/>
        </w:rPr>
        <w:t>،</w:t>
      </w:r>
      <w:r>
        <w:rPr>
          <w:rtl/>
        </w:rPr>
        <w:t xml:space="preserve"> إنّما هي أريحية الإيمان الذي يعتقد صاحبه أنّه يموت في نصرة الحُسين فيذهب لساعته إلى جنّات النّعيم</w:t>
      </w:r>
      <w:r w:rsidR="008F60AE">
        <w:rPr>
          <w:rtl/>
        </w:rPr>
        <w:t xml:space="preserve"> ...</w:t>
      </w:r>
      <w:r>
        <w:rPr>
          <w:rtl/>
        </w:rPr>
        <w:t xml:space="preserve"> فهؤلاء الذين يقولون هذا القول يجعلون المنفعة وحدها باعث الإنسان إلى جميع أعماله</w:t>
      </w:r>
      <w:r w:rsidR="00364168">
        <w:rPr>
          <w:rtl/>
        </w:rPr>
        <w:t>،</w:t>
      </w:r>
      <w:r>
        <w:rPr>
          <w:rtl/>
        </w:rPr>
        <w:t xml:space="preserve"> حتّى ما صدر منها عن عقيدة وإيمان</w:t>
      </w:r>
      <w:r w:rsidR="00364168">
        <w:rPr>
          <w:rtl/>
        </w:rPr>
        <w:t>،</w:t>
      </w:r>
      <w:r>
        <w:rPr>
          <w:rtl/>
        </w:rPr>
        <w:t xml:space="preserve"> وينسون أنّ المنفعة وحدها لن تفسّر لنا حتّى الغرائز الحيوانية التي يصاب من جرّائها الفرد طوعاً أو كرهاً في</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خدمة نوعه</w:t>
      </w:r>
      <w:r w:rsidR="00364168">
        <w:rPr>
          <w:rtl/>
        </w:rPr>
        <w:t>،</w:t>
      </w:r>
      <w:r>
        <w:rPr>
          <w:rtl/>
        </w:rPr>
        <w:t xml:space="preserve"> بل ينسون أنّ أنصار يزيد لا يكرهون جنّات النّعيم ولا يكفرون بها</w:t>
      </w:r>
      <w:r w:rsidR="00364168">
        <w:rPr>
          <w:rtl/>
        </w:rPr>
        <w:t>،</w:t>
      </w:r>
      <w:r>
        <w:rPr>
          <w:rtl/>
        </w:rPr>
        <w:t xml:space="preserve"> فلماذا لم يطلبوها كما طلبها أنصار الحُسين </w:t>
      </w:r>
      <w:r w:rsidR="008F60AE" w:rsidRPr="008F60AE">
        <w:rPr>
          <w:rStyle w:val="libAlaemChar"/>
          <w:rtl/>
        </w:rPr>
        <w:t>عليه‌السلام</w:t>
      </w:r>
      <w:r w:rsidR="00364168">
        <w:rPr>
          <w:rtl/>
        </w:rPr>
        <w:t>؟..</w:t>
      </w:r>
      <w:r>
        <w:rPr>
          <w:rtl/>
        </w:rPr>
        <w:t xml:space="preserve"> إنّهم لم يطلبوها</w:t>
      </w:r>
      <w:r w:rsidR="00364168">
        <w:rPr>
          <w:rtl/>
        </w:rPr>
        <w:t>؛</w:t>
      </w:r>
      <w:r>
        <w:rPr>
          <w:rtl/>
        </w:rPr>
        <w:t xml:space="preserve"> لأنّهم منقادون لغواية اُخرى</w:t>
      </w:r>
      <w:r w:rsidR="00364168">
        <w:rPr>
          <w:rtl/>
        </w:rPr>
        <w:t>،</w:t>
      </w:r>
      <w:r>
        <w:rPr>
          <w:rtl/>
        </w:rPr>
        <w:t xml:space="preserve"> ولأنّهم لا يملكون عزيمة الإيمان ونخوة العقيدة</w:t>
      </w:r>
      <w:r w:rsidR="00364168">
        <w:rPr>
          <w:rtl/>
        </w:rPr>
        <w:t>،</w:t>
      </w:r>
      <w:r>
        <w:rPr>
          <w:rtl/>
        </w:rPr>
        <w:t xml:space="preserve"> ولا تلك القوّة الخلقية التي يتغلبون بها على رهبة الموت ويقطعون بها وساوس التعلّق بالعيش والخنوع للمتعة القريبة</w:t>
      </w:r>
      <w:r w:rsidR="00364168">
        <w:rPr>
          <w:rtl/>
        </w:rPr>
        <w:t>.</w:t>
      </w:r>
      <w:r>
        <w:rPr>
          <w:rtl/>
        </w:rPr>
        <w:t xml:space="preserve"> فلولا اختلاف الطبائع لظهر شغف النّاس جميعاً بجنّات النّعيم على نحو واحد</w:t>
      </w:r>
      <w:r w:rsidR="00364168">
        <w:rPr>
          <w:rtl/>
        </w:rPr>
        <w:t>،</w:t>
      </w:r>
      <w:r>
        <w:rPr>
          <w:rtl/>
        </w:rPr>
        <w:t xml:space="preserve"> ومضى النّاس على سنّة واحدة في الأريحية والفداء</w:t>
      </w:r>
      <w:r w:rsidR="00364168">
        <w:rPr>
          <w:rtl/>
        </w:rPr>
        <w:t>،</w:t>
      </w:r>
      <w:r>
        <w:rPr>
          <w:rtl/>
        </w:rPr>
        <w:t xml:space="preserve"> ومرجع الأمر إذن في آخر المطاف إلى فرق واضح بين طبائع الأريحيين وطبائع النفعيين</w:t>
      </w:r>
      <w:r w:rsidR="00364168">
        <w:rPr>
          <w:rtl/>
        </w:rPr>
        <w:t>.</w:t>
      </w:r>
    </w:p>
    <w:p w:rsidR="002B49A5" w:rsidRDefault="002B49A5" w:rsidP="002B49A5">
      <w:pPr>
        <w:pStyle w:val="libNormal"/>
        <w:rPr>
          <w:rtl/>
        </w:rPr>
      </w:pPr>
      <w:r>
        <w:rPr>
          <w:rtl/>
        </w:rPr>
        <w:t>وكذلك يقول من يقول</w:t>
      </w:r>
      <w:r w:rsidR="00364168">
        <w:rPr>
          <w:rtl/>
        </w:rPr>
        <w:t>:</w:t>
      </w:r>
      <w:r>
        <w:rPr>
          <w:rtl/>
        </w:rPr>
        <w:t xml:space="preserve"> إنّ الأريحية في نفوس أنصار الحُسين كانت أريحية أفراد معدودين ثبتوا معه ولم يخذلوه إلى يومه الأخير</w:t>
      </w:r>
      <w:r w:rsidR="008F60AE">
        <w:rPr>
          <w:rtl/>
        </w:rPr>
        <w:t xml:space="preserve"> ...</w:t>
      </w:r>
      <w:r>
        <w:rPr>
          <w:rtl/>
        </w:rPr>
        <w:t xml:space="preserve"> وينسى هؤلاء إنّ الارتفاع ليقاس بالقمّة الواحدة كما يُقاس بالقمم الكثيرة</w:t>
      </w:r>
      <w:r w:rsidR="00364168">
        <w:rPr>
          <w:rtl/>
        </w:rPr>
        <w:t>،</w:t>
      </w:r>
      <w:r>
        <w:rPr>
          <w:rtl/>
        </w:rPr>
        <w:t xml:space="preserve"> وأنّ الغور ليسبر في مكان واحد كما يسبر في كلّ مكان</w:t>
      </w:r>
      <w:r w:rsidR="00364168">
        <w:rPr>
          <w:rtl/>
        </w:rPr>
        <w:t>،</w:t>
      </w:r>
      <w:r>
        <w:rPr>
          <w:rtl/>
        </w:rPr>
        <w:t xml:space="preserve"> وإنّما تكون</w:t>
      </w:r>
      <w:r w:rsidR="008F60AE">
        <w:rPr>
          <w:rtl/>
        </w:rPr>
        <w:t xml:space="preserve"> الندرة هُنا أدلّ على جلالة الم</w:t>
      </w:r>
      <w:r>
        <w:rPr>
          <w:rtl/>
        </w:rPr>
        <w:t>رتقى الذي تطيقه النّفس الواحدة أو الأنفس المعدودات</w:t>
      </w:r>
      <w:r w:rsidR="00364168">
        <w:rPr>
          <w:rtl/>
        </w:rPr>
        <w:t>،</w:t>
      </w:r>
      <w:r>
        <w:rPr>
          <w:rtl/>
        </w:rPr>
        <w:t xml:space="preserve"> ولا تطيقه نفوس الأكثرين</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فمدار الخلاف إذن في هذه الجولة التاريخية</w:t>
      </w:r>
      <w:r w:rsidR="00364168">
        <w:rPr>
          <w:rtl/>
        </w:rPr>
        <w:t>،</w:t>
      </w:r>
      <w:r>
        <w:rPr>
          <w:rtl/>
        </w:rPr>
        <w:t xml:space="preserve"> إنّما هو الفارق الخالد بين مزاجين بارزين كائناً ما كان تفسير المفسّرين للعقائد الروحية والمطامع السّياسية</w:t>
      </w:r>
      <w:r w:rsidR="00364168">
        <w:rPr>
          <w:rtl/>
        </w:rPr>
        <w:t>،</w:t>
      </w:r>
      <w:r>
        <w:rPr>
          <w:rtl/>
        </w:rPr>
        <w:t xml:space="preserve"> ولم يتلاق هذان المزاجان على تناحر وتناجز كما</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تلاقيا عامّة في النزاع بين الطالبيّين والاُمويّين</w:t>
      </w:r>
      <w:r w:rsidR="00364168">
        <w:rPr>
          <w:rtl/>
        </w:rPr>
        <w:t>،</w:t>
      </w:r>
      <w:r>
        <w:rPr>
          <w:rtl/>
        </w:rPr>
        <w:t xml:space="preserve"> وخاصّة في النزاع بين الحُسين ويزيد</w:t>
      </w:r>
      <w:r w:rsidR="00364168">
        <w:rPr>
          <w:rtl/>
        </w:rPr>
        <w:t>.</w:t>
      </w:r>
    </w:p>
    <w:p w:rsidR="002B49A5" w:rsidRDefault="002B49A5" w:rsidP="002B49A5">
      <w:pPr>
        <w:pStyle w:val="libNormal"/>
        <w:rPr>
          <w:rtl/>
        </w:rPr>
      </w:pPr>
      <w:r>
        <w:rPr>
          <w:rtl/>
        </w:rPr>
        <w:t>فحياة الحُسين رضي الله عنه صفحة</w:t>
      </w:r>
      <w:r w:rsidR="00364168">
        <w:rPr>
          <w:rtl/>
        </w:rPr>
        <w:t>،</w:t>
      </w:r>
      <w:r>
        <w:rPr>
          <w:rtl/>
        </w:rPr>
        <w:t xml:space="preserve"> لا صفحة تماثلها في توضيح الفارق بين خصائص هذين المزاجين</w:t>
      </w:r>
      <w:r w:rsidR="00364168">
        <w:rPr>
          <w:rtl/>
        </w:rPr>
        <w:t>،</w:t>
      </w:r>
      <w:r>
        <w:rPr>
          <w:rtl/>
        </w:rPr>
        <w:t xml:space="preserve"> وبيان ما لكلّ منهما من عدّة للنجاح في كفاح الحياة</w:t>
      </w:r>
      <w:r w:rsidR="00364168">
        <w:rPr>
          <w:rtl/>
        </w:rPr>
        <w:t>،</w:t>
      </w:r>
      <w:r>
        <w:rPr>
          <w:rtl/>
        </w:rPr>
        <w:t xml:space="preserve"> سواء نظرنا إلى الأمد البعيد أو قصرنا النّظر على الأمد القريب</w:t>
      </w:r>
      <w:r w:rsidR="00364168">
        <w:rPr>
          <w:rtl/>
        </w:rPr>
        <w:t>.</w:t>
      </w:r>
    </w:p>
    <w:p w:rsidR="002B49A5" w:rsidRDefault="002B49A5" w:rsidP="002B49A5">
      <w:pPr>
        <w:pStyle w:val="libNormal"/>
      </w:pPr>
      <w:r>
        <w:rPr>
          <w:rtl/>
        </w:rPr>
        <w:br w:type="page"/>
      </w:r>
    </w:p>
    <w:p w:rsidR="002B49A5" w:rsidRDefault="002B49A5" w:rsidP="002B49A5">
      <w:pPr>
        <w:pStyle w:val="libNormal"/>
      </w:pPr>
      <w:r>
        <w:rPr>
          <w:rtl/>
        </w:rPr>
        <w:lastRenderedPageBreak/>
        <w:br w:type="page"/>
      </w:r>
    </w:p>
    <w:p w:rsidR="009A226F" w:rsidRDefault="009A226F" w:rsidP="009A226F">
      <w:pPr>
        <w:pStyle w:val="Heading1Center"/>
        <w:rPr>
          <w:rtl/>
        </w:rPr>
      </w:pPr>
      <w:bookmarkStart w:id="11" w:name="_Toc374273664"/>
      <w:bookmarkStart w:id="12" w:name="_Toc374273966"/>
      <w:r>
        <w:rPr>
          <w:rtl/>
        </w:rPr>
        <w:lastRenderedPageBreak/>
        <w:t>الخصومة:</w:t>
      </w:r>
      <w:bookmarkEnd w:id="11"/>
      <w:bookmarkEnd w:id="12"/>
    </w:p>
    <w:p w:rsidR="002B49A5" w:rsidRDefault="002B49A5" w:rsidP="009A226F">
      <w:pPr>
        <w:pStyle w:val="Heading2Center"/>
        <w:rPr>
          <w:rtl/>
        </w:rPr>
      </w:pPr>
      <w:bookmarkStart w:id="13" w:name="_Toc374273665"/>
      <w:bookmarkStart w:id="14" w:name="_Toc374273967"/>
      <w:r>
        <w:rPr>
          <w:rtl/>
        </w:rPr>
        <w:t>أسباب التنافس</w:t>
      </w:r>
      <w:bookmarkEnd w:id="13"/>
      <w:bookmarkEnd w:id="14"/>
      <w:r>
        <w:rPr>
          <w:rtl/>
        </w:rPr>
        <w:t xml:space="preserve"> </w:t>
      </w:r>
    </w:p>
    <w:p w:rsidR="002B49A5" w:rsidRDefault="002B49A5" w:rsidP="002B49A5">
      <w:pPr>
        <w:pStyle w:val="libNormal"/>
        <w:rPr>
          <w:rtl/>
        </w:rPr>
      </w:pPr>
      <w:r>
        <w:rPr>
          <w:rtl/>
        </w:rPr>
        <w:t>قبل أن يقف الحُسين ويزيد متناجزين</w:t>
      </w:r>
      <w:r w:rsidR="00364168">
        <w:rPr>
          <w:rtl/>
        </w:rPr>
        <w:t>،</w:t>
      </w:r>
      <w:r>
        <w:rPr>
          <w:rtl/>
        </w:rPr>
        <w:t xml:space="preserve"> كانت الحوادث قد جمعت لهما أسباب التنافس والخصومة منذ أجيال</w:t>
      </w:r>
      <w:r w:rsidR="00364168">
        <w:rPr>
          <w:rtl/>
        </w:rPr>
        <w:t>،</w:t>
      </w:r>
      <w:r>
        <w:rPr>
          <w:rtl/>
        </w:rPr>
        <w:t xml:space="preserve"> وكان هذا التنافس بينهما يرجع إلى كلّ سبب يوجب النفرة بين رجلين من العصبية</w:t>
      </w:r>
      <w:r w:rsidR="00364168">
        <w:rPr>
          <w:rtl/>
        </w:rPr>
        <w:t>،</w:t>
      </w:r>
      <w:r>
        <w:rPr>
          <w:rtl/>
        </w:rPr>
        <w:t xml:space="preserve"> إلى الترات الموروثة</w:t>
      </w:r>
      <w:r w:rsidR="00364168">
        <w:rPr>
          <w:rtl/>
        </w:rPr>
        <w:t>،</w:t>
      </w:r>
      <w:r>
        <w:rPr>
          <w:rtl/>
        </w:rPr>
        <w:t xml:space="preserve"> إلى السّياسة</w:t>
      </w:r>
      <w:r w:rsidR="00364168">
        <w:rPr>
          <w:rtl/>
        </w:rPr>
        <w:t>،</w:t>
      </w:r>
      <w:r>
        <w:rPr>
          <w:rtl/>
        </w:rPr>
        <w:t xml:space="preserve"> إلى العاطفة الشّخصية</w:t>
      </w:r>
      <w:r w:rsidR="00364168">
        <w:rPr>
          <w:rtl/>
        </w:rPr>
        <w:t>،</w:t>
      </w:r>
      <w:r>
        <w:rPr>
          <w:rtl/>
        </w:rPr>
        <w:t xml:space="preserve"> إلى اختلاف الخليقة والنشأة والتفكير</w:t>
      </w:r>
      <w:r w:rsidR="008F60AE">
        <w:rPr>
          <w:rtl/>
        </w:rPr>
        <w:t xml:space="preserve"> ...</w:t>
      </w:r>
      <w:r>
        <w:rPr>
          <w:rtl/>
        </w:rPr>
        <w:t xml:space="preserve"> </w:t>
      </w:r>
    </w:p>
    <w:p w:rsidR="002B49A5" w:rsidRDefault="002B49A5" w:rsidP="002B49A5">
      <w:pPr>
        <w:pStyle w:val="libNormal"/>
        <w:rPr>
          <w:rtl/>
        </w:rPr>
      </w:pPr>
      <w:r>
        <w:rPr>
          <w:rtl/>
        </w:rPr>
        <w:t>تنافس هاشم واُميّة على الزعامة قبل أن يولد معاوية</w:t>
      </w:r>
      <w:r w:rsidR="008F60AE">
        <w:rPr>
          <w:rtl/>
        </w:rPr>
        <w:t xml:space="preserve"> ...</w:t>
      </w:r>
      <w:r>
        <w:rPr>
          <w:rtl/>
        </w:rPr>
        <w:t xml:space="preserve"> فخرج اُميّة ناقماً إلى الشّام وبقي هاشم منفرداً بزعامة بني عبد مُناف في مكّة</w:t>
      </w:r>
      <w:r w:rsidR="00364168">
        <w:rPr>
          <w:rtl/>
        </w:rPr>
        <w:t>.</w:t>
      </w:r>
      <w:r>
        <w:rPr>
          <w:rtl/>
        </w:rPr>
        <w:t xml:space="preserve"> فكان هذا أوّل انقسام وتقسيم بين الاُمويّين والهاشميين</w:t>
      </w:r>
      <w:r w:rsidR="00364168">
        <w:rPr>
          <w:rtl/>
        </w:rPr>
        <w:t>،</w:t>
      </w:r>
      <w:r>
        <w:rPr>
          <w:rtl/>
        </w:rPr>
        <w:t xml:space="preserve"> هؤلاء يعتصمون بالشّام وهؤلاء يعتصمون بالحجاز</w:t>
      </w:r>
      <w:r w:rsidR="008F60AE">
        <w:rPr>
          <w:rtl/>
        </w:rPr>
        <w:t xml:space="preserve"> ...</w:t>
      </w:r>
      <w:r>
        <w:rPr>
          <w:rtl/>
        </w:rPr>
        <w:t xml:space="preserve"> </w:t>
      </w:r>
    </w:p>
    <w:p w:rsidR="002B49A5" w:rsidRDefault="002B49A5" w:rsidP="002B49A5">
      <w:pPr>
        <w:pStyle w:val="libNormal"/>
        <w:rPr>
          <w:rtl/>
        </w:rPr>
      </w:pPr>
      <w:r>
        <w:rPr>
          <w:rtl/>
        </w:rPr>
        <w:t>ثمّ علا نجم أبي سفيان بن حرب بن اُميّة في الحجاز</w:t>
      </w:r>
      <w:r w:rsidR="00364168">
        <w:rPr>
          <w:rtl/>
        </w:rPr>
        <w:t>،</w:t>
      </w:r>
      <w:r>
        <w:rPr>
          <w:rtl/>
        </w:rPr>
        <w:t xml:space="preserve"> فأصبحت له زعامة مرموقة إلى جانب الزعامة الهاشمية</w:t>
      </w:r>
      <w:r w:rsidR="00364168">
        <w:rPr>
          <w:rtl/>
        </w:rPr>
        <w:t>.</w:t>
      </w:r>
      <w:r>
        <w:rPr>
          <w:rtl/>
        </w:rPr>
        <w:t xml:space="preserve"> فلمّا ظهرت الدعوة المحمّدية أخذته الغيرة على زعامته</w:t>
      </w:r>
      <w:r w:rsidR="00364168">
        <w:rPr>
          <w:rtl/>
        </w:rPr>
        <w:t>،</w:t>
      </w:r>
      <w:r>
        <w:rPr>
          <w:rtl/>
        </w:rPr>
        <w:t xml:space="preserve"> فكان في طليعة المحاربين للدعوة الجديدة</w:t>
      </w:r>
      <w:r w:rsidR="00364168">
        <w:rPr>
          <w:rtl/>
        </w:rPr>
        <w:t>.</w:t>
      </w:r>
      <w:r>
        <w:rPr>
          <w:rtl/>
        </w:rPr>
        <w:t xml:space="preserve"> وندرت غزوة من الغزوات لم تكن فيها لأبي سفيان أصبع ظاهرة في تأليب القبائل وجمع الأموال</w:t>
      </w:r>
      <w:r w:rsidR="00364168">
        <w:rPr>
          <w:rtl/>
        </w:rPr>
        <w:t>.</w:t>
      </w:r>
      <w:r>
        <w:rPr>
          <w:rtl/>
        </w:rPr>
        <w:t xml:space="preserve"> وشاءت المصادفات زمناً من الأزمان أن</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يظلّ وحده على زعامة قُريش في حربها للنبي (عليه الصّلاة والسّلام)</w:t>
      </w:r>
      <w:r w:rsidR="00364168">
        <w:rPr>
          <w:rtl/>
        </w:rPr>
        <w:t>.</w:t>
      </w:r>
      <w:r>
        <w:rPr>
          <w:rtl/>
        </w:rPr>
        <w:t xml:space="preserve"> فمات الوليد بن المغيرة زعيم مخزوم</w:t>
      </w:r>
      <w:r w:rsidR="00364168">
        <w:rPr>
          <w:rtl/>
        </w:rPr>
        <w:t>،</w:t>
      </w:r>
      <w:r>
        <w:rPr>
          <w:rtl/>
        </w:rPr>
        <w:t xml:space="preserve"> ودان زُعماء تيم وبني عدن وغيرهم من البطون القرشية الصغيرة بالإسلام</w:t>
      </w:r>
      <w:r w:rsidR="00364168">
        <w:rPr>
          <w:rtl/>
        </w:rPr>
        <w:t>،</w:t>
      </w:r>
      <w:r>
        <w:rPr>
          <w:rtl/>
        </w:rPr>
        <w:t xml:space="preserve"> وبقي أبو سفيان وحده على رأس الزعامة الجاهليّة والزعامة الاُمويّة في منازلة النّبي ومَن معه من المهاجرين والأنصار</w:t>
      </w:r>
      <w:r w:rsidR="00364168">
        <w:rPr>
          <w:rtl/>
        </w:rPr>
        <w:t>،</w:t>
      </w:r>
      <w:r>
        <w:rPr>
          <w:rtl/>
        </w:rPr>
        <w:t xml:space="preserve"> وبلغ من تغلغل العداء في هذه الاُسرة للنبي </w:t>
      </w:r>
      <w:r w:rsidR="008F60AE" w:rsidRPr="008F60AE">
        <w:rPr>
          <w:rStyle w:val="libAlaemChar"/>
          <w:rtl/>
        </w:rPr>
        <w:t>صلى‌الله‌عليه‌وآله</w:t>
      </w:r>
      <w:r w:rsidR="00364168">
        <w:rPr>
          <w:rtl/>
        </w:rPr>
        <w:t>،</w:t>
      </w:r>
      <w:r>
        <w:rPr>
          <w:rtl/>
        </w:rPr>
        <w:t xml:space="preserve"> أنّ أبا لهب عمّه كان أوحد أعمامه في الكيد له والتأليب عليه</w:t>
      </w:r>
      <w:r w:rsidR="00364168">
        <w:rPr>
          <w:rtl/>
        </w:rPr>
        <w:t>،</w:t>
      </w:r>
      <w:r>
        <w:rPr>
          <w:rtl/>
        </w:rPr>
        <w:t xml:space="preserve"> وإنّما جاءه هذا من بنائه باُمّ جميل بنت حرب</w:t>
      </w:r>
      <w:r w:rsidR="00364168">
        <w:rPr>
          <w:rtl/>
        </w:rPr>
        <w:t>،</w:t>
      </w:r>
      <w:r>
        <w:rPr>
          <w:rtl/>
        </w:rPr>
        <w:t xml:space="preserve"> اُخت أبي سفيان التي وصفها القرآن بأنّها (حمّالة الحطب)</w:t>
      </w:r>
      <w:r w:rsidR="00364168">
        <w:rPr>
          <w:rtl/>
        </w:rPr>
        <w:t>؛</w:t>
      </w:r>
      <w:r>
        <w:rPr>
          <w:rtl/>
        </w:rPr>
        <w:t xml:space="preserve"> كناية عن السّعي في الشرّ وتأريث نار البغضاء</w:t>
      </w:r>
      <w:r w:rsidR="008F60AE">
        <w:rPr>
          <w:rtl/>
        </w:rPr>
        <w:t xml:space="preserve"> ...</w:t>
      </w:r>
      <w:r>
        <w:rPr>
          <w:rtl/>
        </w:rPr>
        <w:t xml:space="preserve"> </w:t>
      </w:r>
    </w:p>
    <w:p w:rsidR="002B49A5" w:rsidRDefault="002B49A5" w:rsidP="002B49A5">
      <w:pPr>
        <w:pStyle w:val="libNormal"/>
        <w:rPr>
          <w:rtl/>
        </w:rPr>
      </w:pPr>
      <w:r>
        <w:rPr>
          <w:rtl/>
        </w:rPr>
        <w:t>ثمّ فُتحت مكّة</w:t>
      </w:r>
      <w:r w:rsidR="00364168">
        <w:rPr>
          <w:rtl/>
        </w:rPr>
        <w:t>،</w:t>
      </w:r>
      <w:r>
        <w:rPr>
          <w:rtl/>
        </w:rPr>
        <w:t xml:space="preserve"> فوقف أبو سفيان ينظر إلى جيش الم</w:t>
      </w:r>
      <w:r w:rsidR="008F60AE">
        <w:rPr>
          <w:rtl/>
        </w:rPr>
        <w:t>سلمين ويقول للعبّاس بن عبد الم</w:t>
      </w:r>
      <w:r>
        <w:rPr>
          <w:rtl/>
        </w:rPr>
        <w:t>طلّب</w:t>
      </w:r>
      <w:r w:rsidR="00364168">
        <w:rPr>
          <w:rtl/>
        </w:rPr>
        <w:t>:</w:t>
      </w:r>
      <w:r>
        <w:rPr>
          <w:rtl/>
        </w:rPr>
        <w:t xml:space="preserve"> والله يا أبا الفضل</w:t>
      </w:r>
      <w:r w:rsidR="00364168">
        <w:rPr>
          <w:rtl/>
        </w:rPr>
        <w:t>،</w:t>
      </w:r>
      <w:r>
        <w:rPr>
          <w:rtl/>
        </w:rPr>
        <w:t xml:space="preserve"> لقد أصبح مُلك ابن أخيك اليوم عظيماً</w:t>
      </w:r>
      <w:r w:rsidR="00364168">
        <w:rPr>
          <w:rtl/>
        </w:rPr>
        <w:t>!</w:t>
      </w:r>
      <w:r>
        <w:rPr>
          <w:rtl/>
        </w:rPr>
        <w:t xml:space="preserve"> فلمّا قال العبّاس</w:t>
      </w:r>
      <w:r w:rsidR="00364168">
        <w:rPr>
          <w:rtl/>
        </w:rPr>
        <w:t>:</w:t>
      </w:r>
      <w:r>
        <w:rPr>
          <w:rtl/>
        </w:rPr>
        <w:t xml:space="preserve"> إنّها النّبوّة</w:t>
      </w:r>
      <w:r w:rsidR="00364168">
        <w:rPr>
          <w:rtl/>
        </w:rPr>
        <w:t>.</w:t>
      </w:r>
      <w:r>
        <w:rPr>
          <w:rtl/>
        </w:rPr>
        <w:t xml:space="preserve"> قال</w:t>
      </w:r>
      <w:r w:rsidR="00364168">
        <w:rPr>
          <w:rtl/>
        </w:rPr>
        <w:t>:</w:t>
      </w:r>
      <w:r>
        <w:rPr>
          <w:rtl/>
        </w:rPr>
        <w:t xml:space="preserve"> نعم إذن</w:t>
      </w:r>
      <w:r w:rsidR="008F60AE">
        <w:rPr>
          <w:rtl/>
        </w:rPr>
        <w:t xml:space="preserve"> ...</w:t>
      </w:r>
      <w:r>
        <w:rPr>
          <w:rtl/>
        </w:rPr>
        <w:t xml:space="preserve"> </w:t>
      </w:r>
    </w:p>
    <w:p w:rsidR="002B49A5" w:rsidRDefault="002B49A5" w:rsidP="002B49A5">
      <w:pPr>
        <w:pStyle w:val="libNormal"/>
        <w:rPr>
          <w:rtl/>
        </w:rPr>
      </w:pPr>
      <w:r>
        <w:rPr>
          <w:rtl/>
        </w:rPr>
        <w:t>وقد أسلم أبو سفيان وابنه معاوية عند فتح مكّة</w:t>
      </w:r>
      <w:r w:rsidR="00364168">
        <w:rPr>
          <w:rtl/>
        </w:rPr>
        <w:t>،</w:t>
      </w:r>
      <w:r>
        <w:rPr>
          <w:rtl/>
        </w:rPr>
        <w:t xml:space="preserve"> وكان إسلام بيته أعسر إسلام عُرف بعد فتحها</w:t>
      </w:r>
      <w:r w:rsidR="00364168">
        <w:rPr>
          <w:rtl/>
        </w:rPr>
        <w:t>،</w:t>
      </w:r>
      <w:r>
        <w:rPr>
          <w:rtl/>
        </w:rPr>
        <w:t xml:space="preserve"> فكانت زوجه هند بنت عتبة تصيح في القوم بعد إسلامه</w:t>
      </w:r>
      <w:r w:rsidR="00364168">
        <w:rPr>
          <w:rtl/>
        </w:rPr>
        <w:t>:</w:t>
      </w:r>
      <w:r>
        <w:rPr>
          <w:rtl/>
        </w:rPr>
        <w:t xml:space="preserve"> اقتلوا الخبيث الدنس الذي لا خير فيه</w:t>
      </w:r>
      <w:r w:rsidR="008F60AE">
        <w:rPr>
          <w:rtl/>
        </w:rPr>
        <w:t xml:space="preserve"> ...</w:t>
      </w:r>
      <w:r>
        <w:rPr>
          <w:rtl/>
        </w:rPr>
        <w:t xml:space="preserve"> قبح من طليعة قوم</w:t>
      </w:r>
      <w:r w:rsidR="008F60AE">
        <w:rPr>
          <w:rtl/>
        </w:rPr>
        <w:t xml:space="preserve"> ...</w:t>
      </w:r>
      <w:r>
        <w:rPr>
          <w:rtl/>
        </w:rPr>
        <w:t xml:space="preserve"> هلا قاتلتم و</w:t>
      </w:r>
      <w:r>
        <w:rPr>
          <w:rFonts w:hint="cs"/>
          <w:rtl/>
        </w:rPr>
        <w:t>دفعتم عن أنفسكم وبلادكم</w:t>
      </w:r>
      <w:r w:rsidR="00364168">
        <w:rPr>
          <w:rFonts w:hint="cs"/>
          <w:rtl/>
        </w:rPr>
        <w:t>؟</w:t>
      </w:r>
    </w:p>
    <w:p w:rsidR="002B49A5" w:rsidRDefault="002B49A5" w:rsidP="008F60AE">
      <w:pPr>
        <w:pStyle w:val="libCenter"/>
        <w:rPr>
          <w:rtl/>
        </w:rPr>
      </w:pPr>
      <w:r>
        <w:rPr>
          <w:rFonts w:hint="cs"/>
          <w:rtl/>
        </w:rPr>
        <w:t>* * *</w:t>
      </w:r>
    </w:p>
    <w:p w:rsidR="002B49A5" w:rsidRDefault="002B49A5" w:rsidP="002B49A5">
      <w:pPr>
        <w:pStyle w:val="libNormal"/>
        <w:rPr>
          <w:rtl/>
        </w:rPr>
      </w:pPr>
      <w:r>
        <w:rPr>
          <w:rtl/>
        </w:rPr>
        <w:t>وظلّ أبو سفيان إلى ما بعد إسلامه زمناً يحسب غلبة الإسلام غلبة عليه</w:t>
      </w:r>
      <w:r w:rsidR="00364168">
        <w:rPr>
          <w:rtl/>
        </w:rPr>
        <w:t>،</w:t>
      </w:r>
      <w:r>
        <w:rPr>
          <w:rtl/>
        </w:rPr>
        <w:t xml:space="preserve"> فنظر إلى النّبي </w:t>
      </w:r>
      <w:r w:rsidR="008F60AE" w:rsidRPr="008F60AE">
        <w:rPr>
          <w:rStyle w:val="libAlaemChar"/>
          <w:rtl/>
        </w:rPr>
        <w:t>صلى‌الله‌عليه‌وآله</w:t>
      </w:r>
      <w:r>
        <w:rPr>
          <w:rtl/>
        </w:rPr>
        <w:t xml:space="preserve"> مرّة وهو بالمسجد نظرة الحائر المتعجّب وهو</w:t>
      </w:r>
    </w:p>
    <w:p w:rsidR="002B49A5" w:rsidRDefault="002B49A5" w:rsidP="002B49A5">
      <w:pPr>
        <w:pStyle w:val="libNormal"/>
      </w:pPr>
      <w:r>
        <w:rPr>
          <w:rtl/>
        </w:rPr>
        <w:br w:type="page"/>
      </w:r>
    </w:p>
    <w:p w:rsidR="002B49A5" w:rsidRDefault="002B49A5" w:rsidP="008F60AE">
      <w:pPr>
        <w:pStyle w:val="libNormal0"/>
        <w:rPr>
          <w:rtl/>
        </w:rPr>
      </w:pPr>
      <w:r w:rsidRPr="002B49A5">
        <w:rPr>
          <w:rtl/>
        </w:rPr>
        <w:lastRenderedPageBreak/>
        <w:t>يقول لنفسه</w:t>
      </w:r>
      <w:r w:rsidR="00364168">
        <w:rPr>
          <w:rtl/>
        </w:rPr>
        <w:t>:</w:t>
      </w:r>
      <w:r w:rsidRPr="002B49A5">
        <w:rPr>
          <w:rtl/>
        </w:rPr>
        <w:t xml:space="preserve"> ليت شعري بأي شيء غلبني</w:t>
      </w:r>
      <w:r w:rsidR="00364168">
        <w:rPr>
          <w:rtl/>
        </w:rPr>
        <w:t>!</w:t>
      </w:r>
      <w:r w:rsidRPr="002B49A5">
        <w:rPr>
          <w:rtl/>
        </w:rPr>
        <w:t xml:space="preserve"> فلم يخف عن النّبي </w:t>
      </w:r>
      <w:r w:rsidR="008F60AE" w:rsidRPr="008F60AE">
        <w:rPr>
          <w:rStyle w:val="libAlaemChar"/>
          <w:rtl/>
        </w:rPr>
        <w:t>صلى‌الله‌عليه‌وآله</w:t>
      </w:r>
      <w:r w:rsidRPr="002B49A5">
        <w:rPr>
          <w:rtl/>
        </w:rPr>
        <w:t xml:space="preserve"> معنى هذه النّظرة</w:t>
      </w:r>
      <w:r w:rsidR="00364168">
        <w:rPr>
          <w:rtl/>
        </w:rPr>
        <w:t>،</w:t>
      </w:r>
      <w:r w:rsidRPr="002B49A5">
        <w:rPr>
          <w:rtl/>
        </w:rPr>
        <w:t xml:space="preserve"> وأقبل عليه حتّى ضرب يده بين كتفيه وقال له</w:t>
      </w:r>
      <w:r w:rsidR="00364168">
        <w:rPr>
          <w:rtl/>
        </w:rPr>
        <w:t>:</w:t>
      </w:r>
      <w:r w:rsidRPr="002B49A5">
        <w:rPr>
          <w:rtl/>
        </w:rPr>
        <w:t xml:space="preserve"> </w:t>
      </w:r>
      <w:r w:rsidRPr="002B49A5">
        <w:rPr>
          <w:rStyle w:val="libBold2Char"/>
          <w:rtl/>
        </w:rPr>
        <w:t>(( بالله غلبتك يا أبا سفيان</w:t>
      </w:r>
      <w:r w:rsidR="008F60AE">
        <w:rPr>
          <w:rStyle w:val="libBold2Char"/>
          <w:rtl/>
        </w:rPr>
        <w:t xml:space="preserve"> ...</w:t>
      </w:r>
      <w:r w:rsidRPr="002B49A5">
        <w:rPr>
          <w:rStyle w:val="libBold2Char"/>
          <w:rtl/>
        </w:rPr>
        <w:t xml:space="preserve"> ))</w:t>
      </w:r>
      <w:r w:rsidR="00364168">
        <w:rPr>
          <w:rStyle w:val="libBold2Char"/>
          <w:rtl/>
        </w:rPr>
        <w:t>.</w:t>
      </w:r>
    </w:p>
    <w:p w:rsidR="002B49A5" w:rsidRDefault="002B49A5" w:rsidP="002B49A5">
      <w:pPr>
        <w:pStyle w:val="libNormal"/>
        <w:rPr>
          <w:rtl/>
        </w:rPr>
      </w:pPr>
      <w:r>
        <w:rPr>
          <w:rtl/>
        </w:rPr>
        <w:t>وكان في غزوة حنين يشهد هزيمة ا</w:t>
      </w:r>
      <w:r w:rsidR="009A226F">
        <w:rPr>
          <w:rtl/>
        </w:rPr>
        <w:t>لم</w:t>
      </w:r>
      <w:r>
        <w:rPr>
          <w:rtl/>
        </w:rPr>
        <w:t>سلمين الأولى فيقول</w:t>
      </w:r>
      <w:r w:rsidR="00364168">
        <w:rPr>
          <w:rtl/>
        </w:rPr>
        <w:t>:</w:t>
      </w:r>
      <w:r>
        <w:rPr>
          <w:rtl/>
        </w:rPr>
        <w:t xml:space="preserve"> ما أراهم يقفون دون البحر</w:t>
      </w:r>
      <w:r w:rsidR="00364168">
        <w:rPr>
          <w:rtl/>
        </w:rPr>
        <w:t>!</w:t>
      </w:r>
      <w:r>
        <w:rPr>
          <w:rtl/>
        </w:rPr>
        <w:t xml:space="preserve"> وقيل</w:t>
      </w:r>
      <w:r w:rsidR="00364168">
        <w:rPr>
          <w:rtl/>
        </w:rPr>
        <w:t>:</w:t>
      </w:r>
      <w:r>
        <w:rPr>
          <w:rtl/>
        </w:rPr>
        <w:t xml:space="preserve"> إنّه كان في حروب الشّام يهتف كلّما تقدّم الرّوم</w:t>
      </w:r>
      <w:r w:rsidR="00364168">
        <w:rPr>
          <w:rtl/>
        </w:rPr>
        <w:t>:</w:t>
      </w:r>
      <w:r>
        <w:rPr>
          <w:rtl/>
        </w:rPr>
        <w:t xml:space="preserve"> إيه بني الأصفر</w:t>
      </w:r>
      <w:r w:rsidR="00364168">
        <w:rPr>
          <w:rtl/>
        </w:rPr>
        <w:t>!</w:t>
      </w:r>
      <w:r>
        <w:rPr>
          <w:rtl/>
        </w:rPr>
        <w:t xml:space="preserve"> فإذا تراجعوا عاد فقال</w:t>
      </w:r>
      <w:r w:rsidR="00364168">
        <w:rPr>
          <w:rtl/>
        </w:rPr>
        <w:t>:</w:t>
      </w:r>
      <w:r>
        <w:rPr>
          <w:rtl/>
        </w:rPr>
        <w:t xml:space="preserve"> ويل لنبي الأصفر!</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sidRPr="002B49A5">
        <w:rPr>
          <w:rtl/>
        </w:rPr>
        <w:t xml:space="preserve">وقد تألّفه النّبي </w:t>
      </w:r>
      <w:r w:rsidR="008F60AE" w:rsidRPr="008F60AE">
        <w:rPr>
          <w:rStyle w:val="libAlaemChar"/>
          <w:rtl/>
        </w:rPr>
        <w:t>صلى‌الله‌عليه‌وآله</w:t>
      </w:r>
      <w:r w:rsidRPr="002B49A5">
        <w:rPr>
          <w:rtl/>
        </w:rPr>
        <w:t xml:space="preserve"> ما استطاع قبل فتح مكّة وبعد فتحها</w:t>
      </w:r>
      <w:r w:rsidR="00364168">
        <w:rPr>
          <w:rtl/>
        </w:rPr>
        <w:t>،</w:t>
      </w:r>
      <w:r w:rsidRPr="002B49A5">
        <w:rPr>
          <w:rtl/>
        </w:rPr>
        <w:t xml:space="preserve"> فتزوّج بنته اُمّ حبيبة قبل الفتح وجعل بيته بعد الفتح حرماً</w:t>
      </w:r>
      <w:r w:rsidR="00364168">
        <w:rPr>
          <w:rtl/>
        </w:rPr>
        <w:t>:</w:t>
      </w:r>
      <w:r w:rsidRPr="002B49A5">
        <w:rPr>
          <w:rtl/>
        </w:rPr>
        <w:t xml:space="preserve"> </w:t>
      </w:r>
      <w:r w:rsidRPr="002B49A5">
        <w:rPr>
          <w:rStyle w:val="libBold2Char"/>
          <w:rtl/>
        </w:rPr>
        <w:t>(( مَن دخله فهو آمن</w:t>
      </w:r>
      <w:r w:rsidR="00364168">
        <w:rPr>
          <w:rStyle w:val="libBold2Char"/>
          <w:rtl/>
        </w:rPr>
        <w:t>،</w:t>
      </w:r>
      <w:r w:rsidRPr="002B49A5">
        <w:rPr>
          <w:rStyle w:val="libBold2Char"/>
          <w:rtl/>
        </w:rPr>
        <w:t xml:space="preserve"> ومن أغلق عليه داره فهو آمن ))</w:t>
      </w:r>
      <w:r w:rsidR="00364168">
        <w:rPr>
          <w:rStyle w:val="libBold2Char"/>
          <w:rtl/>
        </w:rPr>
        <w:t>.</w:t>
      </w:r>
      <w:r w:rsidRPr="002B49A5">
        <w:rPr>
          <w:rtl/>
        </w:rPr>
        <w:t xml:space="preserve"> وأقامه على رأس المؤلّفة قلوبهم الذين يزاد لهم في العطاء</w:t>
      </w:r>
      <w:r w:rsidR="00364168">
        <w:rPr>
          <w:rtl/>
        </w:rPr>
        <w:t>؛</w:t>
      </w:r>
      <w:r w:rsidRPr="002B49A5">
        <w:rPr>
          <w:rtl/>
        </w:rPr>
        <w:t xml:space="preserve"> عسى أن يذهب ما في نفوسهم من الكراهة لغلبة الإسلام</w:t>
      </w:r>
      <w:r w:rsidR="008F60AE">
        <w:rPr>
          <w:rtl/>
        </w:rPr>
        <w:t xml:space="preserve"> ...</w:t>
      </w:r>
      <w:r w:rsidRPr="002B49A5">
        <w:rPr>
          <w:rtl/>
        </w:rPr>
        <w:t xml:space="preserve"> </w:t>
      </w:r>
    </w:p>
    <w:p w:rsidR="002B49A5" w:rsidRDefault="002B49A5" w:rsidP="002B49A5">
      <w:pPr>
        <w:pStyle w:val="libNormal"/>
        <w:rPr>
          <w:rtl/>
        </w:rPr>
      </w:pPr>
      <w:r>
        <w:rPr>
          <w:rtl/>
        </w:rPr>
        <w:t>ومع هذا كان ا</w:t>
      </w:r>
      <w:r w:rsidR="009A226F">
        <w:rPr>
          <w:rtl/>
        </w:rPr>
        <w:t>لم</w:t>
      </w:r>
      <w:r>
        <w:rPr>
          <w:rtl/>
        </w:rPr>
        <w:t>سلمون يوجسون منه</w:t>
      </w:r>
      <w:r w:rsidR="00364168">
        <w:rPr>
          <w:rtl/>
        </w:rPr>
        <w:t>،</w:t>
      </w:r>
      <w:r>
        <w:rPr>
          <w:rtl/>
        </w:rPr>
        <w:t xml:space="preserve"> فلا ينظرون إليه ولا يُقاعدونه حتّى برم بذلك</w:t>
      </w:r>
      <w:r w:rsidR="00364168">
        <w:rPr>
          <w:rtl/>
        </w:rPr>
        <w:t>،</w:t>
      </w:r>
      <w:r>
        <w:rPr>
          <w:rtl/>
        </w:rPr>
        <w:t xml:space="preserve"> وأحبّ أن يمسح ما بصدورهم من قبله</w:t>
      </w:r>
      <w:r w:rsidR="008F60AE">
        <w:rPr>
          <w:rtl/>
        </w:rPr>
        <w:t xml:space="preserve"> ...</w:t>
      </w:r>
      <w:r>
        <w:rPr>
          <w:rtl/>
        </w:rPr>
        <w:t xml:space="preserve"> فتوسّل إلى النّبي </w:t>
      </w:r>
      <w:r w:rsidR="008F60AE" w:rsidRPr="008F60AE">
        <w:rPr>
          <w:rStyle w:val="libAlaemChar"/>
          <w:rtl/>
        </w:rPr>
        <w:t>صلى‌الله‌عليه‌وآله</w:t>
      </w:r>
      <w:r>
        <w:rPr>
          <w:rtl/>
        </w:rPr>
        <w:t xml:space="preserve"> أن يجعل معاوية كاتباً بين يديه وأن يأمره في</w:t>
      </w:r>
      <w:r w:rsidR="008F60AE">
        <w:rPr>
          <w:rtl/>
        </w:rPr>
        <w:t>قاتل الكفّار كما كان يُقاتل الم</w:t>
      </w:r>
      <w:r>
        <w:rPr>
          <w:rtl/>
        </w:rPr>
        <w:t>سلمين</w:t>
      </w:r>
      <w:r w:rsidR="00364168">
        <w:rPr>
          <w:rtl/>
        </w:rPr>
        <w:t>.</w:t>
      </w:r>
    </w:p>
    <w:p w:rsidR="002B49A5" w:rsidRDefault="002B49A5" w:rsidP="002B49A5">
      <w:pPr>
        <w:pStyle w:val="libNormal"/>
        <w:rPr>
          <w:rtl/>
        </w:rPr>
      </w:pPr>
      <w:r>
        <w:rPr>
          <w:rtl/>
        </w:rPr>
        <w:t xml:space="preserve">ثمّ قبض النّبي </w:t>
      </w:r>
      <w:r w:rsidR="008F60AE" w:rsidRPr="008F60AE">
        <w:rPr>
          <w:rStyle w:val="libAlaemChar"/>
          <w:rtl/>
        </w:rPr>
        <w:t>صلى‌الله‌عليه‌وآله</w:t>
      </w:r>
      <w:r w:rsidR="00364168">
        <w:rPr>
          <w:rtl/>
        </w:rPr>
        <w:t>،</w:t>
      </w:r>
      <w:r>
        <w:rPr>
          <w:rtl/>
        </w:rPr>
        <w:t xml:space="preserve"> ونجم الخلاف على مبايعة الخليفة بعده بين المهاجرين والأنصار وبين بعض الصحابة من جهة اُخرى</w:t>
      </w:r>
      <w:r w:rsidR="008F60AE">
        <w:rPr>
          <w:rtl/>
        </w:rPr>
        <w:t xml:space="preserve"> ...</w:t>
      </w:r>
      <w:r>
        <w:rPr>
          <w:rtl/>
        </w:rPr>
        <w:t xml:space="preserve"> فاشرأبّ</w:t>
      </w:r>
    </w:p>
    <w:p w:rsidR="002B49A5" w:rsidRDefault="002B49A5" w:rsidP="002B49A5">
      <w:pPr>
        <w:pStyle w:val="libNormal"/>
      </w:pPr>
      <w:r>
        <w:rPr>
          <w:rtl/>
        </w:rPr>
        <w:br w:type="page"/>
      </w:r>
    </w:p>
    <w:p w:rsidR="002B49A5" w:rsidRDefault="002B49A5" w:rsidP="008F60AE">
      <w:pPr>
        <w:pStyle w:val="libNormal0"/>
        <w:rPr>
          <w:rtl/>
        </w:rPr>
      </w:pPr>
      <w:r>
        <w:rPr>
          <w:rtl/>
        </w:rPr>
        <w:lastRenderedPageBreak/>
        <w:t>أبو سفيان إلى هذه الفتنة</w:t>
      </w:r>
      <w:r w:rsidR="00364168">
        <w:rPr>
          <w:rtl/>
        </w:rPr>
        <w:t>،</w:t>
      </w:r>
      <w:r>
        <w:rPr>
          <w:rtl/>
        </w:rPr>
        <w:t xml:space="preserve"> وخُيّل إليه أنّه مصيب بين فتوقها ثغرة ينفذ منها إلى السّيادة على قُريش</w:t>
      </w:r>
      <w:r w:rsidR="00364168">
        <w:rPr>
          <w:rtl/>
        </w:rPr>
        <w:t>،</w:t>
      </w:r>
      <w:r>
        <w:rPr>
          <w:rtl/>
        </w:rPr>
        <w:t xml:space="preserve"> ثمّ السّيادة من هذا الطريق على الاُمّة الإسلاميّة بأسرها</w:t>
      </w:r>
      <w:r w:rsidR="008F60AE">
        <w:rPr>
          <w:rtl/>
        </w:rPr>
        <w:t xml:space="preserve"> ...</w:t>
      </w:r>
      <w:r>
        <w:rPr>
          <w:rtl/>
        </w:rPr>
        <w:t xml:space="preserve"> فدخل على عليّ </w:t>
      </w:r>
      <w:r w:rsidR="008F60AE" w:rsidRPr="008F60AE">
        <w:rPr>
          <w:rStyle w:val="libAlaemChar"/>
          <w:rtl/>
        </w:rPr>
        <w:t>عليه‌السلام</w:t>
      </w:r>
      <w:r>
        <w:rPr>
          <w:rtl/>
        </w:rPr>
        <w:t xml:space="preserve"> والعبّاس</w:t>
      </w:r>
      <w:r w:rsidR="00364168">
        <w:rPr>
          <w:rtl/>
        </w:rPr>
        <w:t>؛</w:t>
      </w:r>
      <w:r>
        <w:rPr>
          <w:rtl/>
        </w:rPr>
        <w:t xml:space="preserve"> يثيرهما ويعرض عليهما المعونة بما في وسعه من خيل ورجل</w:t>
      </w:r>
      <w:r w:rsidR="00364168">
        <w:rPr>
          <w:rtl/>
        </w:rPr>
        <w:t>،</w:t>
      </w:r>
      <w:r>
        <w:rPr>
          <w:rtl/>
        </w:rPr>
        <w:t xml:space="preserve"> فنادى بهما</w:t>
      </w:r>
      <w:r w:rsidR="00364168">
        <w:rPr>
          <w:rtl/>
        </w:rPr>
        <w:t>:</w:t>
      </w:r>
      <w:r>
        <w:rPr>
          <w:rtl/>
        </w:rPr>
        <w:t xml:space="preserve"> يا علي</w:t>
      </w:r>
      <w:r w:rsidR="00364168">
        <w:rPr>
          <w:rtl/>
        </w:rPr>
        <w:t>،</w:t>
      </w:r>
      <w:r>
        <w:rPr>
          <w:rtl/>
        </w:rPr>
        <w:t xml:space="preserve"> وأنت يا عبّاس</w:t>
      </w:r>
      <w:r w:rsidR="00364168">
        <w:rPr>
          <w:rtl/>
        </w:rPr>
        <w:t>،</w:t>
      </w:r>
      <w:r>
        <w:rPr>
          <w:rtl/>
        </w:rPr>
        <w:t xml:space="preserve"> ما بال هذا الأمر في أذلّ قبيلة من قُريش وأقلّها</w:t>
      </w:r>
      <w:r w:rsidR="00364168">
        <w:rPr>
          <w:rtl/>
        </w:rPr>
        <w:t>؟</w:t>
      </w:r>
      <w:r>
        <w:rPr>
          <w:rtl/>
        </w:rPr>
        <w:t xml:space="preserve"> والله</w:t>
      </w:r>
      <w:r w:rsidR="00364168">
        <w:rPr>
          <w:rtl/>
        </w:rPr>
        <w:t>،</w:t>
      </w:r>
      <w:r>
        <w:rPr>
          <w:rtl/>
        </w:rPr>
        <w:t xml:space="preserve"> لو شئت لأملأنّها عليه</w:t>
      </w:r>
      <w:r w:rsidR="004C4A93">
        <w:rPr>
          <w:rtl/>
        </w:rPr>
        <w:t xml:space="preserve"> - </w:t>
      </w:r>
      <w:r>
        <w:rPr>
          <w:rtl/>
        </w:rPr>
        <w:t>على أبي بكر</w:t>
      </w:r>
      <w:r w:rsidR="004C4A93">
        <w:rPr>
          <w:rtl/>
        </w:rPr>
        <w:t xml:space="preserve"> - </w:t>
      </w:r>
      <w:r>
        <w:rPr>
          <w:rtl/>
        </w:rPr>
        <w:t>خيلاً ورجالاً</w:t>
      </w:r>
      <w:r w:rsidR="00364168">
        <w:rPr>
          <w:rtl/>
        </w:rPr>
        <w:t>،</w:t>
      </w:r>
      <w:r>
        <w:rPr>
          <w:rtl/>
        </w:rPr>
        <w:t xml:space="preserve"> وآخذنّها عليه من أقطارها</w:t>
      </w:r>
      <w:r w:rsidR="00364168">
        <w:rPr>
          <w:rtl/>
        </w:rPr>
        <w:t>.</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وهو لا ريب لم يغضب لأنّ الخلافة قد فاتت بني هاشم</w:t>
      </w:r>
      <w:r w:rsidR="00364168">
        <w:rPr>
          <w:rtl/>
        </w:rPr>
        <w:t>،</w:t>
      </w:r>
      <w:r>
        <w:rPr>
          <w:rtl/>
        </w:rPr>
        <w:t xml:space="preserve"> ولا كان سرّه أن تصير الخلافة إليهم فتستقرّ فيهم قراراً لا طاقة له بتحويله</w:t>
      </w:r>
      <w:r w:rsidR="008F60AE">
        <w:rPr>
          <w:rtl/>
        </w:rPr>
        <w:t xml:space="preserve"> ...</w:t>
      </w:r>
      <w:r>
        <w:rPr>
          <w:rtl/>
        </w:rPr>
        <w:t xml:space="preserve"> لكنّه أراد خلافاً يفتح الباب لزعامة اُمويّة يملك بها زمام قُريش والدولة لعربية جمعاء</w:t>
      </w:r>
      <w:r w:rsidR="008F60AE">
        <w:rPr>
          <w:rtl/>
        </w:rPr>
        <w:t xml:space="preserve"> ...</w:t>
      </w:r>
      <w:r>
        <w:rPr>
          <w:rtl/>
        </w:rPr>
        <w:t xml:space="preserve"> </w:t>
      </w:r>
    </w:p>
    <w:p w:rsidR="002B49A5" w:rsidRDefault="002B49A5" w:rsidP="002B49A5">
      <w:pPr>
        <w:pStyle w:val="libNormal"/>
        <w:rPr>
          <w:rtl/>
        </w:rPr>
      </w:pPr>
      <w:r w:rsidRPr="002B49A5">
        <w:rPr>
          <w:rtl/>
        </w:rPr>
        <w:t>فلم يخف مقصده هذا على عليّ رضي الله عنه</w:t>
      </w:r>
      <w:r w:rsidR="00364168">
        <w:rPr>
          <w:rtl/>
        </w:rPr>
        <w:t>،</w:t>
      </w:r>
      <w:r w:rsidRPr="002B49A5">
        <w:rPr>
          <w:rtl/>
        </w:rPr>
        <w:t xml:space="preserve"> وقال</w:t>
      </w:r>
      <w:r w:rsidR="00364168">
        <w:rPr>
          <w:rtl/>
        </w:rPr>
        <w:t>:</w:t>
      </w:r>
      <w:r w:rsidRPr="002B49A5">
        <w:rPr>
          <w:rtl/>
        </w:rPr>
        <w:t xml:space="preserve"> </w:t>
      </w:r>
      <w:r w:rsidRPr="002B49A5">
        <w:rPr>
          <w:rStyle w:val="libBold2Char"/>
          <w:rtl/>
        </w:rPr>
        <w:t>(( لا والله</w:t>
      </w:r>
      <w:r w:rsidR="00364168">
        <w:rPr>
          <w:rStyle w:val="libBold2Char"/>
          <w:rtl/>
        </w:rPr>
        <w:t>،</w:t>
      </w:r>
      <w:r w:rsidRPr="002B49A5">
        <w:rPr>
          <w:rStyle w:val="libBold2Char"/>
          <w:rtl/>
        </w:rPr>
        <w:t xml:space="preserve"> لا اُريد أن تملأها عليه خيلاً ورجالاً</w:t>
      </w:r>
      <w:r w:rsidR="00364168">
        <w:rPr>
          <w:rStyle w:val="libBold2Char"/>
          <w:rtl/>
        </w:rPr>
        <w:t>،</w:t>
      </w:r>
      <w:r w:rsidRPr="002B49A5">
        <w:rPr>
          <w:rStyle w:val="libBold2Char"/>
          <w:rtl/>
        </w:rPr>
        <w:t xml:space="preserve"> ولولا أنّنا رأينا أبا بكر لذلك أهلاً ما خلّيناه وإيّاه ))</w:t>
      </w:r>
      <w:r w:rsidR="00364168">
        <w:rPr>
          <w:rStyle w:val="libBold2Char"/>
          <w:rtl/>
        </w:rPr>
        <w:t>.</w:t>
      </w:r>
      <w:r w:rsidRPr="002B49A5">
        <w:rPr>
          <w:rtl/>
        </w:rPr>
        <w:t xml:space="preserve"> ثمّ أنبه قائلاً</w:t>
      </w:r>
      <w:r w:rsidR="00364168">
        <w:rPr>
          <w:rtl/>
        </w:rPr>
        <w:t>:</w:t>
      </w:r>
      <w:r w:rsidRPr="002B49A5">
        <w:rPr>
          <w:rtl/>
        </w:rPr>
        <w:t xml:space="preserve"> </w:t>
      </w:r>
      <w:r w:rsidRPr="002B49A5">
        <w:rPr>
          <w:rStyle w:val="libBold2Char"/>
          <w:rtl/>
        </w:rPr>
        <w:t>(( يا أبا سفيان</w:t>
      </w:r>
      <w:r w:rsidR="00364168">
        <w:rPr>
          <w:rStyle w:val="libBold2Char"/>
          <w:rtl/>
        </w:rPr>
        <w:t>،</w:t>
      </w:r>
      <w:r w:rsidRPr="002B49A5">
        <w:rPr>
          <w:rStyle w:val="libBold2Char"/>
          <w:rtl/>
        </w:rPr>
        <w:t xml:space="preserve"> إنّ المؤمنين قوم نصحة بعضهم لبعض</w:t>
      </w:r>
      <w:r w:rsidR="00364168">
        <w:rPr>
          <w:rStyle w:val="libBold2Char"/>
          <w:rtl/>
        </w:rPr>
        <w:t>،</w:t>
      </w:r>
      <w:r w:rsidRPr="002B49A5">
        <w:rPr>
          <w:rStyle w:val="libBold2Char"/>
          <w:rtl/>
        </w:rPr>
        <w:t xml:space="preserve"> وإنّ المنافقين قوم غششة بعضهم لبعض</w:t>
      </w:r>
      <w:r w:rsidR="00364168">
        <w:rPr>
          <w:rStyle w:val="libBold2Char"/>
          <w:rtl/>
        </w:rPr>
        <w:t>،</w:t>
      </w:r>
      <w:r w:rsidRPr="002B49A5">
        <w:rPr>
          <w:rStyle w:val="libBold2Char"/>
          <w:rtl/>
        </w:rPr>
        <w:t xml:space="preserve"> متخاونون وإن قربت ديارهم وأبدانهم ))</w:t>
      </w:r>
      <w:r w:rsidR="00364168">
        <w:rPr>
          <w:rStyle w:val="libBold2Char"/>
          <w:rtl/>
        </w:rPr>
        <w:t>.</w:t>
      </w:r>
    </w:p>
    <w:p w:rsidR="002B49A5" w:rsidRDefault="002B49A5" w:rsidP="002B49A5">
      <w:pPr>
        <w:pStyle w:val="libNormal"/>
        <w:rPr>
          <w:rtl/>
        </w:rPr>
      </w:pPr>
      <w:r>
        <w:rPr>
          <w:rtl/>
        </w:rPr>
        <w:t>وانقضت خلافة أبي بكر وخلافة عمر والاُمور تجري في مجراها الذي يأخذ على المطامع سبيلها</w:t>
      </w:r>
      <w:r w:rsidR="00364168">
        <w:rPr>
          <w:rtl/>
        </w:rPr>
        <w:t>،</w:t>
      </w:r>
      <w:r>
        <w:rPr>
          <w:rtl/>
        </w:rPr>
        <w:t xml:space="preserve"> ويخيف أصحاب الفتن أن يبرزوا بها من جحورها</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حتّى قامت خلافة عثمان بن عفان فانتصر بها الاُمويّون أيما انتصار</w:t>
      </w:r>
      <w:r w:rsidR="00364168">
        <w:rPr>
          <w:rtl/>
        </w:rPr>
        <w:t>؛</w:t>
      </w:r>
      <w:r>
        <w:rPr>
          <w:rtl/>
        </w:rPr>
        <w:t xml:space="preserve"> لأنّه رأس من رؤوسهم وابن عمّ قريب لزعماء بيوتهم</w:t>
      </w:r>
      <w:r w:rsidR="00364168">
        <w:rPr>
          <w:rtl/>
        </w:rPr>
        <w:t>،</w:t>
      </w:r>
      <w:r>
        <w:rPr>
          <w:rtl/>
        </w:rPr>
        <w:t xml:space="preserve"> وأصبحت الدولة الإسلاميّة اُمويّة لا يطمع في خيراتها ولا ولاياتها إلاّ مَن كان من اُميّة أو من حزبها</w:t>
      </w:r>
      <w:r w:rsidR="00364168">
        <w:rPr>
          <w:rtl/>
        </w:rPr>
        <w:t>.</w:t>
      </w:r>
      <w:r>
        <w:rPr>
          <w:rtl/>
        </w:rPr>
        <w:t xml:space="preserve"> فمروان بن الحكم وزير الخليفة الأكبر يغدق العطاء على الأقرباء ويحبسها عن سائر النّاس، ومعاوية بن أبي سفيان</w:t>
      </w:r>
      <w:r w:rsidR="004C4A93">
        <w:rPr>
          <w:rtl/>
        </w:rPr>
        <w:t xml:space="preserve"> - </w:t>
      </w:r>
      <w:r>
        <w:rPr>
          <w:rtl/>
        </w:rPr>
        <w:t>والي الشّام</w:t>
      </w:r>
      <w:r w:rsidR="004C4A93">
        <w:rPr>
          <w:rtl/>
        </w:rPr>
        <w:t xml:space="preserve"> - </w:t>
      </w:r>
      <w:r>
        <w:rPr>
          <w:rtl/>
        </w:rPr>
        <w:t>يجتذب إليه الأقرباء والأولياء ومن يرجى منهم العون ويخشى منهم الخلاف</w:t>
      </w:r>
      <w:r w:rsidR="00364168">
        <w:rPr>
          <w:rtl/>
        </w:rPr>
        <w:t>.</w:t>
      </w:r>
    </w:p>
    <w:p w:rsidR="002B49A5" w:rsidRDefault="002B49A5" w:rsidP="002B49A5">
      <w:pPr>
        <w:pStyle w:val="libNormal"/>
        <w:rPr>
          <w:rtl/>
        </w:rPr>
      </w:pPr>
      <w:r>
        <w:rPr>
          <w:rtl/>
        </w:rPr>
        <w:t xml:space="preserve">فلمّا قُتل عثمان </w:t>
      </w:r>
      <w:r w:rsidR="00D444F9" w:rsidRPr="00D444F9">
        <w:rPr>
          <w:rStyle w:val="libAlaemChar"/>
          <w:rtl/>
        </w:rPr>
        <w:t>رضي‌الله‌عنه</w:t>
      </w:r>
      <w:r>
        <w:rPr>
          <w:rtl/>
        </w:rPr>
        <w:t xml:space="preserve"> كان المنتفعون بمناصب الدولة وأموالها جميعاً من الاُمويّين أو من صنائعهم المقرّبين</w:t>
      </w:r>
      <w:r w:rsidR="00364168">
        <w:rPr>
          <w:rtl/>
        </w:rPr>
        <w:t>،</w:t>
      </w:r>
      <w:r>
        <w:rPr>
          <w:rtl/>
        </w:rPr>
        <w:t xml:space="preserve"> ومال السلطان إلى جانب اُميّة على كلّ جانب آخر من القرشيين وغير القرشيين</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لا جرم كان الصراع بعد ذلك صراعاً معروف النّهاية من مطلع البداية</w:t>
      </w:r>
      <w:r w:rsidR="00364168">
        <w:rPr>
          <w:rtl/>
        </w:rPr>
        <w:t>،</w:t>
      </w:r>
      <w:r>
        <w:rPr>
          <w:rtl/>
        </w:rPr>
        <w:t xml:space="preserve"> فقتل عليّ بن أبي طالب</w:t>
      </w:r>
      <w:r w:rsidR="008F60AE" w:rsidRPr="008F60AE">
        <w:rPr>
          <w:rStyle w:val="libAlaemChar"/>
          <w:rtl/>
        </w:rPr>
        <w:t>عليه‌السلام</w:t>
      </w:r>
      <w:r>
        <w:rPr>
          <w:rtl/>
        </w:rPr>
        <w:t xml:space="preserve"> غيلة وخلصت الخلافة لمعاوية بن أبي سفيان</w:t>
      </w:r>
      <w:r w:rsidR="008F60AE">
        <w:rPr>
          <w:rtl/>
        </w:rPr>
        <w:t xml:space="preserve"> ...</w:t>
      </w:r>
      <w:r>
        <w:rPr>
          <w:rtl/>
        </w:rPr>
        <w:t xml:space="preserve"> </w:t>
      </w:r>
    </w:p>
    <w:p w:rsidR="002B49A5" w:rsidRDefault="002B49A5" w:rsidP="002B49A5">
      <w:pPr>
        <w:pStyle w:val="libNormal"/>
        <w:rPr>
          <w:rtl/>
        </w:rPr>
      </w:pPr>
      <w:r>
        <w:rPr>
          <w:rtl/>
        </w:rPr>
        <w:t>ثمّ بايع اُناس من أهل العراق وفارس الحسن بن عليّ</w:t>
      </w:r>
      <w:r w:rsidR="00364168">
        <w:rPr>
          <w:rtl/>
        </w:rPr>
        <w:t>،</w:t>
      </w:r>
      <w:r>
        <w:rPr>
          <w:rtl/>
        </w:rPr>
        <w:t xml:space="preserve"> فلم يستقم له أمرهم وضاق صدره بجدالهم ومحالهم</w:t>
      </w:r>
      <w:r w:rsidR="00364168">
        <w:rPr>
          <w:rtl/>
        </w:rPr>
        <w:t>،</w:t>
      </w:r>
      <w:r>
        <w:rPr>
          <w:rtl/>
        </w:rPr>
        <w:t xml:space="preserve"> وكان رجلاً سكّيتاً يكره المنازعة ويجنح إلى العزلة، فصالح معاوية على شروط</w:t>
      </w:r>
      <w:r w:rsidR="008F60AE">
        <w:rPr>
          <w:rtl/>
        </w:rPr>
        <w:t xml:space="preserve"> ...</w:t>
      </w:r>
      <w:r>
        <w:rPr>
          <w:rtl/>
        </w:rPr>
        <w:t xml:space="preserve"> وفّى له معاوية بالمعجل منها والتوى عليها بمؤجّلها</w:t>
      </w:r>
      <w:r w:rsidR="00364168">
        <w:rPr>
          <w:rtl/>
        </w:rPr>
        <w:t>.</w:t>
      </w:r>
      <w:r>
        <w:rPr>
          <w:rtl/>
        </w:rPr>
        <w:t xml:space="preserve"> وزاد على ذلك كما تواتر في شتّى الروايات أنّه أغرى امرأته جعدة بنت الأشعث بسمّه</w:t>
      </w:r>
      <w:r w:rsidR="00364168">
        <w:rPr>
          <w:rtl/>
        </w:rPr>
        <w:t>،</w:t>
      </w:r>
      <w:r>
        <w:rPr>
          <w:rtl/>
        </w:rPr>
        <w:t xml:space="preserve"> ووعدها أن يزوّجها</w:t>
      </w:r>
    </w:p>
    <w:p w:rsidR="002B49A5" w:rsidRPr="002B49A5" w:rsidRDefault="002B49A5" w:rsidP="002B49A5">
      <w:pPr>
        <w:pStyle w:val="libNormal"/>
        <w:rPr>
          <w:rtl/>
        </w:rPr>
      </w:pPr>
      <w:r w:rsidRPr="002B49A5">
        <w:rPr>
          <w:rtl/>
        </w:rPr>
        <w:br w:type="page"/>
      </w:r>
    </w:p>
    <w:p w:rsidR="002B49A5" w:rsidRDefault="002B49A5" w:rsidP="008F60AE">
      <w:pPr>
        <w:pStyle w:val="libNormal0"/>
        <w:rPr>
          <w:rtl/>
        </w:rPr>
      </w:pPr>
      <w:r>
        <w:rPr>
          <w:rtl/>
        </w:rPr>
        <w:lastRenderedPageBreak/>
        <w:t>يزيد ويعطيها مئة ألف درهم</w:t>
      </w:r>
      <w:r w:rsidR="00364168">
        <w:rPr>
          <w:rtl/>
        </w:rPr>
        <w:t>،</w:t>
      </w:r>
      <w:r>
        <w:rPr>
          <w:rtl/>
        </w:rPr>
        <w:t xml:space="preserve"> فوفّى بوعد المال ولم يف بوعد الزواج</w:t>
      </w:r>
      <w:r w:rsidR="00364168">
        <w:rPr>
          <w:rtl/>
        </w:rPr>
        <w:t>.</w:t>
      </w:r>
    </w:p>
    <w:p w:rsidR="002B49A5" w:rsidRDefault="002B49A5" w:rsidP="002B49A5">
      <w:pPr>
        <w:pStyle w:val="libNormal"/>
        <w:rPr>
          <w:rtl/>
        </w:rPr>
      </w:pPr>
      <w:r>
        <w:rPr>
          <w:rtl/>
        </w:rPr>
        <w:t xml:space="preserve">وقد أوصى الحسن </w:t>
      </w:r>
      <w:r w:rsidR="00D444F9" w:rsidRPr="00D444F9">
        <w:rPr>
          <w:rStyle w:val="libAlaemChar"/>
          <w:rtl/>
        </w:rPr>
        <w:t>رضي‌الله‌عنه</w:t>
      </w:r>
      <w:r>
        <w:rPr>
          <w:rtl/>
        </w:rPr>
        <w:t xml:space="preserve"> أن يُدفن عند قبر جدّه إلاّ أن تخاف فتنة</w:t>
      </w:r>
      <w:r w:rsidR="00364168">
        <w:rPr>
          <w:rtl/>
        </w:rPr>
        <w:t>،</w:t>
      </w:r>
      <w:r>
        <w:rPr>
          <w:rtl/>
        </w:rPr>
        <w:t xml:space="preserve"> فلمّا توفّي أرادوا دفنه حيث أوصى</w:t>
      </w:r>
      <w:r w:rsidR="00364168">
        <w:rPr>
          <w:rtl/>
        </w:rPr>
        <w:t>،</w:t>
      </w:r>
      <w:r>
        <w:rPr>
          <w:rtl/>
        </w:rPr>
        <w:t xml:space="preserve"> فقام مروان بن الحكم وجمع بني اُميّة وزمرتهم ومنعوا مشيعيه</w:t>
      </w:r>
      <w:r w:rsidR="008F60AE">
        <w:rPr>
          <w:rtl/>
        </w:rPr>
        <w:t xml:space="preserve"> ...</w:t>
      </w:r>
      <w:r>
        <w:rPr>
          <w:rtl/>
        </w:rPr>
        <w:t xml:space="preserve"> فأنكر الحُسين عليهم منع سبط النّبي أن يُدفن إلى جوار جدّه</w:t>
      </w:r>
      <w:r w:rsidR="00364168">
        <w:rPr>
          <w:rtl/>
        </w:rPr>
        <w:t>،</w:t>
      </w:r>
      <w:r>
        <w:rPr>
          <w:rtl/>
        </w:rPr>
        <w:t xml:space="preserve"> فقيل له</w:t>
      </w:r>
      <w:r w:rsidR="00364168">
        <w:rPr>
          <w:rtl/>
        </w:rPr>
        <w:t>:</w:t>
      </w:r>
      <w:r>
        <w:rPr>
          <w:rtl/>
        </w:rPr>
        <w:t xml:space="preserve"> إنّ أخاك قال إذا خفتم الفتنة ففي مقابر ا</w:t>
      </w:r>
      <w:r w:rsidR="009A226F">
        <w:rPr>
          <w:rtl/>
        </w:rPr>
        <w:t>لم</w:t>
      </w:r>
      <w:r>
        <w:rPr>
          <w:rtl/>
        </w:rPr>
        <w:t>سلمين سعة</w:t>
      </w:r>
      <w:r w:rsidR="00364168">
        <w:rPr>
          <w:rtl/>
        </w:rPr>
        <w:t>،</w:t>
      </w:r>
      <w:r>
        <w:rPr>
          <w:rtl/>
        </w:rPr>
        <w:t xml:space="preserve"> وهذه فتنة</w:t>
      </w:r>
      <w:r w:rsidR="008F60AE">
        <w:rPr>
          <w:rtl/>
        </w:rPr>
        <w:t xml:space="preserve"> ...</w:t>
      </w:r>
      <w:r>
        <w:rPr>
          <w:rtl/>
        </w:rPr>
        <w:t xml:space="preserve"> فسكت على مضض</w:t>
      </w:r>
      <w:r w:rsidR="00364168">
        <w:rPr>
          <w:rtl/>
        </w:rPr>
        <w:t>.</w:t>
      </w:r>
    </w:p>
    <w:p w:rsidR="002B49A5" w:rsidRDefault="002B49A5" w:rsidP="008F60AE">
      <w:pPr>
        <w:pStyle w:val="Heading2"/>
        <w:rPr>
          <w:rtl/>
        </w:rPr>
      </w:pPr>
      <w:bookmarkStart w:id="15" w:name="أهداف_معاوية"/>
      <w:bookmarkStart w:id="16" w:name="_Toc374273666"/>
      <w:bookmarkStart w:id="17" w:name="_Toc374273968"/>
      <w:bookmarkEnd w:id="15"/>
      <w:r>
        <w:rPr>
          <w:rtl/>
        </w:rPr>
        <w:t>أهداف معاوية</w:t>
      </w:r>
      <w:r w:rsidR="00364168">
        <w:rPr>
          <w:rtl/>
        </w:rPr>
        <w:t>:</w:t>
      </w:r>
      <w:bookmarkEnd w:id="16"/>
      <w:bookmarkEnd w:id="17"/>
    </w:p>
    <w:p w:rsidR="002B49A5" w:rsidRDefault="002B49A5" w:rsidP="002B49A5">
      <w:pPr>
        <w:pStyle w:val="libNormal"/>
        <w:rPr>
          <w:rtl/>
        </w:rPr>
      </w:pPr>
      <w:r>
        <w:rPr>
          <w:rtl/>
        </w:rPr>
        <w:t>وقد كان معاوية ولا ريب ينوي أن يجعلها دولة اُمويّة متعاقبة في ذرّيّته من بعده</w:t>
      </w:r>
      <w:r w:rsidR="00364168">
        <w:rPr>
          <w:rtl/>
        </w:rPr>
        <w:t>،</w:t>
      </w:r>
      <w:r>
        <w:rPr>
          <w:rtl/>
        </w:rPr>
        <w:t xml:space="preserve"> منذ تصدّى للخلافة وخلا له المجال من أقوى منافسيه</w:t>
      </w:r>
      <w:r w:rsidR="00364168">
        <w:rPr>
          <w:rtl/>
        </w:rPr>
        <w:t>،</w:t>
      </w:r>
      <w:r>
        <w:rPr>
          <w:rtl/>
        </w:rPr>
        <w:t xml:space="preserve"> إلاّ أنّه كان يتردّد ويتكتّم ولا يفضي بنيته إلى أقرب المقرّبين إليه</w:t>
      </w:r>
      <w:r w:rsidR="00364168">
        <w:rPr>
          <w:rtl/>
        </w:rPr>
        <w:t>،</w:t>
      </w:r>
      <w:r>
        <w:rPr>
          <w:rtl/>
        </w:rPr>
        <w:t xml:space="preserve"> ثمّ كبرت سنّه وخاف أن يُعجل عن قصده</w:t>
      </w:r>
      <w:r w:rsidR="00364168">
        <w:rPr>
          <w:rtl/>
        </w:rPr>
        <w:t>،</w:t>
      </w:r>
      <w:r>
        <w:rPr>
          <w:rtl/>
        </w:rPr>
        <w:t xml:space="preserve"> فمهّد لبيعة ابنه يزيد بعض التمهيد وتوصّل إلى ذلك بما طاب له من وسيلة</w:t>
      </w:r>
      <w:r w:rsidR="008F60AE">
        <w:rPr>
          <w:rtl/>
        </w:rPr>
        <w:t xml:space="preserve"> ...</w:t>
      </w:r>
      <w:r>
        <w:rPr>
          <w:rtl/>
        </w:rPr>
        <w:t xml:space="preserve"> فلبّاه أهل الشّام وكتب بيعته إلى الآفاق</w:t>
      </w:r>
      <w:r w:rsidR="00364168">
        <w:rPr>
          <w:rtl/>
        </w:rPr>
        <w:t>.</w:t>
      </w:r>
    </w:p>
    <w:p w:rsidR="002B49A5" w:rsidRDefault="002B49A5" w:rsidP="002B49A5">
      <w:pPr>
        <w:pStyle w:val="libNormal"/>
        <w:rPr>
          <w:rtl/>
        </w:rPr>
      </w:pPr>
      <w:r>
        <w:rPr>
          <w:rtl/>
        </w:rPr>
        <w:t>ثمّ همّه أمر الحجاز</w:t>
      </w:r>
      <w:r w:rsidR="00364168">
        <w:rPr>
          <w:rtl/>
        </w:rPr>
        <w:t>،</w:t>
      </w:r>
      <w:r>
        <w:rPr>
          <w:rtl/>
        </w:rPr>
        <w:t xml:space="preserve"> فكتب إلى مروان بن الحكم</w:t>
      </w:r>
      <w:r w:rsidR="004C4A93">
        <w:rPr>
          <w:rtl/>
        </w:rPr>
        <w:t xml:space="preserve"> - </w:t>
      </w:r>
      <w:r>
        <w:rPr>
          <w:rtl/>
        </w:rPr>
        <w:t>عامله</w:t>
      </w:r>
      <w:r w:rsidR="004C4A93">
        <w:rPr>
          <w:rtl/>
        </w:rPr>
        <w:t xml:space="preserve"> - </w:t>
      </w:r>
      <w:r>
        <w:rPr>
          <w:rtl/>
        </w:rPr>
        <w:t>أن يجمع من قبله لأخذ البيعة منهم ليزيد</w:t>
      </w:r>
      <w:r w:rsidR="00364168">
        <w:rPr>
          <w:rtl/>
        </w:rPr>
        <w:t>،</w:t>
      </w:r>
      <w:r>
        <w:rPr>
          <w:rtl/>
        </w:rPr>
        <w:t xml:space="preserve"> فأبى مروان وأغرى رؤوس قريش بالإباء</w:t>
      </w:r>
      <w:r w:rsidR="00364168">
        <w:rPr>
          <w:rtl/>
        </w:rPr>
        <w:t>؛</w:t>
      </w:r>
      <w:r>
        <w:rPr>
          <w:rtl/>
        </w:rPr>
        <w:t xml:space="preserve"> لأنّه كان يتطلّع إلى الخلافة بعد معاوية ويحسبه أقدر عليها من يزيد</w:t>
      </w:r>
      <w:r w:rsidR="00364168">
        <w:rPr>
          <w:rtl/>
        </w:rPr>
        <w:t>،</w:t>
      </w:r>
      <w:r>
        <w:rPr>
          <w:rtl/>
        </w:rPr>
        <w:t xml:space="preserve"> لما اشتهر به من نقص وعبث</w:t>
      </w:r>
      <w:r w:rsidR="008F60AE">
        <w:rPr>
          <w:rtl/>
        </w:rPr>
        <w:t xml:space="preserve"> ...</w:t>
      </w:r>
      <w:r>
        <w:rPr>
          <w:rtl/>
        </w:rPr>
        <w:t xml:space="preserve"> فعزله معاوية وولّى سعيد ابن العاص مكانه</w:t>
      </w:r>
      <w:r w:rsidR="00364168">
        <w:rPr>
          <w:rtl/>
        </w:rPr>
        <w:t>،</w:t>
      </w:r>
      <w:r>
        <w:rPr>
          <w:rtl/>
        </w:rPr>
        <w:t xml:space="preserve"> فلم يجبه أحد إلى ما أراد</w:t>
      </w:r>
      <w:r w:rsidR="00364168">
        <w:rPr>
          <w:rtl/>
        </w:rPr>
        <w:t>.</w:t>
      </w:r>
      <w:r>
        <w:rPr>
          <w:rtl/>
        </w:rPr>
        <w:t xml:space="preserve"> فكتب معاوية إلى عبد الله بن عبّاس</w:t>
      </w:r>
      <w:r w:rsidR="00364168">
        <w:rPr>
          <w:rtl/>
        </w:rPr>
        <w:t>،</w:t>
      </w:r>
      <w:r>
        <w:rPr>
          <w:rtl/>
        </w:rPr>
        <w:t xml:space="preserve"> وعبد الله بن الزُّبير</w:t>
      </w:r>
      <w:r w:rsidR="00364168">
        <w:rPr>
          <w:rtl/>
        </w:rPr>
        <w:t>،</w:t>
      </w:r>
      <w:r>
        <w:rPr>
          <w:rtl/>
        </w:rPr>
        <w:t xml:space="preserve"> وعبد الله بن جعفر</w:t>
      </w:r>
      <w:r w:rsidR="00364168">
        <w:rPr>
          <w:rtl/>
        </w:rPr>
        <w:t>،</w:t>
      </w:r>
      <w:r>
        <w:rPr>
          <w:rtl/>
        </w:rPr>
        <w:t xml:space="preserve"> والحُسين بن عليّ </w:t>
      </w:r>
      <w:r w:rsidR="004C4A93" w:rsidRPr="004C4A93">
        <w:rPr>
          <w:rStyle w:val="libAlaemChar"/>
          <w:rtl/>
        </w:rPr>
        <w:t>عليه‌السلام</w:t>
      </w:r>
      <w:r w:rsidR="00364168">
        <w:rPr>
          <w:rtl/>
        </w:rPr>
        <w:t>،</w:t>
      </w:r>
      <w:r>
        <w:rPr>
          <w:rtl/>
        </w:rPr>
        <w:t xml:space="preserve"> </w:t>
      </w:r>
    </w:p>
    <w:p w:rsidR="002B49A5" w:rsidRDefault="002B49A5" w:rsidP="002B49A5">
      <w:pPr>
        <w:pStyle w:val="libNormal"/>
      </w:pPr>
      <w:r>
        <w:rPr>
          <w:rtl/>
        </w:rPr>
        <w:br w:type="page"/>
      </w:r>
    </w:p>
    <w:p w:rsidR="002B49A5" w:rsidRDefault="002B49A5" w:rsidP="004C4A93">
      <w:pPr>
        <w:pStyle w:val="libNormal0"/>
        <w:rPr>
          <w:rtl/>
        </w:rPr>
      </w:pPr>
      <w:r>
        <w:rPr>
          <w:rtl/>
        </w:rPr>
        <w:lastRenderedPageBreak/>
        <w:t>وأمر عامله سعيداً أن يوصل كتبه إليهم ويبعث إليه بجواباتها</w:t>
      </w:r>
      <w:r w:rsidR="00364168">
        <w:rPr>
          <w:rtl/>
        </w:rPr>
        <w:t>،</w:t>
      </w:r>
      <w:r>
        <w:rPr>
          <w:rtl/>
        </w:rPr>
        <w:t xml:space="preserve"> وقال لسعيد</w:t>
      </w:r>
      <w:r w:rsidR="00364168">
        <w:rPr>
          <w:rtl/>
        </w:rPr>
        <w:t>:</w:t>
      </w:r>
      <w:r>
        <w:rPr>
          <w:rtl/>
        </w:rPr>
        <w:t xml:space="preserve"> فهمت ما ذكرت من إبطاء النّاس</w:t>
      </w:r>
      <w:r w:rsidR="00364168">
        <w:rPr>
          <w:rtl/>
        </w:rPr>
        <w:t>،</w:t>
      </w:r>
      <w:r>
        <w:rPr>
          <w:rtl/>
        </w:rPr>
        <w:t xml:space="preserve"> وقد كتبت إلى رؤسائهم كتباً فسلّمها إليهم</w:t>
      </w:r>
      <w:r w:rsidR="008F60AE">
        <w:rPr>
          <w:rtl/>
        </w:rPr>
        <w:t xml:space="preserve"> ...</w:t>
      </w:r>
      <w:r>
        <w:rPr>
          <w:rtl/>
        </w:rPr>
        <w:t xml:space="preserve"> ولتشدّ عزيمتك وتحسن نيتك</w:t>
      </w:r>
      <w:r w:rsidR="00364168">
        <w:rPr>
          <w:rtl/>
        </w:rPr>
        <w:t>،</w:t>
      </w:r>
      <w:r>
        <w:rPr>
          <w:rtl/>
        </w:rPr>
        <w:t xml:space="preserve"> وعليك بالرّفق</w:t>
      </w:r>
      <w:r w:rsidR="00364168">
        <w:rPr>
          <w:rtl/>
        </w:rPr>
        <w:t>.</w:t>
      </w:r>
      <w:r>
        <w:rPr>
          <w:rtl/>
        </w:rPr>
        <w:t xml:space="preserve"> وانظر حُسيناً خاصّة فلا يناله منك مكروه</w:t>
      </w:r>
      <w:r w:rsidR="00364168">
        <w:rPr>
          <w:rtl/>
        </w:rPr>
        <w:t>؛</w:t>
      </w:r>
      <w:r>
        <w:rPr>
          <w:rtl/>
        </w:rPr>
        <w:t xml:space="preserve"> فإنّ له قرابة وحقّاً عظيماً لا ينكره مُسلم ولا مُسلمة</w:t>
      </w:r>
      <w:r w:rsidR="008F60AE">
        <w:rPr>
          <w:rtl/>
        </w:rPr>
        <w:t xml:space="preserve"> ...</w:t>
      </w:r>
      <w:r>
        <w:rPr>
          <w:rtl/>
        </w:rPr>
        <w:t xml:space="preserve"> وهو ليث عرين</w:t>
      </w:r>
      <w:r w:rsidR="00364168">
        <w:rPr>
          <w:rtl/>
        </w:rPr>
        <w:t>،</w:t>
      </w:r>
      <w:r>
        <w:rPr>
          <w:rtl/>
        </w:rPr>
        <w:t xml:space="preserve"> ولست آمنك إن ساورته ألاّ تقوى عليه</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فأعيت سعيد بن العاص كلّ حيلة في إقناع وجهاء النّاس وعامّتهم بهذه البيعة البغيضة</w:t>
      </w:r>
      <w:r w:rsidR="00364168">
        <w:rPr>
          <w:rtl/>
        </w:rPr>
        <w:t>،</w:t>
      </w:r>
      <w:r>
        <w:rPr>
          <w:rtl/>
        </w:rPr>
        <w:t xml:space="preserve"> وخفّ معاوية إلى مكّة ومعه الجند وحقائب الأموال</w:t>
      </w:r>
      <w:r w:rsidR="00364168">
        <w:rPr>
          <w:rtl/>
        </w:rPr>
        <w:t>،</w:t>
      </w:r>
      <w:r>
        <w:rPr>
          <w:rtl/>
        </w:rPr>
        <w:t xml:space="preserve"> ودعا بأولئك النّفر فقال لهم</w:t>
      </w:r>
      <w:r w:rsidR="00364168">
        <w:rPr>
          <w:rtl/>
        </w:rPr>
        <w:t>:</w:t>
      </w:r>
      <w:r>
        <w:rPr>
          <w:rtl/>
        </w:rPr>
        <w:t xml:space="preserve"> قد علمتم سيرتي فيكم وصلتي لأرحامكم</w:t>
      </w:r>
      <w:r w:rsidR="00364168">
        <w:rPr>
          <w:rtl/>
        </w:rPr>
        <w:t>،</w:t>
      </w:r>
      <w:r>
        <w:rPr>
          <w:rtl/>
        </w:rPr>
        <w:t xml:space="preserve"> يزيد أخوكم وابن عمّكم</w:t>
      </w:r>
      <w:r w:rsidR="00364168">
        <w:rPr>
          <w:rtl/>
        </w:rPr>
        <w:t>،</w:t>
      </w:r>
      <w:r>
        <w:rPr>
          <w:rtl/>
        </w:rPr>
        <w:t xml:space="preserve"> وأردت أن تقدّموا يزيد باسم الخلافة وتكونوا أنتم تعزلون وتؤمّرون وتجبون المال وتقسّمونه</w:t>
      </w:r>
      <w:r w:rsidR="00364168">
        <w:rPr>
          <w:rtl/>
        </w:rPr>
        <w:t>.</w:t>
      </w:r>
    </w:p>
    <w:p w:rsidR="002B49A5" w:rsidRDefault="002B49A5" w:rsidP="002B49A5">
      <w:pPr>
        <w:pStyle w:val="libNormal"/>
        <w:rPr>
          <w:rtl/>
        </w:rPr>
      </w:pPr>
      <w:r>
        <w:rPr>
          <w:rtl/>
        </w:rPr>
        <w:t>فأجاب عبد الله بن الزُّبير</w:t>
      </w:r>
      <w:r w:rsidR="00364168">
        <w:rPr>
          <w:rtl/>
        </w:rPr>
        <w:t>،</w:t>
      </w:r>
      <w:r>
        <w:rPr>
          <w:rtl/>
        </w:rPr>
        <w:t xml:space="preserve"> وخيّره بين أن يصنع كما صنع رسول الله إذ لم يستخلف أحداً</w:t>
      </w:r>
      <w:r w:rsidR="00364168">
        <w:rPr>
          <w:rtl/>
        </w:rPr>
        <w:t>،</w:t>
      </w:r>
      <w:r>
        <w:rPr>
          <w:rtl/>
        </w:rPr>
        <w:t xml:space="preserve"> أو كما صنع أبو بكر</w:t>
      </w:r>
      <w:r w:rsidR="00364168">
        <w:rPr>
          <w:rtl/>
        </w:rPr>
        <w:t>؛</w:t>
      </w:r>
      <w:r>
        <w:rPr>
          <w:rtl/>
        </w:rPr>
        <w:t xml:space="preserve"> إذ عهد إلى رجل ليس من بني أبيه</w:t>
      </w:r>
      <w:r w:rsidR="00364168">
        <w:rPr>
          <w:rtl/>
        </w:rPr>
        <w:t>،</w:t>
      </w:r>
      <w:r>
        <w:rPr>
          <w:rtl/>
        </w:rPr>
        <w:t xml:space="preserve"> أو كما صنع عمر</w:t>
      </w:r>
      <w:r w:rsidR="00364168">
        <w:rPr>
          <w:rtl/>
        </w:rPr>
        <w:t>؛</w:t>
      </w:r>
      <w:r>
        <w:rPr>
          <w:rtl/>
        </w:rPr>
        <w:t xml:space="preserve"> إذ جعل الأمر شورى في ستّة نفر ليس فيهم أحد من ولده ولا من بني أبيه</w:t>
      </w:r>
      <w:r w:rsidR="00364168">
        <w:rPr>
          <w:rtl/>
        </w:rPr>
        <w:t>.</w:t>
      </w:r>
    </w:p>
    <w:p w:rsidR="002B49A5" w:rsidRDefault="002B49A5" w:rsidP="002B49A5">
      <w:pPr>
        <w:pStyle w:val="libNormal"/>
        <w:rPr>
          <w:rtl/>
        </w:rPr>
      </w:pPr>
      <w:r>
        <w:rPr>
          <w:rtl/>
        </w:rPr>
        <w:t>فقال معاوية مغضباً</w:t>
      </w:r>
      <w:r w:rsidR="00364168">
        <w:rPr>
          <w:rtl/>
        </w:rPr>
        <w:t>:</w:t>
      </w:r>
      <w:r>
        <w:rPr>
          <w:rtl/>
        </w:rPr>
        <w:t xml:space="preserve"> هل عندك غير هذا</w:t>
      </w:r>
      <w:r w:rsidR="00364168">
        <w:rPr>
          <w:rtl/>
        </w:rPr>
        <w:t>؟</w:t>
      </w:r>
      <w:r>
        <w:rPr>
          <w:rtl/>
        </w:rPr>
        <w:t xml:space="preserve"> قال</w:t>
      </w:r>
      <w:r w:rsidR="00364168">
        <w:rPr>
          <w:rtl/>
        </w:rPr>
        <w:t>:</w:t>
      </w:r>
      <w:r>
        <w:rPr>
          <w:rtl/>
        </w:rPr>
        <w:t xml:space="preserve"> لا</w:t>
      </w:r>
      <w:r w:rsidR="00364168">
        <w:rPr>
          <w:rtl/>
        </w:rPr>
        <w:t>.</w:t>
      </w:r>
      <w:r>
        <w:rPr>
          <w:rtl/>
        </w:rPr>
        <w:t xml:space="preserve"> والتفت إلى الآخرين يسألهم قائلاً</w:t>
      </w:r>
      <w:r w:rsidR="00364168">
        <w:rPr>
          <w:rtl/>
        </w:rPr>
        <w:t>:</w:t>
      </w:r>
      <w:r>
        <w:rPr>
          <w:rtl/>
        </w:rPr>
        <w:t xml:space="preserve"> فأنتم فوافقوا ابن الزُّبير</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فقال متوعداً</w:t>
      </w:r>
      <w:r w:rsidR="00364168">
        <w:rPr>
          <w:rtl/>
        </w:rPr>
        <w:t>:</w:t>
      </w:r>
      <w:r>
        <w:rPr>
          <w:rtl/>
        </w:rPr>
        <w:t xml:space="preserve"> اُعذر مَن أنذر</w:t>
      </w:r>
      <w:r w:rsidR="008F60AE">
        <w:rPr>
          <w:rtl/>
        </w:rPr>
        <w:t xml:space="preserve"> ...</w:t>
      </w:r>
      <w:r>
        <w:rPr>
          <w:rtl/>
        </w:rPr>
        <w:t xml:space="preserve"> إنّي كنت أخطب فيكم فيقوم إليّ القائم منكم فيكذّبني على رؤوس فأحمل ذلك وأصفح</w:t>
      </w:r>
      <w:r w:rsidR="00364168">
        <w:rPr>
          <w:rtl/>
        </w:rPr>
        <w:t>،</w:t>
      </w:r>
      <w:r>
        <w:rPr>
          <w:rtl/>
        </w:rPr>
        <w:t xml:space="preserve"> وأنّي قائم بمقالة</w:t>
      </w:r>
      <w:r w:rsidR="008F60AE">
        <w:rPr>
          <w:rtl/>
        </w:rPr>
        <w:t xml:space="preserve"> ...</w:t>
      </w:r>
      <w:r>
        <w:rPr>
          <w:rtl/>
        </w:rPr>
        <w:t xml:space="preserve"> فأقسم بالله لئن ردّ عليَّ أحدكم كلمة في مقامي هذا</w:t>
      </w:r>
      <w:r w:rsidR="00364168">
        <w:rPr>
          <w:rtl/>
        </w:rPr>
        <w:t>،</w:t>
      </w:r>
      <w:r>
        <w:rPr>
          <w:rtl/>
        </w:rPr>
        <w:t xml:space="preserve"> لا ترجع إليه كلمة غيرها حتّى يسبقها السّيف إلى رأسه</w:t>
      </w:r>
      <w:r w:rsidR="00364168">
        <w:rPr>
          <w:rtl/>
        </w:rPr>
        <w:t>،</w:t>
      </w:r>
      <w:r>
        <w:rPr>
          <w:rtl/>
        </w:rPr>
        <w:t xml:space="preserve"> فلا يبقين رجل إلاّ على نفسه</w:t>
      </w:r>
      <w:r w:rsidR="00364168">
        <w:rPr>
          <w:rtl/>
        </w:rPr>
        <w:t>.</w:t>
      </w:r>
      <w:r>
        <w:rPr>
          <w:rtl/>
        </w:rPr>
        <w:t xml:space="preserve"> </w:t>
      </w:r>
    </w:p>
    <w:p w:rsidR="002B49A5" w:rsidRDefault="002B49A5" w:rsidP="002B49A5">
      <w:pPr>
        <w:pStyle w:val="libNormal"/>
        <w:rPr>
          <w:rtl/>
        </w:rPr>
      </w:pPr>
      <w:r>
        <w:rPr>
          <w:rtl/>
        </w:rPr>
        <w:t>ثمّ أمر صاحب حرسه أن يقيم على رأس كلّ منهم رجلين مع كلّ واحد منهما سيف</w:t>
      </w:r>
      <w:r w:rsidR="00364168">
        <w:rPr>
          <w:rtl/>
        </w:rPr>
        <w:t>،</w:t>
      </w:r>
      <w:r>
        <w:rPr>
          <w:rtl/>
        </w:rPr>
        <w:t xml:space="preserve"> وقال له</w:t>
      </w:r>
      <w:r w:rsidR="00364168">
        <w:rPr>
          <w:rtl/>
        </w:rPr>
        <w:t>:</w:t>
      </w:r>
      <w:r>
        <w:rPr>
          <w:rtl/>
        </w:rPr>
        <w:t xml:space="preserve"> إن ذهب رجل منهم يردّ على كلمة بتصديق أو تكذيب</w:t>
      </w:r>
      <w:r w:rsidR="00364168">
        <w:rPr>
          <w:rtl/>
        </w:rPr>
        <w:t>،</w:t>
      </w:r>
      <w:r>
        <w:rPr>
          <w:rtl/>
        </w:rPr>
        <w:t xml:space="preserve"> فليضرباه بسيفهما</w:t>
      </w:r>
      <w:r w:rsidR="00364168">
        <w:rPr>
          <w:rtl/>
        </w:rPr>
        <w:t>.</w:t>
      </w:r>
      <w:r>
        <w:rPr>
          <w:rtl/>
        </w:rPr>
        <w:t xml:space="preserve"> ثمّ خرج بهم إلى المسجد ورقي المنبر</w:t>
      </w:r>
      <w:r w:rsidR="00364168">
        <w:rPr>
          <w:rtl/>
        </w:rPr>
        <w:t>،</w:t>
      </w:r>
      <w:r>
        <w:rPr>
          <w:rtl/>
        </w:rPr>
        <w:t xml:space="preserve"> فحمد الله وأثنى عليه وقال</w:t>
      </w:r>
      <w:r w:rsidR="00364168">
        <w:rPr>
          <w:rtl/>
        </w:rPr>
        <w:t>:</w:t>
      </w:r>
      <w:r>
        <w:rPr>
          <w:rtl/>
        </w:rPr>
        <w:t xml:space="preserve"> هؤلاء الرّهط سادة ا</w:t>
      </w:r>
      <w:r w:rsidR="009A226F">
        <w:rPr>
          <w:rtl/>
        </w:rPr>
        <w:t>لم</w:t>
      </w:r>
      <w:r>
        <w:rPr>
          <w:rtl/>
        </w:rPr>
        <w:t>سلمين وخيارهم</w:t>
      </w:r>
      <w:r w:rsidR="00364168">
        <w:rPr>
          <w:rtl/>
        </w:rPr>
        <w:t>،</w:t>
      </w:r>
      <w:r>
        <w:rPr>
          <w:rtl/>
        </w:rPr>
        <w:t xml:space="preserve"> لا يُبرم أمر دونهم ولا يقضى إلاّ على مشورتهم</w:t>
      </w:r>
      <w:r w:rsidR="00364168">
        <w:rPr>
          <w:rtl/>
        </w:rPr>
        <w:t>،</w:t>
      </w:r>
      <w:r>
        <w:rPr>
          <w:rtl/>
        </w:rPr>
        <w:t xml:space="preserve"> وإنّهم قد رضوا وبايعوا ليزيد فبايعوه على اسم الله</w:t>
      </w:r>
      <w:r w:rsidR="00364168">
        <w:rPr>
          <w:rtl/>
        </w:rPr>
        <w:t>.</w:t>
      </w:r>
    </w:p>
    <w:p w:rsidR="002B49A5" w:rsidRDefault="002B49A5" w:rsidP="002B49A5">
      <w:pPr>
        <w:pStyle w:val="libNormal"/>
        <w:rPr>
          <w:rtl/>
        </w:rPr>
      </w:pPr>
      <w:r>
        <w:rPr>
          <w:rtl/>
        </w:rPr>
        <w:t>فبايع النّاس</w:t>
      </w:r>
      <w:r w:rsidR="008F60AE">
        <w:rPr>
          <w:rtl/>
        </w:rPr>
        <w:t xml:space="preserve"> ...</w:t>
      </w:r>
      <w:r>
        <w:rPr>
          <w:rtl/>
        </w:rPr>
        <w:t xml:space="preserve"> وهكذا كانت البيعة ليزيد في الحجاز</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ومات معاوية وهو يعلم أنّ بيعة كهذه لا تجوز ولا تؤمن عقباها</w:t>
      </w:r>
      <w:r w:rsidR="008F60AE">
        <w:rPr>
          <w:rtl/>
        </w:rPr>
        <w:t xml:space="preserve"> ...</w:t>
      </w:r>
      <w:r>
        <w:rPr>
          <w:rtl/>
        </w:rPr>
        <w:t xml:space="preserve"> فأوصى ابنه أنّه لا يخاف إلاّ هؤلاء من قريش</w:t>
      </w:r>
      <w:r w:rsidR="00364168">
        <w:rPr>
          <w:rtl/>
        </w:rPr>
        <w:t>:</w:t>
      </w:r>
      <w:r>
        <w:rPr>
          <w:rtl/>
        </w:rPr>
        <w:t xml:space="preserve"> الحُسين بن عليّ</w:t>
      </w:r>
      <w:r w:rsidR="00364168">
        <w:rPr>
          <w:rtl/>
        </w:rPr>
        <w:t>،</w:t>
      </w:r>
      <w:r>
        <w:rPr>
          <w:rtl/>
        </w:rPr>
        <w:t xml:space="preserve"> وعبد الله بن عمر</w:t>
      </w:r>
      <w:r w:rsidR="00364168">
        <w:rPr>
          <w:rtl/>
        </w:rPr>
        <w:t>،</w:t>
      </w:r>
      <w:r>
        <w:rPr>
          <w:rtl/>
        </w:rPr>
        <w:t xml:space="preserve"> وعبد الله بن الزُّبير</w:t>
      </w:r>
      <w:r w:rsidR="00364168">
        <w:rPr>
          <w:rtl/>
        </w:rPr>
        <w:t>.</w:t>
      </w:r>
      <w:r>
        <w:rPr>
          <w:rtl/>
        </w:rPr>
        <w:t xml:space="preserve"> قال</w:t>
      </w:r>
      <w:r w:rsidR="00364168">
        <w:rPr>
          <w:rtl/>
        </w:rPr>
        <w:t>:</w:t>
      </w:r>
      <w:r>
        <w:rPr>
          <w:rtl/>
        </w:rPr>
        <w:t xml:space="preserve"> فأمّا عبد الله بن عمر فرجل قد وقذته العبادة وإذا لم يبق أحد غيره بايعك</w:t>
      </w:r>
      <w:r w:rsidR="00364168">
        <w:rPr>
          <w:rtl/>
        </w:rPr>
        <w:t>.</w:t>
      </w:r>
      <w:r>
        <w:rPr>
          <w:rtl/>
        </w:rPr>
        <w:t xml:space="preserve"> وأمّا الحُسين</w:t>
      </w:r>
    </w:p>
    <w:p w:rsidR="002B49A5" w:rsidRDefault="002B49A5" w:rsidP="002B49A5">
      <w:pPr>
        <w:pStyle w:val="libNormal"/>
      </w:pPr>
      <w:r>
        <w:rPr>
          <w:rtl/>
        </w:rPr>
        <w:br w:type="page"/>
      </w:r>
    </w:p>
    <w:p w:rsidR="002B49A5" w:rsidRDefault="002B49A5" w:rsidP="004C4A93">
      <w:pPr>
        <w:pStyle w:val="libNormal0"/>
        <w:rPr>
          <w:rtl/>
        </w:rPr>
      </w:pPr>
      <w:r>
        <w:rPr>
          <w:rtl/>
        </w:rPr>
        <w:lastRenderedPageBreak/>
        <w:t>بن عليّ فلا أظنّ أهل العراق تاركيه حتّى يخرجوه</w:t>
      </w:r>
      <w:r w:rsidR="008F60AE">
        <w:rPr>
          <w:rtl/>
        </w:rPr>
        <w:t xml:space="preserve"> ...</w:t>
      </w:r>
      <w:r>
        <w:rPr>
          <w:rtl/>
        </w:rPr>
        <w:t xml:space="preserve"> فإن خرج عليك فظفرت به فاصفح عنه</w:t>
      </w:r>
      <w:r w:rsidR="00364168">
        <w:rPr>
          <w:rtl/>
        </w:rPr>
        <w:t>،</w:t>
      </w:r>
      <w:r>
        <w:rPr>
          <w:rtl/>
        </w:rPr>
        <w:t xml:space="preserve"> فإنّ له رحماً ماسّة وحقّاً عظيماً</w:t>
      </w:r>
      <w:r w:rsidR="00364168">
        <w:rPr>
          <w:rtl/>
        </w:rPr>
        <w:t>.</w:t>
      </w:r>
    </w:p>
    <w:p w:rsidR="002B49A5" w:rsidRDefault="002B49A5" w:rsidP="002B49A5">
      <w:pPr>
        <w:pStyle w:val="libNormal"/>
        <w:rPr>
          <w:rtl/>
        </w:rPr>
      </w:pPr>
      <w:r>
        <w:rPr>
          <w:rtl/>
        </w:rPr>
        <w:t>أمّا ابن الزُّبير فإنّه خب ضب</w:t>
      </w:r>
      <w:r w:rsidR="00364168">
        <w:rPr>
          <w:rtl/>
        </w:rPr>
        <w:t>،</w:t>
      </w:r>
      <w:r>
        <w:rPr>
          <w:rtl/>
        </w:rPr>
        <w:t xml:space="preserve"> فإذا أمكنته فرصة وثب</w:t>
      </w:r>
      <w:r w:rsidR="008F60AE">
        <w:rPr>
          <w:rtl/>
        </w:rPr>
        <w:t xml:space="preserve"> ...</w:t>
      </w:r>
      <w:r>
        <w:rPr>
          <w:rtl/>
        </w:rPr>
        <w:t xml:space="preserve"> فإن هو فعلها فقدرت عليه</w:t>
      </w:r>
      <w:r w:rsidR="00364168">
        <w:rPr>
          <w:rtl/>
        </w:rPr>
        <w:t>،</w:t>
      </w:r>
      <w:r>
        <w:rPr>
          <w:rtl/>
        </w:rPr>
        <w:t xml:space="preserve"> فقطعه إرباً إلاّ أن يلتمس منك صلحاً</w:t>
      </w:r>
      <w:r w:rsidR="00364168">
        <w:rPr>
          <w:rtl/>
        </w:rPr>
        <w:t>،</w:t>
      </w:r>
      <w:r>
        <w:rPr>
          <w:rtl/>
        </w:rPr>
        <w:t xml:space="preserve"> فإن فعل فاقبل واحقن دماء قومك ما استطعت</w:t>
      </w:r>
      <w:r w:rsidR="008F60AE">
        <w:rPr>
          <w:rtl/>
        </w:rPr>
        <w:t xml:space="preserve"> ...</w:t>
      </w:r>
      <w:r>
        <w:rPr>
          <w:rtl/>
        </w:rPr>
        <w:t xml:space="preserve"> </w:t>
      </w:r>
    </w:p>
    <w:p w:rsidR="002B49A5" w:rsidRPr="004C4A93" w:rsidRDefault="002B49A5" w:rsidP="004C4A93">
      <w:pPr>
        <w:pStyle w:val="Heading2"/>
        <w:rPr>
          <w:rtl/>
        </w:rPr>
      </w:pPr>
      <w:bookmarkStart w:id="18" w:name="خلافة_يزيد"/>
      <w:bookmarkStart w:id="19" w:name="_Toc374273667"/>
      <w:bookmarkStart w:id="20" w:name="_Toc374273969"/>
      <w:bookmarkEnd w:id="18"/>
      <w:r w:rsidRPr="004C4A93">
        <w:rPr>
          <w:rtl/>
        </w:rPr>
        <w:t>خلافة يزيد</w:t>
      </w:r>
      <w:r w:rsidR="00364168" w:rsidRPr="004C4A93">
        <w:rPr>
          <w:rtl/>
        </w:rPr>
        <w:t>:</w:t>
      </w:r>
      <w:bookmarkEnd w:id="19"/>
      <w:bookmarkEnd w:id="20"/>
    </w:p>
    <w:p w:rsidR="002B49A5" w:rsidRDefault="002B49A5" w:rsidP="002B49A5">
      <w:pPr>
        <w:pStyle w:val="libNormal"/>
        <w:rPr>
          <w:rtl/>
        </w:rPr>
      </w:pPr>
      <w:r>
        <w:rPr>
          <w:rtl/>
        </w:rPr>
        <w:t>وآل الأمر على هذا النحو إلى يزيد في سنة ستين للهجرة</w:t>
      </w:r>
      <w:r w:rsidR="00364168">
        <w:rPr>
          <w:rtl/>
        </w:rPr>
        <w:t>،</w:t>
      </w:r>
      <w:r>
        <w:rPr>
          <w:rtl/>
        </w:rPr>
        <w:t xml:space="preserve"> وهو بين الرابعة والثلاثين والخامسة والثلاثين</w:t>
      </w:r>
      <w:r w:rsidR="00364168">
        <w:rPr>
          <w:rtl/>
        </w:rPr>
        <w:t>،</w:t>
      </w:r>
      <w:r>
        <w:rPr>
          <w:rtl/>
        </w:rPr>
        <w:t xml:space="preserve"> ولكنّه دون أنداده في تجارب الأيّام</w:t>
      </w:r>
      <w:r w:rsidR="00364168">
        <w:rPr>
          <w:rtl/>
        </w:rPr>
        <w:t>،</w:t>
      </w:r>
      <w:r>
        <w:rPr>
          <w:rtl/>
        </w:rPr>
        <w:t xml:space="preserve"> وليس حوله من المشيرين والنُصحاء أمثال المغيرة</w:t>
      </w:r>
      <w:r w:rsidR="00364168">
        <w:rPr>
          <w:rtl/>
        </w:rPr>
        <w:t>،</w:t>
      </w:r>
      <w:r>
        <w:rPr>
          <w:rtl/>
        </w:rPr>
        <w:t xml:space="preserve"> وزياد</w:t>
      </w:r>
      <w:r w:rsidR="00364168">
        <w:rPr>
          <w:rtl/>
        </w:rPr>
        <w:t>،</w:t>
      </w:r>
      <w:r>
        <w:rPr>
          <w:rtl/>
        </w:rPr>
        <w:t xml:space="preserve"> وعمرو بن العاص</w:t>
      </w:r>
      <w:r w:rsidR="00364168">
        <w:rPr>
          <w:rtl/>
        </w:rPr>
        <w:t>،</w:t>
      </w:r>
      <w:r>
        <w:rPr>
          <w:rtl/>
        </w:rPr>
        <w:t xml:space="preserve"> وغيرهم من القروم الذين كانوا حول أبيه</w:t>
      </w:r>
      <w:r w:rsidR="008F60AE">
        <w:rPr>
          <w:rtl/>
        </w:rPr>
        <w:t xml:space="preserve"> ...</w:t>
      </w:r>
      <w:r>
        <w:rPr>
          <w:rtl/>
        </w:rPr>
        <w:t xml:space="preserve"> فتهيّب ما هو مقدم عليه</w:t>
      </w:r>
      <w:r w:rsidR="00364168">
        <w:rPr>
          <w:rtl/>
        </w:rPr>
        <w:t>،</w:t>
      </w:r>
      <w:r>
        <w:rPr>
          <w:rtl/>
        </w:rPr>
        <w:t xml:space="preserve"> وكتب إلى عامله بالمدينة الوليد بن عتبة بن أبي سفيان</w:t>
      </w:r>
      <w:r w:rsidR="00364168">
        <w:rPr>
          <w:rtl/>
        </w:rPr>
        <w:t>،</w:t>
      </w:r>
      <w:r>
        <w:rPr>
          <w:rtl/>
        </w:rPr>
        <w:t xml:space="preserve"> أن خُذ حُسيناً</w:t>
      </w:r>
      <w:r w:rsidR="00364168">
        <w:rPr>
          <w:rtl/>
        </w:rPr>
        <w:t>،</w:t>
      </w:r>
      <w:r>
        <w:rPr>
          <w:rtl/>
        </w:rPr>
        <w:t xml:space="preserve"> وعبد الله بن عمر</w:t>
      </w:r>
      <w:r w:rsidR="00364168">
        <w:rPr>
          <w:rtl/>
        </w:rPr>
        <w:t>،</w:t>
      </w:r>
      <w:r>
        <w:rPr>
          <w:rtl/>
        </w:rPr>
        <w:t xml:space="preserve"> وعبد الله بن الزُّبير</w:t>
      </w:r>
      <w:r w:rsidR="00364168">
        <w:rPr>
          <w:rtl/>
        </w:rPr>
        <w:t>،</w:t>
      </w:r>
      <w:r>
        <w:rPr>
          <w:rtl/>
        </w:rPr>
        <w:t xml:space="preserve"> بالبيعة أخذاً شديداً ليست فيه رخصة حتّى يبايعوا</w:t>
      </w:r>
      <w:r w:rsidR="00364168">
        <w:rPr>
          <w:rtl/>
        </w:rPr>
        <w:t>،</w:t>
      </w:r>
      <w:r>
        <w:rPr>
          <w:rtl/>
        </w:rPr>
        <w:t xml:space="preserve"> والسّلام</w:t>
      </w:r>
      <w:r w:rsidR="00364168">
        <w:rPr>
          <w:rtl/>
        </w:rPr>
        <w:t>.</w:t>
      </w:r>
    </w:p>
    <w:p w:rsidR="002B49A5" w:rsidRDefault="002B49A5" w:rsidP="002B49A5">
      <w:pPr>
        <w:pStyle w:val="libNormal"/>
        <w:rPr>
          <w:rtl/>
        </w:rPr>
      </w:pPr>
      <w:r>
        <w:rPr>
          <w:rtl/>
        </w:rPr>
        <w:t>فبعث الوليد إلى مروان بن الحكم يستشيره</w:t>
      </w:r>
      <w:r w:rsidR="008F60AE">
        <w:rPr>
          <w:rtl/>
        </w:rPr>
        <w:t xml:space="preserve"> ...</w:t>
      </w:r>
      <w:r>
        <w:rPr>
          <w:rtl/>
        </w:rPr>
        <w:t xml:space="preserve"> وكان مروان يريد الخلافة لنفسه</w:t>
      </w:r>
      <w:r w:rsidR="00364168">
        <w:rPr>
          <w:rtl/>
        </w:rPr>
        <w:t>،</w:t>
      </w:r>
      <w:r>
        <w:rPr>
          <w:rtl/>
        </w:rPr>
        <w:t xml:space="preserve"> ولكنّه علم بعد موت معاوية وقيام يزيد أنّ الأمر اليوم أمر بني اُميّة</w:t>
      </w:r>
      <w:r w:rsidR="00364168">
        <w:rPr>
          <w:rtl/>
        </w:rPr>
        <w:t>،</w:t>
      </w:r>
      <w:r>
        <w:rPr>
          <w:rtl/>
        </w:rPr>
        <w:t xml:space="preserve"> فإن خرج منهم فقد خرج منهم أجمعين</w:t>
      </w:r>
      <w:r w:rsidR="00364168">
        <w:rPr>
          <w:rtl/>
        </w:rPr>
        <w:t>.</w:t>
      </w:r>
      <w:r>
        <w:rPr>
          <w:rtl/>
        </w:rPr>
        <w:t xml:space="preserve"> فنصح للوليد نصيحة ذات وجهين</w:t>
      </w:r>
      <w:r w:rsidR="00364168">
        <w:rPr>
          <w:rtl/>
        </w:rPr>
        <w:t>:</w:t>
      </w:r>
      <w:r>
        <w:rPr>
          <w:rtl/>
        </w:rPr>
        <w:t xml:space="preserve"> ظاهرها الشدّة في الدعوة ليزيد</w:t>
      </w:r>
      <w:r w:rsidR="00364168">
        <w:rPr>
          <w:rtl/>
        </w:rPr>
        <w:t>،</w:t>
      </w:r>
      <w:r>
        <w:rPr>
          <w:rtl/>
        </w:rPr>
        <w:t xml:space="preserve"> وباطنها السعي إلى الخلاص من يزيد ومنافسيه</w:t>
      </w:r>
      <w:r w:rsidR="00364168">
        <w:rPr>
          <w:rtl/>
        </w:rPr>
        <w:t>.</w:t>
      </w:r>
      <w:r>
        <w:rPr>
          <w:rtl/>
        </w:rPr>
        <w:t xml:space="preserve"> فقال</w:t>
      </w:r>
      <w:r w:rsidR="00364168">
        <w:rPr>
          <w:rtl/>
        </w:rPr>
        <w:t>:</w:t>
      </w:r>
      <w:r>
        <w:rPr>
          <w:rtl/>
        </w:rPr>
        <w:t xml:space="preserve"> أرى أن تبعث الساعة إلى هؤلاء النفر فتدعوهم إلى البيعة</w:t>
      </w:r>
      <w:r w:rsidR="00364168">
        <w:rPr>
          <w:rtl/>
        </w:rPr>
        <w:t>،</w:t>
      </w:r>
      <w:r>
        <w:rPr>
          <w:rtl/>
        </w:rPr>
        <w:t xml:space="preserve"> أمّا ابن عمر فلا أراه يرى القتال</w:t>
      </w:r>
      <w:r w:rsidR="00364168">
        <w:rPr>
          <w:rtl/>
        </w:rPr>
        <w:t>،</w:t>
      </w:r>
      <w:r>
        <w:rPr>
          <w:rtl/>
        </w:rPr>
        <w:t xml:space="preserve"> ولكن</w:t>
      </w:r>
    </w:p>
    <w:p w:rsidR="002B49A5" w:rsidRDefault="002B49A5" w:rsidP="002B49A5">
      <w:pPr>
        <w:pStyle w:val="libNormal"/>
      </w:pPr>
      <w:r>
        <w:rPr>
          <w:rtl/>
        </w:rPr>
        <w:br w:type="page"/>
      </w:r>
    </w:p>
    <w:p w:rsidR="002B49A5" w:rsidRDefault="002B49A5" w:rsidP="004C4A93">
      <w:pPr>
        <w:pStyle w:val="libNormal0"/>
        <w:rPr>
          <w:rtl/>
        </w:rPr>
      </w:pPr>
      <w:r>
        <w:rPr>
          <w:rtl/>
        </w:rPr>
        <w:lastRenderedPageBreak/>
        <w:t>عليك بالحُسين وعبد الله بن الزُّبير</w:t>
      </w:r>
      <w:r w:rsidR="00364168">
        <w:rPr>
          <w:rtl/>
        </w:rPr>
        <w:t>،</w:t>
      </w:r>
      <w:r>
        <w:rPr>
          <w:rtl/>
        </w:rPr>
        <w:t xml:space="preserve"> فإن بايعا وإلاّ فاضرب أعناقهما</w:t>
      </w:r>
      <w:r w:rsidR="008F60AE">
        <w:rPr>
          <w:rtl/>
        </w:rPr>
        <w:t xml:space="preserve"> ...</w:t>
      </w:r>
      <w:r>
        <w:rPr>
          <w:rtl/>
        </w:rPr>
        <w:t xml:space="preserve"> </w:t>
      </w:r>
    </w:p>
    <w:p w:rsidR="002B49A5" w:rsidRDefault="002B49A5" w:rsidP="002B49A5">
      <w:pPr>
        <w:pStyle w:val="libNormal"/>
        <w:rPr>
          <w:rtl/>
        </w:rPr>
      </w:pPr>
      <w:r>
        <w:rPr>
          <w:rtl/>
        </w:rPr>
        <w:t>وضرب عنق الحُسين وابن الزُّبير معناه الخلاص من أعظم المنافسين ليزيد</w:t>
      </w:r>
      <w:r w:rsidR="008F60AE">
        <w:rPr>
          <w:rtl/>
        </w:rPr>
        <w:t xml:space="preserve"> ...</w:t>
      </w:r>
      <w:r>
        <w:rPr>
          <w:rtl/>
        </w:rPr>
        <w:t xml:space="preserve"> ثمّ الخلاص من يزيد نفسه بإثارة النفوس وإيغار الصدور عليه</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sidRPr="002B49A5">
        <w:rPr>
          <w:rtl/>
        </w:rPr>
        <w:t>وقد ذهب رسول الوليد إلى الحُسين وابن الزُّبير</w:t>
      </w:r>
      <w:r w:rsidR="00364168">
        <w:rPr>
          <w:rtl/>
        </w:rPr>
        <w:t>،</w:t>
      </w:r>
      <w:r w:rsidRPr="002B49A5">
        <w:rPr>
          <w:rtl/>
        </w:rPr>
        <w:t xml:space="preserve"> فوجدهما في المسجد</w:t>
      </w:r>
      <w:r w:rsidR="008F60AE">
        <w:rPr>
          <w:rtl/>
        </w:rPr>
        <w:t xml:space="preserve"> ...</w:t>
      </w:r>
      <w:r w:rsidRPr="002B49A5">
        <w:rPr>
          <w:rtl/>
        </w:rPr>
        <w:t xml:space="preserve"> فعلم الحُسين ما يُراد منه</w:t>
      </w:r>
      <w:r w:rsidR="00364168">
        <w:rPr>
          <w:rtl/>
        </w:rPr>
        <w:t>،</w:t>
      </w:r>
      <w:r w:rsidRPr="002B49A5">
        <w:rPr>
          <w:rtl/>
        </w:rPr>
        <w:t xml:space="preserve"> وجمع طائفة من مواليه يحملون السّلاح</w:t>
      </w:r>
      <w:r w:rsidR="00364168">
        <w:rPr>
          <w:rtl/>
        </w:rPr>
        <w:t>،</w:t>
      </w:r>
      <w:r w:rsidRPr="002B49A5">
        <w:rPr>
          <w:rtl/>
        </w:rPr>
        <w:t xml:space="preserve"> وقال لهم وهو يدخل بيت الوليد</w:t>
      </w:r>
      <w:r w:rsidR="00364168">
        <w:rPr>
          <w:rtl/>
        </w:rPr>
        <w:t>:</w:t>
      </w:r>
      <w:r w:rsidRPr="002B49A5">
        <w:rPr>
          <w:rtl/>
        </w:rPr>
        <w:t xml:space="preserve"> </w:t>
      </w:r>
      <w:r w:rsidRPr="002B49A5">
        <w:rPr>
          <w:rStyle w:val="libBold2Char"/>
          <w:rtl/>
        </w:rPr>
        <w:t>(( إنّ دعوتكم أو سمعتم صوتي قد علا فاقتحموا عليّ بأجمعكم</w:t>
      </w:r>
      <w:r w:rsidR="00364168">
        <w:rPr>
          <w:rStyle w:val="libBold2Char"/>
          <w:rtl/>
        </w:rPr>
        <w:t>،</w:t>
      </w:r>
      <w:r w:rsidRPr="002B49A5">
        <w:rPr>
          <w:rStyle w:val="libBold2Char"/>
          <w:rtl/>
        </w:rPr>
        <w:t xml:space="preserve"> وإلاّ فلا تبرحوا حتّى أخرج إليكم</w:t>
      </w:r>
      <w:r w:rsidR="008F60AE">
        <w:rPr>
          <w:rStyle w:val="libBold2Char"/>
          <w:rtl/>
        </w:rPr>
        <w:t xml:space="preserve"> ...</w:t>
      </w:r>
      <w:r w:rsidRPr="002B49A5">
        <w:rPr>
          <w:rStyle w:val="libBold2Char"/>
          <w:rtl/>
        </w:rPr>
        <w:t xml:space="preserve"> ))</w:t>
      </w:r>
      <w:r w:rsidR="00364168">
        <w:rPr>
          <w:rStyle w:val="libBold2Char"/>
          <w:rtl/>
        </w:rPr>
        <w:t>.</w:t>
      </w:r>
    </w:p>
    <w:p w:rsidR="002B49A5" w:rsidRDefault="002B49A5" w:rsidP="002B49A5">
      <w:pPr>
        <w:pStyle w:val="libNormal"/>
        <w:rPr>
          <w:rtl/>
        </w:rPr>
      </w:pPr>
      <w:r w:rsidRPr="002B49A5">
        <w:rPr>
          <w:rtl/>
        </w:rPr>
        <w:t>فلمّا عرضوا عليه البيعة ليزيد</w:t>
      </w:r>
      <w:r w:rsidR="00364168">
        <w:rPr>
          <w:rtl/>
        </w:rPr>
        <w:t>،</w:t>
      </w:r>
      <w:r w:rsidRPr="002B49A5">
        <w:rPr>
          <w:rtl/>
        </w:rPr>
        <w:t xml:space="preserve"> قال</w:t>
      </w:r>
      <w:r w:rsidR="00364168">
        <w:rPr>
          <w:rtl/>
        </w:rPr>
        <w:t>:</w:t>
      </w:r>
      <w:r w:rsidRPr="002B49A5">
        <w:rPr>
          <w:rtl/>
        </w:rPr>
        <w:t xml:space="preserve"> </w:t>
      </w:r>
      <w:r w:rsidRPr="002B49A5">
        <w:rPr>
          <w:rStyle w:val="libBold2Char"/>
          <w:rtl/>
        </w:rPr>
        <w:t>(( أمّا البيعة</w:t>
      </w:r>
      <w:r w:rsidR="00364168">
        <w:rPr>
          <w:rStyle w:val="libBold2Char"/>
          <w:rtl/>
        </w:rPr>
        <w:t>،</w:t>
      </w:r>
      <w:r w:rsidRPr="002B49A5">
        <w:rPr>
          <w:rStyle w:val="libBold2Char"/>
          <w:rtl/>
        </w:rPr>
        <w:t xml:space="preserve"> فإنّ مثلي لا يعطي بيعته سرّاً</w:t>
      </w:r>
      <w:r w:rsidR="00364168">
        <w:rPr>
          <w:rStyle w:val="libBold2Char"/>
          <w:rtl/>
        </w:rPr>
        <w:t>،</w:t>
      </w:r>
      <w:r w:rsidRPr="002B49A5">
        <w:rPr>
          <w:rStyle w:val="libBold2Char"/>
          <w:rtl/>
        </w:rPr>
        <w:t xml:space="preserve"> ولا أراك تقنع بها منّي سرّاً ))</w:t>
      </w:r>
      <w:r w:rsidR="00364168">
        <w:rPr>
          <w:rStyle w:val="libBold2Char"/>
          <w:rtl/>
        </w:rPr>
        <w:t>.</w:t>
      </w:r>
      <w:r w:rsidRPr="002B49A5">
        <w:rPr>
          <w:rStyle w:val="libBold2Char"/>
          <w:rtl/>
        </w:rPr>
        <w:t xml:space="preserve"> </w:t>
      </w:r>
      <w:r w:rsidRPr="002B49A5">
        <w:rPr>
          <w:rtl/>
        </w:rPr>
        <w:t>قال الوليد</w:t>
      </w:r>
      <w:r w:rsidR="00364168">
        <w:rPr>
          <w:rtl/>
        </w:rPr>
        <w:t>:</w:t>
      </w:r>
      <w:r w:rsidRPr="002B49A5">
        <w:rPr>
          <w:rtl/>
        </w:rPr>
        <w:t xml:space="preserve"> أجل</w:t>
      </w:r>
      <w:r w:rsidR="00364168">
        <w:rPr>
          <w:rtl/>
        </w:rPr>
        <w:t>.</w:t>
      </w:r>
      <w:r w:rsidRPr="002B49A5">
        <w:rPr>
          <w:rtl/>
        </w:rPr>
        <w:t xml:space="preserve"> قال الحُسين</w:t>
      </w:r>
      <w:r w:rsidR="00364168">
        <w:rPr>
          <w:rtl/>
        </w:rPr>
        <w:t>:</w:t>
      </w:r>
      <w:r w:rsidRPr="002B49A5">
        <w:rPr>
          <w:rtl/>
        </w:rPr>
        <w:t xml:space="preserve"> </w:t>
      </w:r>
      <w:r w:rsidRPr="002B49A5">
        <w:rPr>
          <w:rStyle w:val="libBold2Char"/>
          <w:rtl/>
        </w:rPr>
        <w:t>(( فإذا خرجت إلى النّاس فدعوتهم إلى البيعة دعوتنا معهم فكان الأمر واحداً ))</w:t>
      </w:r>
      <w:r w:rsidR="00364168">
        <w:rPr>
          <w:rStyle w:val="libBold2Char"/>
          <w:rtl/>
        </w:rPr>
        <w:t>.</w:t>
      </w:r>
    </w:p>
    <w:p w:rsidR="002B49A5" w:rsidRDefault="002B49A5" w:rsidP="002B49A5">
      <w:pPr>
        <w:pStyle w:val="libNormal"/>
        <w:rPr>
          <w:rtl/>
        </w:rPr>
      </w:pPr>
      <w:r>
        <w:rPr>
          <w:rtl/>
        </w:rPr>
        <w:t>ثمّ انصرف ومروان غاضب صامت لا يتكلّم</w:t>
      </w:r>
      <w:r w:rsidR="008F60AE">
        <w:rPr>
          <w:rtl/>
        </w:rPr>
        <w:t xml:space="preserve"> ...</w:t>
      </w:r>
      <w:r>
        <w:rPr>
          <w:rtl/>
        </w:rPr>
        <w:t xml:space="preserve"> وما هو إلاّ أن توارى الحُسين حتّى صاح بالوليد</w:t>
      </w:r>
      <w:r w:rsidR="00364168">
        <w:rPr>
          <w:rtl/>
        </w:rPr>
        <w:t>:</w:t>
      </w:r>
      <w:r>
        <w:rPr>
          <w:rtl/>
        </w:rPr>
        <w:t xml:space="preserve"> عصيتني والله</w:t>
      </w:r>
      <w:r w:rsidR="00364168">
        <w:rPr>
          <w:rtl/>
        </w:rPr>
        <w:t>،</w:t>
      </w:r>
      <w:r>
        <w:rPr>
          <w:rtl/>
        </w:rPr>
        <w:t xml:space="preserve"> لا قدرت منه على مثلها أبداً حتّى تكثر القتلى بينكم وبينه</w:t>
      </w:r>
      <w:r w:rsidR="00364168">
        <w:rPr>
          <w:rtl/>
        </w:rPr>
        <w:t>.</w:t>
      </w:r>
    </w:p>
    <w:p w:rsidR="002B49A5" w:rsidRDefault="002B49A5" w:rsidP="002B49A5">
      <w:pPr>
        <w:pStyle w:val="libNormal"/>
        <w:rPr>
          <w:rtl/>
        </w:rPr>
      </w:pPr>
      <w:r>
        <w:rPr>
          <w:rtl/>
        </w:rPr>
        <w:t>فأنكر الوليد لجاجته وقال له</w:t>
      </w:r>
      <w:r w:rsidR="00364168">
        <w:rPr>
          <w:rtl/>
        </w:rPr>
        <w:t>:</w:t>
      </w:r>
      <w:r>
        <w:rPr>
          <w:rtl/>
        </w:rPr>
        <w:t xml:space="preserve"> أتشير عليّ بقتل الحُسين</w:t>
      </w:r>
      <w:r w:rsidR="00364168">
        <w:rPr>
          <w:rtl/>
        </w:rPr>
        <w:t>؟</w:t>
      </w:r>
      <w:r>
        <w:rPr>
          <w:rtl/>
        </w:rPr>
        <w:t>! والله</w:t>
      </w:r>
      <w:r w:rsidR="00364168">
        <w:rPr>
          <w:rtl/>
        </w:rPr>
        <w:t>،</w:t>
      </w:r>
      <w:r>
        <w:rPr>
          <w:rtl/>
        </w:rPr>
        <w:t xml:space="preserve"> إنّ</w:t>
      </w:r>
    </w:p>
    <w:p w:rsidR="002B49A5" w:rsidRDefault="002B49A5" w:rsidP="002B49A5">
      <w:pPr>
        <w:pStyle w:val="libNormal"/>
      </w:pPr>
      <w:r>
        <w:rPr>
          <w:rtl/>
        </w:rPr>
        <w:br w:type="page"/>
      </w:r>
    </w:p>
    <w:p w:rsidR="002B49A5" w:rsidRDefault="002B49A5" w:rsidP="004C4A93">
      <w:pPr>
        <w:pStyle w:val="libNormal0"/>
        <w:rPr>
          <w:rtl/>
        </w:rPr>
      </w:pPr>
      <w:r>
        <w:rPr>
          <w:rtl/>
        </w:rPr>
        <w:lastRenderedPageBreak/>
        <w:t>الذي يحاسب بدم الحُسين يوم القيامة لخفيف الميزان عند الله</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وهكذا انتهت المنافسة بين بني اُميّة وبني هاشم إلى مفترق طرق لا سبيل فيه إلى توفيق</w:t>
      </w:r>
      <w:r w:rsidR="00364168">
        <w:rPr>
          <w:rtl/>
        </w:rPr>
        <w:t>،</w:t>
      </w:r>
      <w:r>
        <w:rPr>
          <w:rtl/>
        </w:rPr>
        <w:t xml:space="preserve"> ولم تنقطع قط سلسلة هذه المنافسة منذ أجيال وإن غلبها الإسلام في عهد النّبوّة</w:t>
      </w:r>
      <w:r w:rsidR="00364168">
        <w:rPr>
          <w:rtl/>
        </w:rPr>
        <w:t>،</w:t>
      </w:r>
      <w:r>
        <w:rPr>
          <w:rtl/>
        </w:rPr>
        <w:t xml:space="preserve"> وفي عهد الصدّيق والفاروق</w:t>
      </w:r>
      <w:r w:rsidR="00364168">
        <w:rPr>
          <w:rtl/>
        </w:rPr>
        <w:t>.</w:t>
      </w:r>
    </w:p>
    <w:p w:rsidR="002B49A5" w:rsidRDefault="002B49A5" w:rsidP="002B49A5">
      <w:pPr>
        <w:pStyle w:val="libNormal"/>
        <w:rPr>
          <w:rtl/>
        </w:rPr>
      </w:pPr>
      <w:r>
        <w:rPr>
          <w:rtl/>
        </w:rPr>
        <w:t>وكفى بالإسلام فضلاً في هذا المجال أنّه غلب العصبية بالعقيدة</w:t>
      </w:r>
      <w:r w:rsidR="00364168">
        <w:rPr>
          <w:rtl/>
        </w:rPr>
        <w:t>،</w:t>
      </w:r>
      <w:r>
        <w:rPr>
          <w:rtl/>
        </w:rPr>
        <w:t xml:space="preserve"> فجعلها تابعة لها غير قادرة على الجهر بمخالفتها</w:t>
      </w:r>
      <w:r w:rsidR="00364168">
        <w:rPr>
          <w:rtl/>
        </w:rPr>
        <w:t>،</w:t>
      </w:r>
      <w:r>
        <w:rPr>
          <w:rtl/>
        </w:rPr>
        <w:t xml:space="preserve"> ولكن العصبية المكبوحة عصبية موجودة غير معدومة</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وكثيراً ما يفلت المكبوح من عنانه</w:t>
      </w:r>
      <w:r w:rsidR="00364168">
        <w:rPr>
          <w:rtl/>
        </w:rPr>
        <w:t>،</w:t>
      </w:r>
      <w:r>
        <w:rPr>
          <w:rtl/>
        </w:rPr>
        <w:t xml:space="preserve"> وإن طالت به الرياضة والانقياد</w:t>
      </w:r>
      <w:r w:rsidR="00364168">
        <w:rPr>
          <w:rtl/>
        </w:rPr>
        <w:t>.</w:t>
      </w:r>
    </w:p>
    <w:p w:rsidR="002B49A5" w:rsidRDefault="002B49A5" w:rsidP="002B49A5">
      <w:pPr>
        <w:pStyle w:val="libNormal"/>
        <w:rPr>
          <w:rtl/>
        </w:rPr>
      </w:pPr>
      <w:r>
        <w:rPr>
          <w:rtl/>
        </w:rPr>
        <w:t>فاتفق كثيراً في مساجلات شتّى بين كبار الصحابة</w:t>
      </w:r>
      <w:r w:rsidR="00364168">
        <w:rPr>
          <w:rtl/>
        </w:rPr>
        <w:t>،</w:t>
      </w:r>
      <w:r>
        <w:rPr>
          <w:rtl/>
        </w:rPr>
        <w:t xml:space="preserve"> أن بدرت إلى اللسان بوادر العصبية والنّبي </w:t>
      </w:r>
      <w:r w:rsidR="008F60AE" w:rsidRPr="008F60AE">
        <w:rPr>
          <w:rStyle w:val="libAlaemChar"/>
          <w:rtl/>
        </w:rPr>
        <w:t>صلى‌الله‌عليه‌وآله</w:t>
      </w:r>
      <w:r>
        <w:rPr>
          <w:rtl/>
        </w:rPr>
        <w:t xml:space="preserve"> حاضر</w:t>
      </w:r>
      <w:r w:rsidR="00364168">
        <w:rPr>
          <w:rtl/>
        </w:rPr>
        <w:t>،</w:t>
      </w:r>
      <w:r>
        <w:rPr>
          <w:rtl/>
        </w:rPr>
        <w:t xml:space="preserve"> فلمّا أشار عمر بقتل أبي سفيان</w:t>
      </w:r>
      <w:r w:rsidR="004C4A93">
        <w:rPr>
          <w:rtl/>
        </w:rPr>
        <w:t xml:space="preserve"> - </w:t>
      </w:r>
      <w:r>
        <w:rPr>
          <w:rtl/>
        </w:rPr>
        <w:t>على خلاف رأي العبّاس في استبقائه وتألّفه</w:t>
      </w:r>
      <w:r w:rsidR="004C4A93">
        <w:rPr>
          <w:rtl/>
        </w:rPr>
        <w:t xml:space="preserve"> - </w:t>
      </w:r>
      <w:r>
        <w:rPr>
          <w:rtl/>
        </w:rPr>
        <w:t>قال العبّاس</w:t>
      </w:r>
      <w:r w:rsidR="00364168">
        <w:rPr>
          <w:rtl/>
        </w:rPr>
        <w:t>:</w:t>
      </w:r>
      <w:r>
        <w:rPr>
          <w:rtl/>
        </w:rPr>
        <w:t xml:space="preserve"> مهلاً يا عمر</w:t>
      </w:r>
      <w:r w:rsidR="00364168">
        <w:rPr>
          <w:rtl/>
        </w:rPr>
        <w:t>!</w:t>
      </w:r>
      <w:r>
        <w:rPr>
          <w:rtl/>
        </w:rPr>
        <w:t xml:space="preserve"> فو الله لو كان من رجال بني عدي بن كعب ما قُلت مثل هذا</w:t>
      </w:r>
      <w:r w:rsidR="008F60AE">
        <w:rPr>
          <w:rtl/>
        </w:rPr>
        <w:t xml:space="preserve"> ...</w:t>
      </w:r>
      <w:r>
        <w:rPr>
          <w:rtl/>
        </w:rPr>
        <w:t xml:space="preserve"> ولكنّك قد عرفت أنّه من رجال عبد مُناف</w:t>
      </w:r>
      <w:r w:rsidR="00364168">
        <w:rPr>
          <w:rtl/>
        </w:rPr>
        <w:t>.</w:t>
      </w:r>
    </w:p>
    <w:p w:rsidR="002B49A5" w:rsidRDefault="002B49A5" w:rsidP="002B49A5">
      <w:pPr>
        <w:pStyle w:val="libNormal"/>
        <w:rPr>
          <w:rtl/>
        </w:rPr>
      </w:pPr>
      <w:r>
        <w:rPr>
          <w:rtl/>
        </w:rPr>
        <w:t>و</w:t>
      </w:r>
      <w:r w:rsidR="009A226F">
        <w:rPr>
          <w:rtl/>
        </w:rPr>
        <w:t>لم</w:t>
      </w:r>
      <w:r>
        <w:rPr>
          <w:rtl/>
        </w:rPr>
        <w:t>ا توثّب أسيد بن حضير لضرب أعناق المفترين على السيّدة عائشة</w:t>
      </w:r>
      <w:r w:rsidR="00364168">
        <w:rPr>
          <w:rtl/>
        </w:rPr>
        <w:t>،</w:t>
      </w:r>
      <w:r>
        <w:rPr>
          <w:rtl/>
        </w:rPr>
        <w:t xml:space="preserve"> ثار به سعد بن عبادة وصاح به</w:t>
      </w:r>
      <w:r w:rsidR="00364168">
        <w:rPr>
          <w:rtl/>
        </w:rPr>
        <w:t>:</w:t>
      </w:r>
      <w:r>
        <w:rPr>
          <w:rtl/>
        </w:rPr>
        <w:t xml:space="preserve"> كذبت لعمر الله</w:t>
      </w:r>
      <w:r w:rsidR="00364168">
        <w:rPr>
          <w:rtl/>
        </w:rPr>
        <w:t>،</w:t>
      </w:r>
      <w:r>
        <w:rPr>
          <w:rtl/>
        </w:rPr>
        <w:t xml:space="preserve"> ما تضرب أعناقهم</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أما والله</w:t>
      </w:r>
      <w:r w:rsidR="00364168">
        <w:rPr>
          <w:rtl/>
        </w:rPr>
        <w:t>،</w:t>
      </w:r>
      <w:r>
        <w:rPr>
          <w:rtl/>
        </w:rPr>
        <w:t xml:space="preserve"> ما قلت هذه المقالة إلاّ أنّك قد عرفت أنّهم من الخزرج</w:t>
      </w:r>
      <w:r w:rsidR="00364168">
        <w:rPr>
          <w:rtl/>
        </w:rPr>
        <w:t>،</w:t>
      </w:r>
      <w:r>
        <w:rPr>
          <w:rtl/>
        </w:rPr>
        <w:t xml:space="preserve"> ولو كانوا من قومك</w:t>
      </w:r>
      <w:r w:rsidR="004C4A93">
        <w:rPr>
          <w:rtl/>
        </w:rPr>
        <w:t xml:space="preserve"> - </w:t>
      </w:r>
      <w:r>
        <w:rPr>
          <w:rtl/>
        </w:rPr>
        <w:t>الأوس</w:t>
      </w:r>
      <w:r w:rsidR="004C4A93">
        <w:rPr>
          <w:rtl/>
        </w:rPr>
        <w:t xml:space="preserve"> - </w:t>
      </w:r>
      <w:r>
        <w:rPr>
          <w:rtl/>
        </w:rPr>
        <w:t>ما قُلت هذا</w:t>
      </w:r>
      <w:r w:rsidR="008F60AE">
        <w:rPr>
          <w:rtl/>
        </w:rPr>
        <w:t xml:space="preserve"> ...</w:t>
      </w:r>
      <w:r>
        <w:rPr>
          <w:rtl/>
        </w:rPr>
        <w:t xml:space="preserve"> </w:t>
      </w:r>
    </w:p>
    <w:p w:rsidR="002B49A5" w:rsidRDefault="002B49A5" w:rsidP="002B49A5">
      <w:pPr>
        <w:pStyle w:val="libNormal"/>
        <w:rPr>
          <w:rtl/>
        </w:rPr>
      </w:pPr>
      <w:r>
        <w:rPr>
          <w:rtl/>
        </w:rPr>
        <w:t>وقد مات الفاروق وهو يوصي عليّاً فيقول</w:t>
      </w:r>
      <w:r w:rsidR="00364168">
        <w:rPr>
          <w:rtl/>
        </w:rPr>
        <w:t>:</w:t>
      </w:r>
      <w:r>
        <w:rPr>
          <w:rtl/>
        </w:rPr>
        <w:t xml:space="preserve"> اتقِ الله يا عليّ إن وليت شيئاً</w:t>
      </w:r>
      <w:r w:rsidR="00364168">
        <w:rPr>
          <w:rtl/>
        </w:rPr>
        <w:t>،</w:t>
      </w:r>
      <w:r>
        <w:rPr>
          <w:rtl/>
        </w:rPr>
        <w:t xml:space="preserve"> فلا تحملن بني هاشم على رقاب ا</w:t>
      </w:r>
      <w:r w:rsidR="009A226F">
        <w:rPr>
          <w:rtl/>
        </w:rPr>
        <w:t>لم</w:t>
      </w:r>
      <w:r>
        <w:rPr>
          <w:rtl/>
        </w:rPr>
        <w:t>سلمين</w:t>
      </w:r>
      <w:r w:rsidR="008F60AE">
        <w:rPr>
          <w:rtl/>
        </w:rPr>
        <w:t xml:space="preserve"> ...</w:t>
      </w:r>
      <w:r>
        <w:rPr>
          <w:rtl/>
        </w:rPr>
        <w:t xml:space="preserve"> ثمّ يلتفت إلى عثمان فيقول له</w:t>
      </w:r>
      <w:r w:rsidR="00364168">
        <w:rPr>
          <w:rtl/>
        </w:rPr>
        <w:t>:</w:t>
      </w:r>
      <w:r>
        <w:rPr>
          <w:rtl/>
        </w:rPr>
        <w:t xml:space="preserve"> اتقِ الله إن وليت شيئاً</w:t>
      </w:r>
      <w:r w:rsidR="00364168">
        <w:rPr>
          <w:rtl/>
        </w:rPr>
        <w:t>،</w:t>
      </w:r>
      <w:r>
        <w:rPr>
          <w:rtl/>
        </w:rPr>
        <w:t xml:space="preserve"> فلا تحملن بني اُميّة على رقاب ا</w:t>
      </w:r>
      <w:r w:rsidR="009A226F">
        <w:rPr>
          <w:rtl/>
        </w:rPr>
        <w:t>لم</w:t>
      </w:r>
      <w:r>
        <w:rPr>
          <w:rtl/>
        </w:rPr>
        <w:t>سلمين</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ومن عجائب الحيل التي تحاول بها الغرائز الإنسانيّة أن تبقي وجودها وتمضي لطيّتها</w:t>
      </w:r>
      <w:r w:rsidR="00364168">
        <w:rPr>
          <w:rtl/>
        </w:rPr>
        <w:t>،</w:t>
      </w:r>
      <w:r>
        <w:rPr>
          <w:rtl/>
        </w:rPr>
        <w:t xml:space="preserve"> أنّ بني اُميّة انتفعوا من حرب الإسلام للعصبية في تعزيز عصبيتهم</w:t>
      </w:r>
      <w:r w:rsidR="00364168">
        <w:rPr>
          <w:rtl/>
        </w:rPr>
        <w:t>،</w:t>
      </w:r>
      <w:r>
        <w:rPr>
          <w:rtl/>
        </w:rPr>
        <w:t xml:space="preserve"> فجعلوها حجّة على بني هاشم أنّ النّبوّة لا تحصر الأمر فيهم وأنّ الأنبياء لا يورثون</w:t>
      </w:r>
      <w:r w:rsidR="008F60AE">
        <w:rPr>
          <w:rtl/>
        </w:rPr>
        <w:t xml:space="preserve"> ...</w:t>
      </w:r>
      <w:r>
        <w:rPr>
          <w:rtl/>
        </w:rPr>
        <w:t xml:space="preserve"> وإذا نهضت هذه الحجّة على بني هاشم</w:t>
      </w:r>
      <w:r w:rsidR="00364168">
        <w:rPr>
          <w:rtl/>
        </w:rPr>
        <w:t>،</w:t>
      </w:r>
      <w:r>
        <w:rPr>
          <w:rtl/>
        </w:rPr>
        <w:t xml:space="preserve"> فبنو اُميّة أقوى المنتفعين بها من بطون عبد مُناف</w:t>
      </w:r>
      <w:r w:rsidR="00364168">
        <w:rPr>
          <w:rtl/>
        </w:rPr>
        <w:t>.</w:t>
      </w:r>
    </w:p>
    <w:p w:rsidR="002B49A5" w:rsidRDefault="002B49A5" w:rsidP="002B49A5">
      <w:pPr>
        <w:pStyle w:val="libNormal"/>
        <w:rPr>
          <w:rtl/>
        </w:rPr>
      </w:pPr>
      <w:r>
        <w:rPr>
          <w:rtl/>
        </w:rPr>
        <w:t>وقد أوجبت الضرورة قبول المجاملة في هذه المنافسات فترة من الزمن على عهد معاوية بن أبي سفيان</w:t>
      </w:r>
      <w:r w:rsidR="00364168">
        <w:rPr>
          <w:rtl/>
        </w:rPr>
        <w:t>،</w:t>
      </w:r>
      <w:r>
        <w:rPr>
          <w:rtl/>
        </w:rPr>
        <w:t xml:space="preserve"> فكان يلطّف القول إلى أبناء عليّ ويواليهم بالهدايا والمجاملات</w:t>
      </w:r>
      <w:r w:rsidR="00364168">
        <w:rPr>
          <w:rtl/>
        </w:rPr>
        <w:t>،</w:t>
      </w:r>
      <w:r>
        <w:rPr>
          <w:rtl/>
        </w:rPr>
        <w:t xml:space="preserve"> ولكنّه كان مضطرّاً إلى مجاملة آل عليّ ومضطرّاً إلى تنقّص عليّ والغض من دعواه</w:t>
      </w:r>
      <w:r w:rsidR="00364168">
        <w:rPr>
          <w:rtl/>
        </w:rPr>
        <w:t>،</w:t>
      </w:r>
      <w:r>
        <w:rPr>
          <w:rtl/>
        </w:rPr>
        <w:t xml:space="preserve"> فكان بذلك مضطرّاً إلى النقيضين في آن</w:t>
      </w:r>
      <w:r w:rsidR="00364168">
        <w:rPr>
          <w:rtl/>
        </w:rPr>
        <w:t>.</w:t>
      </w:r>
    </w:p>
    <w:p w:rsidR="002B49A5" w:rsidRDefault="002B49A5" w:rsidP="002B49A5">
      <w:pPr>
        <w:pStyle w:val="libNormal"/>
        <w:rPr>
          <w:rtl/>
        </w:rPr>
      </w:pPr>
      <w:r>
        <w:rPr>
          <w:rtl/>
        </w:rPr>
        <w:t>إنّه ملك وبايع با</w:t>
      </w:r>
      <w:r w:rsidR="009A226F">
        <w:rPr>
          <w:rtl/>
        </w:rPr>
        <w:t>لم</w:t>
      </w:r>
      <w:r>
        <w:rPr>
          <w:rtl/>
        </w:rPr>
        <w:t>لك ليزيد وهو يعلم أنّه غالب بالسلاح والمال</w:t>
      </w:r>
      <w:r w:rsidR="00364168">
        <w:rPr>
          <w:rtl/>
        </w:rPr>
        <w:t>،</w:t>
      </w:r>
      <w:r>
        <w:rPr>
          <w:rtl/>
        </w:rPr>
        <w:t xml:space="preserve"> مغلوب بالسمعة والشعور</w:t>
      </w:r>
      <w:r w:rsidR="00364168">
        <w:rPr>
          <w:rtl/>
        </w:rPr>
        <w:t>.</w:t>
      </w:r>
      <w:r>
        <w:rPr>
          <w:rtl/>
        </w:rPr>
        <w:t xml:space="preserve"> فكان النّاس يفضّلون عليّاً عليه وهو لا يملك</w:t>
      </w:r>
    </w:p>
    <w:p w:rsidR="002B49A5" w:rsidRDefault="002B49A5" w:rsidP="002B49A5">
      <w:pPr>
        <w:pStyle w:val="libNormal"/>
      </w:pPr>
      <w:r>
        <w:rPr>
          <w:rtl/>
        </w:rPr>
        <w:br w:type="page"/>
      </w:r>
    </w:p>
    <w:p w:rsidR="002B49A5" w:rsidRDefault="002B49A5" w:rsidP="004C4A93">
      <w:pPr>
        <w:pStyle w:val="libNormal0"/>
        <w:rPr>
          <w:rtl/>
        </w:rPr>
      </w:pPr>
      <w:r>
        <w:rPr>
          <w:rtl/>
        </w:rPr>
        <w:lastRenderedPageBreak/>
        <w:t>أن يفاضله بقرابة النّبي</w:t>
      </w:r>
      <w:r w:rsidR="00364168">
        <w:rPr>
          <w:rtl/>
        </w:rPr>
        <w:t>،</w:t>
      </w:r>
      <w:r>
        <w:rPr>
          <w:rtl/>
        </w:rPr>
        <w:t xml:space="preserve"> ولا بالسّابقة إلى الإسلام</w:t>
      </w:r>
      <w:r w:rsidR="00364168">
        <w:rPr>
          <w:rtl/>
        </w:rPr>
        <w:t>،</w:t>
      </w:r>
      <w:r>
        <w:rPr>
          <w:rtl/>
        </w:rPr>
        <w:t xml:space="preserve"> ولا بالعراقة في قُريش</w:t>
      </w:r>
      <w:r w:rsidR="00364168">
        <w:rPr>
          <w:rtl/>
        </w:rPr>
        <w:t>.</w:t>
      </w:r>
      <w:r>
        <w:rPr>
          <w:rtl/>
        </w:rPr>
        <w:t xml:space="preserve"> فتجنب النّسب والسّابقة</w:t>
      </w:r>
      <w:r w:rsidR="00364168">
        <w:rPr>
          <w:rtl/>
        </w:rPr>
        <w:t>،</w:t>
      </w:r>
      <w:r>
        <w:rPr>
          <w:rtl/>
        </w:rPr>
        <w:t xml:space="preserve"> وعمد إلى شخص عليّ في منازعات الخلافة</w:t>
      </w:r>
      <w:r w:rsidR="00364168">
        <w:rPr>
          <w:rtl/>
        </w:rPr>
        <w:t>،</w:t>
      </w:r>
      <w:r>
        <w:rPr>
          <w:rtl/>
        </w:rPr>
        <w:t xml:space="preserve"> فاتهمه بتفرقة الكلمة بين ا</w:t>
      </w:r>
      <w:r w:rsidR="009A226F">
        <w:rPr>
          <w:rtl/>
        </w:rPr>
        <w:t>لم</w:t>
      </w:r>
      <w:r>
        <w:rPr>
          <w:rtl/>
        </w:rPr>
        <w:t>سلمين</w:t>
      </w:r>
      <w:r w:rsidR="00364168">
        <w:rPr>
          <w:rtl/>
        </w:rPr>
        <w:t>،</w:t>
      </w:r>
      <w:r>
        <w:rPr>
          <w:rtl/>
        </w:rPr>
        <w:t xml:space="preserve"> وأمر بلعنه على المنابر عسى أن يضعف من تلك المكانة التي هو مغلوب بها ويستبقي الدولة التي هو بها غالب</w:t>
      </w:r>
      <w:r w:rsidR="008F60AE">
        <w:rPr>
          <w:rtl/>
        </w:rPr>
        <w:t xml:space="preserve"> ...</w:t>
      </w:r>
      <w:r>
        <w:rPr>
          <w:rtl/>
        </w:rPr>
        <w:t xml:space="preserve"> ولجّ في ذلك حتّى قتل اُناساً لم يطيعوه في لعن عليّ واتهامه</w:t>
      </w:r>
      <w:r w:rsidR="00364168">
        <w:rPr>
          <w:rtl/>
        </w:rPr>
        <w:t>،</w:t>
      </w:r>
      <w:r>
        <w:rPr>
          <w:rtl/>
        </w:rPr>
        <w:t xml:space="preserve"> وأبى أن يُجيب الحسن بن عليّ إلى شرطه الذي أراد به أن يرفع اللعن عن أبيه</w:t>
      </w:r>
      <w:r w:rsidR="008F60AE">
        <w:rPr>
          <w:rtl/>
        </w:rPr>
        <w:t xml:space="preserve"> ...</w:t>
      </w:r>
      <w:r>
        <w:rPr>
          <w:rtl/>
        </w:rPr>
        <w:t xml:space="preserve"> وكان معاوية على حصافته يجهل أنّه قد أضاع سمعة وشعوراً من حيث حارب عليّاً في مقام السُمعة والشعور</w:t>
      </w:r>
      <w:r w:rsidR="008F60AE">
        <w:rPr>
          <w:rtl/>
        </w:rPr>
        <w:t xml:space="preserve"> ...</w:t>
      </w:r>
      <w:r>
        <w:rPr>
          <w:rtl/>
        </w:rPr>
        <w:t xml:space="preserve"> </w:t>
      </w:r>
    </w:p>
    <w:p w:rsidR="002B49A5" w:rsidRDefault="002B49A5" w:rsidP="002B49A5">
      <w:pPr>
        <w:pStyle w:val="libNormal"/>
        <w:rPr>
          <w:rtl/>
        </w:rPr>
      </w:pPr>
      <w:r>
        <w:rPr>
          <w:rtl/>
        </w:rPr>
        <w:t>وإنّ مجاملة كهذه التي تحيى الرّجل وتغضّ من قدر أبيه لهي أضعف مجاملة بين متلاقيين</w:t>
      </w:r>
      <w:r w:rsidR="00364168">
        <w:rPr>
          <w:rtl/>
        </w:rPr>
        <w:t>،</w:t>
      </w:r>
      <w:r>
        <w:rPr>
          <w:rtl/>
        </w:rPr>
        <w:t xml:space="preserve"> فضلاً عن خصمين متنافسين قد آل بهما التنافس بعد أجيال إلى مفترق الطريق</w:t>
      </w:r>
      <w:r w:rsidR="00364168">
        <w:rPr>
          <w:rtl/>
        </w:rPr>
        <w:t>.</w:t>
      </w:r>
    </w:p>
    <w:p w:rsidR="002B49A5" w:rsidRDefault="002B49A5" w:rsidP="004C4A93">
      <w:pPr>
        <w:pStyle w:val="Heading2"/>
        <w:rPr>
          <w:rtl/>
        </w:rPr>
      </w:pPr>
      <w:bookmarkStart w:id="21" w:name="زواج_الحسين_عليه_السلام"/>
      <w:bookmarkStart w:id="22" w:name="_Toc374273668"/>
      <w:bookmarkStart w:id="23" w:name="_Toc374273970"/>
      <w:bookmarkEnd w:id="21"/>
      <w:r>
        <w:rPr>
          <w:rtl/>
        </w:rPr>
        <w:t xml:space="preserve">زواج الحُسين </w:t>
      </w:r>
      <w:r w:rsidR="008F60AE" w:rsidRPr="004C4A93">
        <w:rPr>
          <w:rStyle w:val="libAlaemHeading2Char"/>
          <w:rtl/>
        </w:rPr>
        <w:t>عليه‌السلام</w:t>
      </w:r>
      <w:r w:rsidR="00364168">
        <w:rPr>
          <w:rtl/>
        </w:rPr>
        <w:t>:</w:t>
      </w:r>
      <w:bookmarkEnd w:id="22"/>
      <w:bookmarkEnd w:id="23"/>
      <w:r>
        <w:rPr>
          <w:rtl/>
        </w:rPr>
        <w:t xml:space="preserve"> </w:t>
      </w:r>
    </w:p>
    <w:p w:rsidR="002B49A5" w:rsidRDefault="002B49A5" w:rsidP="002B49A5">
      <w:pPr>
        <w:pStyle w:val="libNormal"/>
        <w:rPr>
          <w:rtl/>
        </w:rPr>
      </w:pPr>
      <w:r>
        <w:rPr>
          <w:rtl/>
        </w:rPr>
        <w:t>وكأنّما كانت هذه المنافسة المؤصّلة الجذور لا تكفي قصاص التاريخ</w:t>
      </w:r>
      <w:r w:rsidR="00364168">
        <w:rPr>
          <w:rtl/>
        </w:rPr>
        <w:t>،</w:t>
      </w:r>
      <w:r>
        <w:rPr>
          <w:rtl/>
        </w:rPr>
        <w:t xml:space="preserve"> فأضاف إليها اُناس من ثقاتهم قصّة منافسة اُخرى هي وحدها كافية للنفرة بين قلبين متآلفين</w:t>
      </w:r>
      <w:r w:rsidR="00364168">
        <w:rPr>
          <w:rtl/>
        </w:rPr>
        <w:t>؛</w:t>
      </w:r>
      <w:r>
        <w:rPr>
          <w:rtl/>
        </w:rPr>
        <w:t xml:space="preserve"> وهي قصّة زواج الحُسين </w:t>
      </w:r>
      <w:r w:rsidR="00D444F9" w:rsidRPr="00D444F9">
        <w:rPr>
          <w:rStyle w:val="libAlaemChar"/>
          <w:rtl/>
        </w:rPr>
        <w:t>رضي‌الله‌عنه</w:t>
      </w:r>
      <w:r>
        <w:rPr>
          <w:rtl/>
        </w:rPr>
        <w:t xml:space="preserve"> اُرينب بنت إسحاق التي كان يهواها يزيد هوى أدنفه وأعياه</w:t>
      </w:r>
      <w:r w:rsidR="00364168">
        <w:rPr>
          <w:rtl/>
        </w:rPr>
        <w:t>.</w:t>
      </w:r>
    </w:p>
    <w:p w:rsidR="002B49A5" w:rsidRDefault="002B49A5" w:rsidP="002B49A5">
      <w:pPr>
        <w:pStyle w:val="libNormal"/>
        <w:rPr>
          <w:rtl/>
        </w:rPr>
      </w:pPr>
      <w:r>
        <w:rPr>
          <w:rtl/>
        </w:rPr>
        <w:t>وكانت زينب هذه</w:t>
      </w:r>
      <w:r w:rsidR="004C4A93">
        <w:rPr>
          <w:rtl/>
        </w:rPr>
        <w:t xml:space="preserve"> - </w:t>
      </w:r>
      <w:r>
        <w:rPr>
          <w:rtl/>
        </w:rPr>
        <w:t>على ما قيل</w:t>
      </w:r>
      <w:r w:rsidR="004C4A93">
        <w:rPr>
          <w:rtl/>
        </w:rPr>
        <w:t xml:space="preserve"> - </w:t>
      </w:r>
      <w:r>
        <w:rPr>
          <w:rtl/>
        </w:rPr>
        <w:t>أشهر فتيات زمانها بالجمال</w:t>
      </w:r>
      <w:r w:rsidR="00364168">
        <w:rPr>
          <w:rtl/>
        </w:rPr>
        <w:t>،</w:t>
      </w:r>
      <w:r>
        <w:rPr>
          <w:rtl/>
        </w:rPr>
        <w:t xml:space="preserve"> وكانت زوجة لعبد الله بن سلام القرشي والي العراق من قبل معاوية</w:t>
      </w:r>
      <w:r w:rsidR="00364168">
        <w:rPr>
          <w:rtl/>
        </w:rPr>
        <w:t>،</w:t>
      </w:r>
      <w:r>
        <w:rPr>
          <w:rtl/>
        </w:rPr>
        <w:t xml:space="preserve"> فمرض يزيد بحبّها وأخفى سرّه عن أهله حتّى استخرجه منه بعض</w:t>
      </w:r>
    </w:p>
    <w:p w:rsidR="002B49A5" w:rsidRDefault="002B49A5" w:rsidP="002B49A5">
      <w:pPr>
        <w:pStyle w:val="libNormal"/>
      </w:pPr>
      <w:r>
        <w:rPr>
          <w:rtl/>
        </w:rPr>
        <w:br w:type="page"/>
      </w:r>
    </w:p>
    <w:p w:rsidR="002B49A5" w:rsidRDefault="002B49A5" w:rsidP="004C4A93">
      <w:pPr>
        <w:pStyle w:val="libNormal0"/>
        <w:rPr>
          <w:rtl/>
        </w:rPr>
      </w:pPr>
      <w:r>
        <w:rPr>
          <w:rtl/>
        </w:rPr>
        <w:lastRenderedPageBreak/>
        <w:t>خصيان القصر الذين يعينونه على شهواته</w:t>
      </w:r>
      <w:r w:rsidR="008F60AE">
        <w:rPr>
          <w:rtl/>
        </w:rPr>
        <w:t xml:space="preserve"> ...</w:t>
      </w:r>
      <w:r>
        <w:rPr>
          <w:rtl/>
        </w:rPr>
        <w:t xml:space="preserve"> فلمّا علم أبوه سرّ مرضه</w:t>
      </w:r>
      <w:r w:rsidR="00364168">
        <w:rPr>
          <w:rtl/>
        </w:rPr>
        <w:t>،</w:t>
      </w:r>
      <w:r>
        <w:rPr>
          <w:rtl/>
        </w:rPr>
        <w:t xml:space="preserve"> أرسل في طلب عبد الله بن سلام واستدعى إليه أبا هريرة وأبا الدرداء</w:t>
      </w:r>
      <w:r w:rsidR="00364168">
        <w:rPr>
          <w:rtl/>
        </w:rPr>
        <w:t>،</w:t>
      </w:r>
      <w:r>
        <w:rPr>
          <w:rtl/>
        </w:rPr>
        <w:t xml:space="preserve"> فقال لهما</w:t>
      </w:r>
      <w:r w:rsidR="00364168">
        <w:rPr>
          <w:rtl/>
        </w:rPr>
        <w:t>:</w:t>
      </w:r>
      <w:r>
        <w:rPr>
          <w:rtl/>
        </w:rPr>
        <w:t xml:space="preserve"> إنّ له ابنة يريد زواجها ولم يرض لها خليلاً غير ابن سلام</w:t>
      </w:r>
      <w:r w:rsidR="00364168">
        <w:rPr>
          <w:rtl/>
        </w:rPr>
        <w:t>؛</w:t>
      </w:r>
      <w:r>
        <w:rPr>
          <w:rtl/>
        </w:rPr>
        <w:t xml:space="preserve"> لدينه وفضله وشرفه</w:t>
      </w:r>
      <w:r w:rsidR="00364168">
        <w:rPr>
          <w:rtl/>
        </w:rPr>
        <w:t>،</w:t>
      </w:r>
      <w:r>
        <w:rPr>
          <w:rtl/>
        </w:rPr>
        <w:t xml:space="preserve"> ورغبة معاوية في تكريمه وتقريبه</w:t>
      </w:r>
      <w:r w:rsidR="00364168">
        <w:rPr>
          <w:rtl/>
        </w:rPr>
        <w:t>.</w:t>
      </w:r>
      <w:r>
        <w:rPr>
          <w:rtl/>
        </w:rPr>
        <w:t xml:space="preserve"> </w:t>
      </w:r>
    </w:p>
    <w:p w:rsidR="002B49A5" w:rsidRDefault="002B49A5" w:rsidP="002B49A5">
      <w:pPr>
        <w:pStyle w:val="libNormal"/>
        <w:rPr>
          <w:rtl/>
        </w:rPr>
      </w:pPr>
      <w:r>
        <w:rPr>
          <w:rtl/>
        </w:rPr>
        <w:t>فخدع ابن سلام بما بلغه وفاتح معاوية في خطبة ابنته</w:t>
      </w:r>
      <w:r w:rsidR="00364168">
        <w:rPr>
          <w:rtl/>
        </w:rPr>
        <w:t>،</w:t>
      </w:r>
      <w:r>
        <w:rPr>
          <w:rtl/>
        </w:rPr>
        <w:t xml:space="preserve"> فوكّل معاوية الأمر إلى أبي هريرة ليبلّغها ويستمع جوابها</w:t>
      </w:r>
      <w:r w:rsidR="00364168">
        <w:rPr>
          <w:rtl/>
        </w:rPr>
        <w:t>.</w:t>
      </w:r>
      <w:r>
        <w:rPr>
          <w:rtl/>
        </w:rPr>
        <w:t xml:space="preserve"> فكان جوابها المتفق عليه بينها وبين أبيها أنّها لا تكره ما اختاروه</w:t>
      </w:r>
      <w:r w:rsidR="00364168">
        <w:rPr>
          <w:rtl/>
        </w:rPr>
        <w:t>،</w:t>
      </w:r>
      <w:r>
        <w:rPr>
          <w:rtl/>
        </w:rPr>
        <w:t xml:space="preserve"> ولكنّها تخشى الضرّ وتشفق أن يسوقها إلى ما يغضب الله</w:t>
      </w:r>
      <w:r w:rsidR="00364168">
        <w:rPr>
          <w:rtl/>
        </w:rPr>
        <w:t>.</w:t>
      </w:r>
      <w:r>
        <w:rPr>
          <w:rtl/>
        </w:rPr>
        <w:t xml:space="preserve"> فطلّق ابن سلام زوجته واستنجز معاوية وعده</w:t>
      </w:r>
      <w:r w:rsidR="008F60AE">
        <w:rPr>
          <w:rtl/>
        </w:rPr>
        <w:t xml:space="preserve"> ...</w:t>
      </w:r>
      <w:r>
        <w:rPr>
          <w:rtl/>
        </w:rPr>
        <w:t xml:space="preserve"> فإذا هو يلويه به ويقول بلسان ابنته إنّها توجس من رجل يطلّق زوجته وهي ابنة عمّه وأجمل نساء عصره</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وقيل</w:t>
      </w:r>
      <w:r w:rsidR="00364168">
        <w:rPr>
          <w:rtl/>
        </w:rPr>
        <w:t>:</w:t>
      </w:r>
      <w:r>
        <w:rPr>
          <w:rtl/>
        </w:rPr>
        <w:t xml:space="preserve"> إنّ الحُسين سمع بهذه المكيدة</w:t>
      </w:r>
      <w:r w:rsidR="00364168">
        <w:rPr>
          <w:rtl/>
        </w:rPr>
        <w:t>،</w:t>
      </w:r>
      <w:r>
        <w:rPr>
          <w:rtl/>
        </w:rPr>
        <w:t xml:space="preserve"> فسأل أبا هريرة أن يذكره عند زينب خاطباً</w:t>
      </w:r>
      <w:r w:rsidR="008F60AE">
        <w:rPr>
          <w:rtl/>
        </w:rPr>
        <w:t xml:space="preserve"> ...</w:t>
      </w:r>
      <w:r>
        <w:rPr>
          <w:rtl/>
        </w:rPr>
        <w:t xml:space="preserve"> فصدع أبو هريرة بأمره وقال لزينب</w:t>
      </w:r>
      <w:r w:rsidR="00364168">
        <w:rPr>
          <w:rtl/>
        </w:rPr>
        <w:t>:</w:t>
      </w:r>
      <w:r>
        <w:rPr>
          <w:rtl/>
        </w:rPr>
        <w:t xml:space="preserve"> إنّك لا تعدمين طلاباً خيراً من عبد الله بن سلام</w:t>
      </w:r>
      <w:r w:rsidR="00364168">
        <w:rPr>
          <w:rtl/>
        </w:rPr>
        <w:t>.</w:t>
      </w:r>
      <w:r>
        <w:rPr>
          <w:rtl/>
        </w:rPr>
        <w:t>قالت</w:t>
      </w:r>
      <w:r w:rsidR="00364168">
        <w:rPr>
          <w:rtl/>
        </w:rPr>
        <w:t>:</w:t>
      </w:r>
      <w:r>
        <w:rPr>
          <w:rtl/>
        </w:rPr>
        <w:t xml:space="preserve"> مَن</w:t>
      </w:r>
      <w:r w:rsidR="00364168">
        <w:rPr>
          <w:rtl/>
        </w:rPr>
        <w:t>؟</w:t>
      </w:r>
      <w:r>
        <w:rPr>
          <w:rtl/>
        </w:rPr>
        <w:t xml:space="preserve"> قال</w:t>
      </w:r>
      <w:r w:rsidR="00364168">
        <w:rPr>
          <w:rtl/>
        </w:rPr>
        <w:t>:</w:t>
      </w:r>
      <w:r>
        <w:rPr>
          <w:rtl/>
        </w:rPr>
        <w:t xml:space="preserve"> يزيد بن معاوية والحُسين بن عليّ</w:t>
      </w:r>
      <w:r w:rsidR="00364168">
        <w:rPr>
          <w:rtl/>
        </w:rPr>
        <w:t>،</w:t>
      </w:r>
      <w:r>
        <w:rPr>
          <w:rtl/>
        </w:rPr>
        <w:t xml:space="preserve"> وهُما معروفان لديك بأحسن ما تبتغينه في الرّجال</w:t>
      </w:r>
      <w:r w:rsidR="00364168">
        <w:rPr>
          <w:rtl/>
        </w:rPr>
        <w:t>.</w:t>
      </w:r>
    </w:p>
    <w:p w:rsidR="002B49A5" w:rsidRDefault="002B49A5" w:rsidP="002B49A5">
      <w:pPr>
        <w:pStyle w:val="libNormal"/>
        <w:rPr>
          <w:rtl/>
        </w:rPr>
      </w:pPr>
      <w:r>
        <w:rPr>
          <w:rtl/>
        </w:rPr>
        <w:t>واستشارته في اختيار أيّهما</w:t>
      </w:r>
      <w:r w:rsidR="00364168">
        <w:rPr>
          <w:rtl/>
        </w:rPr>
        <w:t>،</w:t>
      </w:r>
      <w:r>
        <w:rPr>
          <w:rtl/>
        </w:rPr>
        <w:t xml:space="preserve"> فقال</w:t>
      </w:r>
      <w:r w:rsidR="00364168">
        <w:rPr>
          <w:rtl/>
        </w:rPr>
        <w:t>:</w:t>
      </w:r>
      <w:r>
        <w:rPr>
          <w:rtl/>
        </w:rPr>
        <w:t xml:space="preserve"> لا أختار فم أحد على فم قبّله رسول الله</w:t>
      </w:r>
      <w:r w:rsidR="00364168">
        <w:rPr>
          <w:rtl/>
        </w:rPr>
        <w:t>،</w:t>
      </w:r>
      <w:r>
        <w:rPr>
          <w:rtl/>
        </w:rPr>
        <w:t xml:space="preserve"> تضعين شفتيك في موضع شفتيه</w:t>
      </w:r>
      <w:r w:rsidR="00364168">
        <w:rPr>
          <w:rtl/>
        </w:rPr>
        <w:t>.</w:t>
      </w:r>
    </w:p>
    <w:p w:rsidR="002B49A5" w:rsidRDefault="002B49A5" w:rsidP="002B49A5">
      <w:pPr>
        <w:pStyle w:val="libNormal"/>
        <w:rPr>
          <w:rtl/>
        </w:rPr>
      </w:pPr>
      <w:r>
        <w:rPr>
          <w:rtl/>
        </w:rPr>
        <w:t>فقالت</w:t>
      </w:r>
      <w:r w:rsidR="00364168">
        <w:rPr>
          <w:rtl/>
        </w:rPr>
        <w:t>:</w:t>
      </w:r>
      <w:r>
        <w:rPr>
          <w:rtl/>
        </w:rPr>
        <w:t xml:space="preserve"> لا أختار على الحُسين بن عليّ أحداً وهو ريحانة النّبي </w:t>
      </w:r>
      <w:r w:rsidR="008F60AE" w:rsidRPr="008F60AE">
        <w:rPr>
          <w:rStyle w:val="libAlaemChar"/>
          <w:rtl/>
        </w:rPr>
        <w:t>صلى‌الله‌عليه‌وآله</w:t>
      </w:r>
      <w:r>
        <w:rPr>
          <w:rtl/>
        </w:rPr>
        <w:t xml:space="preserve"> وسيّد شباب أهل الجنّة</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فقال معاوية متغيظاً</w:t>
      </w:r>
      <w:r w:rsidR="00364168">
        <w:rPr>
          <w:rtl/>
        </w:rPr>
        <w:t>:</w:t>
      </w:r>
    </w:p>
    <w:tbl>
      <w:tblPr>
        <w:tblStyle w:val="TableGrid"/>
        <w:bidiVisual/>
        <w:tblW w:w="4562" w:type="pct"/>
        <w:tblInd w:w="384" w:type="dxa"/>
        <w:tblLook w:val="01E0"/>
      </w:tblPr>
      <w:tblGrid>
        <w:gridCol w:w="3345"/>
        <w:gridCol w:w="269"/>
        <w:gridCol w:w="3308"/>
      </w:tblGrid>
      <w:tr w:rsidR="004C4A93" w:rsidTr="00390D32">
        <w:trPr>
          <w:trHeight w:val="350"/>
        </w:trPr>
        <w:tc>
          <w:tcPr>
            <w:tcW w:w="3920" w:type="dxa"/>
            <w:shd w:val="clear" w:color="auto" w:fill="auto"/>
          </w:tcPr>
          <w:p w:rsidR="004C4A93" w:rsidRDefault="004C4A93" w:rsidP="00390D32">
            <w:pPr>
              <w:pStyle w:val="libPoem"/>
            </w:pPr>
            <w:r>
              <w:rPr>
                <w:rtl/>
              </w:rPr>
              <w:t>أنعمي اُمَّ خالدِ</w:t>
            </w:r>
            <w:r w:rsidRPr="00725071">
              <w:rPr>
                <w:rStyle w:val="libPoemTiniChar0"/>
                <w:rtl/>
              </w:rPr>
              <w:br/>
              <w:t> </w:t>
            </w:r>
          </w:p>
        </w:tc>
        <w:tc>
          <w:tcPr>
            <w:tcW w:w="279" w:type="dxa"/>
            <w:shd w:val="clear" w:color="auto" w:fill="auto"/>
          </w:tcPr>
          <w:p w:rsidR="004C4A93" w:rsidRDefault="004C4A93" w:rsidP="00390D32">
            <w:pPr>
              <w:pStyle w:val="libPoem"/>
              <w:rPr>
                <w:rtl/>
              </w:rPr>
            </w:pPr>
          </w:p>
        </w:tc>
        <w:tc>
          <w:tcPr>
            <w:tcW w:w="3881" w:type="dxa"/>
            <w:shd w:val="clear" w:color="auto" w:fill="auto"/>
          </w:tcPr>
          <w:p w:rsidR="004C4A93" w:rsidRDefault="004C4A93" w:rsidP="00390D32">
            <w:pPr>
              <w:pStyle w:val="libPoem"/>
            </w:pPr>
            <w:r>
              <w:rPr>
                <w:rtl/>
              </w:rPr>
              <w:t>رُبَّ سَاعٍ لِقاعِدِ</w:t>
            </w:r>
            <w:r w:rsidRPr="00725071">
              <w:rPr>
                <w:rStyle w:val="libPoemTiniChar0"/>
                <w:rtl/>
              </w:rPr>
              <w:br/>
              <w:t> </w:t>
            </w:r>
          </w:p>
        </w:tc>
      </w:tr>
    </w:tbl>
    <w:p w:rsidR="002B49A5" w:rsidRDefault="002B49A5" w:rsidP="002B49A5">
      <w:pPr>
        <w:pStyle w:val="libNormal"/>
        <w:rPr>
          <w:rtl/>
        </w:rPr>
      </w:pPr>
      <w:r w:rsidRPr="002B49A5">
        <w:rPr>
          <w:rtl/>
        </w:rPr>
        <w:t xml:space="preserve">ولم يلبث الحُسين </w:t>
      </w:r>
      <w:r w:rsidR="008F60AE" w:rsidRPr="008F60AE">
        <w:rPr>
          <w:rStyle w:val="libAlaemChar"/>
          <w:rtl/>
        </w:rPr>
        <w:t>عليه‌السلام</w:t>
      </w:r>
      <w:r w:rsidRPr="002B49A5">
        <w:rPr>
          <w:rtl/>
        </w:rPr>
        <w:t xml:space="preserve"> أن ردّها إلى زوجها</w:t>
      </w:r>
      <w:r w:rsidR="00364168">
        <w:rPr>
          <w:rtl/>
        </w:rPr>
        <w:t>،</w:t>
      </w:r>
      <w:r w:rsidRPr="002B49A5">
        <w:rPr>
          <w:rtl/>
        </w:rPr>
        <w:t xml:space="preserve"> قائلاً</w:t>
      </w:r>
      <w:r w:rsidR="00364168">
        <w:rPr>
          <w:rtl/>
        </w:rPr>
        <w:t>:</w:t>
      </w:r>
      <w:r w:rsidRPr="002B49A5">
        <w:rPr>
          <w:rtl/>
        </w:rPr>
        <w:t xml:space="preserve"> </w:t>
      </w:r>
      <w:r w:rsidRPr="002B49A5">
        <w:rPr>
          <w:rStyle w:val="libBold2Char"/>
          <w:rtl/>
        </w:rPr>
        <w:t>(( ما أدخلتها في بيتي وتحت نكاحي رغبة في مالها ولا جمالها</w:t>
      </w:r>
      <w:r w:rsidR="00364168">
        <w:rPr>
          <w:rStyle w:val="libBold2Char"/>
          <w:rtl/>
        </w:rPr>
        <w:t>،</w:t>
      </w:r>
      <w:r w:rsidRPr="002B49A5">
        <w:rPr>
          <w:rStyle w:val="libBold2Char"/>
          <w:rtl/>
        </w:rPr>
        <w:t xml:space="preserve"> ولكن أردت إحلالها لبعلها ))</w:t>
      </w:r>
      <w:r w:rsidR="00364168">
        <w:rPr>
          <w:rStyle w:val="libBold2Char"/>
          <w:rtl/>
        </w:rPr>
        <w:t>.</w:t>
      </w:r>
    </w:p>
    <w:p w:rsidR="002B49A5" w:rsidRDefault="002B49A5" w:rsidP="008F60AE">
      <w:pPr>
        <w:pStyle w:val="libCenter"/>
        <w:rPr>
          <w:rtl/>
        </w:rPr>
      </w:pPr>
      <w:r>
        <w:rPr>
          <w:rtl/>
        </w:rPr>
        <w:t>* * *</w:t>
      </w:r>
    </w:p>
    <w:p w:rsidR="002B49A5" w:rsidRDefault="002B49A5" w:rsidP="002B49A5">
      <w:pPr>
        <w:pStyle w:val="libNormal"/>
        <w:rPr>
          <w:rtl/>
        </w:rPr>
      </w:pPr>
      <w:r>
        <w:rPr>
          <w:rtl/>
        </w:rPr>
        <w:t>فإن صحّت هذه القصّة وهي متواترة في تواريخ الثقات</w:t>
      </w:r>
      <w:r w:rsidR="00364168">
        <w:rPr>
          <w:rtl/>
        </w:rPr>
        <w:t>،</w:t>
      </w:r>
      <w:r>
        <w:rPr>
          <w:rtl/>
        </w:rPr>
        <w:t xml:space="preserve"> فقد تمّ بها ما نقص من النفرة والخصومة بين الرّجلين</w:t>
      </w:r>
      <w:r w:rsidR="00364168">
        <w:rPr>
          <w:rtl/>
        </w:rPr>
        <w:t>،</w:t>
      </w:r>
      <w:r>
        <w:rPr>
          <w:rtl/>
        </w:rPr>
        <w:t xml:space="preserve"> وكان قيام يزيد على الخلافة يوم فصل في هذه الخصومة</w:t>
      </w:r>
      <w:r w:rsidR="00364168">
        <w:rPr>
          <w:rtl/>
        </w:rPr>
        <w:t>،</w:t>
      </w:r>
      <w:r>
        <w:rPr>
          <w:rtl/>
        </w:rPr>
        <w:t xml:space="preserve"> لا يقبل الإرجاء</w:t>
      </w:r>
      <w:r w:rsidR="00364168">
        <w:rPr>
          <w:rtl/>
        </w:rPr>
        <w:t>،</w:t>
      </w:r>
      <w:r>
        <w:rPr>
          <w:rtl/>
        </w:rPr>
        <w:t xml:space="preserve"> وكان بينهما كما أسلفنا مفترق طريق</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br w:type="page"/>
      </w:r>
    </w:p>
    <w:p w:rsidR="002B49A5" w:rsidRDefault="002B49A5" w:rsidP="002104C0">
      <w:pPr>
        <w:pStyle w:val="Heading1Center"/>
        <w:rPr>
          <w:rtl/>
        </w:rPr>
      </w:pPr>
      <w:bookmarkStart w:id="24" w:name="_Toc374273669"/>
      <w:bookmarkStart w:id="25" w:name="_Toc374273971"/>
      <w:r>
        <w:rPr>
          <w:rtl/>
        </w:rPr>
        <w:lastRenderedPageBreak/>
        <w:t>الخصمان</w:t>
      </w:r>
      <w:r w:rsidR="00364168">
        <w:rPr>
          <w:rtl/>
        </w:rPr>
        <w:t>:</w:t>
      </w:r>
      <w:bookmarkEnd w:id="24"/>
      <w:bookmarkEnd w:id="25"/>
      <w:r>
        <w:rPr>
          <w:rtl/>
        </w:rPr>
        <w:t xml:space="preserve"> </w:t>
      </w:r>
    </w:p>
    <w:p w:rsidR="002B49A5" w:rsidRDefault="002B49A5" w:rsidP="002104C0">
      <w:pPr>
        <w:pStyle w:val="Heading2Center"/>
        <w:rPr>
          <w:rtl/>
        </w:rPr>
      </w:pPr>
      <w:bookmarkStart w:id="26" w:name="_Toc374273670"/>
      <w:bookmarkStart w:id="27" w:name="_Toc374273972"/>
      <w:r>
        <w:rPr>
          <w:rtl/>
        </w:rPr>
        <w:t>موازنة</w:t>
      </w:r>
      <w:bookmarkEnd w:id="26"/>
      <w:bookmarkEnd w:id="27"/>
    </w:p>
    <w:p w:rsidR="002B49A5" w:rsidRDefault="002B49A5" w:rsidP="002B49A5">
      <w:pPr>
        <w:pStyle w:val="libNormal"/>
        <w:rPr>
          <w:rtl/>
        </w:rPr>
      </w:pPr>
      <w:r>
        <w:rPr>
          <w:rtl/>
        </w:rPr>
        <w:t>لخّص المقريزي المنافسة التي بين الهاشميين والاُمويّين في بيتين</w:t>
      </w:r>
      <w:r w:rsidR="00364168">
        <w:rPr>
          <w:rtl/>
        </w:rPr>
        <w:t>،</w:t>
      </w:r>
      <w:r>
        <w:rPr>
          <w:rtl/>
        </w:rPr>
        <w:t xml:space="preserve"> فقال</w:t>
      </w:r>
      <w:r w:rsidR="00364168">
        <w:rPr>
          <w:rtl/>
        </w:rPr>
        <w:t>:</w:t>
      </w:r>
    </w:p>
    <w:tbl>
      <w:tblPr>
        <w:tblStyle w:val="TableGrid"/>
        <w:bidiVisual/>
        <w:tblW w:w="4562" w:type="pct"/>
        <w:tblInd w:w="384" w:type="dxa"/>
        <w:tblLook w:val="01E0"/>
      </w:tblPr>
      <w:tblGrid>
        <w:gridCol w:w="3345"/>
        <w:gridCol w:w="269"/>
        <w:gridCol w:w="3308"/>
      </w:tblGrid>
      <w:tr w:rsidR="002104C0" w:rsidTr="002104C0">
        <w:trPr>
          <w:trHeight w:val="350"/>
        </w:trPr>
        <w:tc>
          <w:tcPr>
            <w:tcW w:w="3345" w:type="dxa"/>
            <w:shd w:val="clear" w:color="auto" w:fill="auto"/>
          </w:tcPr>
          <w:p w:rsidR="002104C0" w:rsidRDefault="002104C0" w:rsidP="00390D32">
            <w:pPr>
              <w:pStyle w:val="libPoem"/>
            </w:pPr>
            <w:r w:rsidRPr="008F60AE">
              <w:rPr>
                <w:rStyle w:val="libPoemChar"/>
                <w:rtl/>
              </w:rPr>
              <w:t>عبدُ</w:t>
            </w:r>
            <w:r w:rsidR="00897AE1">
              <w:rPr>
                <w:rStyle w:val="libPoemChar"/>
                <w:rtl/>
              </w:rPr>
              <w:t xml:space="preserve"> </w:t>
            </w:r>
            <w:r w:rsidRPr="008F60AE">
              <w:rPr>
                <w:rStyle w:val="libPoemChar"/>
                <w:rtl/>
              </w:rPr>
              <w:t>شمسٍ</w:t>
            </w:r>
            <w:r w:rsidR="00897AE1">
              <w:rPr>
                <w:rStyle w:val="libPoemChar"/>
                <w:rtl/>
              </w:rPr>
              <w:t xml:space="preserve"> </w:t>
            </w:r>
            <w:r w:rsidRPr="008F60AE">
              <w:rPr>
                <w:rStyle w:val="libPoemChar"/>
                <w:rtl/>
              </w:rPr>
              <w:t>قد</w:t>
            </w:r>
            <w:r w:rsidR="00897AE1">
              <w:rPr>
                <w:rStyle w:val="libPoemChar"/>
                <w:rtl/>
              </w:rPr>
              <w:t xml:space="preserve"> </w:t>
            </w:r>
            <w:r w:rsidRPr="008F60AE">
              <w:rPr>
                <w:rStyle w:val="libPoemChar"/>
                <w:rtl/>
              </w:rPr>
              <w:t>أضرمتْ</w:t>
            </w:r>
            <w:r w:rsidR="00897AE1">
              <w:rPr>
                <w:rStyle w:val="libPoemChar"/>
                <w:rtl/>
              </w:rPr>
              <w:t xml:space="preserve"> </w:t>
            </w:r>
            <w:r w:rsidRPr="008F60AE">
              <w:rPr>
                <w:rStyle w:val="libPoemChar"/>
                <w:rtl/>
              </w:rPr>
              <w:t>لنبي</w:t>
            </w:r>
            <w:r w:rsidR="00897AE1">
              <w:rPr>
                <w:rStyle w:val="libPoemChar"/>
                <w:rtl/>
              </w:rPr>
              <w:t xml:space="preserve"> </w:t>
            </w:r>
            <w:r w:rsidRPr="008F60AE">
              <w:rPr>
                <w:rStyle w:val="libPoemChar"/>
                <w:rtl/>
              </w:rPr>
              <w:t>ها</w:t>
            </w:r>
            <w:r w:rsidRPr="00725071">
              <w:rPr>
                <w:rStyle w:val="libPoemTiniChar0"/>
                <w:rtl/>
              </w:rPr>
              <w:br/>
              <w:t> </w:t>
            </w:r>
          </w:p>
        </w:tc>
        <w:tc>
          <w:tcPr>
            <w:tcW w:w="269" w:type="dxa"/>
            <w:shd w:val="clear" w:color="auto" w:fill="auto"/>
          </w:tcPr>
          <w:p w:rsidR="002104C0" w:rsidRDefault="002104C0" w:rsidP="00390D32">
            <w:pPr>
              <w:pStyle w:val="libPoem"/>
              <w:rPr>
                <w:rtl/>
              </w:rPr>
            </w:pPr>
          </w:p>
        </w:tc>
        <w:tc>
          <w:tcPr>
            <w:tcW w:w="3308" w:type="dxa"/>
            <w:shd w:val="clear" w:color="auto" w:fill="auto"/>
          </w:tcPr>
          <w:p w:rsidR="002104C0" w:rsidRDefault="002104C0" w:rsidP="002104C0">
            <w:pPr>
              <w:pStyle w:val="libPoem"/>
            </w:pPr>
            <w:r w:rsidRPr="008F60AE">
              <w:rPr>
                <w:rStyle w:val="libPoemChar"/>
                <w:rtl/>
              </w:rPr>
              <w:t>شمٍ</w:t>
            </w:r>
            <w:r w:rsidR="00897AE1">
              <w:rPr>
                <w:rStyle w:val="libPoemChar"/>
                <w:rtl/>
              </w:rPr>
              <w:t xml:space="preserve"> </w:t>
            </w:r>
            <w:r w:rsidRPr="008F60AE">
              <w:rPr>
                <w:rStyle w:val="libPoemChar"/>
                <w:rtl/>
              </w:rPr>
              <w:t>حرباً</w:t>
            </w:r>
            <w:r w:rsidR="00897AE1">
              <w:rPr>
                <w:rStyle w:val="libPoemChar"/>
                <w:rtl/>
              </w:rPr>
              <w:t xml:space="preserve"> </w:t>
            </w:r>
            <w:r w:rsidRPr="008F60AE">
              <w:rPr>
                <w:rStyle w:val="libPoemChar"/>
                <w:rtl/>
              </w:rPr>
              <w:t>يشيبُ</w:t>
            </w:r>
            <w:r w:rsidR="00897AE1">
              <w:rPr>
                <w:rStyle w:val="libPoemChar"/>
                <w:rtl/>
              </w:rPr>
              <w:t xml:space="preserve"> </w:t>
            </w:r>
            <w:r w:rsidRPr="008F60AE">
              <w:rPr>
                <w:rStyle w:val="libPoemChar"/>
                <w:rtl/>
              </w:rPr>
              <w:t>منهَا</w:t>
            </w:r>
            <w:r w:rsidR="00897AE1">
              <w:rPr>
                <w:rStyle w:val="libPoemChar"/>
                <w:rtl/>
              </w:rPr>
              <w:t xml:space="preserve"> </w:t>
            </w:r>
            <w:r w:rsidRPr="008F60AE">
              <w:rPr>
                <w:rStyle w:val="libPoemChar"/>
                <w:rtl/>
              </w:rPr>
              <w:t>الوليدُ</w:t>
            </w:r>
            <w:r w:rsidRPr="00725071">
              <w:rPr>
                <w:rStyle w:val="libPoemTiniChar0"/>
                <w:rtl/>
              </w:rPr>
              <w:br/>
              <w:t> </w:t>
            </w:r>
          </w:p>
        </w:tc>
      </w:tr>
      <w:tr w:rsidR="002104C0" w:rsidTr="002104C0">
        <w:tblPrEx>
          <w:tblLook w:val="04A0"/>
        </w:tblPrEx>
        <w:trPr>
          <w:trHeight w:val="350"/>
        </w:trPr>
        <w:tc>
          <w:tcPr>
            <w:tcW w:w="3345" w:type="dxa"/>
          </w:tcPr>
          <w:p w:rsidR="002104C0" w:rsidRDefault="002104C0" w:rsidP="002104C0">
            <w:pPr>
              <w:pStyle w:val="libPoem"/>
            </w:pPr>
            <w:r>
              <w:rPr>
                <w:rStyle w:val="libPoemChar"/>
                <w:rtl/>
              </w:rPr>
              <w:t>فابنُ</w:t>
            </w:r>
            <w:r w:rsidR="00897AE1">
              <w:rPr>
                <w:rStyle w:val="libPoemChar"/>
                <w:rtl/>
              </w:rPr>
              <w:t xml:space="preserve"> </w:t>
            </w:r>
            <w:r>
              <w:rPr>
                <w:rStyle w:val="libPoemChar"/>
                <w:rtl/>
              </w:rPr>
              <w:t>حربٍ</w:t>
            </w:r>
            <w:r w:rsidR="00897AE1">
              <w:rPr>
                <w:rStyle w:val="libPoemChar"/>
                <w:rtl/>
              </w:rPr>
              <w:t xml:space="preserve"> </w:t>
            </w:r>
            <w:r w:rsidRPr="008F60AE">
              <w:rPr>
                <w:rStyle w:val="libPoemChar"/>
                <w:rtl/>
              </w:rPr>
              <w:t>للمصطفى</w:t>
            </w:r>
            <w:r w:rsidR="00897AE1">
              <w:rPr>
                <w:rStyle w:val="libPoemChar"/>
                <w:rtl/>
              </w:rPr>
              <w:t xml:space="preserve"> </w:t>
            </w:r>
            <w:r w:rsidRPr="008F60AE">
              <w:rPr>
                <w:rStyle w:val="libPoemChar"/>
                <w:rtl/>
              </w:rPr>
              <w:t>وابنُ</w:t>
            </w:r>
            <w:r w:rsidR="00897AE1">
              <w:rPr>
                <w:rStyle w:val="libPoemChar"/>
                <w:rtl/>
              </w:rPr>
              <w:t xml:space="preserve"> </w:t>
            </w:r>
            <w:r w:rsidRPr="008F60AE">
              <w:rPr>
                <w:rStyle w:val="libPoemChar"/>
                <w:rtl/>
              </w:rPr>
              <w:t>هنْ</w:t>
            </w:r>
            <w:r>
              <w:rPr>
                <w:rStyle w:val="libPoemChar"/>
                <w:rFonts w:hint="cs"/>
                <w:rtl/>
              </w:rPr>
              <w:t>ـ</w:t>
            </w:r>
            <w:r w:rsidRPr="00725071">
              <w:rPr>
                <w:rStyle w:val="libPoemTiniChar0"/>
                <w:rtl/>
              </w:rPr>
              <w:br/>
              <w:t> </w:t>
            </w:r>
          </w:p>
        </w:tc>
        <w:tc>
          <w:tcPr>
            <w:tcW w:w="269" w:type="dxa"/>
          </w:tcPr>
          <w:p w:rsidR="002104C0" w:rsidRDefault="002104C0" w:rsidP="00390D32">
            <w:pPr>
              <w:pStyle w:val="libPoem"/>
              <w:rPr>
                <w:rtl/>
              </w:rPr>
            </w:pPr>
          </w:p>
        </w:tc>
        <w:tc>
          <w:tcPr>
            <w:tcW w:w="3308" w:type="dxa"/>
          </w:tcPr>
          <w:p w:rsidR="002104C0" w:rsidRDefault="002104C0" w:rsidP="002104C0">
            <w:pPr>
              <w:pStyle w:val="libPoem"/>
            </w:pPr>
            <w:r>
              <w:rPr>
                <w:rStyle w:val="libPoemChar"/>
                <w:rtl/>
              </w:rPr>
              <w:t>دٍ</w:t>
            </w:r>
            <w:r w:rsidR="00897AE1">
              <w:rPr>
                <w:rStyle w:val="libPoemChar"/>
                <w:rtl/>
              </w:rPr>
              <w:t xml:space="preserve"> </w:t>
            </w:r>
            <w:r w:rsidRPr="008F60AE">
              <w:rPr>
                <w:rStyle w:val="libPoemChar"/>
                <w:rtl/>
              </w:rPr>
              <w:t>لعليّ</w:t>
            </w:r>
            <w:r w:rsidR="00897AE1">
              <w:rPr>
                <w:rStyle w:val="libPoemChar"/>
                <w:rtl/>
              </w:rPr>
              <w:t xml:space="preserve"> </w:t>
            </w:r>
            <w:r w:rsidRPr="008F60AE">
              <w:rPr>
                <w:rStyle w:val="libPoemChar"/>
                <w:rtl/>
              </w:rPr>
              <w:t>وللحُسينِ</w:t>
            </w:r>
            <w:r w:rsidR="00897AE1">
              <w:rPr>
                <w:rStyle w:val="libPoemChar"/>
                <w:rtl/>
              </w:rPr>
              <w:t xml:space="preserve"> </w:t>
            </w:r>
            <w:r w:rsidRPr="008F60AE">
              <w:rPr>
                <w:rStyle w:val="libPoemChar"/>
                <w:rtl/>
              </w:rPr>
              <w:t>يزيدُ</w:t>
            </w:r>
            <w:r w:rsidRPr="00725071">
              <w:rPr>
                <w:rStyle w:val="libPoemTiniChar0"/>
                <w:rtl/>
              </w:rPr>
              <w:br/>
              <w:t> </w:t>
            </w:r>
          </w:p>
        </w:tc>
      </w:tr>
    </w:tbl>
    <w:p w:rsidR="002B49A5" w:rsidRDefault="002B49A5" w:rsidP="002B49A5">
      <w:pPr>
        <w:pStyle w:val="libNormal"/>
        <w:rPr>
          <w:rtl/>
        </w:rPr>
      </w:pPr>
      <w:r>
        <w:rPr>
          <w:rtl/>
        </w:rPr>
        <w:t>وسنعرض في ختام هذا الفصل عرضاً موجزاً لهذه المقابلة المتسلسلة بين أفراد الاُسرتين لتحقيق الرّأي فيها</w:t>
      </w:r>
      <w:r w:rsidR="00364168">
        <w:rPr>
          <w:rtl/>
        </w:rPr>
        <w:t>،</w:t>
      </w:r>
      <w:r>
        <w:rPr>
          <w:rtl/>
        </w:rPr>
        <w:t xml:space="preserve"> ولكنّنا نجتزئ هُنا بالمقابلة بين الخصمين المتصاولين من هاشم وعبد شمس في شخصي الحُسين ويزيد</w:t>
      </w:r>
      <w:r w:rsidR="008F60AE">
        <w:rPr>
          <w:rtl/>
        </w:rPr>
        <w:t xml:space="preserve"> ...</w:t>
      </w:r>
      <w:r>
        <w:rPr>
          <w:rtl/>
        </w:rPr>
        <w:t xml:space="preserve"> فأيّاً كان الميزان الذي يوزن به كلّ من الرّجلين فلا مراء البتة في خير الرّجلين</w:t>
      </w:r>
      <w:r w:rsidR="008F60AE">
        <w:rPr>
          <w:rtl/>
        </w:rPr>
        <w:t xml:space="preserve"> ...</w:t>
      </w:r>
      <w:r>
        <w:rPr>
          <w:rtl/>
        </w:rPr>
        <w:t xml:space="preserve"> </w:t>
      </w:r>
    </w:p>
    <w:p w:rsidR="002B49A5" w:rsidRDefault="002B49A5" w:rsidP="002B49A5">
      <w:pPr>
        <w:pStyle w:val="libNormal"/>
        <w:rPr>
          <w:rtl/>
        </w:rPr>
      </w:pPr>
      <w:r>
        <w:rPr>
          <w:rtl/>
        </w:rPr>
        <w:t>وما من رجل فاز حيث ينبغي أن يخيب</w:t>
      </w:r>
      <w:r w:rsidR="00364168">
        <w:rPr>
          <w:rtl/>
        </w:rPr>
        <w:t>،</w:t>
      </w:r>
      <w:r>
        <w:rPr>
          <w:rtl/>
        </w:rPr>
        <w:t xml:space="preserve"> كما قد فاز يزيد بن معاوية في حربه للحُسين</w:t>
      </w:r>
      <w:r w:rsidR="00364168">
        <w:rPr>
          <w:rtl/>
        </w:rPr>
        <w:t>،</w:t>
      </w:r>
      <w:r>
        <w:rPr>
          <w:rtl/>
        </w:rPr>
        <w:t xml:space="preserve"> وما اختصم رجلان كان أحدهما أوضح حقّاً</w:t>
      </w:r>
    </w:p>
    <w:p w:rsidR="002B49A5" w:rsidRDefault="002B49A5" w:rsidP="002B49A5">
      <w:pPr>
        <w:pStyle w:val="libNormal"/>
      </w:pPr>
      <w:r>
        <w:rPr>
          <w:rtl/>
        </w:rPr>
        <w:br w:type="page"/>
      </w:r>
    </w:p>
    <w:p w:rsidR="002B49A5" w:rsidRDefault="002B49A5" w:rsidP="002104C0">
      <w:pPr>
        <w:pStyle w:val="libNormal0"/>
        <w:rPr>
          <w:rtl/>
        </w:rPr>
      </w:pPr>
      <w:r>
        <w:rPr>
          <w:rtl/>
        </w:rPr>
        <w:lastRenderedPageBreak/>
        <w:t>وأظهر فضلاً من الحُسين في خصومته ليزيد بن معاوية</w:t>
      </w:r>
      <w:r w:rsidR="00364168">
        <w:rPr>
          <w:rtl/>
        </w:rPr>
        <w:t>.</w:t>
      </w:r>
    </w:p>
    <w:p w:rsidR="002B49A5" w:rsidRDefault="002B49A5" w:rsidP="002B49A5">
      <w:pPr>
        <w:pStyle w:val="libNormal"/>
        <w:rPr>
          <w:rtl/>
        </w:rPr>
      </w:pPr>
      <w:r>
        <w:rPr>
          <w:rtl/>
        </w:rPr>
        <w:t>والموازنة بين هذين الخصمين هي في بعض وجوهها موازنة بين الهاشميين والاُمويّين من بداءة الخلاف بين الاُسرتين</w:t>
      </w:r>
      <w:r w:rsidR="00364168">
        <w:rPr>
          <w:rtl/>
        </w:rPr>
        <w:t>،</w:t>
      </w:r>
      <w:r>
        <w:rPr>
          <w:rtl/>
        </w:rPr>
        <w:t xml:space="preserve"> وهي موازنة حفظت كفتيها على وضعهما زهاء سبعة قرون</w:t>
      </w:r>
      <w:r w:rsidR="00364168">
        <w:rPr>
          <w:rtl/>
        </w:rPr>
        <w:t>،</w:t>
      </w:r>
      <w:r>
        <w:rPr>
          <w:rtl/>
        </w:rPr>
        <w:t xml:space="preserve"> فلم يظهر في هذه القرون أموي قح</w:t>
      </w:r>
      <w:r w:rsidR="00364168">
        <w:rPr>
          <w:rtl/>
        </w:rPr>
        <w:t>،</w:t>
      </w:r>
      <w:r>
        <w:rPr>
          <w:rtl/>
        </w:rPr>
        <w:t xml:space="preserve"> إلا ظهرت فيه الخصال الاُمويّة المعهودة في القبيلة بأسرها</w:t>
      </w:r>
      <w:r w:rsidR="00364168">
        <w:rPr>
          <w:rtl/>
        </w:rPr>
        <w:t>،</w:t>
      </w:r>
      <w:r>
        <w:rPr>
          <w:rtl/>
        </w:rPr>
        <w:t xml:space="preserve"> ولم يظهر في خلالها هاشمي قح إلاّ رأيت فيه ملامح من تلك الخصال التي بلغت مثلها الأعلى في مُحمّد بن عبد الله (عليه الصّلاة والسّلام)</w:t>
      </w:r>
      <w:r w:rsidR="00364168">
        <w:rPr>
          <w:rtl/>
        </w:rPr>
        <w:t>.</w:t>
      </w:r>
    </w:p>
    <w:p w:rsidR="002B49A5" w:rsidRDefault="002B49A5" w:rsidP="002B49A5">
      <w:pPr>
        <w:pStyle w:val="libNormal"/>
        <w:rPr>
          <w:rtl/>
        </w:rPr>
      </w:pPr>
      <w:r>
        <w:rPr>
          <w:rtl/>
        </w:rPr>
        <w:t>والهاشميون والاُمويّون من أرومة واحدة ترتفع إلى عبد مُناف</w:t>
      </w:r>
      <w:r w:rsidR="00364168">
        <w:rPr>
          <w:rtl/>
        </w:rPr>
        <w:t>،</w:t>
      </w:r>
      <w:r>
        <w:rPr>
          <w:rtl/>
        </w:rPr>
        <w:t xml:space="preserve"> ثمّ إلى قُريش في أصلها الأصيل</w:t>
      </w:r>
      <w:r w:rsidR="008F60AE">
        <w:rPr>
          <w:rtl/>
        </w:rPr>
        <w:t xml:space="preserve"> ...</w:t>
      </w:r>
      <w:r>
        <w:rPr>
          <w:rtl/>
        </w:rPr>
        <w:t xml:space="preserve"> </w:t>
      </w:r>
    </w:p>
    <w:p w:rsidR="002B49A5" w:rsidRDefault="002B49A5" w:rsidP="002B49A5">
      <w:pPr>
        <w:pStyle w:val="libNormal"/>
        <w:rPr>
          <w:rtl/>
        </w:rPr>
      </w:pPr>
      <w:r>
        <w:rPr>
          <w:rtl/>
        </w:rPr>
        <w:t>ولكن الاُسرتين تختلفان في الأخلاق والأمزجة وإن اتحدتا في الأرومة</w:t>
      </w:r>
      <w:r w:rsidR="008F60AE">
        <w:rPr>
          <w:rtl/>
        </w:rPr>
        <w:t xml:space="preserve"> ...</w:t>
      </w:r>
      <w:r>
        <w:rPr>
          <w:rtl/>
        </w:rPr>
        <w:t xml:space="preserve"> فبنو هاشم في الأغلب الأعم مثاليون أريحيون ولا سيّما أبناء فاطمة الزهراء </w:t>
      </w:r>
      <w:r w:rsidR="002104C0" w:rsidRPr="002104C0">
        <w:rPr>
          <w:rStyle w:val="libAlaemChar"/>
          <w:rtl/>
        </w:rPr>
        <w:t>عليها‌السلام</w:t>
      </w:r>
      <w:r w:rsidR="00364168">
        <w:rPr>
          <w:rtl/>
        </w:rPr>
        <w:t>،</w:t>
      </w:r>
      <w:r>
        <w:rPr>
          <w:rtl/>
        </w:rPr>
        <w:t xml:space="preserve"> وبنو اُميّة في الأغلب الأعم عمليون نفعيون</w:t>
      </w:r>
      <w:r w:rsidR="00364168">
        <w:rPr>
          <w:rtl/>
        </w:rPr>
        <w:t>،</w:t>
      </w:r>
      <w:r>
        <w:rPr>
          <w:rtl/>
        </w:rPr>
        <w:t xml:space="preserve"> ولا سيّما الاُصلاء منهم في عبد شمس من الآباء والاُمّهات</w:t>
      </w:r>
      <w:r w:rsidR="00364168">
        <w:rPr>
          <w:rtl/>
        </w:rPr>
        <w:t>.</w:t>
      </w:r>
    </w:p>
    <w:p w:rsidR="002B49A5" w:rsidRDefault="002B49A5" w:rsidP="002B49A5">
      <w:pPr>
        <w:pStyle w:val="libNormal"/>
        <w:rPr>
          <w:rtl/>
        </w:rPr>
      </w:pPr>
      <w:r>
        <w:rPr>
          <w:rtl/>
        </w:rPr>
        <w:t>وتفسير هذا الاختلاف مع اتحاد الأرومة غير عسير</w:t>
      </w:r>
      <w:r w:rsidR="008F60AE">
        <w:rPr>
          <w:rtl/>
        </w:rPr>
        <w:t xml:space="preserve"> ...</w:t>
      </w:r>
      <w:r>
        <w:rPr>
          <w:rtl/>
        </w:rPr>
        <w:t xml:space="preserve"> فإنّ الأخوين في البيت الواحد قد يختلفان في الأخلاق والأعمال</w:t>
      </w:r>
      <w:r w:rsidR="00364168">
        <w:rPr>
          <w:rtl/>
        </w:rPr>
        <w:t>،</w:t>
      </w:r>
      <w:r>
        <w:rPr>
          <w:rtl/>
        </w:rPr>
        <w:t xml:space="preserve"> كما يختلف الغريبان من اُمّتين بعيدتين</w:t>
      </w:r>
      <w:r w:rsidR="00364168">
        <w:rPr>
          <w:rtl/>
        </w:rPr>
        <w:t>،</w:t>
      </w:r>
      <w:r>
        <w:rPr>
          <w:rtl/>
        </w:rPr>
        <w:t xml:space="preserve"> تبعاً لاختلاف سلسلة الميراث في الاُصول والفروع</w:t>
      </w:r>
      <w:r w:rsidR="00364168">
        <w:rPr>
          <w:rtl/>
        </w:rPr>
        <w:t>،</w:t>
      </w:r>
      <w:r>
        <w:rPr>
          <w:rtl/>
        </w:rPr>
        <w:t xml:space="preserve"> على ذلك النّحو الذي يأذن أحياناً باختلاف الألوان والملامح في نسل واحد</w:t>
      </w:r>
      <w:r w:rsidR="00364168">
        <w:rPr>
          <w:rtl/>
        </w:rPr>
        <w:t>،</w:t>
      </w:r>
      <w:r>
        <w:rPr>
          <w:rtl/>
        </w:rPr>
        <w:t xml:space="preserve"> تأخذ كلّ شعبة منه بناحية من نواحي الوراثة</w:t>
      </w:r>
      <w:r w:rsidR="00364168">
        <w:rPr>
          <w:rtl/>
        </w:rPr>
        <w:t>.</w:t>
      </w:r>
    </w:p>
    <w:p w:rsidR="002B49A5" w:rsidRDefault="002B49A5" w:rsidP="008F60AE">
      <w:pPr>
        <w:pStyle w:val="libCenter"/>
        <w:rPr>
          <w:rtl/>
        </w:rPr>
      </w:pPr>
      <w:r>
        <w:rPr>
          <w:rtl/>
        </w:rPr>
        <w:t>* *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ومن الثابت الذي لا نزاع فيه أنّ عبد ا</w:t>
      </w:r>
      <w:r w:rsidR="009A226F">
        <w:rPr>
          <w:rtl/>
        </w:rPr>
        <w:t>لم</w:t>
      </w:r>
      <w:r>
        <w:rPr>
          <w:rtl/>
        </w:rPr>
        <w:t>طلّب واُميّة كانا يختلفان حتّى في الصورة والقامة والملامح</w:t>
      </w:r>
      <w:r w:rsidR="008F60AE">
        <w:rPr>
          <w:rtl/>
        </w:rPr>
        <w:t xml:space="preserve"> ...</w:t>
      </w:r>
      <w:r>
        <w:rPr>
          <w:rtl/>
        </w:rPr>
        <w:t xml:space="preserve"> وفي نسل اُميّة شبهة نشير إليها ولا نزيد</w:t>
      </w:r>
      <w:r w:rsidR="00364168">
        <w:rPr>
          <w:rtl/>
        </w:rPr>
        <w:t>،</w:t>
      </w:r>
      <w:r>
        <w:rPr>
          <w:rtl/>
        </w:rPr>
        <w:t xml:space="preserve"> فهي محل الإشارة والمراجعة في هذا المقام</w:t>
      </w:r>
      <w:r w:rsidR="008F60AE">
        <w:rPr>
          <w:rtl/>
        </w:rPr>
        <w:t xml:space="preserve"> ...</w:t>
      </w:r>
      <w:r>
        <w:rPr>
          <w:rtl/>
        </w:rPr>
        <w:t xml:space="preserve"> </w:t>
      </w:r>
    </w:p>
    <w:p w:rsidR="002B49A5" w:rsidRDefault="002B49A5" w:rsidP="002B49A5">
      <w:pPr>
        <w:pStyle w:val="libNormal"/>
        <w:rPr>
          <w:rtl/>
        </w:rPr>
      </w:pPr>
      <w:r>
        <w:rPr>
          <w:rtl/>
        </w:rPr>
        <w:t>دخل دغفل النسابة على معاوية</w:t>
      </w:r>
      <w:r w:rsidR="00364168">
        <w:rPr>
          <w:rtl/>
        </w:rPr>
        <w:t>،</w:t>
      </w:r>
      <w:r>
        <w:rPr>
          <w:rtl/>
        </w:rPr>
        <w:t xml:space="preserve"> فقال له</w:t>
      </w:r>
      <w:r w:rsidR="00364168">
        <w:rPr>
          <w:rtl/>
        </w:rPr>
        <w:t>:</w:t>
      </w:r>
      <w:r>
        <w:rPr>
          <w:rtl/>
        </w:rPr>
        <w:t xml:space="preserve"> مَن رأيت من عُلية قُريش</w:t>
      </w:r>
      <w:r w:rsidR="00364168">
        <w:rPr>
          <w:rtl/>
        </w:rPr>
        <w:t>؟</w:t>
      </w:r>
      <w:r>
        <w:rPr>
          <w:rtl/>
        </w:rPr>
        <w:t xml:space="preserve"> فقال</w:t>
      </w:r>
      <w:r w:rsidR="00364168">
        <w:rPr>
          <w:rtl/>
        </w:rPr>
        <w:t>:</w:t>
      </w:r>
      <w:r>
        <w:rPr>
          <w:rtl/>
        </w:rPr>
        <w:t xml:space="preserve"> رأيت عبد ا</w:t>
      </w:r>
      <w:r w:rsidR="009A226F">
        <w:rPr>
          <w:rtl/>
        </w:rPr>
        <w:t>لم</w:t>
      </w:r>
      <w:r>
        <w:rPr>
          <w:rtl/>
        </w:rPr>
        <w:t>طلّب بن هاشم واُميّة بن عبد شمس</w:t>
      </w:r>
      <w:r w:rsidR="00364168">
        <w:rPr>
          <w:rtl/>
        </w:rPr>
        <w:t>.</w:t>
      </w:r>
      <w:r>
        <w:rPr>
          <w:rtl/>
        </w:rPr>
        <w:t xml:space="preserve"> فقال</w:t>
      </w:r>
      <w:r w:rsidR="00364168">
        <w:rPr>
          <w:rtl/>
        </w:rPr>
        <w:t>:</w:t>
      </w:r>
      <w:r>
        <w:rPr>
          <w:rtl/>
        </w:rPr>
        <w:t xml:space="preserve"> صفهما لي</w:t>
      </w:r>
      <w:r w:rsidR="00364168">
        <w:rPr>
          <w:rtl/>
        </w:rPr>
        <w:t>.</w:t>
      </w:r>
      <w:r>
        <w:rPr>
          <w:rtl/>
        </w:rPr>
        <w:t xml:space="preserve"> فقال</w:t>
      </w:r>
      <w:r w:rsidR="00364168">
        <w:rPr>
          <w:rtl/>
        </w:rPr>
        <w:t>:</w:t>
      </w:r>
      <w:r>
        <w:rPr>
          <w:rtl/>
        </w:rPr>
        <w:t xml:space="preserve"> كان عبد ا</w:t>
      </w:r>
      <w:r w:rsidR="009A226F">
        <w:rPr>
          <w:rtl/>
        </w:rPr>
        <w:t>لم</w:t>
      </w:r>
      <w:r>
        <w:rPr>
          <w:rtl/>
        </w:rPr>
        <w:t>طلّب أبيض</w:t>
      </w:r>
      <w:r w:rsidR="00364168">
        <w:rPr>
          <w:rtl/>
        </w:rPr>
        <w:t>،</w:t>
      </w:r>
      <w:r>
        <w:rPr>
          <w:rtl/>
        </w:rPr>
        <w:t xml:space="preserve"> مديد القامة</w:t>
      </w:r>
      <w:r w:rsidR="00364168">
        <w:rPr>
          <w:rtl/>
        </w:rPr>
        <w:t>،</w:t>
      </w:r>
      <w:r>
        <w:rPr>
          <w:rtl/>
        </w:rPr>
        <w:t xml:space="preserve"> حسن الوجه</w:t>
      </w:r>
      <w:r w:rsidR="00364168">
        <w:rPr>
          <w:rtl/>
        </w:rPr>
        <w:t>،</w:t>
      </w:r>
      <w:r>
        <w:rPr>
          <w:rtl/>
        </w:rPr>
        <w:t xml:space="preserve"> في جبينه نور النّبوّة وعزّ ا</w:t>
      </w:r>
      <w:r w:rsidR="009A226F">
        <w:rPr>
          <w:rtl/>
        </w:rPr>
        <w:t>لم</w:t>
      </w:r>
      <w:r>
        <w:rPr>
          <w:rtl/>
        </w:rPr>
        <w:t>لك</w:t>
      </w:r>
      <w:r w:rsidR="00364168">
        <w:rPr>
          <w:rtl/>
        </w:rPr>
        <w:t>،</w:t>
      </w:r>
      <w:r>
        <w:rPr>
          <w:rtl/>
        </w:rPr>
        <w:t xml:space="preserve"> يطيف به عشرة من بنيه كأنّهم أسد غاب</w:t>
      </w:r>
      <w:r w:rsidR="00364168">
        <w:rPr>
          <w:rtl/>
        </w:rPr>
        <w:t>.</w:t>
      </w:r>
      <w:r>
        <w:rPr>
          <w:rtl/>
        </w:rPr>
        <w:t xml:space="preserve"> قال</w:t>
      </w:r>
      <w:r w:rsidR="00364168">
        <w:rPr>
          <w:rtl/>
        </w:rPr>
        <w:t>:</w:t>
      </w:r>
      <w:r>
        <w:rPr>
          <w:rtl/>
        </w:rPr>
        <w:t xml:space="preserve"> فصف اُميّة</w:t>
      </w:r>
      <w:r w:rsidR="00364168">
        <w:rPr>
          <w:rtl/>
        </w:rPr>
        <w:t>.</w:t>
      </w:r>
      <w:r>
        <w:rPr>
          <w:rtl/>
        </w:rPr>
        <w:t xml:space="preserve"> قال</w:t>
      </w:r>
      <w:r w:rsidR="00364168">
        <w:rPr>
          <w:rtl/>
        </w:rPr>
        <w:t>:</w:t>
      </w:r>
      <w:r>
        <w:rPr>
          <w:rtl/>
        </w:rPr>
        <w:t xml:space="preserve"> رأيته شيخاً قصيراً</w:t>
      </w:r>
      <w:r w:rsidR="00364168">
        <w:rPr>
          <w:rtl/>
        </w:rPr>
        <w:t>،</w:t>
      </w:r>
      <w:r>
        <w:rPr>
          <w:rtl/>
        </w:rPr>
        <w:t xml:space="preserve"> نحيف الجسم ضريراً</w:t>
      </w:r>
      <w:r w:rsidR="00364168">
        <w:rPr>
          <w:rtl/>
        </w:rPr>
        <w:t>،</w:t>
      </w:r>
      <w:r>
        <w:rPr>
          <w:rtl/>
        </w:rPr>
        <w:t xml:space="preserve"> يقوده عبده ذكوان</w:t>
      </w:r>
      <w:r w:rsidR="00364168">
        <w:rPr>
          <w:rtl/>
        </w:rPr>
        <w:t>.</w:t>
      </w:r>
      <w:r>
        <w:rPr>
          <w:rtl/>
        </w:rPr>
        <w:t xml:space="preserve"> فقال معاوية</w:t>
      </w:r>
      <w:r w:rsidR="00364168">
        <w:rPr>
          <w:rtl/>
        </w:rPr>
        <w:t>:</w:t>
      </w:r>
      <w:r>
        <w:rPr>
          <w:rtl/>
        </w:rPr>
        <w:t xml:space="preserve"> مه</w:t>
      </w:r>
      <w:r w:rsidR="008F60AE">
        <w:rPr>
          <w:rtl/>
        </w:rPr>
        <w:t xml:space="preserve"> ...</w:t>
      </w:r>
      <w:r>
        <w:rPr>
          <w:rtl/>
        </w:rPr>
        <w:t xml:space="preserve"> ذاك ابنه أبو عمرو</w:t>
      </w:r>
      <w:r w:rsidR="00364168">
        <w:rPr>
          <w:rtl/>
        </w:rPr>
        <w:t>!</w:t>
      </w:r>
      <w:r>
        <w:rPr>
          <w:rtl/>
        </w:rPr>
        <w:t xml:space="preserve"> فقال دغفل</w:t>
      </w:r>
      <w:r w:rsidR="00364168">
        <w:rPr>
          <w:rtl/>
        </w:rPr>
        <w:t>:</w:t>
      </w:r>
      <w:r>
        <w:rPr>
          <w:rtl/>
        </w:rPr>
        <w:t xml:space="preserve"> ذلك شيء قلتموه بعد وأحدثتموه</w:t>
      </w:r>
      <w:r w:rsidR="008F60AE">
        <w:rPr>
          <w:rtl/>
        </w:rPr>
        <w:t xml:space="preserve"> ...</w:t>
      </w:r>
      <w:r>
        <w:rPr>
          <w:rtl/>
        </w:rPr>
        <w:t xml:space="preserve"> وأمّا الذي عرفت فهو الذي أخبرتك به</w:t>
      </w:r>
      <w:r w:rsidR="00364168">
        <w:rPr>
          <w:rtl/>
        </w:rPr>
        <w:t>.</w:t>
      </w:r>
    </w:p>
    <w:p w:rsidR="002B49A5" w:rsidRDefault="002B49A5" w:rsidP="002B49A5">
      <w:pPr>
        <w:pStyle w:val="libNormal"/>
        <w:rPr>
          <w:rtl/>
        </w:rPr>
      </w:pPr>
      <w:r>
        <w:rPr>
          <w:rtl/>
        </w:rPr>
        <w:t>وذكر الهيثم بن عدي في كتاب المثالب</w:t>
      </w:r>
      <w:r w:rsidR="00364168">
        <w:rPr>
          <w:rtl/>
        </w:rPr>
        <w:t>:</w:t>
      </w:r>
      <w:r>
        <w:rPr>
          <w:rtl/>
        </w:rPr>
        <w:t xml:space="preserve"> إنّ أبا عمرو بن اُميّة كان عبداً لاُميّة اسمه ذكوان فاستلحقه</w:t>
      </w:r>
      <w:r w:rsidR="00364168">
        <w:rPr>
          <w:rtl/>
        </w:rPr>
        <w:t>.</w:t>
      </w:r>
      <w:r>
        <w:rPr>
          <w:rtl/>
        </w:rPr>
        <w:t xml:space="preserve"> </w:t>
      </w:r>
    </w:p>
    <w:p w:rsidR="002B49A5" w:rsidRDefault="002B49A5" w:rsidP="002B49A5">
      <w:pPr>
        <w:pStyle w:val="libNormal"/>
        <w:rPr>
          <w:rtl/>
        </w:rPr>
      </w:pPr>
      <w:r>
        <w:rPr>
          <w:rtl/>
        </w:rPr>
        <w:t>ونقل أبو الفرج الأصبهاني</w:t>
      </w:r>
      <w:r w:rsidR="004C4A93">
        <w:rPr>
          <w:rtl/>
        </w:rPr>
        <w:t xml:space="preserve"> - </w:t>
      </w:r>
      <w:r>
        <w:rPr>
          <w:rtl/>
        </w:rPr>
        <w:t>وهو من الاُمويّين</w:t>
      </w:r>
      <w:r w:rsidR="004C4A93">
        <w:rPr>
          <w:rtl/>
        </w:rPr>
        <w:t xml:space="preserve"> - </w:t>
      </w:r>
      <w:r>
        <w:rPr>
          <w:rtl/>
        </w:rPr>
        <w:t>ما تقدّم فلم يعرض له بتفنيد</w:t>
      </w:r>
      <w:r w:rsidR="008F60AE">
        <w:rPr>
          <w:rtl/>
        </w:rPr>
        <w:t xml:space="preserve"> ...</w:t>
      </w:r>
      <w:r>
        <w:rPr>
          <w:rtl/>
        </w:rPr>
        <w:t xml:space="preserve"> </w:t>
      </w:r>
    </w:p>
    <w:p w:rsidR="002B49A5" w:rsidRDefault="002B49A5" w:rsidP="002B49A5">
      <w:pPr>
        <w:pStyle w:val="libNormal"/>
        <w:rPr>
          <w:rtl/>
        </w:rPr>
      </w:pPr>
      <w:r>
        <w:rPr>
          <w:rtl/>
        </w:rPr>
        <w:t>ووضح الفرق بين بني هاشم وبني اُميّة في الخلائق والمناقب في الجاهليّة قبل السّلام</w:t>
      </w:r>
      <w:r w:rsidR="00364168">
        <w:rPr>
          <w:rtl/>
        </w:rPr>
        <w:t>.</w:t>
      </w:r>
      <w:r>
        <w:rPr>
          <w:rtl/>
        </w:rPr>
        <w:t xml:space="preserve"> فكان الهاشميون شرّاعاً إلى النجدة ونصرة الحقّ والتعاون عليه</w:t>
      </w:r>
      <w:r w:rsidR="008F60AE">
        <w:rPr>
          <w:rtl/>
        </w:rPr>
        <w:t xml:space="preserve"> ...</w:t>
      </w:r>
      <w:r>
        <w:rPr>
          <w:rtl/>
        </w:rPr>
        <w:t xml:space="preserve"> ولم يكن بنو اُميّة كذلك</w:t>
      </w:r>
      <w:r w:rsidR="008F60AE">
        <w:rPr>
          <w:rtl/>
        </w:rPr>
        <w:t xml:space="preserve"> ...</w:t>
      </w:r>
      <w:r>
        <w:rPr>
          <w:rtl/>
        </w:rPr>
        <w:t xml:space="preserve"> فتخلّفوا عن حلف الفضول الذي نهض به بنو هاشم وحلفاؤهم</w:t>
      </w:r>
      <w:r w:rsidR="00364168">
        <w:rPr>
          <w:rtl/>
        </w:rPr>
        <w:t>،</w:t>
      </w:r>
      <w:r>
        <w:rPr>
          <w:rtl/>
        </w:rPr>
        <w:t xml:space="preserve"> وهو الحلف الذي اتفق فيه نخبة من</w:t>
      </w:r>
    </w:p>
    <w:p w:rsidR="002B49A5" w:rsidRDefault="002B49A5" w:rsidP="002B49A5">
      <w:pPr>
        <w:pStyle w:val="libNormal"/>
      </w:pPr>
      <w:r>
        <w:rPr>
          <w:rtl/>
        </w:rPr>
        <w:br w:type="page"/>
      </w:r>
    </w:p>
    <w:p w:rsidR="002B49A5" w:rsidRDefault="002B49A5" w:rsidP="002104C0">
      <w:pPr>
        <w:pStyle w:val="libNormal0"/>
        <w:rPr>
          <w:rtl/>
        </w:rPr>
      </w:pPr>
      <w:r>
        <w:rPr>
          <w:rtl/>
        </w:rPr>
        <w:lastRenderedPageBreak/>
        <w:t>رؤساء قُريش</w:t>
      </w:r>
      <w:r w:rsidR="00364168">
        <w:rPr>
          <w:rtl/>
        </w:rPr>
        <w:t>:</w:t>
      </w:r>
      <w:r>
        <w:rPr>
          <w:rtl/>
        </w:rPr>
        <w:t xml:space="preserve"> ليكونن مع المظلوم حتّى يؤدّوا إليه حقّه</w:t>
      </w:r>
      <w:r w:rsidR="00364168">
        <w:rPr>
          <w:rtl/>
        </w:rPr>
        <w:t>،</w:t>
      </w:r>
      <w:r>
        <w:rPr>
          <w:rtl/>
        </w:rPr>
        <w:t xml:space="preserve"> وليأخذن أنفسهم بالتآسي في المعاش والتساهم في المال</w:t>
      </w:r>
      <w:r w:rsidR="00364168">
        <w:rPr>
          <w:rtl/>
        </w:rPr>
        <w:t>،</w:t>
      </w:r>
      <w:r>
        <w:rPr>
          <w:rtl/>
        </w:rPr>
        <w:t xml:space="preserve"> وليمنعن القويّ من ظُلم الضعيف والقاطن من عنف الغريب</w:t>
      </w:r>
      <w:r w:rsidR="00364168">
        <w:rPr>
          <w:rtl/>
        </w:rPr>
        <w:t>.</w:t>
      </w:r>
      <w:r>
        <w:rPr>
          <w:rtl/>
        </w:rPr>
        <w:t xml:space="preserve"> واتفقوا على هذا الحلف</w:t>
      </w:r>
      <w:r w:rsidR="00364168">
        <w:rPr>
          <w:rtl/>
        </w:rPr>
        <w:t>؛</w:t>
      </w:r>
      <w:r>
        <w:rPr>
          <w:rtl/>
        </w:rPr>
        <w:t xml:space="preserve"> لأنّ العاص بن وائل اشترى بضاعة من رجل زبيدي ولواه بثمنها</w:t>
      </w:r>
      <w:r w:rsidR="00364168">
        <w:rPr>
          <w:rtl/>
        </w:rPr>
        <w:t>،</w:t>
      </w:r>
      <w:r>
        <w:rPr>
          <w:rtl/>
        </w:rPr>
        <w:t xml:space="preserve"> فنصروا الرّجل الغريب على القرشي وأعطوه حقّه</w:t>
      </w:r>
      <w:r w:rsidR="008F60AE">
        <w:rPr>
          <w:rtl/>
        </w:rPr>
        <w:t xml:space="preserve"> ...</w:t>
      </w:r>
      <w:r>
        <w:rPr>
          <w:rtl/>
        </w:rPr>
        <w:t xml:space="preserve"> </w:t>
      </w:r>
    </w:p>
    <w:p w:rsidR="002B49A5" w:rsidRDefault="002B49A5" w:rsidP="002B49A5">
      <w:pPr>
        <w:pStyle w:val="libNormal"/>
        <w:rPr>
          <w:rtl/>
        </w:rPr>
      </w:pPr>
      <w:r>
        <w:rPr>
          <w:rtl/>
        </w:rPr>
        <w:t>و</w:t>
      </w:r>
      <w:r w:rsidR="009A226F">
        <w:rPr>
          <w:rtl/>
        </w:rPr>
        <w:t>لم</w:t>
      </w:r>
      <w:r>
        <w:rPr>
          <w:rtl/>
        </w:rPr>
        <w:t>ا تنافر عبد ا</w:t>
      </w:r>
      <w:r w:rsidR="009A226F">
        <w:rPr>
          <w:rtl/>
        </w:rPr>
        <w:t>لم</w:t>
      </w:r>
      <w:r>
        <w:rPr>
          <w:rtl/>
        </w:rPr>
        <w:t>طلّب وحرب بن اُميّة إلى نفيل بن عدي</w:t>
      </w:r>
      <w:r w:rsidR="00364168">
        <w:rPr>
          <w:rtl/>
        </w:rPr>
        <w:t>،</w:t>
      </w:r>
      <w:r>
        <w:rPr>
          <w:rtl/>
        </w:rPr>
        <w:t xml:space="preserve"> قضى لعبد ا</w:t>
      </w:r>
      <w:r w:rsidR="009A226F">
        <w:rPr>
          <w:rtl/>
        </w:rPr>
        <w:t>لم</w:t>
      </w:r>
      <w:r>
        <w:rPr>
          <w:rtl/>
        </w:rPr>
        <w:t>طلّب وقال لحرب</w:t>
      </w:r>
      <w:r w:rsidR="00364168">
        <w:rPr>
          <w:rtl/>
        </w:rPr>
        <w:t>:</w:t>
      </w:r>
    </w:p>
    <w:tbl>
      <w:tblPr>
        <w:tblStyle w:val="TableGrid"/>
        <w:bidiVisual/>
        <w:tblW w:w="4562" w:type="pct"/>
        <w:tblInd w:w="384" w:type="dxa"/>
        <w:tblLook w:val="01E0"/>
      </w:tblPr>
      <w:tblGrid>
        <w:gridCol w:w="3345"/>
        <w:gridCol w:w="269"/>
        <w:gridCol w:w="3308"/>
      </w:tblGrid>
      <w:tr w:rsidR="002104C0" w:rsidTr="00390D32">
        <w:trPr>
          <w:trHeight w:val="350"/>
        </w:trPr>
        <w:tc>
          <w:tcPr>
            <w:tcW w:w="3345" w:type="dxa"/>
            <w:shd w:val="clear" w:color="auto" w:fill="auto"/>
          </w:tcPr>
          <w:p w:rsidR="002104C0" w:rsidRDefault="002104C0" w:rsidP="00390D32">
            <w:pPr>
              <w:pStyle w:val="libPoem"/>
            </w:pPr>
            <w:r>
              <w:rPr>
                <w:rtl/>
              </w:rPr>
              <w:t>أبوكَ معاهرٌ وأبوهُ عفٌّ</w:t>
            </w:r>
            <w:r w:rsidRPr="00725071">
              <w:rPr>
                <w:rStyle w:val="libPoemTiniChar0"/>
                <w:rtl/>
              </w:rPr>
              <w:br/>
              <w:t> </w:t>
            </w:r>
          </w:p>
        </w:tc>
        <w:tc>
          <w:tcPr>
            <w:tcW w:w="269" w:type="dxa"/>
            <w:shd w:val="clear" w:color="auto" w:fill="auto"/>
          </w:tcPr>
          <w:p w:rsidR="002104C0" w:rsidRDefault="002104C0" w:rsidP="00390D32">
            <w:pPr>
              <w:pStyle w:val="libPoem"/>
              <w:rPr>
                <w:rtl/>
              </w:rPr>
            </w:pPr>
          </w:p>
        </w:tc>
        <w:tc>
          <w:tcPr>
            <w:tcW w:w="3308" w:type="dxa"/>
            <w:shd w:val="clear" w:color="auto" w:fill="auto"/>
          </w:tcPr>
          <w:p w:rsidR="002104C0" w:rsidRDefault="002104C0" w:rsidP="00390D32">
            <w:pPr>
              <w:pStyle w:val="libPoem"/>
            </w:pPr>
            <w:r>
              <w:rPr>
                <w:rtl/>
              </w:rPr>
              <w:t>وذادَ الفيلَ عنْ بلدٍ حرامٍ</w:t>
            </w:r>
            <w:r w:rsidRPr="00725071">
              <w:rPr>
                <w:rStyle w:val="libPoemTiniChar0"/>
                <w:rtl/>
              </w:rPr>
              <w:br/>
              <w:t> </w:t>
            </w:r>
          </w:p>
        </w:tc>
      </w:tr>
    </w:tbl>
    <w:p w:rsidR="002B49A5" w:rsidRDefault="002B49A5" w:rsidP="002B49A5">
      <w:pPr>
        <w:pStyle w:val="libNormal"/>
        <w:rPr>
          <w:rtl/>
        </w:rPr>
      </w:pPr>
      <w:r>
        <w:rPr>
          <w:rtl/>
        </w:rPr>
        <w:t>يشير إلى فيل أبرهة الذي أغار به على مكّة</w:t>
      </w:r>
      <w:r w:rsidR="00364168">
        <w:rPr>
          <w:rtl/>
        </w:rPr>
        <w:t>.</w:t>
      </w:r>
      <w:r>
        <w:rPr>
          <w:rtl/>
        </w:rPr>
        <w:t xml:space="preserve"> </w:t>
      </w:r>
    </w:p>
    <w:p w:rsidR="002B49A5" w:rsidRDefault="002B49A5" w:rsidP="002B49A5">
      <w:pPr>
        <w:pStyle w:val="libNormal"/>
        <w:rPr>
          <w:rtl/>
        </w:rPr>
      </w:pPr>
      <w:r>
        <w:rPr>
          <w:rtl/>
        </w:rPr>
        <w:t>وقال عن اُميّة</w:t>
      </w:r>
      <w:r w:rsidR="00364168">
        <w:rPr>
          <w:rtl/>
        </w:rPr>
        <w:t>:</w:t>
      </w:r>
      <w:r>
        <w:rPr>
          <w:rtl/>
        </w:rPr>
        <w:t xml:space="preserve"> إنّه معاهر</w:t>
      </w:r>
      <w:r w:rsidR="00364168">
        <w:rPr>
          <w:rtl/>
        </w:rPr>
        <w:t>؛</w:t>
      </w:r>
      <w:r>
        <w:rPr>
          <w:rtl/>
        </w:rPr>
        <w:t xml:space="preserve"> لأنّه كان يتعرض للنساء</w:t>
      </w:r>
      <w:r w:rsidR="00364168">
        <w:rPr>
          <w:rtl/>
        </w:rPr>
        <w:t>،</w:t>
      </w:r>
      <w:r>
        <w:rPr>
          <w:rtl/>
        </w:rPr>
        <w:t xml:space="preserve"> وقد ضرب بالسّيف مرّة لأنّه تعرّض لامرأة من بني زهرة</w:t>
      </w:r>
      <w:r w:rsidR="00364168">
        <w:rPr>
          <w:rtl/>
        </w:rPr>
        <w:t>.</w:t>
      </w:r>
      <w:r>
        <w:rPr>
          <w:rtl/>
        </w:rPr>
        <w:t xml:space="preserve"> وكان له تصرّف عجيب في علاقات الزواج والبّنوّة</w:t>
      </w:r>
      <w:r w:rsidR="00364168">
        <w:rPr>
          <w:rtl/>
        </w:rPr>
        <w:t>،</w:t>
      </w:r>
      <w:r>
        <w:rPr>
          <w:rtl/>
        </w:rPr>
        <w:t xml:space="preserve"> فاستلحق عبده ذكوان وزوّجه امرأته في حياته</w:t>
      </w:r>
      <w:r w:rsidR="00364168">
        <w:rPr>
          <w:rtl/>
        </w:rPr>
        <w:t>،</w:t>
      </w:r>
      <w:r>
        <w:rPr>
          <w:rtl/>
        </w:rPr>
        <w:t xml:space="preserve"> ولم يعرف سيّد من سادات الجاهليّة قط صنع هذا الصنيع</w:t>
      </w:r>
      <w:r w:rsidR="00364168">
        <w:rPr>
          <w:rtl/>
        </w:rPr>
        <w:t>.</w:t>
      </w:r>
      <w:r>
        <w:rPr>
          <w:rtl/>
        </w:rPr>
        <w:t xml:space="preserve"> </w:t>
      </w:r>
    </w:p>
    <w:p w:rsidR="002B49A5" w:rsidRPr="002104C0" w:rsidRDefault="002B49A5" w:rsidP="002104C0">
      <w:pPr>
        <w:pStyle w:val="Heading2"/>
        <w:rPr>
          <w:rtl/>
        </w:rPr>
      </w:pPr>
      <w:bookmarkStart w:id="28" w:name="اختلاف_النشأة"/>
      <w:bookmarkStart w:id="29" w:name="_Toc374273671"/>
      <w:bookmarkStart w:id="30" w:name="_Toc374273973"/>
      <w:bookmarkEnd w:id="28"/>
      <w:r w:rsidRPr="002104C0">
        <w:rPr>
          <w:rtl/>
        </w:rPr>
        <w:t>اختلاف النشأة</w:t>
      </w:r>
      <w:r w:rsidR="00364168" w:rsidRPr="002104C0">
        <w:rPr>
          <w:rtl/>
        </w:rPr>
        <w:t>:</w:t>
      </w:r>
      <w:bookmarkEnd w:id="29"/>
      <w:bookmarkEnd w:id="30"/>
    </w:p>
    <w:p w:rsidR="002B49A5" w:rsidRDefault="002B49A5" w:rsidP="002B49A5">
      <w:pPr>
        <w:pStyle w:val="libNormal"/>
        <w:rPr>
          <w:rtl/>
        </w:rPr>
      </w:pPr>
      <w:r>
        <w:rPr>
          <w:rtl/>
        </w:rPr>
        <w:t>وندع اختلاف الطبائع ومغامز النّسب</w:t>
      </w:r>
      <w:r w:rsidR="00364168">
        <w:rPr>
          <w:rtl/>
        </w:rPr>
        <w:t>،</w:t>
      </w:r>
      <w:r>
        <w:rPr>
          <w:rtl/>
        </w:rPr>
        <w:t xml:space="preserve"> ثمّ ننظر في اختلاف النشأة والعادة</w:t>
      </w:r>
      <w:r w:rsidR="004C4A93">
        <w:rPr>
          <w:rtl/>
        </w:rPr>
        <w:t xml:space="preserve"> - </w:t>
      </w:r>
      <w:r>
        <w:rPr>
          <w:rtl/>
        </w:rPr>
        <w:t>مع اختلاف الخلقة الجسدية</w:t>
      </w:r>
      <w:r w:rsidR="004C4A93">
        <w:rPr>
          <w:rtl/>
        </w:rPr>
        <w:t xml:space="preserve"> - </w:t>
      </w:r>
      <w:r>
        <w:rPr>
          <w:rtl/>
        </w:rPr>
        <w:t>فنرى أنّهما صالحتان لتفسير الفارق بين أبناء هاشم وأبناء عبد شمس بعد جيلين أو ثلاثة أجيال</w:t>
      </w:r>
      <w:r w:rsidR="008F60AE">
        <w:rPr>
          <w:rtl/>
        </w:rPr>
        <w:t xml:space="preserve"> ...</w:t>
      </w:r>
      <w:r>
        <w:rPr>
          <w:rtl/>
        </w:rPr>
        <w:t xml:space="preserve"> </w:t>
      </w:r>
    </w:p>
    <w:p w:rsidR="002B49A5" w:rsidRDefault="002B49A5" w:rsidP="002B49A5">
      <w:pPr>
        <w:pStyle w:val="libNormal"/>
        <w:rPr>
          <w:rtl/>
        </w:rPr>
      </w:pPr>
      <w:r>
        <w:rPr>
          <w:rtl/>
        </w:rPr>
        <w:t>فقد كان بنو هاشم يعملون في الرّئاسة الدينية</w:t>
      </w:r>
      <w:r w:rsidR="00364168">
        <w:rPr>
          <w:rtl/>
        </w:rPr>
        <w:t>،</w:t>
      </w:r>
      <w:r>
        <w:rPr>
          <w:rtl/>
        </w:rPr>
        <w:t xml:space="preserve"> وبنو عبد شمس</w:t>
      </w:r>
    </w:p>
    <w:p w:rsidR="002B49A5" w:rsidRDefault="002B49A5" w:rsidP="002B49A5">
      <w:pPr>
        <w:pStyle w:val="libNormal"/>
      </w:pPr>
      <w:r>
        <w:rPr>
          <w:rtl/>
        </w:rPr>
        <w:br w:type="page"/>
      </w:r>
    </w:p>
    <w:p w:rsidR="002B49A5" w:rsidRDefault="002B49A5" w:rsidP="002104C0">
      <w:pPr>
        <w:pStyle w:val="libNormal0"/>
        <w:rPr>
          <w:rtl/>
        </w:rPr>
      </w:pPr>
      <w:r>
        <w:rPr>
          <w:rtl/>
        </w:rPr>
        <w:lastRenderedPageBreak/>
        <w:t>يعملون في التجارة أو الرّئاسة السّياسية</w:t>
      </w:r>
      <w:r w:rsidR="008F60AE">
        <w:rPr>
          <w:rtl/>
        </w:rPr>
        <w:t xml:space="preserve"> ...</w:t>
      </w:r>
      <w:r>
        <w:rPr>
          <w:rtl/>
        </w:rPr>
        <w:t xml:space="preserve"> وهُما ما هُما في الجاهليّة من الرّبا والمماكسة والغبن والتطفيف والتزييف</w:t>
      </w:r>
      <w:r w:rsidR="00364168">
        <w:rPr>
          <w:rtl/>
        </w:rPr>
        <w:t>،</w:t>
      </w:r>
      <w:r>
        <w:rPr>
          <w:rtl/>
        </w:rPr>
        <w:t xml:space="preserve"> فلا عجب أن يختلفا هذا الاختلاف بين أخلاق الصراحة وأخلاق المساومة</w:t>
      </w:r>
      <w:r w:rsidR="00364168">
        <w:rPr>
          <w:rtl/>
        </w:rPr>
        <w:t>،</w:t>
      </w:r>
      <w:r>
        <w:rPr>
          <w:rtl/>
        </w:rPr>
        <w:t xml:space="preserve"> وبين وسائل الإيمان ووسائل الحيلة على النّجاح</w:t>
      </w:r>
      <w:r w:rsidR="00364168">
        <w:rPr>
          <w:rtl/>
        </w:rPr>
        <w:t>.</w:t>
      </w:r>
    </w:p>
    <w:p w:rsidR="002B49A5" w:rsidRDefault="002B49A5" w:rsidP="002B49A5">
      <w:pPr>
        <w:pStyle w:val="libNormal"/>
        <w:rPr>
          <w:rtl/>
        </w:rPr>
      </w:pPr>
      <w:r>
        <w:rPr>
          <w:rtl/>
        </w:rPr>
        <w:t>ويتّفق كثيراً في الكهانات الوثنية أن يتّصف رؤساء الأديان بصفات الرّياء والدهاء والعبث بأحلام الأغرار والجهلاء</w:t>
      </w:r>
      <w:r w:rsidR="00364168">
        <w:rPr>
          <w:rtl/>
        </w:rPr>
        <w:t>،</w:t>
      </w:r>
      <w:r>
        <w:rPr>
          <w:rtl/>
        </w:rPr>
        <w:t xml:space="preserve"> ولكنّهم يتّصفون بهذه الصّفة حين يعلمون الكذب فيما يمارسون من شعائر الكهانة ومظاهر العبادة</w:t>
      </w:r>
      <w:r w:rsidR="00364168">
        <w:rPr>
          <w:rtl/>
        </w:rPr>
        <w:t>،</w:t>
      </w:r>
      <w:r>
        <w:rPr>
          <w:rtl/>
        </w:rPr>
        <w:t xml:space="preserve"> ويتّخذونها صناعة يرجونها لمنفعتهم أو لما يقدرون فيها من منفعة أولئك الأغرار والجُهلاء</w:t>
      </w:r>
      <w:r w:rsidR="008F60AE">
        <w:rPr>
          <w:rtl/>
        </w:rPr>
        <w:t xml:space="preserve"> ...</w:t>
      </w:r>
      <w:r>
        <w:rPr>
          <w:rtl/>
        </w:rPr>
        <w:t xml:space="preserve"> </w:t>
      </w:r>
    </w:p>
    <w:p w:rsidR="002B49A5" w:rsidRDefault="002B49A5" w:rsidP="002B49A5">
      <w:pPr>
        <w:pStyle w:val="libNormal"/>
        <w:rPr>
          <w:rtl/>
        </w:rPr>
      </w:pPr>
      <w:r>
        <w:rPr>
          <w:rtl/>
        </w:rPr>
        <w:t>أمّا أبناء هاشم فلم يكونوا من طراز أولئك الكهان المشعوذين</w:t>
      </w:r>
      <w:r w:rsidR="00364168">
        <w:rPr>
          <w:rtl/>
        </w:rPr>
        <w:t>،</w:t>
      </w:r>
      <w:r>
        <w:rPr>
          <w:rtl/>
        </w:rPr>
        <w:t xml:space="preserve"> ولا كانوا من المحتالين بالكهانة على خداع أنفسهم وخداع المؤمنين والمصدّقين بل كانوا يؤمنون بالبيت وربّ البيت</w:t>
      </w:r>
      <w:r w:rsidR="00364168">
        <w:rPr>
          <w:rtl/>
        </w:rPr>
        <w:t>،</w:t>
      </w:r>
      <w:r>
        <w:rPr>
          <w:rtl/>
        </w:rPr>
        <w:t xml:space="preserve"> وبلغ من إيمانهم بدينهم أنّ عبد ا</w:t>
      </w:r>
      <w:r w:rsidR="009A226F">
        <w:rPr>
          <w:rtl/>
        </w:rPr>
        <w:t>لم</w:t>
      </w:r>
      <w:r>
        <w:rPr>
          <w:rtl/>
        </w:rPr>
        <w:t>طلّب</w:t>
      </w:r>
      <w:r w:rsidR="004C4A93">
        <w:rPr>
          <w:rtl/>
        </w:rPr>
        <w:t xml:space="preserve"> - </w:t>
      </w:r>
      <w:r>
        <w:rPr>
          <w:rtl/>
        </w:rPr>
        <w:t xml:space="preserve">جدّ النّبي </w:t>
      </w:r>
      <w:r w:rsidR="008F60AE" w:rsidRPr="008F60AE">
        <w:rPr>
          <w:rStyle w:val="libAlaemChar"/>
          <w:rtl/>
        </w:rPr>
        <w:t>صلى‌الله‌عليه‌وآله</w:t>
      </w:r>
      <w:r w:rsidR="004C4A93">
        <w:rPr>
          <w:rtl/>
        </w:rPr>
        <w:t xml:space="preserve"> - </w:t>
      </w:r>
      <w:r>
        <w:rPr>
          <w:rtl/>
        </w:rPr>
        <w:t>أوشك أن يذبح ابنه فدية لربّ البيت</w:t>
      </w:r>
      <w:r w:rsidR="00364168">
        <w:rPr>
          <w:rtl/>
        </w:rPr>
        <w:t>؛</w:t>
      </w:r>
      <w:r>
        <w:rPr>
          <w:rtl/>
        </w:rPr>
        <w:t xml:space="preserve"> لأنّه نذر لئن عاش له عشرة بنين لينحرن أحدهم عند الكعبة</w:t>
      </w:r>
      <w:r w:rsidR="00364168">
        <w:rPr>
          <w:rtl/>
        </w:rPr>
        <w:t>.</w:t>
      </w:r>
      <w:r>
        <w:rPr>
          <w:rtl/>
        </w:rPr>
        <w:t xml:space="preserve"> ولم يتحلّل من نذره حتّى استوثق من كلام العرافة بعد رمي القداح ثلاث مرّات</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والأخلاق المثالية توائم الرّئاسة الدينية التي يدين أصحابها بما يدعون إليه</w:t>
      </w:r>
      <w:r w:rsidR="008F60AE">
        <w:rPr>
          <w:rtl/>
        </w:rPr>
        <w:t xml:space="preserve"> ...</w:t>
      </w:r>
      <w:r>
        <w:rPr>
          <w:rtl/>
        </w:rPr>
        <w:t xml:space="preserve"> فإن لم تكن في بني هاشم موروثة من معدن أصيل في الاُسرة</w:t>
      </w:r>
      <w:r w:rsidR="00364168">
        <w:rPr>
          <w:rtl/>
        </w:rPr>
        <w:t>،</w:t>
      </w:r>
    </w:p>
    <w:p w:rsidR="002B49A5" w:rsidRDefault="002B49A5" w:rsidP="002B49A5">
      <w:pPr>
        <w:pStyle w:val="libNormal"/>
      </w:pPr>
      <w:r>
        <w:rPr>
          <w:rtl/>
        </w:rPr>
        <w:br w:type="page"/>
      </w:r>
    </w:p>
    <w:p w:rsidR="002B49A5" w:rsidRDefault="002B49A5" w:rsidP="00E15F1F">
      <w:pPr>
        <w:pStyle w:val="libNormal0"/>
        <w:rPr>
          <w:rtl/>
        </w:rPr>
      </w:pPr>
      <w:r>
        <w:rPr>
          <w:rtl/>
        </w:rPr>
        <w:lastRenderedPageBreak/>
        <w:t>فهي أشبه بسمت الرّئاسة الدينية والعقيدة المتمكّنة والشّعائر ا</w:t>
      </w:r>
      <w:r w:rsidR="009A226F">
        <w:rPr>
          <w:rtl/>
        </w:rPr>
        <w:t>لم</w:t>
      </w:r>
      <w:r>
        <w:rPr>
          <w:rtl/>
        </w:rPr>
        <w:t>تّبعة جيلاً بعد جيل</w:t>
      </w:r>
      <w:r w:rsidR="00364168">
        <w:rPr>
          <w:rtl/>
        </w:rPr>
        <w:t>،</w:t>
      </w:r>
      <w:r>
        <w:rPr>
          <w:rtl/>
        </w:rPr>
        <w:t xml:space="preserve"> وهي أخلق أن تزداد في الاُسرة تمكّناً بعد ظهور النّبوّة فيها</w:t>
      </w:r>
      <w:r w:rsidR="00364168">
        <w:rPr>
          <w:rtl/>
        </w:rPr>
        <w:t>،</w:t>
      </w:r>
      <w:r>
        <w:rPr>
          <w:rtl/>
        </w:rPr>
        <w:t xml:space="preserve"> وأن يتلقّاها بالوراثة والقدوة أسباط النّبي وأقرب النّاس إليه</w:t>
      </w:r>
      <w:r w:rsidR="008F60AE">
        <w:rPr>
          <w:rtl/>
        </w:rPr>
        <w:t xml:space="preserve"> ...</w:t>
      </w:r>
      <w:r>
        <w:rPr>
          <w:rtl/>
        </w:rPr>
        <w:t xml:space="preserve"> </w:t>
      </w:r>
    </w:p>
    <w:p w:rsidR="002B49A5" w:rsidRDefault="002B49A5" w:rsidP="002B49A5">
      <w:pPr>
        <w:pStyle w:val="libNormal"/>
        <w:rPr>
          <w:rtl/>
        </w:rPr>
      </w:pPr>
      <w:r>
        <w:rPr>
          <w:rtl/>
        </w:rPr>
        <w:t>وإنّك لتنحدر مع أعقاب الذرّيّة في الطالبيّين</w:t>
      </w:r>
      <w:r w:rsidR="004C4A93">
        <w:rPr>
          <w:rtl/>
        </w:rPr>
        <w:t xml:space="preserve"> - </w:t>
      </w:r>
      <w:r>
        <w:rPr>
          <w:rtl/>
        </w:rPr>
        <w:t>أبناء عليّ والزهراء</w:t>
      </w:r>
      <w:r w:rsidR="004C4A93">
        <w:rPr>
          <w:rtl/>
        </w:rPr>
        <w:t xml:space="preserve"> - </w:t>
      </w:r>
      <w:r>
        <w:rPr>
          <w:rtl/>
        </w:rPr>
        <w:t>مئة سنة وأربعمئة سنة</w:t>
      </w:r>
      <w:r w:rsidR="00364168">
        <w:rPr>
          <w:rtl/>
        </w:rPr>
        <w:t>،</w:t>
      </w:r>
      <w:r>
        <w:rPr>
          <w:rtl/>
        </w:rPr>
        <w:t xml:space="preserve"> ثمّ يبرز لك رجل من رجالها فيُخيّل إليك أنّ هذا الزمن الطويل لم يبعد قطع بين الفرع وأصله في الخصال والعادات</w:t>
      </w:r>
      <w:r w:rsidR="008F60AE">
        <w:rPr>
          <w:rtl/>
        </w:rPr>
        <w:t xml:space="preserve"> ...</w:t>
      </w:r>
      <w:r>
        <w:rPr>
          <w:rtl/>
        </w:rPr>
        <w:t xml:space="preserve"> كأنّما هو بعد أيّام معدودات لا بعد المئات وراء المئات من السّنين</w:t>
      </w:r>
      <w:r w:rsidR="00364168">
        <w:rPr>
          <w:rtl/>
        </w:rPr>
        <w:t>،</w:t>
      </w:r>
      <w:r>
        <w:rPr>
          <w:rtl/>
        </w:rPr>
        <w:t xml:space="preserve"> ولا تلبث أن تهتف عجباً</w:t>
      </w:r>
      <w:r w:rsidR="00364168">
        <w:rPr>
          <w:rtl/>
        </w:rPr>
        <w:t>:</w:t>
      </w:r>
      <w:r>
        <w:rPr>
          <w:rtl/>
        </w:rPr>
        <w:t xml:space="preserve"> إنّ هذه لصفات علويّة لا شكّ فيها</w:t>
      </w:r>
      <w:r w:rsidR="00364168">
        <w:rPr>
          <w:rtl/>
        </w:rPr>
        <w:t>؛</w:t>
      </w:r>
      <w:r>
        <w:rPr>
          <w:rtl/>
        </w:rPr>
        <w:t xml:space="preserve"> لانّك تسمع الرّجل منهم يتكلّم ويجيب من يكلّمه</w:t>
      </w:r>
      <w:r w:rsidR="00364168">
        <w:rPr>
          <w:rtl/>
        </w:rPr>
        <w:t>،</w:t>
      </w:r>
      <w:r>
        <w:rPr>
          <w:rtl/>
        </w:rPr>
        <w:t xml:space="preserve"> وتراه يعمل ويجزي من عمل له</w:t>
      </w:r>
      <w:r w:rsidR="00364168">
        <w:rPr>
          <w:rtl/>
        </w:rPr>
        <w:t>،</w:t>
      </w:r>
      <w:r>
        <w:rPr>
          <w:rtl/>
        </w:rPr>
        <w:t xml:space="preserve"> فلا تخطئ في كلامه ولا في عمله</w:t>
      </w:r>
      <w:r w:rsidR="00364168">
        <w:rPr>
          <w:rtl/>
        </w:rPr>
        <w:t>،</w:t>
      </w:r>
      <w:r>
        <w:rPr>
          <w:rtl/>
        </w:rPr>
        <w:t xml:space="preserve"> تلك الشّجاعة والصراحة</w:t>
      </w:r>
      <w:r w:rsidR="00364168">
        <w:rPr>
          <w:rtl/>
        </w:rPr>
        <w:t>،</w:t>
      </w:r>
      <w:r>
        <w:rPr>
          <w:rtl/>
        </w:rPr>
        <w:t xml:space="preserve"> ولا ذلك الذكاء والبلاغ المسكت</w:t>
      </w:r>
      <w:r w:rsidR="00364168">
        <w:rPr>
          <w:rtl/>
        </w:rPr>
        <w:t>،</w:t>
      </w:r>
      <w:r>
        <w:rPr>
          <w:rtl/>
        </w:rPr>
        <w:t xml:space="preserve"> ولا تلك اللوازم التي اشتهر بها عليّ وآله</w:t>
      </w:r>
      <w:r w:rsidR="00364168">
        <w:rPr>
          <w:rtl/>
        </w:rPr>
        <w:t>،</w:t>
      </w:r>
      <w:r>
        <w:rPr>
          <w:rtl/>
        </w:rPr>
        <w:t xml:space="preserve"> وتجمعها في كلمتين اثنتين تدلاّن عليها أوفى دلالة</w:t>
      </w:r>
      <w:r w:rsidR="00364168">
        <w:rPr>
          <w:rtl/>
        </w:rPr>
        <w:t>،</w:t>
      </w:r>
      <w:r>
        <w:rPr>
          <w:rtl/>
        </w:rPr>
        <w:t xml:space="preserve"> وهُما الفروسية والرياضية</w:t>
      </w:r>
      <w:r w:rsidR="008F60AE">
        <w:rPr>
          <w:rtl/>
        </w:rPr>
        <w:t xml:space="preserve"> ...</w:t>
      </w:r>
      <w:r>
        <w:rPr>
          <w:rtl/>
        </w:rPr>
        <w:t xml:space="preserve"> </w:t>
      </w:r>
    </w:p>
    <w:p w:rsidR="002B49A5" w:rsidRDefault="002B49A5" w:rsidP="002B49A5">
      <w:pPr>
        <w:pStyle w:val="libNormal"/>
        <w:rPr>
          <w:rtl/>
        </w:rPr>
      </w:pPr>
      <w:r>
        <w:rPr>
          <w:rtl/>
        </w:rPr>
        <w:t>طبع صريح ولسان فصيح</w:t>
      </w:r>
      <w:r w:rsidR="00364168">
        <w:rPr>
          <w:rtl/>
        </w:rPr>
        <w:t>،</w:t>
      </w:r>
      <w:r>
        <w:rPr>
          <w:rtl/>
        </w:rPr>
        <w:t xml:space="preserve"> ومتانة في الاُسر يستوي فيها الخلق والخُلق</w:t>
      </w:r>
      <w:r w:rsidR="00364168">
        <w:rPr>
          <w:rtl/>
        </w:rPr>
        <w:t>،</w:t>
      </w:r>
      <w:r>
        <w:rPr>
          <w:rtl/>
        </w:rPr>
        <w:t xml:space="preserve"> ونخوة لا تُبالي ما يفوتها من النفع إذا هي استقامت على سنّة المروءة والإباء</w:t>
      </w:r>
      <w:r w:rsidR="008F60AE">
        <w:rPr>
          <w:rtl/>
        </w:rPr>
        <w:t xml:space="preserve"> ...</w:t>
      </w:r>
      <w:r>
        <w:rPr>
          <w:rtl/>
        </w:rPr>
        <w:t xml:space="preserve"> </w:t>
      </w:r>
    </w:p>
    <w:p w:rsidR="002B49A5" w:rsidRDefault="002B49A5" w:rsidP="002B49A5">
      <w:pPr>
        <w:pStyle w:val="libNormal"/>
        <w:rPr>
          <w:rtl/>
        </w:rPr>
      </w:pPr>
      <w:r>
        <w:rPr>
          <w:rtl/>
        </w:rPr>
        <w:t>فمن يحيى بن عمر إلى عليّ بن أبي طالب خمسة أو ستّة أجيال</w:t>
      </w:r>
      <w:r w:rsidR="008F60AE">
        <w:rPr>
          <w:rtl/>
        </w:rPr>
        <w:t xml:space="preserve"> ...</w:t>
      </w:r>
      <w:r>
        <w:rPr>
          <w:rtl/>
        </w:rPr>
        <w:t xml:space="preserve"> ولكن يحيى بن عمر يوصف لك</w:t>
      </w:r>
      <w:r w:rsidR="00364168">
        <w:rPr>
          <w:rtl/>
        </w:rPr>
        <w:t>،</w:t>
      </w:r>
      <w:r>
        <w:rPr>
          <w:rtl/>
        </w:rPr>
        <w:t xml:space="preserve"> فإذا هو صورة مصغّرة من صور عليّ بن أبي طالب على نحو من الأنحاء</w:t>
      </w:r>
      <w:r w:rsidR="00364168">
        <w:rPr>
          <w:rtl/>
        </w:rPr>
        <w:t>،</w:t>
      </w:r>
      <w:r>
        <w:rPr>
          <w:rtl/>
        </w:rPr>
        <w:t xml:space="preserve"> فمن أوصافه التي وصفه بها</w:t>
      </w:r>
    </w:p>
    <w:p w:rsidR="002B49A5" w:rsidRDefault="002B49A5" w:rsidP="002B49A5">
      <w:pPr>
        <w:pStyle w:val="libNormal"/>
      </w:pPr>
      <w:r>
        <w:rPr>
          <w:rtl/>
        </w:rPr>
        <w:br w:type="page"/>
      </w:r>
    </w:p>
    <w:p w:rsidR="002B49A5" w:rsidRDefault="002B49A5" w:rsidP="00E15F1F">
      <w:pPr>
        <w:pStyle w:val="libNormal0"/>
        <w:rPr>
          <w:rtl/>
        </w:rPr>
      </w:pPr>
      <w:r>
        <w:rPr>
          <w:rtl/>
        </w:rPr>
        <w:lastRenderedPageBreak/>
        <w:t>الكاتب الأموي أبو الفرج الأصبهاني</w:t>
      </w:r>
      <w:r w:rsidR="00364168">
        <w:rPr>
          <w:rtl/>
        </w:rPr>
        <w:t>،</w:t>
      </w:r>
      <w:r>
        <w:rPr>
          <w:rtl/>
        </w:rPr>
        <w:t xml:space="preserve"> إنّه كان رجلاً فارساً شجاعاً</w:t>
      </w:r>
      <w:r w:rsidR="00364168">
        <w:rPr>
          <w:rtl/>
        </w:rPr>
        <w:t>،</w:t>
      </w:r>
      <w:r>
        <w:rPr>
          <w:rtl/>
        </w:rPr>
        <w:t xml:space="preserve"> شديد البدن</w:t>
      </w:r>
      <w:r w:rsidR="00364168">
        <w:rPr>
          <w:rtl/>
        </w:rPr>
        <w:t>،</w:t>
      </w:r>
      <w:r>
        <w:rPr>
          <w:rtl/>
        </w:rPr>
        <w:t xml:space="preserve"> مجتمع القلب</w:t>
      </w:r>
      <w:r w:rsidR="00364168">
        <w:rPr>
          <w:rtl/>
        </w:rPr>
        <w:t>،</w:t>
      </w:r>
      <w:r>
        <w:rPr>
          <w:rtl/>
        </w:rPr>
        <w:t xml:space="preserve"> بعيداً عن رهق الشباب وما يعاب به مثله</w:t>
      </w:r>
      <w:r w:rsidR="00364168">
        <w:rPr>
          <w:rtl/>
        </w:rPr>
        <w:t>.</w:t>
      </w:r>
    </w:p>
    <w:p w:rsidR="002B49A5" w:rsidRDefault="002B49A5" w:rsidP="002B49A5">
      <w:pPr>
        <w:pStyle w:val="libNormal"/>
        <w:rPr>
          <w:rtl/>
        </w:rPr>
      </w:pPr>
      <w:r>
        <w:rPr>
          <w:rtl/>
        </w:rPr>
        <w:t>وممّا روي عنه</w:t>
      </w:r>
      <w:r w:rsidR="00364168">
        <w:rPr>
          <w:rtl/>
        </w:rPr>
        <w:t>:</w:t>
      </w:r>
      <w:r>
        <w:rPr>
          <w:rtl/>
        </w:rPr>
        <w:t xml:space="preserve"> أنّه كان مُقيماً ببغداد</w:t>
      </w:r>
      <w:r w:rsidR="00364168">
        <w:rPr>
          <w:rtl/>
        </w:rPr>
        <w:t>،</w:t>
      </w:r>
      <w:r>
        <w:rPr>
          <w:rtl/>
        </w:rPr>
        <w:t xml:space="preserve"> وكان له عمود حديد ثقيل يكون معه في منزله</w:t>
      </w:r>
      <w:r w:rsidR="00364168">
        <w:rPr>
          <w:rtl/>
        </w:rPr>
        <w:t>،</w:t>
      </w:r>
      <w:r>
        <w:rPr>
          <w:rtl/>
        </w:rPr>
        <w:t xml:space="preserve"> وربما سخط على العبد أو الأمة من حشمه</w:t>
      </w:r>
      <w:r w:rsidR="008F60AE">
        <w:rPr>
          <w:rtl/>
        </w:rPr>
        <w:t xml:space="preserve"> ...</w:t>
      </w:r>
      <w:r>
        <w:rPr>
          <w:rtl/>
        </w:rPr>
        <w:t xml:space="preserve"> فيلوي العمود في عنقه فلا يقدر أحد أن يحلّه عنه حتّى يحلّه يحيى </w:t>
      </w:r>
      <w:r w:rsidR="00D444F9" w:rsidRPr="00D444F9">
        <w:rPr>
          <w:rStyle w:val="libAlaemChar"/>
          <w:rtl/>
        </w:rPr>
        <w:t>رضي‌الله‌عنه</w:t>
      </w:r>
      <w:r w:rsidR="00364168">
        <w:rPr>
          <w:rtl/>
        </w:rPr>
        <w:t>،</w:t>
      </w:r>
      <w:r w:rsidR="00E15F1F">
        <w:rPr>
          <w:rtl/>
        </w:rPr>
        <w:t xml:space="preserve"> ولم</w:t>
      </w:r>
      <w:r>
        <w:rPr>
          <w:rtl/>
        </w:rPr>
        <w:t>ا ضايقه الاُمراء وضنوا عليه بجرايته في بيت المال</w:t>
      </w:r>
      <w:r w:rsidR="00364168">
        <w:rPr>
          <w:rtl/>
        </w:rPr>
        <w:t>،</w:t>
      </w:r>
      <w:r>
        <w:rPr>
          <w:rtl/>
        </w:rPr>
        <w:t xml:space="preserve"> كان يجوع ويعرض عليه الطعام فيأباه ويقول</w:t>
      </w:r>
      <w:r w:rsidR="00364168">
        <w:rPr>
          <w:rtl/>
        </w:rPr>
        <w:t>:</w:t>
      </w:r>
      <w:r>
        <w:rPr>
          <w:rtl/>
        </w:rPr>
        <w:t xml:space="preserve"> إن عشنا أكلنا</w:t>
      </w:r>
      <w:r w:rsidR="00364168">
        <w:rPr>
          <w:rtl/>
        </w:rPr>
        <w:t>.</w:t>
      </w:r>
    </w:p>
    <w:p w:rsidR="002B49A5" w:rsidRDefault="002B49A5" w:rsidP="002B49A5">
      <w:pPr>
        <w:pStyle w:val="libNormal"/>
        <w:rPr>
          <w:rtl/>
        </w:rPr>
      </w:pPr>
      <w:r>
        <w:rPr>
          <w:rtl/>
        </w:rPr>
        <w:t>ثمّ ثار وبلغت أنباء ثورته بغداد</w:t>
      </w:r>
      <w:r w:rsidR="00364168">
        <w:rPr>
          <w:rtl/>
        </w:rPr>
        <w:t>،</w:t>
      </w:r>
      <w:r>
        <w:rPr>
          <w:rtl/>
        </w:rPr>
        <w:t xml:space="preserve"> فأقبلت عليهم الجموع المحشودة لقتاله</w:t>
      </w:r>
      <w:r w:rsidR="00364168">
        <w:rPr>
          <w:rtl/>
        </w:rPr>
        <w:t>،</w:t>
      </w:r>
      <w:r>
        <w:rPr>
          <w:rtl/>
        </w:rPr>
        <w:t xml:space="preserve"> وأسرع إليه بعض الأعراب فصاح به</w:t>
      </w:r>
      <w:r w:rsidR="00364168">
        <w:rPr>
          <w:rtl/>
        </w:rPr>
        <w:t>:</w:t>
      </w:r>
      <w:r>
        <w:rPr>
          <w:rtl/>
        </w:rPr>
        <w:t xml:space="preserve"> أيّها الرّجل</w:t>
      </w:r>
      <w:r w:rsidR="00364168">
        <w:rPr>
          <w:rtl/>
        </w:rPr>
        <w:t>،</w:t>
      </w:r>
      <w:r>
        <w:rPr>
          <w:rtl/>
        </w:rPr>
        <w:t xml:space="preserve"> أنت مخدوع</w:t>
      </w:r>
      <w:r w:rsidR="008F60AE">
        <w:rPr>
          <w:rtl/>
        </w:rPr>
        <w:t xml:space="preserve"> ...</w:t>
      </w:r>
      <w:r>
        <w:rPr>
          <w:rtl/>
        </w:rPr>
        <w:t xml:space="preserve"> هذه الخيل قد أقبلت</w:t>
      </w:r>
      <w:r w:rsidR="008F60AE">
        <w:rPr>
          <w:rtl/>
        </w:rPr>
        <w:t xml:space="preserve"> ...</w:t>
      </w:r>
      <w:r>
        <w:rPr>
          <w:rtl/>
        </w:rPr>
        <w:t xml:space="preserve"> فوثب إلى متن فرسه فجال به</w:t>
      </w:r>
      <w:r w:rsidR="00364168">
        <w:rPr>
          <w:rtl/>
        </w:rPr>
        <w:t>،</w:t>
      </w:r>
      <w:r>
        <w:rPr>
          <w:rtl/>
        </w:rPr>
        <w:t xml:space="preserve"> وحمل على قائد القوم فضربه ضربة بسيفه على وجهه</w:t>
      </w:r>
      <w:r w:rsidR="008F60AE">
        <w:rPr>
          <w:rtl/>
        </w:rPr>
        <w:t xml:space="preserve"> ...</w:t>
      </w:r>
      <w:r>
        <w:rPr>
          <w:rtl/>
        </w:rPr>
        <w:t xml:space="preserve"> فولّى منهزماً وتبعه أصحابه</w:t>
      </w:r>
      <w:r w:rsidR="00364168">
        <w:rPr>
          <w:rtl/>
        </w:rPr>
        <w:t>،</w:t>
      </w:r>
      <w:r>
        <w:rPr>
          <w:rtl/>
        </w:rPr>
        <w:t xml:space="preserve"> فجلس معهم ساعة وهو لا يُبالي ما يكون</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w:t>
      </w:r>
      <w:r w:rsidR="009A226F">
        <w:rPr>
          <w:rtl/>
        </w:rPr>
        <w:t>لم</w:t>
      </w:r>
      <w:r>
        <w:rPr>
          <w:rtl/>
        </w:rPr>
        <w:t>ا تكاثرت عليه الجموع وقُتل بعد ذلك</w:t>
      </w:r>
      <w:r w:rsidR="00364168">
        <w:rPr>
          <w:rtl/>
        </w:rPr>
        <w:t>،</w:t>
      </w:r>
      <w:r>
        <w:rPr>
          <w:rtl/>
        </w:rPr>
        <w:t xml:space="preserve"> اتّهم النّاس صاحبه الهيضم العجلي إنّه كان مدسوساً عليه</w:t>
      </w:r>
      <w:r w:rsidR="00364168">
        <w:rPr>
          <w:rtl/>
        </w:rPr>
        <w:t>،</w:t>
      </w:r>
      <w:r>
        <w:rPr>
          <w:rtl/>
        </w:rPr>
        <w:t xml:space="preserve"> وإنّه غرّر به لينكص عنه عند احتدام القتال</w:t>
      </w:r>
      <w:r w:rsidR="00364168">
        <w:rPr>
          <w:rtl/>
        </w:rPr>
        <w:t>.</w:t>
      </w:r>
      <w:r>
        <w:rPr>
          <w:rtl/>
        </w:rPr>
        <w:t xml:space="preserve"> فأقسم الرّجل بالطلاق إنّه لم يكن له في الهزيمة صنع مدبّر</w:t>
      </w:r>
      <w:r w:rsidR="008F60AE">
        <w:rPr>
          <w:rtl/>
        </w:rPr>
        <w:t xml:space="preserve"> ...</w:t>
      </w:r>
      <w:r>
        <w:rPr>
          <w:rtl/>
        </w:rPr>
        <w:t xml:space="preserve"> قال</w:t>
      </w:r>
      <w:r w:rsidR="00364168">
        <w:rPr>
          <w:rtl/>
        </w:rPr>
        <w:t>:</w:t>
      </w:r>
      <w:r>
        <w:rPr>
          <w:rtl/>
        </w:rPr>
        <w:t xml:space="preserve"> وإنّما كان يحيى يحمل وحده ويرجع</w:t>
      </w:r>
      <w:r w:rsidR="00364168">
        <w:rPr>
          <w:rtl/>
        </w:rPr>
        <w:t>،</w:t>
      </w:r>
      <w:r>
        <w:rPr>
          <w:rtl/>
        </w:rPr>
        <w:t xml:space="preserve"> فنهيته عن ذلك فلم يقبل</w:t>
      </w:r>
      <w:r w:rsidR="008F60AE">
        <w:rPr>
          <w:rtl/>
        </w:rPr>
        <w:t xml:space="preserve"> ...</w:t>
      </w:r>
      <w:r>
        <w:rPr>
          <w:rtl/>
        </w:rPr>
        <w:t xml:space="preserve"> وحمل</w:t>
      </w:r>
    </w:p>
    <w:p w:rsidR="002B49A5" w:rsidRDefault="002B49A5" w:rsidP="002B49A5">
      <w:pPr>
        <w:pStyle w:val="libNormal"/>
      </w:pPr>
      <w:r>
        <w:rPr>
          <w:rtl/>
        </w:rPr>
        <w:br w:type="page"/>
      </w:r>
    </w:p>
    <w:p w:rsidR="002B49A5" w:rsidRDefault="002B49A5" w:rsidP="00E15F1F">
      <w:pPr>
        <w:pStyle w:val="libNormal0"/>
        <w:rPr>
          <w:rtl/>
        </w:rPr>
      </w:pPr>
      <w:r>
        <w:rPr>
          <w:rtl/>
        </w:rPr>
        <w:lastRenderedPageBreak/>
        <w:t>مرّة كما كان يفعل</w:t>
      </w:r>
      <w:r w:rsidR="00364168">
        <w:rPr>
          <w:rtl/>
        </w:rPr>
        <w:t>،</w:t>
      </w:r>
      <w:r>
        <w:rPr>
          <w:rtl/>
        </w:rPr>
        <w:t xml:space="preserve"> فبصرت عيني به وقد صرع في وسط عسكرهم</w:t>
      </w:r>
      <w:r w:rsidR="00364168">
        <w:rPr>
          <w:rtl/>
        </w:rPr>
        <w:t>،</w:t>
      </w:r>
      <w:r>
        <w:rPr>
          <w:rtl/>
        </w:rPr>
        <w:t xml:space="preserve"> فلمّا رأيته قُتل انصرفت بأصحابي</w:t>
      </w:r>
      <w:r w:rsidR="00364168">
        <w:rPr>
          <w:rtl/>
        </w:rPr>
        <w:t>.</w:t>
      </w:r>
    </w:p>
    <w:p w:rsidR="002B49A5" w:rsidRDefault="002B49A5" w:rsidP="002B49A5">
      <w:pPr>
        <w:pStyle w:val="libNormal"/>
        <w:rPr>
          <w:rtl/>
        </w:rPr>
      </w:pPr>
      <w:r>
        <w:rPr>
          <w:rtl/>
        </w:rPr>
        <w:t>ويحيى الشّهيد هذا هو الذي قال ابن الرّومي جيميته المشهورة في وصف قتاله ومقتله</w:t>
      </w:r>
      <w:r w:rsidR="00364168">
        <w:rPr>
          <w:rtl/>
        </w:rPr>
        <w:t>،</w:t>
      </w:r>
      <w:r>
        <w:rPr>
          <w:rtl/>
        </w:rPr>
        <w:t xml:space="preserve"> وهي طويلة منها قوله يخاطب اُمراء زمانه</w:t>
      </w:r>
      <w:r w:rsidR="00364168">
        <w:rPr>
          <w:rtl/>
        </w:rPr>
        <w:t>:</w:t>
      </w:r>
    </w:p>
    <w:tbl>
      <w:tblPr>
        <w:tblStyle w:val="TableGrid"/>
        <w:bidiVisual/>
        <w:tblW w:w="4562" w:type="pct"/>
        <w:tblInd w:w="384" w:type="dxa"/>
        <w:tblLook w:val="01E0"/>
      </w:tblPr>
      <w:tblGrid>
        <w:gridCol w:w="3345"/>
        <w:gridCol w:w="269"/>
        <w:gridCol w:w="3308"/>
      </w:tblGrid>
      <w:tr w:rsidR="00E15F1F" w:rsidTr="00E15F1F">
        <w:trPr>
          <w:trHeight w:val="350"/>
        </w:trPr>
        <w:tc>
          <w:tcPr>
            <w:tcW w:w="3345" w:type="dxa"/>
            <w:shd w:val="clear" w:color="auto" w:fill="auto"/>
          </w:tcPr>
          <w:p w:rsidR="00E15F1F" w:rsidRDefault="00E15F1F" w:rsidP="00897AE1">
            <w:pPr>
              <w:pStyle w:val="libPoem"/>
            </w:pPr>
            <w:r w:rsidRPr="008F60AE">
              <w:rPr>
                <w:rStyle w:val="libPoemChar"/>
                <w:rtl/>
              </w:rPr>
              <w:t>فـلوْ</w:t>
            </w:r>
            <w:r w:rsidR="00897AE1">
              <w:rPr>
                <w:rStyle w:val="libPoemChar"/>
                <w:rtl/>
              </w:rPr>
              <w:t xml:space="preserve"> </w:t>
            </w:r>
            <w:r w:rsidRPr="008F60AE">
              <w:rPr>
                <w:rStyle w:val="libPoemChar"/>
                <w:rtl/>
              </w:rPr>
              <w:t>شـهدَ</w:t>
            </w:r>
            <w:r w:rsidR="00897AE1">
              <w:rPr>
                <w:rStyle w:val="libPoemChar"/>
                <w:rtl/>
              </w:rPr>
              <w:t xml:space="preserve"> </w:t>
            </w:r>
            <w:r w:rsidRPr="008F60AE">
              <w:rPr>
                <w:rStyle w:val="libPoemChar"/>
                <w:rtl/>
              </w:rPr>
              <w:t>الـهيجَا</w:t>
            </w:r>
            <w:r w:rsidR="00897AE1">
              <w:rPr>
                <w:rStyle w:val="libPoemChar"/>
                <w:rtl/>
              </w:rPr>
              <w:t xml:space="preserve"> </w:t>
            </w:r>
            <w:r w:rsidRPr="008F60AE">
              <w:rPr>
                <w:rStyle w:val="libPoemChar"/>
                <w:rtl/>
              </w:rPr>
              <w:t>بـقلبِ</w:t>
            </w:r>
            <w:r w:rsidR="00897AE1">
              <w:rPr>
                <w:rStyle w:val="libPoemChar"/>
                <w:rtl/>
              </w:rPr>
              <w:t xml:space="preserve"> </w:t>
            </w:r>
            <w:r w:rsidRPr="008F60AE">
              <w:rPr>
                <w:rStyle w:val="libPoemChar"/>
                <w:rtl/>
              </w:rPr>
              <w:t>أبـيكُمُ</w:t>
            </w:r>
            <w:r w:rsidRPr="00725071">
              <w:rPr>
                <w:rStyle w:val="libPoemTiniChar0"/>
                <w:rtl/>
              </w:rPr>
              <w:br/>
              <w:t> </w:t>
            </w:r>
          </w:p>
        </w:tc>
        <w:tc>
          <w:tcPr>
            <w:tcW w:w="269" w:type="dxa"/>
            <w:shd w:val="clear" w:color="auto" w:fill="auto"/>
          </w:tcPr>
          <w:p w:rsidR="00E15F1F" w:rsidRDefault="00E15F1F" w:rsidP="00390D32">
            <w:pPr>
              <w:pStyle w:val="libPoem"/>
              <w:rPr>
                <w:rtl/>
              </w:rPr>
            </w:pPr>
          </w:p>
        </w:tc>
        <w:tc>
          <w:tcPr>
            <w:tcW w:w="3308" w:type="dxa"/>
            <w:shd w:val="clear" w:color="auto" w:fill="auto"/>
          </w:tcPr>
          <w:p w:rsidR="00E15F1F" w:rsidRDefault="00E15F1F" w:rsidP="00897AE1">
            <w:pPr>
              <w:pStyle w:val="libPoem"/>
            </w:pPr>
            <w:r w:rsidRPr="008F60AE">
              <w:rPr>
                <w:rStyle w:val="libPoemChar"/>
                <w:rtl/>
              </w:rPr>
              <w:t>غداةَ</w:t>
            </w:r>
            <w:r w:rsidR="00897AE1">
              <w:rPr>
                <w:rStyle w:val="libPoemChar"/>
                <w:rtl/>
              </w:rPr>
              <w:t xml:space="preserve"> </w:t>
            </w:r>
            <w:r w:rsidRPr="008F60AE">
              <w:rPr>
                <w:rStyle w:val="libPoemChar"/>
                <w:rtl/>
              </w:rPr>
              <w:t>التقى</w:t>
            </w:r>
            <w:r w:rsidR="00897AE1">
              <w:rPr>
                <w:rStyle w:val="libPoemChar"/>
                <w:rtl/>
              </w:rPr>
              <w:t xml:space="preserve"> </w:t>
            </w:r>
            <w:r w:rsidRPr="008F60AE">
              <w:rPr>
                <w:rStyle w:val="libPoemChar"/>
                <w:rtl/>
              </w:rPr>
              <w:t>الجمعان</w:t>
            </w:r>
            <w:r w:rsidR="00897AE1">
              <w:rPr>
                <w:rStyle w:val="libPoemChar"/>
                <w:rtl/>
              </w:rPr>
              <w:t xml:space="preserve"> </w:t>
            </w:r>
            <w:r w:rsidRPr="008F60AE">
              <w:rPr>
                <w:rStyle w:val="libPoemChar"/>
                <w:rtl/>
              </w:rPr>
              <w:t>والخيلُ</w:t>
            </w:r>
            <w:r w:rsidR="00897AE1">
              <w:rPr>
                <w:rStyle w:val="libPoemChar"/>
                <w:rtl/>
              </w:rPr>
              <w:t xml:space="preserve"> </w:t>
            </w:r>
            <w:r w:rsidRPr="008F60AE">
              <w:rPr>
                <w:rStyle w:val="libPoemChar"/>
                <w:rtl/>
              </w:rPr>
              <w:t>تَمعجُ</w:t>
            </w:r>
            <w:r w:rsidRPr="008F60AE">
              <w:rPr>
                <w:rStyle w:val="libFootnotenumChar"/>
                <w:rtl/>
              </w:rPr>
              <w:t>(1)</w:t>
            </w:r>
            <w:r w:rsidRPr="00725071">
              <w:rPr>
                <w:rStyle w:val="libPoemTiniChar0"/>
                <w:rtl/>
              </w:rPr>
              <w:br/>
              <w:t> </w:t>
            </w:r>
          </w:p>
        </w:tc>
      </w:tr>
      <w:tr w:rsidR="00E15F1F" w:rsidTr="00E15F1F">
        <w:tblPrEx>
          <w:tblLook w:val="04A0"/>
        </w:tblPrEx>
        <w:trPr>
          <w:trHeight w:val="350"/>
        </w:trPr>
        <w:tc>
          <w:tcPr>
            <w:tcW w:w="3345" w:type="dxa"/>
          </w:tcPr>
          <w:p w:rsidR="00E15F1F" w:rsidRDefault="00E15F1F" w:rsidP="00390D32">
            <w:pPr>
              <w:pStyle w:val="libPoem"/>
            </w:pPr>
            <w:r w:rsidRPr="008F60AE">
              <w:rPr>
                <w:rStyle w:val="libPoemChar"/>
                <w:rtl/>
              </w:rPr>
              <w:t>لأعـطى</w:t>
            </w:r>
            <w:r w:rsidR="00897AE1">
              <w:rPr>
                <w:rStyle w:val="libPoemChar"/>
                <w:rtl/>
              </w:rPr>
              <w:t xml:space="preserve"> </w:t>
            </w:r>
            <w:r w:rsidRPr="008F60AE">
              <w:rPr>
                <w:rStyle w:val="libPoemChar"/>
                <w:rtl/>
              </w:rPr>
              <w:t>يـدَ</w:t>
            </w:r>
            <w:r w:rsidR="00897AE1">
              <w:rPr>
                <w:rStyle w:val="libPoemChar"/>
                <w:rtl/>
              </w:rPr>
              <w:t xml:space="preserve"> </w:t>
            </w:r>
            <w:r w:rsidRPr="008F60AE">
              <w:rPr>
                <w:rStyle w:val="libPoemChar"/>
                <w:rtl/>
              </w:rPr>
              <w:t>الـعاني</w:t>
            </w:r>
            <w:r w:rsidR="00897AE1">
              <w:rPr>
                <w:rStyle w:val="libPoemChar"/>
                <w:rtl/>
              </w:rPr>
              <w:t xml:space="preserve"> </w:t>
            </w:r>
            <w:r w:rsidRPr="008F60AE">
              <w:rPr>
                <w:rStyle w:val="libPoemChar"/>
                <w:rtl/>
              </w:rPr>
              <w:t>أو</w:t>
            </w:r>
            <w:r w:rsidR="00897AE1">
              <w:rPr>
                <w:rStyle w:val="libPoemChar"/>
                <w:rtl/>
              </w:rPr>
              <w:t xml:space="preserve"> </w:t>
            </w:r>
            <w:r w:rsidRPr="008F60AE">
              <w:rPr>
                <w:rStyle w:val="libPoemChar"/>
                <w:rtl/>
              </w:rPr>
              <w:t>ارتدَّ</w:t>
            </w:r>
            <w:r w:rsidR="00897AE1">
              <w:rPr>
                <w:rStyle w:val="libPoemChar"/>
                <w:rtl/>
              </w:rPr>
              <w:t xml:space="preserve"> </w:t>
            </w:r>
            <w:r w:rsidRPr="008F60AE">
              <w:rPr>
                <w:rStyle w:val="libPoemChar"/>
                <w:rtl/>
              </w:rPr>
              <w:t>هارباً</w:t>
            </w:r>
            <w:r w:rsidRPr="00725071">
              <w:rPr>
                <w:rStyle w:val="libPoemTiniChar0"/>
                <w:rtl/>
              </w:rPr>
              <w:br/>
              <w:t> </w:t>
            </w:r>
          </w:p>
        </w:tc>
        <w:tc>
          <w:tcPr>
            <w:tcW w:w="269" w:type="dxa"/>
          </w:tcPr>
          <w:p w:rsidR="00E15F1F" w:rsidRDefault="00E15F1F" w:rsidP="00390D32">
            <w:pPr>
              <w:pStyle w:val="libPoem"/>
              <w:rPr>
                <w:rtl/>
              </w:rPr>
            </w:pPr>
          </w:p>
        </w:tc>
        <w:tc>
          <w:tcPr>
            <w:tcW w:w="3308" w:type="dxa"/>
          </w:tcPr>
          <w:p w:rsidR="00E15F1F" w:rsidRDefault="00E15F1F" w:rsidP="00897AE1">
            <w:pPr>
              <w:pStyle w:val="libPoem"/>
            </w:pPr>
            <w:r w:rsidRPr="008F60AE">
              <w:rPr>
                <w:rStyle w:val="libPoemChar"/>
                <w:rtl/>
              </w:rPr>
              <w:t>كـما</w:t>
            </w:r>
            <w:r w:rsidR="00897AE1">
              <w:rPr>
                <w:rStyle w:val="libPoemChar"/>
                <w:rtl/>
              </w:rPr>
              <w:t xml:space="preserve"> </w:t>
            </w:r>
            <w:r w:rsidRPr="008F60AE">
              <w:rPr>
                <w:rStyle w:val="libPoemChar"/>
                <w:rtl/>
              </w:rPr>
              <w:t>ارتـدَّ</w:t>
            </w:r>
            <w:r w:rsidR="00897AE1">
              <w:rPr>
                <w:rStyle w:val="libPoemChar"/>
                <w:rtl/>
              </w:rPr>
              <w:t xml:space="preserve"> </w:t>
            </w:r>
            <w:r w:rsidRPr="008F60AE">
              <w:rPr>
                <w:rStyle w:val="libPoemChar"/>
                <w:rtl/>
              </w:rPr>
              <w:t>بالقاعِ</w:t>
            </w:r>
            <w:r w:rsidR="00897AE1">
              <w:rPr>
                <w:rStyle w:val="libPoemChar"/>
                <w:rtl/>
              </w:rPr>
              <w:t xml:space="preserve"> </w:t>
            </w:r>
            <w:r w:rsidRPr="008F60AE">
              <w:rPr>
                <w:rStyle w:val="libPoemChar"/>
                <w:rtl/>
              </w:rPr>
              <w:t>الظليمُ</w:t>
            </w:r>
            <w:r w:rsidRPr="008F60AE">
              <w:rPr>
                <w:rStyle w:val="libFootnotenumChar"/>
                <w:rtl/>
              </w:rPr>
              <w:t>(2)</w:t>
            </w:r>
            <w:r w:rsidR="00897AE1">
              <w:rPr>
                <w:rStyle w:val="libPoemChar"/>
                <w:rtl/>
              </w:rPr>
              <w:t xml:space="preserve"> </w:t>
            </w:r>
            <w:r>
              <w:rPr>
                <w:rStyle w:val="libPoemChar"/>
                <w:rtl/>
              </w:rPr>
              <w:t>الم</w:t>
            </w:r>
            <w:r w:rsidRPr="008F60AE">
              <w:rPr>
                <w:rStyle w:val="libPoemChar"/>
                <w:rtl/>
              </w:rPr>
              <w:t>هيّجُ</w:t>
            </w:r>
            <w:r w:rsidRPr="00725071">
              <w:rPr>
                <w:rStyle w:val="libPoemTiniChar0"/>
                <w:rtl/>
              </w:rPr>
              <w:br/>
              <w:t> </w:t>
            </w:r>
          </w:p>
        </w:tc>
      </w:tr>
      <w:tr w:rsidR="00E15F1F" w:rsidTr="00E15F1F">
        <w:tblPrEx>
          <w:tblLook w:val="04A0"/>
        </w:tblPrEx>
        <w:trPr>
          <w:trHeight w:val="350"/>
        </w:trPr>
        <w:tc>
          <w:tcPr>
            <w:tcW w:w="3345" w:type="dxa"/>
          </w:tcPr>
          <w:p w:rsidR="00E15F1F" w:rsidRDefault="00E15F1F" w:rsidP="00897AE1">
            <w:pPr>
              <w:pStyle w:val="libPoem"/>
            </w:pPr>
            <w:r w:rsidRPr="008F60AE">
              <w:rPr>
                <w:rStyle w:val="libPoemChar"/>
                <w:rtl/>
              </w:rPr>
              <w:t>ولـكـنّهُ</w:t>
            </w:r>
            <w:r w:rsidR="00897AE1">
              <w:rPr>
                <w:rStyle w:val="libPoemChar"/>
                <w:rtl/>
              </w:rPr>
              <w:t xml:space="preserve"> </w:t>
            </w:r>
            <w:r w:rsidRPr="008F60AE">
              <w:rPr>
                <w:rStyle w:val="libPoemChar"/>
                <w:rtl/>
              </w:rPr>
              <w:t>مـا</w:t>
            </w:r>
            <w:r w:rsidR="00897AE1">
              <w:rPr>
                <w:rStyle w:val="libPoemChar"/>
                <w:rtl/>
              </w:rPr>
              <w:t xml:space="preserve"> </w:t>
            </w:r>
            <w:r w:rsidRPr="008F60AE">
              <w:rPr>
                <w:rStyle w:val="libPoemChar"/>
                <w:rtl/>
              </w:rPr>
              <w:t>زال</w:t>
            </w:r>
            <w:r w:rsidR="00897AE1">
              <w:rPr>
                <w:rStyle w:val="libPoemChar"/>
                <w:rtl/>
              </w:rPr>
              <w:t xml:space="preserve"> </w:t>
            </w:r>
            <w:r w:rsidRPr="008F60AE">
              <w:rPr>
                <w:rStyle w:val="libPoemChar"/>
                <w:rtl/>
              </w:rPr>
              <w:t>يـغشى</w:t>
            </w:r>
            <w:r w:rsidR="00897AE1">
              <w:rPr>
                <w:rStyle w:val="libPoemChar"/>
                <w:rtl/>
              </w:rPr>
              <w:t xml:space="preserve"> </w:t>
            </w:r>
            <w:r w:rsidRPr="008F60AE">
              <w:rPr>
                <w:rStyle w:val="libPoemChar"/>
                <w:rtl/>
              </w:rPr>
              <w:t>بـنحرهِ</w:t>
            </w:r>
            <w:r w:rsidRPr="00725071">
              <w:rPr>
                <w:rStyle w:val="libPoemTiniChar0"/>
                <w:rtl/>
              </w:rPr>
              <w:br/>
              <w:t> </w:t>
            </w:r>
          </w:p>
        </w:tc>
        <w:tc>
          <w:tcPr>
            <w:tcW w:w="269" w:type="dxa"/>
          </w:tcPr>
          <w:p w:rsidR="00E15F1F" w:rsidRDefault="00E15F1F" w:rsidP="00390D32">
            <w:pPr>
              <w:pStyle w:val="libPoem"/>
              <w:rPr>
                <w:rtl/>
              </w:rPr>
            </w:pPr>
          </w:p>
        </w:tc>
        <w:tc>
          <w:tcPr>
            <w:tcW w:w="3308" w:type="dxa"/>
          </w:tcPr>
          <w:p w:rsidR="00E15F1F" w:rsidRDefault="00E15F1F" w:rsidP="00390D32">
            <w:pPr>
              <w:pStyle w:val="libPoem"/>
            </w:pPr>
            <w:r w:rsidRPr="008F60AE">
              <w:rPr>
                <w:rStyle w:val="libPoemChar"/>
                <w:rtl/>
              </w:rPr>
              <w:t>شبا</w:t>
            </w:r>
            <w:r w:rsidR="00897AE1">
              <w:rPr>
                <w:rStyle w:val="libPoemChar"/>
                <w:rtl/>
              </w:rPr>
              <w:t xml:space="preserve"> </w:t>
            </w:r>
            <w:r w:rsidRPr="008F60AE">
              <w:rPr>
                <w:rStyle w:val="libPoemChar"/>
                <w:rtl/>
              </w:rPr>
              <w:t>الحربِ</w:t>
            </w:r>
            <w:r w:rsidR="00897AE1">
              <w:rPr>
                <w:rStyle w:val="libPoemChar"/>
                <w:rtl/>
              </w:rPr>
              <w:t xml:space="preserve"> </w:t>
            </w:r>
            <w:r w:rsidRPr="008F60AE">
              <w:rPr>
                <w:rStyle w:val="libPoemChar"/>
                <w:rtl/>
              </w:rPr>
              <w:t>حتّى</w:t>
            </w:r>
            <w:r w:rsidR="00897AE1">
              <w:rPr>
                <w:rStyle w:val="libPoemChar"/>
                <w:rtl/>
              </w:rPr>
              <w:t xml:space="preserve"> </w:t>
            </w:r>
            <w:r w:rsidRPr="008F60AE">
              <w:rPr>
                <w:rStyle w:val="libPoemChar"/>
                <w:rtl/>
              </w:rPr>
              <w:t>قال</w:t>
            </w:r>
            <w:r w:rsidR="00897AE1">
              <w:rPr>
                <w:rStyle w:val="libPoemChar"/>
                <w:rtl/>
              </w:rPr>
              <w:t xml:space="preserve"> </w:t>
            </w:r>
            <w:r w:rsidRPr="008F60AE">
              <w:rPr>
                <w:rStyle w:val="libPoemChar"/>
                <w:rtl/>
              </w:rPr>
              <w:t>ذو</w:t>
            </w:r>
            <w:r w:rsidR="00897AE1">
              <w:rPr>
                <w:rStyle w:val="libPoemChar"/>
                <w:rtl/>
              </w:rPr>
              <w:t xml:space="preserve"> </w:t>
            </w:r>
            <w:r w:rsidRPr="008F60AE">
              <w:rPr>
                <w:rStyle w:val="libPoemChar"/>
                <w:rtl/>
              </w:rPr>
              <w:t>الجهلِ</w:t>
            </w:r>
            <w:r w:rsidR="00897AE1">
              <w:rPr>
                <w:rStyle w:val="libPoemChar"/>
                <w:rtl/>
              </w:rPr>
              <w:t xml:space="preserve"> </w:t>
            </w:r>
            <w:r w:rsidRPr="008F60AE">
              <w:rPr>
                <w:rStyle w:val="libPoemChar"/>
                <w:rtl/>
              </w:rPr>
              <w:t>أهوجُ</w:t>
            </w:r>
            <w:r w:rsidRPr="00725071">
              <w:rPr>
                <w:rStyle w:val="libPoemTiniChar0"/>
                <w:rtl/>
              </w:rPr>
              <w:br/>
              <w:t> </w:t>
            </w:r>
          </w:p>
        </w:tc>
      </w:tr>
      <w:tr w:rsidR="00E15F1F" w:rsidTr="00E15F1F">
        <w:tblPrEx>
          <w:tblLook w:val="04A0"/>
        </w:tblPrEx>
        <w:trPr>
          <w:trHeight w:val="350"/>
        </w:trPr>
        <w:tc>
          <w:tcPr>
            <w:tcW w:w="3345" w:type="dxa"/>
          </w:tcPr>
          <w:p w:rsidR="00E15F1F" w:rsidRDefault="00E15F1F" w:rsidP="00897AE1">
            <w:pPr>
              <w:pStyle w:val="libPoem"/>
            </w:pPr>
            <w:r w:rsidRPr="008F60AE">
              <w:rPr>
                <w:rStyle w:val="libPoemChar"/>
                <w:rtl/>
              </w:rPr>
              <w:t>وحـاشى</w:t>
            </w:r>
            <w:r w:rsidR="00897AE1">
              <w:rPr>
                <w:rStyle w:val="libPoemChar"/>
                <w:rtl/>
              </w:rPr>
              <w:t xml:space="preserve"> </w:t>
            </w:r>
            <w:r w:rsidRPr="008F60AE">
              <w:rPr>
                <w:rStyle w:val="libPoemChar"/>
                <w:rtl/>
              </w:rPr>
              <w:t>لـهُ</w:t>
            </w:r>
            <w:r w:rsidR="00897AE1">
              <w:rPr>
                <w:rStyle w:val="libPoemChar"/>
                <w:rtl/>
              </w:rPr>
              <w:t xml:space="preserve"> </w:t>
            </w:r>
            <w:r w:rsidRPr="008F60AE">
              <w:rPr>
                <w:rStyle w:val="libPoemChar"/>
                <w:rtl/>
              </w:rPr>
              <w:t>مِـن</w:t>
            </w:r>
            <w:r w:rsidR="00897AE1">
              <w:rPr>
                <w:rStyle w:val="libPoemChar"/>
                <w:rtl/>
              </w:rPr>
              <w:t xml:space="preserve"> </w:t>
            </w:r>
            <w:r w:rsidRPr="008F60AE">
              <w:rPr>
                <w:rStyle w:val="libPoemChar"/>
                <w:rtl/>
              </w:rPr>
              <w:t>تـلكُمُ</w:t>
            </w:r>
            <w:r w:rsidR="00897AE1">
              <w:rPr>
                <w:rStyle w:val="libPoemChar"/>
                <w:rtl/>
              </w:rPr>
              <w:t xml:space="preserve"> </w:t>
            </w:r>
            <w:r w:rsidRPr="008F60AE">
              <w:rPr>
                <w:rStyle w:val="libPoemChar"/>
                <w:rtl/>
              </w:rPr>
              <w:t>غيرَ</w:t>
            </w:r>
            <w:r w:rsidR="00897AE1">
              <w:rPr>
                <w:rStyle w:val="libPoemChar"/>
                <w:rtl/>
              </w:rPr>
              <w:t xml:space="preserve"> </w:t>
            </w:r>
            <w:r w:rsidRPr="008F60AE">
              <w:rPr>
                <w:rStyle w:val="libPoemChar"/>
                <w:rtl/>
              </w:rPr>
              <w:t>أنّهُ</w:t>
            </w:r>
            <w:r w:rsidRPr="00725071">
              <w:rPr>
                <w:rStyle w:val="libPoemTiniChar0"/>
                <w:rtl/>
              </w:rPr>
              <w:br/>
              <w:t> </w:t>
            </w:r>
          </w:p>
        </w:tc>
        <w:tc>
          <w:tcPr>
            <w:tcW w:w="269" w:type="dxa"/>
          </w:tcPr>
          <w:p w:rsidR="00E15F1F" w:rsidRDefault="00E15F1F" w:rsidP="00390D32">
            <w:pPr>
              <w:pStyle w:val="libPoem"/>
              <w:rPr>
                <w:rtl/>
              </w:rPr>
            </w:pPr>
          </w:p>
        </w:tc>
        <w:tc>
          <w:tcPr>
            <w:tcW w:w="3308" w:type="dxa"/>
          </w:tcPr>
          <w:p w:rsidR="00E15F1F" w:rsidRDefault="00E15F1F" w:rsidP="00390D32">
            <w:pPr>
              <w:pStyle w:val="libPoem"/>
            </w:pPr>
            <w:r w:rsidRPr="008F60AE">
              <w:rPr>
                <w:rStyle w:val="libPoemChar"/>
                <w:rtl/>
              </w:rPr>
              <w:t>أبـى</w:t>
            </w:r>
            <w:r w:rsidR="00897AE1">
              <w:rPr>
                <w:rStyle w:val="libPoemChar"/>
                <w:rtl/>
              </w:rPr>
              <w:t xml:space="preserve"> </w:t>
            </w:r>
            <w:r w:rsidRPr="008F60AE">
              <w:rPr>
                <w:rStyle w:val="libPoemChar"/>
                <w:rtl/>
              </w:rPr>
              <w:t>خـطّةَ</w:t>
            </w:r>
            <w:r w:rsidR="00897AE1">
              <w:rPr>
                <w:rStyle w:val="libPoemChar"/>
                <w:rtl/>
              </w:rPr>
              <w:t xml:space="preserve"> </w:t>
            </w:r>
            <w:r w:rsidRPr="008F60AE">
              <w:rPr>
                <w:rStyle w:val="libPoemChar"/>
                <w:rtl/>
              </w:rPr>
              <w:t>الأمـرِ</w:t>
            </w:r>
            <w:r w:rsidR="00897AE1">
              <w:rPr>
                <w:rStyle w:val="libPoemChar"/>
                <w:rtl/>
              </w:rPr>
              <w:t xml:space="preserve"> </w:t>
            </w:r>
            <w:r w:rsidRPr="008F60AE">
              <w:rPr>
                <w:rStyle w:val="libPoemChar"/>
                <w:rtl/>
              </w:rPr>
              <w:t>الذي</w:t>
            </w:r>
            <w:r w:rsidR="00897AE1">
              <w:rPr>
                <w:rStyle w:val="libPoemChar"/>
                <w:rtl/>
              </w:rPr>
              <w:t xml:space="preserve"> </w:t>
            </w:r>
            <w:r w:rsidRPr="008F60AE">
              <w:rPr>
                <w:rStyle w:val="libPoemChar"/>
                <w:rtl/>
              </w:rPr>
              <w:t>هوَ</w:t>
            </w:r>
            <w:r w:rsidR="00897AE1">
              <w:rPr>
                <w:rStyle w:val="libPoemChar"/>
                <w:rtl/>
              </w:rPr>
              <w:t xml:space="preserve"> </w:t>
            </w:r>
            <w:r w:rsidRPr="008F60AE">
              <w:rPr>
                <w:rStyle w:val="libPoemChar"/>
                <w:rtl/>
              </w:rPr>
              <w:t>أسمجُ</w:t>
            </w:r>
            <w:r w:rsidRPr="00725071">
              <w:rPr>
                <w:rStyle w:val="libPoemTiniChar0"/>
                <w:rtl/>
              </w:rPr>
              <w:br/>
              <w:t> </w:t>
            </w:r>
          </w:p>
        </w:tc>
      </w:tr>
      <w:tr w:rsidR="00E15F1F" w:rsidTr="00E15F1F">
        <w:tblPrEx>
          <w:tblLook w:val="04A0"/>
        </w:tblPrEx>
        <w:trPr>
          <w:trHeight w:val="350"/>
        </w:trPr>
        <w:tc>
          <w:tcPr>
            <w:tcW w:w="3345" w:type="dxa"/>
          </w:tcPr>
          <w:p w:rsidR="00E15F1F" w:rsidRDefault="00E15F1F" w:rsidP="00390D32">
            <w:pPr>
              <w:pStyle w:val="libPoem"/>
            </w:pPr>
            <w:r w:rsidRPr="008F60AE">
              <w:rPr>
                <w:rStyle w:val="libPoemChar"/>
                <w:rtl/>
              </w:rPr>
              <w:t>وأيـن</w:t>
            </w:r>
            <w:r w:rsidR="00897AE1">
              <w:rPr>
                <w:rStyle w:val="libPoemChar"/>
                <w:rtl/>
              </w:rPr>
              <w:t xml:space="preserve"> </w:t>
            </w:r>
            <w:r w:rsidRPr="008F60AE">
              <w:rPr>
                <w:rStyle w:val="libPoemChar"/>
                <w:rtl/>
              </w:rPr>
              <w:t>بـهِ</w:t>
            </w:r>
            <w:r w:rsidR="00897AE1">
              <w:rPr>
                <w:rStyle w:val="libPoemChar"/>
                <w:rtl/>
              </w:rPr>
              <w:t xml:space="preserve"> </w:t>
            </w:r>
            <w:r w:rsidRPr="008F60AE">
              <w:rPr>
                <w:rStyle w:val="libPoemChar"/>
                <w:rtl/>
              </w:rPr>
              <w:t>عـن</w:t>
            </w:r>
            <w:r w:rsidR="00897AE1">
              <w:rPr>
                <w:rStyle w:val="libPoemChar"/>
                <w:rtl/>
              </w:rPr>
              <w:t xml:space="preserve"> </w:t>
            </w:r>
            <w:r w:rsidRPr="008F60AE">
              <w:rPr>
                <w:rStyle w:val="libPoemChar"/>
                <w:rtl/>
              </w:rPr>
              <w:t>ذاكَ</w:t>
            </w:r>
            <w:r w:rsidR="00897AE1">
              <w:rPr>
                <w:rStyle w:val="libPoemChar"/>
                <w:rtl/>
              </w:rPr>
              <w:t xml:space="preserve"> </w:t>
            </w:r>
            <w:r w:rsidRPr="008F60AE">
              <w:rPr>
                <w:rStyle w:val="libPoemChar"/>
                <w:rtl/>
              </w:rPr>
              <w:t>لا</w:t>
            </w:r>
            <w:r w:rsidR="00897AE1">
              <w:rPr>
                <w:rStyle w:val="libPoemChar"/>
                <w:rtl/>
              </w:rPr>
              <w:t xml:space="preserve"> </w:t>
            </w:r>
            <w:r w:rsidRPr="008F60AE">
              <w:rPr>
                <w:rStyle w:val="libPoemChar"/>
                <w:rtl/>
              </w:rPr>
              <w:t>أيـن</w:t>
            </w:r>
            <w:r w:rsidR="00897AE1">
              <w:rPr>
                <w:rStyle w:val="libPoemChar"/>
                <w:rtl/>
              </w:rPr>
              <w:t xml:space="preserve"> </w:t>
            </w:r>
            <w:r w:rsidRPr="008F60AE">
              <w:rPr>
                <w:rStyle w:val="libPoemChar"/>
                <w:rtl/>
              </w:rPr>
              <w:t>إنَّـه</w:t>
            </w:r>
            <w:r w:rsidRPr="00725071">
              <w:rPr>
                <w:rStyle w:val="libPoemTiniChar0"/>
                <w:rtl/>
              </w:rPr>
              <w:br/>
              <w:t> </w:t>
            </w:r>
          </w:p>
        </w:tc>
        <w:tc>
          <w:tcPr>
            <w:tcW w:w="269" w:type="dxa"/>
          </w:tcPr>
          <w:p w:rsidR="00E15F1F" w:rsidRDefault="00E15F1F" w:rsidP="00390D32">
            <w:pPr>
              <w:pStyle w:val="libPoem"/>
              <w:rPr>
                <w:rtl/>
              </w:rPr>
            </w:pPr>
          </w:p>
        </w:tc>
        <w:tc>
          <w:tcPr>
            <w:tcW w:w="3308" w:type="dxa"/>
          </w:tcPr>
          <w:p w:rsidR="00E15F1F" w:rsidRDefault="00E15F1F" w:rsidP="00390D32">
            <w:pPr>
              <w:pStyle w:val="libPoem"/>
            </w:pPr>
            <w:r w:rsidRPr="008F60AE">
              <w:rPr>
                <w:rStyle w:val="libPoemChar"/>
                <w:rtl/>
              </w:rPr>
              <w:t>إلـيـه</w:t>
            </w:r>
            <w:r w:rsidR="00897AE1">
              <w:rPr>
                <w:rStyle w:val="libPoemChar"/>
                <w:rtl/>
              </w:rPr>
              <w:t xml:space="preserve"> </w:t>
            </w:r>
            <w:r w:rsidRPr="008F60AE">
              <w:rPr>
                <w:rStyle w:val="libPoemChar"/>
                <w:rtl/>
              </w:rPr>
              <w:t>بـعرقيهِ</w:t>
            </w:r>
            <w:r w:rsidR="00897AE1">
              <w:rPr>
                <w:rStyle w:val="libPoemChar"/>
                <w:rtl/>
              </w:rPr>
              <w:t xml:space="preserve"> </w:t>
            </w:r>
            <w:r w:rsidRPr="008F60AE">
              <w:rPr>
                <w:rStyle w:val="libPoemChar"/>
                <w:rtl/>
              </w:rPr>
              <w:t>الـزّكيّينِ</w:t>
            </w:r>
            <w:r w:rsidR="00897AE1">
              <w:rPr>
                <w:rStyle w:val="libPoemChar"/>
                <w:rtl/>
              </w:rPr>
              <w:t xml:space="preserve"> </w:t>
            </w:r>
            <w:r w:rsidRPr="008F60AE">
              <w:rPr>
                <w:rStyle w:val="libPoemChar"/>
                <w:rtl/>
              </w:rPr>
              <w:t>مـحرَجُ</w:t>
            </w:r>
            <w:r w:rsidRPr="00725071">
              <w:rPr>
                <w:rStyle w:val="libPoemTiniChar0"/>
                <w:rtl/>
              </w:rPr>
              <w:br/>
              <w:t> </w:t>
            </w:r>
          </w:p>
        </w:tc>
      </w:tr>
      <w:tr w:rsidR="00E15F1F" w:rsidTr="00E15F1F">
        <w:tblPrEx>
          <w:tblLook w:val="04A0"/>
        </w:tblPrEx>
        <w:trPr>
          <w:trHeight w:val="350"/>
        </w:trPr>
        <w:tc>
          <w:tcPr>
            <w:tcW w:w="3345" w:type="dxa"/>
          </w:tcPr>
          <w:p w:rsidR="00E15F1F" w:rsidRDefault="00E15F1F" w:rsidP="00390D32">
            <w:pPr>
              <w:pStyle w:val="libPoem"/>
            </w:pPr>
            <w:r w:rsidRPr="008F60AE">
              <w:rPr>
                <w:rStyle w:val="libPoemChar"/>
                <w:rtl/>
              </w:rPr>
              <w:t>كـأنّي</w:t>
            </w:r>
            <w:r w:rsidR="00897AE1">
              <w:rPr>
                <w:rStyle w:val="libPoemChar"/>
                <w:rtl/>
              </w:rPr>
              <w:t xml:space="preserve"> </w:t>
            </w:r>
            <w:r w:rsidRPr="008F60AE">
              <w:rPr>
                <w:rStyle w:val="libPoemChar"/>
                <w:rtl/>
              </w:rPr>
              <w:t>بـهِ</w:t>
            </w:r>
            <w:r w:rsidR="00897AE1">
              <w:rPr>
                <w:rStyle w:val="libPoemChar"/>
                <w:rtl/>
              </w:rPr>
              <w:t xml:space="preserve"> </w:t>
            </w:r>
            <w:r w:rsidRPr="008F60AE">
              <w:rPr>
                <w:rStyle w:val="libPoemChar"/>
                <w:rtl/>
              </w:rPr>
              <w:t>كـالليثِ</w:t>
            </w:r>
            <w:r w:rsidR="00897AE1">
              <w:rPr>
                <w:rStyle w:val="libPoemChar"/>
                <w:rtl/>
              </w:rPr>
              <w:t xml:space="preserve"> </w:t>
            </w:r>
            <w:r w:rsidRPr="008F60AE">
              <w:rPr>
                <w:rStyle w:val="libPoemChar"/>
                <w:rtl/>
              </w:rPr>
              <w:t>يـحمي</w:t>
            </w:r>
            <w:r w:rsidR="00897AE1">
              <w:rPr>
                <w:rStyle w:val="libPoemChar"/>
                <w:rtl/>
              </w:rPr>
              <w:t xml:space="preserve"> </w:t>
            </w:r>
            <w:r w:rsidRPr="008F60AE">
              <w:rPr>
                <w:rStyle w:val="libPoemChar"/>
                <w:rtl/>
              </w:rPr>
              <w:t>عرينَهُ</w:t>
            </w:r>
            <w:r w:rsidRPr="00725071">
              <w:rPr>
                <w:rStyle w:val="libPoemTiniChar0"/>
                <w:rtl/>
              </w:rPr>
              <w:br/>
              <w:t> </w:t>
            </w:r>
          </w:p>
        </w:tc>
        <w:tc>
          <w:tcPr>
            <w:tcW w:w="269" w:type="dxa"/>
          </w:tcPr>
          <w:p w:rsidR="00E15F1F" w:rsidRDefault="00E15F1F" w:rsidP="00390D32">
            <w:pPr>
              <w:pStyle w:val="libPoem"/>
              <w:rPr>
                <w:rtl/>
              </w:rPr>
            </w:pPr>
          </w:p>
        </w:tc>
        <w:tc>
          <w:tcPr>
            <w:tcW w:w="3308" w:type="dxa"/>
          </w:tcPr>
          <w:p w:rsidR="00E15F1F" w:rsidRDefault="00E15F1F" w:rsidP="00390D32">
            <w:pPr>
              <w:pStyle w:val="libPoem"/>
            </w:pPr>
            <w:r w:rsidRPr="008F60AE">
              <w:rPr>
                <w:rStyle w:val="libPoemChar"/>
                <w:rtl/>
              </w:rPr>
              <w:t>وأشـبـالهُ</w:t>
            </w:r>
            <w:r w:rsidR="00897AE1">
              <w:rPr>
                <w:rStyle w:val="libPoemChar"/>
                <w:rtl/>
              </w:rPr>
              <w:t xml:space="preserve"> </w:t>
            </w:r>
            <w:r w:rsidRPr="008F60AE">
              <w:rPr>
                <w:rStyle w:val="libPoemChar"/>
                <w:rtl/>
              </w:rPr>
              <w:t>لا</w:t>
            </w:r>
            <w:r w:rsidR="00897AE1">
              <w:rPr>
                <w:rStyle w:val="libPoemChar"/>
                <w:rtl/>
              </w:rPr>
              <w:t xml:space="preserve"> </w:t>
            </w:r>
            <w:r w:rsidRPr="008F60AE">
              <w:rPr>
                <w:rStyle w:val="libPoemChar"/>
                <w:rtl/>
              </w:rPr>
              <w:t>يـزدهـيهِ</w:t>
            </w:r>
            <w:r w:rsidR="00897AE1">
              <w:rPr>
                <w:rStyle w:val="libPoemChar"/>
                <w:rtl/>
              </w:rPr>
              <w:t xml:space="preserve"> </w:t>
            </w:r>
            <w:r w:rsidRPr="008F60AE">
              <w:rPr>
                <w:rStyle w:val="libPoemChar"/>
                <w:rtl/>
              </w:rPr>
              <w:t>ا</w:t>
            </w:r>
            <w:r w:rsidR="009A226F">
              <w:rPr>
                <w:rStyle w:val="libPoemChar"/>
                <w:rtl/>
              </w:rPr>
              <w:t>لم</w:t>
            </w:r>
            <w:r w:rsidRPr="008F60AE">
              <w:rPr>
                <w:rStyle w:val="libPoemChar"/>
                <w:rtl/>
              </w:rPr>
              <w:t>هجهجُ</w:t>
            </w:r>
            <w:r w:rsidRPr="00725071">
              <w:rPr>
                <w:rStyle w:val="libPoemTiniChar0"/>
                <w:rtl/>
              </w:rPr>
              <w:br/>
              <w:t> </w:t>
            </w:r>
          </w:p>
        </w:tc>
      </w:tr>
    </w:tbl>
    <w:p w:rsidR="002B49A5" w:rsidRDefault="00CA43D1" w:rsidP="00DB04A3">
      <w:pPr>
        <w:pStyle w:val="libLine"/>
        <w:rPr>
          <w:rtl/>
        </w:rPr>
      </w:pPr>
      <w:r>
        <w:rPr>
          <w:rtl/>
        </w:rPr>
        <w:t>____________________</w:t>
      </w:r>
    </w:p>
    <w:p w:rsidR="002B49A5" w:rsidRDefault="002B49A5" w:rsidP="002B49A5">
      <w:pPr>
        <w:pStyle w:val="libFootnote"/>
        <w:rPr>
          <w:rtl/>
        </w:rPr>
      </w:pPr>
      <w:r>
        <w:rPr>
          <w:rtl/>
        </w:rPr>
        <w:t>(1) معج الفرس</w:t>
      </w:r>
      <w:r w:rsidR="00364168">
        <w:rPr>
          <w:rtl/>
        </w:rPr>
        <w:t>:</w:t>
      </w:r>
      <w:r>
        <w:rPr>
          <w:rtl/>
        </w:rPr>
        <w:t xml:space="preserve"> أسرع سيره في سهولة</w:t>
      </w:r>
      <w:r w:rsidR="00364168">
        <w:rPr>
          <w:rtl/>
        </w:rPr>
        <w:t>.</w:t>
      </w:r>
    </w:p>
    <w:p w:rsidR="002B49A5" w:rsidRDefault="002B49A5" w:rsidP="002B49A5">
      <w:pPr>
        <w:pStyle w:val="libFootnote"/>
        <w:rPr>
          <w:rtl/>
        </w:rPr>
      </w:pPr>
      <w:r>
        <w:rPr>
          <w:rtl/>
        </w:rPr>
        <w:t>(2) ذكر النّعام</w:t>
      </w:r>
      <w:r w:rsidR="00364168">
        <w:rPr>
          <w:rtl/>
        </w:rPr>
        <w:t>.</w:t>
      </w:r>
    </w:p>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E15F1F" w:rsidTr="00E15F1F">
        <w:trPr>
          <w:trHeight w:val="350"/>
        </w:trPr>
        <w:tc>
          <w:tcPr>
            <w:tcW w:w="3345" w:type="dxa"/>
          </w:tcPr>
          <w:p w:rsidR="00E15F1F" w:rsidRDefault="00E15F1F" w:rsidP="00897AE1">
            <w:pPr>
              <w:pStyle w:val="libPoem"/>
            </w:pPr>
            <w:r w:rsidRPr="008F60AE">
              <w:rPr>
                <w:rStyle w:val="libPoemChar"/>
                <w:rtl/>
              </w:rPr>
              <w:lastRenderedPageBreak/>
              <w:t>كـدأبِ</w:t>
            </w:r>
            <w:r w:rsidR="00897AE1">
              <w:rPr>
                <w:rStyle w:val="libPoemChar"/>
                <w:rtl/>
              </w:rPr>
              <w:t xml:space="preserve"> </w:t>
            </w:r>
            <w:r w:rsidRPr="008F60AE">
              <w:rPr>
                <w:rStyle w:val="libPoemChar"/>
                <w:rtl/>
              </w:rPr>
              <w:t>عـليٍّ</w:t>
            </w:r>
            <w:r w:rsidR="00897AE1">
              <w:rPr>
                <w:rStyle w:val="libPoemChar"/>
                <w:rtl/>
              </w:rPr>
              <w:t xml:space="preserve"> </w:t>
            </w:r>
            <w:r w:rsidRPr="008F60AE">
              <w:rPr>
                <w:rStyle w:val="libPoemChar"/>
                <w:rtl/>
              </w:rPr>
              <w:t>فـي</w:t>
            </w:r>
            <w:r w:rsidR="00897AE1">
              <w:rPr>
                <w:rStyle w:val="libPoemChar"/>
                <w:rtl/>
              </w:rPr>
              <w:t xml:space="preserve"> </w:t>
            </w:r>
            <w:r w:rsidRPr="008F60AE">
              <w:rPr>
                <w:rStyle w:val="libPoemChar"/>
                <w:rtl/>
              </w:rPr>
              <w:t>المواطنِ</w:t>
            </w:r>
            <w:r w:rsidR="00897AE1">
              <w:rPr>
                <w:rStyle w:val="libPoemChar"/>
                <w:rtl/>
              </w:rPr>
              <w:t xml:space="preserve"> </w:t>
            </w:r>
            <w:r w:rsidRPr="008F60AE">
              <w:rPr>
                <w:rStyle w:val="libPoemChar"/>
                <w:rtl/>
              </w:rPr>
              <w:t>قبلهُ</w:t>
            </w:r>
            <w:r w:rsidRPr="00725071">
              <w:rPr>
                <w:rStyle w:val="libPoemTiniChar0"/>
                <w:rtl/>
              </w:rPr>
              <w:br/>
              <w:t> </w:t>
            </w:r>
          </w:p>
        </w:tc>
        <w:tc>
          <w:tcPr>
            <w:tcW w:w="269" w:type="dxa"/>
          </w:tcPr>
          <w:p w:rsidR="00E15F1F" w:rsidRDefault="00E15F1F" w:rsidP="00390D32">
            <w:pPr>
              <w:pStyle w:val="libPoem"/>
              <w:rPr>
                <w:rtl/>
              </w:rPr>
            </w:pPr>
          </w:p>
        </w:tc>
        <w:tc>
          <w:tcPr>
            <w:tcW w:w="3308" w:type="dxa"/>
          </w:tcPr>
          <w:p w:rsidR="00E15F1F" w:rsidRDefault="00E15F1F" w:rsidP="00390D32">
            <w:pPr>
              <w:pStyle w:val="libPoem"/>
            </w:pPr>
            <w:r w:rsidRPr="008F60AE">
              <w:rPr>
                <w:rStyle w:val="libPoemChar"/>
                <w:rtl/>
              </w:rPr>
              <w:t>أبي</w:t>
            </w:r>
            <w:r w:rsidR="00897AE1">
              <w:rPr>
                <w:rStyle w:val="libPoemChar"/>
                <w:rtl/>
              </w:rPr>
              <w:t xml:space="preserve"> </w:t>
            </w:r>
            <w:r w:rsidRPr="008F60AE">
              <w:rPr>
                <w:rStyle w:val="libPoemChar"/>
                <w:rtl/>
              </w:rPr>
              <w:t>حسنٍ</w:t>
            </w:r>
            <w:r w:rsidR="00897AE1">
              <w:rPr>
                <w:rStyle w:val="libPoemChar"/>
                <w:rtl/>
              </w:rPr>
              <w:t xml:space="preserve"> </w:t>
            </w:r>
            <w:r w:rsidRPr="008F60AE">
              <w:rPr>
                <w:rStyle w:val="libPoemChar"/>
                <w:rtl/>
              </w:rPr>
              <w:t>والغصنُ</w:t>
            </w:r>
            <w:r w:rsidR="00897AE1">
              <w:rPr>
                <w:rStyle w:val="libPoemChar"/>
                <w:rtl/>
              </w:rPr>
              <w:t xml:space="preserve"> </w:t>
            </w:r>
            <w:r w:rsidRPr="008F60AE">
              <w:rPr>
                <w:rStyle w:val="libPoemChar"/>
                <w:rtl/>
              </w:rPr>
              <w:t>منْ</w:t>
            </w:r>
            <w:r w:rsidR="00897AE1">
              <w:rPr>
                <w:rStyle w:val="libPoemChar"/>
                <w:rtl/>
              </w:rPr>
              <w:t xml:space="preserve"> </w:t>
            </w:r>
            <w:r w:rsidRPr="008F60AE">
              <w:rPr>
                <w:rStyle w:val="libPoemChar"/>
                <w:rtl/>
              </w:rPr>
              <w:t>حيثُ</w:t>
            </w:r>
            <w:r w:rsidR="00897AE1">
              <w:rPr>
                <w:rStyle w:val="libPoemChar"/>
                <w:rtl/>
              </w:rPr>
              <w:t xml:space="preserve"> </w:t>
            </w:r>
            <w:r w:rsidRPr="008F60AE">
              <w:rPr>
                <w:rStyle w:val="libPoemChar"/>
                <w:rtl/>
              </w:rPr>
              <w:t>يخرجُ</w:t>
            </w:r>
            <w:r w:rsidRPr="00725071">
              <w:rPr>
                <w:rStyle w:val="libPoemTiniChar0"/>
                <w:rtl/>
              </w:rPr>
              <w:br/>
              <w:t> </w:t>
            </w:r>
          </w:p>
        </w:tc>
      </w:tr>
      <w:tr w:rsidR="00E15F1F" w:rsidTr="00E15F1F">
        <w:trPr>
          <w:trHeight w:val="350"/>
        </w:trPr>
        <w:tc>
          <w:tcPr>
            <w:tcW w:w="3345" w:type="dxa"/>
          </w:tcPr>
          <w:p w:rsidR="00E15F1F" w:rsidRDefault="00E15F1F" w:rsidP="00390D32">
            <w:pPr>
              <w:pStyle w:val="libPoem"/>
            </w:pPr>
            <w:r w:rsidRPr="008F60AE">
              <w:rPr>
                <w:rStyle w:val="libPoemChar"/>
                <w:rtl/>
              </w:rPr>
              <w:t>كـأنّي</w:t>
            </w:r>
            <w:r w:rsidR="00897AE1">
              <w:rPr>
                <w:rStyle w:val="libPoemChar"/>
                <w:rtl/>
              </w:rPr>
              <w:t xml:space="preserve"> </w:t>
            </w:r>
            <w:r w:rsidRPr="008F60AE">
              <w:rPr>
                <w:rStyle w:val="libPoemChar"/>
                <w:rtl/>
              </w:rPr>
              <w:t>أراهُ</w:t>
            </w:r>
            <w:r w:rsidR="00897AE1">
              <w:rPr>
                <w:rStyle w:val="libPoemChar"/>
                <w:rtl/>
              </w:rPr>
              <w:t xml:space="preserve"> </w:t>
            </w:r>
            <w:r w:rsidRPr="008F60AE">
              <w:rPr>
                <w:rStyle w:val="libPoemChar"/>
                <w:rtl/>
              </w:rPr>
              <w:t>إذ</w:t>
            </w:r>
            <w:r w:rsidR="00897AE1">
              <w:rPr>
                <w:rStyle w:val="libPoemChar"/>
                <w:rtl/>
              </w:rPr>
              <w:t xml:space="preserve"> </w:t>
            </w:r>
            <w:r w:rsidRPr="008F60AE">
              <w:rPr>
                <w:rStyle w:val="libPoemChar"/>
                <w:rtl/>
              </w:rPr>
              <w:t>هـوى</w:t>
            </w:r>
            <w:r w:rsidR="00897AE1">
              <w:rPr>
                <w:rStyle w:val="libPoemChar"/>
                <w:rtl/>
              </w:rPr>
              <w:t xml:space="preserve"> </w:t>
            </w:r>
            <w:r w:rsidRPr="008F60AE">
              <w:rPr>
                <w:rStyle w:val="libPoemChar"/>
                <w:rtl/>
              </w:rPr>
              <w:t>عـن</w:t>
            </w:r>
            <w:r w:rsidR="00897AE1">
              <w:rPr>
                <w:rStyle w:val="libPoemChar"/>
                <w:rtl/>
              </w:rPr>
              <w:t xml:space="preserve"> </w:t>
            </w:r>
            <w:r w:rsidRPr="008F60AE">
              <w:rPr>
                <w:rStyle w:val="libPoemChar"/>
                <w:rtl/>
              </w:rPr>
              <w:t>جوادِهِ</w:t>
            </w:r>
            <w:r w:rsidRPr="00725071">
              <w:rPr>
                <w:rStyle w:val="libPoemTiniChar0"/>
                <w:rtl/>
              </w:rPr>
              <w:br/>
              <w:t> </w:t>
            </w:r>
          </w:p>
        </w:tc>
        <w:tc>
          <w:tcPr>
            <w:tcW w:w="269" w:type="dxa"/>
          </w:tcPr>
          <w:p w:rsidR="00E15F1F" w:rsidRDefault="00E15F1F" w:rsidP="00390D32">
            <w:pPr>
              <w:pStyle w:val="libPoem"/>
              <w:rPr>
                <w:rtl/>
              </w:rPr>
            </w:pPr>
          </w:p>
        </w:tc>
        <w:tc>
          <w:tcPr>
            <w:tcW w:w="3308" w:type="dxa"/>
          </w:tcPr>
          <w:p w:rsidR="00E15F1F" w:rsidRDefault="00E15F1F" w:rsidP="00390D32">
            <w:pPr>
              <w:pStyle w:val="libPoem"/>
            </w:pPr>
            <w:r w:rsidRPr="008F60AE">
              <w:rPr>
                <w:rStyle w:val="libPoemChar"/>
                <w:rtl/>
              </w:rPr>
              <w:t>وعُـفّرَ</w:t>
            </w:r>
            <w:r w:rsidR="00897AE1">
              <w:rPr>
                <w:rStyle w:val="libPoemChar"/>
                <w:rtl/>
              </w:rPr>
              <w:t xml:space="preserve"> </w:t>
            </w:r>
            <w:r w:rsidRPr="008F60AE">
              <w:rPr>
                <w:rStyle w:val="libPoemChar"/>
                <w:rtl/>
              </w:rPr>
              <w:t>بـالتّرب</w:t>
            </w:r>
            <w:r w:rsidR="00897AE1">
              <w:rPr>
                <w:rStyle w:val="libPoemChar"/>
                <w:rtl/>
              </w:rPr>
              <w:t xml:space="preserve"> </w:t>
            </w:r>
            <w:r w:rsidRPr="008F60AE">
              <w:rPr>
                <w:rStyle w:val="libPoemChar"/>
                <w:rtl/>
              </w:rPr>
              <w:t>الـجبينُ</w:t>
            </w:r>
            <w:r w:rsidR="00897AE1">
              <w:rPr>
                <w:rStyle w:val="libPoemChar"/>
                <w:rtl/>
              </w:rPr>
              <w:t xml:space="preserve"> </w:t>
            </w:r>
            <w:r w:rsidRPr="008F60AE">
              <w:rPr>
                <w:rStyle w:val="libPoemChar"/>
                <w:rtl/>
              </w:rPr>
              <w:t>المشجَّجُ</w:t>
            </w:r>
            <w:r w:rsidRPr="00725071">
              <w:rPr>
                <w:rStyle w:val="libPoemTiniChar0"/>
                <w:rtl/>
              </w:rPr>
              <w:br/>
              <w:t> </w:t>
            </w:r>
          </w:p>
        </w:tc>
      </w:tr>
      <w:tr w:rsidR="00E15F1F" w:rsidTr="00E15F1F">
        <w:trPr>
          <w:trHeight w:val="350"/>
        </w:trPr>
        <w:tc>
          <w:tcPr>
            <w:tcW w:w="3345" w:type="dxa"/>
          </w:tcPr>
          <w:p w:rsidR="00E15F1F" w:rsidRDefault="00E15F1F" w:rsidP="00390D32">
            <w:pPr>
              <w:pStyle w:val="libPoem"/>
            </w:pPr>
            <w:r w:rsidRPr="008F60AE">
              <w:rPr>
                <w:rStyle w:val="libPoemChar"/>
                <w:rtl/>
              </w:rPr>
              <w:t>فحبَّ</w:t>
            </w:r>
            <w:r w:rsidR="00897AE1">
              <w:rPr>
                <w:rStyle w:val="libPoemChar"/>
                <w:rtl/>
              </w:rPr>
              <w:t xml:space="preserve"> </w:t>
            </w:r>
            <w:r w:rsidRPr="008F60AE">
              <w:rPr>
                <w:rStyle w:val="libPoemChar"/>
                <w:rtl/>
              </w:rPr>
              <w:t>بهِ</w:t>
            </w:r>
            <w:r w:rsidR="00897AE1">
              <w:rPr>
                <w:rStyle w:val="libPoemChar"/>
                <w:rtl/>
              </w:rPr>
              <w:t xml:space="preserve"> </w:t>
            </w:r>
            <w:r w:rsidRPr="008F60AE">
              <w:rPr>
                <w:rStyle w:val="libPoemChar"/>
                <w:rtl/>
              </w:rPr>
              <w:t>جسماً</w:t>
            </w:r>
            <w:r w:rsidR="00897AE1">
              <w:rPr>
                <w:rStyle w:val="libPoemChar"/>
                <w:rtl/>
              </w:rPr>
              <w:t xml:space="preserve"> </w:t>
            </w:r>
            <w:r w:rsidRPr="008F60AE">
              <w:rPr>
                <w:rStyle w:val="libPoemChar"/>
                <w:rtl/>
              </w:rPr>
              <w:t>إلى</w:t>
            </w:r>
            <w:r w:rsidR="00897AE1">
              <w:rPr>
                <w:rStyle w:val="libPoemChar"/>
                <w:rtl/>
              </w:rPr>
              <w:t xml:space="preserve"> </w:t>
            </w:r>
            <w:r w:rsidRPr="008F60AE">
              <w:rPr>
                <w:rStyle w:val="libPoemChar"/>
                <w:rtl/>
              </w:rPr>
              <w:t>الأرضِ</w:t>
            </w:r>
            <w:r w:rsidR="00897AE1">
              <w:rPr>
                <w:rStyle w:val="libPoemChar"/>
                <w:rtl/>
              </w:rPr>
              <w:t xml:space="preserve"> </w:t>
            </w:r>
            <w:r w:rsidRPr="008F60AE">
              <w:rPr>
                <w:rStyle w:val="libPoemChar"/>
                <w:rtl/>
              </w:rPr>
              <w:t>إذ</w:t>
            </w:r>
            <w:r w:rsidR="00897AE1">
              <w:rPr>
                <w:rStyle w:val="libPoemChar"/>
                <w:rtl/>
              </w:rPr>
              <w:t xml:space="preserve"> </w:t>
            </w:r>
            <w:r w:rsidRPr="008F60AE">
              <w:rPr>
                <w:rStyle w:val="libPoemChar"/>
                <w:rtl/>
              </w:rPr>
              <w:t>هَوَى</w:t>
            </w:r>
            <w:r w:rsidRPr="00725071">
              <w:rPr>
                <w:rStyle w:val="libPoemTiniChar0"/>
                <w:rtl/>
              </w:rPr>
              <w:br/>
              <w:t> </w:t>
            </w:r>
          </w:p>
        </w:tc>
        <w:tc>
          <w:tcPr>
            <w:tcW w:w="269" w:type="dxa"/>
          </w:tcPr>
          <w:p w:rsidR="00E15F1F" w:rsidRDefault="00E15F1F" w:rsidP="00390D32">
            <w:pPr>
              <w:pStyle w:val="libPoem"/>
              <w:rPr>
                <w:rtl/>
              </w:rPr>
            </w:pPr>
          </w:p>
        </w:tc>
        <w:tc>
          <w:tcPr>
            <w:tcW w:w="3308" w:type="dxa"/>
          </w:tcPr>
          <w:p w:rsidR="00E15F1F" w:rsidRDefault="00E15F1F" w:rsidP="00390D32">
            <w:pPr>
              <w:pStyle w:val="libPoem"/>
            </w:pPr>
            <w:r w:rsidRPr="008F60AE">
              <w:rPr>
                <w:rStyle w:val="libPoemChar"/>
                <w:rtl/>
              </w:rPr>
              <w:t>وحـبّ</w:t>
            </w:r>
            <w:r w:rsidR="00897AE1">
              <w:rPr>
                <w:rStyle w:val="libPoemChar"/>
                <w:rtl/>
              </w:rPr>
              <w:t xml:space="preserve"> </w:t>
            </w:r>
            <w:r w:rsidRPr="008F60AE">
              <w:rPr>
                <w:rStyle w:val="libPoemChar"/>
                <w:rtl/>
              </w:rPr>
              <w:t>بـهِ</w:t>
            </w:r>
            <w:r w:rsidR="00897AE1">
              <w:rPr>
                <w:rStyle w:val="libPoemChar"/>
                <w:rtl/>
              </w:rPr>
              <w:t xml:space="preserve"> </w:t>
            </w:r>
            <w:r w:rsidRPr="008F60AE">
              <w:rPr>
                <w:rStyle w:val="libPoemChar"/>
                <w:rtl/>
              </w:rPr>
              <w:t>روحـاً</w:t>
            </w:r>
            <w:r w:rsidR="00897AE1">
              <w:rPr>
                <w:rStyle w:val="libPoemChar"/>
                <w:rtl/>
              </w:rPr>
              <w:t xml:space="preserve"> </w:t>
            </w:r>
            <w:r w:rsidRPr="008F60AE">
              <w:rPr>
                <w:rStyle w:val="libPoemChar"/>
                <w:rtl/>
              </w:rPr>
              <w:t>إلى</w:t>
            </w:r>
            <w:r w:rsidR="00897AE1">
              <w:rPr>
                <w:rStyle w:val="libPoemChar"/>
                <w:rtl/>
              </w:rPr>
              <w:t xml:space="preserve"> </w:t>
            </w:r>
            <w:r w:rsidRPr="008F60AE">
              <w:rPr>
                <w:rStyle w:val="libPoemChar"/>
                <w:rtl/>
              </w:rPr>
              <w:t>اللهِ</w:t>
            </w:r>
            <w:r w:rsidR="00897AE1">
              <w:rPr>
                <w:rStyle w:val="libPoemChar"/>
                <w:rtl/>
              </w:rPr>
              <w:t xml:space="preserve"> </w:t>
            </w:r>
            <w:r w:rsidRPr="008F60AE">
              <w:rPr>
                <w:rStyle w:val="libPoemChar"/>
                <w:rtl/>
              </w:rPr>
              <w:t>تعرجُ</w:t>
            </w:r>
            <w:r w:rsidRPr="00725071">
              <w:rPr>
                <w:rStyle w:val="libPoemTiniChar0"/>
                <w:rtl/>
              </w:rPr>
              <w:br/>
              <w:t> </w:t>
            </w:r>
          </w:p>
        </w:tc>
      </w:tr>
    </w:tbl>
    <w:p w:rsidR="002B49A5" w:rsidRDefault="002B49A5" w:rsidP="008F60AE">
      <w:pPr>
        <w:pStyle w:val="libCenter"/>
        <w:rPr>
          <w:rtl/>
        </w:rPr>
      </w:pPr>
      <w:r>
        <w:rPr>
          <w:rtl/>
        </w:rPr>
        <w:t>* * *</w:t>
      </w:r>
    </w:p>
    <w:p w:rsidR="002B49A5" w:rsidRDefault="002B49A5" w:rsidP="002B49A5">
      <w:pPr>
        <w:pStyle w:val="libNormal"/>
        <w:rPr>
          <w:rtl/>
        </w:rPr>
      </w:pPr>
      <w:r>
        <w:rPr>
          <w:rtl/>
        </w:rPr>
        <w:t>وقد أصاب ابن الرّومي الوصف والتعليل</w:t>
      </w:r>
      <w:r w:rsidR="00364168">
        <w:rPr>
          <w:rtl/>
        </w:rPr>
        <w:t>،</w:t>
      </w:r>
      <w:r>
        <w:rPr>
          <w:rtl/>
        </w:rPr>
        <w:t xml:space="preserve"> فما كان كلّ من يحيى ولا أسلافه من قبله</w:t>
      </w:r>
      <w:r w:rsidR="00364168">
        <w:rPr>
          <w:rtl/>
        </w:rPr>
        <w:t>،</w:t>
      </w:r>
      <w:r>
        <w:rPr>
          <w:rtl/>
        </w:rPr>
        <w:t xml:space="preserve"> إلاّ عليّاً صغيراً يتأسّى بعليّ الكبير</w:t>
      </w:r>
      <w:r w:rsidR="00364168">
        <w:rPr>
          <w:rtl/>
        </w:rPr>
        <w:t>،</w:t>
      </w:r>
      <w:r>
        <w:rPr>
          <w:rtl/>
        </w:rPr>
        <w:t xml:space="preserve"> أو غصناً زاكياً يخرج من دوحته الكُبرى</w:t>
      </w:r>
      <w:r w:rsidR="00364168">
        <w:rPr>
          <w:rtl/>
        </w:rPr>
        <w:t>،</w:t>
      </w:r>
      <w:r>
        <w:rPr>
          <w:rtl/>
        </w:rPr>
        <w:t xml:space="preserve"> ( والغصن من حيث يخرج ) كما قال</w:t>
      </w:r>
      <w:r w:rsidR="00364168">
        <w:rPr>
          <w:rtl/>
        </w:rPr>
        <w:t>،</w:t>
      </w:r>
      <w:r>
        <w:rPr>
          <w:rtl/>
        </w:rPr>
        <w:t xml:space="preserve"> ولولا قوّة هذه الطبائع في أساس الاُسرة الطالبية لما انحدرت على هذه الصّورة الواضحة بعد ستّة أجيال</w:t>
      </w:r>
      <w:r w:rsidR="00364168">
        <w:rPr>
          <w:rtl/>
        </w:rPr>
        <w:t>.</w:t>
      </w:r>
      <w:r>
        <w:rPr>
          <w:rtl/>
        </w:rPr>
        <w:t xml:space="preserve"> </w:t>
      </w:r>
    </w:p>
    <w:p w:rsidR="002B49A5" w:rsidRDefault="002B49A5" w:rsidP="002B49A5">
      <w:pPr>
        <w:pStyle w:val="libNormal"/>
        <w:rPr>
          <w:rtl/>
        </w:rPr>
      </w:pPr>
      <w:r>
        <w:rPr>
          <w:rtl/>
        </w:rPr>
        <w:t>فنحن نرى يحيى بن عمر بعد هذه الأجيال</w:t>
      </w:r>
      <w:r w:rsidR="004C4A93">
        <w:rPr>
          <w:rtl/>
        </w:rPr>
        <w:t xml:space="preserve"> - </w:t>
      </w:r>
      <w:r>
        <w:rPr>
          <w:rtl/>
        </w:rPr>
        <w:t>وهو بعموده الحديدي وجرأته التي لا تتزعزع ويقينه الذي لا يلوي به الإغراء والوعيد</w:t>
      </w:r>
      <w:r w:rsidR="004C4A93">
        <w:rPr>
          <w:rtl/>
        </w:rPr>
        <w:t xml:space="preserve"> - </w:t>
      </w:r>
      <w:r>
        <w:rPr>
          <w:rtl/>
        </w:rPr>
        <w:t>كأنّما هو نسخة من جدّه الكبير الذي يحمل باب خيبر وقد أعيا حمله الرّجال</w:t>
      </w:r>
      <w:r w:rsidR="00364168">
        <w:rPr>
          <w:rtl/>
        </w:rPr>
        <w:t>،</w:t>
      </w:r>
      <w:r>
        <w:rPr>
          <w:rtl/>
        </w:rPr>
        <w:t xml:space="preserve"> وينهدّ لعمرو بن ودّ وقد تهيّبه مئات الأبطال</w:t>
      </w:r>
      <w:r w:rsidR="00364168">
        <w:rPr>
          <w:rtl/>
        </w:rPr>
        <w:t>،</w:t>
      </w:r>
      <w:r>
        <w:rPr>
          <w:rtl/>
        </w:rPr>
        <w:t xml:space="preserve"> ويتوسّط الصفوف حاسراً وقد برزوا له بشكّة القتال ودروع النزال</w:t>
      </w:r>
      <w:r w:rsidR="008F60AE">
        <w:rPr>
          <w:rtl/>
        </w:rPr>
        <w:t xml:space="preserve"> ...</w:t>
      </w:r>
      <w:r>
        <w:rPr>
          <w:rtl/>
        </w:rPr>
        <w:t xml:space="preserve"> </w:t>
      </w:r>
    </w:p>
    <w:p w:rsidR="002B49A5" w:rsidRDefault="002B49A5" w:rsidP="002B49A5">
      <w:pPr>
        <w:pStyle w:val="libNormal"/>
        <w:rPr>
          <w:rtl/>
        </w:rPr>
      </w:pPr>
      <w:r>
        <w:rPr>
          <w:rtl/>
        </w:rPr>
        <w:t>ولم يكن لبني اُميّة</w:t>
      </w:r>
      <w:r w:rsidR="004C4A93">
        <w:rPr>
          <w:rtl/>
        </w:rPr>
        <w:t xml:space="preserve"> - </w:t>
      </w:r>
      <w:r>
        <w:rPr>
          <w:rtl/>
        </w:rPr>
        <w:t>على نقيض هذا</w:t>
      </w:r>
      <w:r w:rsidR="004C4A93">
        <w:rPr>
          <w:rtl/>
        </w:rPr>
        <w:t xml:space="preserve"> - </w:t>
      </w:r>
      <w:r>
        <w:rPr>
          <w:rtl/>
        </w:rPr>
        <w:t>نصيب ملحوظ من الخلائق</w:t>
      </w:r>
    </w:p>
    <w:p w:rsidR="002B49A5" w:rsidRDefault="002B49A5" w:rsidP="002B49A5">
      <w:pPr>
        <w:pStyle w:val="libNormal"/>
      </w:pPr>
      <w:r>
        <w:rPr>
          <w:rtl/>
        </w:rPr>
        <w:br w:type="page"/>
      </w:r>
    </w:p>
    <w:p w:rsidR="002B49A5" w:rsidRDefault="002B49A5" w:rsidP="00E15F1F">
      <w:pPr>
        <w:pStyle w:val="libNormal0"/>
        <w:rPr>
          <w:rtl/>
        </w:rPr>
      </w:pPr>
      <w:r>
        <w:rPr>
          <w:rtl/>
        </w:rPr>
        <w:lastRenderedPageBreak/>
        <w:t>المثالية والشّمائل الدينية</w:t>
      </w:r>
      <w:r w:rsidR="00364168">
        <w:rPr>
          <w:rtl/>
        </w:rPr>
        <w:t>،</w:t>
      </w:r>
      <w:r>
        <w:rPr>
          <w:rtl/>
        </w:rPr>
        <w:t xml:space="preserve"> ولا كان ظهور النّبوّة في اُسرة منافسة لاُسرتهم من شأنه أن يعزّز مناقبها فيهم كما يعتزّ بها أبناء بيتها وفروع أرومتها</w:t>
      </w:r>
      <w:r w:rsidR="00364168">
        <w:rPr>
          <w:rtl/>
        </w:rPr>
        <w:t>.</w:t>
      </w:r>
      <w:r>
        <w:rPr>
          <w:rtl/>
        </w:rPr>
        <w:t xml:space="preserve"> بل لعلّه كان من شأنه أن يجنح بهم من طرف خفي إلى صفات تقابل تلك الصفات</w:t>
      </w:r>
      <w:r w:rsidR="00364168">
        <w:rPr>
          <w:rtl/>
        </w:rPr>
        <w:t>،</w:t>
      </w:r>
      <w:r>
        <w:rPr>
          <w:rtl/>
        </w:rPr>
        <w:t xml:space="preserve"> ومزايا تعوّض لهم ما فاتهم من تلك المزايا</w:t>
      </w:r>
      <w:r w:rsidR="008F60AE">
        <w:rPr>
          <w:rtl/>
        </w:rPr>
        <w:t xml:space="preserve"> ...</w:t>
      </w:r>
      <w:r>
        <w:rPr>
          <w:rtl/>
        </w:rPr>
        <w:t xml:space="preserve"> فتمكّنت فيهم</w:t>
      </w:r>
      <w:r w:rsidR="004C4A93">
        <w:rPr>
          <w:rtl/>
        </w:rPr>
        <w:t xml:space="preserve"> - </w:t>
      </w:r>
      <w:r>
        <w:rPr>
          <w:rtl/>
        </w:rPr>
        <w:t>قبل ظهور النّبوّة وبعدها</w:t>
      </w:r>
      <w:r w:rsidR="004C4A93">
        <w:rPr>
          <w:rtl/>
        </w:rPr>
        <w:t xml:space="preserve"> - </w:t>
      </w:r>
      <w:r>
        <w:rPr>
          <w:rtl/>
        </w:rPr>
        <w:t>خلائقهم العملية التي درّبتهم عليها المساومات التجارية وراضهم عليها مراس المطامع السياسية</w:t>
      </w:r>
      <w:r w:rsidR="00364168">
        <w:rPr>
          <w:rtl/>
        </w:rPr>
        <w:t>،</w:t>
      </w:r>
      <w:r>
        <w:rPr>
          <w:rtl/>
        </w:rPr>
        <w:t xml:space="preserve"> فاشتهر اُناس من رؤوسهم بمحاسن هذه الخلائق ومعائبها على السّواء</w:t>
      </w:r>
      <w:r w:rsidR="00364168">
        <w:rPr>
          <w:rtl/>
        </w:rPr>
        <w:t>،</w:t>
      </w:r>
      <w:r>
        <w:rPr>
          <w:rtl/>
        </w:rPr>
        <w:t xml:space="preserve"> وشاعت عنهم صفات الحلم والصبر والحنكة والدهاء</w:t>
      </w:r>
      <w:r w:rsidR="00364168">
        <w:rPr>
          <w:rtl/>
        </w:rPr>
        <w:t>،</w:t>
      </w:r>
      <w:r>
        <w:rPr>
          <w:rtl/>
        </w:rPr>
        <w:t xml:space="preserve"> كما شاعت عنهم صفات المراوغة والجشع والإقبال على الترف ومناعم الحياة</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 xml:space="preserve">ولقد تقابل الحُسين بن عليّ </w:t>
      </w:r>
      <w:r>
        <w:rPr>
          <w:rFonts w:hint="cs"/>
          <w:rtl/>
        </w:rPr>
        <w:t>ويزيد بن معاوية في تمثيل الاُسرتين</w:t>
      </w:r>
      <w:r w:rsidR="00364168">
        <w:rPr>
          <w:rFonts w:hint="cs"/>
          <w:rtl/>
        </w:rPr>
        <w:t>،</w:t>
      </w:r>
      <w:r>
        <w:rPr>
          <w:rFonts w:hint="cs"/>
          <w:rtl/>
        </w:rPr>
        <w:t xml:space="preserve"> كما تقابلا في كثير من الخلائق والحظوظ</w:t>
      </w:r>
      <w:r w:rsidR="008F60AE">
        <w:rPr>
          <w:rFonts w:hint="cs"/>
          <w:rtl/>
        </w:rPr>
        <w:t xml:space="preserve"> ...</w:t>
      </w:r>
      <w:r>
        <w:rPr>
          <w:rFonts w:hint="cs"/>
          <w:rtl/>
        </w:rPr>
        <w:t xml:space="preserve"> ولكنّهما تفاوتا في تمثيل اُسرتيهما كما تفاوتا في غير ذلك من وجوه الخلاف بينهما</w:t>
      </w:r>
      <w:r w:rsidR="00364168">
        <w:rPr>
          <w:rFonts w:hint="cs"/>
          <w:rtl/>
        </w:rPr>
        <w:t>.</w:t>
      </w:r>
      <w:r>
        <w:rPr>
          <w:rFonts w:hint="cs"/>
          <w:rtl/>
        </w:rPr>
        <w:t xml:space="preserve"> فكان الحُسين بن عليّ نموذجاً لأفضل المزايا الهاشمية</w:t>
      </w:r>
      <w:r w:rsidR="00364168">
        <w:rPr>
          <w:rFonts w:hint="cs"/>
          <w:rtl/>
        </w:rPr>
        <w:t>،</w:t>
      </w:r>
      <w:r>
        <w:rPr>
          <w:rFonts w:hint="cs"/>
          <w:rtl/>
        </w:rPr>
        <w:t xml:space="preserve"> ولم يكن يزيد بن معاوية نموذجاً لأفضل المزايا الاُمويّة</w:t>
      </w:r>
      <w:r w:rsidR="00364168">
        <w:rPr>
          <w:rFonts w:hint="cs"/>
          <w:rtl/>
        </w:rPr>
        <w:t>،</w:t>
      </w:r>
      <w:r>
        <w:rPr>
          <w:rFonts w:hint="cs"/>
          <w:rtl/>
        </w:rPr>
        <w:t xml:space="preserve"> بل كان فيه الكثير من عيوب اُسرته ولم يكن له من مناقبها المحمودة إلاّ القليل</w:t>
      </w:r>
      <w:r w:rsidR="00364168">
        <w:rPr>
          <w:rFonts w:hint="cs"/>
          <w:rtl/>
        </w:rPr>
        <w:t>.</w:t>
      </w:r>
    </w:p>
    <w:p w:rsidR="002B49A5" w:rsidRDefault="002B49A5" w:rsidP="002B49A5">
      <w:pPr>
        <w:pStyle w:val="libNormal"/>
        <w:rPr>
          <w:rtl/>
        </w:rPr>
      </w:pPr>
      <w:r>
        <w:rPr>
          <w:rFonts w:hint="cs"/>
          <w:rtl/>
        </w:rPr>
        <w:t>وليس لنا هُنا أن نفصل القول في أحوال كلّ من الرّجلين وخصائص كلّ من النموذجين</w:t>
      </w:r>
      <w:r w:rsidR="00364168">
        <w:rPr>
          <w:rFonts w:hint="cs"/>
          <w:rtl/>
        </w:rPr>
        <w:t>،</w:t>
      </w:r>
      <w:r>
        <w:rPr>
          <w:rFonts w:hint="cs"/>
          <w:rtl/>
        </w:rPr>
        <w:t xml:space="preserve"> ولكنّنا نجتزئ منهما بما يملأ الكفّتين في هذا الميزان</w:t>
      </w:r>
      <w:r w:rsidR="00364168">
        <w:rPr>
          <w:rFonts w:hint="cs"/>
          <w:rtl/>
        </w:rPr>
        <w:t>،</w:t>
      </w:r>
    </w:p>
    <w:p w:rsidR="002B49A5" w:rsidRDefault="002B49A5" w:rsidP="002B49A5">
      <w:pPr>
        <w:pStyle w:val="libNormal"/>
      </w:pPr>
      <w:r>
        <w:rPr>
          <w:rtl/>
        </w:rPr>
        <w:br w:type="page"/>
      </w:r>
    </w:p>
    <w:p w:rsidR="002B49A5" w:rsidRDefault="002B49A5" w:rsidP="00E15F1F">
      <w:pPr>
        <w:pStyle w:val="libNormal0"/>
        <w:rPr>
          <w:rtl/>
        </w:rPr>
      </w:pPr>
      <w:r>
        <w:rPr>
          <w:rFonts w:hint="cs"/>
          <w:rtl/>
        </w:rPr>
        <w:lastRenderedPageBreak/>
        <w:t>وهو ميزان الأريحية والنفعية في حادث كبير من حوادث التاريخ العربي يندر نظيره في جميع التواريخ</w:t>
      </w:r>
      <w:r w:rsidR="00364168">
        <w:rPr>
          <w:rFonts w:hint="cs"/>
          <w:rtl/>
        </w:rPr>
        <w:t>.</w:t>
      </w:r>
    </w:p>
    <w:p w:rsidR="002B49A5" w:rsidRPr="00E15F1F" w:rsidRDefault="002B49A5" w:rsidP="00E15F1F">
      <w:pPr>
        <w:pStyle w:val="Heading2"/>
        <w:rPr>
          <w:rtl/>
        </w:rPr>
      </w:pPr>
      <w:bookmarkStart w:id="31" w:name="مكانة_الحسين_عليه_السلام"/>
      <w:bookmarkStart w:id="32" w:name="_Toc374273672"/>
      <w:bookmarkStart w:id="33" w:name="_Toc374273974"/>
      <w:bookmarkEnd w:id="31"/>
      <w:r w:rsidRPr="00E15F1F">
        <w:rPr>
          <w:rFonts w:hint="cs"/>
          <w:rtl/>
        </w:rPr>
        <w:t xml:space="preserve">مكانة الحُسين </w:t>
      </w:r>
      <w:r w:rsidR="008F60AE" w:rsidRPr="00E15F1F">
        <w:rPr>
          <w:rStyle w:val="libAlaemHeading2Char"/>
          <w:rFonts w:hint="cs"/>
          <w:rtl/>
        </w:rPr>
        <w:t>عليه‌السلام</w:t>
      </w:r>
      <w:r w:rsidR="00364168" w:rsidRPr="00E15F1F">
        <w:rPr>
          <w:rFonts w:hint="cs"/>
          <w:rtl/>
        </w:rPr>
        <w:t>:</w:t>
      </w:r>
      <w:bookmarkEnd w:id="32"/>
      <w:bookmarkEnd w:id="33"/>
      <w:r w:rsidRPr="00E15F1F">
        <w:rPr>
          <w:rFonts w:hint="cs"/>
          <w:rtl/>
        </w:rPr>
        <w:t xml:space="preserve"> </w:t>
      </w:r>
    </w:p>
    <w:p w:rsidR="002B49A5" w:rsidRDefault="002B49A5" w:rsidP="002B49A5">
      <w:pPr>
        <w:pStyle w:val="libNormal"/>
        <w:rPr>
          <w:rtl/>
        </w:rPr>
      </w:pPr>
      <w:r>
        <w:rPr>
          <w:rtl/>
        </w:rPr>
        <w:t>وإذا كانت المعركة كلّها هي معركة الأريحية والنفعية</w:t>
      </w:r>
      <w:r w:rsidR="00364168">
        <w:rPr>
          <w:rtl/>
        </w:rPr>
        <w:t>،</w:t>
      </w:r>
      <w:r>
        <w:rPr>
          <w:rtl/>
        </w:rPr>
        <w:t xml:space="preserve"> فالمزية الأولى التي ينبغي توكيدها هُنا للحُسين بن عليّ </w:t>
      </w:r>
      <w:r w:rsidR="00D444F9" w:rsidRPr="00D444F9">
        <w:rPr>
          <w:rStyle w:val="libAlaemChar"/>
          <w:rtl/>
        </w:rPr>
        <w:t>رضي‌الله‌عنه</w:t>
      </w:r>
      <w:r w:rsidR="00364168">
        <w:rPr>
          <w:rtl/>
        </w:rPr>
        <w:t>،</w:t>
      </w:r>
      <w:r>
        <w:rPr>
          <w:rtl/>
        </w:rPr>
        <w:t xml:space="preserve"> هي مزيّة نسبه الشّريف ومكانه من محبّة النّبي (عليه الصّلاة والسّلام)</w:t>
      </w:r>
      <w:r w:rsidR="008F60AE">
        <w:rPr>
          <w:rtl/>
        </w:rPr>
        <w:t xml:space="preserve"> ...</w:t>
      </w:r>
      <w:r>
        <w:rPr>
          <w:rtl/>
        </w:rPr>
        <w:t xml:space="preserve"> </w:t>
      </w:r>
    </w:p>
    <w:p w:rsidR="002B49A5" w:rsidRDefault="002B49A5" w:rsidP="00E15F1F">
      <w:pPr>
        <w:pStyle w:val="libNormal"/>
        <w:rPr>
          <w:rtl/>
        </w:rPr>
      </w:pPr>
      <w:r>
        <w:rPr>
          <w:rtl/>
        </w:rPr>
        <w:t>إنّ المؤرّخ الذي يكتب هذا الحادث قد يكون عربياً مُسلماً أو يكون من غير العرب</w:t>
      </w:r>
      <w:r w:rsidR="00E15F1F">
        <w:rPr>
          <w:rFonts w:hint="cs"/>
          <w:rtl/>
        </w:rPr>
        <w:t xml:space="preserve"> </w:t>
      </w:r>
      <w:r w:rsidR="00E15F1F">
        <w:rPr>
          <w:rtl/>
        </w:rPr>
        <w:t>والم</w:t>
      </w:r>
      <w:r>
        <w:rPr>
          <w:rtl/>
        </w:rPr>
        <w:t>سلمين</w:t>
      </w:r>
      <w:r w:rsidR="00364168">
        <w:rPr>
          <w:rtl/>
        </w:rPr>
        <w:t>،</w:t>
      </w:r>
      <w:r>
        <w:rPr>
          <w:rtl/>
        </w:rPr>
        <w:t xml:space="preserve"> وقد يؤمن بمُحمّد أو ينكر مُحمّداً وغيره من الأنبياء</w:t>
      </w:r>
      <w:r w:rsidR="00364168">
        <w:rPr>
          <w:rtl/>
        </w:rPr>
        <w:t>،</w:t>
      </w:r>
      <w:r>
        <w:rPr>
          <w:rtl/>
        </w:rPr>
        <w:t xml:space="preserve"> ولكنّه يخطئ دلالة الحوادث التاريخية إذا استخفّ بهذه المزيّة التي قُلنا إنّها أحقّ مزايا الحُسين بالتوكيد في الصّراع بينه وبين يزيد</w:t>
      </w:r>
      <w:r w:rsidR="00364168">
        <w:rPr>
          <w:rtl/>
        </w:rPr>
        <w:t>.</w:t>
      </w:r>
    </w:p>
    <w:p w:rsidR="002B49A5" w:rsidRDefault="002B49A5" w:rsidP="002B49A5">
      <w:pPr>
        <w:pStyle w:val="libNormal"/>
        <w:rPr>
          <w:rtl/>
        </w:rPr>
      </w:pPr>
      <w:r>
        <w:rPr>
          <w:rtl/>
        </w:rPr>
        <w:t>فليس ا</w:t>
      </w:r>
      <w:r w:rsidR="009A226F">
        <w:rPr>
          <w:rtl/>
        </w:rPr>
        <w:t>لم</w:t>
      </w:r>
      <w:r>
        <w:rPr>
          <w:rtl/>
        </w:rPr>
        <w:t>همّ أن يؤمن المؤرّخون بقيمة ذلك النّسب الشّريف في نفوسهم أو قيمته في علوم العُلماء وأفكار المفكّرين</w:t>
      </w:r>
      <w:r w:rsidR="00364168">
        <w:rPr>
          <w:rtl/>
        </w:rPr>
        <w:t>،</w:t>
      </w:r>
      <w:r>
        <w:rPr>
          <w:rtl/>
        </w:rPr>
        <w:t xml:space="preserve"> ولكنّما المهم أنّ أتباع يزيد كانوا يؤمنون بحقّ ذلك النّسب الشّريف في الرّعاية والمحبّة</w:t>
      </w:r>
      <w:r w:rsidR="00364168">
        <w:rPr>
          <w:rtl/>
        </w:rPr>
        <w:t>،</w:t>
      </w:r>
      <w:r>
        <w:rPr>
          <w:rtl/>
        </w:rPr>
        <w:t xml:space="preserve"> وأنّهم مع هذا غلبتهم منافعهم على شعورهم فكانوا من حزب يزيد ولم يكونوا من حزب الحُسين</w:t>
      </w:r>
      <w:r w:rsidR="00364168">
        <w:rPr>
          <w:rtl/>
        </w:rPr>
        <w:t>.</w:t>
      </w:r>
      <w:r>
        <w:rPr>
          <w:rtl/>
        </w:rPr>
        <w:t xml:space="preserve"> </w:t>
      </w:r>
    </w:p>
    <w:p w:rsidR="002B49A5" w:rsidRDefault="002B49A5" w:rsidP="002B49A5">
      <w:pPr>
        <w:pStyle w:val="libNormal"/>
        <w:rPr>
          <w:rtl/>
        </w:rPr>
      </w:pPr>
      <w:r>
        <w:rPr>
          <w:rtl/>
        </w:rPr>
        <w:t>فلولا هذه المزيّة في الحُسين لما وضح الصراع بين الأريحية والنفعية عند الفريقين</w:t>
      </w:r>
      <w:r w:rsidR="00364168">
        <w:rPr>
          <w:rtl/>
        </w:rPr>
        <w:t>،</w:t>
      </w:r>
      <w:r>
        <w:rPr>
          <w:rtl/>
        </w:rPr>
        <w:t xml:space="preserve"> ولا كان المصطرعون هُنا وهُناك من مزاجين مختلفين</w:t>
      </w:r>
      <w:r w:rsidR="00364168">
        <w:rPr>
          <w:rtl/>
        </w:rPr>
        <w:t>،</w:t>
      </w:r>
    </w:p>
    <w:p w:rsidR="002B49A5" w:rsidRDefault="002B49A5" w:rsidP="002B49A5">
      <w:pPr>
        <w:pStyle w:val="libNormal"/>
      </w:pPr>
      <w:r>
        <w:rPr>
          <w:rtl/>
        </w:rPr>
        <w:br w:type="page"/>
      </w:r>
    </w:p>
    <w:p w:rsidR="002B49A5" w:rsidRDefault="002B49A5" w:rsidP="00E15F1F">
      <w:pPr>
        <w:pStyle w:val="libNormal0"/>
        <w:rPr>
          <w:rtl/>
        </w:rPr>
      </w:pPr>
      <w:r>
        <w:rPr>
          <w:rtl/>
        </w:rPr>
        <w:lastRenderedPageBreak/>
        <w:t>ولا كان للمعركة كلّها تلك الدلالة التي كشفت النّفس الإنسانيّة في جانبين منها قويين</w:t>
      </w:r>
      <w:r w:rsidR="00364168">
        <w:rPr>
          <w:rtl/>
        </w:rPr>
        <w:t>،</w:t>
      </w:r>
      <w:r>
        <w:rPr>
          <w:rtl/>
        </w:rPr>
        <w:t xml:space="preserve"> يتنازعان حوادث الاُمم والأفراد من زمان بعيد</w:t>
      </w:r>
      <w:r w:rsidR="00364168">
        <w:rPr>
          <w:rtl/>
        </w:rPr>
        <w:t>،</w:t>
      </w:r>
      <w:r>
        <w:rPr>
          <w:rtl/>
        </w:rPr>
        <w:t xml:space="preserve"> وسيظلاّن على نزاعهما هذا إلى زمان بعيد</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ولقد كان الحُسين بن علي بهذه المزية أحبّ إنسان إلى قلوب ا</w:t>
      </w:r>
      <w:r w:rsidR="009A226F">
        <w:rPr>
          <w:rtl/>
        </w:rPr>
        <w:t>لم</w:t>
      </w:r>
      <w:r>
        <w:rPr>
          <w:rtl/>
        </w:rPr>
        <w:t>سلمين</w:t>
      </w:r>
      <w:r w:rsidR="00364168">
        <w:rPr>
          <w:rtl/>
        </w:rPr>
        <w:t>،</w:t>
      </w:r>
      <w:r>
        <w:rPr>
          <w:rtl/>
        </w:rPr>
        <w:t xml:space="preserve"> وأجدر إنسان أن تنعطف إليه القلوب</w:t>
      </w:r>
      <w:r w:rsidR="00364168">
        <w:rPr>
          <w:rtl/>
        </w:rPr>
        <w:t>.</w:t>
      </w:r>
    </w:p>
    <w:p w:rsidR="002B49A5" w:rsidRDefault="002B49A5" w:rsidP="002B49A5">
      <w:pPr>
        <w:pStyle w:val="libNormal"/>
        <w:rPr>
          <w:rtl/>
        </w:rPr>
      </w:pPr>
      <w:r w:rsidRPr="002B49A5">
        <w:rPr>
          <w:rtl/>
        </w:rPr>
        <w:t xml:space="preserve">كان النّبي </w:t>
      </w:r>
      <w:r w:rsidR="008F60AE" w:rsidRPr="008F60AE">
        <w:rPr>
          <w:rStyle w:val="libAlaemChar"/>
          <w:rtl/>
        </w:rPr>
        <w:t>صلى‌الله‌عليه‌وآله</w:t>
      </w:r>
      <w:r w:rsidRPr="002B49A5">
        <w:rPr>
          <w:rtl/>
        </w:rPr>
        <w:t xml:space="preserve"> هو الذي سمّاه</w:t>
      </w:r>
      <w:r w:rsidR="00364168">
        <w:rPr>
          <w:rtl/>
        </w:rPr>
        <w:t>،</w:t>
      </w:r>
      <w:r w:rsidRPr="002B49A5">
        <w:rPr>
          <w:rtl/>
        </w:rPr>
        <w:t xml:space="preserve"> وسمّى من قبله أخاه</w:t>
      </w:r>
      <w:r w:rsidR="008F60AE">
        <w:rPr>
          <w:rtl/>
        </w:rPr>
        <w:t xml:space="preserve"> ...</w:t>
      </w:r>
      <w:r w:rsidRPr="002B49A5">
        <w:rPr>
          <w:rtl/>
        </w:rPr>
        <w:t xml:space="preserve"> قال عليّ </w:t>
      </w:r>
      <w:r w:rsidR="00D444F9" w:rsidRPr="00D444F9">
        <w:rPr>
          <w:rStyle w:val="libAlaemChar"/>
          <w:rtl/>
        </w:rPr>
        <w:t>رضي‌الله‌عنه</w:t>
      </w:r>
      <w:r w:rsidR="00364168">
        <w:rPr>
          <w:rtl/>
        </w:rPr>
        <w:t>:</w:t>
      </w:r>
      <w:r w:rsidRPr="002B49A5">
        <w:rPr>
          <w:rtl/>
        </w:rPr>
        <w:t xml:space="preserve"> </w:t>
      </w:r>
      <w:r w:rsidRPr="002B49A5">
        <w:rPr>
          <w:rStyle w:val="libBold2Char"/>
          <w:rtl/>
        </w:rPr>
        <w:t>(( ولمّا ولد الحسن سمّيته حرباً</w:t>
      </w:r>
      <w:r w:rsidR="00364168">
        <w:rPr>
          <w:rStyle w:val="libBold2Char"/>
          <w:rtl/>
        </w:rPr>
        <w:t>،</w:t>
      </w:r>
      <w:r w:rsidRPr="002B49A5">
        <w:rPr>
          <w:rStyle w:val="libBold2Char"/>
          <w:rtl/>
        </w:rPr>
        <w:t xml:space="preserve"> فجاء رسول الله فقال</w:t>
      </w:r>
      <w:r w:rsidR="00364168">
        <w:rPr>
          <w:rStyle w:val="libBold2Char"/>
          <w:rtl/>
        </w:rPr>
        <w:t>:</w:t>
      </w:r>
      <w:r w:rsidRPr="002B49A5">
        <w:rPr>
          <w:rStyle w:val="libBold2Char"/>
          <w:rtl/>
        </w:rPr>
        <w:t xml:space="preserve"> أروني ابني</w:t>
      </w:r>
      <w:r w:rsidR="00364168">
        <w:rPr>
          <w:rStyle w:val="libBold2Char"/>
          <w:rtl/>
        </w:rPr>
        <w:t>،</w:t>
      </w:r>
      <w:r w:rsidRPr="002B49A5">
        <w:rPr>
          <w:rStyle w:val="libBold2Char"/>
          <w:rtl/>
        </w:rPr>
        <w:t xml:space="preserve"> ما سميتموه</w:t>
      </w:r>
      <w:r w:rsidR="00364168">
        <w:rPr>
          <w:rStyle w:val="libBold2Char"/>
          <w:rtl/>
        </w:rPr>
        <w:t>؟</w:t>
      </w:r>
      <w:r w:rsidRPr="002B49A5">
        <w:rPr>
          <w:rStyle w:val="libBold2Char"/>
          <w:rtl/>
        </w:rPr>
        <w:t xml:space="preserve"> قُلت</w:t>
      </w:r>
      <w:r w:rsidR="00364168">
        <w:rPr>
          <w:rStyle w:val="libBold2Char"/>
          <w:rtl/>
        </w:rPr>
        <w:t>:</w:t>
      </w:r>
      <w:r w:rsidRPr="002B49A5">
        <w:rPr>
          <w:rStyle w:val="libBold2Char"/>
          <w:rtl/>
        </w:rPr>
        <w:t xml:space="preserve"> حرب</w:t>
      </w:r>
      <w:r w:rsidR="00364168">
        <w:rPr>
          <w:rStyle w:val="libBold2Char"/>
          <w:rtl/>
        </w:rPr>
        <w:t>.</w:t>
      </w:r>
      <w:r w:rsidRPr="002B49A5">
        <w:rPr>
          <w:rStyle w:val="libBold2Char"/>
          <w:rtl/>
        </w:rPr>
        <w:t xml:space="preserve"> فقال</w:t>
      </w:r>
      <w:r w:rsidR="00364168">
        <w:rPr>
          <w:rStyle w:val="libBold2Char"/>
          <w:rtl/>
        </w:rPr>
        <w:t>:</w:t>
      </w:r>
      <w:r w:rsidRPr="002B49A5">
        <w:rPr>
          <w:rStyle w:val="libBold2Char"/>
          <w:rtl/>
        </w:rPr>
        <w:t xml:space="preserve"> بل هو حسن</w:t>
      </w:r>
      <w:r w:rsidR="00364168">
        <w:rPr>
          <w:rStyle w:val="libBold2Char"/>
          <w:rtl/>
        </w:rPr>
        <w:t>.</w:t>
      </w:r>
      <w:r w:rsidRPr="002B49A5">
        <w:rPr>
          <w:rStyle w:val="libBold2Char"/>
          <w:rtl/>
        </w:rPr>
        <w:t xml:space="preserve"> فلمّا ولد الحُسين سمّيته حرباً</w:t>
      </w:r>
      <w:r w:rsidR="00364168">
        <w:rPr>
          <w:rStyle w:val="libBold2Char"/>
          <w:rtl/>
        </w:rPr>
        <w:t>،</w:t>
      </w:r>
      <w:r w:rsidRPr="002B49A5">
        <w:rPr>
          <w:rStyle w:val="libBold2Char"/>
          <w:rtl/>
        </w:rPr>
        <w:t xml:space="preserve"> فجاء رسول الله فقال</w:t>
      </w:r>
      <w:r w:rsidR="00364168">
        <w:rPr>
          <w:rStyle w:val="libBold2Char"/>
          <w:rtl/>
        </w:rPr>
        <w:t>:</w:t>
      </w:r>
      <w:r w:rsidRPr="002B49A5">
        <w:rPr>
          <w:rStyle w:val="libBold2Char"/>
          <w:rtl/>
        </w:rPr>
        <w:t xml:space="preserve"> أروني ابني</w:t>
      </w:r>
      <w:r w:rsidR="00364168">
        <w:rPr>
          <w:rStyle w:val="libBold2Char"/>
          <w:rtl/>
        </w:rPr>
        <w:t>،</w:t>
      </w:r>
      <w:r w:rsidRPr="002B49A5">
        <w:rPr>
          <w:rStyle w:val="libBold2Char"/>
          <w:rtl/>
        </w:rPr>
        <w:t xml:space="preserve"> ما سميتموه</w:t>
      </w:r>
      <w:r w:rsidR="00364168">
        <w:rPr>
          <w:rStyle w:val="libBold2Char"/>
          <w:rtl/>
        </w:rPr>
        <w:t>؟</w:t>
      </w:r>
      <w:r w:rsidRPr="002B49A5">
        <w:rPr>
          <w:rStyle w:val="libBold2Char"/>
          <w:rtl/>
        </w:rPr>
        <w:t xml:space="preserve"> قُلت</w:t>
      </w:r>
      <w:r w:rsidR="00364168">
        <w:rPr>
          <w:rStyle w:val="libBold2Char"/>
          <w:rtl/>
        </w:rPr>
        <w:t>:</w:t>
      </w:r>
      <w:r w:rsidRPr="002B49A5">
        <w:rPr>
          <w:rStyle w:val="libBold2Char"/>
          <w:rtl/>
        </w:rPr>
        <w:t xml:space="preserve"> حرب</w:t>
      </w:r>
      <w:r w:rsidR="00364168">
        <w:rPr>
          <w:rStyle w:val="libBold2Char"/>
          <w:rtl/>
        </w:rPr>
        <w:t>.</w:t>
      </w:r>
      <w:r w:rsidRPr="002B49A5">
        <w:rPr>
          <w:rStyle w:val="libBold2Char"/>
          <w:rtl/>
        </w:rPr>
        <w:t xml:space="preserve"> فقال</w:t>
      </w:r>
      <w:r w:rsidR="00364168">
        <w:rPr>
          <w:rStyle w:val="libBold2Char"/>
          <w:rtl/>
        </w:rPr>
        <w:t>:</w:t>
      </w:r>
      <w:r w:rsidRPr="002B49A5">
        <w:rPr>
          <w:rStyle w:val="libBold2Char"/>
          <w:rtl/>
        </w:rPr>
        <w:t xml:space="preserve"> بل هو حُسين</w:t>
      </w:r>
      <w:r w:rsidR="008F60AE">
        <w:rPr>
          <w:rStyle w:val="libBold2Char"/>
          <w:rtl/>
        </w:rPr>
        <w:t xml:space="preserve"> ...</w:t>
      </w:r>
      <w:r w:rsidRPr="002B49A5">
        <w:rPr>
          <w:rStyle w:val="libBold2Char"/>
          <w:rtl/>
        </w:rPr>
        <w:t xml:space="preserve"> ))</w:t>
      </w:r>
      <w:r w:rsidR="00364168">
        <w:rPr>
          <w:rStyle w:val="libBold2Char"/>
          <w:rtl/>
        </w:rPr>
        <w:t>.</w:t>
      </w:r>
    </w:p>
    <w:p w:rsidR="002B49A5" w:rsidRDefault="002B49A5" w:rsidP="002B49A5">
      <w:pPr>
        <w:pStyle w:val="libNormal"/>
        <w:rPr>
          <w:rtl/>
        </w:rPr>
      </w:pPr>
      <w:r w:rsidRPr="002B49A5">
        <w:rPr>
          <w:rtl/>
        </w:rPr>
        <w:t xml:space="preserve">وذهب إلى الحُسين وإخوته كلّ ما في فؤاد النّبي </w:t>
      </w:r>
      <w:r w:rsidR="008F60AE" w:rsidRPr="008F60AE">
        <w:rPr>
          <w:rStyle w:val="libAlaemChar"/>
          <w:rtl/>
        </w:rPr>
        <w:t>صلى‌الله‌عليه‌وآله</w:t>
      </w:r>
      <w:r w:rsidRPr="002B49A5">
        <w:rPr>
          <w:rtl/>
        </w:rPr>
        <w:t xml:space="preserve"> من محبّة البنين</w:t>
      </w:r>
      <w:r w:rsidR="00364168">
        <w:rPr>
          <w:rtl/>
        </w:rPr>
        <w:t>،</w:t>
      </w:r>
      <w:r w:rsidRPr="002B49A5">
        <w:rPr>
          <w:rtl/>
        </w:rPr>
        <w:t xml:space="preserve"> وهو مشوق الفؤاد إلى الذرّيّة من نسله</w:t>
      </w:r>
      <w:r w:rsidR="00364168">
        <w:rPr>
          <w:rtl/>
        </w:rPr>
        <w:t>،</w:t>
      </w:r>
      <w:r w:rsidRPr="002B49A5">
        <w:rPr>
          <w:rtl/>
        </w:rPr>
        <w:t xml:space="preserve"> فكان </w:t>
      </w:r>
      <w:r w:rsidR="008F60AE" w:rsidRPr="008F60AE">
        <w:rPr>
          <w:rStyle w:val="libAlaemChar"/>
          <w:rtl/>
        </w:rPr>
        <w:t>صلى‌الله‌عليه‌وآله</w:t>
      </w:r>
      <w:r w:rsidRPr="002B49A5">
        <w:rPr>
          <w:rtl/>
        </w:rPr>
        <w:t xml:space="preserve"> لا يطيق أذاهما</w:t>
      </w:r>
      <w:r w:rsidR="00364168">
        <w:rPr>
          <w:rtl/>
        </w:rPr>
        <w:t>،</w:t>
      </w:r>
      <w:r w:rsidRPr="002B49A5">
        <w:rPr>
          <w:rtl/>
        </w:rPr>
        <w:t xml:space="preserve"> ولا يحبّ أن يستمع إلى بكاء منهما في طفولتهما على كثرة ما يبكي الأطفال الصغار</w:t>
      </w:r>
      <w:r w:rsidR="00364168">
        <w:rPr>
          <w:rtl/>
        </w:rPr>
        <w:t>.</w:t>
      </w:r>
      <w:r w:rsidRPr="002B49A5">
        <w:rPr>
          <w:rtl/>
        </w:rPr>
        <w:t xml:space="preserve"> وخرج من بيت عائشة يوماً</w:t>
      </w:r>
      <w:r w:rsidR="00364168">
        <w:rPr>
          <w:rtl/>
        </w:rPr>
        <w:t>،</w:t>
      </w:r>
      <w:r w:rsidRPr="002B49A5">
        <w:rPr>
          <w:rtl/>
        </w:rPr>
        <w:t xml:space="preserve"> فمرّ على بيت فاطمة فسمع حُسيناً يبكي</w:t>
      </w:r>
      <w:r w:rsidR="00364168">
        <w:rPr>
          <w:rtl/>
        </w:rPr>
        <w:t>،</w:t>
      </w:r>
      <w:r w:rsidRPr="002B49A5">
        <w:rPr>
          <w:rtl/>
        </w:rPr>
        <w:t xml:space="preserve"> فقال</w:t>
      </w:r>
      <w:r w:rsidR="00364168">
        <w:rPr>
          <w:rtl/>
        </w:rPr>
        <w:t>:</w:t>
      </w:r>
      <w:r w:rsidRPr="002B49A5">
        <w:rPr>
          <w:rtl/>
        </w:rPr>
        <w:t xml:space="preserve"> </w:t>
      </w:r>
      <w:r w:rsidRPr="002B49A5">
        <w:rPr>
          <w:rStyle w:val="libBold2Char"/>
          <w:rtl/>
        </w:rPr>
        <w:t>(( ألم تعلمي أنّ بكاءه بؤذيني</w:t>
      </w:r>
      <w:r w:rsidR="00364168">
        <w:rPr>
          <w:rStyle w:val="libBold2Char"/>
          <w:rtl/>
        </w:rPr>
        <w:t>؟</w:t>
      </w:r>
      <w:r w:rsidRPr="002B49A5">
        <w:rPr>
          <w:rStyle w:val="libBold2Char"/>
          <w:rtl/>
        </w:rPr>
        <w:t xml:space="preserve"> ))</w:t>
      </w:r>
      <w:r w:rsidR="00364168">
        <w:rPr>
          <w:rStyle w:val="libBold2Char"/>
          <w:rtl/>
        </w:rPr>
        <w:t>.</w:t>
      </w:r>
    </w:p>
    <w:p w:rsidR="002B49A5" w:rsidRDefault="002B49A5" w:rsidP="002B49A5">
      <w:pPr>
        <w:pStyle w:val="libNormal"/>
        <w:rPr>
          <w:rtl/>
        </w:rPr>
      </w:pPr>
      <w:r w:rsidRPr="002B49A5">
        <w:rPr>
          <w:rtl/>
        </w:rPr>
        <w:t>وكان يقول</w:t>
      </w:r>
      <w:r w:rsidR="00364168">
        <w:rPr>
          <w:rtl/>
        </w:rPr>
        <w:t>:</w:t>
      </w:r>
      <w:r w:rsidRPr="002B49A5">
        <w:rPr>
          <w:rtl/>
        </w:rPr>
        <w:t xml:space="preserve"> </w:t>
      </w:r>
      <w:r w:rsidRPr="002B49A5">
        <w:rPr>
          <w:rStyle w:val="libBold2Char"/>
          <w:rtl/>
        </w:rPr>
        <w:t>(( ادعي إليّ ابنيَّ</w:t>
      </w:r>
      <w:r w:rsidR="008F60AE">
        <w:rPr>
          <w:rStyle w:val="libBold2Char"/>
          <w:rtl/>
        </w:rPr>
        <w:t xml:space="preserve"> ...</w:t>
      </w:r>
      <w:r w:rsidRPr="002B49A5">
        <w:rPr>
          <w:rStyle w:val="libBold2Char"/>
          <w:rtl/>
        </w:rPr>
        <w:t xml:space="preserve"> ))</w:t>
      </w:r>
      <w:r w:rsidR="00364168">
        <w:rPr>
          <w:rtl/>
        </w:rPr>
        <w:t>.</w:t>
      </w:r>
      <w:r w:rsidRPr="002B49A5">
        <w:rPr>
          <w:rtl/>
        </w:rPr>
        <w:t xml:space="preserve"> فيشمهما ويضمهما إليه</w:t>
      </w:r>
      <w:r w:rsidR="00364168">
        <w:rPr>
          <w:rtl/>
        </w:rPr>
        <w:t>،</w:t>
      </w:r>
      <w:r w:rsidRPr="002B49A5">
        <w:rPr>
          <w:rtl/>
        </w:rPr>
        <w:t xml:space="preserve"> ولا يبرح</w:t>
      </w:r>
    </w:p>
    <w:p w:rsidR="002B49A5" w:rsidRDefault="002B49A5" w:rsidP="002B49A5">
      <w:pPr>
        <w:pStyle w:val="libNormal"/>
      </w:pPr>
      <w:r>
        <w:rPr>
          <w:rtl/>
        </w:rPr>
        <w:br w:type="page"/>
      </w:r>
    </w:p>
    <w:p w:rsidR="002B49A5" w:rsidRDefault="002B49A5" w:rsidP="00E15F1F">
      <w:pPr>
        <w:pStyle w:val="libNormal0"/>
        <w:rPr>
          <w:rtl/>
        </w:rPr>
      </w:pPr>
      <w:r w:rsidRPr="002B49A5">
        <w:rPr>
          <w:rtl/>
        </w:rPr>
        <w:lastRenderedPageBreak/>
        <w:t>حتّى يضحكهما ويتركهما ضاحكين</w:t>
      </w:r>
      <w:r w:rsidR="00364168">
        <w:rPr>
          <w:rtl/>
        </w:rPr>
        <w:t>،</w:t>
      </w:r>
      <w:r w:rsidRPr="002B49A5">
        <w:rPr>
          <w:rtl/>
        </w:rPr>
        <w:t xml:space="preserve"> وروى أبو هريرة</w:t>
      </w:r>
      <w:r w:rsidR="00364168">
        <w:rPr>
          <w:rtl/>
        </w:rPr>
        <w:t>:</w:t>
      </w:r>
      <w:r w:rsidRPr="002B49A5">
        <w:rPr>
          <w:rtl/>
        </w:rPr>
        <w:t xml:space="preserve"> أنّه كان </w:t>
      </w:r>
      <w:r w:rsidR="008F60AE" w:rsidRPr="008F60AE">
        <w:rPr>
          <w:rStyle w:val="libAlaemChar"/>
          <w:rtl/>
        </w:rPr>
        <w:t>صلى‌الله‌عليه‌وآله</w:t>
      </w:r>
      <w:r w:rsidRPr="002B49A5">
        <w:rPr>
          <w:rtl/>
        </w:rPr>
        <w:t xml:space="preserve"> يدلع لسانه للحُسين</w:t>
      </w:r>
      <w:r w:rsidR="00364168">
        <w:rPr>
          <w:rtl/>
        </w:rPr>
        <w:t>،</w:t>
      </w:r>
      <w:r w:rsidRPr="002B49A5">
        <w:rPr>
          <w:rtl/>
        </w:rPr>
        <w:t xml:space="preserve"> فيرى الصبي حمرة لسانه فيهش إليه</w:t>
      </w:r>
      <w:r w:rsidR="00364168">
        <w:rPr>
          <w:rtl/>
        </w:rPr>
        <w:t>،</w:t>
      </w:r>
      <w:r w:rsidRPr="002B49A5">
        <w:rPr>
          <w:rtl/>
        </w:rPr>
        <w:t xml:space="preserve"> وكان عيينة بن بدر شهده في بعض هذه المجالس</w:t>
      </w:r>
      <w:r w:rsidR="00364168">
        <w:rPr>
          <w:rtl/>
        </w:rPr>
        <w:t>،</w:t>
      </w:r>
      <w:r w:rsidRPr="002B49A5">
        <w:rPr>
          <w:rtl/>
        </w:rPr>
        <w:t xml:space="preserve"> فقال متعجّباً</w:t>
      </w:r>
      <w:r w:rsidR="00364168">
        <w:rPr>
          <w:rtl/>
        </w:rPr>
        <w:t>:</w:t>
      </w:r>
      <w:r w:rsidRPr="002B49A5">
        <w:rPr>
          <w:rtl/>
        </w:rPr>
        <w:t xml:space="preserve"> يصنع هذا بهذا</w:t>
      </w:r>
      <w:r w:rsidR="00364168">
        <w:rPr>
          <w:rtl/>
        </w:rPr>
        <w:t>!</w:t>
      </w:r>
      <w:r w:rsidRPr="002B49A5">
        <w:rPr>
          <w:rtl/>
        </w:rPr>
        <w:t xml:space="preserve"> فو الله إنّ لي لولد وما قبّلته قط</w:t>
      </w:r>
      <w:r w:rsidR="00364168">
        <w:rPr>
          <w:rtl/>
        </w:rPr>
        <w:t>.</w:t>
      </w:r>
      <w:r w:rsidRPr="002B49A5">
        <w:rPr>
          <w:rtl/>
        </w:rPr>
        <w:t xml:space="preserve"> قال </w:t>
      </w:r>
      <w:r w:rsidR="008F60AE" w:rsidRPr="008F60AE">
        <w:rPr>
          <w:rStyle w:val="libAlaemChar"/>
          <w:rtl/>
        </w:rPr>
        <w:t>صلى‌الله‌عليه‌وآله</w:t>
      </w:r>
      <w:r w:rsidR="00364168">
        <w:rPr>
          <w:rtl/>
        </w:rPr>
        <w:t>:</w:t>
      </w:r>
      <w:r w:rsidRPr="002B49A5">
        <w:rPr>
          <w:rtl/>
        </w:rPr>
        <w:t xml:space="preserve"> </w:t>
      </w:r>
      <w:r w:rsidRPr="002B49A5">
        <w:rPr>
          <w:rStyle w:val="libBold2Char"/>
          <w:rtl/>
        </w:rPr>
        <w:t>(( مَن لا يرحم لا يُرحم ))</w:t>
      </w:r>
      <w:r w:rsidR="00364168">
        <w:rPr>
          <w:rStyle w:val="libBold2Char"/>
          <w:rtl/>
        </w:rPr>
        <w:t>.</w:t>
      </w:r>
    </w:p>
    <w:p w:rsidR="002B49A5" w:rsidRDefault="002B49A5" w:rsidP="008F60AE">
      <w:pPr>
        <w:pStyle w:val="libCenter"/>
        <w:rPr>
          <w:rtl/>
        </w:rPr>
      </w:pPr>
      <w:r>
        <w:rPr>
          <w:rtl/>
        </w:rPr>
        <w:t>* * *</w:t>
      </w:r>
    </w:p>
    <w:p w:rsidR="002B49A5" w:rsidRDefault="002B49A5" w:rsidP="002B49A5">
      <w:pPr>
        <w:pStyle w:val="libNormal"/>
        <w:rPr>
          <w:rtl/>
        </w:rPr>
      </w:pPr>
      <w:r w:rsidRPr="002B49A5">
        <w:rPr>
          <w:rtl/>
        </w:rPr>
        <w:t>وخرج ليلة في إحدى صلاتي العشاء وهو حامل حسناً أو حُسيناً</w:t>
      </w:r>
      <w:r w:rsidR="00364168">
        <w:rPr>
          <w:rtl/>
        </w:rPr>
        <w:t>،</w:t>
      </w:r>
      <w:r w:rsidRPr="002B49A5">
        <w:rPr>
          <w:rtl/>
        </w:rPr>
        <w:t xml:space="preserve"> فوضعه ثمّ كبّر للصلاة فأطال سجدة الصلاة</w:t>
      </w:r>
      <w:r w:rsidR="00364168">
        <w:rPr>
          <w:rtl/>
        </w:rPr>
        <w:t>.</w:t>
      </w:r>
      <w:r w:rsidRPr="002B49A5">
        <w:rPr>
          <w:rtl/>
        </w:rPr>
        <w:t xml:space="preserve"> قال راوي الحديث</w:t>
      </w:r>
      <w:r w:rsidR="00364168">
        <w:rPr>
          <w:rtl/>
        </w:rPr>
        <w:t>:</w:t>
      </w:r>
      <w:r w:rsidRPr="002B49A5">
        <w:rPr>
          <w:rtl/>
        </w:rPr>
        <w:t xml:space="preserve"> فرفعت رأسي فإذا بالصبي على ظهر رسول الله وهو ساجد فرجعت إلى سجودي</w:t>
      </w:r>
      <w:r w:rsidR="00364168">
        <w:rPr>
          <w:rtl/>
        </w:rPr>
        <w:t>،</w:t>
      </w:r>
      <w:r w:rsidRPr="002B49A5">
        <w:rPr>
          <w:rtl/>
        </w:rPr>
        <w:t xml:space="preserve"> فلمّا قضى الصلاة</w:t>
      </w:r>
      <w:r w:rsidR="00364168">
        <w:rPr>
          <w:rtl/>
        </w:rPr>
        <w:t>،</w:t>
      </w:r>
      <w:r w:rsidRPr="002B49A5">
        <w:rPr>
          <w:rtl/>
        </w:rPr>
        <w:t xml:space="preserve"> قيل</w:t>
      </w:r>
      <w:r w:rsidR="00364168">
        <w:rPr>
          <w:rtl/>
        </w:rPr>
        <w:t>:</w:t>
      </w:r>
      <w:r w:rsidRPr="002B49A5">
        <w:rPr>
          <w:rtl/>
        </w:rPr>
        <w:t xml:space="preserve"> يا رسول الله</w:t>
      </w:r>
      <w:r w:rsidR="00364168">
        <w:rPr>
          <w:rtl/>
        </w:rPr>
        <w:t>،</w:t>
      </w:r>
      <w:r w:rsidRPr="002B49A5">
        <w:rPr>
          <w:rtl/>
        </w:rPr>
        <w:t xml:space="preserve"> إنّك سجدت بين ظهري صلاتك سجدة أطلتها حتّى ظننا أنّه قد حدث أمر أو أنّه يوحى إليك</w:t>
      </w:r>
      <w:r w:rsidR="00364168">
        <w:rPr>
          <w:rtl/>
        </w:rPr>
        <w:t>؟</w:t>
      </w:r>
      <w:r w:rsidRPr="002B49A5">
        <w:rPr>
          <w:rtl/>
        </w:rPr>
        <w:t xml:space="preserve"> قال</w:t>
      </w:r>
      <w:r w:rsidR="00364168">
        <w:rPr>
          <w:rtl/>
        </w:rPr>
        <w:t>:</w:t>
      </w:r>
      <w:r w:rsidRPr="002B49A5">
        <w:rPr>
          <w:rtl/>
        </w:rPr>
        <w:t xml:space="preserve"> </w:t>
      </w:r>
      <w:r w:rsidRPr="002B49A5">
        <w:rPr>
          <w:rStyle w:val="libBold2Char"/>
          <w:rtl/>
        </w:rPr>
        <w:t>(( كلّ ذلك لم يكن</w:t>
      </w:r>
      <w:r w:rsidR="008F60AE">
        <w:rPr>
          <w:rStyle w:val="libBold2Char"/>
          <w:rtl/>
        </w:rPr>
        <w:t xml:space="preserve"> ...</w:t>
      </w:r>
      <w:r w:rsidRPr="002B49A5">
        <w:rPr>
          <w:rStyle w:val="libBold2Char"/>
          <w:rtl/>
        </w:rPr>
        <w:t xml:space="preserve"> ولكن ابني ارتحلني فكرهت أن اُعجّله</w:t>
      </w:r>
      <w:r w:rsidR="008F60AE">
        <w:rPr>
          <w:rStyle w:val="libBold2Char"/>
          <w:rtl/>
        </w:rPr>
        <w:t xml:space="preserve"> ...</w:t>
      </w:r>
      <w:r w:rsidRPr="002B49A5">
        <w:rPr>
          <w:rStyle w:val="libBold2Char"/>
          <w:rtl/>
        </w:rPr>
        <w:t xml:space="preserve"> ))</w:t>
      </w:r>
      <w:r w:rsidR="00364168">
        <w:rPr>
          <w:rtl/>
        </w:rPr>
        <w:t>.</w:t>
      </w:r>
    </w:p>
    <w:p w:rsidR="002B49A5" w:rsidRDefault="002B49A5" w:rsidP="002B49A5">
      <w:pPr>
        <w:pStyle w:val="libNormal"/>
        <w:rPr>
          <w:rtl/>
        </w:rPr>
      </w:pPr>
      <w:r w:rsidRPr="002B49A5">
        <w:rPr>
          <w:rtl/>
        </w:rPr>
        <w:t xml:space="preserve">وقام </w:t>
      </w:r>
      <w:r w:rsidR="008F60AE" w:rsidRPr="008F60AE">
        <w:rPr>
          <w:rStyle w:val="libAlaemChar"/>
          <w:rtl/>
        </w:rPr>
        <w:t>صلى‌الله‌عليه‌وآله</w:t>
      </w:r>
      <w:r w:rsidRPr="002B49A5">
        <w:rPr>
          <w:rtl/>
        </w:rPr>
        <w:t xml:space="preserve"> يخطب ا</w:t>
      </w:r>
      <w:r w:rsidR="009A226F">
        <w:rPr>
          <w:rtl/>
        </w:rPr>
        <w:t>لم</w:t>
      </w:r>
      <w:r w:rsidRPr="002B49A5">
        <w:rPr>
          <w:rtl/>
        </w:rPr>
        <w:t>سلمين</w:t>
      </w:r>
      <w:r w:rsidR="00364168">
        <w:rPr>
          <w:rtl/>
        </w:rPr>
        <w:t>،</w:t>
      </w:r>
      <w:r w:rsidRPr="002B49A5">
        <w:rPr>
          <w:rtl/>
        </w:rPr>
        <w:t xml:space="preserve"> فجاء الحسن والحُسين وعليهما قميصان أحمران يمشيان ويعثران</w:t>
      </w:r>
      <w:r w:rsidR="008F60AE">
        <w:rPr>
          <w:rtl/>
        </w:rPr>
        <w:t xml:space="preserve"> ...</w:t>
      </w:r>
      <w:r w:rsidRPr="002B49A5">
        <w:rPr>
          <w:rtl/>
        </w:rPr>
        <w:t xml:space="preserve"> فنزل </w:t>
      </w:r>
      <w:r w:rsidR="008F60AE" w:rsidRPr="008F60AE">
        <w:rPr>
          <w:rStyle w:val="libAlaemChar"/>
          <w:rtl/>
        </w:rPr>
        <w:t>صلى‌الله‌عليه‌وآله</w:t>
      </w:r>
      <w:r w:rsidRPr="002B49A5">
        <w:rPr>
          <w:rtl/>
        </w:rPr>
        <w:t xml:space="preserve"> من المنبر</w:t>
      </w:r>
      <w:r w:rsidR="00364168">
        <w:rPr>
          <w:rtl/>
        </w:rPr>
        <w:t>،</w:t>
      </w:r>
      <w:r w:rsidRPr="002B49A5">
        <w:rPr>
          <w:rtl/>
        </w:rPr>
        <w:t xml:space="preserve"> فحملهما ووضعهما بين يديه ثمّ قال</w:t>
      </w:r>
      <w:r w:rsidR="00364168">
        <w:rPr>
          <w:rtl/>
        </w:rPr>
        <w:t>:</w:t>
      </w:r>
      <w:r w:rsidRPr="002B49A5">
        <w:rPr>
          <w:rtl/>
        </w:rPr>
        <w:t xml:space="preserve"> </w:t>
      </w:r>
      <w:r w:rsidRPr="002B49A5">
        <w:rPr>
          <w:rStyle w:val="libBold2Char"/>
          <w:rtl/>
        </w:rPr>
        <w:t>(( صدق الله</w:t>
      </w:r>
      <w:r w:rsidR="008F60AE">
        <w:rPr>
          <w:rStyle w:val="libBold2Char"/>
          <w:rtl/>
        </w:rPr>
        <w:t xml:space="preserve"> ...</w:t>
      </w:r>
      <w:r w:rsidRPr="002B49A5">
        <w:rPr>
          <w:rStyle w:val="libBold2Char"/>
          <w:rtl/>
        </w:rPr>
        <w:t xml:space="preserve"> </w:t>
      </w:r>
      <w:r w:rsidR="00D444F9" w:rsidRPr="00D444F9">
        <w:rPr>
          <w:rStyle w:val="libAlaemChar"/>
          <w:rFonts w:hint="cs"/>
          <w:rtl/>
        </w:rPr>
        <w:t>(</w:t>
      </w:r>
      <w:r w:rsidR="00D444F9" w:rsidRPr="00D444F9">
        <w:rPr>
          <w:rStyle w:val="libAieChar"/>
          <w:rFonts w:hint="cs"/>
          <w:rtl/>
        </w:rPr>
        <w:t xml:space="preserve"> </w:t>
      </w:r>
      <w:r w:rsidRPr="002B49A5">
        <w:rPr>
          <w:rStyle w:val="libAieChar"/>
          <w:rFonts w:hint="cs"/>
          <w:rtl/>
        </w:rPr>
        <w:t>أَنَّمَا أَمْوَالُكُمْ وَأَوْلاَدُكُمْ فِتْنَةٌ</w:t>
      </w:r>
      <w:r w:rsidR="00D444F9">
        <w:rPr>
          <w:rStyle w:val="libAieChar"/>
          <w:rFonts w:hint="cs"/>
          <w:rtl/>
        </w:rPr>
        <w:t xml:space="preserve"> </w:t>
      </w:r>
      <w:r w:rsidR="00D444F9" w:rsidRPr="00D444F9">
        <w:rPr>
          <w:rStyle w:val="libAlaemChar"/>
          <w:rFonts w:hint="cs"/>
          <w:rtl/>
        </w:rPr>
        <w:t>)</w:t>
      </w:r>
      <w:r w:rsidR="00D444F9" w:rsidRPr="00D444F9">
        <w:rPr>
          <w:rStyle w:val="libBold2Char"/>
          <w:rFonts w:hint="cs"/>
          <w:rtl/>
        </w:rPr>
        <w:t xml:space="preserve"> </w:t>
      </w:r>
      <w:r w:rsidRPr="002B49A5">
        <w:rPr>
          <w:rStyle w:val="libFootnotenumChar"/>
          <w:rFonts w:hint="cs"/>
          <w:rtl/>
        </w:rPr>
        <w:t>(1)</w:t>
      </w:r>
      <w:r w:rsidR="008F60AE" w:rsidRPr="00D444F9">
        <w:rPr>
          <w:rStyle w:val="libBold2Char"/>
          <w:rFonts w:hint="cs"/>
          <w:rtl/>
        </w:rPr>
        <w:t xml:space="preserve"> ...</w:t>
      </w:r>
      <w:r w:rsidRPr="00D444F9">
        <w:rPr>
          <w:rStyle w:val="libBold2Char"/>
          <w:rtl/>
        </w:rPr>
        <w:t xml:space="preserve"> </w:t>
      </w:r>
      <w:r w:rsidRPr="002B49A5">
        <w:rPr>
          <w:rStyle w:val="libBold2Char"/>
          <w:rtl/>
        </w:rPr>
        <w:t>نظرت إلى هذين الصبيين يمشيان ويعثران</w:t>
      </w:r>
      <w:r w:rsidR="00364168">
        <w:rPr>
          <w:rStyle w:val="libBold2Char"/>
          <w:rtl/>
        </w:rPr>
        <w:t>،</w:t>
      </w:r>
      <w:r w:rsidRPr="002B49A5">
        <w:rPr>
          <w:rStyle w:val="libBold2Char"/>
          <w:rtl/>
        </w:rPr>
        <w:t xml:space="preserve"> فلم أصبر حتّى قطعت حديثي ورفعتهما </w:t>
      </w:r>
      <w:r w:rsidRPr="002B49A5">
        <w:rPr>
          <w:rStyle w:val="libBold2Char"/>
          <w:rFonts w:hint="cs"/>
          <w:rtl/>
        </w:rPr>
        <w:t>))</w:t>
      </w:r>
      <w:r w:rsidR="00364168">
        <w:rPr>
          <w:rStyle w:val="libBold2Char"/>
          <w:rFonts w:hint="cs"/>
          <w:rtl/>
        </w:rPr>
        <w:t>.</w:t>
      </w:r>
      <w:r w:rsidRPr="002B49A5">
        <w:rPr>
          <w:rStyle w:val="libBold2Char"/>
          <w:rFonts w:hint="cs"/>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ولا يوجد مُسلم في العصر القديم أو العصر الحديث يحبّ نبيّه كما يحبّ</w:t>
      </w:r>
    </w:p>
    <w:p w:rsidR="002B49A5" w:rsidRDefault="00CA43D1" w:rsidP="00DB04A3">
      <w:pPr>
        <w:pStyle w:val="libLine"/>
        <w:rPr>
          <w:rtl/>
        </w:rPr>
      </w:pPr>
      <w:r>
        <w:rPr>
          <w:rtl/>
        </w:rPr>
        <w:t>____________________</w:t>
      </w:r>
    </w:p>
    <w:p w:rsidR="002B49A5" w:rsidRDefault="002B49A5" w:rsidP="002B49A5">
      <w:pPr>
        <w:pStyle w:val="libFootnote"/>
        <w:rPr>
          <w:rtl/>
        </w:rPr>
      </w:pPr>
      <w:r>
        <w:rPr>
          <w:rtl/>
        </w:rPr>
        <w:t xml:space="preserve">(1) سورة </w:t>
      </w:r>
      <w:r>
        <w:rPr>
          <w:rFonts w:hint="cs"/>
          <w:rtl/>
        </w:rPr>
        <w:t>الأنفال / 28</w:t>
      </w:r>
      <w:r w:rsidR="00364168">
        <w:rPr>
          <w:rFonts w:hint="cs"/>
          <w:rtl/>
        </w:rPr>
        <w:t>.</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المؤمنون أنبياءهم</w:t>
      </w:r>
      <w:r w:rsidR="00364168">
        <w:rPr>
          <w:rtl/>
        </w:rPr>
        <w:t>،</w:t>
      </w:r>
      <w:r>
        <w:rPr>
          <w:rtl/>
        </w:rPr>
        <w:t xml:space="preserve"> ثمّ يصغر عنده حساب هذا الحنان الذي غمر به قلبه الكريم سبطيه وأحبّ النّاس إليه</w:t>
      </w:r>
      <w:r w:rsidR="008F60AE">
        <w:rPr>
          <w:rtl/>
        </w:rPr>
        <w:t xml:space="preserve"> ...</w:t>
      </w:r>
      <w:r>
        <w:rPr>
          <w:rtl/>
        </w:rPr>
        <w:t xml:space="preserve"> </w:t>
      </w:r>
    </w:p>
    <w:p w:rsidR="002B49A5" w:rsidRDefault="002B49A5" w:rsidP="002B49A5">
      <w:pPr>
        <w:pStyle w:val="libNormal"/>
        <w:rPr>
          <w:rtl/>
        </w:rPr>
      </w:pPr>
      <w:r>
        <w:rPr>
          <w:rtl/>
        </w:rPr>
        <w:t>فبهذا الحنان النّبوي قد أصبح الحُسين في عداد تلك الشّخوص الرمزية التي تتخذ منها الاُمم والملل عنواناً للحُب</w:t>
      </w:r>
      <w:r w:rsidR="00364168">
        <w:rPr>
          <w:rtl/>
        </w:rPr>
        <w:t>،</w:t>
      </w:r>
      <w:r>
        <w:rPr>
          <w:rtl/>
        </w:rPr>
        <w:t xml:space="preserve"> أو عنواناً للفخر</w:t>
      </w:r>
      <w:r w:rsidR="00364168">
        <w:rPr>
          <w:rtl/>
        </w:rPr>
        <w:t>،</w:t>
      </w:r>
      <w:r>
        <w:rPr>
          <w:rtl/>
        </w:rPr>
        <w:t xml:space="preserve"> أو عنواناً للألم والفداء</w:t>
      </w:r>
      <w:r w:rsidR="008F60AE">
        <w:rPr>
          <w:rtl/>
        </w:rPr>
        <w:t xml:space="preserve"> ...</w:t>
      </w:r>
      <w:r>
        <w:rPr>
          <w:rtl/>
        </w:rPr>
        <w:t xml:space="preserve"> فإذا به محبوب كلّ فرد ومفخرته</w:t>
      </w:r>
      <w:r w:rsidR="00364168">
        <w:rPr>
          <w:rtl/>
        </w:rPr>
        <w:t>،</w:t>
      </w:r>
      <w:r>
        <w:rPr>
          <w:rtl/>
        </w:rPr>
        <w:t xml:space="preserve"> وموضع عطفه وإشفاقه</w:t>
      </w:r>
      <w:r w:rsidR="00364168">
        <w:rPr>
          <w:rtl/>
        </w:rPr>
        <w:t>،</w:t>
      </w:r>
      <w:r>
        <w:rPr>
          <w:rtl/>
        </w:rPr>
        <w:t xml:space="preserve"> كأنّما تمّت إليه وحده بصلة القرابة أو بصلة المودّة</w:t>
      </w:r>
      <w:r w:rsidR="00364168">
        <w:rPr>
          <w:rtl/>
        </w:rPr>
        <w:t>.</w:t>
      </w:r>
    </w:p>
    <w:p w:rsidR="002B49A5" w:rsidRDefault="002B49A5" w:rsidP="002B49A5">
      <w:pPr>
        <w:pStyle w:val="libNormal"/>
        <w:rPr>
          <w:rtl/>
        </w:rPr>
      </w:pPr>
      <w:r>
        <w:rPr>
          <w:rtl/>
        </w:rPr>
        <w:t>وقد بلغ الحُسين بهذا الحنان</w:t>
      </w:r>
      <w:r w:rsidR="004C4A93">
        <w:rPr>
          <w:rtl/>
        </w:rPr>
        <w:t xml:space="preserve"> - </w:t>
      </w:r>
      <w:r>
        <w:rPr>
          <w:rtl/>
        </w:rPr>
        <w:t>مع الزمن</w:t>
      </w:r>
      <w:r w:rsidR="004C4A93">
        <w:rPr>
          <w:rtl/>
        </w:rPr>
        <w:t xml:space="preserve"> - </w:t>
      </w:r>
      <w:r>
        <w:rPr>
          <w:rtl/>
        </w:rPr>
        <w:t>مبلغه من تلك المكانة الرّمزية</w:t>
      </w:r>
      <w:r w:rsidR="00364168">
        <w:rPr>
          <w:rtl/>
        </w:rPr>
        <w:t>،</w:t>
      </w:r>
      <w:r>
        <w:rPr>
          <w:rtl/>
        </w:rPr>
        <w:t xml:space="preserve"> فأوشك بعض واصفيه أن يلحقه في حمله وولادته ورضاعه بمواليد المعجزات</w:t>
      </w:r>
      <w:r w:rsidR="00364168">
        <w:rPr>
          <w:rtl/>
        </w:rPr>
        <w:t>،</w:t>
      </w:r>
      <w:r>
        <w:rPr>
          <w:rtl/>
        </w:rPr>
        <w:t xml:space="preserve"> فقال بعضهم</w:t>
      </w:r>
      <w:r w:rsidR="00364168">
        <w:rPr>
          <w:rtl/>
        </w:rPr>
        <w:t>:</w:t>
      </w:r>
      <w:r>
        <w:rPr>
          <w:rtl/>
        </w:rPr>
        <w:t xml:space="preserve"> لم يولد مولود لستة أشهر وعاش إلاّ الحُسين وعيسى بن مريم</w:t>
      </w:r>
      <w:r w:rsidR="00364168">
        <w:rPr>
          <w:rtl/>
        </w:rPr>
        <w:t>.</w:t>
      </w:r>
      <w:r>
        <w:rPr>
          <w:rtl/>
        </w:rPr>
        <w:t xml:space="preserve"> </w:t>
      </w:r>
    </w:p>
    <w:p w:rsidR="002B49A5" w:rsidRDefault="002B49A5" w:rsidP="002B49A5">
      <w:pPr>
        <w:pStyle w:val="libNormal"/>
        <w:rPr>
          <w:rtl/>
        </w:rPr>
      </w:pPr>
      <w:r>
        <w:rPr>
          <w:rtl/>
        </w:rPr>
        <w:t>وقال آخرون</w:t>
      </w:r>
      <w:r w:rsidR="00364168">
        <w:rPr>
          <w:rtl/>
        </w:rPr>
        <w:t>:</w:t>
      </w:r>
      <w:r>
        <w:rPr>
          <w:rtl/>
        </w:rPr>
        <w:t xml:space="preserve"> إنّه </w:t>
      </w:r>
      <w:r w:rsidR="00D444F9" w:rsidRPr="00D444F9">
        <w:rPr>
          <w:rStyle w:val="libAlaemChar"/>
          <w:rtl/>
        </w:rPr>
        <w:t>رضي‌الله‌عنه</w:t>
      </w:r>
      <w:r>
        <w:rPr>
          <w:rtl/>
        </w:rPr>
        <w:t xml:space="preserve"> لم ترضعه اُمّه ولم ترضعه اُنثى</w:t>
      </w:r>
      <w:r w:rsidR="00364168">
        <w:rPr>
          <w:rtl/>
        </w:rPr>
        <w:t>،</w:t>
      </w:r>
      <w:r>
        <w:rPr>
          <w:rtl/>
        </w:rPr>
        <w:t xml:space="preserve"> وأعتلّت فاطمة </w:t>
      </w:r>
      <w:r w:rsidR="009A226F">
        <w:rPr>
          <w:rtl/>
        </w:rPr>
        <w:t>لم</w:t>
      </w:r>
      <w:r>
        <w:rPr>
          <w:rtl/>
        </w:rPr>
        <w:t>ا ولدت الحُسين وجفّ لبنها</w:t>
      </w:r>
      <w:r w:rsidR="00364168">
        <w:rPr>
          <w:rtl/>
        </w:rPr>
        <w:t>،</w:t>
      </w:r>
      <w:r>
        <w:rPr>
          <w:rtl/>
        </w:rPr>
        <w:t xml:space="preserve"> فطلب رسول الله مرضعة فلم يجد</w:t>
      </w:r>
      <w:r w:rsidR="00364168">
        <w:rPr>
          <w:rtl/>
        </w:rPr>
        <w:t>،</w:t>
      </w:r>
      <w:r>
        <w:rPr>
          <w:rtl/>
        </w:rPr>
        <w:t xml:space="preserve"> فكان يأتيه فيلقمه إبهامه فيمصّه</w:t>
      </w:r>
      <w:r w:rsidR="00364168">
        <w:rPr>
          <w:rtl/>
        </w:rPr>
        <w:t>،</w:t>
      </w:r>
      <w:r>
        <w:rPr>
          <w:rtl/>
        </w:rPr>
        <w:t xml:space="preserve"> ويجعل الله في إبهام رسوله رزقاً يغذّيه</w:t>
      </w:r>
      <w:r w:rsidR="00364168">
        <w:rPr>
          <w:rtl/>
        </w:rPr>
        <w:t>،</w:t>
      </w:r>
      <w:r>
        <w:rPr>
          <w:rtl/>
        </w:rPr>
        <w:t xml:space="preserve"> ففعل ذلك أربعين يوماً وليلة</w:t>
      </w:r>
      <w:r w:rsidR="00364168">
        <w:rPr>
          <w:rtl/>
        </w:rPr>
        <w:t>،</w:t>
      </w:r>
      <w:r>
        <w:rPr>
          <w:rtl/>
        </w:rPr>
        <w:t xml:space="preserve"> فأنبت الله سبحانه وتعالى لحمه من لحم رسول الله</w:t>
      </w:r>
      <w:r w:rsidR="008F60AE">
        <w:rPr>
          <w:rtl/>
        </w:rPr>
        <w:t xml:space="preserve"> ...</w:t>
      </w:r>
      <w:r>
        <w:rPr>
          <w:rtl/>
        </w:rPr>
        <w:t xml:space="preserve"> </w:t>
      </w:r>
    </w:p>
    <w:p w:rsidR="002B49A5" w:rsidRDefault="002B49A5" w:rsidP="002B49A5">
      <w:pPr>
        <w:pStyle w:val="libNormal"/>
        <w:rPr>
          <w:rtl/>
        </w:rPr>
      </w:pPr>
      <w:r>
        <w:rPr>
          <w:rtl/>
        </w:rPr>
        <w:t>وروي عنه غير ذلك كثير من الأساطير التي تحيط بها الاُمم تلك الشّخوص الرمزية</w:t>
      </w:r>
      <w:r w:rsidR="00364168">
        <w:rPr>
          <w:rtl/>
        </w:rPr>
        <w:t>،</w:t>
      </w:r>
      <w:r>
        <w:rPr>
          <w:rtl/>
        </w:rPr>
        <w:t xml:space="preserve"> التي تعزّها وتغليها فتلتمس لها مولداً غير المولد المألوف والنشأة المعهودة</w:t>
      </w:r>
      <w:r w:rsidR="00364168">
        <w:rPr>
          <w:rtl/>
        </w:rPr>
        <w:t>،</w:t>
      </w:r>
      <w:r>
        <w:rPr>
          <w:rtl/>
        </w:rPr>
        <w:t xml:space="preserve"> وتلحقها أو توشك أن تلحقها بالخوارق وا</w:t>
      </w:r>
      <w:r w:rsidR="009A226F">
        <w:rPr>
          <w:rtl/>
        </w:rPr>
        <w:t>لم</w:t>
      </w:r>
      <w:r>
        <w:rPr>
          <w:rtl/>
        </w:rPr>
        <w:t>عجزات</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ولقد كانت حقيقة الحُسين الشّخصية كفؤاً لتلك الصورة الرّمزية</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التي نسجتها حوله الأجيال المتعاقبة قبل أن يرى منه أبناء جيله غير تلك الحقيقة</w:t>
      </w:r>
      <w:r w:rsidR="00364168">
        <w:rPr>
          <w:rtl/>
        </w:rPr>
        <w:t>.</w:t>
      </w:r>
    </w:p>
    <w:p w:rsidR="002B49A5" w:rsidRDefault="002B49A5" w:rsidP="002B49A5">
      <w:pPr>
        <w:pStyle w:val="libNormal"/>
        <w:rPr>
          <w:rtl/>
        </w:rPr>
      </w:pPr>
      <w:r w:rsidRPr="002B49A5">
        <w:rPr>
          <w:rtl/>
        </w:rPr>
        <w:t>فكان ملء العين والقلب في خلق وخُلق وفي أدب وسيرة</w:t>
      </w:r>
      <w:r w:rsidR="00364168">
        <w:rPr>
          <w:rtl/>
        </w:rPr>
        <w:t>،</w:t>
      </w:r>
      <w:r w:rsidRPr="002B49A5">
        <w:rPr>
          <w:rtl/>
        </w:rPr>
        <w:t xml:space="preserve"> وكانت فيه مشابه من جدّه وأبيه</w:t>
      </w:r>
      <w:r w:rsidR="008F60AE">
        <w:rPr>
          <w:rtl/>
        </w:rPr>
        <w:t xml:space="preserve"> ...</w:t>
      </w:r>
      <w:r w:rsidRPr="002B49A5">
        <w:rPr>
          <w:rtl/>
        </w:rPr>
        <w:t xml:space="preserve"> إلاّ أنّه كان في شدّته أقرب إلى أبيه</w:t>
      </w:r>
      <w:r w:rsidR="00364168">
        <w:rPr>
          <w:rtl/>
        </w:rPr>
        <w:t>،</w:t>
      </w:r>
      <w:r w:rsidRPr="002B49A5">
        <w:rPr>
          <w:rtl/>
        </w:rPr>
        <w:t xml:space="preserve"> قال </w:t>
      </w:r>
      <w:r w:rsidR="00D444F9" w:rsidRPr="00D444F9">
        <w:rPr>
          <w:rStyle w:val="libAlaemChar"/>
          <w:rtl/>
        </w:rPr>
        <w:t>رضي‌الله‌عنه</w:t>
      </w:r>
      <w:r w:rsidRPr="002B49A5">
        <w:rPr>
          <w:rtl/>
        </w:rPr>
        <w:t xml:space="preserve"> مُشيراً إلى الحسن</w:t>
      </w:r>
      <w:r w:rsidR="00364168">
        <w:rPr>
          <w:rtl/>
        </w:rPr>
        <w:t>:</w:t>
      </w:r>
      <w:r w:rsidRPr="002B49A5">
        <w:rPr>
          <w:rtl/>
        </w:rPr>
        <w:t xml:space="preserve"> </w:t>
      </w:r>
      <w:r w:rsidRPr="002B49A5">
        <w:rPr>
          <w:rStyle w:val="libBold2Char"/>
          <w:rtl/>
        </w:rPr>
        <w:t>(( إن ابني هذا سيخرج من هذا الأمر</w:t>
      </w:r>
      <w:r w:rsidR="00364168">
        <w:rPr>
          <w:rStyle w:val="libBold2Char"/>
          <w:rtl/>
        </w:rPr>
        <w:t>،</w:t>
      </w:r>
      <w:r w:rsidRPr="002B49A5">
        <w:rPr>
          <w:rStyle w:val="libBold2Char"/>
          <w:rtl/>
        </w:rPr>
        <w:t xml:space="preserve"> أشبه أهلي بي الحُسين ))</w:t>
      </w:r>
      <w:r w:rsidR="00364168">
        <w:rPr>
          <w:rStyle w:val="libBold2Char"/>
          <w:rtl/>
        </w:rPr>
        <w:t>.</w:t>
      </w:r>
      <w:r w:rsidRPr="002B49A5">
        <w:rPr>
          <w:rtl/>
        </w:rPr>
        <w:t xml:space="preserve"> واتّفق بعض الثقات على أنّ الغالب على الحسن الحلم والأناة كالنّبي </w:t>
      </w:r>
      <w:r w:rsidR="008F60AE" w:rsidRPr="008F60AE">
        <w:rPr>
          <w:rStyle w:val="libAlaemChar"/>
          <w:rtl/>
        </w:rPr>
        <w:t>صلى‌الله‌عليه‌وآله</w:t>
      </w:r>
      <w:r w:rsidR="00364168">
        <w:rPr>
          <w:rtl/>
        </w:rPr>
        <w:t>،</w:t>
      </w:r>
      <w:r w:rsidRPr="002B49A5">
        <w:rPr>
          <w:rtl/>
        </w:rPr>
        <w:t xml:space="preserve"> وعلى الحُسين الشدّة كعليّ</w:t>
      </w:r>
      <w:r w:rsidR="00364168">
        <w:rPr>
          <w:rtl/>
        </w:rPr>
        <w:t>.</w:t>
      </w:r>
    </w:p>
    <w:p w:rsidR="002B49A5" w:rsidRPr="00D444F9" w:rsidRDefault="002B49A5" w:rsidP="00D444F9">
      <w:pPr>
        <w:pStyle w:val="Heading2"/>
        <w:rPr>
          <w:rtl/>
        </w:rPr>
      </w:pPr>
      <w:bookmarkStart w:id="34" w:name="صفات_الحسين_عليه_السلام"/>
      <w:bookmarkStart w:id="35" w:name="_Toc374273673"/>
      <w:bookmarkStart w:id="36" w:name="_Toc374273975"/>
      <w:bookmarkEnd w:id="34"/>
      <w:r w:rsidRPr="00D444F9">
        <w:rPr>
          <w:rtl/>
        </w:rPr>
        <w:t xml:space="preserve">صفات الحُسين </w:t>
      </w:r>
      <w:r w:rsidR="008F60AE" w:rsidRPr="00D444F9">
        <w:rPr>
          <w:rStyle w:val="libAlaemHeading2Char"/>
          <w:rtl/>
        </w:rPr>
        <w:t>عليه‌السلام</w:t>
      </w:r>
      <w:r w:rsidR="00364168" w:rsidRPr="00D444F9">
        <w:rPr>
          <w:rtl/>
        </w:rPr>
        <w:t>:</w:t>
      </w:r>
      <w:bookmarkEnd w:id="35"/>
      <w:bookmarkEnd w:id="36"/>
      <w:r w:rsidRPr="00D444F9">
        <w:rPr>
          <w:rtl/>
        </w:rPr>
        <w:t xml:space="preserve"> </w:t>
      </w:r>
    </w:p>
    <w:p w:rsidR="002B49A5" w:rsidRDefault="002B49A5" w:rsidP="002B49A5">
      <w:pPr>
        <w:pStyle w:val="libNormal"/>
        <w:rPr>
          <w:rtl/>
        </w:rPr>
      </w:pPr>
      <w:r>
        <w:rPr>
          <w:rtl/>
        </w:rPr>
        <w:t>وقد تعلّم في صباه خير ما يتعلمه أبناء زمانه من فنون العلم والأدب والفروسية</w:t>
      </w:r>
      <w:r w:rsidR="00364168">
        <w:rPr>
          <w:rtl/>
        </w:rPr>
        <w:t>،</w:t>
      </w:r>
      <w:r>
        <w:rPr>
          <w:rtl/>
        </w:rPr>
        <w:t xml:space="preserve"> وإليه يرفع كثير من المتصوّفة وحُكماء الدين نصوصهم التي يعوّلون عليها ويردّونها إلى عليّ بن أبي طالب </w:t>
      </w:r>
      <w:r w:rsidR="00D444F9" w:rsidRPr="00D444F9">
        <w:rPr>
          <w:rStyle w:val="libAlaemChar"/>
          <w:rtl/>
        </w:rPr>
        <w:t>رضي‌الله‌عنه</w:t>
      </w:r>
      <w:r w:rsidR="00364168">
        <w:rPr>
          <w:rtl/>
        </w:rPr>
        <w:t>.</w:t>
      </w:r>
      <w:r>
        <w:rPr>
          <w:rtl/>
        </w:rPr>
        <w:t xml:space="preserve"> وقد اُوتي ملكة الخطابة من طلاقة لسان وحسن بيان وغنة صوت وجمال إيماء</w:t>
      </w:r>
      <w:r w:rsidR="00364168">
        <w:rPr>
          <w:rtl/>
        </w:rPr>
        <w:t>.</w:t>
      </w:r>
      <w:r>
        <w:rPr>
          <w:rtl/>
        </w:rPr>
        <w:t xml:space="preserve"> </w:t>
      </w:r>
    </w:p>
    <w:p w:rsidR="002B49A5" w:rsidRDefault="002B49A5" w:rsidP="002B49A5">
      <w:pPr>
        <w:pStyle w:val="libNormal"/>
        <w:rPr>
          <w:rtl/>
        </w:rPr>
      </w:pPr>
      <w:r w:rsidRPr="002B49A5">
        <w:rPr>
          <w:rtl/>
        </w:rPr>
        <w:t>ومن كلامه المرتجل قوله في توديع أبي ذر</w:t>
      </w:r>
      <w:r w:rsidR="004C4A93">
        <w:rPr>
          <w:rtl/>
        </w:rPr>
        <w:t xml:space="preserve"> - </w:t>
      </w:r>
      <w:r w:rsidRPr="002B49A5">
        <w:rPr>
          <w:rtl/>
        </w:rPr>
        <w:t>وقد أخرجه عثمان من المدينة بعد أن أخرجه معاوية من الشّام</w:t>
      </w:r>
      <w:r w:rsidR="009A226F">
        <w:rPr>
          <w:rtl/>
        </w:rPr>
        <w:t xml:space="preserve"> -</w:t>
      </w:r>
      <w:r w:rsidR="00364168">
        <w:rPr>
          <w:rtl/>
        </w:rPr>
        <w:t>:</w:t>
      </w:r>
      <w:r w:rsidRPr="002B49A5">
        <w:rPr>
          <w:rtl/>
        </w:rPr>
        <w:t xml:space="preserve"> </w:t>
      </w:r>
      <w:r w:rsidRPr="002B49A5">
        <w:rPr>
          <w:rStyle w:val="libBold2Char"/>
          <w:rtl/>
        </w:rPr>
        <w:t>(( يا عمّاه</w:t>
      </w:r>
      <w:r w:rsidR="00364168">
        <w:rPr>
          <w:rStyle w:val="libBold2Char"/>
          <w:rtl/>
        </w:rPr>
        <w:t>،</w:t>
      </w:r>
      <w:r w:rsidRPr="002B49A5">
        <w:rPr>
          <w:rStyle w:val="libBold2Char"/>
          <w:rtl/>
        </w:rPr>
        <w:t xml:space="preserve"> إنّ الله قادر أن يغيّر ما قد ترى</w:t>
      </w:r>
      <w:r w:rsidR="00364168">
        <w:rPr>
          <w:rStyle w:val="libBold2Char"/>
          <w:rtl/>
        </w:rPr>
        <w:t>،</w:t>
      </w:r>
      <w:r w:rsidRPr="002B49A5">
        <w:rPr>
          <w:rStyle w:val="libBold2Char"/>
          <w:rtl/>
        </w:rPr>
        <w:t xml:space="preserve"> والله كلّ يوم في شأن</w:t>
      </w:r>
      <w:r w:rsidR="00364168">
        <w:rPr>
          <w:rStyle w:val="libBold2Char"/>
          <w:rtl/>
        </w:rPr>
        <w:t>،</w:t>
      </w:r>
      <w:r w:rsidRPr="002B49A5">
        <w:rPr>
          <w:rStyle w:val="libBold2Char"/>
          <w:rtl/>
        </w:rPr>
        <w:t xml:space="preserve"> وقد منعك القوم دنياهم ومنعتهم دينك</w:t>
      </w:r>
      <w:r w:rsidR="00364168">
        <w:rPr>
          <w:rStyle w:val="libBold2Char"/>
          <w:rtl/>
        </w:rPr>
        <w:t>،</w:t>
      </w:r>
      <w:r w:rsidRPr="002B49A5">
        <w:rPr>
          <w:rStyle w:val="libBold2Char"/>
          <w:rtl/>
        </w:rPr>
        <w:t xml:space="preserve"> وما أغناك عمّا منعوك وأحوجهم إلى ما منعتهم</w:t>
      </w:r>
      <w:r w:rsidR="00364168">
        <w:rPr>
          <w:rStyle w:val="libBold2Char"/>
          <w:rtl/>
        </w:rPr>
        <w:t>،</w:t>
      </w:r>
      <w:r w:rsidRPr="002B49A5">
        <w:rPr>
          <w:rStyle w:val="libBold2Char"/>
          <w:rtl/>
        </w:rPr>
        <w:t xml:space="preserve"> فاسأل الله الصبر والنّصر</w:t>
      </w:r>
      <w:r w:rsidR="00364168">
        <w:rPr>
          <w:rStyle w:val="libBold2Char"/>
          <w:rtl/>
        </w:rPr>
        <w:t>،</w:t>
      </w:r>
      <w:r w:rsidRPr="002B49A5">
        <w:rPr>
          <w:rStyle w:val="libBold2Char"/>
          <w:rtl/>
        </w:rPr>
        <w:t xml:space="preserve"> واستعذ به من الجشع والجزع</w:t>
      </w:r>
      <w:r w:rsidR="00364168">
        <w:rPr>
          <w:rStyle w:val="libBold2Char"/>
          <w:rtl/>
        </w:rPr>
        <w:t>؛</w:t>
      </w:r>
      <w:r w:rsidRPr="002B49A5">
        <w:rPr>
          <w:rStyle w:val="libBold2Char"/>
          <w:rtl/>
        </w:rPr>
        <w:t xml:space="preserve"> فإنّ الصبر من الدين والكرم</w:t>
      </w:r>
      <w:r w:rsidR="00364168">
        <w:rPr>
          <w:rStyle w:val="libBold2Char"/>
          <w:rtl/>
        </w:rPr>
        <w:t>،</w:t>
      </w:r>
      <w:r w:rsidRPr="002B49A5">
        <w:rPr>
          <w:rStyle w:val="libBold2Char"/>
          <w:rtl/>
        </w:rPr>
        <w:t xml:space="preserve"> وأنّ الجشع لا يقدّم رزقاً والجزع لا يؤخّر أجلاً ))</w:t>
      </w:r>
      <w:r w:rsidR="00364168">
        <w:rPr>
          <w:rStyle w:val="libBold2Cha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وكان يومئذ في نحو الثلاثين من عمره</w:t>
      </w:r>
      <w:r w:rsidR="00364168">
        <w:rPr>
          <w:rtl/>
        </w:rPr>
        <w:t>،</w:t>
      </w:r>
      <w:r>
        <w:rPr>
          <w:rtl/>
        </w:rPr>
        <w:t xml:space="preserve"> فكأنّما أودع هذه الكلمات شعار حياته كاملة منذ أدرك الدُنيا إلى أن فارقها في مصرع كربلاء</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وتواترت الرّوايات بقوله الشّعر في أغراض الحكمة وبعض المناسبات البيتية</w:t>
      </w:r>
      <w:r w:rsidR="00364168">
        <w:rPr>
          <w:rtl/>
        </w:rPr>
        <w:t>،</w:t>
      </w:r>
      <w:r>
        <w:rPr>
          <w:rtl/>
        </w:rPr>
        <w:t xml:space="preserve"> ومن ذلك هذه الأبيات</w:t>
      </w:r>
      <w:r w:rsidR="00364168">
        <w:rPr>
          <w:rtl/>
        </w:rPr>
        <w:t>:</w:t>
      </w:r>
    </w:p>
    <w:tbl>
      <w:tblPr>
        <w:tblStyle w:val="TableGrid"/>
        <w:bidiVisual/>
        <w:tblW w:w="4562" w:type="pct"/>
        <w:tblInd w:w="384" w:type="dxa"/>
        <w:tblLook w:val="01E0"/>
      </w:tblPr>
      <w:tblGrid>
        <w:gridCol w:w="3345"/>
        <w:gridCol w:w="269"/>
        <w:gridCol w:w="3308"/>
      </w:tblGrid>
      <w:tr w:rsidR="00D444F9" w:rsidTr="00D444F9">
        <w:trPr>
          <w:trHeight w:val="350"/>
        </w:trPr>
        <w:tc>
          <w:tcPr>
            <w:tcW w:w="3345" w:type="dxa"/>
            <w:shd w:val="clear" w:color="auto" w:fill="auto"/>
          </w:tcPr>
          <w:p w:rsidR="00D444F9" w:rsidRDefault="00D444F9" w:rsidP="00D444F9">
            <w:pPr>
              <w:pStyle w:val="libPoem"/>
            </w:pPr>
            <w:r w:rsidRPr="008F60AE">
              <w:rPr>
                <w:rStyle w:val="libPoemChar"/>
                <w:rtl/>
              </w:rPr>
              <w:t>اغْنَ</w:t>
            </w:r>
            <w:r w:rsidR="00897AE1">
              <w:rPr>
                <w:rStyle w:val="libPoemChar"/>
                <w:rtl/>
              </w:rPr>
              <w:t xml:space="preserve"> </w:t>
            </w:r>
            <w:r w:rsidRPr="008F60AE">
              <w:rPr>
                <w:rStyle w:val="libPoemChar"/>
                <w:rtl/>
              </w:rPr>
              <w:t>عن</w:t>
            </w:r>
            <w:r w:rsidR="00897AE1">
              <w:rPr>
                <w:rStyle w:val="libPoemChar"/>
                <w:rtl/>
              </w:rPr>
              <w:t xml:space="preserve"> </w:t>
            </w:r>
            <w:r w:rsidRPr="008F60AE">
              <w:rPr>
                <w:rStyle w:val="libPoemChar"/>
                <w:rtl/>
              </w:rPr>
              <w:t>المخلوقِ</w:t>
            </w:r>
            <w:r w:rsidR="00897AE1">
              <w:rPr>
                <w:rStyle w:val="libPoemChar"/>
                <w:rtl/>
              </w:rPr>
              <w:t xml:space="preserve"> </w:t>
            </w:r>
            <w:r w:rsidRPr="008F60AE">
              <w:rPr>
                <w:rStyle w:val="libPoemChar"/>
                <w:rtl/>
              </w:rPr>
              <w:t>بالخالقِ</w:t>
            </w:r>
            <w:r w:rsidRPr="00725071">
              <w:rPr>
                <w:rStyle w:val="libPoemTiniChar0"/>
                <w:rtl/>
              </w:rPr>
              <w:br/>
              <w:t> </w:t>
            </w:r>
          </w:p>
        </w:tc>
        <w:tc>
          <w:tcPr>
            <w:tcW w:w="269" w:type="dxa"/>
            <w:shd w:val="clear" w:color="auto" w:fill="auto"/>
          </w:tcPr>
          <w:p w:rsidR="00D444F9" w:rsidRDefault="00D444F9" w:rsidP="00390D32">
            <w:pPr>
              <w:pStyle w:val="libPoem"/>
              <w:rPr>
                <w:rtl/>
              </w:rPr>
            </w:pPr>
          </w:p>
        </w:tc>
        <w:tc>
          <w:tcPr>
            <w:tcW w:w="3308" w:type="dxa"/>
            <w:shd w:val="clear" w:color="auto" w:fill="auto"/>
          </w:tcPr>
          <w:p w:rsidR="00D444F9" w:rsidRDefault="00D444F9" w:rsidP="00390D32">
            <w:pPr>
              <w:pStyle w:val="libPoem"/>
            </w:pPr>
            <w:r w:rsidRPr="008F60AE">
              <w:rPr>
                <w:rStyle w:val="libPoemChar"/>
                <w:rtl/>
              </w:rPr>
              <w:t>تَـغْنَ</w:t>
            </w:r>
            <w:r w:rsidR="00897AE1">
              <w:rPr>
                <w:rStyle w:val="libPoemChar"/>
                <w:rtl/>
              </w:rPr>
              <w:t xml:space="preserve"> </w:t>
            </w:r>
            <w:r w:rsidRPr="008F60AE">
              <w:rPr>
                <w:rStyle w:val="libPoemChar"/>
                <w:rtl/>
              </w:rPr>
              <w:t>عن</w:t>
            </w:r>
            <w:r w:rsidR="00897AE1">
              <w:rPr>
                <w:rStyle w:val="libPoemChar"/>
                <w:rtl/>
              </w:rPr>
              <w:t xml:space="preserve"> </w:t>
            </w:r>
            <w:r w:rsidRPr="008F60AE">
              <w:rPr>
                <w:rStyle w:val="libPoemChar"/>
                <w:rtl/>
              </w:rPr>
              <w:t>الكاذبِ</w:t>
            </w:r>
            <w:r w:rsidR="00897AE1">
              <w:rPr>
                <w:rStyle w:val="libPoemChar"/>
                <w:rtl/>
              </w:rPr>
              <w:t xml:space="preserve"> </w:t>
            </w:r>
            <w:r w:rsidRPr="008F60AE">
              <w:rPr>
                <w:rStyle w:val="libPoemChar"/>
                <w:rtl/>
              </w:rPr>
              <w:t>والصادقِ</w:t>
            </w:r>
            <w:r w:rsidRPr="00725071">
              <w:rPr>
                <w:rStyle w:val="libPoemTiniChar0"/>
                <w:rtl/>
              </w:rPr>
              <w:br/>
              <w:t> </w:t>
            </w:r>
          </w:p>
        </w:tc>
      </w:tr>
      <w:tr w:rsidR="00D444F9" w:rsidTr="00D444F9">
        <w:tblPrEx>
          <w:tblLook w:val="04A0"/>
        </w:tblPrEx>
        <w:trPr>
          <w:trHeight w:val="350"/>
        </w:trPr>
        <w:tc>
          <w:tcPr>
            <w:tcW w:w="3345" w:type="dxa"/>
          </w:tcPr>
          <w:p w:rsidR="00D444F9" w:rsidRDefault="00D444F9" w:rsidP="00390D32">
            <w:pPr>
              <w:pStyle w:val="libPoem"/>
            </w:pPr>
            <w:r w:rsidRPr="008F60AE">
              <w:rPr>
                <w:rStyle w:val="libPoemChar"/>
                <w:rtl/>
              </w:rPr>
              <w:t>واسترزقِ</w:t>
            </w:r>
            <w:r w:rsidR="00897AE1">
              <w:rPr>
                <w:rStyle w:val="libPoemChar"/>
                <w:rtl/>
              </w:rPr>
              <w:t xml:space="preserve"> </w:t>
            </w:r>
            <w:r w:rsidRPr="008F60AE">
              <w:rPr>
                <w:rStyle w:val="libPoemChar"/>
                <w:rtl/>
              </w:rPr>
              <w:t>الرّحمنَ</w:t>
            </w:r>
            <w:r w:rsidR="00897AE1">
              <w:rPr>
                <w:rStyle w:val="libPoemChar"/>
                <w:rtl/>
              </w:rPr>
              <w:t xml:space="preserve"> </w:t>
            </w:r>
            <w:r w:rsidRPr="008F60AE">
              <w:rPr>
                <w:rStyle w:val="libPoemChar"/>
                <w:rtl/>
              </w:rPr>
              <w:t>من</w:t>
            </w:r>
            <w:r w:rsidR="00897AE1">
              <w:rPr>
                <w:rStyle w:val="libPoemChar"/>
                <w:rtl/>
              </w:rPr>
              <w:t xml:space="preserve"> </w:t>
            </w:r>
            <w:r w:rsidRPr="008F60AE">
              <w:rPr>
                <w:rStyle w:val="libPoemChar"/>
                <w:rtl/>
              </w:rPr>
              <w:t>فضلهِ</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D444F9">
            <w:pPr>
              <w:pStyle w:val="libPoem"/>
            </w:pPr>
            <w:r w:rsidRPr="008F60AE">
              <w:rPr>
                <w:rStyle w:val="libPoemChar"/>
                <w:rtl/>
              </w:rPr>
              <w:t>فـليسَ</w:t>
            </w:r>
            <w:r w:rsidR="00897AE1">
              <w:rPr>
                <w:rStyle w:val="libPoemChar"/>
                <w:rtl/>
              </w:rPr>
              <w:t xml:space="preserve"> </w:t>
            </w:r>
            <w:r w:rsidRPr="008F60AE">
              <w:rPr>
                <w:rStyle w:val="libPoemChar"/>
                <w:rtl/>
              </w:rPr>
              <w:t>غيرُ</w:t>
            </w:r>
            <w:r w:rsidR="00897AE1">
              <w:rPr>
                <w:rStyle w:val="libPoemChar"/>
                <w:rtl/>
              </w:rPr>
              <w:t xml:space="preserve"> </w:t>
            </w:r>
            <w:r w:rsidRPr="008F60AE">
              <w:rPr>
                <w:rStyle w:val="libPoemChar"/>
                <w:rtl/>
              </w:rPr>
              <w:t>الله</w:t>
            </w:r>
            <w:r w:rsidR="00897AE1">
              <w:rPr>
                <w:rStyle w:val="libPoemChar"/>
                <w:rtl/>
              </w:rPr>
              <w:t xml:space="preserve"> </w:t>
            </w:r>
            <w:r w:rsidRPr="008F60AE">
              <w:rPr>
                <w:rStyle w:val="libPoemChar"/>
                <w:rtl/>
              </w:rPr>
              <w:t>من</w:t>
            </w:r>
            <w:r w:rsidR="00897AE1">
              <w:rPr>
                <w:rStyle w:val="libPoemChar"/>
                <w:rtl/>
              </w:rPr>
              <w:t xml:space="preserve"> </w:t>
            </w:r>
            <w:r w:rsidRPr="008F60AE">
              <w:rPr>
                <w:rStyle w:val="libPoemChar"/>
                <w:rtl/>
              </w:rPr>
              <w:t>رازقِ</w:t>
            </w:r>
            <w:r w:rsidRPr="00725071">
              <w:rPr>
                <w:rStyle w:val="libPoemTiniChar0"/>
                <w:rtl/>
              </w:rPr>
              <w:br/>
              <w:t> </w:t>
            </w:r>
          </w:p>
        </w:tc>
      </w:tr>
      <w:tr w:rsidR="00D444F9" w:rsidTr="00D444F9">
        <w:tblPrEx>
          <w:tblLook w:val="04A0"/>
        </w:tblPrEx>
        <w:trPr>
          <w:trHeight w:val="350"/>
        </w:trPr>
        <w:tc>
          <w:tcPr>
            <w:tcW w:w="3345" w:type="dxa"/>
          </w:tcPr>
          <w:p w:rsidR="00D444F9" w:rsidRDefault="00D444F9" w:rsidP="00D444F9">
            <w:pPr>
              <w:pStyle w:val="libPoem"/>
            </w:pPr>
            <w:r w:rsidRPr="008F60AE">
              <w:rPr>
                <w:rStyle w:val="libPoemChar"/>
                <w:rtl/>
              </w:rPr>
              <w:t>مـنْ</w:t>
            </w:r>
            <w:r w:rsidR="00897AE1">
              <w:rPr>
                <w:rStyle w:val="libPoemChar"/>
                <w:rtl/>
              </w:rPr>
              <w:t xml:space="preserve"> </w:t>
            </w:r>
            <w:r w:rsidRPr="008F60AE">
              <w:rPr>
                <w:rStyle w:val="libPoemChar"/>
                <w:rtl/>
              </w:rPr>
              <w:t>ظنَّ</w:t>
            </w:r>
            <w:r w:rsidR="00897AE1">
              <w:rPr>
                <w:rStyle w:val="libPoemChar"/>
                <w:rtl/>
              </w:rPr>
              <w:t xml:space="preserve"> </w:t>
            </w:r>
            <w:r w:rsidRPr="008F60AE">
              <w:rPr>
                <w:rStyle w:val="libPoemChar"/>
                <w:rtl/>
              </w:rPr>
              <w:t>أنَّ</w:t>
            </w:r>
            <w:r w:rsidR="00897AE1">
              <w:rPr>
                <w:rStyle w:val="libPoemChar"/>
                <w:rtl/>
              </w:rPr>
              <w:t xml:space="preserve"> </w:t>
            </w:r>
            <w:r w:rsidRPr="008F60AE">
              <w:rPr>
                <w:rStyle w:val="libPoemChar"/>
                <w:rtl/>
              </w:rPr>
              <w:t>الناسَ</w:t>
            </w:r>
            <w:r w:rsidR="00897AE1">
              <w:rPr>
                <w:rStyle w:val="libPoemChar"/>
                <w:rtl/>
              </w:rPr>
              <w:t xml:space="preserve"> </w:t>
            </w:r>
            <w:r w:rsidRPr="008F60AE">
              <w:rPr>
                <w:rStyle w:val="libPoemChar"/>
                <w:rtl/>
              </w:rPr>
              <w:t>يُغنونهُ</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D444F9">
            <w:pPr>
              <w:pStyle w:val="libPoem"/>
            </w:pPr>
            <w:r w:rsidRPr="008F60AE">
              <w:rPr>
                <w:rStyle w:val="libPoemChar"/>
                <w:rtl/>
              </w:rPr>
              <w:t>فـليس</w:t>
            </w:r>
            <w:r w:rsidR="00897AE1">
              <w:rPr>
                <w:rStyle w:val="libPoemChar"/>
                <w:rtl/>
              </w:rPr>
              <w:t xml:space="preserve"> </w:t>
            </w:r>
            <w:r w:rsidRPr="008F60AE">
              <w:rPr>
                <w:rStyle w:val="libPoemChar"/>
                <w:rtl/>
              </w:rPr>
              <w:t>بـالرحمنِ</w:t>
            </w:r>
            <w:r w:rsidR="00897AE1">
              <w:rPr>
                <w:rStyle w:val="libPoemChar"/>
                <w:rtl/>
              </w:rPr>
              <w:t xml:space="preserve"> </w:t>
            </w:r>
            <w:r w:rsidRPr="008F60AE">
              <w:rPr>
                <w:rStyle w:val="libPoemChar"/>
                <w:rtl/>
              </w:rPr>
              <w:t>بالواثقِ</w:t>
            </w:r>
            <w:r w:rsidRPr="00725071">
              <w:rPr>
                <w:rStyle w:val="libPoemTiniChar0"/>
                <w:rtl/>
              </w:rPr>
              <w:br/>
              <w:t> </w:t>
            </w:r>
          </w:p>
        </w:tc>
      </w:tr>
    </w:tbl>
    <w:p w:rsidR="002B49A5" w:rsidRDefault="002B49A5" w:rsidP="002B49A5">
      <w:pPr>
        <w:pStyle w:val="libNormal"/>
        <w:rPr>
          <w:rtl/>
        </w:rPr>
      </w:pPr>
      <w:r>
        <w:rPr>
          <w:rtl/>
        </w:rPr>
        <w:t>ومنه هذان البيتان في زوجته وابنته</w:t>
      </w:r>
      <w:r w:rsidR="00364168">
        <w:rPr>
          <w:rtl/>
        </w:rPr>
        <w:t>:</w:t>
      </w:r>
    </w:p>
    <w:tbl>
      <w:tblPr>
        <w:tblStyle w:val="TableGrid"/>
        <w:bidiVisual/>
        <w:tblW w:w="4562" w:type="pct"/>
        <w:tblInd w:w="384" w:type="dxa"/>
        <w:tblLook w:val="04A0"/>
      </w:tblPr>
      <w:tblGrid>
        <w:gridCol w:w="3345"/>
        <w:gridCol w:w="269"/>
        <w:gridCol w:w="3308"/>
      </w:tblGrid>
      <w:tr w:rsidR="00D444F9" w:rsidTr="00D444F9">
        <w:trPr>
          <w:trHeight w:val="350"/>
        </w:trPr>
        <w:tc>
          <w:tcPr>
            <w:tcW w:w="3345" w:type="dxa"/>
          </w:tcPr>
          <w:p w:rsidR="00D444F9" w:rsidRDefault="00D444F9" w:rsidP="00390D32">
            <w:pPr>
              <w:pStyle w:val="libPoem"/>
            </w:pPr>
            <w:r w:rsidRPr="008F60AE">
              <w:rPr>
                <w:rStyle w:val="libPoemChar"/>
                <w:rtl/>
              </w:rPr>
              <w:t>لـعمركَ</w:t>
            </w:r>
            <w:r w:rsidR="00897AE1">
              <w:rPr>
                <w:rStyle w:val="libPoemChar"/>
                <w:rtl/>
              </w:rPr>
              <w:t xml:space="preserve"> </w:t>
            </w:r>
            <w:r w:rsidRPr="008F60AE">
              <w:rPr>
                <w:rStyle w:val="libPoemChar"/>
                <w:rtl/>
              </w:rPr>
              <w:t>إنّني</w:t>
            </w:r>
            <w:r w:rsidR="00897AE1">
              <w:rPr>
                <w:rStyle w:val="libPoemChar"/>
                <w:rtl/>
              </w:rPr>
              <w:t xml:space="preserve"> </w:t>
            </w:r>
            <w:r w:rsidRPr="008F60AE">
              <w:rPr>
                <w:rStyle w:val="libPoemChar"/>
                <w:rtl/>
              </w:rPr>
              <w:t>لاُحبُّ</w:t>
            </w:r>
            <w:r w:rsidR="00897AE1">
              <w:rPr>
                <w:rStyle w:val="libPoemChar"/>
                <w:rtl/>
              </w:rPr>
              <w:t xml:space="preserve"> </w:t>
            </w:r>
            <w:r w:rsidRPr="008F60AE">
              <w:rPr>
                <w:rStyle w:val="libPoemChar"/>
                <w:rtl/>
              </w:rPr>
              <w:t>دارا</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تكونُ</w:t>
            </w:r>
            <w:r w:rsidR="00897AE1">
              <w:rPr>
                <w:rStyle w:val="libPoemChar"/>
                <w:rtl/>
              </w:rPr>
              <w:t xml:space="preserve"> </w:t>
            </w:r>
            <w:r w:rsidRPr="008F60AE">
              <w:rPr>
                <w:rStyle w:val="libPoemChar"/>
                <w:rtl/>
              </w:rPr>
              <w:t>بها</w:t>
            </w:r>
            <w:r w:rsidR="00897AE1">
              <w:rPr>
                <w:rStyle w:val="libPoemChar"/>
                <w:rtl/>
              </w:rPr>
              <w:t xml:space="preserve"> </w:t>
            </w:r>
            <w:r w:rsidRPr="008F60AE">
              <w:rPr>
                <w:rStyle w:val="libPoemChar"/>
                <w:rtl/>
              </w:rPr>
              <w:t>سكينةُ</w:t>
            </w:r>
            <w:r w:rsidR="00897AE1">
              <w:rPr>
                <w:rStyle w:val="libPoemChar"/>
                <w:rtl/>
              </w:rPr>
              <w:t xml:space="preserve"> </w:t>
            </w:r>
            <w:r w:rsidRPr="008F60AE">
              <w:rPr>
                <w:rStyle w:val="libPoemChar"/>
                <w:rtl/>
              </w:rPr>
              <w:t>والربابُ</w:t>
            </w:r>
            <w:r w:rsidRPr="00725071">
              <w:rPr>
                <w:rStyle w:val="libPoemTiniChar0"/>
                <w:rtl/>
              </w:rPr>
              <w:br/>
              <w:t> </w:t>
            </w:r>
          </w:p>
        </w:tc>
      </w:tr>
      <w:tr w:rsidR="00D444F9" w:rsidTr="00D444F9">
        <w:trPr>
          <w:trHeight w:val="350"/>
        </w:trPr>
        <w:tc>
          <w:tcPr>
            <w:tcW w:w="3345" w:type="dxa"/>
          </w:tcPr>
          <w:p w:rsidR="00D444F9" w:rsidRDefault="00D444F9" w:rsidP="00390D32">
            <w:pPr>
              <w:pStyle w:val="libPoem"/>
            </w:pPr>
            <w:r w:rsidRPr="008F60AE">
              <w:rPr>
                <w:rStyle w:val="libPoemChar"/>
                <w:rtl/>
              </w:rPr>
              <w:t>اُحـبّهما</w:t>
            </w:r>
            <w:r w:rsidR="00897AE1">
              <w:rPr>
                <w:rStyle w:val="libPoemChar"/>
                <w:rtl/>
              </w:rPr>
              <w:t xml:space="preserve"> </w:t>
            </w:r>
            <w:r w:rsidRPr="008F60AE">
              <w:rPr>
                <w:rStyle w:val="libPoemChar"/>
                <w:rtl/>
              </w:rPr>
              <w:t>وأبذلُ</w:t>
            </w:r>
            <w:r w:rsidR="00897AE1">
              <w:rPr>
                <w:rStyle w:val="libPoemChar"/>
                <w:rtl/>
              </w:rPr>
              <w:t xml:space="preserve"> </w:t>
            </w:r>
            <w:r w:rsidRPr="008F60AE">
              <w:rPr>
                <w:rStyle w:val="libPoemChar"/>
                <w:rtl/>
              </w:rPr>
              <w:t>كلَّ</w:t>
            </w:r>
            <w:r w:rsidR="00897AE1">
              <w:rPr>
                <w:rStyle w:val="libPoemChar"/>
                <w:rtl/>
              </w:rPr>
              <w:t xml:space="preserve"> </w:t>
            </w:r>
            <w:r w:rsidRPr="008F60AE">
              <w:rPr>
                <w:rStyle w:val="libPoemChar"/>
                <w:rtl/>
              </w:rPr>
              <w:t>مالي</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وليس</w:t>
            </w:r>
            <w:r w:rsidR="00897AE1">
              <w:rPr>
                <w:rStyle w:val="libPoemChar"/>
                <w:rtl/>
              </w:rPr>
              <w:t xml:space="preserve"> </w:t>
            </w:r>
            <w:r w:rsidRPr="008F60AE">
              <w:rPr>
                <w:rStyle w:val="libPoemChar"/>
                <w:rtl/>
              </w:rPr>
              <w:t>لعاتبٍ</w:t>
            </w:r>
            <w:r w:rsidR="00897AE1">
              <w:rPr>
                <w:rStyle w:val="libPoemChar"/>
                <w:rtl/>
              </w:rPr>
              <w:t xml:space="preserve"> </w:t>
            </w:r>
            <w:r w:rsidRPr="008F60AE">
              <w:rPr>
                <w:rStyle w:val="libPoemChar"/>
                <w:rtl/>
              </w:rPr>
              <w:t>عندي</w:t>
            </w:r>
            <w:r w:rsidR="00897AE1">
              <w:rPr>
                <w:rStyle w:val="libPoemChar"/>
                <w:rtl/>
              </w:rPr>
              <w:t xml:space="preserve"> </w:t>
            </w:r>
            <w:r w:rsidRPr="008F60AE">
              <w:rPr>
                <w:rStyle w:val="libPoemChar"/>
                <w:rtl/>
              </w:rPr>
              <w:t>عتابُ</w:t>
            </w:r>
            <w:r w:rsidRPr="00725071">
              <w:rPr>
                <w:rStyle w:val="libPoemTiniChar0"/>
                <w:rtl/>
              </w:rPr>
              <w:br/>
              <w:t> </w:t>
            </w:r>
          </w:p>
        </w:tc>
      </w:tr>
    </w:tbl>
    <w:p w:rsidR="002B49A5" w:rsidRDefault="002B49A5" w:rsidP="002B49A5">
      <w:pPr>
        <w:pStyle w:val="libNormal"/>
        <w:rPr>
          <w:rtl/>
        </w:rPr>
      </w:pPr>
      <w:r>
        <w:rPr>
          <w:rtl/>
        </w:rPr>
        <w:t>وهُما</w:t>
      </w:r>
      <w:r w:rsidR="004C4A93">
        <w:rPr>
          <w:rtl/>
        </w:rPr>
        <w:t xml:space="preserve"> - </w:t>
      </w:r>
      <w:r>
        <w:rPr>
          <w:rtl/>
        </w:rPr>
        <w:t>سواء صحّت نسبتهما إليه أو لم تصح</w:t>
      </w:r>
      <w:r w:rsidR="004C4A93">
        <w:rPr>
          <w:rtl/>
        </w:rPr>
        <w:t xml:space="preserve"> - </w:t>
      </w:r>
      <w:r>
        <w:rPr>
          <w:rtl/>
        </w:rPr>
        <w:t>معبّران عن خُلُقه في بيته وبين أهله</w:t>
      </w:r>
      <w:r w:rsidR="00364168">
        <w:rPr>
          <w:rtl/>
        </w:rPr>
        <w:t>،</w:t>
      </w:r>
      <w:r>
        <w:rPr>
          <w:rtl/>
        </w:rPr>
        <w:t xml:space="preserve"> فقد كان من أشدّ الآباء حدباً على الأبناء وأشدّ الأزواج عطفاً على النّساء</w:t>
      </w:r>
      <w:r w:rsidR="00364168">
        <w:rPr>
          <w:rtl/>
        </w:rPr>
        <w:t>.</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ومن وفاء زوجاته بعد مماته أنّ الرّباب</w:t>
      </w:r>
      <w:r w:rsidR="004C4A93">
        <w:rPr>
          <w:rtl/>
        </w:rPr>
        <w:t xml:space="preserve"> - </w:t>
      </w:r>
      <w:r>
        <w:rPr>
          <w:rtl/>
        </w:rPr>
        <w:t>هذه التي ذُكرت في البيتين السّابقين</w:t>
      </w:r>
      <w:r w:rsidR="004C4A93">
        <w:rPr>
          <w:rtl/>
        </w:rPr>
        <w:t xml:space="preserve"> - </w:t>
      </w:r>
      <w:r>
        <w:rPr>
          <w:rtl/>
        </w:rPr>
        <w:t>خطبها أشراف قريش بعد مقتله</w:t>
      </w:r>
      <w:r w:rsidR="00364168">
        <w:rPr>
          <w:rtl/>
        </w:rPr>
        <w:t>،</w:t>
      </w:r>
      <w:r>
        <w:rPr>
          <w:rtl/>
        </w:rPr>
        <w:t xml:space="preserve"> فقالت</w:t>
      </w:r>
      <w:r w:rsidR="00364168">
        <w:rPr>
          <w:rtl/>
        </w:rPr>
        <w:t>:</w:t>
      </w:r>
      <w:r>
        <w:rPr>
          <w:rtl/>
        </w:rPr>
        <w:t xml:space="preserve"> ما كنت لاتخذ حماً بعد رسول الله</w:t>
      </w:r>
      <w:r w:rsidR="008F60AE">
        <w:rPr>
          <w:rtl/>
        </w:rPr>
        <w:t xml:space="preserve"> ...</w:t>
      </w:r>
      <w:r>
        <w:rPr>
          <w:rtl/>
        </w:rPr>
        <w:t xml:space="preserve"> وبقيت سنة لا يظلّها سقف حتّى فنيت وماتت</w:t>
      </w:r>
      <w:r w:rsidR="00364168">
        <w:rPr>
          <w:rtl/>
        </w:rPr>
        <w:t>،</w:t>
      </w:r>
      <w:r>
        <w:rPr>
          <w:rtl/>
        </w:rPr>
        <w:t xml:space="preserve"> وهي لا تفتر عن بكائه والحزن عليه</w:t>
      </w:r>
      <w:r w:rsidR="008F60AE">
        <w:rPr>
          <w:rtl/>
        </w:rPr>
        <w:t xml:space="preserve"> ...</w:t>
      </w:r>
      <w:r>
        <w:rPr>
          <w:rtl/>
        </w:rPr>
        <w:t xml:space="preserve"> </w:t>
      </w:r>
    </w:p>
    <w:p w:rsidR="002B49A5" w:rsidRPr="00D444F9" w:rsidRDefault="002B49A5" w:rsidP="00D444F9">
      <w:pPr>
        <w:pStyle w:val="Heading2"/>
        <w:rPr>
          <w:rtl/>
        </w:rPr>
      </w:pPr>
      <w:bookmarkStart w:id="37" w:name="خُلق_كريم"/>
      <w:bookmarkStart w:id="38" w:name="_Toc374273674"/>
      <w:bookmarkStart w:id="39" w:name="_Toc374273976"/>
      <w:bookmarkEnd w:id="37"/>
      <w:r w:rsidRPr="00D444F9">
        <w:rPr>
          <w:rtl/>
        </w:rPr>
        <w:t>خُلق كريم</w:t>
      </w:r>
      <w:r w:rsidR="00364168" w:rsidRPr="00D444F9">
        <w:rPr>
          <w:rtl/>
        </w:rPr>
        <w:t>:</w:t>
      </w:r>
      <w:bookmarkEnd w:id="38"/>
      <w:bookmarkEnd w:id="39"/>
      <w:r w:rsidRPr="00D444F9">
        <w:rPr>
          <w:rtl/>
        </w:rPr>
        <w:t xml:space="preserve"> </w:t>
      </w:r>
    </w:p>
    <w:p w:rsidR="002B49A5" w:rsidRDefault="002B49A5" w:rsidP="002B49A5">
      <w:pPr>
        <w:pStyle w:val="libNormal"/>
        <w:rPr>
          <w:rtl/>
        </w:rPr>
      </w:pPr>
      <w:r>
        <w:rPr>
          <w:rtl/>
        </w:rPr>
        <w:t>وقد سنّ الحُسين لمن بعده سنّة في آداب الاُسرة تليق بالبيت الذي نشأ فيه ووكّل إليه</w:t>
      </w:r>
      <w:r w:rsidR="00364168">
        <w:rPr>
          <w:rtl/>
        </w:rPr>
        <w:t>،</w:t>
      </w:r>
      <w:r>
        <w:rPr>
          <w:rtl/>
        </w:rPr>
        <w:t xml:space="preserve"> أن يرعى له حقّه ويوجب على النّاس مهابته وتوقيره</w:t>
      </w:r>
      <w:r w:rsidR="00364168">
        <w:rPr>
          <w:rtl/>
        </w:rPr>
        <w:t>،</w:t>
      </w:r>
      <w:r>
        <w:rPr>
          <w:rtl/>
        </w:rPr>
        <w:t xml:space="preserve"> فهو على فضله وذكائه وشجاعته ورجحانه على أخيه الحسن في مناقب كثيرة ومآثر عدّة</w:t>
      </w:r>
      <w:r w:rsidR="00364168">
        <w:rPr>
          <w:rtl/>
        </w:rPr>
        <w:t>،</w:t>
      </w:r>
      <w:r>
        <w:rPr>
          <w:rtl/>
        </w:rPr>
        <w:t xml:space="preserve"> كان يستمع إلى رأي الحسن ولا يسوءه بالمراجعة أو المخالفة</w:t>
      </w:r>
      <w:r w:rsidR="00364168">
        <w:rPr>
          <w:rtl/>
        </w:rPr>
        <w:t>،</w:t>
      </w:r>
      <w:r>
        <w:rPr>
          <w:rtl/>
        </w:rPr>
        <w:t xml:space="preserve"> فلمّا همّ الحسن بالتسليم لمعاوية</w:t>
      </w:r>
      <w:r w:rsidR="00364168">
        <w:rPr>
          <w:rtl/>
        </w:rPr>
        <w:t>،</w:t>
      </w:r>
      <w:r>
        <w:rPr>
          <w:rtl/>
        </w:rPr>
        <w:t xml:space="preserve"> كان ذلك على غير رضى من الحُسين</w:t>
      </w:r>
      <w:r w:rsidR="00364168">
        <w:rPr>
          <w:rtl/>
        </w:rPr>
        <w:t>،</w:t>
      </w:r>
      <w:r>
        <w:rPr>
          <w:rtl/>
        </w:rPr>
        <w:t xml:space="preserve"> فلم يوافقه وأشار عليه بالقتال</w:t>
      </w:r>
      <w:r w:rsidR="00364168">
        <w:rPr>
          <w:rtl/>
        </w:rPr>
        <w:t>،</w:t>
      </w:r>
      <w:r>
        <w:rPr>
          <w:rtl/>
        </w:rPr>
        <w:t xml:space="preserve"> فغضب الحسن وقال له</w:t>
      </w:r>
      <w:r w:rsidR="00364168">
        <w:rPr>
          <w:rtl/>
        </w:rPr>
        <w:t>:</w:t>
      </w:r>
      <w:r>
        <w:rPr>
          <w:rtl/>
        </w:rPr>
        <w:t xml:space="preserve"> والله</w:t>
      </w:r>
      <w:r w:rsidR="00364168">
        <w:rPr>
          <w:rtl/>
        </w:rPr>
        <w:t>،</w:t>
      </w:r>
      <w:r>
        <w:rPr>
          <w:rtl/>
        </w:rPr>
        <w:t xml:space="preserve"> لقد هممت أن أسجنك في بيت وأطيّن عليك بابه حتّى أقضي بشأني هذا وأفرغ منه</w:t>
      </w:r>
      <w:r w:rsidR="00364168">
        <w:rPr>
          <w:rtl/>
        </w:rPr>
        <w:t>،</w:t>
      </w:r>
      <w:r>
        <w:rPr>
          <w:rtl/>
        </w:rPr>
        <w:t xml:space="preserve"> ثمّ أخرجك</w:t>
      </w:r>
      <w:r w:rsidR="008F60AE">
        <w:rPr>
          <w:rtl/>
        </w:rPr>
        <w:t xml:space="preserve"> ...</w:t>
      </w:r>
      <w:r>
        <w:rPr>
          <w:rtl/>
        </w:rPr>
        <w:t xml:space="preserve"> </w:t>
      </w:r>
    </w:p>
    <w:p w:rsidR="002B49A5" w:rsidRDefault="002B49A5" w:rsidP="002B49A5">
      <w:pPr>
        <w:pStyle w:val="libNormal"/>
        <w:rPr>
          <w:rtl/>
        </w:rPr>
      </w:pPr>
      <w:r>
        <w:rPr>
          <w:rtl/>
        </w:rPr>
        <w:t>فلم يراجعه الحُسين بعدها وآثر الطاعة والسّكوت</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ومن رعايته لسنن الاُسرة ووصايا الأبوّة</w:t>
      </w:r>
      <w:r w:rsidR="00364168">
        <w:rPr>
          <w:rtl/>
        </w:rPr>
        <w:t>،</w:t>
      </w:r>
      <w:r>
        <w:rPr>
          <w:rtl/>
        </w:rPr>
        <w:t xml:space="preserve"> أنّه ركبه دين فساومه معاوية بمئتي ألف دينار أو بمبلغ جسيم من المال على عين أبي بيزر</w:t>
      </w:r>
      <w:r w:rsidR="00364168">
        <w:rPr>
          <w:rtl/>
        </w:rPr>
        <w:t>،</w:t>
      </w:r>
      <w:r>
        <w:rPr>
          <w:rtl/>
        </w:rPr>
        <w:t xml:space="preserve"> فأبى</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أن يبيعها مع حاجته إلى بعض ما عرض عليه</w:t>
      </w:r>
      <w:r w:rsidR="00364168">
        <w:rPr>
          <w:rtl/>
        </w:rPr>
        <w:t>؛</w:t>
      </w:r>
      <w:r>
        <w:rPr>
          <w:rtl/>
        </w:rPr>
        <w:t xml:space="preserve"> لأنّ أباه تصدّق بمائها لفقراء المدينة</w:t>
      </w:r>
      <w:r w:rsidR="00364168">
        <w:rPr>
          <w:rtl/>
        </w:rPr>
        <w:t>،</w:t>
      </w:r>
      <w:r>
        <w:rPr>
          <w:rtl/>
        </w:rPr>
        <w:t xml:space="preserve"> ولو أنّه باعها لوقفها معاوية على اُولئك الفقراء</w:t>
      </w:r>
      <w:r w:rsidR="00364168">
        <w:rPr>
          <w:rtl/>
        </w:rPr>
        <w:t>.</w:t>
      </w:r>
    </w:p>
    <w:p w:rsidR="002B49A5" w:rsidRDefault="002B49A5" w:rsidP="002B49A5">
      <w:pPr>
        <w:pStyle w:val="libNormal"/>
        <w:rPr>
          <w:rtl/>
        </w:rPr>
      </w:pPr>
      <w:r>
        <w:rPr>
          <w:rtl/>
        </w:rPr>
        <w:t>وقد أخذ نفسه بسمت الوقار في رعاية اُسرته ورعاية النّاس عامّة</w:t>
      </w:r>
      <w:r w:rsidR="00364168">
        <w:rPr>
          <w:rtl/>
        </w:rPr>
        <w:t>،</w:t>
      </w:r>
      <w:r>
        <w:rPr>
          <w:rtl/>
        </w:rPr>
        <w:t xml:space="preserve"> فهابه النّاس وعرف معاوية عنه هذه المهابة</w:t>
      </w:r>
      <w:r w:rsidR="00364168">
        <w:rPr>
          <w:rtl/>
        </w:rPr>
        <w:t>،</w:t>
      </w:r>
      <w:r>
        <w:rPr>
          <w:rtl/>
        </w:rPr>
        <w:t xml:space="preserve"> فوصفه لرجل من قريش ذاهب إلى المدينة</w:t>
      </w:r>
      <w:r w:rsidR="00364168">
        <w:rPr>
          <w:rtl/>
        </w:rPr>
        <w:t>،</w:t>
      </w:r>
      <w:r>
        <w:rPr>
          <w:rtl/>
        </w:rPr>
        <w:t xml:space="preserve"> فقال</w:t>
      </w:r>
      <w:r w:rsidR="00364168">
        <w:rPr>
          <w:rtl/>
        </w:rPr>
        <w:t>:</w:t>
      </w:r>
      <w:r>
        <w:rPr>
          <w:rtl/>
        </w:rPr>
        <w:t xml:space="preserve"> إذا دخلت مسجد رسول الله فرأيت حلقة فيها قوم كأنّ على رؤوسهم الطير</w:t>
      </w:r>
      <w:r w:rsidR="00364168">
        <w:rPr>
          <w:rtl/>
        </w:rPr>
        <w:t>،</w:t>
      </w:r>
      <w:r>
        <w:rPr>
          <w:rtl/>
        </w:rPr>
        <w:t xml:space="preserve"> فتلك حلقة أبي عبد الله مؤتزراً إلى أنصاف ساقيه</w:t>
      </w:r>
      <w:r w:rsidR="008F60AE">
        <w:rPr>
          <w:rtl/>
        </w:rPr>
        <w:t xml:space="preserve"> ...</w:t>
      </w:r>
      <w:r>
        <w:rPr>
          <w:rtl/>
        </w:rPr>
        <w:t xml:space="preserve"> </w:t>
      </w:r>
    </w:p>
    <w:p w:rsidR="002B49A5" w:rsidRDefault="002B49A5" w:rsidP="002B49A5">
      <w:pPr>
        <w:pStyle w:val="libNormal"/>
        <w:rPr>
          <w:rtl/>
        </w:rPr>
      </w:pPr>
      <w:r>
        <w:rPr>
          <w:rtl/>
        </w:rPr>
        <w:t>ولم يُذكر عنه قط أنّه كان يواجه النّاس بتخطئة وهو يعلّمهم ويبصّرهم بشؤون دينهم</w:t>
      </w:r>
      <w:r w:rsidR="00364168">
        <w:rPr>
          <w:rtl/>
        </w:rPr>
        <w:t>،</w:t>
      </w:r>
      <w:r>
        <w:rPr>
          <w:rtl/>
        </w:rPr>
        <w:t xml:space="preserve"> إلاّ أن تكون مكابرة أو لجاجة فله في جواب ذلك أشباه تلك القوارص التي كانت تؤثر عن أبيه</w:t>
      </w:r>
      <w:r w:rsidR="00364168">
        <w:rPr>
          <w:rtl/>
        </w:rPr>
        <w:t>.</w:t>
      </w:r>
      <w:r>
        <w:rPr>
          <w:rtl/>
        </w:rPr>
        <w:t>وما لم تكن مكابرة أو لجاجة فهو يحتال على تصحيح الخطأ حيلة لا غضاضة فيها على المخطئين</w:t>
      </w:r>
      <w:r w:rsidR="00364168">
        <w:rPr>
          <w:rtl/>
        </w:rPr>
        <w:t>.</w:t>
      </w:r>
    </w:p>
    <w:p w:rsidR="002B49A5" w:rsidRDefault="002B49A5" w:rsidP="002B49A5">
      <w:pPr>
        <w:pStyle w:val="libNormal"/>
        <w:rPr>
          <w:rtl/>
        </w:rPr>
      </w:pPr>
      <w:r w:rsidRPr="002B49A5">
        <w:rPr>
          <w:rtl/>
        </w:rPr>
        <w:t xml:space="preserve">فمن آدابه وآداب أخيه </w:t>
      </w:r>
      <w:r w:rsidR="002104C0" w:rsidRPr="002104C0">
        <w:rPr>
          <w:rStyle w:val="libAlaemChar"/>
          <w:rtl/>
        </w:rPr>
        <w:t>عليهما‌السلام</w:t>
      </w:r>
      <w:r w:rsidRPr="002B49A5">
        <w:rPr>
          <w:rtl/>
        </w:rPr>
        <w:t xml:space="preserve"> في ذلك</w:t>
      </w:r>
      <w:r w:rsidR="00364168">
        <w:rPr>
          <w:rtl/>
        </w:rPr>
        <w:t>،</w:t>
      </w:r>
      <w:r w:rsidRPr="002B49A5">
        <w:rPr>
          <w:rtl/>
        </w:rPr>
        <w:t xml:space="preserve"> أنّهما رأيا أعرابياً يخفف الوضوء والصّلاة</w:t>
      </w:r>
      <w:r w:rsidR="00364168">
        <w:rPr>
          <w:rtl/>
        </w:rPr>
        <w:t>،</w:t>
      </w:r>
      <w:r w:rsidRPr="002B49A5">
        <w:rPr>
          <w:rtl/>
        </w:rPr>
        <w:t xml:space="preserve"> فلم يشاءا أن يجباه بغلطه وقالا له</w:t>
      </w:r>
      <w:r w:rsidR="00364168">
        <w:rPr>
          <w:rtl/>
        </w:rPr>
        <w:t>:</w:t>
      </w:r>
      <w:r w:rsidRPr="002B49A5">
        <w:rPr>
          <w:rtl/>
        </w:rPr>
        <w:t xml:space="preserve"> </w:t>
      </w:r>
      <w:r w:rsidRPr="002B49A5">
        <w:rPr>
          <w:rStyle w:val="libBold2Char"/>
          <w:rtl/>
        </w:rPr>
        <w:t>(( نحن شابّان وأنت شيخ ربما تكون أعلم بأمر الوضوء والصلاة منّا</w:t>
      </w:r>
      <w:r w:rsidR="00364168">
        <w:rPr>
          <w:rStyle w:val="libBold2Char"/>
          <w:rtl/>
        </w:rPr>
        <w:t>،</w:t>
      </w:r>
      <w:r w:rsidRPr="002B49A5">
        <w:rPr>
          <w:rStyle w:val="libBold2Char"/>
          <w:rtl/>
        </w:rPr>
        <w:t xml:space="preserve"> فنتوضأ ونصلّي عندك</w:t>
      </w:r>
      <w:r w:rsidR="00364168">
        <w:rPr>
          <w:rStyle w:val="libBold2Char"/>
          <w:rtl/>
        </w:rPr>
        <w:t>،</w:t>
      </w:r>
      <w:r w:rsidRPr="002B49A5">
        <w:rPr>
          <w:rStyle w:val="libBold2Char"/>
          <w:rtl/>
        </w:rPr>
        <w:t xml:space="preserve"> فإن كان عندنا قصور تعلمنا ))</w:t>
      </w:r>
      <w:r w:rsidR="00364168">
        <w:rPr>
          <w:rStyle w:val="libBold2Char"/>
          <w:rtl/>
        </w:rPr>
        <w:t>.</w:t>
      </w:r>
      <w:r w:rsidRPr="002B49A5">
        <w:rPr>
          <w:rtl/>
        </w:rPr>
        <w:t xml:space="preserve"> فتنبّه الشّيخ إلى غلطه دون أن يأنف من تنبيههما إليه</w:t>
      </w:r>
      <w:r w:rsidR="00364168">
        <w:rPr>
          <w:rtl/>
        </w:rPr>
        <w:t>.</w:t>
      </w:r>
      <w:r w:rsidRPr="002B49A5">
        <w:rPr>
          <w:rtl/>
        </w:rPr>
        <w:t xml:space="preserve"> </w:t>
      </w:r>
    </w:p>
    <w:p w:rsidR="002B49A5" w:rsidRDefault="002B49A5" w:rsidP="002B49A5">
      <w:pPr>
        <w:pStyle w:val="libNormal"/>
        <w:rPr>
          <w:rtl/>
        </w:rPr>
      </w:pPr>
      <w:r>
        <w:rPr>
          <w:rtl/>
        </w:rPr>
        <w:t>ومرّ يوماً بمساكين يأكلون فدعوه إلى الطعام على عادة</w:t>
      </w:r>
    </w:p>
    <w:p w:rsidR="002B49A5" w:rsidRDefault="002B49A5" w:rsidP="002B49A5">
      <w:pPr>
        <w:pStyle w:val="libNormal"/>
      </w:pPr>
      <w:r>
        <w:rPr>
          <w:rtl/>
        </w:rPr>
        <w:br w:type="page"/>
      </w:r>
    </w:p>
    <w:p w:rsidR="002B49A5" w:rsidRDefault="002B49A5" w:rsidP="00D444F9">
      <w:pPr>
        <w:pStyle w:val="libNormal0"/>
        <w:rPr>
          <w:rtl/>
        </w:rPr>
      </w:pPr>
      <w:r w:rsidRPr="002B49A5">
        <w:rPr>
          <w:rtl/>
        </w:rPr>
        <w:lastRenderedPageBreak/>
        <w:t>العرب</w:t>
      </w:r>
      <w:r w:rsidR="00364168">
        <w:rPr>
          <w:rtl/>
        </w:rPr>
        <w:t>،</w:t>
      </w:r>
      <w:r w:rsidRPr="002B49A5">
        <w:rPr>
          <w:rtl/>
        </w:rPr>
        <w:t xml:space="preserve"> فنزل وأكل معهم</w:t>
      </w:r>
      <w:r w:rsidR="00364168">
        <w:rPr>
          <w:rtl/>
        </w:rPr>
        <w:t>،</w:t>
      </w:r>
      <w:r w:rsidRPr="002B49A5">
        <w:rPr>
          <w:rtl/>
        </w:rPr>
        <w:t xml:space="preserve"> ثمّ قال لهم</w:t>
      </w:r>
      <w:r w:rsidR="00364168">
        <w:rPr>
          <w:rtl/>
        </w:rPr>
        <w:t>:</w:t>
      </w:r>
      <w:r w:rsidRPr="002B49A5">
        <w:rPr>
          <w:rtl/>
        </w:rPr>
        <w:t xml:space="preserve"> </w:t>
      </w:r>
      <w:r w:rsidRPr="002B49A5">
        <w:rPr>
          <w:rStyle w:val="libBold2Char"/>
          <w:rtl/>
        </w:rPr>
        <w:t>(( قد أجبتكم فأجيبوني ))</w:t>
      </w:r>
      <w:r w:rsidR="00364168">
        <w:rPr>
          <w:rStyle w:val="libBold2Char"/>
          <w:rtl/>
        </w:rPr>
        <w:t>.</w:t>
      </w:r>
      <w:r>
        <w:rPr>
          <w:rtl/>
        </w:rPr>
        <w:t xml:space="preserve"> ودعاهم إلى الغداء في بيته</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ورويت الغرائب في اختبار حذقه بالفقه واللغة</w:t>
      </w:r>
      <w:r w:rsidR="00364168">
        <w:rPr>
          <w:rtl/>
        </w:rPr>
        <w:t>،</w:t>
      </w:r>
      <w:r>
        <w:rPr>
          <w:rtl/>
        </w:rPr>
        <w:t xml:space="preserve"> كما رويت أمثال هذه الغرائب في امتحان قدرة أبيه </w:t>
      </w:r>
      <w:r w:rsidR="004C4A93" w:rsidRPr="004C4A93">
        <w:rPr>
          <w:rStyle w:val="libAlaemChar"/>
          <w:rtl/>
        </w:rPr>
        <w:t>عليه‌السلام</w:t>
      </w:r>
      <w:r w:rsidR="008F60AE">
        <w:rPr>
          <w:rtl/>
        </w:rPr>
        <w:t xml:space="preserve"> ...</w:t>
      </w:r>
      <w:r>
        <w:rPr>
          <w:rtl/>
        </w:rPr>
        <w:t xml:space="preserve"> فقيل</w:t>
      </w:r>
      <w:r w:rsidR="00364168">
        <w:rPr>
          <w:rtl/>
        </w:rPr>
        <w:t>:</w:t>
      </w:r>
      <w:r>
        <w:rPr>
          <w:rtl/>
        </w:rPr>
        <w:t xml:space="preserve"> إنّ أعرابياً دخل المسجد الحرام فوقف على الحسن </w:t>
      </w:r>
      <w:r w:rsidR="00D444F9" w:rsidRPr="00D444F9">
        <w:rPr>
          <w:rStyle w:val="libAlaemChar"/>
          <w:rtl/>
        </w:rPr>
        <w:t>رضي‌الله‌عنه</w:t>
      </w:r>
      <w:r>
        <w:rPr>
          <w:rtl/>
        </w:rPr>
        <w:t xml:space="preserve"> وحوله حلقة من مُريديه فسأل عنه</w:t>
      </w:r>
      <w:r w:rsidR="00364168">
        <w:rPr>
          <w:rtl/>
        </w:rPr>
        <w:t>،</w:t>
      </w:r>
      <w:r>
        <w:rPr>
          <w:rtl/>
        </w:rPr>
        <w:t xml:space="preserve"> فقال</w:t>
      </w:r>
      <w:r w:rsidR="004C4A93">
        <w:rPr>
          <w:rtl/>
        </w:rPr>
        <w:t xml:space="preserve"> - </w:t>
      </w:r>
      <w:r w:rsidR="009A226F">
        <w:rPr>
          <w:rtl/>
        </w:rPr>
        <w:t>لم</w:t>
      </w:r>
      <w:r>
        <w:rPr>
          <w:rtl/>
        </w:rPr>
        <w:t>ا عرّفوه به</w:t>
      </w:r>
      <w:r w:rsidR="009A226F">
        <w:rPr>
          <w:rtl/>
        </w:rPr>
        <w:t xml:space="preserve"> -</w:t>
      </w:r>
      <w:r w:rsidR="00364168">
        <w:rPr>
          <w:rtl/>
        </w:rPr>
        <w:t>:</w:t>
      </w:r>
      <w:r>
        <w:rPr>
          <w:rtl/>
        </w:rPr>
        <w:t xml:space="preserve"> إيّاه أردت</w:t>
      </w:r>
      <w:r w:rsidR="008F60AE">
        <w:rPr>
          <w:rtl/>
        </w:rPr>
        <w:t xml:space="preserve"> ...</w:t>
      </w:r>
      <w:r>
        <w:rPr>
          <w:rtl/>
        </w:rPr>
        <w:t xml:space="preserve"> جئت لأطارحه الكلام وأسأله عن عويص العربيّة</w:t>
      </w:r>
      <w:r w:rsidR="00364168">
        <w:rPr>
          <w:rtl/>
        </w:rPr>
        <w:t>.</w:t>
      </w:r>
      <w:r>
        <w:rPr>
          <w:rtl/>
        </w:rPr>
        <w:t xml:space="preserve"> فقال له بعض جلسائه</w:t>
      </w:r>
      <w:r w:rsidR="00364168">
        <w:rPr>
          <w:rtl/>
        </w:rPr>
        <w:t>:</w:t>
      </w:r>
      <w:r>
        <w:rPr>
          <w:rtl/>
        </w:rPr>
        <w:t xml:space="preserve"> إن كنت جئت لهذا فابدأ بذلك الشّاب</w:t>
      </w:r>
      <w:r w:rsidR="00364168">
        <w:rPr>
          <w:rtl/>
        </w:rPr>
        <w:t>.</w:t>
      </w:r>
      <w:r>
        <w:rPr>
          <w:rtl/>
        </w:rPr>
        <w:t xml:space="preserve"> وأومأ إلى الحُسين </w:t>
      </w:r>
      <w:r w:rsidR="004C4A93" w:rsidRPr="004C4A93">
        <w:rPr>
          <w:rStyle w:val="libAlaemChar"/>
          <w:rtl/>
        </w:rPr>
        <w:t>عليه‌السلام</w:t>
      </w:r>
      <w:r w:rsidR="00364168">
        <w:rPr>
          <w:rtl/>
        </w:rPr>
        <w:t>،</w:t>
      </w:r>
      <w:r>
        <w:rPr>
          <w:rtl/>
        </w:rPr>
        <w:t xml:space="preserve"> فلمّا سلّم على الحُسين وسأله عن حاجته قال</w:t>
      </w:r>
      <w:r w:rsidR="00364168">
        <w:rPr>
          <w:rtl/>
        </w:rPr>
        <w:t>:</w:t>
      </w:r>
      <w:r>
        <w:rPr>
          <w:rtl/>
        </w:rPr>
        <w:t xml:space="preserve"> إنّي جئتك من الهرقل والجعلل</w:t>
      </w:r>
      <w:r w:rsidR="00364168">
        <w:rPr>
          <w:rtl/>
        </w:rPr>
        <w:t>،</w:t>
      </w:r>
      <w:r>
        <w:rPr>
          <w:rtl/>
        </w:rPr>
        <w:t xml:space="preserve"> والأيتم والهمهم</w:t>
      </w:r>
      <w:r w:rsidR="00364168">
        <w:rPr>
          <w:rtl/>
        </w:rPr>
        <w:t>.</w:t>
      </w:r>
      <w:r>
        <w:rPr>
          <w:rtl/>
        </w:rPr>
        <w:t xml:space="preserve"> </w:t>
      </w:r>
    </w:p>
    <w:p w:rsidR="002B49A5" w:rsidRDefault="002B49A5" w:rsidP="002B49A5">
      <w:pPr>
        <w:pStyle w:val="libNormal"/>
        <w:rPr>
          <w:rtl/>
        </w:rPr>
      </w:pPr>
      <w:r w:rsidRPr="002B49A5">
        <w:rPr>
          <w:rtl/>
        </w:rPr>
        <w:t>فتبسّم الحُسين وقال</w:t>
      </w:r>
      <w:r w:rsidR="00364168">
        <w:rPr>
          <w:rtl/>
        </w:rPr>
        <w:t>:</w:t>
      </w:r>
      <w:r w:rsidRPr="002B49A5">
        <w:rPr>
          <w:rtl/>
        </w:rPr>
        <w:t xml:space="preserve"> </w:t>
      </w:r>
      <w:r w:rsidRPr="002B49A5">
        <w:rPr>
          <w:rStyle w:val="libBold2Char"/>
          <w:rtl/>
        </w:rPr>
        <w:t>(( يا أعرابي</w:t>
      </w:r>
      <w:r w:rsidR="00364168">
        <w:rPr>
          <w:rStyle w:val="libBold2Char"/>
          <w:rtl/>
        </w:rPr>
        <w:t>،</w:t>
      </w:r>
      <w:r w:rsidRPr="002B49A5">
        <w:rPr>
          <w:rStyle w:val="libBold2Char"/>
          <w:rtl/>
        </w:rPr>
        <w:t xml:space="preserve"> لقد تكلّمت بكلام ما يعقله إلاّ العالمون ))</w:t>
      </w:r>
      <w:r w:rsidR="00364168">
        <w:rPr>
          <w:rStyle w:val="libBold2Char"/>
          <w:rtl/>
        </w:rPr>
        <w:t>.</w:t>
      </w:r>
    </w:p>
    <w:p w:rsidR="002B49A5" w:rsidRDefault="002B49A5" w:rsidP="002B49A5">
      <w:pPr>
        <w:pStyle w:val="libNormal"/>
        <w:rPr>
          <w:rtl/>
        </w:rPr>
      </w:pPr>
      <w:r>
        <w:rPr>
          <w:rtl/>
        </w:rPr>
        <w:t>فأجابه الأعرابي قائلاً</w:t>
      </w:r>
      <w:r w:rsidR="004C4A93">
        <w:rPr>
          <w:rtl/>
        </w:rPr>
        <w:t xml:space="preserve"> - </w:t>
      </w:r>
      <w:r>
        <w:rPr>
          <w:rtl/>
        </w:rPr>
        <w:t>يُريد الإغراب</w:t>
      </w:r>
      <w:r w:rsidR="009A226F">
        <w:rPr>
          <w:rtl/>
        </w:rPr>
        <w:t xml:space="preserve"> -</w:t>
      </w:r>
      <w:r w:rsidR="00364168">
        <w:rPr>
          <w:rtl/>
        </w:rPr>
        <w:t>:</w:t>
      </w:r>
      <w:r>
        <w:rPr>
          <w:rtl/>
        </w:rPr>
        <w:t xml:space="preserve"> وأقول أكثر من هذا</w:t>
      </w:r>
      <w:r w:rsidR="00364168">
        <w:rPr>
          <w:rtl/>
        </w:rPr>
        <w:t>،</w:t>
      </w:r>
      <w:r>
        <w:rPr>
          <w:rtl/>
        </w:rPr>
        <w:t xml:space="preserve"> فهل أنت مجيبي على قدر كلامي</w:t>
      </w:r>
      <w:r w:rsidR="00364168">
        <w:rPr>
          <w:rtl/>
        </w:rPr>
        <w:t>؟</w:t>
      </w:r>
      <w:r>
        <w:rPr>
          <w:rtl/>
        </w:rPr>
        <w:t xml:space="preserve"> ثمّ أذن له الحُسين فأنشد أبياتاً تسعة</w:t>
      </w:r>
      <w:r w:rsidR="00364168">
        <w:rPr>
          <w:rtl/>
        </w:rPr>
        <w:t>،</w:t>
      </w:r>
      <w:r>
        <w:rPr>
          <w:rtl/>
        </w:rPr>
        <w:t xml:space="preserve"> منها</w:t>
      </w:r>
      <w:r w:rsidR="00364168">
        <w:rPr>
          <w:rtl/>
        </w:rPr>
        <w:t>:</w:t>
      </w:r>
    </w:p>
    <w:tbl>
      <w:tblPr>
        <w:tblStyle w:val="TableGrid"/>
        <w:bidiVisual/>
        <w:tblW w:w="4562" w:type="pct"/>
        <w:tblInd w:w="384" w:type="dxa"/>
        <w:tblLook w:val="04A0"/>
      </w:tblPr>
      <w:tblGrid>
        <w:gridCol w:w="3345"/>
        <w:gridCol w:w="269"/>
        <w:gridCol w:w="3308"/>
      </w:tblGrid>
      <w:tr w:rsidR="00D444F9" w:rsidTr="00390D32">
        <w:trPr>
          <w:trHeight w:val="350"/>
        </w:trPr>
        <w:tc>
          <w:tcPr>
            <w:tcW w:w="3345" w:type="dxa"/>
          </w:tcPr>
          <w:p w:rsidR="00D444F9" w:rsidRDefault="00D444F9" w:rsidP="00390D32">
            <w:pPr>
              <w:pStyle w:val="libPoem"/>
            </w:pPr>
            <w:r>
              <w:rPr>
                <w:rtl/>
              </w:rPr>
              <w:t>هفا قلبي إلى اللّهوِ</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Pr>
                <w:rtl/>
              </w:rPr>
              <w:t>وقدْ ودّعَ شرخيهِ</w:t>
            </w:r>
            <w:r w:rsidRPr="00725071">
              <w:rPr>
                <w:rStyle w:val="libPoemTiniChar0"/>
                <w:rtl/>
              </w:rPr>
              <w:br/>
              <w:t> </w:t>
            </w:r>
          </w:p>
        </w:tc>
      </w:tr>
    </w:tbl>
    <w:p w:rsidR="002B49A5" w:rsidRDefault="002B49A5" w:rsidP="002B49A5">
      <w:pPr>
        <w:pStyle w:val="libNormal"/>
        <w:rPr>
          <w:rtl/>
        </w:rPr>
      </w:pPr>
      <w:r>
        <w:rPr>
          <w:rtl/>
        </w:rPr>
        <w:t xml:space="preserve">فأجابه الحُسين </w:t>
      </w:r>
      <w:r w:rsidR="008F60AE" w:rsidRPr="008F60AE">
        <w:rPr>
          <w:rStyle w:val="libAlaemChar"/>
          <w:rtl/>
        </w:rPr>
        <w:t>عليه‌السلام</w:t>
      </w:r>
      <w:r>
        <w:rPr>
          <w:rtl/>
        </w:rPr>
        <w:t xml:space="preserve"> مُرتجلاً بتسعة أبيات في معناها ومن وزنها وقوافيها</w:t>
      </w:r>
      <w:r w:rsidR="00364168">
        <w:rPr>
          <w:rtl/>
        </w:rPr>
        <w:t>،</w:t>
      </w:r>
      <w:r>
        <w:rPr>
          <w:rtl/>
        </w:rPr>
        <w:t xml:space="preserve"> يقول منها</w:t>
      </w:r>
      <w:r w:rsidR="00364168">
        <w:rPr>
          <w:rtl/>
        </w:rPr>
        <w:t>:</w:t>
      </w:r>
    </w:p>
    <w:p w:rsidR="002B49A5" w:rsidRPr="002B49A5" w:rsidRDefault="002B49A5" w:rsidP="002B49A5">
      <w:pPr>
        <w:pStyle w:val="libNormal"/>
        <w:rPr>
          <w:rtl/>
        </w:rPr>
      </w:pPr>
      <w:r w:rsidRPr="002B49A5">
        <w:rPr>
          <w:rtl/>
        </w:rPr>
        <w:br w:type="page"/>
      </w:r>
    </w:p>
    <w:tbl>
      <w:tblPr>
        <w:tblStyle w:val="TableGrid"/>
        <w:bidiVisual/>
        <w:tblW w:w="4562" w:type="pct"/>
        <w:tblInd w:w="384" w:type="dxa"/>
        <w:tblLook w:val="04A0"/>
      </w:tblPr>
      <w:tblGrid>
        <w:gridCol w:w="3345"/>
        <w:gridCol w:w="269"/>
        <w:gridCol w:w="3308"/>
      </w:tblGrid>
      <w:tr w:rsidR="00D444F9" w:rsidTr="00D444F9">
        <w:trPr>
          <w:trHeight w:val="350"/>
        </w:trPr>
        <w:tc>
          <w:tcPr>
            <w:tcW w:w="3345" w:type="dxa"/>
          </w:tcPr>
          <w:p w:rsidR="00D444F9" w:rsidRDefault="00D444F9" w:rsidP="00D444F9">
            <w:pPr>
              <w:pStyle w:val="libPoem"/>
            </w:pPr>
            <w:r w:rsidRPr="008F60AE">
              <w:rPr>
                <w:rStyle w:val="libPoemChar"/>
                <w:rtl/>
              </w:rPr>
              <w:lastRenderedPageBreak/>
              <w:t>فما</w:t>
            </w:r>
            <w:r w:rsidR="00897AE1">
              <w:rPr>
                <w:rStyle w:val="libPoemChar"/>
                <w:rtl/>
              </w:rPr>
              <w:t xml:space="preserve"> </w:t>
            </w:r>
            <w:r w:rsidRPr="008F60AE">
              <w:rPr>
                <w:rStyle w:val="libPoemChar"/>
                <w:rtl/>
              </w:rPr>
              <w:t>رسمٌ</w:t>
            </w:r>
            <w:r w:rsidR="00897AE1">
              <w:rPr>
                <w:rStyle w:val="libPoemChar"/>
                <w:rtl/>
              </w:rPr>
              <w:t xml:space="preserve"> </w:t>
            </w:r>
            <w:r w:rsidRPr="008F60AE">
              <w:rPr>
                <w:rStyle w:val="libPoemChar"/>
                <w:rtl/>
              </w:rPr>
              <w:t>شجاني</w:t>
            </w:r>
            <w:r w:rsidR="00897AE1">
              <w:rPr>
                <w:rStyle w:val="libPoemChar"/>
                <w:rtl/>
              </w:rPr>
              <w:t xml:space="preserve"> </w:t>
            </w:r>
            <w:r w:rsidRPr="008F60AE">
              <w:rPr>
                <w:rStyle w:val="libPoemChar"/>
                <w:rtl/>
              </w:rPr>
              <w:t>قد</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مـحتْ</w:t>
            </w:r>
            <w:r w:rsidR="00897AE1">
              <w:rPr>
                <w:rStyle w:val="libPoemChar"/>
                <w:rtl/>
              </w:rPr>
              <w:t xml:space="preserve"> </w:t>
            </w:r>
            <w:r w:rsidRPr="008F60AE">
              <w:rPr>
                <w:rStyle w:val="libPoemChar"/>
                <w:rtl/>
              </w:rPr>
              <w:t>آياتُ</w:t>
            </w:r>
            <w:r w:rsidR="00897AE1">
              <w:rPr>
                <w:rStyle w:val="libPoemChar"/>
                <w:rtl/>
              </w:rPr>
              <w:t xml:space="preserve"> </w:t>
            </w:r>
            <w:r w:rsidRPr="008F60AE">
              <w:rPr>
                <w:rStyle w:val="libPoemChar"/>
                <w:rtl/>
              </w:rPr>
              <w:t>رسمَيهِ</w:t>
            </w:r>
            <w:r w:rsidRPr="00725071">
              <w:rPr>
                <w:rStyle w:val="libPoemTiniChar0"/>
                <w:rtl/>
              </w:rPr>
              <w:br/>
              <w:t> </w:t>
            </w:r>
          </w:p>
        </w:tc>
      </w:tr>
      <w:tr w:rsidR="00D444F9" w:rsidTr="00D444F9">
        <w:trPr>
          <w:trHeight w:val="350"/>
        </w:trPr>
        <w:tc>
          <w:tcPr>
            <w:tcW w:w="3345" w:type="dxa"/>
          </w:tcPr>
          <w:p w:rsidR="00D444F9" w:rsidRDefault="00D444F9" w:rsidP="00390D32">
            <w:pPr>
              <w:pStyle w:val="libPoem"/>
            </w:pPr>
            <w:r w:rsidRPr="008F60AE">
              <w:rPr>
                <w:rStyle w:val="libPoemChar"/>
                <w:rtl/>
              </w:rPr>
              <w:t>سـفورٌ</w:t>
            </w:r>
            <w:r w:rsidR="00897AE1">
              <w:rPr>
                <w:rStyle w:val="libPoemChar"/>
                <w:rtl/>
              </w:rPr>
              <w:t xml:space="preserve"> </w:t>
            </w:r>
            <w:r w:rsidRPr="008F60AE">
              <w:rPr>
                <w:rStyle w:val="libPoemChar"/>
                <w:rtl/>
              </w:rPr>
              <w:t>درّجتْ</w:t>
            </w:r>
            <w:r w:rsidR="00897AE1">
              <w:rPr>
                <w:rStyle w:val="libPoemChar"/>
                <w:rtl/>
              </w:rPr>
              <w:t xml:space="preserve"> </w:t>
            </w:r>
            <w:r w:rsidRPr="008F60AE">
              <w:rPr>
                <w:rStyle w:val="libPoemChar"/>
                <w:rtl/>
              </w:rPr>
              <w:t>ذيليْ</w:t>
            </w:r>
            <w:r>
              <w:rPr>
                <w:rStyle w:val="libPoemChar"/>
                <w:rFonts w:hint="cs"/>
                <w:rtl/>
              </w:rPr>
              <w:t>ـ</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D444F9">
            <w:pPr>
              <w:pStyle w:val="libPoem"/>
            </w:pPr>
            <w:r w:rsidRPr="008F60AE">
              <w:rPr>
                <w:rStyle w:val="libPoemChar"/>
                <w:rtl/>
              </w:rPr>
              <w:t>نِ</w:t>
            </w:r>
            <w:r w:rsidR="00897AE1">
              <w:rPr>
                <w:rStyle w:val="libPoemChar"/>
                <w:rtl/>
              </w:rPr>
              <w:t xml:space="preserve"> </w:t>
            </w:r>
            <w:r w:rsidRPr="008F60AE">
              <w:rPr>
                <w:rStyle w:val="libPoemChar"/>
                <w:rtl/>
              </w:rPr>
              <w:t>في</w:t>
            </w:r>
            <w:r w:rsidR="00897AE1">
              <w:rPr>
                <w:rStyle w:val="libPoemChar"/>
                <w:rtl/>
              </w:rPr>
              <w:t xml:space="preserve"> </w:t>
            </w:r>
            <w:r w:rsidRPr="008F60AE">
              <w:rPr>
                <w:rStyle w:val="libPoemChar"/>
                <w:rtl/>
              </w:rPr>
              <w:t>بوغاءِ</w:t>
            </w:r>
            <w:r w:rsidR="00897AE1">
              <w:rPr>
                <w:rStyle w:val="libPoemChar"/>
                <w:rtl/>
              </w:rPr>
              <w:t xml:space="preserve"> </w:t>
            </w:r>
            <w:r w:rsidRPr="008F60AE">
              <w:rPr>
                <w:rStyle w:val="libPoemChar"/>
                <w:rtl/>
              </w:rPr>
              <w:t>قاعيهِ</w:t>
            </w:r>
            <w:r w:rsidRPr="00725071">
              <w:rPr>
                <w:rStyle w:val="libPoemTiniChar0"/>
                <w:rtl/>
              </w:rPr>
              <w:br/>
              <w:t> </w:t>
            </w:r>
          </w:p>
        </w:tc>
      </w:tr>
      <w:tr w:rsidR="00D444F9" w:rsidTr="00D444F9">
        <w:trPr>
          <w:trHeight w:val="350"/>
        </w:trPr>
        <w:tc>
          <w:tcPr>
            <w:tcW w:w="3345" w:type="dxa"/>
          </w:tcPr>
          <w:p w:rsidR="00D444F9" w:rsidRDefault="00D444F9" w:rsidP="00390D32">
            <w:pPr>
              <w:pStyle w:val="libPoem"/>
            </w:pPr>
            <w:r w:rsidRPr="008F60AE">
              <w:rPr>
                <w:rStyle w:val="libPoemChar"/>
                <w:rtl/>
              </w:rPr>
              <w:t>هتوفٌ</w:t>
            </w:r>
            <w:r w:rsidR="00897AE1">
              <w:rPr>
                <w:rStyle w:val="libPoemChar"/>
                <w:rtl/>
              </w:rPr>
              <w:t xml:space="preserve"> </w:t>
            </w:r>
            <w:r w:rsidRPr="008F60AE">
              <w:rPr>
                <w:rStyle w:val="libPoemChar"/>
                <w:rtl/>
              </w:rPr>
              <w:t>مرجفٌ</w:t>
            </w:r>
            <w:r w:rsidR="00897AE1">
              <w:rPr>
                <w:rStyle w:val="libPoemChar"/>
                <w:rtl/>
              </w:rPr>
              <w:t xml:space="preserve"> </w:t>
            </w:r>
            <w:r w:rsidRPr="008F60AE">
              <w:rPr>
                <w:rStyle w:val="libPoemChar"/>
                <w:rtl/>
              </w:rPr>
              <w:t>تترى</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عـلى</w:t>
            </w:r>
            <w:r w:rsidR="00897AE1">
              <w:rPr>
                <w:rStyle w:val="libPoemChar"/>
                <w:rtl/>
              </w:rPr>
              <w:t xml:space="preserve"> </w:t>
            </w:r>
            <w:r w:rsidRPr="008F60AE">
              <w:rPr>
                <w:rStyle w:val="libPoemChar"/>
                <w:rtl/>
              </w:rPr>
              <w:t>تـلبيدِ</w:t>
            </w:r>
            <w:r w:rsidR="00897AE1">
              <w:rPr>
                <w:rStyle w:val="libPoemChar"/>
                <w:rtl/>
              </w:rPr>
              <w:t xml:space="preserve"> </w:t>
            </w:r>
            <w:r w:rsidRPr="008F60AE">
              <w:rPr>
                <w:rStyle w:val="libPoemChar"/>
                <w:rtl/>
              </w:rPr>
              <w:t>ثوبَيهِ</w:t>
            </w:r>
            <w:r w:rsidRPr="00725071">
              <w:rPr>
                <w:rStyle w:val="libPoemTiniChar0"/>
                <w:rtl/>
              </w:rPr>
              <w:br/>
              <w:t> </w:t>
            </w:r>
          </w:p>
        </w:tc>
      </w:tr>
    </w:tbl>
    <w:p w:rsidR="002B49A5" w:rsidRDefault="002B49A5" w:rsidP="002B49A5">
      <w:pPr>
        <w:pStyle w:val="libNormal"/>
        <w:rPr>
          <w:rtl/>
        </w:rPr>
      </w:pPr>
      <w:r>
        <w:rPr>
          <w:rtl/>
        </w:rPr>
        <w:t>إلى آخر الأبيات</w:t>
      </w:r>
      <w:r w:rsidR="008F60AE">
        <w:rPr>
          <w:rtl/>
        </w:rPr>
        <w:t xml:space="preserve"> ...</w:t>
      </w:r>
      <w:r>
        <w:rPr>
          <w:rtl/>
        </w:rPr>
        <w:t xml:space="preserve"> ثمّ فسّر له ما أراد من الهرقل وهو ملك الرّوم</w:t>
      </w:r>
      <w:r w:rsidR="00364168">
        <w:rPr>
          <w:rtl/>
        </w:rPr>
        <w:t>،</w:t>
      </w:r>
      <w:r>
        <w:rPr>
          <w:rtl/>
        </w:rPr>
        <w:t xml:space="preserve"> والجعلل وهو قصار النّخل</w:t>
      </w:r>
      <w:r w:rsidR="00364168">
        <w:rPr>
          <w:rtl/>
        </w:rPr>
        <w:t>،</w:t>
      </w:r>
      <w:r>
        <w:rPr>
          <w:rtl/>
        </w:rPr>
        <w:t xml:space="preserve"> والأيتم وهو بعض النّبات</w:t>
      </w:r>
      <w:r w:rsidR="00364168">
        <w:rPr>
          <w:rtl/>
        </w:rPr>
        <w:t>،</w:t>
      </w:r>
      <w:r>
        <w:rPr>
          <w:rtl/>
        </w:rPr>
        <w:t xml:space="preserve"> والهمهم وهو القليب الغزير الماء</w:t>
      </w:r>
      <w:r w:rsidR="00364168">
        <w:rPr>
          <w:rtl/>
        </w:rPr>
        <w:t>،</w:t>
      </w:r>
      <w:r>
        <w:rPr>
          <w:rtl/>
        </w:rPr>
        <w:t xml:space="preserve"> وفي هذه الكلمات أوصاف البلاد التي جاء منها وإشارة إليها</w:t>
      </w:r>
      <w:r w:rsidR="008F60AE">
        <w:rPr>
          <w:rtl/>
        </w:rPr>
        <w:t xml:space="preserve"> ...</w:t>
      </w:r>
      <w:r>
        <w:rPr>
          <w:rtl/>
        </w:rPr>
        <w:t xml:space="preserve"> </w:t>
      </w:r>
    </w:p>
    <w:p w:rsidR="002B49A5" w:rsidRDefault="002B49A5" w:rsidP="002B49A5">
      <w:pPr>
        <w:pStyle w:val="libNormal"/>
        <w:rPr>
          <w:rtl/>
        </w:rPr>
      </w:pPr>
      <w:r>
        <w:rPr>
          <w:rtl/>
        </w:rPr>
        <w:t>فقال الأعرابي</w:t>
      </w:r>
      <w:r w:rsidR="00364168">
        <w:rPr>
          <w:rtl/>
        </w:rPr>
        <w:t>:</w:t>
      </w:r>
      <w:r>
        <w:rPr>
          <w:rtl/>
        </w:rPr>
        <w:t xml:space="preserve"> ما رأيت كاليوم أحسن من هذا الغلام كلاماً</w:t>
      </w:r>
      <w:r w:rsidR="00364168">
        <w:rPr>
          <w:rtl/>
        </w:rPr>
        <w:t>،</w:t>
      </w:r>
      <w:r>
        <w:rPr>
          <w:rtl/>
        </w:rPr>
        <w:t xml:space="preserve"> وأذرب لساناً</w:t>
      </w:r>
      <w:r w:rsidR="00364168">
        <w:rPr>
          <w:rtl/>
        </w:rPr>
        <w:t>،</w:t>
      </w:r>
      <w:r>
        <w:rPr>
          <w:rtl/>
        </w:rPr>
        <w:t xml:space="preserve"> ولا أفصح منه منطقاً</w:t>
      </w:r>
      <w:r w:rsidR="00364168">
        <w:rPr>
          <w:rtl/>
        </w:rPr>
        <w:t>!</w:t>
      </w:r>
    </w:p>
    <w:p w:rsidR="002B49A5" w:rsidRDefault="002B49A5" w:rsidP="002B49A5">
      <w:pPr>
        <w:pStyle w:val="libNormal"/>
        <w:rPr>
          <w:rtl/>
        </w:rPr>
      </w:pPr>
      <w:r>
        <w:rPr>
          <w:rtl/>
        </w:rPr>
        <w:t>وتلك رواية من روايات على منوالها</w:t>
      </w:r>
      <w:r w:rsidR="00364168">
        <w:rPr>
          <w:rtl/>
        </w:rPr>
        <w:t>،</w:t>
      </w:r>
      <w:r>
        <w:rPr>
          <w:rtl/>
        </w:rPr>
        <w:t xml:space="preserve"> إن لم تنبئ بما وقع فهي منبئة بما تداوله النّاس من شهرة الحُسين في صباه الباكر بالعلم والفصاحة</w:t>
      </w:r>
      <w:r w:rsidR="008F60AE">
        <w:rPr>
          <w:rtl/>
        </w:rPr>
        <w:t xml:space="preserve"> ...</w:t>
      </w:r>
      <w:r>
        <w:rPr>
          <w:rtl/>
        </w:rPr>
        <w:t xml:space="preserve"> </w:t>
      </w:r>
    </w:p>
    <w:p w:rsidR="002B49A5" w:rsidRDefault="002B49A5" w:rsidP="002B49A5">
      <w:pPr>
        <w:pStyle w:val="libNormal"/>
        <w:rPr>
          <w:rtl/>
        </w:rPr>
      </w:pPr>
      <w:r w:rsidRPr="002B49A5">
        <w:rPr>
          <w:rtl/>
        </w:rPr>
        <w:t>ولخبرته بالكلام وشهرته بالفصاحة</w:t>
      </w:r>
      <w:r w:rsidR="00364168">
        <w:rPr>
          <w:rtl/>
        </w:rPr>
        <w:t>،</w:t>
      </w:r>
      <w:r w:rsidRPr="002B49A5">
        <w:rPr>
          <w:rtl/>
        </w:rPr>
        <w:t xml:space="preserve"> كان الشّعراء يرتادونه وبهم من الطمع في إصغائه أكبر من طمعهم في عطائه</w:t>
      </w:r>
      <w:r w:rsidR="008F60AE">
        <w:rPr>
          <w:rtl/>
        </w:rPr>
        <w:t xml:space="preserve"> ...</w:t>
      </w:r>
      <w:r w:rsidRPr="002B49A5">
        <w:rPr>
          <w:rtl/>
        </w:rPr>
        <w:t xml:space="preserve"> ولكنّه على هذا كان يجري معهم على شرعة ذوي الأقدار والأخطار من أنداده</w:t>
      </w:r>
      <w:r w:rsidR="00364168">
        <w:rPr>
          <w:rtl/>
        </w:rPr>
        <w:t>،</w:t>
      </w:r>
      <w:r w:rsidRPr="002B49A5">
        <w:rPr>
          <w:rtl/>
        </w:rPr>
        <w:t xml:space="preserve"> فيبذل لهم الجوائز ما وسعه البذل ويؤثرهم على نفسه في خصاصة الحال</w:t>
      </w:r>
      <w:r w:rsidR="00364168">
        <w:rPr>
          <w:rtl/>
        </w:rPr>
        <w:t>،</w:t>
      </w:r>
      <w:r w:rsidRPr="002B49A5">
        <w:rPr>
          <w:rtl/>
        </w:rPr>
        <w:t xml:space="preserve"> وقد لامه أخوه الحسن في ذلك فكتب إليه</w:t>
      </w:r>
      <w:r w:rsidR="00364168">
        <w:rPr>
          <w:rtl/>
        </w:rPr>
        <w:t>:</w:t>
      </w:r>
      <w:r w:rsidRPr="002B49A5">
        <w:rPr>
          <w:rtl/>
        </w:rPr>
        <w:t xml:space="preserve"> </w:t>
      </w:r>
      <w:r w:rsidRPr="002B49A5">
        <w:rPr>
          <w:rStyle w:val="libBold2Char"/>
          <w:rtl/>
        </w:rPr>
        <w:t>(( إنّ خير المال ما وقي به العرض ))</w:t>
      </w:r>
      <w:r w:rsidR="00364168">
        <w:rPr>
          <w:rStyle w:val="libBold2Char"/>
          <w:rtl/>
        </w:rPr>
        <w:t>.</w:t>
      </w:r>
      <w:r w:rsidRPr="002B49A5">
        <w:rPr>
          <w:rtl/>
        </w:rPr>
        <w:t xml:space="preserve"> إلاّ أنّه في الواقع لم يكن يعطي لوقاية العرض وكفى</w:t>
      </w:r>
      <w:r w:rsidR="00364168">
        <w:rPr>
          <w:rtl/>
        </w:rPr>
        <w:t>،</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ولكنّه كان يعطي من قصده من ذوي الحاجات ولا يخيّب رجاء لمن استعان به على مروءة</w:t>
      </w:r>
      <w:r w:rsidR="00364168">
        <w:rPr>
          <w:rtl/>
        </w:rPr>
        <w:t>.</w:t>
      </w:r>
    </w:p>
    <w:p w:rsidR="002B49A5" w:rsidRPr="00D444F9" w:rsidRDefault="002B49A5" w:rsidP="00D444F9">
      <w:pPr>
        <w:pStyle w:val="Heading2"/>
        <w:rPr>
          <w:rtl/>
        </w:rPr>
      </w:pPr>
      <w:bookmarkStart w:id="40" w:name="وفاء_وشجاعة"/>
      <w:bookmarkStart w:id="41" w:name="_Toc374273675"/>
      <w:bookmarkStart w:id="42" w:name="_Toc374273977"/>
      <w:bookmarkEnd w:id="40"/>
      <w:r w:rsidRPr="00D444F9">
        <w:rPr>
          <w:rtl/>
        </w:rPr>
        <w:t>وفاء وشجاعة</w:t>
      </w:r>
      <w:r w:rsidR="00364168" w:rsidRPr="00D444F9">
        <w:rPr>
          <w:rtl/>
        </w:rPr>
        <w:t>:</w:t>
      </w:r>
      <w:bookmarkEnd w:id="41"/>
      <w:bookmarkEnd w:id="42"/>
      <w:r w:rsidRPr="00D444F9">
        <w:rPr>
          <w:rtl/>
        </w:rPr>
        <w:t xml:space="preserve"> </w:t>
      </w:r>
    </w:p>
    <w:p w:rsidR="002B49A5" w:rsidRDefault="002B49A5" w:rsidP="002B49A5">
      <w:pPr>
        <w:pStyle w:val="libNormal"/>
        <w:rPr>
          <w:rtl/>
        </w:rPr>
      </w:pPr>
      <w:r>
        <w:rPr>
          <w:rtl/>
        </w:rPr>
        <w:t>وقد اشتهر مع الجود بصفتين من أكرم الصفات الإنسانيّة وأليقهما ببيته وشرفه</w:t>
      </w:r>
      <w:r w:rsidR="00364168">
        <w:rPr>
          <w:rtl/>
        </w:rPr>
        <w:t>،</w:t>
      </w:r>
      <w:r>
        <w:rPr>
          <w:rtl/>
        </w:rPr>
        <w:t xml:space="preserve"> وهُما الوفاء والشّجاعة</w:t>
      </w:r>
      <w:r w:rsidR="00364168">
        <w:rPr>
          <w:rtl/>
        </w:rPr>
        <w:t>؛</w:t>
      </w:r>
      <w:r>
        <w:rPr>
          <w:rtl/>
        </w:rPr>
        <w:t xml:space="preserve"> فمن وفائه أنّه أبى الخروج على معاوية بعد وفاة أخيه الحسن</w:t>
      </w:r>
      <w:r w:rsidR="00364168">
        <w:rPr>
          <w:rtl/>
        </w:rPr>
        <w:t>؛</w:t>
      </w:r>
      <w:r>
        <w:rPr>
          <w:rtl/>
        </w:rPr>
        <w:t xml:space="preserve"> لأنّه عاهد معاوية على ا</w:t>
      </w:r>
      <w:r w:rsidR="009A226F">
        <w:rPr>
          <w:rtl/>
        </w:rPr>
        <w:t>لم</w:t>
      </w:r>
      <w:r>
        <w:rPr>
          <w:rtl/>
        </w:rPr>
        <w:t>سالمة</w:t>
      </w:r>
      <w:r w:rsidR="00364168">
        <w:rPr>
          <w:rtl/>
        </w:rPr>
        <w:t>،</w:t>
      </w:r>
      <w:r>
        <w:rPr>
          <w:rtl/>
        </w:rPr>
        <w:t xml:space="preserve"> وقال لأنصاره الذين حرّضوه على خلع معاوية</w:t>
      </w:r>
      <w:r w:rsidR="00364168">
        <w:rPr>
          <w:rtl/>
        </w:rPr>
        <w:t>:</w:t>
      </w:r>
      <w:r>
        <w:rPr>
          <w:rtl/>
        </w:rPr>
        <w:t xml:space="preserve"> إن بينه وبين الرّجل عهداً وعقداً لا يجوز له نقضه حتّى تمضي المدة</w:t>
      </w:r>
      <w:r w:rsidR="00364168">
        <w:rPr>
          <w:rtl/>
        </w:rPr>
        <w:t>.</w:t>
      </w:r>
      <w:r>
        <w:rPr>
          <w:rtl/>
        </w:rPr>
        <w:t xml:space="preserve"> وكان معاوية يعلم وفاءه وجوده معاً</w:t>
      </w:r>
      <w:r w:rsidR="00364168">
        <w:rPr>
          <w:rtl/>
        </w:rPr>
        <w:t>،</w:t>
      </w:r>
      <w:r>
        <w:rPr>
          <w:rtl/>
        </w:rPr>
        <w:t xml:space="preserve"> فقال لصحبه يوماً وقد أرسل الهدايا إلى وجوه المدينة من كسي وطيب وصلات</w:t>
      </w:r>
      <w:r w:rsidR="00364168">
        <w:rPr>
          <w:rtl/>
        </w:rPr>
        <w:t>:</w:t>
      </w:r>
      <w:r>
        <w:rPr>
          <w:rtl/>
        </w:rPr>
        <w:t xml:space="preserve"> إن شئتم أنبأناكم بما يكون من القوم</w:t>
      </w:r>
      <w:r w:rsidR="008F60AE">
        <w:rPr>
          <w:rtl/>
        </w:rPr>
        <w:t xml:space="preserve"> ...</w:t>
      </w:r>
      <w:r>
        <w:rPr>
          <w:rtl/>
        </w:rPr>
        <w:t xml:space="preserve"> أمّا الحسن فلعلّه ينيل نساءه شيئاً من الطيب ويهب ما بقي مَن حضره ولا ينتظر غائباً</w:t>
      </w:r>
      <w:r w:rsidR="00364168">
        <w:rPr>
          <w:rtl/>
        </w:rPr>
        <w:t>،</w:t>
      </w:r>
      <w:r>
        <w:rPr>
          <w:rtl/>
        </w:rPr>
        <w:t xml:space="preserve"> وأمّا الحُسين فيبدأ بأيتام من قُتل مع أبيه بصفّين</w:t>
      </w:r>
      <w:r w:rsidR="00364168">
        <w:rPr>
          <w:rtl/>
        </w:rPr>
        <w:t>،</w:t>
      </w:r>
      <w:r>
        <w:rPr>
          <w:rtl/>
        </w:rPr>
        <w:t xml:space="preserve"> فإن بقي شيء نحر به الجزر وسقى به اللبن</w:t>
      </w:r>
      <w:r w:rsidR="008F60AE">
        <w:rPr>
          <w:rtl/>
        </w:rPr>
        <w:t xml:space="preserve"> ...</w:t>
      </w:r>
      <w:r>
        <w:rPr>
          <w:rtl/>
        </w:rPr>
        <w:t xml:space="preserve"> </w:t>
      </w:r>
    </w:p>
    <w:p w:rsidR="002B49A5" w:rsidRDefault="002B49A5" w:rsidP="002B49A5">
      <w:pPr>
        <w:pStyle w:val="libNormal"/>
        <w:rPr>
          <w:rtl/>
        </w:rPr>
      </w:pPr>
      <w:r>
        <w:rPr>
          <w:rtl/>
        </w:rPr>
        <w:t>وشجاعة الحُسين صفة لا تستغرب منه</w:t>
      </w:r>
      <w:r w:rsidR="00364168">
        <w:rPr>
          <w:rtl/>
        </w:rPr>
        <w:t>؛</w:t>
      </w:r>
      <w:r>
        <w:rPr>
          <w:rtl/>
        </w:rPr>
        <w:t xml:space="preserve"> لأنّها الشيء من معدنه كما قيل</w:t>
      </w:r>
      <w:r w:rsidR="00364168">
        <w:rPr>
          <w:rtl/>
        </w:rPr>
        <w:t>،</w:t>
      </w:r>
      <w:r>
        <w:rPr>
          <w:rtl/>
        </w:rPr>
        <w:t xml:space="preserve"> وهي فضيلة ورثها عن الآباء وأورثها الأبناء بعده</w:t>
      </w:r>
      <w:r w:rsidR="00364168">
        <w:rPr>
          <w:rtl/>
        </w:rPr>
        <w:t>،</w:t>
      </w:r>
      <w:r>
        <w:rPr>
          <w:rtl/>
        </w:rPr>
        <w:t xml:space="preserve"> وقد شهد الحروب في افريقية الشّمالية وطبرستان والقسطنطينية</w:t>
      </w:r>
      <w:r w:rsidR="00364168">
        <w:rPr>
          <w:rtl/>
        </w:rPr>
        <w:t>،</w:t>
      </w:r>
      <w:r>
        <w:rPr>
          <w:rtl/>
        </w:rPr>
        <w:t xml:space="preserve"> وحضر مع أبيه وقائعه جميعاً من الجمل إلى صفّين</w:t>
      </w:r>
      <w:r w:rsidR="00364168">
        <w:rPr>
          <w:rtl/>
        </w:rPr>
        <w:t>.</w:t>
      </w:r>
      <w:r>
        <w:rPr>
          <w:rtl/>
        </w:rPr>
        <w:t xml:space="preserve"> وليس في بني الإنسان مَن هو أشجع قلباً ممّن أقدم على ما أقدم عليه الحُسين في يوم كربلاء</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وقد تربّى للشجاعة كما تلقاها في الدم بالوراثة</w:t>
      </w:r>
      <w:r w:rsidR="00364168">
        <w:rPr>
          <w:rtl/>
        </w:rPr>
        <w:t>،</w:t>
      </w:r>
      <w:r>
        <w:rPr>
          <w:rtl/>
        </w:rPr>
        <w:t xml:space="preserve"> فتعلّم فنون الفروسية كركوب الخيل والمصارعة والعدو من صباه</w:t>
      </w:r>
      <w:r w:rsidR="00364168">
        <w:rPr>
          <w:rtl/>
        </w:rPr>
        <w:t>،</w:t>
      </w:r>
      <w:r>
        <w:rPr>
          <w:rtl/>
        </w:rPr>
        <w:t xml:space="preserve"> ولم تفته ألعاب الرياضة التي تتمّ بها مرانة الجسم على الحركة والنّشاط</w:t>
      </w:r>
      <w:r w:rsidR="008F60AE">
        <w:rPr>
          <w:rtl/>
        </w:rPr>
        <w:t xml:space="preserve"> ...</w:t>
      </w:r>
      <w:r>
        <w:rPr>
          <w:rtl/>
        </w:rPr>
        <w:t xml:space="preserve"> ومنها لعبة تشبه الجولف عند الأوروبيّين كانوا يسمونها المداحي ( جمع مدحاة )</w:t>
      </w:r>
      <w:r w:rsidR="00364168">
        <w:rPr>
          <w:rtl/>
        </w:rPr>
        <w:t>:</w:t>
      </w:r>
      <w:r>
        <w:rPr>
          <w:rtl/>
        </w:rPr>
        <w:t xml:space="preserve"> وهي أحجار مثل القرصة يحفرون في الأرض حفرة ويرسلون تلك الأحجار</w:t>
      </w:r>
      <w:r w:rsidR="00364168">
        <w:rPr>
          <w:rtl/>
        </w:rPr>
        <w:t>،</w:t>
      </w:r>
      <w:r>
        <w:rPr>
          <w:rtl/>
        </w:rPr>
        <w:t xml:space="preserve"> فمن وقع حجره في الحفيرة فهو الغالب</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sidRPr="002B49A5">
        <w:rPr>
          <w:rtl/>
        </w:rPr>
        <w:t>أمّا عاداته في معيشته</w:t>
      </w:r>
      <w:r w:rsidR="00364168">
        <w:rPr>
          <w:rtl/>
        </w:rPr>
        <w:t>،</w:t>
      </w:r>
      <w:r w:rsidRPr="002B49A5">
        <w:rPr>
          <w:rtl/>
        </w:rPr>
        <w:t xml:space="preserve"> فكان ملاكها لطف الحسّ وجمال الذوق والقصد في تناول كلّ مباح</w:t>
      </w:r>
      <w:r w:rsidR="00364168">
        <w:rPr>
          <w:rtl/>
        </w:rPr>
        <w:t>،</w:t>
      </w:r>
      <w:r w:rsidRPr="002B49A5">
        <w:rPr>
          <w:rtl/>
        </w:rPr>
        <w:t xml:space="preserve"> كان يحبّ الطيب والبخور</w:t>
      </w:r>
      <w:r w:rsidR="00364168">
        <w:rPr>
          <w:rtl/>
        </w:rPr>
        <w:t>،</w:t>
      </w:r>
      <w:r w:rsidRPr="002B49A5">
        <w:rPr>
          <w:rtl/>
        </w:rPr>
        <w:t xml:space="preserve"> ويأنق للزهر والريحان</w:t>
      </w:r>
      <w:r w:rsidR="00364168">
        <w:rPr>
          <w:rtl/>
        </w:rPr>
        <w:t>.</w:t>
      </w:r>
      <w:r w:rsidRPr="002B49A5">
        <w:rPr>
          <w:rtl/>
        </w:rPr>
        <w:t xml:space="preserve"> وروى أنس بن مالك</w:t>
      </w:r>
      <w:r w:rsidR="00364168">
        <w:rPr>
          <w:rtl/>
        </w:rPr>
        <w:t>:</w:t>
      </w:r>
      <w:r w:rsidRPr="002B49A5">
        <w:rPr>
          <w:rtl/>
        </w:rPr>
        <w:t xml:space="preserve"> أنّه كان عنده فدخلت عليه جارية بيدها طاقة من ريحان فحيّته بها</w:t>
      </w:r>
      <w:r w:rsidR="00364168">
        <w:rPr>
          <w:rtl/>
        </w:rPr>
        <w:t>،</w:t>
      </w:r>
      <w:r w:rsidRPr="002B49A5">
        <w:rPr>
          <w:rtl/>
        </w:rPr>
        <w:t xml:space="preserve"> فقال لها</w:t>
      </w:r>
      <w:r w:rsidR="00364168">
        <w:rPr>
          <w:rtl/>
        </w:rPr>
        <w:t>:</w:t>
      </w:r>
      <w:r w:rsidRPr="002B49A5">
        <w:rPr>
          <w:rtl/>
        </w:rPr>
        <w:t xml:space="preserve"> </w:t>
      </w:r>
      <w:r w:rsidRPr="002B49A5">
        <w:rPr>
          <w:rStyle w:val="libBold2Char"/>
          <w:rtl/>
        </w:rPr>
        <w:t>(( أنت حرّة لوجه الله تعالى ))</w:t>
      </w:r>
      <w:r w:rsidR="00364168">
        <w:rPr>
          <w:rStyle w:val="libBold2Char"/>
          <w:rtl/>
        </w:rPr>
        <w:t>.</w:t>
      </w:r>
      <w:r w:rsidRPr="002B49A5">
        <w:rPr>
          <w:rtl/>
        </w:rPr>
        <w:t xml:space="preserve"> فسأله أنس</w:t>
      </w:r>
      <w:r w:rsidR="004C4A93">
        <w:rPr>
          <w:rtl/>
        </w:rPr>
        <w:t xml:space="preserve"> - </w:t>
      </w:r>
      <w:r w:rsidRPr="002B49A5">
        <w:rPr>
          <w:rtl/>
        </w:rPr>
        <w:t>متعجباً</w:t>
      </w:r>
      <w:r w:rsidR="009A226F">
        <w:rPr>
          <w:rtl/>
        </w:rPr>
        <w:t xml:space="preserve"> -</w:t>
      </w:r>
      <w:r w:rsidR="00364168">
        <w:rPr>
          <w:rtl/>
        </w:rPr>
        <w:t>:</w:t>
      </w:r>
      <w:r w:rsidRPr="002B49A5">
        <w:rPr>
          <w:rtl/>
        </w:rPr>
        <w:t xml:space="preserve"> جارية تجيئك بطاقة ريحان فتعتقها</w:t>
      </w:r>
      <w:r w:rsidR="00364168">
        <w:rPr>
          <w:rtl/>
        </w:rPr>
        <w:t>؟</w:t>
      </w:r>
      <w:r w:rsidRPr="002B49A5">
        <w:rPr>
          <w:rtl/>
        </w:rPr>
        <w:t>! قال</w:t>
      </w:r>
      <w:r w:rsidR="00364168">
        <w:rPr>
          <w:rtl/>
        </w:rPr>
        <w:t>:</w:t>
      </w:r>
      <w:r w:rsidRPr="002B49A5">
        <w:rPr>
          <w:rtl/>
        </w:rPr>
        <w:t xml:space="preserve"> </w:t>
      </w:r>
      <w:r w:rsidRPr="002B49A5">
        <w:rPr>
          <w:rStyle w:val="libBold2Char"/>
          <w:rtl/>
        </w:rPr>
        <w:t>(( كذا أدّبنا الله</w:t>
      </w:r>
      <w:r w:rsidR="008F60AE">
        <w:rPr>
          <w:rStyle w:val="libBold2Char"/>
          <w:rtl/>
        </w:rPr>
        <w:t xml:space="preserve"> ...</w:t>
      </w:r>
      <w:r w:rsidRPr="002B49A5">
        <w:rPr>
          <w:rStyle w:val="libBold2Char"/>
          <w:rtl/>
        </w:rPr>
        <w:t xml:space="preserve"> قال تبارك وتعالى</w:t>
      </w:r>
      <w:r w:rsidR="00364168">
        <w:rPr>
          <w:rStyle w:val="libBold2Char"/>
          <w:rtl/>
        </w:rPr>
        <w:t>:</w:t>
      </w:r>
      <w:r w:rsidRPr="002B49A5">
        <w:rPr>
          <w:rStyle w:val="libBold2Char"/>
          <w:rtl/>
        </w:rPr>
        <w:t xml:space="preserve"> </w:t>
      </w:r>
      <w:r w:rsidR="00D444F9" w:rsidRPr="00D444F9">
        <w:rPr>
          <w:rStyle w:val="libAlaemChar"/>
          <w:rFonts w:hint="cs"/>
          <w:rtl/>
        </w:rPr>
        <w:t>(</w:t>
      </w:r>
      <w:r w:rsidR="00D444F9">
        <w:rPr>
          <w:rStyle w:val="libAieChar"/>
          <w:rFonts w:hint="cs"/>
          <w:rtl/>
        </w:rPr>
        <w:t xml:space="preserve"> </w:t>
      </w:r>
      <w:r w:rsidRPr="002B49A5">
        <w:rPr>
          <w:rStyle w:val="libAieChar"/>
          <w:rFonts w:hint="cs"/>
          <w:rtl/>
        </w:rPr>
        <w:t>وَإِذَا حُيّيتُم بِتَحِيّةٍ فَحَيّوا بِأَحْسَنَ مِنْهَا أَوْ رُدّوهَا</w:t>
      </w:r>
      <w:r w:rsidR="00D444F9">
        <w:rPr>
          <w:rStyle w:val="libAieChar"/>
          <w:rFonts w:hint="cs"/>
          <w:rtl/>
        </w:rPr>
        <w:t xml:space="preserve"> </w:t>
      </w:r>
      <w:r w:rsidR="00D444F9" w:rsidRPr="00D444F9">
        <w:rPr>
          <w:rStyle w:val="libAlaemChar"/>
          <w:rFonts w:hint="cs"/>
          <w:rtl/>
        </w:rPr>
        <w:t>)</w:t>
      </w:r>
      <w:r w:rsidR="00D444F9">
        <w:rPr>
          <w:rStyle w:val="libAlaemChar"/>
          <w:rFonts w:hint="cs"/>
          <w:rtl/>
        </w:rPr>
        <w:t xml:space="preserve"> </w:t>
      </w:r>
      <w:r w:rsidRPr="002B49A5">
        <w:rPr>
          <w:rStyle w:val="libFootnotenumChar"/>
          <w:rtl/>
        </w:rPr>
        <w:t>(1)</w:t>
      </w:r>
      <w:r w:rsidR="008F60AE">
        <w:rPr>
          <w:rtl/>
        </w:rPr>
        <w:t xml:space="preserve"> ...</w:t>
      </w:r>
      <w:r w:rsidRPr="002B49A5">
        <w:rPr>
          <w:rStyle w:val="libBold2Char"/>
          <w:rtl/>
        </w:rPr>
        <w:t xml:space="preserve"> وكان أحسن منها عتقها ))</w:t>
      </w:r>
      <w:r w:rsidR="00364168">
        <w:rPr>
          <w:rStyle w:val="libBold2Char"/>
          <w:rtl/>
        </w:rPr>
        <w:t>.</w:t>
      </w:r>
    </w:p>
    <w:p w:rsidR="002B49A5" w:rsidRDefault="002B49A5" w:rsidP="002B49A5">
      <w:pPr>
        <w:pStyle w:val="libNormal"/>
        <w:rPr>
          <w:rtl/>
        </w:rPr>
      </w:pPr>
      <w:r>
        <w:rPr>
          <w:rtl/>
        </w:rPr>
        <w:t>وكان يميل للفكاهة ويأنس في أوقات راحته لأحاديث أشعب وأضاحيكه</w:t>
      </w:r>
      <w:r w:rsidR="00364168">
        <w:rPr>
          <w:rtl/>
        </w:rPr>
        <w:t>،</w:t>
      </w:r>
      <w:r>
        <w:rPr>
          <w:rtl/>
        </w:rPr>
        <w:t xml:space="preserve"> ولكنّه على شيوع الترف في عصره لم يكن يقارب منه إلاّ</w:t>
      </w:r>
    </w:p>
    <w:p w:rsidR="002B49A5" w:rsidRDefault="00CA43D1" w:rsidP="00DB04A3">
      <w:pPr>
        <w:pStyle w:val="libLine"/>
        <w:rPr>
          <w:rtl/>
        </w:rPr>
      </w:pPr>
      <w:r>
        <w:rPr>
          <w:rtl/>
        </w:rPr>
        <w:t>____________________</w:t>
      </w:r>
    </w:p>
    <w:p w:rsidR="002B49A5" w:rsidRDefault="002B49A5" w:rsidP="002B49A5">
      <w:pPr>
        <w:pStyle w:val="libFootnote"/>
        <w:rPr>
          <w:rtl/>
        </w:rPr>
      </w:pPr>
      <w:r>
        <w:rPr>
          <w:rtl/>
        </w:rPr>
        <w:t xml:space="preserve">(1) سورة </w:t>
      </w:r>
      <w:r>
        <w:rPr>
          <w:rFonts w:hint="cs"/>
          <w:rtl/>
        </w:rPr>
        <w:t>النّساء / 86</w:t>
      </w:r>
      <w:r w:rsidR="00364168">
        <w:rPr>
          <w:rFonts w:hint="cs"/>
          <w:rtl/>
        </w:rPr>
        <w:t>.</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ما كان يجمل بمثله</w:t>
      </w:r>
      <w:r w:rsidR="00364168">
        <w:rPr>
          <w:rtl/>
        </w:rPr>
        <w:t>،</w:t>
      </w:r>
      <w:r>
        <w:rPr>
          <w:rtl/>
        </w:rPr>
        <w:t xml:space="preserve"> حتّى تحدّث المتحدثون</w:t>
      </w:r>
      <w:r w:rsidR="00364168">
        <w:rPr>
          <w:rtl/>
        </w:rPr>
        <w:t>:</w:t>
      </w:r>
      <w:r>
        <w:rPr>
          <w:rtl/>
        </w:rPr>
        <w:t xml:space="preserve"> أنّه لا يعرف رائحة الشّراب</w:t>
      </w:r>
      <w:r w:rsidR="008F60AE">
        <w:rPr>
          <w:rtl/>
        </w:rPr>
        <w:t xml:space="preserve"> ...</w:t>
      </w:r>
      <w:r>
        <w:rPr>
          <w:rtl/>
        </w:rPr>
        <w:t xml:space="preserve"> وكانت له صلوات يؤدّيها غير الصّلوات الخمس</w:t>
      </w:r>
      <w:r w:rsidR="00364168">
        <w:rPr>
          <w:rtl/>
        </w:rPr>
        <w:t>،</w:t>
      </w:r>
      <w:r>
        <w:rPr>
          <w:rtl/>
        </w:rPr>
        <w:t xml:space="preserve"> وأيّام من الشّهر يصوم نهارها ويقوم ليلها</w:t>
      </w:r>
      <w:r w:rsidR="008F60AE">
        <w:rPr>
          <w:rtl/>
        </w:rPr>
        <w:t xml:space="preserve"> ...</w:t>
      </w:r>
      <w:r>
        <w:rPr>
          <w:rtl/>
        </w:rPr>
        <w:t xml:space="preserve"> </w:t>
      </w:r>
    </w:p>
    <w:p w:rsidR="002B49A5" w:rsidRDefault="002B49A5" w:rsidP="002B49A5">
      <w:pPr>
        <w:pStyle w:val="libNormal"/>
        <w:rPr>
          <w:rtl/>
        </w:rPr>
      </w:pPr>
      <w:r>
        <w:rPr>
          <w:rtl/>
        </w:rPr>
        <w:t>وقد عاش سبعاً وخمسين سنة بالحساب الهجري</w:t>
      </w:r>
      <w:r w:rsidR="00364168">
        <w:rPr>
          <w:rtl/>
        </w:rPr>
        <w:t>،</w:t>
      </w:r>
      <w:r>
        <w:rPr>
          <w:rtl/>
        </w:rPr>
        <w:t xml:space="preserve"> وله من الأعداء من يصدقون ويكذبون</w:t>
      </w:r>
      <w:r w:rsidR="008F60AE">
        <w:rPr>
          <w:rtl/>
        </w:rPr>
        <w:t xml:space="preserve"> ...</w:t>
      </w:r>
      <w:r>
        <w:rPr>
          <w:rtl/>
        </w:rPr>
        <w:t xml:space="preserve"> فلم يعبه أحد منهم بمعابة ولم يملك أحد منهم أن ينكر ما ذاع من فضله</w:t>
      </w:r>
      <w:r w:rsidR="00364168">
        <w:rPr>
          <w:rtl/>
        </w:rPr>
        <w:t>،</w:t>
      </w:r>
      <w:r>
        <w:rPr>
          <w:rtl/>
        </w:rPr>
        <w:t xml:space="preserve"> حتّى حار معاوية بعيبه حين استعظم جلساؤه خطاب الحُسين له</w:t>
      </w:r>
      <w:r w:rsidR="00364168">
        <w:rPr>
          <w:rtl/>
        </w:rPr>
        <w:t>،</w:t>
      </w:r>
      <w:r>
        <w:rPr>
          <w:rtl/>
        </w:rPr>
        <w:t xml:space="preserve"> واقترحوا عليه أن يكتب إليه بما يصغّره في نفسه</w:t>
      </w:r>
      <w:r w:rsidR="00364168">
        <w:rPr>
          <w:rtl/>
        </w:rPr>
        <w:t>،</w:t>
      </w:r>
      <w:r>
        <w:rPr>
          <w:rtl/>
        </w:rPr>
        <w:t xml:space="preserve"> فقال</w:t>
      </w:r>
      <w:r w:rsidR="00364168">
        <w:rPr>
          <w:rtl/>
        </w:rPr>
        <w:t>:</w:t>
      </w:r>
      <w:r>
        <w:rPr>
          <w:rtl/>
        </w:rPr>
        <w:t xml:space="preserve"> إنّه كان يجد ما يقوله في عليّ</w:t>
      </w:r>
      <w:r w:rsidR="00364168">
        <w:rPr>
          <w:rtl/>
        </w:rPr>
        <w:t>،</w:t>
      </w:r>
      <w:r>
        <w:rPr>
          <w:rtl/>
        </w:rPr>
        <w:t xml:space="preserve"> ولكن لا يجد ما يقوله في حُسين</w:t>
      </w:r>
      <w:r w:rsidR="00364168">
        <w:rPr>
          <w:rtl/>
        </w:rPr>
        <w:t>.</w:t>
      </w:r>
    </w:p>
    <w:p w:rsidR="002B49A5" w:rsidRDefault="002B49A5" w:rsidP="002B49A5">
      <w:pPr>
        <w:pStyle w:val="libNormal"/>
        <w:rPr>
          <w:rtl/>
        </w:rPr>
      </w:pPr>
      <w:r>
        <w:rPr>
          <w:rtl/>
        </w:rPr>
        <w:t>تلك جملة القول في سيرة أحد الخصمين</w:t>
      </w:r>
      <w:r w:rsidR="008F60AE">
        <w:rPr>
          <w:rtl/>
        </w:rPr>
        <w:t xml:space="preserve"> ...</w:t>
      </w:r>
      <w:r>
        <w:rPr>
          <w:rtl/>
        </w:rPr>
        <w:t xml:space="preserve"> </w:t>
      </w:r>
    </w:p>
    <w:p w:rsidR="002B49A5" w:rsidRPr="00D444F9" w:rsidRDefault="002B49A5" w:rsidP="00D444F9">
      <w:pPr>
        <w:pStyle w:val="Heading2"/>
        <w:rPr>
          <w:rtl/>
        </w:rPr>
      </w:pPr>
      <w:bookmarkStart w:id="43" w:name="خُلق_يزيد"/>
      <w:bookmarkStart w:id="44" w:name="_Toc374273676"/>
      <w:bookmarkStart w:id="45" w:name="_Toc374273978"/>
      <w:bookmarkEnd w:id="43"/>
      <w:r w:rsidRPr="00D444F9">
        <w:rPr>
          <w:rtl/>
        </w:rPr>
        <w:t>خُلق يزيد</w:t>
      </w:r>
      <w:r w:rsidR="00364168" w:rsidRPr="00D444F9">
        <w:rPr>
          <w:rtl/>
        </w:rPr>
        <w:t>:</w:t>
      </w:r>
      <w:bookmarkEnd w:id="44"/>
      <w:bookmarkEnd w:id="45"/>
    </w:p>
    <w:p w:rsidR="002B49A5" w:rsidRDefault="002B49A5" w:rsidP="002B49A5">
      <w:pPr>
        <w:pStyle w:val="libNormal"/>
        <w:rPr>
          <w:rtl/>
        </w:rPr>
      </w:pPr>
      <w:r>
        <w:rPr>
          <w:rtl/>
        </w:rPr>
        <w:t>ويقف خصمه أمامه موقف المقابلة والمناقضة لا موقف المقارنة والمعادلة في معظم خلائقه وعاداته وملكاته وأعماله</w:t>
      </w:r>
      <w:r w:rsidR="00364168">
        <w:rPr>
          <w:rtl/>
        </w:rPr>
        <w:t>.</w:t>
      </w:r>
    </w:p>
    <w:p w:rsidR="002B49A5" w:rsidRDefault="002B49A5" w:rsidP="002B49A5">
      <w:pPr>
        <w:pStyle w:val="libNormal"/>
        <w:rPr>
          <w:rtl/>
        </w:rPr>
      </w:pPr>
      <w:r>
        <w:rPr>
          <w:rtl/>
        </w:rPr>
        <w:t>فيزيد بن معاوية عريق النّسب في بني عبد مُناف ثمّ في قريش، ولكن الأصدقاء والخصوم والمادحين والقادحين متّفقون على وصف الخلائق التي اشتهر بها أبناء هذا الفرع من عبد مُناف, وأشهرها الأثرة</w:t>
      </w:r>
      <w:r w:rsidR="00364168">
        <w:rPr>
          <w:rtl/>
        </w:rPr>
        <w:t>،</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وأحمد ما يُحمد منها أنّها تنفع النّاس من طريق النّفع لأصحابها</w:t>
      </w:r>
      <w:r w:rsidR="00364168">
        <w:rPr>
          <w:rtl/>
        </w:rPr>
        <w:t>،</w:t>
      </w:r>
      <w:r>
        <w:rPr>
          <w:rtl/>
        </w:rPr>
        <w:t xml:space="preserve"> وندر من وجوه الاُمويّين في الجاهليّة أو الإسلام من اشتهر بخصلة تجلب إلى صاحبها ضرراً أو مشقّة في سبيل نفع النّاس</w:t>
      </w:r>
      <w:r w:rsidR="008F60AE">
        <w:rPr>
          <w:rtl/>
        </w:rPr>
        <w:t xml:space="preserve"> ...</w:t>
      </w:r>
      <w:r>
        <w:rPr>
          <w:rtl/>
        </w:rPr>
        <w:t xml:space="preserve"> </w:t>
      </w:r>
    </w:p>
    <w:p w:rsidR="002B49A5" w:rsidRDefault="002B49A5" w:rsidP="002B49A5">
      <w:pPr>
        <w:pStyle w:val="libNormal"/>
        <w:rPr>
          <w:rtl/>
        </w:rPr>
      </w:pPr>
      <w:r w:rsidRPr="002B49A5">
        <w:rPr>
          <w:rtl/>
        </w:rPr>
        <w:t>وبيت أبي سفيان بيت سيادة مرعية لا مراء فيها</w:t>
      </w:r>
      <w:r w:rsidR="008F60AE">
        <w:rPr>
          <w:rtl/>
        </w:rPr>
        <w:t xml:space="preserve"> ...</w:t>
      </w:r>
      <w:r w:rsidRPr="002B49A5">
        <w:rPr>
          <w:rtl/>
        </w:rPr>
        <w:t xml:space="preserve"> ولكن الحقيقة التي ينبغي أنْ نذكرها في هذا المقام</w:t>
      </w:r>
      <w:r w:rsidR="00364168">
        <w:rPr>
          <w:rtl/>
        </w:rPr>
        <w:t>:</w:t>
      </w:r>
      <w:r w:rsidRPr="002B49A5">
        <w:rPr>
          <w:rtl/>
        </w:rPr>
        <w:t xml:space="preserve"> إنّ معاوية بن أبي سفيان لم يكن ليرث شيئاً من هذه السّيادة التي كان قوامها كلّه وفرة المال</w:t>
      </w:r>
      <w:r w:rsidR="00364168">
        <w:rPr>
          <w:rtl/>
        </w:rPr>
        <w:t>،</w:t>
      </w:r>
      <w:r w:rsidRPr="002B49A5">
        <w:rPr>
          <w:rtl/>
        </w:rPr>
        <w:t xml:space="preserve"> لأنّ أبا سفيان</w:t>
      </w:r>
      <w:r w:rsidR="004C4A93">
        <w:rPr>
          <w:rtl/>
        </w:rPr>
        <w:t xml:space="preserve"> - </w:t>
      </w:r>
      <w:r w:rsidRPr="002B49A5">
        <w:rPr>
          <w:rtl/>
        </w:rPr>
        <w:t>على ما يظهر</w:t>
      </w:r>
      <w:r w:rsidR="004C4A93">
        <w:rPr>
          <w:rtl/>
        </w:rPr>
        <w:t xml:space="preserve"> - </w:t>
      </w:r>
      <w:r w:rsidRPr="002B49A5">
        <w:rPr>
          <w:rtl/>
        </w:rPr>
        <w:t>قد أضاع ماله في حروب الإسلام ولم يكن له من الوفر ما يبقى على كثرة الورّاث</w:t>
      </w:r>
      <w:r w:rsidR="00364168">
        <w:rPr>
          <w:rtl/>
        </w:rPr>
        <w:t>.</w:t>
      </w:r>
      <w:r w:rsidRPr="002B49A5">
        <w:rPr>
          <w:rtl/>
        </w:rPr>
        <w:t xml:space="preserve"> وروي أنّ امرأة استشارت النّبي </w:t>
      </w:r>
      <w:r w:rsidR="008F60AE" w:rsidRPr="008F60AE">
        <w:rPr>
          <w:rStyle w:val="libAlaemChar"/>
          <w:rtl/>
        </w:rPr>
        <w:t>صلى‌الله‌عليه‌وآله</w:t>
      </w:r>
      <w:r w:rsidRPr="002B49A5">
        <w:rPr>
          <w:rtl/>
        </w:rPr>
        <w:t xml:space="preserve"> في التزوّج بمعاوية</w:t>
      </w:r>
      <w:r w:rsidR="00364168">
        <w:rPr>
          <w:rtl/>
        </w:rPr>
        <w:t>،</w:t>
      </w:r>
      <w:r w:rsidRPr="002B49A5">
        <w:rPr>
          <w:rtl/>
        </w:rPr>
        <w:t xml:space="preserve"> فقال لها</w:t>
      </w:r>
      <w:r w:rsidR="00364168">
        <w:rPr>
          <w:rtl/>
        </w:rPr>
        <w:t>:</w:t>
      </w:r>
      <w:r w:rsidRPr="002B49A5">
        <w:rPr>
          <w:rtl/>
        </w:rPr>
        <w:t xml:space="preserve"> </w:t>
      </w:r>
      <w:r w:rsidRPr="002B49A5">
        <w:rPr>
          <w:rStyle w:val="libBold2Char"/>
          <w:rtl/>
        </w:rPr>
        <w:t>(( إنّه صعلوك</w:t>
      </w:r>
      <w:r w:rsidR="008F60AE">
        <w:rPr>
          <w:rStyle w:val="libBold2Char"/>
          <w:rtl/>
        </w:rPr>
        <w:t xml:space="preserve"> ...</w:t>
      </w:r>
      <w:r w:rsidRPr="002B49A5">
        <w:rPr>
          <w:rStyle w:val="libBold2Char"/>
          <w:rtl/>
        </w:rPr>
        <w:t xml:space="preserve"> ))</w:t>
      </w:r>
      <w:r w:rsidR="00364168">
        <w:rPr>
          <w:rStyle w:val="libBold2Char"/>
          <w:rtl/>
        </w:rPr>
        <w:t>.</w:t>
      </w:r>
    </w:p>
    <w:p w:rsidR="002B49A5" w:rsidRDefault="002B49A5" w:rsidP="002B49A5">
      <w:pPr>
        <w:pStyle w:val="libNormal"/>
        <w:rPr>
          <w:rtl/>
        </w:rPr>
      </w:pPr>
      <w:r>
        <w:rPr>
          <w:rtl/>
        </w:rPr>
        <w:t>كذلك ينبغي أنْ نذكر حقيقة اُخرى في هذا المقام</w:t>
      </w:r>
      <w:r w:rsidR="00364168">
        <w:rPr>
          <w:rtl/>
        </w:rPr>
        <w:t>،</w:t>
      </w:r>
      <w:r>
        <w:rPr>
          <w:rtl/>
        </w:rPr>
        <w:t xml:space="preserve"> وهي أنّ معاوية لم يكن من كتّاب الوحي</w:t>
      </w:r>
      <w:r w:rsidR="004C4A93">
        <w:rPr>
          <w:rtl/>
        </w:rPr>
        <w:t xml:space="preserve"> - </w:t>
      </w:r>
      <w:r>
        <w:rPr>
          <w:rtl/>
        </w:rPr>
        <w:t>كما أشاع خدّام دولته بعد صدر الإسلام</w:t>
      </w:r>
      <w:r w:rsidR="009A226F">
        <w:rPr>
          <w:rtl/>
        </w:rPr>
        <w:t xml:space="preserve"> -</w:t>
      </w:r>
      <w:r w:rsidR="00364168">
        <w:rPr>
          <w:rtl/>
        </w:rPr>
        <w:t>،</w:t>
      </w:r>
      <w:r>
        <w:rPr>
          <w:rtl/>
        </w:rPr>
        <w:t xml:space="preserve"> ولكنّه كان يكتب للنبي </w:t>
      </w:r>
      <w:r w:rsidR="004C4A93" w:rsidRPr="004C4A93">
        <w:rPr>
          <w:rStyle w:val="libAlaemChar"/>
          <w:rtl/>
        </w:rPr>
        <w:t>عليه‌السلام</w:t>
      </w:r>
      <w:r>
        <w:rPr>
          <w:rtl/>
        </w:rPr>
        <w:t xml:space="preserve"> في عامّة الحوائج وفي إثبات ما يُجبى من الصدقات وما يُقسّم في أربابها</w:t>
      </w:r>
      <w:r w:rsidR="00364168">
        <w:rPr>
          <w:rtl/>
        </w:rPr>
        <w:t>،</w:t>
      </w:r>
      <w:r>
        <w:rPr>
          <w:rtl/>
        </w:rPr>
        <w:t xml:space="preserve"> ولم يُسمع عن ثقة قط أنّه كتب للنبي شيئاً من آيات القرآن الكريم</w:t>
      </w:r>
      <w:r w:rsidR="00364168">
        <w:rPr>
          <w:rtl/>
        </w:rPr>
        <w:t>.</w:t>
      </w:r>
    </w:p>
    <w:p w:rsidR="002B49A5" w:rsidRDefault="002B49A5" w:rsidP="002B49A5">
      <w:pPr>
        <w:pStyle w:val="libNormal"/>
        <w:rPr>
          <w:rtl/>
        </w:rPr>
      </w:pPr>
      <w:r>
        <w:rPr>
          <w:rtl/>
        </w:rPr>
        <w:t>وعُرفت لمعاوية خصال محمودة من خصال الجدّ والسّيادة</w:t>
      </w:r>
      <w:r w:rsidR="00364168">
        <w:rPr>
          <w:rtl/>
        </w:rPr>
        <w:t>؛</w:t>
      </w:r>
      <w:r>
        <w:rPr>
          <w:rtl/>
        </w:rPr>
        <w:t xml:space="preserve"> كالوقار والحلم والصبر والدهاء</w:t>
      </w:r>
      <w:r w:rsidR="00364168">
        <w:rPr>
          <w:rtl/>
        </w:rPr>
        <w:t>،</w:t>
      </w:r>
      <w:r>
        <w:rPr>
          <w:rtl/>
        </w:rPr>
        <w:t xml:space="preserve"> ولكنّه على هذا كان لا يملك حلمه في فلتات تميد با</w:t>
      </w:r>
      <w:r w:rsidR="009A226F">
        <w:rPr>
          <w:rtl/>
        </w:rPr>
        <w:t>لم</w:t>
      </w:r>
      <w:r>
        <w:rPr>
          <w:rtl/>
        </w:rPr>
        <w:t>لك الرّاسخ</w:t>
      </w:r>
      <w:r w:rsidR="00364168">
        <w:rPr>
          <w:rtl/>
        </w:rPr>
        <w:t>،</w:t>
      </w:r>
      <w:r>
        <w:rPr>
          <w:rtl/>
        </w:rPr>
        <w:t xml:space="preserve"> ومنها قتله حجر بن عدي وستة من أصحابه</w:t>
      </w:r>
      <w:r w:rsidR="00364168">
        <w:rPr>
          <w:rtl/>
        </w:rPr>
        <w:t>؛</w:t>
      </w:r>
      <w:r>
        <w:rPr>
          <w:rtl/>
        </w:rPr>
        <w:t xml:space="preserve"> لأنّهم كانوا</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ينكرون سبّ عليّ وشيعته</w:t>
      </w:r>
      <w:r w:rsidR="00364168">
        <w:rPr>
          <w:rtl/>
        </w:rPr>
        <w:t>،</w:t>
      </w:r>
      <w:r>
        <w:rPr>
          <w:rtl/>
        </w:rPr>
        <w:t xml:space="preserve"> فما زال بقية حياته يندم على هذه الفعلة ويقول</w:t>
      </w:r>
      <w:r w:rsidR="00364168">
        <w:rPr>
          <w:rtl/>
        </w:rPr>
        <w:t>:</w:t>
      </w:r>
      <w:r>
        <w:rPr>
          <w:rtl/>
        </w:rPr>
        <w:t xml:space="preserve"> ما قتلت أحّداً إلاّ وأنا أعرف فيم قتلته</w:t>
      </w:r>
      <w:r w:rsidR="00364168">
        <w:rPr>
          <w:rtl/>
        </w:rPr>
        <w:t>،</w:t>
      </w:r>
      <w:r>
        <w:rPr>
          <w:rtl/>
        </w:rPr>
        <w:t xml:space="preserve"> ما خلا حجراً فإنّي لا أعرف بأيّ ذنب قتلته</w:t>
      </w:r>
      <w:r w:rsidR="00364168">
        <w:rPr>
          <w:rtl/>
        </w:rPr>
        <w:t>!</w:t>
      </w:r>
    </w:p>
    <w:p w:rsidR="002B49A5" w:rsidRDefault="002B49A5" w:rsidP="002B49A5">
      <w:pPr>
        <w:pStyle w:val="libNormal"/>
        <w:rPr>
          <w:rtl/>
        </w:rPr>
      </w:pPr>
      <w:r>
        <w:rPr>
          <w:rtl/>
        </w:rPr>
        <w:t>واُمّ يزيد هي ميسون بنت مجدل الكلبية من كرائم بني كلب المعرّقات في النّسب</w:t>
      </w:r>
      <w:r w:rsidR="00364168">
        <w:rPr>
          <w:rtl/>
        </w:rPr>
        <w:t>،</w:t>
      </w:r>
      <w:r>
        <w:rPr>
          <w:rtl/>
        </w:rPr>
        <w:t xml:space="preserve"> وهي التي كرهت العيش مع معاوية في دمشق وقالت تتشوق إلى عيش البادية</w:t>
      </w:r>
      <w:r w:rsidR="00364168">
        <w:rPr>
          <w:rtl/>
        </w:rPr>
        <w:t>:</w:t>
      </w:r>
    </w:p>
    <w:tbl>
      <w:tblPr>
        <w:tblStyle w:val="TableGrid"/>
        <w:bidiVisual/>
        <w:tblW w:w="4562" w:type="pct"/>
        <w:tblInd w:w="384" w:type="dxa"/>
        <w:tblLook w:val="04A0"/>
      </w:tblPr>
      <w:tblGrid>
        <w:gridCol w:w="3345"/>
        <w:gridCol w:w="269"/>
        <w:gridCol w:w="3308"/>
      </w:tblGrid>
      <w:tr w:rsidR="00D444F9" w:rsidTr="00D444F9">
        <w:trPr>
          <w:trHeight w:val="350"/>
        </w:trPr>
        <w:tc>
          <w:tcPr>
            <w:tcW w:w="3345" w:type="dxa"/>
          </w:tcPr>
          <w:p w:rsidR="00D444F9" w:rsidRDefault="00D444F9" w:rsidP="00D444F9">
            <w:pPr>
              <w:pStyle w:val="libPoem"/>
            </w:pPr>
            <w:r w:rsidRPr="008F60AE">
              <w:rPr>
                <w:rStyle w:val="libPoemChar"/>
                <w:rtl/>
              </w:rPr>
              <w:t>لـلبسُ</w:t>
            </w:r>
            <w:r w:rsidR="00897AE1">
              <w:rPr>
                <w:rStyle w:val="libPoemChar"/>
                <w:rtl/>
              </w:rPr>
              <w:t xml:space="preserve"> </w:t>
            </w:r>
            <w:r w:rsidRPr="008F60AE">
              <w:rPr>
                <w:rStyle w:val="libPoemChar"/>
                <w:rtl/>
              </w:rPr>
              <w:t>عباءةٍ</w:t>
            </w:r>
            <w:r w:rsidR="00897AE1">
              <w:rPr>
                <w:rStyle w:val="libPoemChar"/>
                <w:rtl/>
              </w:rPr>
              <w:t xml:space="preserve"> </w:t>
            </w:r>
            <w:r w:rsidRPr="008F60AE">
              <w:rPr>
                <w:rStyle w:val="libPoemChar"/>
                <w:rtl/>
              </w:rPr>
              <w:t>وتقرَّ</w:t>
            </w:r>
            <w:r w:rsidR="00897AE1">
              <w:rPr>
                <w:rStyle w:val="libPoemChar"/>
                <w:rtl/>
              </w:rPr>
              <w:t xml:space="preserve"> </w:t>
            </w:r>
            <w:r w:rsidRPr="008F60AE">
              <w:rPr>
                <w:rStyle w:val="libPoemChar"/>
                <w:rtl/>
              </w:rPr>
              <w:t>عيني</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أحبُّ</w:t>
            </w:r>
            <w:r w:rsidR="00897AE1">
              <w:rPr>
                <w:rStyle w:val="libPoemChar"/>
                <w:rtl/>
              </w:rPr>
              <w:t xml:space="preserve"> </w:t>
            </w:r>
            <w:r w:rsidRPr="008F60AE">
              <w:rPr>
                <w:rStyle w:val="libPoemChar"/>
                <w:rtl/>
              </w:rPr>
              <w:t>إليَّ</w:t>
            </w:r>
            <w:r w:rsidR="00897AE1">
              <w:rPr>
                <w:rStyle w:val="libPoemChar"/>
                <w:rtl/>
              </w:rPr>
              <w:t xml:space="preserve"> </w:t>
            </w:r>
            <w:r w:rsidRPr="008F60AE">
              <w:rPr>
                <w:rStyle w:val="libPoemChar"/>
                <w:rtl/>
              </w:rPr>
              <w:t>منْ</w:t>
            </w:r>
            <w:r w:rsidR="00897AE1">
              <w:rPr>
                <w:rStyle w:val="libPoemChar"/>
                <w:rtl/>
              </w:rPr>
              <w:t xml:space="preserve"> </w:t>
            </w:r>
            <w:r w:rsidRPr="008F60AE">
              <w:rPr>
                <w:rStyle w:val="libPoemChar"/>
                <w:rtl/>
              </w:rPr>
              <w:t>لبسِ</w:t>
            </w:r>
            <w:r w:rsidR="00897AE1">
              <w:rPr>
                <w:rStyle w:val="libPoemChar"/>
                <w:rtl/>
              </w:rPr>
              <w:t xml:space="preserve"> </w:t>
            </w:r>
            <w:r w:rsidRPr="008F60AE">
              <w:rPr>
                <w:rStyle w:val="libPoemChar"/>
                <w:rtl/>
              </w:rPr>
              <w:t>الشّفوفِ</w:t>
            </w:r>
            <w:r w:rsidRPr="00725071">
              <w:rPr>
                <w:rStyle w:val="libPoemTiniChar0"/>
                <w:rtl/>
              </w:rPr>
              <w:br/>
              <w:t> </w:t>
            </w:r>
          </w:p>
        </w:tc>
      </w:tr>
      <w:tr w:rsidR="00D444F9" w:rsidTr="00D444F9">
        <w:trPr>
          <w:trHeight w:val="350"/>
        </w:trPr>
        <w:tc>
          <w:tcPr>
            <w:tcW w:w="3345" w:type="dxa"/>
          </w:tcPr>
          <w:p w:rsidR="00D444F9" w:rsidRDefault="00D444F9" w:rsidP="00390D32">
            <w:pPr>
              <w:pStyle w:val="libPoem"/>
            </w:pPr>
            <w:r w:rsidRPr="008F60AE">
              <w:rPr>
                <w:rStyle w:val="libPoemChar"/>
                <w:rtl/>
              </w:rPr>
              <w:t>وبـيتٌ</w:t>
            </w:r>
            <w:r w:rsidR="00897AE1">
              <w:rPr>
                <w:rStyle w:val="libPoemChar"/>
                <w:rtl/>
              </w:rPr>
              <w:t xml:space="preserve"> </w:t>
            </w:r>
            <w:r w:rsidRPr="008F60AE">
              <w:rPr>
                <w:rStyle w:val="libPoemChar"/>
                <w:rtl/>
              </w:rPr>
              <w:t>تخفق</w:t>
            </w:r>
            <w:r w:rsidR="00897AE1">
              <w:rPr>
                <w:rStyle w:val="libPoemChar"/>
                <w:rtl/>
              </w:rPr>
              <w:t xml:space="preserve"> </w:t>
            </w:r>
            <w:r w:rsidRPr="008F60AE">
              <w:rPr>
                <w:rStyle w:val="libPoemChar"/>
                <w:rtl/>
              </w:rPr>
              <w:t>الأرواحُ</w:t>
            </w:r>
            <w:r w:rsidR="00897AE1">
              <w:rPr>
                <w:rStyle w:val="libPoemChar"/>
                <w:rtl/>
              </w:rPr>
              <w:t xml:space="preserve"> </w:t>
            </w:r>
            <w:r w:rsidRPr="008F60AE">
              <w:rPr>
                <w:rStyle w:val="libPoemChar"/>
                <w:rtl/>
              </w:rPr>
              <w:t>فيه</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D444F9">
            <w:pPr>
              <w:pStyle w:val="libPoem"/>
            </w:pPr>
            <w:r w:rsidRPr="008F60AE">
              <w:rPr>
                <w:rStyle w:val="libPoemChar"/>
                <w:rtl/>
              </w:rPr>
              <w:t>أحبُّ</w:t>
            </w:r>
            <w:r w:rsidR="00897AE1">
              <w:rPr>
                <w:rStyle w:val="libPoemChar"/>
                <w:rtl/>
              </w:rPr>
              <w:t xml:space="preserve"> </w:t>
            </w:r>
            <w:r w:rsidRPr="008F60AE">
              <w:rPr>
                <w:rStyle w:val="libPoemChar"/>
                <w:rtl/>
              </w:rPr>
              <w:t>إليَّ</w:t>
            </w:r>
            <w:r w:rsidR="00897AE1">
              <w:rPr>
                <w:rStyle w:val="libPoemChar"/>
                <w:rtl/>
              </w:rPr>
              <w:t xml:space="preserve"> </w:t>
            </w:r>
            <w:r w:rsidRPr="008F60AE">
              <w:rPr>
                <w:rStyle w:val="libPoemChar"/>
                <w:rtl/>
              </w:rPr>
              <w:t>منْ</w:t>
            </w:r>
            <w:r w:rsidR="00897AE1">
              <w:rPr>
                <w:rStyle w:val="libPoemChar"/>
                <w:rtl/>
              </w:rPr>
              <w:t xml:space="preserve"> </w:t>
            </w:r>
            <w:r w:rsidRPr="008F60AE">
              <w:rPr>
                <w:rStyle w:val="libPoemChar"/>
                <w:rtl/>
              </w:rPr>
              <w:t>قصرٍ</w:t>
            </w:r>
            <w:r w:rsidR="00897AE1">
              <w:rPr>
                <w:rStyle w:val="libPoemChar"/>
                <w:rtl/>
              </w:rPr>
              <w:t xml:space="preserve"> </w:t>
            </w:r>
            <w:r w:rsidRPr="008F60AE">
              <w:rPr>
                <w:rStyle w:val="libPoemChar"/>
                <w:rtl/>
              </w:rPr>
              <w:t>منيفِ</w:t>
            </w:r>
            <w:r w:rsidRPr="00725071">
              <w:rPr>
                <w:rStyle w:val="libPoemTiniChar0"/>
                <w:rtl/>
              </w:rPr>
              <w:br/>
              <w:t> </w:t>
            </w:r>
          </w:p>
        </w:tc>
      </w:tr>
    </w:tbl>
    <w:p w:rsidR="002B49A5" w:rsidRDefault="002B49A5" w:rsidP="002B49A5">
      <w:pPr>
        <w:pStyle w:val="libNormal"/>
        <w:rPr>
          <w:rtl/>
        </w:rPr>
      </w:pPr>
      <w:r>
        <w:rPr>
          <w:rtl/>
        </w:rPr>
        <w:t>ومن هذه الأبيات قولها</w:t>
      </w:r>
      <w:r w:rsidR="00364168">
        <w:rPr>
          <w:rtl/>
        </w:rPr>
        <w:t>:</w:t>
      </w:r>
    </w:p>
    <w:tbl>
      <w:tblPr>
        <w:tblStyle w:val="TableGrid"/>
        <w:bidiVisual/>
        <w:tblW w:w="4562" w:type="pct"/>
        <w:tblInd w:w="384" w:type="dxa"/>
        <w:tblLook w:val="04A0"/>
      </w:tblPr>
      <w:tblGrid>
        <w:gridCol w:w="3345"/>
        <w:gridCol w:w="269"/>
        <w:gridCol w:w="3308"/>
      </w:tblGrid>
      <w:tr w:rsidR="00D444F9" w:rsidTr="00390D32">
        <w:trPr>
          <w:trHeight w:val="350"/>
        </w:trPr>
        <w:tc>
          <w:tcPr>
            <w:tcW w:w="3345" w:type="dxa"/>
          </w:tcPr>
          <w:p w:rsidR="00D444F9" w:rsidRDefault="00D444F9" w:rsidP="00390D32">
            <w:pPr>
              <w:pStyle w:val="libPoem"/>
            </w:pPr>
            <w:r>
              <w:rPr>
                <w:rtl/>
              </w:rPr>
              <w:t>وخِرقٌ منْ بني عمِّي فقيرٌ</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Pr>
                <w:rtl/>
              </w:rPr>
              <w:t>أحبُّ إليَّ منْ علجٍ عنيفِ</w:t>
            </w:r>
            <w:r w:rsidRPr="00725071">
              <w:rPr>
                <w:rStyle w:val="libPoemTiniChar0"/>
                <w:rtl/>
              </w:rPr>
              <w:br/>
              <w:t> </w:t>
            </w:r>
          </w:p>
        </w:tc>
      </w:tr>
    </w:tbl>
    <w:p w:rsidR="002B49A5" w:rsidRDefault="002B49A5" w:rsidP="002B49A5">
      <w:pPr>
        <w:pStyle w:val="libNormal"/>
        <w:rPr>
          <w:rtl/>
        </w:rPr>
      </w:pPr>
      <w:r>
        <w:rPr>
          <w:rtl/>
        </w:rPr>
        <w:t>فأرسلها وابنها يزيد إلى باديتها</w:t>
      </w:r>
      <w:r w:rsidR="00364168">
        <w:rPr>
          <w:rtl/>
        </w:rPr>
        <w:t>،</w:t>
      </w:r>
      <w:r>
        <w:rPr>
          <w:rtl/>
        </w:rPr>
        <w:t xml:space="preserve"> فنشأ يزيد مع اُمّه بعيداً عن أبيه</w:t>
      </w:r>
      <w:r w:rsidR="00364168">
        <w:rPr>
          <w:rtl/>
        </w:rPr>
        <w:t>.</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وقد أفاد من هذه النشأة البدوية بعض أشياء تنفع الأقوياء</w:t>
      </w:r>
      <w:r w:rsidR="00364168">
        <w:rPr>
          <w:rtl/>
        </w:rPr>
        <w:t>،</w:t>
      </w:r>
      <w:r>
        <w:rPr>
          <w:rtl/>
        </w:rPr>
        <w:t xml:space="preserve"> ولكنّها على ما هو مألوف في أعقاب السّلالات القويّة تضيرهم وتجهز على ما بقي من العزيمة فيهم</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فكان ما استفاده من بادية بني كليب بلاغة الفُصحى</w:t>
      </w:r>
      <w:r w:rsidR="00364168">
        <w:rPr>
          <w:rtl/>
        </w:rPr>
        <w:t>،</w:t>
      </w:r>
      <w:r>
        <w:rPr>
          <w:rtl/>
        </w:rPr>
        <w:t xml:space="preserve"> وحُبّ الصيد</w:t>
      </w:r>
      <w:r w:rsidR="00364168">
        <w:rPr>
          <w:rtl/>
        </w:rPr>
        <w:t>،</w:t>
      </w:r>
      <w:r>
        <w:rPr>
          <w:rtl/>
        </w:rPr>
        <w:t xml:space="preserve"> وركوب الخيل</w:t>
      </w:r>
      <w:r w:rsidR="00364168">
        <w:rPr>
          <w:rtl/>
        </w:rPr>
        <w:t>،</w:t>
      </w:r>
      <w:r>
        <w:rPr>
          <w:rtl/>
        </w:rPr>
        <w:t xml:space="preserve"> ورياضة الحيوانات ولا سيّما الكلاب</w:t>
      </w:r>
      <w:r w:rsidR="00364168">
        <w:rPr>
          <w:rtl/>
        </w:rPr>
        <w:t>.</w:t>
      </w:r>
    </w:p>
    <w:p w:rsidR="002B49A5" w:rsidRDefault="002B49A5" w:rsidP="002B49A5">
      <w:pPr>
        <w:pStyle w:val="libNormal"/>
        <w:rPr>
          <w:rtl/>
        </w:rPr>
      </w:pPr>
      <w:r>
        <w:rPr>
          <w:rtl/>
        </w:rPr>
        <w:t>وهذه صفات في الرّجل القوي تزينه وتشحذ قواه</w:t>
      </w:r>
      <w:r w:rsidR="00364168">
        <w:rPr>
          <w:rtl/>
        </w:rPr>
        <w:t>،</w:t>
      </w:r>
      <w:r>
        <w:rPr>
          <w:rtl/>
        </w:rPr>
        <w:t xml:space="preserve"> ولكنّها في أعقاب السّلالات أو عكارة البيت</w:t>
      </w:r>
      <w:r w:rsidR="004C4A93">
        <w:rPr>
          <w:rtl/>
        </w:rPr>
        <w:t xml:space="preserve"> - </w:t>
      </w:r>
      <w:r>
        <w:rPr>
          <w:rtl/>
        </w:rPr>
        <w:t>كما يُقال بين العامّة</w:t>
      </w:r>
      <w:r w:rsidR="004C4A93">
        <w:rPr>
          <w:rtl/>
        </w:rPr>
        <w:t xml:space="preserve"> - </w:t>
      </w:r>
      <w:r>
        <w:rPr>
          <w:rtl/>
        </w:rPr>
        <w:t>مدعاة إلى الإغراق في اللهو والولع بالفراغ</w:t>
      </w:r>
      <w:r w:rsidR="00364168">
        <w:rPr>
          <w:rtl/>
        </w:rPr>
        <w:t>؛</w:t>
      </w:r>
      <w:r>
        <w:rPr>
          <w:rtl/>
        </w:rPr>
        <w:t xml:space="preserve"> لأنّها هي عنده كلّ شيء وليست مدداً لغيرها من كبار الهمم وعظائم الهموم</w:t>
      </w:r>
      <w:r w:rsidR="00364168">
        <w:rPr>
          <w:rtl/>
        </w:rPr>
        <w:t>.</w:t>
      </w:r>
    </w:p>
    <w:p w:rsidR="002B49A5" w:rsidRDefault="002B49A5" w:rsidP="002B49A5">
      <w:pPr>
        <w:pStyle w:val="libNormal"/>
        <w:rPr>
          <w:rtl/>
        </w:rPr>
      </w:pPr>
      <w:r>
        <w:rPr>
          <w:rtl/>
        </w:rPr>
        <w:t>وهكذا انقلبت تلك الصفات في يزيد من المزية إلى النّقيصة</w:t>
      </w:r>
      <w:r w:rsidR="008F60AE">
        <w:rPr>
          <w:rtl/>
        </w:rPr>
        <w:t xml:space="preserve"> ...</w:t>
      </w:r>
      <w:r>
        <w:rPr>
          <w:rtl/>
        </w:rPr>
        <w:t xml:space="preserve"> فكان كلفه بالشعر الفصيح مغرياً له بمعاشرة الشعراء والندماء في مجالس الشراب</w:t>
      </w:r>
      <w:r w:rsidR="00364168">
        <w:rPr>
          <w:rtl/>
        </w:rPr>
        <w:t>،</w:t>
      </w:r>
      <w:r>
        <w:rPr>
          <w:rtl/>
        </w:rPr>
        <w:t xml:space="preserve"> وكان ولعه بالصيد شاغلاً يحجبه عن شواغل ا</w:t>
      </w:r>
      <w:r w:rsidR="009A226F">
        <w:rPr>
          <w:rtl/>
        </w:rPr>
        <w:t>لم</w:t>
      </w:r>
      <w:r>
        <w:rPr>
          <w:rtl/>
        </w:rPr>
        <w:t>لك والسّياسة</w:t>
      </w:r>
      <w:r w:rsidR="00364168">
        <w:rPr>
          <w:rtl/>
        </w:rPr>
        <w:t>،</w:t>
      </w:r>
      <w:r>
        <w:rPr>
          <w:rtl/>
        </w:rPr>
        <w:t xml:space="preserve"> وكانت رياضته للحيوانات مهزلة تلحقه بأصحاب البطالة من القرادين والفهادين</w:t>
      </w:r>
      <w:r w:rsidR="00364168">
        <w:rPr>
          <w:rtl/>
        </w:rPr>
        <w:t>،</w:t>
      </w:r>
      <w:r>
        <w:rPr>
          <w:rtl/>
        </w:rPr>
        <w:t xml:space="preserve"> فكان له قرد يدعوه ( أبا قيس )</w:t>
      </w:r>
      <w:r w:rsidR="00364168">
        <w:rPr>
          <w:rtl/>
        </w:rPr>
        <w:t>،</w:t>
      </w:r>
      <w:r>
        <w:rPr>
          <w:rtl/>
        </w:rPr>
        <w:t xml:space="preserve"> يُلبسه الحرير ويطرّز لباسه بالذهب والفضّة ويحضره مجالس الشراب</w:t>
      </w:r>
      <w:r w:rsidR="00364168">
        <w:rPr>
          <w:rtl/>
        </w:rPr>
        <w:t>،</w:t>
      </w:r>
      <w:r>
        <w:rPr>
          <w:rtl/>
        </w:rPr>
        <w:t xml:space="preserve"> ويركبه أتاناً في السّباق ويحرص على أن يراه سابقاً مجلياً على الجياد</w:t>
      </w:r>
      <w:r w:rsidR="00364168">
        <w:rPr>
          <w:rtl/>
        </w:rPr>
        <w:t>،</w:t>
      </w:r>
      <w:r>
        <w:rPr>
          <w:rtl/>
        </w:rPr>
        <w:t xml:space="preserve"> وفي ذلك يقول يزيد كما جاء في بعض الرّوايات</w:t>
      </w:r>
      <w:r w:rsidR="00364168">
        <w:rPr>
          <w:rtl/>
        </w:rPr>
        <w:t>:</w:t>
      </w:r>
    </w:p>
    <w:tbl>
      <w:tblPr>
        <w:tblStyle w:val="TableGrid"/>
        <w:bidiVisual/>
        <w:tblW w:w="4562" w:type="pct"/>
        <w:tblInd w:w="384" w:type="dxa"/>
        <w:tblLook w:val="04A0"/>
      </w:tblPr>
      <w:tblGrid>
        <w:gridCol w:w="3345"/>
        <w:gridCol w:w="269"/>
        <w:gridCol w:w="3308"/>
      </w:tblGrid>
      <w:tr w:rsidR="00D444F9" w:rsidTr="00D444F9">
        <w:trPr>
          <w:trHeight w:val="350"/>
        </w:trPr>
        <w:tc>
          <w:tcPr>
            <w:tcW w:w="3345" w:type="dxa"/>
          </w:tcPr>
          <w:p w:rsidR="00D444F9" w:rsidRDefault="00D444F9" w:rsidP="00390D32">
            <w:pPr>
              <w:pStyle w:val="libPoem"/>
            </w:pPr>
            <w:r w:rsidRPr="008F60AE">
              <w:rPr>
                <w:rStyle w:val="libPoemChar"/>
                <w:rtl/>
              </w:rPr>
              <w:t>تـمسَّك</w:t>
            </w:r>
            <w:r w:rsidR="00897AE1">
              <w:rPr>
                <w:rStyle w:val="libPoemChar"/>
                <w:rtl/>
              </w:rPr>
              <w:t xml:space="preserve"> </w:t>
            </w:r>
            <w:r w:rsidRPr="008F60AE">
              <w:rPr>
                <w:rStyle w:val="libPoemChar"/>
                <w:rtl/>
              </w:rPr>
              <w:t>أبـا</w:t>
            </w:r>
            <w:r w:rsidR="00897AE1">
              <w:rPr>
                <w:rStyle w:val="libPoemChar"/>
                <w:rtl/>
              </w:rPr>
              <w:t xml:space="preserve"> </w:t>
            </w:r>
            <w:r w:rsidRPr="008F60AE">
              <w:rPr>
                <w:rStyle w:val="libPoemChar"/>
                <w:rtl/>
              </w:rPr>
              <w:t>قيسٍ</w:t>
            </w:r>
            <w:r w:rsidR="00897AE1">
              <w:rPr>
                <w:rStyle w:val="libPoemChar"/>
                <w:rtl/>
              </w:rPr>
              <w:t xml:space="preserve"> </w:t>
            </w:r>
            <w:r w:rsidRPr="008F60AE">
              <w:rPr>
                <w:rStyle w:val="libPoemChar"/>
                <w:rtl/>
              </w:rPr>
              <w:t>بفضلِ</w:t>
            </w:r>
            <w:r w:rsidR="00897AE1">
              <w:rPr>
                <w:rStyle w:val="libPoemChar"/>
                <w:rtl/>
              </w:rPr>
              <w:t xml:space="preserve"> </w:t>
            </w:r>
            <w:r w:rsidRPr="008F60AE">
              <w:rPr>
                <w:rStyle w:val="libPoemChar"/>
                <w:rtl/>
              </w:rPr>
              <w:t>عنانها</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فـليسَ</w:t>
            </w:r>
            <w:r w:rsidR="00897AE1">
              <w:rPr>
                <w:rStyle w:val="libPoemChar"/>
                <w:rtl/>
              </w:rPr>
              <w:t xml:space="preserve"> </w:t>
            </w:r>
            <w:r w:rsidRPr="008F60AE">
              <w:rPr>
                <w:rStyle w:val="libPoemChar"/>
                <w:rtl/>
              </w:rPr>
              <w:t>عليها</w:t>
            </w:r>
            <w:r w:rsidR="00897AE1">
              <w:rPr>
                <w:rStyle w:val="libPoemChar"/>
                <w:rtl/>
              </w:rPr>
              <w:t xml:space="preserve"> </w:t>
            </w:r>
            <w:r w:rsidRPr="008F60AE">
              <w:rPr>
                <w:rStyle w:val="libPoemChar"/>
                <w:rtl/>
              </w:rPr>
              <w:t>إنْ</w:t>
            </w:r>
            <w:r w:rsidR="00897AE1">
              <w:rPr>
                <w:rStyle w:val="libPoemChar"/>
                <w:rtl/>
              </w:rPr>
              <w:t xml:space="preserve"> </w:t>
            </w:r>
            <w:r w:rsidRPr="008F60AE">
              <w:rPr>
                <w:rStyle w:val="libPoemChar"/>
                <w:rtl/>
              </w:rPr>
              <w:t>سقطتَ</w:t>
            </w:r>
            <w:r w:rsidR="00897AE1">
              <w:rPr>
                <w:rStyle w:val="libPoemChar"/>
                <w:rtl/>
              </w:rPr>
              <w:t xml:space="preserve"> </w:t>
            </w:r>
            <w:r w:rsidRPr="008F60AE">
              <w:rPr>
                <w:rStyle w:val="libPoemChar"/>
                <w:rtl/>
              </w:rPr>
              <w:t>ضمانُ</w:t>
            </w:r>
            <w:r w:rsidRPr="00725071">
              <w:rPr>
                <w:rStyle w:val="libPoemTiniChar0"/>
                <w:rtl/>
              </w:rPr>
              <w:br/>
              <w:t> </w:t>
            </w:r>
          </w:p>
        </w:tc>
      </w:tr>
      <w:tr w:rsidR="00D444F9" w:rsidTr="00D444F9">
        <w:trPr>
          <w:trHeight w:val="350"/>
        </w:trPr>
        <w:tc>
          <w:tcPr>
            <w:tcW w:w="3345" w:type="dxa"/>
          </w:tcPr>
          <w:p w:rsidR="00D444F9" w:rsidRDefault="00D444F9" w:rsidP="00390D32">
            <w:pPr>
              <w:pStyle w:val="libPoem"/>
            </w:pPr>
            <w:r w:rsidRPr="008F60AE">
              <w:rPr>
                <w:rStyle w:val="libPoemChar"/>
                <w:rtl/>
              </w:rPr>
              <w:t>ألا</w:t>
            </w:r>
            <w:r w:rsidR="00897AE1">
              <w:rPr>
                <w:rStyle w:val="libPoemChar"/>
                <w:rtl/>
              </w:rPr>
              <w:t xml:space="preserve"> </w:t>
            </w:r>
            <w:r w:rsidRPr="008F60AE">
              <w:rPr>
                <w:rStyle w:val="libPoemChar"/>
                <w:rtl/>
              </w:rPr>
              <w:t>منْ</w:t>
            </w:r>
            <w:r w:rsidR="00897AE1">
              <w:rPr>
                <w:rStyle w:val="libPoemChar"/>
                <w:rtl/>
              </w:rPr>
              <w:t xml:space="preserve"> </w:t>
            </w:r>
            <w:r w:rsidRPr="008F60AE">
              <w:rPr>
                <w:rStyle w:val="libPoemChar"/>
                <w:rtl/>
              </w:rPr>
              <w:t>رأى</w:t>
            </w:r>
            <w:r w:rsidR="00897AE1">
              <w:rPr>
                <w:rStyle w:val="libPoemChar"/>
                <w:rtl/>
              </w:rPr>
              <w:t xml:space="preserve"> </w:t>
            </w:r>
            <w:r w:rsidRPr="008F60AE">
              <w:rPr>
                <w:rStyle w:val="libPoemChar"/>
                <w:rtl/>
              </w:rPr>
              <w:t>القردَ</w:t>
            </w:r>
            <w:r w:rsidR="00897AE1">
              <w:rPr>
                <w:rStyle w:val="libPoemChar"/>
                <w:rtl/>
              </w:rPr>
              <w:t xml:space="preserve"> </w:t>
            </w:r>
            <w:r w:rsidRPr="008F60AE">
              <w:rPr>
                <w:rStyle w:val="libPoemChar"/>
                <w:rtl/>
              </w:rPr>
              <w:t>الذي</w:t>
            </w:r>
            <w:r w:rsidR="00897AE1">
              <w:rPr>
                <w:rStyle w:val="libPoemChar"/>
                <w:rtl/>
              </w:rPr>
              <w:t xml:space="preserve"> </w:t>
            </w:r>
            <w:r w:rsidRPr="008F60AE">
              <w:rPr>
                <w:rStyle w:val="libPoemChar"/>
                <w:rtl/>
              </w:rPr>
              <w:t>سبقتْ</w:t>
            </w:r>
            <w:r w:rsidR="00897AE1">
              <w:rPr>
                <w:rStyle w:val="libPoemChar"/>
                <w:rtl/>
              </w:rPr>
              <w:t xml:space="preserve"> </w:t>
            </w:r>
            <w:r w:rsidRPr="008F60AE">
              <w:rPr>
                <w:rStyle w:val="libPoemChar"/>
                <w:rtl/>
              </w:rPr>
              <w:t>بهِ</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جـيادَ</w:t>
            </w:r>
            <w:r w:rsidR="00897AE1">
              <w:rPr>
                <w:rStyle w:val="libPoemChar"/>
                <w:rtl/>
              </w:rPr>
              <w:t xml:space="preserve"> </w:t>
            </w:r>
            <w:r w:rsidRPr="008F60AE">
              <w:rPr>
                <w:rStyle w:val="libPoemChar"/>
                <w:rtl/>
              </w:rPr>
              <w:t>أمـير</w:t>
            </w:r>
            <w:r w:rsidR="00897AE1">
              <w:rPr>
                <w:rStyle w:val="libPoemChar"/>
                <w:rtl/>
              </w:rPr>
              <w:t xml:space="preserve"> </w:t>
            </w:r>
            <w:r w:rsidRPr="008F60AE">
              <w:rPr>
                <w:rStyle w:val="libPoemChar"/>
                <w:rtl/>
              </w:rPr>
              <w:t>الـمؤمنين</w:t>
            </w:r>
            <w:r w:rsidR="00897AE1">
              <w:rPr>
                <w:rStyle w:val="libPoemChar"/>
                <w:rtl/>
              </w:rPr>
              <w:t xml:space="preserve"> </w:t>
            </w:r>
            <w:r w:rsidRPr="008F60AE">
              <w:rPr>
                <w:rStyle w:val="libPoemChar"/>
                <w:rtl/>
              </w:rPr>
              <w:t>أتـانُ</w:t>
            </w:r>
            <w:r w:rsidRPr="00725071">
              <w:rPr>
                <w:rStyle w:val="libPoemTiniChar0"/>
                <w:rtl/>
              </w:rPr>
              <w:br/>
              <w:t> </w:t>
            </w:r>
          </w:p>
        </w:tc>
      </w:tr>
    </w:tbl>
    <w:p w:rsidR="002B49A5" w:rsidRDefault="002B49A5" w:rsidP="002B49A5">
      <w:pPr>
        <w:pStyle w:val="libNormal"/>
      </w:pPr>
      <w:r>
        <w:rPr>
          <w:rtl/>
        </w:rPr>
        <w:br w:type="page"/>
      </w:r>
    </w:p>
    <w:p w:rsidR="002B49A5" w:rsidRDefault="002B49A5" w:rsidP="002B49A5">
      <w:pPr>
        <w:pStyle w:val="libNormal"/>
        <w:rPr>
          <w:rtl/>
        </w:rPr>
      </w:pPr>
      <w:r>
        <w:rPr>
          <w:rtl/>
        </w:rPr>
        <w:lastRenderedPageBreak/>
        <w:t>وقد يكون عبد الله بن حنظلة مُبالغاً في المذمّة حين قال فيما نُسب إليه</w:t>
      </w:r>
      <w:r w:rsidR="00364168">
        <w:rPr>
          <w:rtl/>
        </w:rPr>
        <w:t>:</w:t>
      </w:r>
      <w:r>
        <w:rPr>
          <w:rtl/>
        </w:rPr>
        <w:t xml:space="preserve"> والله</w:t>
      </w:r>
      <w:r w:rsidR="00364168">
        <w:rPr>
          <w:rtl/>
        </w:rPr>
        <w:t>،</w:t>
      </w:r>
      <w:r>
        <w:rPr>
          <w:rtl/>
        </w:rPr>
        <w:t xml:space="preserve"> ما خرجنا مع يزيد حتّى خفنا أن نُرمى بالحجارة من السّماء</w:t>
      </w:r>
      <w:r w:rsidR="00364168">
        <w:rPr>
          <w:rtl/>
        </w:rPr>
        <w:t>،</w:t>
      </w:r>
      <w:r>
        <w:rPr>
          <w:rtl/>
        </w:rPr>
        <w:t xml:space="preserve"> إنّ رجلاً ينكج الاُمّهات والبنات والأخوات</w:t>
      </w:r>
      <w:r w:rsidR="00364168">
        <w:rPr>
          <w:rtl/>
        </w:rPr>
        <w:t>،</w:t>
      </w:r>
      <w:r>
        <w:rPr>
          <w:rtl/>
        </w:rPr>
        <w:t xml:space="preserve"> ويشرب الخمر ويدع الصلاة</w:t>
      </w:r>
      <w:r w:rsidR="00364168">
        <w:rPr>
          <w:rtl/>
        </w:rPr>
        <w:t>،</w:t>
      </w:r>
      <w:r>
        <w:rPr>
          <w:rtl/>
        </w:rPr>
        <w:t xml:space="preserve"> والله</w:t>
      </w:r>
      <w:r w:rsidR="00364168">
        <w:rPr>
          <w:rtl/>
        </w:rPr>
        <w:t>،</w:t>
      </w:r>
      <w:r>
        <w:rPr>
          <w:rtl/>
        </w:rPr>
        <w:t xml:space="preserve"> لو لم يكن معي أحد من النّاس</w:t>
      </w:r>
      <w:r w:rsidR="00364168">
        <w:rPr>
          <w:rtl/>
        </w:rPr>
        <w:t>،</w:t>
      </w:r>
      <w:r>
        <w:rPr>
          <w:rtl/>
        </w:rPr>
        <w:t xml:space="preserve"> لأبليت الله فيه بلاء حسناً</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ولكن الرّوايات لم تجمع على شيء كإجماعها على إدمانه الخمر</w:t>
      </w:r>
      <w:r w:rsidR="00364168">
        <w:rPr>
          <w:rtl/>
        </w:rPr>
        <w:t>،</w:t>
      </w:r>
      <w:r>
        <w:rPr>
          <w:rtl/>
        </w:rPr>
        <w:t xml:space="preserve"> وشغفه باللذات</w:t>
      </w:r>
      <w:r w:rsidR="00364168">
        <w:rPr>
          <w:rtl/>
        </w:rPr>
        <w:t>،</w:t>
      </w:r>
      <w:r>
        <w:rPr>
          <w:rtl/>
        </w:rPr>
        <w:t xml:space="preserve"> وتوانيه عن العظائم</w:t>
      </w:r>
      <w:r w:rsidR="008F60AE">
        <w:rPr>
          <w:rtl/>
        </w:rPr>
        <w:t xml:space="preserve"> ...</w:t>
      </w:r>
      <w:r>
        <w:rPr>
          <w:rtl/>
        </w:rPr>
        <w:t xml:space="preserve"> وقد مات بذات الجنب وهو لما يتجاوز السّابعة والثلاثين</w:t>
      </w:r>
      <w:r w:rsidR="00364168">
        <w:rPr>
          <w:rtl/>
        </w:rPr>
        <w:t>،</w:t>
      </w:r>
      <w:r>
        <w:rPr>
          <w:rtl/>
        </w:rPr>
        <w:t xml:space="preserve"> ولعلّها إصابة الكبد من إدمان الشراب والإفراط في اللذات</w:t>
      </w:r>
      <w:r w:rsidR="00364168">
        <w:rPr>
          <w:rtl/>
        </w:rPr>
        <w:t>.</w:t>
      </w:r>
      <w:r>
        <w:rPr>
          <w:rtl/>
        </w:rPr>
        <w:t xml:space="preserve"> ولا يعقل أن يكون هذا كلّه اختلاقاً واختراعاً من الأعداء</w:t>
      </w:r>
      <w:r w:rsidR="00364168">
        <w:rPr>
          <w:rtl/>
        </w:rPr>
        <w:t>؛</w:t>
      </w:r>
      <w:r>
        <w:rPr>
          <w:rtl/>
        </w:rPr>
        <w:t xml:space="preserve"> لأنّ النّاس لم يختلقوا مثل ذلك على أبيه أو على عمرو بن العاص وهُما بغيضان أشدّ البغض إلى أعداء الاُمويّين</w:t>
      </w:r>
      <w:r w:rsidR="008F60AE">
        <w:rPr>
          <w:rtl/>
        </w:rPr>
        <w:t xml:space="preserve"> ...</w:t>
      </w:r>
      <w:r>
        <w:rPr>
          <w:rtl/>
        </w:rPr>
        <w:t xml:space="preserve"> ولأنّ الذين حاولوا ستره من خدّام دولته لم يحاولوا الثناء على مناقب فيه تحلّ عندهم محلّ مساوئه وعيوبه</w:t>
      </w:r>
      <w:r w:rsidR="00364168">
        <w:rPr>
          <w:rtl/>
        </w:rPr>
        <w:t>،</w:t>
      </w:r>
      <w:r>
        <w:rPr>
          <w:rtl/>
        </w:rPr>
        <w:t xml:space="preserve"> كأن الاجتراء على مثل هذا الثناء من وراء الحسبان</w:t>
      </w:r>
      <w:r w:rsidR="00364168">
        <w:rPr>
          <w:rtl/>
        </w:rPr>
        <w:t>.</w:t>
      </w:r>
    </w:p>
    <w:p w:rsidR="002B49A5" w:rsidRDefault="002B49A5" w:rsidP="002B49A5">
      <w:pPr>
        <w:pStyle w:val="libNormal"/>
        <w:rPr>
          <w:rtl/>
        </w:rPr>
      </w:pPr>
      <w:r>
        <w:rPr>
          <w:rtl/>
        </w:rPr>
        <w:t>ولم يكن هذا التخلّف في يزيد من هزال في البنية أو سقم اعتراه كذلك السّقم الذي يعتري أحياناً بقايا السّلالات التي تهمّ بالانقراض والدثور</w:t>
      </w:r>
      <w:r w:rsidR="00364168">
        <w:rPr>
          <w:rtl/>
        </w:rPr>
        <w:t>،</w:t>
      </w:r>
      <w:r>
        <w:rPr>
          <w:rtl/>
        </w:rPr>
        <w:t xml:space="preserve"> ولكنّه كان هزالاً في الأخلاق وسقماً في الطوية</w:t>
      </w:r>
      <w:r w:rsidR="008F60AE">
        <w:rPr>
          <w:rtl/>
        </w:rPr>
        <w:t xml:space="preserve"> ...</w:t>
      </w:r>
      <w:r>
        <w:rPr>
          <w:rtl/>
        </w:rPr>
        <w:t xml:space="preserve"> قعد به عن العظائم مع وثوق بنيانه وضخامة جثمانه واتصافه ببعض الصفات الجسدية</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التي تزيد في وجاهة الاُمراء كالوسامة وارتفاع القامة</w:t>
      </w:r>
      <w:r w:rsidR="008F60AE">
        <w:rPr>
          <w:rtl/>
        </w:rPr>
        <w:t xml:space="preserve"> ...</w:t>
      </w:r>
      <w:r>
        <w:rPr>
          <w:rtl/>
        </w:rPr>
        <w:t xml:space="preserve"> وقد اُصيب في صباه بمرض خطير</w:t>
      </w:r>
      <w:r w:rsidR="004C4A93">
        <w:rPr>
          <w:rtl/>
        </w:rPr>
        <w:t xml:space="preserve"> - </w:t>
      </w:r>
      <w:r>
        <w:rPr>
          <w:rtl/>
        </w:rPr>
        <w:t>وهو الجدري</w:t>
      </w:r>
      <w:r w:rsidR="004C4A93">
        <w:rPr>
          <w:rtl/>
        </w:rPr>
        <w:t xml:space="preserve"> - </w:t>
      </w:r>
      <w:r>
        <w:rPr>
          <w:rtl/>
        </w:rPr>
        <w:t>بقيت آثاره في وجهه إلى آخر عمره</w:t>
      </w:r>
      <w:r w:rsidR="00364168">
        <w:rPr>
          <w:rtl/>
        </w:rPr>
        <w:t>،</w:t>
      </w:r>
      <w:r>
        <w:rPr>
          <w:rtl/>
        </w:rPr>
        <w:t xml:space="preserve"> ولكنّه مرض كان يشيع في البادية ولم يكن من دأبه أن يقعد بكلّ من اُصيب به عن الطموح والكفاح</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وعلى فرط ولعه بالطراد حين يكون الطراد لهواً وفراغاً</w:t>
      </w:r>
      <w:r w:rsidR="00364168">
        <w:rPr>
          <w:rtl/>
        </w:rPr>
        <w:t>،</w:t>
      </w:r>
      <w:r>
        <w:rPr>
          <w:rtl/>
        </w:rPr>
        <w:t xml:space="preserve"> كانت همّته الوانية تفترّ به عن الطراد حين تتسابق إليه عزائم الفرسان في ميادين القتال ولو كان دفاعاً عن دينه ودُنياه</w:t>
      </w:r>
      <w:r w:rsidR="00364168">
        <w:rPr>
          <w:rtl/>
        </w:rPr>
        <w:t>.</w:t>
      </w:r>
    </w:p>
    <w:p w:rsidR="002B49A5" w:rsidRDefault="002B49A5" w:rsidP="002B49A5">
      <w:pPr>
        <w:pStyle w:val="libNormal"/>
        <w:rPr>
          <w:rtl/>
        </w:rPr>
      </w:pPr>
      <w:r>
        <w:rPr>
          <w:rtl/>
        </w:rPr>
        <w:t>فلمّا سيّر أبوه جيش سفيان بن عوف إلى القسطنطينية لغزو الرّوم ودفاعاً عن بلاد الإسلام</w:t>
      </w:r>
      <w:r w:rsidR="004C4A93">
        <w:rPr>
          <w:rtl/>
        </w:rPr>
        <w:t xml:space="preserve"> - </w:t>
      </w:r>
      <w:r>
        <w:rPr>
          <w:rtl/>
        </w:rPr>
        <w:t>أو بلاد الدولة الاُمويّة</w:t>
      </w:r>
      <w:r w:rsidR="009A226F">
        <w:rPr>
          <w:rtl/>
        </w:rPr>
        <w:t xml:space="preserve"> -</w:t>
      </w:r>
      <w:r w:rsidR="00364168">
        <w:rPr>
          <w:rtl/>
        </w:rPr>
        <w:t>،</w:t>
      </w:r>
      <w:r>
        <w:rPr>
          <w:rtl/>
        </w:rPr>
        <w:t xml:space="preserve"> تثاقل وتمارض حتّى رحل الجيش</w:t>
      </w:r>
      <w:r w:rsidR="00364168">
        <w:rPr>
          <w:rtl/>
        </w:rPr>
        <w:t>،</w:t>
      </w:r>
      <w:r>
        <w:rPr>
          <w:rtl/>
        </w:rPr>
        <w:t xml:space="preserve"> وشاع بعد ذلك أنّه اُمتحن في طريقه ببلاء المرض والجوع</w:t>
      </w:r>
      <w:r w:rsidR="00364168">
        <w:rPr>
          <w:rtl/>
        </w:rPr>
        <w:t>،</w:t>
      </w:r>
      <w:r>
        <w:rPr>
          <w:rtl/>
        </w:rPr>
        <w:t xml:space="preserve"> فقال يزيد</w:t>
      </w:r>
      <w:r w:rsidR="00364168">
        <w:rPr>
          <w:rtl/>
        </w:rPr>
        <w:t>:</w:t>
      </w:r>
    </w:p>
    <w:tbl>
      <w:tblPr>
        <w:tblStyle w:val="TableGrid"/>
        <w:bidiVisual/>
        <w:tblW w:w="4562" w:type="pct"/>
        <w:tblInd w:w="384" w:type="dxa"/>
        <w:tblLook w:val="04A0"/>
      </w:tblPr>
      <w:tblGrid>
        <w:gridCol w:w="3345"/>
        <w:gridCol w:w="269"/>
        <w:gridCol w:w="3308"/>
      </w:tblGrid>
      <w:tr w:rsidR="00D444F9" w:rsidTr="00D444F9">
        <w:trPr>
          <w:trHeight w:val="350"/>
        </w:trPr>
        <w:tc>
          <w:tcPr>
            <w:tcW w:w="3345" w:type="dxa"/>
          </w:tcPr>
          <w:p w:rsidR="00D444F9" w:rsidRDefault="00D444F9" w:rsidP="00390D32">
            <w:pPr>
              <w:pStyle w:val="libPoem"/>
            </w:pPr>
            <w:r w:rsidRPr="008F60AE">
              <w:rPr>
                <w:rStyle w:val="libPoemChar"/>
                <w:rtl/>
              </w:rPr>
              <w:t>ما</w:t>
            </w:r>
            <w:r w:rsidR="00897AE1">
              <w:rPr>
                <w:rStyle w:val="libPoemChar"/>
                <w:rtl/>
              </w:rPr>
              <w:t xml:space="preserve"> </w:t>
            </w:r>
            <w:r w:rsidRPr="008F60AE">
              <w:rPr>
                <w:rStyle w:val="libPoemChar"/>
                <w:rtl/>
              </w:rPr>
              <w:t>أن</w:t>
            </w:r>
            <w:r w:rsidR="00897AE1">
              <w:rPr>
                <w:rStyle w:val="libPoemChar"/>
                <w:rtl/>
              </w:rPr>
              <w:t xml:space="preserve"> </w:t>
            </w:r>
            <w:r w:rsidRPr="008F60AE">
              <w:rPr>
                <w:rStyle w:val="libPoemChar"/>
                <w:rtl/>
              </w:rPr>
              <w:t>أُبالي</w:t>
            </w:r>
            <w:r w:rsidR="00897AE1">
              <w:rPr>
                <w:rStyle w:val="libPoemChar"/>
                <w:rtl/>
              </w:rPr>
              <w:t xml:space="preserve"> </w:t>
            </w:r>
            <w:r w:rsidRPr="008F60AE">
              <w:rPr>
                <w:rStyle w:val="libPoemChar"/>
                <w:rtl/>
              </w:rPr>
              <w:t>بما</w:t>
            </w:r>
            <w:r w:rsidR="00897AE1">
              <w:rPr>
                <w:rStyle w:val="libPoemChar"/>
                <w:rtl/>
              </w:rPr>
              <w:t xml:space="preserve"> </w:t>
            </w:r>
            <w:r w:rsidRPr="008F60AE">
              <w:rPr>
                <w:rStyle w:val="libPoemChar"/>
                <w:rtl/>
              </w:rPr>
              <w:t>لاقتْ</w:t>
            </w:r>
            <w:r w:rsidR="00897AE1">
              <w:rPr>
                <w:rStyle w:val="libPoemChar"/>
                <w:rtl/>
              </w:rPr>
              <w:t xml:space="preserve"> </w:t>
            </w:r>
            <w:r w:rsidRPr="008F60AE">
              <w:rPr>
                <w:rStyle w:val="libPoemChar"/>
                <w:rtl/>
              </w:rPr>
              <w:t>جُمُوعهم</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بالفرقدُونةِ</w:t>
            </w:r>
            <w:r w:rsidR="00897AE1">
              <w:rPr>
                <w:rStyle w:val="libPoemChar"/>
                <w:rtl/>
              </w:rPr>
              <w:t xml:space="preserve"> </w:t>
            </w:r>
            <w:r w:rsidRPr="008F60AE">
              <w:rPr>
                <w:rStyle w:val="libPoemChar"/>
                <w:rtl/>
              </w:rPr>
              <w:t>من</w:t>
            </w:r>
            <w:r w:rsidR="00897AE1">
              <w:rPr>
                <w:rStyle w:val="libPoemChar"/>
                <w:rtl/>
              </w:rPr>
              <w:t xml:space="preserve"> </w:t>
            </w:r>
            <w:r w:rsidRPr="008F60AE">
              <w:rPr>
                <w:rStyle w:val="libPoemChar"/>
                <w:rtl/>
              </w:rPr>
              <w:t>حمّى</w:t>
            </w:r>
            <w:r w:rsidR="00897AE1">
              <w:rPr>
                <w:rStyle w:val="libPoemChar"/>
                <w:rtl/>
              </w:rPr>
              <w:t xml:space="preserve"> </w:t>
            </w:r>
            <w:r w:rsidRPr="008F60AE">
              <w:rPr>
                <w:rStyle w:val="libPoemChar"/>
                <w:rtl/>
              </w:rPr>
              <w:t>ومنْ</w:t>
            </w:r>
            <w:r w:rsidR="00897AE1">
              <w:rPr>
                <w:rStyle w:val="libPoemChar"/>
                <w:rtl/>
              </w:rPr>
              <w:t xml:space="preserve"> </w:t>
            </w:r>
            <w:r w:rsidRPr="008F60AE">
              <w:rPr>
                <w:rStyle w:val="libPoemChar"/>
                <w:rtl/>
              </w:rPr>
              <w:t>مُومِ</w:t>
            </w:r>
            <w:r w:rsidRPr="00725071">
              <w:rPr>
                <w:rStyle w:val="libPoemTiniChar0"/>
                <w:rtl/>
              </w:rPr>
              <w:br/>
              <w:t> </w:t>
            </w:r>
          </w:p>
        </w:tc>
      </w:tr>
      <w:tr w:rsidR="00D444F9" w:rsidTr="00D444F9">
        <w:trPr>
          <w:trHeight w:val="350"/>
        </w:trPr>
        <w:tc>
          <w:tcPr>
            <w:tcW w:w="3345" w:type="dxa"/>
          </w:tcPr>
          <w:p w:rsidR="00D444F9" w:rsidRDefault="00D444F9" w:rsidP="00390D32">
            <w:pPr>
              <w:pStyle w:val="libPoem"/>
            </w:pPr>
            <w:r w:rsidRPr="008F60AE">
              <w:rPr>
                <w:rStyle w:val="libPoemChar"/>
                <w:rtl/>
              </w:rPr>
              <w:t>إذا</w:t>
            </w:r>
            <w:r w:rsidR="00897AE1">
              <w:rPr>
                <w:rStyle w:val="libPoemChar"/>
                <w:rtl/>
              </w:rPr>
              <w:t xml:space="preserve"> </w:t>
            </w:r>
            <w:r w:rsidRPr="008F60AE">
              <w:rPr>
                <w:rStyle w:val="libPoemChar"/>
                <w:rtl/>
              </w:rPr>
              <w:t>اتكأتُ</w:t>
            </w:r>
            <w:r w:rsidR="00897AE1">
              <w:rPr>
                <w:rStyle w:val="libPoemChar"/>
                <w:rtl/>
              </w:rPr>
              <w:t xml:space="preserve"> </w:t>
            </w:r>
            <w:r w:rsidRPr="008F60AE">
              <w:rPr>
                <w:rStyle w:val="libPoemChar"/>
                <w:rtl/>
              </w:rPr>
              <w:t>على</w:t>
            </w:r>
            <w:r w:rsidR="00897AE1">
              <w:rPr>
                <w:rStyle w:val="libPoemChar"/>
                <w:rtl/>
              </w:rPr>
              <w:t xml:space="preserve"> </w:t>
            </w:r>
            <w:r w:rsidRPr="008F60AE">
              <w:rPr>
                <w:rStyle w:val="libPoemChar"/>
                <w:rtl/>
              </w:rPr>
              <w:t>الأنماطِ</w:t>
            </w:r>
            <w:r w:rsidR="00897AE1">
              <w:rPr>
                <w:rStyle w:val="libPoemChar"/>
                <w:rtl/>
              </w:rPr>
              <w:t xml:space="preserve"> </w:t>
            </w:r>
            <w:r w:rsidRPr="008F60AE">
              <w:rPr>
                <w:rStyle w:val="libPoemChar"/>
                <w:rtl/>
              </w:rPr>
              <w:t>مرتفقاً</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بـدَيرِ</w:t>
            </w:r>
            <w:r w:rsidR="00897AE1">
              <w:rPr>
                <w:rStyle w:val="libPoemChar"/>
                <w:rtl/>
              </w:rPr>
              <w:t xml:space="preserve"> </w:t>
            </w:r>
            <w:r w:rsidRPr="008F60AE">
              <w:rPr>
                <w:rStyle w:val="libPoemChar"/>
                <w:rtl/>
              </w:rPr>
              <w:t>مـرّان</w:t>
            </w:r>
            <w:r w:rsidR="00897AE1">
              <w:rPr>
                <w:rStyle w:val="libPoemChar"/>
                <w:rtl/>
              </w:rPr>
              <w:t xml:space="preserve"> </w:t>
            </w:r>
            <w:r w:rsidRPr="008F60AE">
              <w:rPr>
                <w:rStyle w:val="libPoemChar"/>
                <w:rtl/>
              </w:rPr>
              <w:t>عندي</w:t>
            </w:r>
            <w:r w:rsidR="00897AE1">
              <w:rPr>
                <w:rStyle w:val="libPoemChar"/>
                <w:rtl/>
              </w:rPr>
              <w:t xml:space="preserve"> </w:t>
            </w:r>
            <w:r w:rsidRPr="008F60AE">
              <w:rPr>
                <w:rStyle w:val="libPoemChar"/>
                <w:rtl/>
              </w:rPr>
              <w:t>أُم</w:t>
            </w:r>
            <w:r w:rsidR="00897AE1">
              <w:rPr>
                <w:rStyle w:val="libPoemChar"/>
                <w:rtl/>
              </w:rPr>
              <w:t xml:space="preserve"> </w:t>
            </w:r>
            <w:r w:rsidRPr="008F60AE">
              <w:rPr>
                <w:rStyle w:val="libPoemChar"/>
                <w:rtl/>
              </w:rPr>
              <w:t>كلثومِ</w:t>
            </w:r>
            <w:r w:rsidRPr="00725071">
              <w:rPr>
                <w:rStyle w:val="libPoemTiniChar0"/>
                <w:rtl/>
              </w:rPr>
              <w:br/>
              <w:t> </w:t>
            </w:r>
          </w:p>
        </w:tc>
      </w:tr>
    </w:tbl>
    <w:p w:rsidR="002B49A5" w:rsidRDefault="002B49A5" w:rsidP="002B49A5">
      <w:pPr>
        <w:pStyle w:val="libNormal"/>
        <w:rPr>
          <w:rtl/>
        </w:rPr>
      </w:pPr>
      <w:r>
        <w:rPr>
          <w:rtl/>
        </w:rPr>
        <w:t>فأقسم أبوه حين بلغه هذان البيتان ليلحقن بالجيش</w:t>
      </w:r>
      <w:r w:rsidR="00364168">
        <w:rPr>
          <w:rtl/>
        </w:rPr>
        <w:t>؛</w:t>
      </w:r>
      <w:r>
        <w:rPr>
          <w:rtl/>
        </w:rPr>
        <w:t xml:space="preserve"> ليدرأ عنه عار</w:t>
      </w:r>
    </w:p>
    <w:p w:rsidR="002B49A5" w:rsidRDefault="002B49A5" w:rsidP="002B49A5">
      <w:pPr>
        <w:pStyle w:val="libNormal"/>
      </w:pPr>
      <w:r>
        <w:rPr>
          <w:rtl/>
        </w:rPr>
        <w:br w:type="page"/>
      </w:r>
    </w:p>
    <w:p w:rsidR="002B49A5" w:rsidRDefault="00D444F9" w:rsidP="00D444F9">
      <w:pPr>
        <w:pStyle w:val="libNormal0"/>
        <w:rPr>
          <w:rtl/>
        </w:rPr>
      </w:pPr>
      <w:r>
        <w:rPr>
          <w:rtl/>
        </w:rPr>
        <w:lastRenderedPageBreak/>
        <w:t>النكول والشّماتة بجيش الم</w:t>
      </w:r>
      <w:r w:rsidR="002B49A5">
        <w:rPr>
          <w:rtl/>
        </w:rPr>
        <w:t>سلمين بعد شيوع مقاله في خلواته</w:t>
      </w:r>
      <w:r w:rsidR="008F60AE">
        <w:rPr>
          <w:rtl/>
        </w:rPr>
        <w:t xml:space="preserve"> ...</w:t>
      </w:r>
      <w:r w:rsidR="002B49A5">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ومن أعجب عجائب المناقضة التي تمّت في كلّ شيء بين الحُسين ويزيد</w:t>
      </w:r>
      <w:r w:rsidR="00364168">
        <w:rPr>
          <w:rtl/>
        </w:rPr>
        <w:t>،</w:t>
      </w:r>
      <w:r>
        <w:rPr>
          <w:rtl/>
        </w:rPr>
        <w:t xml:space="preserve"> أنّ يزيد لم يختصّ بمزية محمودة تقابل نظائرها من مزايا الحُسين</w:t>
      </w:r>
      <w:r w:rsidR="00364168">
        <w:rPr>
          <w:rtl/>
        </w:rPr>
        <w:t>،</w:t>
      </w:r>
      <w:r>
        <w:rPr>
          <w:rtl/>
        </w:rPr>
        <w:t xml:space="preserve"> حتّى في تلك الخصال التي تأتي بها المصادفة ولا فضل فيها لأصحابها ومنها مزية السن وسابقة الميلاد</w:t>
      </w:r>
      <w:r w:rsidR="008F60AE">
        <w:rPr>
          <w:rtl/>
        </w:rPr>
        <w:t xml:space="preserve"> ...</w:t>
      </w:r>
      <w:r>
        <w:rPr>
          <w:rtl/>
        </w:rPr>
        <w:t xml:space="preserve"> فلمّا تنازعا البيعة كان الحُسين في السّابعة والخمسين مكتمل القوّة ناضج العقل وفي المعرفة بالعلم والتجربة</w:t>
      </w:r>
      <w:r w:rsidR="00364168">
        <w:rPr>
          <w:rtl/>
        </w:rPr>
        <w:t>،</w:t>
      </w:r>
      <w:r>
        <w:rPr>
          <w:rtl/>
        </w:rPr>
        <w:t xml:space="preserve"> وكان يزيد في نحو الرّابعة والثلاثين لم يمارس من شئون الرّعاة ولا الرّعية ما ينفعه بين هؤلاء أو هؤلاء</w:t>
      </w:r>
      <w:r w:rsidR="00364168">
        <w:rPr>
          <w:rtl/>
        </w:rPr>
        <w:t>.</w:t>
      </w:r>
    </w:p>
    <w:p w:rsidR="002B49A5" w:rsidRDefault="002B49A5" w:rsidP="002B49A5">
      <w:pPr>
        <w:pStyle w:val="libNormal"/>
        <w:rPr>
          <w:rtl/>
        </w:rPr>
      </w:pPr>
      <w:r>
        <w:rPr>
          <w:rtl/>
        </w:rPr>
        <w:t>ومزيّة السن هذه قد يطول فيها الأخذ والرّد بين أبناء العصور الحديثة</w:t>
      </w:r>
      <w:r w:rsidR="00364168">
        <w:rPr>
          <w:rtl/>
        </w:rPr>
        <w:t>،</w:t>
      </w:r>
      <w:r>
        <w:rPr>
          <w:rtl/>
        </w:rPr>
        <w:t xml:space="preserve"> ولكنّها كانت تقطع القول في اُمّة العرب</w:t>
      </w:r>
      <w:r w:rsidR="00364168">
        <w:rPr>
          <w:rtl/>
        </w:rPr>
        <w:t>،</w:t>
      </w:r>
      <w:r>
        <w:rPr>
          <w:rtl/>
        </w:rPr>
        <w:t xml:space="preserve"> حيث نشأ الأسلاف والأخلاف على طاعة الشّيوخ ورعاية الأعمار</w:t>
      </w:r>
      <w:r w:rsidR="008F60AE">
        <w:rPr>
          <w:rtl/>
        </w:rPr>
        <w:t xml:space="preserve"> ...</w:t>
      </w:r>
      <w:r>
        <w:rPr>
          <w:rtl/>
        </w:rPr>
        <w:t xml:space="preserve"> وهذا على أنّ السّابعة والخمسين ليست بالسن التي تعلو بصاحبها في الكبر حتّى تسلبه مزيّة الفتوّة ومضاء العزيمة</w:t>
      </w:r>
      <w:r w:rsidR="008F60AE">
        <w:rPr>
          <w:rtl/>
        </w:rPr>
        <w:t xml:space="preserve"> ...</w:t>
      </w:r>
      <w:r>
        <w:rPr>
          <w:rtl/>
        </w:rPr>
        <w:t xml:space="preserve"> </w:t>
      </w:r>
    </w:p>
    <w:p w:rsidR="002B49A5" w:rsidRDefault="002B49A5" w:rsidP="002B49A5">
      <w:pPr>
        <w:pStyle w:val="libNormal"/>
        <w:rPr>
          <w:rtl/>
        </w:rPr>
      </w:pPr>
      <w:r>
        <w:rPr>
          <w:rtl/>
        </w:rPr>
        <w:t>كذلك لا يُقال أنّ الوراثة المشروعة في الممالك كان لها شأن يرجح بيزيد على الحُسين في ميزان العروبة والإسلام</w:t>
      </w:r>
      <w:r w:rsidR="00364168">
        <w:rPr>
          <w:rtl/>
        </w:rPr>
        <w:t>.</w:t>
      </w:r>
      <w:r>
        <w:rPr>
          <w:rtl/>
        </w:rPr>
        <w:t xml:space="preserve"> فقد كان توريث معاوية ابنه على غير وصية معروفة من ال</w:t>
      </w:r>
      <w:r w:rsidR="00D444F9">
        <w:rPr>
          <w:rtl/>
        </w:rPr>
        <w:t>سّلف بدعة هرقلية كما سمّاها الم</w:t>
      </w:r>
      <w:r>
        <w:rPr>
          <w:rtl/>
        </w:rPr>
        <w:t>سلمون</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في ذلك الزمان</w:t>
      </w:r>
      <w:r w:rsidR="00364168">
        <w:rPr>
          <w:rtl/>
        </w:rPr>
        <w:t>،</w:t>
      </w:r>
      <w:r>
        <w:rPr>
          <w:rtl/>
        </w:rPr>
        <w:t xml:space="preserve"> ولم يكن معقولاً أنّ العرب في صدر الإسلام يوجبون طاعة يزيد لأنّه ابن معاوية وهّم لم يوجبوا طاعة آل النّبي في أمر الخلافة لأنّهم قرابة مُحمّد </w:t>
      </w:r>
      <w:r w:rsidR="004C4A93" w:rsidRPr="004C4A93">
        <w:rPr>
          <w:rStyle w:val="libAlaemChar"/>
          <w:rtl/>
        </w:rPr>
        <w:t>عليه‌السلام</w:t>
      </w:r>
      <w:r w:rsidR="00364168">
        <w:rPr>
          <w:rtl/>
        </w:rPr>
        <w:t>.</w:t>
      </w:r>
    </w:p>
    <w:p w:rsidR="002B49A5" w:rsidRDefault="002B49A5" w:rsidP="002B49A5">
      <w:pPr>
        <w:pStyle w:val="libNormal"/>
        <w:rPr>
          <w:rtl/>
        </w:rPr>
      </w:pPr>
      <w:r>
        <w:rPr>
          <w:rtl/>
        </w:rPr>
        <w:t>فقد شاءت عجائب التاريخ إذن أن تقيم بين ذينك الخصمين قضية تتضح فيها النزعة النفعية على نحو لم تتضحه قط في أمثالها من القضايا</w:t>
      </w:r>
      <w:r w:rsidR="00364168">
        <w:rPr>
          <w:rtl/>
        </w:rPr>
        <w:t>،</w:t>
      </w:r>
      <w:r>
        <w:rPr>
          <w:rtl/>
        </w:rPr>
        <w:t xml:space="preserve"> وقد وجب أن ينخذل يزيد كلّ الخذلان لولا النزعة النفعية التي أعانته وهو غير صالح لأن يستعين بها بغير أعوان من بطانته وأهله</w:t>
      </w:r>
      <w:r w:rsidR="00364168">
        <w:rPr>
          <w:rtl/>
        </w:rPr>
        <w:t>،</w:t>
      </w:r>
      <w:r>
        <w:rPr>
          <w:rtl/>
        </w:rPr>
        <w:t xml:space="preserve"> ولئن كان في تلك النزعة النفعية مسحة تشوبها من غير معدنها الوضيع لتكونن هي عصبية القبيلة من بني اُميّة</w:t>
      </w:r>
      <w:r w:rsidR="00364168">
        <w:rPr>
          <w:rtl/>
        </w:rPr>
        <w:t>،</w:t>
      </w:r>
      <w:r>
        <w:rPr>
          <w:rtl/>
        </w:rPr>
        <w:t xml:space="preserve"> وهي هُنا نزعة مواربة تعارض الإيمان الصريح ولا تسلم من الختل والتلبيس</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لهذا شكّ بعض النّاس في إسلام ذلك الجيل من الاُمويّين</w:t>
      </w:r>
      <w:r w:rsidR="00364168">
        <w:rPr>
          <w:rtl/>
        </w:rPr>
        <w:t>،</w:t>
      </w:r>
      <w:r>
        <w:rPr>
          <w:rtl/>
        </w:rPr>
        <w:t xml:space="preserve"> وهو شكّ لا نرتضيه من وجهة الدلائل التاريخية المتّفق عليها</w:t>
      </w:r>
      <w:r w:rsidR="00364168">
        <w:rPr>
          <w:rtl/>
        </w:rPr>
        <w:t>.</w:t>
      </w:r>
      <w:r>
        <w:rPr>
          <w:rtl/>
        </w:rPr>
        <w:t xml:space="preserve"> فقد يخطر لنا الشكّ في صدق دين أبي سفيان</w:t>
      </w:r>
      <w:r w:rsidR="00364168">
        <w:rPr>
          <w:rtl/>
        </w:rPr>
        <w:t>؛</w:t>
      </w:r>
      <w:r>
        <w:rPr>
          <w:rtl/>
        </w:rPr>
        <w:t xml:space="preserve"> لأنّ أخباره في الإسلام تحتمل التأويلين</w:t>
      </w:r>
      <w:r w:rsidR="00364168">
        <w:rPr>
          <w:rtl/>
        </w:rPr>
        <w:t>،</w:t>
      </w:r>
      <w:r>
        <w:rPr>
          <w:rtl/>
        </w:rPr>
        <w:t xml:space="preserve"> ولكن معاوية كان يؤدّي الفرائض ويتبرّك بتراث النّبي ويوصي أن تُدفن معه أظافره التي حفظها إلى يوم وفاته</w:t>
      </w:r>
      <w:r w:rsidR="00364168">
        <w:rPr>
          <w:rtl/>
        </w:rPr>
        <w:t>.</w:t>
      </w:r>
      <w:r>
        <w:rPr>
          <w:rtl/>
        </w:rPr>
        <w:t xml:space="preserve"> وليس بيسير علينا أن نفهم كيف ينشأ معاوية الثاني على تلك التقوى وذلك الصلاح وهو ناشئ في بيت مدخول الإسلام</w:t>
      </w:r>
      <w:r w:rsidR="00364168">
        <w:rPr>
          <w:rtl/>
        </w:rPr>
        <w:t>،</w:t>
      </w:r>
      <w:r>
        <w:rPr>
          <w:rtl/>
        </w:rPr>
        <w:t xml:space="preserve"> ويتصارح أهله أحياناً بما ينمّ على الكفر به أو التردّد فيه</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إنّما هي الأثرة</w:t>
      </w:r>
      <w:r w:rsidR="00364168">
        <w:rPr>
          <w:rtl/>
        </w:rPr>
        <w:t>،</w:t>
      </w:r>
      <w:r>
        <w:rPr>
          <w:rtl/>
        </w:rPr>
        <w:t xml:space="preserve"> ثمّ الخرق في السّياسة</w:t>
      </w:r>
      <w:r w:rsidR="00364168">
        <w:rPr>
          <w:rtl/>
        </w:rPr>
        <w:t>،</w:t>
      </w:r>
      <w:r>
        <w:rPr>
          <w:rtl/>
        </w:rPr>
        <w:t xml:space="preserve"> ثمّ التمادي في الخرق مع استثارة العناد والعداء</w:t>
      </w:r>
      <w:r w:rsidR="00364168">
        <w:rPr>
          <w:rtl/>
        </w:rPr>
        <w:t>.</w:t>
      </w:r>
      <w:r>
        <w:rPr>
          <w:rtl/>
        </w:rPr>
        <w:t xml:space="preserve"> وفي تلك الأثرة ولواحقها ما ينشئ المقابلة من أحد طرفيها في هذه الخصومة</w:t>
      </w:r>
      <w:r w:rsidR="00364168">
        <w:rPr>
          <w:rtl/>
        </w:rPr>
        <w:t>،</w:t>
      </w:r>
      <w:r>
        <w:rPr>
          <w:rtl/>
        </w:rPr>
        <w:t xml:space="preserve"> ويتمّ المناظرة في شتّى بواعثها بين ذينك الخصمين الخالدين</w:t>
      </w:r>
      <w:r w:rsidR="00364168">
        <w:rPr>
          <w:rtl/>
        </w:rPr>
        <w:t>،</w:t>
      </w:r>
      <w:r>
        <w:rPr>
          <w:rtl/>
        </w:rPr>
        <w:t xml:space="preserve"> ونعني بهما هُنا المثالية والواقعية</w:t>
      </w:r>
      <w:r w:rsidR="00364168">
        <w:rPr>
          <w:rtl/>
        </w:rPr>
        <w:t>،</w:t>
      </w:r>
      <w:r>
        <w:rPr>
          <w:rtl/>
        </w:rPr>
        <w:t xml:space="preserve"> وما الحُسين واليزيد إلاّ المثالان الشّاخصان منهما للعيان</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pPr>
      <w:r>
        <w:rPr>
          <w:rtl/>
        </w:rPr>
        <w:br w:type="page"/>
      </w:r>
    </w:p>
    <w:p w:rsidR="002B49A5" w:rsidRDefault="002B49A5" w:rsidP="002B49A5">
      <w:pPr>
        <w:pStyle w:val="libNormal"/>
      </w:pPr>
      <w:r>
        <w:rPr>
          <w:rtl/>
        </w:rPr>
        <w:lastRenderedPageBreak/>
        <w:br w:type="page"/>
      </w:r>
    </w:p>
    <w:p w:rsidR="002B49A5" w:rsidRDefault="002B49A5" w:rsidP="00D444F9">
      <w:pPr>
        <w:pStyle w:val="Heading1Center"/>
        <w:rPr>
          <w:rtl/>
        </w:rPr>
      </w:pPr>
      <w:bookmarkStart w:id="46" w:name="_Toc374273677"/>
      <w:bookmarkStart w:id="47" w:name="_Toc374273979"/>
      <w:r>
        <w:rPr>
          <w:rtl/>
        </w:rPr>
        <w:lastRenderedPageBreak/>
        <w:t>أعوان الفريقين</w:t>
      </w:r>
      <w:bookmarkEnd w:id="46"/>
      <w:bookmarkEnd w:id="47"/>
      <w:r>
        <w:rPr>
          <w:rtl/>
        </w:rPr>
        <w:t xml:space="preserve"> </w:t>
      </w:r>
    </w:p>
    <w:p w:rsidR="002B49A5" w:rsidRDefault="002B49A5" w:rsidP="009A226F">
      <w:pPr>
        <w:pStyle w:val="Heading2Center"/>
        <w:rPr>
          <w:rtl/>
        </w:rPr>
      </w:pPr>
      <w:bookmarkStart w:id="48" w:name="_Toc374273678"/>
      <w:bookmarkStart w:id="49" w:name="_Toc374273980"/>
      <w:r>
        <w:rPr>
          <w:rtl/>
        </w:rPr>
        <w:t>رجال المعسكرين</w:t>
      </w:r>
      <w:r w:rsidR="00364168">
        <w:rPr>
          <w:rtl/>
        </w:rPr>
        <w:t>:</w:t>
      </w:r>
      <w:bookmarkEnd w:id="48"/>
      <w:bookmarkEnd w:id="49"/>
    </w:p>
    <w:p w:rsidR="002B49A5" w:rsidRDefault="002B49A5" w:rsidP="002B49A5">
      <w:pPr>
        <w:pStyle w:val="libNormal"/>
        <w:rPr>
          <w:rtl/>
        </w:rPr>
      </w:pPr>
      <w:r>
        <w:rPr>
          <w:rtl/>
        </w:rPr>
        <w:t>كان الحُسين في طريقه إلى الكوفة</w:t>
      </w:r>
      <w:r w:rsidR="004C4A93">
        <w:rPr>
          <w:rtl/>
        </w:rPr>
        <w:t xml:space="preserve"> - </w:t>
      </w:r>
      <w:r>
        <w:rPr>
          <w:rtl/>
        </w:rPr>
        <w:t>يوم دعاه شيعته إليها</w:t>
      </w:r>
      <w:r w:rsidR="004C4A93">
        <w:rPr>
          <w:rtl/>
        </w:rPr>
        <w:t xml:space="preserve"> - </w:t>
      </w:r>
      <w:r>
        <w:rPr>
          <w:rtl/>
        </w:rPr>
        <w:t>يسأل من يلقاهم عن أحوال النّاس فينبئونه عن موقفهم بينه وبين بني اُميّة</w:t>
      </w:r>
      <w:r w:rsidR="00364168">
        <w:rPr>
          <w:rtl/>
        </w:rPr>
        <w:t>،</w:t>
      </w:r>
      <w:r>
        <w:rPr>
          <w:rtl/>
        </w:rPr>
        <w:t xml:space="preserve"> وقلّما اختلفوا في الجواب</w:t>
      </w:r>
      <w:r w:rsidR="008F60AE">
        <w:rPr>
          <w:rtl/>
        </w:rPr>
        <w:t xml:space="preserve"> ...</w:t>
      </w:r>
      <w:r>
        <w:rPr>
          <w:rtl/>
        </w:rPr>
        <w:t xml:space="preserve"> </w:t>
      </w:r>
    </w:p>
    <w:p w:rsidR="002B49A5" w:rsidRDefault="002B49A5" w:rsidP="002B49A5">
      <w:pPr>
        <w:pStyle w:val="libNormal"/>
        <w:rPr>
          <w:rtl/>
        </w:rPr>
      </w:pPr>
      <w:r>
        <w:rPr>
          <w:rtl/>
        </w:rPr>
        <w:t>سأل الفرزدق وهو خارج من مكّة</w:t>
      </w:r>
      <w:r w:rsidR="004C4A93">
        <w:rPr>
          <w:rtl/>
        </w:rPr>
        <w:t xml:space="preserve"> - </w:t>
      </w:r>
      <w:r>
        <w:rPr>
          <w:rtl/>
        </w:rPr>
        <w:t xml:space="preserve">والفرزدق مشهور بالتشيّع لآل البيت </w:t>
      </w:r>
      <w:r w:rsidR="002104C0" w:rsidRPr="002104C0">
        <w:rPr>
          <w:rStyle w:val="libAlaemChar"/>
          <w:rtl/>
        </w:rPr>
        <w:t>عليهم‌السلام</w:t>
      </w:r>
      <w:r w:rsidR="004C4A93">
        <w:rPr>
          <w:rtl/>
        </w:rPr>
        <w:t xml:space="preserve"> - </w:t>
      </w:r>
      <w:r>
        <w:rPr>
          <w:rtl/>
        </w:rPr>
        <w:t>فقال له</w:t>
      </w:r>
      <w:r w:rsidR="00364168">
        <w:rPr>
          <w:rtl/>
        </w:rPr>
        <w:t>:</w:t>
      </w:r>
      <w:r>
        <w:rPr>
          <w:rtl/>
        </w:rPr>
        <w:t xml:space="preserve"> قلوب النّاس معك وسيوفهم مع بني اُميّة</w:t>
      </w:r>
      <w:r w:rsidR="00364168">
        <w:rPr>
          <w:rtl/>
        </w:rPr>
        <w:t>،</w:t>
      </w:r>
      <w:r>
        <w:rPr>
          <w:rtl/>
        </w:rPr>
        <w:t xml:space="preserve"> والقضاء ينزل من السّماء</w:t>
      </w:r>
      <w:r w:rsidR="00364168">
        <w:rPr>
          <w:rtl/>
        </w:rPr>
        <w:t>،</w:t>
      </w:r>
      <w:r>
        <w:rPr>
          <w:rtl/>
        </w:rPr>
        <w:t xml:space="preserve"> والله يفعل ما يشاء</w:t>
      </w:r>
      <w:r w:rsidR="00364168">
        <w:rPr>
          <w:rtl/>
        </w:rPr>
        <w:t>.</w:t>
      </w:r>
    </w:p>
    <w:p w:rsidR="002B49A5" w:rsidRDefault="002B49A5" w:rsidP="002B49A5">
      <w:pPr>
        <w:pStyle w:val="libNormal"/>
        <w:rPr>
          <w:rtl/>
        </w:rPr>
      </w:pPr>
      <w:r>
        <w:rPr>
          <w:rtl/>
        </w:rPr>
        <w:t>وقال له مجمع بن عبيد العامري</w:t>
      </w:r>
      <w:r w:rsidR="00364168">
        <w:rPr>
          <w:rtl/>
        </w:rPr>
        <w:t>:</w:t>
      </w:r>
      <w:r>
        <w:rPr>
          <w:rtl/>
        </w:rPr>
        <w:t xml:space="preserve"> أمّا أشراف النّاس فقد أعظمت رشوتهم وملئت غرائزهم فهم ألب واحد عليك</w:t>
      </w:r>
      <w:r w:rsidR="00364168">
        <w:rPr>
          <w:rtl/>
        </w:rPr>
        <w:t>،</w:t>
      </w:r>
      <w:r>
        <w:rPr>
          <w:rtl/>
        </w:rPr>
        <w:t xml:space="preserve"> وأمّا سائر النّاس بعدهم فإنّ قلوبهم تهوى إليك وسيوفهم غداً مشهورة عليك</w:t>
      </w:r>
      <w:r w:rsidR="00364168">
        <w:rPr>
          <w:rtl/>
        </w:rPr>
        <w:t>.</w:t>
      </w:r>
    </w:p>
    <w:p w:rsidR="002B49A5" w:rsidRDefault="002B49A5" w:rsidP="002B49A5">
      <w:pPr>
        <w:pStyle w:val="libNormal"/>
        <w:rPr>
          <w:rtl/>
        </w:rPr>
      </w:pPr>
      <w:r>
        <w:rPr>
          <w:rtl/>
        </w:rPr>
        <w:t>وقد أصاب الفرزدق وأصاب مجمع بن عبيد</w:t>
      </w:r>
      <w:r w:rsidR="00364168">
        <w:rPr>
          <w:rtl/>
        </w:rPr>
        <w:t>،</w:t>
      </w:r>
      <w:r>
        <w:rPr>
          <w:rtl/>
        </w:rPr>
        <w:t xml:space="preserve"> فإنّ النّاس جميعاً كانوا بأهوائهم وأفئدتهم مع الحُسين بن عليّ ما لم تكن لهم منفعة موصولة بمُلك بني اُميّة</w:t>
      </w:r>
      <w:r w:rsidR="00364168">
        <w:rPr>
          <w:rtl/>
        </w:rPr>
        <w:t>،</w:t>
      </w:r>
      <w:r>
        <w:rPr>
          <w:rtl/>
        </w:rPr>
        <w:t xml:space="preserve"> فهم إذن عليه بالسّيوف التي تشهرها الأيدي دون القلوب</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وقد أعظمت الرّشوة للرؤساء وأعظمت لهم من بعدها الوعود والآمال</w:t>
      </w:r>
      <w:r w:rsidR="00364168">
        <w:rPr>
          <w:rtl/>
        </w:rPr>
        <w:t>،</w:t>
      </w:r>
      <w:r>
        <w:rPr>
          <w:rtl/>
        </w:rPr>
        <w:t xml:space="preserve"> فعلموا أنّ دوام نعمتهم من دوام مُلك بني اُميّة</w:t>
      </w:r>
      <w:r w:rsidR="008F60AE">
        <w:rPr>
          <w:rtl/>
        </w:rPr>
        <w:t xml:space="preserve"> ...</w:t>
      </w:r>
      <w:r>
        <w:rPr>
          <w:rtl/>
        </w:rPr>
        <w:t xml:space="preserve"> </w:t>
      </w:r>
    </w:p>
    <w:p w:rsidR="002B49A5" w:rsidRDefault="002B49A5" w:rsidP="002B49A5">
      <w:pPr>
        <w:pStyle w:val="libNormal"/>
        <w:rPr>
          <w:rtl/>
        </w:rPr>
      </w:pPr>
      <w:r>
        <w:rPr>
          <w:rtl/>
        </w:rPr>
        <w:t>فأمّا الرؤساء الذين كانت لهم مكانتهم بمعزل عن ا</w:t>
      </w:r>
      <w:r w:rsidR="009A226F">
        <w:rPr>
          <w:rtl/>
        </w:rPr>
        <w:t>لم</w:t>
      </w:r>
      <w:r>
        <w:rPr>
          <w:rtl/>
        </w:rPr>
        <w:t>لك القائم</w:t>
      </w:r>
      <w:r w:rsidR="00364168">
        <w:rPr>
          <w:rtl/>
        </w:rPr>
        <w:t>،</w:t>
      </w:r>
      <w:r>
        <w:rPr>
          <w:rtl/>
        </w:rPr>
        <w:t xml:space="preserve"> فقد كانوا ينصرون حُسيناً ولا ينصرون الاُمويّين</w:t>
      </w:r>
      <w:r w:rsidR="008F60AE">
        <w:rPr>
          <w:rtl/>
        </w:rPr>
        <w:t xml:space="preserve"> ...</w:t>
      </w:r>
      <w:r>
        <w:rPr>
          <w:rtl/>
        </w:rPr>
        <w:t xml:space="preserve"> أو كانوا يصانعون الاُمويّين ولا يبلغون بالمصانعة أن يشهروا الحرب على الحُسين</w:t>
      </w:r>
      <w:r w:rsidR="00364168">
        <w:rPr>
          <w:rtl/>
        </w:rPr>
        <w:t>.</w:t>
      </w:r>
    </w:p>
    <w:p w:rsidR="002B49A5" w:rsidRDefault="002B49A5" w:rsidP="002B49A5">
      <w:pPr>
        <w:pStyle w:val="libNormal"/>
        <w:rPr>
          <w:rtl/>
        </w:rPr>
      </w:pPr>
      <w:r>
        <w:rPr>
          <w:rtl/>
        </w:rPr>
        <w:t>ومن هؤلاء</w:t>
      </w:r>
      <w:r w:rsidR="00364168">
        <w:rPr>
          <w:rtl/>
        </w:rPr>
        <w:t>؛</w:t>
      </w:r>
      <w:r>
        <w:rPr>
          <w:rtl/>
        </w:rPr>
        <w:t xml:space="preserve"> هانئ بن عروة من كبار الزعماء في قبائل كندة</w:t>
      </w:r>
      <w:r w:rsidR="00364168">
        <w:rPr>
          <w:rtl/>
        </w:rPr>
        <w:t>،</w:t>
      </w:r>
      <w:r>
        <w:rPr>
          <w:rtl/>
        </w:rPr>
        <w:t xml:space="preserve"> وشريك بن الأعور</w:t>
      </w:r>
      <w:r w:rsidR="00364168">
        <w:rPr>
          <w:rtl/>
        </w:rPr>
        <w:t>،</w:t>
      </w:r>
      <w:r>
        <w:rPr>
          <w:rtl/>
        </w:rPr>
        <w:t xml:space="preserve"> وسليمان بن صرد الخزاعي</w:t>
      </w:r>
      <w:r w:rsidR="00364168">
        <w:rPr>
          <w:rtl/>
        </w:rPr>
        <w:t>،</w:t>
      </w:r>
      <w:r>
        <w:rPr>
          <w:rtl/>
        </w:rPr>
        <w:t xml:space="preserve"> وكلاهما من ذوي الشّرف والدين</w:t>
      </w:r>
      <w:r w:rsidR="00364168">
        <w:rPr>
          <w:rtl/>
        </w:rPr>
        <w:t>.</w:t>
      </w:r>
    </w:p>
    <w:p w:rsidR="002B49A5" w:rsidRDefault="002B49A5" w:rsidP="002B49A5">
      <w:pPr>
        <w:pStyle w:val="libNormal"/>
        <w:rPr>
          <w:rtl/>
        </w:rPr>
      </w:pPr>
      <w:r>
        <w:rPr>
          <w:rtl/>
        </w:rPr>
        <w:t>بل كان من العاملين لبني اُميّة من يخزه ضميره إذا بلغ العداء للحُسين أشدّه</w:t>
      </w:r>
      <w:r w:rsidR="00364168">
        <w:rPr>
          <w:rtl/>
        </w:rPr>
        <w:t>،</w:t>
      </w:r>
      <w:r>
        <w:rPr>
          <w:rtl/>
        </w:rPr>
        <w:t xml:space="preserve"> فيترك معسكر بني اُميّة ليلوذ بالمعسكر الذي كتب عليه الموت والبلاء</w:t>
      </w:r>
      <w:r w:rsidR="00364168">
        <w:rPr>
          <w:rtl/>
        </w:rPr>
        <w:t>،</w:t>
      </w:r>
      <w:r>
        <w:rPr>
          <w:rtl/>
        </w:rPr>
        <w:t xml:space="preserve"> كما فعل الحرّ بن يزيد الرّياحي في كربلاء وقد رأى القوم يهمّون بقتل الحُسين ولا يقنعون بحصاره</w:t>
      </w:r>
      <w:r w:rsidR="00364168">
        <w:rPr>
          <w:rtl/>
        </w:rPr>
        <w:t>،</w:t>
      </w:r>
      <w:r>
        <w:rPr>
          <w:rtl/>
        </w:rPr>
        <w:t xml:space="preserve"> فسأل عمر بن سعد قائد الجيش</w:t>
      </w:r>
      <w:r w:rsidR="00364168">
        <w:rPr>
          <w:rtl/>
        </w:rPr>
        <w:t>:</w:t>
      </w:r>
      <w:r>
        <w:rPr>
          <w:rtl/>
        </w:rPr>
        <w:t xml:space="preserve"> أمُقاتل أنت هذا الرّجل</w:t>
      </w:r>
      <w:r w:rsidR="00364168">
        <w:rPr>
          <w:rtl/>
        </w:rPr>
        <w:t>؟</w:t>
      </w:r>
      <w:r>
        <w:rPr>
          <w:rtl/>
        </w:rPr>
        <w:t xml:space="preserve"> </w:t>
      </w:r>
    </w:p>
    <w:p w:rsidR="002B49A5" w:rsidRDefault="002B49A5" w:rsidP="002B49A5">
      <w:pPr>
        <w:pStyle w:val="libNormal"/>
        <w:rPr>
          <w:rtl/>
        </w:rPr>
      </w:pPr>
      <w:r>
        <w:rPr>
          <w:rtl/>
        </w:rPr>
        <w:t>فلمّا قال</w:t>
      </w:r>
      <w:r w:rsidR="00364168">
        <w:rPr>
          <w:rtl/>
        </w:rPr>
        <w:t>:</w:t>
      </w:r>
      <w:r>
        <w:rPr>
          <w:rtl/>
        </w:rPr>
        <w:t xml:space="preserve"> نعم</w:t>
      </w:r>
      <w:r w:rsidR="00364168">
        <w:rPr>
          <w:rtl/>
        </w:rPr>
        <w:t>،</w:t>
      </w:r>
      <w:r>
        <w:rPr>
          <w:rtl/>
        </w:rPr>
        <w:t xml:space="preserve"> ترك الجيش الأموي وذهب يقترب من الحُسين حتّى داناه</w:t>
      </w:r>
      <w:r w:rsidR="00364168">
        <w:rPr>
          <w:rtl/>
        </w:rPr>
        <w:t>،</w:t>
      </w:r>
      <w:r>
        <w:rPr>
          <w:rtl/>
        </w:rPr>
        <w:t xml:space="preserve"> فقال له</w:t>
      </w:r>
      <w:r w:rsidR="00364168">
        <w:rPr>
          <w:rtl/>
        </w:rPr>
        <w:t>:</w:t>
      </w:r>
      <w:r>
        <w:rPr>
          <w:rtl/>
        </w:rPr>
        <w:t xml:space="preserve"> جُعلت فداك يابن رسول الله</w:t>
      </w:r>
      <w:r w:rsidR="00364168">
        <w:rPr>
          <w:rtl/>
        </w:rPr>
        <w:t>!</w:t>
      </w:r>
      <w:r>
        <w:rPr>
          <w:rtl/>
        </w:rPr>
        <w:t xml:space="preserve"> أنا صاحبك حبستك عن الرجوع وجعجعت بك في هذا المكان</w:t>
      </w:r>
      <w:r w:rsidR="00364168">
        <w:rPr>
          <w:rtl/>
        </w:rPr>
        <w:t>،</w:t>
      </w:r>
      <w:r>
        <w:rPr>
          <w:rtl/>
        </w:rPr>
        <w:t xml:space="preserve"> وما ظننت أنّ القوم يردّون عليك ما عرضته عليهم</w:t>
      </w:r>
      <w:r w:rsidR="00364168">
        <w:rPr>
          <w:rtl/>
        </w:rPr>
        <w:t>.</w:t>
      </w:r>
      <w:r>
        <w:rPr>
          <w:rtl/>
        </w:rPr>
        <w:t xml:space="preserve"> ووالله</w:t>
      </w:r>
      <w:r w:rsidR="00364168">
        <w:rPr>
          <w:rtl/>
        </w:rPr>
        <w:t>،</w:t>
      </w:r>
      <w:r>
        <w:rPr>
          <w:rtl/>
        </w:rPr>
        <w:t xml:space="preserve"> لو علمت أنّهم ينتهون بك إلى ما أرى ما ركبت مثل الذي ركبت</w:t>
      </w:r>
      <w:r w:rsidR="00364168">
        <w:rPr>
          <w:rtl/>
        </w:rPr>
        <w:t>،</w:t>
      </w:r>
      <w:r>
        <w:rPr>
          <w:rtl/>
        </w:rPr>
        <w:t xml:space="preserve"> وإنّي تائب إلى الله ممّا صنعت</w:t>
      </w:r>
      <w:r w:rsidR="00364168">
        <w:rPr>
          <w:rtl/>
        </w:rPr>
        <w:t>،</w:t>
      </w:r>
      <w:r>
        <w:rPr>
          <w:rtl/>
        </w:rPr>
        <w:t xml:space="preserve"> فهل ترى لي من توبة</w:t>
      </w:r>
      <w:r w:rsidR="00364168">
        <w:rPr>
          <w:rtl/>
        </w:rPr>
        <w:t>؟</w:t>
      </w:r>
      <w:r>
        <w:rPr>
          <w:rtl/>
        </w:rPr>
        <w:t xml:space="preserve"> </w:t>
      </w:r>
    </w:p>
    <w:p w:rsidR="002B49A5" w:rsidRDefault="002B49A5" w:rsidP="002B49A5">
      <w:pPr>
        <w:pStyle w:val="libNormal"/>
        <w:rPr>
          <w:rtl/>
        </w:rPr>
      </w:pPr>
      <w:r>
        <w:rPr>
          <w:rtl/>
        </w:rPr>
        <w:t>فقبل الحُسين توبته وجعل الرّجل يُقاتل من ساعتها حتّى قُتل</w:t>
      </w:r>
      <w:r w:rsidR="00364168">
        <w:rPr>
          <w:rtl/>
        </w:rPr>
        <w:t>،</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وآخر كلمة على لسانه فاه بها</w:t>
      </w:r>
      <w:r w:rsidR="00364168">
        <w:rPr>
          <w:rtl/>
        </w:rPr>
        <w:t>:</w:t>
      </w:r>
      <w:r>
        <w:rPr>
          <w:rtl/>
        </w:rPr>
        <w:t xml:space="preserve"> السّلام عليك يا أبا عبد الله</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فمجمل ما يقال على التحقيق انه لم يكن في معسكر يزيد رجل يعينه على الحسين إلاّ وهو طامع في مال</w:t>
      </w:r>
      <w:r w:rsidR="00364168">
        <w:rPr>
          <w:rtl/>
        </w:rPr>
        <w:t>،</w:t>
      </w:r>
      <w:r>
        <w:rPr>
          <w:rtl/>
        </w:rPr>
        <w:t xml:space="preserve"> مستميت في طمعه استماتة من يهدر الحرمات ولا يبالي بشيء منها في سبيل الحطام</w:t>
      </w:r>
      <w:r w:rsidR="00364168">
        <w:rPr>
          <w:rtl/>
        </w:rPr>
        <w:t>.</w:t>
      </w:r>
    </w:p>
    <w:p w:rsidR="002B49A5" w:rsidRDefault="002B49A5" w:rsidP="002B49A5">
      <w:pPr>
        <w:pStyle w:val="libNormal"/>
        <w:rPr>
          <w:rtl/>
        </w:rPr>
      </w:pPr>
      <w:r>
        <w:rPr>
          <w:rtl/>
        </w:rPr>
        <w:t>ولقد كان لمعاوية مشيرون من ذوي الرأي كعمرو بن العاص</w:t>
      </w:r>
      <w:r w:rsidR="00364168">
        <w:rPr>
          <w:rtl/>
        </w:rPr>
        <w:t>،</w:t>
      </w:r>
      <w:r>
        <w:rPr>
          <w:rtl/>
        </w:rPr>
        <w:t xml:space="preserve"> والمغيرة بن شعبة</w:t>
      </w:r>
      <w:r w:rsidR="00364168">
        <w:rPr>
          <w:rtl/>
        </w:rPr>
        <w:t>،</w:t>
      </w:r>
      <w:r>
        <w:rPr>
          <w:rtl/>
        </w:rPr>
        <w:t xml:space="preserve"> وزياد بن أبيه</w:t>
      </w:r>
      <w:r w:rsidR="00364168">
        <w:rPr>
          <w:rtl/>
        </w:rPr>
        <w:t>،</w:t>
      </w:r>
      <w:r>
        <w:rPr>
          <w:rtl/>
        </w:rPr>
        <w:t xml:space="preserve"> وأضرابهم من اُولئك الدهاة الذين يسمّيهم التاريخ أنصار دول وبناة عروش</w:t>
      </w:r>
      <w:r w:rsidR="008F60AE">
        <w:rPr>
          <w:rtl/>
        </w:rPr>
        <w:t xml:space="preserve"> ...</w:t>
      </w:r>
      <w:r>
        <w:rPr>
          <w:rtl/>
        </w:rPr>
        <w:t xml:space="preserve"> وكان لهم من سمعة معاوية وذرائعه شعار يدارون به المطامع ويتحللون من التأثيم</w:t>
      </w:r>
      <w:r w:rsidR="00364168">
        <w:rPr>
          <w:rtl/>
        </w:rPr>
        <w:t>،</w:t>
      </w:r>
      <w:r>
        <w:rPr>
          <w:rtl/>
        </w:rPr>
        <w:t xml:space="preserve"> لكن هؤلاء بادوا جميعاً في حياة معاوية</w:t>
      </w:r>
      <w:r w:rsidR="00364168">
        <w:rPr>
          <w:rtl/>
        </w:rPr>
        <w:t>،</w:t>
      </w:r>
      <w:r>
        <w:rPr>
          <w:rtl/>
        </w:rPr>
        <w:t xml:space="preserve"> ولم يبقَ ليزيد مشير واحد ممّن نسمّيهم بأنصار الدول وبناة العروش</w:t>
      </w:r>
      <w:r w:rsidR="00364168">
        <w:rPr>
          <w:rtl/>
        </w:rPr>
        <w:t>،</w:t>
      </w:r>
      <w:r>
        <w:rPr>
          <w:rtl/>
        </w:rPr>
        <w:t xml:space="preserve"> وإنّما بقيت له شرذمة على غراره أصدق ما توصف به أنها شرذمة جلادين</w:t>
      </w:r>
      <w:r w:rsidR="00364168">
        <w:rPr>
          <w:rtl/>
        </w:rPr>
        <w:t>،</w:t>
      </w:r>
      <w:r>
        <w:rPr>
          <w:rtl/>
        </w:rPr>
        <w:t xml:space="preserve"> يقتلون من أمروا بقتله ويقبضون الأجر فرحين</w:t>
      </w:r>
      <w:r w:rsidR="008F60AE">
        <w:rPr>
          <w:rtl/>
        </w:rPr>
        <w:t xml:space="preserve"> ...</w:t>
      </w:r>
    </w:p>
    <w:p w:rsidR="002B49A5" w:rsidRDefault="002B49A5" w:rsidP="002B49A5">
      <w:pPr>
        <w:pStyle w:val="libNormal"/>
        <w:rPr>
          <w:rtl/>
        </w:rPr>
      </w:pPr>
      <w:r>
        <w:rPr>
          <w:rtl/>
        </w:rPr>
        <w:t>فكان أعوان معاوية ساسة وذوي مشورة</w:t>
      </w:r>
      <w:r w:rsidR="00364168">
        <w:rPr>
          <w:rtl/>
        </w:rPr>
        <w:t>،</w:t>
      </w:r>
      <w:r>
        <w:rPr>
          <w:rtl/>
        </w:rPr>
        <w:t xml:space="preserve"> وكان أعوان يزيد جلادين وكلاب طراد في صيد كبير</w:t>
      </w:r>
      <w:r w:rsidR="00364168">
        <w:rPr>
          <w:rtl/>
        </w:rPr>
        <w:t>،</w:t>
      </w:r>
      <w:r>
        <w:rPr>
          <w:rtl/>
        </w:rPr>
        <w:t xml:space="preserve"> وكانوا في خلائقهم البدنية على المثال الذي يعهد في هذه الطغمة</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من النّاس</w:t>
      </w:r>
      <w:r w:rsidR="00364168">
        <w:rPr>
          <w:rtl/>
        </w:rPr>
        <w:t>،</w:t>
      </w:r>
      <w:r w:rsidR="00D444F9">
        <w:rPr>
          <w:rtl/>
        </w:rPr>
        <w:t xml:space="preserve"> ونعني به مثال الم</w:t>
      </w:r>
      <w:r>
        <w:rPr>
          <w:rtl/>
        </w:rPr>
        <w:t>سخاء المشوهين</w:t>
      </w:r>
      <w:r w:rsidR="008F60AE">
        <w:rPr>
          <w:rtl/>
        </w:rPr>
        <w:t xml:space="preserve"> ...</w:t>
      </w:r>
      <w:r>
        <w:rPr>
          <w:rtl/>
        </w:rPr>
        <w:t xml:space="preserve"> اُولئك الذين تمتلئ صدورهم بالحقد على أبناء آدم ولا سيّما مَن كان منهم على سواء الخلق وحسن الأحدوثة</w:t>
      </w:r>
      <w:r w:rsidR="00364168">
        <w:rPr>
          <w:rtl/>
        </w:rPr>
        <w:t>،</w:t>
      </w:r>
      <w:r>
        <w:rPr>
          <w:rtl/>
        </w:rPr>
        <w:t xml:space="preserve"> فإذا بهم يفرغون حقدهم في عدائه وإن لم ينتفعوا بأجر أو غنيمة</w:t>
      </w:r>
      <w:r w:rsidR="00364168">
        <w:rPr>
          <w:rtl/>
        </w:rPr>
        <w:t>،</w:t>
      </w:r>
      <w:r>
        <w:rPr>
          <w:rtl/>
        </w:rPr>
        <w:t xml:space="preserve"> فإذا انتفعوا بالأجر والغنيمة فذلك هو حقد الضراوة الذي لا تُعرف له حدود</w:t>
      </w:r>
      <w:r w:rsidR="008F60AE">
        <w:rPr>
          <w:rtl/>
        </w:rPr>
        <w:t xml:space="preserve"> ...</w:t>
      </w:r>
      <w:r>
        <w:rPr>
          <w:rtl/>
        </w:rPr>
        <w:t xml:space="preserve"> </w:t>
      </w:r>
    </w:p>
    <w:p w:rsidR="002B49A5" w:rsidRDefault="002B49A5" w:rsidP="002B49A5">
      <w:pPr>
        <w:pStyle w:val="libNormal"/>
        <w:rPr>
          <w:rtl/>
        </w:rPr>
      </w:pPr>
      <w:r>
        <w:rPr>
          <w:rtl/>
        </w:rPr>
        <w:t>وشرّ هؤلاء جميعاً هُم</w:t>
      </w:r>
      <w:r w:rsidR="00364168">
        <w:rPr>
          <w:rtl/>
        </w:rPr>
        <w:t>:</w:t>
      </w:r>
      <w:r>
        <w:rPr>
          <w:rtl/>
        </w:rPr>
        <w:t xml:space="preserve"> شمر بن ذي الجوشن</w:t>
      </w:r>
      <w:r w:rsidR="00364168">
        <w:rPr>
          <w:rtl/>
        </w:rPr>
        <w:t>،</w:t>
      </w:r>
      <w:r>
        <w:rPr>
          <w:rtl/>
        </w:rPr>
        <w:t xml:space="preserve"> ومُسلم بن عقبة</w:t>
      </w:r>
      <w:r w:rsidR="00364168">
        <w:rPr>
          <w:rtl/>
        </w:rPr>
        <w:t>،</w:t>
      </w:r>
      <w:r>
        <w:rPr>
          <w:rtl/>
        </w:rPr>
        <w:t xml:space="preserve"> وعبيد الله بن زياد</w:t>
      </w:r>
      <w:r w:rsidR="00364168">
        <w:rPr>
          <w:rtl/>
        </w:rPr>
        <w:t>،</w:t>
      </w:r>
      <w:r>
        <w:rPr>
          <w:rtl/>
        </w:rPr>
        <w:t xml:space="preserve"> ويلحق بزمرتهم على مثال قريب من مثالهم عمر بن سعد بن أبي وقاص</w:t>
      </w:r>
      <w:r w:rsidR="00364168">
        <w:rPr>
          <w:rtl/>
        </w:rPr>
        <w:t>؛</w:t>
      </w:r>
      <w:r>
        <w:rPr>
          <w:rtl/>
        </w:rPr>
        <w:t xml:space="preserve"> فشمر بن ذي الجوشن كان أبرص كريه المنظر قبيح الصورة</w:t>
      </w:r>
      <w:r w:rsidR="00364168">
        <w:rPr>
          <w:rtl/>
        </w:rPr>
        <w:t>،</w:t>
      </w:r>
      <w:r>
        <w:rPr>
          <w:rtl/>
        </w:rPr>
        <w:t xml:space="preserve"> وكان يصطنع المذهب الخارجي ليجعله حجة يحارب بها عليّاً وأبناءه</w:t>
      </w:r>
      <w:r w:rsidR="00364168">
        <w:rPr>
          <w:rtl/>
        </w:rPr>
        <w:t>،</w:t>
      </w:r>
      <w:r>
        <w:rPr>
          <w:rtl/>
        </w:rPr>
        <w:t xml:space="preserve"> ولكنّه لا يتخذه حجّة ليحارب بها معاوية وأبناءه</w:t>
      </w:r>
      <w:r w:rsidR="008F60AE">
        <w:rPr>
          <w:rtl/>
        </w:rPr>
        <w:t xml:space="preserve"> ...</w:t>
      </w:r>
      <w:r>
        <w:rPr>
          <w:rtl/>
        </w:rPr>
        <w:t xml:space="preserve"> كأنّه يتّخذ الدين حجّة للحقد</w:t>
      </w:r>
      <w:r w:rsidR="00364168">
        <w:rPr>
          <w:rtl/>
        </w:rPr>
        <w:t>،</w:t>
      </w:r>
      <w:r>
        <w:rPr>
          <w:rtl/>
        </w:rPr>
        <w:t xml:space="preserve"> ثمّ ينسى الدين والحقد في حضرة المال</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ومُسلم بن عقبة مخلوق مسمم الطبيعة في مسلاخ إنسان</w:t>
      </w:r>
      <w:r w:rsidR="00364168">
        <w:rPr>
          <w:rtl/>
        </w:rPr>
        <w:t>،</w:t>
      </w:r>
      <w:r>
        <w:rPr>
          <w:rtl/>
        </w:rPr>
        <w:t xml:space="preserve"> وكان أعور أمغر ثائر الرّأس</w:t>
      </w:r>
      <w:r w:rsidR="00364168">
        <w:rPr>
          <w:rtl/>
        </w:rPr>
        <w:t>،</w:t>
      </w:r>
      <w:r>
        <w:rPr>
          <w:rtl/>
        </w:rPr>
        <w:t xml:space="preserve"> كأنّما يقلع رجليه من وحل إذا مشي</w:t>
      </w:r>
      <w:r w:rsidR="00364168">
        <w:rPr>
          <w:rtl/>
        </w:rPr>
        <w:t>.</w:t>
      </w:r>
      <w:r>
        <w:rPr>
          <w:rtl/>
        </w:rPr>
        <w:t xml:space="preserve"> وقد بلغ من ضراوته بالشرّ وهو شيخ فانٍ مريض</w:t>
      </w:r>
      <w:r w:rsidR="00364168">
        <w:rPr>
          <w:rtl/>
        </w:rPr>
        <w:t>،</w:t>
      </w:r>
      <w:r>
        <w:rPr>
          <w:rtl/>
        </w:rPr>
        <w:t xml:space="preserve"> أنّه أباح المدينة في حرم النّبي </w:t>
      </w:r>
      <w:r w:rsidR="008F60AE" w:rsidRPr="008F60AE">
        <w:rPr>
          <w:rStyle w:val="libAlaemChar"/>
          <w:rtl/>
        </w:rPr>
        <w:t>صلى‌الله‌عليه‌وآله</w:t>
      </w:r>
      <w:r>
        <w:rPr>
          <w:rtl/>
        </w:rPr>
        <w:t xml:space="preserve"> ثلاثة أيّام</w:t>
      </w:r>
      <w:r w:rsidR="00364168">
        <w:rPr>
          <w:rtl/>
        </w:rPr>
        <w:t>،</w:t>
      </w:r>
      <w:r>
        <w:rPr>
          <w:rtl/>
        </w:rPr>
        <w:t xml:space="preserve"> واستعرض أهلها بالسّيف جزراً كما يجزر القصّاب الغنم حتّى ساخت الأقدام في الدم</w:t>
      </w:r>
      <w:r w:rsidR="00364168">
        <w:rPr>
          <w:rtl/>
        </w:rPr>
        <w:t>،</w:t>
      </w:r>
      <w:r>
        <w:rPr>
          <w:rtl/>
        </w:rPr>
        <w:t xml:space="preserve"> وقتل أبناء المهاجرين</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والأنصار وذرّيّة أهل بدر</w:t>
      </w:r>
      <w:r w:rsidR="00364168">
        <w:rPr>
          <w:rtl/>
        </w:rPr>
        <w:t>،</w:t>
      </w:r>
      <w:r>
        <w:rPr>
          <w:rtl/>
        </w:rPr>
        <w:t xml:space="preserve"> وأخذ البيعة ليزيد بن معاوية على كلّ من استبقاه من الصحابة والتابعين على أنّه عبدٌ قنٌّ لأمير المؤمنين</w:t>
      </w:r>
      <w:r w:rsidR="008F60AE">
        <w:rPr>
          <w:rtl/>
        </w:rPr>
        <w:t xml:space="preserve"> ...</w:t>
      </w:r>
      <w:r>
        <w:rPr>
          <w:rtl/>
        </w:rPr>
        <w:t xml:space="preserve"> </w:t>
      </w:r>
    </w:p>
    <w:p w:rsidR="002B49A5" w:rsidRDefault="002B49A5" w:rsidP="002B49A5">
      <w:pPr>
        <w:pStyle w:val="libNormal"/>
        <w:rPr>
          <w:rtl/>
        </w:rPr>
      </w:pPr>
      <w:r>
        <w:rPr>
          <w:rtl/>
        </w:rPr>
        <w:t>وانطلق جنده في المدينة إلى جوار قبر النّبي يأخذون الأموال ويفسقون بالنّساء</w:t>
      </w:r>
      <w:r w:rsidR="00364168">
        <w:rPr>
          <w:rtl/>
        </w:rPr>
        <w:t>،</w:t>
      </w:r>
      <w:r>
        <w:rPr>
          <w:rtl/>
        </w:rPr>
        <w:t xml:space="preserve"> حتّى بلغ القتلى في تقدير الزهري سبعمئة من وجوه النّاس وعشرة آلاف من الموالي</w:t>
      </w:r>
      <w:r w:rsidR="00364168">
        <w:rPr>
          <w:rtl/>
        </w:rPr>
        <w:t>،</w:t>
      </w:r>
      <w:r>
        <w:rPr>
          <w:rtl/>
        </w:rPr>
        <w:t xml:space="preserve"> ثمّ كتب إلى يزيد يصف له ما فعل وصف الظافر المتهلل</w:t>
      </w:r>
      <w:r w:rsidR="00364168">
        <w:rPr>
          <w:rtl/>
        </w:rPr>
        <w:t>،</w:t>
      </w:r>
      <w:r>
        <w:rPr>
          <w:rtl/>
        </w:rPr>
        <w:t xml:space="preserve"> فقال بعد كلام طويل</w:t>
      </w:r>
      <w:r w:rsidR="00364168">
        <w:rPr>
          <w:rtl/>
        </w:rPr>
        <w:t>:</w:t>
      </w:r>
      <w:r>
        <w:rPr>
          <w:rtl/>
        </w:rPr>
        <w:t xml:space="preserve"> </w:t>
      </w:r>
    </w:p>
    <w:p w:rsidR="002B49A5" w:rsidRDefault="002B49A5" w:rsidP="002B49A5">
      <w:pPr>
        <w:pStyle w:val="libNormal"/>
        <w:rPr>
          <w:rtl/>
        </w:rPr>
      </w:pPr>
      <w:r>
        <w:rPr>
          <w:rtl/>
        </w:rPr>
        <w:t>فأدخلنا الخيل عليهم</w:t>
      </w:r>
      <w:r w:rsidR="008F60AE">
        <w:rPr>
          <w:rtl/>
        </w:rPr>
        <w:t xml:space="preserve"> ...</w:t>
      </w:r>
      <w:r>
        <w:rPr>
          <w:rtl/>
        </w:rPr>
        <w:t xml:space="preserve"> فما صلّيت الظهر أصلح الله أمير المؤمنين إلاّ في مسجدهم</w:t>
      </w:r>
      <w:r w:rsidR="008F60AE">
        <w:rPr>
          <w:rtl/>
        </w:rPr>
        <w:t xml:space="preserve"> ...</w:t>
      </w:r>
      <w:r>
        <w:rPr>
          <w:rtl/>
        </w:rPr>
        <w:t xml:space="preserve"> بعد القتل الذريع والانتهاب العظيم</w:t>
      </w:r>
      <w:r w:rsidR="008F60AE">
        <w:rPr>
          <w:rtl/>
        </w:rPr>
        <w:t xml:space="preserve"> ...</w:t>
      </w:r>
      <w:r>
        <w:rPr>
          <w:rtl/>
        </w:rPr>
        <w:t xml:space="preserve"> وأوقعنا بهم السّيوف وقتلنا من أشرف لنا منهم واتبعنا مدبرهم وأجهزنا على جريحهم وانتهبناها ثلاثاً كما قال أمير المؤمنين أعزّ الله نصره</w:t>
      </w:r>
      <w:r w:rsidR="00364168">
        <w:rPr>
          <w:rtl/>
        </w:rPr>
        <w:t>،</w:t>
      </w:r>
      <w:r>
        <w:rPr>
          <w:rtl/>
        </w:rPr>
        <w:t xml:space="preserve"> وجعلت دور بني الشّهيد عثمان بن عفان في حرز وأمان</w:t>
      </w:r>
      <w:r w:rsidR="00364168">
        <w:rPr>
          <w:rtl/>
        </w:rPr>
        <w:t>،</w:t>
      </w:r>
      <w:r>
        <w:rPr>
          <w:rtl/>
        </w:rPr>
        <w:t xml:space="preserve"> والحمد لله الذي شفا صدري من قتل أهل الخلاف القديم والنّفاق العظيم</w:t>
      </w:r>
      <w:r w:rsidR="00364168">
        <w:rPr>
          <w:rtl/>
        </w:rPr>
        <w:t>،</w:t>
      </w:r>
      <w:r>
        <w:rPr>
          <w:rtl/>
        </w:rPr>
        <w:t xml:space="preserve"> فطالما عتوا وقديماً ما طغوا</w:t>
      </w:r>
      <w:r w:rsidR="00364168">
        <w:rPr>
          <w:rtl/>
        </w:rPr>
        <w:t>،</w:t>
      </w:r>
      <w:r>
        <w:rPr>
          <w:rtl/>
        </w:rPr>
        <w:t xml:space="preserve"> أكتب هذا إلى أمير المؤمنين وأنا في منزل سعيد بن العاص مدنفاً مريضاً ما أراني إلاّ لما بي</w:t>
      </w:r>
      <w:r w:rsidR="008F60AE">
        <w:rPr>
          <w:rtl/>
        </w:rPr>
        <w:t xml:space="preserve"> ...</w:t>
      </w:r>
      <w:r>
        <w:rPr>
          <w:rtl/>
        </w:rPr>
        <w:t xml:space="preserve"> فما كنت أبالي متى متّ بعد يومي هذا</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وكلّ هذا الحقد المتأجج في هذه الطوية العفنة إنّما هو الحقد في طبائع المسخاء الشّائهين</w:t>
      </w:r>
      <w:r w:rsidR="008F60AE">
        <w:rPr>
          <w:rtl/>
        </w:rPr>
        <w:t xml:space="preserve"> ...</w:t>
      </w:r>
      <w:r>
        <w:rPr>
          <w:rtl/>
        </w:rPr>
        <w:t xml:space="preserve"> يوهم نفسه أنّه الحقد من ثأر عثمان أو من خروج قوم على مُلك يزيد</w:t>
      </w:r>
      <w:r w:rsidR="008F60AE">
        <w:rPr>
          <w:rtl/>
        </w:rPr>
        <w:t xml:space="preserve"> ...</w:t>
      </w:r>
      <w:r>
        <w:rPr>
          <w:rtl/>
        </w:rPr>
        <w:t xml:space="preserve"> </w:t>
      </w:r>
    </w:p>
    <w:p w:rsidR="002B49A5" w:rsidRDefault="002B49A5" w:rsidP="002B49A5">
      <w:pPr>
        <w:pStyle w:val="libNormal"/>
        <w:rPr>
          <w:rtl/>
        </w:rPr>
      </w:pPr>
      <w:r>
        <w:rPr>
          <w:rtl/>
        </w:rPr>
        <w:t>وكان عُبيد الله بن زياد متّهم النّسب في قريش</w:t>
      </w:r>
      <w:r w:rsidR="00364168">
        <w:rPr>
          <w:rtl/>
        </w:rPr>
        <w:t>؛</w:t>
      </w:r>
      <w:r>
        <w:rPr>
          <w:rtl/>
        </w:rPr>
        <w:t xml:space="preserve"> لأنّ أباه زياداً كان</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مجهول الأب</w:t>
      </w:r>
      <w:r w:rsidR="00364168">
        <w:rPr>
          <w:rtl/>
        </w:rPr>
        <w:t>،</w:t>
      </w:r>
      <w:r>
        <w:rPr>
          <w:rtl/>
        </w:rPr>
        <w:t xml:space="preserve"> فكانوا يسمونه زياد بن أبيه</w:t>
      </w:r>
      <w:r w:rsidR="00364168">
        <w:rPr>
          <w:rtl/>
        </w:rPr>
        <w:t>،</w:t>
      </w:r>
      <w:r>
        <w:rPr>
          <w:rtl/>
        </w:rPr>
        <w:t xml:space="preserve"> ثمّ ألحقه معاوية بأبي سفيان</w:t>
      </w:r>
      <w:r w:rsidR="00364168">
        <w:rPr>
          <w:rtl/>
        </w:rPr>
        <w:t>؛</w:t>
      </w:r>
      <w:r>
        <w:rPr>
          <w:rtl/>
        </w:rPr>
        <w:t xml:space="preserve"> لأنّ أبا سفيان ذكر بعد نبوغ زياد</w:t>
      </w:r>
      <w:r w:rsidR="00364168">
        <w:rPr>
          <w:rtl/>
        </w:rPr>
        <w:t>،</w:t>
      </w:r>
      <w:r>
        <w:rPr>
          <w:rtl/>
        </w:rPr>
        <w:t xml:space="preserve"> أنّه كان قد سكر بالطائف ليلة فالتمس بغياً فجاءوه بجارية تدعى سميّة</w:t>
      </w:r>
      <w:r w:rsidR="00364168">
        <w:rPr>
          <w:rtl/>
        </w:rPr>
        <w:t>،</w:t>
      </w:r>
      <w:r>
        <w:rPr>
          <w:rtl/>
        </w:rPr>
        <w:t xml:space="preserve"> فقالت له بعد مولد زياد</w:t>
      </w:r>
      <w:r w:rsidR="00364168">
        <w:rPr>
          <w:rtl/>
        </w:rPr>
        <w:t>:</w:t>
      </w:r>
      <w:r>
        <w:rPr>
          <w:rtl/>
        </w:rPr>
        <w:t xml:space="preserve"> أنّها حملت به في تلك الليلة</w:t>
      </w:r>
      <w:r w:rsidR="00364168">
        <w:rPr>
          <w:rtl/>
        </w:rPr>
        <w:t>.</w:t>
      </w:r>
      <w:r>
        <w:rPr>
          <w:rtl/>
        </w:rPr>
        <w:t xml:space="preserve"> وكانت اُمّ عبيد الله جارية مجوسية تدعى مرجانة</w:t>
      </w:r>
      <w:r w:rsidR="00364168">
        <w:rPr>
          <w:rtl/>
        </w:rPr>
        <w:t>،</w:t>
      </w:r>
      <w:r>
        <w:rPr>
          <w:rtl/>
        </w:rPr>
        <w:t xml:space="preserve"> فكانوا يعيرونه بها وينسبونه إليها</w:t>
      </w:r>
      <w:r w:rsidR="00364168">
        <w:rPr>
          <w:rtl/>
        </w:rPr>
        <w:t>.</w:t>
      </w:r>
      <w:r>
        <w:rPr>
          <w:rtl/>
        </w:rPr>
        <w:t xml:space="preserve"> </w:t>
      </w:r>
    </w:p>
    <w:p w:rsidR="002B49A5" w:rsidRDefault="002B49A5" w:rsidP="002B49A5">
      <w:pPr>
        <w:pStyle w:val="libNormal"/>
        <w:rPr>
          <w:rtl/>
        </w:rPr>
      </w:pPr>
      <w:r>
        <w:rPr>
          <w:rtl/>
        </w:rPr>
        <w:t>ومن عوارض المسخ فيه</w:t>
      </w:r>
      <w:r w:rsidR="004C4A93">
        <w:rPr>
          <w:rtl/>
        </w:rPr>
        <w:t xml:space="preserve"> - </w:t>
      </w:r>
      <w:r>
        <w:rPr>
          <w:rtl/>
        </w:rPr>
        <w:t>وهي عوارض لها في نفوس العرب دخلة تورث الضغن والمهانة</w:t>
      </w:r>
      <w:r w:rsidR="004C4A93">
        <w:rPr>
          <w:rtl/>
        </w:rPr>
        <w:t xml:space="preserve"> - </w:t>
      </w:r>
      <w:r>
        <w:rPr>
          <w:rtl/>
        </w:rPr>
        <w:t>إنّه كان ألكن اللسان لا يقيم نطق الحروف العربيّة</w:t>
      </w:r>
      <w:r w:rsidR="00364168">
        <w:rPr>
          <w:rtl/>
        </w:rPr>
        <w:t>،</w:t>
      </w:r>
      <w:r>
        <w:rPr>
          <w:rtl/>
        </w:rPr>
        <w:t xml:space="preserve"> فكان إذا عاب الحروري من الخوارج</w:t>
      </w:r>
      <w:r w:rsidR="00364168">
        <w:rPr>
          <w:rtl/>
        </w:rPr>
        <w:t>،</w:t>
      </w:r>
      <w:r>
        <w:rPr>
          <w:rtl/>
        </w:rPr>
        <w:t xml:space="preserve"> قال</w:t>
      </w:r>
      <w:r w:rsidR="00364168">
        <w:rPr>
          <w:rtl/>
        </w:rPr>
        <w:t>:</w:t>
      </w:r>
      <w:r>
        <w:rPr>
          <w:rtl/>
        </w:rPr>
        <w:t xml:space="preserve"> هروري</w:t>
      </w:r>
      <w:r w:rsidR="00364168">
        <w:rPr>
          <w:rtl/>
        </w:rPr>
        <w:t>.</w:t>
      </w:r>
      <w:r>
        <w:rPr>
          <w:rtl/>
        </w:rPr>
        <w:t xml:space="preserve"> فيضحك سامعوه</w:t>
      </w:r>
      <w:r w:rsidR="00364168">
        <w:rPr>
          <w:rtl/>
        </w:rPr>
        <w:t>،</w:t>
      </w:r>
      <w:r>
        <w:rPr>
          <w:rtl/>
        </w:rPr>
        <w:t xml:space="preserve"> وأراد مرّة أن يقول</w:t>
      </w:r>
      <w:r w:rsidR="00364168">
        <w:rPr>
          <w:rtl/>
        </w:rPr>
        <w:t>:</w:t>
      </w:r>
      <w:r>
        <w:rPr>
          <w:rtl/>
        </w:rPr>
        <w:t xml:space="preserve"> اشهروا سيوفكم</w:t>
      </w:r>
      <w:r w:rsidR="00364168">
        <w:rPr>
          <w:rtl/>
        </w:rPr>
        <w:t>.</w:t>
      </w:r>
      <w:r>
        <w:rPr>
          <w:rtl/>
        </w:rPr>
        <w:t xml:space="preserve"> فقال</w:t>
      </w:r>
      <w:r w:rsidR="00364168">
        <w:rPr>
          <w:rtl/>
        </w:rPr>
        <w:t>:</w:t>
      </w:r>
      <w:r>
        <w:rPr>
          <w:rtl/>
        </w:rPr>
        <w:t xml:space="preserve"> افتحوا سيوفكم</w:t>
      </w:r>
      <w:r w:rsidR="008F60AE">
        <w:rPr>
          <w:rtl/>
        </w:rPr>
        <w:t xml:space="preserve"> ...</w:t>
      </w:r>
      <w:r>
        <w:rPr>
          <w:rtl/>
        </w:rPr>
        <w:t xml:space="preserve"> فهجاه يزيد بن مفرغ قائلاً</w:t>
      </w:r>
      <w:r w:rsidR="00364168">
        <w:rPr>
          <w:rtl/>
        </w:rPr>
        <w:t>:</w:t>
      </w:r>
    </w:p>
    <w:tbl>
      <w:tblPr>
        <w:tblStyle w:val="TableGrid"/>
        <w:bidiVisual/>
        <w:tblW w:w="4562" w:type="pct"/>
        <w:tblInd w:w="384" w:type="dxa"/>
        <w:tblLook w:val="04A0"/>
      </w:tblPr>
      <w:tblGrid>
        <w:gridCol w:w="3345"/>
        <w:gridCol w:w="269"/>
        <w:gridCol w:w="3308"/>
      </w:tblGrid>
      <w:tr w:rsidR="00D444F9" w:rsidTr="00390D32">
        <w:trPr>
          <w:trHeight w:val="350"/>
        </w:trPr>
        <w:tc>
          <w:tcPr>
            <w:tcW w:w="3345" w:type="dxa"/>
          </w:tcPr>
          <w:p w:rsidR="00D444F9" w:rsidRDefault="00D444F9" w:rsidP="00390D32">
            <w:pPr>
              <w:pStyle w:val="libPoem"/>
            </w:pPr>
            <w:r>
              <w:rPr>
                <w:rtl/>
              </w:rPr>
              <w:t>ويومَ فتحتَ سيفكَ من بعيدٍ</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Pr>
                <w:rtl/>
              </w:rPr>
              <w:t>أضعتَ وكلّ أمركَ للضّياعِ</w:t>
            </w:r>
            <w:r w:rsidRPr="00725071">
              <w:rPr>
                <w:rStyle w:val="libPoemTiniChar0"/>
                <w:rtl/>
              </w:rPr>
              <w:br/>
              <w:t> </w:t>
            </w:r>
          </w:p>
        </w:tc>
      </w:tr>
    </w:tbl>
    <w:p w:rsidR="002B49A5" w:rsidRDefault="002B49A5" w:rsidP="002B49A5">
      <w:pPr>
        <w:pStyle w:val="libNormal"/>
        <w:rPr>
          <w:rtl/>
        </w:rPr>
      </w:pPr>
      <w:r>
        <w:rPr>
          <w:rtl/>
        </w:rPr>
        <w:t>ولم يكن أهون لديه من قطع الأيدي والأرجل والأمر بالقتل في ساعة الغضب لشبهة ولغير شبهة</w:t>
      </w:r>
      <w:r w:rsidR="00364168">
        <w:rPr>
          <w:rtl/>
        </w:rPr>
        <w:t>،</w:t>
      </w:r>
      <w:r>
        <w:rPr>
          <w:rtl/>
        </w:rPr>
        <w:t xml:space="preserve"> ففي ذلك يقول مُسلم بن عقيل وهو صادق مؤيد بالأمثال والمثلات</w:t>
      </w:r>
      <w:r w:rsidR="00364168">
        <w:rPr>
          <w:rtl/>
        </w:rPr>
        <w:t>:</w:t>
      </w:r>
      <w:r>
        <w:rPr>
          <w:rtl/>
        </w:rPr>
        <w:t xml:space="preserve"> ويقتل النّفس التي حرّم الله قتلها على الغضب وسوء الظن</w:t>
      </w:r>
      <w:r w:rsidR="00364168">
        <w:rPr>
          <w:rtl/>
        </w:rPr>
        <w:t>،</w:t>
      </w:r>
      <w:r>
        <w:rPr>
          <w:rtl/>
        </w:rPr>
        <w:t xml:space="preserve"> وهو يلهو ويلعب كأن لم يصنع شيئاً</w:t>
      </w:r>
      <w:r w:rsidR="00364168">
        <w:rPr>
          <w:rtl/>
        </w:rPr>
        <w:t>.</w:t>
      </w:r>
    </w:p>
    <w:p w:rsidR="002B49A5" w:rsidRDefault="002B49A5" w:rsidP="002B49A5">
      <w:pPr>
        <w:pStyle w:val="libNormal"/>
        <w:rPr>
          <w:rtl/>
        </w:rPr>
      </w:pPr>
      <w:r>
        <w:rPr>
          <w:rtl/>
        </w:rPr>
        <w:t>وقد كانت هذه الضراوة على أعنفها وأسوئها يوم تصدّى عبيد الله بن زياد لمنازلة الحُسين</w:t>
      </w:r>
      <w:r w:rsidR="00364168">
        <w:rPr>
          <w:rtl/>
        </w:rPr>
        <w:t>؛</w:t>
      </w:r>
      <w:r>
        <w:rPr>
          <w:rtl/>
        </w:rPr>
        <w:t xml:space="preserve"> لأنّه كان يومئذ في شره الشباب لم يتجاوز</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الثامنة والعشرين</w:t>
      </w:r>
      <w:r w:rsidR="00364168">
        <w:rPr>
          <w:rtl/>
        </w:rPr>
        <w:t>،</w:t>
      </w:r>
      <w:r>
        <w:rPr>
          <w:rtl/>
        </w:rPr>
        <w:t xml:space="preserve"> وكان يزيد يبغضه ويبغض أباه</w:t>
      </w:r>
      <w:r w:rsidR="00364168">
        <w:rPr>
          <w:rtl/>
        </w:rPr>
        <w:t>؛</w:t>
      </w:r>
      <w:r>
        <w:rPr>
          <w:rtl/>
        </w:rPr>
        <w:t xml:space="preserve"> لأنّه كان قد نصح لمعاوية بالتمهل في الدعوة إلى بيعة يزيد</w:t>
      </w:r>
      <w:r w:rsidR="00364168">
        <w:rPr>
          <w:rtl/>
        </w:rPr>
        <w:t>،</w:t>
      </w:r>
      <w:r>
        <w:rPr>
          <w:rtl/>
        </w:rPr>
        <w:t xml:space="preserve"> فكان عبيد الله من ثمّ حريصاً على دفع الشّبهة والغلو في إثبات الولاء للعهد الجديد</w:t>
      </w:r>
      <w:r w:rsidR="008F60AE">
        <w:rPr>
          <w:rtl/>
        </w:rPr>
        <w:t xml:space="preserve"> ...</w:t>
      </w:r>
      <w:r>
        <w:rPr>
          <w:rtl/>
        </w:rPr>
        <w:t xml:space="preserve"> </w:t>
      </w:r>
    </w:p>
    <w:p w:rsidR="002B49A5" w:rsidRDefault="002B49A5" w:rsidP="002B49A5">
      <w:pPr>
        <w:pStyle w:val="libNormal"/>
        <w:rPr>
          <w:rtl/>
        </w:rPr>
      </w:pPr>
      <w:r>
        <w:rPr>
          <w:rtl/>
        </w:rPr>
        <w:t>والذين لم يمسخوا في جبلتهم وتكوينهم هذا المسخ من أعوان يزيد بن معاوية</w:t>
      </w:r>
      <w:r w:rsidR="00364168">
        <w:rPr>
          <w:rtl/>
        </w:rPr>
        <w:t>،</w:t>
      </w:r>
      <w:r>
        <w:rPr>
          <w:rtl/>
        </w:rPr>
        <w:t xml:space="preserve"> كان الطمع في المناصب والأموال واللذات قد بلغ ما يبلغه المسخ من تحويل الطبائع وطمس البصائر ومغالطة النّفوس في الحقائق</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ومن هذا القبيل عمر بن سعد بن أبي وقاص</w:t>
      </w:r>
      <w:r w:rsidR="00364168">
        <w:rPr>
          <w:rtl/>
        </w:rPr>
        <w:t>،</w:t>
      </w:r>
      <w:r>
        <w:rPr>
          <w:rtl/>
        </w:rPr>
        <w:t xml:space="preserve"> الذي أطاع عبيد الله بن زياد في وقعة كربلاء</w:t>
      </w:r>
      <w:r w:rsidR="00364168">
        <w:rPr>
          <w:rtl/>
        </w:rPr>
        <w:t>،</w:t>
      </w:r>
      <w:r>
        <w:rPr>
          <w:rtl/>
        </w:rPr>
        <w:t xml:space="preserve"> ولم يعدل بتلك الوقعة عن نهايتها المشئومة</w:t>
      </w:r>
      <w:r w:rsidR="00364168">
        <w:rPr>
          <w:rtl/>
        </w:rPr>
        <w:t>،</w:t>
      </w:r>
      <w:r>
        <w:rPr>
          <w:rtl/>
        </w:rPr>
        <w:t xml:space="preserve"> وقد كان العدول بها عن تلك النّهاية في يديه</w:t>
      </w:r>
      <w:r w:rsidR="00364168">
        <w:rPr>
          <w:rtl/>
        </w:rPr>
        <w:t>.</w:t>
      </w:r>
    </w:p>
    <w:p w:rsidR="002B49A5" w:rsidRDefault="002B49A5" w:rsidP="002B49A5">
      <w:pPr>
        <w:pStyle w:val="libNormal"/>
        <w:rPr>
          <w:rtl/>
        </w:rPr>
      </w:pPr>
      <w:r>
        <w:rPr>
          <w:rtl/>
        </w:rPr>
        <w:t>فقد أغرى عمر بن سعد بولاية الرّي</w:t>
      </w:r>
      <w:r w:rsidR="004C4A93">
        <w:rPr>
          <w:rtl/>
        </w:rPr>
        <w:t xml:space="preserve"> - </w:t>
      </w:r>
      <w:r>
        <w:rPr>
          <w:rtl/>
        </w:rPr>
        <w:t>وهي درّة التاج في مُلك الأكاسرة الأقدمين</w:t>
      </w:r>
      <w:r w:rsidR="004C4A93">
        <w:rPr>
          <w:rtl/>
        </w:rPr>
        <w:t xml:space="preserve"> - </w:t>
      </w:r>
      <w:r>
        <w:rPr>
          <w:rtl/>
        </w:rPr>
        <w:t>وكان يتطلع إليها منذ فتحها أبوه القائد النبيل العزوف</w:t>
      </w:r>
      <w:r w:rsidR="00364168">
        <w:rPr>
          <w:rtl/>
        </w:rPr>
        <w:t>،</w:t>
      </w:r>
      <w:r>
        <w:rPr>
          <w:rtl/>
        </w:rPr>
        <w:t xml:space="preserve"> ويُنسب إليه أنّه قال وهو يراود نفسه على مقاتلة الحُسين</w:t>
      </w:r>
      <w:r w:rsidR="00364168">
        <w:rPr>
          <w:rtl/>
        </w:rPr>
        <w:t>:</w:t>
      </w:r>
    </w:p>
    <w:tbl>
      <w:tblPr>
        <w:tblStyle w:val="TableGrid"/>
        <w:bidiVisual/>
        <w:tblW w:w="4562" w:type="pct"/>
        <w:tblInd w:w="384" w:type="dxa"/>
        <w:tblLook w:val="04A0"/>
      </w:tblPr>
      <w:tblGrid>
        <w:gridCol w:w="3345"/>
        <w:gridCol w:w="269"/>
        <w:gridCol w:w="3308"/>
      </w:tblGrid>
      <w:tr w:rsidR="00D444F9" w:rsidTr="00390D32">
        <w:trPr>
          <w:trHeight w:val="350"/>
        </w:trPr>
        <w:tc>
          <w:tcPr>
            <w:tcW w:w="3345" w:type="dxa"/>
          </w:tcPr>
          <w:p w:rsidR="00D444F9" w:rsidRDefault="00D444F9" w:rsidP="00390D32">
            <w:pPr>
              <w:pStyle w:val="libPoem"/>
            </w:pPr>
            <w:r>
              <w:rPr>
                <w:rtl/>
              </w:rPr>
              <w:t>فوالله ما أدري وإني لحائرٌ</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Pr>
                <w:rtl/>
              </w:rPr>
              <w:t>أُفكر في أمري على خطرينِ</w:t>
            </w:r>
            <w:r w:rsidRPr="00725071">
              <w:rPr>
                <w:rStyle w:val="libPoemTiniChar0"/>
                <w:rtl/>
              </w:rPr>
              <w:br/>
              <w:t> </w:t>
            </w:r>
          </w:p>
        </w:tc>
      </w:tr>
    </w:tbl>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D444F9" w:rsidTr="00D444F9">
        <w:trPr>
          <w:trHeight w:val="350"/>
        </w:trPr>
        <w:tc>
          <w:tcPr>
            <w:tcW w:w="3345" w:type="dxa"/>
          </w:tcPr>
          <w:p w:rsidR="00D444F9" w:rsidRDefault="00D444F9" w:rsidP="00390D32">
            <w:pPr>
              <w:pStyle w:val="libPoem"/>
            </w:pPr>
            <w:r w:rsidRPr="008F60AE">
              <w:rPr>
                <w:rStyle w:val="libPoemChar"/>
                <w:rtl/>
              </w:rPr>
              <w:lastRenderedPageBreak/>
              <w:t>أأتـركُ</w:t>
            </w:r>
            <w:r w:rsidR="00897AE1">
              <w:rPr>
                <w:rStyle w:val="libPoemChar"/>
                <w:rtl/>
              </w:rPr>
              <w:t xml:space="preserve"> </w:t>
            </w:r>
            <w:r w:rsidRPr="008F60AE">
              <w:rPr>
                <w:rStyle w:val="libPoemChar"/>
                <w:rtl/>
              </w:rPr>
              <w:t>مـلكَ</w:t>
            </w:r>
            <w:r w:rsidR="00897AE1">
              <w:rPr>
                <w:rStyle w:val="libPoemChar"/>
                <w:rtl/>
              </w:rPr>
              <w:t xml:space="preserve"> </w:t>
            </w:r>
            <w:r w:rsidRPr="008F60AE">
              <w:rPr>
                <w:rStyle w:val="libPoemChar"/>
                <w:rtl/>
              </w:rPr>
              <w:t>الـريّ</w:t>
            </w:r>
            <w:r w:rsidR="00897AE1">
              <w:rPr>
                <w:rStyle w:val="libPoemChar"/>
                <w:rtl/>
              </w:rPr>
              <w:t xml:space="preserve"> </w:t>
            </w:r>
            <w:r w:rsidRPr="008F60AE">
              <w:rPr>
                <w:rStyle w:val="libPoemChar"/>
                <w:rtl/>
              </w:rPr>
              <w:t>مـنيتي</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أم</w:t>
            </w:r>
            <w:r w:rsidR="00897AE1">
              <w:rPr>
                <w:rStyle w:val="libPoemChar"/>
                <w:rtl/>
              </w:rPr>
              <w:t xml:space="preserve"> </w:t>
            </w:r>
            <w:r w:rsidRPr="008F60AE">
              <w:rPr>
                <w:rStyle w:val="libPoemChar"/>
                <w:rtl/>
              </w:rPr>
              <w:t>أرجـعُ</w:t>
            </w:r>
            <w:r w:rsidR="00897AE1">
              <w:rPr>
                <w:rStyle w:val="libPoemChar"/>
                <w:rtl/>
              </w:rPr>
              <w:t xml:space="preserve"> </w:t>
            </w:r>
            <w:r w:rsidRPr="008F60AE">
              <w:rPr>
                <w:rStyle w:val="libPoemChar"/>
                <w:rtl/>
              </w:rPr>
              <w:t>مـأثوماً</w:t>
            </w:r>
            <w:r w:rsidR="00897AE1">
              <w:rPr>
                <w:rStyle w:val="libPoemChar"/>
                <w:rtl/>
              </w:rPr>
              <w:t xml:space="preserve"> </w:t>
            </w:r>
            <w:r w:rsidRPr="008F60AE">
              <w:rPr>
                <w:rStyle w:val="libPoemChar"/>
                <w:rtl/>
              </w:rPr>
              <w:t>بقتلِ</w:t>
            </w:r>
            <w:r w:rsidR="00897AE1">
              <w:rPr>
                <w:rStyle w:val="libPoemChar"/>
                <w:rtl/>
              </w:rPr>
              <w:t xml:space="preserve"> </w:t>
            </w:r>
            <w:r w:rsidRPr="008F60AE">
              <w:rPr>
                <w:rStyle w:val="libPoemChar"/>
                <w:rtl/>
              </w:rPr>
              <w:t>حُسينِ</w:t>
            </w:r>
            <w:r w:rsidRPr="00725071">
              <w:rPr>
                <w:rStyle w:val="libPoemTiniChar0"/>
                <w:rtl/>
              </w:rPr>
              <w:br/>
              <w:t> </w:t>
            </w:r>
          </w:p>
        </w:tc>
      </w:tr>
      <w:tr w:rsidR="00D444F9" w:rsidTr="00D444F9">
        <w:trPr>
          <w:trHeight w:val="350"/>
        </w:trPr>
        <w:tc>
          <w:tcPr>
            <w:tcW w:w="3345" w:type="dxa"/>
          </w:tcPr>
          <w:p w:rsidR="00D444F9" w:rsidRDefault="00D444F9" w:rsidP="00390D32">
            <w:pPr>
              <w:pStyle w:val="libPoem"/>
            </w:pPr>
            <w:r w:rsidRPr="008F60AE">
              <w:rPr>
                <w:rStyle w:val="libPoemChar"/>
                <w:rtl/>
              </w:rPr>
              <w:t>وفي</w:t>
            </w:r>
            <w:r w:rsidR="00897AE1">
              <w:rPr>
                <w:rStyle w:val="libPoemChar"/>
                <w:rtl/>
              </w:rPr>
              <w:t xml:space="preserve"> </w:t>
            </w:r>
            <w:r w:rsidRPr="008F60AE">
              <w:rPr>
                <w:rStyle w:val="libPoemChar"/>
                <w:rtl/>
              </w:rPr>
              <w:t>قتلِهِ</w:t>
            </w:r>
            <w:r w:rsidR="00897AE1">
              <w:rPr>
                <w:rStyle w:val="libPoemChar"/>
                <w:rtl/>
              </w:rPr>
              <w:t xml:space="preserve"> </w:t>
            </w:r>
            <w:r w:rsidRPr="008F60AE">
              <w:rPr>
                <w:rStyle w:val="libPoemChar"/>
                <w:rtl/>
              </w:rPr>
              <w:t>النّارُ</w:t>
            </w:r>
            <w:r w:rsidR="00897AE1">
              <w:rPr>
                <w:rStyle w:val="libPoemChar"/>
                <w:rtl/>
              </w:rPr>
              <w:t xml:space="preserve"> </w:t>
            </w:r>
            <w:r w:rsidRPr="008F60AE">
              <w:rPr>
                <w:rStyle w:val="libPoemChar"/>
                <w:rtl/>
              </w:rPr>
              <w:t>التي</w:t>
            </w:r>
            <w:r w:rsidR="00897AE1">
              <w:rPr>
                <w:rStyle w:val="libPoemChar"/>
                <w:rtl/>
              </w:rPr>
              <w:t xml:space="preserve"> </w:t>
            </w:r>
            <w:r w:rsidRPr="008F60AE">
              <w:rPr>
                <w:rStyle w:val="libPoemChar"/>
                <w:rtl/>
              </w:rPr>
              <w:t>ليسَ</w:t>
            </w:r>
            <w:r w:rsidR="00897AE1">
              <w:rPr>
                <w:rStyle w:val="libPoemChar"/>
                <w:rtl/>
              </w:rPr>
              <w:t xml:space="preserve"> </w:t>
            </w:r>
            <w:r w:rsidRPr="008F60AE">
              <w:rPr>
                <w:rStyle w:val="libPoemChar"/>
                <w:rtl/>
              </w:rPr>
              <w:t>دونَها</w:t>
            </w:r>
            <w:r w:rsidRPr="00725071">
              <w:rPr>
                <w:rStyle w:val="libPoemTiniChar0"/>
                <w:rtl/>
              </w:rPr>
              <w:br/>
              <w:t> </w:t>
            </w:r>
          </w:p>
        </w:tc>
        <w:tc>
          <w:tcPr>
            <w:tcW w:w="269" w:type="dxa"/>
          </w:tcPr>
          <w:p w:rsidR="00D444F9" w:rsidRDefault="00D444F9" w:rsidP="00390D32">
            <w:pPr>
              <w:pStyle w:val="libPoem"/>
              <w:rPr>
                <w:rtl/>
              </w:rPr>
            </w:pPr>
          </w:p>
        </w:tc>
        <w:tc>
          <w:tcPr>
            <w:tcW w:w="3308" w:type="dxa"/>
          </w:tcPr>
          <w:p w:rsidR="00D444F9" w:rsidRDefault="00D444F9" w:rsidP="00390D32">
            <w:pPr>
              <w:pStyle w:val="libPoem"/>
            </w:pPr>
            <w:r w:rsidRPr="008F60AE">
              <w:rPr>
                <w:rStyle w:val="libPoemChar"/>
                <w:rtl/>
              </w:rPr>
              <w:t>حـجابٌ</w:t>
            </w:r>
            <w:r w:rsidR="00897AE1">
              <w:rPr>
                <w:rStyle w:val="libPoemChar"/>
                <w:rtl/>
              </w:rPr>
              <w:t xml:space="preserve"> </w:t>
            </w:r>
            <w:r w:rsidRPr="008F60AE">
              <w:rPr>
                <w:rStyle w:val="libPoemChar"/>
                <w:rtl/>
              </w:rPr>
              <w:t>وملكُ</w:t>
            </w:r>
            <w:r w:rsidR="00897AE1">
              <w:rPr>
                <w:rStyle w:val="libPoemChar"/>
                <w:rtl/>
              </w:rPr>
              <w:t xml:space="preserve"> </w:t>
            </w:r>
            <w:r w:rsidRPr="008F60AE">
              <w:rPr>
                <w:rStyle w:val="libPoemChar"/>
                <w:rtl/>
              </w:rPr>
              <w:t>الريّ</w:t>
            </w:r>
            <w:r w:rsidR="00897AE1">
              <w:rPr>
                <w:rStyle w:val="libPoemChar"/>
                <w:rtl/>
              </w:rPr>
              <w:t xml:space="preserve"> </w:t>
            </w:r>
            <w:r w:rsidRPr="008F60AE">
              <w:rPr>
                <w:rStyle w:val="libPoemChar"/>
                <w:rtl/>
              </w:rPr>
              <w:t>قرةُ</w:t>
            </w:r>
            <w:r w:rsidR="00897AE1">
              <w:rPr>
                <w:rStyle w:val="libPoemChar"/>
                <w:rtl/>
              </w:rPr>
              <w:t xml:space="preserve"> </w:t>
            </w:r>
            <w:r w:rsidRPr="008F60AE">
              <w:rPr>
                <w:rStyle w:val="libPoemChar"/>
                <w:rtl/>
              </w:rPr>
              <w:t>عيني</w:t>
            </w:r>
            <w:r w:rsidRPr="00725071">
              <w:rPr>
                <w:rStyle w:val="libPoemTiniChar0"/>
                <w:rtl/>
              </w:rPr>
              <w:br/>
              <w:t> </w:t>
            </w:r>
          </w:p>
        </w:tc>
      </w:tr>
    </w:tbl>
    <w:p w:rsidR="002B49A5" w:rsidRDefault="002B49A5" w:rsidP="002B49A5">
      <w:pPr>
        <w:pStyle w:val="libNormal"/>
        <w:rPr>
          <w:rtl/>
        </w:rPr>
      </w:pPr>
      <w:r>
        <w:rPr>
          <w:rtl/>
        </w:rPr>
        <w:t>فإن لم تكن هذه الأبيات من لسانه فهي ولا شك من لسان حاله</w:t>
      </w:r>
      <w:r w:rsidR="00364168">
        <w:rPr>
          <w:rtl/>
        </w:rPr>
        <w:t>؛</w:t>
      </w:r>
      <w:r>
        <w:rPr>
          <w:rtl/>
        </w:rPr>
        <w:t xml:space="preserve"> لأنّها تسجّل الواقع الذي لا شبهة فيه</w:t>
      </w:r>
      <w:r w:rsidR="008F60AE">
        <w:rPr>
          <w:rtl/>
        </w:rPr>
        <w:t xml:space="preserve"> ...</w:t>
      </w:r>
      <w:r>
        <w:rPr>
          <w:rtl/>
        </w:rPr>
        <w:t xml:space="preserve"> </w:t>
      </w:r>
    </w:p>
    <w:p w:rsidR="002B49A5" w:rsidRDefault="002B49A5" w:rsidP="002B49A5">
      <w:pPr>
        <w:pStyle w:val="libNormal"/>
        <w:rPr>
          <w:rtl/>
        </w:rPr>
      </w:pPr>
      <w:r>
        <w:rPr>
          <w:rtl/>
        </w:rPr>
        <w:t>ومن الواقع الذي لا شبهة فيه أيضاً</w:t>
      </w:r>
      <w:r w:rsidR="00364168">
        <w:rPr>
          <w:rtl/>
        </w:rPr>
        <w:t>،</w:t>
      </w:r>
      <w:r>
        <w:rPr>
          <w:rtl/>
        </w:rPr>
        <w:t xml:space="preserve"> أنّ عمر بن سعد هذا لم يخل من غلظة في الطبع على غير ضرورة ولا استفزاز</w:t>
      </w:r>
      <w:r w:rsidR="00364168">
        <w:rPr>
          <w:rtl/>
        </w:rPr>
        <w:t>،</w:t>
      </w:r>
      <w:r>
        <w:rPr>
          <w:rtl/>
        </w:rPr>
        <w:t xml:space="preserve"> فهو الذي ساق نساء الحُسين بعد مقتله على طريق جثث القتلى التي لم تزل مطروحة بالعراء</w:t>
      </w:r>
      <w:r w:rsidR="008F60AE">
        <w:rPr>
          <w:rtl/>
        </w:rPr>
        <w:t xml:space="preserve"> ...</w:t>
      </w:r>
      <w:r>
        <w:rPr>
          <w:rtl/>
        </w:rPr>
        <w:t xml:space="preserve"> فصحن وقد لمحنها على الطريق صيحة أسالت الدمع من عيون رجاله</w:t>
      </w:r>
      <w:r w:rsidR="00364168">
        <w:rPr>
          <w:rtl/>
        </w:rPr>
        <w:t>،</w:t>
      </w:r>
      <w:r>
        <w:rPr>
          <w:rtl/>
        </w:rPr>
        <w:t xml:space="preserve"> وهُم ممّن قاتل الحُسين وذويه</w:t>
      </w:r>
      <w:r w:rsidR="008F60AE">
        <w:rPr>
          <w:rtl/>
        </w:rPr>
        <w:t xml:space="preserve"> ...</w:t>
      </w:r>
      <w:r>
        <w:rPr>
          <w:rtl/>
        </w:rPr>
        <w:t xml:space="preserve"> </w:t>
      </w:r>
    </w:p>
    <w:p w:rsidR="002B49A5" w:rsidRDefault="002B49A5" w:rsidP="002B49A5">
      <w:pPr>
        <w:pStyle w:val="libNormal"/>
        <w:rPr>
          <w:rtl/>
        </w:rPr>
      </w:pPr>
      <w:r>
        <w:rPr>
          <w:rtl/>
        </w:rPr>
        <w:t>هؤلاء وأمثالهم لا يُسمون ساسة مُلك ولا تُسمى مهنتهم تدعيم سلطان</w:t>
      </w:r>
      <w:r w:rsidR="00364168">
        <w:rPr>
          <w:rtl/>
        </w:rPr>
        <w:t>،</w:t>
      </w:r>
      <w:r>
        <w:rPr>
          <w:rtl/>
        </w:rPr>
        <w:t xml:space="preserve"> ولكنّهم يُسمون جلاّدين متنمرين يطيعون ما في قلوبهم من غلظة وحقد</w:t>
      </w:r>
      <w:r w:rsidR="00364168">
        <w:rPr>
          <w:rtl/>
        </w:rPr>
        <w:t>،</w:t>
      </w:r>
      <w:r>
        <w:rPr>
          <w:rtl/>
        </w:rPr>
        <w:t xml:space="preserve"> ويطيعون ما في أيديهم من أموال ووعود</w:t>
      </w:r>
      <w:r w:rsidR="008F60AE">
        <w:rPr>
          <w:rtl/>
        </w:rPr>
        <w:t xml:space="preserve"> ...</w:t>
      </w:r>
      <w:r>
        <w:rPr>
          <w:rtl/>
        </w:rPr>
        <w:t xml:space="preserve"> وتُسمى مهمّتهم مذبحة طائشة لا يُبالي مَن يسفك فيها الدماء أي غرض يُصيب</w:t>
      </w:r>
      <w:r w:rsidR="008F60AE">
        <w:rPr>
          <w:rtl/>
        </w:rPr>
        <w:t xml:space="preserve"> ...</w:t>
      </w:r>
      <w:r>
        <w:rPr>
          <w:rtl/>
        </w:rPr>
        <w:t xml:space="preserve"> </w:t>
      </w:r>
    </w:p>
    <w:p w:rsidR="002B49A5" w:rsidRDefault="002B49A5" w:rsidP="00D444F9">
      <w:pPr>
        <w:pStyle w:val="libCenter"/>
        <w:rPr>
          <w:rtl/>
        </w:rPr>
      </w:pPr>
      <w:r>
        <w:rPr>
          <w:rtl/>
        </w:rPr>
        <w:t>*</w:t>
      </w:r>
      <w:r w:rsidR="00D444F9">
        <w:rPr>
          <w:rFonts w:hint="cs"/>
          <w:rtl/>
        </w:rPr>
        <w:t xml:space="preserve"> </w:t>
      </w:r>
      <w:r>
        <w:rPr>
          <w:rtl/>
        </w:rPr>
        <w:t>*</w:t>
      </w:r>
      <w:r w:rsidR="00D444F9">
        <w:rPr>
          <w:rFonts w:hint="cs"/>
          <w:rtl/>
        </w:rPr>
        <w:t xml:space="preserve"> </w:t>
      </w:r>
      <w:r>
        <w:rPr>
          <w:rtl/>
        </w:rPr>
        <w:t>*</w:t>
      </w:r>
    </w:p>
    <w:p w:rsidR="002B49A5" w:rsidRDefault="002B49A5" w:rsidP="002B49A5">
      <w:pPr>
        <w:pStyle w:val="libNormal"/>
        <w:rPr>
          <w:rtl/>
        </w:rPr>
      </w:pPr>
      <w:r>
        <w:rPr>
          <w:rtl/>
        </w:rPr>
        <w:t>ومنذ قضي على يزيد بن معاوية أن يكون هؤلاء وأمثالهم أعواناً له في</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ملكه</w:t>
      </w:r>
      <w:r w:rsidR="00364168">
        <w:rPr>
          <w:rtl/>
        </w:rPr>
        <w:t>،</w:t>
      </w:r>
      <w:r>
        <w:rPr>
          <w:rtl/>
        </w:rPr>
        <w:t xml:space="preserve"> قضي عليه من ساعتها أن يكون علاجه لمسألة الحُسين علاج الجلاّدين الذين لا يعرفون غير سفك الدماء والذين يسفكون كلّ دم أجروا عليه</w:t>
      </w:r>
      <w:r w:rsidR="008F60AE">
        <w:rPr>
          <w:rtl/>
        </w:rPr>
        <w:t xml:space="preserve"> ...</w:t>
      </w:r>
      <w:r>
        <w:rPr>
          <w:rtl/>
        </w:rPr>
        <w:t xml:space="preserve"> وهكذا كان ليزيد أعوان إذا بلغ أحدهم حدّه في معونته</w:t>
      </w:r>
      <w:r w:rsidR="00364168">
        <w:rPr>
          <w:rtl/>
        </w:rPr>
        <w:t>،</w:t>
      </w:r>
      <w:r>
        <w:rPr>
          <w:rtl/>
        </w:rPr>
        <w:t xml:space="preserve"> فهو جلاّد مبذول السّيف والسّوط في سبيل المال</w:t>
      </w:r>
      <w:r w:rsidR="008F60AE">
        <w:rPr>
          <w:rtl/>
        </w:rPr>
        <w:t xml:space="preserve"> ...</w:t>
      </w:r>
      <w:r>
        <w:rPr>
          <w:rtl/>
        </w:rPr>
        <w:t xml:space="preserve"> </w:t>
      </w:r>
    </w:p>
    <w:p w:rsidR="002B49A5" w:rsidRDefault="002B49A5" w:rsidP="002B49A5">
      <w:pPr>
        <w:pStyle w:val="libNormal"/>
        <w:rPr>
          <w:rtl/>
        </w:rPr>
      </w:pPr>
      <w:r>
        <w:rPr>
          <w:rtl/>
        </w:rPr>
        <w:t>وكان للحُسين أعوان إذا بلغ أحّدهم حدّه في معونته فهو شهيد يبذل الدُنيا كُلّها في سبيل الروح</w:t>
      </w:r>
      <w:r w:rsidR="008F60AE">
        <w:rPr>
          <w:rtl/>
        </w:rPr>
        <w:t xml:space="preserve"> ...</w:t>
      </w:r>
      <w:r>
        <w:rPr>
          <w:rtl/>
        </w:rPr>
        <w:t xml:space="preserve"> وهي إذن حرب جلاّدين وشُهداء</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br w:type="page"/>
      </w:r>
    </w:p>
    <w:p w:rsidR="002B49A5" w:rsidRDefault="002B49A5" w:rsidP="00D444F9">
      <w:pPr>
        <w:pStyle w:val="Heading1Center"/>
        <w:rPr>
          <w:rtl/>
        </w:rPr>
      </w:pPr>
      <w:bookmarkStart w:id="50" w:name="_Toc374273679"/>
      <w:bookmarkStart w:id="51" w:name="_Toc374273981"/>
      <w:r>
        <w:rPr>
          <w:rtl/>
        </w:rPr>
        <w:lastRenderedPageBreak/>
        <w:t xml:space="preserve">خروج الحُسين </w:t>
      </w:r>
      <w:r w:rsidR="008F60AE" w:rsidRPr="00D444F9">
        <w:rPr>
          <w:rStyle w:val="libAlaemHeading2Char"/>
          <w:rtl/>
        </w:rPr>
        <w:t>عليه‌السلام</w:t>
      </w:r>
      <w:bookmarkEnd w:id="50"/>
      <w:bookmarkEnd w:id="51"/>
    </w:p>
    <w:p w:rsidR="002B49A5" w:rsidRDefault="002B49A5" w:rsidP="00D444F9">
      <w:pPr>
        <w:pStyle w:val="Heading2Center"/>
        <w:rPr>
          <w:rtl/>
        </w:rPr>
      </w:pPr>
      <w:bookmarkStart w:id="52" w:name="_Toc374273680"/>
      <w:bookmarkStart w:id="53" w:name="_Toc374273982"/>
      <w:r>
        <w:rPr>
          <w:rtl/>
        </w:rPr>
        <w:t>الحُسين في مكّة</w:t>
      </w:r>
      <w:r w:rsidR="00364168">
        <w:rPr>
          <w:rtl/>
        </w:rPr>
        <w:t>:</w:t>
      </w:r>
      <w:bookmarkEnd w:id="52"/>
      <w:bookmarkEnd w:id="53"/>
    </w:p>
    <w:p w:rsidR="002B49A5" w:rsidRDefault="002B49A5" w:rsidP="002B49A5">
      <w:pPr>
        <w:pStyle w:val="libNormal"/>
        <w:rPr>
          <w:rtl/>
        </w:rPr>
      </w:pPr>
      <w:r>
        <w:rPr>
          <w:rtl/>
        </w:rPr>
        <w:t>عمل يزيد بوصية أبيه</w:t>
      </w:r>
      <w:r w:rsidR="00364168">
        <w:rPr>
          <w:rtl/>
        </w:rPr>
        <w:t>،</w:t>
      </w:r>
      <w:r>
        <w:rPr>
          <w:rtl/>
        </w:rPr>
        <w:t xml:space="preserve"> فلم يكن له همّ منذ قيامه على ا</w:t>
      </w:r>
      <w:r w:rsidR="009A226F">
        <w:rPr>
          <w:rtl/>
        </w:rPr>
        <w:t>لم</w:t>
      </w:r>
      <w:r>
        <w:rPr>
          <w:rtl/>
        </w:rPr>
        <w:t>لك إلاّ أن يظفر ببيعة الحُسين وعبد الله بن الزُّبير في مقدّمة النّفر الذين أنكروا العهد له في حياة معاوية</w:t>
      </w:r>
      <w:r w:rsidR="008F60AE">
        <w:rPr>
          <w:rtl/>
        </w:rPr>
        <w:t xml:space="preserve"> ...</w:t>
      </w:r>
      <w:r>
        <w:rPr>
          <w:rtl/>
        </w:rPr>
        <w:t xml:space="preserve"> </w:t>
      </w:r>
    </w:p>
    <w:p w:rsidR="002B49A5" w:rsidRDefault="002B49A5" w:rsidP="002B49A5">
      <w:pPr>
        <w:pStyle w:val="libNormal"/>
        <w:rPr>
          <w:rtl/>
        </w:rPr>
      </w:pPr>
      <w:r>
        <w:rPr>
          <w:rtl/>
        </w:rPr>
        <w:t>وكان الوليد بن عقبة بن أبي سفيان والي معاوية يومئذ على المدينة</w:t>
      </w:r>
      <w:r w:rsidR="00364168">
        <w:rPr>
          <w:rtl/>
        </w:rPr>
        <w:t>،</w:t>
      </w:r>
      <w:r>
        <w:rPr>
          <w:rtl/>
        </w:rPr>
        <w:t xml:space="preserve"> فلمّا جاءه كتاب يزيد بنعي أبيه</w:t>
      </w:r>
      <w:r w:rsidR="00364168">
        <w:rPr>
          <w:rtl/>
        </w:rPr>
        <w:t>،</w:t>
      </w:r>
      <w:r>
        <w:rPr>
          <w:rtl/>
        </w:rPr>
        <w:t xml:space="preserve"> وأن يأخذ اُولئك النفر بالبيعة</w:t>
      </w:r>
      <w:r w:rsidR="004C4A93">
        <w:rPr>
          <w:rtl/>
        </w:rPr>
        <w:t xml:space="preserve"> - </w:t>
      </w:r>
      <w:r>
        <w:rPr>
          <w:rtl/>
        </w:rPr>
        <w:t>أخذاً شديداً ليس فيه رخصة</w:t>
      </w:r>
      <w:r w:rsidR="004C4A93">
        <w:rPr>
          <w:rtl/>
        </w:rPr>
        <w:t xml:space="preserve"> - </w:t>
      </w:r>
      <w:r>
        <w:rPr>
          <w:rtl/>
        </w:rPr>
        <w:t>دعا إليه بمروان بن الحكم</w:t>
      </w:r>
      <w:r w:rsidR="00364168">
        <w:rPr>
          <w:rtl/>
        </w:rPr>
        <w:t>،</w:t>
      </w:r>
      <w:r>
        <w:rPr>
          <w:rtl/>
        </w:rPr>
        <w:t xml:space="preserve"> فأشار بمشورته التي جمعت بين الإخلاص وسوء النيّة</w:t>
      </w:r>
      <w:r w:rsidR="008F60AE">
        <w:rPr>
          <w:rtl/>
        </w:rPr>
        <w:t xml:space="preserve"> ...</w:t>
      </w:r>
      <w:r>
        <w:rPr>
          <w:rtl/>
        </w:rPr>
        <w:t xml:space="preserve"> وفحواها</w:t>
      </w:r>
      <w:r w:rsidR="00364168">
        <w:rPr>
          <w:rtl/>
        </w:rPr>
        <w:t>:</w:t>
      </w:r>
      <w:r>
        <w:rPr>
          <w:rtl/>
        </w:rPr>
        <w:t xml:space="preserve"> أن يبعث إلى الحُسين وابن الزُّبير</w:t>
      </w:r>
      <w:r w:rsidR="00364168">
        <w:rPr>
          <w:rtl/>
        </w:rPr>
        <w:t>؛</w:t>
      </w:r>
      <w:r>
        <w:rPr>
          <w:rtl/>
        </w:rPr>
        <w:t xml:space="preserve"> فإن بايعا وإلاّ ضرب عنقيهما</w:t>
      </w:r>
      <w:r w:rsidR="00364168">
        <w:rPr>
          <w:rtl/>
        </w:rPr>
        <w:t>.</w:t>
      </w:r>
    </w:p>
    <w:p w:rsidR="002B49A5" w:rsidRDefault="002B49A5" w:rsidP="002B49A5">
      <w:pPr>
        <w:pStyle w:val="libNormal"/>
        <w:rPr>
          <w:rtl/>
        </w:rPr>
      </w:pPr>
      <w:r>
        <w:rPr>
          <w:rtl/>
        </w:rPr>
        <w:t>وحدث بين الحُسين والوليد ما تقدمت الإشارة إليه في محضر مروان</w:t>
      </w:r>
      <w:r w:rsidR="00364168">
        <w:rPr>
          <w:rtl/>
        </w:rPr>
        <w:t>،</w:t>
      </w:r>
      <w:r>
        <w:rPr>
          <w:rtl/>
        </w:rPr>
        <w:t xml:space="preserve"> إذ عاد الحُسين إلى بيته</w:t>
      </w:r>
      <w:r w:rsidR="008F60AE">
        <w:rPr>
          <w:rtl/>
        </w:rPr>
        <w:t xml:space="preserve"> ...</w:t>
      </w:r>
      <w:r>
        <w:rPr>
          <w:rtl/>
        </w:rPr>
        <w:t xml:space="preserve"> وقد عوّل على ترك المدينة إلى مكّة كما تركها ابن الزُّبير من قبله</w:t>
      </w:r>
      <w:r w:rsidR="008F60AE">
        <w:rPr>
          <w:rtl/>
        </w:rPr>
        <w:t xml:space="preserve"> ...</w:t>
      </w:r>
      <w:r>
        <w:rPr>
          <w:rtl/>
        </w:rPr>
        <w:t xml:space="preserve"> فخرج منها لليلتين بقيتا من شهر رجب سنة ستين للهجرة</w:t>
      </w:r>
      <w:r w:rsidR="00364168">
        <w:rPr>
          <w:rtl/>
        </w:rPr>
        <w:t>،</w:t>
      </w:r>
      <w:r>
        <w:rPr>
          <w:rtl/>
        </w:rPr>
        <w:t xml:space="preserve"> ومعه جلّ أهل بيته وإخوته وبنو أخيه</w:t>
      </w:r>
      <w:r w:rsidR="00364168">
        <w:rPr>
          <w:rtl/>
        </w:rPr>
        <w:t>،</w:t>
      </w:r>
      <w:r>
        <w:rPr>
          <w:rtl/>
        </w:rPr>
        <w:t xml:space="preserve"> ولزم في مسيره إلى مكّة الطريق الأعظم فلم يتنكبه كما فعل ابن الزُّبير</w:t>
      </w:r>
      <w:r w:rsidR="00364168">
        <w:rPr>
          <w:rtl/>
        </w:rPr>
        <w:t>؛</w:t>
      </w:r>
      <w:r>
        <w:rPr>
          <w:rtl/>
        </w:rPr>
        <w:t xml:space="preserve"> مخافة الطلب من ورائه</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فصحّت في الرجلين فراسة معاوية في هذا الأمر الصغير</w:t>
      </w:r>
      <w:r w:rsidR="00364168">
        <w:rPr>
          <w:rtl/>
        </w:rPr>
        <w:t>،</w:t>
      </w:r>
      <w:r>
        <w:rPr>
          <w:rtl/>
        </w:rPr>
        <w:t xml:space="preserve"> كما صحّت في غيره من كبار الاُمور</w:t>
      </w:r>
      <w:r w:rsidR="008F60AE">
        <w:rPr>
          <w:rtl/>
        </w:rPr>
        <w:t xml:space="preserve"> ...</w:t>
      </w:r>
      <w:r>
        <w:rPr>
          <w:rtl/>
        </w:rPr>
        <w:t xml:space="preserve"> </w:t>
      </w:r>
    </w:p>
    <w:p w:rsidR="002B49A5" w:rsidRDefault="002B49A5" w:rsidP="002B49A5">
      <w:pPr>
        <w:pStyle w:val="libNormal"/>
        <w:rPr>
          <w:rtl/>
        </w:rPr>
      </w:pPr>
      <w:r>
        <w:rPr>
          <w:rtl/>
        </w:rPr>
        <w:t>وانصرف النّاس في مكّة إلى الحُسين عن كلّ مطالب بالخلافة غيره ومنهم ابن الزُّبير</w:t>
      </w:r>
      <w:r w:rsidR="00364168">
        <w:rPr>
          <w:rtl/>
        </w:rPr>
        <w:t>.</w:t>
      </w:r>
      <w:r>
        <w:rPr>
          <w:rtl/>
        </w:rPr>
        <w:t xml:space="preserve"> فكان ابن الزُّبير يطوف بالكعبة كلّ يوم ويتردد عليه في صباحه ومسائه</w:t>
      </w:r>
      <w:r w:rsidR="00364168">
        <w:rPr>
          <w:rtl/>
        </w:rPr>
        <w:t>؛</w:t>
      </w:r>
      <w:r>
        <w:rPr>
          <w:rtl/>
        </w:rPr>
        <w:t xml:space="preserve"> يتعرّف رأيه وما نمى إليه من آراء النّاس في الحجاز والعراق وسائر الأقطار الإسلاميّة</w:t>
      </w:r>
      <w:r w:rsidR="00364168">
        <w:rPr>
          <w:rtl/>
        </w:rPr>
        <w:t>.</w:t>
      </w:r>
    </w:p>
    <w:p w:rsidR="002B49A5" w:rsidRDefault="002B49A5" w:rsidP="002B49A5">
      <w:pPr>
        <w:pStyle w:val="libNormal"/>
        <w:rPr>
          <w:rtl/>
        </w:rPr>
      </w:pPr>
      <w:r>
        <w:rPr>
          <w:rtl/>
        </w:rPr>
        <w:t>فلبث الحُسين في مكّة أربعة أشهر على هذه الحال</w:t>
      </w:r>
      <w:r w:rsidR="00364168">
        <w:rPr>
          <w:rtl/>
        </w:rPr>
        <w:t>،</w:t>
      </w:r>
      <w:r>
        <w:rPr>
          <w:rtl/>
        </w:rPr>
        <w:t xml:space="preserve"> يتلقّى بين آونة وآونة دعوات ا</w:t>
      </w:r>
      <w:r w:rsidR="009A226F">
        <w:rPr>
          <w:rtl/>
        </w:rPr>
        <w:t>لم</w:t>
      </w:r>
      <w:r>
        <w:rPr>
          <w:rtl/>
        </w:rPr>
        <w:t>سلمين إلى الظهور وطلب البيعة</w:t>
      </w:r>
      <w:r w:rsidR="00364168">
        <w:rPr>
          <w:rtl/>
        </w:rPr>
        <w:t>،</w:t>
      </w:r>
      <w:r>
        <w:rPr>
          <w:rtl/>
        </w:rPr>
        <w:t xml:space="preserve"> ولا سيّما أهل الكوفة وما جاورها</w:t>
      </w:r>
      <w:r w:rsidR="008F60AE">
        <w:rPr>
          <w:rtl/>
        </w:rPr>
        <w:t xml:space="preserve"> ...</w:t>
      </w:r>
      <w:r>
        <w:rPr>
          <w:rtl/>
        </w:rPr>
        <w:t xml:space="preserve"> فقد كتبوا إليه يقولون</w:t>
      </w:r>
      <w:r w:rsidR="00364168">
        <w:rPr>
          <w:rtl/>
        </w:rPr>
        <w:t>:</w:t>
      </w:r>
      <w:r>
        <w:rPr>
          <w:rtl/>
        </w:rPr>
        <w:t xml:space="preserve"> إنّ هُنالك مئة ألف ينصرونك</w:t>
      </w:r>
      <w:r w:rsidR="00364168">
        <w:rPr>
          <w:rtl/>
        </w:rPr>
        <w:t>.</w:t>
      </w:r>
      <w:r>
        <w:rPr>
          <w:rtl/>
        </w:rPr>
        <w:t xml:space="preserve"> وألحّوا في الكتابة يستعجلونه الظهور</w:t>
      </w:r>
      <w:r w:rsidR="00364168">
        <w:rPr>
          <w:rtl/>
        </w:rPr>
        <w:t>.</w:t>
      </w:r>
    </w:p>
    <w:p w:rsidR="002B49A5" w:rsidRDefault="002B49A5" w:rsidP="002B49A5">
      <w:pPr>
        <w:pStyle w:val="libNormal"/>
        <w:rPr>
          <w:rtl/>
        </w:rPr>
      </w:pPr>
      <w:r w:rsidRPr="002B49A5">
        <w:rPr>
          <w:rtl/>
        </w:rPr>
        <w:t>وتردد الحُسين طوال هذه الأشهر فيما يفعل بهذه الدعوات المتتابعات</w:t>
      </w:r>
      <w:r w:rsidR="00364168">
        <w:rPr>
          <w:rtl/>
        </w:rPr>
        <w:t>،</w:t>
      </w:r>
      <w:r w:rsidRPr="002B49A5">
        <w:rPr>
          <w:rtl/>
        </w:rPr>
        <w:t xml:space="preserve"> فبدا له أن يتمهّل حتّى يتبين جلية القوم ويستطلع طلعهم من قريب</w:t>
      </w:r>
      <w:r w:rsidR="008F60AE">
        <w:rPr>
          <w:rtl/>
        </w:rPr>
        <w:t xml:space="preserve"> ...</w:t>
      </w:r>
      <w:r w:rsidRPr="002B49A5">
        <w:rPr>
          <w:rtl/>
        </w:rPr>
        <w:t xml:space="preserve"> وآثر أن يرسل إليهم ابن عمّه مُسلم بن عقيل بن أبي طالب</w:t>
      </w:r>
      <w:r w:rsidR="00364168">
        <w:rPr>
          <w:rtl/>
        </w:rPr>
        <w:t>؛</w:t>
      </w:r>
      <w:r w:rsidRPr="002B49A5">
        <w:rPr>
          <w:rtl/>
        </w:rPr>
        <w:t xml:space="preserve"> يُمهد له طريق البيعة إن رأى فيها محلاًّ لتمهيد</w:t>
      </w:r>
      <w:r w:rsidR="00364168">
        <w:rPr>
          <w:rtl/>
        </w:rPr>
        <w:t>،</w:t>
      </w:r>
      <w:r w:rsidRPr="002B49A5">
        <w:rPr>
          <w:rtl/>
        </w:rPr>
        <w:t xml:space="preserve"> وكتب إلى رؤساء أهل الكوفة قبل ذلك كتاباً يقول فيه</w:t>
      </w:r>
      <w:r w:rsidR="00364168">
        <w:rPr>
          <w:rtl/>
        </w:rPr>
        <w:t>:</w:t>
      </w:r>
      <w:r w:rsidRPr="002B49A5">
        <w:rPr>
          <w:rtl/>
        </w:rPr>
        <w:t xml:space="preserve"> </w:t>
      </w:r>
      <w:r w:rsidRPr="002B49A5">
        <w:rPr>
          <w:rStyle w:val="libBold2Char"/>
          <w:rtl/>
        </w:rPr>
        <w:t>(( أمّا بعد</w:t>
      </w:r>
      <w:r w:rsidR="00364168">
        <w:rPr>
          <w:rStyle w:val="libBold2Char"/>
          <w:rtl/>
        </w:rPr>
        <w:t>،</w:t>
      </w:r>
      <w:r w:rsidRPr="002B49A5">
        <w:rPr>
          <w:rStyle w:val="libBold2Char"/>
          <w:rtl/>
        </w:rPr>
        <w:t xml:space="preserve"> فقد أتتني كتبكم وفهمت ما ذكرتم من محبّتكم لقدومي عليكم</w:t>
      </w:r>
      <w:r w:rsidR="00364168">
        <w:rPr>
          <w:rStyle w:val="libBold2Char"/>
          <w:rtl/>
        </w:rPr>
        <w:t>،</w:t>
      </w:r>
      <w:r w:rsidRPr="002B49A5">
        <w:rPr>
          <w:rStyle w:val="libBold2Char"/>
          <w:rtl/>
        </w:rPr>
        <w:t xml:space="preserve"> وقد بعثت إليكم أخي وابن عمّي وثقتي من أهل بيتي مُسلم بن عقيل</w:t>
      </w:r>
      <w:r w:rsidR="00364168">
        <w:rPr>
          <w:rStyle w:val="libBold2Char"/>
          <w:rtl/>
        </w:rPr>
        <w:t>،</w:t>
      </w:r>
      <w:r w:rsidRPr="002B49A5">
        <w:rPr>
          <w:rStyle w:val="libBold2Char"/>
          <w:rtl/>
        </w:rPr>
        <w:t xml:space="preserve"> وأمرته أن يكتب إليّ بحالكم وأمركم ورأيكم</w:t>
      </w:r>
      <w:r w:rsidR="008F60AE">
        <w:rPr>
          <w:rStyle w:val="libBold2Char"/>
          <w:rtl/>
        </w:rPr>
        <w:t xml:space="preserve"> ...</w:t>
      </w:r>
      <w:r w:rsidRPr="002B49A5">
        <w:rPr>
          <w:rStyle w:val="libBold2Char"/>
          <w:rtl/>
        </w:rPr>
        <w:t xml:space="preserve"> </w:t>
      </w:r>
    </w:p>
    <w:p w:rsidR="002B49A5" w:rsidRDefault="002B49A5" w:rsidP="002B49A5">
      <w:pPr>
        <w:pStyle w:val="libNormal"/>
      </w:pPr>
      <w:r>
        <w:rPr>
          <w:rtl/>
        </w:rPr>
        <w:br w:type="page"/>
      </w:r>
    </w:p>
    <w:p w:rsidR="002B49A5" w:rsidRPr="00D444F9" w:rsidRDefault="002B49A5" w:rsidP="00D444F9">
      <w:pPr>
        <w:pStyle w:val="libNormal0"/>
        <w:rPr>
          <w:rtl/>
        </w:rPr>
      </w:pPr>
      <w:r w:rsidRPr="00D444F9">
        <w:rPr>
          <w:rStyle w:val="libBold2Char"/>
          <w:rtl/>
        </w:rPr>
        <w:lastRenderedPageBreak/>
        <w:t>فإن كتب إليّ أنّه قد أجمع رأي ملئكم وذوي الفضل والحجى منكم على مثل ما قدمت عليّ به رسلكم وقرأت في كتبكم</w:t>
      </w:r>
      <w:r w:rsidR="00364168" w:rsidRPr="00D444F9">
        <w:rPr>
          <w:rStyle w:val="libBold2Char"/>
          <w:rtl/>
        </w:rPr>
        <w:t>،</w:t>
      </w:r>
      <w:r w:rsidRPr="00D444F9">
        <w:rPr>
          <w:rStyle w:val="libBold2Char"/>
          <w:rtl/>
        </w:rPr>
        <w:t xml:space="preserve"> أقدم عليكم وشيكاً إنشاء الله</w:t>
      </w:r>
      <w:r w:rsidR="00364168" w:rsidRPr="00D444F9">
        <w:rPr>
          <w:rStyle w:val="libBold2Char"/>
          <w:rtl/>
        </w:rPr>
        <w:t>؛</w:t>
      </w:r>
      <w:r w:rsidRPr="00D444F9">
        <w:rPr>
          <w:rStyle w:val="libBold2Char"/>
          <w:rtl/>
        </w:rPr>
        <w:t xml:space="preserve"> فلَعمري ما الإمام إلاّ العامل بالكتاب</w:t>
      </w:r>
      <w:r w:rsidR="00364168" w:rsidRPr="00D444F9">
        <w:rPr>
          <w:rStyle w:val="libBold2Char"/>
          <w:rtl/>
        </w:rPr>
        <w:t>،</w:t>
      </w:r>
      <w:r w:rsidRPr="00D444F9">
        <w:rPr>
          <w:rStyle w:val="libBold2Char"/>
          <w:rtl/>
        </w:rPr>
        <w:t xml:space="preserve"> والآخذ بالقسط</w:t>
      </w:r>
      <w:r w:rsidR="00364168" w:rsidRPr="00D444F9">
        <w:rPr>
          <w:rStyle w:val="libBold2Char"/>
          <w:rtl/>
        </w:rPr>
        <w:t>،</w:t>
      </w:r>
      <w:r w:rsidRPr="00D444F9">
        <w:rPr>
          <w:rStyle w:val="libBold2Char"/>
          <w:rtl/>
        </w:rPr>
        <w:t xml:space="preserve"> والدائن بالحقّ</w:t>
      </w:r>
      <w:r w:rsidR="00364168" w:rsidRPr="00D444F9">
        <w:rPr>
          <w:rStyle w:val="libBold2Char"/>
          <w:rtl/>
        </w:rPr>
        <w:t>،</w:t>
      </w:r>
      <w:r w:rsidRPr="00D444F9">
        <w:rPr>
          <w:rStyle w:val="libBold2Char"/>
          <w:rtl/>
        </w:rPr>
        <w:t xml:space="preserve"> والحابس نفسه على ذات الله</w:t>
      </w:r>
      <w:r w:rsidR="00364168" w:rsidRPr="00D444F9">
        <w:rPr>
          <w:rStyle w:val="libBold2Char"/>
          <w:rtl/>
        </w:rPr>
        <w:t>،</w:t>
      </w:r>
      <w:r w:rsidRPr="00D444F9">
        <w:rPr>
          <w:rStyle w:val="libBold2Char"/>
          <w:rtl/>
        </w:rPr>
        <w:t xml:space="preserve"> والسّلام ))</w:t>
      </w:r>
      <w:r w:rsidR="00364168" w:rsidRPr="00D444F9">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ثمّ بلغ الحُسين أنّ مسلماً قد نزل الكوفة</w:t>
      </w:r>
      <w:r w:rsidR="00364168">
        <w:rPr>
          <w:rtl/>
        </w:rPr>
        <w:t>،</w:t>
      </w:r>
      <w:r>
        <w:rPr>
          <w:rtl/>
        </w:rPr>
        <w:t xml:space="preserve"> فاجتمع على بيعته للحُسين اثنا عشر ألفاً</w:t>
      </w:r>
      <w:r w:rsidR="00364168">
        <w:rPr>
          <w:rtl/>
        </w:rPr>
        <w:t>،</w:t>
      </w:r>
      <w:r>
        <w:rPr>
          <w:rtl/>
        </w:rPr>
        <w:t xml:space="preserve"> وقيل ثمانية عشر ألفاً</w:t>
      </w:r>
      <w:r w:rsidR="00364168">
        <w:rPr>
          <w:rtl/>
        </w:rPr>
        <w:t>،</w:t>
      </w:r>
      <w:r>
        <w:rPr>
          <w:rtl/>
        </w:rPr>
        <w:t xml:space="preserve"> فرأى أن يُبادر إليه قبل أن يتفرّق هذا الشمل ويطول عليهم عهد الانتظار والمراجعة</w:t>
      </w:r>
      <w:r w:rsidR="00364168">
        <w:rPr>
          <w:rtl/>
        </w:rPr>
        <w:t>،</w:t>
      </w:r>
      <w:r>
        <w:rPr>
          <w:rtl/>
        </w:rPr>
        <w:t xml:space="preserve"> فظهر عزمه هذا لمشيريه من خاصّته وأهل بيته</w:t>
      </w:r>
      <w:r w:rsidR="00364168">
        <w:rPr>
          <w:rtl/>
        </w:rPr>
        <w:t>،</w:t>
      </w:r>
      <w:r>
        <w:rPr>
          <w:rtl/>
        </w:rPr>
        <w:t xml:space="preserve"> فاختلفوا في مشورتهم عليه بين موافق ومثبط وناصح بالمسير إلى جهة غير جهة العراق</w:t>
      </w:r>
      <w:r w:rsidR="00364168">
        <w:rPr>
          <w:rtl/>
        </w:rPr>
        <w:t>.</w:t>
      </w:r>
    </w:p>
    <w:p w:rsidR="002B49A5" w:rsidRDefault="002B49A5" w:rsidP="002B49A5">
      <w:pPr>
        <w:pStyle w:val="libNormal"/>
        <w:rPr>
          <w:rtl/>
        </w:rPr>
      </w:pPr>
      <w:r>
        <w:rPr>
          <w:rtl/>
        </w:rPr>
        <w:t>كان أخوه مُحمّد بن الحنفيّة يرى</w:t>
      </w:r>
      <w:r w:rsidR="004C4A93">
        <w:rPr>
          <w:rtl/>
        </w:rPr>
        <w:t xml:space="preserve"> - </w:t>
      </w:r>
      <w:r>
        <w:rPr>
          <w:rtl/>
        </w:rPr>
        <w:t>وهو بعد في المدينة</w:t>
      </w:r>
      <w:r w:rsidR="004C4A93">
        <w:rPr>
          <w:rtl/>
        </w:rPr>
        <w:t xml:space="preserve"> - </w:t>
      </w:r>
      <w:r>
        <w:rPr>
          <w:rtl/>
        </w:rPr>
        <w:t>أن يبعث رسله إلى الأمصار ويدعوهم إلى مبايعته قبل قتال يزيد</w:t>
      </w:r>
      <w:r w:rsidR="00364168">
        <w:rPr>
          <w:rtl/>
        </w:rPr>
        <w:t>،</w:t>
      </w:r>
      <w:r>
        <w:rPr>
          <w:rtl/>
        </w:rPr>
        <w:t xml:space="preserve"> فإن أجمعوا على بيعته فذاك</w:t>
      </w:r>
      <w:r w:rsidR="00364168">
        <w:rPr>
          <w:rtl/>
        </w:rPr>
        <w:t>،</w:t>
      </w:r>
      <w:r>
        <w:rPr>
          <w:rtl/>
        </w:rPr>
        <w:t xml:space="preserve"> وإن اجتمع رأيهم على غيره لم ينقض الله بذلك دينه ولا عقله</w:t>
      </w:r>
      <w:r w:rsidR="008F60AE">
        <w:rPr>
          <w:rtl/>
        </w:rPr>
        <w:t xml:space="preserve"> ...</w:t>
      </w:r>
      <w:r>
        <w:rPr>
          <w:rtl/>
        </w:rPr>
        <w:t xml:space="preserve"> </w:t>
      </w:r>
    </w:p>
    <w:p w:rsidR="002B49A5" w:rsidRDefault="002B49A5" w:rsidP="002B49A5">
      <w:pPr>
        <w:pStyle w:val="libNormal"/>
        <w:rPr>
          <w:rtl/>
        </w:rPr>
      </w:pPr>
      <w:r>
        <w:rPr>
          <w:rtl/>
        </w:rPr>
        <w:t>وكان عبد الله بن الزُّبير يقول له</w:t>
      </w:r>
      <w:r w:rsidR="00364168">
        <w:rPr>
          <w:rtl/>
        </w:rPr>
        <w:t>:</w:t>
      </w:r>
      <w:r>
        <w:rPr>
          <w:rtl/>
        </w:rPr>
        <w:t xml:space="preserve"> إن شئت أن تقيم بالحجاز آزرناك ونصحنا لك وبايعناك</w:t>
      </w:r>
      <w:r w:rsidR="00364168">
        <w:rPr>
          <w:rtl/>
        </w:rPr>
        <w:t>،</w:t>
      </w:r>
      <w:r>
        <w:rPr>
          <w:rtl/>
        </w:rPr>
        <w:t xml:space="preserve"> وإن لم تشأ البيعة بالحجاز توليني أنا البيعة فتطاع ولا تعصى</w:t>
      </w:r>
      <w:r w:rsidR="00364168">
        <w:rPr>
          <w:rtl/>
        </w:rPr>
        <w:t>.</w:t>
      </w:r>
    </w:p>
    <w:p w:rsidR="002B49A5" w:rsidRDefault="002B49A5" w:rsidP="002B49A5">
      <w:pPr>
        <w:pStyle w:val="libNormal"/>
        <w:rPr>
          <w:rtl/>
        </w:rPr>
      </w:pPr>
      <w:r>
        <w:rPr>
          <w:rtl/>
        </w:rPr>
        <w:t>ويزعم كثير من المؤرّخين</w:t>
      </w:r>
      <w:r w:rsidR="00364168">
        <w:rPr>
          <w:rtl/>
        </w:rPr>
        <w:t>:</w:t>
      </w:r>
      <w:r>
        <w:rPr>
          <w:rtl/>
        </w:rPr>
        <w:t xml:space="preserve"> أنّ ابن الزُّبير كان متّهم النّصيحة للحُسين</w:t>
      </w:r>
      <w:r w:rsidR="00364168">
        <w:rPr>
          <w:rtl/>
        </w:rPr>
        <w:t>،</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ومن هؤلاء المؤرّخين أبو الفرج الأصبهاني</w:t>
      </w:r>
      <w:r w:rsidR="00364168">
        <w:rPr>
          <w:rtl/>
        </w:rPr>
        <w:t>،</w:t>
      </w:r>
      <w:r>
        <w:rPr>
          <w:rtl/>
        </w:rPr>
        <w:t xml:space="preserve"> قال</w:t>
      </w:r>
      <w:r w:rsidR="00364168">
        <w:rPr>
          <w:rtl/>
        </w:rPr>
        <w:t>:</w:t>
      </w:r>
      <w:r>
        <w:rPr>
          <w:rtl/>
        </w:rPr>
        <w:t xml:space="preserve"> إنّ عبد الله بن الزُّبير لم يكن شيء أثقل عليه من مكان الحُسين بالحجاز</w:t>
      </w:r>
      <w:r w:rsidR="008F60AE">
        <w:rPr>
          <w:rtl/>
        </w:rPr>
        <w:t xml:space="preserve"> ...</w:t>
      </w:r>
      <w:r>
        <w:rPr>
          <w:rtl/>
        </w:rPr>
        <w:t xml:space="preserve"> ولا أحبّ إليه من خروجه إلى العراق طمعاً في الوثوب بالحجاز</w:t>
      </w:r>
      <w:r w:rsidR="008F60AE">
        <w:rPr>
          <w:rtl/>
        </w:rPr>
        <w:t xml:space="preserve"> ...</w:t>
      </w:r>
      <w:r>
        <w:rPr>
          <w:rtl/>
        </w:rPr>
        <w:t xml:space="preserve"> لأنّ ذلك لا يتمّ له إلاّ بعد خروج الحُسين</w:t>
      </w:r>
      <w:r w:rsidR="00364168">
        <w:rPr>
          <w:rtl/>
        </w:rPr>
        <w:t>،</w:t>
      </w:r>
      <w:r>
        <w:rPr>
          <w:rtl/>
        </w:rPr>
        <w:t xml:space="preserve"> فلقيه وقال له</w:t>
      </w:r>
      <w:r w:rsidR="00364168">
        <w:rPr>
          <w:rtl/>
        </w:rPr>
        <w:t>:</w:t>
      </w:r>
      <w:r>
        <w:rPr>
          <w:rtl/>
        </w:rPr>
        <w:t xml:space="preserve"> على أي شيء عزمت يا أبا عبد الله</w:t>
      </w:r>
      <w:r w:rsidR="00364168">
        <w:rPr>
          <w:rtl/>
        </w:rPr>
        <w:t>؟</w:t>
      </w:r>
      <w:r>
        <w:rPr>
          <w:rtl/>
        </w:rPr>
        <w:t xml:space="preserve"> </w:t>
      </w:r>
    </w:p>
    <w:p w:rsidR="002B49A5" w:rsidRDefault="002B49A5" w:rsidP="002B49A5">
      <w:pPr>
        <w:pStyle w:val="libNormal"/>
        <w:rPr>
          <w:rtl/>
        </w:rPr>
      </w:pPr>
      <w:r>
        <w:rPr>
          <w:rtl/>
        </w:rPr>
        <w:t>فأخبره برأيه في إتيان الكوفة وأعلمه بما كتب به مُسلم بن عقيل</w:t>
      </w:r>
      <w:r w:rsidR="00364168">
        <w:rPr>
          <w:rtl/>
        </w:rPr>
        <w:t>،</w:t>
      </w:r>
      <w:r>
        <w:rPr>
          <w:rtl/>
        </w:rPr>
        <w:t xml:space="preserve"> فقال الزُّبير</w:t>
      </w:r>
      <w:r w:rsidR="00364168">
        <w:rPr>
          <w:rtl/>
        </w:rPr>
        <w:t>:</w:t>
      </w:r>
      <w:r>
        <w:rPr>
          <w:rtl/>
        </w:rPr>
        <w:t xml:space="preserve"> فما يحبسك</w:t>
      </w:r>
      <w:r w:rsidR="00364168">
        <w:rPr>
          <w:rtl/>
        </w:rPr>
        <w:t>؟..</w:t>
      </w:r>
      <w:r>
        <w:rPr>
          <w:rtl/>
        </w:rPr>
        <w:t xml:space="preserve"> فو الله لو كان لي مثل شيعتك بالعراق ما تلومت في شيء</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sidRPr="002B49A5">
        <w:rPr>
          <w:rtl/>
        </w:rPr>
        <w:t>ولعلّ أنصح النّاس له في هذه المسألة كان عبد الله بن عبّاس</w:t>
      </w:r>
      <w:r w:rsidR="00364168">
        <w:rPr>
          <w:rtl/>
        </w:rPr>
        <w:t>؛</w:t>
      </w:r>
      <w:r w:rsidRPr="002B49A5">
        <w:rPr>
          <w:rtl/>
        </w:rPr>
        <w:t xml:space="preserve"> لما بينهما من القرابة وما عرف به ابن عبّاس من الدهاء</w:t>
      </w:r>
      <w:r w:rsidR="008F60AE">
        <w:rPr>
          <w:rtl/>
        </w:rPr>
        <w:t xml:space="preserve"> ...</w:t>
      </w:r>
      <w:r w:rsidRPr="002B49A5">
        <w:rPr>
          <w:rtl/>
        </w:rPr>
        <w:t xml:space="preserve"> سأله</w:t>
      </w:r>
      <w:r w:rsidR="00364168">
        <w:rPr>
          <w:rtl/>
        </w:rPr>
        <w:t>:</w:t>
      </w:r>
      <w:r w:rsidRPr="002B49A5">
        <w:rPr>
          <w:rtl/>
        </w:rPr>
        <w:t xml:space="preserve"> إنّ النّاس أرجفوا أنّك سائر إلى العراق</w:t>
      </w:r>
      <w:r w:rsidR="00364168">
        <w:rPr>
          <w:rtl/>
        </w:rPr>
        <w:t>،</w:t>
      </w:r>
      <w:r w:rsidRPr="002B49A5">
        <w:rPr>
          <w:rtl/>
        </w:rPr>
        <w:t xml:space="preserve"> فما أنت صانع</w:t>
      </w:r>
      <w:r w:rsidR="00364168">
        <w:rPr>
          <w:rtl/>
        </w:rPr>
        <w:t>؟</w:t>
      </w:r>
      <w:r w:rsidRPr="002B49A5">
        <w:rPr>
          <w:rtl/>
        </w:rPr>
        <w:t xml:space="preserve"> قال</w:t>
      </w:r>
      <w:r w:rsidR="00364168">
        <w:rPr>
          <w:rtl/>
        </w:rPr>
        <w:t>:</w:t>
      </w:r>
      <w:r w:rsidRPr="002B49A5">
        <w:rPr>
          <w:rtl/>
        </w:rPr>
        <w:t xml:space="preserve"> </w:t>
      </w:r>
      <w:r w:rsidRPr="002B49A5">
        <w:rPr>
          <w:rStyle w:val="libBold2Char"/>
          <w:rtl/>
        </w:rPr>
        <w:t>(( قد أجمعت السير في أحد يوميّ هذين ))</w:t>
      </w:r>
      <w:r w:rsidR="00364168">
        <w:rPr>
          <w:rStyle w:val="libBold2Char"/>
          <w:rtl/>
        </w:rPr>
        <w:t>.</w:t>
      </w:r>
    </w:p>
    <w:p w:rsidR="002B49A5" w:rsidRDefault="002B49A5" w:rsidP="002B49A5">
      <w:pPr>
        <w:pStyle w:val="libNormal"/>
        <w:rPr>
          <w:rtl/>
        </w:rPr>
      </w:pPr>
      <w:r>
        <w:rPr>
          <w:rtl/>
        </w:rPr>
        <w:t>فأعاذه ابن عبّاس بالله من ذلك</w:t>
      </w:r>
      <w:r w:rsidR="00364168">
        <w:rPr>
          <w:rtl/>
        </w:rPr>
        <w:t>،</w:t>
      </w:r>
      <w:r>
        <w:rPr>
          <w:rtl/>
        </w:rPr>
        <w:t xml:space="preserve"> وقال له</w:t>
      </w:r>
      <w:r w:rsidR="00364168">
        <w:rPr>
          <w:rtl/>
        </w:rPr>
        <w:t>:</w:t>
      </w:r>
      <w:r>
        <w:rPr>
          <w:rtl/>
        </w:rPr>
        <w:t xml:space="preserve"> إنّي أتخوّف عليك في هذا الوجه الهلاك</w:t>
      </w:r>
      <w:r w:rsidR="00364168">
        <w:rPr>
          <w:rtl/>
        </w:rPr>
        <w:t>،</w:t>
      </w:r>
      <w:r>
        <w:rPr>
          <w:rtl/>
        </w:rPr>
        <w:t xml:space="preserve"> إنّ أهل العراق قوم غدر</w:t>
      </w:r>
      <w:r w:rsidR="00364168">
        <w:rPr>
          <w:rtl/>
        </w:rPr>
        <w:t>،</w:t>
      </w:r>
      <w:r>
        <w:rPr>
          <w:rtl/>
        </w:rPr>
        <w:t xml:space="preserve"> أقم بهذا البلد فإنّك سيّد أهل الحجاز</w:t>
      </w:r>
      <w:r w:rsidR="00364168">
        <w:rPr>
          <w:rtl/>
        </w:rPr>
        <w:t>،</w:t>
      </w:r>
      <w:r>
        <w:rPr>
          <w:rtl/>
        </w:rPr>
        <w:t xml:space="preserve"> فإن كان أهل العراق يريدونك كما زعموا</w:t>
      </w:r>
      <w:r w:rsidR="00364168">
        <w:rPr>
          <w:rtl/>
        </w:rPr>
        <w:t>،</w:t>
      </w:r>
      <w:r>
        <w:rPr>
          <w:rtl/>
        </w:rPr>
        <w:t xml:space="preserve"> فلينفوا عدوهم ثمّ أقدم عليهم</w:t>
      </w:r>
      <w:r w:rsidR="00364168">
        <w:rPr>
          <w:rtl/>
        </w:rPr>
        <w:t>،</w:t>
      </w:r>
      <w:r>
        <w:rPr>
          <w:rtl/>
        </w:rPr>
        <w:t xml:space="preserve"> فإن أبيت إلاّ أن تخرج</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فسر إلى اليمن</w:t>
      </w:r>
      <w:r w:rsidR="00364168">
        <w:rPr>
          <w:rtl/>
        </w:rPr>
        <w:t>؛</w:t>
      </w:r>
      <w:r>
        <w:rPr>
          <w:rtl/>
        </w:rPr>
        <w:t xml:space="preserve"> فإنّ بها حصوناً وشعاباً ولأبيك بها شيعة</w:t>
      </w:r>
      <w:r w:rsidR="00364168">
        <w:rPr>
          <w:rtl/>
        </w:rPr>
        <w:t>.</w:t>
      </w:r>
      <w:r>
        <w:rPr>
          <w:rtl/>
        </w:rPr>
        <w:t xml:space="preserve"> </w:t>
      </w:r>
    </w:p>
    <w:p w:rsidR="002B49A5" w:rsidRDefault="002B49A5" w:rsidP="002B49A5">
      <w:pPr>
        <w:pStyle w:val="libNormal"/>
        <w:rPr>
          <w:rtl/>
        </w:rPr>
      </w:pPr>
      <w:r w:rsidRPr="002B49A5">
        <w:rPr>
          <w:rtl/>
        </w:rPr>
        <w:t>فقال له الحُسين</w:t>
      </w:r>
      <w:r w:rsidR="00364168">
        <w:rPr>
          <w:rtl/>
        </w:rPr>
        <w:t>:</w:t>
      </w:r>
      <w:r w:rsidRPr="002B49A5">
        <w:rPr>
          <w:rtl/>
        </w:rPr>
        <w:t xml:space="preserve"> </w:t>
      </w:r>
      <w:r w:rsidRPr="002B49A5">
        <w:rPr>
          <w:rStyle w:val="libBold2Char"/>
          <w:rtl/>
        </w:rPr>
        <w:t>(( يابن عم</w:t>
      </w:r>
      <w:r w:rsidR="00364168">
        <w:rPr>
          <w:rStyle w:val="libBold2Char"/>
          <w:rtl/>
        </w:rPr>
        <w:t>،</w:t>
      </w:r>
      <w:r w:rsidRPr="002B49A5">
        <w:rPr>
          <w:rStyle w:val="libBold2Char"/>
          <w:rtl/>
        </w:rPr>
        <w:t xml:space="preserve"> إنّي أعلم أنّك ناصح مشفق</w:t>
      </w:r>
      <w:r w:rsidR="00364168">
        <w:rPr>
          <w:rStyle w:val="libBold2Char"/>
          <w:rtl/>
        </w:rPr>
        <w:t>،</w:t>
      </w:r>
      <w:r w:rsidRPr="002B49A5">
        <w:rPr>
          <w:rStyle w:val="libBold2Char"/>
          <w:rtl/>
        </w:rPr>
        <w:t xml:space="preserve"> ولكنّي قد أزمعت وأجمعت على المسير ))</w:t>
      </w:r>
      <w:r w:rsidR="00364168">
        <w:rPr>
          <w:rStyle w:val="libBold2Char"/>
          <w:rtl/>
        </w:rPr>
        <w:t>.</w:t>
      </w:r>
      <w:r w:rsidRPr="002B49A5">
        <w:rPr>
          <w:rStyle w:val="libBold2Char"/>
          <w:rtl/>
        </w:rPr>
        <w:t xml:space="preserve"> </w:t>
      </w:r>
    </w:p>
    <w:p w:rsidR="002B49A5" w:rsidRDefault="002B49A5" w:rsidP="002B49A5">
      <w:pPr>
        <w:pStyle w:val="libNormal"/>
        <w:rPr>
          <w:rtl/>
        </w:rPr>
      </w:pPr>
      <w:r>
        <w:rPr>
          <w:rtl/>
        </w:rPr>
        <w:t>قال ابن عبّاس</w:t>
      </w:r>
      <w:r w:rsidR="00364168">
        <w:rPr>
          <w:rtl/>
        </w:rPr>
        <w:t>:</w:t>
      </w:r>
      <w:r>
        <w:rPr>
          <w:rtl/>
        </w:rPr>
        <w:t xml:space="preserve"> إن كنت لا بدّ فاعلاً</w:t>
      </w:r>
      <w:r w:rsidR="00364168">
        <w:rPr>
          <w:rtl/>
        </w:rPr>
        <w:t>،</w:t>
      </w:r>
      <w:r>
        <w:rPr>
          <w:rtl/>
        </w:rPr>
        <w:t xml:space="preserve"> فلا تخرج أحداً من ولدك ولا حرمك ولا نسائك</w:t>
      </w:r>
      <w:r w:rsidR="00364168">
        <w:rPr>
          <w:rtl/>
        </w:rPr>
        <w:t>،</w:t>
      </w:r>
      <w:r>
        <w:rPr>
          <w:rtl/>
        </w:rPr>
        <w:t xml:space="preserve"> فخليق أن تقتل وهم ينظرون إليك كما قُتل ابن عفان</w:t>
      </w:r>
      <w:r w:rsidR="00364168">
        <w:rPr>
          <w:rtl/>
        </w:rPr>
        <w:t>.</w:t>
      </w:r>
    </w:p>
    <w:p w:rsidR="002B49A5" w:rsidRPr="00D444F9" w:rsidRDefault="002B49A5" w:rsidP="00D444F9">
      <w:pPr>
        <w:pStyle w:val="Heading2"/>
        <w:rPr>
          <w:rtl/>
        </w:rPr>
      </w:pPr>
      <w:bookmarkStart w:id="54" w:name="السفر_إلى_العراق"/>
      <w:bookmarkStart w:id="55" w:name="_Toc374273681"/>
      <w:bookmarkStart w:id="56" w:name="_Toc374273983"/>
      <w:bookmarkEnd w:id="54"/>
      <w:r w:rsidRPr="00D444F9">
        <w:rPr>
          <w:rtl/>
        </w:rPr>
        <w:t>السفر إلى العراق</w:t>
      </w:r>
      <w:r w:rsidR="00364168" w:rsidRPr="00D444F9">
        <w:rPr>
          <w:rtl/>
        </w:rPr>
        <w:t>:</w:t>
      </w:r>
      <w:bookmarkEnd w:id="55"/>
      <w:bookmarkEnd w:id="56"/>
    </w:p>
    <w:p w:rsidR="002B49A5" w:rsidRDefault="002B49A5" w:rsidP="002B49A5">
      <w:pPr>
        <w:pStyle w:val="libNormal"/>
        <w:rPr>
          <w:rtl/>
        </w:rPr>
      </w:pPr>
      <w:r>
        <w:rPr>
          <w:rtl/>
        </w:rPr>
        <w:t>وخرج في الثامن من ذي الحجّة لا ينتظر العيد بمكّة</w:t>
      </w:r>
      <w:r w:rsidR="00364168">
        <w:rPr>
          <w:rtl/>
        </w:rPr>
        <w:t>؛</w:t>
      </w:r>
      <w:r>
        <w:rPr>
          <w:rtl/>
        </w:rPr>
        <w:t xml:space="preserve"> لأنّ أخبار البيعة بالكوفة حفّزته إلى التعجيل بالسفر قبل فوات الأوان</w:t>
      </w:r>
      <w:r w:rsidR="008F60AE">
        <w:rPr>
          <w:rtl/>
        </w:rPr>
        <w:t xml:space="preserve"> ...</w:t>
      </w:r>
      <w:r>
        <w:rPr>
          <w:rtl/>
        </w:rPr>
        <w:t xml:space="preserve"> وكان مُسلم بن عقيل قد نزل بالكوفة</w:t>
      </w:r>
      <w:r w:rsidR="00364168">
        <w:rPr>
          <w:rtl/>
        </w:rPr>
        <w:t>،</w:t>
      </w:r>
      <w:r>
        <w:rPr>
          <w:rtl/>
        </w:rPr>
        <w:t xml:space="preserve"> فأقبل عليه النّاس ألوفاً ألوفا يبايعون الحُسين على يديه</w:t>
      </w:r>
      <w:r w:rsidR="008F60AE">
        <w:rPr>
          <w:rtl/>
        </w:rPr>
        <w:t xml:space="preserve"> ...</w:t>
      </w:r>
      <w:r>
        <w:rPr>
          <w:rtl/>
        </w:rPr>
        <w:t xml:space="preserve"> وبلغوا ثمانية عشر ألفاً في تقدير ابن كثير</w:t>
      </w:r>
      <w:r w:rsidR="00364168">
        <w:rPr>
          <w:rtl/>
        </w:rPr>
        <w:t>،</w:t>
      </w:r>
      <w:r>
        <w:rPr>
          <w:rtl/>
        </w:rPr>
        <w:t xml:space="preserve"> وثلاثين ألفاً في تقدير ابن قتيبة</w:t>
      </w:r>
      <w:r w:rsidR="00364168">
        <w:rPr>
          <w:rtl/>
        </w:rPr>
        <w:t>.</w:t>
      </w:r>
    </w:p>
    <w:p w:rsidR="002B49A5" w:rsidRDefault="002B49A5" w:rsidP="002B49A5">
      <w:pPr>
        <w:pStyle w:val="libNormal"/>
        <w:rPr>
          <w:rtl/>
        </w:rPr>
      </w:pPr>
      <w:r>
        <w:rPr>
          <w:rtl/>
        </w:rPr>
        <w:t>وهال الأمر النّعمان بن بشير</w:t>
      </w:r>
      <w:r w:rsidR="004C4A93">
        <w:rPr>
          <w:rtl/>
        </w:rPr>
        <w:t xml:space="preserve"> - </w:t>
      </w:r>
      <w:r>
        <w:rPr>
          <w:rtl/>
        </w:rPr>
        <w:t>والي الكوفة</w:t>
      </w:r>
      <w:r w:rsidR="004C4A93">
        <w:rPr>
          <w:rtl/>
        </w:rPr>
        <w:t xml:space="preserve"> - </w:t>
      </w:r>
      <w:r>
        <w:rPr>
          <w:rtl/>
        </w:rPr>
        <w:t>فحار فيما يصنع بمُسلم وأتباعه وهُم يزدادون يوماً بعد يوم</w:t>
      </w:r>
      <w:r w:rsidR="00364168">
        <w:rPr>
          <w:rtl/>
        </w:rPr>
        <w:t>،</w:t>
      </w:r>
      <w:r>
        <w:rPr>
          <w:rtl/>
        </w:rPr>
        <w:t xml:space="preserve"> فصعد المنبر وخطب النّاس مُعلناً</w:t>
      </w:r>
    </w:p>
    <w:p w:rsidR="002B49A5" w:rsidRDefault="002B49A5" w:rsidP="002B49A5">
      <w:pPr>
        <w:pStyle w:val="libNormal"/>
      </w:pPr>
      <w:r>
        <w:rPr>
          <w:rtl/>
        </w:rPr>
        <w:br w:type="page"/>
      </w:r>
    </w:p>
    <w:p w:rsidR="002B49A5" w:rsidRDefault="002B49A5" w:rsidP="00D444F9">
      <w:pPr>
        <w:pStyle w:val="libNormal0"/>
        <w:rPr>
          <w:rtl/>
        </w:rPr>
      </w:pPr>
      <w:r>
        <w:rPr>
          <w:rtl/>
        </w:rPr>
        <w:lastRenderedPageBreak/>
        <w:t>أنّه لا يُقاتل إلاّ مَن قاتله ولا يثب إلاّ على مَن وثب عليه</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وتسابق أنصار بني اُميّة إلى يزيد ينقلون إليه ما يجري بالكوفة</w:t>
      </w:r>
      <w:r w:rsidR="00364168">
        <w:rPr>
          <w:rtl/>
        </w:rPr>
        <w:t>،</w:t>
      </w:r>
      <w:r>
        <w:rPr>
          <w:rtl/>
        </w:rPr>
        <w:t xml:space="preserve"> فأشار عليه سرجون الرّومي مولى أبيه أن يعزل النّعمان ويولي الكوفة عبيد الله بن زياد</w:t>
      </w:r>
      <w:r w:rsidR="00364168">
        <w:rPr>
          <w:rtl/>
        </w:rPr>
        <w:t>،</w:t>
      </w:r>
      <w:r>
        <w:rPr>
          <w:rtl/>
        </w:rPr>
        <w:t xml:space="preserve"> مضمومة إلى البصرة التي كان يتولاها في ذلك الحين</w:t>
      </w:r>
      <w:r w:rsidR="00364168">
        <w:rPr>
          <w:rtl/>
        </w:rPr>
        <w:t>.</w:t>
      </w:r>
    </w:p>
    <w:p w:rsidR="002B49A5" w:rsidRDefault="002B49A5" w:rsidP="002B49A5">
      <w:pPr>
        <w:pStyle w:val="libNormal"/>
        <w:rPr>
          <w:rtl/>
        </w:rPr>
      </w:pPr>
      <w:r>
        <w:rPr>
          <w:rtl/>
        </w:rPr>
        <w:t>وقدم عبيد الله إلى الكوفة فكان أوّل ما عمل بها أن جمع إليه عرفاء المدينة</w:t>
      </w:r>
      <w:r w:rsidR="004C4A93">
        <w:rPr>
          <w:rtl/>
        </w:rPr>
        <w:t xml:space="preserve"> - </w:t>
      </w:r>
      <w:r>
        <w:rPr>
          <w:rtl/>
        </w:rPr>
        <w:t>أي مشايخ أحيائها</w:t>
      </w:r>
      <w:r w:rsidR="009A226F">
        <w:rPr>
          <w:rtl/>
        </w:rPr>
        <w:t xml:space="preserve"> -</w:t>
      </w:r>
      <w:r w:rsidR="00364168">
        <w:rPr>
          <w:rtl/>
        </w:rPr>
        <w:t>،</w:t>
      </w:r>
      <w:r>
        <w:rPr>
          <w:rtl/>
        </w:rPr>
        <w:t xml:space="preserve"> فأمرهم أن يكتبوا له أسماء الغرباء ومَن في أحيائهم من طلبة أمير المؤمنين والحرورية وأهل الريب</w:t>
      </w:r>
      <w:r w:rsidR="00364168">
        <w:rPr>
          <w:rtl/>
        </w:rPr>
        <w:t>،</w:t>
      </w:r>
      <w:r>
        <w:rPr>
          <w:rtl/>
        </w:rPr>
        <w:t xml:space="preserve"> وأنذرهم</w:t>
      </w:r>
      <w:r w:rsidR="00364168">
        <w:rPr>
          <w:rtl/>
        </w:rPr>
        <w:t>:</w:t>
      </w:r>
      <w:r>
        <w:rPr>
          <w:rtl/>
        </w:rPr>
        <w:t xml:space="preserve"> أيما عريف وجد في عرافته من بغية أمير المؤمنين أحد لم يرفعه إليه</w:t>
      </w:r>
      <w:r w:rsidR="00364168">
        <w:rPr>
          <w:rtl/>
        </w:rPr>
        <w:t>،</w:t>
      </w:r>
      <w:r>
        <w:rPr>
          <w:rtl/>
        </w:rPr>
        <w:t xml:space="preserve"> صُلب على باب داره</w:t>
      </w:r>
      <w:r w:rsidR="00364168">
        <w:rPr>
          <w:rtl/>
        </w:rPr>
        <w:t>،</w:t>
      </w:r>
      <w:r>
        <w:rPr>
          <w:rtl/>
        </w:rPr>
        <w:t xml:space="preserve"> واُلغيت تلك العرافة من العطاء</w:t>
      </w:r>
      <w:r w:rsidR="00364168">
        <w:rPr>
          <w:rtl/>
        </w:rPr>
        <w:t>.</w:t>
      </w:r>
    </w:p>
    <w:p w:rsidR="002B49A5" w:rsidRDefault="002B49A5" w:rsidP="002B49A5">
      <w:pPr>
        <w:pStyle w:val="libNormal"/>
        <w:rPr>
          <w:rtl/>
        </w:rPr>
      </w:pPr>
      <w:r>
        <w:rPr>
          <w:rtl/>
        </w:rPr>
        <w:t>والتمس وجوه المدينة من شيعة الحُسين يترضاهم ويستخرج خفاياهم</w:t>
      </w:r>
      <w:r w:rsidR="00364168">
        <w:rPr>
          <w:rtl/>
        </w:rPr>
        <w:t>،</w:t>
      </w:r>
      <w:r>
        <w:rPr>
          <w:rtl/>
        </w:rPr>
        <w:t xml:space="preserve"> فسأل عمّن تخلّف منهم عن لقائه وعلى رأسهم هانئ بن عروة</w:t>
      </w:r>
      <w:r w:rsidR="00364168">
        <w:rPr>
          <w:rtl/>
        </w:rPr>
        <w:t>،</w:t>
      </w:r>
      <w:r>
        <w:rPr>
          <w:rtl/>
        </w:rPr>
        <w:t xml:space="preserve"> فقيل له إنّه مريض لا يبرح داره</w:t>
      </w:r>
      <w:r w:rsidR="008F60AE">
        <w:rPr>
          <w:rtl/>
        </w:rPr>
        <w:t xml:space="preserve"> ...</w:t>
      </w:r>
      <w:r>
        <w:rPr>
          <w:rtl/>
        </w:rPr>
        <w:t xml:space="preserve"> وكان يتعلّل بالمرض تجنباً للقائه والسّلام عليه</w:t>
      </w:r>
      <w:r w:rsidR="00364168">
        <w:rPr>
          <w:rtl/>
        </w:rPr>
        <w:t>.</w:t>
      </w:r>
    </w:p>
    <w:p w:rsidR="002B49A5" w:rsidRDefault="002B49A5" w:rsidP="002B49A5">
      <w:pPr>
        <w:pStyle w:val="libNormal"/>
        <w:rPr>
          <w:rtl/>
        </w:rPr>
      </w:pPr>
      <w:r>
        <w:rPr>
          <w:rtl/>
        </w:rPr>
        <w:t>فذهب عبيد الله إليه يعوده ويتلطف إليه</w:t>
      </w:r>
      <w:r w:rsidR="00364168">
        <w:rPr>
          <w:rtl/>
        </w:rPr>
        <w:t>،</w:t>
      </w:r>
      <w:r>
        <w:rPr>
          <w:rtl/>
        </w:rPr>
        <w:t xml:space="preserve"> وجاء في بعض الرّوايات</w:t>
      </w:r>
      <w:r w:rsidR="00364168">
        <w:rPr>
          <w:rtl/>
        </w:rPr>
        <w:t>:</w:t>
      </w:r>
      <w:r>
        <w:rPr>
          <w:rtl/>
        </w:rPr>
        <w:t xml:space="preserve"> إنّه قد اُشير على مُسلم بن عقيل بقتله وهو في بيت هانئ</w:t>
      </w:r>
      <w:r w:rsidR="00364168">
        <w:rPr>
          <w:rtl/>
        </w:rPr>
        <w:t>،</w:t>
      </w:r>
      <w:r>
        <w:rPr>
          <w:rtl/>
        </w:rPr>
        <w:t xml:space="preserve"> فأبى أن يغتاله وهو آمن في بيت مريض يعوده</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sidRPr="002B49A5">
        <w:rPr>
          <w:rtl/>
        </w:rPr>
        <w:lastRenderedPageBreak/>
        <w:t>وقال ابن كثير ما فحواه</w:t>
      </w:r>
      <w:r w:rsidR="00364168">
        <w:rPr>
          <w:rtl/>
        </w:rPr>
        <w:t>:</w:t>
      </w:r>
      <w:r w:rsidRPr="002B49A5">
        <w:rPr>
          <w:rtl/>
        </w:rPr>
        <w:t xml:space="preserve"> إنّهم أشاروا على مُسلم بن عقيل بقتله وهو في دار شُريك بن الأعور</w:t>
      </w:r>
      <w:r w:rsidR="00364168">
        <w:rPr>
          <w:rtl/>
        </w:rPr>
        <w:t>،</w:t>
      </w:r>
      <w:r w:rsidRPr="002B49A5">
        <w:rPr>
          <w:rtl/>
        </w:rPr>
        <w:t xml:space="preserve"> وقد علم شُريك أنّ عبيد الله سيعوده</w:t>
      </w:r>
      <w:r w:rsidR="008F60AE">
        <w:rPr>
          <w:rtl/>
        </w:rPr>
        <w:t xml:space="preserve"> ...</w:t>
      </w:r>
      <w:r w:rsidRPr="002B49A5">
        <w:rPr>
          <w:rtl/>
        </w:rPr>
        <w:t xml:space="preserve"> فبعت إلى هانئ بن عروة يقول له</w:t>
      </w:r>
      <w:r w:rsidR="00364168">
        <w:rPr>
          <w:rtl/>
        </w:rPr>
        <w:t>:</w:t>
      </w:r>
      <w:r w:rsidRPr="002B49A5">
        <w:rPr>
          <w:rtl/>
        </w:rPr>
        <w:t xml:space="preserve"> إبعث مُسلم بن عقيل يكون في داري ليقتل عبيد الله إذا جاء يعودني</w:t>
      </w:r>
      <w:r w:rsidR="008F60AE">
        <w:rPr>
          <w:rtl/>
        </w:rPr>
        <w:t xml:space="preserve"> ...</w:t>
      </w:r>
      <w:r w:rsidRPr="002B49A5">
        <w:rPr>
          <w:rtl/>
        </w:rPr>
        <w:t xml:space="preserve"> فتحيّن مُسلم عن قتله</w:t>
      </w:r>
      <w:r w:rsidR="00364168">
        <w:rPr>
          <w:rtl/>
        </w:rPr>
        <w:t>،</w:t>
      </w:r>
      <w:r w:rsidRPr="002B49A5">
        <w:rPr>
          <w:rtl/>
        </w:rPr>
        <w:t xml:space="preserve"> وسأله شُريك</w:t>
      </w:r>
      <w:r w:rsidR="00364168">
        <w:rPr>
          <w:rtl/>
        </w:rPr>
        <w:t>:</w:t>
      </w:r>
      <w:r w:rsidRPr="002B49A5">
        <w:rPr>
          <w:rtl/>
        </w:rPr>
        <w:t xml:space="preserve"> ما منعك أن تقتله</w:t>
      </w:r>
      <w:r w:rsidR="00364168">
        <w:rPr>
          <w:rtl/>
        </w:rPr>
        <w:t>؟</w:t>
      </w:r>
      <w:r w:rsidRPr="002B49A5">
        <w:rPr>
          <w:rtl/>
        </w:rPr>
        <w:t xml:space="preserve"> قال</w:t>
      </w:r>
      <w:r w:rsidR="00364168">
        <w:rPr>
          <w:rtl/>
        </w:rPr>
        <w:t>:</w:t>
      </w:r>
      <w:r w:rsidRPr="002B49A5">
        <w:rPr>
          <w:rtl/>
        </w:rPr>
        <w:t xml:space="preserve"> بلغني حديث عن رسول الله </w:t>
      </w:r>
      <w:r w:rsidR="00390D32" w:rsidRPr="00390D32">
        <w:rPr>
          <w:rStyle w:val="libAlaemChar"/>
          <w:rtl/>
        </w:rPr>
        <w:t>صلى‌الله‌عليه‌وآله</w:t>
      </w:r>
      <w:r w:rsidR="00364168">
        <w:rPr>
          <w:rtl/>
        </w:rPr>
        <w:t>:</w:t>
      </w:r>
      <w:r w:rsidRPr="002B49A5">
        <w:rPr>
          <w:rtl/>
        </w:rPr>
        <w:t xml:space="preserve"> </w:t>
      </w:r>
      <w:r w:rsidRPr="002B49A5">
        <w:rPr>
          <w:rStyle w:val="libBold2Char"/>
          <w:rtl/>
        </w:rPr>
        <w:t>(( إنّ الإيمان قيدُ الفتك</w:t>
      </w:r>
      <w:r w:rsidR="00364168">
        <w:rPr>
          <w:rStyle w:val="libBold2Char"/>
          <w:rtl/>
        </w:rPr>
        <w:t>،</w:t>
      </w:r>
      <w:r w:rsidRPr="002B49A5">
        <w:rPr>
          <w:rStyle w:val="libBold2Char"/>
          <w:rtl/>
        </w:rPr>
        <w:t xml:space="preserve"> لا يفتك مؤمن ))</w:t>
      </w:r>
      <w:r w:rsidR="00364168">
        <w:rPr>
          <w:rStyle w:val="libBold2Char"/>
          <w:rtl/>
        </w:rPr>
        <w:t>.</w:t>
      </w:r>
      <w:r w:rsidRPr="002B49A5">
        <w:rPr>
          <w:rtl/>
        </w:rPr>
        <w:t xml:space="preserve"> وكرهت أن أقتله في بيتك</w:t>
      </w:r>
      <w:r w:rsidR="00364168">
        <w:rPr>
          <w:rtl/>
        </w:rPr>
        <w:t>.</w:t>
      </w:r>
    </w:p>
    <w:p w:rsidR="002B49A5" w:rsidRDefault="002B49A5" w:rsidP="002B49A5">
      <w:pPr>
        <w:pStyle w:val="libNormal"/>
        <w:rPr>
          <w:rtl/>
        </w:rPr>
      </w:pPr>
      <w:r>
        <w:rPr>
          <w:rtl/>
        </w:rPr>
        <w:t>قال شُريك</w:t>
      </w:r>
      <w:r w:rsidR="00364168">
        <w:rPr>
          <w:rtl/>
        </w:rPr>
        <w:t>:</w:t>
      </w:r>
      <w:r>
        <w:rPr>
          <w:rtl/>
        </w:rPr>
        <w:t xml:space="preserve"> أما لو قتلته لجلست في الثغر لا يستعدي به أحد</w:t>
      </w:r>
      <w:r w:rsidR="00364168">
        <w:rPr>
          <w:rtl/>
        </w:rPr>
        <w:t>،</w:t>
      </w:r>
      <w:r>
        <w:rPr>
          <w:rtl/>
        </w:rPr>
        <w:t xml:space="preserve"> ولكفيتك أمر البصرة</w:t>
      </w:r>
      <w:r w:rsidR="00364168">
        <w:rPr>
          <w:rtl/>
        </w:rPr>
        <w:t>،</w:t>
      </w:r>
      <w:r>
        <w:rPr>
          <w:rtl/>
        </w:rPr>
        <w:t xml:space="preserve"> ولكنت تقتله ظالماً فاجراً</w:t>
      </w:r>
      <w:r w:rsidR="008F60AE">
        <w:rPr>
          <w:rtl/>
        </w:rPr>
        <w:t xml:space="preserve"> ...</w:t>
      </w:r>
      <w:r>
        <w:rPr>
          <w:rtl/>
        </w:rPr>
        <w:t xml:space="preserve"> ثمّ مات شُريك بعد ثلاثة أيّام</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وتضطرب الأقاويل في وقائع هذه الأيّام لتلاحقها وكثرتها وكثرة رواتها والعاملين فيها</w:t>
      </w:r>
      <w:r w:rsidR="008F60AE">
        <w:rPr>
          <w:rtl/>
        </w:rPr>
        <w:t xml:space="preserve"> ...</w:t>
      </w:r>
      <w:r>
        <w:rPr>
          <w:rtl/>
        </w:rPr>
        <w:t xml:space="preserve"> ولكن الشّائع من تلك الأقاويل يُنبئنا عن عنت شديد لقيه عبيد الله بن زياد في مغالبة مُسلم وشيعته</w:t>
      </w:r>
      <w:r w:rsidR="00364168">
        <w:rPr>
          <w:rtl/>
        </w:rPr>
        <w:t>،</w:t>
      </w:r>
      <w:r>
        <w:rPr>
          <w:rtl/>
        </w:rPr>
        <w:t xml:space="preserve"> وأنّه هرب مرّة من المسجد</w:t>
      </w:r>
      <w:r w:rsidR="00364168">
        <w:rPr>
          <w:rtl/>
        </w:rPr>
        <w:t>؛</w:t>
      </w:r>
      <w:r>
        <w:rPr>
          <w:rtl/>
        </w:rPr>
        <w:t xml:space="preserve"> لأنّ النّاس بصروا بمُسلم مقبلاً فتصايحوا بعبيد الله فاعتصم بقصره وأغلق عليه أبوابه</w:t>
      </w:r>
      <w:r w:rsidR="008F60AE">
        <w:rPr>
          <w:rtl/>
        </w:rPr>
        <w:t xml:space="preserve"> ...</w:t>
      </w:r>
      <w:r>
        <w:rPr>
          <w:rtl/>
        </w:rPr>
        <w:t xml:space="preserve"> </w:t>
      </w:r>
    </w:p>
    <w:p w:rsidR="002B49A5" w:rsidRDefault="002B49A5" w:rsidP="002B49A5">
      <w:pPr>
        <w:pStyle w:val="libNormal"/>
        <w:rPr>
          <w:rtl/>
        </w:rPr>
      </w:pPr>
      <w:r>
        <w:rPr>
          <w:rtl/>
        </w:rPr>
        <w:t>واجتمع إلى مُسلم أربعة آلاف من حزبه</w:t>
      </w:r>
      <w:r w:rsidR="00364168">
        <w:rPr>
          <w:rtl/>
        </w:rPr>
        <w:t>،</w:t>
      </w:r>
      <w:r>
        <w:rPr>
          <w:rtl/>
        </w:rPr>
        <w:t xml:space="preserve"> فأمر مَن ينادي في النّاس بشعار الشّيعة</w:t>
      </w:r>
      <w:r w:rsidR="00364168">
        <w:rPr>
          <w:rtl/>
        </w:rPr>
        <w:t>:</w:t>
      </w:r>
      <w:r>
        <w:rPr>
          <w:rtl/>
        </w:rPr>
        <w:t xml:space="preserve"> يا منصور أمت</w:t>
      </w:r>
      <w:r w:rsidR="00364168">
        <w:rPr>
          <w:rtl/>
        </w:rPr>
        <w:t>.</w:t>
      </w:r>
      <w:r>
        <w:rPr>
          <w:rtl/>
        </w:rPr>
        <w:t xml:space="preserve"> ثمّ تقدّم إلى قصر الإمارة في تعبئة كتعبئة الجيش</w:t>
      </w:r>
      <w:r w:rsidR="00364168">
        <w:rPr>
          <w:rtl/>
        </w:rPr>
        <w:t>.</w:t>
      </w:r>
    </w:p>
    <w:p w:rsidR="002B49A5" w:rsidRDefault="002B49A5" w:rsidP="002B49A5">
      <w:pPr>
        <w:pStyle w:val="libNormal"/>
        <w:rPr>
          <w:rtl/>
        </w:rPr>
      </w:pPr>
      <w:r>
        <w:rPr>
          <w:rtl/>
        </w:rPr>
        <w:t>ولم يكن في القصر إلاّ ثلاثون رجلاً من الشرط وعشرون من أهل</w:t>
      </w:r>
    </w:p>
    <w:p w:rsidR="002B49A5" w:rsidRPr="002B49A5" w:rsidRDefault="002B49A5" w:rsidP="002B49A5">
      <w:pPr>
        <w:pStyle w:val="libNormal"/>
        <w:rPr>
          <w:rtl/>
        </w:rPr>
      </w:pPr>
      <w:r w:rsidRPr="002B49A5">
        <w:rPr>
          <w:rtl/>
        </w:rPr>
        <w:br w:type="page"/>
      </w:r>
    </w:p>
    <w:p w:rsidR="002B49A5" w:rsidRDefault="002B49A5" w:rsidP="00390D32">
      <w:pPr>
        <w:pStyle w:val="libNormal0"/>
        <w:rPr>
          <w:rtl/>
        </w:rPr>
      </w:pPr>
      <w:r>
        <w:rPr>
          <w:rtl/>
        </w:rPr>
        <w:lastRenderedPageBreak/>
        <w:t>الكوفة</w:t>
      </w:r>
      <w:r w:rsidR="00364168">
        <w:rPr>
          <w:rtl/>
        </w:rPr>
        <w:t>،</w:t>
      </w:r>
      <w:r>
        <w:rPr>
          <w:rtl/>
        </w:rPr>
        <w:t xml:space="preserve"> فخامر اليأس عبيد الله وظنّ أنّه هالك قبل أن يدركه الغوث من مولاه</w:t>
      </w:r>
      <w:r w:rsidR="00364168">
        <w:rPr>
          <w:rtl/>
        </w:rPr>
        <w:t>.</w:t>
      </w:r>
      <w:r>
        <w:rPr>
          <w:rtl/>
        </w:rPr>
        <w:t xml:space="preserve"> ولكنّه تحيّل بما في وسع المستميت من حيلة</w:t>
      </w:r>
      <w:r w:rsidR="00364168">
        <w:rPr>
          <w:rtl/>
        </w:rPr>
        <w:t>،</w:t>
      </w:r>
      <w:r>
        <w:rPr>
          <w:rtl/>
        </w:rPr>
        <w:t xml:space="preserve"> هي على أيّة حال أجدى له من التسليم</w:t>
      </w:r>
      <w:r w:rsidR="00364168">
        <w:rPr>
          <w:rtl/>
        </w:rPr>
        <w:t>،</w:t>
      </w:r>
      <w:r>
        <w:rPr>
          <w:rtl/>
        </w:rPr>
        <w:t xml:space="preserve"> فأنفذ أنصاره إلى كلّ صوب في المدينة يعدون ويتوعدون</w:t>
      </w:r>
      <w:r w:rsidR="008F60AE">
        <w:rPr>
          <w:rtl/>
        </w:rPr>
        <w:t xml:space="preserve"> ...</w:t>
      </w:r>
      <w:r>
        <w:rPr>
          <w:rtl/>
        </w:rPr>
        <w:t xml:space="preserve"> </w:t>
      </w:r>
    </w:p>
    <w:p w:rsidR="002B49A5" w:rsidRDefault="002B49A5" w:rsidP="002B49A5">
      <w:pPr>
        <w:pStyle w:val="libNormal"/>
        <w:rPr>
          <w:rtl/>
        </w:rPr>
      </w:pPr>
      <w:r>
        <w:rPr>
          <w:rtl/>
        </w:rPr>
        <w:t>وانطلق هؤلاء الأنصار يرجفون بقرب وصول المدد الزاخر من يزيد</w:t>
      </w:r>
      <w:r w:rsidR="00364168">
        <w:rPr>
          <w:rtl/>
        </w:rPr>
        <w:t>،</w:t>
      </w:r>
      <w:r>
        <w:rPr>
          <w:rtl/>
        </w:rPr>
        <w:t xml:space="preserve"> وينذرون النّاس بقطع العطاء وأخذ البريء بالمذنب والغائب بالشّاهد ويبذلون المال لِمن يُرشى بالمال</w:t>
      </w:r>
      <w:r w:rsidR="00364168">
        <w:rPr>
          <w:rtl/>
        </w:rPr>
        <w:t>،</w:t>
      </w:r>
      <w:r>
        <w:rPr>
          <w:rtl/>
        </w:rPr>
        <w:t xml:space="preserve"> والوعد لِمن يقنع بالوعد إلى حين</w:t>
      </w:r>
      <w:r w:rsidR="00364168">
        <w:rPr>
          <w:rtl/>
        </w:rPr>
        <w:t>.</w:t>
      </w:r>
    </w:p>
    <w:p w:rsidR="002B49A5" w:rsidRPr="00390D32" w:rsidRDefault="002B49A5" w:rsidP="00390D32">
      <w:pPr>
        <w:pStyle w:val="Heading2"/>
        <w:rPr>
          <w:rtl/>
        </w:rPr>
      </w:pPr>
      <w:bookmarkStart w:id="57" w:name="مقتل_مسلم_بن_عقيل"/>
      <w:bookmarkStart w:id="58" w:name="_Toc374273682"/>
      <w:bookmarkStart w:id="59" w:name="_Toc374273984"/>
      <w:bookmarkEnd w:id="57"/>
      <w:r w:rsidRPr="00390D32">
        <w:rPr>
          <w:rtl/>
        </w:rPr>
        <w:t>مقتل مُسلم بن عقيل</w:t>
      </w:r>
      <w:bookmarkEnd w:id="58"/>
      <w:bookmarkEnd w:id="59"/>
    </w:p>
    <w:p w:rsidR="002B49A5" w:rsidRDefault="002B49A5" w:rsidP="002B49A5">
      <w:pPr>
        <w:pStyle w:val="libNormal"/>
        <w:rPr>
          <w:rtl/>
        </w:rPr>
      </w:pPr>
      <w:r>
        <w:rPr>
          <w:rtl/>
        </w:rPr>
        <w:t>وتوسّلوا بكلّ وسيلة تبلغ بهم ما أرادوا من تخذيل النّاس عن مُسلم بن عقيل</w:t>
      </w:r>
      <w:r w:rsidR="00364168">
        <w:rPr>
          <w:rtl/>
        </w:rPr>
        <w:t>،</w:t>
      </w:r>
      <w:r>
        <w:rPr>
          <w:rtl/>
        </w:rPr>
        <w:t xml:space="preserve"> حتّى كانوا يرسلون الزوجة وراء زوجها والاُمّ وراء ولدها والأخ وراء أخيه</w:t>
      </w:r>
      <w:r w:rsidR="00364168">
        <w:rPr>
          <w:rtl/>
        </w:rPr>
        <w:t>،</w:t>
      </w:r>
      <w:r>
        <w:rPr>
          <w:rtl/>
        </w:rPr>
        <w:t xml:space="preserve"> فيتعلقون بهم حتّى يقفلوا إلى دورهم أو يدخلوا بهم في زمرة عبيد الله</w:t>
      </w:r>
      <w:r w:rsidR="008F60AE">
        <w:rPr>
          <w:rtl/>
        </w:rPr>
        <w:t xml:space="preserve"> ...</w:t>
      </w:r>
      <w:r>
        <w:rPr>
          <w:rtl/>
        </w:rPr>
        <w:t xml:space="preserve"> </w:t>
      </w:r>
    </w:p>
    <w:p w:rsidR="002B49A5" w:rsidRDefault="002B49A5" w:rsidP="002B49A5">
      <w:pPr>
        <w:pStyle w:val="libNormal"/>
        <w:rPr>
          <w:rtl/>
        </w:rPr>
      </w:pPr>
      <w:r>
        <w:rPr>
          <w:rtl/>
        </w:rPr>
        <w:t>فلمّا غربت شمس ذلك اليوم</w:t>
      </w:r>
      <w:r w:rsidR="00364168">
        <w:rPr>
          <w:rtl/>
        </w:rPr>
        <w:t>،</w:t>
      </w:r>
      <w:r>
        <w:rPr>
          <w:rtl/>
        </w:rPr>
        <w:t xml:space="preserve"> نظر مُسلم حوله فإذا هو في خمسمائة من اُولئك الآلاف الأربعة</w:t>
      </w:r>
      <w:r w:rsidR="008F60AE">
        <w:rPr>
          <w:rtl/>
        </w:rPr>
        <w:t xml:space="preserve"> ...</w:t>
      </w:r>
      <w:r>
        <w:rPr>
          <w:rtl/>
        </w:rPr>
        <w:t xml:space="preserve"> ثمّ صلّى المغرب فلم يكن وراءه في الصلاة غير ثلاثين تسلّلوا من حوله تحت الظلام</w:t>
      </w:r>
      <w:r w:rsidR="00364168">
        <w:rPr>
          <w:rtl/>
        </w:rPr>
        <w:t>،</w:t>
      </w:r>
      <w:r>
        <w:rPr>
          <w:rtl/>
        </w:rPr>
        <w:t xml:space="preserve"> وبقي وحيداً في المسجد لا يجد معه من يدلّه على منزل يأوي إليه</w:t>
      </w:r>
      <w:r w:rsidR="00364168">
        <w:rPr>
          <w:rtl/>
        </w:rPr>
        <w:t>.</w:t>
      </w:r>
    </w:p>
    <w:p w:rsidR="002B49A5" w:rsidRDefault="002B49A5" w:rsidP="002B49A5">
      <w:pPr>
        <w:pStyle w:val="libNormal"/>
        <w:rPr>
          <w:rtl/>
        </w:rPr>
      </w:pPr>
      <w:r>
        <w:rPr>
          <w:rtl/>
        </w:rPr>
        <w:t>وتسمّع عبيد الله من القصر حين سكنت الجلبة</w:t>
      </w:r>
      <w:r w:rsidR="00364168">
        <w:rPr>
          <w:rtl/>
        </w:rPr>
        <w:t>،</w:t>
      </w:r>
      <w:r>
        <w:rPr>
          <w:rtl/>
        </w:rPr>
        <w:t xml:space="preserve"> وسأل أصحابه أن يشرفوا ليروا من بقي من تلك الجموع</w:t>
      </w:r>
      <w:r w:rsidR="008F60AE">
        <w:rPr>
          <w:rtl/>
        </w:rPr>
        <w:t xml:space="preserve"> ...</w:t>
      </w:r>
      <w:r>
        <w:rPr>
          <w:rtl/>
        </w:rPr>
        <w:t xml:space="preserve"> فلم يروا أحداً ولم يسمعوا</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صوتاً</w:t>
      </w:r>
      <w:r w:rsidR="00364168">
        <w:rPr>
          <w:rtl/>
        </w:rPr>
        <w:t>،</w:t>
      </w:r>
      <w:r>
        <w:rPr>
          <w:rtl/>
        </w:rPr>
        <w:t xml:space="preserve"> فخُيل إليهم أنّها مكيدة حرب وأنّ القوم رابضون تحت الظلال</w:t>
      </w:r>
      <w:r w:rsidR="00364168">
        <w:rPr>
          <w:rtl/>
        </w:rPr>
        <w:t>،</w:t>
      </w:r>
      <w:r>
        <w:rPr>
          <w:rtl/>
        </w:rPr>
        <w:t xml:space="preserve"> فأدلى بالقناديل والمشاعل حتّى اطمأنّ إلى خلو المسجد وتفرّق مُسلم وأتباعه</w:t>
      </w:r>
      <w:r w:rsidR="00364168">
        <w:rPr>
          <w:rtl/>
        </w:rPr>
        <w:t>،</w:t>
      </w:r>
      <w:r>
        <w:rPr>
          <w:rtl/>
        </w:rPr>
        <w:t xml:space="preserve"> فدعا إلى الصلاة الجامعة وأمر المنادين في إرجاء الكوفة</w:t>
      </w:r>
      <w:r w:rsidR="00364168">
        <w:rPr>
          <w:rtl/>
        </w:rPr>
        <w:t>:</w:t>
      </w:r>
      <w:r>
        <w:rPr>
          <w:rtl/>
        </w:rPr>
        <w:t xml:space="preserve"> ألا برئت الذمّة من رجل من الشّرطة والعرفاء والمناكب</w:t>
      </w:r>
      <w:r w:rsidR="00364168">
        <w:rPr>
          <w:rtl/>
        </w:rPr>
        <w:t>،</w:t>
      </w:r>
      <w:r>
        <w:rPr>
          <w:rtl/>
        </w:rPr>
        <w:t xml:space="preserve"> رؤوس العرفاء والمقاتلة</w:t>
      </w:r>
      <w:r w:rsidR="00364168">
        <w:rPr>
          <w:rtl/>
        </w:rPr>
        <w:t>،</w:t>
      </w:r>
      <w:r>
        <w:rPr>
          <w:rtl/>
        </w:rPr>
        <w:t xml:space="preserve"> صلّى العشاء إلاّ في المسجد</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وأقام الحرّاس خلفه وهو يُصلّي بمن أجابوه وقد امتلأ بهم المسجد</w:t>
      </w:r>
      <w:r w:rsidR="00364168">
        <w:rPr>
          <w:rtl/>
        </w:rPr>
        <w:t>،</w:t>
      </w:r>
      <w:r>
        <w:rPr>
          <w:rtl/>
        </w:rPr>
        <w:t xml:space="preserve"> فخطبهم بعد الفراغ من صلاته قائلاً</w:t>
      </w:r>
      <w:r w:rsidR="00364168">
        <w:rPr>
          <w:rtl/>
        </w:rPr>
        <w:t>:</w:t>
      </w:r>
      <w:r>
        <w:rPr>
          <w:rtl/>
        </w:rPr>
        <w:t xml:space="preserve"> برئت ذمّة الله من رجل وجدنا ابن عقيل في داره</w:t>
      </w:r>
      <w:r w:rsidR="00364168">
        <w:rPr>
          <w:rtl/>
        </w:rPr>
        <w:t>.</w:t>
      </w:r>
    </w:p>
    <w:p w:rsidR="002B49A5" w:rsidRDefault="002B49A5" w:rsidP="002B49A5">
      <w:pPr>
        <w:pStyle w:val="libNormal"/>
        <w:rPr>
          <w:rtl/>
        </w:rPr>
      </w:pPr>
      <w:r>
        <w:rPr>
          <w:rtl/>
        </w:rPr>
        <w:t>وصاح في رئيس شرطته</w:t>
      </w:r>
      <w:r w:rsidR="00364168">
        <w:rPr>
          <w:rtl/>
        </w:rPr>
        <w:t>:</w:t>
      </w:r>
      <w:r>
        <w:rPr>
          <w:rtl/>
        </w:rPr>
        <w:t xml:space="preserve"> يا حُصين بن نُمير</w:t>
      </w:r>
      <w:r w:rsidR="00364168">
        <w:rPr>
          <w:rtl/>
        </w:rPr>
        <w:t>،</w:t>
      </w:r>
      <w:r>
        <w:rPr>
          <w:rtl/>
        </w:rPr>
        <w:t xml:space="preserve"> ثكلتك اُمّك إن ضاع باب سكّة من سكك الكوفة وخرج هذا الرّجل ولم تأتني به</w:t>
      </w:r>
      <w:r w:rsidR="00364168">
        <w:rPr>
          <w:rtl/>
        </w:rPr>
        <w:t>!</w:t>
      </w:r>
      <w:r>
        <w:rPr>
          <w:rtl/>
        </w:rPr>
        <w:t xml:space="preserve"> وقد سلّطتك على دور أهل الكوفة فابعث مراصد على أفواه السّكك</w:t>
      </w:r>
      <w:r w:rsidR="008F60AE">
        <w:rPr>
          <w:rtl/>
        </w:rPr>
        <w:t xml:space="preserve"> ...</w:t>
      </w:r>
      <w:r>
        <w:rPr>
          <w:rtl/>
        </w:rPr>
        <w:t xml:space="preserve"> وأصبح غداً فاستبرئ الدور وجسّ خلالها حتّى تأتيني بهذا الرّجل</w:t>
      </w:r>
      <w:r w:rsidR="008F60AE">
        <w:rPr>
          <w:rtl/>
        </w:rPr>
        <w:t xml:space="preserve"> ...</w:t>
      </w:r>
      <w:r>
        <w:rPr>
          <w:rtl/>
        </w:rPr>
        <w:t xml:space="preserve"> </w:t>
      </w:r>
    </w:p>
    <w:p w:rsidR="002B49A5" w:rsidRDefault="002B49A5" w:rsidP="002B49A5">
      <w:pPr>
        <w:pStyle w:val="libNormal"/>
        <w:rPr>
          <w:rtl/>
        </w:rPr>
      </w:pPr>
      <w:r>
        <w:rPr>
          <w:rtl/>
        </w:rPr>
        <w:t>وما هي إلاّ سويعات حتّى جيء بابن عقيل وقد دافع الشرط عن نفسه ما استطاع</w:t>
      </w:r>
      <w:r w:rsidR="00364168">
        <w:rPr>
          <w:rtl/>
        </w:rPr>
        <w:t>،</w:t>
      </w:r>
      <w:r>
        <w:rPr>
          <w:rtl/>
        </w:rPr>
        <w:t xml:space="preserve"> ووصل إلى القصر جريحاً مُجهداً ظمآن فأهوى إلى قلّة عند الباب فيها ماء بارد</w:t>
      </w:r>
      <w:r w:rsidR="00364168">
        <w:rPr>
          <w:rtl/>
        </w:rPr>
        <w:t>،</w:t>
      </w:r>
      <w:r>
        <w:rPr>
          <w:rtl/>
        </w:rPr>
        <w:t xml:space="preserve"> فقال له أحد أصحاب عبيد الله</w:t>
      </w:r>
      <w:r w:rsidR="00364168">
        <w:rPr>
          <w:rtl/>
        </w:rPr>
        <w:t>:</w:t>
      </w:r>
      <w:r>
        <w:rPr>
          <w:rtl/>
        </w:rPr>
        <w:t xml:space="preserve"> أتراها ما أبردها</w:t>
      </w:r>
      <w:r w:rsidR="00364168">
        <w:rPr>
          <w:rtl/>
        </w:rPr>
        <w:t>!</w:t>
      </w:r>
      <w:r>
        <w:rPr>
          <w:rtl/>
        </w:rPr>
        <w:t xml:space="preserve"> والله</w:t>
      </w:r>
      <w:r w:rsidR="00364168">
        <w:rPr>
          <w:rtl/>
        </w:rPr>
        <w:t>،</w:t>
      </w:r>
      <w:r>
        <w:rPr>
          <w:rtl/>
        </w:rPr>
        <w:t xml:space="preserve"> لا تذوق منها قطرة حتّى تذوق الجحيم في نار جهنّم</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وأنكر عمر بن حريث هذه الفظاعة من الرّجل</w:t>
      </w:r>
      <w:r w:rsidR="00364168">
        <w:rPr>
          <w:rtl/>
        </w:rPr>
        <w:t>،</w:t>
      </w:r>
      <w:r>
        <w:rPr>
          <w:rtl/>
        </w:rPr>
        <w:t xml:space="preserve"> فجاءه بقلّة عليها منديل ومعها قدح فصبّ منها في القدح وأدناه منه</w:t>
      </w:r>
      <w:r w:rsidR="00364168">
        <w:rPr>
          <w:rtl/>
        </w:rPr>
        <w:t>،</w:t>
      </w:r>
      <w:r>
        <w:rPr>
          <w:rtl/>
        </w:rPr>
        <w:t xml:space="preserve"> فإذا هو ينفث الدم في القدح كلّما رفعه للشرب منه حتّى امتلأ وسقطت فيه ثنيتاه</w:t>
      </w:r>
      <w:r w:rsidR="00364168">
        <w:rPr>
          <w:rtl/>
        </w:rPr>
        <w:t>،</w:t>
      </w:r>
      <w:r>
        <w:rPr>
          <w:rtl/>
        </w:rPr>
        <w:t xml:space="preserve"> فحمد الله وقال</w:t>
      </w:r>
      <w:r w:rsidR="00364168">
        <w:rPr>
          <w:rtl/>
        </w:rPr>
        <w:t>:</w:t>
      </w:r>
      <w:r>
        <w:rPr>
          <w:rtl/>
        </w:rPr>
        <w:t xml:space="preserve"> لو كان لي من الرّزق المقسوم لشربته</w:t>
      </w:r>
      <w:r w:rsidR="00364168">
        <w:rPr>
          <w:rtl/>
        </w:rPr>
        <w:t>.</w:t>
      </w:r>
    </w:p>
    <w:p w:rsidR="002B49A5" w:rsidRDefault="002B49A5" w:rsidP="002B49A5">
      <w:pPr>
        <w:pStyle w:val="libNormal"/>
        <w:rPr>
          <w:rtl/>
        </w:rPr>
      </w:pPr>
      <w:r>
        <w:rPr>
          <w:rtl/>
        </w:rPr>
        <w:t>وأدخلوه على عبيد الله فنظر إلى جلسائه وفيهم عمر بن سعد بن أبي وقاص</w:t>
      </w:r>
      <w:r w:rsidR="00364168">
        <w:rPr>
          <w:rtl/>
        </w:rPr>
        <w:t>،</w:t>
      </w:r>
      <w:r>
        <w:rPr>
          <w:rtl/>
        </w:rPr>
        <w:t xml:space="preserve"> فناشده القرابة ليسمعن منه وصية ينفذها بعد موته</w:t>
      </w:r>
      <w:r w:rsidR="00364168">
        <w:rPr>
          <w:rtl/>
        </w:rPr>
        <w:t>،</w:t>
      </w:r>
      <w:r>
        <w:rPr>
          <w:rtl/>
        </w:rPr>
        <w:t xml:space="preserve"> فأبى أن يصغي إليه</w:t>
      </w:r>
      <w:r w:rsidR="008F60AE">
        <w:rPr>
          <w:rtl/>
        </w:rPr>
        <w:t xml:space="preserve"> ...</w:t>
      </w:r>
      <w:r>
        <w:rPr>
          <w:rtl/>
        </w:rPr>
        <w:t xml:space="preserve"> ثمّ أذن له عبيد الله فقام معه</w:t>
      </w:r>
      <w:r w:rsidR="00364168">
        <w:rPr>
          <w:rtl/>
        </w:rPr>
        <w:t>،</w:t>
      </w:r>
      <w:r>
        <w:rPr>
          <w:rtl/>
        </w:rPr>
        <w:t xml:space="preserve"> فقال مُسلم</w:t>
      </w:r>
      <w:r w:rsidR="00364168">
        <w:rPr>
          <w:rtl/>
        </w:rPr>
        <w:t>:</w:t>
      </w:r>
      <w:r>
        <w:rPr>
          <w:rtl/>
        </w:rPr>
        <w:t xml:space="preserve"> إنّ عليَّ بالكوفة دَيناً استدنته سبعمائة درهم</w:t>
      </w:r>
      <w:r w:rsidR="00364168">
        <w:rPr>
          <w:rtl/>
        </w:rPr>
        <w:t>،</w:t>
      </w:r>
      <w:r>
        <w:rPr>
          <w:rtl/>
        </w:rPr>
        <w:t xml:space="preserve"> فبع سيفي ودرعي فاقضها عنّي</w:t>
      </w:r>
      <w:r w:rsidR="00364168">
        <w:rPr>
          <w:rtl/>
        </w:rPr>
        <w:t>،</w:t>
      </w:r>
      <w:r>
        <w:rPr>
          <w:rtl/>
        </w:rPr>
        <w:t xml:space="preserve"> وابعث إلى الحُسين من يردّه</w:t>
      </w:r>
      <w:r w:rsidR="00364168">
        <w:rPr>
          <w:rtl/>
        </w:rPr>
        <w:t>؛</w:t>
      </w:r>
      <w:r>
        <w:rPr>
          <w:rtl/>
        </w:rPr>
        <w:t xml:space="preserve"> فإنّي قد كتبت إليه اُعلمه أنّ النّاس معه</w:t>
      </w:r>
      <w:r w:rsidR="00364168">
        <w:rPr>
          <w:rtl/>
        </w:rPr>
        <w:t>،</w:t>
      </w:r>
      <w:r>
        <w:rPr>
          <w:rtl/>
        </w:rPr>
        <w:t xml:space="preserve"> ولا أراه إلاّ مُقبلاً</w:t>
      </w:r>
      <w:r w:rsidR="00364168">
        <w:rPr>
          <w:rtl/>
        </w:rPr>
        <w:t>.</w:t>
      </w:r>
      <w:r>
        <w:rPr>
          <w:rtl/>
        </w:rPr>
        <w:t xml:space="preserve"> </w:t>
      </w:r>
    </w:p>
    <w:p w:rsidR="002B49A5" w:rsidRDefault="002B49A5" w:rsidP="002B49A5">
      <w:pPr>
        <w:pStyle w:val="libNormal"/>
        <w:rPr>
          <w:rtl/>
        </w:rPr>
      </w:pPr>
      <w:r>
        <w:rPr>
          <w:rtl/>
        </w:rPr>
        <w:t>فعاد عمر إلى عبيد الله فأفشى له السرّ الذي ناجاه به وأوصاه أن يكتمه</w:t>
      </w:r>
      <w:r w:rsidR="00364168">
        <w:rPr>
          <w:rtl/>
        </w:rPr>
        <w:t>،</w:t>
      </w:r>
      <w:r>
        <w:rPr>
          <w:rtl/>
        </w:rPr>
        <w:t xml:space="preserve"> ثمّ دعا عبيد الله بالحرسي الذي قاومه مُسلم وضربه على رأسه</w:t>
      </w:r>
      <w:r w:rsidR="00364168">
        <w:rPr>
          <w:rtl/>
        </w:rPr>
        <w:t>،</w:t>
      </w:r>
      <w:r>
        <w:rPr>
          <w:rtl/>
        </w:rPr>
        <w:t xml:space="preserve"> واسمه بكير بن حمران</w:t>
      </w:r>
      <w:r w:rsidR="00364168">
        <w:rPr>
          <w:rtl/>
        </w:rPr>
        <w:t>،</w:t>
      </w:r>
      <w:r>
        <w:rPr>
          <w:rtl/>
        </w:rPr>
        <w:t xml:space="preserve"> فأسلم مُسلماً إليه وقال</w:t>
      </w:r>
      <w:r w:rsidR="00364168">
        <w:rPr>
          <w:rtl/>
        </w:rPr>
        <w:t>:</w:t>
      </w:r>
      <w:r>
        <w:rPr>
          <w:rtl/>
        </w:rPr>
        <w:t xml:space="preserve"> لتكن أنت الذي تضرب عُنقه</w:t>
      </w:r>
      <w:r w:rsidR="00364168">
        <w:rPr>
          <w:rtl/>
        </w:rPr>
        <w:t>.</w:t>
      </w:r>
    </w:p>
    <w:p w:rsidR="002B49A5" w:rsidRDefault="002B49A5" w:rsidP="002B49A5">
      <w:pPr>
        <w:pStyle w:val="libNormal"/>
        <w:rPr>
          <w:rtl/>
        </w:rPr>
      </w:pPr>
      <w:r>
        <w:rPr>
          <w:rtl/>
        </w:rPr>
        <w:t>وصعدوا به إلى أعلى القصر فأشرفوا به على الجموع المحيطة به وضربوا عنقه</w:t>
      </w:r>
      <w:r w:rsidR="00364168">
        <w:rPr>
          <w:rtl/>
        </w:rPr>
        <w:t>،</w:t>
      </w:r>
      <w:r>
        <w:rPr>
          <w:rtl/>
        </w:rPr>
        <w:t xml:space="preserve"> فسقط رأسه إلى الرحبة واُلقيت جثّته إلى النّاس</w:t>
      </w:r>
      <w:r w:rsidR="00364168">
        <w:rPr>
          <w:rtl/>
        </w:rPr>
        <w:t>،</w:t>
      </w:r>
      <w:r>
        <w:rPr>
          <w:rtl/>
        </w:rPr>
        <w:t xml:space="preserve"> ثمّ اُرسل برأسه إلى يزيد مع رؤوس سراة في المدينة كان مُسلم يأوي إليهم أوّل مقدمه</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إليها</w:t>
      </w:r>
      <w:r w:rsidR="00364168">
        <w:rPr>
          <w:rtl/>
        </w:rPr>
        <w:t>،</w:t>
      </w:r>
      <w:r>
        <w:rPr>
          <w:rtl/>
        </w:rPr>
        <w:t xml:space="preserve"> ومنهم هانئ بن عروة الذي تقدّمت الإشارة إليه</w:t>
      </w:r>
      <w:r w:rsidR="00364168">
        <w:rPr>
          <w:rtl/>
        </w:rPr>
        <w:t>.</w:t>
      </w:r>
    </w:p>
    <w:p w:rsidR="002B49A5" w:rsidRPr="00390D32" w:rsidRDefault="002B49A5" w:rsidP="00390D32">
      <w:pPr>
        <w:pStyle w:val="Heading2"/>
        <w:rPr>
          <w:rtl/>
        </w:rPr>
      </w:pPr>
      <w:bookmarkStart w:id="60" w:name="طلائع_الفشل"/>
      <w:bookmarkStart w:id="61" w:name="_Toc374273683"/>
      <w:bookmarkStart w:id="62" w:name="_Toc374273985"/>
      <w:bookmarkEnd w:id="60"/>
      <w:r w:rsidRPr="00390D32">
        <w:rPr>
          <w:rtl/>
        </w:rPr>
        <w:t>طلائع الفشل</w:t>
      </w:r>
      <w:r w:rsidR="00364168" w:rsidRPr="00390D32">
        <w:rPr>
          <w:rtl/>
        </w:rPr>
        <w:t>:</w:t>
      </w:r>
      <w:bookmarkEnd w:id="61"/>
      <w:bookmarkEnd w:id="62"/>
      <w:r w:rsidRPr="00390D32">
        <w:rPr>
          <w:rtl/>
        </w:rPr>
        <w:t xml:space="preserve"> </w:t>
      </w:r>
    </w:p>
    <w:p w:rsidR="002B49A5" w:rsidRDefault="002B49A5" w:rsidP="002B49A5">
      <w:pPr>
        <w:pStyle w:val="libNormal"/>
        <w:rPr>
          <w:rtl/>
        </w:rPr>
      </w:pPr>
      <w:r>
        <w:rPr>
          <w:rtl/>
        </w:rPr>
        <w:t>كان مقتل مُسلم بن عقيل في التاسع من ذي الحجّة ليلة العيد</w:t>
      </w:r>
      <w:r w:rsidR="00364168">
        <w:rPr>
          <w:rtl/>
        </w:rPr>
        <w:t>،</w:t>
      </w:r>
      <w:r>
        <w:rPr>
          <w:rtl/>
        </w:rPr>
        <w:t xml:space="preserve"> وكان خروج الحُسين من مكّة قبل ذلك بيوم واحد</w:t>
      </w:r>
      <w:r w:rsidR="00364168">
        <w:rPr>
          <w:rtl/>
        </w:rPr>
        <w:t>،</w:t>
      </w:r>
      <w:r>
        <w:rPr>
          <w:rtl/>
        </w:rPr>
        <w:t xml:space="preserve"> فلم يسمع بمقتله إلاّ وهو في آخر الطريق</w:t>
      </w:r>
      <w:r w:rsidR="008F60AE">
        <w:rPr>
          <w:rtl/>
        </w:rPr>
        <w:t xml:space="preserve"> ...</w:t>
      </w:r>
      <w:r>
        <w:rPr>
          <w:rtl/>
        </w:rPr>
        <w:t xml:space="preserve"> </w:t>
      </w:r>
    </w:p>
    <w:p w:rsidR="002B49A5" w:rsidRDefault="002B49A5" w:rsidP="002B49A5">
      <w:pPr>
        <w:pStyle w:val="libNormal"/>
        <w:rPr>
          <w:rtl/>
        </w:rPr>
      </w:pPr>
      <w:r>
        <w:rPr>
          <w:rtl/>
        </w:rPr>
        <w:t>و</w:t>
      </w:r>
      <w:r w:rsidR="009A226F">
        <w:rPr>
          <w:rtl/>
        </w:rPr>
        <w:t>لم</w:t>
      </w:r>
      <w:r>
        <w:rPr>
          <w:rtl/>
        </w:rPr>
        <w:t>ا شارف العراق أحبّ أن يستوثق مرّة اُخرى قبل دخوله</w:t>
      </w:r>
      <w:r w:rsidR="00364168">
        <w:rPr>
          <w:rtl/>
        </w:rPr>
        <w:t>،</w:t>
      </w:r>
      <w:r>
        <w:rPr>
          <w:rtl/>
        </w:rPr>
        <w:t xml:space="preserve"> فكتب إلى أهل الكوفة كتاباً مع قيس بن سهر الصيداوي يخبرهم بمقدمه ويحضّهم على الجدّ والتساند</w:t>
      </w:r>
      <w:r w:rsidR="00364168">
        <w:rPr>
          <w:rtl/>
        </w:rPr>
        <w:t>،</w:t>
      </w:r>
      <w:r>
        <w:rPr>
          <w:rtl/>
        </w:rPr>
        <w:t xml:space="preserve"> فوافى قيس القادسية وقد رصد فيها شرط عبيد الله فاعتقلوه وأشخصوه إليه</w:t>
      </w:r>
      <w:r w:rsidR="008F60AE">
        <w:rPr>
          <w:rtl/>
        </w:rPr>
        <w:t xml:space="preserve"> ...</w:t>
      </w:r>
      <w:r>
        <w:rPr>
          <w:rtl/>
        </w:rPr>
        <w:t xml:space="preserve"> فأمره عبيد الله أن يصعد القصر فيسبّ الكذّاب بن الكذّاب الحُسين بن عليّ وينهى النّاس أن يطيعوه</w:t>
      </w:r>
      <w:r w:rsidR="00364168">
        <w:rPr>
          <w:rtl/>
        </w:rPr>
        <w:t>.</w:t>
      </w:r>
    </w:p>
    <w:p w:rsidR="002B49A5" w:rsidRDefault="002B49A5" w:rsidP="002B49A5">
      <w:pPr>
        <w:pStyle w:val="libNormal"/>
        <w:rPr>
          <w:rtl/>
        </w:rPr>
      </w:pPr>
      <w:r>
        <w:rPr>
          <w:rtl/>
        </w:rPr>
        <w:t>فصعد قيس وقال</w:t>
      </w:r>
      <w:r w:rsidR="00364168">
        <w:rPr>
          <w:rtl/>
        </w:rPr>
        <w:t>:</w:t>
      </w:r>
      <w:r>
        <w:rPr>
          <w:rtl/>
        </w:rPr>
        <w:t xml:space="preserve"> أيّها النّاس</w:t>
      </w:r>
      <w:r w:rsidR="00364168">
        <w:rPr>
          <w:rtl/>
        </w:rPr>
        <w:t>،</w:t>
      </w:r>
      <w:r>
        <w:rPr>
          <w:rtl/>
        </w:rPr>
        <w:t xml:space="preserve"> إنّ هذا الحُسين بن عليّ خير خلق الله</w:t>
      </w:r>
      <w:r w:rsidR="00364168">
        <w:rPr>
          <w:rtl/>
        </w:rPr>
        <w:t>،</w:t>
      </w:r>
      <w:r>
        <w:rPr>
          <w:rtl/>
        </w:rPr>
        <w:t xml:space="preserve"> ابن فاطمة بنت رسول الله</w:t>
      </w:r>
      <w:r w:rsidR="00364168">
        <w:rPr>
          <w:rtl/>
        </w:rPr>
        <w:t>،</w:t>
      </w:r>
      <w:r>
        <w:rPr>
          <w:rtl/>
        </w:rPr>
        <w:t xml:space="preserve"> وأنا رسوله إليكم</w:t>
      </w:r>
      <w:r w:rsidR="00364168">
        <w:rPr>
          <w:rtl/>
        </w:rPr>
        <w:t>،</w:t>
      </w:r>
      <w:r>
        <w:rPr>
          <w:rtl/>
        </w:rPr>
        <w:t xml:space="preserve"> وقد فارقته بالحاجز فأجيبوه</w:t>
      </w:r>
      <w:r w:rsidR="00364168">
        <w:rPr>
          <w:rtl/>
        </w:rPr>
        <w:t>،</w:t>
      </w:r>
      <w:r>
        <w:rPr>
          <w:rtl/>
        </w:rPr>
        <w:t xml:space="preserve"> والعنوا عبيد الله بن زياد وأباه</w:t>
      </w:r>
      <w:r w:rsidR="008F60AE">
        <w:rPr>
          <w:rtl/>
        </w:rPr>
        <w:t xml:space="preserve"> ...</w:t>
      </w:r>
      <w:r>
        <w:rPr>
          <w:rtl/>
        </w:rPr>
        <w:t xml:space="preserve"> فما كان منهم إلاّ أن قذفوا به من حالق فمات</w:t>
      </w:r>
      <w:r w:rsidR="00364168">
        <w:rPr>
          <w:rtl/>
        </w:rPr>
        <w:t>.</w:t>
      </w:r>
      <w:r>
        <w:rPr>
          <w:rtl/>
        </w:rPr>
        <w:t xml:space="preserve"> </w:t>
      </w:r>
    </w:p>
    <w:p w:rsidR="002B49A5" w:rsidRDefault="002B49A5" w:rsidP="002B49A5">
      <w:pPr>
        <w:pStyle w:val="libNormal"/>
        <w:rPr>
          <w:rtl/>
        </w:rPr>
      </w:pPr>
      <w:r>
        <w:rPr>
          <w:rtl/>
        </w:rPr>
        <w:t>وحدث مثل هذا مع عبد الله بن يقطر</w:t>
      </w:r>
      <w:r w:rsidR="008F60AE">
        <w:rPr>
          <w:rtl/>
        </w:rPr>
        <w:t xml:space="preserve"> ...</w:t>
      </w:r>
      <w:r>
        <w:rPr>
          <w:rtl/>
        </w:rPr>
        <w:t xml:space="preserve"> فأبى أن يلعن الحُسين ولعن عبيد الله بن زياد</w:t>
      </w:r>
      <w:r w:rsidR="00364168">
        <w:rPr>
          <w:rtl/>
        </w:rPr>
        <w:t>،</w:t>
      </w:r>
      <w:r>
        <w:rPr>
          <w:rtl/>
        </w:rPr>
        <w:t xml:space="preserve"> فألقوا به من شرفات القصر إلى الأرض فاندكّت عظامه ولم يمت</w:t>
      </w:r>
      <w:r w:rsidR="00364168">
        <w:rPr>
          <w:rtl/>
        </w:rPr>
        <w:t>،</w:t>
      </w:r>
      <w:r>
        <w:rPr>
          <w:rtl/>
        </w:rPr>
        <w:t xml:space="preserve"> فذبحوه</w:t>
      </w:r>
      <w:r w:rsidR="00364168">
        <w:rPr>
          <w:rtl/>
        </w:rPr>
        <w:t>.</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وجعل الحُسين كلّما سأل قادماً من العراق أنبأه بمقتل رسول من رُسله أو داعية من دُعاته</w:t>
      </w:r>
      <w:r w:rsidR="00364168">
        <w:rPr>
          <w:rtl/>
        </w:rPr>
        <w:t>،</w:t>
      </w:r>
      <w:r>
        <w:rPr>
          <w:rtl/>
        </w:rPr>
        <w:t xml:space="preserve"> فأشار عليه بعض صحبه بالرّجوع</w:t>
      </w:r>
      <w:r w:rsidR="00364168">
        <w:rPr>
          <w:rtl/>
        </w:rPr>
        <w:t>،</w:t>
      </w:r>
      <w:r>
        <w:rPr>
          <w:rtl/>
        </w:rPr>
        <w:t xml:space="preserve"> وقال له غيرهم</w:t>
      </w:r>
      <w:r w:rsidR="00364168">
        <w:rPr>
          <w:rtl/>
        </w:rPr>
        <w:t>:</w:t>
      </w:r>
      <w:r>
        <w:rPr>
          <w:rtl/>
        </w:rPr>
        <w:t xml:space="preserve"> ما أنت مثل مُسلم بن عقيل</w:t>
      </w:r>
      <w:r w:rsidR="00364168">
        <w:rPr>
          <w:rtl/>
        </w:rPr>
        <w:t>،</w:t>
      </w:r>
      <w:r>
        <w:rPr>
          <w:rtl/>
        </w:rPr>
        <w:t xml:space="preserve"> ولو قدمت الكوفة لكان النّاس إليك أسرع</w:t>
      </w:r>
      <w:r w:rsidR="008F60AE">
        <w:rPr>
          <w:rtl/>
        </w:rPr>
        <w:t xml:space="preserve"> ...</w:t>
      </w:r>
      <w:r>
        <w:rPr>
          <w:rtl/>
        </w:rPr>
        <w:t xml:space="preserve"> ووثب بنو عقيل فأقسموا لا يبرحون حتّى يدركوا ثأرهم أو يذوقوا ما ذاق مُسلم</w:t>
      </w:r>
      <w:r w:rsidR="00364168">
        <w:rPr>
          <w:rtl/>
        </w:rPr>
        <w:t>.</w:t>
      </w:r>
      <w:r>
        <w:rPr>
          <w:rtl/>
        </w:rPr>
        <w:t xml:space="preserve"> </w:t>
      </w:r>
    </w:p>
    <w:p w:rsidR="002B49A5" w:rsidRDefault="002B49A5" w:rsidP="002B49A5">
      <w:pPr>
        <w:pStyle w:val="libNormal"/>
        <w:rPr>
          <w:rtl/>
        </w:rPr>
      </w:pPr>
      <w:r w:rsidRPr="002B49A5">
        <w:rPr>
          <w:rtl/>
        </w:rPr>
        <w:t>ولم يرَ الحُسين</w:t>
      </w:r>
      <w:r w:rsidR="004C4A93">
        <w:rPr>
          <w:rtl/>
        </w:rPr>
        <w:t xml:space="preserve"> - </w:t>
      </w:r>
      <w:r w:rsidRPr="002B49A5">
        <w:rPr>
          <w:rtl/>
        </w:rPr>
        <w:t>بعد ذلك</w:t>
      </w:r>
      <w:r w:rsidR="004C4A93">
        <w:rPr>
          <w:rtl/>
        </w:rPr>
        <w:t xml:space="preserve"> - </w:t>
      </w:r>
      <w:r w:rsidRPr="002B49A5">
        <w:rPr>
          <w:rtl/>
        </w:rPr>
        <w:t>أن يصحب معه أحّداً إلاّ على بصيرة من أمره وما هو لاقيه إن تقدّم ولم ينصرف لشأنه</w:t>
      </w:r>
      <w:r w:rsidR="008F60AE">
        <w:rPr>
          <w:rtl/>
        </w:rPr>
        <w:t xml:space="preserve"> ...</w:t>
      </w:r>
      <w:r w:rsidRPr="002B49A5">
        <w:rPr>
          <w:rtl/>
        </w:rPr>
        <w:t xml:space="preserve"> فخطب الرّهط الذين صحبوه وقال لهم</w:t>
      </w:r>
      <w:r w:rsidR="00364168">
        <w:rPr>
          <w:rtl/>
        </w:rPr>
        <w:t>:</w:t>
      </w:r>
      <w:r w:rsidRPr="002B49A5">
        <w:rPr>
          <w:rStyle w:val="libBold2Char"/>
          <w:rtl/>
        </w:rPr>
        <w:t xml:space="preserve"> (( وقد خذلنا شيعتنا</w:t>
      </w:r>
      <w:r w:rsidR="008F60AE">
        <w:rPr>
          <w:rStyle w:val="libBold2Char"/>
          <w:rtl/>
        </w:rPr>
        <w:t xml:space="preserve"> ...</w:t>
      </w:r>
      <w:r w:rsidRPr="002B49A5">
        <w:rPr>
          <w:rStyle w:val="libBold2Char"/>
          <w:rtl/>
        </w:rPr>
        <w:t xml:space="preserve"> فمَن أحبّ منكم أن ينصرف فلينصرف</w:t>
      </w:r>
      <w:r w:rsidR="00364168">
        <w:rPr>
          <w:rStyle w:val="libBold2Char"/>
          <w:rtl/>
        </w:rPr>
        <w:t>،</w:t>
      </w:r>
      <w:r w:rsidRPr="002B49A5">
        <w:rPr>
          <w:rStyle w:val="libBold2Char"/>
          <w:rtl/>
        </w:rPr>
        <w:t xml:space="preserve"> ليس عليهم منّا ذمام</w:t>
      </w:r>
      <w:r w:rsidR="008F60AE">
        <w:rPr>
          <w:rStyle w:val="libBold2Char"/>
          <w:rtl/>
        </w:rPr>
        <w:t xml:space="preserve"> ...</w:t>
      </w:r>
      <w:r w:rsidRPr="002B49A5">
        <w:rPr>
          <w:rStyle w:val="libBold2Char"/>
          <w:rtl/>
        </w:rPr>
        <w:t xml:space="preserve"> ))</w:t>
      </w:r>
      <w:r w:rsidR="00364168">
        <w:rPr>
          <w:rStyle w:val="libBold2Char"/>
          <w:rtl/>
        </w:rPr>
        <w:t>.</w:t>
      </w:r>
      <w:r w:rsidRPr="002B49A5">
        <w:rPr>
          <w:rtl/>
        </w:rPr>
        <w:t xml:space="preserve"> فتفرّقوا إلاّ أهل بيته وقليلاً ممّن تبعوه في الطريق</w:t>
      </w:r>
      <w:r w:rsidR="00364168">
        <w:rPr>
          <w:rtl/>
        </w:rPr>
        <w:t>.</w:t>
      </w:r>
      <w:r w:rsidRPr="002B49A5">
        <w:rPr>
          <w:rtl/>
        </w:rPr>
        <w:t xml:space="preserve"> </w:t>
      </w:r>
    </w:p>
    <w:p w:rsidR="002B49A5" w:rsidRPr="00390D32" w:rsidRDefault="002B49A5" w:rsidP="00390D32">
      <w:pPr>
        <w:pStyle w:val="Heading2"/>
        <w:rPr>
          <w:rtl/>
        </w:rPr>
      </w:pPr>
      <w:bookmarkStart w:id="63" w:name="الحسين_عليه_السلام_والحُرُّ_بنُ_يزيد"/>
      <w:bookmarkStart w:id="64" w:name="_Toc374273684"/>
      <w:bookmarkStart w:id="65" w:name="_Toc374273986"/>
      <w:bookmarkEnd w:id="63"/>
      <w:r w:rsidRPr="00390D32">
        <w:rPr>
          <w:rtl/>
        </w:rPr>
        <w:t xml:space="preserve">الحُسين </w:t>
      </w:r>
      <w:r w:rsidR="008F60AE" w:rsidRPr="00390D32">
        <w:rPr>
          <w:rStyle w:val="libAlaemHeading2Char"/>
          <w:rtl/>
        </w:rPr>
        <w:t>عليه‌السلام</w:t>
      </w:r>
      <w:r w:rsidRPr="00390D32">
        <w:rPr>
          <w:rtl/>
        </w:rPr>
        <w:t xml:space="preserve"> والحُرُّ بنُ يزيد</w:t>
      </w:r>
      <w:r w:rsidR="00364168" w:rsidRPr="00390D32">
        <w:rPr>
          <w:rtl/>
        </w:rPr>
        <w:t>:</w:t>
      </w:r>
      <w:bookmarkEnd w:id="64"/>
      <w:bookmarkEnd w:id="65"/>
    </w:p>
    <w:p w:rsidR="002B49A5" w:rsidRDefault="002B49A5" w:rsidP="002B49A5">
      <w:pPr>
        <w:pStyle w:val="libNormal"/>
        <w:rPr>
          <w:rtl/>
        </w:rPr>
      </w:pPr>
      <w:r>
        <w:rPr>
          <w:rtl/>
        </w:rPr>
        <w:t>والتقى الرّكب عند جبل ذي حسم بطلائع جيش عبيد الله يقودها الحرّ بن يزيد التميمي اليربوعي في ألف فارس</w:t>
      </w:r>
      <w:r w:rsidR="00364168">
        <w:rPr>
          <w:rtl/>
        </w:rPr>
        <w:t>،</w:t>
      </w:r>
      <w:r>
        <w:rPr>
          <w:rtl/>
        </w:rPr>
        <w:t xml:space="preserve"> اُمروا بأن لا يدعوا الحُسين حتّى يقدموا به على عبيد الله في الكوفة</w:t>
      </w:r>
      <w:r w:rsidR="00364168">
        <w:rPr>
          <w:rtl/>
        </w:rPr>
        <w:t>،</w:t>
      </w:r>
      <w:r>
        <w:rPr>
          <w:rtl/>
        </w:rPr>
        <w:t xml:space="preserve"> فأمر الحُسين مؤذّنه بالآذان لصلاة الظهر</w:t>
      </w:r>
      <w:r w:rsidR="00364168">
        <w:rPr>
          <w:rtl/>
        </w:rPr>
        <w:t>،</w:t>
      </w:r>
      <w:r>
        <w:rPr>
          <w:rtl/>
        </w:rPr>
        <w:t xml:space="preserve"> وخطب أصحابه وأصحاب الحرّ بن يزيد فقال</w:t>
      </w:r>
      <w:r w:rsidR="00364168">
        <w:rPr>
          <w:rtl/>
        </w:rPr>
        <w:t>:</w:t>
      </w:r>
    </w:p>
    <w:p w:rsidR="002B49A5" w:rsidRDefault="002B49A5" w:rsidP="002B49A5">
      <w:pPr>
        <w:pStyle w:val="libNormal"/>
      </w:pPr>
      <w:r>
        <w:rPr>
          <w:rtl/>
        </w:rPr>
        <w:br w:type="page"/>
      </w:r>
    </w:p>
    <w:p w:rsidR="002B49A5" w:rsidRDefault="002B49A5" w:rsidP="00390D32">
      <w:pPr>
        <w:pStyle w:val="libNormal0"/>
        <w:rPr>
          <w:rtl/>
        </w:rPr>
      </w:pPr>
      <w:r w:rsidRPr="008F60AE">
        <w:rPr>
          <w:rStyle w:val="libBold2Char"/>
          <w:rtl/>
        </w:rPr>
        <w:lastRenderedPageBreak/>
        <w:t>(( أيّها النّاس</w:t>
      </w:r>
      <w:r w:rsidR="00364168" w:rsidRPr="008F60AE">
        <w:rPr>
          <w:rStyle w:val="libBold2Char"/>
          <w:rtl/>
        </w:rPr>
        <w:t>،</w:t>
      </w:r>
      <w:r w:rsidRPr="008F60AE">
        <w:rPr>
          <w:rStyle w:val="libBold2Char"/>
          <w:rtl/>
        </w:rPr>
        <w:t xml:space="preserve"> إنّي لم آتكم حتّى أتتني كتبكم ورسلكم</w:t>
      </w:r>
      <w:r w:rsidR="00364168" w:rsidRPr="008F60AE">
        <w:rPr>
          <w:rStyle w:val="libBold2Char"/>
          <w:rtl/>
        </w:rPr>
        <w:t>:</w:t>
      </w:r>
      <w:r w:rsidRPr="008F60AE">
        <w:rPr>
          <w:rStyle w:val="libBold2Char"/>
          <w:rtl/>
        </w:rPr>
        <w:t xml:space="preserve"> أن أقدم علينا فليس لنا إمام</w:t>
      </w:r>
      <w:r w:rsidR="00364168" w:rsidRPr="008F60AE">
        <w:rPr>
          <w:rStyle w:val="libBold2Char"/>
          <w:rtl/>
        </w:rPr>
        <w:t>؛</w:t>
      </w:r>
      <w:r w:rsidRPr="008F60AE">
        <w:rPr>
          <w:rStyle w:val="libBold2Char"/>
          <w:rtl/>
        </w:rPr>
        <w:t xml:space="preserve"> لعلّ الله يجمعنا بك على الهُدى والحقّ</w:t>
      </w:r>
      <w:r w:rsidR="00364168" w:rsidRPr="008F60AE">
        <w:rPr>
          <w:rStyle w:val="libBold2Char"/>
          <w:rtl/>
        </w:rPr>
        <w:t>،</w:t>
      </w:r>
      <w:r w:rsidRPr="008F60AE">
        <w:rPr>
          <w:rStyle w:val="libBold2Char"/>
          <w:rtl/>
        </w:rPr>
        <w:t xml:space="preserve"> فقد جئتكم</w:t>
      </w:r>
      <w:r w:rsidR="008F60AE" w:rsidRPr="008F60AE">
        <w:rPr>
          <w:rStyle w:val="libBold2Char"/>
          <w:rtl/>
        </w:rPr>
        <w:t xml:space="preserve"> ...</w:t>
      </w:r>
      <w:r w:rsidRPr="008F60AE">
        <w:rPr>
          <w:rStyle w:val="libBold2Char"/>
          <w:rtl/>
        </w:rPr>
        <w:t xml:space="preserve"> فإن تعطوني ما أطمئنّ إليه من عهودكم ومواثيقكم أقدم مصركم</w:t>
      </w:r>
      <w:r w:rsidR="00364168" w:rsidRPr="008F60AE">
        <w:rPr>
          <w:rStyle w:val="libBold2Char"/>
          <w:rtl/>
        </w:rPr>
        <w:t>،</w:t>
      </w:r>
      <w:r w:rsidRPr="008F60AE">
        <w:rPr>
          <w:rStyle w:val="libBold2Char"/>
          <w:rtl/>
        </w:rPr>
        <w:t xml:space="preserve"> وإن لم تفعلوا أو كنتم لقدومي كارهين</w:t>
      </w:r>
      <w:r w:rsidR="00364168" w:rsidRPr="008F60AE">
        <w:rPr>
          <w:rStyle w:val="libBold2Char"/>
          <w:rtl/>
        </w:rPr>
        <w:t>،</w:t>
      </w:r>
      <w:r w:rsidRPr="008F60AE">
        <w:rPr>
          <w:rStyle w:val="libBold2Char"/>
          <w:rtl/>
        </w:rPr>
        <w:t xml:space="preserve"> انصرفت عنكم إلى المكان الذي أقبلت منه ))</w:t>
      </w:r>
      <w:r w:rsidR="00364168" w:rsidRPr="008F60AE">
        <w:rPr>
          <w:rStyle w:val="libBold2Char"/>
          <w:rtl/>
        </w:rPr>
        <w:t>.</w:t>
      </w:r>
      <w:r w:rsidRPr="002B49A5">
        <w:rPr>
          <w:rtl/>
        </w:rPr>
        <w:t xml:space="preserve"> فلم يجبه أحد</w:t>
      </w:r>
      <w:r w:rsidR="00364168">
        <w:rPr>
          <w:rtl/>
        </w:rPr>
        <w:t>،</w:t>
      </w:r>
      <w:r w:rsidRPr="002B49A5">
        <w:rPr>
          <w:rtl/>
        </w:rPr>
        <w:t xml:space="preserve"> فقال للمؤذّن</w:t>
      </w:r>
      <w:r w:rsidR="00364168">
        <w:rPr>
          <w:rtl/>
        </w:rPr>
        <w:t>:</w:t>
      </w:r>
      <w:r w:rsidRPr="002B49A5">
        <w:rPr>
          <w:rtl/>
        </w:rPr>
        <w:t xml:space="preserve"> </w:t>
      </w:r>
      <w:r w:rsidRPr="002B49A5">
        <w:rPr>
          <w:rStyle w:val="libBold2Char"/>
          <w:rtl/>
        </w:rPr>
        <w:t>(( أقم الصلاة ))</w:t>
      </w:r>
      <w:r w:rsidR="00364168">
        <w:rPr>
          <w:rStyle w:val="libBold2Char"/>
          <w:rtl/>
        </w:rPr>
        <w:t>.</w:t>
      </w:r>
    </w:p>
    <w:p w:rsidR="002B49A5" w:rsidRDefault="002B49A5" w:rsidP="002B49A5">
      <w:pPr>
        <w:pStyle w:val="libNormal"/>
        <w:rPr>
          <w:rtl/>
        </w:rPr>
      </w:pPr>
      <w:r w:rsidRPr="002B49A5">
        <w:rPr>
          <w:rtl/>
        </w:rPr>
        <w:t>وسأل الحرّ</w:t>
      </w:r>
      <w:r w:rsidR="00364168">
        <w:rPr>
          <w:rtl/>
        </w:rPr>
        <w:t>:</w:t>
      </w:r>
      <w:r w:rsidRPr="002B49A5">
        <w:rPr>
          <w:rStyle w:val="libBold2Char"/>
          <w:rtl/>
        </w:rPr>
        <w:t xml:space="preserve"> (( أتريد أن تُصلّي أنت بأصحابك واُصلّي بأصحابي</w:t>
      </w:r>
      <w:r w:rsidR="00364168">
        <w:rPr>
          <w:rStyle w:val="libBold2Char"/>
          <w:rtl/>
        </w:rPr>
        <w:t>؟</w:t>
      </w:r>
      <w:r w:rsidRPr="002B49A5">
        <w:rPr>
          <w:rStyle w:val="libBold2Char"/>
          <w:rtl/>
        </w:rPr>
        <w:t xml:space="preserve"> ))</w:t>
      </w:r>
      <w:r w:rsidR="00364168">
        <w:rPr>
          <w:rStyle w:val="libBold2Char"/>
          <w:rtl/>
        </w:rPr>
        <w:t>.</w:t>
      </w:r>
      <w:r w:rsidRPr="002B49A5">
        <w:rPr>
          <w:rStyle w:val="libBold2Char"/>
          <w:rtl/>
        </w:rPr>
        <w:t xml:space="preserve"> </w:t>
      </w:r>
      <w:r w:rsidRPr="002B49A5">
        <w:rPr>
          <w:rtl/>
        </w:rPr>
        <w:t>فقال الحرّ</w:t>
      </w:r>
      <w:r w:rsidR="00364168">
        <w:rPr>
          <w:rtl/>
        </w:rPr>
        <w:t>:</w:t>
      </w:r>
      <w:r w:rsidRPr="002B49A5">
        <w:rPr>
          <w:rtl/>
        </w:rPr>
        <w:t xml:space="preserve"> بل نُصلّي جميعاً بصلاتك</w:t>
      </w:r>
      <w:r w:rsidR="008F60AE">
        <w:rPr>
          <w:rtl/>
        </w:rPr>
        <w:t xml:space="preserve"> ...</w:t>
      </w:r>
      <w:r w:rsidRPr="002B49A5">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sidRPr="002B49A5">
        <w:rPr>
          <w:rtl/>
        </w:rPr>
        <w:t>ثمّ تياسر الحُسين إلى طريق العذيب فبلغها وفرسان عبيد الله يلازمونه ويصرّون على أخذه إلى أميرهم</w:t>
      </w:r>
      <w:r w:rsidR="00364168">
        <w:rPr>
          <w:rtl/>
        </w:rPr>
        <w:t>،</w:t>
      </w:r>
      <w:r w:rsidRPr="002B49A5">
        <w:rPr>
          <w:rtl/>
        </w:rPr>
        <w:t xml:space="preserve"> وصدّه عن وجهته حيثما اتجه غير وجهتهم</w:t>
      </w:r>
      <w:r w:rsidR="00364168">
        <w:rPr>
          <w:rtl/>
        </w:rPr>
        <w:t>،</w:t>
      </w:r>
      <w:r w:rsidRPr="002B49A5">
        <w:rPr>
          <w:rtl/>
        </w:rPr>
        <w:t xml:space="preserve"> فأقبل عليهم يعظهم وهُم يصغون إليه فقال</w:t>
      </w:r>
      <w:r w:rsidR="00364168">
        <w:rPr>
          <w:rtl/>
        </w:rPr>
        <w:t>:</w:t>
      </w:r>
      <w:r w:rsidRPr="002B49A5">
        <w:rPr>
          <w:rStyle w:val="libBold2Char"/>
          <w:rtl/>
        </w:rPr>
        <w:t xml:space="preserve"> (( أيّها النّاس</w:t>
      </w:r>
      <w:r w:rsidR="00364168">
        <w:rPr>
          <w:rStyle w:val="libBold2Char"/>
          <w:rtl/>
        </w:rPr>
        <w:t>،</w:t>
      </w:r>
      <w:r w:rsidRPr="002B49A5">
        <w:rPr>
          <w:rStyle w:val="libBold2Char"/>
          <w:rtl/>
        </w:rPr>
        <w:t xml:space="preserve"> إنّ رسول الله </w:t>
      </w:r>
      <w:r w:rsidR="00390D32" w:rsidRPr="00390D32">
        <w:rPr>
          <w:rStyle w:val="libAlaemChar"/>
          <w:rtl/>
        </w:rPr>
        <w:t>صلى‌الله‌عليه‌وآله</w:t>
      </w:r>
      <w:r w:rsidRPr="002B49A5">
        <w:rPr>
          <w:rStyle w:val="libBold2Char"/>
          <w:rtl/>
        </w:rPr>
        <w:t xml:space="preserve"> قال</w:t>
      </w:r>
      <w:r w:rsidR="00364168">
        <w:rPr>
          <w:rStyle w:val="libBold2Char"/>
          <w:rtl/>
        </w:rPr>
        <w:t>:</w:t>
      </w:r>
      <w:r w:rsidRPr="002B49A5">
        <w:rPr>
          <w:rStyle w:val="libBold2Char"/>
          <w:rtl/>
        </w:rPr>
        <w:t xml:space="preserve"> مَن رأى</w:t>
      </w:r>
    </w:p>
    <w:p w:rsidR="002B49A5" w:rsidRDefault="002B49A5" w:rsidP="002B49A5">
      <w:pPr>
        <w:pStyle w:val="libNormal"/>
      </w:pPr>
      <w:r>
        <w:rPr>
          <w:rtl/>
        </w:rPr>
        <w:br w:type="page"/>
      </w:r>
    </w:p>
    <w:p w:rsidR="002B49A5" w:rsidRDefault="002B49A5" w:rsidP="00390D32">
      <w:pPr>
        <w:pStyle w:val="libNormal0"/>
        <w:rPr>
          <w:rtl/>
        </w:rPr>
      </w:pPr>
      <w:r w:rsidRPr="00390D32">
        <w:rPr>
          <w:rStyle w:val="libBold2Char"/>
          <w:rtl/>
        </w:rPr>
        <w:lastRenderedPageBreak/>
        <w:t>سُلطاناً جائراً مستحلاًّ لحرم الله</w:t>
      </w:r>
      <w:r w:rsidR="00364168" w:rsidRPr="00390D32">
        <w:rPr>
          <w:rStyle w:val="libBold2Char"/>
          <w:rtl/>
        </w:rPr>
        <w:t>،</w:t>
      </w:r>
      <w:r w:rsidRPr="00390D32">
        <w:rPr>
          <w:rStyle w:val="libBold2Char"/>
          <w:rtl/>
        </w:rPr>
        <w:t xml:space="preserve"> مُخالفاً لسنّة رسول الله</w:t>
      </w:r>
      <w:r w:rsidR="00364168" w:rsidRPr="00390D32">
        <w:rPr>
          <w:rStyle w:val="libBold2Char"/>
          <w:rtl/>
        </w:rPr>
        <w:t>،</w:t>
      </w:r>
      <w:r w:rsidRPr="00390D32">
        <w:rPr>
          <w:rStyle w:val="libBold2Char"/>
          <w:rtl/>
        </w:rPr>
        <w:t xml:space="preserve"> يعمل في عباد الله بالإثم والعدوان</w:t>
      </w:r>
      <w:r w:rsidR="00364168" w:rsidRPr="00390D32">
        <w:rPr>
          <w:rStyle w:val="libBold2Char"/>
          <w:rtl/>
        </w:rPr>
        <w:t>،</w:t>
      </w:r>
      <w:r w:rsidRPr="00390D32">
        <w:rPr>
          <w:rStyle w:val="libBold2Char"/>
          <w:rtl/>
        </w:rPr>
        <w:t xml:space="preserve"> فلم يُغيّر ما عليه بفعل ولا قول</w:t>
      </w:r>
      <w:r w:rsidR="00364168" w:rsidRPr="00390D32">
        <w:rPr>
          <w:rStyle w:val="libBold2Char"/>
          <w:rtl/>
        </w:rPr>
        <w:t>،</w:t>
      </w:r>
      <w:r w:rsidRPr="00390D32">
        <w:rPr>
          <w:rStyle w:val="libBold2Char"/>
          <w:rtl/>
        </w:rPr>
        <w:t xml:space="preserve"> كان حقّاً على الله أن يدخله مدخله</w:t>
      </w:r>
      <w:r w:rsidR="00364168" w:rsidRPr="00390D32">
        <w:rPr>
          <w:rStyle w:val="libBold2Char"/>
          <w:rtl/>
        </w:rPr>
        <w:t>،</w:t>
      </w:r>
      <w:r w:rsidRPr="00390D32">
        <w:rPr>
          <w:rStyle w:val="libBold2Char"/>
          <w:rtl/>
        </w:rPr>
        <w:t xml:space="preserve"> ألا وإنّ هؤلاء قد لزموا طاعة الشّيطان وتركوا طاعة الرّحمن</w:t>
      </w:r>
      <w:r w:rsidR="00364168" w:rsidRPr="00390D32">
        <w:rPr>
          <w:rStyle w:val="libBold2Char"/>
          <w:rtl/>
        </w:rPr>
        <w:t>،</w:t>
      </w:r>
      <w:r w:rsidRPr="00390D32">
        <w:rPr>
          <w:rStyle w:val="libBold2Char"/>
          <w:rtl/>
        </w:rPr>
        <w:t xml:space="preserve"> وأظهروا الفساد</w:t>
      </w:r>
      <w:r w:rsidR="00364168" w:rsidRPr="00390D32">
        <w:rPr>
          <w:rStyle w:val="libBold2Char"/>
          <w:rtl/>
        </w:rPr>
        <w:t>،</w:t>
      </w:r>
      <w:r w:rsidRPr="00390D32">
        <w:rPr>
          <w:rStyle w:val="libBold2Char"/>
          <w:rtl/>
        </w:rPr>
        <w:t xml:space="preserve"> وعطّلوا الحدود</w:t>
      </w:r>
      <w:r w:rsidR="00364168" w:rsidRPr="00390D32">
        <w:rPr>
          <w:rStyle w:val="libBold2Char"/>
          <w:rtl/>
        </w:rPr>
        <w:t>،</w:t>
      </w:r>
      <w:r w:rsidRPr="00390D32">
        <w:rPr>
          <w:rStyle w:val="libBold2Char"/>
          <w:rtl/>
        </w:rPr>
        <w:t xml:space="preserve"> واستأثروا بالغيّ</w:t>
      </w:r>
      <w:r w:rsidR="00364168" w:rsidRPr="00390D32">
        <w:rPr>
          <w:rStyle w:val="libBold2Char"/>
          <w:rtl/>
        </w:rPr>
        <w:t>،</w:t>
      </w:r>
      <w:r w:rsidRPr="00390D32">
        <w:rPr>
          <w:rStyle w:val="libBold2Char"/>
          <w:rtl/>
        </w:rPr>
        <w:t xml:space="preserve"> وأحلّوا حرام الله وحرّموا حلاله</w:t>
      </w:r>
      <w:r w:rsidR="00364168" w:rsidRPr="00390D32">
        <w:rPr>
          <w:rStyle w:val="libBold2Char"/>
          <w:rtl/>
        </w:rPr>
        <w:t>،</w:t>
      </w:r>
      <w:r w:rsidRPr="00390D32">
        <w:rPr>
          <w:rStyle w:val="libBold2Char"/>
          <w:rtl/>
        </w:rPr>
        <w:t xml:space="preserve"> وأنا أحقّ من غيري</w:t>
      </w:r>
      <w:r w:rsidR="008F60AE">
        <w:rPr>
          <w:rtl/>
        </w:rPr>
        <w:t xml:space="preserve"> ...</w:t>
      </w:r>
      <w:r>
        <w:rPr>
          <w:rtl/>
        </w:rPr>
        <w:t xml:space="preserve"> </w:t>
      </w:r>
    </w:p>
    <w:p w:rsidR="002B49A5" w:rsidRDefault="002B49A5" w:rsidP="008F60AE">
      <w:pPr>
        <w:pStyle w:val="libBold2"/>
        <w:rPr>
          <w:rtl/>
        </w:rPr>
      </w:pPr>
      <w:r>
        <w:rPr>
          <w:rtl/>
        </w:rPr>
        <w:t>وقد أتتني كتبكم ورسلكم ببيعتكم وأنّكم لا تسلمونني ولا تخذلونني</w:t>
      </w:r>
      <w:r w:rsidR="00364168">
        <w:rPr>
          <w:rtl/>
        </w:rPr>
        <w:t>،</w:t>
      </w:r>
      <w:r>
        <w:rPr>
          <w:rtl/>
        </w:rPr>
        <w:t xml:space="preserve"> فإن بقيتم على بيعتكم تصيبوا رشدكم</w:t>
      </w:r>
      <w:r w:rsidR="00364168">
        <w:rPr>
          <w:rtl/>
        </w:rPr>
        <w:t>،</w:t>
      </w:r>
      <w:r>
        <w:rPr>
          <w:rtl/>
        </w:rPr>
        <w:t xml:space="preserve"> وأنا الحُسين بن عليّ</w:t>
      </w:r>
      <w:r w:rsidR="00364168">
        <w:rPr>
          <w:rtl/>
        </w:rPr>
        <w:t>،</w:t>
      </w:r>
      <w:r>
        <w:rPr>
          <w:rtl/>
        </w:rPr>
        <w:t xml:space="preserve"> وابن فاطمة بنت رسول الله </w:t>
      </w:r>
      <w:r w:rsidR="00390D32" w:rsidRPr="00390D32">
        <w:rPr>
          <w:rStyle w:val="libAlaemChar"/>
          <w:rtl/>
        </w:rPr>
        <w:t>صلى‌الله‌عليه‌وآله</w:t>
      </w:r>
      <w:r w:rsidR="00364168">
        <w:rPr>
          <w:rtl/>
        </w:rPr>
        <w:t>،</w:t>
      </w:r>
      <w:r>
        <w:rPr>
          <w:rtl/>
        </w:rPr>
        <w:t xml:space="preserve"> نفسي مع أنفسكم وأهلي من أهلكم</w:t>
      </w:r>
      <w:r w:rsidR="00364168">
        <w:rPr>
          <w:rtl/>
        </w:rPr>
        <w:t>،</w:t>
      </w:r>
      <w:r>
        <w:rPr>
          <w:rtl/>
        </w:rPr>
        <w:t xml:space="preserve"> فلكم فيّ أسوة</w:t>
      </w:r>
      <w:r w:rsidR="00364168">
        <w:rPr>
          <w:rtl/>
        </w:rPr>
        <w:t>،</w:t>
      </w:r>
      <w:r>
        <w:rPr>
          <w:rtl/>
        </w:rPr>
        <w:t xml:space="preserve"> وإن لم تفعلوا ونقضتم عهدي وخلعتم بيعتي</w:t>
      </w:r>
      <w:r w:rsidR="00364168">
        <w:rPr>
          <w:rtl/>
        </w:rPr>
        <w:t>،</w:t>
      </w:r>
      <w:r>
        <w:rPr>
          <w:rtl/>
        </w:rPr>
        <w:t xml:space="preserve"> فلَعمري ما هي لكم بنكير</w:t>
      </w:r>
      <w:r w:rsidR="00364168">
        <w:rPr>
          <w:rtl/>
        </w:rPr>
        <w:t>،</w:t>
      </w:r>
      <w:r>
        <w:rPr>
          <w:rtl/>
        </w:rPr>
        <w:t xml:space="preserve"> والمغرور من أغترّ بكم</w:t>
      </w:r>
      <w:r w:rsidR="00364168">
        <w:rPr>
          <w:rtl/>
        </w:rPr>
        <w:t>،</w:t>
      </w:r>
      <w:r>
        <w:rPr>
          <w:rtl/>
        </w:rPr>
        <w:t xml:space="preserve"> فحظّكم أخطأتم</w:t>
      </w:r>
      <w:r w:rsidR="00364168">
        <w:rPr>
          <w:rtl/>
        </w:rPr>
        <w:t>،</w:t>
      </w:r>
      <w:r>
        <w:rPr>
          <w:rtl/>
        </w:rPr>
        <w:t xml:space="preserve"> ونصيبكم ضيعتم</w:t>
      </w:r>
      <w:r w:rsidR="008F60AE">
        <w:rPr>
          <w:rtl/>
        </w:rPr>
        <w:t xml:space="preserve"> ...</w:t>
      </w:r>
      <w:r>
        <w:rPr>
          <w:rtl/>
        </w:rPr>
        <w:t xml:space="preserve"> ومَن نكث فإنّما ينكث على نفسه وسيغني الله عنكم</w:t>
      </w:r>
      <w:r w:rsidR="00364168">
        <w:rPr>
          <w:rtl/>
        </w:rPr>
        <w:t>،</w:t>
      </w:r>
      <w:r>
        <w:rPr>
          <w:rtl/>
        </w:rPr>
        <w:t xml:space="preserve"> والسّلام ))</w:t>
      </w:r>
      <w:r w:rsidR="00364168">
        <w:rPr>
          <w:rtl/>
        </w:rPr>
        <w:t>.</w:t>
      </w:r>
    </w:p>
    <w:p w:rsidR="002B49A5" w:rsidRDefault="002B49A5" w:rsidP="002B49A5">
      <w:pPr>
        <w:pStyle w:val="libNormal"/>
        <w:rPr>
          <w:rtl/>
        </w:rPr>
      </w:pPr>
      <w:r w:rsidRPr="002B49A5">
        <w:rPr>
          <w:rtl/>
        </w:rPr>
        <w:t>فأنصت الحرّ بن يزيد وأصحابه ثمّ توجّه إليه يحذّره العاقبة وينبّئه</w:t>
      </w:r>
      <w:r w:rsidR="00364168">
        <w:rPr>
          <w:rtl/>
        </w:rPr>
        <w:t>:</w:t>
      </w:r>
      <w:r w:rsidRPr="002B49A5">
        <w:rPr>
          <w:rtl/>
        </w:rPr>
        <w:t xml:space="preserve"> لئن قاتلت لتقتلن</w:t>
      </w:r>
      <w:r w:rsidR="00364168">
        <w:rPr>
          <w:rtl/>
        </w:rPr>
        <w:t>.</w:t>
      </w:r>
      <w:r w:rsidRPr="002B49A5">
        <w:rPr>
          <w:rtl/>
        </w:rPr>
        <w:t xml:space="preserve"> فصاح به الحُسين</w:t>
      </w:r>
      <w:r w:rsidR="00364168">
        <w:rPr>
          <w:rtl/>
        </w:rPr>
        <w:t>:</w:t>
      </w:r>
      <w:r w:rsidRPr="002B49A5">
        <w:rPr>
          <w:rtl/>
        </w:rPr>
        <w:t xml:space="preserve"> </w:t>
      </w:r>
      <w:r w:rsidRPr="002B49A5">
        <w:rPr>
          <w:rStyle w:val="libBold2Char"/>
          <w:rtl/>
        </w:rPr>
        <w:t>(( أبالموت تخوفني</w:t>
      </w:r>
      <w:r w:rsidR="00364168">
        <w:rPr>
          <w:rStyle w:val="libBold2Char"/>
          <w:rtl/>
        </w:rPr>
        <w:t>؟</w:t>
      </w:r>
      <w:r w:rsidRPr="002B49A5">
        <w:rPr>
          <w:rStyle w:val="libBold2Char"/>
          <w:rtl/>
        </w:rPr>
        <w:t>! ما أدري ما أقول لك</w:t>
      </w:r>
      <w:r w:rsidR="00364168">
        <w:rPr>
          <w:rStyle w:val="libBold2Char"/>
          <w:rtl/>
        </w:rPr>
        <w:t>،</w:t>
      </w:r>
      <w:r w:rsidRPr="002B49A5">
        <w:rPr>
          <w:rStyle w:val="libBold2Char"/>
          <w:rtl/>
        </w:rPr>
        <w:t xml:space="preserve"> ولكنّي أقول كما قال</w:t>
      </w:r>
    </w:p>
    <w:p w:rsidR="002B49A5" w:rsidRDefault="002B49A5" w:rsidP="002B49A5">
      <w:pPr>
        <w:pStyle w:val="libNormal"/>
      </w:pPr>
      <w:r>
        <w:rPr>
          <w:rtl/>
        </w:rPr>
        <w:br w:type="page"/>
      </w:r>
    </w:p>
    <w:p w:rsidR="002B49A5" w:rsidRDefault="002B49A5" w:rsidP="00390D32">
      <w:pPr>
        <w:pStyle w:val="libNormal0"/>
        <w:rPr>
          <w:rtl/>
        </w:rPr>
      </w:pPr>
      <w:r w:rsidRPr="00390D32">
        <w:rPr>
          <w:rStyle w:val="libBold2Char"/>
          <w:rtl/>
        </w:rPr>
        <w:lastRenderedPageBreak/>
        <w:t>أخو الأوس لابن عمه وهو يريد نصرة رسول الله</w:t>
      </w:r>
      <w:r w:rsidR="00364168" w:rsidRPr="00390D32">
        <w:rPr>
          <w:rStyle w:val="libBold2Char"/>
          <w:rtl/>
        </w:rPr>
        <w:t>،</w:t>
      </w:r>
      <w:r w:rsidRPr="00390D32">
        <w:rPr>
          <w:rStyle w:val="libBold2Char"/>
          <w:rtl/>
        </w:rPr>
        <w:t xml:space="preserve"> فخوّفه ابن عمه وأنذره أنّه لمقتول فأنشد</w:t>
      </w:r>
      <w:r w:rsidR="00364168">
        <w:rPr>
          <w:rtl/>
        </w:rPr>
        <w:t>:</w:t>
      </w:r>
    </w:p>
    <w:tbl>
      <w:tblPr>
        <w:tblStyle w:val="TableGrid"/>
        <w:bidiVisual/>
        <w:tblW w:w="4562" w:type="pct"/>
        <w:tblInd w:w="384" w:type="dxa"/>
        <w:tblLook w:val="04A0"/>
      </w:tblPr>
      <w:tblGrid>
        <w:gridCol w:w="3345"/>
        <w:gridCol w:w="269"/>
        <w:gridCol w:w="3308"/>
      </w:tblGrid>
      <w:tr w:rsidR="00390D32" w:rsidTr="00390D32">
        <w:trPr>
          <w:trHeight w:val="350"/>
        </w:trPr>
        <w:tc>
          <w:tcPr>
            <w:tcW w:w="3345" w:type="dxa"/>
          </w:tcPr>
          <w:p w:rsidR="00390D32" w:rsidRDefault="00390D32" w:rsidP="00390D32">
            <w:pPr>
              <w:pStyle w:val="libPoem"/>
            </w:pPr>
            <w:r w:rsidRPr="008F60AE">
              <w:rPr>
                <w:rStyle w:val="libPoemChar"/>
                <w:rtl/>
              </w:rPr>
              <w:t>سأمضي</w:t>
            </w:r>
            <w:r w:rsidR="00897AE1">
              <w:rPr>
                <w:rStyle w:val="libPoemChar"/>
                <w:rtl/>
              </w:rPr>
              <w:t xml:space="preserve"> </w:t>
            </w:r>
            <w:r w:rsidRPr="008F60AE">
              <w:rPr>
                <w:rStyle w:val="libPoemChar"/>
                <w:rtl/>
              </w:rPr>
              <w:t>وما</w:t>
            </w:r>
            <w:r w:rsidR="00897AE1">
              <w:rPr>
                <w:rStyle w:val="libPoemChar"/>
                <w:rtl/>
              </w:rPr>
              <w:t xml:space="preserve"> </w:t>
            </w:r>
            <w:r w:rsidRPr="008F60AE">
              <w:rPr>
                <w:rStyle w:val="libPoemChar"/>
                <w:rtl/>
              </w:rPr>
              <w:t>بالموتِ</w:t>
            </w:r>
            <w:r w:rsidR="00897AE1">
              <w:rPr>
                <w:rStyle w:val="libPoemChar"/>
                <w:rtl/>
              </w:rPr>
              <w:t xml:space="preserve"> </w:t>
            </w:r>
            <w:r w:rsidRPr="008F60AE">
              <w:rPr>
                <w:rStyle w:val="libPoemChar"/>
                <w:rtl/>
              </w:rPr>
              <w:t>عارٌ</w:t>
            </w:r>
            <w:r w:rsidR="00897AE1">
              <w:rPr>
                <w:rStyle w:val="libPoemChar"/>
                <w:rtl/>
              </w:rPr>
              <w:t xml:space="preserve"> </w:t>
            </w:r>
            <w:r w:rsidRPr="008F60AE">
              <w:rPr>
                <w:rStyle w:val="libPoemChar"/>
                <w:rtl/>
              </w:rPr>
              <w:t>على</w:t>
            </w:r>
            <w:r w:rsidR="00897AE1">
              <w:rPr>
                <w:rStyle w:val="libPoemChar"/>
                <w:rtl/>
              </w:rPr>
              <w:t xml:space="preserve"> </w:t>
            </w:r>
            <w:r w:rsidRPr="008F60AE">
              <w:rPr>
                <w:rStyle w:val="libPoemChar"/>
                <w:rtl/>
              </w:rPr>
              <w:t>الفتى</w:t>
            </w:r>
            <w:r w:rsidRPr="00725071">
              <w:rPr>
                <w:rStyle w:val="libPoemTiniChar0"/>
                <w:rtl/>
              </w:rPr>
              <w:br/>
              <w:t> </w:t>
            </w:r>
          </w:p>
        </w:tc>
        <w:tc>
          <w:tcPr>
            <w:tcW w:w="269" w:type="dxa"/>
          </w:tcPr>
          <w:p w:rsidR="00390D32" w:rsidRDefault="00390D32" w:rsidP="00390D32">
            <w:pPr>
              <w:pStyle w:val="libPoem"/>
              <w:rPr>
                <w:rtl/>
              </w:rPr>
            </w:pPr>
          </w:p>
        </w:tc>
        <w:tc>
          <w:tcPr>
            <w:tcW w:w="3308" w:type="dxa"/>
          </w:tcPr>
          <w:p w:rsidR="00390D32" w:rsidRDefault="00390D32" w:rsidP="00390D32">
            <w:pPr>
              <w:pStyle w:val="libPoem"/>
            </w:pPr>
            <w:r w:rsidRPr="008F60AE">
              <w:rPr>
                <w:rStyle w:val="libPoemChar"/>
                <w:rtl/>
              </w:rPr>
              <w:t>إذا</w:t>
            </w:r>
            <w:r w:rsidR="00897AE1">
              <w:rPr>
                <w:rStyle w:val="libPoemChar"/>
                <w:rtl/>
              </w:rPr>
              <w:t xml:space="preserve"> </w:t>
            </w:r>
            <w:r w:rsidRPr="008F60AE">
              <w:rPr>
                <w:rStyle w:val="libPoemChar"/>
                <w:rtl/>
              </w:rPr>
              <w:t>مـا</w:t>
            </w:r>
            <w:r w:rsidR="00897AE1">
              <w:rPr>
                <w:rStyle w:val="libPoemChar"/>
                <w:rtl/>
              </w:rPr>
              <w:t xml:space="preserve"> </w:t>
            </w:r>
            <w:r w:rsidRPr="008F60AE">
              <w:rPr>
                <w:rStyle w:val="libPoemChar"/>
                <w:rtl/>
              </w:rPr>
              <w:t>نـوى</w:t>
            </w:r>
            <w:r w:rsidR="00897AE1">
              <w:rPr>
                <w:rStyle w:val="libPoemChar"/>
                <w:rtl/>
              </w:rPr>
              <w:t xml:space="preserve"> </w:t>
            </w:r>
            <w:r w:rsidRPr="008F60AE">
              <w:rPr>
                <w:rStyle w:val="libPoemChar"/>
                <w:rtl/>
              </w:rPr>
              <w:t>خـيراً</w:t>
            </w:r>
            <w:r w:rsidR="00897AE1">
              <w:rPr>
                <w:rStyle w:val="libPoemChar"/>
                <w:rtl/>
              </w:rPr>
              <w:t xml:space="preserve"> </w:t>
            </w:r>
            <w:r w:rsidRPr="008F60AE">
              <w:rPr>
                <w:rStyle w:val="libPoemChar"/>
                <w:rtl/>
              </w:rPr>
              <w:t>وجاهدَ</w:t>
            </w:r>
            <w:r w:rsidR="00897AE1">
              <w:rPr>
                <w:rStyle w:val="libPoemChar"/>
                <w:rtl/>
              </w:rPr>
              <w:t xml:space="preserve"> </w:t>
            </w:r>
            <w:r w:rsidRPr="008F60AE">
              <w:rPr>
                <w:rStyle w:val="libPoemChar"/>
                <w:rtl/>
              </w:rPr>
              <w:t>مُسلما</w:t>
            </w:r>
            <w:r w:rsidRPr="00725071">
              <w:rPr>
                <w:rStyle w:val="libPoemTiniChar0"/>
                <w:rtl/>
              </w:rPr>
              <w:br/>
              <w:t> </w:t>
            </w:r>
          </w:p>
        </w:tc>
      </w:tr>
      <w:tr w:rsidR="00390D32" w:rsidTr="00390D32">
        <w:trPr>
          <w:trHeight w:val="350"/>
        </w:trPr>
        <w:tc>
          <w:tcPr>
            <w:tcW w:w="3345" w:type="dxa"/>
          </w:tcPr>
          <w:p w:rsidR="00390D32" w:rsidRDefault="00390D32" w:rsidP="00897AE1">
            <w:pPr>
              <w:pStyle w:val="libPoem"/>
            </w:pPr>
            <w:r w:rsidRPr="008F60AE">
              <w:rPr>
                <w:rStyle w:val="libPoemChar"/>
                <w:rtl/>
              </w:rPr>
              <w:t>وآسـى</w:t>
            </w:r>
            <w:r w:rsidR="00897AE1">
              <w:rPr>
                <w:rStyle w:val="libPoemChar"/>
                <w:rtl/>
              </w:rPr>
              <w:t xml:space="preserve"> </w:t>
            </w:r>
            <w:r w:rsidRPr="008F60AE">
              <w:rPr>
                <w:rStyle w:val="libPoemChar"/>
                <w:rtl/>
              </w:rPr>
              <w:t>الـرّجالَ</w:t>
            </w:r>
            <w:r w:rsidR="00897AE1">
              <w:rPr>
                <w:rStyle w:val="libPoemChar"/>
                <w:rtl/>
              </w:rPr>
              <w:t xml:space="preserve"> </w:t>
            </w:r>
            <w:r w:rsidRPr="008F60AE">
              <w:rPr>
                <w:rStyle w:val="libPoemChar"/>
                <w:rtl/>
              </w:rPr>
              <w:t>الصالحينَ</w:t>
            </w:r>
            <w:r w:rsidR="00897AE1">
              <w:rPr>
                <w:rStyle w:val="libPoemChar"/>
                <w:rtl/>
              </w:rPr>
              <w:t xml:space="preserve"> </w:t>
            </w:r>
            <w:r w:rsidRPr="008F60AE">
              <w:rPr>
                <w:rStyle w:val="libPoemChar"/>
                <w:rtl/>
              </w:rPr>
              <w:t>بنفسهِ</w:t>
            </w:r>
            <w:r w:rsidRPr="00725071">
              <w:rPr>
                <w:rStyle w:val="libPoemTiniChar0"/>
                <w:rtl/>
              </w:rPr>
              <w:br/>
              <w:t> </w:t>
            </w:r>
          </w:p>
        </w:tc>
        <w:tc>
          <w:tcPr>
            <w:tcW w:w="269" w:type="dxa"/>
          </w:tcPr>
          <w:p w:rsidR="00390D32" w:rsidRDefault="00390D32" w:rsidP="00390D32">
            <w:pPr>
              <w:pStyle w:val="libPoem"/>
              <w:rPr>
                <w:rtl/>
              </w:rPr>
            </w:pPr>
          </w:p>
        </w:tc>
        <w:tc>
          <w:tcPr>
            <w:tcW w:w="3308" w:type="dxa"/>
          </w:tcPr>
          <w:p w:rsidR="00390D32" w:rsidRDefault="00390D32" w:rsidP="00897AE1">
            <w:pPr>
              <w:pStyle w:val="libPoem"/>
            </w:pPr>
            <w:r w:rsidRPr="008F60AE">
              <w:rPr>
                <w:rStyle w:val="libPoemChar"/>
                <w:rtl/>
              </w:rPr>
              <w:t>وخـالفَ</w:t>
            </w:r>
            <w:r w:rsidR="00897AE1">
              <w:rPr>
                <w:rStyle w:val="libPoemChar"/>
                <w:rtl/>
              </w:rPr>
              <w:t xml:space="preserve"> </w:t>
            </w:r>
            <w:r w:rsidRPr="008F60AE">
              <w:rPr>
                <w:rStyle w:val="libPoemChar"/>
                <w:rtl/>
              </w:rPr>
              <w:t>مـثبوراً</w:t>
            </w:r>
            <w:r w:rsidR="00897AE1">
              <w:rPr>
                <w:rStyle w:val="libPoemChar"/>
                <w:rtl/>
              </w:rPr>
              <w:t xml:space="preserve"> </w:t>
            </w:r>
            <w:r w:rsidRPr="008F60AE">
              <w:rPr>
                <w:rStyle w:val="libPoemChar"/>
                <w:rtl/>
              </w:rPr>
              <w:t>وفـارقَ</w:t>
            </w:r>
            <w:r w:rsidR="00897AE1">
              <w:rPr>
                <w:rStyle w:val="libPoemChar"/>
                <w:rtl/>
              </w:rPr>
              <w:t xml:space="preserve"> </w:t>
            </w:r>
            <w:r w:rsidRPr="008F60AE">
              <w:rPr>
                <w:rStyle w:val="libPoemChar"/>
                <w:rtl/>
              </w:rPr>
              <w:t>مجرما</w:t>
            </w:r>
            <w:r w:rsidRPr="00725071">
              <w:rPr>
                <w:rStyle w:val="libPoemTiniChar0"/>
                <w:rtl/>
              </w:rPr>
              <w:br/>
              <w:t> </w:t>
            </w:r>
          </w:p>
        </w:tc>
      </w:tr>
      <w:tr w:rsidR="00390D32" w:rsidTr="00390D32">
        <w:trPr>
          <w:trHeight w:val="350"/>
        </w:trPr>
        <w:tc>
          <w:tcPr>
            <w:tcW w:w="3345" w:type="dxa"/>
          </w:tcPr>
          <w:p w:rsidR="00390D32" w:rsidRDefault="00390D32" w:rsidP="00897AE1">
            <w:pPr>
              <w:pStyle w:val="libPoem"/>
            </w:pPr>
            <w:r w:rsidRPr="008F60AE">
              <w:rPr>
                <w:rStyle w:val="libPoemChar"/>
                <w:rtl/>
              </w:rPr>
              <w:t>فـإن</w:t>
            </w:r>
            <w:r w:rsidR="00897AE1">
              <w:rPr>
                <w:rStyle w:val="libPoemChar"/>
                <w:rtl/>
              </w:rPr>
              <w:t xml:space="preserve"> </w:t>
            </w:r>
            <w:r w:rsidRPr="008F60AE">
              <w:rPr>
                <w:rStyle w:val="libPoemChar"/>
                <w:rtl/>
              </w:rPr>
              <w:t>عشتُ</w:t>
            </w:r>
            <w:r w:rsidR="00897AE1">
              <w:rPr>
                <w:rStyle w:val="libPoemChar"/>
                <w:rtl/>
              </w:rPr>
              <w:t xml:space="preserve"> </w:t>
            </w:r>
            <w:r w:rsidRPr="008F60AE">
              <w:rPr>
                <w:rStyle w:val="libPoemChar"/>
                <w:rtl/>
              </w:rPr>
              <w:t>لم</w:t>
            </w:r>
            <w:r w:rsidR="00897AE1">
              <w:rPr>
                <w:rStyle w:val="libPoemChar"/>
                <w:rtl/>
              </w:rPr>
              <w:t xml:space="preserve"> </w:t>
            </w:r>
            <w:r w:rsidRPr="008F60AE">
              <w:rPr>
                <w:rStyle w:val="libPoemChar"/>
                <w:rtl/>
              </w:rPr>
              <w:t>أندمْ</w:t>
            </w:r>
            <w:r w:rsidR="00897AE1">
              <w:rPr>
                <w:rStyle w:val="libPoemChar"/>
                <w:rtl/>
              </w:rPr>
              <w:t xml:space="preserve"> </w:t>
            </w:r>
            <w:r w:rsidRPr="008F60AE">
              <w:rPr>
                <w:rStyle w:val="libPoemChar"/>
                <w:rtl/>
              </w:rPr>
              <w:t>وإنْ</w:t>
            </w:r>
            <w:r w:rsidR="00897AE1">
              <w:rPr>
                <w:rStyle w:val="libPoemChar"/>
                <w:rtl/>
              </w:rPr>
              <w:t xml:space="preserve"> </w:t>
            </w:r>
            <w:r w:rsidRPr="008F60AE">
              <w:rPr>
                <w:rStyle w:val="libPoemChar"/>
                <w:rtl/>
              </w:rPr>
              <w:t>متُّ</w:t>
            </w:r>
            <w:r w:rsidR="00897AE1">
              <w:rPr>
                <w:rStyle w:val="libPoemChar"/>
                <w:rtl/>
              </w:rPr>
              <w:t xml:space="preserve"> </w:t>
            </w:r>
            <w:r w:rsidRPr="008F60AE">
              <w:rPr>
                <w:rStyle w:val="libPoemChar"/>
                <w:rtl/>
              </w:rPr>
              <w:t>لم</w:t>
            </w:r>
            <w:r w:rsidR="00897AE1">
              <w:rPr>
                <w:rStyle w:val="libPoemChar"/>
                <w:rtl/>
              </w:rPr>
              <w:t xml:space="preserve"> </w:t>
            </w:r>
            <w:r w:rsidRPr="008F60AE">
              <w:rPr>
                <w:rStyle w:val="libPoemChar"/>
                <w:rtl/>
              </w:rPr>
              <w:t>أُلم</w:t>
            </w:r>
            <w:r w:rsidRPr="00725071">
              <w:rPr>
                <w:rStyle w:val="libPoemTiniChar0"/>
                <w:rtl/>
              </w:rPr>
              <w:br/>
              <w:t> </w:t>
            </w:r>
          </w:p>
        </w:tc>
        <w:tc>
          <w:tcPr>
            <w:tcW w:w="269" w:type="dxa"/>
          </w:tcPr>
          <w:p w:rsidR="00390D32" w:rsidRDefault="00390D32" w:rsidP="00390D32">
            <w:pPr>
              <w:pStyle w:val="libPoem"/>
              <w:rPr>
                <w:rtl/>
              </w:rPr>
            </w:pPr>
          </w:p>
        </w:tc>
        <w:tc>
          <w:tcPr>
            <w:tcW w:w="3308" w:type="dxa"/>
          </w:tcPr>
          <w:p w:rsidR="00390D32" w:rsidRDefault="00390D32" w:rsidP="00390D32">
            <w:pPr>
              <w:pStyle w:val="libPoem"/>
            </w:pPr>
            <w:r w:rsidRPr="008F60AE">
              <w:rPr>
                <w:rStyle w:val="libPoemChar"/>
                <w:rtl/>
              </w:rPr>
              <w:t>كـفى</w:t>
            </w:r>
            <w:r w:rsidR="00897AE1">
              <w:rPr>
                <w:rStyle w:val="libPoemChar"/>
                <w:rtl/>
              </w:rPr>
              <w:t xml:space="preserve"> </w:t>
            </w:r>
            <w:r w:rsidRPr="008F60AE">
              <w:rPr>
                <w:rStyle w:val="libPoemChar"/>
                <w:rtl/>
              </w:rPr>
              <w:t>بِـكَ</w:t>
            </w:r>
            <w:r w:rsidR="00897AE1">
              <w:rPr>
                <w:rStyle w:val="libPoemChar"/>
                <w:rtl/>
              </w:rPr>
              <w:t xml:space="preserve"> </w:t>
            </w:r>
            <w:r w:rsidRPr="008F60AE">
              <w:rPr>
                <w:rStyle w:val="libPoemChar"/>
                <w:rtl/>
              </w:rPr>
              <w:t>ذلاّ</w:t>
            </w:r>
            <w:r w:rsidR="00897AE1">
              <w:rPr>
                <w:rStyle w:val="libPoemChar"/>
                <w:rtl/>
              </w:rPr>
              <w:t xml:space="preserve"> </w:t>
            </w:r>
            <w:r w:rsidRPr="008F60AE">
              <w:rPr>
                <w:rStyle w:val="libPoemChar"/>
                <w:rtl/>
              </w:rPr>
              <w:t>أنْ</w:t>
            </w:r>
            <w:r w:rsidR="00897AE1">
              <w:rPr>
                <w:rStyle w:val="libPoemChar"/>
                <w:rtl/>
              </w:rPr>
              <w:t xml:space="preserve"> </w:t>
            </w:r>
            <w:r w:rsidRPr="008F60AE">
              <w:rPr>
                <w:rStyle w:val="libPoemChar"/>
                <w:rtl/>
              </w:rPr>
              <w:t>تـعيشَ</w:t>
            </w:r>
            <w:r w:rsidR="00897AE1">
              <w:rPr>
                <w:rStyle w:val="libPoemChar"/>
                <w:rtl/>
              </w:rPr>
              <w:t xml:space="preserve"> </w:t>
            </w:r>
            <w:r w:rsidRPr="008F60AE">
              <w:rPr>
                <w:rStyle w:val="libPoemChar"/>
                <w:rtl/>
              </w:rPr>
              <w:t>وتُرغما</w:t>
            </w:r>
            <w:r w:rsidRPr="00725071">
              <w:rPr>
                <w:rStyle w:val="libPoemTiniChar0"/>
                <w:rtl/>
              </w:rPr>
              <w:br/>
              <w:t> </w:t>
            </w:r>
          </w:p>
        </w:tc>
      </w:tr>
    </w:tbl>
    <w:p w:rsidR="002B49A5" w:rsidRDefault="002B49A5" w:rsidP="008F60AE">
      <w:pPr>
        <w:pStyle w:val="libCenter"/>
        <w:rPr>
          <w:rtl/>
        </w:rPr>
      </w:pPr>
      <w:r>
        <w:rPr>
          <w:rtl/>
        </w:rPr>
        <w:t>* * *</w:t>
      </w:r>
    </w:p>
    <w:p w:rsidR="002B49A5" w:rsidRDefault="002B49A5" w:rsidP="002B49A5">
      <w:pPr>
        <w:pStyle w:val="libNormal"/>
        <w:rPr>
          <w:rtl/>
        </w:rPr>
      </w:pPr>
      <w:r>
        <w:rPr>
          <w:rtl/>
        </w:rPr>
        <w:t>ثمّ سار الركبان ينظر بعضهما إلى بعض كلّما مال الحُسين نحو البادية</w:t>
      </w:r>
      <w:r w:rsidR="00364168">
        <w:rPr>
          <w:rtl/>
        </w:rPr>
        <w:t>،</w:t>
      </w:r>
      <w:r>
        <w:rPr>
          <w:rtl/>
        </w:rPr>
        <w:t xml:space="preserve"> أسرع الحرّ بن يزيد فردّه نحو الكوفة حتّى نزلا بنينوى</w:t>
      </w:r>
      <w:r w:rsidR="00364168">
        <w:rPr>
          <w:rtl/>
        </w:rPr>
        <w:t>،</w:t>
      </w:r>
      <w:r>
        <w:rPr>
          <w:rtl/>
        </w:rPr>
        <w:t xml:space="preserve"> فإذا راكب مُقبل عليه بالسّلاح</w:t>
      </w:r>
      <w:r w:rsidR="00364168">
        <w:rPr>
          <w:rtl/>
        </w:rPr>
        <w:t>،</w:t>
      </w:r>
      <w:r>
        <w:rPr>
          <w:rtl/>
        </w:rPr>
        <w:t xml:space="preserve"> يحيّي الحرّ ولا يحيّي الحُسين</w:t>
      </w:r>
      <w:r w:rsidR="00364168">
        <w:rPr>
          <w:rtl/>
        </w:rPr>
        <w:t>،</w:t>
      </w:r>
      <w:r>
        <w:rPr>
          <w:rtl/>
        </w:rPr>
        <w:t xml:space="preserve"> ثمّ أسلم الحرّ كتاباً من عبيد الله يقول فيه</w:t>
      </w:r>
      <w:r w:rsidR="00364168">
        <w:rPr>
          <w:rtl/>
        </w:rPr>
        <w:t>:</w:t>
      </w:r>
      <w:r>
        <w:rPr>
          <w:rtl/>
        </w:rPr>
        <w:t xml:space="preserve"> أمّا بعد</w:t>
      </w:r>
      <w:r w:rsidR="00364168">
        <w:rPr>
          <w:rtl/>
        </w:rPr>
        <w:t>،</w:t>
      </w:r>
      <w:r>
        <w:rPr>
          <w:rtl/>
        </w:rPr>
        <w:t xml:space="preserve"> فجعجع بالحُسين حتّى يبلغك كتابي ويقدم عليك رسولي</w:t>
      </w:r>
      <w:r w:rsidR="00364168">
        <w:rPr>
          <w:rtl/>
        </w:rPr>
        <w:t>،</w:t>
      </w:r>
      <w:r>
        <w:rPr>
          <w:rtl/>
        </w:rPr>
        <w:t xml:space="preserve"> فلا تنزله إلاّ بالعراء في غير حصن وعلى غير ماء</w:t>
      </w:r>
      <w:r w:rsidR="008F60AE">
        <w:rPr>
          <w:rtl/>
        </w:rPr>
        <w:t xml:space="preserve"> ...</w:t>
      </w:r>
      <w:r>
        <w:rPr>
          <w:rtl/>
        </w:rPr>
        <w:t xml:space="preserve"> وقد أمرت رسولي أن يلزمك فلا يفارقك حتّى يأتيني بإنفاذك أمري</w:t>
      </w:r>
      <w:r w:rsidR="00364168">
        <w:rPr>
          <w:rtl/>
        </w:rPr>
        <w:t>،</w:t>
      </w:r>
      <w:r>
        <w:rPr>
          <w:rtl/>
        </w:rPr>
        <w:t xml:space="preserve"> والسّلام</w:t>
      </w:r>
      <w:r w:rsidR="00364168">
        <w:rPr>
          <w:rtl/>
        </w:rPr>
        <w:t>.</w:t>
      </w:r>
    </w:p>
    <w:p w:rsidR="002B49A5" w:rsidRDefault="002B49A5" w:rsidP="002B49A5">
      <w:pPr>
        <w:pStyle w:val="libNormal"/>
        <w:rPr>
          <w:rtl/>
        </w:rPr>
      </w:pPr>
      <w:r>
        <w:rPr>
          <w:rtl/>
        </w:rPr>
        <w:t xml:space="preserve">فلمّا بدا من الحرّ بن يزيد أنّه يُريد أن ينفّذ أمر عبيد الله بن زياد </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ويخشى رقيبه الذي أمر ألاّ يفارقه حتّى ينفذ أمره</w:t>
      </w:r>
      <w:r w:rsidR="00364168">
        <w:rPr>
          <w:rtl/>
        </w:rPr>
        <w:t>،</w:t>
      </w:r>
      <w:r>
        <w:rPr>
          <w:rtl/>
        </w:rPr>
        <w:t xml:space="preserve"> قال أحد أصحاب الحُسين</w:t>
      </w:r>
      <w:r w:rsidR="004C4A93">
        <w:rPr>
          <w:rtl/>
        </w:rPr>
        <w:t xml:space="preserve"> - </w:t>
      </w:r>
      <w:r>
        <w:rPr>
          <w:rtl/>
        </w:rPr>
        <w:t>زهير بن القين</w:t>
      </w:r>
      <w:r w:rsidR="009A226F">
        <w:rPr>
          <w:rtl/>
        </w:rPr>
        <w:t xml:space="preserve"> -</w:t>
      </w:r>
      <w:r w:rsidR="00364168">
        <w:rPr>
          <w:rtl/>
        </w:rPr>
        <w:t>:</w:t>
      </w:r>
      <w:r>
        <w:rPr>
          <w:rtl/>
        </w:rPr>
        <w:t xml:space="preserve"> إنّه لا يكون</w:t>
      </w:r>
      <w:r w:rsidR="004C4A93">
        <w:rPr>
          <w:rtl/>
        </w:rPr>
        <w:t xml:space="preserve"> - </w:t>
      </w:r>
      <w:r>
        <w:rPr>
          <w:rtl/>
        </w:rPr>
        <w:t>والله</w:t>
      </w:r>
      <w:r w:rsidR="004C4A93">
        <w:rPr>
          <w:rtl/>
        </w:rPr>
        <w:t xml:space="preserve"> - </w:t>
      </w:r>
      <w:r>
        <w:rPr>
          <w:rtl/>
        </w:rPr>
        <w:t>بعد ما ترون إلاّ ما هو أشدّ منه</w:t>
      </w:r>
      <w:r w:rsidR="00364168">
        <w:rPr>
          <w:rtl/>
        </w:rPr>
        <w:t>.</w:t>
      </w:r>
      <w:r>
        <w:rPr>
          <w:rtl/>
        </w:rPr>
        <w:t xml:space="preserve"> يابن رسول الله</w:t>
      </w:r>
      <w:r w:rsidR="00364168">
        <w:rPr>
          <w:rtl/>
        </w:rPr>
        <w:t>،</w:t>
      </w:r>
      <w:r>
        <w:rPr>
          <w:rtl/>
        </w:rPr>
        <w:t xml:space="preserve"> إنّ قتال هؤلاء أهون علينا من قتال من يأتينا بعدهم</w:t>
      </w:r>
      <w:r w:rsidR="00364168">
        <w:rPr>
          <w:rtl/>
        </w:rPr>
        <w:t>،</w:t>
      </w:r>
      <w:r>
        <w:rPr>
          <w:rtl/>
        </w:rPr>
        <w:t xml:space="preserve"> فلَعمري</w:t>
      </w:r>
      <w:r w:rsidR="00364168">
        <w:rPr>
          <w:rtl/>
        </w:rPr>
        <w:t>،</w:t>
      </w:r>
      <w:r>
        <w:rPr>
          <w:rtl/>
        </w:rPr>
        <w:t xml:space="preserve"> ليأتينا من بعدهم ما لا قبل لنا به</w:t>
      </w:r>
      <w:r w:rsidR="00364168">
        <w:rPr>
          <w:rtl/>
        </w:rPr>
        <w:t>،</w:t>
      </w:r>
      <w:r>
        <w:rPr>
          <w:rtl/>
        </w:rPr>
        <w:t xml:space="preserve"> فهلمّ نناجز هؤلاء</w:t>
      </w:r>
      <w:r w:rsidR="00364168">
        <w:rPr>
          <w:rtl/>
        </w:rPr>
        <w:t>.</w:t>
      </w:r>
    </w:p>
    <w:p w:rsidR="002B49A5" w:rsidRDefault="002B49A5" w:rsidP="002B49A5">
      <w:pPr>
        <w:pStyle w:val="libNormal"/>
        <w:rPr>
          <w:rtl/>
        </w:rPr>
      </w:pPr>
      <w:r w:rsidRPr="002B49A5">
        <w:rPr>
          <w:rtl/>
        </w:rPr>
        <w:t>فأعرض الحُسين عن مشورته وقال</w:t>
      </w:r>
      <w:r w:rsidR="00364168">
        <w:rPr>
          <w:rtl/>
        </w:rPr>
        <w:t>:</w:t>
      </w:r>
      <w:r w:rsidRPr="002B49A5">
        <w:rPr>
          <w:rtl/>
        </w:rPr>
        <w:t xml:space="preserve"> </w:t>
      </w:r>
      <w:r w:rsidRPr="002B49A5">
        <w:rPr>
          <w:rStyle w:val="libBold2Char"/>
          <w:rtl/>
        </w:rPr>
        <w:t>(( إنّي أكره أن أبدأهم بقتال ))</w:t>
      </w:r>
      <w:r w:rsidR="00364168">
        <w:rPr>
          <w:rStyle w:val="libBold2Char"/>
          <w:rtl/>
        </w:rPr>
        <w:t>.</w:t>
      </w:r>
    </w:p>
    <w:p w:rsidR="002B49A5" w:rsidRPr="00390D32" w:rsidRDefault="002B49A5" w:rsidP="00390D32">
      <w:pPr>
        <w:pStyle w:val="Heading2"/>
        <w:rPr>
          <w:rtl/>
        </w:rPr>
      </w:pPr>
      <w:bookmarkStart w:id="66" w:name="عمر_بن_سعد"/>
      <w:bookmarkStart w:id="67" w:name="_Toc374273685"/>
      <w:bookmarkStart w:id="68" w:name="_Toc374273987"/>
      <w:bookmarkEnd w:id="66"/>
      <w:r w:rsidRPr="00390D32">
        <w:rPr>
          <w:rtl/>
        </w:rPr>
        <w:t>عمر بن سعد</w:t>
      </w:r>
      <w:r w:rsidR="00364168" w:rsidRPr="00390D32">
        <w:rPr>
          <w:rtl/>
        </w:rPr>
        <w:t>:</w:t>
      </w:r>
      <w:bookmarkEnd w:id="67"/>
      <w:bookmarkEnd w:id="68"/>
    </w:p>
    <w:p w:rsidR="002B49A5" w:rsidRDefault="002B49A5" w:rsidP="002B49A5">
      <w:pPr>
        <w:pStyle w:val="libNormal"/>
        <w:rPr>
          <w:rtl/>
        </w:rPr>
      </w:pPr>
      <w:r>
        <w:rPr>
          <w:rtl/>
        </w:rPr>
        <w:t>وكان الديلم قد ثاروا على يزيد بن معاوية واستولوا على دستبي بأرض همذان</w:t>
      </w:r>
      <w:r w:rsidR="00364168">
        <w:rPr>
          <w:rtl/>
        </w:rPr>
        <w:t>،</w:t>
      </w:r>
      <w:r>
        <w:rPr>
          <w:rtl/>
        </w:rPr>
        <w:t xml:space="preserve"> فجمع لهم عبيد الله بن زياد جيشاً عدّته أربعة آلاف فارس بقيادة عمر بن سعد بن أبي وقاص</w:t>
      </w:r>
      <w:r w:rsidR="00364168">
        <w:rPr>
          <w:rtl/>
        </w:rPr>
        <w:t>،</w:t>
      </w:r>
      <w:r>
        <w:rPr>
          <w:rtl/>
        </w:rPr>
        <w:t xml:space="preserve"> الذي يذكّر الديلم اسم أبيه</w:t>
      </w:r>
      <w:r w:rsidR="004C4A93">
        <w:rPr>
          <w:rtl/>
        </w:rPr>
        <w:t xml:space="preserve"> - </w:t>
      </w:r>
      <w:r>
        <w:rPr>
          <w:rtl/>
        </w:rPr>
        <w:t>سعد</w:t>
      </w:r>
      <w:r w:rsidR="004C4A93">
        <w:rPr>
          <w:rtl/>
        </w:rPr>
        <w:t xml:space="preserve"> - </w:t>
      </w:r>
      <w:r>
        <w:rPr>
          <w:rtl/>
        </w:rPr>
        <w:t>فاتح بلادهم</w:t>
      </w:r>
      <w:r w:rsidR="00364168">
        <w:rPr>
          <w:rtl/>
        </w:rPr>
        <w:t>،</w:t>
      </w:r>
      <w:r>
        <w:rPr>
          <w:rtl/>
        </w:rPr>
        <w:t xml:space="preserve"> وقد وعد بولاية الرّي بعد قمع الثورة الديلميّة</w:t>
      </w:r>
      <w:r w:rsidR="00364168">
        <w:rPr>
          <w:rtl/>
        </w:rPr>
        <w:t>،</w:t>
      </w:r>
      <w:r>
        <w:rPr>
          <w:rtl/>
        </w:rPr>
        <w:t xml:space="preserve"> فلمّا قدم الحُسين إلى العراق قال عبيد الله لعمر</w:t>
      </w:r>
      <w:r w:rsidR="00364168">
        <w:rPr>
          <w:rtl/>
        </w:rPr>
        <w:t>:</w:t>
      </w:r>
      <w:r>
        <w:rPr>
          <w:rtl/>
        </w:rPr>
        <w:t xml:space="preserve"> نفرغ من الحُسين ثمّ تسير إلى عملك</w:t>
      </w:r>
      <w:r w:rsidR="00364168">
        <w:rPr>
          <w:rtl/>
        </w:rPr>
        <w:t>.</w:t>
      </w:r>
    </w:p>
    <w:p w:rsidR="002B49A5" w:rsidRDefault="002B49A5" w:rsidP="002B49A5">
      <w:pPr>
        <w:pStyle w:val="libNormal"/>
        <w:rPr>
          <w:rtl/>
        </w:rPr>
      </w:pPr>
      <w:r>
        <w:rPr>
          <w:rtl/>
        </w:rPr>
        <w:t>فاستعفاه</w:t>
      </w:r>
      <w:r w:rsidR="00364168">
        <w:rPr>
          <w:rtl/>
        </w:rPr>
        <w:t>،</w:t>
      </w:r>
      <w:r>
        <w:rPr>
          <w:rtl/>
        </w:rPr>
        <w:t xml:space="preserve"> وعلم عبيد الله موطن هواه فقال له</w:t>
      </w:r>
      <w:r w:rsidR="00364168">
        <w:rPr>
          <w:rtl/>
        </w:rPr>
        <w:t>:</w:t>
      </w:r>
      <w:r>
        <w:rPr>
          <w:rtl/>
        </w:rPr>
        <w:t xml:space="preserve"> نعم نعفيك على أن ترد إلينا عهدنا</w:t>
      </w:r>
      <w:r w:rsidR="008F60AE">
        <w:rPr>
          <w:rtl/>
        </w:rPr>
        <w:t xml:space="preserve"> ...</w:t>
      </w:r>
      <w:r>
        <w:rPr>
          <w:rtl/>
        </w:rPr>
        <w:t xml:space="preserve"> فاستمهله حتّى يراجع نصحاءه</w:t>
      </w:r>
      <w:r w:rsidR="008F60AE">
        <w:rPr>
          <w:rtl/>
        </w:rPr>
        <w:t xml:space="preserve"> ...</w:t>
      </w:r>
      <w:r>
        <w:rPr>
          <w:rtl/>
        </w:rPr>
        <w:t xml:space="preserve"> فنصح له ابن اُخته ابن المغيرة</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ابن شعبة</w:t>
      </w:r>
      <w:r w:rsidR="004C4A93">
        <w:rPr>
          <w:rtl/>
        </w:rPr>
        <w:t xml:space="preserve"> - </w:t>
      </w:r>
      <w:r>
        <w:rPr>
          <w:rtl/>
        </w:rPr>
        <w:t>وهو من أكبر أعوان معاوية</w:t>
      </w:r>
      <w:r w:rsidR="004C4A93">
        <w:rPr>
          <w:rtl/>
        </w:rPr>
        <w:t xml:space="preserve"> - </w:t>
      </w:r>
      <w:r>
        <w:rPr>
          <w:rtl/>
        </w:rPr>
        <w:t>ألاّ يقبل مُقاتلة الحُسين</w:t>
      </w:r>
      <w:r w:rsidR="00364168">
        <w:rPr>
          <w:rtl/>
        </w:rPr>
        <w:t>،</w:t>
      </w:r>
      <w:r>
        <w:rPr>
          <w:rtl/>
        </w:rPr>
        <w:t xml:space="preserve"> وقال له</w:t>
      </w:r>
      <w:r w:rsidR="00364168">
        <w:rPr>
          <w:rtl/>
        </w:rPr>
        <w:t>:</w:t>
      </w:r>
      <w:r>
        <w:rPr>
          <w:rtl/>
        </w:rPr>
        <w:t xml:space="preserve"> والله</w:t>
      </w:r>
      <w:r w:rsidR="00364168">
        <w:rPr>
          <w:rtl/>
        </w:rPr>
        <w:t>،</w:t>
      </w:r>
      <w:r>
        <w:rPr>
          <w:rtl/>
        </w:rPr>
        <w:t xml:space="preserve"> لأن تخرج من دنياك ومالك وسُلطان الأرض لو كان لك</w:t>
      </w:r>
      <w:r w:rsidR="00364168">
        <w:rPr>
          <w:rtl/>
        </w:rPr>
        <w:t>،</w:t>
      </w:r>
      <w:r>
        <w:rPr>
          <w:rtl/>
        </w:rPr>
        <w:t xml:space="preserve"> خير من أن تلقى الله بدم الحُسين</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وبات ليلته يقلّب وجوه رأيه</w:t>
      </w:r>
      <w:r w:rsidR="00364168">
        <w:rPr>
          <w:rtl/>
        </w:rPr>
        <w:t>،</w:t>
      </w:r>
      <w:r>
        <w:rPr>
          <w:rtl/>
        </w:rPr>
        <w:t xml:space="preserve"> حتّى إذا أصبح ذهب إلى ابن زياد</w:t>
      </w:r>
      <w:r w:rsidR="00364168">
        <w:rPr>
          <w:rtl/>
        </w:rPr>
        <w:t>،</w:t>
      </w:r>
      <w:r>
        <w:rPr>
          <w:rtl/>
        </w:rPr>
        <w:t xml:space="preserve"> فاقترح عليه أن يبعث إلى الحُسين من أشراف الكوفة من ليس يغنى في الحرب عنهم</w:t>
      </w:r>
      <w:r w:rsidR="008F60AE">
        <w:rPr>
          <w:rtl/>
        </w:rPr>
        <w:t xml:space="preserve"> ...</w:t>
      </w:r>
      <w:r>
        <w:rPr>
          <w:rtl/>
        </w:rPr>
        <w:t xml:space="preserve"> فأبى ابن زياد إلاّ أن يسير إلى الحُسين أو ينزل عن ولاية الرّي</w:t>
      </w:r>
      <w:r w:rsidR="008F60AE">
        <w:rPr>
          <w:rtl/>
        </w:rPr>
        <w:t xml:space="preserve"> ...</w:t>
      </w:r>
      <w:r>
        <w:rPr>
          <w:rtl/>
        </w:rPr>
        <w:t xml:space="preserve"> فسار على مضض وجنوده متثاقلون متحرّجون</w:t>
      </w:r>
      <w:r w:rsidR="00364168">
        <w:rPr>
          <w:rtl/>
        </w:rPr>
        <w:t>،</w:t>
      </w:r>
      <w:r>
        <w:rPr>
          <w:rtl/>
        </w:rPr>
        <w:t xml:space="preserve"> إلاّ زعانف المرتزقة الذين ليس لهم من خلاق</w:t>
      </w:r>
      <w:r w:rsidR="00364168">
        <w:rPr>
          <w:rtl/>
        </w:rPr>
        <w:t>.</w:t>
      </w:r>
    </w:p>
    <w:p w:rsidR="002B49A5" w:rsidRDefault="002B49A5" w:rsidP="002B49A5">
      <w:pPr>
        <w:pStyle w:val="libNormal"/>
        <w:rPr>
          <w:rtl/>
        </w:rPr>
      </w:pPr>
      <w:r>
        <w:rPr>
          <w:rtl/>
        </w:rPr>
        <w:t>وكان جنود الجيش يتسللون منه ويتخلّفون بالكوفة</w:t>
      </w:r>
      <w:r w:rsidR="008F60AE">
        <w:rPr>
          <w:rtl/>
        </w:rPr>
        <w:t xml:space="preserve"> ...</w:t>
      </w:r>
      <w:r>
        <w:rPr>
          <w:rtl/>
        </w:rPr>
        <w:t xml:space="preserve"> فندب عبيد الله رجلاً من أعوانه</w:t>
      </w:r>
      <w:r w:rsidR="004C4A93">
        <w:rPr>
          <w:rtl/>
        </w:rPr>
        <w:t xml:space="preserve"> - </w:t>
      </w:r>
      <w:r>
        <w:rPr>
          <w:rtl/>
        </w:rPr>
        <w:t>هو سعد بن عبد الرحمن المنقري</w:t>
      </w:r>
      <w:r w:rsidR="004C4A93">
        <w:rPr>
          <w:rtl/>
        </w:rPr>
        <w:t xml:space="preserve"> - </w:t>
      </w:r>
      <w:r>
        <w:rPr>
          <w:rtl/>
        </w:rPr>
        <w:t>ليطوف بها ويأتيه بمن تخلّف عن المسير لقتال الحُسين</w:t>
      </w:r>
      <w:r w:rsidR="00364168">
        <w:rPr>
          <w:rtl/>
        </w:rPr>
        <w:t>،</w:t>
      </w:r>
      <w:r>
        <w:rPr>
          <w:rtl/>
        </w:rPr>
        <w:t xml:space="preserve"> وضرب عنق رجل جيء به</w:t>
      </w:r>
      <w:r w:rsidR="00364168">
        <w:rPr>
          <w:rtl/>
        </w:rPr>
        <w:t>،</w:t>
      </w:r>
      <w:r>
        <w:rPr>
          <w:rtl/>
        </w:rPr>
        <w:t xml:space="preserve"> وقيل</w:t>
      </w:r>
      <w:r w:rsidR="00364168">
        <w:rPr>
          <w:rtl/>
        </w:rPr>
        <w:t>:</w:t>
      </w:r>
      <w:r>
        <w:rPr>
          <w:rtl/>
        </w:rPr>
        <w:t xml:space="preserve"> إنّه من المتخلفين</w:t>
      </w:r>
      <w:r w:rsidR="00364168">
        <w:rPr>
          <w:rtl/>
        </w:rPr>
        <w:t>،</w:t>
      </w:r>
      <w:r>
        <w:rPr>
          <w:rtl/>
        </w:rPr>
        <w:t xml:space="preserve"> فأسرع بقيتهم إلى المسير</w:t>
      </w:r>
      <w:r w:rsidR="00364168">
        <w:rPr>
          <w:rtl/>
        </w:rPr>
        <w:t>.</w:t>
      </w:r>
    </w:p>
    <w:p w:rsidR="002B49A5" w:rsidRDefault="002B49A5" w:rsidP="002B49A5">
      <w:pPr>
        <w:pStyle w:val="libNormal"/>
        <w:rPr>
          <w:rtl/>
        </w:rPr>
      </w:pPr>
      <w:r>
        <w:rPr>
          <w:rtl/>
        </w:rPr>
        <w:t>وقد أدرك الجيش الحُسين وهو بكربلاء على نحو من خمسة وعشرين ميلاً إلى الشمال الغربي من الكوفة</w:t>
      </w:r>
      <w:r w:rsidR="00364168">
        <w:rPr>
          <w:rtl/>
        </w:rPr>
        <w:t>،</w:t>
      </w:r>
      <w:r>
        <w:rPr>
          <w:rtl/>
        </w:rPr>
        <w:t xml:space="preserve"> نزل بها في الثاني من ا</w:t>
      </w:r>
      <w:r w:rsidR="009A226F">
        <w:rPr>
          <w:rtl/>
        </w:rPr>
        <w:t>لم</w:t>
      </w:r>
      <w:r>
        <w:rPr>
          <w:rtl/>
        </w:rPr>
        <w:t>حرّم سنة إحدى وستّين</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وخلا الجو في الكوفة لرجلين اثنين يسابق كلاهما صاحبه في اللؤم وسوء الطوية</w:t>
      </w:r>
      <w:r w:rsidR="00364168">
        <w:rPr>
          <w:rtl/>
        </w:rPr>
        <w:t>،</w:t>
      </w:r>
      <w:r>
        <w:rPr>
          <w:rtl/>
        </w:rPr>
        <w:t xml:space="preserve"> وينفردان بتصريف الأمر في قضية الحُسين دون مراجعة من ذي سلطان</w:t>
      </w:r>
      <w:r w:rsidR="008F60AE">
        <w:rPr>
          <w:rtl/>
        </w:rPr>
        <w:t xml:space="preserve"> ...</w:t>
      </w:r>
      <w:r>
        <w:rPr>
          <w:rtl/>
        </w:rPr>
        <w:t xml:space="preserve"> وهُما عبيد الله بن زياد</w:t>
      </w:r>
      <w:r w:rsidR="00364168">
        <w:rPr>
          <w:rtl/>
        </w:rPr>
        <w:t>،</w:t>
      </w:r>
      <w:r>
        <w:rPr>
          <w:rtl/>
        </w:rPr>
        <w:t xml:space="preserve"> وشمر بن ذي الجوشن</w:t>
      </w:r>
      <w:r w:rsidR="00364168">
        <w:rPr>
          <w:rtl/>
        </w:rPr>
        <w:t>.</w:t>
      </w:r>
    </w:p>
    <w:p w:rsidR="002B49A5" w:rsidRDefault="002B49A5" w:rsidP="002B49A5">
      <w:pPr>
        <w:pStyle w:val="libNormal"/>
        <w:rPr>
          <w:rtl/>
        </w:rPr>
      </w:pPr>
      <w:r>
        <w:rPr>
          <w:rtl/>
        </w:rPr>
        <w:t>عبيد الله المغموز النّسب الذي لا يشغله شيء كما يشغله التشفّي لنسبه المغموز من رجل هو بلا مراء أعرق العرب نسباً في الجاهليّة والإسلام</w:t>
      </w:r>
      <w:r w:rsidR="008F60AE">
        <w:rPr>
          <w:rtl/>
        </w:rPr>
        <w:t xml:space="preserve"> ...</w:t>
      </w:r>
      <w:r>
        <w:rPr>
          <w:rtl/>
        </w:rPr>
        <w:t xml:space="preserve"> فليس أشهى إليه من فرصة ينزل فيها ذلك الرّجل على حُكمه ويشعره فيها بذله ورغمه</w:t>
      </w:r>
      <w:r w:rsidR="008F60AE">
        <w:rPr>
          <w:rtl/>
        </w:rPr>
        <w:t xml:space="preserve"> ...</w:t>
      </w:r>
      <w:r>
        <w:rPr>
          <w:rtl/>
        </w:rPr>
        <w:t xml:space="preserve"> </w:t>
      </w:r>
    </w:p>
    <w:p w:rsidR="002B49A5" w:rsidRPr="00390D32" w:rsidRDefault="002B49A5" w:rsidP="00390D32">
      <w:pPr>
        <w:pStyle w:val="Heading2"/>
        <w:rPr>
          <w:rtl/>
        </w:rPr>
      </w:pPr>
      <w:bookmarkStart w:id="69" w:name="شمر_بن_ذي_الجوشن"/>
      <w:bookmarkStart w:id="70" w:name="_Toc374273686"/>
      <w:bookmarkStart w:id="71" w:name="_Toc374273988"/>
      <w:bookmarkEnd w:id="69"/>
      <w:r w:rsidRPr="00390D32">
        <w:rPr>
          <w:rtl/>
        </w:rPr>
        <w:t>شمر بن ذي الجوشن</w:t>
      </w:r>
      <w:r w:rsidR="00364168" w:rsidRPr="00390D32">
        <w:rPr>
          <w:rtl/>
        </w:rPr>
        <w:t>:</w:t>
      </w:r>
      <w:bookmarkEnd w:id="70"/>
      <w:bookmarkEnd w:id="71"/>
    </w:p>
    <w:p w:rsidR="002B49A5" w:rsidRDefault="002B49A5" w:rsidP="002B49A5">
      <w:pPr>
        <w:pStyle w:val="libNormal"/>
        <w:rPr>
          <w:rtl/>
        </w:rPr>
      </w:pPr>
      <w:r>
        <w:rPr>
          <w:rtl/>
        </w:rPr>
        <w:t>وشمر بن ذي الجوشن الأبرص الكريه الذي يمضه من الحُسين ما يمض كلّ لئيم مشنوء من كلّ كريم محبوب وسيم</w:t>
      </w:r>
      <w:r w:rsidR="00364168">
        <w:rPr>
          <w:rtl/>
        </w:rPr>
        <w:t>،</w:t>
      </w:r>
      <w:r>
        <w:rPr>
          <w:rtl/>
        </w:rPr>
        <w:t xml:space="preserve"> وكان كلاهما يفهم لؤم صاحبه ويعطيه فيه حقّه وعذره</w:t>
      </w:r>
      <w:r w:rsidR="00364168">
        <w:rPr>
          <w:rtl/>
        </w:rPr>
        <w:t>،</w:t>
      </w:r>
      <w:r>
        <w:rPr>
          <w:rtl/>
        </w:rPr>
        <w:t xml:space="preserve"> فهما في هذه الخلّة متناصحان متفاهمان</w:t>
      </w:r>
      <w:r w:rsidR="008F60AE">
        <w:rPr>
          <w:rtl/>
        </w:rPr>
        <w:t xml:space="preserve"> ...</w:t>
      </w:r>
      <w:r>
        <w:rPr>
          <w:rtl/>
        </w:rPr>
        <w:t xml:space="preserve"> </w:t>
      </w:r>
    </w:p>
    <w:p w:rsidR="002B49A5" w:rsidRDefault="002B49A5" w:rsidP="002B49A5">
      <w:pPr>
        <w:pStyle w:val="libNormal"/>
        <w:rPr>
          <w:rtl/>
        </w:rPr>
      </w:pPr>
      <w:r>
        <w:rPr>
          <w:rtl/>
        </w:rPr>
        <w:t>ولم يكن أيسر من حل قضية الحُسين على وجه يُرضي يزيد ويمهّد له الولاء في قلوب ا</w:t>
      </w:r>
      <w:r w:rsidR="009A226F">
        <w:rPr>
          <w:rtl/>
        </w:rPr>
        <w:t>لم</w:t>
      </w:r>
      <w:r>
        <w:rPr>
          <w:rtl/>
        </w:rPr>
        <w:t>سلمين ولو إلى حين</w:t>
      </w:r>
      <w:r w:rsidR="00364168">
        <w:rPr>
          <w:rtl/>
        </w:rPr>
        <w:t>؛</w:t>
      </w:r>
      <w:r>
        <w:rPr>
          <w:rtl/>
        </w:rPr>
        <w:t xml:space="preserve"> لولا ذلك الضغن الممتزج بالخليقة الذي هو كسكر المخمور لا موضع معه لرأي مصيب</w:t>
      </w:r>
      <w:r w:rsidR="00364168">
        <w:rPr>
          <w:rtl/>
        </w:rPr>
        <w:t>،</w:t>
      </w:r>
      <w:r>
        <w:rPr>
          <w:rtl/>
        </w:rPr>
        <w:t xml:space="preserve"> ولا لتفكير في عاقبة بعيدة أو قريبة</w:t>
      </w:r>
      <w:r w:rsidR="008F60AE">
        <w:rPr>
          <w:rtl/>
        </w:rPr>
        <w:t xml:space="preserve"> ...</w:t>
      </w:r>
      <w:r>
        <w:rPr>
          <w:rtl/>
        </w:rPr>
        <w:t xml:space="preserve"> فالحُسين في أيديهم ليس أيسر عليهم من اعتقاله وإبقائه بأعينهم في مكان ينال فيه الكرامة ولا يتحفّز لثورة</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لكنّهما لم يفكّرا في أيسر شيء ولا أنفع شيء للدولة التي يخدمانها</w:t>
      </w:r>
      <w:r w:rsidR="008F60AE">
        <w:rPr>
          <w:rtl/>
        </w:rPr>
        <w:t xml:space="preserve"> ...</w:t>
      </w:r>
      <w:r>
        <w:rPr>
          <w:rtl/>
        </w:rPr>
        <w:t xml:space="preserve"> وإنّما فكّرا في النّسب المغموز والصورة الممسوخة</w:t>
      </w:r>
      <w:r w:rsidR="00364168">
        <w:rPr>
          <w:rtl/>
        </w:rPr>
        <w:t>،</w:t>
      </w:r>
      <w:r>
        <w:rPr>
          <w:rtl/>
        </w:rPr>
        <w:t xml:space="preserve"> فلم يكن لهما من همّ غير إرغام الحُسين وإشهاد الدُنيا كلّها على إرغامه</w:t>
      </w:r>
      <w:r w:rsidR="00364168">
        <w:rPr>
          <w:rtl/>
        </w:rPr>
        <w:t>.</w:t>
      </w:r>
    </w:p>
    <w:p w:rsidR="002B49A5" w:rsidRDefault="002B49A5" w:rsidP="002B49A5">
      <w:pPr>
        <w:pStyle w:val="libNormal"/>
        <w:rPr>
          <w:rtl/>
        </w:rPr>
      </w:pPr>
      <w:r>
        <w:rPr>
          <w:rtl/>
        </w:rPr>
        <w:t>تلّقى ابن زياد من عمر بن سعد كتاباً يقول فيه</w:t>
      </w:r>
      <w:r w:rsidR="00364168">
        <w:rPr>
          <w:rtl/>
        </w:rPr>
        <w:t>:</w:t>
      </w:r>
      <w:r>
        <w:rPr>
          <w:rtl/>
        </w:rPr>
        <w:t xml:space="preserve"> إنّ الحُسين أعطاني أن يرجع إلى المكان الذي أقبل منه</w:t>
      </w:r>
      <w:r w:rsidR="00364168">
        <w:rPr>
          <w:rtl/>
        </w:rPr>
        <w:t>،</w:t>
      </w:r>
      <w:r>
        <w:rPr>
          <w:rtl/>
        </w:rPr>
        <w:t xml:space="preserve"> أو أن نسيّره إلى أيّ ثغر من الثغور شئنا</w:t>
      </w:r>
      <w:r w:rsidR="00364168">
        <w:rPr>
          <w:rtl/>
        </w:rPr>
        <w:t>،</w:t>
      </w:r>
      <w:r>
        <w:rPr>
          <w:rtl/>
        </w:rPr>
        <w:t xml:space="preserve"> أو أن يأتي يزيد فيضع يده في يده</w:t>
      </w:r>
      <w:r w:rsidR="00364168">
        <w:rPr>
          <w:rtl/>
        </w:rPr>
        <w:t>.</w:t>
      </w:r>
    </w:p>
    <w:p w:rsidR="002B49A5" w:rsidRDefault="002B49A5" w:rsidP="002B49A5">
      <w:pPr>
        <w:pStyle w:val="libNormal"/>
        <w:rPr>
          <w:rtl/>
        </w:rPr>
      </w:pPr>
      <w:r>
        <w:rPr>
          <w:rtl/>
        </w:rPr>
        <w:t>والذي نراه نحن من مراجعة الحوادث والأسانيد</w:t>
      </w:r>
      <w:r w:rsidR="00364168">
        <w:rPr>
          <w:rtl/>
        </w:rPr>
        <w:t>،</w:t>
      </w:r>
      <w:r>
        <w:rPr>
          <w:rtl/>
        </w:rPr>
        <w:t xml:space="preserve"> أنّ الحُسين ربما اقترح الذهاب إلى يزيد ليرى رأيه</w:t>
      </w:r>
      <w:r w:rsidR="00364168">
        <w:rPr>
          <w:rtl/>
        </w:rPr>
        <w:t>،</w:t>
      </w:r>
      <w:r>
        <w:rPr>
          <w:rtl/>
        </w:rPr>
        <w:t xml:space="preserve"> ولكنّه لم يعدهم أن يبايعه أو يضع يده في يده</w:t>
      </w:r>
      <w:r w:rsidR="00364168">
        <w:rPr>
          <w:rtl/>
        </w:rPr>
        <w:t>؛</w:t>
      </w:r>
      <w:r>
        <w:rPr>
          <w:rtl/>
        </w:rPr>
        <w:t xml:space="preserve"> لأنّه لو قبل ذلك لبايع في مكانه واستطاع عمر بن سعد أن يذهب به إلى وجهته</w:t>
      </w:r>
      <w:r w:rsidR="00364168">
        <w:rPr>
          <w:rtl/>
        </w:rPr>
        <w:t>؛</w:t>
      </w:r>
      <w:r>
        <w:rPr>
          <w:rtl/>
        </w:rPr>
        <w:t xml:space="preserve"> ولأنّ أصحاب الحُسين في خروجه إلى العراق قد نفوا ما جاء في ذلك الكتاب</w:t>
      </w:r>
      <w:r w:rsidR="00364168">
        <w:rPr>
          <w:rtl/>
        </w:rPr>
        <w:t>،</w:t>
      </w:r>
      <w:r>
        <w:rPr>
          <w:rtl/>
        </w:rPr>
        <w:t xml:space="preserve"> ومنهم عقبة بن سمعان حيث كان يقول</w:t>
      </w:r>
      <w:r w:rsidR="00364168">
        <w:rPr>
          <w:rtl/>
        </w:rPr>
        <w:t>:</w:t>
      </w:r>
      <w:r>
        <w:rPr>
          <w:rtl/>
        </w:rPr>
        <w:t xml:space="preserve"> صحبت الحُسين من المدينة إلى مكّة ومن مكّة إلى العراق</w:t>
      </w:r>
      <w:r w:rsidR="00364168">
        <w:rPr>
          <w:rtl/>
        </w:rPr>
        <w:t>،</w:t>
      </w:r>
      <w:r>
        <w:rPr>
          <w:rtl/>
        </w:rPr>
        <w:t xml:space="preserve"> ولم أفارقه حتّى قُتل وسمعت جميع مخاطباته إلى يوم قتله</w:t>
      </w:r>
      <w:r w:rsidR="008F60AE">
        <w:rPr>
          <w:rtl/>
        </w:rPr>
        <w:t xml:space="preserve"> ...</w:t>
      </w:r>
      <w:r>
        <w:rPr>
          <w:rtl/>
        </w:rPr>
        <w:t xml:space="preserve"> </w:t>
      </w:r>
    </w:p>
    <w:p w:rsidR="002B49A5" w:rsidRDefault="002B49A5" w:rsidP="002B49A5">
      <w:pPr>
        <w:pStyle w:val="libNormal"/>
        <w:rPr>
          <w:rtl/>
        </w:rPr>
      </w:pPr>
      <w:r w:rsidRPr="002B49A5">
        <w:rPr>
          <w:rtl/>
        </w:rPr>
        <w:t>فوالله</w:t>
      </w:r>
      <w:r w:rsidR="00364168">
        <w:rPr>
          <w:rtl/>
        </w:rPr>
        <w:t>،</w:t>
      </w:r>
      <w:r w:rsidRPr="002B49A5">
        <w:rPr>
          <w:rtl/>
        </w:rPr>
        <w:t xml:space="preserve"> ما أعطاهم ما يزعمون من أن يضع يده في يد يزيد ولا أن يسيّروه إلى ثغر من الثغور</w:t>
      </w:r>
      <w:r w:rsidR="00364168">
        <w:rPr>
          <w:rtl/>
        </w:rPr>
        <w:t>،</w:t>
      </w:r>
      <w:r w:rsidRPr="002B49A5">
        <w:rPr>
          <w:rtl/>
        </w:rPr>
        <w:t xml:space="preserve"> ولكنّه قال</w:t>
      </w:r>
      <w:r w:rsidR="00364168">
        <w:rPr>
          <w:rtl/>
        </w:rPr>
        <w:t>:</w:t>
      </w:r>
      <w:r w:rsidRPr="002B49A5">
        <w:rPr>
          <w:rtl/>
        </w:rPr>
        <w:t xml:space="preserve"> </w:t>
      </w:r>
      <w:r w:rsidRPr="002B49A5">
        <w:rPr>
          <w:rStyle w:val="libBold2Char"/>
          <w:rtl/>
        </w:rPr>
        <w:t>(( دعوني أرجع إلى المكان الذي أقبلت منه</w:t>
      </w:r>
      <w:r w:rsidR="00364168">
        <w:rPr>
          <w:rStyle w:val="libBold2Char"/>
          <w:rtl/>
        </w:rPr>
        <w:t>،</w:t>
      </w:r>
      <w:r w:rsidRPr="002B49A5">
        <w:rPr>
          <w:rStyle w:val="libBold2Char"/>
          <w:rtl/>
        </w:rPr>
        <w:t xml:space="preserve"> أو دعوني أذهب في هذه الأرض العريضة حتّى ننظر إلى ما يصير إليه أمر النّاس ))</w:t>
      </w:r>
      <w:r w:rsidR="00364168">
        <w:rPr>
          <w:rStyle w:val="libBold2Cha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ولعلّ عمر بن سعد قد تجوّز في نقل كلام الحُسين عمداً</w:t>
      </w:r>
      <w:r w:rsidR="00364168">
        <w:rPr>
          <w:rtl/>
        </w:rPr>
        <w:t>؛</w:t>
      </w:r>
      <w:r>
        <w:rPr>
          <w:rtl/>
        </w:rPr>
        <w:t xml:space="preserve"> ليأذنوا له</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في حمله إلى يزيد فيلقي عن كاهله مقاتلته وما تجر إليه من سوء القالة ووخز الضمير</w:t>
      </w:r>
      <w:r w:rsidR="00364168">
        <w:rPr>
          <w:rtl/>
        </w:rPr>
        <w:t>،</w:t>
      </w:r>
      <w:r>
        <w:rPr>
          <w:rtl/>
        </w:rPr>
        <w:t xml:space="preserve"> أو لعلّ الأعوان الاُمويّين قد أشاعوا عن الحُسين اعتزامه للمبايعة</w:t>
      </w:r>
      <w:r w:rsidR="00364168">
        <w:rPr>
          <w:rtl/>
        </w:rPr>
        <w:t>؛</w:t>
      </w:r>
      <w:r>
        <w:rPr>
          <w:rtl/>
        </w:rPr>
        <w:t xml:space="preserve"> ليلزموا بالبيعة أصحابه من بعده</w:t>
      </w:r>
      <w:r w:rsidR="00364168">
        <w:rPr>
          <w:rtl/>
        </w:rPr>
        <w:t>،</w:t>
      </w:r>
      <w:r>
        <w:rPr>
          <w:rtl/>
        </w:rPr>
        <w:t xml:space="preserve"> ويسقطوا حجّتهم في مناهضة الدولة الاُمويّة</w:t>
      </w:r>
      <w:r w:rsidR="008F60AE">
        <w:rPr>
          <w:rtl/>
        </w:rPr>
        <w:t xml:space="preserve"> ...</w:t>
      </w:r>
      <w:r>
        <w:rPr>
          <w:rtl/>
        </w:rPr>
        <w:t xml:space="preserve"> </w:t>
      </w:r>
    </w:p>
    <w:p w:rsidR="002B49A5" w:rsidRDefault="002B49A5" w:rsidP="002B49A5">
      <w:pPr>
        <w:pStyle w:val="libNormal"/>
        <w:rPr>
          <w:rtl/>
        </w:rPr>
      </w:pPr>
      <w:r>
        <w:rPr>
          <w:rtl/>
        </w:rPr>
        <w:t>وأيّاً كانت الحقيقة في هذه الدعوى فهي تكبر مأثمة عبيد الله وشمر ولا تنقص منها</w:t>
      </w:r>
      <w:r w:rsidR="00364168">
        <w:rPr>
          <w:rtl/>
        </w:rPr>
        <w:t>،</w:t>
      </w:r>
      <w:r>
        <w:rPr>
          <w:rtl/>
        </w:rPr>
        <w:t xml:space="preserve"> ولقد كانا على العهد بمثليهما</w:t>
      </w:r>
      <w:r w:rsidR="008F60AE">
        <w:rPr>
          <w:rtl/>
        </w:rPr>
        <w:t xml:space="preserve"> ...</w:t>
      </w:r>
      <w:r>
        <w:rPr>
          <w:rtl/>
        </w:rPr>
        <w:t xml:space="preserve"> كلاهما كفيل أن يحول بين صاحبه وبين خالجة من الكرم تخامره أو تغالب اللؤم الذي فطر عليه</w:t>
      </w:r>
      <w:r w:rsidR="00364168">
        <w:rPr>
          <w:rtl/>
        </w:rPr>
        <w:t>،</w:t>
      </w:r>
      <w:r>
        <w:rPr>
          <w:rtl/>
        </w:rPr>
        <w:t xml:space="preserve"> فلا يصدر منهما إلاّ ما يوائم لئيمين لا يتفقان على خير</w:t>
      </w:r>
      <w:r w:rsidR="008F60AE">
        <w:rPr>
          <w:rtl/>
        </w:rPr>
        <w:t xml:space="preserve"> ...</w:t>
      </w:r>
      <w:r>
        <w:rPr>
          <w:rtl/>
        </w:rPr>
        <w:t xml:space="preserve"> </w:t>
      </w:r>
    </w:p>
    <w:p w:rsidR="002B49A5" w:rsidRDefault="002B49A5" w:rsidP="002B49A5">
      <w:pPr>
        <w:pStyle w:val="libNormal"/>
        <w:rPr>
          <w:rtl/>
        </w:rPr>
      </w:pPr>
      <w:r>
        <w:rPr>
          <w:rtl/>
        </w:rPr>
        <w:t>وكأنّما جنح عبيد الله إلى شيء من الهوادة حين جاءه كتاب عمر بن سعد</w:t>
      </w:r>
      <w:r w:rsidR="00364168">
        <w:rPr>
          <w:rtl/>
        </w:rPr>
        <w:t>،</w:t>
      </w:r>
      <w:r>
        <w:rPr>
          <w:rtl/>
        </w:rPr>
        <w:t xml:space="preserve"> فابتدره شمر ينهاه ويجنح إلى الشدّة والاعتساف</w:t>
      </w:r>
      <w:r w:rsidR="00364168">
        <w:rPr>
          <w:rtl/>
        </w:rPr>
        <w:t>،</w:t>
      </w:r>
      <w:r>
        <w:rPr>
          <w:rtl/>
        </w:rPr>
        <w:t xml:space="preserve"> فقال له</w:t>
      </w:r>
      <w:r w:rsidR="00364168">
        <w:rPr>
          <w:rtl/>
        </w:rPr>
        <w:t>:</w:t>
      </w:r>
      <w:r>
        <w:rPr>
          <w:rtl/>
        </w:rPr>
        <w:t xml:space="preserve"> أتقبل هذا منه وقد نزل بأرضك وإلى جنبك</w:t>
      </w:r>
      <w:r w:rsidR="00364168">
        <w:rPr>
          <w:rtl/>
        </w:rPr>
        <w:t>؟</w:t>
      </w:r>
      <w:r>
        <w:rPr>
          <w:rtl/>
        </w:rPr>
        <w:t>! والله</w:t>
      </w:r>
      <w:r w:rsidR="00364168">
        <w:rPr>
          <w:rtl/>
        </w:rPr>
        <w:t>،</w:t>
      </w:r>
      <w:r>
        <w:rPr>
          <w:rtl/>
        </w:rPr>
        <w:t xml:space="preserve"> لئن رحل من بلادك ولم يضع يده في يدك ليكونن أولى بالقوّة والعزّة</w:t>
      </w:r>
      <w:r w:rsidR="00364168">
        <w:rPr>
          <w:rtl/>
        </w:rPr>
        <w:t>،</w:t>
      </w:r>
      <w:r>
        <w:rPr>
          <w:rtl/>
        </w:rPr>
        <w:t xml:space="preserve"> ولتكونن أولى بالضعف والعجز</w:t>
      </w:r>
      <w:r w:rsidR="008F60AE">
        <w:rPr>
          <w:rtl/>
        </w:rPr>
        <w:t xml:space="preserve"> ...</w:t>
      </w:r>
      <w:r>
        <w:rPr>
          <w:rtl/>
        </w:rPr>
        <w:t xml:space="preserve"> فلا تعطه هذه المنزلة</w:t>
      </w:r>
      <w:r w:rsidR="00364168">
        <w:rPr>
          <w:rtl/>
        </w:rPr>
        <w:t>،</w:t>
      </w:r>
      <w:r>
        <w:rPr>
          <w:rtl/>
        </w:rPr>
        <w:t xml:space="preserve"> ولكن لينزل على حكمك هو وأصحابه</w:t>
      </w:r>
      <w:r w:rsidR="00364168">
        <w:rPr>
          <w:rtl/>
        </w:rPr>
        <w:t>؛</w:t>
      </w:r>
      <w:r>
        <w:rPr>
          <w:rtl/>
        </w:rPr>
        <w:t xml:space="preserve"> فإن عاقبت كنت وليّ العقوبة</w:t>
      </w:r>
      <w:r w:rsidR="00364168">
        <w:rPr>
          <w:rtl/>
        </w:rPr>
        <w:t>،</w:t>
      </w:r>
      <w:r>
        <w:rPr>
          <w:rtl/>
        </w:rPr>
        <w:t xml:space="preserve"> وإن عفوت كان ذلك لك</w:t>
      </w:r>
      <w:r w:rsidR="00364168">
        <w:rPr>
          <w:rtl/>
        </w:rPr>
        <w:t>.</w:t>
      </w:r>
    </w:p>
    <w:p w:rsidR="002B49A5" w:rsidRDefault="002B49A5" w:rsidP="002B49A5">
      <w:pPr>
        <w:pStyle w:val="libNormal"/>
        <w:rPr>
          <w:rtl/>
        </w:rPr>
      </w:pPr>
      <w:r>
        <w:rPr>
          <w:rtl/>
        </w:rPr>
        <w:t>ثمّ أراد أن يوقع بعمر ويتّهمه عند عبيد الله</w:t>
      </w:r>
      <w:r w:rsidR="00364168">
        <w:rPr>
          <w:rtl/>
        </w:rPr>
        <w:t>؛</w:t>
      </w:r>
      <w:r>
        <w:rPr>
          <w:rtl/>
        </w:rPr>
        <w:t xml:space="preserve"> ليخلفه في القيادة ثمّ يخلفه في الولاية</w:t>
      </w:r>
      <w:r w:rsidR="00364168">
        <w:rPr>
          <w:rtl/>
        </w:rPr>
        <w:t>،</w:t>
      </w:r>
      <w:r>
        <w:rPr>
          <w:rtl/>
        </w:rPr>
        <w:t xml:space="preserve"> فذكر لعبيد الله أنّ الحُسين وعمر يتحدثان عامّة الليل بين المعسكرين</w:t>
      </w:r>
      <w:r w:rsidR="008F60AE">
        <w:rPr>
          <w:rtl/>
        </w:rPr>
        <w:t xml:space="preserve"> ...</w:t>
      </w:r>
      <w:r>
        <w:rPr>
          <w:rtl/>
        </w:rPr>
        <w:t xml:space="preserve"> فعدل عبيد الله إلى رأي شمر وأنفذه بأمر منه أن يضرب عنق عمر</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إن هو تردّد في إكراه الحُسين على المسير إلى الكوفة أو مقاتلته حتّى يُقتل</w:t>
      </w:r>
      <w:r w:rsidR="00364168">
        <w:rPr>
          <w:rtl/>
        </w:rPr>
        <w:t>،</w:t>
      </w:r>
      <w:r>
        <w:rPr>
          <w:rtl/>
        </w:rPr>
        <w:t xml:space="preserve"> وكتب إلى عمر يقول له</w:t>
      </w:r>
      <w:r w:rsidR="00364168">
        <w:rPr>
          <w:rtl/>
        </w:rPr>
        <w:t>:</w:t>
      </w:r>
      <w:r>
        <w:rPr>
          <w:rtl/>
        </w:rPr>
        <w:t xml:space="preserve"> أمّا بعد</w:t>
      </w:r>
      <w:r w:rsidR="00364168">
        <w:rPr>
          <w:rtl/>
        </w:rPr>
        <w:t>،</w:t>
      </w:r>
      <w:r>
        <w:rPr>
          <w:rtl/>
        </w:rPr>
        <w:t xml:space="preserve"> فإنّي لم أبعثك إلى الحُسين لتكفّ عنه ولا لتمنّيه السّلامة والبقاء</w:t>
      </w:r>
      <w:r w:rsidR="00364168">
        <w:rPr>
          <w:rtl/>
        </w:rPr>
        <w:t>،</w:t>
      </w:r>
      <w:r>
        <w:rPr>
          <w:rtl/>
        </w:rPr>
        <w:t xml:space="preserve"> ولا لتطاوله ولا لتعتذر عنه ولا لتقعد له عندي شافعاً</w:t>
      </w:r>
      <w:r w:rsidR="008F60AE">
        <w:rPr>
          <w:rtl/>
        </w:rPr>
        <w:t xml:space="preserve"> ...</w:t>
      </w:r>
      <w:r>
        <w:rPr>
          <w:rtl/>
        </w:rPr>
        <w:t xml:space="preserve"> </w:t>
      </w:r>
    </w:p>
    <w:p w:rsidR="002B49A5" w:rsidRDefault="002B49A5" w:rsidP="002B49A5">
      <w:pPr>
        <w:pStyle w:val="libNormal"/>
        <w:rPr>
          <w:rtl/>
        </w:rPr>
      </w:pPr>
      <w:r>
        <w:rPr>
          <w:rtl/>
        </w:rPr>
        <w:t>انظر فإن نزل الحُسين وأصحابه واستسلموا فابعث بهم إليّ مسلماً</w:t>
      </w:r>
      <w:r w:rsidR="00364168">
        <w:rPr>
          <w:rtl/>
        </w:rPr>
        <w:t>،</w:t>
      </w:r>
      <w:r>
        <w:rPr>
          <w:rtl/>
        </w:rPr>
        <w:t xml:space="preserve"> وإن أبوا فازحف إليهم حتّى تقتلهم وتمثّل بهم</w:t>
      </w:r>
      <w:r w:rsidR="00364168">
        <w:rPr>
          <w:rtl/>
        </w:rPr>
        <w:t>؛</w:t>
      </w:r>
      <w:r>
        <w:rPr>
          <w:rtl/>
        </w:rPr>
        <w:t xml:space="preserve"> فإنّهم لذلك مستحقّون</w:t>
      </w:r>
      <w:r w:rsidR="00364168">
        <w:rPr>
          <w:rtl/>
        </w:rPr>
        <w:t>،</w:t>
      </w:r>
      <w:r>
        <w:rPr>
          <w:rtl/>
        </w:rPr>
        <w:t xml:space="preserve"> فإن قُتل الحُسين فأوطئ الخيل صدره وظهره</w:t>
      </w:r>
      <w:r w:rsidR="00364168">
        <w:rPr>
          <w:rtl/>
        </w:rPr>
        <w:t>؛</w:t>
      </w:r>
      <w:r>
        <w:rPr>
          <w:rtl/>
        </w:rPr>
        <w:t xml:space="preserve"> فإنّه عاق شاق قاطع ظلوم</w:t>
      </w:r>
      <w:r w:rsidR="008F60AE">
        <w:rPr>
          <w:rtl/>
        </w:rPr>
        <w:t xml:space="preserve"> ...</w:t>
      </w:r>
      <w:r>
        <w:rPr>
          <w:rtl/>
        </w:rPr>
        <w:t xml:space="preserve"> فإن أنت مضيت لأمرنا جزيناك جزاء السامع المطيع</w:t>
      </w:r>
      <w:r w:rsidR="00364168">
        <w:rPr>
          <w:rtl/>
        </w:rPr>
        <w:t>،</w:t>
      </w:r>
      <w:r>
        <w:rPr>
          <w:rtl/>
        </w:rPr>
        <w:t xml:space="preserve"> وإن أنت أبيت فاعتزل جندنا وخلِّ بين شمر بن ذي الجوشن وبين العسكر</w:t>
      </w:r>
      <w:r w:rsidR="00364168">
        <w:rPr>
          <w:rtl/>
        </w:rPr>
        <w:t>،</w:t>
      </w:r>
      <w:r>
        <w:rPr>
          <w:rtl/>
        </w:rPr>
        <w:t xml:space="preserve"> والسّلام</w:t>
      </w:r>
      <w:r w:rsidR="00364168">
        <w:rPr>
          <w:rtl/>
        </w:rPr>
        <w:t>.</w:t>
      </w:r>
    </w:p>
    <w:p w:rsidR="002B49A5" w:rsidRDefault="002B49A5" w:rsidP="002B49A5">
      <w:pPr>
        <w:pStyle w:val="libNormal"/>
        <w:rPr>
          <w:rtl/>
        </w:rPr>
      </w:pPr>
      <w:r>
        <w:rPr>
          <w:rtl/>
        </w:rPr>
        <w:t>وخُتمت مأساة كربلاء كلّها بعد أيّام معدودات</w:t>
      </w:r>
      <w:r w:rsidR="008F60AE">
        <w:rPr>
          <w:rtl/>
        </w:rPr>
        <w:t xml:space="preserve"> ...</w:t>
      </w:r>
      <w:r>
        <w:rPr>
          <w:rtl/>
        </w:rPr>
        <w:t xml:space="preserve"> ولكنّها أيّام بقيت لها جريرة لم يحمدها طالب منفعة ولا طالب مروءة، ومضت مئات السّنين وهي لا تمحو آثار تلك الأيّام في تاريخ الشّرق والإسلام</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br w:type="page"/>
      </w:r>
    </w:p>
    <w:p w:rsidR="002B49A5" w:rsidRDefault="002B49A5" w:rsidP="00390D32">
      <w:pPr>
        <w:pStyle w:val="Heading1Center"/>
        <w:rPr>
          <w:rtl/>
        </w:rPr>
      </w:pPr>
      <w:bookmarkStart w:id="72" w:name="_Toc374273687"/>
      <w:bookmarkStart w:id="73" w:name="_Toc374273989"/>
      <w:r>
        <w:rPr>
          <w:rtl/>
        </w:rPr>
        <w:lastRenderedPageBreak/>
        <w:t>هل أصاب</w:t>
      </w:r>
      <w:r w:rsidR="00364168">
        <w:rPr>
          <w:rtl/>
        </w:rPr>
        <w:t>؟</w:t>
      </w:r>
      <w:bookmarkEnd w:id="72"/>
      <w:bookmarkEnd w:id="73"/>
    </w:p>
    <w:p w:rsidR="002B49A5" w:rsidRDefault="002B49A5" w:rsidP="00390D32">
      <w:pPr>
        <w:pStyle w:val="Heading2Center"/>
        <w:rPr>
          <w:rtl/>
        </w:rPr>
      </w:pPr>
      <w:bookmarkStart w:id="74" w:name="_Toc374273688"/>
      <w:bookmarkStart w:id="75" w:name="_Toc374273990"/>
      <w:r>
        <w:rPr>
          <w:rtl/>
        </w:rPr>
        <w:t>خطأ الشُهداء</w:t>
      </w:r>
      <w:r w:rsidR="00364168">
        <w:rPr>
          <w:rtl/>
        </w:rPr>
        <w:t>:</w:t>
      </w:r>
      <w:bookmarkEnd w:id="74"/>
      <w:bookmarkEnd w:id="75"/>
    </w:p>
    <w:p w:rsidR="002B49A5" w:rsidRDefault="002B49A5" w:rsidP="002B49A5">
      <w:pPr>
        <w:pStyle w:val="libNormal"/>
        <w:rPr>
          <w:rtl/>
        </w:rPr>
      </w:pPr>
      <w:r>
        <w:rPr>
          <w:rtl/>
        </w:rPr>
        <w:t xml:space="preserve">خروج الحُسين </w:t>
      </w:r>
      <w:r w:rsidR="008F60AE" w:rsidRPr="008F60AE">
        <w:rPr>
          <w:rStyle w:val="libAlaemChar"/>
          <w:rtl/>
        </w:rPr>
        <w:t>عليه‌السلام</w:t>
      </w:r>
      <w:r>
        <w:rPr>
          <w:rtl/>
        </w:rPr>
        <w:t xml:space="preserve"> من مكّة إلى العراق حركة لا يسهل الحكم عليها بمقياس الحوادث اليومية</w:t>
      </w:r>
      <w:r w:rsidR="00364168">
        <w:rPr>
          <w:rtl/>
        </w:rPr>
        <w:t>؛</w:t>
      </w:r>
      <w:r>
        <w:rPr>
          <w:rtl/>
        </w:rPr>
        <w:t xml:space="preserve"> لأنّها حركة من أندر حركات التاريخ في باب الدعوة الدينية أو الدعوة السّياسية</w:t>
      </w:r>
      <w:r w:rsidR="008F60AE">
        <w:rPr>
          <w:rtl/>
        </w:rPr>
        <w:t xml:space="preserve"> ...</w:t>
      </w:r>
      <w:r>
        <w:rPr>
          <w:rtl/>
        </w:rPr>
        <w:t xml:space="preserve"> لا تتكرر كلّ يوم ولا يقوم بها كلّ رجل ولا يأتي الصواب فيها</w:t>
      </w:r>
      <w:r w:rsidR="004C4A93">
        <w:rPr>
          <w:rtl/>
        </w:rPr>
        <w:t xml:space="preserve"> - </w:t>
      </w:r>
      <w:r>
        <w:rPr>
          <w:rtl/>
        </w:rPr>
        <w:t>إن أصابت</w:t>
      </w:r>
      <w:r w:rsidR="004C4A93">
        <w:rPr>
          <w:rtl/>
        </w:rPr>
        <w:t xml:space="preserve"> - </w:t>
      </w:r>
      <w:r>
        <w:rPr>
          <w:rtl/>
        </w:rPr>
        <w:t>من نحو واحد ينحصر القول فيه</w:t>
      </w:r>
      <w:r w:rsidR="00364168">
        <w:rPr>
          <w:rtl/>
        </w:rPr>
        <w:t>،</w:t>
      </w:r>
      <w:r>
        <w:rPr>
          <w:rtl/>
        </w:rPr>
        <w:t xml:space="preserve"> ولا يأتي الخطأ فيها</w:t>
      </w:r>
      <w:r w:rsidR="004C4A93">
        <w:rPr>
          <w:rtl/>
        </w:rPr>
        <w:t xml:space="preserve"> - </w:t>
      </w:r>
      <w:r>
        <w:rPr>
          <w:rtl/>
        </w:rPr>
        <w:t>إن أخطأت</w:t>
      </w:r>
      <w:r w:rsidR="004C4A93">
        <w:rPr>
          <w:rtl/>
        </w:rPr>
        <w:t xml:space="preserve"> - </w:t>
      </w:r>
      <w:r>
        <w:rPr>
          <w:rtl/>
        </w:rPr>
        <w:t>من سبب واحد يمتنع الاختلاف عليه</w:t>
      </w:r>
      <w:r w:rsidR="00364168">
        <w:rPr>
          <w:rtl/>
        </w:rPr>
        <w:t>،</w:t>
      </w:r>
      <w:r>
        <w:rPr>
          <w:rtl/>
        </w:rPr>
        <w:t xml:space="preserve"> وقد يكون العرف فيها بين أصوب الصواب وأخطأ الخطأ فرقاً صغيراً من فعل المصادفة والتوفيق</w:t>
      </w:r>
      <w:r w:rsidR="00364168">
        <w:rPr>
          <w:rtl/>
        </w:rPr>
        <w:t>،</w:t>
      </w:r>
      <w:r>
        <w:rPr>
          <w:rtl/>
        </w:rPr>
        <w:t xml:space="preserve"> فهو خليق أن يذهب إلى النقيضين</w:t>
      </w:r>
      <w:r w:rsidR="00364168">
        <w:rPr>
          <w:rtl/>
        </w:rPr>
        <w:t>.</w:t>
      </w:r>
    </w:p>
    <w:p w:rsidR="002B49A5" w:rsidRDefault="002B49A5" w:rsidP="002B49A5">
      <w:pPr>
        <w:pStyle w:val="libNormal"/>
        <w:rPr>
          <w:rtl/>
        </w:rPr>
      </w:pPr>
      <w:r>
        <w:rPr>
          <w:rtl/>
        </w:rPr>
        <w:t>هي حركة لا يأتي بها إلاّ رجال خُلقوا لأمثالها فلا تخطر لغيرهم على بال</w:t>
      </w:r>
      <w:r w:rsidR="00364168">
        <w:rPr>
          <w:rtl/>
        </w:rPr>
        <w:t>؛</w:t>
      </w:r>
      <w:r>
        <w:rPr>
          <w:rtl/>
        </w:rPr>
        <w:t xml:space="preserve"> لأنّها تعلو على حكم الواقع القريب الذي يتوخاه في مقاصده سالك الطريق اللاحب والدرب المطروق</w:t>
      </w:r>
      <w:r w:rsidR="008F60AE">
        <w:rPr>
          <w:rtl/>
        </w:rPr>
        <w:t xml:space="preserve"> ...</w:t>
      </w:r>
      <w:r>
        <w:rPr>
          <w:rtl/>
        </w:rPr>
        <w:t xml:space="preserve"> هي حركة فذّة يقدم عليها رجال أفذاذ</w:t>
      </w:r>
      <w:r w:rsidR="00364168">
        <w:rPr>
          <w:rtl/>
        </w:rPr>
        <w:t>،</w:t>
      </w:r>
      <w:r>
        <w:rPr>
          <w:rtl/>
        </w:rPr>
        <w:t xml:space="preserve"> من اللغو أن ندينهم بما يعمله رجال من غير هذا المعدن وعلى غير هذه الوتيرة</w:t>
      </w:r>
      <w:r w:rsidR="00364168">
        <w:rPr>
          <w:rtl/>
        </w:rPr>
        <w:t>؛</w:t>
      </w:r>
      <w:r>
        <w:rPr>
          <w:rtl/>
        </w:rPr>
        <w:t xml:space="preserve"> لأنّهم يحسّون </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ويفهمون ويطلبون غير الذي يحسّه ويفهمه ويطلبه اُولئك الرّجل</w:t>
      </w:r>
      <w:r w:rsidR="008F60AE">
        <w:rPr>
          <w:rtl/>
        </w:rPr>
        <w:t xml:space="preserve"> ...</w:t>
      </w:r>
      <w:r>
        <w:rPr>
          <w:rtl/>
        </w:rPr>
        <w:t xml:space="preserve"> </w:t>
      </w:r>
    </w:p>
    <w:p w:rsidR="002B49A5" w:rsidRDefault="002B49A5" w:rsidP="002B49A5">
      <w:pPr>
        <w:pStyle w:val="libNormal"/>
        <w:rPr>
          <w:rtl/>
        </w:rPr>
      </w:pPr>
      <w:r>
        <w:rPr>
          <w:rtl/>
        </w:rPr>
        <w:t>هي ليست ضربة مغامر من مغامري السّياسة</w:t>
      </w:r>
      <w:r w:rsidR="00364168">
        <w:rPr>
          <w:rtl/>
        </w:rPr>
        <w:t>،</w:t>
      </w:r>
      <w:r>
        <w:rPr>
          <w:rtl/>
        </w:rPr>
        <w:t xml:space="preserve"> ولا صفقة مساوم من مساومي التجارة</w:t>
      </w:r>
      <w:r w:rsidR="00364168">
        <w:rPr>
          <w:rtl/>
        </w:rPr>
        <w:t>،</w:t>
      </w:r>
      <w:r>
        <w:rPr>
          <w:rtl/>
        </w:rPr>
        <w:t xml:space="preserve"> ولا وسيلة متوسل ينزل على حكم الدُنيا أو تنزل الدُنيا على حكمه</w:t>
      </w:r>
      <w:r w:rsidR="00364168">
        <w:rPr>
          <w:rtl/>
        </w:rPr>
        <w:t>،</w:t>
      </w:r>
      <w:r>
        <w:rPr>
          <w:rtl/>
        </w:rPr>
        <w:t xml:space="preserve"> ولكنّها وسيلة مَن يدين نفسه ويدين الدُنيا برأي من الآراء هو مؤمن به</w:t>
      </w:r>
      <w:r w:rsidR="00364168">
        <w:rPr>
          <w:rtl/>
        </w:rPr>
        <w:t>،</w:t>
      </w:r>
      <w:r>
        <w:rPr>
          <w:rtl/>
        </w:rPr>
        <w:t xml:space="preserve"> مؤمن بوجوب إيمان النّاس به دون غيره</w:t>
      </w:r>
      <w:r w:rsidR="00364168">
        <w:rPr>
          <w:rtl/>
        </w:rPr>
        <w:t>،</w:t>
      </w:r>
      <w:r>
        <w:rPr>
          <w:rtl/>
        </w:rPr>
        <w:t xml:space="preserve"> فإن قبلته الدُنيا قبلها</w:t>
      </w:r>
      <w:r w:rsidR="00364168">
        <w:rPr>
          <w:rtl/>
        </w:rPr>
        <w:t>،</w:t>
      </w:r>
      <w:r>
        <w:rPr>
          <w:rtl/>
        </w:rPr>
        <w:t xml:space="preserve"> وإن لم تقبله فسيّان عنده فواته بالموت أو فواته بالحياة</w:t>
      </w:r>
      <w:r w:rsidR="00364168">
        <w:rPr>
          <w:rtl/>
        </w:rPr>
        <w:t>،</w:t>
      </w:r>
      <w:r>
        <w:rPr>
          <w:rtl/>
        </w:rPr>
        <w:t xml:space="preserve"> بل لعلّ فواته بالموت أشهى إليه</w:t>
      </w:r>
      <w:r w:rsidR="008F60AE">
        <w:rPr>
          <w:rtl/>
        </w:rPr>
        <w:t xml:space="preserve"> ...</w:t>
      </w:r>
      <w:r>
        <w:rPr>
          <w:rtl/>
        </w:rPr>
        <w:t xml:space="preserve"> </w:t>
      </w:r>
    </w:p>
    <w:p w:rsidR="002B49A5" w:rsidRDefault="002B49A5" w:rsidP="002B49A5">
      <w:pPr>
        <w:pStyle w:val="libNormal"/>
        <w:rPr>
          <w:rtl/>
        </w:rPr>
      </w:pPr>
      <w:r>
        <w:rPr>
          <w:rtl/>
        </w:rPr>
        <w:t>هي حركة لا تُقاس إذن بمقياس المغامرات ولا الصفقات</w:t>
      </w:r>
      <w:r w:rsidR="00364168">
        <w:rPr>
          <w:rtl/>
        </w:rPr>
        <w:t>،</w:t>
      </w:r>
      <w:r>
        <w:rPr>
          <w:rtl/>
        </w:rPr>
        <w:t xml:space="preserve"> ولكنّها تُقاس بمقياسها الذي لا يتكرر ولا يستعاد على الطلب من كلّ رجل أو في كلّ أوان</w:t>
      </w:r>
      <w:r w:rsidR="008F60AE">
        <w:rPr>
          <w:rtl/>
        </w:rPr>
        <w:t xml:space="preserve"> ...</w:t>
      </w:r>
      <w:r>
        <w:rPr>
          <w:rtl/>
        </w:rPr>
        <w:t xml:space="preserve"> ولا ننسى أنّ السنين الستين التي انقضت بعد حركة الحُسين</w:t>
      </w:r>
      <w:r w:rsidR="00364168">
        <w:rPr>
          <w:rtl/>
        </w:rPr>
        <w:t>،</w:t>
      </w:r>
      <w:r>
        <w:rPr>
          <w:rtl/>
        </w:rPr>
        <w:t xml:space="preserve"> قد انقضت في ظل دولة تقوم على تخطئته في كلّ شيء وتصويب مقاتليه في كلّ شيء</w:t>
      </w:r>
      <w:r w:rsidR="00364168">
        <w:rPr>
          <w:rtl/>
        </w:rPr>
        <w:t>.</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إنّ القول بصواب الحُسين معناه القول ببطلان تلك الدولة</w:t>
      </w:r>
      <w:r w:rsidR="00364168">
        <w:rPr>
          <w:rtl/>
        </w:rPr>
        <w:t>،</w:t>
      </w:r>
      <w:r>
        <w:rPr>
          <w:rtl/>
        </w:rPr>
        <w:t xml:space="preserve"> والتماس العذر له معناه إلقاء الذنب عليها</w:t>
      </w:r>
      <w:r w:rsidR="00364168">
        <w:rPr>
          <w:rtl/>
        </w:rPr>
        <w:t>.</w:t>
      </w:r>
      <w:r>
        <w:rPr>
          <w:rtl/>
        </w:rPr>
        <w:t xml:space="preserve"> وليس بخاف على أحد كيف ينسى الحياء وتبتذل القرائح أحياناً في تنزيه السلطان القائم وتأثيم السلطان</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الذاهب</w:t>
      </w:r>
      <w:r w:rsidR="00364168">
        <w:rPr>
          <w:rtl/>
        </w:rPr>
        <w:t>.</w:t>
      </w:r>
      <w:r>
        <w:rPr>
          <w:rtl/>
        </w:rPr>
        <w:t xml:space="preserve"> فليس الحكم على صواب الحُسين أو على خطئه إذن بالأمر الذي يرجع فيه إلى اُولئك الصنائع المتزلفين</w:t>
      </w:r>
      <w:r w:rsidR="00364168">
        <w:rPr>
          <w:rtl/>
        </w:rPr>
        <w:t>،</w:t>
      </w:r>
      <w:r>
        <w:rPr>
          <w:rtl/>
        </w:rPr>
        <w:t xml:space="preserve"> الذين يرهبون سيف الدولة القائمة ويغنمون من عطائها</w:t>
      </w:r>
      <w:r w:rsidR="00364168">
        <w:rPr>
          <w:rtl/>
        </w:rPr>
        <w:t>،</w:t>
      </w:r>
      <w:r>
        <w:rPr>
          <w:rtl/>
        </w:rPr>
        <w:t xml:space="preserve"> ولا لصنائع مثلهم يرهبون بعد ذلك سيفاً غير ذلك السيف ويغنمون من عطاء غير ذلك العطاء</w:t>
      </w:r>
      <w:r w:rsidR="008F60AE">
        <w:rPr>
          <w:rtl/>
        </w:rPr>
        <w:t xml:space="preserve"> ...</w:t>
      </w:r>
      <w:r>
        <w:rPr>
          <w:rtl/>
        </w:rPr>
        <w:t xml:space="preserve"> </w:t>
      </w:r>
    </w:p>
    <w:p w:rsidR="002B49A5" w:rsidRDefault="002B49A5" w:rsidP="002B49A5">
      <w:pPr>
        <w:pStyle w:val="libNormal"/>
        <w:rPr>
          <w:rtl/>
        </w:rPr>
      </w:pPr>
      <w:r>
        <w:rPr>
          <w:rtl/>
        </w:rPr>
        <w:t>إنّما الحكم في صواب الحُسين وخطئه لأمرين لا يختلفان باختلاف الزمان وأصحاب السلطان</w:t>
      </w:r>
      <w:r w:rsidR="00364168">
        <w:rPr>
          <w:rtl/>
        </w:rPr>
        <w:t>،</w:t>
      </w:r>
      <w:r>
        <w:rPr>
          <w:rtl/>
        </w:rPr>
        <w:t xml:space="preserve"> وهُما البواعث النّفسية التي تدور على طبيعة الإنسان الباقية</w:t>
      </w:r>
      <w:r w:rsidR="00364168">
        <w:rPr>
          <w:rtl/>
        </w:rPr>
        <w:t>،</w:t>
      </w:r>
      <w:r>
        <w:rPr>
          <w:rtl/>
        </w:rPr>
        <w:t xml:space="preserve"> والنتائج المقرّرة التي مثلت للعيان باتفاق الأقوال</w:t>
      </w:r>
      <w:r w:rsidR="00364168">
        <w:rPr>
          <w:rtl/>
        </w:rPr>
        <w:t>.</w:t>
      </w:r>
    </w:p>
    <w:p w:rsidR="002B49A5" w:rsidRDefault="002B49A5" w:rsidP="002B49A5">
      <w:pPr>
        <w:pStyle w:val="libNormal"/>
        <w:rPr>
          <w:rtl/>
        </w:rPr>
      </w:pPr>
      <w:r>
        <w:rPr>
          <w:rtl/>
        </w:rPr>
        <w:t>وبكلّ من هذين المقياسين القوسين نقيس حركة الحُسين في خروجه على يزيد بن معاوية</w:t>
      </w:r>
      <w:r w:rsidR="00364168">
        <w:rPr>
          <w:rtl/>
        </w:rPr>
        <w:t>،</w:t>
      </w:r>
      <w:r>
        <w:rPr>
          <w:rtl/>
        </w:rPr>
        <w:t xml:space="preserve"> فنقول إنّه قد أصاب</w:t>
      </w:r>
      <w:r w:rsidR="008F60AE">
        <w:rPr>
          <w:rtl/>
        </w:rPr>
        <w:t xml:space="preserve"> ...</w:t>
      </w:r>
      <w:r>
        <w:rPr>
          <w:rtl/>
        </w:rPr>
        <w:t xml:space="preserve"> أصاب إذا نظرنا إلى بواعثه النّفسية التي تهيمن عليه ولا يتخيل العقل أن تهيمن عليه بواعث غيرها</w:t>
      </w:r>
      <w:r w:rsidR="008F60AE">
        <w:rPr>
          <w:rtl/>
        </w:rPr>
        <w:t xml:space="preserve"> ...</w:t>
      </w:r>
      <w:r>
        <w:rPr>
          <w:rtl/>
        </w:rPr>
        <w:t xml:space="preserve"> وأصاب إذا نظرنا إلى نتائج الحركة كلّها نظرة واسعة</w:t>
      </w:r>
      <w:r w:rsidR="00364168">
        <w:rPr>
          <w:rtl/>
        </w:rPr>
        <w:t>،</w:t>
      </w:r>
      <w:r>
        <w:rPr>
          <w:rtl/>
        </w:rPr>
        <w:t xml:space="preserve"> لا يستطيع أن يُجادل فيها من يأخذ الاُمور بسنّة الواقع والمصلحة أو من يأخذ الاُمور بسنّة النجدة والمروءة</w:t>
      </w:r>
      <w:r w:rsidR="008F60AE">
        <w:rPr>
          <w:rtl/>
        </w:rPr>
        <w:t xml:space="preserve"> ...</w:t>
      </w:r>
      <w:r>
        <w:rPr>
          <w:rtl/>
        </w:rPr>
        <w:t xml:space="preserve"> </w:t>
      </w:r>
    </w:p>
    <w:p w:rsidR="002B49A5" w:rsidRDefault="002B49A5" w:rsidP="002B49A5">
      <w:pPr>
        <w:pStyle w:val="libNormal"/>
        <w:rPr>
          <w:rtl/>
        </w:rPr>
      </w:pPr>
      <w:r>
        <w:rPr>
          <w:rtl/>
        </w:rPr>
        <w:t>فما هي البواعث النّفسية التي قامت بنفس الحُسين يوم دُعي في المدينة بعد موت معاوية لمبايعة ابنه يزيد</w:t>
      </w:r>
      <w:r w:rsidR="00364168">
        <w:rPr>
          <w:rtl/>
        </w:rPr>
        <w:t>؟</w:t>
      </w:r>
      <w:r>
        <w:rPr>
          <w:rtl/>
        </w:rPr>
        <w:t xml:space="preserve"> هي بواعث تدعوه كلّها أن يفعل ما فعل ولا تدعو مثله إلى صنيع</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غير ذلك الصنيع</w:t>
      </w:r>
      <w:r w:rsidR="00364168">
        <w:rPr>
          <w:rtl/>
        </w:rPr>
        <w:t>.</w:t>
      </w:r>
      <w:r>
        <w:rPr>
          <w:rtl/>
        </w:rPr>
        <w:t xml:space="preserve"> وخير لبني الإنسان ألف مرّة أن يكون فيهم خلق كخلق الحُسين الذي أغضب يزيد بن معاوية</w:t>
      </w:r>
      <w:r w:rsidR="00364168">
        <w:rPr>
          <w:rtl/>
        </w:rPr>
        <w:t>،</w:t>
      </w:r>
      <w:r>
        <w:rPr>
          <w:rtl/>
        </w:rPr>
        <w:t xml:space="preserve"> من أن يكون جميع بني الإنسان على ذلك الخلق الذي يرضى به يزيد</w:t>
      </w:r>
      <w:r w:rsidR="008F60AE">
        <w:rPr>
          <w:rtl/>
        </w:rPr>
        <w:t xml:space="preserve"> ...</w:t>
      </w:r>
      <w:r>
        <w:rPr>
          <w:rtl/>
        </w:rPr>
        <w:t xml:space="preserve"> </w:t>
      </w:r>
    </w:p>
    <w:p w:rsidR="002B49A5" w:rsidRDefault="002B49A5" w:rsidP="002B49A5">
      <w:pPr>
        <w:pStyle w:val="libNormal"/>
        <w:rPr>
          <w:rtl/>
        </w:rPr>
      </w:pPr>
      <w:r>
        <w:rPr>
          <w:rtl/>
        </w:rPr>
        <w:t>فأوّل ما ينبغي أن نذكره لفهم البواعث النّفسية التي خامرت نفس الحُسين في تلك المحنة الأليمة</w:t>
      </w:r>
      <w:r w:rsidR="00364168">
        <w:rPr>
          <w:rtl/>
        </w:rPr>
        <w:t>:</w:t>
      </w:r>
      <w:r>
        <w:rPr>
          <w:rtl/>
        </w:rPr>
        <w:t xml:space="preserve"> إنّ بيعة يزيد لم تكن بالبيعة المستقرّة ولا بالبيعة التي يضمن لها الدوام في تقدير صحيح</w:t>
      </w:r>
      <w:r w:rsidR="008F60AE">
        <w:rPr>
          <w:rtl/>
        </w:rPr>
        <w:t xml:space="preserve"> ...</w:t>
      </w:r>
      <w:r>
        <w:rPr>
          <w:rtl/>
        </w:rPr>
        <w:t xml:space="preserve"> فهي بيعة نشأت في مهد الدس والتمليق</w:t>
      </w:r>
      <w:r w:rsidR="00364168">
        <w:rPr>
          <w:rtl/>
        </w:rPr>
        <w:t>،</w:t>
      </w:r>
      <w:r>
        <w:rPr>
          <w:rtl/>
        </w:rPr>
        <w:t xml:space="preserve"> ولم يجسر معاوية عليها حتّى شجعه عليها من له مصلحة ملحّة في ذلك التشجيع</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كان المغيرة بن شعبة والياً لمعاوية على الكوفة</w:t>
      </w:r>
      <w:r w:rsidR="00364168">
        <w:rPr>
          <w:rtl/>
        </w:rPr>
        <w:t>،</w:t>
      </w:r>
      <w:r>
        <w:rPr>
          <w:rtl/>
        </w:rPr>
        <w:t xml:space="preserve"> ثمّ همّ بعزله وإسناد ولايته إلى سعيد بن العاص جرياً على عادته في إضعاف الولاة قبل تمكّنهم</w:t>
      </w:r>
      <w:r w:rsidR="00364168">
        <w:rPr>
          <w:rtl/>
        </w:rPr>
        <w:t>،</w:t>
      </w:r>
      <w:r>
        <w:rPr>
          <w:rtl/>
        </w:rPr>
        <w:t xml:space="preserve"> وضرب فريق منهم بفريق حتّى يعينه بعضهم على بعض ولا يتفقوا عليه</w:t>
      </w:r>
      <w:r w:rsidR="00364168">
        <w:rPr>
          <w:rtl/>
        </w:rPr>
        <w:t>.</w:t>
      </w:r>
      <w:r>
        <w:rPr>
          <w:rtl/>
        </w:rPr>
        <w:t xml:space="preserve"> فلمّا أحسّ المغيرة نية معاوية</w:t>
      </w:r>
      <w:r w:rsidR="00364168">
        <w:rPr>
          <w:rtl/>
        </w:rPr>
        <w:t>،</w:t>
      </w:r>
      <w:r>
        <w:rPr>
          <w:rtl/>
        </w:rPr>
        <w:t xml:space="preserve"> قدم الشّام ودخل على يزيد وقال له</w:t>
      </w:r>
      <w:r w:rsidR="00364168">
        <w:rPr>
          <w:rtl/>
        </w:rPr>
        <w:t>،</w:t>
      </w:r>
      <w:r>
        <w:rPr>
          <w:rtl/>
        </w:rPr>
        <w:t xml:space="preserve"> كالمستفهم المتعجّب</w:t>
      </w:r>
      <w:r w:rsidR="00364168">
        <w:rPr>
          <w:rtl/>
        </w:rPr>
        <w:t>:</w:t>
      </w:r>
      <w:r>
        <w:rPr>
          <w:rtl/>
        </w:rPr>
        <w:t xml:space="preserve"> لا أدري ما يمنع أمير المؤمنين أن يعقد لك البيعة</w:t>
      </w:r>
      <w:r w:rsidR="00364168">
        <w:rPr>
          <w:rtl/>
        </w:rPr>
        <w:t>؟</w:t>
      </w:r>
    </w:p>
    <w:p w:rsidR="002B49A5" w:rsidRDefault="002B49A5" w:rsidP="002B49A5">
      <w:pPr>
        <w:pStyle w:val="libNormal"/>
        <w:rPr>
          <w:rtl/>
        </w:rPr>
      </w:pPr>
      <w:r>
        <w:rPr>
          <w:rtl/>
        </w:rPr>
        <w:t>ولم يكن يزيد نفسه يصدّق أنّه أهل لها أو أنّ بيعته ممّا يتم بين ا</w:t>
      </w:r>
      <w:r w:rsidR="009A226F">
        <w:rPr>
          <w:rtl/>
        </w:rPr>
        <w:t>لم</w:t>
      </w:r>
      <w:r>
        <w:rPr>
          <w:rtl/>
        </w:rPr>
        <w:t>سلمين على هيّنة</w:t>
      </w:r>
      <w:r w:rsidR="00364168">
        <w:rPr>
          <w:rtl/>
        </w:rPr>
        <w:t>،</w:t>
      </w:r>
      <w:r>
        <w:rPr>
          <w:rtl/>
        </w:rPr>
        <w:t xml:space="preserve"> فقال للمغيرة</w:t>
      </w:r>
      <w:r w:rsidR="00364168">
        <w:rPr>
          <w:rtl/>
        </w:rPr>
        <w:t>:</w:t>
      </w:r>
      <w:r>
        <w:rPr>
          <w:rtl/>
        </w:rPr>
        <w:t xml:space="preserve"> أو ترى ذلك يتمّ</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فأراه المغيرة أنّه ليس بالعسير إذا أراده أبوه</w:t>
      </w:r>
      <w:r w:rsidR="008F60AE">
        <w:rPr>
          <w:rtl/>
        </w:rPr>
        <w:t xml:space="preserve"> ...</w:t>
      </w:r>
      <w:r>
        <w:rPr>
          <w:rtl/>
        </w:rPr>
        <w:t xml:space="preserve"> </w:t>
      </w:r>
    </w:p>
    <w:p w:rsidR="002B49A5" w:rsidRDefault="002B49A5" w:rsidP="002B49A5">
      <w:pPr>
        <w:pStyle w:val="libNormal"/>
        <w:rPr>
          <w:rtl/>
        </w:rPr>
      </w:pPr>
      <w:r>
        <w:rPr>
          <w:rtl/>
        </w:rPr>
        <w:t>وأخبر يزيد أباه بما قال المغيرة</w:t>
      </w:r>
      <w:r w:rsidR="00364168">
        <w:rPr>
          <w:rtl/>
        </w:rPr>
        <w:t>،</w:t>
      </w:r>
      <w:r>
        <w:rPr>
          <w:rtl/>
        </w:rPr>
        <w:t xml:space="preserve"> فعلم هذا أنّ فرصته سانحة وأنّه سيبادل معاوية رشوة آجلة برشوة عاجلة</w:t>
      </w:r>
      <w:r w:rsidR="008F60AE">
        <w:rPr>
          <w:rtl/>
        </w:rPr>
        <w:t xml:space="preserve"> ...</w:t>
      </w:r>
      <w:r>
        <w:rPr>
          <w:rtl/>
        </w:rPr>
        <w:t xml:space="preserve"> يرشوه بإعانته على بيعة يزيد</w:t>
      </w:r>
      <w:r w:rsidR="00364168">
        <w:rPr>
          <w:rtl/>
        </w:rPr>
        <w:t>،</w:t>
      </w:r>
      <w:r>
        <w:rPr>
          <w:rtl/>
        </w:rPr>
        <w:t xml:space="preserve"> ويأخذ منه الرّشوة ببقائه على ولاية الكوفة إلى أن يقضى في أمر هذه البيعة</w:t>
      </w:r>
      <w:r w:rsidR="00364168">
        <w:rPr>
          <w:rtl/>
        </w:rPr>
        <w:t>،</w:t>
      </w:r>
      <w:r>
        <w:rPr>
          <w:rtl/>
        </w:rPr>
        <w:t xml:space="preserve"> وله في التمهيد لها نصيب</w:t>
      </w:r>
      <w:r w:rsidR="008F60AE">
        <w:rPr>
          <w:rtl/>
        </w:rPr>
        <w:t xml:space="preserve"> ...</w:t>
      </w:r>
      <w:r>
        <w:rPr>
          <w:rtl/>
        </w:rPr>
        <w:t xml:space="preserve"> </w:t>
      </w:r>
    </w:p>
    <w:p w:rsidR="002B49A5" w:rsidRDefault="002B49A5" w:rsidP="002B49A5">
      <w:pPr>
        <w:pStyle w:val="libNormal"/>
        <w:rPr>
          <w:rtl/>
        </w:rPr>
      </w:pPr>
      <w:r>
        <w:rPr>
          <w:rtl/>
        </w:rPr>
        <w:t>فلمّا لقي معاوية سأله هذا عمّا أخبره به يزيد</w:t>
      </w:r>
      <w:r w:rsidR="00364168">
        <w:rPr>
          <w:rtl/>
        </w:rPr>
        <w:t>،</w:t>
      </w:r>
      <w:r>
        <w:rPr>
          <w:rtl/>
        </w:rPr>
        <w:t xml:space="preserve"> فأعاده عليه وهو يزخرفه له بما يرضيه</w:t>
      </w:r>
      <w:r w:rsidR="00364168">
        <w:rPr>
          <w:rtl/>
        </w:rPr>
        <w:t>،</w:t>
      </w:r>
      <w:r>
        <w:rPr>
          <w:rtl/>
        </w:rPr>
        <w:t xml:space="preserve"> قال</w:t>
      </w:r>
      <w:r w:rsidR="00364168">
        <w:rPr>
          <w:rtl/>
        </w:rPr>
        <w:t>:</w:t>
      </w:r>
      <w:r>
        <w:rPr>
          <w:rtl/>
        </w:rPr>
        <w:t xml:space="preserve"> قد رأيت ما كان من سفك الدماء والاختلاف بعد عثمان</w:t>
      </w:r>
      <w:r w:rsidR="00364168">
        <w:rPr>
          <w:rtl/>
        </w:rPr>
        <w:t>،</w:t>
      </w:r>
      <w:r>
        <w:rPr>
          <w:rtl/>
        </w:rPr>
        <w:t xml:space="preserve"> وفي يزيد منك خلف فاعقد له</w:t>
      </w:r>
      <w:r w:rsidR="00364168">
        <w:rPr>
          <w:rtl/>
        </w:rPr>
        <w:t>،</w:t>
      </w:r>
      <w:r>
        <w:rPr>
          <w:rtl/>
        </w:rPr>
        <w:t xml:space="preserve"> فإن حدث بك حادث كان كهفاً للناس وخلفاً منك</w:t>
      </w:r>
      <w:r w:rsidR="00364168">
        <w:rPr>
          <w:rtl/>
        </w:rPr>
        <w:t>،</w:t>
      </w:r>
      <w:r>
        <w:rPr>
          <w:rtl/>
        </w:rPr>
        <w:t xml:space="preserve"> ولا تسفك دماء ولا تكون فتنة</w:t>
      </w:r>
      <w:r w:rsidR="00364168">
        <w:rPr>
          <w:rtl/>
        </w:rPr>
        <w:t>.</w:t>
      </w:r>
    </w:p>
    <w:p w:rsidR="002B49A5" w:rsidRDefault="002B49A5" w:rsidP="002B49A5">
      <w:pPr>
        <w:pStyle w:val="libNormal"/>
        <w:rPr>
          <w:rtl/>
        </w:rPr>
      </w:pPr>
      <w:r>
        <w:rPr>
          <w:rtl/>
        </w:rPr>
        <w:t>فسأله معاوية</w:t>
      </w:r>
      <w:r w:rsidR="004C4A93">
        <w:rPr>
          <w:rtl/>
        </w:rPr>
        <w:t xml:space="preserve"> - </w:t>
      </w:r>
      <w:r>
        <w:rPr>
          <w:rtl/>
        </w:rPr>
        <w:t>وهو يتهيب ويتأنّى</w:t>
      </w:r>
      <w:r w:rsidR="009A226F">
        <w:rPr>
          <w:rtl/>
        </w:rPr>
        <w:t xml:space="preserve"> -</w:t>
      </w:r>
      <w:r w:rsidR="00364168">
        <w:rPr>
          <w:rtl/>
        </w:rPr>
        <w:t>:</w:t>
      </w:r>
      <w:r>
        <w:rPr>
          <w:rtl/>
        </w:rPr>
        <w:t xml:space="preserve"> ومَن لي بذلك</w:t>
      </w:r>
      <w:r w:rsidR="00364168">
        <w:rPr>
          <w:rtl/>
        </w:rPr>
        <w:t>؟</w:t>
      </w:r>
      <w:r>
        <w:rPr>
          <w:rtl/>
        </w:rPr>
        <w:t xml:space="preserve"> قال</w:t>
      </w:r>
      <w:r w:rsidR="00364168">
        <w:rPr>
          <w:rtl/>
        </w:rPr>
        <w:t>:</w:t>
      </w:r>
      <w:r>
        <w:rPr>
          <w:rtl/>
        </w:rPr>
        <w:t xml:space="preserve"> أكفيك أهل الكوفة</w:t>
      </w:r>
      <w:r w:rsidR="00364168">
        <w:rPr>
          <w:rtl/>
        </w:rPr>
        <w:t>،</w:t>
      </w:r>
      <w:r>
        <w:rPr>
          <w:rtl/>
        </w:rPr>
        <w:t xml:space="preserve"> ويكفيك زياد أهل البصرة</w:t>
      </w:r>
      <w:r w:rsidR="00364168">
        <w:rPr>
          <w:rtl/>
        </w:rPr>
        <w:t>،</w:t>
      </w:r>
      <w:r>
        <w:rPr>
          <w:rtl/>
        </w:rPr>
        <w:t xml:space="preserve"> وليس بعد هذين المصرين أحد يخالفك</w:t>
      </w:r>
      <w:r w:rsidR="00364168">
        <w:rPr>
          <w:rtl/>
        </w:rPr>
        <w:t>.</w:t>
      </w:r>
      <w:r>
        <w:rPr>
          <w:rtl/>
        </w:rPr>
        <w:t xml:space="preserve"> فردّه معاوية إلى عمله كما كان يتمنّى</w:t>
      </w:r>
      <w:r w:rsidR="00364168">
        <w:rPr>
          <w:rtl/>
        </w:rPr>
        <w:t>،</w:t>
      </w:r>
      <w:r>
        <w:rPr>
          <w:rtl/>
        </w:rPr>
        <w:t xml:space="preserve"> وأوصاه ومَن معه ألاّ يتعجّلوا بإظهار هذه النيّة</w:t>
      </w:r>
      <w:r w:rsidR="008F60AE">
        <w:rPr>
          <w:rtl/>
        </w:rPr>
        <w:t xml:space="preserve"> ...</w:t>
      </w:r>
      <w:r>
        <w:rPr>
          <w:rtl/>
        </w:rPr>
        <w:t xml:space="preserve"> ثمّ استشار زياد بن أبي سفيان</w:t>
      </w:r>
      <w:r w:rsidR="00364168">
        <w:rPr>
          <w:rtl/>
        </w:rPr>
        <w:t>،</w:t>
      </w:r>
      <w:r>
        <w:rPr>
          <w:rtl/>
        </w:rPr>
        <w:t xml:space="preserve"> فأطلع هذا بعض خاصّته على الأمر وهو يقول</w:t>
      </w:r>
      <w:r w:rsidR="00364168">
        <w:rPr>
          <w:rtl/>
        </w:rPr>
        <w:t>:</w:t>
      </w:r>
      <w:r>
        <w:rPr>
          <w:rtl/>
        </w:rPr>
        <w:t xml:space="preserve"> إنّ أمير المؤمنين يتخوف نفرة النّاس ويرجو طاعتهم</w:t>
      </w:r>
      <w:r w:rsidR="008F60AE">
        <w:rPr>
          <w:rtl/>
        </w:rPr>
        <w:t xml:space="preserve"> ...</w:t>
      </w:r>
      <w:r>
        <w:rPr>
          <w:rtl/>
        </w:rPr>
        <w:t xml:space="preserve"> ويزيد</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صاحب رسلة وتهاون مع ما قد أولع به من الصيد</w:t>
      </w:r>
      <w:r w:rsidR="008F60AE">
        <w:rPr>
          <w:rtl/>
        </w:rPr>
        <w:t xml:space="preserve"> ...</w:t>
      </w:r>
      <w:r>
        <w:rPr>
          <w:rtl/>
        </w:rPr>
        <w:t xml:space="preserve"> فألق أمير المؤمنين وأدّ إليه فعلات يزيد وقُل له رويدك بالأمر</w:t>
      </w:r>
      <w:r w:rsidR="00364168">
        <w:rPr>
          <w:rtl/>
        </w:rPr>
        <w:t>،</w:t>
      </w:r>
      <w:r>
        <w:rPr>
          <w:rtl/>
        </w:rPr>
        <w:t xml:space="preserve"> فأحرى أن يتمّ لك ولا تعجل فإن دركاً في تأخير خير من فوت في عجلة</w:t>
      </w:r>
      <w:r w:rsidR="00364168">
        <w:rPr>
          <w:rtl/>
        </w:rPr>
        <w:t>.</w:t>
      </w:r>
    </w:p>
    <w:p w:rsidR="002B49A5" w:rsidRDefault="002B49A5" w:rsidP="002B49A5">
      <w:pPr>
        <w:pStyle w:val="libNormal"/>
        <w:rPr>
          <w:rtl/>
        </w:rPr>
      </w:pPr>
      <w:r>
        <w:rPr>
          <w:rtl/>
        </w:rPr>
        <w:t>فأشار عليه صاحبه</w:t>
      </w:r>
      <w:r w:rsidR="00364168">
        <w:rPr>
          <w:rtl/>
        </w:rPr>
        <w:t>:</w:t>
      </w:r>
      <w:r>
        <w:rPr>
          <w:rtl/>
        </w:rPr>
        <w:t xml:space="preserve"> ألاّ يفسد على معاوية رأيه ولا يبغضه في ابنه</w:t>
      </w:r>
      <w:r w:rsidR="00364168">
        <w:rPr>
          <w:rtl/>
        </w:rPr>
        <w:t>.</w:t>
      </w:r>
      <w:r>
        <w:rPr>
          <w:rtl/>
        </w:rPr>
        <w:t xml:space="preserve"> وعرض عليه أن يلقى يزيد فيخبره</w:t>
      </w:r>
      <w:r w:rsidR="00364168">
        <w:rPr>
          <w:rtl/>
        </w:rPr>
        <w:t>:</w:t>
      </w:r>
      <w:r>
        <w:rPr>
          <w:rtl/>
        </w:rPr>
        <w:t xml:space="preserve"> إنّ أمير المؤمنين كتب إليك يستشيرك في البيعة له</w:t>
      </w:r>
      <w:r w:rsidR="00364168">
        <w:rPr>
          <w:rtl/>
        </w:rPr>
        <w:t>،</w:t>
      </w:r>
      <w:r>
        <w:rPr>
          <w:rtl/>
        </w:rPr>
        <w:t xml:space="preserve"> وإنّك تتخوف خلاف النّاس لهنات ينقمونها عليه</w:t>
      </w:r>
      <w:r w:rsidR="00364168">
        <w:rPr>
          <w:rtl/>
        </w:rPr>
        <w:t>،</w:t>
      </w:r>
      <w:r>
        <w:rPr>
          <w:rtl/>
        </w:rPr>
        <w:t xml:space="preserve"> وإنّك ترى له ترك ما ينقم عليه لتستحكم له الحجّة على النّاس</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وقالوا</w:t>
      </w:r>
      <w:r w:rsidR="00364168">
        <w:rPr>
          <w:rtl/>
        </w:rPr>
        <w:t>:</w:t>
      </w:r>
      <w:r>
        <w:rPr>
          <w:rtl/>
        </w:rPr>
        <w:t xml:space="preserve"> إنّ يزيد كفّ عن كثير مما كان يصنع بعد هذه النصيحة</w:t>
      </w:r>
      <w:r w:rsidR="00364168">
        <w:rPr>
          <w:rtl/>
        </w:rPr>
        <w:t>،</w:t>
      </w:r>
      <w:r>
        <w:rPr>
          <w:rtl/>
        </w:rPr>
        <w:t xml:space="preserve"> وأنّ معاوية أخذ برأي زياد في التؤدة فلم يجهر بعقد البيعة حتّى مات زياد</w:t>
      </w:r>
      <w:r w:rsidR="008F60AE">
        <w:rPr>
          <w:rtl/>
        </w:rPr>
        <w:t xml:space="preserve"> ...</w:t>
      </w:r>
      <w:r>
        <w:rPr>
          <w:rtl/>
        </w:rPr>
        <w:t xml:space="preserve"> </w:t>
      </w:r>
    </w:p>
    <w:p w:rsidR="002B49A5" w:rsidRDefault="002B49A5" w:rsidP="002B49A5">
      <w:pPr>
        <w:pStyle w:val="libNormal"/>
        <w:rPr>
          <w:rtl/>
        </w:rPr>
      </w:pPr>
      <w:r>
        <w:rPr>
          <w:rtl/>
        </w:rPr>
        <w:t>وقد أحسّ معاوية الامتعاض من بيته قبل أن يحسّه من الغُرباء عنه</w:t>
      </w:r>
      <w:r w:rsidR="00364168">
        <w:rPr>
          <w:rtl/>
        </w:rPr>
        <w:t>،</w:t>
      </w:r>
      <w:r>
        <w:rPr>
          <w:rtl/>
        </w:rPr>
        <w:t xml:space="preserve"> فكانت امرأته فاختة بنت قرطة بن حبيب بن عبد شمس</w:t>
      </w:r>
      <w:r w:rsidR="00364168">
        <w:rPr>
          <w:rtl/>
        </w:rPr>
        <w:t>،</w:t>
      </w:r>
      <w:r>
        <w:rPr>
          <w:rtl/>
        </w:rPr>
        <w:t xml:space="preserve"> تكره بيعة يزيد وتودّ لو أثر بالبيعة ابنها عبد الله</w:t>
      </w:r>
      <w:r w:rsidR="00364168">
        <w:rPr>
          <w:rtl/>
        </w:rPr>
        <w:t>،</w:t>
      </w:r>
      <w:r>
        <w:rPr>
          <w:rtl/>
        </w:rPr>
        <w:t xml:space="preserve"> فقالت له</w:t>
      </w:r>
      <w:r w:rsidR="00364168">
        <w:rPr>
          <w:rtl/>
        </w:rPr>
        <w:t>:</w:t>
      </w:r>
      <w:r>
        <w:rPr>
          <w:rtl/>
        </w:rPr>
        <w:t xml:space="preserve"> ما أشار به عليك المغيرة</w:t>
      </w:r>
      <w:r w:rsidR="008F60AE">
        <w:rPr>
          <w:rtl/>
        </w:rPr>
        <w:t xml:space="preserve"> ...</w:t>
      </w:r>
      <w:r>
        <w:rPr>
          <w:rtl/>
        </w:rPr>
        <w:t xml:space="preserve"> أراد أن يجعل لك عدوّاً من نفسك يتمنّى هلاكك كلّ يوم</w:t>
      </w:r>
      <w:r w:rsidR="00364168">
        <w:rPr>
          <w:rtl/>
        </w:rPr>
        <w:t>.</w:t>
      </w:r>
    </w:p>
    <w:p w:rsidR="002B49A5" w:rsidRDefault="002B49A5" w:rsidP="002B49A5">
      <w:pPr>
        <w:pStyle w:val="libNormal"/>
        <w:rPr>
          <w:rtl/>
        </w:rPr>
      </w:pPr>
      <w:r>
        <w:rPr>
          <w:rtl/>
        </w:rPr>
        <w:t>واشتدّت نقمة مروان بن الحكم</w:t>
      </w:r>
      <w:r w:rsidR="004C4A93">
        <w:rPr>
          <w:rtl/>
        </w:rPr>
        <w:t xml:space="preserve"> - </w:t>
      </w:r>
      <w:r>
        <w:rPr>
          <w:rtl/>
        </w:rPr>
        <w:t>وهو أقرب الأقرباء إلى معاوية</w:t>
      </w:r>
      <w:r w:rsidR="004C4A93">
        <w:rPr>
          <w:rtl/>
        </w:rPr>
        <w:t xml:space="preserve"> - </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حين بلغته دعوة العهد ليزيد</w:t>
      </w:r>
      <w:r w:rsidR="00364168">
        <w:rPr>
          <w:rtl/>
        </w:rPr>
        <w:t>،</w:t>
      </w:r>
      <w:r>
        <w:rPr>
          <w:rtl/>
        </w:rPr>
        <w:t xml:space="preserve"> فأبى أن يأخذ العهد له من أهل المدينة</w:t>
      </w:r>
      <w:r w:rsidR="00364168">
        <w:rPr>
          <w:rtl/>
        </w:rPr>
        <w:t>،</w:t>
      </w:r>
      <w:r>
        <w:rPr>
          <w:rtl/>
        </w:rPr>
        <w:t xml:space="preserve"> وكتب إلى معاوية</w:t>
      </w:r>
      <w:r w:rsidR="00364168">
        <w:rPr>
          <w:rtl/>
        </w:rPr>
        <w:t>:</w:t>
      </w:r>
      <w:r>
        <w:rPr>
          <w:rtl/>
        </w:rPr>
        <w:t xml:space="preserve"> إنّ قومك قد أبوا إجابتك إلى بيعتك</w:t>
      </w:r>
      <w:r w:rsidR="00364168">
        <w:rPr>
          <w:rtl/>
        </w:rPr>
        <w:t>.</w:t>
      </w:r>
      <w:r>
        <w:rPr>
          <w:rtl/>
        </w:rPr>
        <w:t xml:space="preserve"> فعزله معاوية من ولاية المدينة وولاّها سعيد بن العاص</w:t>
      </w:r>
      <w:r w:rsidR="00364168">
        <w:rPr>
          <w:rtl/>
        </w:rPr>
        <w:t>،</w:t>
      </w:r>
      <w:r>
        <w:rPr>
          <w:rtl/>
        </w:rPr>
        <w:t xml:space="preserve"> فأوشك مروان أن يثور ويعلن الخروج وذهب إلى أخواله من بني كنانة فنصروه وقالوا له</w:t>
      </w:r>
      <w:r w:rsidR="00364168">
        <w:rPr>
          <w:rtl/>
        </w:rPr>
        <w:t>:</w:t>
      </w:r>
      <w:r>
        <w:rPr>
          <w:rtl/>
        </w:rPr>
        <w:t xml:space="preserve"> نحن نبلك في يديك وسيفك في قرابك</w:t>
      </w:r>
      <w:r w:rsidR="00364168">
        <w:rPr>
          <w:rtl/>
        </w:rPr>
        <w:t>،</w:t>
      </w:r>
      <w:r>
        <w:rPr>
          <w:rtl/>
        </w:rPr>
        <w:t xml:space="preserve"> فمَن رميته بنا أصبناه ومَن ضربته قطعناه</w:t>
      </w:r>
      <w:r w:rsidR="008F60AE">
        <w:rPr>
          <w:rtl/>
        </w:rPr>
        <w:t xml:space="preserve"> ...</w:t>
      </w:r>
      <w:r>
        <w:rPr>
          <w:rtl/>
        </w:rPr>
        <w:t xml:space="preserve"> الرّأي رأيك ونحن طوع يمينك</w:t>
      </w:r>
      <w:r w:rsidR="008F60AE">
        <w:rPr>
          <w:rtl/>
        </w:rPr>
        <w:t xml:space="preserve"> ...</w:t>
      </w:r>
      <w:r>
        <w:rPr>
          <w:rtl/>
        </w:rPr>
        <w:t xml:space="preserve"> </w:t>
      </w:r>
    </w:p>
    <w:p w:rsidR="002B49A5" w:rsidRDefault="002B49A5" w:rsidP="002B49A5">
      <w:pPr>
        <w:pStyle w:val="libNormal"/>
        <w:rPr>
          <w:rtl/>
        </w:rPr>
      </w:pPr>
      <w:r>
        <w:rPr>
          <w:rtl/>
        </w:rPr>
        <w:t>ثمّ أقبل مروان في وفد منهم كثير إلى دمشق</w:t>
      </w:r>
      <w:r w:rsidR="00364168">
        <w:rPr>
          <w:rtl/>
        </w:rPr>
        <w:t>،</w:t>
      </w:r>
      <w:r>
        <w:rPr>
          <w:rtl/>
        </w:rPr>
        <w:t xml:space="preserve"> فذهب إلى قصر معاوية وقد أذن للناس</w:t>
      </w:r>
      <w:r w:rsidR="00364168">
        <w:rPr>
          <w:rtl/>
        </w:rPr>
        <w:t>،</w:t>
      </w:r>
      <w:r>
        <w:rPr>
          <w:rtl/>
        </w:rPr>
        <w:t xml:space="preserve"> فمنعه الحاحب لكثرة من رأى معه فضربوه واقتحموا الباب</w:t>
      </w:r>
      <w:r w:rsidR="00364168">
        <w:rPr>
          <w:rtl/>
        </w:rPr>
        <w:t>،</w:t>
      </w:r>
      <w:r>
        <w:rPr>
          <w:rtl/>
        </w:rPr>
        <w:t xml:space="preserve"> ودخل مروان وهُم معه حتّى سلّم على معاوية وأغلظ له القول</w:t>
      </w:r>
      <w:r w:rsidR="00364168">
        <w:rPr>
          <w:rtl/>
        </w:rPr>
        <w:t>،</w:t>
      </w:r>
      <w:r>
        <w:rPr>
          <w:rtl/>
        </w:rPr>
        <w:t xml:space="preserve"> فخاف معاوية هذا الجمع من وجوه قومه</w:t>
      </w:r>
      <w:r w:rsidR="00364168">
        <w:rPr>
          <w:rtl/>
        </w:rPr>
        <w:t>،</w:t>
      </w:r>
      <w:r>
        <w:rPr>
          <w:rtl/>
        </w:rPr>
        <w:t xml:space="preserve"> وترضّى مروان ما استطاع</w:t>
      </w:r>
      <w:r w:rsidR="00364168">
        <w:rPr>
          <w:rtl/>
        </w:rPr>
        <w:t>،</w:t>
      </w:r>
      <w:r>
        <w:rPr>
          <w:rtl/>
        </w:rPr>
        <w:t xml:space="preserve"> وجعل له ألف دينار كلّ شهر ومئة لِمن كان معه من أهل بيته</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ولم يكن مروان وحده بالغاضب بين بني اُميّة من بيعة يزيد</w:t>
      </w:r>
      <w:r w:rsidR="00364168">
        <w:rPr>
          <w:rtl/>
        </w:rPr>
        <w:t>،</w:t>
      </w:r>
      <w:r>
        <w:rPr>
          <w:rtl/>
        </w:rPr>
        <w:t xml:space="preserve"> بل كان سعيد بن عثمان بن عفان يرى أنّه أحقّ منه بالخلافة</w:t>
      </w:r>
      <w:r w:rsidR="00364168">
        <w:rPr>
          <w:rtl/>
        </w:rPr>
        <w:t>؛</w:t>
      </w:r>
      <w:r>
        <w:rPr>
          <w:rtl/>
        </w:rPr>
        <w:t xml:space="preserve"> لأنّه ابن عثمان الذي تذرّع معاوية إلى الخلافة باسمه</w:t>
      </w:r>
      <w:r w:rsidR="00364168">
        <w:rPr>
          <w:rtl/>
        </w:rPr>
        <w:t>،</w:t>
      </w:r>
      <w:r>
        <w:rPr>
          <w:rtl/>
        </w:rPr>
        <w:t xml:space="preserve"> فقال لمعاوية</w:t>
      </w:r>
      <w:r w:rsidR="00364168">
        <w:rPr>
          <w:rtl/>
        </w:rPr>
        <w:t>:</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يا أمير المؤمنين</w:t>
      </w:r>
      <w:r w:rsidR="00364168">
        <w:rPr>
          <w:rtl/>
        </w:rPr>
        <w:t>،</w:t>
      </w:r>
      <w:r>
        <w:rPr>
          <w:rtl/>
        </w:rPr>
        <w:t xml:space="preserve"> علام تبايع ليزيد وتتركني</w:t>
      </w:r>
      <w:r w:rsidR="00364168">
        <w:rPr>
          <w:rtl/>
        </w:rPr>
        <w:t>؟</w:t>
      </w:r>
      <w:r>
        <w:rPr>
          <w:rtl/>
        </w:rPr>
        <w:t>! فوالله</w:t>
      </w:r>
      <w:r w:rsidR="00364168">
        <w:rPr>
          <w:rtl/>
        </w:rPr>
        <w:t>،</w:t>
      </w:r>
      <w:r>
        <w:rPr>
          <w:rtl/>
        </w:rPr>
        <w:t xml:space="preserve"> لتعلم أنّ أبي خير من أبيه</w:t>
      </w:r>
      <w:r w:rsidR="00364168">
        <w:rPr>
          <w:rtl/>
        </w:rPr>
        <w:t>،</w:t>
      </w:r>
      <w:r>
        <w:rPr>
          <w:rtl/>
        </w:rPr>
        <w:t xml:space="preserve"> واُمّي خير من اُمّه</w:t>
      </w:r>
      <w:r w:rsidR="00364168">
        <w:rPr>
          <w:rtl/>
        </w:rPr>
        <w:t>،</w:t>
      </w:r>
      <w:r>
        <w:rPr>
          <w:rtl/>
        </w:rPr>
        <w:t xml:space="preserve"> وأنّك إنّما نلت ما نلت بأبي</w:t>
      </w:r>
      <w:r w:rsidR="00364168">
        <w:rPr>
          <w:rtl/>
        </w:rPr>
        <w:t>!</w:t>
      </w:r>
      <w:r>
        <w:rPr>
          <w:rtl/>
        </w:rPr>
        <w:t xml:space="preserve"> فسرّى معاوية عنه</w:t>
      </w:r>
      <w:r w:rsidR="00364168">
        <w:rPr>
          <w:rtl/>
        </w:rPr>
        <w:t>،</w:t>
      </w:r>
      <w:r>
        <w:rPr>
          <w:rtl/>
        </w:rPr>
        <w:t xml:space="preserve"> وقال له ضاحكاً هاشّاً</w:t>
      </w:r>
      <w:r w:rsidR="00364168">
        <w:rPr>
          <w:rtl/>
        </w:rPr>
        <w:t>:</w:t>
      </w:r>
      <w:r>
        <w:rPr>
          <w:rtl/>
        </w:rPr>
        <w:t xml:space="preserve"> يابن أخي</w:t>
      </w:r>
      <w:r w:rsidR="00364168">
        <w:rPr>
          <w:rtl/>
        </w:rPr>
        <w:t>،</w:t>
      </w:r>
      <w:r>
        <w:rPr>
          <w:rtl/>
        </w:rPr>
        <w:t xml:space="preserve"> أمّا قولك إنّ أباك خير من أبيه</w:t>
      </w:r>
      <w:r w:rsidR="00364168">
        <w:rPr>
          <w:rtl/>
        </w:rPr>
        <w:t>،</w:t>
      </w:r>
      <w:r>
        <w:rPr>
          <w:rtl/>
        </w:rPr>
        <w:t xml:space="preserve"> فيوم من عثمان خير من معاوية</w:t>
      </w:r>
      <w:r w:rsidR="00364168">
        <w:rPr>
          <w:rtl/>
        </w:rPr>
        <w:t>؛</w:t>
      </w:r>
      <w:r>
        <w:rPr>
          <w:rtl/>
        </w:rPr>
        <w:t xml:space="preserve"> وأمّا قولك إنّ اُمّك خير من اُمّه</w:t>
      </w:r>
      <w:r w:rsidR="00364168">
        <w:rPr>
          <w:rtl/>
        </w:rPr>
        <w:t>،</w:t>
      </w:r>
      <w:r>
        <w:rPr>
          <w:rtl/>
        </w:rPr>
        <w:t xml:space="preserve"> ففضل قرشية على كلبية فضل بيّن</w:t>
      </w:r>
      <w:r w:rsidR="00364168">
        <w:rPr>
          <w:rtl/>
        </w:rPr>
        <w:t>؛</w:t>
      </w:r>
      <w:r>
        <w:rPr>
          <w:rtl/>
        </w:rPr>
        <w:t xml:space="preserve"> وأمّا أن أكون نلت ما أنا فيه بأبيك</w:t>
      </w:r>
      <w:r w:rsidR="00364168">
        <w:rPr>
          <w:rtl/>
        </w:rPr>
        <w:t>،</w:t>
      </w:r>
      <w:r>
        <w:rPr>
          <w:rtl/>
        </w:rPr>
        <w:t xml:space="preserve"> فإنّما ا</w:t>
      </w:r>
      <w:r w:rsidR="009A226F">
        <w:rPr>
          <w:rtl/>
        </w:rPr>
        <w:t>لم</w:t>
      </w:r>
      <w:r>
        <w:rPr>
          <w:rtl/>
        </w:rPr>
        <w:t>لك يؤتيه الله من يشاء</w:t>
      </w:r>
      <w:r w:rsidR="00364168">
        <w:rPr>
          <w:rtl/>
        </w:rPr>
        <w:t>؛</w:t>
      </w:r>
      <w:r>
        <w:rPr>
          <w:rtl/>
        </w:rPr>
        <w:t xml:space="preserve"> قُتل أبوك رحمه الله فتواكلته بنو العاص</w:t>
      </w:r>
      <w:r w:rsidR="00364168">
        <w:rPr>
          <w:rtl/>
        </w:rPr>
        <w:t>،</w:t>
      </w:r>
      <w:r>
        <w:rPr>
          <w:rtl/>
        </w:rPr>
        <w:t xml:space="preserve"> وقامت فيه بنو حرب</w:t>
      </w:r>
      <w:r w:rsidR="00364168">
        <w:rPr>
          <w:rtl/>
        </w:rPr>
        <w:t>،</w:t>
      </w:r>
      <w:r>
        <w:rPr>
          <w:rtl/>
        </w:rPr>
        <w:t xml:space="preserve"> فنحن أعظم بذلك منّة عليك</w:t>
      </w:r>
      <w:r w:rsidR="00364168">
        <w:rPr>
          <w:rtl/>
        </w:rPr>
        <w:t>؛</w:t>
      </w:r>
      <w:r>
        <w:rPr>
          <w:rtl/>
        </w:rPr>
        <w:t xml:space="preserve"> وأمّا أن تكون خيراً من يزيد</w:t>
      </w:r>
      <w:r w:rsidR="00364168">
        <w:rPr>
          <w:rtl/>
        </w:rPr>
        <w:t>،</w:t>
      </w:r>
      <w:r>
        <w:rPr>
          <w:rtl/>
        </w:rPr>
        <w:t xml:space="preserve"> فوالله ما أحبّ أنّ داري مملوءة رجالاً مثلك بيزيد</w:t>
      </w:r>
      <w:r w:rsidR="00364168">
        <w:rPr>
          <w:rtl/>
        </w:rPr>
        <w:t>،</w:t>
      </w:r>
      <w:r>
        <w:rPr>
          <w:rtl/>
        </w:rPr>
        <w:t xml:space="preserve"> ولكن دعني من هذا القول وسلني أعطك</w:t>
      </w:r>
      <w:r w:rsidR="00364168">
        <w:rPr>
          <w:rtl/>
        </w:rPr>
        <w:t>.</w:t>
      </w:r>
      <w:r>
        <w:rPr>
          <w:rtl/>
        </w:rPr>
        <w:t xml:space="preserve"> وولاّه خراسان</w:t>
      </w:r>
      <w:r w:rsidR="008F60AE">
        <w:rPr>
          <w:rtl/>
        </w:rPr>
        <w:t xml:space="preserve"> ...</w:t>
      </w:r>
      <w:r>
        <w:rPr>
          <w:rtl/>
        </w:rPr>
        <w:t xml:space="preserve"> </w:t>
      </w:r>
    </w:p>
    <w:p w:rsidR="002B49A5" w:rsidRDefault="002B49A5" w:rsidP="002B49A5">
      <w:pPr>
        <w:pStyle w:val="libNormal"/>
        <w:rPr>
          <w:rtl/>
        </w:rPr>
      </w:pPr>
      <w:r>
        <w:rPr>
          <w:rtl/>
        </w:rPr>
        <w:t>فكان أكبر بني اُميّة أعظمهم أملاً في الخلافة بعد معاوية</w:t>
      </w:r>
      <w:r w:rsidR="00364168">
        <w:rPr>
          <w:rtl/>
        </w:rPr>
        <w:t>،</w:t>
      </w:r>
      <w:r>
        <w:rPr>
          <w:rtl/>
        </w:rPr>
        <w:t xml:space="preserve"> وكان بغضهم لبيعة يزيد على قدر أملهم فيها</w:t>
      </w:r>
      <w:r w:rsidR="00364168">
        <w:rPr>
          <w:rtl/>
        </w:rPr>
        <w:t>،</w:t>
      </w:r>
      <w:r>
        <w:rPr>
          <w:rtl/>
        </w:rPr>
        <w:t xml:space="preserve"> وهؤلاء وإن جمعتهم مصلحة الاُسرة فترة من الزمن</w:t>
      </w:r>
      <w:r w:rsidR="00364168">
        <w:rPr>
          <w:rtl/>
        </w:rPr>
        <w:t>،</w:t>
      </w:r>
      <w:r>
        <w:rPr>
          <w:rtl/>
        </w:rPr>
        <w:t xml:space="preserve"> لم تكن منافستهم هذه ليزيد بالعلامة التي تؤذن بالبقاء وتبشّره بالضمان والقرار</w:t>
      </w:r>
      <w:r w:rsidR="008F60AE">
        <w:rPr>
          <w:rtl/>
        </w:rPr>
        <w:t xml:space="preserve"> ...</w:t>
      </w:r>
      <w:r>
        <w:rPr>
          <w:rtl/>
        </w:rPr>
        <w:t xml:space="preserve"> وعلى هذا النحو ولدت بيعة يزيد بين التوجس والمساومة والإكراه</w:t>
      </w:r>
      <w:r w:rsidR="008F60AE">
        <w:rPr>
          <w:rtl/>
        </w:rPr>
        <w:t xml:space="preserve"> ...</w:t>
      </w:r>
      <w:r>
        <w:rPr>
          <w:rtl/>
        </w:rPr>
        <w:t xml:space="preserve"> وبهذه الجفوة قوبلت بين أخلص الأعوان وأقرب القرباء</w:t>
      </w:r>
      <w:r w:rsidR="008F60AE">
        <w:rPr>
          <w:rtl/>
        </w:rPr>
        <w:t xml:space="preserve"> ...</w:t>
      </w:r>
      <w:r>
        <w:rPr>
          <w:rtl/>
        </w:rPr>
        <w:t xml:space="preserve"> </w:t>
      </w:r>
    </w:p>
    <w:p w:rsidR="002B49A5" w:rsidRDefault="002B49A5" w:rsidP="002B49A5">
      <w:pPr>
        <w:pStyle w:val="libNormal"/>
        <w:rPr>
          <w:rtl/>
        </w:rPr>
      </w:pPr>
      <w:r>
        <w:rPr>
          <w:rtl/>
        </w:rPr>
        <w:t>وظهر من اللحظات الأولى</w:t>
      </w:r>
      <w:r w:rsidR="00364168">
        <w:rPr>
          <w:rtl/>
        </w:rPr>
        <w:t>،</w:t>
      </w:r>
      <w:r>
        <w:rPr>
          <w:rtl/>
        </w:rPr>
        <w:t xml:space="preserve"> إنّ المغيرة بن شعبة كان سمساراً</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يصافق على ما لا يملك</w:t>
      </w:r>
      <w:r w:rsidR="008F60AE">
        <w:rPr>
          <w:rtl/>
        </w:rPr>
        <w:t xml:space="preserve"> ...</w:t>
      </w:r>
      <w:r>
        <w:rPr>
          <w:rtl/>
        </w:rPr>
        <w:t xml:space="preserve"> فقد ضمن الكوفة والبصرة ومنع الخلاف في غيرهما</w:t>
      </w:r>
      <w:r w:rsidR="00364168">
        <w:rPr>
          <w:rtl/>
        </w:rPr>
        <w:t>،</w:t>
      </w:r>
      <w:r>
        <w:rPr>
          <w:rtl/>
        </w:rPr>
        <w:t xml:space="preserve"> فإذا الكوفة أوّل من كره بيعة يزيد</w:t>
      </w:r>
      <w:r w:rsidR="00364168">
        <w:rPr>
          <w:rtl/>
        </w:rPr>
        <w:t>،</w:t>
      </w:r>
      <w:r>
        <w:rPr>
          <w:rtl/>
        </w:rPr>
        <w:t xml:space="preserve"> وإذا البصرة تتلكّأ في الجواب وواليها يرجئ الأمر ويوصي بالتمهّل فيه فلا يقدم عليه معاوية في حياته</w:t>
      </w:r>
      <w:r w:rsidR="00364168">
        <w:rPr>
          <w:rtl/>
        </w:rPr>
        <w:t>،</w:t>
      </w:r>
      <w:r>
        <w:rPr>
          <w:rtl/>
        </w:rPr>
        <w:t xml:space="preserve"> وإذا أطراف الدولة من ناحية همذان تثور</w:t>
      </w:r>
      <w:r w:rsidR="00364168">
        <w:rPr>
          <w:rtl/>
        </w:rPr>
        <w:t>،</w:t>
      </w:r>
      <w:r>
        <w:rPr>
          <w:rtl/>
        </w:rPr>
        <w:t xml:space="preserve"> وإذا بالحجاز يستعصي على بني اُميّة سنوات</w:t>
      </w:r>
      <w:r w:rsidR="00364168">
        <w:rPr>
          <w:rtl/>
        </w:rPr>
        <w:t>،</w:t>
      </w:r>
      <w:r>
        <w:rPr>
          <w:rtl/>
        </w:rPr>
        <w:t xml:space="preserve"> وإذا باليمن ليس فيها نصير للاُمويّين</w:t>
      </w:r>
      <w:r w:rsidR="00364168">
        <w:rPr>
          <w:rtl/>
        </w:rPr>
        <w:t>،</w:t>
      </w:r>
      <w:r>
        <w:rPr>
          <w:rtl/>
        </w:rPr>
        <w:t xml:space="preserve"> ولو وجدت خارجاً يعلن الثورة عليهم لكانت ثورتها كثورة الحجاز</w:t>
      </w:r>
      <w:r w:rsidR="008F60AE">
        <w:rPr>
          <w:rtl/>
        </w:rPr>
        <w:t xml:space="preserve"> ...</w:t>
      </w:r>
      <w:r>
        <w:rPr>
          <w:rtl/>
        </w:rPr>
        <w:t xml:space="preserve"> </w:t>
      </w:r>
    </w:p>
    <w:p w:rsidR="002B49A5" w:rsidRDefault="002B49A5" w:rsidP="002B49A5">
      <w:pPr>
        <w:pStyle w:val="libNormal"/>
        <w:rPr>
          <w:rtl/>
        </w:rPr>
      </w:pPr>
      <w:r>
        <w:rPr>
          <w:rtl/>
        </w:rPr>
        <w:t>بل يجوز أن يُقال</w:t>
      </w:r>
      <w:r w:rsidR="004C4A93">
        <w:rPr>
          <w:rtl/>
        </w:rPr>
        <w:t xml:space="preserve"> - </w:t>
      </w:r>
      <w:r>
        <w:rPr>
          <w:rtl/>
        </w:rPr>
        <w:t>ممّا ظهر في حركة الحُسين كلّ الظهور</w:t>
      </w:r>
      <w:r w:rsidR="004C4A93">
        <w:rPr>
          <w:rtl/>
        </w:rPr>
        <w:t xml:space="preserve"> - </w:t>
      </w:r>
      <w:r>
        <w:rPr>
          <w:rtl/>
        </w:rPr>
        <w:t>أنّ الشّام نفسها لم تنطوي على رجل يؤمن بحقّ يزيد وبطلان دعوى الحُسين</w:t>
      </w:r>
      <w:r w:rsidR="00364168">
        <w:rPr>
          <w:rtl/>
        </w:rPr>
        <w:t>،</w:t>
      </w:r>
      <w:r>
        <w:rPr>
          <w:rtl/>
        </w:rPr>
        <w:t xml:space="preserve"> فقد كانوا يتحرجون من حرب الحُسين ويتسلل من استطاع منهم التسلل قبل لقائه</w:t>
      </w:r>
      <w:r w:rsidR="00364168">
        <w:rPr>
          <w:rtl/>
        </w:rPr>
        <w:t>،</w:t>
      </w:r>
      <w:r>
        <w:rPr>
          <w:rtl/>
        </w:rPr>
        <w:t xml:space="preserve"> إلاّ أن يُهدد بقطع الأرزاق وقطع الرّقاب</w:t>
      </w:r>
      <w:r w:rsidR="00364168">
        <w:rPr>
          <w:rtl/>
        </w:rPr>
        <w:t>.</w:t>
      </w:r>
    </w:p>
    <w:p w:rsidR="002B49A5" w:rsidRDefault="002B49A5" w:rsidP="002B49A5">
      <w:pPr>
        <w:pStyle w:val="libNormal"/>
        <w:rPr>
          <w:rtl/>
        </w:rPr>
      </w:pPr>
      <w:r>
        <w:rPr>
          <w:rtl/>
        </w:rPr>
        <w:t>والحوادث التي تلت حركة الحُسين إلى ختام عهد يزيد أدلّ ممّا تقدّم على اضطراب عهده وقلّة ضمانه</w:t>
      </w:r>
      <w:r w:rsidR="00364168">
        <w:rPr>
          <w:rtl/>
        </w:rPr>
        <w:t>؛</w:t>
      </w:r>
      <w:r>
        <w:rPr>
          <w:rtl/>
        </w:rPr>
        <w:t xml:space="preserve"> لأنّ الأحداث والنذر لم تزل تتوالى بقية حياته وبعد موته بسنين</w:t>
      </w:r>
      <w:r w:rsidR="00364168">
        <w:rPr>
          <w:rtl/>
        </w:rPr>
        <w:t>.</w:t>
      </w:r>
    </w:p>
    <w:p w:rsidR="002B49A5" w:rsidRDefault="002B49A5" w:rsidP="002B49A5">
      <w:pPr>
        <w:pStyle w:val="libNormal"/>
        <w:rPr>
          <w:rtl/>
        </w:rPr>
      </w:pPr>
      <w:r>
        <w:rPr>
          <w:rtl/>
        </w:rPr>
        <w:t>ونحن اليوم نعلم من التاريخ كيف انتهت هذه الحوادث والنذر في عهد يزيد أو بعد عهده</w:t>
      </w:r>
      <w:r w:rsidR="00364168">
        <w:rPr>
          <w:rtl/>
        </w:rPr>
        <w:t>،</w:t>
      </w:r>
      <w:r>
        <w:rPr>
          <w:rtl/>
        </w:rPr>
        <w:t xml:space="preserve"> فيخيّل إلينا أنّ عواقبها لم تكن تحتمل الشّك ولم يكن بها من خفاء</w:t>
      </w:r>
      <w:r w:rsidR="00364168">
        <w:rPr>
          <w:rtl/>
        </w:rPr>
        <w:t>،</w:t>
      </w:r>
      <w:r>
        <w:rPr>
          <w:rtl/>
        </w:rPr>
        <w:t xml:space="preserve"> ولكن الذين استقبلوها كانوا خلقاء ألاّ يروا فيها طوالع مُلك تعنو له الرّؤوس ويرجى له طول البقاء</w:t>
      </w:r>
      <w:r w:rsidR="00364168">
        <w:rPr>
          <w:rtl/>
        </w:rPr>
        <w:t>.</w:t>
      </w:r>
    </w:p>
    <w:p w:rsidR="002B49A5" w:rsidRDefault="002B49A5" w:rsidP="002B49A5">
      <w:pPr>
        <w:pStyle w:val="libNormal"/>
      </w:pPr>
      <w:r>
        <w:rPr>
          <w:rtl/>
        </w:rPr>
        <w:br w:type="page"/>
      </w:r>
    </w:p>
    <w:p w:rsidR="002B49A5" w:rsidRPr="00390D32" w:rsidRDefault="002B49A5" w:rsidP="00390D32">
      <w:pPr>
        <w:pStyle w:val="Heading2"/>
        <w:rPr>
          <w:rtl/>
        </w:rPr>
      </w:pPr>
      <w:bookmarkStart w:id="76" w:name="بواعث_الخروج"/>
      <w:bookmarkStart w:id="77" w:name="_Toc374273689"/>
      <w:bookmarkStart w:id="78" w:name="_Toc374273991"/>
      <w:bookmarkEnd w:id="76"/>
      <w:r w:rsidRPr="00390D32">
        <w:rPr>
          <w:rtl/>
        </w:rPr>
        <w:lastRenderedPageBreak/>
        <w:t>بواعث الخروج</w:t>
      </w:r>
      <w:r w:rsidR="00364168" w:rsidRPr="00390D32">
        <w:rPr>
          <w:rtl/>
        </w:rPr>
        <w:t>:</w:t>
      </w:r>
      <w:bookmarkEnd w:id="77"/>
      <w:bookmarkEnd w:id="78"/>
    </w:p>
    <w:p w:rsidR="002B49A5" w:rsidRDefault="002B49A5" w:rsidP="002B49A5">
      <w:pPr>
        <w:pStyle w:val="libNormal"/>
        <w:rPr>
          <w:rtl/>
        </w:rPr>
      </w:pPr>
      <w:r>
        <w:rPr>
          <w:rtl/>
        </w:rPr>
        <w:t>نعم كانت هناك ندحة عن الخروج لو كان يزيد في الخلافة رضى ا</w:t>
      </w:r>
      <w:r w:rsidR="009A226F">
        <w:rPr>
          <w:rtl/>
        </w:rPr>
        <w:t>لم</w:t>
      </w:r>
      <w:r>
        <w:rPr>
          <w:rtl/>
        </w:rPr>
        <w:t>سلمين من العقل والخلق وسلامة التدبير وعزّة الموئل والدولة</w:t>
      </w:r>
      <w:r w:rsidR="00364168">
        <w:rPr>
          <w:rtl/>
        </w:rPr>
        <w:t>،</w:t>
      </w:r>
      <w:r>
        <w:rPr>
          <w:rtl/>
        </w:rPr>
        <w:t xml:space="preserve"> وكان ا</w:t>
      </w:r>
      <w:r w:rsidR="009A226F">
        <w:rPr>
          <w:rtl/>
        </w:rPr>
        <w:t>لم</w:t>
      </w:r>
      <w:r>
        <w:rPr>
          <w:rtl/>
        </w:rPr>
        <w:t>سلمون قد توافوا على اختياره لحبّهم إيّاه</w:t>
      </w:r>
      <w:r w:rsidR="00364168">
        <w:rPr>
          <w:rtl/>
        </w:rPr>
        <w:t>،</w:t>
      </w:r>
      <w:r>
        <w:rPr>
          <w:rtl/>
        </w:rPr>
        <w:t xml:space="preserve"> وتعظيمهم لعقله وخلقه واطمئنانهم إلى سياسته واعتمادهم على صلاحه وإصلاحه</w:t>
      </w:r>
      <w:r w:rsidR="008F60AE">
        <w:rPr>
          <w:rtl/>
        </w:rPr>
        <w:t xml:space="preserve"> ...</w:t>
      </w:r>
      <w:r>
        <w:rPr>
          <w:rtl/>
        </w:rPr>
        <w:t xml:space="preserve"> </w:t>
      </w:r>
    </w:p>
    <w:p w:rsidR="002B49A5" w:rsidRDefault="002B49A5" w:rsidP="002B49A5">
      <w:pPr>
        <w:pStyle w:val="libNormal"/>
        <w:rPr>
          <w:rtl/>
        </w:rPr>
      </w:pPr>
      <w:r>
        <w:rPr>
          <w:rtl/>
        </w:rPr>
        <w:t>ولكنّه على نقيض ذلك</w:t>
      </w:r>
      <w:r w:rsidR="00364168">
        <w:rPr>
          <w:rtl/>
        </w:rPr>
        <w:t>،</w:t>
      </w:r>
      <w:r>
        <w:rPr>
          <w:rtl/>
        </w:rPr>
        <w:t xml:space="preserve"> كان كما علمنا رجلاً هازلاً في أحوج الدول إلى الجد</w:t>
      </w:r>
      <w:r w:rsidR="00364168">
        <w:rPr>
          <w:rtl/>
        </w:rPr>
        <w:t>،</w:t>
      </w:r>
      <w:r>
        <w:rPr>
          <w:rtl/>
        </w:rPr>
        <w:t xml:space="preserve"> لا يرجى له صلاح ولا يرجى منه إصلاح</w:t>
      </w:r>
      <w:r w:rsidR="00364168">
        <w:rPr>
          <w:rtl/>
        </w:rPr>
        <w:t>،</w:t>
      </w:r>
      <w:r>
        <w:rPr>
          <w:rtl/>
        </w:rPr>
        <w:t xml:space="preserve"> وكان اختياره لولاية العهد مساومة مكشوفة</w:t>
      </w:r>
      <w:r w:rsidR="00364168">
        <w:rPr>
          <w:rtl/>
        </w:rPr>
        <w:t>،</w:t>
      </w:r>
      <w:r>
        <w:rPr>
          <w:rtl/>
        </w:rPr>
        <w:t xml:space="preserve"> قبض كلّ مساهم فيها ثمن رضاه ومعونته جهرة وعلانية من المال أو الولاية أو المصانعة</w:t>
      </w:r>
      <w:r w:rsidR="00364168">
        <w:rPr>
          <w:rtl/>
        </w:rPr>
        <w:t>،</w:t>
      </w:r>
      <w:r>
        <w:rPr>
          <w:rtl/>
        </w:rPr>
        <w:t xml:space="preserve"> ولو قبضوا مثل هذا الثمن ليبايعوا وليّاً للعهد شرّاً من يزيد لما همّهم أن يبايعوه وإن تعطلت حدود الدين وتقوضت معالم الأخلاق</w:t>
      </w:r>
      <w:r w:rsidR="00364168">
        <w:rPr>
          <w:rtl/>
        </w:rPr>
        <w:t>.</w:t>
      </w:r>
      <w:r>
        <w:rPr>
          <w:rtl/>
        </w:rPr>
        <w:t xml:space="preserve"> </w:t>
      </w:r>
    </w:p>
    <w:p w:rsidR="002B49A5" w:rsidRDefault="002B49A5" w:rsidP="002B49A5">
      <w:pPr>
        <w:pStyle w:val="libNormal"/>
        <w:rPr>
          <w:rtl/>
        </w:rPr>
      </w:pPr>
      <w:r>
        <w:rPr>
          <w:rtl/>
        </w:rPr>
        <w:t>وأعجب شيء أن يطلب إلى حُسين بن عليّ أن يبايع مثل هذا الرّجل ويزكّيه أمام ا</w:t>
      </w:r>
      <w:r w:rsidR="009A226F">
        <w:rPr>
          <w:rtl/>
        </w:rPr>
        <w:t>لم</w:t>
      </w:r>
      <w:r>
        <w:rPr>
          <w:rtl/>
        </w:rPr>
        <w:t>سلمين</w:t>
      </w:r>
      <w:r w:rsidR="00364168">
        <w:rPr>
          <w:rtl/>
        </w:rPr>
        <w:t>،</w:t>
      </w:r>
      <w:r>
        <w:rPr>
          <w:rtl/>
        </w:rPr>
        <w:t xml:space="preserve"> ويشهد له عندهم أنّه نعم الخليفة المأمول صاحب الحقّ في الخلافة وصاحب القدرة عليها</w:t>
      </w:r>
      <w:r w:rsidR="008F60AE">
        <w:rPr>
          <w:rtl/>
        </w:rPr>
        <w:t xml:space="preserve"> ...</w:t>
      </w:r>
      <w:r>
        <w:rPr>
          <w:rtl/>
        </w:rPr>
        <w:t xml:space="preserve"> ولا مناص للحُسين من خصلتين</w:t>
      </w:r>
      <w:r w:rsidR="00364168">
        <w:rPr>
          <w:rtl/>
        </w:rPr>
        <w:t>:</w:t>
      </w:r>
      <w:r>
        <w:rPr>
          <w:rtl/>
        </w:rPr>
        <w:t xml:space="preserve"> هذه أو الخروج</w:t>
      </w:r>
      <w:r w:rsidR="00364168">
        <w:rPr>
          <w:rtl/>
        </w:rPr>
        <w:t>؛</w:t>
      </w:r>
      <w:r>
        <w:rPr>
          <w:rtl/>
        </w:rPr>
        <w:t xml:space="preserve"> لأنّهم لن يتركوه بمعزل عن الأمر لا له ولا عليه</w:t>
      </w:r>
      <w:r w:rsidR="00364168">
        <w:rPr>
          <w:rtl/>
        </w:rPr>
        <w:t>.</w:t>
      </w:r>
      <w:r>
        <w:rPr>
          <w:rtl/>
        </w:rPr>
        <w:t xml:space="preserve"> </w:t>
      </w:r>
    </w:p>
    <w:p w:rsidR="002B49A5" w:rsidRDefault="002B49A5" w:rsidP="008F60AE">
      <w:pPr>
        <w:pStyle w:val="libCenter"/>
        <w:rPr>
          <w:rtl/>
        </w:rPr>
      </w:pPr>
      <w:r>
        <w:rPr>
          <w:rtl/>
        </w:rPr>
        <w:t>* * *</w:t>
      </w:r>
    </w:p>
    <w:p w:rsidR="002B49A5" w:rsidRDefault="002B49A5" w:rsidP="002B49A5">
      <w:pPr>
        <w:pStyle w:val="libNormal"/>
      </w:pPr>
      <w:r>
        <w:rPr>
          <w:rtl/>
        </w:rPr>
        <w:br w:type="page"/>
      </w:r>
    </w:p>
    <w:p w:rsidR="002B49A5" w:rsidRDefault="002B49A5" w:rsidP="00897AE1">
      <w:pPr>
        <w:pStyle w:val="libNormal"/>
        <w:rPr>
          <w:rtl/>
        </w:rPr>
      </w:pPr>
      <w:r>
        <w:rPr>
          <w:rtl/>
        </w:rPr>
        <w:lastRenderedPageBreak/>
        <w:t>إنّ بعض المؤرّخين من المستشرقين وضعاف الفهم من الشرقيين ينسون هذه الحقيقة ولا يولونها نصيبها من الرجحان في كفّ الميزان</w:t>
      </w:r>
      <w:r w:rsidR="00364168">
        <w:rPr>
          <w:rtl/>
        </w:rPr>
        <w:t>،</w:t>
      </w:r>
      <w:r>
        <w:rPr>
          <w:rtl/>
        </w:rPr>
        <w:t xml:space="preserve"> وكان خليقاً بهؤلاء أن يذكروا أنّ مسألة العقيدة الدينية في نفس الحُسين لم تكن مسألة مزاج أو مساومة</w:t>
      </w:r>
      <w:r w:rsidR="00364168">
        <w:rPr>
          <w:rtl/>
        </w:rPr>
        <w:t>،</w:t>
      </w:r>
      <w:r>
        <w:rPr>
          <w:rtl/>
        </w:rPr>
        <w:t xml:space="preserve"> وأنّه كان رجلاً يؤمن أقوى الإيمان بأحكام الإسلام</w:t>
      </w:r>
      <w:r w:rsidR="00364168">
        <w:rPr>
          <w:rtl/>
        </w:rPr>
        <w:t>،</w:t>
      </w:r>
      <w:r>
        <w:rPr>
          <w:rtl/>
        </w:rPr>
        <w:t xml:space="preserve"> ويعتقد أشدّ الاعتقاد أنّ تعطيل حدود الدين هو أكبر بلاء يحيق به وبأهله</w:t>
      </w:r>
      <w:r w:rsidR="00364168">
        <w:rPr>
          <w:rtl/>
        </w:rPr>
        <w:t>،</w:t>
      </w:r>
      <w:r>
        <w:rPr>
          <w:rtl/>
        </w:rPr>
        <w:t xml:space="preserve"> وبالاُمّة العربيّة قاطبة في حاضرها ومصيرها</w:t>
      </w:r>
      <w:r w:rsidR="00364168">
        <w:rPr>
          <w:rtl/>
        </w:rPr>
        <w:t>؛</w:t>
      </w:r>
      <w:r>
        <w:rPr>
          <w:rtl/>
        </w:rPr>
        <w:t xml:space="preserve"> لأنّه مُسلم</w:t>
      </w:r>
      <w:r w:rsidR="00364168">
        <w:rPr>
          <w:rtl/>
        </w:rPr>
        <w:t>،</w:t>
      </w:r>
      <w:r>
        <w:rPr>
          <w:rtl/>
        </w:rPr>
        <w:t xml:space="preserve"> ولأنّه سبط مُحمّد </w:t>
      </w:r>
      <w:r w:rsidR="008F60AE" w:rsidRPr="008F60AE">
        <w:rPr>
          <w:rStyle w:val="libAlaemChar"/>
          <w:rtl/>
        </w:rPr>
        <w:t>صلى‌الله‌عليه‌وآله</w:t>
      </w:r>
      <w:r w:rsidR="008F60AE">
        <w:rPr>
          <w:rtl/>
        </w:rPr>
        <w:t xml:space="preserve"> ...</w:t>
      </w:r>
      <w:r>
        <w:rPr>
          <w:rtl/>
        </w:rPr>
        <w:t xml:space="preserve"> فمَن كان إسلامه هداية نفس</w:t>
      </w:r>
      <w:r w:rsidR="00364168">
        <w:rPr>
          <w:rtl/>
        </w:rPr>
        <w:t>،</w:t>
      </w:r>
      <w:r>
        <w:rPr>
          <w:rtl/>
        </w:rPr>
        <w:t xml:space="preserve"> فالإسلام عند الحُسين هداية نفس وشرف بيت</w:t>
      </w:r>
      <w:r w:rsidR="00364168">
        <w:rPr>
          <w:rtl/>
        </w:rPr>
        <w:t>.</w:t>
      </w:r>
      <w:r>
        <w:rPr>
          <w:rtl/>
        </w:rPr>
        <w:t xml:space="preserve"> </w:t>
      </w:r>
    </w:p>
    <w:p w:rsidR="002B49A5" w:rsidRDefault="002B49A5" w:rsidP="002B49A5">
      <w:pPr>
        <w:pStyle w:val="libNormal"/>
        <w:rPr>
          <w:rtl/>
        </w:rPr>
      </w:pPr>
      <w:r>
        <w:rPr>
          <w:rtl/>
        </w:rPr>
        <w:t>وقد لبث بنو اُميّة بعد مصرعه ستين سنة يسبّونه ويسبّون أباه على المنابر</w:t>
      </w:r>
      <w:r w:rsidR="00364168">
        <w:rPr>
          <w:rtl/>
        </w:rPr>
        <w:t>،</w:t>
      </w:r>
      <w:r>
        <w:rPr>
          <w:rtl/>
        </w:rPr>
        <w:t xml:space="preserve"> ولم يجسر أحد منهم قط على المساس بورعه وتقواه ورعايته لأحكام الدين في أصغر صغيرة يباشرها المرء سرّاً أو علانية</w:t>
      </w:r>
      <w:r w:rsidR="00364168">
        <w:rPr>
          <w:rtl/>
        </w:rPr>
        <w:t>،</w:t>
      </w:r>
      <w:r>
        <w:rPr>
          <w:rtl/>
        </w:rPr>
        <w:t xml:space="preserve"> وحاولوا أن يعيبوه بشيء غير خروجه على دولتهم</w:t>
      </w:r>
      <w:r w:rsidR="00364168">
        <w:rPr>
          <w:rtl/>
        </w:rPr>
        <w:t>،</w:t>
      </w:r>
      <w:r>
        <w:rPr>
          <w:rtl/>
        </w:rPr>
        <w:t xml:space="preserve"> فقصرت ألسنتهم وألسنة الصنائع والاُجراء دون ذلك</w:t>
      </w:r>
      <w:r w:rsidR="00364168">
        <w:rPr>
          <w:rtl/>
        </w:rPr>
        <w:t>.</w:t>
      </w:r>
      <w:r>
        <w:rPr>
          <w:rtl/>
        </w:rPr>
        <w:t xml:space="preserve"> </w:t>
      </w:r>
    </w:p>
    <w:p w:rsidR="002B49A5" w:rsidRDefault="002B49A5" w:rsidP="002B49A5">
      <w:pPr>
        <w:pStyle w:val="libNormal"/>
        <w:rPr>
          <w:rtl/>
        </w:rPr>
      </w:pPr>
      <w:r>
        <w:rPr>
          <w:rtl/>
        </w:rPr>
        <w:t>فكيف يواجه مثل هذا الرّجل خطراً على الدين في رأس الدولة وعرش الخلافة مواجهة الهوادة والمشايعة والتأمين</w:t>
      </w:r>
      <w:r w:rsidR="00364168">
        <w:rPr>
          <w:rtl/>
        </w:rPr>
        <w:t>؟</w:t>
      </w:r>
      <w:r>
        <w:rPr>
          <w:rtl/>
        </w:rPr>
        <w:t xml:space="preserve"> وكيف يُسام أن يرشّح للإمامة مَن لا شفاعة له ولا كفاية فيه إلاّ أنّه ابن أبيه</w:t>
      </w:r>
      <w:r w:rsidR="00364168">
        <w:rPr>
          <w:rtl/>
        </w:rPr>
        <w:t>؟</w:t>
      </w:r>
      <w:r>
        <w:rPr>
          <w:rtl/>
        </w:rPr>
        <w:t xml:space="preserve">! </w:t>
      </w:r>
    </w:p>
    <w:p w:rsidR="002B49A5" w:rsidRDefault="002B49A5" w:rsidP="002B49A5">
      <w:pPr>
        <w:pStyle w:val="libNormal"/>
        <w:rPr>
          <w:rtl/>
        </w:rPr>
      </w:pPr>
      <w:r>
        <w:rPr>
          <w:rtl/>
        </w:rPr>
        <w:t>لقد كان أبوه معاوية على كفاءة ووقار وحنكة ودراية بشؤون ا</w:t>
      </w:r>
      <w:r w:rsidR="009A226F">
        <w:rPr>
          <w:rtl/>
        </w:rPr>
        <w:t>لم</w:t>
      </w:r>
      <w:r>
        <w:rPr>
          <w:rtl/>
        </w:rPr>
        <w:t>لك والرّئاسة</w:t>
      </w:r>
      <w:r w:rsidR="00364168">
        <w:rPr>
          <w:rtl/>
        </w:rPr>
        <w:t>،</w:t>
      </w:r>
      <w:r>
        <w:rPr>
          <w:rtl/>
        </w:rPr>
        <w:t xml:space="preserve"> وكان له مع هذا نصحاء ومشيرون أولو براعة وأحلام تكبح</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من السلطان ما جمح وتقيم ما انحرف وتملي له فيما عجز عنه</w:t>
      </w:r>
      <w:r w:rsidR="00364168">
        <w:rPr>
          <w:rtl/>
        </w:rPr>
        <w:t>.</w:t>
      </w:r>
      <w:r>
        <w:rPr>
          <w:rtl/>
        </w:rPr>
        <w:t xml:space="preserve"> وهذا ابنه القائم في مقامه لا كفاءة ولا وقار ولا نصحاء ولا مشيرون</w:t>
      </w:r>
      <w:r w:rsidR="00364168">
        <w:rPr>
          <w:rtl/>
        </w:rPr>
        <w:t>،</w:t>
      </w:r>
      <w:r>
        <w:rPr>
          <w:rtl/>
        </w:rPr>
        <w:t xml:space="preserve"> إلاّ مَن كان عوناً على شرّ أو موافقاً على ضلالة</w:t>
      </w:r>
      <w:r w:rsidR="00364168">
        <w:rPr>
          <w:rtl/>
        </w:rPr>
        <w:t>،</w:t>
      </w:r>
      <w:r>
        <w:rPr>
          <w:rtl/>
        </w:rPr>
        <w:t xml:space="preserve"> فما عسى أن تكون الشّهادة له بالصلاح للإمامة إلاّ تغريراً بالنّاس وقناعة بالسّلامة</w:t>
      </w:r>
      <w:r w:rsidR="00364168">
        <w:rPr>
          <w:rtl/>
        </w:rPr>
        <w:t>،</w:t>
      </w:r>
      <w:r>
        <w:rPr>
          <w:rtl/>
        </w:rPr>
        <w:t xml:space="preserve"> أو الأجر المبذول على هذا التغرير</w:t>
      </w:r>
      <w:r w:rsidR="00364168">
        <w:rPr>
          <w:rtl/>
        </w:rPr>
        <w:t>؟</w:t>
      </w:r>
    </w:p>
    <w:p w:rsidR="002B49A5" w:rsidRDefault="002B49A5" w:rsidP="002B49A5">
      <w:pPr>
        <w:pStyle w:val="libNormal"/>
        <w:rPr>
          <w:rtl/>
        </w:rPr>
      </w:pPr>
      <w:r>
        <w:rPr>
          <w:rtl/>
        </w:rPr>
        <w:t>ثمّ هي خطوة لا رجعة بعدها إذا أقدم عليها الحُسين بما أثر عنه من الوفاء وصدق السّريرة</w:t>
      </w:r>
      <w:r w:rsidR="00364168">
        <w:rPr>
          <w:rtl/>
        </w:rPr>
        <w:t>،</w:t>
      </w:r>
      <w:r>
        <w:rPr>
          <w:rtl/>
        </w:rPr>
        <w:t xml:space="preserve"> فإذا بايع يزيد فقد وفي له بقية حياته كما وفي لمعاوية بما عاهده عليه</w:t>
      </w:r>
      <w:r w:rsidR="00364168">
        <w:rPr>
          <w:rtl/>
        </w:rPr>
        <w:t>،</w:t>
      </w:r>
      <w:r>
        <w:rPr>
          <w:rtl/>
        </w:rPr>
        <w:t xml:space="preserve"> ولا سيّما حين يُبايع يزيد على علم بكلّ نقيصة فيه قد يتعلل بها المتعلل لنقض البيعة وانتحال أسباب الخروج</w:t>
      </w:r>
      <w:r w:rsidR="00364168">
        <w:rPr>
          <w:rtl/>
        </w:rPr>
        <w:t>.</w:t>
      </w:r>
    </w:p>
    <w:p w:rsidR="002B49A5" w:rsidRDefault="002B49A5" w:rsidP="002B49A5">
      <w:pPr>
        <w:pStyle w:val="libNormal"/>
        <w:rPr>
          <w:rtl/>
        </w:rPr>
      </w:pPr>
      <w:r>
        <w:rPr>
          <w:rtl/>
        </w:rPr>
        <w:t>فمُلك يزيد لم يقم على شيء واحد يرضاه الحُسين لدينه أو لشرفه أو للاُمّة الإسلاميّة</w:t>
      </w:r>
      <w:r w:rsidR="00364168">
        <w:rPr>
          <w:rtl/>
        </w:rPr>
        <w:t>،</w:t>
      </w:r>
      <w:r>
        <w:rPr>
          <w:rtl/>
        </w:rPr>
        <w:t xml:space="preserve"> ومن طُلب منه أن ينصر هذا الملك فإنّما يطلب منه أن ينصر ملكاً ينكر كلّ دعواه ولا يحمد له حالة من الأحوال</w:t>
      </w:r>
      <w:r w:rsidR="00364168">
        <w:rPr>
          <w:rtl/>
        </w:rPr>
        <w:t>،</w:t>
      </w:r>
      <w:r>
        <w:rPr>
          <w:rtl/>
        </w:rPr>
        <w:t xml:space="preserve"> ولا تنس بعد هذا كلّه أنّ هذا الملك كان يقرر دعائمه في أذهان النّاس بالغض من الحُسين في سمعة أبيه وكرامة شيعته ومُريديه</w:t>
      </w:r>
      <w:r w:rsidR="00364168">
        <w:rPr>
          <w:rtl/>
        </w:rPr>
        <w:t>؛</w:t>
      </w:r>
      <w:r>
        <w:rPr>
          <w:rtl/>
        </w:rPr>
        <w:t xml:space="preserve"> فكانوا يسبّون عليّاً على المنابر وينعتونه بالكذب والمروق والعصيان</w:t>
      </w:r>
      <w:r w:rsidR="00364168">
        <w:rPr>
          <w:rtl/>
        </w:rPr>
        <w:t>،</w:t>
      </w:r>
      <w:r>
        <w:rPr>
          <w:rtl/>
        </w:rPr>
        <w:t xml:space="preserve"> وكانوا يتحرون أنصاره حيث كانوا فيقهرونهم على سبّه والنيل منه بمشهد من النّاس</w:t>
      </w:r>
      <w:r w:rsidR="00364168">
        <w:rPr>
          <w:rtl/>
        </w:rPr>
        <w:t>،</w:t>
      </w:r>
      <w:r>
        <w:rPr>
          <w:rtl/>
        </w:rPr>
        <w:t xml:space="preserve"> وإلاّ أصابهم العنت والعذاب وشهّروا في الأسواق بالصلب والهوان</w:t>
      </w:r>
      <w:r w:rsidR="00364168">
        <w:rPr>
          <w:rtl/>
        </w:rPr>
        <w:t>.</w:t>
      </w:r>
      <w:r>
        <w:rPr>
          <w:rtl/>
        </w:rPr>
        <w:t xml:space="preserve"> فمجاراة هذه الاُمور كلّها في مفتتح مُلك جديد</w:t>
      </w:r>
      <w:r w:rsidR="00364168">
        <w:rPr>
          <w:rtl/>
        </w:rPr>
        <w:t>،</w:t>
      </w:r>
      <w:r>
        <w:rPr>
          <w:rtl/>
        </w:rPr>
        <w:t xml:space="preserve"> معناه أنّها سنّة قد وجبت</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واستقرّت الجيل بعد الجيل بغير أمل في التغيير والتبديل</w:t>
      </w:r>
      <w:r w:rsidR="00364168">
        <w:rPr>
          <w:rtl/>
        </w:rPr>
        <w:t>.</w:t>
      </w:r>
      <w:r>
        <w:rPr>
          <w:rtl/>
        </w:rPr>
        <w:t xml:space="preserve"> فمَن أقرّ هذه السنّة في مفتتح هذا ا</w:t>
      </w:r>
      <w:r w:rsidR="009A226F">
        <w:rPr>
          <w:rtl/>
        </w:rPr>
        <w:t>لم</w:t>
      </w:r>
      <w:r>
        <w:rPr>
          <w:rtl/>
        </w:rPr>
        <w:t>لك الجديد فقد ضعف أمله وضعف أمل أنصاره فيه يوماً بعد يوم</w:t>
      </w:r>
      <w:r w:rsidR="00364168">
        <w:rPr>
          <w:rtl/>
        </w:rPr>
        <w:t>،</w:t>
      </w:r>
      <w:r>
        <w:rPr>
          <w:rtl/>
        </w:rPr>
        <w:t xml:space="preserve"> وازداد مع الزمن ضعفاً كما ازدادت حجّة خصومة قوّة عليه</w:t>
      </w:r>
      <w:r w:rsidR="00364168">
        <w:rPr>
          <w:rtl/>
        </w:rPr>
        <w:t>.</w:t>
      </w:r>
    </w:p>
    <w:p w:rsidR="002B49A5" w:rsidRDefault="002B49A5" w:rsidP="002B49A5">
      <w:pPr>
        <w:pStyle w:val="libNormal"/>
        <w:rPr>
          <w:rtl/>
        </w:rPr>
      </w:pPr>
      <w:r>
        <w:rPr>
          <w:rtl/>
        </w:rPr>
        <w:t>هذه هي البواعث النّفسية التي كانت تجيش في صدر الحُسين يوم دعاه أولياء بني اُميّة إلى مبايعة يزيد والنزول عن كلّ حقّ له ولأبنائه ولاُسرته في إمامة ا</w:t>
      </w:r>
      <w:r w:rsidR="009A226F">
        <w:rPr>
          <w:rtl/>
        </w:rPr>
        <w:t>لم</w:t>
      </w:r>
      <w:r>
        <w:rPr>
          <w:rtl/>
        </w:rPr>
        <w:t>سلمين</w:t>
      </w:r>
      <w:r w:rsidR="00364168">
        <w:rPr>
          <w:rtl/>
        </w:rPr>
        <w:t>،</w:t>
      </w:r>
      <w:r>
        <w:rPr>
          <w:rtl/>
        </w:rPr>
        <w:t xml:space="preserve"> كائناً من كان القائم بالأمر وبالغاً ما بلغ من قلّة الصلاح وبطلان الحجّة</w:t>
      </w:r>
      <w:r w:rsidR="00364168">
        <w:rPr>
          <w:rtl/>
        </w:rPr>
        <w:t>،</w:t>
      </w:r>
      <w:r>
        <w:rPr>
          <w:rtl/>
        </w:rPr>
        <w:t xml:space="preserve"> وهي بواعث لا تثنيه عن الخروج ولا تزال تلحّ عليه في اتخاذ طريق واحد من طريقين لا معدل عنهما</w:t>
      </w:r>
      <w:r w:rsidR="00364168">
        <w:rPr>
          <w:rtl/>
        </w:rPr>
        <w:t>،</w:t>
      </w:r>
      <w:r>
        <w:rPr>
          <w:rtl/>
        </w:rPr>
        <w:t xml:space="preserve"> وهُما الخروج إن كان لا بدّ خارجاً في وقت من الأوقات</w:t>
      </w:r>
      <w:r w:rsidR="00364168">
        <w:rPr>
          <w:rtl/>
        </w:rPr>
        <w:t>،</w:t>
      </w:r>
      <w:r>
        <w:rPr>
          <w:rtl/>
        </w:rPr>
        <w:t xml:space="preserve"> أو التسليم بما ليست ترضاه له مروءة ولا يرضاه له إيمان</w:t>
      </w:r>
      <w:r w:rsidR="00364168">
        <w:rPr>
          <w:rtl/>
        </w:rPr>
        <w:t>.</w:t>
      </w:r>
      <w:r>
        <w:rPr>
          <w:rtl/>
        </w:rPr>
        <w:t xml:space="preserve"> </w:t>
      </w:r>
    </w:p>
    <w:p w:rsidR="002B49A5" w:rsidRPr="00390D32" w:rsidRDefault="002B49A5" w:rsidP="00390D32">
      <w:pPr>
        <w:pStyle w:val="Heading2"/>
        <w:rPr>
          <w:rtl/>
        </w:rPr>
      </w:pPr>
      <w:bookmarkStart w:id="79" w:name="مصرع_وانتصار"/>
      <w:bookmarkStart w:id="80" w:name="_Toc374273690"/>
      <w:bookmarkStart w:id="81" w:name="_Toc374273992"/>
      <w:bookmarkEnd w:id="79"/>
      <w:r w:rsidRPr="00390D32">
        <w:rPr>
          <w:rtl/>
        </w:rPr>
        <w:t>مصرع وانتصار</w:t>
      </w:r>
      <w:r w:rsidR="00364168" w:rsidRPr="00390D32">
        <w:rPr>
          <w:rtl/>
        </w:rPr>
        <w:t>:</w:t>
      </w:r>
      <w:bookmarkEnd w:id="80"/>
      <w:bookmarkEnd w:id="81"/>
    </w:p>
    <w:p w:rsidR="002B49A5" w:rsidRDefault="002B49A5" w:rsidP="002B49A5">
      <w:pPr>
        <w:pStyle w:val="libNormal"/>
        <w:rPr>
          <w:rtl/>
        </w:rPr>
      </w:pPr>
      <w:r>
        <w:rPr>
          <w:rtl/>
        </w:rPr>
        <w:t>أمّا نتائج الحركة كلّها</w:t>
      </w:r>
      <w:r w:rsidR="004C4A93">
        <w:rPr>
          <w:rtl/>
        </w:rPr>
        <w:t xml:space="preserve"> - </w:t>
      </w:r>
      <w:r>
        <w:rPr>
          <w:rtl/>
        </w:rPr>
        <w:t>إذا نظرنا إليها نظرة واسعة</w:t>
      </w:r>
      <w:r w:rsidR="004C4A93">
        <w:rPr>
          <w:rtl/>
        </w:rPr>
        <w:t xml:space="preserve"> - </w:t>
      </w:r>
      <w:r>
        <w:rPr>
          <w:rtl/>
        </w:rPr>
        <w:t>فهي أنجح للقضية التي كان ينصرها من مبايعة يزيد</w:t>
      </w:r>
      <w:r w:rsidR="00364168">
        <w:rPr>
          <w:rtl/>
        </w:rPr>
        <w:t>؛</w:t>
      </w:r>
      <w:r>
        <w:rPr>
          <w:rtl/>
        </w:rPr>
        <w:t xml:space="preserve"> فقد صُرع الحُسين عام خروجه</w:t>
      </w:r>
      <w:r w:rsidR="00364168">
        <w:rPr>
          <w:rtl/>
        </w:rPr>
        <w:t>،</w:t>
      </w:r>
      <w:r>
        <w:rPr>
          <w:rtl/>
        </w:rPr>
        <w:t xml:space="preserve"> ولحق به يزيد بعد ذلك بأقلّ من أربع سنوات</w:t>
      </w:r>
      <w:r w:rsidR="00364168">
        <w:rPr>
          <w:rtl/>
        </w:rPr>
        <w:t>.</w:t>
      </w:r>
      <w:r>
        <w:rPr>
          <w:rtl/>
        </w:rPr>
        <w:t xml:space="preserve"> ولم تنقض ستّ سنوات على مصرع الحُسين حتّى حاق الجزاء بكلّ</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رجل أصابه في كربلاء</w:t>
      </w:r>
      <w:r w:rsidR="00364168">
        <w:rPr>
          <w:rtl/>
        </w:rPr>
        <w:t>،</w:t>
      </w:r>
      <w:r>
        <w:rPr>
          <w:rtl/>
        </w:rPr>
        <w:t xml:space="preserve"> فلم يكد يسلم منهم أحد من القتل والتنكيل مع سوء السمعة ووسواس الضمير</w:t>
      </w:r>
      <w:r w:rsidR="00364168">
        <w:rPr>
          <w:rtl/>
        </w:rPr>
        <w:t>،</w:t>
      </w:r>
      <w:r>
        <w:rPr>
          <w:rtl/>
        </w:rPr>
        <w:t xml:space="preserve"> ولم تعمر دولة بني اُميّة بعدها عمر رجل واحد مديد الأجل</w:t>
      </w:r>
      <w:r w:rsidR="00364168">
        <w:rPr>
          <w:rtl/>
        </w:rPr>
        <w:t>،</w:t>
      </w:r>
      <w:r>
        <w:rPr>
          <w:rtl/>
        </w:rPr>
        <w:t xml:space="preserve"> فلم يتمّ لها بعد مصرع الحُسين نيف وستون سنة</w:t>
      </w:r>
      <w:r w:rsidR="008F60AE">
        <w:rPr>
          <w:rtl/>
        </w:rPr>
        <w:t xml:space="preserve"> ...</w:t>
      </w:r>
      <w:r>
        <w:rPr>
          <w:rtl/>
        </w:rPr>
        <w:t xml:space="preserve"> وكان مصرع الحُسين هو الداء القاتل الذي سكن في جثمانها حتّى قضى عليها</w:t>
      </w:r>
      <w:r w:rsidR="00364168">
        <w:rPr>
          <w:rtl/>
        </w:rPr>
        <w:t>،</w:t>
      </w:r>
      <w:r>
        <w:rPr>
          <w:rtl/>
        </w:rPr>
        <w:t xml:space="preserve"> وأصبحت ثارات الحُسين نداء كلّ دولة تفتح لها طريقاً إلى الأسماع والقلوب</w:t>
      </w:r>
      <w:r w:rsidR="008F60AE">
        <w:rPr>
          <w:rtl/>
        </w:rPr>
        <w:t xml:space="preserve"> ...</w:t>
      </w:r>
      <w:r>
        <w:rPr>
          <w:rtl/>
        </w:rPr>
        <w:t xml:space="preserve"> </w:t>
      </w:r>
    </w:p>
    <w:p w:rsidR="002B49A5" w:rsidRDefault="002B49A5" w:rsidP="002B49A5">
      <w:pPr>
        <w:pStyle w:val="libNormal"/>
        <w:rPr>
          <w:rtl/>
        </w:rPr>
      </w:pPr>
      <w:r>
        <w:rPr>
          <w:rtl/>
        </w:rPr>
        <w:t>ولإصابة هذه الحركة في نتائجها الواسعة</w:t>
      </w:r>
      <w:r w:rsidR="00364168">
        <w:rPr>
          <w:rtl/>
        </w:rPr>
        <w:t>؛</w:t>
      </w:r>
      <w:r>
        <w:rPr>
          <w:rtl/>
        </w:rPr>
        <w:t xml:space="preserve"> دخل في روع بعض المؤرّخين أنّها تدبير من الحُسين رضي الله عنه توخّاه منذ اللحظة الأولى</w:t>
      </w:r>
      <w:r w:rsidR="00364168">
        <w:rPr>
          <w:rtl/>
        </w:rPr>
        <w:t>،</w:t>
      </w:r>
      <w:r>
        <w:rPr>
          <w:rtl/>
        </w:rPr>
        <w:t xml:space="preserve"> وعلم موعد النصر فيه</w:t>
      </w:r>
      <w:r w:rsidR="00364168">
        <w:rPr>
          <w:rtl/>
        </w:rPr>
        <w:t>،</w:t>
      </w:r>
      <w:r>
        <w:rPr>
          <w:rtl/>
        </w:rPr>
        <w:t xml:space="preserve"> فلم يخامره الشك في مقتله ذلك العام</w:t>
      </w:r>
      <w:r w:rsidR="00364168">
        <w:rPr>
          <w:rtl/>
        </w:rPr>
        <w:t>،</w:t>
      </w:r>
      <w:r>
        <w:rPr>
          <w:rtl/>
        </w:rPr>
        <w:t xml:space="preserve"> ولا في عاقبة هذه الفعلة التي ستحيق لا محالة بقاتليه بعد أعوام</w:t>
      </w:r>
      <w:r w:rsidR="00364168">
        <w:rPr>
          <w:rtl/>
        </w:rPr>
        <w:t>.</w:t>
      </w:r>
    </w:p>
    <w:p w:rsidR="002B49A5" w:rsidRDefault="002B49A5" w:rsidP="002B49A5">
      <w:pPr>
        <w:pStyle w:val="libNormal"/>
        <w:rPr>
          <w:rtl/>
        </w:rPr>
      </w:pPr>
      <w:r>
        <w:rPr>
          <w:rtl/>
        </w:rPr>
        <w:t>فقال ماربين الألماني في كتابه (السّياسة الإسلاميّة)</w:t>
      </w:r>
      <w:r w:rsidR="00364168">
        <w:rPr>
          <w:rtl/>
        </w:rPr>
        <w:t>:</w:t>
      </w:r>
      <w:r>
        <w:rPr>
          <w:rtl/>
        </w:rPr>
        <w:t xml:space="preserve"> إنّ حركة الحُسين في خروجه على يزيد</w:t>
      </w:r>
      <w:r w:rsidR="00364168">
        <w:rPr>
          <w:rtl/>
        </w:rPr>
        <w:t>،</w:t>
      </w:r>
      <w:r>
        <w:rPr>
          <w:rtl/>
        </w:rPr>
        <w:t xml:space="preserve"> إنّما كانت عزمة قلب كبير عزّ عليه الإذعان</w:t>
      </w:r>
      <w:r w:rsidR="00364168">
        <w:rPr>
          <w:rtl/>
        </w:rPr>
        <w:t>،</w:t>
      </w:r>
      <w:r>
        <w:rPr>
          <w:rtl/>
        </w:rPr>
        <w:t xml:space="preserve"> وعزّ عليه النصر العاجل</w:t>
      </w:r>
      <w:r w:rsidR="00364168">
        <w:rPr>
          <w:rtl/>
        </w:rPr>
        <w:t>؛</w:t>
      </w:r>
      <w:r>
        <w:rPr>
          <w:rtl/>
        </w:rPr>
        <w:t xml:space="preserve"> فخرج بأهله وذويه ذلك الخروج الذي يبلغ به النصر الآجل بعد موته</w:t>
      </w:r>
      <w:r w:rsidR="00364168">
        <w:rPr>
          <w:rtl/>
        </w:rPr>
        <w:t>،</w:t>
      </w:r>
      <w:r>
        <w:rPr>
          <w:rtl/>
        </w:rPr>
        <w:t xml:space="preserve"> ويحيي به قضية مخذولة ليس لها بغير ذلك حياة</w:t>
      </w:r>
      <w:r w:rsidR="00364168">
        <w:rPr>
          <w:rtl/>
        </w:rPr>
        <w:t>.</w:t>
      </w:r>
    </w:p>
    <w:p w:rsidR="002B49A5" w:rsidRDefault="002B49A5" w:rsidP="002B49A5">
      <w:pPr>
        <w:pStyle w:val="libNormal"/>
        <w:rPr>
          <w:rtl/>
        </w:rPr>
      </w:pPr>
      <w:r>
        <w:rPr>
          <w:rtl/>
        </w:rPr>
        <w:t>فإن لم يكن رأي الكاتب حقّاً كلّه</w:t>
      </w:r>
      <w:r w:rsidR="00364168">
        <w:rPr>
          <w:rtl/>
        </w:rPr>
        <w:t>،</w:t>
      </w:r>
      <w:r>
        <w:rPr>
          <w:rtl/>
        </w:rPr>
        <w:t xml:space="preserve"> فبعضه على الأقلّ حقّ لا شكّ فيه ويصدق ذلك</w:t>
      </w:r>
      <w:r w:rsidR="004C4A93">
        <w:rPr>
          <w:rtl/>
        </w:rPr>
        <w:t xml:space="preserve"> - </w:t>
      </w:r>
      <w:r>
        <w:rPr>
          <w:rtl/>
        </w:rPr>
        <w:t>في رأينا</w:t>
      </w:r>
      <w:r w:rsidR="004C4A93">
        <w:rPr>
          <w:rtl/>
        </w:rPr>
        <w:t xml:space="preserve"> - </w:t>
      </w:r>
      <w:r>
        <w:rPr>
          <w:rtl/>
        </w:rPr>
        <w:t>على حركة الحُسين بعد أن حيل بينه وبين الذهاب لوجهه الذي يرتضيه</w:t>
      </w:r>
      <w:r w:rsidR="00364168">
        <w:rPr>
          <w:rtl/>
        </w:rPr>
        <w:t>،</w:t>
      </w:r>
      <w:r>
        <w:rPr>
          <w:rtl/>
        </w:rPr>
        <w:t xml:space="preserve"> فآثر الموت كيفما كان ولم يجهل ما</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يحيق ببني اُميّة من جرّاء قتله</w:t>
      </w:r>
      <w:r w:rsidR="008F60AE">
        <w:rPr>
          <w:rtl/>
        </w:rPr>
        <w:t xml:space="preserve"> ...</w:t>
      </w:r>
      <w:r>
        <w:rPr>
          <w:rtl/>
        </w:rPr>
        <w:t xml:space="preserve"> فهو بالغ منهم بانتصارهم عليه ما لم يكن ليبلغه بالنجاة من وقعة كربلاء</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sidRPr="002B49A5">
        <w:rPr>
          <w:rtl/>
        </w:rPr>
        <w:t>وقد جرى ذكر الموت على لسان الحُسين من خطوته الأولى وهو يتهيّأ للرحيل ويودّع أصحابه في الحجاز</w:t>
      </w:r>
      <w:r w:rsidR="00364168">
        <w:rPr>
          <w:rtl/>
        </w:rPr>
        <w:t>،</w:t>
      </w:r>
      <w:r w:rsidRPr="002B49A5">
        <w:rPr>
          <w:rtl/>
        </w:rPr>
        <w:t xml:space="preserve"> فقال لهم</w:t>
      </w:r>
      <w:r w:rsidR="00364168">
        <w:rPr>
          <w:rtl/>
        </w:rPr>
        <w:t>:</w:t>
      </w:r>
      <w:r w:rsidRPr="002B49A5">
        <w:rPr>
          <w:rtl/>
        </w:rPr>
        <w:t xml:space="preserve"> </w:t>
      </w:r>
      <w:r w:rsidRPr="002B49A5">
        <w:rPr>
          <w:rStyle w:val="libBold2Char"/>
          <w:rtl/>
        </w:rPr>
        <w:t>(( إنّ الموت حقّ على ولد آدم</w:t>
      </w:r>
      <w:r w:rsidR="008F60AE">
        <w:rPr>
          <w:rStyle w:val="libBold2Char"/>
          <w:rtl/>
        </w:rPr>
        <w:t xml:space="preserve"> ...</w:t>
      </w:r>
      <w:r w:rsidRPr="002B49A5">
        <w:rPr>
          <w:rStyle w:val="libBold2Char"/>
          <w:rtl/>
        </w:rPr>
        <w:t xml:space="preserve"> ))</w:t>
      </w:r>
      <w:r w:rsidR="00364168">
        <w:rPr>
          <w:rStyle w:val="libBold2Char"/>
          <w:rtl/>
        </w:rPr>
        <w:t>.</w:t>
      </w:r>
      <w:r w:rsidRPr="002B49A5">
        <w:rPr>
          <w:rtl/>
        </w:rPr>
        <w:t xml:space="preserve"> ولم يخفَ عليه أنّه يركب الخطّة التي لا يُبالي راكبها ما يصيبه من ذلك القضاء</w:t>
      </w:r>
      <w:r w:rsidR="00364168">
        <w:rPr>
          <w:rtl/>
        </w:rPr>
        <w:t>.</w:t>
      </w:r>
    </w:p>
    <w:p w:rsidR="002B49A5" w:rsidRDefault="002B49A5" w:rsidP="002B49A5">
      <w:pPr>
        <w:pStyle w:val="libNormal"/>
        <w:rPr>
          <w:rtl/>
        </w:rPr>
      </w:pPr>
      <w:r>
        <w:rPr>
          <w:rtl/>
        </w:rPr>
        <w:t>لكنّه لم يكن ييأس من إقناع النّاس والتفافهم به منذ خطوته الأولى</w:t>
      </w:r>
      <w:r w:rsidR="00364168">
        <w:rPr>
          <w:rtl/>
        </w:rPr>
        <w:t>،</w:t>
      </w:r>
      <w:r>
        <w:rPr>
          <w:rtl/>
        </w:rPr>
        <w:t xml:space="preserve"> ولم يعقد عزمه على مُلاقاة الموت حتّى ساموه الرّغم</w:t>
      </w:r>
      <w:r w:rsidR="00364168">
        <w:rPr>
          <w:rtl/>
        </w:rPr>
        <w:t>،</w:t>
      </w:r>
      <w:r>
        <w:rPr>
          <w:rtl/>
        </w:rPr>
        <w:t xml:space="preserve"> وأبوا عليه أن ينصرف إلى أيّ منصرف قبل التسليم المبين</w:t>
      </w:r>
      <w:r w:rsidR="00364168">
        <w:rPr>
          <w:rtl/>
        </w:rPr>
        <w:t>،</w:t>
      </w:r>
      <w:r>
        <w:rPr>
          <w:rtl/>
        </w:rPr>
        <w:t xml:space="preserve"> مسوقاً على الكره منه إلى عبيد الله بن زياد</w:t>
      </w:r>
      <w:r w:rsidR="008F60AE">
        <w:rPr>
          <w:rtl/>
        </w:rPr>
        <w:t xml:space="preserve"> ...</w:t>
      </w:r>
      <w:r>
        <w:rPr>
          <w:rtl/>
        </w:rPr>
        <w:t xml:space="preserve"> </w:t>
      </w:r>
    </w:p>
    <w:p w:rsidR="002B49A5" w:rsidRDefault="002B49A5" w:rsidP="002B49A5">
      <w:pPr>
        <w:pStyle w:val="libNormal"/>
        <w:rPr>
          <w:rtl/>
        </w:rPr>
      </w:pPr>
      <w:r>
        <w:rPr>
          <w:rtl/>
        </w:rPr>
        <w:t>وتتباين آراء المتأخّرين خاصة في خروج الحُسين بنسائه وأبنائه</w:t>
      </w:r>
      <w:r w:rsidR="00364168">
        <w:rPr>
          <w:rtl/>
        </w:rPr>
        <w:t>،</w:t>
      </w:r>
      <w:r>
        <w:rPr>
          <w:rtl/>
        </w:rPr>
        <w:t xml:space="preserve"> أكان هو الأحزم والأكرم</w:t>
      </w:r>
      <w:r w:rsidR="00364168">
        <w:rPr>
          <w:rtl/>
        </w:rPr>
        <w:t>؟</w:t>
      </w:r>
      <w:r>
        <w:rPr>
          <w:rtl/>
        </w:rPr>
        <w:t xml:space="preserve"> أم كان الأحزم والأكرم أن يخرج بمفرده حتّى يرى ما يكون من استجابة النّاس له</w:t>
      </w:r>
      <w:r w:rsidR="00364168">
        <w:rPr>
          <w:rtl/>
        </w:rPr>
        <w:t>،</w:t>
      </w:r>
      <w:r>
        <w:rPr>
          <w:rtl/>
        </w:rPr>
        <w:t xml:space="preserve"> أو إعراضهم عنه وضعفهم في تأييده</w:t>
      </w:r>
      <w:r w:rsidR="00364168">
        <w:rPr>
          <w:rtl/>
        </w:rPr>
        <w:t>؟</w:t>
      </w:r>
    </w:p>
    <w:p w:rsidR="002B49A5" w:rsidRDefault="002B49A5" w:rsidP="002B49A5">
      <w:pPr>
        <w:pStyle w:val="libNormal"/>
        <w:rPr>
          <w:rtl/>
        </w:rPr>
      </w:pPr>
      <w:r>
        <w:rPr>
          <w:rtl/>
        </w:rPr>
        <w:t>وليس للمتأخّرين أن يقضوا في مسألة كهذه بعقولهم وعاداتهم</w:t>
      </w:r>
      <w:r w:rsidR="00364168">
        <w:rPr>
          <w:rtl/>
        </w:rPr>
        <w:t>؛</w:t>
      </w:r>
      <w:r>
        <w:rPr>
          <w:rtl/>
        </w:rPr>
        <w:t xml:space="preserve"> لأنّها مسألة يقضى فيها بحكم العقل العربي وعاداته في أشباه هذه المواقف</w:t>
      </w:r>
      <w:r w:rsidR="00364168">
        <w:rPr>
          <w:rtl/>
        </w:rPr>
        <w:t>.</w:t>
      </w:r>
      <w:r>
        <w:rPr>
          <w:rtl/>
        </w:rPr>
        <w:t xml:space="preserve"> وقد</w:t>
      </w:r>
    </w:p>
    <w:p w:rsidR="002B49A5" w:rsidRPr="002B49A5" w:rsidRDefault="002B49A5" w:rsidP="002B49A5">
      <w:pPr>
        <w:pStyle w:val="libNormal"/>
        <w:rPr>
          <w:rtl/>
        </w:rPr>
      </w:pPr>
      <w:r w:rsidRPr="002B49A5">
        <w:rPr>
          <w:rtl/>
        </w:rPr>
        <w:br w:type="page"/>
      </w:r>
    </w:p>
    <w:p w:rsidR="002B49A5" w:rsidRDefault="002B49A5" w:rsidP="00390D32">
      <w:pPr>
        <w:pStyle w:val="libNormal0"/>
        <w:rPr>
          <w:rtl/>
        </w:rPr>
      </w:pPr>
      <w:r>
        <w:rPr>
          <w:rtl/>
        </w:rPr>
        <w:lastRenderedPageBreak/>
        <w:t>كان اصطحاب النّساء والأبناء عادة عربيّة في البعوث التي يتصدى لها المرء متعمّداً القتال دون غيره</w:t>
      </w:r>
      <w:r w:rsidR="00364168">
        <w:rPr>
          <w:rtl/>
        </w:rPr>
        <w:t>،</w:t>
      </w:r>
      <w:r>
        <w:rPr>
          <w:rtl/>
        </w:rPr>
        <w:t xml:space="preserve"> فضلاً عن البعوث التي قد تشتبك في القتال وقد تنتهي بسلام كبعثة الحُسين</w:t>
      </w:r>
      <w:r w:rsidR="00364168">
        <w:rPr>
          <w:rtl/>
        </w:rPr>
        <w:t>.</w:t>
      </w:r>
    </w:p>
    <w:p w:rsidR="002B49A5" w:rsidRDefault="002B49A5" w:rsidP="002B49A5">
      <w:pPr>
        <w:pStyle w:val="libNormal"/>
        <w:rPr>
          <w:rtl/>
        </w:rPr>
      </w:pPr>
      <w:r>
        <w:rPr>
          <w:rtl/>
        </w:rPr>
        <w:t>فكان المقاتلون في وقعة ذي قار يصطحبون حلائلهم وذراريهم</w:t>
      </w:r>
      <w:r w:rsidR="00364168">
        <w:rPr>
          <w:rtl/>
        </w:rPr>
        <w:t>،</w:t>
      </w:r>
      <w:r>
        <w:rPr>
          <w:rtl/>
        </w:rPr>
        <w:t xml:space="preserve"> ويقطعون وضن الرواحل</w:t>
      </w:r>
      <w:r w:rsidR="004C4A93">
        <w:rPr>
          <w:rtl/>
        </w:rPr>
        <w:t xml:space="preserve"> - </w:t>
      </w:r>
      <w:r>
        <w:rPr>
          <w:rtl/>
        </w:rPr>
        <w:t>أي أحزمتها</w:t>
      </w:r>
      <w:r w:rsidR="004C4A93">
        <w:rPr>
          <w:rtl/>
        </w:rPr>
        <w:t xml:space="preserve"> - </w:t>
      </w:r>
      <w:r>
        <w:rPr>
          <w:rtl/>
        </w:rPr>
        <w:t>قبل خوض المعركة</w:t>
      </w:r>
      <w:r w:rsidR="00364168">
        <w:rPr>
          <w:rtl/>
        </w:rPr>
        <w:t>،</w:t>
      </w:r>
      <w:r>
        <w:rPr>
          <w:rtl/>
        </w:rPr>
        <w:t xml:space="preserve"> وكان ا</w:t>
      </w:r>
      <w:r w:rsidR="009A226F">
        <w:rPr>
          <w:rtl/>
        </w:rPr>
        <w:t>لم</w:t>
      </w:r>
      <w:r>
        <w:rPr>
          <w:rtl/>
        </w:rPr>
        <w:t xml:space="preserve">سلمون والمشركون معاً يصطحبون الحلائل والذراري في غزوات النّبي </w:t>
      </w:r>
      <w:r w:rsidR="008F60AE" w:rsidRPr="008F60AE">
        <w:rPr>
          <w:rStyle w:val="libAlaemChar"/>
          <w:rtl/>
        </w:rPr>
        <w:t>صلى‌الله‌عليه‌وآله</w:t>
      </w:r>
      <w:r w:rsidR="00364168">
        <w:rPr>
          <w:rtl/>
        </w:rPr>
        <w:t>،</w:t>
      </w:r>
      <w:r>
        <w:rPr>
          <w:rtl/>
        </w:rPr>
        <w:t xml:space="preserve"> وكان مع ا</w:t>
      </w:r>
      <w:r w:rsidR="009A226F">
        <w:rPr>
          <w:rtl/>
        </w:rPr>
        <w:t>لم</w:t>
      </w:r>
      <w:r>
        <w:rPr>
          <w:rtl/>
        </w:rPr>
        <w:t>سلمين في حرب الروم صفوة نساء قريش وعقائل بيوتاتها</w:t>
      </w:r>
      <w:r w:rsidR="00364168">
        <w:rPr>
          <w:rtl/>
        </w:rPr>
        <w:t>،</w:t>
      </w:r>
      <w:r>
        <w:rPr>
          <w:rtl/>
        </w:rPr>
        <w:t xml:space="preserve"> وكان النّبي (عليه الصّلاة والسّلام) يصطحب زوجة أو أكثر من زوجة في غزواته وحروبه</w:t>
      </w:r>
      <w:r w:rsidR="00364168">
        <w:rPr>
          <w:rtl/>
        </w:rPr>
        <w:t>،</w:t>
      </w:r>
      <w:r>
        <w:rPr>
          <w:rtl/>
        </w:rPr>
        <w:t xml:space="preserve"> وحكم الواحدة هُنا حكم الكثيرات</w:t>
      </w:r>
      <w:r w:rsidR="00364168">
        <w:rPr>
          <w:rtl/>
        </w:rPr>
        <w:t>،</w:t>
      </w:r>
      <w:r>
        <w:rPr>
          <w:rtl/>
        </w:rPr>
        <w:t xml:space="preserve"> وهي عادة عربيّة عريقة يقصدون بها الإشهاد على غاية العزم وصدق النيّة فيما هُم مقبلون عليه</w:t>
      </w:r>
      <w:r w:rsidR="00364168">
        <w:rPr>
          <w:rtl/>
        </w:rPr>
        <w:t>،</w:t>
      </w:r>
      <w:r>
        <w:rPr>
          <w:rtl/>
        </w:rPr>
        <w:t xml:space="preserve"> وفي معلّقة ابن كلثوم إشارة مجملة إلى معنى هذه العادة العربيّة من قديم عصورها</w:t>
      </w:r>
      <w:r w:rsidR="00364168">
        <w:rPr>
          <w:rtl/>
        </w:rPr>
        <w:t>،</w:t>
      </w:r>
      <w:r>
        <w:rPr>
          <w:rtl/>
        </w:rPr>
        <w:t xml:space="preserve"> حيث يقول</w:t>
      </w:r>
      <w:r w:rsidR="00364168">
        <w:rPr>
          <w:rtl/>
        </w:rPr>
        <w:t>:</w:t>
      </w:r>
    </w:p>
    <w:tbl>
      <w:tblPr>
        <w:tblStyle w:val="TableGrid"/>
        <w:bidiVisual/>
        <w:tblW w:w="4562" w:type="pct"/>
        <w:tblInd w:w="384" w:type="dxa"/>
        <w:tblLook w:val="04A0"/>
      </w:tblPr>
      <w:tblGrid>
        <w:gridCol w:w="3345"/>
        <w:gridCol w:w="269"/>
        <w:gridCol w:w="3308"/>
      </w:tblGrid>
      <w:tr w:rsidR="00390D32" w:rsidTr="00390D32">
        <w:trPr>
          <w:trHeight w:val="350"/>
        </w:trPr>
        <w:tc>
          <w:tcPr>
            <w:tcW w:w="3345" w:type="dxa"/>
          </w:tcPr>
          <w:p w:rsidR="00390D32" w:rsidRDefault="00390D32" w:rsidP="00390D32">
            <w:pPr>
              <w:pStyle w:val="libPoem"/>
            </w:pPr>
            <w:r w:rsidRPr="008F60AE">
              <w:rPr>
                <w:rStyle w:val="libPoemChar"/>
                <w:rtl/>
              </w:rPr>
              <w:t>على</w:t>
            </w:r>
            <w:r w:rsidR="00897AE1">
              <w:rPr>
                <w:rStyle w:val="libPoemChar"/>
                <w:rtl/>
              </w:rPr>
              <w:t xml:space="preserve"> </w:t>
            </w:r>
            <w:r w:rsidRPr="008F60AE">
              <w:rPr>
                <w:rStyle w:val="libPoemChar"/>
                <w:rtl/>
              </w:rPr>
              <w:t>آثارِنا</w:t>
            </w:r>
            <w:r w:rsidR="00897AE1">
              <w:rPr>
                <w:rStyle w:val="libPoemChar"/>
                <w:rtl/>
              </w:rPr>
              <w:t xml:space="preserve"> </w:t>
            </w:r>
            <w:r w:rsidRPr="008F60AE">
              <w:rPr>
                <w:rStyle w:val="libPoemChar"/>
                <w:rtl/>
              </w:rPr>
              <w:t>بيضٌ</w:t>
            </w:r>
            <w:r w:rsidR="00897AE1">
              <w:rPr>
                <w:rStyle w:val="libPoemChar"/>
                <w:rtl/>
              </w:rPr>
              <w:t xml:space="preserve"> </w:t>
            </w:r>
            <w:r w:rsidRPr="008F60AE">
              <w:rPr>
                <w:rStyle w:val="libPoemChar"/>
                <w:rtl/>
              </w:rPr>
              <w:t>حسانٌ</w:t>
            </w:r>
            <w:r w:rsidRPr="00725071">
              <w:rPr>
                <w:rStyle w:val="libPoemTiniChar0"/>
                <w:rtl/>
              </w:rPr>
              <w:br/>
              <w:t> </w:t>
            </w:r>
          </w:p>
        </w:tc>
        <w:tc>
          <w:tcPr>
            <w:tcW w:w="269" w:type="dxa"/>
          </w:tcPr>
          <w:p w:rsidR="00390D32" w:rsidRDefault="00390D32" w:rsidP="00390D32">
            <w:pPr>
              <w:pStyle w:val="libPoem"/>
              <w:rPr>
                <w:rtl/>
              </w:rPr>
            </w:pPr>
          </w:p>
        </w:tc>
        <w:tc>
          <w:tcPr>
            <w:tcW w:w="3308" w:type="dxa"/>
          </w:tcPr>
          <w:p w:rsidR="00390D32" w:rsidRDefault="00390D32" w:rsidP="00390D32">
            <w:pPr>
              <w:pStyle w:val="libPoem"/>
            </w:pPr>
            <w:r w:rsidRPr="008F60AE">
              <w:rPr>
                <w:rStyle w:val="libPoemChar"/>
                <w:rtl/>
              </w:rPr>
              <w:t>نحاذرُ</w:t>
            </w:r>
            <w:r w:rsidR="00897AE1">
              <w:rPr>
                <w:rStyle w:val="libPoemChar"/>
                <w:rtl/>
              </w:rPr>
              <w:t xml:space="preserve"> </w:t>
            </w:r>
            <w:r w:rsidRPr="008F60AE">
              <w:rPr>
                <w:rStyle w:val="libPoemChar"/>
                <w:rtl/>
              </w:rPr>
              <w:t>أنْ</w:t>
            </w:r>
            <w:r w:rsidR="00897AE1">
              <w:rPr>
                <w:rStyle w:val="libPoemChar"/>
                <w:rtl/>
              </w:rPr>
              <w:t xml:space="preserve"> </w:t>
            </w:r>
            <w:r w:rsidRPr="008F60AE">
              <w:rPr>
                <w:rStyle w:val="libPoemChar"/>
                <w:rtl/>
              </w:rPr>
              <w:t>تُقسَّمَ</w:t>
            </w:r>
            <w:r w:rsidR="00897AE1">
              <w:rPr>
                <w:rStyle w:val="libPoemChar"/>
                <w:rtl/>
              </w:rPr>
              <w:t xml:space="preserve"> </w:t>
            </w:r>
            <w:r w:rsidRPr="008F60AE">
              <w:rPr>
                <w:rStyle w:val="libPoemChar"/>
                <w:rtl/>
              </w:rPr>
              <w:t>أوْ</w:t>
            </w:r>
            <w:r w:rsidR="00897AE1">
              <w:rPr>
                <w:rStyle w:val="libPoemChar"/>
                <w:rtl/>
              </w:rPr>
              <w:t xml:space="preserve"> </w:t>
            </w:r>
            <w:r w:rsidRPr="008F60AE">
              <w:rPr>
                <w:rStyle w:val="libPoemChar"/>
                <w:rtl/>
              </w:rPr>
              <w:t>تهونا</w:t>
            </w:r>
            <w:r w:rsidRPr="00725071">
              <w:rPr>
                <w:rStyle w:val="libPoemTiniChar0"/>
                <w:rtl/>
              </w:rPr>
              <w:br/>
              <w:t> </w:t>
            </w:r>
          </w:p>
        </w:tc>
      </w:tr>
      <w:tr w:rsidR="00390D32" w:rsidTr="00390D32">
        <w:trPr>
          <w:trHeight w:val="350"/>
        </w:trPr>
        <w:tc>
          <w:tcPr>
            <w:tcW w:w="3345" w:type="dxa"/>
          </w:tcPr>
          <w:p w:rsidR="00390D32" w:rsidRDefault="00390D32" w:rsidP="00897AE1">
            <w:pPr>
              <w:pStyle w:val="libPoem"/>
            </w:pPr>
            <w:r w:rsidRPr="008F60AE">
              <w:rPr>
                <w:rStyle w:val="libPoemChar"/>
                <w:rtl/>
              </w:rPr>
              <w:t>يقُتنَ</w:t>
            </w:r>
            <w:r w:rsidR="00897AE1">
              <w:rPr>
                <w:rStyle w:val="libPoemChar"/>
                <w:rtl/>
              </w:rPr>
              <w:t xml:space="preserve"> </w:t>
            </w:r>
            <w:r w:rsidRPr="008F60AE">
              <w:rPr>
                <w:rStyle w:val="libPoemChar"/>
                <w:rtl/>
              </w:rPr>
              <w:t>جيادَنا</w:t>
            </w:r>
            <w:r w:rsidR="00897AE1">
              <w:rPr>
                <w:rStyle w:val="libPoemChar"/>
                <w:rtl/>
              </w:rPr>
              <w:t xml:space="preserve"> </w:t>
            </w:r>
            <w:r w:rsidRPr="008F60AE">
              <w:rPr>
                <w:rStyle w:val="libPoemChar"/>
                <w:rtl/>
              </w:rPr>
              <w:t>ويقُلنَ</w:t>
            </w:r>
            <w:r w:rsidR="00897AE1">
              <w:rPr>
                <w:rStyle w:val="libPoemChar"/>
                <w:rtl/>
              </w:rPr>
              <w:t xml:space="preserve"> </w:t>
            </w:r>
            <w:r w:rsidRPr="008F60AE">
              <w:rPr>
                <w:rStyle w:val="libPoemChar"/>
                <w:rtl/>
              </w:rPr>
              <w:t>لستمُ</w:t>
            </w:r>
            <w:r w:rsidRPr="00725071">
              <w:rPr>
                <w:rStyle w:val="libPoemTiniChar0"/>
                <w:rtl/>
              </w:rPr>
              <w:br/>
              <w:t> </w:t>
            </w:r>
          </w:p>
        </w:tc>
        <w:tc>
          <w:tcPr>
            <w:tcW w:w="269" w:type="dxa"/>
          </w:tcPr>
          <w:p w:rsidR="00390D32" w:rsidRDefault="00390D32" w:rsidP="00390D32">
            <w:pPr>
              <w:pStyle w:val="libPoem"/>
              <w:rPr>
                <w:rtl/>
              </w:rPr>
            </w:pPr>
          </w:p>
        </w:tc>
        <w:tc>
          <w:tcPr>
            <w:tcW w:w="3308" w:type="dxa"/>
          </w:tcPr>
          <w:p w:rsidR="00390D32" w:rsidRDefault="00390D32" w:rsidP="00897AE1">
            <w:pPr>
              <w:pStyle w:val="libPoem"/>
            </w:pPr>
            <w:r w:rsidRPr="008F60AE">
              <w:rPr>
                <w:rStyle w:val="libPoemChar"/>
                <w:rtl/>
              </w:rPr>
              <w:t>بـعولتَنا</w:t>
            </w:r>
            <w:r w:rsidR="00897AE1">
              <w:rPr>
                <w:rStyle w:val="libPoemChar"/>
                <w:rtl/>
              </w:rPr>
              <w:t xml:space="preserve"> </w:t>
            </w:r>
            <w:r w:rsidRPr="008F60AE">
              <w:rPr>
                <w:rStyle w:val="libPoemChar"/>
                <w:rtl/>
              </w:rPr>
              <w:t>إذا</w:t>
            </w:r>
            <w:r w:rsidR="00897AE1">
              <w:rPr>
                <w:rStyle w:val="libPoemChar"/>
                <w:rtl/>
              </w:rPr>
              <w:t xml:space="preserve"> </w:t>
            </w:r>
            <w:r w:rsidRPr="008F60AE">
              <w:rPr>
                <w:rStyle w:val="libPoemChar"/>
                <w:rtl/>
              </w:rPr>
              <w:t>لمْ</w:t>
            </w:r>
            <w:r w:rsidR="00897AE1">
              <w:rPr>
                <w:rStyle w:val="libPoemChar"/>
                <w:rtl/>
              </w:rPr>
              <w:t xml:space="preserve"> </w:t>
            </w:r>
            <w:r w:rsidRPr="008F60AE">
              <w:rPr>
                <w:rStyle w:val="libPoemChar"/>
                <w:rtl/>
              </w:rPr>
              <w:t>تمنعونا</w:t>
            </w:r>
            <w:r w:rsidRPr="00725071">
              <w:rPr>
                <w:rStyle w:val="libPoemTiniChar0"/>
                <w:rtl/>
              </w:rPr>
              <w:br/>
              <w:t> </w:t>
            </w:r>
          </w:p>
        </w:tc>
      </w:tr>
    </w:tbl>
    <w:p w:rsidR="002B49A5" w:rsidRDefault="002B49A5" w:rsidP="002B49A5">
      <w:pPr>
        <w:pStyle w:val="libNormal"/>
        <w:rPr>
          <w:rtl/>
        </w:rPr>
      </w:pPr>
      <w:r>
        <w:rPr>
          <w:rtl/>
        </w:rPr>
        <w:t xml:space="preserve">وقد كان الحُسين </w:t>
      </w:r>
      <w:r w:rsidR="00D444F9" w:rsidRPr="00D444F9">
        <w:rPr>
          <w:rStyle w:val="libAlaemChar"/>
          <w:rtl/>
        </w:rPr>
        <w:t>رضي‌الله‌عنه</w:t>
      </w:r>
      <w:r>
        <w:rPr>
          <w:rtl/>
        </w:rPr>
        <w:t xml:space="preserve"> يندب النّاس لجهاد يخوضونه إن</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قضي عليهم أن يخوضوه فلا يبالون ما يصيبهم في أنفسهم وفي أبنائهم وأموالهم</w:t>
      </w:r>
      <w:r w:rsidR="00364168">
        <w:rPr>
          <w:rtl/>
        </w:rPr>
        <w:t>؛</w:t>
      </w:r>
      <w:r>
        <w:rPr>
          <w:rtl/>
        </w:rPr>
        <w:t xml:space="preserve"> لأنّهم يطلبون به ما هو أعزّ على المؤمن من النّفس والولد والمال</w:t>
      </w:r>
      <w:r w:rsidR="00364168">
        <w:rPr>
          <w:rtl/>
        </w:rPr>
        <w:t>،</w:t>
      </w:r>
      <w:r>
        <w:rPr>
          <w:rtl/>
        </w:rPr>
        <w:t xml:space="preserve"> فليس من المروءة أن يندبهم لأمر ولا يكون قدوة لهم فيه</w:t>
      </w:r>
      <w:r w:rsidR="00364168">
        <w:rPr>
          <w:rtl/>
        </w:rPr>
        <w:t>.</w:t>
      </w:r>
    </w:p>
    <w:p w:rsidR="002B49A5" w:rsidRDefault="002B49A5" w:rsidP="002B49A5">
      <w:pPr>
        <w:pStyle w:val="libNormal"/>
        <w:rPr>
          <w:rtl/>
        </w:rPr>
      </w:pPr>
      <w:r>
        <w:rPr>
          <w:rtl/>
        </w:rPr>
        <w:t>وكان على الحُسين</w:t>
      </w:r>
      <w:r w:rsidR="004C4A93">
        <w:rPr>
          <w:rtl/>
        </w:rPr>
        <w:t xml:space="preserve"> - </w:t>
      </w:r>
      <w:r>
        <w:rPr>
          <w:rtl/>
        </w:rPr>
        <w:t>وقد أزمع الخروج</w:t>
      </w:r>
      <w:r w:rsidR="004C4A93">
        <w:rPr>
          <w:rtl/>
        </w:rPr>
        <w:t xml:space="preserve"> - </w:t>
      </w:r>
      <w:r>
        <w:rPr>
          <w:rtl/>
        </w:rPr>
        <w:t>أن يجمع له أقوى حجّة في يديه</w:t>
      </w:r>
      <w:r w:rsidR="00364168">
        <w:rPr>
          <w:rtl/>
        </w:rPr>
        <w:t>،</w:t>
      </w:r>
      <w:r>
        <w:rPr>
          <w:rtl/>
        </w:rPr>
        <w:t xml:space="preserve"> ويجمع على خصومه أقوى حجّة تنقلب عليهم إذا غلبوه وأخفق في مسعاته</w:t>
      </w:r>
      <w:r w:rsidR="008F60AE">
        <w:rPr>
          <w:rtl/>
        </w:rPr>
        <w:t xml:space="preserve"> ...</w:t>
      </w:r>
      <w:r>
        <w:rPr>
          <w:rtl/>
        </w:rPr>
        <w:t xml:space="preserve"> فيكون أقوى ما يكون وهو منتصر</w:t>
      </w:r>
      <w:r w:rsidR="00364168">
        <w:rPr>
          <w:rtl/>
        </w:rPr>
        <w:t>،</w:t>
      </w:r>
      <w:r>
        <w:rPr>
          <w:rtl/>
        </w:rPr>
        <w:t xml:space="preserve"> ويكونون أبغض ما يكونون وهو مخذول</w:t>
      </w:r>
      <w:r w:rsidR="008F60AE">
        <w:rPr>
          <w:rtl/>
        </w:rPr>
        <w:t xml:space="preserve"> ...</w:t>
      </w:r>
      <w:r>
        <w:rPr>
          <w:rtl/>
        </w:rPr>
        <w:t xml:space="preserve"> وا</w:t>
      </w:r>
      <w:r w:rsidR="009A226F">
        <w:rPr>
          <w:rtl/>
        </w:rPr>
        <w:t>لم</w:t>
      </w:r>
      <w:r>
        <w:rPr>
          <w:rtl/>
        </w:rPr>
        <w:t>سلم الذي ينصر الحُسين لنسبه الشّريف أولى أن ينصره غاية نصره وهو بين أهله وعشيرته</w:t>
      </w:r>
      <w:r w:rsidR="00364168">
        <w:rPr>
          <w:rtl/>
        </w:rPr>
        <w:t>،</w:t>
      </w:r>
      <w:r>
        <w:rPr>
          <w:rtl/>
        </w:rPr>
        <w:t xml:space="preserve"> وإلاّ فما هو بناصره على الاطلاق</w:t>
      </w:r>
      <w:r w:rsidR="00364168">
        <w:rPr>
          <w:rtl/>
        </w:rPr>
        <w:t>،</w:t>
      </w:r>
      <w:r>
        <w:rPr>
          <w:rtl/>
        </w:rPr>
        <w:t xml:space="preserve"> وتنقلب الآية في حالة الخذلان</w:t>
      </w:r>
      <w:r w:rsidR="00364168">
        <w:rPr>
          <w:rtl/>
        </w:rPr>
        <w:t>،</w:t>
      </w:r>
      <w:r>
        <w:rPr>
          <w:rtl/>
        </w:rPr>
        <w:t xml:space="preserve"> فينال المنتصر من البغضاء والنقمة على قدر انتصاره الذي يوشك أن ينقلب عليه</w:t>
      </w:r>
      <w:r w:rsidR="00364168">
        <w:rPr>
          <w:rtl/>
        </w:rPr>
        <w:t>.</w:t>
      </w:r>
    </w:p>
    <w:p w:rsidR="002B49A5" w:rsidRPr="00390D32" w:rsidRDefault="002B49A5" w:rsidP="00390D32">
      <w:pPr>
        <w:pStyle w:val="Heading2"/>
        <w:rPr>
          <w:rtl/>
        </w:rPr>
      </w:pPr>
      <w:bookmarkStart w:id="82" w:name="صواب_الشُهداء"/>
      <w:bookmarkStart w:id="83" w:name="_Toc374273691"/>
      <w:bookmarkStart w:id="84" w:name="_Toc374273993"/>
      <w:bookmarkEnd w:id="82"/>
      <w:r w:rsidRPr="00390D32">
        <w:rPr>
          <w:rtl/>
        </w:rPr>
        <w:t>صواب الشُهداء</w:t>
      </w:r>
      <w:r w:rsidR="00364168" w:rsidRPr="00390D32">
        <w:rPr>
          <w:rtl/>
        </w:rPr>
        <w:t>:</w:t>
      </w:r>
      <w:bookmarkEnd w:id="83"/>
      <w:bookmarkEnd w:id="84"/>
    </w:p>
    <w:p w:rsidR="002B49A5" w:rsidRDefault="002B49A5" w:rsidP="002B49A5">
      <w:pPr>
        <w:pStyle w:val="libNormal"/>
        <w:rPr>
          <w:rtl/>
        </w:rPr>
      </w:pPr>
      <w:r>
        <w:rPr>
          <w:rtl/>
        </w:rPr>
        <w:t>وجملة ما يقال</w:t>
      </w:r>
      <w:r w:rsidR="00364168">
        <w:rPr>
          <w:rtl/>
        </w:rPr>
        <w:t>:</w:t>
      </w:r>
      <w:r>
        <w:rPr>
          <w:rtl/>
        </w:rPr>
        <w:t xml:space="preserve"> إنّ خروج الحُسين من الحجاز إلى العراق</w:t>
      </w:r>
      <w:r w:rsidR="00364168">
        <w:rPr>
          <w:rtl/>
        </w:rPr>
        <w:t>،</w:t>
      </w:r>
      <w:r>
        <w:rPr>
          <w:rtl/>
        </w:rPr>
        <w:t xml:space="preserve"> كان حركة قوية لها بواعثها النّفسية التي تنهض بمثله ولا يسهل عليه أن يكبتها أو يحيد بها عن مجراها</w:t>
      </w:r>
      <w:r w:rsidR="00364168">
        <w:rPr>
          <w:rtl/>
        </w:rPr>
        <w:t>،</w:t>
      </w:r>
      <w:r>
        <w:rPr>
          <w:rtl/>
        </w:rPr>
        <w:t xml:space="preserve"> وإنّها قد وصلت إلى نتائجها الفعّالة من حيث هي قضية عامّة تتجاوز</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الأفراد إلى الأعقاب والأجيال</w:t>
      </w:r>
      <w:r w:rsidR="00364168">
        <w:rPr>
          <w:rtl/>
        </w:rPr>
        <w:t>،</w:t>
      </w:r>
      <w:r>
        <w:rPr>
          <w:rtl/>
        </w:rPr>
        <w:t xml:space="preserve"> سواء أكانت هذه القضية نصرة لآل الحُسين أم حرباً لبني اُميّة</w:t>
      </w:r>
      <w:r w:rsidR="008F60AE">
        <w:rPr>
          <w:rtl/>
        </w:rPr>
        <w:t xml:space="preserve"> ...</w:t>
      </w:r>
      <w:r>
        <w:rPr>
          <w:rtl/>
        </w:rPr>
        <w:t xml:space="preserve"> </w:t>
      </w:r>
    </w:p>
    <w:p w:rsidR="002B49A5" w:rsidRDefault="002B49A5" w:rsidP="002B49A5">
      <w:pPr>
        <w:pStyle w:val="libNormal"/>
        <w:rPr>
          <w:rtl/>
        </w:rPr>
      </w:pPr>
      <w:r>
        <w:rPr>
          <w:rtl/>
        </w:rPr>
        <w:t>إنّما يبدو الخطأ في هذه الحركة حين ننظر إليها من زاوية واحدة ضيّقة المجال قريبة المرمى</w:t>
      </w:r>
      <w:r w:rsidR="00364168">
        <w:rPr>
          <w:rtl/>
        </w:rPr>
        <w:t>،</w:t>
      </w:r>
      <w:r>
        <w:rPr>
          <w:rtl/>
        </w:rPr>
        <w:t xml:space="preserve"> وهي زاوية العمل الفردي الذي يراض بأساليب المعيشة اليومية ويدور على النفع العاجل للقائمين به والداعين إليه</w:t>
      </w:r>
      <w:r w:rsidR="00364168">
        <w:rPr>
          <w:rtl/>
        </w:rPr>
        <w:t>،</w:t>
      </w:r>
      <w:r>
        <w:rPr>
          <w:rtl/>
        </w:rPr>
        <w:t xml:space="preserve"> فحركة الحُسين لم تكن مسدّدة الأسباب لمنفعة الحُسين بكلّ ثمن وحيثما كانت الوسيلة</w:t>
      </w:r>
      <w:r w:rsidR="00364168">
        <w:rPr>
          <w:rtl/>
        </w:rPr>
        <w:t>؛</w:t>
      </w:r>
      <w:r>
        <w:rPr>
          <w:rtl/>
        </w:rPr>
        <w:t xml:space="preserve"> وعلّة ذلك ظاهرة قريبة</w:t>
      </w:r>
      <w:r w:rsidR="00364168">
        <w:rPr>
          <w:rtl/>
        </w:rPr>
        <w:t>،</w:t>
      </w:r>
      <w:r>
        <w:rPr>
          <w:rtl/>
        </w:rPr>
        <w:t xml:space="preserve"> وهي</w:t>
      </w:r>
      <w:r w:rsidR="00364168">
        <w:rPr>
          <w:rtl/>
        </w:rPr>
        <w:t>:</w:t>
      </w:r>
      <w:r>
        <w:rPr>
          <w:rtl/>
        </w:rPr>
        <w:t xml:space="preserve"> إنّ الحُسين رضي الله عنه طلب الخلافة بشروطها التي يرضاها</w:t>
      </w:r>
      <w:r w:rsidR="00364168">
        <w:rPr>
          <w:rtl/>
        </w:rPr>
        <w:t>،</w:t>
      </w:r>
      <w:r>
        <w:rPr>
          <w:rtl/>
        </w:rPr>
        <w:t xml:space="preserve"> ولم يطلبها غنيمة يحرص عليها مهما تكلّفه من ثمن ومهما تتطلب من وسيلة</w:t>
      </w:r>
      <w:r w:rsidR="00364168">
        <w:rPr>
          <w:rtl/>
        </w:rPr>
        <w:t>.</w:t>
      </w:r>
      <w:r>
        <w:rPr>
          <w:rtl/>
        </w:rPr>
        <w:t xml:space="preserve"> </w:t>
      </w:r>
    </w:p>
    <w:p w:rsidR="002B49A5" w:rsidRDefault="002B49A5" w:rsidP="002B49A5">
      <w:pPr>
        <w:pStyle w:val="libNormal"/>
        <w:rPr>
          <w:rtl/>
        </w:rPr>
      </w:pPr>
      <w:r>
        <w:rPr>
          <w:rtl/>
        </w:rPr>
        <w:t>وهُنا غلطة الشُهداء</w:t>
      </w:r>
      <w:r w:rsidR="008F60AE">
        <w:rPr>
          <w:rtl/>
        </w:rPr>
        <w:t xml:space="preserve"> ...</w:t>
      </w:r>
      <w:r>
        <w:rPr>
          <w:rtl/>
        </w:rPr>
        <w:t xml:space="preserve"> بل قُل</w:t>
      </w:r>
      <w:r w:rsidR="00364168">
        <w:rPr>
          <w:rtl/>
        </w:rPr>
        <w:t>:</w:t>
      </w:r>
      <w:r>
        <w:rPr>
          <w:rtl/>
        </w:rPr>
        <w:t xml:space="preserve"> هُنا صواب الشُهداء</w:t>
      </w:r>
      <w:r w:rsidR="008F60AE">
        <w:rPr>
          <w:rtl/>
        </w:rPr>
        <w:t xml:space="preserve"> ...</w:t>
      </w:r>
      <w:r>
        <w:rPr>
          <w:rtl/>
        </w:rPr>
        <w:t xml:space="preserve"> ومَن هو الشّهيد إن لم يكن هو الرّجل الذي يُصاب ويعلم أنّه يُصاب</w:t>
      </w:r>
      <w:r w:rsidR="00364168">
        <w:rPr>
          <w:rtl/>
        </w:rPr>
        <w:t>؛</w:t>
      </w:r>
      <w:r>
        <w:rPr>
          <w:rtl/>
        </w:rPr>
        <w:t xml:space="preserve"> لأنّ الواقع يخذله ولا يجري معه إلى مرماه</w:t>
      </w:r>
      <w:r w:rsidR="00364168">
        <w:rPr>
          <w:rtl/>
        </w:rPr>
        <w:t>؟</w:t>
      </w:r>
    </w:p>
    <w:p w:rsidR="002B49A5" w:rsidRDefault="002B49A5" w:rsidP="002B49A5">
      <w:pPr>
        <w:pStyle w:val="libNormal"/>
        <w:rPr>
          <w:rtl/>
        </w:rPr>
      </w:pPr>
      <w:r>
        <w:rPr>
          <w:rtl/>
        </w:rPr>
        <w:t>منذ القدم أخطأ الشُهداء هذا الخطأ</w:t>
      </w:r>
      <w:r w:rsidR="00364168">
        <w:rPr>
          <w:rtl/>
        </w:rPr>
        <w:t>،</w:t>
      </w:r>
      <w:r>
        <w:rPr>
          <w:rtl/>
        </w:rPr>
        <w:t xml:space="preserve"> ولو أصابوا فيه لما كانوا شُهداء ولا شرفت الدُنيا بفضيلة الشّهادة</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 xml:space="preserve">فالحُسين </w:t>
      </w:r>
      <w:r w:rsidR="00D444F9" w:rsidRPr="00D444F9">
        <w:rPr>
          <w:rStyle w:val="libAlaemChar"/>
          <w:rtl/>
        </w:rPr>
        <w:t>رضي‌الله‌عنه</w:t>
      </w:r>
      <w:r>
        <w:rPr>
          <w:rtl/>
        </w:rPr>
        <w:t xml:space="preserve"> قد طلب خلافة الرّاشدين حيث لا تتسنى خلافة الرّاشدين</w:t>
      </w:r>
      <w:r w:rsidR="00364168">
        <w:rPr>
          <w:rtl/>
        </w:rPr>
        <w:t>،</w:t>
      </w:r>
      <w:r>
        <w:rPr>
          <w:rtl/>
        </w:rPr>
        <w:t xml:space="preserve"> أو حيث تتسنى الدولة الدنيوية التي يضنّ بها أصحابها ويتكالبون عليها ويتوسلون إليها بوسائلها</w:t>
      </w:r>
      <w:r w:rsidR="008F60AE">
        <w:rPr>
          <w:rtl/>
        </w:rPr>
        <w:t xml:space="preserve"> ...</w:t>
      </w:r>
      <w:r>
        <w:rPr>
          <w:rtl/>
        </w:rPr>
        <w:t xml:space="preserve"> فكانت عنايته بالدعوة والإقناع أعظم جدّاً من عنايته بالتنظيم والإلزام</w:t>
      </w:r>
      <w:r w:rsidR="008F60AE">
        <w:rPr>
          <w:rtl/>
        </w:rPr>
        <w:t xml:space="preserve"> ...</w:t>
      </w:r>
      <w:r>
        <w:rPr>
          <w:rtl/>
        </w:rPr>
        <w:t xml:space="preserve"> </w:t>
      </w:r>
    </w:p>
    <w:p w:rsidR="002B49A5" w:rsidRDefault="002B49A5" w:rsidP="002B49A5">
      <w:pPr>
        <w:pStyle w:val="libNormal"/>
        <w:rPr>
          <w:rtl/>
        </w:rPr>
      </w:pPr>
      <w:r>
        <w:rPr>
          <w:rtl/>
        </w:rPr>
        <w:t>نزل رسوله الأوّل مُسلم بن عقيل بالكوفة صفر اليدين من المال</w:t>
      </w:r>
      <w:r w:rsidR="00364168">
        <w:rPr>
          <w:rtl/>
        </w:rPr>
        <w:t>،</w:t>
      </w:r>
      <w:r>
        <w:rPr>
          <w:rtl/>
        </w:rPr>
        <w:t xml:space="preserve"> حتّى احتاج فيها أن يقترض سبعمئة درهم هي التي أوصى بردّها إلى أصحابها قبل قتله</w:t>
      </w:r>
      <w:r w:rsidR="00364168">
        <w:rPr>
          <w:rtl/>
        </w:rPr>
        <w:t>،</w:t>
      </w:r>
      <w:r>
        <w:rPr>
          <w:rtl/>
        </w:rPr>
        <w:t xml:space="preserve"> وتلك عقبة من العقبات التي تعوق دعوات الكبار</w:t>
      </w:r>
      <w:r w:rsidR="00364168">
        <w:rPr>
          <w:rtl/>
        </w:rPr>
        <w:t>،</w:t>
      </w:r>
      <w:r>
        <w:rPr>
          <w:rtl/>
        </w:rPr>
        <w:t xml:space="preserve"> ولكنّها على هذا لم تكن بالعقبة العصية التذليل</w:t>
      </w:r>
      <w:r w:rsidR="008F60AE">
        <w:rPr>
          <w:rtl/>
        </w:rPr>
        <w:t xml:space="preserve"> ...</w:t>
      </w:r>
      <w:r>
        <w:rPr>
          <w:rtl/>
        </w:rPr>
        <w:t xml:space="preserve"> فلو أنّه قد طلب المال من وسائله الدنيويّة أو السّياسية</w:t>
      </w:r>
      <w:r w:rsidR="00364168">
        <w:rPr>
          <w:rtl/>
        </w:rPr>
        <w:t>،</w:t>
      </w:r>
      <w:r>
        <w:rPr>
          <w:rtl/>
        </w:rPr>
        <w:t xml:space="preserve"> لما استعصى عليه أن يأخذ منه ما يكفيه</w:t>
      </w:r>
      <w:r w:rsidR="00364168">
        <w:rPr>
          <w:rtl/>
        </w:rPr>
        <w:t>.</w:t>
      </w:r>
      <w:r>
        <w:rPr>
          <w:rtl/>
        </w:rPr>
        <w:t xml:space="preserve"> </w:t>
      </w:r>
    </w:p>
    <w:p w:rsidR="002B49A5" w:rsidRDefault="002B49A5" w:rsidP="002B49A5">
      <w:pPr>
        <w:pStyle w:val="libNormal"/>
        <w:rPr>
          <w:rtl/>
        </w:rPr>
      </w:pPr>
      <w:r>
        <w:rPr>
          <w:rtl/>
        </w:rPr>
        <w:t>فلعلّه كان ميسوراً له بعد أن تجمّع حوله الأنصار وبايع الحُسين على يديه ثلاثون ألفاً</w:t>
      </w:r>
      <w:r w:rsidR="00364168">
        <w:rPr>
          <w:rtl/>
        </w:rPr>
        <w:t>،</w:t>
      </w:r>
      <w:r>
        <w:rPr>
          <w:rtl/>
        </w:rPr>
        <w:t xml:space="preserve"> كما جاء في بعض الرّوايات</w:t>
      </w:r>
      <w:r w:rsidR="00364168">
        <w:rPr>
          <w:rtl/>
        </w:rPr>
        <w:t>.</w:t>
      </w:r>
      <w:r>
        <w:rPr>
          <w:rtl/>
        </w:rPr>
        <w:t xml:space="preserve"> ففي تلك اللحظة لعلّه كان يستطيع أن يحيط بقصر الوالي الأموي ويستولي عليه وينشئ الحكومة الحسينية فيه</w:t>
      </w:r>
      <w:r w:rsidR="00364168">
        <w:rPr>
          <w:rtl/>
        </w:rPr>
        <w:t>.</w:t>
      </w:r>
      <w:r>
        <w:rPr>
          <w:rtl/>
        </w:rPr>
        <w:t xml:space="preserve"> ثمّ لعلّه كان يستطيع بعد ذلك أن يوجّه الدعاة إلى أطراف الدولة الشّرقية</w:t>
      </w:r>
      <w:r w:rsidR="00364168">
        <w:rPr>
          <w:rtl/>
        </w:rPr>
        <w:t>؛</w:t>
      </w:r>
      <w:r>
        <w:rPr>
          <w:rtl/>
        </w:rPr>
        <w:t xml:space="preserve"> ليتلقّى البيعة ويقيم الولاة ويحشد الأجناد</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فإذا كان هذا فاته حتّى خفّ الاُمويّون لدرء الخطر عنهم وبعثوا إلى الكوفة بعبيد الله بن زياد</w:t>
      </w:r>
      <w:r w:rsidR="00364168">
        <w:rPr>
          <w:rtl/>
        </w:rPr>
        <w:t>،</w:t>
      </w:r>
      <w:r>
        <w:rPr>
          <w:rtl/>
        </w:rPr>
        <w:t xml:space="preserve"> فقد سيق عبيد الله هذا في يوم من الأيّام إلى يديه وكان في وسعه أن يبطش به ويستوي على كرسيه ويحرم يزيد بن معاوية نصيراً من أعنف أنصاره</w:t>
      </w:r>
      <w:r w:rsidR="008F60AE">
        <w:rPr>
          <w:rtl/>
        </w:rPr>
        <w:t xml:space="preserve"> ...</w:t>
      </w:r>
      <w:r>
        <w:rPr>
          <w:rtl/>
        </w:rPr>
        <w:t xml:space="preserve"> وقد فاته هذا</w:t>
      </w:r>
      <w:r w:rsidR="00364168">
        <w:rPr>
          <w:rtl/>
        </w:rPr>
        <w:t>؛</w:t>
      </w:r>
      <w:r>
        <w:rPr>
          <w:rtl/>
        </w:rPr>
        <w:t xml:space="preserve"> لأنّ شريعة الخلافة لا تبيحه في رأيه</w:t>
      </w:r>
      <w:r w:rsidR="00364168">
        <w:rPr>
          <w:rtl/>
        </w:rPr>
        <w:t>،</w:t>
      </w:r>
      <w:r>
        <w:rPr>
          <w:rtl/>
        </w:rPr>
        <w:t xml:space="preserve"> أو لأنّه اعتقد أنّ الحقّ بيّن وأنّ الباطل بيّن</w:t>
      </w:r>
      <w:r w:rsidR="008F60AE">
        <w:rPr>
          <w:rtl/>
        </w:rPr>
        <w:t xml:space="preserve"> ...</w:t>
      </w:r>
      <w:r>
        <w:rPr>
          <w:rtl/>
        </w:rPr>
        <w:t xml:space="preserve"> فلا حاجة به بعد التمييز بينهما إلى فتكة الغدر كما سماها</w:t>
      </w:r>
      <w:r w:rsidR="00364168">
        <w:rPr>
          <w:rtl/>
        </w:rPr>
        <w:t>،</w:t>
      </w:r>
      <w:r>
        <w:rPr>
          <w:rtl/>
        </w:rPr>
        <w:t xml:space="preserve"> ولا محل عنده لإهدار الدماء وهو ينعي على الدولة القائمة أنّها تهدر الدماء بالشبهات</w:t>
      </w:r>
      <w:r w:rsidR="00364168">
        <w:rPr>
          <w:rtl/>
        </w:rPr>
        <w:t>.</w:t>
      </w:r>
    </w:p>
    <w:p w:rsidR="002B49A5" w:rsidRDefault="002B49A5" w:rsidP="002B49A5">
      <w:pPr>
        <w:pStyle w:val="libNormal"/>
        <w:rPr>
          <w:rtl/>
        </w:rPr>
      </w:pPr>
      <w:r>
        <w:rPr>
          <w:rtl/>
        </w:rPr>
        <w:t>ولقد رأى مُسلم أنّ حقّ صاحبه في الخلافة قائم على شيء واحد</w:t>
      </w:r>
      <w:r w:rsidR="00364168">
        <w:rPr>
          <w:rtl/>
        </w:rPr>
        <w:t>،</w:t>
      </w:r>
      <w:r>
        <w:rPr>
          <w:rtl/>
        </w:rPr>
        <w:t xml:space="preserve"> وهو إقبال النّاس إليه طائعين ومبايعتهم إيّاه مختارين</w:t>
      </w:r>
      <w:r w:rsidR="00364168">
        <w:rPr>
          <w:rtl/>
        </w:rPr>
        <w:t>،</w:t>
      </w:r>
      <w:r>
        <w:rPr>
          <w:rtl/>
        </w:rPr>
        <w:t xml:space="preserve"> فأمّا وقد تفرّقوا عنه رهبة من السلطان أو ضعفاً في اليقين</w:t>
      </w:r>
      <w:r w:rsidR="00364168">
        <w:rPr>
          <w:rtl/>
        </w:rPr>
        <w:t>،</w:t>
      </w:r>
      <w:r>
        <w:rPr>
          <w:rtl/>
        </w:rPr>
        <w:t xml:space="preserve"> فالرّأي عنده أن يكتب إلى صاحبه يعلمه بانفضاض النّاس عنه ويثنيه عن القدوم</w:t>
      </w:r>
      <w:r w:rsidR="00364168">
        <w:rPr>
          <w:rtl/>
        </w:rPr>
        <w:t>،</w:t>
      </w:r>
      <w:r>
        <w:rPr>
          <w:rtl/>
        </w:rPr>
        <w:t xml:space="preserve"> ولا حقّ له عليهم بعد ذلك حتّى يثوبوا إليه</w:t>
      </w:r>
      <w:r w:rsidR="008F60AE">
        <w:rPr>
          <w:rtl/>
        </w:rPr>
        <w:t xml:space="preserve"> ...</w:t>
      </w:r>
      <w:r>
        <w:rPr>
          <w:rtl/>
        </w:rPr>
        <w:t xml:space="preserve"> </w:t>
      </w:r>
    </w:p>
    <w:p w:rsidR="002B49A5" w:rsidRDefault="002B49A5" w:rsidP="002B49A5">
      <w:pPr>
        <w:pStyle w:val="libNormal"/>
        <w:rPr>
          <w:rtl/>
        </w:rPr>
      </w:pPr>
      <w:r>
        <w:rPr>
          <w:rtl/>
        </w:rPr>
        <w:t>وقيام الخلافة على هذا الاختيار عقيدة لا نفهمها نحن الآن</w:t>
      </w:r>
      <w:r w:rsidR="00364168">
        <w:rPr>
          <w:rtl/>
        </w:rPr>
        <w:t>،</w:t>
      </w:r>
      <w:r>
        <w:rPr>
          <w:rtl/>
        </w:rPr>
        <w:t xml:space="preserve"> ولكن قد يفهمها يومئذ مَن كان على مقربة من عهد النّبوّة وعهد الصدّيق والفاروق</w:t>
      </w:r>
      <w:r w:rsidR="008F60AE">
        <w:rPr>
          <w:rtl/>
        </w:rPr>
        <w:t xml:space="preserve"> ...</w:t>
      </w:r>
      <w:r>
        <w:rPr>
          <w:rtl/>
        </w:rPr>
        <w:t xml:space="preserve"> فقد كان الصراع بين الحُسين ويزيد أوّل تجربة من قبيلها بعد عهد النّبوّة وعهد الخلفاء الأوّلين</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لم يكن الصراع بين عليّ ومعاوية على هذا الوضوح الذي لا شبهة فيه بين الحقّ والباطل وبين الفضيلة والنّقيصة</w:t>
      </w:r>
      <w:r w:rsidR="008F60AE">
        <w:rPr>
          <w:rtl/>
        </w:rPr>
        <w:t xml:space="preserve"> ...</w:t>
      </w:r>
      <w:r>
        <w:rPr>
          <w:rtl/>
        </w:rPr>
        <w:t xml:space="preserve"> لكنّه في بيعة الحُسين كان قد وضح وضوح الصبح لذي عينين</w:t>
      </w:r>
      <w:r w:rsidR="00364168">
        <w:rPr>
          <w:rtl/>
        </w:rPr>
        <w:t>.</w:t>
      </w:r>
    </w:p>
    <w:p w:rsidR="002B49A5" w:rsidRDefault="002B49A5" w:rsidP="002B49A5">
      <w:pPr>
        <w:pStyle w:val="libNormal"/>
        <w:rPr>
          <w:rtl/>
        </w:rPr>
      </w:pPr>
      <w:r>
        <w:rPr>
          <w:rtl/>
        </w:rPr>
        <w:t>وكان ذلك</w:t>
      </w:r>
      <w:r w:rsidR="004C4A93">
        <w:rPr>
          <w:rtl/>
        </w:rPr>
        <w:t xml:space="preserve"> - </w:t>
      </w:r>
      <w:r>
        <w:rPr>
          <w:rtl/>
        </w:rPr>
        <w:t>كما قُلنا</w:t>
      </w:r>
      <w:r w:rsidR="004C4A93">
        <w:rPr>
          <w:rtl/>
        </w:rPr>
        <w:t xml:space="preserve"> - </w:t>
      </w:r>
      <w:r>
        <w:rPr>
          <w:rtl/>
        </w:rPr>
        <w:t>أوّل تجربة من قبيلها بعد عهد الفداء في سبيل العقيدة والإيمان</w:t>
      </w:r>
      <w:r w:rsidR="008F60AE">
        <w:rPr>
          <w:rtl/>
        </w:rPr>
        <w:t xml:space="preserve"> ...</w:t>
      </w:r>
      <w:r>
        <w:rPr>
          <w:rtl/>
        </w:rPr>
        <w:t xml:space="preserve"> بعد العهد الذي كان الرّجل فيه يخرج من ماله وينفصل من ذويه ويتجرّد لحرب أبيه وأخيه وبنيه إن خالفوه في أمر الإسلام</w:t>
      </w:r>
      <w:r w:rsidR="008F60AE">
        <w:rPr>
          <w:rtl/>
        </w:rPr>
        <w:t xml:space="preserve"> ...</w:t>
      </w:r>
      <w:r>
        <w:rPr>
          <w:rtl/>
        </w:rPr>
        <w:t xml:space="preserve"> بعد العهد الذي كان القليل فيه من ا</w:t>
      </w:r>
      <w:r w:rsidR="009A226F">
        <w:rPr>
          <w:rtl/>
        </w:rPr>
        <w:t>لم</w:t>
      </w:r>
      <w:r>
        <w:rPr>
          <w:rtl/>
        </w:rPr>
        <w:t>سلمين يصدّون الكثير من المشركين وفي أيديهم السّلاح والعتاد</w:t>
      </w:r>
      <w:r w:rsidR="00364168">
        <w:rPr>
          <w:rtl/>
        </w:rPr>
        <w:t>،</w:t>
      </w:r>
      <w:r>
        <w:rPr>
          <w:rtl/>
        </w:rPr>
        <w:t xml:space="preserve"> ومن ورائهم المعاقل والأزواد</w:t>
      </w:r>
      <w:r w:rsidR="008F60AE">
        <w:rPr>
          <w:rtl/>
        </w:rPr>
        <w:t xml:space="preserve"> ...</w:t>
      </w:r>
      <w:r>
        <w:rPr>
          <w:rtl/>
        </w:rPr>
        <w:t xml:space="preserve"> بعد العهد الذي تغيّر فيه النّاس</w:t>
      </w:r>
      <w:r w:rsidR="00364168">
        <w:rPr>
          <w:rtl/>
        </w:rPr>
        <w:t>،</w:t>
      </w:r>
      <w:r>
        <w:rPr>
          <w:rtl/>
        </w:rPr>
        <w:t xml:space="preserve"> وخُيل إلى مَن كان يعهدهم على غير تلك الحال أنّهم متغيّرون</w:t>
      </w:r>
      <w:r w:rsidR="008F60AE">
        <w:rPr>
          <w:rtl/>
        </w:rPr>
        <w:t xml:space="preserve"> ...</w:t>
      </w:r>
      <w:r>
        <w:rPr>
          <w:rtl/>
        </w:rPr>
        <w:t xml:space="preserve"> </w:t>
      </w:r>
    </w:p>
    <w:p w:rsidR="002B49A5" w:rsidRPr="00390D32" w:rsidRDefault="002B49A5" w:rsidP="00390D32">
      <w:pPr>
        <w:pStyle w:val="Heading2"/>
        <w:rPr>
          <w:rtl/>
        </w:rPr>
      </w:pPr>
      <w:bookmarkStart w:id="85" w:name="الناس_عبيد_الدُنيا"/>
      <w:bookmarkStart w:id="86" w:name="_Toc374273692"/>
      <w:bookmarkStart w:id="87" w:name="_Toc374273994"/>
      <w:bookmarkEnd w:id="85"/>
      <w:r w:rsidRPr="00390D32">
        <w:rPr>
          <w:rtl/>
        </w:rPr>
        <w:t>النّاس عبيد الدُنيا</w:t>
      </w:r>
      <w:r w:rsidR="00364168" w:rsidRPr="00390D32">
        <w:rPr>
          <w:rtl/>
        </w:rPr>
        <w:t>:</w:t>
      </w:r>
      <w:bookmarkEnd w:id="86"/>
      <w:bookmarkEnd w:id="87"/>
    </w:p>
    <w:p w:rsidR="002B49A5" w:rsidRDefault="002B49A5" w:rsidP="002B49A5">
      <w:pPr>
        <w:pStyle w:val="libNormal"/>
        <w:rPr>
          <w:rtl/>
        </w:rPr>
      </w:pPr>
      <w:r w:rsidRPr="002B49A5">
        <w:rPr>
          <w:rtl/>
        </w:rPr>
        <w:t>فكيف ينخذل الحُسين وينتصر يزيد في عالم شهد النّبوّة وشهد الخلافة على سنّة الرّاشدين</w:t>
      </w:r>
      <w:r w:rsidR="00364168">
        <w:rPr>
          <w:rtl/>
        </w:rPr>
        <w:t>؟</w:t>
      </w:r>
      <w:r w:rsidRPr="002B49A5">
        <w:rPr>
          <w:rtl/>
        </w:rPr>
        <w:t xml:space="preserve"> إنّ كلمة واحدة قالها الحُسين في ساعة يأسه تشف عن مبلغ يقينه بوجوب الحقّ وعجبه من أن يكون الأمر غير ما وجب</w:t>
      </w:r>
      <w:r w:rsidR="00364168">
        <w:rPr>
          <w:rtl/>
        </w:rPr>
        <w:t>،</w:t>
      </w:r>
      <w:r w:rsidRPr="002B49A5">
        <w:rPr>
          <w:rtl/>
        </w:rPr>
        <w:t xml:space="preserve"> وذلك حيث قال</w:t>
      </w:r>
      <w:r w:rsidR="00364168">
        <w:rPr>
          <w:rtl/>
        </w:rPr>
        <w:t>:</w:t>
      </w:r>
      <w:r w:rsidRPr="002B49A5">
        <w:rPr>
          <w:rtl/>
        </w:rPr>
        <w:t xml:space="preserve"> </w:t>
      </w:r>
      <w:r w:rsidRPr="002B49A5">
        <w:rPr>
          <w:rStyle w:val="libBold2Char"/>
          <w:rtl/>
        </w:rPr>
        <w:t>(( النّاسُ عبيدُ الدُنيا</w:t>
      </w:r>
      <w:r w:rsidR="00364168">
        <w:rPr>
          <w:rStyle w:val="libBold2Char"/>
          <w:rtl/>
        </w:rPr>
        <w:t>،</w:t>
      </w:r>
      <w:r w:rsidRPr="002B49A5">
        <w:rPr>
          <w:rStyle w:val="libBold2Char"/>
          <w:rtl/>
        </w:rPr>
        <w:t xml:space="preserve"> والدينُ لعقٌ على ألسنتهم يحوطونهُ ما درّت به معائشهم</w:t>
      </w:r>
      <w:r w:rsidR="00364168">
        <w:rPr>
          <w:rStyle w:val="libBold2Char"/>
          <w:rtl/>
        </w:rPr>
        <w:t>،</w:t>
      </w:r>
      <w:r w:rsidRPr="002B49A5">
        <w:rPr>
          <w:rStyle w:val="libBold2Char"/>
          <w:rtl/>
        </w:rPr>
        <w:t xml:space="preserve"> فإذا مُحّصوا بالبلاءِ قلَّ الديّانون ))</w:t>
      </w:r>
      <w:r w:rsidR="00364168">
        <w:rPr>
          <w:rStyle w:val="libBold2Char"/>
          <w:rtl/>
        </w:rPr>
        <w:t>.</w:t>
      </w:r>
    </w:p>
    <w:p w:rsidR="002B49A5" w:rsidRDefault="002B49A5" w:rsidP="002B49A5">
      <w:pPr>
        <w:pStyle w:val="libNormal"/>
        <w:rPr>
          <w:rtl/>
        </w:rPr>
      </w:pPr>
      <w:r>
        <w:rPr>
          <w:rtl/>
        </w:rPr>
        <w:t>إنّ الطبائع الأرضية لا تنخدع في صلاح النّاس ولا تعجب هذا</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العجب</w:t>
      </w:r>
      <w:r w:rsidR="00364168">
        <w:rPr>
          <w:rtl/>
        </w:rPr>
        <w:t>؛</w:t>
      </w:r>
      <w:r>
        <w:rPr>
          <w:rtl/>
        </w:rPr>
        <w:t xml:space="preserve"> لأنّها لا تخرج من نطاقها المحدود ولا تصدّق ما وراءها من الآمال والوعود</w:t>
      </w:r>
      <w:r w:rsidR="00364168">
        <w:rPr>
          <w:rtl/>
        </w:rPr>
        <w:t>.</w:t>
      </w:r>
    </w:p>
    <w:p w:rsidR="002B49A5" w:rsidRDefault="002B49A5" w:rsidP="002B49A5">
      <w:pPr>
        <w:pStyle w:val="libNormal"/>
        <w:rPr>
          <w:rtl/>
        </w:rPr>
      </w:pPr>
      <w:r>
        <w:rPr>
          <w:rtl/>
        </w:rPr>
        <w:t>إنّها لا تضلّ عن طريق المنفعة</w:t>
      </w:r>
      <w:r w:rsidR="00364168">
        <w:rPr>
          <w:rtl/>
        </w:rPr>
        <w:t>؛</w:t>
      </w:r>
      <w:r>
        <w:rPr>
          <w:rtl/>
        </w:rPr>
        <w:t xml:space="preserve"> لأنّها لا تعرف غيرها من طريق</w:t>
      </w:r>
      <w:r w:rsidR="00364168">
        <w:rPr>
          <w:rtl/>
        </w:rPr>
        <w:t>،</w:t>
      </w:r>
      <w:r>
        <w:rPr>
          <w:rtl/>
        </w:rPr>
        <w:t xml:space="preserve"> إنّها تؤثر القنديل الخافت في يدها على الكوكب اللامع في السّماء</w:t>
      </w:r>
      <w:r w:rsidR="00364168">
        <w:rPr>
          <w:rtl/>
        </w:rPr>
        <w:t>،</w:t>
      </w:r>
      <w:r>
        <w:rPr>
          <w:rtl/>
        </w:rPr>
        <w:t xml:space="preserve"> لا لأنّها لا ترى الكوكب اللامع في السّماء</w:t>
      </w:r>
      <w:r w:rsidR="00364168">
        <w:rPr>
          <w:rtl/>
        </w:rPr>
        <w:t>،</w:t>
      </w:r>
      <w:r>
        <w:rPr>
          <w:rtl/>
        </w:rPr>
        <w:t xml:space="preserve"> بل لأنّها ترى القنديل والكوكب فتعلم أنّ هذا قريب وأنّ ذاك جد بعيد</w:t>
      </w:r>
      <w:r w:rsidR="008F60AE">
        <w:rPr>
          <w:rtl/>
        </w:rPr>
        <w:t xml:space="preserve"> ...</w:t>
      </w:r>
      <w:r>
        <w:rPr>
          <w:rtl/>
        </w:rPr>
        <w:t xml:space="preserve"> إنّها لا تنخدع بالسّراب</w:t>
      </w:r>
      <w:r w:rsidR="00364168">
        <w:rPr>
          <w:rtl/>
        </w:rPr>
        <w:t>؛</w:t>
      </w:r>
      <w:r>
        <w:rPr>
          <w:rtl/>
        </w:rPr>
        <w:t xml:space="preserve"> لأنّها لا تخرج من عقر دارها ولا تشعر بظمأ الفؤاد ولا تنظر إلى السّراب</w:t>
      </w:r>
      <w:r w:rsidR="008F60AE">
        <w:rPr>
          <w:rtl/>
        </w:rPr>
        <w:t xml:space="preserve"> ...</w:t>
      </w:r>
      <w:r>
        <w:rPr>
          <w:rtl/>
        </w:rPr>
        <w:t xml:space="preserve"> ولكن طبيعة الشُهداء غير طبيعة المساومة على البيع والشّراء</w:t>
      </w:r>
      <w:r w:rsidR="00364168">
        <w:rPr>
          <w:rtl/>
        </w:rPr>
        <w:t>.</w:t>
      </w:r>
      <w:r>
        <w:rPr>
          <w:rtl/>
        </w:rPr>
        <w:t xml:space="preserve"> </w:t>
      </w:r>
    </w:p>
    <w:p w:rsidR="002B49A5" w:rsidRDefault="002B49A5" w:rsidP="002B49A5">
      <w:pPr>
        <w:pStyle w:val="libNormal"/>
        <w:rPr>
          <w:rtl/>
        </w:rPr>
      </w:pPr>
      <w:r>
        <w:rPr>
          <w:rtl/>
        </w:rPr>
        <w:t>طبيعة المساومة موكلة بالحرص على الهنات</w:t>
      </w:r>
      <w:r w:rsidR="008F60AE">
        <w:rPr>
          <w:rtl/>
        </w:rPr>
        <w:t xml:space="preserve"> ...</w:t>
      </w:r>
      <w:r>
        <w:rPr>
          <w:rtl/>
        </w:rPr>
        <w:t xml:space="preserve"> وطبيعة الشّهادة موكلة ببذل الحياة لما هو أدوم من الحياة</w:t>
      </w:r>
      <w:r w:rsidR="008F60AE">
        <w:rPr>
          <w:rtl/>
        </w:rPr>
        <w:t xml:space="preserve"> ...</w:t>
      </w:r>
      <w:r>
        <w:rPr>
          <w:rtl/>
        </w:rPr>
        <w:t xml:space="preserve"> وشتان طبيعة وطبيعة</w:t>
      </w:r>
      <w:r w:rsidR="00364168">
        <w:rPr>
          <w:rtl/>
        </w:rPr>
        <w:t>،</w:t>
      </w:r>
      <w:r>
        <w:rPr>
          <w:rtl/>
        </w:rPr>
        <w:t xml:space="preserve"> وشتان خطأ الشُهداء وخطأ المساومين</w:t>
      </w:r>
      <w:r w:rsidR="00364168">
        <w:rPr>
          <w:rtl/>
        </w:rPr>
        <w:t>.</w:t>
      </w:r>
    </w:p>
    <w:p w:rsidR="002B49A5" w:rsidRDefault="002B49A5" w:rsidP="002B49A5">
      <w:pPr>
        <w:pStyle w:val="libNormal"/>
        <w:rPr>
          <w:rtl/>
        </w:rPr>
      </w:pPr>
      <w:r>
        <w:rPr>
          <w:rtl/>
        </w:rPr>
        <w:t>وليست موازين المساومة بالموازين الفذّة التي يصلح عليها أمر بني الإنسان</w:t>
      </w:r>
      <w:r w:rsidR="00364168">
        <w:rPr>
          <w:rtl/>
        </w:rPr>
        <w:t>،</w:t>
      </w:r>
      <w:r>
        <w:rPr>
          <w:rtl/>
        </w:rPr>
        <w:t xml:space="preserve"> فإنّ بني الإنسان ما بهم غنى قط عن الذين يخطئون</w:t>
      </w:r>
      <w:r w:rsidR="00364168">
        <w:rPr>
          <w:rtl/>
        </w:rPr>
        <w:t>؛</w:t>
      </w:r>
      <w:r>
        <w:rPr>
          <w:rtl/>
        </w:rPr>
        <w:t xml:space="preserve"> لأنّهم أرفع من المصيبين</w:t>
      </w:r>
      <w:r w:rsidR="00364168">
        <w:rPr>
          <w:rtl/>
        </w:rPr>
        <w:t>،</w:t>
      </w:r>
      <w:r>
        <w:rPr>
          <w:rtl/>
        </w:rPr>
        <w:t xml:space="preserve"> وإنّهم لهم الشُهداء</w:t>
      </w:r>
      <w:r w:rsidR="00364168">
        <w:rPr>
          <w:rtl/>
        </w:rPr>
        <w:t>.</w:t>
      </w:r>
    </w:p>
    <w:p w:rsidR="002B49A5" w:rsidRDefault="002B49A5" w:rsidP="002B49A5">
      <w:pPr>
        <w:pStyle w:val="libNormal"/>
        <w:rPr>
          <w:rtl/>
        </w:rPr>
      </w:pPr>
      <w:r>
        <w:rPr>
          <w:rtl/>
        </w:rPr>
        <w:t>وإنّهم لعلى صواب في المدى البعيد</w:t>
      </w:r>
      <w:r w:rsidR="00364168">
        <w:rPr>
          <w:rtl/>
        </w:rPr>
        <w:t>،</w:t>
      </w:r>
      <w:r>
        <w:rPr>
          <w:rtl/>
        </w:rPr>
        <w:t xml:space="preserve"> وإن كانوا على خطأ في المدى القريب</w:t>
      </w:r>
      <w:r w:rsidR="008F60AE">
        <w:rPr>
          <w:rtl/>
        </w:rPr>
        <w:t xml:space="preserve"> ...</w:t>
      </w:r>
      <w:r>
        <w:rPr>
          <w:rtl/>
        </w:rPr>
        <w:t xml:space="preserve"> مدى الأجواف والمعدات والجلود لا مدى الأرواح والأخلاد</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من هؤلاء كان الحُسين رضي الله عنه</w:t>
      </w:r>
      <w:r w:rsidR="00364168">
        <w:rPr>
          <w:rtl/>
        </w:rPr>
        <w:t>،</w:t>
      </w:r>
      <w:r>
        <w:rPr>
          <w:rtl/>
        </w:rPr>
        <w:t xml:space="preserve"> بل هو أبو الشُهداء وينبوع شهادة متعاقبة لا يقرن بها ينبوع في تاريخ البشر أجمعين</w:t>
      </w:r>
      <w:r w:rsidR="00364168">
        <w:rPr>
          <w:rtl/>
        </w:rPr>
        <w:t>.</w:t>
      </w:r>
    </w:p>
    <w:p w:rsidR="002B49A5" w:rsidRDefault="002B49A5" w:rsidP="002B49A5">
      <w:pPr>
        <w:pStyle w:val="libNormal"/>
        <w:rPr>
          <w:rtl/>
        </w:rPr>
      </w:pPr>
      <w:r>
        <w:rPr>
          <w:rtl/>
        </w:rPr>
        <w:t>فلا جرم يصيب في المدى البعيد ويخطئ في المدى القريب</w:t>
      </w:r>
      <w:r w:rsidR="008F60AE">
        <w:rPr>
          <w:rtl/>
        </w:rPr>
        <w:t xml:space="preserve"> ...</w:t>
      </w:r>
      <w:r>
        <w:rPr>
          <w:rtl/>
        </w:rPr>
        <w:t xml:space="preserve"> مدى المنفعة التي تناله هو في معيشة يومه</w:t>
      </w:r>
      <w:r w:rsidR="00364168">
        <w:rPr>
          <w:rtl/>
        </w:rPr>
        <w:t>،</w:t>
      </w:r>
      <w:r>
        <w:rPr>
          <w:rtl/>
        </w:rPr>
        <w:t xml:space="preserve"> وهو المدى الذي لا يأسف عليه ولا ينص الركاب إليه</w:t>
      </w:r>
      <w:r w:rsidR="00364168">
        <w:rPr>
          <w:rtl/>
        </w:rPr>
        <w:t>.</w:t>
      </w:r>
    </w:p>
    <w:p w:rsidR="002B49A5" w:rsidRDefault="002B49A5" w:rsidP="008F60AE">
      <w:pPr>
        <w:pStyle w:val="libCenter"/>
        <w:rPr>
          <w:rtl/>
        </w:rPr>
      </w:pPr>
      <w:r>
        <w:rPr>
          <w:rtl/>
        </w:rPr>
        <w:t>* * *</w:t>
      </w:r>
    </w:p>
    <w:p w:rsidR="002B49A5" w:rsidRDefault="002B49A5" w:rsidP="002B49A5">
      <w:pPr>
        <w:pStyle w:val="libNormal"/>
      </w:pPr>
      <w:r>
        <w:rPr>
          <w:rtl/>
        </w:rPr>
        <w:br w:type="page"/>
      </w:r>
    </w:p>
    <w:p w:rsidR="002B49A5" w:rsidRDefault="002B49A5" w:rsidP="002B49A5">
      <w:pPr>
        <w:pStyle w:val="libNormal"/>
      </w:pPr>
      <w:r>
        <w:rPr>
          <w:rtl/>
        </w:rPr>
        <w:lastRenderedPageBreak/>
        <w:br w:type="page"/>
      </w:r>
    </w:p>
    <w:p w:rsidR="002B49A5" w:rsidRDefault="002B49A5" w:rsidP="00390D32">
      <w:pPr>
        <w:pStyle w:val="Heading1Center"/>
        <w:rPr>
          <w:rtl/>
        </w:rPr>
      </w:pPr>
      <w:bookmarkStart w:id="88" w:name="_Toc374273693"/>
      <w:bookmarkStart w:id="89" w:name="_Toc374273995"/>
      <w:r>
        <w:rPr>
          <w:rtl/>
        </w:rPr>
        <w:lastRenderedPageBreak/>
        <w:t>كربلاء</w:t>
      </w:r>
      <w:bookmarkEnd w:id="88"/>
      <w:bookmarkEnd w:id="89"/>
    </w:p>
    <w:p w:rsidR="002B49A5" w:rsidRDefault="002B49A5" w:rsidP="00390D32">
      <w:pPr>
        <w:pStyle w:val="Heading2Center"/>
        <w:rPr>
          <w:rtl/>
        </w:rPr>
      </w:pPr>
      <w:bookmarkStart w:id="90" w:name="_Toc374273694"/>
      <w:bookmarkStart w:id="91" w:name="_Toc374273996"/>
      <w:r>
        <w:rPr>
          <w:rtl/>
        </w:rPr>
        <w:t>الحرّم ا</w:t>
      </w:r>
      <w:r w:rsidR="009A226F">
        <w:rPr>
          <w:rtl/>
        </w:rPr>
        <w:t>لم</w:t>
      </w:r>
      <w:r>
        <w:rPr>
          <w:rtl/>
        </w:rPr>
        <w:t>قدّس</w:t>
      </w:r>
      <w:r w:rsidR="00364168">
        <w:rPr>
          <w:rtl/>
        </w:rPr>
        <w:t>:</w:t>
      </w:r>
      <w:bookmarkEnd w:id="90"/>
      <w:bookmarkEnd w:id="91"/>
    </w:p>
    <w:p w:rsidR="002B49A5" w:rsidRDefault="002B49A5" w:rsidP="002B49A5">
      <w:pPr>
        <w:pStyle w:val="libNormal"/>
        <w:rPr>
          <w:rtl/>
        </w:rPr>
      </w:pPr>
      <w:r>
        <w:rPr>
          <w:rtl/>
        </w:rPr>
        <w:t>عرفت قديماً باسم (كور بابل) ثمّ صحفت إلى كربلاء</w:t>
      </w:r>
      <w:r w:rsidR="00364168">
        <w:rPr>
          <w:rtl/>
        </w:rPr>
        <w:t>،</w:t>
      </w:r>
      <w:r>
        <w:rPr>
          <w:rtl/>
        </w:rPr>
        <w:t xml:space="preserve"> فجعلها هذا التصحيف عرضة لتصحيف آخر يجمع بين الكرب والبلاء</w:t>
      </w:r>
      <w:r w:rsidR="00364168">
        <w:rPr>
          <w:rtl/>
        </w:rPr>
        <w:t>،</w:t>
      </w:r>
      <w:r>
        <w:rPr>
          <w:rtl/>
        </w:rPr>
        <w:t xml:space="preserve"> كما رسمها بعض الشُعراء</w:t>
      </w:r>
      <w:r w:rsidR="008F60AE">
        <w:rPr>
          <w:rtl/>
        </w:rPr>
        <w:t xml:space="preserve"> ...</w:t>
      </w:r>
      <w:r>
        <w:rPr>
          <w:rtl/>
        </w:rPr>
        <w:t xml:space="preserve"> </w:t>
      </w:r>
    </w:p>
    <w:p w:rsidR="002B49A5" w:rsidRDefault="002B49A5" w:rsidP="002B49A5">
      <w:pPr>
        <w:pStyle w:val="libNormal"/>
        <w:rPr>
          <w:rtl/>
        </w:rPr>
      </w:pPr>
      <w:r>
        <w:rPr>
          <w:rtl/>
        </w:rPr>
        <w:t>ولم يكن لها ما تذكر به في أقرب جيرة لها فضلاً عن إرجاء الدُنيا البعيدة منها</w:t>
      </w:r>
      <w:r w:rsidR="008F60AE">
        <w:rPr>
          <w:rtl/>
        </w:rPr>
        <w:t xml:space="preserve"> ...</w:t>
      </w:r>
      <w:r>
        <w:rPr>
          <w:rtl/>
        </w:rPr>
        <w:t xml:space="preserve"> فليس لها من موقعها</w:t>
      </w:r>
      <w:r w:rsidR="00364168">
        <w:rPr>
          <w:rtl/>
        </w:rPr>
        <w:t>،</w:t>
      </w:r>
      <w:r>
        <w:rPr>
          <w:rtl/>
        </w:rPr>
        <w:t xml:space="preserve"> ولا تربتها</w:t>
      </w:r>
      <w:r w:rsidR="00364168">
        <w:rPr>
          <w:rtl/>
        </w:rPr>
        <w:t>،</w:t>
      </w:r>
      <w:r>
        <w:rPr>
          <w:rtl/>
        </w:rPr>
        <w:t xml:space="preserve"> ولا من حوادثها</w:t>
      </w:r>
      <w:r w:rsidR="00364168">
        <w:rPr>
          <w:rtl/>
        </w:rPr>
        <w:t>،</w:t>
      </w:r>
      <w:r>
        <w:rPr>
          <w:rtl/>
        </w:rPr>
        <w:t xml:space="preserve"> ما يغري أحداً برؤيتها ثمّ يثبت في ذاكرة من يراها ساعة يرحل عنها</w:t>
      </w:r>
      <w:r w:rsidR="00364168">
        <w:rPr>
          <w:rtl/>
        </w:rPr>
        <w:t>.</w:t>
      </w:r>
      <w:r>
        <w:rPr>
          <w:rtl/>
        </w:rPr>
        <w:t xml:space="preserve"> فلعلّ الزمن كان خليقاً أن يعبر بها سنة بعد سنة وعصراً بعد عصر</w:t>
      </w:r>
      <w:r w:rsidR="00364168">
        <w:rPr>
          <w:rtl/>
        </w:rPr>
        <w:t>،</w:t>
      </w:r>
      <w:r>
        <w:rPr>
          <w:rtl/>
        </w:rPr>
        <w:t xml:space="preserve"> دون أن يسمع لها اسم أو يحسّ لها بوجود</w:t>
      </w:r>
      <w:r w:rsidR="008F60AE">
        <w:rPr>
          <w:rtl/>
        </w:rPr>
        <w:t xml:space="preserve"> ...</w:t>
      </w:r>
      <w:r>
        <w:rPr>
          <w:rtl/>
        </w:rPr>
        <w:t xml:space="preserve"> إلاّ أن تذكر نينوى وجيرتها فتدخل في زمرة تلك الجيرة بغير حساب</w:t>
      </w:r>
      <w:r w:rsidR="00364168">
        <w:rPr>
          <w:rtl/>
        </w:rPr>
        <w:t>.</w:t>
      </w:r>
    </w:p>
    <w:p w:rsidR="002B49A5" w:rsidRDefault="002B49A5" w:rsidP="002B49A5">
      <w:pPr>
        <w:pStyle w:val="libNormal"/>
        <w:rPr>
          <w:rtl/>
        </w:rPr>
      </w:pPr>
      <w:r>
        <w:rPr>
          <w:rtl/>
        </w:rPr>
        <w:t>وشاءت مصادفة من المصادفات أن يُساق إليها ركب الحُسين بعد أن حيل بينه وبين كلّ وجهة اُخرى</w:t>
      </w:r>
      <w:r w:rsidR="00364168">
        <w:rPr>
          <w:rtl/>
        </w:rPr>
        <w:t>،</w:t>
      </w:r>
      <w:r>
        <w:rPr>
          <w:rtl/>
        </w:rPr>
        <w:t xml:space="preserve"> فاقترن تاريخها منذ ذلك اليوم بتاريخ الإسلام كلّه</w:t>
      </w:r>
      <w:r w:rsidR="00364168">
        <w:rPr>
          <w:rtl/>
        </w:rPr>
        <w:t>،</w:t>
      </w:r>
      <w:r>
        <w:rPr>
          <w:rtl/>
        </w:rPr>
        <w:t xml:space="preserve"> ومن حقّه أن يقترن بتاريخ بني الإنسان حيثما</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عرفت لهذا الإنسان فضيلة يستحقّ بها التنويه والتخليد</w:t>
      </w:r>
      <w:r w:rsidR="00364168">
        <w:rPr>
          <w:rtl/>
        </w:rPr>
        <w:t>.</w:t>
      </w:r>
    </w:p>
    <w:p w:rsidR="002B49A5" w:rsidRDefault="00390D32" w:rsidP="002B49A5">
      <w:pPr>
        <w:pStyle w:val="libNormal"/>
        <w:rPr>
          <w:rtl/>
        </w:rPr>
      </w:pPr>
      <w:r>
        <w:rPr>
          <w:rtl/>
        </w:rPr>
        <w:t>فهي اليوم حرم يزوره الم</w:t>
      </w:r>
      <w:r w:rsidR="002B49A5">
        <w:rPr>
          <w:rtl/>
        </w:rPr>
        <w:t>سلمون للعبرة والذكرى</w:t>
      </w:r>
      <w:r w:rsidR="00364168">
        <w:rPr>
          <w:rtl/>
        </w:rPr>
        <w:t>،</w:t>
      </w:r>
      <w:r w:rsidR="002B49A5">
        <w:rPr>
          <w:rtl/>
        </w:rPr>
        <w:t xml:space="preserve"> ويزوره غير ا</w:t>
      </w:r>
      <w:r w:rsidR="009A226F">
        <w:rPr>
          <w:rtl/>
        </w:rPr>
        <w:t>لم</w:t>
      </w:r>
      <w:r w:rsidR="002B49A5">
        <w:rPr>
          <w:rtl/>
        </w:rPr>
        <w:t>سلمين للنظر والمشاهدة</w:t>
      </w:r>
      <w:r w:rsidR="00364168">
        <w:rPr>
          <w:rtl/>
        </w:rPr>
        <w:t>،</w:t>
      </w:r>
      <w:r w:rsidR="002B49A5">
        <w:rPr>
          <w:rtl/>
        </w:rPr>
        <w:t xml:space="preserve"> ولكنّها لو أعطيت حقّها من التنويه والتخليد</w:t>
      </w:r>
      <w:r w:rsidR="00364168">
        <w:rPr>
          <w:rtl/>
        </w:rPr>
        <w:t>،</w:t>
      </w:r>
      <w:r w:rsidR="002B49A5">
        <w:rPr>
          <w:rtl/>
        </w:rPr>
        <w:t xml:space="preserve"> لحقّ لها أن تصبح مزاراً لكلّ آدمي يعرف لبني نوعه نصيباً من القداسة وحظّاً من الفضيلة</w:t>
      </w:r>
      <w:r w:rsidR="00364168">
        <w:rPr>
          <w:rtl/>
        </w:rPr>
        <w:t>؛</w:t>
      </w:r>
      <w:r w:rsidR="002B49A5">
        <w:rPr>
          <w:rtl/>
        </w:rPr>
        <w:t xml:space="preserve"> لأنّنا لا نذكر بقعة من بقاع هذه الأرض يقترن اسمها بجملة من الفضائل والمناقب</w:t>
      </w:r>
      <w:r w:rsidR="00364168">
        <w:rPr>
          <w:rtl/>
        </w:rPr>
        <w:t>،</w:t>
      </w:r>
      <w:r w:rsidR="002B49A5">
        <w:rPr>
          <w:rtl/>
        </w:rPr>
        <w:t xml:space="preserve"> أسمى وألزم لنوع الإنسان من تلك التي اقترنت باسم كربلاء بعد مصرع الحُسين فيها</w:t>
      </w:r>
      <w:r w:rsidR="00364168">
        <w:rPr>
          <w:rtl/>
        </w:rPr>
        <w:t>.</w:t>
      </w:r>
    </w:p>
    <w:p w:rsidR="002B49A5" w:rsidRDefault="002B49A5" w:rsidP="002B49A5">
      <w:pPr>
        <w:pStyle w:val="libNormal"/>
        <w:rPr>
          <w:rtl/>
        </w:rPr>
      </w:pPr>
      <w:r>
        <w:rPr>
          <w:rtl/>
        </w:rPr>
        <w:t>فكلّ صفة من تلك الصفات العلوية التي بها الإنسان إنسان</w:t>
      </w:r>
      <w:r w:rsidR="00364168">
        <w:rPr>
          <w:rtl/>
        </w:rPr>
        <w:t>،</w:t>
      </w:r>
      <w:r>
        <w:rPr>
          <w:rtl/>
        </w:rPr>
        <w:t xml:space="preserve"> وبغيرها لا يحسب غير ضرب من الحيوان السّائم</w:t>
      </w:r>
      <w:r w:rsidR="008F60AE">
        <w:rPr>
          <w:rtl/>
        </w:rPr>
        <w:t xml:space="preserve"> ...</w:t>
      </w:r>
      <w:r>
        <w:rPr>
          <w:rtl/>
        </w:rPr>
        <w:t xml:space="preserve"> فهي مقرونة في الذاكرة بأيّام الحُسين رضي الله عنه في تلك البقعة الجرداء</w:t>
      </w:r>
      <w:r w:rsidR="008F60AE">
        <w:rPr>
          <w:rtl/>
        </w:rPr>
        <w:t xml:space="preserve"> ...</w:t>
      </w:r>
      <w:r>
        <w:rPr>
          <w:rtl/>
        </w:rPr>
        <w:t xml:space="preserve"> وليس في نوع الإنسان صفات علويات أنبل ولا ألزم له من الإيمان والفداء والإيثار</w:t>
      </w:r>
      <w:r w:rsidR="00364168">
        <w:rPr>
          <w:rtl/>
        </w:rPr>
        <w:t>،</w:t>
      </w:r>
      <w:r>
        <w:rPr>
          <w:rtl/>
        </w:rPr>
        <w:t xml:space="preserve"> ويقظة الضمير</w:t>
      </w:r>
      <w:r w:rsidR="00364168">
        <w:rPr>
          <w:rtl/>
        </w:rPr>
        <w:t>،</w:t>
      </w:r>
      <w:r>
        <w:rPr>
          <w:rtl/>
        </w:rPr>
        <w:t xml:space="preserve"> وتعظيم الحقّ</w:t>
      </w:r>
      <w:r w:rsidR="00364168">
        <w:rPr>
          <w:rtl/>
        </w:rPr>
        <w:t>،</w:t>
      </w:r>
      <w:r>
        <w:rPr>
          <w:rtl/>
        </w:rPr>
        <w:t xml:space="preserve"> ورعاية الواجب</w:t>
      </w:r>
      <w:r w:rsidR="00364168">
        <w:rPr>
          <w:rtl/>
        </w:rPr>
        <w:t>،</w:t>
      </w:r>
      <w:r>
        <w:rPr>
          <w:rtl/>
        </w:rPr>
        <w:t xml:space="preserve"> والجلد في المحنة</w:t>
      </w:r>
      <w:r w:rsidR="00364168">
        <w:rPr>
          <w:rtl/>
        </w:rPr>
        <w:t>،</w:t>
      </w:r>
      <w:r>
        <w:rPr>
          <w:rtl/>
        </w:rPr>
        <w:t xml:space="preserve"> والأنفة من الضيم</w:t>
      </w:r>
      <w:r w:rsidR="00364168">
        <w:rPr>
          <w:rtl/>
        </w:rPr>
        <w:t>،</w:t>
      </w:r>
      <w:r>
        <w:rPr>
          <w:rtl/>
        </w:rPr>
        <w:t xml:space="preserve"> والشّجاعة في وجه الموت المحتوم</w:t>
      </w:r>
      <w:r w:rsidR="008F60AE">
        <w:rPr>
          <w:rtl/>
        </w:rPr>
        <w:t xml:space="preserve"> ...</w:t>
      </w:r>
      <w:r>
        <w:rPr>
          <w:rtl/>
        </w:rPr>
        <w:t xml:space="preserve"> </w:t>
      </w:r>
    </w:p>
    <w:p w:rsidR="002B49A5" w:rsidRDefault="002B49A5" w:rsidP="002B49A5">
      <w:pPr>
        <w:pStyle w:val="libNormal"/>
        <w:rPr>
          <w:rtl/>
        </w:rPr>
      </w:pPr>
      <w:r>
        <w:rPr>
          <w:rtl/>
        </w:rPr>
        <w:t>وهي</w:t>
      </w:r>
      <w:r w:rsidR="004C4A93">
        <w:rPr>
          <w:rtl/>
        </w:rPr>
        <w:t xml:space="preserve"> - </w:t>
      </w:r>
      <w:r>
        <w:rPr>
          <w:rtl/>
        </w:rPr>
        <w:t>ومثيلات لها من طرازها</w:t>
      </w:r>
      <w:r w:rsidR="004C4A93">
        <w:rPr>
          <w:rtl/>
        </w:rPr>
        <w:t xml:space="preserve"> - </w:t>
      </w:r>
      <w:r>
        <w:rPr>
          <w:rtl/>
        </w:rPr>
        <w:t>هي التي تجلّت في حوادث كربلاء منذ نزل بها ركب الحُسين</w:t>
      </w:r>
      <w:r w:rsidR="00364168">
        <w:rPr>
          <w:rtl/>
        </w:rPr>
        <w:t>،</w:t>
      </w:r>
      <w:r>
        <w:rPr>
          <w:rtl/>
        </w:rPr>
        <w:t xml:space="preserve"> ولم تجتمع كلّها ولا تجلّت قط في موطن من المواطن تجلّيها في تلك الحوادث</w:t>
      </w:r>
      <w:r w:rsidR="00364168">
        <w:rPr>
          <w:rtl/>
        </w:rPr>
        <w:t>،</w:t>
      </w:r>
      <w:r>
        <w:rPr>
          <w:rtl/>
        </w:rPr>
        <w:t xml:space="preserve"> وقد شاء القدر أن تكون في جانب منها أشرف ما يشرّف به أبناء آدم</w:t>
      </w:r>
      <w:r w:rsidR="00364168">
        <w:rPr>
          <w:rtl/>
        </w:rPr>
        <w:t>؛</w:t>
      </w:r>
      <w:r>
        <w:rPr>
          <w:rtl/>
        </w:rPr>
        <w:t xml:space="preserve"> لأنّها في الجانب الآخر منها أخزى ما يخزى به مخلوق من المخلوقات</w:t>
      </w:r>
      <w:r w:rsidR="008F60AE">
        <w:rPr>
          <w:rtl/>
        </w:rPr>
        <w:t xml:space="preserve"> ...</w:t>
      </w:r>
      <w:r>
        <w:rPr>
          <w:rtl/>
        </w:rPr>
        <w:t xml:space="preserve"> </w:t>
      </w:r>
    </w:p>
    <w:p w:rsidR="002B49A5" w:rsidRDefault="002B49A5" w:rsidP="002B49A5">
      <w:pPr>
        <w:pStyle w:val="libNormal"/>
        <w:rPr>
          <w:rtl/>
        </w:rPr>
      </w:pPr>
      <w:r>
        <w:rPr>
          <w:rtl/>
        </w:rPr>
        <w:t>وحسبك من تقويم الأخلاق في تلك النّفوس</w:t>
      </w:r>
      <w:r w:rsidR="00364168">
        <w:rPr>
          <w:rtl/>
        </w:rPr>
        <w:t>،</w:t>
      </w:r>
      <w:r>
        <w:rPr>
          <w:rtl/>
        </w:rPr>
        <w:t xml:space="preserve"> أنّه ما من أحد</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قُتل في كربلاء إلاّ كان في وسعه أن يتجنب القتل بكلمة أو بخطوة</w:t>
      </w:r>
      <w:r w:rsidR="00364168">
        <w:rPr>
          <w:rtl/>
        </w:rPr>
        <w:t>،</w:t>
      </w:r>
      <w:r>
        <w:rPr>
          <w:rtl/>
        </w:rPr>
        <w:t xml:space="preserve"> ولكنّهم جميعاً آثروا الموت عطاشاً جياعاً مناضلين على أن يقولوا تلك الكلمة أو يخطوا تلك الخطوة</w:t>
      </w:r>
      <w:r w:rsidR="00364168">
        <w:rPr>
          <w:rtl/>
        </w:rPr>
        <w:t>؛</w:t>
      </w:r>
      <w:r>
        <w:rPr>
          <w:rtl/>
        </w:rPr>
        <w:t xml:space="preserve"> لأنّهم آثروا جمال الأخلاق على متاع الحياة</w:t>
      </w:r>
      <w:r w:rsidR="008F60AE">
        <w:rPr>
          <w:rtl/>
        </w:rPr>
        <w:t xml:space="preserve"> ...</w:t>
      </w:r>
      <w:r>
        <w:rPr>
          <w:rtl/>
        </w:rPr>
        <w:t xml:space="preserve"> </w:t>
      </w:r>
    </w:p>
    <w:p w:rsidR="002B49A5" w:rsidRDefault="002B49A5" w:rsidP="002B49A5">
      <w:pPr>
        <w:pStyle w:val="libNormal"/>
        <w:rPr>
          <w:rtl/>
        </w:rPr>
      </w:pPr>
      <w:r>
        <w:rPr>
          <w:rtl/>
        </w:rPr>
        <w:t>أو حسبك من تقويم الأخلاق في نفس قائدها وقدوتها أنّهم رأوه بينهم فافتدوه بأنفسهم</w:t>
      </w:r>
      <w:r w:rsidR="00364168">
        <w:rPr>
          <w:rtl/>
        </w:rPr>
        <w:t>،</w:t>
      </w:r>
      <w:r>
        <w:rPr>
          <w:rtl/>
        </w:rPr>
        <w:t xml:space="preserve"> ولن يبتعث المرء روح الاستشهاد فيمن يلازمه إلاّ أن يكون هو أهلاً للاستشهاد في سبيله وسبيل دعوته</w:t>
      </w:r>
      <w:r w:rsidR="00364168">
        <w:rPr>
          <w:rtl/>
        </w:rPr>
        <w:t>،</w:t>
      </w:r>
      <w:r>
        <w:rPr>
          <w:rtl/>
        </w:rPr>
        <w:t xml:space="preserve"> وأن يكون في سليقة الشّهيد الذي يأتمّ به الشُهداء</w:t>
      </w:r>
      <w:r w:rsidR="00364168">
        <w:rPr>
          <w:rtl/>
        </w:rPr>
        <w:t>.</w:t>
      </w:r>
    </w:p>
    <w:p w:rsidR="002B49A5" w:rsidRPr="00390D32" w:rsidRDefault="002B49A5" w:rsidP="00390D32">
      <w:pPr>
        <w:pStyle w:val="Heading2"/>
        <w:rPr>
          <w:rtl/>
        </w:rPr>
      </w:pPr>
      <w:bookmarkStart w:id="92" w:name="نموت_معك"/>
      <w:bookmarkStart w:id="93" w:name="_Toc374273695"/>
      <w:bookmarkStart w:id="94" w:name="_Toc374273997"/>
      <w:bookmarkEnd w:id="92"/>
      <w:r w:rsidRPr="00390D32">
        <w:rPr>
          <w:rtl/>
        </w:rPr>
        <w:t>نموت معك</w:t>
      </w:r>
      <w:r w:rsidR="00364168" w:rsidRPr="00390D32">
        <w:rPr>
          <w:rtl/>
        </w:rPr>
        <w:t>:</w:t>
      </w:r>
      <w:bookmarkEnd w:id="93"/>
      <w:bookmarkEnd w:id="94"/>
    </w:p>
    <w:p w:rsidR="002B49A5" w:rsidRDefault="002B49A5" w:rsidP="002B49A5">
      <w:pPr>
        <w:pStyle w:val="libNormal"/>
        <w:rPr>
          <w:rtl/>
        </w:rPr>
      </w:pPr>
      <w:r w:rsidRPr="002B49A5">
        <w:rPr>
          <w:rtl/>
        </w:rPr>
        <w:t>أقبل الفتى الصغير عليّ بن الحُسين على أبيه</w:t>
      </w:r>
      <w:r w:rsidR="008F60AE">
        <w:rPr>
          <w:rtl/>
        </w:rPr>
        <w:t xml:space="preserve"> ...</w:t>
      </w:r>
      <w:r w:rsidRPr="002B49A5">
        <w:rPr>
          <w:rtl/>
        </w:rPr>
        <w:t xml:space="preserve"> وقد علم أنّهم مخيّرون بين الموت والتسليم فسأله</w:t>
      </w:r>
      <w:r w:rsidR="00364168">
        <w:rPr>
          <w:rtl/>
        </w:rPr>
        <w:t>:</w:t>
      </w:r>
      <w:r w:rsidRPr="002B49A5">
        <w:rPr>
          <w:rtl/>
        </w:rPr>
        <w:t xml:space="preserve"> ألسنا على الحقّ</w:t>
      </w:r>
      <w:r w:rsidR="00364168">
        <w:rPr>
          <w:rtl/>
        </w:rPr>
        <w:t>؟</w:t>
      </w:r>
      <w:r w:rsidRPr="002B49A5">
        <w:rPr>
          <w:rtl/>
        </w:rPr>
        <w:t>! قال الوالد المنجب النّجيب</w:t>
      </w:r>
      <w:r w:rsidR="00364168">
        <w:rPr>
          <w:rtl/>
        </w:rPr>
        <w:t>:</w:t>
      </w:r>
      <w:r w:rsidRPr="002B49A5">
        <w:rPr>
          <w:rtl/>
        </w:rPr>
        <w:t xml:space="preserve"> </w:t>
      </w:r>
      <w:r w:rsidRPr="002B49A5">
        <w:rPr>
          <w:rStyle w:val="libBold2Char"/>
          <w:rtl/>
        </w:rPr>
        <w:t>(( بلى والذي يرجع إليه العباد ))</w:t>
      </w:r>
      <w:r w:rsidR="00364168">
        <w:rPr>
          <w:rStyle w:val="libBold2Char"/>
          <w:rtl/>
        </w:rPr>
        <w:t>.</w:t>
      </w:r>
      <w:r w:rsidRPr="002B49A5">
        <w:rPr>
          <w:rStyle w:val="libBold2Char"/>
          <w:rtl/>
        </w:rPr>
        <w:t xml:space="preserve"> </w:t>
      </w:r>
      <w:r w:rsidRPr="002B49A5">
        <w:rPr>
          <w:rtl/>
        </w:rPr>
        <w:t>فقال الفتى</w:t>
      </w:r>
      <w:r w:rsidR="00364168">
        <w:rPr>
          <w:rtl/>
        </w:rPr>
        <w:t>:</w:t>
      </w:r>
      <w:r w:rsidRPr="002B49A5">
        <w:rPr>
          <w:rtl/>
        </w:rPr>
        <w:t xml:space="preserve"> يا أبه</w:t>
      </w:r>
      <w:r w:rsidR="00364168">
        <w:rPr>
          <w:rtl/>
        </w:rPr>
        <w:t>،</w:t>
      </w:r>
      <w:r w:rsidRPr="002B49A5">
        <w:rPr>
          <w:rtl/>
        </w:rPr>
        <w:t xml:space="preserve"> فإذن لا تُبالي</w:t>
      </w:r>
      <w:r w:rsidR="008F60AE">
        <w:rPr>
          <w:rtl/>
        </w:rPr>
        <w:t xml:space="preserve"> ...</w:t>
      </w:r>
      <w:r w:rsidRPr="002B49A5">
        <w:rPr>
          <w:rtl/>
        </w:rPr>
        <w:t xml:space="preserve"> وهكذا كانوا جميعاً لا يُبالون ما يلقون</w:t>
      </w:r>
      <w:r w:rsidR="00364168">
        <w:rPr>
          <w:rtl/>
        </w:rPr>
        <w:t>،</w:t>
      </w:r>
      <w:r w:rsidRPr="002B49A5">
        <w:rPr>
          <w:rtl/>
        </w:rPr>
        <w:t xml:space="preserve"> ما علموا أنّهم قائمون بالحقّ وعليه يموتون</w:t>
      </w:r>
      <w:r w:rsidR="008F60AE">
        <w:rPr>
          <w:rtl/>
        </w:rPr>
        <w:t xml:space="preserve"> ...</w:t>
      </w:r>
      <w:r w:rsidRPr="002B49A5">
        <w:rPr>
          <w:rtl/>
        </w:rPr>
        <w:t xml:space="preserve"> </w:t>
      </w:r>
    </w:p>
    <w:p w:rsidR="002B49A5" w:rsidRDefault="002B49A5" w:rsidP="002B49A5">
      <w:pPr>
        <w:pStyle w:val="libNormal"/>
      </w:pPr>
      <w:r>
        <w:rPr>
          <w:rtl/>
        </w:rPr>
        <w:br w:type="page"/>
      </w:r>
    </w:p>
    <w:p w:rsidR="002B49A5" w:rsidRDefault="002B49A5" w:rsidP="002B49A5">
      <w:pPr>
        <w:pStyle w:val="libNormal"/>
        <w:rPr>
          <w:rtl/>
        </w:rPr>
      </w:pPr>
      <w:r w:rsidRPr="002B49A5">
        <w:rPr>
          <w:rtl/>
        </w:rPr>
        <w:lastRenderedPageBreak/>
        <w:t>وأراد الحُسين</w:t>
      </w:r>
      <w:r w:rsidR="004C4A93">
        <w:rPr>
          <w:rtl/>
        </w:rPr>
        <w:t xml:space="preserve"> - </w:t>
      </w:r>
      <w:r w:rsidRPr="002B49A5">
        <w:rPr>
          <w:rtl/>
        </w:rPr>
        <w:t>وقد علم أنّ التسليم لا يكون</w:t>
      </w:r>
      <w:r w:rsidR="004C4A93">
        <w:rPr>
          <w:rtl/>
        </w:rPr>
        <w:t xml:space="preserve"> - </w:t>
      </w:r>
      <w:r w:rsidRPr="002B49A5">
        <w:rPr>
          <w:rtl/>
        </w:rPr>
        <w:t>أن يبقى للموت وحده وألاّ يعرّض له أحداً من صحبه</w:t>
      </w:r>
      <w:r w:rsidR="00364168">
        <w:rPr>
          <w:rtl/>
        </w:rPr>
        <w:t>؛</w:t>
      </w:r>
      <w:r w:rsidRPr="002B49A5">
        <w:rPr>
          <w:rtl/>
        </w:rPr>
        <w:t xml:space="preserve"> فجمعهم مرّة بعد مرّة وهو يقول لهم في كلّ مرّة</w:t>
      </w:r>
      <w:r w:rsidR="00364168">
        <w:rPr>
          <w:rtl/>
        </w:rPr>
        <w:t>:</w:t>
      </w:r>
      <w:r w:rsidRPr="002B49A5">
        <w:rPr>
          <w:rtl/>
        </w:rPr>
        <w:t xml:space="preserve"> </w:t>
      </w:r>
      <w:r w:rsidRPr="002B49A5">
        <w:rPr>
          <w:rStyle w:val="libBold2Char"/>
          <w:rtl/>
        </w:rPr>
        <w:t>(( لقد بررتم وعاونتم</w:t>
      </w:r>
      <w:r w:rsidR="00364168">
        <w:rPr>
          <w:rStyle w:val="libBold2Char"/>
          <w:rtl/>
        </w:rPr>
        <w:t>،</w:t>
      </w:r>
      <w:r w:rsidRPr="002B49A5">
        <w:rPr>
          <w:rStyle w:val="libBold2Char"/>
          <w:rtl/>
        </w:rPr>
        <w:t xml:space="preserve"> والقوم لا يريدون غيري</w:t>
      </w:r>
      <w:r w:rsidR="00364168">
        <w:rPr>
          <w:rStyle w:val="libBold2Char"/>
          <w:rtl/>
        </w:rPr>
        <w:t>،</w:t>
      </w:r>
      <w:r w:rsidRPr="002B49A5">
        <w:rPr>
          <w:rStyle w:val="libBold2Char"/>
          <w:rtl/>
        </w:rPr>
        <w:t xml:space="preserve"> ولو قتلوني لم يبتغوا غيري أحداً</w:t>
      </w:r>
      <w:r w:rsidR="008F60AE">
        <w:rPr>
          <w:rStyle w:val="libBold2Char"/>
          <w:rtl/>
        </w:rPr>
        <w:t xml:space="preserve"> ...</w:t>
      </w:r>
      <w:r w:rsidRPr="002B49A5">
        <w:rPr>
          <w:rStyle w:val="libBold2Char"/>
          <w:rtl/>
        </w:rPr>
        <w:t xml:space="preserve"> فإذا جنّكم الليل فتفرّقوا في سواده وانجوا بأنفسكم</w:t>
      </w:r>
      <w:r w:rsidR="008F60AE">
        <w:rPr>
          <w:rStyle w:val="libBold2Char"/>
          <w:rtl/>
        </w:rPr>
        <w:t xml:space="preserve"> ...</w:t>
      </w:r>
      <w:r w:rsidRPr="002B49A5">
        <w:rPr>
          <w:rStyle w:val="libBold2Char"/>
          <w:rtl/>
        </w:rPr>
        <w:t xml:space="preserve"> ))</w:t>
      </w:r>
      <w:r w:rsidR="00364168">
        <w:rPr>
          <w:rStyle w:val="libBold2Char"/>
          <w:rtl/>
        </w:rPr>
        <w:t>.</w:t>
      </w:r>
    </w:p>
    <w:p w:rsidR="002B49A5" w:rsidRDefault="002B49A5" w:rsidP="002B49A5">
      <w:pPr>
        <w:pStyle w:val="libNormal"/>
        <w:rPr>
          <w:rtl/>
        </w:rPr>
      </w:pPr>
      <w:r>
        <w:rPr>
          <w:rtl/>
        </w:rPr>
        <w:t>فكأنّما كان قد أراد لهم الهلاك ولم يرد النّجاة</w:t>
      </w:r>
      <w:r w:rsidR="00364168">
        <w:rPr>
          <w:rtl/>
        </w:rPr>
        <w:t>،</w:t>
      </w:r>
      <w:r>
        <w:rPr>
          <w:rtl/>
        </w:rPr>
        <w:t xml:space="preserve"> وفزعوا من رجائهم إيّاه كما يفزع غيرهم من مطالبتهم بالثبات والبقاء</w:t>
      </w:r>
      <w:r w:rsidR="00364168">
        <w:rPr>
          <w:rtl/>
        </w:rPr>
        <w:t>.</w:t>
      </w:r>
      <w:r>
        <w:rPr>
          <w:rtl/>
        </w:rPr>
        <w:t xml:space="preserve"> وقالوا له</w:t>
      </w:r>
      <w:r w:rsidR="004C4A93">
        <w:rPr>
          <w:rtl/>
        </w:rPr>
        <w:t xml:space="preserve"> - </w:t>
      </w:r>
      <w:r>
        <w:rPr>
          <w:rtl/>
        </w:rPr>
        <w:t>كأنّهم يتكلمون بلسان واحد</w:t>
      </w:r>
      <w:r w:rsidR="009A226F">
        <w:rPr>
          <w:rtl/>
        </w:rPr>
        <w:t xml:space="preserve"> -</w:t>
      </w:r>
      <w:r w:rsidR="00364168">
        <w:rPr>
          <w:rtl/>
        </w:rPr>
        <w:t>:</w:t>
      </w:r>
      <w:r>
        <w:rPr>
          <w:rtl/>
        </w:rPr>
        <w:t xml:space="preserve"> معاذ الله والشّهر الحرام</w:t>
      </w:r>
      <w:r w:rsidR="008F60AE">
        <w:rPr>
          <w:rtl/>
        </w:rPr>
        <w:t xml:space="preserve"> ...</w:t>
      </w:r>
      <w:r>
        <w:rPr>
          <w:rtl/>
        </w:rPr>
        <w:t xml:space="preserve"> ماذا نقول للناس إذا رجعنا إليهم</w:t>
      </w:r>
      <w:r w:rsidR="00364168">
        <w:rPr>
          <w:rtl/>
        </w:rPr>
        <w:t>؟</w:t>
      </w:r>
      <w:r>
        <w:rPr>
          <w:rtl/>
        </w:rPr>
        <w:t xml:space="preserve"> أنقول لهم إنّا تركنا سيّدنا وابن سيّدنا وعمادنا</w:t>
      </w:r>
      <w:r w:rsidR="00364168">
        <w:rPr>
          <w:rtl/>
        </w:rPr>
        <w:t>،</w:t>
      </w:r>
      <w:r>
        <w:rPr>
          <w:rtl/>
        </w:rPr>
        <w:t xml:space="preserve"> تركناه غرضاً للنبل ودريئة للرماح وجزراً للسباع</w:t>
      </w:r>
      <w:r w:rsidR="00364168">
        <w:rPr>
          <w:rtl/>
        </w:rPr>
        <w:t>،</w:t>
      </w:r>
      <w:r>
        <w:rPr>
          <w:rtl/>
        </w:rPr>
        <w:t xml:space="preserve"> وفررنا عنه رغبة في الحياة</w:t>
      </w:r>
      <w:r w:rsidR="00364168">
        <w:rPr>
          <w:rtl/>
        </w:rPr>
        <w:t>؟</w:t>
      </w:r>
      <w:r>
        <w:rPr>
          <w:rtl/>
        </w:rPr>
        <w:t xml:space="preserve"> معاذ الله</w:t>
      </w:r>
      <w:r w:rsidR="008F60AE">
        <w:rPr>
          <w:rtl/>
        </w:rPr>
        <w:t xml:space="preserve"> ...</w:t>
      </w:r>
      <w:r>
        <w:rPr>
          <w:rtl/>
        </w:rPr>
        <w:t xml:space="preserve"> بل نحيا بحياتك ونموت معك</w:t>
      </w:r>
      <w:r w:rsidR="00364168">
        <w:rPr>
          <w:rtl/>
        </w:rPr>
        <w:t>.</w:t>
      </w:r>
      <w:r>
        <w:rPr>
          <w:rtl/>
        </w:rPr>
        <w:t xml:space="preserve"> </w:t>
      </w:r>
    </w:p>
    <w:p w:rsidR="002B49A5" w:rsidRDefault="002B49A5" w:rsidP="002B49A5">
      <w:pPr>
        <w:pStyle w:val="libNormal"/>
        <w:rPr>
          <w:rtl/>
        </w:rPr>
      </w:pPr>
      <w:r>
        <w:rPr>
          <w:rtl/>
        </w:rPr>
        <w:t>قالوا له نموت معك ولك رأيك</w:t>
      </w:r>
      <w:r w:rsidR="00364168">
        <w:rPr>
          <w:rtl/>
        </w:rPr>
        <w:t>،</w:t>
      </w:r>
      <w:r>
        <w:rPr>
          <w:rtl/>
        </w:rPr>
        <w:t xml:space="preserve"> ولم يخطر لأحد منهم أن يزيّن له العدول عن رأيه إيثاراً لنجاتهم ونجاته</w:t>
      </w:r>
      <w:r w:rsidR="00364168">
        <w:rPr>
          <w:rtl/>
        </w:rPr>
        <w:t>.</w:t>
      </w:r>
      <w:r>
        <w:rPr>
          <w:rtl/>
        </w:rPr>
        <w:t xml:space="preserve"> ولو خادعوا أنفسهم قليلاً لزيّنوا له التسليم وسمّوه نصيحة مخلصين يريدون له الحياة</w:t>
      </w:r>
      <w:r w:rsidR="00364168">
        <w:rPr>
          <w:rtl/>
        </w:rPr>
        <w:t>،</w:t>
      </w:r>
      <w:r>
        <w:rPr>
          <w:rtl/>
        </w:rPr>
        <w:t xml:space="preserve"> ولكنّهم لم يخادعوا أنفسهم ولم يخادعوه</w:t>
      </w:r>
      <w:r w:rsidR="00364168">
        <w:rPr>
          <w:rtl/>
        </w:rPr>
        <w:t>،</w:t>
      </w:r>
      <w:r>
        <w:rPr>
          <w:rtl/>
        </w:rPr>
        <w:t xml:space="preserve"> ورأوا أصدق النّصيحة له أن يجنبوه التسليم ولا يجنبوه الموت</w:t>
      </w:r>
      <w:r w:rsidR="00364168">
        <w:rPr>
          <w:rtl/>
        </w:rPr>
        <w:t>،</w:t>
      </w:r>
      <w:r>
        <w:rPr>
          <w:rtl/>
        </w:rPr>
        <w:t xml:space="preserve"> وهُم جميعاً على ذلك</w:t>
      </w:r>
      <w:r w:rsidR="00364168">
        <w:rPr>
          <w:rtl/>
        </w:rPr>
        <w:t>.</w:t>
      </w:r>
    </w:p>
    <w:p w:rsidR="002B49A5" w:rsidRDefault="002B49A5" w:rsidP="002B49A5">
      <w:pPr>
        <w:pStyle w:val="libNormal"/>
        <w:rPr>
          <w:rtl/>
        </w:rPr>
      </w:pPr>
      <w:r>
        <w:rPr>
          <w:rtl/>
        </w:rPr>
        <w:t>ولم يكونوا جميعاً من ذوي عمومته وقرباه</w:t>
      </w:r>
      <w:r w:rsidR="00364168">
        <w:rPr>
          <w:rtl/>
        </w:rPr>
        <w:t>،</w:t>
      </w:r>
      <w:r>
        <w:rPr>
          <w:rtl/>
        </w:rPr>
        <w:t xml:space="preserve"> بل كان منهم غرباء نصحوا له ولأنفسهم هذه النّصيحة التي ترهب العار ولا ترهب الموت</w:t>
      </w:r>
      <w:r w:rsidR="00364168">
        <w:rPr>
          <w:rtl/>
        </w:rPr>
        <w:t>.</w:t>
      </w:r>
      <w:r>
        <w:rPr>
          <w:rtl/>
        </w:rPr>
        <w:t xml:space="preserve"> فقال له زهير بن القين</w:t>
      </w:r>
      <w:r w:rsidR="00364168">
        <w:rPr>
          <w:rtl/>
        </w:rPr>
        <w:t>:</w:t>
      </w:r>
      <w:r>
        <w:rPr>
          <w:rtl/>
        </w:rPr>
        <w:t xml:space="preserve"> والله</w:t>
      </w:r>
      <w:r w:rsidR="00364168">
        <w:rPr>
          <w:rtl/>
        </w:rPr>
        <w:t>،</w:t>
      </w:r>
      <w:r>
        <w:rPr>
          <w:rtl/>
        </w:rPr>
        <w:t xml:space="preserve"> لوددت أنّي قُتلت ثمّ نُشرت ثمّ قُتلت حتّى</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اُقتل هكذا ألف مرّة</w:t>
      </w:r>
      <w:r w:rsidR="00364168">
        <w:rPr>
          <w:rtl/>
        </w:rPr>
        <w:t>،</w:t>
      </w:r>
      <w:r>
        <w:rPr>
          <w:rtl/>
        </w:rPr>
        <w:t xml:space="preserve"> ويدفع الله بذلك الفشل عن نفسك وعن أنفس هؤلاء الفتيان من أهل بيتك</w:t>
      </w:r>
      <w:r w:rsidR="00364168">
        <w:rPr>
          <w:rtl/>
        </w:rPr>
        <w:t>.</w:t>
      </w:r>
    </w:p>
    <w:p w:rsidR="002B49A5" w:rsidRDefault="002B49A5" w:rsidP="002B49A5">
      <w:pPr>
        <w:pStyle w:val="libNormal"/>
        <w:rPr>
          <w:rtl/>
        </w:rPr>
      </w:pPr>
      <w:r>
        <w:rPr>
          <w:rtl/>
        </w:rPr>
        <w:t>وقال مُسلم بن عوسجة</w:t>
      </w:r>
      <w:r w:rsidR="004C4A93">
        <w:rPr>
          <w:rtl/>
        </w:rPr>
        <w:t xml:space="preserve"> - </w:t>
      </w:r>
      <w:r>
        <w:rPr>
          <w:rtl/>
        </w:rPr>
        <w:t>كأنّه يعتب لما اختار له من السّلامة</w:t>
      </w:r>
      <w:r w:rsidR="009A226F">
        <w:rPr>
          <w:rtl/>
        </w:rPr>
        <w:t xml:space="preserve"> -</w:t>
      </w:r>
      <w:r w:rsidR="00364168">
        <w:rPr>
          <w:rtl/>
        </w:rPr>
        <w:t>:</w:t>
      </w:r>
      <w:r>
        <w:rPr>
          <w:rtl/>
        </w:rPr>
        <w:t xml:space="preserve"> أنحن نخلي عنك</w:t>
      </w:r>
      <w:r w:rsidR="00364168">
        <w:rPr>
          <w:rtl/>
        </w:rPr>
        <w:t>؟</w:t>
      </w:r>
      <w:r>
        <w:rPr>
          <w:rtl/>
        </w:rPr>
        <w:t xml:space="preserve"> وبِمَ نعتذر إلى الله في أداء حقّك</w:t>
      </w:r>
      <w:r w:rsidR="00364168">
        <w:rPr>
          <w:rtl/>
        </w:rPr>
        <w:t>؟</w:t>
      </w:r>
      <w:r>
        <w:rPr>
          <w:rtl/>
        </w:rPr>
        <w:t xml:space="preserve"> لا والله</w:t>
      </w:r>
      <w:r w:rsidR="00364168">
        <w:rPr>
          <w:rtl/>
        </w:rPr>
        <w:t>،</w:t>
      </w:r>
      <w:r>
        <w:rPr>
          <w:rtl/>
        </w:rPr>
        <w:t xml:space="preserve"> حتّى أطعن في صدورهم برمحي وأضربهم بسيفي ما ثبت قائمه في يدي</w:t>
      </w:r>
      <w:r w:rsidR="00364168">
        <w:rPr>
          <w:rtl/>
        </w:rPr>
        <w:t>،</w:t>
      </w:r>
      <w:r>
        <w:rPr>
          <w:rtl/>
        </w:rPr>
        <w:t xml:space="preserve"> ولو لم يكن معي سلاح اُقاتلهم به لقذفتهم بالحجارة</w:t>
      </w:r>
      <w:r w:rsidR="00364168">
        <w:rPr>
          <w:rtl/>
        </w:rPr>
        <w:t>.</w:t>
      </w:r>
      <w:r>
        <w:rPr>
          <w:rtl/>
        </w:rPr>
        <w:t xml:space="preserve"> والله</w:t>
      </w:r>
      <w:r w:rsidR="00364168">
        <w:rPr>
          <w:rtl/>
        </w:rPr>
        <w:t>،</w:t>
      </w:r>
      <w:r>
        <w:rPr>
          <w:rtl/>
        </w:rPr>
        <w:t xml:space="preserve"> لا نخليك حتّى يعلم الله أنّا قد حفظنا غيبة رسوله فيك</w:t>
      </w:r>
      <w:r w:rsidR="00364168">
        <w:rPr>
          <w:rtl/>
        </w:rPr>
        <w:t>.</w:t>
      </w:r>
      <w:r>
        <w:rPr>
          <w:rtl/>
        </w:rPr>
        <w:t xml:space="preserve"> وأما والله</w:t>
      </w:r>
      <w:r w:rsidR="00364168">
        <w:rPr>
          <w:rtl/>
        </w:rPr>
        <w:t>،</w:t>
      </w:r>
      <w:r>
        <w:rPr>
          <w:rtl/>
        </w:rPr>
        <w:t xml:space="preserve"> لو علمت أنّني اُقتل ثمّ أحيى ثمّ اُحرق ثمّ أحيى ثمّ اُحرق ثمّ أذرّى</w:t>
      </w:r>
      <w:r w:rsidR="00364168">
        <w:rPr>
          <w:rtl/>
        </w:rPr>
        <w:t>،</w:t>
      </w:r>
      <w:r>
        <w:rPr>
          <w:rtl/>
        </w:rPr>
        <w:t xml:space="preserve"> ويُفعل بي ذلك سبعين مرّة</w:t>
      </w:r>
      <w:r w:rsidR="00364168">
        <w:rPr>
          <w:rtl/>
        </w:rPr>
        <w:t>،</w:t>
      </w:r>
      <w:r>
        <w:rPr>
          <w:rtl/>
        </w:rPr>
        <w:t xml:space="preserve"> ما فارقتك حتّى ألقى حمامي دونك</w:t>
      </w:r>
      <w:r w:rsidR="008F60AE">
        <w:rPr>
          <w:rtl/>
        </w:rPr>
        <w:t xml:space="preserve"> ...</w:t>
      </w:r>
      <w:r>
        <w:rPr>
          <w:rtl/>
        </w:rPr>
        <w:t xml:space="preserve"> </w:t>
      </w:r>
    </w:p>
    <w:p w:rsidR="002B49A5" w:rsidRDefault="002B49A5" w:rsidP="002B49A5">
      <w:pPr>
        <w:pStyle w:val="libNormal"/>
        <w:rPr>
          <w:rtl/>
        </w:rPr>
      </w:pPr>
      <w:r>
        <w:rPr>
          <w:rtl/>
        </w:rPr>
        <w:t>وجيء إلى رجل من أصحابه الغرباء بنبأ عن ابنه في فتنة الديلم</w:t>
      </w:r>
      <w:r w:rsidR="00364168">
        <w:rPr>
          <w:rtl/>
        </w:rPr>
        <w:t>،</w:t>
      </w:r>
      <w:r>
        <w:rPr>
          <w:rtl/>
        </w:rPr>
        <w:t xml:space="preserve"> فعلم أنّ الديلم أسروه ولا يفكّون إساره بغير فداء</w:t>
      </w:r>
      <w:r w:rsidR="00364168">
        <w:rPr>
          <w:rtl/>
        </w:rPr>
        <w:t>،</w:t>
      </w:r>
      <w:r>
        <w:rPr>
          <w:rtl/>
        </w:rPr>
        <w:t xml:space="preserve"> فأذن له الحُسين أن ينصرف وهو في حلّ من بيعته ويعطيه فداء ابنه</w:t>
      </w:r>
      <w:r w:rsidR="00364168">
        <w:rPr>
          <w:rtl/>
        </w:rPr>
        <w:t>،</w:t>
      </w:r>
      <w:r>
        <w:rPr>
          <w:rtl/>
        </w:rPr>
        <w:t xml:space="preserve"> فأبى الرّجل إباء شديداً</w:t>
      </w:r>
      <w:r w:rsidR="00364168">
        <w:rPr>
          <w:rtl/>
        </w:rPr>
        <w:t>،</w:t>
      </w:r>
      <w:r>
        <w:rPr>
          <w:rtl/>
        </w:rPr>
        <w:t xml:space="preserve"> وقال</w:t>
      </w:r>
      <w:r w:rsidR="00364168">
        <w:rPr>
          <w:rtl/>
        </w:rPr>
        <w:t>:</w:t>
      </w:r>
      <w:r>
        <w:rPr>
          <w:rtl/>
        </w:rPr>
        <w:t xml:space="preserve"> عند الله أحتسبه ونفسي</w:t>
      </w:r>
      <w:r w:rsidR="00364168">
        <w:rPr>
          <w:rtl/>
        </w:rPr>
        <w:t>.</w:t>
      </w:r>
      <w:r>
        <w:rPr>
          <w:rtl/>
        </w:rPr>
        <w:t xml:space="preserve"> ثمّ قال للحسين</w:t>
      </w:r>
      <w:r w:rsidR="00364168">
        <w:rPr>
          <w:rtl/>
        </w:rPr>
        <w:t>:</w:t>
      </w:r>
      <w:r>
        <w:rPr>
          <w:rtl/>
        </w:rPr>
        <w:t xml:space="preserve"> هيهات أن أفارقك ثمّ أسأل الركبان عن خبرك</w:t>
      </w:r>
      <w:r w:rsidR="00364168">
        <w:rPr>
          <w:rtl/>
        </w:rPr>
        <w:t>،</w:t>
      </w:r>
      <w:r>
        <w:rPr>
          <w:rtl/>
        </w:rPr>
        <w:t xml:space="preserve"> لا يكن والله هذا أبداً</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وقد تناهت هذه المناقب إلى مداها الأعلى في نفس قائدهم الكريم</w:t>
      </w:r>
      <w:r w:rsidR="008F60AE">
        <w:rPr>
          <w:rtl/>
        </w:rPr>
        <w:t xml:space="preserve"> ...</w:t>
      </w:r>
      <w:r>
        <w:rPr>
          <w:rtl/>
        </w:rPr>
        <w:t xml:space="preserve"> يخيّل إلى الناظر في أعماله بكربلاء أنّ خلائقه الشّريفة كانت في سباق بينها أيّها يظفر بفخار اليوم</w:t>
      </w:r>
      <w:r w:rsidR="00364168">
        <w:rPr>
          <w:rtl/>
        </w:rPr>
        <w:t>،</w:t>
      </w:r>
      <w:r>
        <w:rPr>
          <w:rtl/>
        </w:rPr>
        <w:t xml:space="preserve"> فلا يدري أكان في شجاعته أشجع</w:t>
      </w:r>
      <w:r w:rsidR="00364168">
        <w:rPr>
          <w:rtl/>
        </w:rPr>
        <w:t>،</w:t>
      </w:r>
      <w:r>
        <w:rPr>
          <w:rtl/>
        </w:rPr>
        <w:t xml:space="preserve"> أم في صبره أصبر</w:t>
      </w:r>
      <w:r w:rsidR="00364168">
        <w:rPr>
          <w:rtl/>
        </w:rPr>
        <w:t>،</w:t>
      </w:r>
      <w:r>
        <w:rPr>
          <w:rtl/>
        </w:rPr>
        <w:t xml:space="preserve"> أم في كرمه أكرم</w:t>
      </w:r>
      <w:r w:rsidR="00364168">
        <w:rPr>
          <w:rtl/>
        </w:rPr>
        <w:t>،</w:t>
      </w:r>
      <w:r>
        <w:rPr>
          <w:rtl/>
        </w:rPr>
        <w:t xml:space="preserve"> أم في إيمانه وأنفته وغيرته على الحقّ</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بالغاً من تلك المناقب المثلى أقصى مداه</w:t>
      </w:r>
      <w:r w:rsidR="008F60AE">
        <w:rPr>
          <w:rtl/>
        </w:rPr>
        <w:t xml:space="preserve"> ...</w:t>
      </w:r>
      <w:r>
        <w:rPr>
          <w:rtl/>
        </w:rPr>
        <w:t xml:space="preserve"> إلاّ أنّه كان يوم الشّجاعة لاُمراء</w:t>
      </w:r>
      <w:r w:rsidR="00364168">
        <w:rPr>
          <w:rtl/>
        </w:rPr>
        <w:t>،</w:t>
      </w:r>
      <w:r>
        <w:rPr>
          <w:rtl/>
        </w:rPr>
        <w:t xml:space="preserve"> وكانت الشّجاعة فضيلة الفضائل التي تمدّها سائرها بروافد من كلّ خلق نبيل يعينها على شأنها</w:t>
      </w:r>
      <w:r w:rsidR="00364168">
        <w:rPr>
          <w:rtl/>
        </w:rPr>
        <w:t>،</w:t>
      </w:r>
      <w:r>
        <w:rPr>
          <w:rtl/>
        </w:rPr>
        <w:t xml:space="preserve"> فكان الحُسين</w:t>
      </w:r>
      <w:r w:rsidR="004C4A93">
        <w:rPr>
          <w:rtl/>
        </w:rPr>
        <w:t xml:space="preserve"> - </w:t>
      </w:r>
      <w:r>
        <w:rPr>
          <w:rtl/>
        </w:rPr>
        <w:t>شبل عليّ</w:t>
      </w:r>
      <w:r w:rsidR="004C4A93">
        <w:rPr>
          <w:rtl/>
        </w:rPr>
        <w:t xml:space="preserve"> - </w:t>
      </w:r>
      <w:r>
        <w:rPr>
          <w:rtl/>
        </w:rPr>
        <w:t>في شجاعته الروحية والبدنية معاً غاية الغايات</w:t>
      </w:r>
      <w:r w:rsidR="00364168">
        <w:rPr>
          <w:rtl/>
        </w:rPr>
        <w:t>،</w:t>
      </w:r>
      <w:r>
        <w:rPr>
          <w:rtl/>
        </w:rPr>
        <w:t xml:space="preserve"> وكان مضرب المثل بين الرعيل الأوّل من أشجع الشّجعان في أبناء آدم وحواء</w:t>
      </w:r>
      <w:r w:rsidR="008F60AE">
        <w:rPr>
          <w:rtl/>
        </w:rPr>
        <w:t xml:space="preserve"> ...</w:t>
      </w:r>
      <w:r>
        <w:rPr>
          <w:rtl/>
        </w:rPr>
        <w:t xml:space="preserve"> </w:t>
      </w:r>
    </w:p>
    <w:p w:rsidR="002B49A5" w:rsidRDefault="002B49A5" w:rsidP="002B49A5">
      <w:pPr>
        <w:pStyle w:val="libNormal"/>
        <w:rPr>
          <w:rtl/>
        </w:rPr>
      </w:pPr>
      <w:r w:rsidRPr="002B49A5">
        <w:rPr>
          <w:rtl/>
        </w:rPr>
        <w:t>ملك جأشه ومن حوله نساؤه وأبناؤه في نضارة العمر</w:t>
      </w:r>
      <w:r w:rsidR="00364168">
        <w:rPr>
          <w:rtl/>
        </w:rPr>
        <w:t>،</w:t>
      </w:r>
      <w:r w:rsidRPr="002B49A5">
        <w:rPr>
          <w:rtl/>
        </w:rPr>
        <w:t xml:space="preserve"> يجوعون ويظمؤون</w:t>
      </w:r>
      <w:r w:rsidR="00364168">
        <w:rPr>
          <w:rtl/>
        </w:rPr>
        <w:t>،</w:t>
      </w:r>
      <w:r w:rsidRPr="002B49A5">
        <w:rPr>
          <w:rtl/>
        </w:rPr>
        <w:t xml:space="preserve"> ويتشبثون به ويبكون</w:t>
      </w:r>
      <w:r w:rsidR="00364168">
        <w:rPr>
          <w:rtl/>
        </w:rPr>
        <w:t>،</w:t>
      </w:r>
      <w:r w:rsidRPr="002B49A5">
        <w:rPr>
          <w:rtl/>
        </w:rPr>
        <w:t xml:space="preserve"> وملك جأشه روية وأناة ولم يملكه وثبة واثب إلى الغضب أو هيجة مهتاج إلى الوغى</w:t>
      </w:r>
      <w:r w:rsidR="00364168">
        <w:rPr>
          <w:rtl/>
        </w:rPr>
        <w:t>،</w:t>
      </w:r>
      <w:r w:rsidRPr="002B49A5">
        <w:rPr>
          <w:rtl/>
        </w:rPr>
        <w:t xml:space="preserve"> فكان قبل القتال وفي حومة القتال قوياً بصيراً ينفض الضعف عن عزائمه</w:t>
      </w:r>
      <w:r w:rsidR="00364168">
        <w:rPr>
          <w:rtl/>
        </w:rPr>
        <w:t>،</w:t>
      </w:r>
      <w:r w:rsidRPr="002B49A5">
        <w:rPr>
          <w:rtl/>
        </w:rPr>
        <w:t xml:space="preserve"> كما ينفض الأسد غبرات الحصباء عن لبده</w:t>
      </w:r>
      <w:r w:rsidR="00364168">
        <w:rPr>
          <w:rtl/>
        </w:rPr>
        <w:t>،</w:t>
      </w:r>
      <w:r w:rsidRPr="002B49A5">
        <w:rPr>
          <w:rtl/>
        </w:rPr>
        <w:t xml:space="preserve"> ولم يخامره الأسف قط في ذلك الموقف المرهوب</w:t>
      </w:r>
      <w:r w:rsidR="00364168">
        <w:rPr>
          <w:rtl/>
        </w:rPr>
        <w:t>،</w:t>
      </w:r>
      <w:r w:rsidRPr="002B49A5">
        <w:rPr>
          <w:rtl/>
        </w:rPr>
        <w:t xml:space="preserve"> إلاّ من أجل أحبّائه وأعزّائه الذين يراهم ويرونه ويسمع صيحتهم ويسمعونه</w:t>
      </w:r>
      <w:r w:rsidR="00364168">
        <w:rPr>
          <w:rtl/>
        </w:rPr>
        <w:t>،</w:t>
      </w:r>
      <w:r w:rsidRPr="002B49A5">
        <w:rPr>
          <w:rtl/>
        </w:rPr>
        <w:t xml:space="preserve"> فقال وهو ينظر إلى الأخبية ومَن فيها</w:t>
      </w:r>
      <w:r w:rsidR="00364168">
        <w:rPr>
          <w:rtl/>
        </w:rPr>
        <w:t>:</w:t>
      </w:r>
      <w:r w:rsidRPr="002B49A5">
        <w:rPr>
          <w:rtl/>
        </w:rPr>
        <w:t xml:space="preserve"> </w:t>
      </w:r>
      <w:r w:rsidRPr="002B49A5">
        <w:rPr>
          <w:rStyle w:val="libBold2Char"/>
          <w:rtl/>
        </w:rPr>
        <w:t>(( لله درّ ابن عبّاس فيما أشار به عليّ</w:t>
      </w:r>
      <w:r w:rsidR="00364168">
        <w:rPr>
          <w:rStyle w:val="libBold2Char"/>
          <w:rtl/>
        </w:rPr>
        <w:t>!</w:t>
      </w:r>
      <w:r w:rsidRPr="002B49A5">
        <w:rPr>
          <w:rStyle w:val="libBold2Char"/>
          <w:rtl/>
        </w:rPr>
        <w:t xml:space="preserve"> ))</w:t>
      </w:r>
      <w:r w:rsidR="00364168">
        <w:rPr>
          <w:rStyle w:val="libBold2Char"/>
          <w:rtl/>
        </w:rPr>
        <w:t>.</w:t>
      </w:r>
    </w:p>
    <w:p w:rsidR="002B49A5" w:rsidRDefault="002B49A5" w:rsidP="002B49A5">
      <w:pPr>
        <w:pStyle w:val="libNormal"/>
        <w:rPr>
          <w:rtl/>
        </w:rPr>
      </w:pPr>
      <w:r>
        <w:rPr>
          <w:rtl/>
        </w:rPr>
        <w:t>وجلس ليلة القتال في خيمته يعالج سهاماً له بين يديه ويرتجز وأمامه ابنه العليل</w:t>
      </w:r>
      <w:r w:rsidR="00364168">
        <w:rPr>
          <w:rtl/>
        </w:rPr>
        <w:t>.</w:t>
      </w:r>
    </w:p>
    <w:tbl>
      <w:tblPr>
        <w:tblStyle w:val="TableGrid"/>
        <w:bidiVisual/>
        <w:tblW w:w="4562" w:type="pct"/>
        <w:tblInd w:w="384" w:type="dxa"/>
        <w:tblLook w:val="04A0"/>
      </w:tblPr>
      <w:tblGrid>
        <w:gridCol w:w="3345"/>
        <w:gridCol w:w="269"/>
        <w:gridCol w:w="3308"/>
      </w:tblGrid>
      <w:tr w:rsidR="00390D32" w:rsidTr="00390D32">
        <w:trPr>
          <w:trHeight w:val="350"/>
        </w:trPr>
        <w:tc>
          <w:tcPr>
            <w:tcW w:w="3345" w:type="dxa"/>
          </w:tcPr>
          <w:p w:rsidR="00390D32" w:rsidRDefault="00390D32" w:rsidP="00390D32">
            <w:pPr>
              <w:pStyle w:val="libPoem"/>
            </w:pPr>
            <w:r>
              <w:rPr>
                <w:rtl/>
              </w:rPr>
              <w:t>يا دهرُ أفٍّ لك منْ خليلِ</w:t>
            </w:r>
            <w:r w:rsidRPr="00725071">
              <w:rPr>
                <w:rStyle w:val="libPoemTiniChar0"/>
                <w:rtl/>
              </w:rPr>
              <w:br/>
              <w:t> </w:t>
            </w:r>
          </w:p>
        </w:tc>
        <w:tc>
          <w:tcPr>
            <w:tcW w:w="269" w:type="dxa"/>
          </w:tcPr>
          <w:p w:rsidR="00390D32" w:rsidRDefault="00390D32" w:rsidP="00390D32">
            <w:pPr>
              <w:pStyle w:val="libPoem"/>
              <w:rPr>
                <w:rtl/>
              </w:rPr>
            </w:pPr>
          </w:p>
        </w:tc>
        <w:tc>
          <w:tcPr>
            <w:tcW w:w="3308" w:type="dxa"/>
          </w:tcPr>
          <w:p w:rsidR="00390D32" w:rsidRDefault="00390D32" w:rsidP="00390D32">
            <w:pPr>
              <w:pStyle w:val="libPoem"/>
            </w:pPr>
            <w:r>
              <w:rPr>
                <w:rtl/>
              </w:rPr>
              <w:t>كمْ لك بالإشراقِ والأصيلِ</w:t>
            </w:r>
            <w:r w:rsidRPr="00725071">
              <w:rPr>
                <w:rStyle w:val="libPoemTiniChar0"/>
                <w:rtl/>
              </w:rPr>
              <w:br/>
              <w:t> </w:t>
            </w:r>
          </w:p>
        </w:tc>
      </w:tr>
    </w:tbl>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390D32" w:rsidTr="00390D32">
        <w:trPr>
          <w:trHeight w:val="350"/>
        </w:trPr>
        <w:tc>
          <w:tcPr>
            <w:tcW w:w="3345" w:type="dxa"/>
          </w:tcPr>
          <w:p w:rsidR="00390D32" w:rsidRDefault="00390D32" w:rsidP="00390D32">
            <w:pPr>
              <w:pStyle w:val="libPoem"/>
            </w:pPr>
            <w:r w:rsidRPr="008F60AE">
              <w:rPr>
                <w:rStyle w:val="libPoemChar"/>
                <w:rtl/>
              </w:rPr>
              <w:lastRenderedPageBreak/>
              <w:t>مـن</w:t>
            </w:r>
            <w:r w:rsidR="00897AE1">
              <w:rPr>
                <w:rStyle w:val="libPoemChar"/>
                <w:rtl/>
              </w:rPr>
              <w:t xml:space="preserve"> </w:t>
            </w:r>
            <w:r w:rsidRPr="008F60AE">
              <w:rPr>
                <w:rStyle w:val="libPoemChar"/>
                <w:rtl/>
              </w:rPr>
              <w:t>صاحبٍ</w:t>
            </w:r>
            <w:r w:rsidR="00897AE1">
              <w:rPr>
                <w:rStyle w:val="libPoemChar"/>
                <w:rtl/>
              </w:rPr>
              <w:t xml:space="preserve"> </w:t>
            </w:r>
            <w:r w:rsidRPr="008F60AE">
              <w:rPr>
                <w:rStyle w:val="libPoemChar"/>
                <w:rtl/>
              </w:rPr>
              <w:t>وماجدٍ</w:t>
            </w:r>
            <w:r w:rsidR="00897AE1">
              <w:rPr>
                <w:rStyle w:val="libPoemChar"/>
                <w:rtl/>
              </w:rPr>
              <w:t xml:space="preserve"> </w:t>
            </w:r>
            <w:r w:rsidRPr="008F60AE">
              <w:rPr>
                <w:rStyle w:val="libPoemChar"/>
                <w:rtl/>
              </w:rPr>
              <w:t>قتيلِ</w:t>
            </w:r>
            <w:r w:rsidRPr="00725071">
              <w:rPr>
                <w:rStyle w:val="libPoemTiniChar0"/>
                <w:rtl/>
              </w:rPr>
              <w:br/>
              <w:t> </w:t>
            </w:r>
          </w:p>
        </w:tc>
        <w:tc>
          <w:tcPr>
            <w:tcW w:w="269" w:type="dxa"/>
          </w:tcPr>
          <w:p w:rsidR="00390D32" w:rsidRDefault="00390D32" w:rsidP="00390D32">
            <w:pPr>
              <w:pStyle w:val="libPoem"/>
              <w:rPr>
                <w:rtl/>
              </w:rPr>
            </w:pPr>
          </w:p>
        </w:tc>
        <w:tc>
          <w:tcPr>
            <w:tcW w:w="3308" w:type="dxa"/>
          </w:tcPr>
          <w:p w:rsidR="00390D32" w:rsidRDefault="00390D32" w:rsidP="00390D32">
            <w:pPr>
              <w:pStyle w:val="libPoem"/>
            </w:pPr>
            <w:r w:rsidRPr="008F60AE">
              <w:rPr>
                <w:rStyle w:val="libPoemChar"/>
                <w:rtl/>
              </w:rPr>
              <w:t>والـدهرُ</w:t>
            </w:r>
            <w:r w:rsidR="00897AE1">
              <w:rPr>
                <w:rStyle w:val="libPoemChar"/>
                <w:rtl/>
              </w:rPr>
              <w:t xml:space="preserve"> </w:t>
            </w:r>
            <w:r w:rsidRPr="008F60AE">
              <w:rPr>
                <w:rStyle w:val="libPoemChar"/>
                <w:rtl/>
              </w:rPr>
              <w:t>لا</w:t>
            </w:r>
            <w:r w:rsidR="00897AE1">
              <w:rPr>
                <w:rStyle w:val="libPoemChar"/>
                <w:rtl/>
              </w:rPr>
              <w:t xml:space="preserve"> </w:t>
            </w:r>
            <w:r w:rsidRPr="008F60AE">
              <w:rPr>
                <w:rStyle w:val="libPoemChar"/>
                <w:rtl/>
              </w:rPr>
              <w:t>يـقنعُ</w:t>
            </w:r>
            <w:r w:rsidR="00897AE1">
              <w:rPr>
                <w:rStyle w:val="libPoemChar"/>
                <w:rtl/>
              </w:rPr>
              <w:t xml:space="preserve"> </w:t>
            </w:r>
            <w:r w:rsidRPr="008F60AE">
              <w:rPr>
                <w:rStyle w:val="libPoemChar"/>
                <w:rtl/>
              </w:rPr>
              <w:t>بالبديلِ</w:t>
            </w:r>
            <w:r w:rsidRPr="00725071">
              <w:rPr>
                <w:rStyle w:val="libPoemTiniChar0"/>
                <w:rtl/>
              </w:rPr>
              <w:br/>
              <w:t> </w:t>
            </w:r>
          </w:p>
        </w:tc>
      </w:tr>
      <w:tr w:rsidR="00390D32" w:rsidTr="00390D32">
        <w:trPr>
          <w:trHeight w:val="350"/>
        </w:trPr>
        <w:tc>
          <w:tcPr>
            <w:tcW w:w="3345" w:type="dxa"/>
          </w:tcPr>
          <w:p w:rsidR="00390D32" w:rsidRDefault="00390D32" w:rsidP="00390D32">
            <w:pPr>
              <w:pStyle w:val="libPoem"/>
            </w:pPr>
            <w:r w:rsidRPr="008F60AE">
              <w:rPr>
                <w:rStyle w:val="libPoemChar"/>
                <w:rtl/>
              </w:rPr>
              <w:t>والأمرُ</w:t>
            </w:r>
            <w:r w:rsidR="00897AE1">
              <w:rPr>
                <w:rStyle w:val="libPoemChar"/>
                <w:rtl/>
              </w:rPr>
              <w:t xml:space="preserve"> </w:t>
            </w:r>
            <w:r w:rsidRPr="008F60AE">
              <w:rPr>
                <w:rStyle w:val="libPoemChar"/>
                <w:rtl/>
              </w:rPr>
              <w:t>في</w:t>
            </w:r>
            <w:r w:rsidR="00897AE1">
              <w:rPr>
                <w:rStyle w:val="libPoemChar"/>
                <w:rtl/>
              </w:rPr>
              <w:t xml:space="preserve"> </w:t>
            </w:r>
            <w:r w:rsidRPr="008F60AE">
              <w:rPr>
                <w:rStyle w:val="libPoemChar"/>
                <w:rtl/>
              </w:rPr>
              <w:t>ذاكَ</w:t>
            </w:r>
            <w:r w:rsidR="00897AE1">
              <w:rPr>
                <w:rStyle w:val="libPoemChar"/>
                <w:rtl/>
              </w:rPr>
              <w:t xml:space="preserve"> </w:t>
            </w:r>
            <w:r w:rsidRPr="008F60AE">
              <w:rPr>
                <w:rStyle w:val="libPoemChar"/>
                <w:rtl/>
              </w:rPr>
              <w:t>إلى</w:t>
            </w:r>
            <w:r w:rsidR="00897AE1">
              <w:rPr>
                <w:rStyle w:val="libPoemChar"/>
                <w:rtl/>
              </w:rPr>
              <w:t xml:space="preserve"> </w:t>
            </w:r>
            <w:r w:rsidRPr="008F60AE">
              <w:rPr>
                <w:rStyle w:val="libPoemChar"/>
                <w:rtl/>
              </w:rPr>
              <w:t>الجليلِ</w:t>
            </w:r>
            <w:r w:rsidRPr="00725071">
              <w:rPr>
                <w:rStyle w:val="libPoemTiniChar0"/>
                <w:rtl/>
              </w:rPr>
              <w:br/>
              <w:t> </w:t>
            </w:r>
          </w:p>
        </w:tc>
        <w:tc>
          <w:tcPr>
            <w:tcW w:w="269" w:type="dxa"/>
          </w:tcPr>
          <w:p w:rsidR="00390D32" w:rsidRDefault="00390D32" w:rsidP="00390D32">
            <w:pPr>
              <w:pStyle w:val="libPoem"/>
              <w:rPr>
                <w:rtl/>
              </w:rPr>
            </w:pPr>
          </w:p>
        </w:tc>
        <w:tc>
          <w:tcPr>
            <w:tcW w:w="3308" w:type="dxa"/>
          </w:tcPr>
          <w:p w:rsidR="00390D32" w:rsidRDefault="00390D32" w:rsidP="00390D32">
            <w:pPr>
              <w:pStyle w:val="libPoem"/>
            </w:pPr>
            <w:r w:rsidRPr="008F60AE">
              <w:rPr>
                <w:rStyle w:val="libPoemChar"/>
                <w:rtl/>
              </w:rPr>
              <w:t>وكـلُّ</w:t>
            </w:r>
            <w:r w:rsidR="00897AE1">
              <w:rPr>
                <w:rStyle w:val="libPoemChar"/>
                <w:rtl/>
              </w:rPr>
              <w:t xml:space="preserve"> </w:t>
            </w:r>
            <w:r w:rsidRPr="008F60AE">
              <w:rPr>
                <w:rStyle w:val="libPoemChar"/>
                <w:rtl/>
              </w:rPr>
              <w:t>حـيٍّ</w:t>
            </w:r>
            <w:r w:rsidR="00897AE1">
              <w:rPr>
                <w:rStyle w:val="libPoemChar"/>
                <w:rtl/>
              </w:rPr>
              <w:t xml:space="preserve"> </w:t>
            </w:r>
            <w:r w:rsidRPr="008F60AE">
              <w:rPr>
                <w:rStyle w:val="libPoemChar"/>
                <w:rtl/>
              </w:rPr>
              <w:t>سالكٍ</w:t>
            </w:r>
            <w:r w:rsidR="00897AE1">
              <w:rPr>
                <w:rStyle w:val="libPoemChar"/>
                <w:rtl/>
              </w:rPr>
              <w:t xml:space="preserve"> </w:t>
            </w:r>
            <w:r w:rsidRPr="008F60AE">
              <w:rPr>
                <w:rStyle w:val="libPoemChar"/>
                <w:rtl/>
              </w:rPr>
              <w:t>سبيلي</w:t>
            </w:r>
            <w:r w:rsidRPr="00725071">
              <w:rPr>
                <w:rStyle w:val="libPoemTiniChar0"/>
                <w:rtl/>
              </w:rPr>
              <w:br/>
              <w:t> </w:t>
            </w:r>
          </w:p>
        </w:tc>
      </w:tr>
    </w:tbl>
    <w:p w:rsidR="002B49A5" w:rsidRDefault="002B49A5" w:rsidP="002B49A5">
      <w:pPr>
        <w:pStyle w:val="libNormal"/>
        <w:rPr>
          <w:rtl/>
        </w:rPr>
      </w:pPr>
      <w:r>
        <w:rPr>
          <w:rtl/>
        </w:rPr>
        <w:t>فردّ ابنه عبرته لكيلا يزيده ألماً على ألمه</w:t>
      </w:r>
      <w:r w:rsidR="00364168">
        <w:rPr>
          <w:rtl/>
        </w:rPr>
        <w:t>.</w:t>
      </w:r>
      <w:r>
        <w:rPr>
          <w:rtl/>
        </w:rPr>
        <w:t xml:space="preserve"> وسمعته أخته زينب</w:t>
      </w:r>
      <w:r w:rsidR="00364168">
        <w:rPr>
          <w:rtl/>
        </w:rPr>
        <w:t>،</w:t>
      </w:r>
      <w:r>
        <w:rPr>
          <w:rtl/>
        </w:rPr>
        <w:t xml:space="preserve"> فلم تقو على حنانها ووجلها</w:t>
      </w:r>
      <w:r w:rsidR="00364168">
        <w:rPr>
          <w:rtl/>
        </w:rPr>
        <w:t>،</w:t>
      </w:r>
      <w:r>
        <w:rPr>
          <w:rtl/>
        </w:rPr>
        <w:t xml:space="preserve"> وخرجت إليه من خبائها حاسرة تُنادي</w:t>
      </w:r>
      <w:r w:rsidR="00364168">
        <w:rPr>
          <w:rtl/>
        </w:rPr>
        <w:t>:</w:t>
      </w:r>
      <w:r>
        <w:rPr>
          <w:rtl/>
        </w:rPr>
        <w:t xml:space="preserve"> وا ثكلاه</w:t>
      </w:r>
      <w:r w:rsidR="00364168">
        <w:rPr>
          <w:rtl/>
        </w:rPr>
        <w:t>!</w:t>
      </w:r>
      <w:r>
        <w:rPr>
          <w:rtl/>
        </w:rPr>
        <w:t xml:space="preserve"> اليوم مات جدّي رسول الله</w:t>
      </w:r>
      <w:r w:rsidR="00364168">
        <w:rPr>
          <w:rtl/>
        </w:rPr>
        <w:t>،</w:t>
      </w:r>
      <w:r>
        <w:rPr>
          <w:rtl/>
        </w:rPr>
        <w:t xml:space="preserve"> واُمّي فاطمة الزهراء</w:t>
      </w:r>
      <w:r w:rsidR="00364168">
        <w:rPr>
          <w:rtl/>
        </w:rPr>
        <w:t>،</w:t>
      </w:r>
      <w:r>
        <w:rPr>
          <w:rtl/>
        </w:rPr>
        <w:t xml:space="preserve"> وأبي عليّ وأخي الحسن</w:t>
      </w:r>
      <w:r w:rsidR="00364168">
        <w:rPr>
          <w:rtl/>
        </w:rPr>
        <w:t>،</w:t>
      </w:r>
      <w:r>
        <w:rPr>
          <w:rtl/>
        </w:rPr>
        <w:t xml:space="preserve"> فليت الموت أعدمني الحياة</w:t>
      </w:r>
      <w:r w:rsidR="00364168">
        <w:rPr>
          <w:rtl/>
        </w:rPr>
        <w:t>.</w:t>
      </w:r>
      <w:r>
        <w:rPr>
          <w:rtl/>
        </w:rPr>
        <w:t xml:space="preserve"> يا حُسيناه</w:t>
      </w:r>
      <w:r w:rsidR="00364168">
        <w:rPr>
          <w:rtl/>
        </w:rPr>
        <w:t>!</w:t>
      </w:r>
      <w:r>
        <w:rPr>
          <w:rtl/>
        </w:rPr>
        <w:t xml:space="preserve"> يا بقية الماضين وثمالة الباقين</w:t>
      </w:r>
      <w:r w:rsidR="00364168">
        <w:rPr>
          <w:rtl/>
        </w:rPr>
        <w:t>!</w:t>
      </w:r>
      <w:r>
        <w:rPr>
          <w:rtl/>
        </w:rPr>
        <w:t xml:space="preserve"> </w:t>
      </w:r>
    </w:p>
    <w:p w:rsidR="002B49A5" w:rsidRDefault="002B49A5" w:rsidP="002B49A5">
      <w:pPr>
        <w:pStyle w:val="libNormal"/>
        <w:rPr>
          <w:rtl/>
        </w:rPr>
      </w:pPr>
      <w:r w:rsidRPr="002B49A5">
        <w:rPr>
          <w:rtl/>
        </w:rPr>
        <w:t>فبكى لبكائها ولم ينثن ذرّة عن عزمه الذي بات عليه</w:t>
      </w:r>
      <w:r w:rsidR="00364168">
        <w:rPr>
          <w:rtl/>
        </w:rPr>
        <w:t>،</w:t>
      </w:r>
      <w:r w:rsidRPr="002B49A5">
        <w:rPr>
          <w:rtl/>
        </w:rPr>
        <w:t xml:space="preserve"> وقال لها</w:t>
      </w:r>
      <w:r w:rsidR="00364168">
        <w:rPr>
          <w:rtl/>
        </w:rPr>
        <w:t>:</w:t>
      </w:r>
      <w:r w:rsidRPr="002B49A5">
        <w:rPr>
          <w:rtl/>
        </w:rPr>
        <w:t xml:space="preserve"> </w:t>
      </w:r>
      <w:r w:rsidRPr="002B49A5">
        <w:rPr>
          <w:rStyle w:val="libBold2Char"/>
          <w:rtl/>
        </w:rPr>
        <w:t>(( يا اُخت</w:t>
      </w:r>
      <w:r w:rsidR="00364168">
        <w:rPr>
          <w:rStyle w:val="libBold2Char"/>
          <w:rtl/>
        </w:rPr>
        <w:t>،</w:t>
      </w:r>
      <w:r w:rsidRPr="002B49A5">
        <w:rPr>
          <w:rStyle w:val="libBold2Char"/>
          <w:rtl/>
        </w:rPr>
        <w:t xml:space="preserve"> لو تُرك القطا لنام ))</w:t>
      </w:r>
      <w:r w:rsidR="00364168">
        <w:rPr>
          <w:rStyle w:val="libBold2Char"/>
          <w:rtl/>
        </w:rPr>
        <w:t>.</w:t>
      </w:r>
      <w:r w:rsidRPr="002B49A5">
        <w:rPr>
          <w:rtl/>
        </w:rPr>
        <w:t xml:space="preserve"> ولم يزل يناشدها ويعزّيها</w:t>
      </w:r>
      <w:r w:rsidR="00364168">
        <w:rPr>
          <w:rtl/>
        </w:rPr>
        <w:t>،</w:t>
      </w:r>
      <w:r w:rsidRPr="002B49A5">
        <w:rPr>
          <w:rtl/>
        </w:rPr>
        <w:t xml:space="preserve"> وهو في قرارة نفسه مستقرّ كالطود على مواجهة الموت وإباء التسليم</w:t>
      </w:r>
      <w:r w:rsidR="00364168">
        <w:rPr>
          <w:rtl/>
        </w:rPr>
        <w:t>،</w:t>
      </w:r>
      <w:r w:rsidRPr="002B49A5">
        <w:rPr>
          <w:rtl/>
        </w:rPr>
        <w:t xml:space="preserve"> أو النزول على حكم ابن مرجانة كما قال</w:t>
      </w:r>
      <w:r w:rsidR="008F60AE">
        <w:rPr>
          <w:rtl/>
        </w:rPr>
        <w:t xml:space="preserve"> ...</w:t>
      </w:r>
      <w:r w:rsidRPr="002B49A5">
        <w:rPr>
          <w:rtl/>
        </w:rPr>
        <w:t xml:space="preserve"> ثمّ احتملها مغشيّاً عليها حتّى أدخلها الخباء</w:t>
      </w:r>
      <w:r w:rsidR="00364168">
        <w:rPr>
          <w:rtl/>
        </w:rPr>
        <w:t>.</w:t>
      </w:r>
    </w:p>
    <w:p w:rsidR="002B49A5" w:rsidRDefault="002B49A5" w:rsidP="008F60AE">
      <w:pPr>
        <w:pStyle w:val="libCenter"/>
        <w:rPr>
          <w:rtl/>
        </w:rPr>
      </w:pPr>
      <w:r>
        <w:rPr>
          <w:rtl/>
        </w:rPr>
        <w:t>* *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من الممالك وما حوته</w:t>
      </w:r>
      <w:r w:rsidR="00364168">
        <w:rPr>
          <w:rtl/>
        </w:rPr>
        <w:t>،</w:t>
      </w:r>
      <w:r>
        <w:rPr>
          <w:rtl/>
        </w:rPr>
        <w:t xml:space="preserve"> ومن الدول وما حفظته أو ضيعته</w:t>
      </w:r>
      <w:r w:rsidR="00364168">
        <w:rPr>
          <w:rtl/>
        </w:rPr>
        <w:t>،</w:t>
      </w:r>
      <w:r>
        <w:rPr>
          <w:rtl/>
        </w:rPr>
        <w:t xml:space="preserve"> بل أحقّ بالبقاء من رواسي الأرض وكواكب السّماء</w:t>
      </w:r>
      <w:r w:rsidR="008F60AE">
        <w:rPr>
          <w:rtl/>
        </w:rPr>
        <w:t xml:space="preserve"> ...</w:t>
      </w:r>
      <w:r>
        <w:rPr>
          <w:rtl/>
        </w:rPr>
        <w:t xml:space="preserve"> </w:t>
      </w:r>
    </w:p>
    <w:p w:rsidR="002B49A5" w:rsidRPr="00390D32" w:rsidRDefault="002B49A5" w:rsidP="00390D32">
      <w:pPr>
        <w:pStyle w:val="Heading2"/>
        <w:rPr>
          <w:rtl/>
        </w:rPr>
      </w:pPr>
      <w:bookmarkStart w:id="95" w:name="حرب_النور_والظلام"/>
      <w:bookmarkStart w:id="96" w:name="_Toc374273696"/>
      <w:bookmarkStart w:id="97" w:name="_Toc374273998"/>
      <w:bookmarkEnd w:id="95"/>
      <w:r w:rsidRPr="00390D32">
        <w:rPr>
          <w:rtl/>
        </w:rPr>
        <w:t>حرب النّور والظلام</w:t>
      </w:r>
      <w:r w:rsidR="00364168" w:rsidRPr="00390D32">
        <w:rPr>
          <w:rtl/>
        </w:rPr>
        <w:t>:</w:t>
      </w:r>
      <w:bookmarkEnd w:id="96"/>
      <w:bookmarkEnd w:id="97"/>
    </w:p>
    <w:p w:rsidR="002B49A5" w:rsidRDefault="002B49A5" w:rsidP="002B49A5">
      <w:pPr>
        <w:pStyle w:val="libNormal"/>
        <w:rPr>
          <w:rtl/>
        </w:rPr>
      </w:pPr>
      <w:r>
        <w:rPr>
          <w:rtl/>
        </w:rPr>
        <w:t>وكانت فئة الحُسين صغيرة</w:t>
      </w:r>
      <w:r w:rsidR="004C4A93">
        <w:rPr>
          <w:rtl/>
        </w:rPr>
        <w:t xml:space="preserve"> - </w:t>
      </w:r>
      <w:r>
        <w:rPr>
          <w:rtl/>
        </w:rPr>
        <w:t>كما علمنا</w:t>
      </w:r>
      <w:r w:rsidR="004C4A93">
        <w:rPr>
          <w:rtl/>
        </w:rPr>
        <w:t xml:space="preserve"> - </w:t>
      </w:r>
      <w:r>
        <w:rPr>
          <w:rtl/>
        </w:rPr>
        <w:t>قد رصدت لها</w:t>
      </w:r>
      <w:r w:rsidR="004C4A93">
        <w:rPr>
          <w:rtl/>
        </w:rPr>
        <w:t xml:space="preserve"> - </w:t>
      </w:r>
      <w:r>
        <w:rPr>
          <w:rtl/>
        </w:rPr>
        <w:t>هُنالك</w:t>
      </w:r>
      <w:r w:rsidR="004C4A93">
        <w:rPr>
          <w:rtl/>
        </w:rPr>
        <w:t xml:space="preserve"> - </w:t>
      </w:r>
      <w:r>
        <w:rPr>
          <w:rtl/>
        </w:rPr>
        <w:t>تلك الفئة الكبيرة التي تناقضها أتمّ ما يكون التناقض بين طرفين</w:t>
      </w:r>
      <w:r w:rsidR="00364168">
        <w:rPr>
          <w:rtl/>
        </w:rPr>
        <w:t>،</w:t>
      </w:r>
      <w:r>
        <w:rPr>
          <w:rtl/>
        </w:rPr>
        <w:t xml:space="preserve"> وتباعدها أبعد ما تكون المسافة بين قطبين</w:t>
      </w:r>
      <w:r w:rsidR="00364168">
        <w:rPr>
          <w:rtl/>
        </w:rPr>
        <w:t>،</w:t>
      </w:r>
      <w:r>
        <w:rPr>
          <w:rtl/>
        </w:rPr>
        <w:t xml:space="preserve"> فكلّ ما فيها أرضي مظلم مسف بالغ في الإسفاف</w:t>
      </w:r>
      <w:r w:rsidR="00364168">
        <w:rPr>
          <w:rtl/>
        </w:rPr>
        <w:t>،</w:t>
      </w:r>
      <w:r>
        <w:rPr>
          <w:rtl/>
        </w:rPr>
        <w:t xml:space="preserve"> وليس فيها من النفحة العلوية نصيب</w:t>
      </w:r>
      <w:r w:rsidR="008F60AE">
        <w:rPr>
          <w:rtl/>
        </w:rPr>
        <w:t xml:space="preserve"> ...</w:t>
      </w:r>
      <w:r>
        <w:rPr>
          <w:rtl/>
        </w:rPr>
        <w:t xml:space="preserve"> </w:t>
      </w:r>
    </w:p>
    <w:p w:rsidR="002B49A5" w:rsidRDefault="002B49A5" w:rsidP="002B49A5">
      <w:pPr>
        <w:pStyle w:val="libNormal"/>
        <w:rPr>
          <w:rtl/>
        </w:rPr>
      </w:pPr>
      <w:r>
        <w:rPr>
          <w:rtl/>
        </w:rPr>
        <w:t>أللمصادفات نظام وتدبير</w:t>
      </w:r>
      <w:r w:rsidR="00364168">
        <w:rPr>
          <w:rtl/>
        </w:rPr>
        <w:t>؟</w:t>
      </w:r>
      <w:r>
        <w:rPr>
          <w:rtl/>
        </w:rPr>
        <w:t>! نحن لا نعلم إلاّ أنّها مصادفات يخفى علينا ما بينها من الوشائج والصلات</w:t>
      </w:r>
      <w:r w:rsidR="008F60AE">
        <w:rPr>
          <w:rtl/>
        </w:rPr>
        <w:t xml:space="preserve"> ...</w:t>
      </w:r>
      <w:r>
        <w:rPr>
          <w:rtl/>
        </w:rPr>
        <w:t xml:space="preserve"> ولكنّها</w:t>
      </w:r>
      <w:r w:rsidR="004C4A93">
        <w:rPr>
          <w:rtl/>
        </w:rPr>
        <w:t xml:space="preserve"> - </w:t>
      </w:r>
      <w:r>
        <w:rPr>
          <w:rtl/>
        </w:rPr>
        <w:t>لذلك</w:t>
      </w:r>
      <w:r w:rsidR="004C4A93">
        <w:rPr>
          <w:rtl/>
        </w:rPr>
        <w:t xml:space="preserve"> - </w:t>
      </w:r>
      <w:r>
        <w:rPr>
          <w:rtl/>
        </w:rPr>
        <w:t>هي الأعاجيب التي تستوقف النظر لعجبها العاجب</w:t>
      </w:r>
      <w:r w:rsidR="00364168">
        <w:rPr>
          <w:rtl/>
        </w:rPr>
        <w:t>،</w:t>
      </w:r>
      <w:r>
        <w:rPr>
          <w:rtl/>
        </w:rPr>
        <w:t xml:space="preserve"> وإن لم تستوقفه لما يفهمه فيها من نظام وتدبير</w:t>
      </w:r>
      <w:r w:rsidR="00364168">
        <w:rPr>
          <w:rtl/>
        </w:rPr>
        <w:t>؛</w:t>
      </w:r>
      <w:r>
        <w:rPr>
          <w:rtl/>
        </w:rPr>
        <w:t xml:space="preserve"> فجيرة كربلاء كانت قديماً من معاهد الإيمان بحرب النور والظلام</w:t>
      </w:r>
      <w:r w:rsidR="00364168">
        <w:rPr>
          <w:rtl/>
        </w:rPr>
        <w:t>،</w:t>
      </w:r>
      <w:r>
        <w:rPr>
          <w:rtl/>
        </w:rPr>
        <w:t xml:space="preserve"> وكان حولها اُناس يؤمنون بالنضال الدائم بين أورمزد وأهرمان</w:t>
      </w:r>
      <w:r w:rsidR="00364168">
        <w:rPr>
          <w:rtl/>
        </w:rPr>
        <w:t>،</w:t>
      </w:r>
      <w:r>
        <w:rPr>
          <w:rtl/>
        </w:rPr>
        <w:t xml:space="preserve"> ولكنّه كان في حقيقته ضرباً من المجاز وفنا من الخيال</w:t>
      </w:r>
      <w:r w:rsidR="00364168">
        <w:rPr>
          <w:rtl/>
        </w:rPr>
        <w:t>.</w:t>
      </w:r>
    </w:p>
    <w:p w:rsidR="002B49A5" w:rsidRDefault="002B49A5" w:rsidP="002B49A5">
      <w:pPr>
        <w:pStyle w:val="libNormal"/>
        <w:rPr>
          <w:rtl/>
        </w:rPr>
      </w:pPr>
      <w:r>
        <w:rPr>
          <w:rtl/>
        </w:rPr>
        <w:t>وتشاء مصادفات التاريخ إلاّ أنْ ترى هذه البقاع التي آمنت بأورمزد وأهرمان</w:t>
      </w:r>
      <w:r w:rsidR="00364168">
        <w:rPr>
          <w:rtl/>
        </w:rPr>
        <w:t>،</w:t>
      </w:r>
      <w:r>
        <w:rPr>
          <w:rtl/>
        </w:rPr>
        <w:t xml:space="preserve"> حرباً هي أولى أنْ تسمّى حرب النور والظلام من حرب الحُسين ومقاتليه</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وهي عندنا أولى بهذه التسمية من حروب الإسلام والمجوسية في تلك البقاع وما وراءها من الأرض الفارسية</w:t>
      </w:r>
      <w:r w:rsidR="00364168">
        <w:rPr>
          <w:rtl/>
        </w:rPr>
        <w:t>؛</w:t>
      </w:r>
      <w:r>
        <w:rPr>
          <w:rtl/>
        </w:rPr>
        <w:t xml:space="preserve"> لأنّ المجوسي كان يُدافع شيئاً ينكره</w:t>
      </w:r>
      <w:r w:rsidR="008F60AE">
        <w:rPr>
          <w:rtl/>
        </w:rPr>
        <w:t xml:space="preserve"> ...</w:t>
      </w:r>
      <w:r>
        <w:rPr>
          <w:rtl/>
        </w:rPr>
        <w:t xml:space="preserve"> ففي دفاعه معنى من الإيمان بالواجب كما تخيله ورآه</w:t>
      </w:r>
      <w:r w:rsidR="00364168">
        <w:rPr>
          <w:rtl/>
        </w:rPr>
        <w:t>،</w:t>
      </w:r>
      <w:r>
        <w:rPr>
          <w:rtl/>
        </w:rPr>
        <w:t xml:space="preserve"> ولكن الجيش الذي أرسله عبيد الله بن زياد لحرب الحُسين</w:t>
      </w:r>
      <w:r w:rsidR="00364168">
        <w:rPr>
          <w:rtl/>
        </w:rPr>
        <w:t>،</w:t>
      </w:r>
      <w:r>
        <w:rPr>
          <w:rtl/>
        </w:rPr>
        <w:t xml:space="preserve"> كان جيشاً يحارب قلبه لأجل بطنه أو يحارب ربّه لأجل واليه</w:t>
      </w:r>
      <w:r w:rsidR="00364168">
        <w:rPr>
          <w:rtl/>
        </w:rPr>
        <w:t>؛</w:t>
      </w:r>
      <w:r>
        <w:rPr>
          <w:rtl/>
        </w:rPr>
        <w:t xml:space="preserve"> إذ لم يكن فيهم رجل واحد يؤمن ببطلان دعوى الحُسين أو رجحان حقّ يزيد</w:t>
      </w:r>
      <w:r w:rsidR="00364168">
        <w:rPr>
          <w:rtl/>
        </w:rPr>
        <w:t>،</w:t>
      </w:r>
      <w:r>
        <w:rPr>
          <w:rtl/>
        </w:rPr>
        <w:t xml:space="preserve"> ولم يكن فيهم كافر ينفح عن عقيدة غير عقيدة الإسلام</w:t>
      </w:r>
      <w:r w:rsidR="00364168">
        <w:rPr>
          <w:rtl/>
        </w:rPr>
        <w:t>،</w:t>
      </w:r>
      <w:r>
        <w:rPr>
          <w:rtl/>
        </w:rPr>
        <w:t xml:space="preserve"> إلاّ مَن طوى قلبه على كفر كمين هو مخفيه</w:t>
      </w:r>
      <w:r w:rsidR="00364168">
        <w:rPr>
          <w:rtl/>
        </w:rPr>
        <w:t>،</w:t>
      </w:r>
      <w:r>
        <w:rPr>
          <w:rtl/>
        </w:rPr>
        <w:t xml:space="preserve"> ولا نخالهم كثيرين</w:t>
      </w:r>
      <w:r w:rsidR="008F60AE">
        <w:rPr>
          <w:rtl/>
        </w:rPr>
        <w:t xml:space="preserve"> ...</w:t>
      </w:r>
      <w:r>
        <w:rPr>
          <w:rtl/>
        </w:rPr>
        <w:t xml:space="preserve"> </w:t>
      </w:r>
    </w:p>
    <w:p w:rsidR="002B49A5" w:rsidRDefault="002B49A5" w:rsidP="002B49A5">
      <w:pPr>
        <w:pStyle w:val="libNormal"/>
        <w:rPr>
          <w:rtl/>
        </w:rPr>
      </w:pPr>
      <w:r>
        <w:rPr>
          <w:rtl/>
        </w:rPr>
        <w:t>ولو كانوا يحاربون عقيدة بعقيدة</w:t>
      </w:r>
      <w:r w:rsidR="00364168">
        <w:rPr>
          <w:rtl/>
        </w:rPr>
        <w:t>،</w:t>
      </w:r>
      <w:r>
        <w:rPr>
          <w:rtl/>
        </w:rPr>
        <w:t xml:space="preserve"> لما لصقت بهم وصمة النّفاق ومسبّة الأخلاق</w:t>
      </w:r>
      <w:r w:rsidR="008F60AE">
        <w:rPr>
          <w:rtl/>
        </w:rPr>
        <w:t xml:space="preserve"> ...</w:t>
      </w:r>
      <w:r>
        <w:rPr>
          <w:rtl/>
        </w:rPr>
        <w:t xml:space="preserve"> فعداوتهم ما علموا أنّه الحقّ وشعروا أنّه الواجب أقبح بهم من عداوة المرء ما هو جاهله بعقله ومعرض عنه بشعوره</w:t>
      </w:r>
      <w:r w:rsidR="00364168">
        <w:rPr>
          <w:rtl/>
        </w:rPr>
        <w:t>؛</w:t>
      </w:r>
      <w:r>
        <w:rPr>
          <w:rtl/>
        </w:rPr>
        <w:t xml:space="preserve"> لأنّهم يحاربون الحقّ وهُم يعلمون</w:t>
      </w:r>
      <w:r w:rsidR="008F60AE">
        <w:rPr>
          <w:rtl/>
        </w:rPr>
        <w:t xml:space="preserve"> ...</w:t>
      </w:r>
      <w:r>
        <w:rPr>
          <w:rtl/>
        </w:rPr>
        <w:t xml:space="preserve"> ومن ثمّ كانوا في موقفهم ذاك ظلاماً مطبقاً</w:t>
      </w:r>
      <w:r w:rsidR="00364168">
        <w:rPr>
          <w:rtl/>
        </w:rPr>
        <w:t>،</w:t>
      </w:r>
      <w:r>
        <w:rPr>
          <w:rtl/>
        </w:rPr>
        <w:t xml:space="preserve"> ليس فيه من شعور الواجب بصيص واحد من عالم النور والفداء</w:t>
      </w:r>
      <w:r w:rsidR="008F60AE">
        <w:rPr>
          <w:rtl/>
        </w:rPr>
        <w:t xml:space="preserve"> ...</w:t>
      </w:r>
      <w:r>
        <w:rPr>
          <w:rtl/>
        </w:rPr>
        <w:t xml:space="preserve"> فكانوا حقّاً في يوم كربلاء قوّة من عالم الظلام تكافح قوّة من عالم النور</w:t>
      </w:r>
      <w:r w:rsidR="00364168">
        <w:rPr>
          <w:rtl/>
        </w:rPr>
        <w:t>.</w:t>
      </w:r>
    </w:p>
    <w:p w:rsidR="002B49A5" w:rsidRDefault="002B49A5" w:rsidP="002B49A5">
      <w:pPr>
        <w:pStyle w:val="libNormal"/>
        <w:rPr>
          <w:rtl/>
        </w:rPr>
      </w:pPr>
      <w:r>
        <w:rPr>
          <w:rtl/>
        </w:rPr>
        <w:t>أقربهم إلى العذر يومئذ من اعتذر بالفرق والرهبة</w:t>
      </w:r>
      <w:r w:rsidR="00364168">
        <w:rPr>
          <w:rtl/>
        </w:rPr>
        <w:t>؛</w:t>
      </w:r>
      <w:r>
        <w:rPr>
          <w:rtl/>
        </w:rPr>
        <w:t xml:space="preserve"> لأنّهم أكرهوه بالسّيف على غير ما يُريد</w:t>
      </w:r>
      <w:r w:rsidR="008F60AE">
        <w:rPr>
          <w:rtl/>
        </w:rPr>
        <w:t xml:space="preserve"> ...</w:t>
      </w:r>
      <w:r>
        <w:rPr>
          <w:rtl/>
        </w:rPr>
        <w:t xml:space="preserve"> فكان الجبن أشرف ما فيهم من خصال السّوء</w:t>
      </w:r>
      <w:r w:rsidR="00364168">
        <w:rPr>
          <w:rtl/>
        </w:rPr>
        <w:t>،</w:t>
      </w:r>
      <w:r>
        <w:rPr>
          <w:rtl/>
        </w:rPr>
        <w:t xml:space="preserve"> وكان منهم اُناس كتبوا إلى الحُسين يستدعونه إلى الكوفة ليبايعوه</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على حرب يزيد</w:t>
      </w:r>
      <w:r w:rsidR="00364168">
        <w:rPr>
          <w:rtl/>
        </w:rPr>
        <w:t>،</w:t>
      </w:r>
      <w:r>
        <w:rPr>
          <w:rtl/>
        </w:rPr>
        <w:t xml:space="preserve"> فلمّا ندبهم عمر بن سعد للقائه وسؤاله</w:t>
      </w:r>
      <w:r w:rsidR="00364168">
        <w:rPr>
          <w:rtl/>
        </w:rPr>
        <w:t>،</w:t>
      </w:r>
      <w:r>
        <w:rPr>
          <w:rtl/>
        </w:rPr>
        <w:t xml:space="preserve"> أحجموا عمّا ندبهم له واستعفوه</w:t>
      </w:r>
      <w:r w:rsidR="00364168">
        <w:rPr>
          <w:rtl/>
        </w:rPr>
        <w:t>؛</w:t>
      </w:r>
      <w:r>
        <w:rPr>
          <w:rtl/>
        </w:rPr>
        <w:t xml:space="preserve"> لأنّ جوابهم إنْ سألوه في شأن مجيئه إليهم</w:t>
      </w:r>
      <w:r w:rsidR="00364168">
        <w:rPr>
          <w:rtl/>
        </w:rPr>
        <w:t>:</w:t>
      </w:r>
      <w:r>
        <w:rPr>
          <w:rtl/>
        </w:rPr>
        <w:t xml:space="preserve"> إنّني جئتكم ملبّياً ما دعوتم إليه</w:t>
      </w:r>
      <w:r w:rsidR="008F60AE">
        <w:rPr>
          <w:rtl/>
        </w:rPr>
        <w:t xml:space="preserve"> ...</w:t>
      </w:r>
      <w:r>
        <w:rPr>
          <w:rtl/>
        </w:rPr>
        <w:t xml:space="preserve"> </w:t>
      </w:r>
    </w:p>
    <w:p w:rsidR="002B49A5" w:rsidRDefault="002B49A5" w:rsidP="002B49A5">
      <w:pPr>
        <w:pStyle w:val="libNormal"/>
        <w:rPr>
          <w:rtl/>
        </w:rPr>
      </w:pPr>
      <w:r>
        <w:rPr>
          <w:rtl/>
        </w:rPr>
        <w:t>وركب اُناساً منهم الفزع الدائم بقية حياتهم</w:t>
      </w:r>
      <w:r w:rsidR="00364168">
        <w:rPr>
          <w:rtl/>
        </w:rPr>
        <w:t>؛</w:t>
      </w:r>
      <w:r>
        <w:rPr>
          <w:rtl/>
        </w:rPr>
        <w:t xml:space="preserve"> لأنّهم عرفوا الإثم فيما اقترفوه عرفاناً لا تسعهم المغالطة فيه</w:t>
      </w:r>
      <w:r w:rsidR="00364168">
        <w:rPr>
          <w:rtl/>
        </w:rPr>
        <w:t>،</w:t>
      </w:r>
      <w:r>
        <w:rPr>
          <w:rtl/>
        </w:rPr>
        <w:t xml:space="preserve"> ومن هؤلاء رجل من بني أبان بن دارم كان يقول</w:t>
      </w:r>
      <w:r w:rsidR="00364168">
        <w:rPr>
          <w:rtl/>
        </w:rPr>
        <w:t>:</w:t>
      </w:r>
      <w:r>
        <w:rPr>
          <w:rtl/>
        </w:rPr>
        <w:t xml:space="preserve"> قتلت شابّاً أمرد مع الحُسين بين عينيه أثر السّجود</w:t>
      </w:r>
      <w:r w:rsidR="00364168">
        <w:rPr>
          <w:rtl/>
        </w:rPr>
        <w:t>،</w:t>
      </w:r>
      <w:r>
        <w:rPr>
          <w:rtl/>
        </w:rPr>
        <w:t xml:space="preserve"> فما نمت ليلة منذ قتلته إلاّ أتاني فيأخذ بتلابيبي حتّى يأتي جهنّم فيدفعني فيها</w:t>
      </w:r>
      <w:r w:rsidR="00364168">
        <w:rPr>
          <w:rtl/>
        </w:rPr>
        <w:t>،</w:t>
      </w:r>
      <w:r>
        <w:rPr>
          <w:rtl/>
        </w:rPr>
        <w:t xml:space="preserve"> فأصبح فما يبقى أحدٌ في الحي إلاّ سمع صياحي</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ورأى هذا الرّجل صاحب له بعد حين وقد تغيّر وجهه واسودّ لونه</w:t>
      </w:r>
      <w:r w:rsidR="00364168">
        <w:rPr>
          <w:rtl/>
        </w:rPr>
        <w:t>،</w:t>
      </w:r>
      <w:r>
        <w:rPr>
          <w:rtl/>
        </w:rPr>
        <w:t xml:space="preserve"> فقال له</w:t>
      </w:r>
      <w:r w:rsidR="00364168">
        <w:rPr>
          <w:rtl/>
        </w:rPr>
        <w:t>:</w:t>
      </w:r>
      <w:r>
        <w:rPr>
          <w:rtl/>
        </w:rPr>
        <w:t xml:space="preserve"> ما كدت أعرفك</w:t>
      </w:r>
      <w:r w:rsidR="00364168">
        <w:rPr>
          <w:rtl/>
        </w:rPr>
        <w:t>.</w:t>
      </w:r>
      <w:r>
        <w:rPr>
          <w:rtl/>
        </w:rPr>
        <w:t xml:space="preserve"> وكان يعرفه جميلاً شديد البياض</w:t>
      </w:r>
      <w:r w:rsidR="008F60AE">
        <w:rPr>
          <w:rtl/>
        </w:rPr>
        <w:t xml:space="preserve"> ...</w:t>
      </w:r>
      <w:r>
        <w:rPr>
          <w:rtl/>
        </w:rPr>
        <w:t xml:space="preserve"> ومنهم مَن كان يتزاور عن الحُسين في المعمعة</w:t>
      </w:r>
      <w:r w:rsidR="00364168">
        <w:rPr>
          <w:rtl/>
        </w:rPr>
        <w:t>،</w:t>
      </w:r>
      <w:r>
        <w:rPr>
          <w:rtl/>
        </w:rPr>
        <w:t xml:space="preserve"> ويخشى أن يصيبه أو يُصاب على يديه</w:t>
      </w:r>
      <w:r w:rsidR="00364168">
        <w:rPr>
          <w:rtl/>
        </w:rPr>
        <w:t>،</w:t>
      </w:r>
      <w:r>
        <w:rPr>
          <w:rtl/>
        </w:rPr>
        <w:t xml:space="preserve"> ولو أنّهم حاربوه</w:t>
      </w:r>
      <w:r w:rsidR="00364168">
        <w:rPr>
          <w:rtl/>
        </w:rPr>
        <w:t>؛</w:t>
      </w:r>
      <w:r>
        <w:rPr>
          <w:rtl/>
        </w:rPr>
        <w:t xml:space="preserve"> لأنّهم علموا أنّه أهل للمحاربة فلم يتزاوروا عنه ولم يتحاشوه</w:t>
      </w:r>
      <w:r w:rsidR="00364168">
        <w:rPr>
          <w:rtl/>
        </w:rPr>
        <w:t>،</w:t>
      </w:r>
      <w:r>
        <w:rPr>
          <w:rtl/>
        </w:rPr>
        <w:t xml:space="preserve"> لكانت الحرب هُنالك حرباً بين رأيين ومذهبين وشجاعتين</w:t>
      </w:r>
      <w:r w:rsidR="00364168">
        <w:rPr>
          <w:rtl/>
        </w:rPr>
        <w:t>،</w:t>
      </w:r>
      <w:r>
        <w:rPr>
          <w:rtl/>
        </w:rPr>
        <w:t xml:space="preserve"> ولكنّهم كشفوا أنفسهم بتحاشيهم إيّاه</w:t>
      </w:r>
      <w:r w:rsidR="00364168">
        <w:rPr>
          <w:rtl/>
        </w:rPr>
        <w:t>،</w:t>
      </w:r>
      <w:r>
        <w:rPr>
          <w:rtl/>
        </w:rPr>
        <w:t xml:space="preserve"> فإذا هُم يحاربون رأيهم الذي يدينون به</w:t>
      </w:r>
      <w:r w:rsidR="00364168">
        <w:rPr>
          <w:rtl/>
        </w:rPr>
        <w:t>،</w:t>
      </w:r>
      <w:r>
        <w:rPr>
          <w:rtl/>
        </w:rPr>
        <w:t xml:space="preserve"> ووليهم الذي يضمرون له الحرمة والكرامة</w:t>
      </w:r>
      <w:r w:rsidR="00364168">
        <w:rPr>
          <w:rtl/>
        </w:rPr>
        <w:t>،</w:t>
      </w:r>
      <w:r>
        <w:rPr>
          <w:rtl/>
        </w:rPr>
        <w:t xml:space="preserve"> وفي ذلك خزيهم الأثيم</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على أنّ الجبن والجشع لا يفسران كلّ ما اقترفه جيش عبيد الله من شرّ ولؤم في أيّام كربلاء</w:t>
      </w:r>
      <w:r w:rsidR="00364168">
        <w:rPr>
          <w:rtl/>
        </w:rPr>
        <w:t>.</w:t>
      </w:r>
    </w:p>
    <w:p w:rsidR="002B49A5" w:rsidRDefault="002B49A5" w:rsidP="002B49A5">
      <w:pPr>
        <w:pStyle w:val="libNormal"/>
        <w:rPr>
          <w:rtl/>
        </w:rPr>
      </w:pPr>
      <w:r>
        <w:rPr>
          <w:rtl/>
        </w:rPr>
        <w:t>فلا حاجة بالجبان ولا بالجشع إلى التمثيل والتنكيل أو التبرّع بالإيذاء حيث لا تلجئه الضرورة إليه</w:t>
      </w:r>
      <w:r w:rsidR="00364168">
        <w:rPr>
          <w:rtl/>
        </w:rPr>
        <w:t>،</w:t>
      </w:r>
      <w:r>
        <w:rPr>
          <w:rtl/>
        </w:rPr>
        <w:t xml:space="preserve"> وليس قتل الطفل الصغير الذي يموت من العطش وهو على مورد الماء بالأمر الذي يلجئ إليه الجبن أو يلجئ إليه طلب المال</w:t>
      </w:r>
      <w:r w:rsidR="00364168">
        <w:rPr>
          <w:rtl/>
        </w:rPr>
        <w:t>،</w:t>
      </w:r>
      <w:r>
        <w:rPr>
          <w:rtl/>
        </w:rPr>
        <w:t xml:space="preserve"> وقد حدث في أيّام كربلاء من أمثال هذا البغي اللئيم شيء كثير رواه الاُمويّون</w:t>
      </w:r>
      <w:r w:rsidR="00364168">
        <w:rPr>
          <w:rtl/>
        </w:rPr>
        <w:t>،</w:t>
      </w:r>
      <w:r>
        <w:rPr>
          <w:rtl/>
        </w:rPr>
        <w:t xml:space="preserve"> ولم تقتصر روايته على الهاشميّين والطالبيّين أو أعداء بني اُميّة </w:t>
      </w:r>
    </w:p>
    <w:p w:rsidR="002B49A5" w:rsidRDefault="002B49A5" w:rsidP="008F60AE">
      <w:pPr>
        <w:pStyle w:val="libCenter"/>
        <w:rPr>
          <w:rtl/>
        </w:rPr>
      </w:pPr>
      <w:r>
        <w:rPr>
          <w:rtl/>
        </w:rPr>
        <w:t>* * *</w:t>
      </w:r>
    </w:p>
    <w:p w:rsidR="002B49A5" w:rsidRDefault="002B49A5" w:rsidP="002B49A5">
      <w:pPr>
        <w:pStyle w:val="libNormal"/>
        <w:rPr>
          <w:rtl/>
        </w:rPr>
      </w:pPr>
      <w:r>
        <w:rPr>
          <w:rtl/>
        </w:rPr>
        <w:t>وينبغي أنْ نفهم ذلك على وجه واحد لا سبيل إلى فهمه بغيره</w:t>
      </w:r>
      <w:r w:rsidR="00364168">
        <w:rPr>
          <w:rtl/>
        </w:rPr>
        <w:t>،</w:t>
      </w:r>
      <w:r>
        <w:rPr>
          <w:rtl/>
        </w:rPr>
        <w:t xml:space="preserve"> وهو نكسة الشرّ في النّفس البشرية</w:t>
      </w:r>
      <w:r w:rsidR="00364168">
        <w:rPr>
          <w:rtl/>
        </w:rPr>
        <w:t>،</w:t>
      </w:r>
      <w:r>
        <w:rPr>
          <w:rtl/>
        </w:rPr>
        <w:t xml:space="preserve"> حين تلج بها مغالطة الشعور وحين تغالب عنانها حتّى تعييها المغالبة فينطلق بها العنان</w:t>
      </w:r>
      <w:r w:rsidR="00364168">
        <w:rPr>
          <w:rtl/>
        </w:rPr>
        <w:t>.</w:t>
      </w:r>
    </w:p>
    <w:p w:rsidR="002B49A5" w:rsidRDefault="002B49A5" w:rsidP="002B49A5">
      <w:pPr>
        <w:pStyle w:val="libNormal"/>
        <w:rPr>
          <w:rtl/>
        </w:rPr>
      </w:pPr>
      <w:r>
        <w:rPr>
          <w:rtl/>
        </w:rPr>
        <w:t>فالرّجل الخبيث المغرق في الخيانة قد يتصرّف في خلوته تصرّف الأنذال ثمّ لا يُبالي أنْ يعرف نذالته وهو بنجوة من أعين الرّقباء</w:t>
      </w:r>
      <w:r w:rsidR="00364168">
        <w:rPr>
          <w:rtl/>
        </w:rPr>
        <w:t>،</w:t>
      </w:r>
      <w:r>
        <w:rPr>
          <w:rtl/>
        </w:rPr>
        <w:t xml:space="preserve"> ولكن أربعة الآلاف لا يتصارحون بالنذالة بينهم</w:t>
      </w:r>
      <w:r w:rsidR="00364168">
        <w:rPr>
          <w:rtl/>
        </w:rPr>
        <w:t>،</w:t>
      </w:r>
      <w:r>
        <w:rPr>
          <w:rtl/>
        </w:rPr>
        <w:t xml:space="preserve"> ولا يقول بعضهم لبعض أنّهم يعملون ما يستحقّون به التحقير والمهانة</w:t>
      </w:r>
      <w:r w:rsidR="00364168">
        <w:rPr>
          <w:rtl/>
        </w:rPr>
        <w:t>،</w:t>
      </w:r>
      <w:r>
        <w:rPr>
          <w:rtl/>
        </w:rPr>
        <w:t xml:space="preserve"> ولا تقبل لهم فيه معذرة ولا علالة</w:t>
      </w:r>
      <w:r w:rsidR="00364168">
        <w:rPr>
          <w:rtl/>
        </w:rPr>
        <w:t>،</w:t>
      </w:r>
      <w:r>
        <w:rPr>
          <w:rtl/>
        </w:rPr>
        <w:t xml:space="preserve"> وإنّما شأنهم في هذه الحالة أنْ يصطنعوا الحماسة ويجاهدوا التردد ما استطاعوا</w:t>
      </w:r>
      <w:r w:rsidR="00364168">
        <w:rPr>
          <w:rtl/>
        </w:rPr>
        <w:t>؛</w:t>
      </w:r>
      <w:r>
        <w:rPr>
          <w:rtl/>
        </w:rPr>
        <w:t xml:space="preserve"> ليظهروا في ثوب الغلاة المصدقين الذين لا يشكّون لحظة في صدق ما يعملون</w:t>
      </w:r>
      <w:r w:rsidR="00364168">
        <w:rPr>
          <w:rtl/>
        </w:rPr>
        <w:t>،</w:t>
      </w:r>
      <w:r>
        <w:rPr>
          <w:rtl/>
        </w:rPr>
        <w:t xml:space="preserve"> فيغمض الرّجل منهم عينيه ويستتر بغشاء من النّفاق</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حتّى ليوشك أنْ يخدع نفسه عن طوية فؤاده</w:t>
      </w:r>
      <w:r w:rsidR="008F60AE">
        <w:rPr>
          <w:rtl/>
        </w:rPr>
        <w:t xml:space="preserve"> ...</w:t>
      </w:r>
      <w:r>
        <w:rPr>
          <w:rtl/>
        </w:rPr>
        <w:t xml:space="preserve"> وتلك لجاجة المغالطة في الشّعور</w:t>
      </w:r>
      <w:r w:rsidR="00364168">
        <w:rPr>
          <w:rtl/>
        </w:rPr>
        <w:t>.</w:t>
      </w:r>
      <w:r>
        <w:rPr>
          <w:rtl/>
        </w:rPr>
        <w:t xml:space="preserve"> </w:t>
      </w:r>
    </w:p>
    <w:p w:rsidR="002B49A5" w:rsidRDefault="002B49A5" w:rsidP="002B49A5">
      <w:pPr>
        <w:pStyle w:val="libNormal"/>
        <w:rPr>
          <w:rtl/>
        </w:rPr>
      </w:pPr>
      <w:r w:rsidRPr="002B49A5">
        <w:rPr>
          <w:rtl/>
        </w:rPr>
        <w:t>أمّا مجاذبة النّفس عنانها وانطلاقها بعد هذه المجاذبة المخفقة</w:t>
      </w:r>
      <w:r w:rsidR="00364168">
        <w:rPr>
          <w:rtl/>
        </w:rPr>
        <w:t>،</w:t>
      </w:r>
      <w:r w:rsidRPr="002B49A5">
        <w:rPr>
          <w:rtl/>
        </w:rPr>
        <w:t xml:space="preserve"> فالشّواهد عليها كثيرة فيما نراه كلّ يوم</w:t>
      </w:r>
      <w:r w:rsidR="008F60AE">
        <w:rPr>
          <w:rtl/>
        </w:rPr>
        <w:t xml:space="preserve"> ...</w:t>
      </w:r>
      <w:r w:rsidRPr="002B49A5">
        <w:rPr>
          <w:rtl/>
        </w:rPr>
        <w:t xml:space="preserve"> يحاول الرّجل أن يتجنب الخمر فلا يستطيع</w:t>
      </w:r>
      <w:r w:rsidR="00364168">
        <w:rPr>
          <w:rtl/>
        </w:rPr>
        <w:t>،</w:t>
      </w:r>
      <w:r w:rsidRPr="002B49A5">
        <w:rPr>
          <w:rtl/>
        </w:rPr>
        <w:t xml:space="preserve"> فإذا هو قد خلع العذار وغرق فيها ليله ونهاره غير مبال بما يُقال كأنّما هو القائل</w:t>
      </w:r>
      <w:r w:rsidR="00364168">
        <w:rPr>
          <w:rtl/>
        </w:rPr>
        <w:t>:</w:t>
      </w:r>
      <w:r w:rsidRPr="002B49A5">
        <w:rPr>
          <w:rtl/>
        </w:rPr>
        <w:t xml:space="preserve"> </w:t>
      </w:r>
      <w:r w:rsidRPr="002B49A5">
        <w:rPr>
          <w:rStyle w:val="libBold2Char"/>
          <w:rtl/>
        </w:rPr>
        <w:t>دعْ عنكَ لومي فإنّ اللومَ إغراءُ</w:t>
      </w:r>
      <w:r w:rsidR="008F60AE">
        <w:rPr>
          <w:rtl/>
        </w:rPr>
        <w:t xml:space="preserve"> ...</w:t>
      </w:r>
    </w:p>
    <w:p w:rsidR="002B49A5" w:rsidRDefault="002B49A5" w:rsidP="002B49A5">
      <w:pPr>
        <w:pStyle w:val="libNormal"/>
        <w:rPr>
          <w:rtl/>
        </w:rPr>
      </w:pPr>
      <w:r>
        <w:rPr>
          <w:rtl/>
        </w:rPr>
        <w:t>وتحبّ المرأة أن تستحي وتتوارى من المسبّة في هواها</w:t>
      </w:r>
      <w:r w:rsidR="00364168">
        <w:rPr>
          <w:rtl/>
        </w:rPr>
        <w:t>،</w:t>
      </w:r>
      <w:r>
        <w:rPr>
          <w:rtl/>
        </w:rPr>
        <w:t xml:space="preserve"> ثمّ يغلبها هواها فإذا هي قد ألقت حياءها للريح</w:t>
      </w:r>
      <w:r w:rsidR="00364168">
        <w:rPr>
          <w:rtl/>
        </w:rPr>
        <w:t>،</w:t>
      </w:r>
      <w:r>
        <w:rPr>
          <w:rtl/>
        </w:rPr>
        <w:t xml:space="preserve"> وصنعت ما تحجم عنه التي لم تنازع نفسها قط في هوى</w:t>
      </w:r>
      <w:r w:rsidR="00364168">
        <w:rPr>
          <w:rtl/>
        </w:rPr>
        <w:t>،</w:t>
      </w:r>
      <w:r>
        <w:rPr>
          <w:rtl/>
        </w:rPr>
        <w:t xml:space="preserve"> ولم تشعر قط بوطأة الخجل والاستتار</w:t>
      </w:r>
      <w:r w:rsidR="00364168">
        <w:rPr>
          <w:rtl/>
        </w:rPr>
        <w:t>.</w:t>
      </w:r>
    </w:p>
    <w:p w:rsidR="002B49A5" w:rsidRDefault="002B49A5" w:rsidP="002B49A5">
      <w:pPr>
        <w:pStyle w:val="libNormal"/>
        <w:rPr>
          <w:rtl/>
        </w:rPr>
      </w:pPr>
      <w:r>
        <w:rPr>
          <w:rtl/>
        </w:rPr>
        <w:t>واندفاع المتهجمين على الشرّ في حرب كربلاء بغير داع من الحفيظة ولا ضرورة ملزمة تقضي بها شريعة القتال</w:t>
      </w:r>
      <w:r w:rsidR="00364168">
        <w:rPr>
          <w:rtl/>
        </w:rPr>
        <w:t>،</w:t>
      </w:r>
      <w:r>
        <w:rPr>
          <w:rtl/>
        </w:rPr>
        <w:t xml:space="preserve"> لهو الاندفاع الذي يسبر لنا عمق الشّعور بالإثم في نفوس أصحاب يزيد</w:t>
      </w:r>
      <w:r w:rsidR="00364168">
        <w:rPr>
          <w:rtl/>
        </w:rPr>
        <w:t>.</w:t>
      </w:r>
      <w:r>
        <w:rPr>
          <w:rtl/>
        </w:rPr>
        <w:t xml:space="preserve"> وقد رأينا من قبل عمق الشّعور بالحقّ في أصحاب الحُسين</w:t>
      </w:r>
      <w:r w:rsidR="00364168">
        <w:rPr>
          <w:rtl/>
        </w:rPr>
        <w:t>،</w:t>
      </w:r>
      <w:r>
        <w:rPr>
          <w:rtl/>
        </w:rPr>
        <w:t xml:space="preserve"> وما بنا من حاجة إلى البحث عن علّة مثل هذه العلّة لِمن خُلقوا مجرمين وخُلقت معهم ضراوة الحقد والإيذاء لهذا الميدان وغير هذا الميدان</w:t>
      </w:r>
      <w:r w:rsidR="00364168">
        <w:rPr>
          <w:rtl/>
        </w:rPr>
        <w:t>،</w:t>
      </w:r>
      <w:r>
        <w:rPr>
          <w:rtl/>
        </w:rPr>
        <w:t xml:space="preserve"> كشمر بن ذي الجوشن ومَن جرى مجراه</w:t>
      </w:r>
      <w:r w:rsidR="00364168">
        <w:rPr>
          <w:rtl/>
        </w:rPr>
        <w:t>،</w:t>
      </w:r>
      <w:r>
        <w:rPr>
          <w:rtl/>
        </w:rPr>
        <w:t xml:space="preserve"> فهؤلاء لا يصنعون غير صنيعهم الأثيم كلّما وجدوا السّبيل إليه</w:t>
      </w:r>
      <w:r w:rsidR="00364168">
        <w:rPr>
          <w:rtl/>
        </w:rPr>
        <w:t>.</w:t>
      </w:r>
    </w:p>
    <w:p w:rsidR="002B49A5" w:rsidRDefault="002B49A5" w:rsidP="002B49A5">
      <w:pPr>
        <w:pStyle w:val="libNormal"/>
        <w:rPr>
          <w:rtl/>
        </w:rPr>
      </w:pPr>
      <w:r>
        <w:rPr>
          <w:rtl/>
        </w:rPr>
        <w:t>على أنّها</w:t>
      </w:r>
      <w:r w:rsidR="004C4A93">
        <w:rPr>
          <w:rtl/>
        </w:rPr>
        <w:t xml:space="preserve"> - </w:t>
      </w:r>
      <w:r>
        <w:rPr>
          <w:rtl/>
        </w:rPr>
        <w:t>بعد كلّ هذا</w:t>
      </w:r>
      <w:r w:rsidR="004C4A93">
        <w:rPr>
          <w:rtl/>
        </w:rPr>
        <w:t xml:space="preserve"> - </w:t>
      </w:r>
      <w:r>
        <w:rPr>
          <w:rtl/>
        </w:rPr>
        <w:t>حرب بين الكرم واللؤم</w:t>
      </w:r>
      <w:r w:rsidR="00364168">
        <w:rPr>
          <w:rtl/>
        </w:rPr>
        <w:t>،</w:t>
      </w:r>
      <w:r>
        <w:rPr>
          <w:rtl/>
        </w:rPr>
        <w:t xml:space="preserve"> وبين الضمير والمعدة</w:t>
      </w:r>
      <w:r w:rsidR="00364168">
        <w:rPr>
          <w:rtl/>
        </w:rPr>
        <w:t>،</w:t>
      </w:r>
      <w:r>
        <w:rPr>
          <w:rtl/>
        </w:rPr>
        <w:t xml:space="preserve"> وبين النور والظلام</w:t>
      </w:r>
      <w:r w:rsidR="008F60AE">
        <w:rPr>
          <w:rtl/>
        </w:rPr>
        <w:t xml:space="preserve"> ...</w:t>
      </w:r>
      <w:r>
        <w:rPr>
          <w:rtl/>
        </w:rPr>
        <w:t xml:space="preserve"> فشأنها</w:t>
      </w:r>
      <w:r w:rsidR="004C4A93">
        <w:rPr>
          <w:rtl/>
        </w:rPr>
        <w:t xml:space="preserve"> - </w:t>
      </w:r>
      <w:r>
        <w:rPr>
          <w:rtl/>
        </w:rPr>
        <w:t>على أيّة حال</w:t>
      </w:r>
      <w:r w:rsidR="004C4A93">
        <w:rPr>
          <w:rtl/>
        </w:rPr>
        <w:t xml:space="preserve"> - </w:t>
      </w:r>
      <w:r>
        <w:rPr>
          <w:rtl/>
        </w:rPr>
        <w:t>أن تصبح مجالاً من</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الطرفين لقصارى ما يبلغه الكرم وقصارى ما يبلغه اللؤم</w:t>
      </w:r>
      <w:r w:rsidR="00364168">
        <w:rPr>
          <w:rtl/>
        </w:rPr>
        <w:t>،</w:t>
      </w:r>
      <w:r>
        <w:rPr>
          <w:rtl/>
        </w:rPr>
        <w:t xml:space="preserve"> وقد بلغت في ذلك أقصى مدى الطرفين</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ومن المتعذر بعد وقوف هاتين القوّتين موقف المراقبة والمناجزة</w:t>
      </w:r>
      <w:r w:rsidR="00364168">
        <w:rPr>
          <w:rtl/>
        </w:rPr>
        <w:t>،</w:t>
      </w:r>
      <w:r>
        <w:rPr>
          <w:rtl/>
        </w:rPr>
        <w:t xml:space="preserve"> أنْ نتقصّى أوائل القتال ونتّبع ترتيب الحوادث واحدة بعد واحدة على حسب وقوعها</w:t>
      </w:r>
      <w:r w:rsidR="00364168">
        <w:rPr>
          <w:rtl/>
        </w:rPr>
        <w:t>؛</w:t>
      </w:r>
      <w:r>
        <w:rPr>
          <w:rtl/>
        </w:rPr>
        <w:t xml:space="preserve"> فإنّ الأقوال في سرد حوادث كربلاء لا تتفق على ترتيب واحد</w:t>
      </w:r>
      <w:r w:rsidR="00364168">
        <w:rPr>
          <w:rtl/>
        </w:rPr>
        <w:t>،</w:t>
      </w:r>
      <w:r>
        <w:rPr>
          <w:rtl/>
        </w:rPr>
        <w:t xml:space="preserve"> سواء كان هذا الترتيب في رواية أنصار الحُسين أو رواية أنصار يزيد</w:t>
      </w:r>
      <w:r w:rsidR="00364168">
        <w:rPr>
          <w:rtl/>
        </w:rPr>
        <w:t>.</w:t>
      </w:r>
    </w:p>
    <w:p w:rsidR="002B49A5" w:rsidRDefault="002B49A5" w:rsidP="002B49A5">
      <w:pPr>
        <w:pStyle w:val="libNormal"/>
        <w:rPr>
          <w:rtl/>
        </w:rPr>
      </w:pPr>
      <w:r>
        <w:rPr>
          <w:rtl/>
        </w:rPr>
        <w:t>إلاّ أنّ الترتيب الطبيعي يستبين للعقل من سبب الوقوف في ذلك المكان</w:t>
      </w:r>
      <w:r w:rsidR="00364168">
        <w:rPr>
          <w:rtl/>
        </w:rPr>
        <w:t>،</w:t>
      </w:r>
      <w:r>
        <w:rPr>
          <w:rtl/>
        </w:rPr>
        <w:t xml:space="preserve"> وهو منع الحُسين أن ينصرف إلى سبيله وأن يرد الماء حتّى يكرهه العطش إلى التسليم</w:t>
      </w:r>
      <w:r w:rsidR="00364168">
        <w:rPr>
          <w:rtl/>
        </w:rPr>
        <w:t>،</w:t>
      </w:r>
      <w:r>
        <w:rPr>
          <w:rtl/>
        </w:rPr>
        <w:t xml:space="preserve"> وكان الموقف كما وصفه أبو العلاء بعد ذلك بأربعة قرون</w:t>
      </w:r>
      <w:r w:rsidR="00364168">
        <w:rPr>
          <w:rtl/>
        </w:rPr>
        <w:t>:</w:t>
      </w:r>
    </w:p>
    <w:tbl>
      <w:tblPr>
        <w:tblStyle w:val="TableGrid"/>
        <w:bidiVisual/>
        <w:tblW w:w="4562" w:type="pct"/>
        <w:tblInd w:w="384" w:type="dxa"/>
        <w:tblLook w:val="04A0"/>
      </w:tblPr>
      <w:tblGrid>
        <w:gridCol w:w="3345"/>
        <w:gridCol w:w="269"/>
        <w:gridCol w:w="3308"/>
      </w:tblGrid>
      <w:tr w:rsidR="00390D32" w:rsidTr="00390D32">
        <w:trPr>
          <w:trHeight w:val="350"/>
        </w:trPr>
        <w:tc>
          <w:tcPr>
            <w:tcW w:w="3345" w:type="dxa"/>
          </w:tcPr>
          <w:p w:rsidR="00390D32" w:rsidRDefault="00390D32" w:rsidP="00390D32">
            <w:pPr>
              <w:pStyle w:val="libPoem"/>
            </w:pPr>
            <w:r>
              <w:rPr>
                <w:rtl/>
              </w:rPr>
              <w:t>منعَ الفتَى هينا فَجَرّ عظائِماً</w:t>
            </w:r>
            <w:r w:rsidRPr="00725071">
              <w:rPr>
                <w:rStyle w:val="libPoemTiniChar0"/>
                <w:rtl/>
              </w:rPr>
              <w:br/>
              <w:t> </w:t>
            </w:r>
          </w:p>
        </w:tc>
        <w:tc>
          <w:tcPr>
            <w:tcW w:w="269" w:type="dxa"/>
          </w:tcPr>
          <w:p w:rsidR="00390D32" w:rsidRDefault="00390D32" w:rsidP="00390D32">
            <w:pPr>
              <w:pStyle w:val="libPoem"/>
              <w:rPr>
                <w:rtl/>
              </w:rPr>
            </w:pPr>
          </w:p>
        </w:tc>
        <w:tc>
          <w:tcPr>
            <w:tcW w:w="3308" w:type="dxa"/>
          </w:tcPr>
          <w:p w:rsidR="00390D32" w:rsidRDefault="00390D32" w:rsidP="00390D32">
            <w:pPr>
              <w:pStyle w:val="libPoem"/>
            </w:pPr>
            <w:r>
              <w:rPr>
                <w:rtl/>
              </w:rPr>
              <w:t>وحُمِي نميرُ الماءِ فانبعثَ الدمُ</w:t>
            </w:r>
            <w:r w:rsidRPr="00725071">
              <w:rPr>
                <w:rStyle w:val="libPoemTiniChar0"/>
                <w:rtl/>
              </w:rPr>
              <w:br/>
              <w:t> </w:t>
            </w:r>
          </w:p>
        </w:tc>
      </w:tr>
    </w:tbl>
    <w:p w:rsidR="002B49A5" w:rsidRDefault="002B49A5" w:rsidP="002B49A5">
      <w:pPr>
        <w:pStyle w:val="libNormal"/>
        <w:rPr>
          <w:rtl/>
        </w:rPr>
      </w:pPr>
      <w:r>
        <w:rPr>
          <w:rtl/>
        </w:rPr>
        <w:t>ولم يمتنع طريق الماء في بادئ الأمر دفعة واحدة</w:t>
      </w:r>
      <w:r w:rsidR="00364168">
        <w:rPr>
          <w:rtl/>
        </w:rPr>
        <w:t>؛</w:t>
      </w:r>
      <w:r>
        <w:rPr>
          <w:rtl/>
        </w:rPr>
        <w:t xml:space="preserve"> لأنّ حراس المورد من جماعة عمر بن سعد</w:t>
      </w:r>
      <w:r w:rsidR="00364168">
        <w:rPr>
          <w:rtl/>
        </w:rPr>
        <w:t>،</w:t>
      </w:r>
      <w:r>
        <w:rPr>
          <w:rtl/>
        </w:rPr>
        <w:t xml:space="preserve"> لم يكونوا على جزم بما يصنعون في مواجهة</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الحُسين وصحبه</w:t>
      </w:r>
      <w:r w:rsidR="008F60AE">
        <w:rPr>
          <w:rtl/>
        </w:rPr>
        <w:t xml:space="preserve"> ...</w:t>
      </w:r>
      <w:r>
        <w:rPr>
          <w:rtl/>
        </w:rPr>
        <w:t xml:space="preserve"> فلمّا اندفع بعض أصحاب الحُسين إلى الماء بالقرب والأداوي</w:t>
      </w:r>
      <w:r w:rsidR="00364168">
        <w:rPr>
          <w:rtl/>
        </w:rPr>
        <w:t>،</w:t>
      </w:r>
      <w:r>
        <w:rPr>
          <w:rtl/>
        </w:rPr>
        <w:t xml:space="preserve"> مانعهم القوم هنيهة</w:t>
      </w:r>
      <w:r w:rsidR="00364168">
        <w:rPr>
          <w:rtl/>
        </w:rPr>
        <w:t>،</w:t>
      </w:r>
      <w:r>
        <w:rPr>
          <w:rtl/>
        </w:rPr>
        <w:t xml:space="preserve"> ثمّ أخلوا لهم سبيل النهر خوفاً وحيرة</w:t>
      </w:r>
      <w:r w:rsidR="00364168">
        <w:rPr>
          <w:rtl/>
        </w:rPr>
        <w:t>،</w:t>
      </w:r>
      <w:r>
        <w:rPr>
          <w:rtl/>
        </w:rPr>
        <w:t xml:space="preserve"> فشربوا وملؤوا قربهم وأداواهم بما يغنيهم عن الاستقاء إلى حين</w:t>
      </w:r>
      <w:r w:rsidR="00364168">
        <w:rPr>
          <w:rtl/>
        </w:rPr>
        <w:t>.</w:t>
      </w:r>
    </w:p>
    <w:p w:rsidR="002B49A5" w:rsidRDefault="002B49A5" w:rsidP="002B49A5">
      <w:pPr>
        <w:pStyle w:val="libNormal"/>
        <w:rPr>
          <w:rtl/>
        </w:rPr>
      </w:pPr>
      <w:r>
        <w:rPr>
          <w:rtl/>
        </w:rPr>
        <w:t>والظاهر أنّ الشرّ كلّه كان في حضور شمر بن ذي الجوشن على تلك السّاحة</w:t>
      </w:r>
      <w:r w:rsidR="00364168">
        <w:rPr>
          <w:rtl/>
        </w:rPr>
        <w:t>،</w:t>
      </w:r>
      <w:r>
        <w:rPr>
          <w:rtl/>
        </w:rPr>
        <w:t xml:space="preserve"> متربّصاً كلّ التربّص بمن يتوانى في حصار الحُسين ومضايقته فيعزله ويعرضه لسوء الجزاء</w:t>
      </w:r>
      <w:r w:rsidR="00364168">
        <w:rPr>
          <w:rtl/>
        </w:rPr>
        <w:t>،</w:t>
      </w:r>
      <w:r>
        <w:rPr>
          <w:rtl/>
        </w:rPr>
        <w:t xml:space="preserve"> ثمّ يطمع من وراء ذلك أن يتولّى قيادة الجيش وإمارة الرّي بعد عزل عمر بن سعد بن أبي وقاص</w:t>
      </w:r>
      <w:r w:rsidR="008F60AE">
        <w:rPr>
          <w:rtl/>
        </w:rPr>
        <w:t xml:space="preserve"> ...</w:t>
      </w:r>
      <w:r>
        <w:rPr>
          <w:rtl/>
        </w:rPr>
        <w:t xml:space="preserve"> فبطل التردد شيئاً فشيئاً</w:t>
      </w:r>
      <w:r w:rsidR="00364168">
        <w:rPr>
          <w:rtl/>
        </w:rPr>
        <w:t>،</w:t>
      </w:r>
      <w:r>
        <w:rPr>
          <w:rtl/>
        </w:rPr>
        <w:t xml:space="preserve"> وتعذّر على الحُسين وأصحابه بعد الهجمة الأولى أن يصلوا إلى الماء</w:t>
      </w:r>
      <w:r w:rsidR="00364168">
        <w:rPr>
          <w:rtl/>
        </w:rPr>
        <w:t>.</w:t>
      </w:r>
      <w:r>
        <w:rPr>
          <w:rtl/>
        </w:rPr>
        <w:t xml:space="preserve"> </w:t>
      </w:r>
    </w:p>
    <w:p w:rsidR="002B49A5" w:rsidRDefault="002B49A5" w:rsidP="002B49A5">
      <w:pPr>
        <w:pStyle w:val="libNormal"/>
        <w:rPr>
          <w:rtl/>
        </w:rPr>
      </w:pPr>
      <w:r>
        <w:rPr>
          <w:rtl/>
        </w:rPr>
        <w:t>ولبثوا أيّاماً وليس في معسكرهم ذو حياة من رجل أو امرأة أو طفل أو حيوان إلاّ وهو يتلظّى على قطرة ماء فلا ينالها</w:t>
      </w:r>
      <w:r w:rsidR="00364168">
        <w:rPr>
          <w:rtl/>
        </w:rPr>
        <w:t>،</w:t>
      </w:r>
      <w:r>
        <w:rPr>
          <w:rtl/>
        </w:rPr>
        <w:t xml:space="preserve"> ومنهم الطفل العليل والشّيخ المكدود والحيوان الأعجم</w:t>
      </w:r>
      <w:r w:rsidR="00364168">
        <w:rPr>
          <w:rtl/>
        </w:rPr>
        <w:t>،</w:t>
      </w:r>
      <w:r>
        <w:rPr>
          <w:rtl/>
        </w:rPr>
        <w:t xml:space="preserve"> وصياح هؤلاء الظماء من حرقة الظمأ يتوالى على مسمع الحُسين ليل نهار</w:t>
      </w:r>
      <w:r w:rsidR="00364168">
        <w:rPr>
          <w:rtl/>
        </w:rPr>
        <w:t>،</w:t>
      </w:r>
      <w:r>
        <w:rPr>
          <w:rtl/>
        </w:rPr>
        <w:t xml:space="preserve"> وهو لا يملك لهم غير الوصاية بالصبر وحسن المؤاساة</w:t>
      </w:r>
      <w:r w:rsidR="00364168">
        <w:rPr>
          <w:rtl/>
        </w:rPr>
        <w:t>.</w:t>
      </w:r>
    </w:p>
    <w:p w:rsidR="002B49A5" w:rsidRDefault="002B49A5" w:rsidP="002B49A5">
      <w:pPr>
        <w:pStyle w:val="libNormal"/>
        <w:rPr>
          <w:rtl/>
        </w:rPr>
      </w:pPr>
      <w:r>
        <w:rPr>
          <w:rtl/>
        </w:rPr>
        <w:t>وفي ذلك المأزق الفاجع نضحت طبائع اللؤم في معسكر ابن زياد بشرّ ما تنضح به طبيعة لئيمة في البنية الآدمية</w:t>
      </w:r>
      <w:r w:rsidR="008F60AE">
        <w:rPr>
          <w:rtl/>
        </w:rPr>
        <w:t xml:space="preserve"> ...</w:t>
      </w:r>
      <w:r>
        <w:rPr>
          <w:rtl/>
        </w:rPr>
        <w:t xml:space="preserve"> فاقترفوا من خسّة الأذى ما تنزّه عنه الوحوش الضاريات</w:t>
      </w:r>
      <w:r w:rsidR="00364168">
        <w:rPr>
          <w:rtl/>
        </w:rPr>
        <w:t>،</w:t>
      </w:r>
      <w:r>
        <w:rPr>
          <w:rtl/>
        </w:rPr>
        <w:t xml:space="preserve"> وجعلوا يتلهون ويتفكهون بما تقشعر منه الجلود وتندى له الوجوه</w:t>
      </w:r>
      <w:r w:rsidR="00364168">
        <w:rPr>
          <w:rtl/>
        </w:rPr>
        <w:t>،</w:t>
      </w:r>
      <w:r>
        <w:rPr>
          <w:rtl/>
        </w:rPr>
        <w:t xml:space="preserve"> ونكاد نمسك عن تسطيره أسفاً وامتعاضاً لولا أن القليل منه جزء لا ينفصل من هذه الفاجعة، وبيان لما يلي من وقعها في النّفوس وتسلسل تراثها إلى أمد بعيد</w:t>
      </w:r>
      <w:r w:rsidR="008F60AE">
        <w:rPr>
          <w:rtl/>
        </w:rPr>
        <w:t xml:space="preserve"> ...</w:t>
      </w:r>
      <w:r>
        <w:rPr>
          <w:rtl/>
        </w:rPr>
        <w:t xml:space="preserve"> </w:t>
      </w:r>
    </w:p>
    <w:p w:rsidR="002B49A5" w:rsidRDefault="002B49A5" w:rsidP="002B49A5">
      <w:pPr>
        <w:pStyle w:val="libNormal"/>
      </w:pPr>
      <w:r>
        <w:rPr>
          <w:rtl/>
        </w:rPr>
        <w:br w:type="page"/>
      </w:r>
    </w:p>
    <w:p w:rsidR="002B49A5" w:rsidRPr="00390D32" w:rsidRDefault="002B49A5" w:rsidP="00390D32">
      <w:pPr>
        <w:pStyle w:val="Heading2"/>
        <w:rPr>
          <w:rtl/>
        </w:rPr>
      </w:pPr>
      <w:bookmarkStart w:id="98" w:name="مآثم_مخزية"/>
      <w:bookmarkStart w:id="99" w:name="_Toc374273697"/>
      <w:bookmarkStart w:id="100" w:name="_Toc374273999"/>
      <w:bookmarkEnd w:id="98"/>
      <w:r w:rsidRPr="00390D32">
        <w:rPr>
          <w:rtl/>
        </w:rPr>
        <w:lastRenderedPageBreak/>
        <w:t>مآثم مخزية</w:t>
      </w:r>
      <w:r w:rsidR="00364168" w:rsidRPr="00390D32">
        <w:rPr>
          <w:rtl/>
        </w:rPr>
        <w:t>:</w:t>
      </w:r>
      <w:bookmarkEnd w:id="99"/>
      <w:bookmarkEnd w:id="100"/>
    </w:p>
    <w:p w:rsidR="002B49A5" w:rsidRDefault="002B49A5" w:rsidP="002B49A5">
      <w:pPr>
        <w:pStyle w:val="libNormal"/>
        <w:rPr>
          <w:rtl/>
        </w:rPr>
      </w:pPr>
      <w:r>
        <w:rPr>
          <w:rtl/>
        </w:rPr>
        <w:t>فمن هذه المآثم المخزية</w:t>
      </w:r>
      <w:r w:rsidR="00364168">
        <w:rPr>
          <w:rtl/>
        </w:rPr>
        <w:t>:</w:t>
      </w:r>
      <w:r>
        <w:rPr>
          <w:rtl/>
        </w:rPr>
        <w:t xml:space="preserve"> إنّ الحُسين برح به العطش فلم يباله</w:t>
      </w:r>
      <w:r w:rsidR="00364168">
        <w:rPr>
          <w:rtl/>
        </w:rPr>
        <w:t>،</w:t>
      </w:r>
      <w:r>
        <w:rPr>
          <w:rtl/>
        </w:rPr>
        <w:t xml:space="preserve"> ولكنّه رأى ولده عبد الله يتلوّى من ألمه وعطشه</w:t>
      </w:r>
      <w:r w:rsidR="00364168">
        <w:rPr>
          <w:rtl/>
        </w:rPr>
        <w:t>،</w:t>
      </w:r>
      <w:r>
        <w:rPr>
          <w:rtl/>
        </w:rPr>
        <w:t xml:space="preserve"> وقد بحّ صوته من البكاء</w:t>
      </w:r>
      <w:r w:rsidR="00364168">
        <w:rPr>
          <w:rtl/>
        </w:rPr>
        <w:t>،</w:t>
      </w:r>
      <w:r>
        <w:rPr>
          <w:rtl/>
        </w:rPr>
        <w:t xml:space="preserve"> فحمله على يديه يهمّ أن يسقيه ويقول للقوم</w:t>
      </w:r>
      <w:r w:rsidR="00364168">
        <w:rPr>
          <w:rtl/>
        </w:rPr>
        <w:t>:</w:t>
      </w:r>
      <w:r>
        <w:rPr>
          <w:rtl/>
        </w:rPr>
        <w:t xml:space="preserve"> اتّقوا الله في الطفل إنْ لم تتقوا الله فينا</w:t>
      </w:r>
      <w:r w:rsidR="00364168">
        <w:rPr>
          <w:rtl/>
        </w:rPr>
        <w:t>.</w:t>
      </w:r>
      <w:r>
        <w:rPr>
          <w:rtl/>
        </w:rPr>
        <w:t xml:space="preserve"> فأوتر رجل من نبالة الكوفة قوسه</w:t>
      </w:r>
      <w:r w:rsidR="00364168">
        <w:rPr>
          <w:rtl/>
        </w:rPr>
        <w:t>،</w:t>
      </w:r>
      <w:r>
        <w:rPr>
          <w:rtl/>
        </w:rPr>
        <w:t xml:space="preserve"> ورمى الطفل بسهم وهو يصيح ليسمعه العسكران</w:t>
      </w:r>
      <w:r w:rsidR="00364168">
        <w:rPr>
          <w:rtl/>
        </w:rPr>
        <w:t>:</w:t>
      </w:r>
      <w:r>
        <w:rPr>
          <w:rtl/>
        </w:rPr>
        <w:t xml:space="preserve"> خُذ</w:t>
      </w:r>
      <w:r w:rsidR="00364168">
        <w:rPr>
          <w:rtl/>
        </w:rPr>
        <w:t>،</w:t>
      </w:r>
      <w:r>
        <w:rPr>
          <w:rtl/>
        </w:rPr>
        <w:t xml:space="preserve"> اسقه هذا</w:t>
      </w:r>
      <w:r w:rsidR="00364168">
        <w:rPr>
          <w:rtl/>
        </w:rPr>
        <w:t>.</w:t>
      </w:r>
      <w:r>
        <w:rPr>
          <w:rtl/>
        </w:rPr>
        <w:t xml:space="preserve"> فنفذ السّهم إلى أحشائه</w:t>
      </w:r>
      <w:r w:rsidR="00364168">
        <w:rPr>
          <w:rtl/>
        </w:rPr>
        <w:t>.</w:t>
      </w:r>
      <w:r>
        <w:rPr>
          <w:rtl/>
        </w:rPr>
        <w:t xml:space="preserve"> </w:t>
      </w:r>
    </w:p>
    <w:p w:rsidR="002B49A5" w:rsidRDefault="002B49A5" w:rsidP="002B49A5">
      <w:pPr>
        <w:pStyle w:val="libNormal"/>
        <w:rPr>
          <w:rtl/>
        </w:rPr>
      </w:pPr>
      <w:r>
        <w:rPr>
          <w:rtl/>
        </w:rPr>
        <w:t>وكانوا يصيحون بالحُسين متهاتفين</w:t>
      </w:r>
      <w:r w:rsidR="00364168">
        <w:rPr>
          <w:rtl/>
        </w:rPr>
        <w:t>:</w:t>
      </w:r>
      <w:r>
        <w:rPr>
          <w:rtl/>
        </w:rPr>
        <w:t xml:space="preserve"> ألا ترى إلى الفُرات كأنّه بطون الحيات</w:t>
      </w:r>
      <w:r w:rsidR="00364168">
        <w:rPr>
          <w:rtl/>
        </w:rPr>
        <w:t>؟</w:t>
      </w:r>
      <w:r>
        <w:rPr>
          <w:rtl/>
        </w:rPr>
        <w:t xml:space="preserve"> والله</w:t>
      </w:r>
      <w:r w:rsidR="00364168">
        <w:rPr>
          <w:rtl/>
        </w:rPr>
        <w:t>،</w:t>
      </w:r>
      <w:r>
        <w:rPr>
          <w:rtl/>
        </w:rPr>
        <w:t xml:space="preserve"> لا تذوقه حتّى تموت ومَن معك عطشاً</w:t>
      </w:r>
      <w:r w:rsidR="00364168">
        <w:rPr>
          <w:rtl/>
        </w:rPr>
        <w:t>.</w:t>
      </w:r>
    </w:p>
    <w:p w:rsidR="002B49A5" w:rsidRDefault="002B49A5" w:rsidP="002B49A5">
      <w:pPr>
        <w:pStyle w:val="libNormal"/>
        <w:rPr>
          <w:rtl/>
        </w:rPr>
      </w:pPr>
      <w:r w:rsidRPr="002B49A5">
        <w:rPr>
          <w:rtl/>
        </w:rPr>
        <w:t>و</w:t>
      </w:r>
      <w:r w:rsidR="009A226F">
        <w:rPr>
          <w:rtl/>
        </w:rPr>
        <w:t>لم</w:t>
      </w:r>
      <w:r w:rsidRPr="002B49A5">
        <w:rPr>
          <w:rtl/>
        </w:rPr>
        <w:t>ا اشتدّ عطش الحُسين دنا من الفُرات ليشرب</w:t>
      </w:r>
      <w:r w:rsidR="00364168">
        <w:rPr>
          <w:rtl/>
        </w:rPr>
        <w:t>،</w:t>
      </w:r>
      <w:r w:rsidRPr="002B49A5">
        <w:rPr>
          <w:rtl/>
        </w:rPr>
        <w:t xml:space="preserve"> فرماه حصين بن نمير بسهم وقع في فمه</w:t>
      </w:r>
      <w:r w:rsidR="00364168">
        <w:rPr>
          <w:rtl/>
        </w:rPr>
        <w:t>،</w:t>
      </w:r>
      <w:r w:rsidRPr="002B49A5">
        <w:rPr>
          <w:rtl/>
        </w:rPr>
        <w:t xml:space="preserve"> فانتزعه الحُسين وجعل يتلقّى الدم بيديه فامتلأت راحتاه بالدم</w:t>
      </w:r>
      <w:r w:rsidR="00364168">
        <w:rPr>
          <w:rtl/>
        </w:rPr>
        <w:t>،</w:t>
      </w:r>
      <w:r w:rsidRPr="002B49A5">
        <w:rPr>
          <w:rtl/>
        </w:rPr>
        <w:t xml:space="preserve"> فرمى به إلى السّماء وقد شخص ببصره إليها وهو يقول</w:t>
      </w:r>
      <w:r w:rsidR="00364168">
        <w:rPr>
          <w:rtl/>
        </w:rPr>
        <w:t>:</w:t>
      </w:r>
      <w:r w:rsidRPr="002B49A5">
        <w:rPr>
          <w:rtl/>
        </w:rPr>
        <w:t xml:space="preserve"> </w:t>
      </w:r>
      <w:r w:rsidRPr="002B49A5">
        <w:rPr>
          <w:rStyle w:val="libBold2Char"/>
          <w:rtl/>
        </w:rPr>
        <w:t>(( إنْ تكن حبست عنّا النّصر من السّماء</w:t>
      </w:r>
      <w:r w:rsidR="00364168">
        <w:rPr>
          <w:rStyle w:val="libBold2Char"/>
          <w:rtl/>
        </w:rPr>
        <w:t>،</w:t>
      </w:r>
      <w:r w:rsidRPr="002B49A5">
        <w:rPr>
          <w:rStyle w:val="libBold2Char"/>
          <w:rtl/>
        </w:rPr>
        <w:t xml:space="preserve"> فاجعل ذلك لما هو خير منه</w:t>
      </w:r>
      <w:r w:rsidR="00364168">
        <w:rPr>
          <w:rStyle w:val="libBold2Char"/>
          <w:rtl/>
        </w:rPr>
        <w:t>،</w:t>
      </w:r>
      <w:r w:rsidRPr="002B49A5">
        <w:rPr>
          <w:rStyle w:val="libBold2Char"/>
          <w:rtl/>
        </w:rPr>
        <w:t xml:space="preserve"> وانتقم لنا من القوم الظالمين ))</w:t>
      </w:r>
      <w:r w:rsidR="00364168">
        <w:rPr>
          <w:rStyle w:val="libBold2Char"/>
          <w:rtl/>
        </w:rPr>
        <w:t>.</w:t>
      </w:r>
    </w:p>
    <w:p w:rsidR="002B49A5" w:rsidRDefault="002B49A5" w:rsidP="002B49A5">
      <w:pPr>
        <w:pStyle w:val="libNormal"/>
        <w:rPr>
          <w:rtl/>
        </w:rPr>
      </w:pPr>
      <w:r>
        <w:rPr>
          <w:rtl/>
        </w:rPr>
        <w:t>وقد كان منع الماء</w:t>
      </w:r>
      <w:r w:rsidR="004C4A93">
        <w:rPr>
          <w:rtl/>
        </w:rPr>
        <w:t xml:space="preserve"> - </w:t>
      </w:r>
      <w:r>
        <w:rPr>
          <w:rtl/>
        </w:rPr>
        <w:t>قبل الترامي بالسّهام</w:t>
      </w:r>
      <w:r w:rsidR="004C4A93">
        <w:rPr>
          <w:rtl/>
        </w:rPr>
        <w:t xml:space="preserve"> - </w:t>
      </w:r>
      <w:r>
        <w:rPr>
          <w:rtl/>
        </w:rPr>
        <w:t>نذيراً كافياً بالحرب</w:t>
      </w:r>
      <w:r w:rsidR="00364168">
        <w:rPr>
          <w:rtl/>
        </w:rPr>
        <w:t>،</w:t>
      </w:r>
      <w:r>
        <w:rPr>
          <w:rtl/>
        </w:rPr>
        <w:t xml:space="preserve"> يبيح الحُسين أنْ يصيب منهم من يتعرّض للإصابة</w:t>
      </w:r>
      <w:r w:rsidR="00364168">
        <w:rPr>
          <w:rtl/>
        </w:rPr>
        <w:t>،</w:t>
      </w:r>
      <w:r>
        <w:rPr>
          <w:rtl/>
        </w:rPr>
        <w:t xml:space="preserve"> ولكنّه رأى شمر بن ذي الجوشن</w:t>
      </w:r>
      <w:r w:rsidR="004C4A93">
        <w:rPr>
          <w:rtl/>
        </w:rPr>
        <w:t xml:space="preserve"> - </w:t>
      </w:r>
      <w:r>
        <w:rPr>
          <w:rtl/>
        </w:rPr>
        <w:t>أبغض مبغضيه المؤلّبين عليه</w:t>
      </w:r>
      <w:r w:rsidR="004C4A93">
        <w:rPr>
          <w:rtl/>
        </w:rPr>
        <w:t xml:space="preserve"> - </w:t>
      </w:r>
      <w:r>
        <w:rPr>
          <w:rtl/>
        </w:rPr>
        <w:t>يدنو من بيوته ويجول حولها</w:t>
      </w:r>
      <w:r w:rsidR="00364168">
        <w:rPr>
          <w:rtl/>
        </w:rPr>
        <w:t>؛</w:t>
      </w:r>
      <w:r>
        <w:rPr>
          <w:rtl/>
        </w:rPr>
        <w:t xml:space="preserve"> ليعرف منفّذ الهجوم عليها</w:t>
      </w:r>
      <w:r w:rsidR="00364168">
        <w:rPr>
          <w:rtl/>
        </w:rPr>
        <w:t>،</w:t>
      </w:r>
      <w:r>
        <w:rPr>
          <w:rtl/>
        </w:rPr>
        <w:t xml:space="preserve"> فأبى على صاحبه مسلم بن</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عوسجة أن يرميه بسهم وقد أمكنه أن يصميه وهو من أسدّ الرماة</w:t>
      </w:r>
      <w:r w:rsidR="00364168">
        <w:rPr>
          <w:rtl/>
        </w:rPr>
        <w:t>؛</w:t>
      </w:r>
      <w:r>
        <w:rPr>
          <w:rtl/>
        </w:rPr>
        <w:t xml:space="preserve"> لأنّه كره أن يبدأهم بعداء</w:t>
      </w:r>
      <w:r w:rsidR="008F60AE">
        <w:rPr>
          <w:rtl/>
        </w:rPr>
        <w:t xml:space="preserve"> ...</w:t>
      </w:r>
      <w:r>
        <w:rPr>
          <w:rtl/>
        </w:rPr>
        <w:t xml:space="preserve"> </w:t>
      </w:r>
    </w:p>
    <w:p w:rsidR="002B49A5" w:rsidRDefault="002B49A5" w:rsidP="008F60AE">
      <w:pPr>
        <w:pStyle w:val="libCenter"/>
        <w:rPr>
          <w:rtl/>
        </w:rPr>
      </w:pPr>
      <w:r>
        <w:rPr>
          <w:rtl/>
        </w:rPr>
        <w:t>* * *</w:t>
      </w:r>
    </w:p>
    <w:p w:rsidR="002B49A5" w:rsidRDefault="002B49A5" w:rsidP="002B49A5">
      <w:pPr>
        <w:pStyle w:val="libNormal"/>
        <w:rPr>
          <w:rtl/>
        </w:rPr>
      </w:pPr>
      <w:r>
        <w:rPr>
          <w:rtl/>
        </w:rPr>
        <w:t>وكأنّه لمح منهم ضعف النيّة وسوء الدخلة في الدفاع عن مولاهم</w:t>
      </w:r>
      <w:r w:rsidR="00364168">
        <w:rPr>
          <w:rtl/>
        </w:rPr>
        <w:t>،</w:t>
      </w:r>
      <w:r>
        <w:rPr>
          <w:rtl/>
        </w:rPr>
        <w:t xml:space="preserve"> وعلم أنّهم لا يخلصون في حبّه</w:t>
      </w:r>
      <w:r w:rsidR="00364168">
        <w:rPr>
          <w:rtl/>
        </w:rPr>
        <w:t>،</w:t>
      </w:r>
      <w:r>
        <w:rPr>
          <w:rtl/>
        </w:rPr>
        <w:t xml:space="preserve"> ولا يؤمنون بحقّه</w:t>
      </w:r>
      <w:r w:rsidR="00364168">
        <w:rPr>
          <w:rtl/>
        </w:rPr>
        <w:t>،</w:t>
      </w:r>
      <w:r>
        <w:rPr>
          <w:rtl/>
        </w:rPr>
        <w:t xml:space="preserve"> وأنّهم يخدمونه للرغبة أو الرهبة ولا يخدمونه للحقّ والذمّة</w:t>
      </w:r>
      <w:r w:rsidR="008F60AE">
        <w:rPr>
          <w:rtl/>
        </w:rPr>
        <w:t xml:space="preserve"> ...</w:t>
      </w:r>
      <w:r>
        <w:rPr>
          <w:rtl/>
        </w:rPr>
        <w:t xml:space="preserve"> فطمع أن يقرع ضمائرهم وينبّه غفلة قلوبهم</w:t>
      </w:r>
      <w:r w:rsidR="00364168">
        <w:rPr>
          <w:rtl/>
        </w:rPr>
        <w:t>،</w:t>
      </w:r>
      <w:r>
        <w:rPr>
          <w:rtl/>
        </w:rPr>
        <w:t xml:space="preserve"> ورمى بآخر سهم من سهام الدعوة قبل أنْ يرمي بسهم واحد من سهام القتال</w:t>
      </w:r>
      <w:r w:rsidR="00364168">
        <w:rPr>
          <w:rtl/>
        </w:rPr>
        <w:t>.</w:t>
      </w:r>
      <w:r>
        <w:rPr>
          <w:rtl/>
        </w:rPr>
        <w:t xml:space="preserve"> </w:t>
      </w:r>
    </w:p>
    <w:p w:rsidR="002B49A5" w:rsidRDefault="002B49A5" w:rsidP="002B49A5">
      <w:pPr>
        <w:pStyle w:val="libNormal"/>
        <w:rPr>
          <w:rtl/>
        </w:rPr>
      </w:pPr>
      <w:r>
        <w:rPr>
          <w:rtl/>
        </w:rPr>
        <w:t>فخرج لهم يوماً بزي جدّه عليه السّلام مُتقلّداً سيفه لابساً عمامته ورداءه</w:t>
      </w:r>
      <w:r w:rsidR="00364168">
        <w:rPr>
          <w:rtl/>
        </w:rPr>
        <w:t>،</w:t>
      </w:r>
      <w:r>
        <w:rPr>
          <w:rtl/>
        </w:rPr>
        <w:t xml:space="preserve"> وأراهم أنّه سيخطبهم</w:t>
      </w:r>
      <w:r w:rsidR="00364168">
        <w:rPr>
          <w:rtl/>
        </w:rPr>
        <w:t>،</w:t>
      </w:r>
      <w:r>
        <w:rPr>
          <w:rtl/>
        </w:rPr>
        <w:t xml:space="preserve"> فكان أوّل ما صنعوه دليلاً على صدق فراسته فيهم</w:t>
      </w:r>
      <w:r w:rsidR="00364168">
        <w:rPr>
          <w:rtl/>
        </w:rPr>
        <w:t>،</w:t>
      </w:r>
      <w:r>
        <w:rPr>
          <w:rtl/>
        </w:rPr>
        <w:t xml:space="preserve"> لأنّ رؤساءهم ومؤلّبيهم أشفقوا أن يتركوا له آذان القوم فينفذ إلى قلوبهم ويلمس مواقع الإقناع من ألبابهم</w:t>
      </w:r>
      <w:r w:rsidR="00364168">
        <w:rPr>
          <w:rtl/>
        </w:rPr>
        <w:t>؛</w:t>
      </w:r>
      <w:r>
        <w:rPr>
          <w:rtl/>
        </w:rPr>
        <w:t xml:space="preserve"> فضجّوا بالصياح والجلبة</w:t>
      </w:r>
      <w:r w:rsidR="00364168">
        <w:rPr>
          <w:rtl/>
        </w:rPr>
        <w:t>،</w:t>
      </w:r>
      <w:r>
        <w:rPr>
          <w:rtl/>
        </w:rPr>
        <w:t xml:space="preserve"> وأكثروا من العجيج والحركة</w:t>
      </w:r>
      <w:r w:rsidR="00364168">
        <w:rPr>
          <w:rtl/>
        </w:rPr>
        <w:t>؛</w:t>
      </w:r>
      <w:r>
        <w:rPr>
          <w:rtl/>
        </w:rPr>
        <w:t xml:space="preserve"> ليحجبوا كلامه عن أسماعهم</w:t>
      </w:r>
      <w:r w:rsidR="00364168">
        <w:rPr>
          <w:rtl/>
        </w:rPr>
        <w:t>،</w:t>
      </w:r>
      <w:r>
        <w:rPr>
          <w:rtl/>
        </w:rPr>
        <w:t xml:space="preserve"> ويتّقوا أثر موعظته فيهم</w:t>
      </w:r>
      <w:r w:rsidR="00364168">
        <w:rPr>
          <w:rtl/>
        </w:rPr>
        <w:t>،</w:t>
      </w:r>
      <w:r>
        <w:rPr>
          <w:rtl/>
        </w:rPr>
        <w:t xml:space="preserve"> وهو بتلك الهيئة التي تغضي عنها الأبصار وتعنو لها الجباه</w:t>
      </w:r>
      <w:r w:rsidR="008F60AE">
        <w:rPr>
          <w:rtl/>
        </w:rPr>
        <w:t xml:space="preserve"> ...</w:t>
      </w:r>
      <w:r>
        <w:rPr>
          <w:rtl/>
        </w:rPr>
        <w:t xml:space="preserve"> </w:t>
      </w:r>
    </w:p>
    <w:p w:rsidR="002B49A5" w:rsidRDefault="002B49A5" w:rsidP="002B49A5">
      <w:pPr>
        <w:pStyle w:val="libNormal"/>
        <w:rPr>
          <w:rtl/>
        </w:rPr>
      </w:pPr>
      <w:r w:rsidRPr="002B49A5">
        <w:rPr>
          <w:rtl/>
        </w:rPr>
        <w:t>ولكنّه صابرهم حتّى ملّوا</w:t>
      </w:r>
      <w:r w:rsidR="00364168">
        <w:rPr>
          <w:rtl/>
        </w:rPr>
        <w:t>،</w:t>
      </w:r>
      <w:r w:rsidRPr="002B49A5">
        <w:rPr>
          <w:rtl/>
        </w:rPr>
        <w:t xml:space="preserve"> وملّ اُخوانهم ضجيجهم هذا الذي يكشفون به عن عجزهم وخوفهم</w:t>
      </w:r>
      <w:r w:rsidR="00364168">
        <w:rPr>
          <w:rtl/>
        </w:rPr>
        <w:t>،</w:t>
      </w:r>
      <w:r w:rsidRPr="002B49A5">
        <w:rPr>
          <w:rtl/>
        </w:rPr>
        <w:t xml:space="preserve"> ولا يوجب الثقة بدعواهم عند إخوانهم</w:t>
      </w:r>
      <w:r w:rsidR="008F60AE">
        <w:rPr>
          <w:rtl/>
        </w:rPr>
        <w:t xml:space="preserve"> ...</w:t>
      </w:r>
      <w:r w:rsidRPr="002B49A5">
        <w:rPr>
          <w:rtl/>
        </w:rPr>
        <w:t xml:space="preserve"> فهدؤوا بعد لحظات</w:t>
      </w:r>
      <w:r w:rsidR="00364168">
        <w:rPr>
          <w:rtl/>
        </w:rPr>
        <w:t>،</w:t>
      </w:r>
      <w:r w:rsidRPr="002B49A5">
        <w:rPr>
          <w:rtl/>
        </w:rPr>
        <w:t xml:space="preserve"> وسمعوه بعد الحمد والصلاة</w:t>
      </w:r>
      <w:r w:rsidR="00364168">
        <w:rPr>
          <w:rtl/>
        </w:rPr>
        <w:t>:</w:t>
      </w:r>
      <w:r w:rsidRPr="002B49A5">
        <w:rPr>
          <w:rtl/>
        </w:rPr>
        <w:t xml:space="preserve"> </w:t>
      </w:r>
      <w:r w:rsidRPr="002B49A5">
        <w:rPr>
          <w:rStyle w:val="libBold2Char"/>
          <w:rtl/>
        </w:rPr>
        <w:t>(( انسبوني مَن أنا</w:t>
      </w:r>
      <w:r w:rsidR="008F60AE">
        <w:rPr>
          <w:rStyle w:val="libBold2Char"/>
          <w:rtl/>
        </w:rPr>
        <w:t xml:space="preserve"> ...</w:t>
      </w:r>
      <w:r w:rsidRPr="002B49A5">
        <w:rPr>
          <w:rStyle w:val="libBold2Char"/>
          <w:rtl/>
        </w:rPr>
        <w:t xml:space="preserve"> هل يحلّ لكم قتلي وانتهاك حُرمتي</w:t>
      </w:r>
      <w:r w:rsidR="00364168">
        <w:rPr>
          <w:rStyle w:val="libBold2Char"/>
          <w:rtl/>
        </w:rPr>
        <w:t>؟</w:t>
      </w:r>
      <w:r w:rsidRPr="002B49A5">
        <w:rPr>
          <w:rStyle w:val="libBold2Char"/>
          <w:rtl/>
        </w:rPr>
        <w:t xml:space="preserve"> ألست ابن بنت نبيّكم</w:t>
      </w:r>
      <w:r w:rsidR="00364168">
        <w:rPr>
          <w:rStyle w:val="libBold2Char"/>
          <w:rtl/>
        </w:rPr>
        <w:t>؟</w:t>
      </w:r>
      <w:r w:rsidR="008F60AE">
        <w:rPr>
          <w:rStyle w:val="libBold2Char"/>
          <w:rtl/>
        </w:rPr>
        <w:t xml:space="preserve"> ...</w:t>
      </w:r>
      <w:r w:rsidRPr="002B49A5">
        <w:rPr>
          <w:rStyle w:val="libBold2Char"/>
          <w:rtl/>
        </w:rPr>
        <w:t xml:space="preserve"> أوَ لم يبلغكم ما قاله رسول الله لي ولأخي</w:t>
      </w:r>
      <w:r w:rsidR="00364168">
        <w:rPr>
          <w:rStyle w:val="libBold2Char"/>
          <w:rtl/>
        </w:rPr>
        <w:t>:</w:t>
      </w:r>
      <w:r w:rsidRPr="002B49A5">
        <w:rPr>
          <w:rStyle w:val="libBold2Char"/>
          <w:rtl/>
        </w:rPr>
        <w:t xml:space="preserve"> هذان سيّدا شباب أهل الجنّة</w:t>
      </w:r>
      <w:r w:rsidR="00364168">
        <w:rPr>
          <w:rStyle w:val="libBold2Char"/>
          <w:rtl/>
        </w:rPr>
        <w:t>؟</w:t>
      </w:r>
      <w:r w:rsidRPr="002B49A5">
        <w:rPr>
          <w:rStyle w:val="libBold2Char"/>
          <w:rtl/>
        </w:rPr>
        <w:t xml:space="preserve"> ويحَكم</w:t>
      </w:r>
      <w:r w:rsidR="00364168">
        <w:rPr>
          <w:rStyle w:val="libBold2Char"/>
          <w:rtl/>
        </w:rPr>
        <w:t>!</w:t>
      </w:r>
      <w:r w:rsidRPr="002B49A5">
        <w:rPr>
          <w:rStyle w:val="libBold2Char"/>
          <w:rtl/>
        </w:rPr>
        <w:t xml:space="preserve"> أتطلبونني بقتيل لكم قتلته</w:t>
      </w:r>
      <w:r w:rsidR="00364168">
        <w:rPr>
          <w:rStyle w:val="libBold2Char"/>
          <w:rtl/>
        </w:rPr>
        <w:t>،</w:t>
      </w:r>
      <w:r w:rsidRPr="002B49A5">
        <w:rPr>
          <w:rStyle w:val="libBold2Char"/>
          <w:rtl/>
        </w:rPr>
        <w:t xml:space="preserve"> أو مال لكم استهلكته</w:t>
      </w:r>
      <w:r w:rsidR="00364168">
        <w:rPr>
          <w:rStyle w:val="libBold2Char"/>
          <w:rtl/>
        </w:rPr>
        <w:t>؟</w:t>
      </w:r>
      <w:r w:rsidRPr="002B49A5">
        <w:rPr>
          <w:rStyle w:val="libBold2Char"/>
          <w:rtl/>
        </w:rPr>
        <w:t xml:space="preserve"> ))</w:t>
      </w:r>
      <w:r w:rsidR="00364168">
        <w:rPr>
          <w:rStyle w:val="libBold2Char"/>
          <w:rtl/>
        </w:rPr>
        <w:t>.</w:t>
      </w:r>
    </w:p>
    <w:p w:rsidR="002B49A5" w:rsidRDefault="002B49A5" w:rsidP="002B49A5">
      <w:pPr>
        <w:pStyle w:val="libNormal"/>
      </w:pPr>
      <w:r>
        <w:rPr>
          <w:rtl/>
        </w:rPr>
        <w:br w:type="page"/>
      </w:r>
    </w:p>
    <w:p w:rsidR="002B49A5" w:rsidRDefault="002B49A5" w:rsidP="002B49A5">
      <w:pPr>
        <w:pStyle w:val="libNormal"/>
        <w:rPr>
          <w:rtl/>
        </w:rPr>
      </w:pPr>
      <w:r w:rsidRPr="002B49A5">
        <w:rPr>
          <w:rtl/>
        </w:rPr>
        <w:lastRenderedPageBreak/>
        <w:t>ثمّ نادى بأسماء أنصاره الذين استدعوه إلى الكوفة ثمّ خرجوا لحربه في جيش ابن زياد</w:t>
      </w:r>
      <w:r w:rsidR="00364168">
        <w:rPr>
          <w:rtl/>
        </w:rPr>
        <w:t>،</w:t>
      </w:r>
      <w:r w:rsidRPr="002B49A5">
        <w:rPr>
          <w:rtl/>
        </w:rPr>
        <w:t xml:space="preserve"> فقال</w:t>
      </w:r>
      <w:r w:rsidR="00364168">
        <w:rPr>
          <w:rtl/>
        </w:rPr>
        <w:t>:</w:t>
      </w:r>
      <w:r w:rsidRPr="002B49A5">
        <w:rPr>
          <w:rtl/>
        </w:rPr>
        <w:t xml:space="preserve"> </w:t>
      </w:r>
      <w:r w:rsidRPr="002B49A5">
        <w:rPr>
          <w:rStyle w:val="libBold2Char"/>
          <w:rtl/>
        </w:rPr>
        <w:t>(( يا شيث بن ربعي</w:t>
      </w:r>
      <w:r w:rsidR="00364168">
        <w:rPr>
          <w:rStyle w:val="libBold2Char"/>
          <w:rtl/>
        </w:rPr>
        <w:t>،</w:t>
      </w:r>
      <w:r w:rsidRPr="002B49A5">
        <w:rPr>
          <w:rStyle w:val="libBold2Char"/>
          <w:rtl/>
        </w:rPr>
        <w:t xml:space="preserve"> يا حجّار بن أبحر</w:t>
      </w:r>
      <w:r w:rsidR="00364168">
        <w:rPr>
          <w:rStyle w:val="libBold2Char"/>
          <w:rtl/>
        </w:rPr>
        <w:t>،</w:t>
      </w:r>
      <w:r w:rsidRPr="002B49A5">
        <w:rPr>
          <w:rStyle w:val="libBold2Char"/>
          <w:rtl/>
        </w:rPr>
        <w:t xml:space="preserve"> يا قيس بن الأشعث</w:t>
      </w:r>
      <w:r w:rsidR="00364168">
        <w:rPr>
          <w:rStyle w:val="libBold2Char"/>
          <w:rtl/>
        </w:rPr>
        <w:t>،</w:t>
      </w:r>
      <w:r w:rsidRPr="002B49A5">
        <w:rPr>
          <w:rStyle w:val="libBold2Char"/>
          <w:rtl/>
        </w:rPr>
        <w:t xml:space="preserve"> يا يزيد بن الحارث</w:t>
      </w:r>
      <w:r w:rsidR="00364168">
        <w:rPr>
          <w:rStyle w:val="libBold2Char"/>
          <w:rtl/>
        </w:rPr>
        <w:t>،</w:t>
      </w:r>
      <w:r w:rsidRPr="002B49A5">
        <w:rPr>
          <w:rStyle w:val="libBold2Char"/>
          <w:rtl/>
        </w:rPr>
        <w:t xml:space="preserve"> يا عمر بن الحجّاج</w:t>
      </w:r>
      <w:r w:rsidR="00364168">
        <w:rPr>
          <w:rStyle w:val="libBold2Char"/>
          <w:rtl/>
        </w:rPr>
        <w:t>،</w:t>
      </w:r>
      <w:r w:rsidRPr="002B49A5">
        <w:rPr>
          <w:rStyle w:val="libBold2Char"/>
          <w:rtl/>
        </w:rPr>
        <w:t xml:space="preserve"> ألم تكتبوا إلي أنْ قد أينعت الثمار واخضرت الجنبات</w:t>
      </w:r>
      <w:r w:rsidR="00364168">
        <w:rPr>
          <w:rStyle w:val="libBold2Char"/>
          <w:rtl/>
        </w:rPr>
        <w:t>،</w:t>
      </w:r>
      <w:r w:rsidRPr="002B49A5">
        <w:rPr>
          <w:rStyle w:val="libBold2Char"/>
          <w:rtl/>
        </w:rPr>
        <w:t xml:space="preserve"> وإنّما تقدم على جُندٍ لكَ مُجنَّد</w:t>
      </w:r>
      <w:r w:rsidR="00364168">
        <w:rPr>
          <w:rStyle w:val="libBold2Char"/>
          <w:rtl/>
        </w:rPr>
        <w:t>؟</w:t>
      </w:r>
      <w:r w:rsidRPr="002B49A5">
        <w:rPr>
          <w:rStyle w:val="libBold2Char"/>
          <w:rtl/>
        </w:rPr>
        <w:t xml:space="preserve"> ))</w:t>
      </w:r>
      <w:r w:rsidR="00364168">
        <w:rPr>
          <w:rStyle w:val="libBold2Char"/>
          <w:rtl/>
        </w:rPr>
        <w:t>.</w:t>
      </w:r>
    </w:p>
    <w:p w:rsidR="002B49A5" w:rsidRDefault="002B49A5" w:rsidP="002B49A5">
      <w:pPr>
        <w:pStyle w:val="libNormal"/>
        <w:rPr>
          <w:rtl/>
        </w:rPr>
      </w:pPr>
      <w:r>
        <w:rPr>
          <w:rtl/>
        </w:rPr>
        <w:t>فزلزلت الأرض تحت أقدامهم بهذه الكلمات</w:t>
      </w:r>
      <w:r w:rsidR="00364168">
        <w:rPr>
          <w:rtl/>
        </w:rPr>
        <w:t>،</w:t>
      </w:r>
      <w:r>
        <w:rPr>
          <w:rtl/>
        </w:rPr>
        <w:t xml:space="preserve"> وبلغ بها المقنع ممّن فيه مطمع لإقناع</w:t>
      </w:r>
      <w:r w:rsidR="00364168">
        <w:rPr>
          <w:rtl/>
        </w:rPr>
        <w:t>،</w:t>
      </w:r>
      <w:r>
        <w:rPr>
          <w:rtl/>
        </w:rPr>
        <w:t xml:space="preserve"> وتحوّلت إلى صفّه فئة تعلم أنّها تتحوّل إلى صفّ لن تجد فيه غير الموت العاجل</w:t>
      </w:r>
      <w:r w:rsidR="00364168">
        <w:rPr>
          <w:rtl/>
        </w:rPr>
        <w:t>،</w:t>
      </w:r>
      <w:r>
        <w:rPr>
          <w:rtl/>
        </w:rPr>
        <w:t xml:space="preserve"> واستطابت هذا الموت ولم تستطب البقاء مع ابن زياد</w:t>
      </w:r>
      <w:r w:rsidR="00364168">
        <w:rPr>
          <w:rtl/>
        </w:rPr>
        <w:t>؛</w:t>
      </w:r>
      <w:r>
        <w:rPr>
          <w:rtl/>
        </w:rPr>
        <w:t xml:space="preserve"> لاغتنام الغنيمة وانتظار الجزاء من المناصب والأموال</w:t>
      </w:r>
      <w:r w:rsidR="00364168">
        <w:rPr>
          <w:rtl/>
        </w:rPr>
        <w:t>.</w:t>
      </w:r>
    </w:p>
    <w:p w:rsidR="002B49A5" w:rsidRDefault="002B49A5" w:rsidP="008F60AE">
      <w:pPr>
        <w:pStyle w:val="libCenter"/>
        <w:rPr>
          <w:rtl/>
        </w:rPr>
      </w:pPr>
      <w:r>
        <w:rPr>
          <w:rtl/>
        </w:rPr>
        <w:t>* * *</w:t>
      </w:r>
    </w:p>
    <w:p w:rsidR="002B49A5" w:rsidRDefault="002B49A5" w:rsidP="002B49A5">
      <w:pPr>
        <w:pStyle w:val="libNormal"/>
        <w:rPr>
          <w:rtl/>
        </w:rPr>
      </w:pPr>
      <w:r>
        <w:rPr>
          <w:rtl/>
        </w:rPr>
        <w:t>ولم تكن كلمة الحُسين كلّ ما شهره عسكره من سلاح الدعوة قبل الاحتكام إلى السّيف</w:t>
      </w:r>
      <w:r w:rsidR="008F60AE">
        <w:rPr>
          <w:rtl/>
        </w:rPr>
        <w:t xml:space="preserve"> ...</w:t>
      </w:r>
      <w:r>
        <w:rPr>
          <w:rtl/>
        </w:rPr>
        <w:t xml:space="preserve"> فقد كانت للبطل المجيد زهير بن القين كلمات في أهل الكوفة أمضى من السّيوف والرّماح حيث تصيب</w:t>
      </w:r>
      <w:r w:rsidR="00364168">
        <w:rPr>
          <w:rtl/>
        </w:rPr>
        <w:t>،</w:t>
      </w:r>
      <w:r>
        <w:rPr>
          <w:rtl/>
        </w:rPr>
        <w:t xml:space="preserve"> فركب فرسه وتعرّض لهم قائلاً</w:t>
      </w:r>
      <w:r w:rsidR="00364168">
        <w:rPr>
          <w:rtl/>
        </w:rPr>
        <w:t>:</w:t>
      </w:r>
      <w:r>
        <w:rPr>
          <w:rtl/>
        </w:rPr>
        <w:t xml:space="preserve"> يا أهل الكوفة</w:t>
      </w:r>
      <w:r w:rsidR="00364168">
        <w:rPr>
          <w:rtl/>
        </w:rPr>
        <w:t>،</w:t>
      </w:r>
      <w:r>
        <w:rPr>
          <w:rtl/>
        </w:rPr>
        <w:t xml:space="preserve"> نذار لكم من عذاب الله نذار</w:t>
      </w:r>
      <w:r w:rsidR="00364168">
        <w:rPr>
          <w:rtl/>
        </w:rPr>
        <w:t>،</w:t>
      </w:r>
      <w:r>
        <w:rPr>
          <w:rtl/>
        </w:rPr>
        <w:t xml:space="preserve"> إنّ حقّاً على ا</w:t>
      </w:r>
      <w:r w:rsidR="009A226F">
        <w:rPr>
          <w:rtl/>
        </w:rPr>
        <w:t>لم</w:t>
      </w:r>
      <w:r>
        <w:rPr>
          <w:rtl/>
        </w:rPr>
        <w:t>سلم نصيحة ا</w:t>
      </w:r>
      <w:r w:rsidR="009A226F">
        <w:rPr>
          <w:rtl/>
        </w:rPr>
        <w:t>لم</w:t>
      </w:r>
      <w:r>
        <w:rPr>
          <w:rtl/>
        </w:rPr>
        <w:t>سلم</w:t>
      </w:r>
      <w:r w:rsidR="00364168">
        <w:rPr>
          <w:rtl/>
        </w:rPr>
        <w:t>،</w:t>
      </w:r>
      <w:r>
        <w:rPr>
          <w:rtl/>
        </w:rPr>
        <w:t xml:space="preserve"> ونحن حتّى الآن أخوة على دين واحد ما لم يقع بيننا وبينكم السّيف</w:t>
      </w:r>
      <w:r w:rsidR="00364168">
        <w:rPr>
          <w:rtl/>
        </w:rPr>
        <w:t>،</w:t>
      </w:r>
      <w:r>
        <w:rPr>
          <w:rtl/>
        </w:rPr>
        <w:t xml:space="preserve"> فإذا وقع السّيف انقطعت العصمة وكنّا نحن اُمّة وأنتم اُمّة</w:t>
      </w:r>
      <w:r w:rsidR="008F60AE">
        <w:rPr>
          <w:rtl/>
        </w:rPr>
        <w:t xml:space="preserve"> ...</w:t>
      </w:r>
      <w:r>
        <w:rPr>
          <w:rtl/>
        </w:rPr>
        <w:t xml:space="preserve"> </w:t>
      </w:r>
    </w:p>
    <w:p w:rsidR="002B49A5" w:rsidRDefault="002B49A5" w:rsidP="002B49A5">
      <w:pPr>
        <w:pStyle w:val="libNormal"/>
        <w:rPr>
          <w:rtl/>
        </w:rPr>
      </w:pPr>
      <w:r>
        <w:rPr>
          <w:rtl/>
        </w:rPr>
        <w:t xml:space="preserve">إنّ الله قد ابتلانا وإيّاكم بذرّيّة نبيّه مُحمّد </w:t>
      </w:r>
      <w:r w:rsidR="00390D32" w:rsidRPr="00390D32">
        <w:rPr>
          <w:rStyle w:val="libAlaemChar"/>
          <w:rtl/>
        </w:rPr>
        <w:t>صلى‌الله‌عليه‌وآله</w:t>
      </w:r>
      <w:r>
        <w:rPr>
          <w:rtl/>
        </w:rPr>
        <w:t xml:space="preserve"> لينظر ما نحن وأنتم عاملون</w:t>
      </w:r>
      <w:r w:rsidR="00364168">
        <w:rPr>
          <w:rtl/>
        </w:rPr>
        <w:t>،</w:t>
      </w:r>
      <w:r>
        <w:rPr>
          <w:rtl/>
        </w:rPr>
        <w:t xml:space="preserve"> وإنّا ندعوكم إلى نصر الحُسين وخذلان الطاغية ابن الطاغية عبيد الله بن زياد</w:t>
      </w:r>
      <w:r w:rsidR="00364168">
        <w:rPr>
          <w:rtl/>
        </w:rPr>
        <w:t>،</w:t>
      </w:r>
      <w:r>
        <w:rPr>
          <w:rtl/>
        </w:rPr>
        <w:t xml:space="preserve"> فإنّكم لا تدركون منهما إلاّ سوءاً</w:t>
      </w:r>
      <w:r w:rsidR="00364168">
        <w:rPr>
          <w:rtl/>
        </w:rPr>
        <w:t>؛</w:t>
      </w:r>
      <w:r>
        <w:rPr>
          <w:rtl/>
        </w:rPr>
        <w:t xml:space="preserve"> يسملان أعينكم</w:t>
      </w:r>
      <w:r w:rsidR="00364168">
        <w:rPr>
          <w:rtl/>
        </w:rPr>
        <w:t>،</w:t>
      </w:r>
      <w:r>
        <w:rPr>
          <w:rtl/>
        </w:rPr>
        <w:t xml:space="preserve"> ويقطعان أيديكم وأرجلكم</w:t>
      </w:r>
      <w:r w:rsidR="00364168">
        <w:rPr>
          <w:rtl/>
        </w:rPr>
        <w:t>،</w:t>
      </w:r>
      <w:r>
        <w:rPr>
          <w:rtl/>
        </w:rPr>
        <w:t xml:space="preserve"> ويمثّلان</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بكم</w:t>
      </w:r>
      <w:r w:rsidR="00364168">
        <w:rPr>
          <w:rtl/>
        </w:rPr>
        <w:t>،</w:t>
      </w:r>
      <w:r>
        <w:rPr>
          <w:rtl/>
        </w:rPr>
        <w:t xml:space="preserve"> ويرفعانكم على جذوع النخل</w:t>
      </w:r>
      <w:r w:rsidR="00364168">
        <w:rPr>
          <w:rtl/>
        </w:rPr>
        <w:t>،</w:t>
      </w:r>
      <w:r>
        <w:rPr>
          <w:rtl/>
        </w:rPr>
        <w:t xml:space="preserve"> ويقتلان أماثلكم وقرّاءكم أمثال حجر بن عديّ وأصحابه</w:t>
      </w:r>
      <w:r w:rsidR="00364168">
        <w:rPr>
          <w:rtl/>
        </w:rPr>
        <w:t>،</w:t>
      </w:r>
      <w:r>
        <w:rPr>
          <w:rtl/>
        </w:rPr>
        <w:t xml:space="preserve"> وهانئ بن عروة وأشباهه</w:t>
      </w:r>
      <w:r w:rsidR="00364168">
        <w:rPr>
          <w:rtl/>
        </w:rPr>
        <w:t>.</w:t>
      </w:r>
    </w:p>
    <w:p w:rsidR="002B49A5" w:rsidRDefault="002B49A5" w:rsidP="002B49A5">
      <w:pPr>
        <w:pStyle w:val="libNormal"/>
        <w:rPr>
          <w:rtl/>
        </w:rPr>
      </w:pPr>
      <w:r>
        <w:rPr>
          <w:rtl/>
        </w:rPr>
        <w:t>فوجم منهم مَن وجم</w:t>
      </w:r>
      <w:r w:rsidR="00364168">
        <w:rPr>
          <w:rtl/>
        </w:rPr>
        <w:t>،</w:t>
      </w:r>
      <w:r>
        <w:rPr>
          <w:rtl/>
        </w:rPr>
        <w:t xml:space="preserve"> وتوقّح منهم مَن توقّح على ديدن المريب المكابر إذا خلع العذار ولم يأنف من العار</w:t>
      </w:r>
      <w:r w:rsidR="00364168">
        <w:rPr>
          <w:rtl/>
        </w:rPr>
        <w:t>،</w:t>
      </w:r>
      <w:r>
        <w:rPr>
          <w:rtl/>
        </w:rPr>
        <w:t xml:space="preserve"> وتوعدوه وتوعدوا الحُسين معه أن يقتلوهم أو يسلموهم صاغرين إلى عبيد الله بن زياد</w:t>
      </w:r>
      <w:r w:rsidR="00364168">
        <w:rPr>
          <w:rtl/>
        </w:rPr>
        <w:t>.</w:t>
      </w:r>
    </w:p>
    <w:p w:rsidR="002B49A5" w:rsidRPr="00390D32" w:rsidRDefault="002B49A5" w:rsidP="00390D32">
      <w:pPr>
        <w:pStyle w:val="Heading2"/>
        <w:rPr>
          <w:rtl/>
        </w:rPr>
      </w:pPr>
      <w:bookmarkStart w:id="101" w:name="تخاذل_وضعف"/>
      <w:bookmarkStart w:id="102" w:name="_Toc374273698"/>
      <w:bookmarkStart w:id="103" w:name="_Toc374274000"/>
      <w:bookmarkEnd w:id="101"/>
      <w:r w:rsidRPr="00390D32">
        <w:rPr>
          <w:rtl/>
        </w:rPr>
        <w:t>تخاذل وضعف</w:t>
      </w:r>
      <w:r w:rsidR="00364168" w:rsidRPr="00390D32">
        <w:rPr>
          <w:rtl/>
        </w:rPr>
        <w:t>:</w:t>
      </w:r>
      <w:bookmarkEnd w:id="102"/>
      <w:bookmarkEnd w:id="103"/>
    </w:p>
    <w:p w:rsidR="002B49A5" w:rsidRDefault="002B49A5" w:rsidP="002B49A5">
      <w:pPr>
        <w:pStyle w:val="libNormal"/>
        <w:rPr>
          <w:rtl/>
        </w:rPr>
      </w:pPr>
      <w:r>
        <w:rPr>
          <w:rtl/>
        </w:rPr>
        <w:t>ولا يظهر من عدد الفريقين ساعة القتال أنّ المتحولين إلى معسكر الحُسين كانوا كثيرين أو متلاحقين</w:t>
      </w:r>
      <w:r w:rsidR="00364168">
        <w:rPr>
          <w:rtl/>
        </w:rPr>
        <w:t>،</w:t>
      </w:r>
      <w:r>
        <w:rPr>
          <w:rtl/>
        </w:rPr>
        <w:t xml:space="preserve"> ولكن بداءة التحوّل كانت ممّا يخيف ويزعج</w:t>
      </w:r>
      <w:r w:rsidR="00364168">
        <w:rPr>
          <w:rtl/>
        </w:rPr>
        <w:t>؛</w:t>
      </w:r>
      <w:r>
        <w:rPr>
          <w:rtl/>
        </w:rPr>
        <w:t xml:space="preserve"> لأنّها اشتملت على قائد كبير من قوّاد ابن زياد</w:t>
      </w:r>
      <w:r w:rsidR="00364168">
        <w:rPr>
          <w:rtl/>
        </w:rPr>
        <w:t>،</w:t>
      </w:r>
      <w:r>
        <w:rPr>
          <w:rtl/>
        </w:rPr>
        <w:t xml:space="preserve"> هو الحرّ بن يزيد الذي أرسلوه في أوّل الأمر ليحلئ الحُسين عن دخول الكوفة</w:t>
      </w:r>
      <w:r w:rsidR="00364168">
        <w:rPr>
          <w:rtl/>
        </w:rPr>
        <w:t>،</w:t>
      </w:r>
      <w:r>
        <w:rPr>
          <w:rtl/>
        </w:rPr>
        <w:t xml:space="preserve"> وقد كان يحسب أنّ عمله ينتهي إلى هذه المراقبة ولا يعدوها إلى القتال وسفك الدم</w:t>
      </w:r>
      <w:r w:rsidR="008F60AE">
        <w:rPr>
          <w:rtl/>
        </w:rPr>
        <w:t xml:space="preserve"> ...</w:t>
      </w:r>
      <w:r>
        <w:rPr>
          <w:rtl/>
        </w:rPr>
        <w:t xml:space="preserve"> </w:t>
      </w:r>
    </w:p>
    <w:p w:rsidR="002B49A5" w:rsidRDefault="002B49A5" w:rsidP="00390D32">
      <w:pPr>
        <w:pStyle w:val="libNormal"/>
        <w:rPr>
          <w:rtl/>
        </w:rPr>
      </w:pPr>
      <w:r>
        <w:rPr>
          <w:rtl/>
        </w:rPr>
        <w:t>فلمّا تبيّن نيّة القتال</w:t>
      </w:r>
      <w:r w:rsidR="00364168">
        <w:rPr>
          <w:rtl/>
        </w:rPr>
        <w:t>،</w:t>
      </w:r>
      <w:r>
        <w:rPr>
          <w:rtl/>
        </w:rPr>
        <w:t xml:space="preserve"> أقبل يدنو نحو عسكر الحُسين قليلاً قليلاً</w:t>
      </w:r>
      <w:r w:rsidR="00364168">
        <w:rPr>
          <w:rtl/>
        </w:rPr>
        <w:t>،</w:t>
      </w:r>
      <w:r>
        <w:rPr>
          <w:rtl/>
        </w:rPr>
        <w:t xml:space="preserve"> وتأخذه رعدة وينتابه ألم شديد</w:t>
      </w:r>
      <w:r w:rsidR="008F60AE">
        <w:rPr>
          <w:rtl/>
        </w:rPr>
        <w:t xml:space="preserve"> ...</w:t>
      </w:r>
      <w:r>
        <w:rPr>
          <w:rtl/>
        </w:rPr>
        <w:t xml:space="preserve"> حتّى راب أمره صاحبه المهاجر بن أوس فقال له</w:t>
      </w:r>
      <w:r w:rsidR="00364168">
        <w:rPr>
          <w:rtl/>
        </w:rPr>
        <w:t>:</w:t>
      </w:r>
      <w:r>
        <w:rPr>
          <w:rtl/>
        </w:rPr>
        <w:t xml:space="preserve"> والله</w:t>
      </w:r>
      <w:r w:rsidR="00364168">
        <w:rPr>
          <w:rtl/>
        </w:rPr>
        <w:t>،</w:t>
      </w:r>
      <w:r>
        <w:rPr>
          <w:rtl/>
        </w:rPr>
        <w:t xml:space="preserve"> إنّ أمرك لمريب</w:t>
      </w:r>
      <w:r w:rsidR="00364168">
        <w:rPr>
          <w:rtl/>
        </w:rPr>
        <w:t>!</w:t>
      </w:r>
      <w:r>
        <w:rPr>
          <w:rtl/>
        </w:rPr>
        <w:t xml:space="preserve"> ما رأيت منك قط مثل ما أراه الآن</w:t>
      </w:r>
      <w:r w:rsidR="00364168">
        <w:rPr>
          <w:rtl/>
        </w:rPr>
        <w:t>!</w:t>
      </w:r>
      <w:r>
        <w:rPr>
          <w:rtl/>
        </w:rPr>
        <w:t xml:space="preserve"> ولو قيل مَن أشجع أهل الكوفة</w:t>
      </w:r>
      <w:r w:rsidR="00364168">
        <w:rPr>
          <w:rtl/>
        </w:rPr>
        <w:t>؟</w:t>
      </w:r>
      <w:r>
        <w:rPr>
          <w:rtl/>
        </w:rPr>
        <w:t xml:space="preserve"> ما عدوتك</w:t>
      </w:r>
      <w:r w:rsidR="00364168">
        <w:rPr>
          <w:rtl/>
        </w:rPr>
        <w:t>.</w:t>
      </w:r>
      <w:r>
        <w:rPr>
          <w:rtl/>
        </w:rPr>
        <w:t xml:space="preserve"> </w:t>
      </w:r>
    </w:p>
    <w:p w:rsidR="002B49A5" w:rsidRDefault="002B49A5" w:rsidP="002B49A5">
      <w:pPr>
        <w:pStyle w:val="libNormal"/>
        <w:rPr>
          <w:rtl/>
        </w:rPr>
      </w:pPr>
      <w:r>
        <w:rPr>
          <w:rtl/>
        </w:rPr>
        <w:t>فباح له الرّجل بما في نفسه وقال له</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إنّي أخيّر نفسي بين الجنّة والنّار</w:t>
      </w:r>
      <w:r w:rsidR="00364168">
        <w:rPr>
          <w:rtl/>
        </w:rPr>
        <w:t>،</w:t>
      </w:r>
      <w:r>
        <w:rPr>
          <w:rtl/>
        </w:rPr>
        <w:t xml:space="preserve"> ولا أختار على الجنّة شيئاً ولو قُطّعت أو حُرّقت</w:t>
      </w:r>
      <w:r w:rsidR="008F60AE">
        <w:rPr>
          <w:rtl/>
        </w:rPr>
        <w:t xml:space="preserve"> ...</w:t>
      </w:r>
      <w:r>
        <w:rPr>
          <w:rtl/>
        </w:rPr>
        <w:t xml:space="preserve"> ثمّ ضرب فرسه</w:t>
      </w:r>
      <w:r w:rsidR="00364168">
        <w:rPr>
          <w:rtl/>
        </w:rPr>
        <w:t>،</w:t>
      </w:r>
      <w:r>
        <w:rPr>
          <w:rtl/>
        </w:rPr>
        <w:t xml:space="preserve"> ولحق بالحُسين وهو يعتذر قائلاً</w:t>
      </w:r>
      <w:r w:rsidR="00364168">
        <w:rPr>
          <w:rtl/>
        </w:rPr>
        <w:t>:</w:t>
      </w:r>
      <w:r>
        <w:rPr>
          <w:rtl/>
        </w:rPr>
        <w:t xml:space="preserve"> لو علمت أنّهم ينتهون إلى ما أرى ما ركبت مثل الذي ركبت</w:t>
      </w:r>
      <w:r w:rsidR="00364168">
        <w:rPr>
          <w:rtl/>
        </w:rPr>
        <w:t>،</w:t>
      </w:r>
      <w:r>
        <w:rPr>
          <w:rtl/>
        </w:rPr>
        <w:t xml:space="preserve"> وإنّي قد جئتك تائباً ممّا كان منّي إلى ربّي</w:t>
      </w:r>
      <w:r w:rsidR="00364168">
        <w:rPr>
          <w:rtl/>
        </w:rPr>
        <w:t>،</w:t>
      </w:r>
      <w:r>
        <w:rPr>
          <w:rtl/>
        </w:rPr>
        <w:t xml:space="preserve"> مؤاسياً لك بنفسي حتّى أموت بين يديك</w:t>
      </w:r>
      <w:r w:rsidR="00364168">
        <w:rPr>
          <w:rtl/>
        </w:rPr>
        <w:t>.</w:t>
      </w:r>
      <w:r>
        <w:rPr>
          <w:rtl/>
        </w:rPr>
        <w:t xml:space="preserve"> </w:t>
      </w:r>
    </w:p>
    <w:p w:rsidR="002B49A5" w:rsidRDefault="002B49A5" w:rsidP="002B49A5">
      <w:pPr>
        <w:pStyle w:val="libNormal"/>
        <w:rPr>
          <w:rtl/>
        </w:rPr>
      </w:pPr>
      <w:r>
        <w:rPr>
          <w:rtl/>
        </w:rPr>
        <w:t>ولن يخلو معسكر ابن زياد من مئات كالحر بن يزيد يؤمنون إيمانه ويودون لو يلحقون به إلى معسكر الحُسين</w:t>
      </w:r>
      <w:r w:rsidR="00364168">
        <w:rPr>
          <w:rtl/>
        </w:rPr>
        <w:t>،</w:t>
      </w:r>
      <w:r>
        <w:rPr>
          <w:rtl/>
        </w:rPr>
        <w:t xml:space="preserve"> ويزعجهم أنْ يتحوّل أمامهم إلى المعسكر وهُم ناظرون إليه</w:t>
      </w:r>
      <w:r w:rsidR="00364168">
        <w:rPr>
          <w:rtl/>
        </w:rPr>
        <w:t>؛</w:t>
      </w:r>
      <w:r>
        <w:rPr>
          <w:rtl/>
        </w:rPr>
        <w:t xml:space="preserve"> لأنّه يبكتهم ويكشف مغالطتهم بينهم وبين أنفسهم ويحضّهم على الاقتداء به والتدبّر في أسباب ندمه</w:t>
      </w:r>
      <w:r w:rsidR="00364168">
        <w:rPr>
          <w:rtl/>
        </w:rPr>
        <w:t>،</w:t>
      </w:r>
      <w:r>
        <w:rPr>
          <w:rtl/>
        </w:rPr>
        <w:t xml:space="preserve"> لا لأنّه ينتقص عددهم أو ينذر بالهزيمة في ميدان القتال</w:t>
      </w:r>
      <w:r w:rsidR="00364168">
        <w:rPr>
          <w:rtl/>
        </w:rPr>
        <w:t>؛</w:t>
      </w:r>
      <w:r>
        <w:rPr>
          <w:rtl/>
        </w:rPr>
        <w:t xml:space="preserve"> فكلّهم</w:t>
      </w:r>
      <w:r w:rsidR="004C4A93">
        <w:rPr>
          <w:rtl/>
        </w:rPr>
        <w:t xml:space="preserve"> - </w:t>
      </w:r>
      <w:r>
        <w:rPr>
          <w:rtl/>
        </w:rPr>
        <w:t>ولا ريب</w:t>
      </w:r>
      <w:r w:rsidR="004C4A93">
        <w:rPr>
          <w:rtl/>
        </w:rPr>
        <w:t xml:space="preserve"> - </w:t>
      </w:r>
      <w:r>
        <w:rPr>
          <w:rtl/>
        </w:rPr>
        <w:t>يشعر بشعوره ويعتقد في فضل الحُسين على يزيد مثل اعتقاده</w:t>
      </w:r>
      <w:r w:rsidR="00364168">
        <w:rPr>
          <w:rtl/>
        </w:rPr>
        <w:t>،</w:t>
      </w:r>
      <w:r>
        <w:rPr>
          <w:rtl/>
        </w:rPr>
        <w:t xml:space="preserve"> وبعيد على العقل أن يصدّق في هؤلاء الشراذم أنّهم قد أطاعوا يزيد لأنّه صاحب بيعة حاصلة</w:t>
      </w:r>
      <w:r w:rsidR="00364168">
        <w:rPr>
          <w:rtl/>
        </w:rPr>
        <w:t>،</w:t>
      </w:r>
      <w:r>
        <w:rPr>
          <w:rtl/>
        </w:rPr>
        <w:t xml:space="preserve"> وأنّهم قد تأدّبوا بأدب الدولة أدباً يغلب شعور الجماعة وإيمان المرء بحقّ الشّريعة وحُرمة البيت النّبوي</w:t>
      </w:r>
      <w:r w:rsidR="00364168">
        <w:rPr>
          <w:rtl/>
        </w:rPr>
        <w:t>،</w:t>
      </w:r>
      <w:r>
        <w:rPr>
          <w:rtl/>
        </w:rPr>
        <w:t xml:space="preserve"> ويهون عليه قتل سبط النّبي في هذا السّبيل</w:t>
      </w:r>
      <w:r w:rsidR="00364168">
        <w:rPr>
          <w:rtl/>
        </w:rPr>
        <w:t>؛</w:t>
      </w:r>
      <w:r>
        <w:rPr>
          <w:rtl/>
        </w:rPr>
        <w:t xml:space="preserve"> وكيف وأنّ منهم لمِن بايع الحُسين على البُعد ودعاه إليه ليقود (الجند المجنّد) إلى قتال يزيد</w:t>
      </w:r>
      <w:r w:rsidR="00364168">
        <w:rPr>
          <w:rtl/>
        </w:rPr>
        <w:t>؟</w:t>
      </w:r>
      <w:r>
        <w:rPr>
          <w:rtl/>
        </w:rPr>
        <w:t xml:space="preserve"> </w:t>
      </w:r>
    </w:p>
    <w:p w:rsidR="002B49A5" w:rsidRDefault="002B49A5" w:rsidP="002B49A5">
      <w:pPr>
        <w:pStyle w:val="libNormal"/>
        <w:rPr>
          <w:rtl/>
        </w:rPr>
      </w:pPr>
      <w:r>
        <w:rPr>
          <w:rtl/>
        </w:rPr>
        <w:t>فكلامهم في البيعة الحاصلة لغط يلوكونه بألسنتهم ولا يستر ما في طويتهم</w:t>
      </w:r>
      <w:r w:rsidR="00364168">
        <w:rPr>
          <w:rtl/>
        </w:rPr>
        <w:t>،</w:t>
      </w:r>
      <w:r>
        <w:rPr>
          <w:rtl/>
        </w:rPr>
        <w:t xml:space="preserve"> وليس أثقل على أمثال هؤلاء من عبء المغالطة</w:t>
      </w:r>
      <w:r w:rsidR="00364168">
        <w:rPr>
          <w:rtl/>
        </w:rPr>
        <w:t>،</w:t>
      </w:r>
      <w:r>
        <w:rPr>
          <w:rtl/>
        </w:rPr>
        <w:t xml:space="preserve"> كلّما تلجلج في مكانه وحرّكته القدوة التي</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يريدونها ولا يقوون عليها</w:t>
      </w:r>
      <w:r w:rsidR="00364168">
        <w:rPr>
          <w:rtl/>
        </w:rPr>
        <w:t>،</w:t>
      </w:r>
      <w:r>
        <w:rPr>
          <w:rtl/>
        </w:rPr>
        <w:t xml:space="preserve"> كتلك القدوة الماثلة بصاحبهم الحرّ بن يزيد</w:t>
      </w:r>
      <w:r w:rsidR="00364168">
        <w:rPr>
          <w:rtl/>
        </w:rPr>
        <w:t>.</w:t>
      </w:r>
    </w:p>
    <w:p w:rsidR="002B49A5" w:rsidRDefault="002B49A5" w:rsidP="002B49A5">
      <w:pPr>
        <w:pStyle w:val="libNormal"/>
        <w:rPr>
          <w:rtl/>
        </w:rPr>
      </w:pPr>
      <w:r>
        <w:rPr>
          <w:rtl/>
        </w:rPr>
        <w:t>لا جرم كان أعظم الجيشين قلقاً وأشدّهما حيرة</w:t>
      </w:r>
      <w:r w:rsidR="00364168">
        <w:rPr>
          <w:rtl/>
        </w:rPr>
        <w:t>،</w:t>
      </w:r>
      <w:r>
        <w:rPr>
          <w:rtl/>
        </w:rPr>
        <w:t xml:space="preserve"> وأعجلهما إلى طلب الخلاص من هذا المأزق الثقيل</w:t>
      </w:r>
      <w:r w:rsidR="00364168">
        <w:rPr>
          <w:rtl/>
        </w:rPr>
        <w:t>،</w:t>
      </w:r>
      <w:r>
        <w:rPr>
          <w:rtl/>
        </w:rPr>
        <w:t xml:space="preserve"> هو أكبر الفئتين وأقوى العسكرين</w:t>
      </w:r>
      <w:r w:rsidR="008F60AE">
        <w:rPr>
          <w:rtl/>
        </w:rPr>
        <w:t xml:space="preserve"> ...</w:t>
      </w:r>
      <w:r>
        <w:rPr>
          <w:rtl/>
        </w:rPr>
        <w:t xml:space="preserve"> </w:t>
      </w:r>
    </w:p>
    <w:p w:rsidR="002B49A5" w:rsidRPr="00390D32" w:rsidRDefault="002B49A5" w:rsidP="00390D32">
      <w:pPr>
        <w:pStyle w:val="Heading2"/>
        <w:rPr>
          <w:rtl/>
        </w:rPr>
      </w:pPr>
      <w:bookmarkStart w:id="104" w:name="شجاعة_جند_الحسين"/>
      <w:bookmarkStart w:id="105" w:name="_Toc374273699"/>
      <w:bookmarkStart w:id="106" w:name="_Toc374274001"/>
      <w:bookmarkEnd w:id="104"/>
      <w:r w:rsidRPr="00390D32">
        <w:rPr>
          <w:rtl/>
        </w:rPr>
        <w:t>شجاعة جُند الحُسين</w:t>
      </w:r>
      <w:r w:rsidR="00364168" w:rsidRPr="00390D32">
        <w:rPr>
          <w:rtl/>
        </w:rPr>
        <w:t>:</w:t>
      </w:r>
      <w:bookmarkEnd w:id="105"/>
      <w:bookmarkEnd w:id="106"/>
    </w:p>
    <w:p w:rsidR="002B49A5" w:rsidRDefault="002B49A5" w:rsidP="002B49A5">
      <w:pPr>
        <w:pStyle w:val="libNormal"/>
        <w:rPr>
          <w:rtl/>
        </w:rPr>
      </w:pPr>
      <w:r>
        <w:rPr>
          <w:rtl/>
        </w:rPr>
        <w:t>كان هُناك عسكران</w:t>
      </w:r>
      <w:r w:rsidR="00364168">
        <w:rPr>
          <w:rtl/>
        </w:rPr>
        <w:t>؛</w:t>
      </w:r>
      <w:r>
        <w:rPr>
          <w:rtl/>
        </w:rPr>
        <w:t xml:space="preserve"> أحدهما صغير يلحّ عليه العطش والضيق</w:t>
      </w:r>
      <w:r w:rsidR="00364168">
        <w:rPr>
          <w:rtl/>
        </w:rPr>
        <w:t>،</w:t>
      </w:r>
      <w:r>
        <w:rPr>
          <w:rtl/>
        </w:rPr>
        <w:t xml:space="preserve"> ولكنّه كان مطمئناً إلى حقّه يلقى الموت في سبيله</w:t>
      </w:r>
      <w:r w:rsidR="00364168">
        <w:rPr>
          <w:rtl/>
        </w:rPr>
        <w:t>،</w:t>
      </w:r>
      <w:r>
        <w:rPr>
          <w:rtl/>
        </w:rPr>
        <w:t xml:space="preserve"> ويزيده العطش والضيق طمأنينة إلى هذا المصير</w:t>
      </w:r>
      <w:r w:rsidR="008F60AE">
        <w:rPr>
          <w:rtl/>
        </w:rPr>
        <w:t xml:space="preserve"> ...</w:t>
      </w:r>
      <w:r>
        <w:rPr>
          <w:rtl/>
        </w:rPr>
        <w:t xml:space="preserve"> والعسكر الآخر أكبر العسكرين ولكنّه كان يخون نفسه في ضمير كلّ فرد من أفراده</w:t>
      </w:r>
      <w:r w:rsidR="00364168">
        <w:rPr>
          <w:rtl/>
        </w:rPr>
        <w:t>،</w:t>
      </w:r>
      <w:r>
        <w:rPr>
          <w:rtl/>
        </w:rPr>
        <w:t xml:space="preserve"> وتملكه الحيرة بين ندم وخوف وتبكيت ومغالطة واضطراب</w:t>
      </w:r>
      <w:r w:rsidR="00364168">
        <w:rPr>
          <w:rtl/>
        </w:rPr>
        <w:t>،</w:t>
      </w:r>
      <w:r>
        <w:rPr>
          <w:rtl/>
        </w:rPr>
        <w:t xml:space="preserve"> يحزّ في الأعصاب ويقذف المرء إلى الخلاص كيفما كان الخلاص</w:t>
      </w:r>
      <w:r w:rsidR="00364168">
        <w:rPr>
          <w:rtl/>
        </w:rPr>
        <w:t>.</w:t>
      </w:r>
    </w:p>
    <w:p w:rsidR="002B49A5" w:rsidRDefault="002B49A5" w:rsidP="002B49A5">
      <w:pPr>
        <w:pStyle w:val="libNormal"/>
        <w:rPr>
          <w:rtl/>
        </w:rPr>
      </w:pPr>
      <w:r>
        <w:rPr>
          <w:rtl/>
        </w:rPr>
        <w:t>وطال القلق على دخيلة عمر بن سعد فأطلقه سهماً في الفضاء كأنّه كان متشبّثاً بصدره فاستراح منه بانطلاقه</w:t>
      </w:r>
      <w:r w:rsidR="00364168">
        <w:rPr>
          <w:rtl/>
        </w:rPr>
        <w:t>،</w:t>
      </w:r>
      <w:r>
        <w:rPr>
          <w:rtl/>
        </w:rPr>
        <w:t xml:space="preserve"> فزحف إلى مقربة من معسكر الحُسين</w:t>
      </w:r>
      <w:r w:rsidR="00364168">
        <w:rPr>
          <w:rtl/>
        </w:rPr>
        <w:t>،</w:t>
      </w:r>
      <w:r>
        <w:rPr>
          <w:rtl/>
        </w:rPr>
        <w:t xml:space="preserve"> وتناول سهماً فرماه عن قوسه إلى المعسكر وهو يصيح</w:t>
      </w:r>
      <w:r w:rsidR="00364168">
        <w:rPr>
          <w:rtl/>
        </w:rPr>
        <w:t>:</w:t>
      </w:r>
      <w:r>
        <w:rPr>
          <w:rtl/>
        </w:rPr>
        <w:t xml:space="preserve"> اشهدوا لي عند الأمير إنّني أوّل مَن رمى الحُسين</w:t>
      </w:r>
      <w:r w:rsidR="008F60AE">
        <w:rPr>
          <w:rtl/>
        </w:rPr>
        <w:t xml:space="preserve"> ...</w:t>
      </w:r>
      <w:r>
        <w:rPr>
          <w:rtl/>
        </w:rPr>
        <w:t xml:space="preserve"> ثمّ تتابعت السّهام فبطلت حجّة السلم وذهب كلّ تأويل في نية القوم</w:t>
      </w:r>
      <w:r w:rsidR="00364168">
        <w:rPr>
          <w:rtl/>
        </w:rPr>
        <w:t>،</w:t>
      </w:r>
    </w:p>
    <w:p w:rsidR="002B49A5" w:rsidRDefault="002B49A5" w:rsidP="002B49A5">
      <w:pPr>
        <w:pStyle w:val="libNormal"/>
      </w:pPr>
      <w:r>
        <w:rPr>
          <w:rtl/>
        </w:rPr>
        <w:br w:type="page"/>
      </w:r>
    </w:p>
    <w:p w:rsidR="002B49A5" w:rsidRDefault="002B49A5" w:rsidP="00390D32">
      <w:pPr>
        <w:pStyle w:val="libNormal0"/>
        <w:rPr>
          <w:rtl/>
        </w:rPr>
      </w:pPr>
      <w:r w:rsidRPr="002B49A5">
        <w:rPr>
          <w:rtl/>
        </w:rPr>
        <w:lastRenderedPageBreak/>
        <w:t>وقال الحُسين وهو ينظر إلى السّهام وينظر إلى أصحابه</w:t>
      </w:r>
      <w:r w:rsidR="00364168">
        <w:rPr>
          <w:rtl/>
        </w:rPr>
        <w:t>:</w:t>
      </w:r>
      <w:r w:rsidRPr="002B49A5">
        <w:rPr>
          <w:rtl/>
        </w:rPr>
        <w:t xml:space="preserve"> </w:t>
      </w:r>
      <w:r w:rsidRPr="002B49A5">
        <w:rPr>
          <w:rStyle w:val="libBold2Char"/>
          <w:rtl/>
        </w:rPr>
        <w:t>(( قوموا يا كرام</w:t>
      </w:r>
      <w:r w:rsidR="00364168">
        <w:rPr>
          <w:rStyle w:val="libBold2Char"/>
          <w:rtl/>
        </w:rPr>
        <w:t>،</w:t>
      </w:r>
      <w:r w:rsidRPr="002B49A5">
        <w:rPr>
          <w:rStyle w:val="libBold2Char"/>
          <w:rtl/>
        </w:rPr>
        <w:t xml:space="preserve"> فهذه رُسل القوم إليكم ))</w:t>
      </w:r>
      <w:r w:rsidR="00364168">
        <w:rPr>
          <w:rStyle w:val="libBold2Char"/>
          <w:rtl/>
        </w:rPr>
        <w:t>.</w:t>
      </w:r>
      <w:r w:rsidRPr="002B49A5">
        <w:rPr>
          <w:rStyle w:val="libBold2Char"/>
          <w:rtl/>
        </w:rPr>
        <w:t xml:space="preserve"> </w:t>
      </w:r>
      <w:r w:rsidRPr="002B49A5">
        <w:rPr>
          <w:rtl/>
        </w:rPr>
        <w:t>وبذلك بدأ القتال</w:t>
      </w:r>
      <w:r w:rsidR="00364168">
        <w:rPr>
          <w:rtl/>
        </w:rPr>
        <w:t>.</w:t>
      </w:r>
      <w:r w:rsidRPr="002B49A5">
        <w:rPr>
          <w:rtl/>
        </w:rPr>
        <w:t xml:space="preserve"> </w:t>
      </w:r>
    </w:p>
    <w:p w:rsidR="002B49A5" w:rsidRDefault="002B49A5" w:rsidP="002B49A5">
      <w:pPr>
        <w:pStyle w:val="libNormal"/>
        <w:rPr>
          <w:rtl/>
        </w:rPr>
      </w:pPr>
      <w:r>
        <w:rPr>
          <w:rtl/>
        </w:rPr>
        <w:t>وقد تأهّب الحُسين لهذه المنازلة المنتظرة</w:t>
      </w:r>
      <w:r w:rsidR="00364168">
        <w:rPr>
          <w:rtl/>
        </w:rPr>
        <w:t>،</w:t>
      </w:r>
      <w:r>
        <w:rPr>
          <w:rtl/>
        </w:rPr>
        <w:t xml:space="preserve"> وإن كان على انتظاره إيّاها قد تريّث حتّى يبدؤوه بالعدوان من جانبهم</w:t>
      </w:r>
      <w:r w:rsidR="00364168">
        <w:rPr>
          <w:rtl/>
        </w:rPr>
        <w:t>،</w:t>
      </w:r>
      <w:r>
        <w:rPr>
          <w:rtl/>
        </w:rPr>
        <w:t xml:space="preserve"> وحتّى يجب عليه الدفاع وجوباً لا خلاف فيه</w:t>
      </w:r>
      <w:r w:rsidR="00364168">
        <w:rPr>
          <w:rtl/>
        </w:rPr>
        <w:t>،</w:t>
      </w:r>
      <w:r>
        <w:rPr>
          <w:rtl/>
        </w:rPr>
        <w:t xml:space="preserve"> فاختار له رابية يحتمي بها من ورائه</w:t>
      </w:r>
      <w:r w:rsidR="00364168">
        <w:rPr>
          <w:rtl/>
        </w:rPr>
        <w:t>،</w:t>
      </w:r>
      <w:r>
        <w:rPr>
          <w:rtl/>
        </w:rPr>
        <w:t xml:space="preserve"> ووسع وهدتها حتّى أصبحت خندقاً لا يسهل عبوره</w:t>
      </w:r>
      <w:r w:rsidR="008F60AE">
        <w:rPr>
          <w:rtl/>
        </w:rPr>
        <w:t xml:space="preserve"> ...</w:t>
      </w:r>
      <w:r>
        <w:rPr>
          <w:rtl/>
        </w:rPr>
        <w:t xml:space="preserve"> فأوقد فيه النّار ليمنع عليهم الالتفاف به من خلفه</w:t>
      </w:r>
      <w:r w:rsidR="00364168">
        <w:rPr>
          <w:rtl/>
        </w:rPr>
        <w:t>،</w:t>
      </w:r>
      <w:r>
        <w:rPr>
          <w:rtl/>
        </w:rPr>
        <w:t xml:space="preserve"> وهُم في كثرتهم التي ترجع عدّة صحبه ستّين ضعفاً قادرون على مهاجمته من جميع نواحيه</w:t>
      </w:r>
      <w:r w:rsidR="00364168">
        <w:rPr>
          <w:rtl/>
        </w:rPr>
        <w:t>.</w:t>
      </w:r>
    </w:p>
    <w:p w:rsidR="002B49A5" w:rsidRDefault="002B49A5" w:rsidP="002B49A5">
      <w:pPr>
        <w:pStyle w:val="libNormal"/>
        <w:rPr>
          <w:rtl/>
        </w:rPr>
      </w:pPr>
      <w:r>
        <w:rPr>
          <w:rtl/>
        </w:rPr>
        <w:t>وكان معه اثنان وثلاثون فارساً وأربعون راجلاً</w:t>
      </w:r>
      <w:r w:rsidR="00364168">
        <w:rPr>
          <w:rtl/>
        </w:rPr>
        <w:t>،</w:t>
      </w:r>
      <w:r>
        <w:rPr>
          <w:rtl/>
        </w:rPr>
        <w:t xml:space="preserve"> وهُم نيف وأربعة آلاف</w:t>
      </w:r>
      <w:r w:rsidR="00364168">
        <w:rPr>
          <w:rtl/>
        </w:rPr>
        <w:t>،</w:t>
      </w:r>
      <w:r>
        <w:rPr>
          <w:rtl/>
        </w:rPr>
        <w:t xml:space="preserve"> يكثر فيهم الفرسان وراكبو الإبل</w:t>
      </w:r>
      <w:r w:rsidR="00364168">
        <w:rPr>
          <w:rtl/>
        </w:rPr>
        <w:t>،</w:t>
      </w:r>
      <w:r>
        <w:rPr>
          <w:rtl/>
        </w:rPr>
        <w:t xml:space="preserve"> ويحملون صنوفاً مختلفة من السّلاح</w:t>
      </w:r>
      <w:r w:rsidR="00364168">
        <w:rPr>
          <w:rtl/>
        </w:rPr>
        <w:t>.</w:t>
      </w:r>
      <w:r>
        <w:rPr>
          <w:rtl/>
        </w:rPr>
        <w:t xml:space="preserve"> ومع هذا التفاوت البعيد في عدّة الفريقين</w:t>
      </w:r>
      <w:r w:rsidR="00364168">
        <w:rPr>
          <w:rtl/>
        </w:rPr>
        <w:t>،</w:t>
      </w:r>
      <w:r>
        <w:rPr>
          <w:rtl/>
        </w:rPr>
        <w:t xml:space="preserve"> كان العسكر القليل كفؤاً للعسكر الكثير لو جرى القتال على سنّة المبارزة التي كانت دعوة مجابة في ذلك العصر إذا اختارها أحد الفريقين</w:t>
      </w:r>
      <w:r w:rsidR="00364168">
        <w:rPr>
          <w:rtl/>
        </w:rPr>
        <w:t>؛</w:t>
      </w:r>
      <w:r>
        <w:rPr>
          <w:rtl/>
        </w:rPr>
        <w:t xml:space="preserve"> فإنّ آل عليّ جميعاً كانوا من أشهر العرب</w:t>
      </w:r>
      <w:r w:rsidR="004C4A93">
        <w:rPr>
          <w:rtl/>
        </w:rPr>
        <w:t xml:space="preserve"> - </w:t>
      </w:r>
      <w:r>
        <w:rPr>
          <w:rtl/>
        </w:rPr>
        <w:t>بل من أشهر العرب والعجم</w:t>
      </w:r>
      <w:r w:rsidR="004C4A93">
        <w:rPr>
          <w:rtl/>
        </w:rPr>
        <w:t xml:space="preserve"> - </w:t>
      </w:r>
      <w:r>
        <w:rPr>
          <w:rtl/>
        </w:rPr>
        <w:t>بالقوّة البدنية والصبر على الجراح</w:t>
      </w:r>
      <w:r w:rsidR="00364168">
        <w:rPr>
          <w:rtl/>
        </w:rPr>
        <w:t>،</w:t>
      </w:r>
      <w:r>
        <w:rPr>
          <w:rtl/>
        </w:rPr>
        <w:t xml:space="preserve"> والاضطلاح بعناء الحرب</w:t>
      </w:r>
    </w:p>
    <w:p w:rsidR="002B49A5" w:rsidRPr="002B49A5" w:rsidRDefault="002B49A5" w:rsidP="002B49A5">
      <w:pPr>
        <w:pStyle w:val="libNormal"/>
        <w:rPr>
          <w:rtl/>
        </w:rPr>
      </w:pPr>
      <w:r w:rsidRPr="002B49A5">
        <w:rPr>
          <w:rtl/>
        </w:rPr>
        <w:br w:type="page"/>
      </w:r>
    </w:p>
    <w:p w:rsidR="002B49A5" w:rsidRDefault="002B49A5" w:rsidP="00390D32">
      <w:pPr>
        <w:pStyle w:val="libNormal0"/>
        <w:rPr>
          <w:rtl/>
        </w:rPr>
      </w:pPr>
      <w:r>
        <w:rPr>
          <w:rtl/>
        </w:rPr>
        <w:lastRenderedPageBreak/>
        <w:t>ساعات بعد ساعات</w:t>
      </w:r>
      <w:r w:rsidR="00364168">
        <w:rPr>
          <w:rtl/>
        </w:rPr>
        <w:t>،</w:t>
      </w:r>
      <w:r>
        <w:rPr>
          <w:rtl/>
        </w:rPr>
        <w:t xml:space="preserve"> ومنهم مَن كان يلوي الحديد فلا يقيمه غيره</w:t>
      </w:r>
      <w:r w:rsidR="00364168">
        <w:rPr>
          <w:rtl/>
        </w:rPr>
        <w:t>،</w:t>
      </w:r>
      <w:r>
        <w:rPr>
          <w:rtl/>
        </w:rPr>
        <w:t xml:space="preserve"> ومنهم مُحمّد بن الحنفيّة الذي صرع جبابرة القوّة البدنية بين العرب والعجم في زمانه</w:t>
      </w:r>
      <w:r w:rsidR="00364168">
        <w:rPr>
          <w:rtl/>
        </w:rPr>
        <w:t>،</w:t>
      </w:r>
      <w:r>
        <w:rPr>
          <w:rtl/>
        </w:rPr>
        <w:t xml:space="preserve"> ومن أشهر هؤلاء الجبابرة رجل كان في أرض الرّوم يفخر به أهلها</w:t>
      </w:r>
      <w:r w:rsidR="00364168">
        <w:rPr>
          <w:rtl/>
        </w:rPr>
        <w:t>،</w:t>
      </w:r>
      <w:r>
        <w:rPr>
          <w:rtl/>
        </w:rPr>
        <w:t xml:space="preserve"> فأرسله ملكهم إلى معاوية يعجز به العرب عن مصارعته واتقاء باسه</w:t>
      </w:r>
      <w:r w:rsidR="00364168">
        <w:rPr>
          <w:rtl/>
        </w:rPr>
        <w:t>،</w:t>
      </w:r>
      <w:r>
        <w:rPr>
          <w:rtl/>
        </w:rPr>
        <w:t xml:space="preserve"> فجلس مُحمّد بن الحنفيّة وطلب من ذلك الجبّار الرومي أن يقيمه</w:t>
      </w:r>
      <w:r w:rsidR="00364168">
        <w:rPr>
          <w:rtl/>
        </w:rPr>
        <w:t>،</w:t>
      </w:r>
      <w:r>
        <w:rPr>
          <w:rtl/>
        </w:rPr>
        <w:t xml:space="preserve"> فكان كأنّما يحرّك جبلاً لصلابة أعضائه وشدّة أسره</w:t>
      </w:r>
      <w:r w:rsidR="00364168">
        <w:rPr>
          <w:rtl/>
        </w:rPr>
        <w:t>،</w:t>
      </w:r>
      <w:r>
        <w:rPr>
          <w:rtl/>
        </w:rPr>
        <w:t xml:space="preserve"> فلمّا أقرّ الرّجل بعجزه</w:t>
      </w:r>
      <w:r w:rsidR="00364168">
        <w:rPr>
          <w:rtl/>
        </w:rPr>
        <w:t>،</w:t>
      </w:r>
      <w:r>
        <w:rPr>
          <w:rtl/>
        </w:rPr>
        <w:t xml:space="preserve"> رفعه مُحمّد فوق رأسه ثمّ جلد به الأرض مرّات</w:t>
      </w:r>
      <w:r w:rsidR="00364168">
        <w:rPr>
          <w:rtl/>
        </w:rPr>
        <w:t>.</w:t>
      </w:r>
    </w:p>
    <w:p w:rsidR="002B49A5" w:rsidRDefault="002B49A5" w:rsidP="002B49A5">
      <w:pPr>
        <w:pStyle w:val="libNormal"/>
        <w:rPr>
          <w:rtl/>
        </w:rPr>
      </w:pPr>
      <w:r>
        <w:rPr>
          <w:rtl/>
        </w:rPr>
        <w:t>والحُسين رضي الله عنه قد كان هو ومَن معه من شباب آل عليّ ممّن ورث هذه القوّة البدنية كما ورثوا ثبات الجأش وحمية الفؤاد</w:t>
      </w:r>
      <w:r w:rsidR="00364168">
        <w:rPr>
          <w:rtl/>
        </w:rPr>
        <w:t>،</w:t>
      </w:r>
      <w:r>
        <w:rPr>
          <w:rtl/>
        </w:rPr>
        <w:t xml:space="preserve"> وكانوا كفؤاً لمبارزة الأنداد واحداً بعد واحد حتّى يفرغ جيش عبيد الله من فرسانه القادرين على المبارزة</w:t>
      </w:r>
      <w:r w:rsidR="00364168">
        <w:rPr>
          <w:rtl/>
        </w:rPr>
        <w:t>،</w:t>
      </w:r>
      <w:r>
        <w:rPr>
          <w:rtl/>
        </w:rPr>
        <w:t xml:space="preserve"> ولا يبقى منهم غير الهمل يتبددون في منازلة الشّجعان</w:t>
      </w:r>
      <w:r w:rsidR="00364168">
        <w:rPr>
          <w:rtl/>
        </w:rPr>
        <w:t>،</w:t>
      </w:r>
      <w:r>
        <w:rPr>
          <w:rtl/>
        </w:rPr>
        <w:t xml:space="preserve"> كما تتبدد السّائمة المذعورة بالعراء</w:t>
      </w:r>
      <w:r w:rsidR="008F60AE">
        <w:rPr>
          <w:rtl/>
        </w:rPr>
        <w:t xml:space="preserve"> ...</w:t>
      </w:r>
      <w:r>
        <w:rPr>
          <w:rtl/>
        </w:rPr>
        <w:t xml:space="preserve"> </w:t>
      </w:r>
    </w:p>
    <w:p w:rsidR="002B49A5" w:rsidRDefault="002B49A5" w:rsidP="002B49A5">
      <w:pPr>
        <w:pStyle w:val="libNormal"/>
        <w:rPr>
          <w:rtl/>
        </w:rPr>
      </w:pPr>
      <w:r w:rsidRPr="002B49A5">
        <w:rPr>
          <w:rtl/>
        </w:rPr>
        <w:t>وكان مع الحُسين نخبة من فُرسان العرب كلّهم لهم شهرة بالشّجاعة والبأس وسداد الرمي بالسهم ومضاء الضرب بالسيف</w:t>
      </w:r>
      <w:r w:rsidR="00364168">
        <w:rPr>
          <w:rtl/>
        </w:rPr>
        <w:t>،</w:t>
      </w:r>
      <w:r w:rsidRPr="002B49A5">
        <w:rPr>
          <w:rtl/>
        </w:rPr>
        <w:t xml:space="preserve"> ولن تكون صُحبة الحُسين غير ذلك بداهة وتقديراً لا يتوقفان على الشهرة الذائعة والوصف المتواتر</w:t>
      </w:r>
      <w:r w:rsidR="00364168">
        <w:rPr>
          <w:rtl/>
        </w:rPr>
        <w:t>؛</w:t>
      </w:r>
      <w:r w:rsidRPr="002B49A5">
        <w:rPr>
          <w:rtl/>
        </w:rPr>
        <w:t xml:space="preserve"> لأنّ مزاملة الحُسين في مثل تلك الرحلة هي وحدها آية على الشّجاعة في ملاقاة الموت وكرم النحيزة في مُلاقاة الفتنة والإغراء</w:t>
      </w:r>
      <w:r w:rsidR="008F60AE">
        <w:rPr>
          <w:rtl/>
        </w:rPr>
        <w:t xml:space="preserve"> ...</w:t>
      </w:r>
      <w:r w:rsidRPr="002B49A5">
        <w:rPr>
          <w:rtl/>
        </w:rPr>
        <w:t xml:space="preserve"> فإذا جرى القتال كلّه مبارزة بين أمثال هؤلاء ومَن يبرزون لهم من جيش عبيد الله</w:t>
      </w:r>
      <w:r w:rsidR="00364168">
        <w:rPr>
          <w:rtl/>
        </w:rPr>
        <w:t>،</w:t>
      </w:r>
      <w:r w:rsidRPr="002B49A5">
        <w:rPr>
          <w:rtl/>
        </w:rPr>
        <w:t xml:space="preserve"> فهم كفء للمنازلة وليس أملهم في الغلب بضعيف</w:t>
      </w:r>
      <w:r w:rsidR="00364168">
        <w:rPr>
          <w:rtl/>
        </w:rPr>
        <w:t>.</w:t>
      </w:r>
    </w:p>
    <w:p w:rsidR="002B49A5" w:rsidRDefault="002B49A5" w:rsidP="002B49A5">
      <w:pPr>
        <w:pStyle w:val="libNormal"/>
      </w:pPr>
      <w:r>
        <w:rPr>
          <w:rtl/>
        </w:rPr>
        <w:br w:type="page"/>
      </w:r>
    </w:p>
    <w:p w:rsidR="002B49A5" w:rsidRDefault="002B49A5" w:rsidP="002B49A5">
      <w:pPr>
        <w:pStyle w:val="libNormal"/>
        <w:rPr>
          <w:rtl/>
        </w:rPr>
      </w:pPr>
      <w:r>
        <w:rPr>
          <w:rtl/>
        </w:rPr>
        <w:lastRenderedPageBreak/>
        <w:t>وقد بدأ القتال بهجوم الخيل من قبس جيش ابن زياد</w:t>
      </w:r>
      <w:r w:rsidR="00364168">
        <w:rPr>
          <w:rtl/>
        </w:rPr>
        <w:t>،</w:t>
      </w:r>
      <w:r>
        <w:rPr>
          <w:rtl/>
        </w:rPr>
        <w:t xml:space="preserve"> فأشرع أصحاب الحُسين لها رماحهم وجثوا على الركب ينتظرونها</w:t>
      </w:r>
      <w:r w:rsidR="00364168">
        <w:rPr>
          <w:rtl/>
        </w:rPr>
        <w:t>،</w:t>
      </w:r>
      <w:r>
        <w:rPr>
          <w:rtl/>
        </w:rPr>
        <w:t xml:space="preserve"> فلم تقم الخيل للرماح وأوشكت أن تجفل مولّية بفرسانها</w:t>
      </w:r>
      <w:r w:rsidR="008F60AE">
        <w:rPr>
          <w:rtl/>
        </w:rPr>
        <w:t xml:space="preserve"> ...</w:t>
      </w:r>
      <w:r>
        <w:rPr>
          <w:rtl/>
        </w:rPr>
        <w:t xml:space="preserve"> </w:t>
      </w:r>
    </w:p>
    <w:p w:rsidR="002B49A5" w:rsidRDefault="002B49A5" w:rsidP="002B49A5">
      <w:pPr>
        <w:pStyle w:val="libNormal"/>
        <w:rPr>
          <w:rtl/>
        </w:rPr>
      </w:pPr>
      <w:r>
        <w:rPr>
          <w:rtl/>
        </w:rPr>
        <w:t>فعدل الفريقان إلى المبارزة</w:t>
      </w:r>
      <w:r w:rsidR="00364168">
        <w:rPr>
          <w:rtl/>
        </w:rPr>
        <w:t>،</w:t>
      </w:r>
      <w:r>
        <w:rPr>
          <w:rtl/>
        </w:rPr>
        <w:t xml:space="preserve"> فلم يتعرّض لها أحد من جيش ابن زياد إلاّ فشل أو نكص على عقبيه</w:t>
      </w:r>
      <w:r w:rsidR="00364168">
        <w:rPr>
          <w:rtl/>
        </w:rPr>
        <w:t>،</w:t>
      </w:r>
      <w:r>
        <w:rPr>
          <w:rtl/>
        </w:rPr>
        <w:t xml:space="preserve"> فخشي رؤوس الجيش عقبى هذه المبارزة التي لا أمل لهم في الغلبة بها</w:t>
      </w:r>
      <w:r w:rsidR="00364168">
        <w:rPr>
          <w:rtl/>
        </w:rPr>
        <w:t>،</w:t>
      </w:r>
      <w:r>
        <w:rPr>
          <w:rtl/>
        </w:rPr>
        <w:t xml:space="preserve"> وصاح عمر بن الحجاج برفاقه</w:t>
      </w:r>
      <w:r w:rsidR="00364168">
        <w:rPr>
          <w:rtl/>
        </w:rPr>
        <w:t>:</w:t>
      </w:r>
      <w:r>
        <w:rPr>
          <w:rtl/>
        </w:rPr>
        <w:t xml:space="preserve"> أتدرون من تقاتلون</w:t>
      </w:r>
      <w:r w:rsidR="00364168">
        <w:rPr>
          <w:rtl/>
        </w:rPr>
        <w:t>؟</w:t>
      </w:r>
      <w:r>
        <w:rPr>
          <w:rtl/>
        </w:rPr>
        <w:t xml:space="preserve"> تقاتلون فرسان المصر وقوماً مستميتين</w:t>
      </w:r>
      <w:r w:rsidR="00364168">
        <w:rPr>
          <w:rtl/>
        </w:rPr>
        <w:t>.</w:t>
      </w:r>
      <w:r>
        <w:rPr>
          <w:rtl/>
        </w:rPr>
        <w:t xml:space="preserve"> لا يبرز إليهم منكم أحد</w:t>
      </w:r>
      <w:r w:rsidR="00364168">
        <w:rPr>
          <w:rtl/>
        </w:rPr>
        <w:t>؛</w:t>
      </w:r>
      <w:r>
        <w:rPr>
          <w:rtl/>
        </w:rPr>
        <w:t xml:space="preserve"> فإنّهم قليل</w:t>
      </w:r>
      <w:r w:rsidR="00364168">
        <w:rPr>
          <w:rtl/>
        </w:rPr>
        <w:t>،</w:t>
      </w:r>
      <w:r>
        <w:rPr>
          <w:rtl/>
        </w:rPr>
        <w:t xml:space="preserve"> لو لم ترموهم إلاّ بالحجارة لقتلتموهم</w:t>
      </w:r>
      <w:r w:rsidR="00364168">
        <w:rPr>
          <w:rtl/>
        </w:rPr>
        <w:t>.</w:t>
      </w:r>
      <w:r>
        <w:rPr>
          <w:rtl/>
        </w:rPr>
        <w:t xml:space="preserve"> فاستصوب عمر بن سعد مقاله</w:t>
      </w:r>
      <w:r w:rsidR="00364168">
        <w:rPr>
          <w:rtl/>
        </w:rPr>
        <w:t>،</w:t>
      </w:r>
      <w:r>
        <w:rPr>
          <w:rtl/>
        </w:rPr>
        <w:t xml:space="preserve"> ونهى النّاس عن المبارزة</w:t>
      </w:r>
      <w:r w:rsidR="00364168">
        <w:rPr>
          <w:rtl/>
        </w:rPr>
        <w:t>.</w:t>
      </w:r>
      <w:r>
        <w:rPr>
          <w:rtl/>
        </w:rPr>
        <w:t xml:space="preserve"> </w:t>
      </w:r>
    </w:p>
    <w:p w:rsidR="002B49A5" w:rsidRDefault="002B49A5" w:rsidP="00390D32">
      <w:pPr>
        <w:pStyle w:val="libNormal"/>
        <w:rPr>
          <w:rtl/>
        </w:rPr>
      </w:pPr>
      <w:r>
        <w:rPr>
          <w:rtl/>
        </w:rPr>
        <w:t>فلمّا برز عابس بن أبي شبيب الشّاكري بعد ذلك</w:t>
      </w:r>
      <w:r w:rsidR="00364168">
        <w:rPr>
          <w:rtl/>
        </w:rPr>
        <w:t>،</w:t>
      </w:r>
      <w:r>
        <w:rPr>
          <w:rtl/>
        </w:rPr>
        <w:t xml:space="preserve"> وتحدّاهم للمبارزة</w:t>
      </w:r>
      <w:r w:rsidR="00364168">
        <w:rPr>
          <w:rtl/>
        </w:rPr>
        <w:t>،</w:t>
      </w:r>
      <w:r>
        <w:rPr>
          <w:rtl/>
        </w:rPr>
        <w:t xml:space="preserve"> تحاموه لشجاعته</w:t>
      </w:r>
      <w:r w:rsidR="00364168">
        <w:rPr>
          <w:rtl/>
        </w:rPr>
        <w:t>،</w:t>
      </w:r>
      <w:r>
        <w:rPr>
          <w:rtl/>
        </w:rPr>
        <w:t xml:space="preserve"> ووقفوا بعيداً منه</w:t>
      </w:r>
      <w:r w:rsidR="00364168">
        <w:rPr>
          <w:rtl/>
        </w:rPr>
        <w:t>،</w:t>
      </w:r>
      <w:r>
        <w:rPr>
          <w:rtl/>
        </w:rPr>
        <w:t xml:space="preserve"> فقال لهم عمر</w:t>
      </w:r>
      <w:r w:rsidR="00364168">
        <w:rPr>
          <w:rtl/>
        </w:rPr>
        <w:t>:</w:t>
      </w:r>
      <w:r>
        <w:rPr>
          <w:rtl/>
        </w:rPr>
        <w:t xml:space="preserve"> ارموه بالحجارة</w:t>
      </w:r>
      <w:r w:rsidR="00364168">
        <w:rPr>
          <w:rtl/>
        </w:rPr>
        <w:t>.</w:t>
      </w:r>
      <w:r>
        <w:rPr>
          <w:rtl/>
        </w:rPr>
        <w:t xml:space="preserve"> فرموه من كلّ جانب</w:t>
      </w:r>
      <w:r w:rsidR="00364168">
        <w:rPr>
          <w:rtl/>
        </w:rPr>
        <w:t>،</w:t>
      </w:r>
      <w:r>
        <w:rPr>
          <w:rtl/>
        </w:rPr>
        <w:t xml:space="preserve"> فاستمات وألقى بدرعه ومغفره وحمل على مَن يليه</w:t>
      </w:r>
      <w:r w:rsidR="00364168">
        <w:rPr>
          <w:rtl/>
        </w:rPr>
        <w:t>،</w:t>
      </w:r>
      <w:r>
        <w:rPr>
          <w:rtl/>
        </w:rPr>
        <w:t xml:space="preserve"> فهزمهم وثبت لجموعهم حتّى مات</w:t>
      </w:r>
      <w:r w:rsidR="00364168">
        <w:rPr>
          <w:rtl/>
        </w:rPr>
        <w:t>.</w:t>
      </w:r>
    </w:p>
    <w:p w:rsidR="002B49A5" w:rsidRDefault="002B49A5" w:rsidP="002B49A5">
      <w:pPr>
        <w:pStyle w:val="libNormal"/>
        <w:rPr>
          <w:rtl/>
        </w:rPr>
      </w:pPr>
      <w:r>
        <w:rPr>
          <w:rtl/>
        </w:rPr>
        <w:t>وعجزت خيل القوم مع كثرتها عن مقاومة خيل الحُسين</w:t>
      </w:r>
      <w:r w:rsidR="00364168">
        <w:rPr>
          <w:rtl/>
        </w:rPr>
        <w:t>،</w:t>
      </w:r>
      <w:r>
        <w:rPr>
          <w:rtl/>
        </w:rPr>
        <w:t xml:space="preserve"> وهي</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تنكشف كلّ ساعة عن فارس قتيل</w:t>
      </w:r>
      <w:r w:rsidR="008F60AE">
        <w:rPr>
          <w:rtl/>
        </w:rPr>
        <w:t xml:space="preserve"> ...</w:t>
      </w:r>
      <w:r>
        <w:rPr>
          <w:rtl/>
        </w:rPr>
        <w:t xml:space="preserve"> فبعث عروة بن قيس مقدم الفرسان في جيش ابن زياد يقول لعمر بن سعد</w:t>
      </w:r>
      <w:r w:rsidR="00364168">
        <w:rPr>
          <w:rtl/>
        </w:rPr>
        <w:t>:</w:t>
      </w:r>
      <w:r>
        <w:rPr>
          <w:rtl/>
        </w:rPr>
        <w:t xml:space="preserve"> ألا ترى ما تلقى خيلي هذا اليوم من هذه العدّة اليسيرة</w:t>
      </w:r>
      <w:r w:rsidR="00364168">
        <w:rPr>
          <w:rtl/>
        </w:rPr>
        <w:t>؟</w:t>
      </w:r>
      <w:r>
        <w:rPr>
          <w:rtl/>
        </w:rPr>
        <w:t xml:space="preserve"> ابعث إليهم الرّجال والرماة</w:t>
      </w:r>
      <w:r w:rsidR="00364168">
        <w:rPr>
          <w:rtl/>
        </w:rPr>
        <w:t>.</w:t>
      </w:r>
      <w:r>
        <w:rPr>
          <w:rtl/>
        </w:rPr>
        <w:t xml:space="preserve"> فبعث إليه بخمسمئة من الرّماة وعلى رأسهم الحُسين بن نمير</w:t>
      </w:r>
      <w:r w:rsidR="00364168">
        <w:rPr>
          <w:rtl/>
        </w:rPr>
        <w:t>،</w:t>
      </w:r>
      <w:r>
        <w:rPr>
          <w:rtl/>
        </w:rPr>
        <w:t xml:space="preserve"> فرشقوا أصحاب الحُسين بالنبل حتّى عقروا الخيل وجرحوا الفُرسان والرّجال</w:t>
      </w:r>
      <w:r w:rsidR="00364168">
        <w:rPr>
          <w:rtl/>
        </w:rPr>
        <w:t>.</w:t>
      </w:r>
    </w:p>
    <w:p w:rsidR="002B49A5" w:rsidRDefault="002B49A5" w:rsidP="002B49A5">
      <w:pPr>
        <w:pStyle w:val="libNormal"/>
        <w:rPr>
          <w:rtl/>
        </w:rPr>
      </w:pPr>
      <w:r>
        <w:rPr>
          <w:rtl/>
        </w:rPr>
        <w:t>وكان أبو الشّعثاء يزيد بن زياد الكندي ممّن عدل إلى جيش الحُسين وهو من أشهر رُماة زمانه</w:t>
      </w:r>
      <w:r w:rsidR="00364168">
        <w:rPr>
          <w:rtl/>
        </w:rPr>
        <w:t>،</w:t>
      </w:r>
      <w:r>
        <w:rPr>
          <w:rtl/>
        </w:rPr>
        <w:t xml:space="preserve"> فلمّا تكاثر عليهم رمي النبال والسهام</w:t>
      </w:r>
      <w:r w:rsidR="00364168">
        <w:rPr>
          <w:rtl/>
        </w:rPr>
        <w:t>،</w:t>
      </w:r>
      <w:r>
        <w:rPr>
          <w:rtl/>
        </w:rPr>
        <w:t xml:space="preserve"> جثا بين يدي الحُسين وأرسل مئة سهم لم يكد يخيب منها خمسة أسهم</w:t>
      </w:r>
      <w:r w:rsidR="00364168">
        <w:rPr>
          <w:rtl/>
        </w:rPr>
        <w:t>،</w:t>
      </w:r>
      <w:r>
        <w:rPr>
          <w:rtl/>
        </w:rPr>
        <w:t xml:space="preserve"> وقاتل حتّى مات</w:t>
      </w:r>
      <w:r w:rsidR="00364168">
        <w:rPr>
          <w:rtl/>
        </w:rPr>
        <w:t>.</w:t>
      </w:r>
      <w:r>
        <w:rPr>
          <w:rtl/>
        </w:rPr>
        <w:t xml:space="preserve"> </w:t>
      </w:r>
    </w:p>
    <w:p w:rsidR="002B49A5" w:rsidRDefault="002B49A5" w:rsidP="002B49A5">
      <w:pPr>
        <w:pStyle w:val="libNormal"/>
        <w:rPr>
          <w:rtl/>
        </w:rPr>
      </w:pPr>
      <w:r>
        <w:rPr>
          <w:rtl/>
        </w:rPr>
        <w:t>وكان الذين عدلوا إلى عسكر الحُسين أشدّ أنصاره عزمة في القتال وهجمة على الموت</w:t>
      </w:r>
      <w:r w:rsidR="00364168">
        <w:rPr>
          <w:rtl/>
        </w:rPr>
        <w:t>،</w:t>
      </w:r>
      <w:r>
        <w:rPr>
          <w:rtl/>
        </w:rPr>
        <w:t xml:space="preserve"> ومنهم الحرّ بن يزيد</w:t>
      </w:r>
      <w:r w:rsidR="004C4A93">
        <w:rPr>
          <w:rtl/>
        </w:rPr>
        <w:t xml:space="preserve"> - </w:t>
      </w:r>
      <w:r>
        <w:rPr>
          <w:rtl/>
        </w:rPr>
        <w:t>الذي تقدّم ذكره</w:t>
      </w:r>
      <w:r w:rsidR="004C4A93">
        <w:rPr>
          <w:rtl/>
        </w:rPr>
        <w:t xml:space="preserve"> - </w:t>
      </w:r>
      <w:r>
        <w:rPr>
          <w:rtl/>
        </w:rPr>
        <w:t>فجاهد ما استطاع</w:t>
      </w:r>
      <w:r w:rsidR="00364168">
        <w:rPr>
          <w:rtl/>
        </w:rPr>
        <w:t>؛</w:t>
      </w:r>
      <w:r>
        <w:rPr>
          <w:rtl/>
        </w:rPr>
        <w:t xml:space="preserve"> ليقنع أصحابه الأوّلين بالكفّ عن حرب الحُسين أو بالعدول إلى صفّه</w:t>
      </w:r>
      <w:r w:rsidR="008F60AE">
        <w:rPr>
          <w:rtl/>
        </w:rPr>
        <w:t xml:space="preserve"> ...</w:t>
      </w:r>
      <w:r>
        <w:rPr>
          <w:rtl/>
        </w:rPr>
        <w:t xml:space="preserve"> وقام على فرسه يخطب أهل الكوفة ويزجرهم</w:t>
      </w:r>
      <w:r w:rsidR="00364168">
        <w:rPr>
          <w:rtl/>
        </w:rPr>
        <w:t>،</w:t>
      </w:r>
      <w:r>
        <w:rPr>
          <w:rtl/>
        </w:rPr>
        <w:t xml:space="preserve"> فسكتوا هنيهة ثمّ رشقوه بالنبل فعقروا فرسه وجرحوه</w:t>
      </w:r>
      <w:r w:rsidR="00364168">
        <w:rPr>
          <w:rtl/>
        </w:rPr>
        <w:t>،</w:t>
      </w:r>
      <w:r>
        <w:rPr>
          <w:rtl/>
        </w:rPr>
        <w:t xml:space="preserve"> فما زال يطلب الموت ويتحرّى من صفوفهم أكثفها جمعاً وأقتلها نبلاً حتّى سقط مثخناً بالجراح وهو يُنادي الحُسين</w:t>
      </w:r>
      <w:r w:rsidR="00364168">
        <w:rPr>
          <w:rtl/>
        </w:rPr>
        <w:t>:</w:t>
      </w:r>
      <w:r>
        <w:rPr>
          <w:rtl/>
        </w:rPr>
        <w:t xml:space="preserve"> السّلام عليكم يا أبا عبد الله</w:t>
      </w:r>
      <w:r w:rsidR="00364168">
        <w:rPr>
          <w:rtl/>
        </w:rPr>
        <w:t>.</w:t>
      </w:r>
    </w:p>
    <w:p w:rsidR="002B49A5" w:rsidRDefault="002B49A5" w:rsidP="002B49A5">
      <w:pPr>
        <w:pStyle w:val="libNormal"/>
        <w:rPr>
          <w:rtl/>
        </w:rPr>
      </w:pPr>
      <w:r>
        <w:rPr>
          <w:rtl/>
        </w:rPr>
        <w:t>ولم يكن من أصحاب الحُسين إلاّ مَن يطلب الموت ويتحرّى مواقعه وأهدافه</w:t>
      </w:r>
      <w:r w:rsidR="00364168">
        <w:rPr>
          <w:rtl/>
        </w:rPr>
        <w:t>،</w:t>
      </w:r>
      <w:r>
        <w:rPr>
          <w:rtl/>
        </w:rPr>
        <w:t xml:space="preserve"> فكان نافع بن هلال البجلي يكتب اسمه على أفواق نبله ويرسلها فيقتل بها ويجرح</w:t>
      </w:r>
      <w:r w:rsidR="00364168">
        <w:rPr>
          <w:rtl/>
        </w:rPr>
        <w:t>،</w:t>
      </w:r>
      <w:r>
        <w:rPr>
          <w:rtl/>
        </w:rPr>
        <w:t xml:space="preserve"> وقلّما يخطئ مرماه</w:t>
      </w:r>
      <w:r w:rsidR="00364168">
        <w:rPr>
          <w:rtl/>
        </w:rPr>
        <w:t>،</w:t>
      </w:r>
      <w:r>
        <w:rPr>
          <w:rtl/>
        </w:rPr>
        <w:t xml:space="preserve"> فأحاطوا به وضربوه</w:t>
      </w:r>
    </w:p>
    <w:p w:rsidR="002B49A5" w:rsidRDefault="002B49A5" w:rsidP="002B49A5">
      <w:pPr>
        <w:pStyle w:val="libNormal"/>
      </w:pPr>
      <w:r>
        <w:rPr>
          <w:rtl/>
        </w:rPr>
        <w:br w:type="page"/>
      </w:r>
    </w:p>
    <w:p w:rsidR="002B49A5" w:rsidRDefault="002B49A5" w:rsidP="00390D32">
      <w:pPr>
        <w:pStyle w:val="libNormal0"/>
        <w:rPr>
          <w:rtl/>
        </w:rPr>
      </w:pPr>
      <w:r>
        <w:rPr>
          <w:rtl/>
        </w:rPr>
        <w:lastRenderedPageBreak/>
        <w:t>على ذراعيه حتّى كُسرتا</w:t>
      </w:r>
      <w:r w:rsidR="00364168">
        <w:rPr>
          <w:rtl/>
        </w:rPr>
        <w:t>،</w:t>
      </w:r>
      <w:r>
        <w:rPr>
          <w:rtl/>
        </w:rPr>
        <w:t xml:space="preserve"> ثمّ أسروه والدم يسيل من وجهه ويديه</w:t>
      </w:r>
      <w:r w:rsidR="00364168">
        <w:rPr>
          <w:rtl/>
        </w:rPr>
        <w:t>،</w:t>
      </w:r>
      <w:r>
        <w:rPr>
          <w:rtl/>
        </w:rPr>
        <w:t xml:space="preserve"> فحسبوه يلين للوعيد ويجزع من التمثيل به</w:t>
      </w:r>
      <w:r w:rsidR="00364168">
        <w:rPr>
          <w:rtl/>
        </w:rPr>
        <w:t>،</w:t>
      </w:r>
      <w:r>
        <w:rPr>
          <w:rtl/>
        </w:rPr>
        <w:t xml:space="preserve"> فأسمعهم ما يكرهون وراح يستزيد غيظهم ويقول لهم</w:t>
      </w:r>
      <w:r w:rsidR="00364168">
        <w:rPr>
          <w:rtl/>
        </w:rPr>
        <w:t>:</w:t>
      </w:r>
      <w:r>
        <w:rPr>
          <w:rtl/>
        </w:rPr>
        <w:t xml:space="preserve"> لقد قتلت منكم اثني عشر رجلاً سوى مَن جرحت</w:t>
      </w:r>
      <w:r w:rsidR="00364168">
        <w:rPr>
          <w:rtl/>
        </w:rPr>
        <w:t>،</w:t>
      </w:r>
      <w:r>
        <w:rPr>
          <w:rtl/>
        </w:rPr>
        <w:t xml:space="preserve"> ولو بقيت لي عضد وساعد لزدت</w:t>
      </w:r>
      <w:r w:rsidR="00364168">
        <w:rPr>
          <w:rtl/>
        </w:rPr>
        <w:t>.</w:t>
      </w:r>
    </w:p>
    <w:p w:rsidR="002B49A5" w:rsidRPr="00390D32" w:rsidRDefault="002B49A5" w:rsidP="00390D32">
      <w:pPr>
        <w:pStyle w:val="Heading2"/>
        <w:rPr>
          <w:rtl/>
        </w:rPr>
      </w:pPr>
      <w:bookmarkStart w:id="107" w:name="مصرع_الحسين_عليه_السلام"/>
      <w:bookmarkStart w:id="108" w:name="_Toc374273700"/>
      <w:bookmarkStart w:id="109" w:name="_Toc374274002"/>
      <w:bookmarkEnd w:id="107"/>
      <w:r w:rsidRPr="00390D32">
        <w:rPr>
          <w:rtl/>
        </w:rPr>
        <w:t xml:space="preserve">مصرع الحُسين </w:t>
      </w:r>
      <w:r w:rsidR="008F60AE" w:rsidRPr="00390D32">
        <w:rPr>
          <w:rStyle w:val="libAlaemHeading2Char"/>
          <w:rtl/>
        </w:rPr>
        <w:t>عليه‌السلام</w:t>
      </w:r>
      <w:r w:rsidR="00364168" w:rsidRPr="00390D32">
        <w:rPr>
          <w:rtl/>
        </w:rPr>
        <w:t>:</w:t>
      </w:r>
      <w:bookmarkEnd w:id="108"/>
      <w:bookmarkEnd w:id="109"/>
      <w:r w:rsidRPr="00390D32">
        <w:rPr>
          <w:rtl/>
        </w:rPr>
        <w:t xml:space="preserve"> </w:t>
      </w:r>
    </w:p>
    <w:p w:rsidR="002B49A5" w:rsidRDefault="002B49A5" w:rsidP="002B49A5">
      <w:pPr>
        <w:pStyle w:val="libNormal"/>
        <w:rPr>
          <w:rtl/>
        </w:rPr>
      </w:pPr>
      <w:r>
        <w:rPr>
          <w:rtl/>
        </w:rPr>
        <w:t>واستهدف الحُسين رضي الله عنه لأقواس القوم وسيوفهم</w:t>
      </w:r>
      <w:r w:rsidR="00364168">
        <w:rPr>
          <w:rtl/>
        </w:rPr>
        <w:t>،</w:t>
      </w:r>
      <w:r>
        <w:rPr>
          <w:rtl/>
        </w:rPr>
        <w:t xml:space="preserve"> فجعل أنصاره يحمونه بأنفسهم ولا يقاتلون إلاّ بين يديه</w:t>
      </w:r>
      <w:r w:rsidR="00364168">
        <w:rPr>
          <w:rtl/>
        </w:rPr>
        <w:t>،</w:t>
      </w:r>
      <w:r>
        <w:rPr>
          <w:rtl/>
        </w:rPr>
        <w:t xml:space="preserve"> وكلّما سقط منهم صريع</w:t>
      </w:r>
      <w:r w:rsidR="00364168">
        <w:rPr>
          <w:rtl/>
        </w:rPr>
        <w:t>،</w:t>
      </w:r>
      <w:r>
        <w:rPr>
          <w:rtl/>
        </w:rPr>
        <w:t xml:space="preserve"> أسرع إلى مكانه من يخلفه ليلقى حتفه على أثره</w:t>
      </w:r>
      <w:r w:rsidR="00364168">
        <w:rPr>
          <w:rtl/>
        </w:rPr>
        <w:t>.</w:t>
      </w:r>
    </w:p>
    <w:p w:rsidR="002B49A5" w:rsidRDefault="002B49A5" w:rsidP="002B49A5">
      <w:pPr>
        <w:pStyle w:val="libNormal"/>
        <w:rPr>
          <w:rtl/>
        </w:rPr>
      </w:pPr>
      <w:r w:rsidRPr="002B49A5">
        <w:rPr>
          <w:rtl/>
        </w:rPr>
        <w:t>فضاقت الفئة الكثيرة بالفئة القليلة</w:t>
      </w:r>
      <w:r w:rsidR="00364168">
        <w:rPr>
          <w:rtl/>
        </w:rPr>
        <w:t>،</w:t>
      </w:r>
      <w:r w:rsidRPr="002B49A5">
        <w:rPr>
          <w:rtl/>
        </w:rPr>
        <w:t xml:space="preserve"> وسوّل لهم الضيق بما يعانون من ثباتها أن يقوّضوا الأخبية التي أووا إليها النساء والأطفال</w:t>
      </w:r>
      <w:r w:rsidR="00364168">
        <w:rPr>
          <w:rtl/>
        </w:rPr>
        <w:t>؛</w:t>
      </w:r>
      <w:r w:rsidRPr="002B49A5">
        <w:rPr>
          <w:rtl/>
        </w:rPr>
        <w:t xml:space="preserve"> ليحيطوا بالعسكر القليل من جميع جهاته</w:t>
      </w:r>
      <w:r w:rsidR="00364168">
        <w:rPr>
          <w:rtl/>
        </w:rPr>
        <w:t>،</w:t>
      </w:r>
      <w:r w:rsidRPr="002B49A5">
        <w:rPr>
          <w:rtl/>
        </w:rPr>
        <w:t xml:space="preserve"> ثمّ أخذوا في إحراقها</w:t>
      </w:r>
      <w:r w:rsidR="00364168">
        <w:rPr>
          <w:rtl/>
        </w:rPr>
        <w:t>،</w:t>
      </w:r>
      <w:r w:rsidRPr="002B49A5">
        <w:rPr>
          <w:rtl/>
        </w:rPr>
        <w:t xml:space="preserve"> وأصحاب الحُسين يصدّونهم ويدافعونهم</w:t>
      </w:r>
      <w:r w:rsidR="00364168">
        <w:rPr>
          <w:rtl/>
        </w:rPr>
        <w:t>،</w:t>
      </w:r>
      <w:r w:rsidRPr="002B49A5">
        <w:rPr>
          <w:rtl/>
        </w:rPr>
        <w:t xml:space="preserve"> فرأى رضي الله عنه أنّ اشتغال أصحابه بمنعهم يصرفهم عن الاشتغال بقتالهم</w:t>
      </w:r>
      <w:r w:rsidR="00364168">
        <w:rPr>
          <w:rtl/>
        </w:rPr>
        <w:t>،</w:t>
      </w:r>
      <w:r w:rsidRPr="002B49A5">
        <w:rPr>
          <w:rtl/>
        </w:rPr>
        <w:t xml:space="preserve"> فقال لهم</w:t>
      </w:r>
      <w:r w:rsidR="00364168">
        <w:rPr>
          <w:rtl/>
        </w:rPr>
        <w:t>:</w:t>
      </w:r>
      <w:r w:rsidRPr="002B49A5">
        <w:rPr>
          <w:rtl/>
        </w:rPr>
        <w:t xml:space="preserve"> </w:t>
      </w:r>
      <w:r w:rsidRPr="002B49A5">
        <w:rPr>
          <w:rStyle w:val="libBold2Char"/>
          <w:rtl/>
        </w:rPr>
        <w:t>(( دعوهم يحرقونها</w:t>
      </w:r>
      <w:r w:rsidR="00364168">
        <w:rPr>
          <w:rStyle w:val="libBold2Char"/>
          <w:rtl/>
        </w:rPr>
        <w:t>؛</w:t>
      </w:r>
      <w:r w:rsidRPr="002B49A5">
        <w:rPr>
          <w:rStyle w:val="libBold2Char"/>
          <w:rtl/>
        </w:rPr>
        <w:t xml:space="preserve"> فإنّهم إذا أحرقوها لا يستطيعون أن يجوزوا إليكم منها</w:t>
      </w:r>
      <w:r w:rsidR="008F60AE">
        <w:rPr>
          <w:rStyle w:val="libBold2Char"/>
          <w:rtl/>
        </w:rPr>
        <w:t xml:space="preserve"> ...</w:t>
      </w:r>
      <w:r w:rsidRPr="002B49A5">
        <w:rPr>
          <w:rStyle w:val="libBold2Char"/>
          <w:rtl/>
        </w:rPr>
        <w:t xml:space="preserve"> ))</w:t>
      </w:r>
      <w:r w:rsidR="00364168">
        <w:rPr>
          <w:rStyle w:val="libBold2Char"/>
          <w:rtl/>
        </w:rPr>
        <w:t>.</w:t>
      </w:r>
    </w:p>
    <w:p w:rsidR="002B49A5" w:rsidRDefault="002B49A5" w:rsidP="002B49A5">
      <w:pPr>
        <w:pStyle w:val="libNormal"/>
        <w:rPr>
          <w:rtl/>
        </w:rPr>
      </w:pPr>
      <w:r>
        <w:rPr>
          <w:rtl/>
        </w:rPr>
        <w:t>وظلّ على حضور ذهنه وثبات جأشه في تلك المحنة المتراكبة التي تعصف بالصبر وتطيش بالألباب</w:t>
      </w:r>
      <w:r w:rsidR="008F60AE">
        <w:rPr>
          <w:rtl/>
        </w:rPr>
        <w:t xml:space="preserve"> ...</w:t>
      </w:r>
      <w:r>
        <w:rPr>
          <w:rtl/>
        </w:rPr>
        <w:t xml:space="preserve"> وهو جهد عظيم لا تحتويه طاقة اللحم والدم</w:t>
      </w:r>
      <w:r w:rsidR="00364168">
        <w:rPr>
          <w:rtl/>
        </w:rPr>
        <w:t>،</w:t>
      </w:r>
      <w:r>
        <w:rPr>
          <w:rtl/>
        </w:rPr>
        <w:t xml:space="preserve"> ولا ينهض به إلاّ أولو العزم من أندر من يلد آدم وحواء</w:t>
      </w:r>
      <w:r w:rsidR="00364168">
        <w:rPr>
          <w:rtl/>
        </w:rPr>
        <w:t>.</w:t>
      </w:r>
    </w:p>
    <w:p w:rsidR="002B49A5" w:rsidRDefault="002B49A5" w:rsidP="002B49A5">
      <w:pPr>
        <w:pStyle w:val="libNormal"/>
      </w:pPr>
      <w:r>
        <w:rPr>
          <w:rtl/>
        </w:rPr>
        <w:br w:type="page"/>
      </w:r>
    </w:p>
    <w:p w:rsidR="002B49A5" w:rsidRDefault="002B49A5" w:rsidP="002B49A5">
      <w:pPr>
        <w:pStyle w:val="libNormal"/>
      </w:pPr>
      <w:r>
        <w:rPr>
          <w:rtl/>
        </w:rPr>
        <w:lastRenderedPageBreak/>
        <w:t>فإنّه رضي الله عنه كان يقاسي جهد العطش والجوع والسهر ونزف الجراح ومتابعة القتال</w:t>
      </w:r>
      <w:r w:rsidR="00364168">
        <w:rPr>
          <w:rtl/>
        </w:rPr>
        <w:t>،</w:t>
      </w:r>
      <w:r>
        <w:rPr>
          <w:rtl/>
        </w:rPr>
        <w:t xml:space="preserve"> ويلقي باله إلى حركات القوم ومكائدهم</w:t>
      </w:r>
      <w:r w:rsidR="00364168">
        <w:rPr>
          <w:rtl/>
        </w:rPr>
        <w:t>،</w:t>
      </w:r>
      <w:r>
        <w:rPr>
          <w:rtl/>
        </w:rPr>
        <w:t xml:space="preserve"> ويدبّر لرهطه ما يحبطون به تلك الحركات ويتّقون به تلك المكائد</w:t>
      </w:r>
      <w:r w:rsidR="00364168">
        <w:rPr>
          <w:rtl/>
        </w:rPr>
        <w:t>،</w:t>
      </w:r>
      <w:r>
        <w:rPr>
          <w:rtl/>
        </w:rPr>
        <w:t xml:space="preserve"> ثمّ هو يحمل بلاءه وبلاءهم</w:t>
      </w:r>
      <w:r w:rsidR="008F60AE">
        <w:rPr>
          <w:rtl/>
        </w:rPr>
        <w:t xml:space="preserve"> ...</w:t>
      </w:r>
      <w:r>
        <w:rPr>
          <w:rtl/>
        </w:rPr>
        <w:t xml:space="preserve"> ويتكاثر عليه وقر الأسى لحظة بعد لحظة كلّما فجع بشهيد من شهدائهم</w:t>
      </w:r>
      <w:r w:rsidR="00364168">
        <w:rPr>
          <w:rtl/>
        </w:rPr>
        <w:t>.</w:t>
      </w:r>
    </w:p>
    <w:p w:rsidR="002B49A5" w:rsidRDefault="002B49A5" w:rsidP="002B49A5">
      <w:pPr>
        <w:pStyle w:val="libNormal"/>
      </w:pPr>
      <w:r w:rsidRPr="002B49A5">
        <w:rPr>
          <w:rtl/>
        </w:rPr>
        <w:t>ولا يزال كلّما أصيب عزيز من اُولئك الأعزاء حمله إلى جانب إخوانه وفيهم رمق ينازعهم وينازعونه</w:t>
      </w:r>
      <w:r w:rsidR="00364168">
        <w:rPr>
          <w:rtl/>
        </w:rPr>
        <w:t>،</w:t>
      </w:r>
      <w:r w:rsidRPr="002B49A5">
        <w:rPr>
          <w:rtl/>
        </w:rPr>
        <w:t xml:space="preserve"> وينسون في حشرجة الصدور ما هُم فيه</w:t>
      </w:r>
      <w:r w:rsidR="00364168">
        <w:rPr>
          <w:rtl/>
        </w:rPr>
        <w:t>،</w:t>
      </w:r>
      <w:r w:rsidRPr="002B49A5">
        <w:rPr>
          <w:rtl/>
        </w:rPr>
        <w:t xml:space="preserve"> فيطلبون الماء ويحزّ طلبهم في قلبه كلّما أعياه الجواب</w:t>
      </w:r>
      <w:r w:rsidR="00364168">
        <w:rPr>
          <w:rtl/>
        </w:rPr>
        <w:t>،</w:t>
      </w:r>
      <w:r w:rsidRPr="002B49A5">
        <w:rPr>
          <w:rtl/>
        </w:rPr>
        <w:t xml:space="preserve"> ويرجع إلى ذخيرة بأسه فيستمدّ من هذه الآلام الكاوية عزماً يناهض به الموت ويعرض به عن الحياة</w:t>
      </w:r>
      <w:r w:rsidR="008F60AE">
        <w:rPr>
          <w:rtl/>
        </w:rPr>
        <w:t xml:space="preserve"> ...</w:t>
      </w:r>
      <w:r w:rsidRPr="002B49A5">
        <w:rPr>
          <w:rtl/>
        </w:rPr>
        <w:t xml:space="preserve"> ويقول في أثر كلّ صريع</w:t>
      </w:r>
      <w:r w:rsidR="00364168">
        <w:rPr>
          <w:rtl/>
        </w:rPr>
        <w:t>:</w:t>
      </w:r>
      <w:r w:rsidRPr="002B49A5">
        <w:rPr>
          <w:rtl/>
        </w:rPr>
        <w:t xml:space="preserve"> </w:t>
      </w:r>
      <w:r w:rsidRPr="002B49A5">
        <w:rPr>
          <w:rStyle w:val="libBold2Char"/>
          <w:rtl/>
        </w:rPr>
        <w:t>(( لا خير في العيش من بعدك ))</w:t>
      </w:r>
      <w:r w:rsidR="00364168">
        <w:rPr>
          <w:rtl/>
        </w:rPr>
        <w:t>.</w:t>
      </w:r>
      <w:r w:rsidRPr="002B49A5">
        <w:rPr>
          <w:rtl/>
        </w:rPr>
        <w:t xml:space="preserve"> ويهدف صدره لكل ّما يلقاه</w:t>
      </w:r>
      <w:r w:rsidR="008F60AE">
        <w:rPr>
          <w:rtl/>
        </w:rPr>
        <w:t xml:space="preserve"> ...</w:t>
      </w:r>
      <w:r w:rsidRPr="002B49A5">
        <w:rPr>
          <w:rtl/>
        </w:rPr>
        <w:t xml:space="preserve"> </w:t>
      </w:r>
    </w:p>
    <w:p w:rsidR="002B49A5" w:rsidRDefault="002B49A5" w:rsidP="002B49A5">
      <w:pPr>
        <w:pStyle w:val="libNormal"/>
      </w:pPr>
      <w:r>
        <w:rPr>
          <w:rtl/>
        </w:rPr>
        <w:t>وإنّه لفي هذا كلّه</w:t>
      </w:r>
      <w:r w:rsidR="00364168">
        <w:rPr>
          <w:rtl/>
        </w:rPr>
        <w:t>،</w:t>
      </w:r>
      <w:r>
        <w:rPr>
          <w:rtl/>
        </w:rPr>
        <w:t xml:space="preserve"> وبعضه يهدّ الكواهل ويقصم الأصلاب</w:t>
      </w:r>
      <w:r w:rsidR="008F60AE">
        <w:rPr>
          <w:rtl/>
        </w:rPr>
        <w:t xml:space="preserve"> ...</w:t>
      </w:r>
      <w:r>
        <w:rPr>
          <w:rtl/>
        </w:rPr>
        <w:t xml:space="preserve"> إذا بالرّماح والسّيوف تنوشه من كلّ جانب</w:t>
      </w:r>
      <w:r w:rsidR="00364168">
        <w:rPr>
          <w:rtl/>
        </w:rPr>
        <w:t>،</w:t>
      </w:r>
      <w:r>
        <w:rPr>
          <w:rtl/>
        </w:rPr>
        <w:t xml:space="preserve"> وإذا بالقتل يتعدّى الرّجال المقاتلين إلى الأطفال والصبيان من عترته وآل بيته</w:t>
      </w:r>
      <w:r w:rsidR="00364168">
        <w:rPr>
          <w:rtl/>
        </w:rPr>
        <w:t>،</w:t>
      </w:r>
      <w:r>
        <w:rPr>
          <w:rtl/>
        </w:rPr>
        <w:t xml:space="preserve"> وسقط كلّ مَن معه واحداً بعد واحد فلم يبق حوله غير ثلاثة يناضلون دونه ويتلقون الضرب عنه</w:t>
      </w:r>
      <w:r w:rsidR="00364168">
        <w:rPr>
          <w:rtl/>
        </w:rPr>
        <w:t>،</w:t>
      </w:r>
      <w:r>
        <w:rPr>
          <w:rtl/>
        </w:rPr>
        <w:t xml:space="preserve"> وهو يسبقهم ويأذن لِمَن شاء منهم أن ينجو بنفسه وقد دنت الخاتمة ووضح المصير</w:t>
      </w:r>
      <w:r w:rsidR="00364168">
        <w:rPr>
          <w:rtl/>
        </w:rPr>
        <w:t>.</w:t>
      </w:r>
    </w:p>
    <w:p w:rsidR="002B49A5" w:rsidRDefault="002B49A5" w:rsidP="002B49A5">
      <w:pPr>
        <w:pStyle w:val="libNormal"/>
      </w:pPr>
      <w:r>
        <w:rPr>
          <w:rtl/>
        </w:rPr>
        <w:t>وكان غلام من آل الحُسين</w:t>
      </w:r>
      <w:r w:rsidR="004C4A93">
        <w:rPr>
          <w:rtl/>
        </w:rPr>
        <w:t xml:space="preserve"> - </w:t>
      </w:r>
      <w:r>
        <w:rPr>
          <w:rtl/>
        </w:rPr>
        <w:t>هو عبد الله بن الحسن أخيه</w:t>
      </w:r>
      <w:r w:rsidR="004C4A93">
        <w:rPr>
          <w:rtl/>
        </w:rPr>
        <w:t xml:space="preserve"> - </w:t>
      </w:r>
      <w:r>
        <w:rPr>
          <w:rtl/>
        </w:rPr>
        <w:t>ينظر من الأخبية</w:t>
      </w:r>
      <w:r w:rsidR="00364168">
        <w:rPr>
          <w:rtl/>
        </w:rPr>
        <w:t>،</w:t>
      </w:r>
      <w:r>
        <w:rPr>
          <w:rtl/>
        </w:rPr>
        <w:t xml:space="preserve"> فرأى رُجلاً يضرب عمّه بالسيف</w:t>
      </w:r>
      <w:r w:rsidR="00364168">
        <w:rPr>
          <w:rtl/>
        </w:rPr>
        <w:t>؛</w:t>
      </w:r>
      <w:r>
        <w:rPr>
          <w:rtl/>
        </w:rPr>
        <w:t xml:space="preserve"> ليصيبه حين أخطأ زميله</w:t>
      </w:r>
      <w:r w:rsidR="00364168">
        <w:rPr>
          <w:rtl/>
        </w:rPr>
        <w:t>،</w:t>
      </w:r>
      <w:r>
        <w:rPr>
          <w:rtl/>
        </w:rPr>
        <w:t xml:space="preserve"> فهرول الغلام إلى عمّه وصاح في براءة بالرجل</w:t>
      </w:r>
      <w:r w:rsidR="00364168">
        <w:rPr>
          <w:rtl/>
        </w:rPr>
        <w:t>:</w:t>
      </w:r>
    </w:p>
    <w:p w:rsidR="002B49A5" w:rsidRDefault="002B49A5" w:rsidP="002B49A5">
      <w:pPr>
        <w:pStyle w:val="libNormal"/>
      </w:pPr>
      <w:r>
        <w:rPr>
          <w:rtl/>
        </w:rPr>
        <w:br w:type="page"/>
      </w:r>
    </w:p>
    <w:p w:rsidR="002B49A5" w:rsidRDefault="002B49A5" w:rsidP="00390D32">
      <w:pPr>
        <w:pStyle w:val="libNormal0"/>
      </w:pPr>
      <w:r>
        <w:rPr>
          <w:rtl/>
        </w:rPr>
        <w:lastRenderedPageBreak/>
        <w:t>يابن الخبيثة</w:t>
      </w:r>
      <w:r w:rsidR="00364168">
        <w:rPr>
          <w:rtl/>
        </w:rPr>
        <w:t>!</w:t>
      </w:r>
      <w:r>
        <w:rPr>
          <w:rtl/>
        </w:rPr>
        <w:t xml:space="preserve"> أتقتل عمّي</w:t>
      </w:r>
      <w:r w:rsidR="00364168">
        <w:rPr>
          <w:rtl/>
        </w:rPr>
        <w:t>؟</w:t>
      </w:r>
      <w:r>
        <w:rPr>
          <w:rtl/>
        </w:rPr>
        <w:t xml:space="preserve"> فتعمّده الرجل بالسيف يريد قتله</w:t>
      </w:r>
      <w:r w:rsidR="00364168">
        <w:rPr>
          <w:rtl/>
        </w:rPr>
        <w:t>،</w:t>
      </w:r>
      <w:r>
        <w:rPr>
          <w:rtl/>
        </w:rPr>
        <w:t xml:space="preserve"> فتلقّى الغلام ضربته بيده</w:t>
      </w:r>
      <w:r w:rsidR="00364168">
        <w:rPr>
          <w:rtl/>
        </w:rPr>
        <w:t>،</w:t>
      </w:r>
      <w:r>
        <w:rPr>
          <w:rtl/>
        </w:rPr>
        <w:t xml:space="preserve"> فانقطعت وتعلّقت بجلدها</w:t>
      </w:r>
      <w:r w:rsidR="00364168">
        <w:rPr>
          <w:rtl/>
        </w:rPr>
        <w:t>،</w:t>
      </w:r>
      <w:r>
        <w:rPr>
          <w:rtl/>
        </w:rPr>
        <w:t xml:space="preserve"> فاعتنقه عمّه وجعل يواسيه وهو مشغول بدفاع مَن يليه</w:t>
      </w:r>
      <w:r w:rsidR="00364168">
        <w:rPr>
          <w:rtl/>
        </w:rPr>
        <w:t>.</w:t>
      </w:r>
      <w:r>
        <w:rPr>
          <w:rtl/>
        </w:rPr>
        <w:t xml:space="preserve"> </w:t>
      </w:r>
    </w:p>
    <w:p w:rsidR="002B49A5" w:rsidRDefault="002B49A5" w:rsidP="002B49A5">
      <w:pPr>
        <w:pStyle w:val="libNormal"/>
      </w:pPr>
      <w:r>
        <w:rPr>
          <w:rtl/>
        </w:rPr>
        <w:t>ثمّ سقط الثلاثة الذين بقوا معه</w:t>
      </w:r>
      <w:r w:rsidR="00364168">
        <w:rPr>
          <w:rtl/>
        </w:rPr>
        <w:t>،</w:t>
      </w:r>
      <w:r>
        <w:rPr>
          <w:rtl/>
        </w:rPr>
        <w:t xml:space="preserve"> فانفرد وحده بقتال تلك الزحوف المطبقة عليه</w:t>
      </w:r>
      <w:r w:rsidR="00364168">
        <w:rPr>
          <w:rtl/>
        </w:rPr>
        <w:t>.</w:t>
      </w:r>
      <w:r>
        <w:rPr>
          <w:rtl/>
        </w:rPr>
        <w:t xml:space="preserve"> وكان يحمل على الذين عن يمينه فيتفرّقون</w:t>
      </w:r>
      <w:r w:rsidR="00364168">
        <w:rPr>
          <w:rtl/>
        </w:rPr>
        <w:t>،</w:t>
      </w:r>
      <w:r>
        <w:rPr>
          <w:rtl/>
        </w:rPr>
        <w:t xml:space="preserve"> ويشدّ على الخيل راجلاً ويشقّ الصفوف وحيداً</w:t>
      </w:r>
      <w:r w:rsidR="00364168">
        <w:rPr>
          <w:rtl/>
        </w:rPr>
        <w:t>،</w:t>
      </w:r>
      <w:r>
        <w:rPr>
          <w:rtl/>
        </w:rPr>
        <w:t xml:space="preserve"> ويهابه القريبون فيبتعدون</w:t>
      </w:r>
      <w:r w:rsidR="00364168">
        <w:rPr>
          <w:rtl/>
        </w:rPr>
        <w:t>،</w:t>
      </w:r>
      <w:r>
        <w:rPr>
          <w:rtl/>
        </w:rPr>
        <w:t xml:space="preserve"> ويهمّ المتقدمون بالإجهاز عليه ثمّ ينكصون</w:t>
      </w:r>
      <w:r w:rsidR="00364168">
        <w:rPr>
          <w:rtl/>
        </w:rPr>
        <w:t>؛</w:t>
      </w:r>
      <w:r>
        <w:rPr>
          <w:rtl/>
        </w:rPr>
        <w:t xml:space="preserve"> لأنّهم تحرّجوا من قتله</w:t>
      </w:r>
      <w:r w:rsidR="00364168">
        <w:rPr>
          <w:rtl/>
        </w:rPr>
        <w:t>،</w:t>
      </w:r>
      <w:r>
        <w:rPr>
          <w:rtl/>
        </w:rPr>
        <w:t xml:space="preserve"> وأحبّ كلّ منهم أن يكفيه غيره مغبّة وزره</w:t>
      </w:r>
      <w:r w:rsidR="00364168">
        <w:rPr>
          <w:rtl/>
        </w:rPr>
        <w:t>،</w:t>
      </w:r>
      <w:r>
        <w:rPr>
          <w:rtl/>
        </w:rPr>
        <w:t xml:space="preserve"> فغضب شمر بن ذي الجوشن وأمر الرماة أن يرشقوه بالنبل من بعيد</w:t>
      </w:r>
      <w:r w:rsidR="00364168">
        <w:rPr>
          <w:rtl/>
        </w:rPr>
        <w:t>،</w:t>
      </w:r>
      <w:r>
        <w:rPr>
          <w:rtl/>
        </w:rPr>
        <w:t xml:space="preserve"> وصاح بمن حوله</w:t>
      </w:r>
      <w:r w:rsidR="00364168">
        <w:rPr>
          <w:rtl/>
        </w:rPr>
        <w:t>:</w:t>
      </w:r>
      <w:r>
        <w:rPr>
          <w:rtl/>
        </w:rPr>
        <w:t xml:space="preserve"> ويحكم</w:t>
      </w:r>
      <w:r w:rsidR="00364168">
        <w:rPr>
          <w:rtl/>
        </w:rPr>
        <w:t>!</w:t>
      </w:r>
      <w:r>
        <w:rPr>
          <w:rtl/>
        </w:rPr>
        <w:t xml:space="preserve"> ماذا تنتظرون بالرجل</w:t>
      </w:r>
      <w:r w:rsidR="00364168">
        <w:rPr>
          <w:rtl/>
        </w:rPr>
        <w:t>؟</w:t>
      </w:r>
      <w:r>
        <w:rPr>
          <w:rtl/>
        </w:rPr>
        <w:t xml:space="preserve"> اقتلوه ثكلتكم اُمّهاتكم</w:t>
      </w:r>
      <w:r w:rsidR="00364168">
        <w:rPr>
          <w:rtl/>
        </w:rPr>
        <w:t>!</w:t>
      </w:r>
    </w:p>
    <w:p w:rsidR="002B49A5" w:rsidRDefault="002B49A5" w:rsidP="002B49A5">
      <w:pPr>
        <w:pStyle w:val="libNormal"/>
      </w:pPr>
      <w:r>
        <w:rPr>
          <w:rtl/>
        </w:rPr>
        <w:t>فاندفعوا إليه تحت عيني شمر</w:t>
      </w:r>
      <w:r w:rsidR="00364168">
        <w:rPr>
          <w:rtl/>
        </w:rPr>
        <w:t>؛</w:t>
      </w:r>
      <w:r>
        <w:rPr>
          <w:rtl/>
        </w:rPr>
        <w:t xml:space="preserve"> مخافة من وشايته وعقابه</w:t>
      </w:r>
      <w:r w:rsidR="008F60AE">
        <w:rPr>
          <w:rtl/>
        </w:rPr>
        <w:t xml:space="preserve"> ...</w:t>
      </w:r>
      <w:r>
        <w:rPr>
          <w:rtl/>
        </w:rPr>
        <w:t xml:space="preserve"> وضربه زرعة بن شريك التميمي على يده اليسرى فقطعها</w:t>
      </w:r>
      <w:r w:rsidR="00364168">
        <w:rPr>
          <w:rtl/>
        </w:rPr>
        <w:t>،</w:t>
      </w:r>
      <w:r>
        <w:rPr>
          <w:rtl/>
        </w:rPr>
        <w:t xml:space="preserve"> وضربه غيره على عاتقه فخرّ على وجهه</w:t>
      </w:r>
      <w:r w:rsidR="00364168">
        <w:rPr>
          <w:rtl/>
        </w:rPr>
        <w:t>،</w:t>
      </w:r>
      <w:r>
        <w:rPr>
          <w:rtl/>
        </w:rPr>
        <w:t xml:space="preserve"> ثمّ جعل يقوم ويكبو وهُم يطعنونه بالرّماح ويضربونه بالسّيف حتّى سكن حراكه</w:t>
      </w:r>
      <w:r w:rsidR="00364168">
        <w:rPr>
          <w:rtl/>
        </w:rPr>
        <w:t>،</w:t>
      </w:r>
      <w:r>
        <w:rPr>
          <w:rtl/>
        </w:rPr>
        <w:t xml:space="preserve"> ووجدت بعد موته رضوان الله عليه ثلاث وثلاثون طعنة وأربع وثلاثون ضربة غير إصابة النّبل والسّهام</w:t>
      </w:r>
      <w:r w:rsidR="00364168">
        <w:rPr>
          <w:rtl/>
        </w:rPr>
        <w:t>،</w:t>
      </w:r>
      <w:r>
        <w:rPr>
          <w:rtl/>
        </w:rPr>
        <w:t xml:space="preserve"> وأحصاها بعضهم في ثيابه فإذا هي مئة وعشرون</w:t>
      </w:r>
      <w:r w:rsidR="00364168">
        <w:rPr>
          <w:rtl/>
        </w:rPr>
        <w:t>.</w:t>
      </w:r>
    </w:p>
    <w:p w:rsidR="002B49A5" w:rsidRDefault="002B49A5" w:rsidP="002B49A5">
      <w:pPr>
        <w:pStyle w:val="libNormal"/>
      </w:pPr>
      <w:r>
        <w:rPr>
          <w:rtl/>
        </w:rPr>
        <w:br w:type="page"/>
      </w:r>
    </w:p>
    <w:p w:rsidR="002B49A5" w:rsidRDefault="002B49A5" w:rsidP="002B49A5">
      <w:pPr>
        <w:pStyle w:val="libNormal"/>
      </w:pPr>
      <w:r>
        <w:rPr>
          <w:rtl/>
        </w:rPr>
        <w:lastRenderedPageBreak/>
        <w:t>ونزل خولّي بن يزيد الأصبحي ليحتزّ رأسه</w:t>
      </w:r>
      <w:r w:rsidR="00364168">
        <w:rPr>
          <w:rtl/>
        </w:rPr>
        <w:t>،</w:t>
      </w:r>
      <w:r>
        <w:rPr>
          <w:rtl/>
        </w:rPr>
        <w:t xml:space="preserve"> فملكته رعدة في يديه وجسده</w:t>
      </w:r>
      <w:r w:rsidR="00364168">
        <w:rPr>
          <w:rtl/>
        </w:rPr>
        <w:t>،</w:t>
      </w:r>
      <w:r>
        <w:rPr>
          <w:rtl/>
        </w:rPr>
        <w:t xml:space="preserve"> فنحاه شمر وهو يقول له</w:t>
      </w:r>
      <w:r w:rsidR="00364168">
        <w:rPr>
          <w:rtl/>
        </w:rPr>
        <w:t>:</w:t>
      </w:r>
    </w:p>
    <w:p w:rsidR="002B49A5" w:rsidRDefault="002B49A5" w:rsidP="002B49A5">
      <w:pPr>
        <w:pStyle w:val="libNormal"/>
      </w:pPr>
      <w:r>
        <w:rPr>
          <w:rtl/>
        </w:rPr>
        <w:t>ـ فتّ الله في عضدك</w:t>
      </w:r>
      <w:r w:rsidR="00364168">
        <w:rPr>
          <w:rtl/>
        </w:rPr>
        <w:t>!</w:t>
      </w:r>
      <w:r w:rsidR="008F60AE">
        <w:rPr>
          <w:rtl/>
        </w:rPr>
        <w:t xml:space="preserve"> ...</w:t>
      </w:r>
      <w:r>
        <w:rPr>
          <w:rtl/>
        </w:rPr>
        <w:t xml:space="preserve"> </w:t>
      </w:r>
    </w:p>
    <w:p w:rsidR="002B49A5" w:rsidRDefault="002B49A5" w:rsidP="002B49A5">
      <w:pPr>
        <w:pStyle w:val="libNormal"/>
      </w:pPr>
      <w:r>
        <w:rPr>
          <w:rtl/>
        </w:rPr>
        <w:t>واحتزّ الرّأس وأبى إلاّ أن يسلّمه إليه في رعدته</w:t>
      </w:r>
      <w:r w:rsidR="00364168">
        <w:rPr>
          <w:rtl/>
        </w:rPr>
        <w:t>؛</w:t>
      </w:r>
      <w:r>
        <w:rPr>
          <w:rtl/>
        </w:rPr>
        <w:t xml:space="preserve"> سخرية به وتمادياً في الشرّ</w:t>
      </w:r>
      <w:r w:rsidR="00364168">
        <w:rPr>
          <w:rtl/>
        </w:rPr>
        <w:t>،</w:t>
      </w:r>
      <w:r>
        <w:rPr>
          <w:rtl/>
        </w:rPr>
        <w:t xml:space="preserve"> وتحدّياً به لِمَن عسى أن ينعاه عليه</w:t>
      </w:r>
      <w:r w:rsidR="00364168">
        <w:rPr>
          <w:rtl/>
        </w:rPr>
        <w:t>،</w:t>
      </w:r>
      <w:r>
        <w:rPr>
          <w:rtl/>
        </w:rPr>
        <w:t xml:space="preserve"> وقضى الله على هذا الخبيث الوضر أن يصف نفسه بفعله وصفاً لا يطرقه الشّك والاتهام</w:t>
      </w:r>
      <w:r w:rsidR="00364168">
        <w:rPr>
          <w:rtl/>
        </w:rPr>
        <w:t>،</w:t>
      </w:r>
      <w:r>
        <w:rPr>
          <w:rtl/>
        </w:rPr>
        <w:t xml:space="preserve"> فكان ضغنه هذا كلّه ضغناً لا معنى له ولا باعث إليه إلاّ أنّه من اُولئك الذين يخزيهم اللؤم فيسلّيهم بعض السّلوى أن يؤلموا به الكرام</w:t>
      </w:r>
      <w:r w:rsidR="00364168">
        <w:rPr>
          <w:rtl/>
        </w:rPr>
        <w:t>،</w:t>
      </w:r>
      <w:r>
        <w:rPr>
          <w:rtl/>
        </w:rPr>
        <w:t xml:space="preserve"> ويجعلوه تحدّياً مكشوفاً كأنّه معرض للزهو والفخار</w:t>
      </w:r>
      <w:r w:rsidR="00364168">
        <w:rPr>
          <w:rtl/>
        </w:rPr>
        <w:t>،</w:t>
      </w:r>
      <w:r>
        <w:rPr>
          <w:rtl/>
        </w:rPr>
        <w:t xml:space="preserve"> وهُم يعلمون أنّه لا يفخر به ولا يزهى</w:t>
      </w:r>
      <w:r w:rsidR="00364168">
        <w:rPr>
          <w:rtl/>
        </w:rPr>
        <w:t>،</w:t>
      </w:r>
      <w:r>
        <w:rPr>
          <w:rtl/>
        </w:rPr>
        <w:t xml:space="preserve"> ولكنّهم يبلغون به مأربهم إذا آلموا به من يحسّ فيهم الضعة والعار</w:t>
      </w:r>
      <w:r w:rsidR="008F60AE">
        <w:rPr>
          <w:rtl/>
        </w:rPr>
        <w:t xml:space="preserve"> ...</w:t>
      </w:r>
      <w:r>
        <w:rPr>
          <w:rtl/>
        </w:rPr>
        <w:t xml:space="preserve"> </w:t>
      </w:r>
    </w:p>
    <w:p w:rsidR="002B49A5" w:rsidRDefault="002B49A5" w:rsidP="002B49A5">
      <w:pPr>
        <w:pStyle w:val="libNormal"/>
      </w:pPr>
      <w:r>
        <w:rPr>
          <w:rtl/>
        </w:rPr>
        <w:t>وبقيت ذروة من الحمية يرتفع إليها مرتفع</w:t>
      </w:r>
      <w:r w:rsidR="008F60AE">
        <w:rPr>
          <w:rtl/>
        </w:rPr>
        <w:t xml:space="preserve"> ...</w:t>
      </w:r>
      <w:r>
        <w:rPr>
          <w:rtl/>
        </w:rPr>
        <w:t xml:space="preserve"> وبقيت وهدة من الخسّة ينحدر إليها منحدرون كثيرون</w:t>
      </w:r>
      <w:r w:rsidR="008F60AE">
        <w:rPr>
          <w:rtl/>
        </w:rPr>
        <w:t xml:space="preserve"> ...</w:t>
      </w:r>
      <w:r>
        <w:rPr>
          <w:rtl/>
        </w:rPr>
        <w:t xml:space="preserve"> فلم يكن في عسكر الحُسين كلّه إلاّ رمق واحد من الحياة باق في رجل طعين مثخن بالجراح</w:t>
      </w:r>
      <w:r w:rsidR="00364168">
        <w:rPr>
          <w:rtl/>
        </w:rPr>
        <w:t>،</w:t>
      </w:r>
      <w:r>
        <w:rPr>
          <w:rtl/>
        </w:rPr>
        <w:t xml:space="preserve"> تركوه ولم يجهزوا عليه لظنّهم أنّه قد مات</w:t>
      </w:r>
      <w:r w:rsidR="00364168">
        <w:rPr>
          <w:rtl/>
        </w:rPr>
        <w:t>؛</w:t>
      </w:r>
      <w:r>
        <w:rPr>
          <w:rtl/>
        </w:rPr>
        <w:t xml:space="preserve"> ذلك الرّجل الكريم هو سويد بن أبي المطاع أصدق الأنصار وأنبل الأبطال</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t>فأبى الله لهذا الرّمق الضعيف أن يُفارق الدُنيا بغير مكرمة يتمّ بها مكرمات يومه</w:t>
      </w:r>
      <w:r w:rsidR="00364168">
        <w:rPr>
          <w:rtl/>
        </w:rPr>
        <w:t>،</w:t>
      </w:r>
      <w:r>
        <w:rPr>
          <w:rtl/>
        </w:rPr>
        <w:t xml:space="preserve"> وتشتمل عليها النّفوس الكثيرات فإذا هي حسبها من شرف مجد وثناء</w:t>
      </w:r>
      <w:r w:rsidR="00364168">
        <w:rPr>
          <w:rtl/>
        </w:rPr>
        <w:t>.</w:t>
      </w:r>
      <w:r>
        <w:rPr>
          <w:rtl/>
        </w:rPr>
        <w:t xml:space="preserve"> </w:t>
      </w:r>
    </w:p>
    <w:p w:rsidR="002B49A5" w:rsidRDefault="002B49A5" w:rsidP="008F60AE">
      <w:pPr>
        <w:pStyle w:val="libCenter"/>
      </w:pPr>
      <w:r>
        <w:rPr>
          <w:rtl/>
        </w:rPr>
        <w:t>* * *</w:t>
      </w:r>
    </w:p>
    <w:p w:rsidR="002B49A5" w:rsidRDefault="002B49A5" w:rsidP="002B49A5">
      <w:pPr>
        <w:pStyle w:val="libNormal"/>
      </w:pPr>
      <w:r>
        <w:rPr>
          <w:rtl/>
        </w:rPr>
        <w:t>تنادى القوم بمصرع الحُسين</w:t>
      </w:r>
      <w:r w:rsidR="00364168">
        <w:rPr>
          <w:rtl/>
        </w:rPr>
        <w:t>،</w:t>
      </w:r>
      <w:r>
        <w:rPr>
          <w:rtl/>
        </w:rPr>
        <w:t xml:space="preserve"> فبلغت صيحتهم مسمعه الذي أثقله النزع وأوشك أن يجهل ما يسمع</w:t>
      </w:r>
      <w:r w:rsidR="00364168">
        <w:rPr>
          <w:rtl/>
        </w:rPr>
        <w:t>،</w:t>
      </w:r>
      <w:r>
        <w:rPr>
          <w:rtl/>
        </w:rPr>
        <w:t xml:space="preserve"> فلم يخطر له أن يسكن لينجو وقد ذهب الأمل وحمّ الختام</w:t>
      </w:r>
      <w:r w:rsidR="00364168">
        <w:rPr>
          <w:rtl/>
        </w:rPr>
        <w:t>،</w:t>
      </w:r>
      <w:r>
        <w:rPr>
          <w:rtl/>
        </w:rPr>
        <w:t xml:space="preserve"> ولم يخطر له أنّه ضعيف منزوف يعجّل به القوم قبل أن ينال من القوم أهون منال</w:t>
      </w:r>
      <w:r w:rsidR="00364168">
        <w:rPr>
          <w:rtl/>
        </w:rPr>
        <w:t>،</w:t>
      </w:r>
      <w:r>
        <w:rPr>
          <w:rtl/>
        </w:rPr>
        <w:t xml:space="preserve"> ولم يحسب حساب شيء في تلك اللحظة العصيبة إلاّ أن يجاهد في القوم بما استطاع</w:t>
      </w:r>
      <w:r w:rsidR="00364168">
        <w:rPr>
          <w:rtl/>
        </w:rPr>
        <w:t>،</w:t>
      </w:r>
      <w:r>
        <w:rPr>
          <w:rtl/>
        </w:rPr>
        <w:t xml:space="preserve"> بالغاً ما بلغ من ضعف هذا المستطاع</w:t>
      </w:r>
      <w:r w:rsidR="008F60AE">
        <w:rPr>
          <w:rtl/>
        </w:rPr>
        <w:t xml:space="preserve"> ...</w:t>
      </w:r>
      <w:r>
        <w:rPr>
          <w:rtl/>
        </w:rPr>
        <w:t xml:space="preserve"> </w:t>
      </w:r>
    </w:p>
    <w:p w:rsidR="002B49A5" w:rsidRDefault="002B49A5" w:rsidP="002B49A5">
      <w:pPr>
        <w:pStyle w:val="libNormal"/>
      </w:pPr>
      <w:r>
        <w:rPr>
          <w:rtl/>
        </w:rPr>
        <w:t>فالتمس سيفه فإذا هُم قد سلبوه</w:t>
      </w:r>
      <w:r w:rsidR="00364168">
        <w:rPr>
          <w:rtl/>
        </w:rPr>
        <w:t>،</w:t>
      </w:r>
      <w:r>
        <w:rPr>
          <w:rtl/>
        </w:rPr>
        <w:t xml:space="preserve"> ونظر إلى شيء يجاهد به فلم تقع يده إلاّ على مدية صغيرة لا غناء بها مع السّيوف والرّماح</w:t>
      </w:r>
      <w:r w:rsidR="008F60AE">
        <w:rPr>
          <w:rtl/>
        </w:rPr>
        <w:t xml:space="preserve"> ...</w:t>
      </w:r>
      <w:r>
        <w:rPr>
          <w:rtl/>
        </w:rPr>
        <w:t xml:space="preserve"> ولكنّه قنع بها وغالب الوهن والموت</w:t>
      </w:r>
      <w:r w:rsidR="00364168">
        <w:rPr>
          <w:rtl/>
        </w:rPr>
        <w:t>،</w:t>
      </w:r>
      <w:r>
        <w:rPr>
          <w:rtl/>
        </w:rPr>
        <w:t xml:space="preserve"> ثمّ وثب على قدميه من بين الموتى وثبة المستيئس الذي لا يفرّ من شيء ولا يُبالي مَن يُصيب وما يُصاب</w:t>
      </w:r>
      <w:r w:rsidR="00364168">
        <w:rPr>
          <w:rtl/>
        </w:rPr>
        <w:t>،</w:t>
      </w:r>
      <w:r>
        <w:rPr>
          <w:rtl/>
        </w:rPr>
        <w:t xml:space="preserve"> فتولاّهم الذعر وشلّت أيديهم التي كانت خليقة أن تمتدّ إليه</w:t>
      </w:r>
      <w:r w:rsidR="00364168">
        <w:rPr>
          <w:rtl/>
        </w:rPr>
        <w:t>،</w:t>
      </w:r>
      <w:r>
        <w:rPr>
          <w:rtl/>
        </w:rPr>
        <w:t xml:space="preserve"> وانطلق هو يثخن فيهم قتلاً وجرحاً حتّى أفاقوا له من ذعرهم ومن شغلهم بضجتهم وغنيمتهم</w:t>
      </w:r>
      <w:r w:rsidR="00364168">
        <w:rPr>
          <w:rtl/>
        </w:rPr>
        <w:t>،</w:t>
      </w:r>
      <w:r>
        <w:rPr>
          <w:rtl/>
        </w:rPr>
        <w:t xml:space="preserve"> فلم يقووا عليه حتّى تعاون على قتله رجلان</w:t>
      </w:r>
      <w:r w:rsidR="00364168">
        <w:rPr>
          <w:rtl/>
        </w:rPr>
        <w:t>،</w:t>
      </w:r>
      <w:r>
        <w:rPr>
          <w:rtl/>
        </w:rPr>
        <w:t xml:space="preserve"> فكان هذا حقّاً هو الكرم والمجد في عسكر الحُسين إلى الرّمق الأخير</w:t>
      </w:r>
      <w:r w:rsidR="00364168">
        <w:rPr>
          <w:rtl/>
        </w:rPr>
        <w:t>.</w:t>
      </w:r>
    </w:p>
    <w:p w:rsidR="002B49A5" w:rsidRDefault="002B49A5" w:rsidP="002B49A5">
      <w:pPr>
        <w:pStyle w:val="libNormal"/>
      </w:pPr>
      <w:r>
        <w:rPr>
          <w:rtl/>
        </w:rPr>
        <w:br w:type="page"/>
      </w:r>
    </w:p>
    <w:p w:rsidR="002B49A5" w:rsidRPr="003D44BA" w:rsidRDefault="002B49A5" w:rsidP="003D44BA">
      <w:pPr>
        <w:pStyle w:val="Heading2"/>
      </w:pPr>
      <w:bookmarkStart w:id="110" w:name="_Toc374273701"/>
      <w:bookmarkStart w:id="111" w:name="_Toc374274003"/>
      <w:r w:rsidRPr="003D44BA">
        <w:rPr>
          <w:rtl/>
        </w:rPr>
        <w:lastRenderedPageBreak/>
        <w:t>خسّة ووحشية</w:t>
      </w:r>
      <w:r w:rsidR="00364168" w:rsidRPr="003D44BA">
        <w:rPr>
          <w:rtl/>
        </w:rPr>
        <w:t>:</w:t>
      </w:r>
      <w:bookmarkEnd w:id="110"/>
      <w:bookmarkEnd w:id="111"/>
    </w:p>
    <w:p w:rsidR="002B49A5" w:rsidRDefault="002B49A5" w:rsidP="002B49A5">
      <w:pPr>
        <w:pStyle w:val="libNormal"/>
      </w:pPr>
      <w:r>
        <w:rPr>
          <w:rtl/>
        </w:rPr>
        <w:t>وكان حقّاً لا مجازاً ما توخّيناه حين قُلنا إنّها طرفان متناقضان</w:t>
      </w:r>
      <w:r w:rsidR="00364168">
        <w:rPr>
          <w:rtl/>
        </w:rPr>
        <w:t>،</w:t>
      </w:r>
      <w:r>
        <w:rPr>
          <w:rtl/>
        </w:rPr>
        <w:t xml:space="preserve"> وأنّها حرب بين أشرف ما في الإنسان وأوضع ما في الإنسان</w:t>
      </w:r>
      <w:r w:rsidR="00364168">
        <w:rPr>
          <w:rtl/>
        </w:rPr>
        <w:t>.</w:t>
      </w:r>
    </w:p>
    <w:p w:rsidR="002B49A5" w:rsidRDefault="002B49A5" w:rsidP="002B49A5">
      <w:pPr>
        <w:pStyle w:val="libNormal"/>
      </w:pPr>
      <w:r>
        <w:rPr>
          <w:rtl/>
        </w:rPr>
        <w:t>فبينما كان الرجل في عسكر الحُسين ينهض من بين الموتى ولا يضن بالرمق الأخير في سبيل إيمانه</w:t>
      </w:r>
      <w:r w:rsidR="00364168">
        <w:rPr>
          <w:rtl/>
        </w:rPr>
        <w:t>،</w:t>
      </w:r>
      <w:r>
        <w:rPr>
          <w:rtl/>
        </w:rPr>
        <w:t xml:space="preserve"> إذا بالآخرين يقترفون أسوأ المآثم في رأيهم</w:t>
      </w:r>
      <w:r w:rsidR="004C4A93">
        <w:rPr>
          <w:rtl/>
        </w:rPr>
        <w:t xml:space="preserve"> - </w:t>
      </w:r>
      <w:r>
        <w:rPr>
          <w:rtl/>
        </w:rPr>
        <w:t>قبل رأي غيرهم</w:t>
      </w:r>
      <w:r w:rsidR="004C4A93">
        <w:rPr>
          <w:rtl/>
        </w:rPr>
        <w:t xml:space="preserve"> - </w:t>
      </w:r>
      <w:r>
        <w:rPr>
          <w:rtl/>
        </w:rPr>
        <w:t>من أجل غنيمة هينة لا تسمن ولا تغني من جوع</w:t>
      </w:r>
      <w:r w:rsidR="00364168">
        <w:rPr>
          <w:rtl/>
        </w:rPr>
        <w:t>،</w:t>
      </w:r>
      <w:r>
        <w:rPr>
          <w:rtl/>
        </w:rPr>
        <w:t xml:space="preserve"> فلو كان كلّ ما في عسكر الحُسين ذهباً ودرّاً لما أغنى عنهم شيئاً وهُم قرابة أربعة آلاف</w:t>
      </w:r>
      <w:r w:rsidR="008F60AE">
        <w:rPr>
          <w:rtl/>
        </w:rPr>
        <w:t xml:space="preserve"> ...</w:t>
      </w:r>
      <w:r>
        <w:rPr>
          <w:rtl/>
        </w:rPr>
        <w:t xml:space="preserve"> </w:t>
      </w:r>
    </w:p>
    <w:p w:rsidR="002B49A5" w:rsidRDefault="002B49A5" w:rsidP="002B49A5">
      <w:pPr>
        <w:pStyle w:val="libNormal"/>
      </w:pPr>
      <w:r>
        <w:rPr>
          <w:rtl/>
        </w:rPr>
        <w:t>ولكنّهم ما استيقنوا بالعاقبة</w:t>
      </w:r>
      <w:r w:rsidR="004C4A93">
        <w:rPr>
          <w:rtl/>
        </w:rPr>
        <w:t xml:space="preserve"> - </w:t>
      </w:r>
      <w:r>
        <w:rPr>
          <w:rtl/>
        </w:rPr>
        <w:t>قبل أن يُسلم الحُسين نفسه الأخير</w:t>
      </w:r>
      <w:r w:rsidR="004C4A93">
        <w:rPr>
          <w:rtl/>
        </w:rPr>
        <w:t xml:space="preserve"> - </w:t>
      </w:r>
      <w:r>
        <w:rPr>
          <w:rtl/>
        </w:rPr>
        <w:t>حتّى كان همّهم إلى الأسلاب التي يطلبونها حيث وجدوها</w:t>
      </w:r>
      <w:r w:rsidR="00364168">
        <w:rPr>
          <w:rtl/>
        </w:rPr>
        <w:t>،</w:t>
      </w:r>
      <w:r>
        <w:rPr>
          <w:rtl/>
        </w:rPr>
        <w:t xml:space="preserve"> فأهرعوا إلى النّساء من بيت رسول الله </w:t>
      </w:r>
      <w:r w:rsidR="008F60AE" w:rsidRPr="008F60AE">
        <w:rPr>
          <w:rStyle w:val="libAlaemChar"/>
          <w:rtl/>
        </w:rPr>
        <w:t>صلى‌الله‌عليه‌وآله</w:t>
      </w:r>
      <w:r>
        <w:rPr>
          <w:rtl/>
        </w:rPr>
        <w:t xml:space="preserve"> ينازعونهن الحلي والثياب التي على أجسادهن</w:t>
      </w:r>
      <w:r w:rsidR="00364168">
        <w:rPr>
          <w:rtl/>
        </w:rPr>
        <w:t>،</w:t>
      </w:r>
      <w:r>
        <w:rPr>
          <w:rtl/>
        </w:rPr>
        <w:t xml:space="preserve"> لا يزعهم عن حرمات رسول الله وازع من دين أو مروءة</w:t>
      </w:r>
      <w:r w:rsidR="00364168">
        <w:rPr>
          <w:rtl/>
        </w:rPr>
        <w:t>،</w:t>
      </w:r>
      <w:r>
        <w:rPr>
          <w:rtl/>
        </w:rPr>
        <w:t xml:space="preserve"> وانقلبوا إلى جثّة الحُسين يتخطفون ما عليها من كساء تخللته الطعون حتّى أوشكوا أن يتركوها على الأرض عارية لولا سراويل لبسها رحمه الله ممزّقة</w:t>
      </w:r>
      <w:r w:rsidR="00364168">
        <w:rPr>
          <w:rtl/>
        </w:rPr>
        <w:t>،</w:t>
      </w:r>
      <w:r>
        <w:rPr>
          <w:rtl/>
        </w:rPr>
        <w:t xml:space="preserve"> وتعمّد تمزيقها</w:t>
      </w:r>
      <w:r w:rsidR="00364168">
        <w:rPr>
          <w:rtl/>
        </w:rPr>
        <w:t>؛</w:t>
      </w:r>
      <w:r>
        <w:rPr>
          <w:rtl/>
        </w:rPr>
        <w:t xml:space="preserve"> ليتركوها على جسده ولا يسلبوها</w:t>
      </w:r>
      <w:r w:rsidR="00364168">
        <w:rPr>
          <w:rtl/>
        </w:rPr>
        <w:t>.</w:t>
      </w:r>
      <w:r>
        <w:rPr>
          <w:rtl/>
        </w:rPr>
        <w:t xml:space="preserve"> </w:t>
      </w:r>
    </w:p>
    <w:p w:rsidR="002B49A5" w:rsidRDefault="002B49A5" w:rsidP="002B49A5">
      <w:pPr>
        <w:pStyle w:val="libNormal"/>
      </w:pPr>
      <w:r>
        <w:rPr>
          <w:rtl/>
        </w:rPr>
        <w:t>ثمّ ندبوا عشرة من الفرسان يوطئون جثّته الخيل كما أمرهم ابن زياد</w:t>
      </w:r>
      <w:r w:rsidR="00364168">
        <w:rPr>
          <w:rtl/>
        </w:rPr>
        <w:t>،</w:t>
      </w:r>
      <w:r>
        <w:rPr>
          <w:rtl/>
        </w:rPr>
        <w:t xml:space="preserve"> فوطئوها مقبلين ومدبرين حتّى رضّوا صدره وظهره</w:t>
      </w:r>
      <w:r w:rsidR="00364168">
        <w:rPr>
          <w:rtl/>
        </w:rPr>
        <w:t>.</w:t>
      </w:r>
    </w:p>
    <w:p w:rsidR="002B49A5" w:rsidRDefault="002B49A5" w:rsidP="002B49A5">
      <w:pPr>
        <w:pStyle w:val="libNormal"/>
      </w:pPr>
      <w:r>
        <w:rPr>
          <w:rtl/>
        </w:rPr>
        <w:t>وقد يُساق الغنم هُنا معذرة للأثم بالغاً ما بلغ هذا من العظم</w:t>
      </w:r>
      <w:r w:rsidR="00364168">
        <w:rPr>
          <w:rtl/>
        </w:rPr>
        <w:t>،</w:t>
      </w:r>
      <w:r>
        <w:rPr>
          <w:rtl/>
        </w:rPr>
        <w:t xml:space="preserve"> وبالغاً ما بلغ ذلك من التفاهة</w:t>
      </w:r>
      <w:r w:rsidR="00364168">
        <w:rPr>
          <w:rtl/>
        </w:rPr>
        <w:t>،</w:t>
      </w:r>
      <w:r>
        <w:rPr>
          <w:rtl/>
        </w:rPr>
        <w:t xml:space="preserve"> لكنّهم في الحقيقة قد ولعوا بالشرّ للشرّ من غير ما طمع في مغنم كبير أو صغير</w:t>
      </w:r>
      <w:r w:rsidR="00364168">
        <w:rPr>
          <w:rtl/>
        </w:rPr>
        <w:t>،</w:t>
      </w:r>
      <w:r>
        <w:rPr>
          <w:rtl/>
        </w:rPr>
        <w:t xml:space="preserve"> فحرّموا الريّ على الطفل الظامئ</w:t>
      </w:r>
    </w:p>
    <w:p w:rsidR="002B49A5" w:rsidRDefault="002B49A5" w:rsidP="002B49A5">
      <w:pPr>
        <w:pStyle w:val="libNormal"/>
      </w:pPr>
      <w:r>
        <w:rPr>
          <w:rtl/>
        </w:rPr>
        <w:br w:type="page"/>
      </w:r>
    </w:p>
    <w:p w:rsidR="002B49A5" w:rsidRDefault="002B49A5" w:rsidP="003D44BA">
      <w:pPr>
        <w:pStyle w:val="libNormal0"/>
      </w:pPr>
      <w:r>
        <w:rPr>
          <w:rtl/>
        </w:rPr>
        <w:lastRenderedPageBreak/>
        <w:t>العليل وأرسلوا إلى أحشائه السهام بديلاً من الماء</w:t>
      </w:r>
      <w:r w:rsidR="00364168">
        <w:rPr>
          <w:rtl/>
        </w:rPr>
        <w:t>،</w:t>
      </w:r>
      <w:r>
        <w:rPr>
          <w:rtl/>
        </w:rPr>
        <w:t xml:space="preserve"> وقتلوا مَن لا غرض في قتله وروعوا مَن لا مكرمة في ترويعه</w:t>
      </w:r>
      <w:r w:rsidR="008F60AE">
        <w:rPr>
          <w:rtl/>
        </w:rPr>
        <w:t xml:space="preserve"> ...</w:t>
      </w:r>
      <w:r>
        <w:rPr>
          <w:rtl/>
        </w:rPr>
        <w:t xml:space="preserve"> فربما خرج الطفل من الأخبية ناظراً وجلاً لا يفقه ما يجري حوله</w:t>
      </w:r>
      <w:r w:rsidR="00364168">
        <w:rPr>
          <w:rtl/>
        </w:rPr>
        <w:t>،</w:t>
      </w:r>
      <w:r>
        <w:rPr>
          <w:rtl/>
        </w:rPr>
        <w:t xml:space="preserve"> فينقضّ الفارس الرامح فوق فرسه ويطعنه الطعنة القاضية بمرأى من الاُمّ والاُخت</w:t>
      </w:r>
      <w:r w:rsidR="00364168">
        <w:rPr>
          <w:rtl/>
        </w:rPr>
        <w:t>،</w:t>
      </w:r>
      <w:r>
        <w:rPr>
          <w:rtl/>
        </w:rPr>
        <w:t xml:space="preserve"> والعمّة والقريبة</w:t>
      </w:r>
      <w:r w:rsidR="00364168">
        <w:rPr>
          <w:rtl/>
        </w:rPr>
        <w:t>،</w:t>
      </w:r>
      <w:r>
        <w:rPr>
          <w:rtl/>
        </w:rPr>
        <w:t xml:space="preserve"> ولم تكن في الذي حدث من هذا القبيل مبالغة يزعمونها كما زعم اُجراء الذمم بعد ذلك عن حوادث كربلاء وجرائر كربلاء</w:t>
      </w:r>
      <w:r w:rsidR="00364168">
        <w:rPr>
          <w:rtl/>
        </w:rPr>
        <w:t>،</w:t>
      </w:r>
      <w:r>
        <w:rPr>
          <w:rtl/>
        </w:rPr>
        <w:t xml:space="preserve"> فقد قُتل فعلاً في كربلاء كلّ كبير وصغير من سلالة عليّ رضي الله عنه</w:t>
      </w:r>
      <w:r w:rsidR="00364168">
        <w:rPr>
          <w:rtl/>
        </w:rPr>
        <w:t>،</w:t>
      </w:r>
      <w:r>
        <w:rPr>
          <w:rtl/>
        </w:rPr>
        <w:t xml:space="preserve"> ولم ينج من ذكورهم غير الصبي عليّ زين العابدين</w:t>
      </w:r>
      <w:r w:rsidR="00364168">
        <w:rPr>
          <w:rtl/>
        </w:rPr>
        <w:t>،</w:t>
      </w:r>
      <w:r>
        <w:rPr>
          <w:rtl/>
        </w:rPr>
        <w:t xml:space="preserve"> وفي ذلك يقول سراقة الباهلي</w:t>
      </w:r>
      <w:r w:rsidR="00364168">
        <w:rPr>
          <w:rtl/>
        </w:rPr>
        <w:t>:</w:t>
      </w:r>
    </w:p>
    <w:tbl>
      <w:tblPr>
        <w:tblStyle w:val="TableGrid"/>
        <w:bidiVisual/>
        <w:tblW w:w="4562" w:type="pct"/>
        <w:tblInd w:w="384" w:type="dxa"/>
        <w:tblLook w:val="04A0"/>
      </w:tblPr>
      <w:tblGrid>
        <w:gridCol w:w="3345"/>
        <w:gridCol w:w="269"/>
        <w:gridCol w:w="3308"/>
      </w:tblGrid>
      <w:tr w:rsidR="003D44BA" w:rsidTr="003D44BA">
        <w:trPr>
          <w:trHeight w:val="350"/>
        </w:trPr>
        <w:tc>
          <w:tcPr>
            <w:tcW w:w="3345" w:type="dxa"/>
          </w:tcPr>
          <w:p w:rsidR="003D44BA" w:rsidRDefault="003D44BA" w:rsidP="003D44BA">
            <w:pPr>
              <w:pStyle w:val="libPoem"/>
            </w:pPr>
            <w:r w:rsidRPr="008F60AE">
              <w:rPr>
                <w:rStyle w:val="libPoemChar"/>
                <w:rtl/>
              </w:rPr>
              <w:t>عينُ</w:t>
            </w:r>
            <w:r w:rsidR="00897AE1">
              <w:rPr>
                <w:rStyle w:val="libPoemChar"/>
                <w:rtl/>
              </w:rPr>
              <w:t xml:space="preserve"> </w:t>
            </w:r>
            <w:r w:rsidRPr="008F60AE">
              <w:rPr>
                <w:rStyle w:val="libPoemChar"/>
                <w:rtl/>
              </w:rPr>
              <w:t>جودي</w:t>
            </w:r>
            <w:r w:rsidR="00897AE1">
              <w:rPr>
                <w:rStyle w:val="libPoemChar"/>
                <w:rtl/>
              </w:rPr>
              <w:t xml:space="preserve"> </w:t>
            </w:r>
            <w:r w:rsidRPr="008F60AE">
              <w:rPr>
                <w:rStyle w:val="libPoemChar"/>
                <w:rtl/>
              </w:rPr>
              <w:t>بعبرةٍ</w:t>
            </w:r>
            <w:r w:rsidR="00897AE1">
              <w:rPr>
                <w:rStyle w:val="libPoemChar"/>
                <w:rtl/>
              </w:rPr>
              <w:t xml:space="preserve"> </w:t>
            </w:r>
            <w:r w:rsidRPr="008F60AE">
              <w:rPr>
                <w:rStyle w:val="libPoemChar"/>
                <w:rtl/>
              </w:rPr>
              <w:t>وعويلِ</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واندُبي</w:t>
            </w:r>
            <w:r w:rsidR="00897AE1">
              <w:rPr>
                <w:rStyle w:val="libPoemChar"/>
                <w:rtl/>
              </w:rPr>
              <w:t xml:space="preserve"> </w:t>
            </w:r>
            <w:r w:rsidRPr="008F60AE">
              <w:rPr>
                <w:rStyle w:val="libPoemChar"/>
                <w:rtl/>
              </w:rPr>
              <w:t>ما</w:t>
            </w:r>
            <w:r w:rsidR="00897AE1">
              <w:rPr>
                <w:rStyle w:val="libPoemChar"/>
                <w:rtl/>
              </w:rPr>
              <w:t xml:space="preserve"> </w:t>
            </w:r>
            <w:r w:rsidRPr="008F60AE">
              <w:rPr>
                <w:rStyle w:val="libPoemChar"/>
                <w:rtl/>
              </w:rPr>
              <w:t>ندبتِ</w:t>
            </w:r>
            <w:r w:rsidR="00897AE1">
              <w:rPr>
                <w:rStyle w:val="libPoemChar"/>
                <w:rtl/>
              </w:rPr>
              <w:t xml:space="preserve"> </w:t>
            </w:r>
            <w:r w:rsidRPr="008F60AE">
              <w:rPr>
                <w:rStyle w:val="libPoemChar"/>
                <w:rtl/>
              </w:rPr>
              <w:t>آلَ</w:t>
            </w:r>
            <w:r w:rsidR="00897AE1">
              <w:rPr>
                <w:rStyle w:val="libPoemChar"/>
                <w:rtl/>
              </w:rPr>
              <w:t xml:space="preserve"> </w:t>
            </w:r>
            <w:r w:rsidRPr="008F60AE">
              <w:rPr>
                <w:rStyle w:val="libPoemChar"/>
                <w:rtl/>
              </w:rPr>
              <w:t>الرسولِ</w:t>
            </w:r>
            <w:r w:rsidRPr="00725071">
              <w:rPr>
                <w:rStyle w:val="libPoemTiniChar0"/>
                <w:rtl/>
              </w:rPr>
              <w:br/>
              <w:t> </w:t>
            </w:r>
          </w:p>
        </w:tc>
      </w:tr>
      <w:tr w:rsidR="003D44BA" w:rsidTr="003D44BA">
        <w:trPr>
          <w:trHeight w:val="350"/>
        </w:trPr>
        <w:tc>
          <w:tcPr>
            <w:tcW w:w="3345" w:type="dxa"/>
          </w:tcPr>
          <w:p w:rsidR="003D44BA" w:rsidRDefault="003D44BA" w:rsidP="003D44BA">
            <w:pPr>
              <w:pStyle w:val="libPoem"/>
            </w:pPr>
            <w:r w:rsidRPr="008F60AE">
              <w:rPr>
                <w:rStyle w:val="libPoemChar"/>
                <w:rtl/>
              </w:rPr>
              <w:t>سـبعةٌ</w:t>
            </w:r>
            <w:r w:rsidR="00897AE1">
              <w:rPr>
                <w:rStyle w:val="libPoemChar"/>
                <w:rtl/>
              </w:rPr>
              <w:t xml:space="preserve"> </w:t>
            </w:r>
            <w:r w:rsidRPr="008F60AE">
              <w:rPr>
                <w:rStyle w:val="libPoemChar"/>
                <w:rtl/>
              </w:rPr>
              <w:t>منهمُ</w:t>
            </w:r>
            <w:r w:rsidR="00897AE1">
              <w:rPr>
                <w:rStyle w:val="libPoemChar"/>
                <w:rtl/>
              </w:rPr>
              <w:t xml:space="preserve"> </w:t>
            </w:r>
            <w:r w:rsidRPr="008F60AE">
              <w:rPr>
                <w:rStyle w:val="libPoemChar"/>
                <w:rtl/>
              </w:rPr>
              <w:t>لِصُلبِ</w:t>
            </w:r>
            <w:r w:rsidR="00897AE1">
              <w:rPr>
                <w:rStyle w:val="libPoemChar"/>
                <w:rtl/>
              </w:rPr>
              <w:t xml:space="preserve"> </w:t>
            </w:r>
            <w:r w:rsidRPr="008F60AE">
              <w:rPr>
                <w:rStyle w:val="libPoemChar"/>
                <w:rtl/>
              </w:rPr>
              <w:t>عليٍّ</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3D44BA">
            <w:pPr>
              <w:pStyle w:val="libPoem"/>
            </w:pPr>
            <w:r w:rsidRPr="008F60AE">
              <w:rPr>
                <w:rStyle w:val="libPoemChar"/>
                <w:rtl/>
              </w:rPr>
              <w:t>قـد</w:t>
            </w:r>
            <w:r w:rsidR="00897AE1">
              <w:rPr>
                <w:rStyle w:val="libPoemChar"/>
                <w:rtl/>
              </w:rPr>
              <w:t xml:space="preserve"> </w:t>
            </w:r>
            <w:r w:rsidRPr="008F60AE">
              <w:rPr>
                <w:rStyle w:val="libPoemChar"/>
                <w:rtl/>
              </w:rPr>
              <w:t>اُبـيدوا</w:t>
            </w:r>
            <w:r w:rsidR="00897AE1">
              <w:rPr>
                <w:rStyle w:val="libPoemChar"/>
                <w:rtl/>
              </w:rPr>
              <w:t xml:space="preserve"> </w:t>
            </w:r>
            <w:r w:rsidRPr="008F60AE">
              <w:rPr>
                <w:rStyle w:val="libPoemChar"/>
                <w:rtl/>
              </w:rPr>
              <w:t>وسبعةٌ</w:t>
            </w:r>
            <w:r w:rsidR="00897AE1">
              <w:rPr>
                <w:rStyle w:val="libPoemChar"/>
                <w:rtl/>
              </w:rPr>
              <w:t xml:space="preserve"> </w:t>
            </w:r>
            <w:r w:rsidRPr="008F60AE">
              <w:rPr>
                <w:rStyle w:val="libPoemChar"/>
                <w:rtl/>
              </w:rPr>
              <w:t>لعقيلِ</w:t>
            </w:r>
            <w:r w:rsidRPr="00725071">
              <w:rPr>
                <w:rStyle w:val="libPoemTiniChar0"/>
                <w:rtl/>
              </w:rPr>
              <w:br/>
              <w:t> </w:t>
            </w:r>
          </w:p>
        </w:tc>
      </w:tr>
    </w:tbl>
    <w:p w:rsidR="002B49A5" w:rsidRDefault="002B49A5" w:rsidP="002B49A5">
      <w:pPr>
        <w:pStyle w:val="libNormal"/>
      </w:pPr>
      <w:r>
        <w:rPr>
          <w:rtl/>
        </w:rPr>
        <w:t>وما نجا عليّ زين العابدين إلاّ باُعجوبة من أعاجيب المقادير</w:t>
      </w:r>
      <w:r w:rsidR="00364168">
        <w:rPr>
          <w:rtl/>
        </w:rPr>
        <w:t>؛</w:t>
      </w:r>
      <w:r>
        <w:rPr>
          <w:rtl/>
        </w:rPr>
        <w:t xml:space="preserve"> لأنّه كان مريضاً على حجور النساء يتوقعون له الموت هامة اليوم أو غد</w:t>
      </w:r>
      <w:r w:rsidR="00364168">
        <w:rPr>
          <w:rtl/>
        </w:rPr>
        <w:t>،</w:t>
      </w:r>
      <w:r>
        <w:rPr>
          <w:rtl/>
        </w:rPr>
        <w:t xml:space="preserve"> فلمّا همّ شمر بن ذي الجوشن بقتله</w:t>
      </w:r>
      <w:r w:rsidR="00364168">
        <w:rPr>
          <w:rtl/>
        </w:rPr>
        <w:t>،</w:t>
      </w:r>
      <w:r>
        <w:rPr>
          <w:rtl/>
        </w:rPr>
        <w:t xml:space="preserve"> نهاه عمر بن سعد عنه إمّا حياء من قرابة الرحم أمام النساء</w:t>
      </w:r>
      <w:r w:rsidR="004C4A93">
        <w:rPr>
          <w:rtl/>
        </w:rPr>
        <w:t xml:space="preserve"> - </w:t>
      </w:r>
      <w:r>
        <w:rPr>
          <w:rtl/>
        </w:rPr>
        <w:t>وقد كان له نسب يجتمع به في عبد مُناف</w:t>
      </w:r>
      <w:r w:rsidR="004C4A93">
        <w:rPr>
          <w:rtl/>
        </w:rPr>
        <w:t xml:space="preserve"> - </w:t>
      </w:r>
      <w:r>
        <w:rPr>
          <w:rtl/>
        </w:rPr>
        <w:t>وأمّا توقّعاً لموته من السقم المضني الذي كان يعانيه</w:t>
      </w:r>
      <w:r w:rsidR="00364168">
        <w:rPr>
          <w:rtl/>
        </w:rPr>
        <w:t>،</w:t>
      </w:r>
      <w:r>
        <w:rPr>
          <w:rtl/>
        </w:rPr>
        <w:t xml:space="preserve"> فنجا بهذه الاُعجوبة في لحظة عابرة</w:t>
      </w:r>
      <w:r w:rsidR="00364168">
        <w:rPr>
          <w:rtl/>
        </w:rPr>
        <w:t>،</w:t>
      </w:r>
      <w:r>
        <w:rPr>
          <w:rtl/>
        </w:rPr>
        <w:t xml:space="preserve"> وحُفظ به نسل الحُسين من بعده</w:t>
      </w:r>
      <w:r w:rsidR="00364168">
        <w:rPr>
          <w:rtl/>
        </w:rPr>
        <w:t>،</w:t>
      </w:r>
      <w:r>
        <w:rPr>
          <w:rtl/>
        </w:rPr>
        <w:t xml:space="preserve"> ولولا ذلك لباد</w:t>
      </w:r>
      <w:r w:rsidR="00364168">
        <w:rPr>
          <w:rtl/>
        </w:rPr>
        <w:t>.</w:t>
      </w:r>
    </w:p>
    <w:p w:rsidR="002B49A5" w:rsidRDefault="002B49A5" w:rsidP="002B49A5">
      <w:pPr>
        <w:pStyle w:val="libNormal"/>
      </w:pPr>
      <w:r>
        <w:rPr>
          <w:rtl/>
        </w:rPr>
        <w:br w:type="page"/>
      </w:r>
    </w:p>
    <w:p w:rsidR="002B49A5" w:rsidRDefault="002B49A5" w:rsidP="002B49A5">
      <w:pPr>
        <w:pStyle w:val="libNormal"/>
      </w:pPr>
      <w:r>
        <w:rPr>
          <w:rtl/>
        </w:rPr>
        <w:lastRenderedPageBreak/>
        <w:t>ثمّ قطعوا الرّؤوس ورفعوها أمامهم على الحراب</w:t>
      </w:r>
      <w:r w:rsidR="00364168">
        <w:rPr>
          <w:rtl/>
        </w:rPr>
        <w:t>،</w:t>
      </w:r>
      <w:r>
        <w:rPr>
          <w:rtl/>
        </w:rPr>
        <w:t xml:space="preserve"> وتركوا الجثث مُلقاة على الأرض لا يدفنونها ولا يصلّون عليها كما صلّوا على جثث قتلاهم</w:t>
      </w:r>
      <w:r w:rsidR="008F60AE">
        <w:rPr>
          <w:rtl/>
        </w:rPr>
        <w:t xml:space="preserve"> ...</w:t>
      </w:r>
      <w:r>
        <w:rPr>
          <w:rtl/>
        </w:rPr>
        <w:t xml:space="preserve"> ومرّوا بالنّساء حواسر من طريقها فولولن باكيات</w:t>
      </w:r>
      <w:r w:rsidR="00364168">
        <w:rPr>
          <w:rtl/>
        </w:rPr>
        <w:t>،</w:t>
      </w:r>
      <w:r>
        <w:rPr>
          <w:rtl/>
        </w:rPr>
        <w:t xml:space="preserve"> وصاحت زينب رضي الله عنها</w:t>
      </w:r>
      <w:r w:rsidR="00364168">
        <w:rPr>
          <w:rtl/>
        </w:rPr>
        <w:t>:</w:t>
      </w:r>
      <w:r>
        <w:rPr>
          <w:rtl/>
        </w:rPr>
        <w:t xml:space="preserve"> يا مُحمّداه</w:t>
      </w:r>
      <w:r w:rsidR="00364168">
        <w:rPr>
          <w:rtl/>
        </w:rPr>
        <w:t>!</w:t>
      </w:r>
      <w:r>
        <w:rPr>
          <w:rtl/>
        </w:rPr>
        <w:t xml:space="preserve"> هذا الحُسين بالعراء</w:t>
      </w:r>
      <w:r w:rsidR="00364168">
        <w:rPr>
          <w:rtl/>
        </w:rPr>
        <w:t>،</w:t>
      </w:r>
      <w:r>
        <w:rPr>
          <w:rtl/>
        </w:rPr>
        <w:t xml:space="preserve"> وبناتك سبايا</w:t>
      </w:r>
      <w:r w:rsidR="00364168">
        <w:rPr>
          <w:rtl/>
        </w:rPr>
        <w:t>،</w:t>
      </w:r>
      <w:r>
        <w:rPr>
          <w:rtl/>
        </w:rPr>
        <w:t xml:space="preserve"> وذرّيّتك مقتّلة تسفي عليها الصبا</w:t>
      </w:r>
      <w:r w:rsidR="008F60AE">
        <w:rPr>
          <w:rtl/>
        </w:rPr>
        <w:t xml:space="preserve"> ...</w:t>
      </w:r>
      <w:r>
        <w:rPr>
          <w:rtl/>
        </w:rPr>
        <w:t xml:space="preserve"> فوجم القوم مبهوتين وغلبت دموعهم قلوبهم</w:t>
      </w:r>
      <w:r w:rsidR="00364168">
        <w:rPr>
          <w:rtl/>
        </w:rPr>
        <w:t>،</w:t>
      </w:r>
      <w:r>
        <w:rPr>
          <w:rtl/>
        </w:rPr>
        <w:t xml:space="preserve"> فبكى العدو كما بكى الصديق</w:t>
      </w:r>
      <w:r w:rsidR="00364168">
        <w:rPr>
          <w:rtl/>
        </w:rPr>
        <w:t>.</w:t>
      </w:r>
      <w:r>
        <w:rPr>
          <w:rtl/>
        </w:rPr>
        <w:t xml:space="preserve"> </w:t>
      </w:r>
    </w:p>
    <w:p w:rsidR="002B49A5" w:rsidRDefault="002B49A5" w:rsidP="008F60AE">
      <w:pPr>
        <w:pStyle w:val="libCenter"/>
      </w:pPr>
      <w:r>
        <w:rPr>
          <w:rtl/>
        </w:rPr>
        <w:t>* * *</w:t>
      </w:r>
    </w:p>
    <w:p w:rsidR="002B49A5" w:rsidRDefault="002B49A5" w:rsidP="002B49A5">
      <w:pPr>
        <w:pStyle w:val="libNormal"/>
      </w:pPr>
      <w:r>
        <w:rPr>
          <w:rtl/>
        </w:rPr>
        <w:t xml:space="preserve">لم تنقض في ذلك اليوم خمسون سنة على انتقال النّبي مُحمّد </w:t>
      </w:r>
      <w:r w:rsidR="008F60AE" w:rsidRPr="008F60AE">
        <w:rPr>
          <w:rStyle w:val="libAlaemChar"/>
          <w:rtl/>
        </w:rPr>
        <w:t>صلى‌الله‌عليه‌وآله</w:t>
      </w:r>
      <w:r>
        <w:rPr>
          <w:rtl/>
        </w:rPr>
        <w:t xml:space="preserve"> من هذه الدُنيا إلى حظيرة الخلود</w:t>
      </w:r>
      <w:r w:rsidR="00364168">
        <w:rPr>
          <w:rtl/>
        </w:rPr>
        <w:t>،</w:t>
      </w:r>
      <w:r>
        <w:rPr>
          <w:rtl/>
        </w:rPr>
        <w:t xml:space="preserve"> مُحمّد الذي برّ بدينهم ودُنياهم فلم يُنقل من الدُنيا حتّى نقلهم من الظُلمة إلى النور</w:t>
      </w:r>
      <w:r w:rsidR="00364168">
        <w:rPr>
          <w:rtl/>
        </w:rPr>
        <w:t>،</w:t>
      </w:r>
      <w:r>
        <w:rPr>
          <w:rtl/>
        </w:rPr>
        <w:t xml:space="preserve"> ومن حياة التيه في الصحراء إلى حياة عامرة يسودون بها اُمم العالمين</w:t>
      </w:r>
      <w:r w:rsidR="00364168">
        <w:rPr>
          <w:rtl/>
        </w:rPr>
        <w:t>.</w:t>
      </w:r>
      <w:r>
        <w:rPr>
          <w:rtl/>
        </w:rPr>
        <w:t xml:space="preserve"> </w:t>
      </w:r>
    </w:p>
    <w:p w:rsidR="002B49A5" w:rsidRDefault="002B49A5" w:rsidP="002B49A5">
      <w:pPr>
        <w:pStyle w:val="libNormal"/>
      </w:pPr>
      <w:r>
        <w:rPr>
          <w:rtl/>
        </w:rPr>
        <w:t>ثمّ هذه خمسون سنة لم تنقضِ بعد</w:t>
      </w:r>
      <w:r w:rsidR="00364168">
        <w:rPr>
          <w:rtl/>
        </w:rPr>
        <w:t>،</w:t>
      </w:r>
      <w:r>
        <w:rPr>
          <w:rtl/>
        </w:rPr>
        <w:t xml:space="preserve"> وإذا هُم في موكب جهير يجوب الصحراء إلى مدينة بعد مدينة</w:t>
      </w:r>
      <w:r w:rsidR="00364168">
        <w:rPr>
          <w:rtl/>
        </w:rPr>
        <w:t>،</w:t>
      </w:r>
      <w:r>
        <w:rPr>
          <w:rtl/>
        </w:rPr>
        <w:t xml:space="preserve"> سباياه بنات مُحمّد حواسر على المطايا</w:t>
      </w:r>
      <w:r w:rsidR="00364168">
        <w:rPr>
          <w:rtl/>
        </w:rPr>
        <w:t>،</w:t>
      </w:r>
      <w:r>
        <w:rPr>
          <w:rtl/>
        </w:rPr>
        <w:t xml:space="preserve"> وأعلامه رؤوس أبنائه على الحراب</w:t>
      </w:r>
      <w:r w:rsidR="00364168">
        <w:rPr>
          <w:rtl/>
        </w:rPr>
        <w:t>،</w:t>
      </w:r>
      <w:r>
        <w:rPr>
          <w:rtl/>
        </w:rPr>
        <w:t xml:space="preserve"> وهُم داخلون به دخول الظافرين</w:t>
      </w:r>
      <w:r w:rsidR="00364168">
        <w:rPr>
          <w:rtl/>
        </w:rPr>
        <w:t>.</w:t>
      </w:r>
      <w:r>
        <w:rPr>
          <w:rtl/>
        </w:rPr>
        <w:t xml:space="preserve"> </w:t>
      </w:r>
    </w:p>
    <w:p w:rsidR="002B49A5" w:rsidRDefault="002B49A5" w:rsidP="002B49A5">
      <w:pPr>
        <w:pStyle w:val="libNormal"/>
      </w:pPr>
      <w:r>
        <w:rPr>
          <w:rtl/>
        </w:rPr>
        <w:t>وبقيت الجثث حيث نبذوها بالعراء تسفي عليها الصبا</w:t>
      </w:r>
      <w:r w:rsidR="00364168">
        <w:rPr>
          <w:rtl/>
        </w:rPr>
        <w:t>،</w:t>
      </w:r>
      <w:r>
        <w:rPr>
          <w:rtl/>
        </w:rPr>
        <w:t xml:space="preserve"> فخرج لها مع الليل جماعة من بني أسد كانوا ينزلون بتلك الأنحاء</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t>فلمّا أمنوا العيون بعد يوم أو يومين</w:t>
      </w:r>
      <w:r w:rsidR="00364168">
        <w:rPr>
          <w:rtl/>
        </w:rPr>
        <w:t>،</w:t>
      </w:r>
      <w:r>
        <w:rPr>
          <w:rtl/>
        </w:rPr>
        <w:t xml:space="preserve"> سروا مع القمراء إلى حيث طلعت بهم على منظر لا يطلع القمر على مثله</w:t>
      </w:r>
      <w:r w:rsidR="004C4A93">
        <w:rPr>
          <w:rtl/>
        </w:rPr>
        <w:t xml:space="preserve"> - </w:t>
      </w:r>
      <w:r>
        <w:rPr>
          <w:rtl/>
        </w:rPr>
        <w:t>شرفاً ولا وحشة</w:t>
      </w:r>
      <w:r w:rsidR="004C4A93">
        <w:rPr>
          <w:rtl/>
        </w:rPr>
        <w:t xml:space="preserve"> - </w:t>
      </w:r>
      <w:r>
        <w:rPr>
          <w:rtl/>
        </w:rPr>
        <w:t>في الآباد بعد الآباد</w:t>
      </w:r>
      <w:r w:rsidR="008F60AE">
        <w:rPr>
          <w:rtl/>
        </w:rPr>
        <w:t xml:space="preserve"> ...</w:t>
      </w:r>
      <w:r>
        <w:rPr>
          <w:rtl/>
        </w:rPr>
        <w:t xml:space="preserve"> </w:t>
      </w:r>
    </w:p>
    <w:p w:rsidR="002B49A5" w:rsidRDefault="002B49A5" w:rsidP="002B49A5">
      <w:pPr>
        <w:pStyle w:val="libNormal"/>
      </w:pPr>
      <w:r>
        <w:rPr>
          <w:rtl/>
        </w:rPr>
        <w:t>وكان يوم المقتل في العاشر من ا</w:t>
      </w:r>
      <w:r w:rsidR="009A226F">
        <w:rPr>
          <w:rtl/>
        </w:rPr>
        <w:t>لم</w:t>
      </w:r>
      <w:r>
        <w:rPr>
          <w:rtl/>
        </w:rPr>
        <w:t>حرّم</w:t>
      </w:r>
      <w:r w:rsidR="00364168">
        <w:rPr>
          <w:rtl/>
        </w:rPr>
        <w:t>،</w:t>
      </w:r>
      <w:r>
        <w:rPr>
          <w:rtl/>
        </w:rPr>
        <w:t xml:space="preserve"> فكان القمر في تلك الليلة على وشك التمام</w:t>
      </w:r>
      <w:r w:rsidR="00364168">
        <w:rPr>
          <w:rtl/>
        </w:rPr>
        <w:t>،</w:t>
      </w:r>
      <w:r>
        <w:rPr>
          <w:rtl/>
        </w:rPr>
        <w:t xml:space="preserve"> فحفروا القبور على ضوئه</w:t>
      </w:r>
      <w:r w:rsidR="00364168">
        <w:rPr>
          <w:rtl/>
        </w:rPr>
        <w:t>،</w:t>
      </w:r>
      <w:r>
        <w:rPr>
          <w:rtl/>
        </w:rPr>
        <w:t xml:space="preserve"> وصلّوا على الجثث ودفنوها</w:t>
      </w:r>
      <w:r w:rsidR="00364168">
        <w:rPr>
          <w:rtl/>
        </w:rPr>
        <w:t>،</w:t>
      </w:r>
      <w:r>
        <w:rPr>
          <w:rtl/>
        </w:rPr>
        <w:t xml:space="preserve"> ثمّ غادروها هُناك في ذمّة التاريخ</w:t>
      </w:r>
      <w:r w:rsidR="00364168">
        <w:rPr>
          <w:rtl/>
        </w:rPr>
        <w:t>،</w:t>
      </w:r>
      <w:r>
        <w:rPr>
          <w:rtl/>
        </w:rPr>
        <w:t xml:space="preserve"> فهي اليوم مزار يطيف به ا</w:t>
      </w:r>
      <w:r w:rsidR="009A226F">
        <w:rPr>
          <w:rtl/>
        </w:rPr>
        <w:t>لم</w:t>
      </w:r>
      <w:r>
        <w:rPr>
          <w:rtl/>
        </w:rPr>
        <w:t>سلمون متّفقين ومختلفين</w:t>
      </w:r>
      <w:r w:rsidR="00364168">
        <w:rPr>
          <w:rtl/>
        </w:rPr>
        <w:t>،</w:t>
      </w:r>
      <w:r>
        <w:rPr>
          <w:rtl/>
        </w:rPr>
        <w:t xml:space="preserve"> ومن حقّه أن يطيف به كلّ إنسان</w:t>
      </w:r>
      <w:r w:rsidR="00364168">
        <w:rPr>
          <w:rtl/>
        </w:rPr>
        <w:t>؛</w:t>
      </w:r>
      <w:r>
        <w:rPr>
          <w:rtl/>
        </w:rPr>
        <w:t xml:space="preserve"> لأنّه عنوان قائم لأقدس ما يشرّف به هذا الحي الآدمي بين سائر الأحياء</w:t>
      </w:r>
      <w:r w:rsidR="00364168">
        <w:rPr>
          <w:rtl/>
        </w:rPr>
        <w:t>.</w:t>
      </w:r>
    </w:p>
    <w:p w:rsidR="002B49A5" w:rsidRDefault="002B49A5" w:rsidP="002B49A5">
      <w:pPr>
        <w:pStyle w:val="libNormal"/>
      </w:pPr>
      <w:r>
        <w:rPr>
          <w:rtl/>
        </w:rPr>
        <w:t>فما أظلّت قبّة السّماء مكاناً لشهيد قط هو أشرف من تلك القباب بما حوته من معنى الشّهادة وذكرى الشُهداء</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br w:type="page"/>
      </w:r>
    </w:p>
    <w:p w:rsidR="009A226F" w:rsidRDefault="009A226F" w:rsidP="003D44BA">
      <w:pPr>
        <w:pStyle w:val="Heading1Center"/>
        <w:rPr>
          <w:rtl/>
        </w:rPr>
      </w:pPr>
      <w:bookmarkStart w:id="112" w:name="_Toc374273702"/>
      <w:bookmarkStart w:id="113" w:name="_Toc374274004"/>
      <w:r>
        <w:rPr>
          <w:rtl/>
        </w:rPr>
        <w:lastRenderedPageBreak/>
        <w:t>جزيرة كربلاء:</w:t>
      </w:r>
      <w:bookmarkEnd w:id="112"/>
      <w:bookmarkEnd w:id="113"/>
    </w:p>
    <w:p w:rsidR="002B49A5" w:rsidRDefault="002B49A5" w:rsidP="009A226F">
      <w:pPr>
        <w:pStyle w:val="Heading2Center"/>
      </w:pPr>
      <w:bookmarkStart w:id="114" w:name="_Toc374273703"/>
      <w:bookmarkStart w:id="115" w:name="_Toc374274005"/>
      <w:r>
        <w:rPr>
          <w:rtl/>
        </w:rPr>
        <w:t>موطن الرّأس</w:t>
      </w:r>
      <w:bookmarkEnd w:id="114"/>
      <w:bookmarkEnd w:id="115"/>
    </w:p>
    <w:p w:rsidR="002B49A5" w:rsidRDefault="002B49A5" w:rsidP="002B49A5">
      <w:pPr>
        <w:pStyle w:val="libNormal"/>
      </w:pPr>
      <w:r>
        <w:rPr>
          <w:rtl/>
        </w:rPr>
        <w:t xml:space="preserve">اتفقت الأقوال في مدفن جسد الحُسين </w:t>
      </w:r>
      <w:r w:rsidR="004C4A93" w:rsidRPr="004C4A93">
        <w:rPr>
          <w:rStyle w:val="libAlaemChar"/>
          <w:rtl/>
        </w:rPr>
        <w:t>عليه‌السلام</w:t>
      </w:r>
      <w:r w:rsidR="00364168">
        <w:rPr>
          <w:rtl/>
        </w:rPr>
        <w:t>،</w:t>
      </w:r>
      <w:r>
        <w:rPr>
          <w:rtl/>
        </w:rPr>
        <w:t xml:space="preserve"> وتعددت أيما تعدد في موطن الرأس الشّريف</w:t>
      </w:r>
      <w:r w:rsidR="00364168">
        <w:rPr>
          <w:rtl/>
        </w:rPr>
        <w:t>،</w:t>
      </w:r>
      <w:r>
        <w:rPr>
          <w:rtl/>
        </w:rPr>
        <w:t xml:space="preserve"> فمنها</w:t>
      </w:r>
      <w:r w:rsidR="00364168">
        <w:rPr>
          <w:rtl/>
        </w:rPr>
        <w:t>:</w:t>
      </w:r>
      <w:r>
        <w:rPr>
          <w:rtl/>
        </w:rPr>
        <w:t xml:space="preserve"> أنّ الرأس قد اُعيد بعد فترة إلى كربلاء فدُفن مع الجسد فيها</w:t>
      </w:r>
      <w:r w:rsidR="00364168">
        <w:rPr>
          <w:rtl/>
        </w:rPr>
        <w:t>،</w:t>
      </w:r>
      <w:r>
        <w:rPr>
          <w:rtl/>
        </w:rPr>
        <w:t xml:space="preserve"> ومنها</w:t>
      </w:r>
      <w:r w:rsidR="00364168">
        <w:rPr>
          <w:rtl/>
        </w:rPr>
        <w:t>:</w:t>
      </w:r>
      <w:r>
        <w:rPr>
          <w:rtl/>
        </w:rPr>
        <w:t xml:space="preserve"> أنّه اُرسل إلى عمرو بن سعيد بن العاص وإلي يزيد على المدينة</w:t>
      </w:r>
      <w:r w:rsidR="00364168">
        <w:rPr>
          <w:rtl/>
        </w:rPr>
        <w:t>،</w:t>
      </w:r>
      <w:r>
        <w:rPr>
          <w:rtl/>
        </w:rPr>
        <w:t xml:space="preserve"> فدفنه بالبقيع عند قبر اُمّه فاطمة الزهراء </w:t>
      </w:r>
      <w:r w:rsidR="002104C0" w:rsidRPr="002104C0">
        <w:rPr>
          <w:rStyle w:val="libAlaemChar"/>
          <w:rtl/>
        </w:rPr>
        <w:t>عليها‌السلام</w:t>
      </w:r>
      <w:r w:rsidR="00364168">
        <w:rPr>
          <w:rtl/>
        </w:rPr>
        <w:t>،</w:t>
      </w:r>
      <w:r>
        <w:rPr>
          <w:rtl/>
        </w:rPr>
        <w:t xml:space="preserve"> ومنها</w:t>
      </w:r>
      <w:r w:rsidR="00364168">
        <w:rPr>
          <w:rtl/>
        </w:rPr>
        <w:t>:</w:t>
      </w:r>
      <w:r>
        <w:rPr>
          <w:rtl/>
        </w:rPr>
        <w:t xml:space="preserve"> أنّه وجد بخزانة ليزيد بن معاوية بعد موته</w:t>
      </w:r>
      <w:r w:rsidR="00364168">
        <w:rPr>
          <w:rtl/>
        </w:rPr>
        <w:t>،</w:t>
      </w:r>
      <w:r>
        <w:rPr>
          <w:rtl/>
        </w:rPr>
        <w:t xml:space="preserve"> فدُفن بدمشق عند باب الفراديس</w:t>
      </w:r>
      <w:r w:rsidR="00364168">
        <w:rPr>
          <w:rtl/>
        </w:rPr>
        <w:t>،</w:t>
      </w:r>
      <w:r>
        <w:rPr>
          <w:rtl/>
        </w:rPr>
        <w:t xml:space="preserve"> ومنها</w:t>
      </w:r>
      <w:r w:rsidR="00364168">
        <w:rPr>
          <w:rtl/>
        </w:rPr>
        <w:t>:</w:t>
      </w:r>
      <w:r>
        <w:rPr>
          <w:rtl/>
        </w:rPr>
        <w:t xml:space="preserve"> أنّه كان قد طيف به في البلاد حتّى وصل إلى عسقلان</w:t>
      </w:r>
      <w:r w:rsidR="00364168">
        <w:rPr>
          <w:rtl/>
        </w:rPr>
        <w:t>،</w:t>
      </w:r>
      <w:r>
        <w:rPr>
          <w:rtl/>
        </w:rPr>
        <w:t xml:space="preserve"> فدفنه أميرها هُناك وبقي بها حتّى استولى عليها الافرنج في الحروب الصليبية</w:t>
      </w:r>
      <w:r w:rsidR="008F60AE">
        <w:rPr>
          <w:rtl/>
        </w:rPr>
        <w:t xml:space="preserve"> ...</w:t>
      </w:r>
      <w:r>
        <w:rPr>
          <w:rtl/>
        </w:rPr>
        <w:t xml:space="preserve"> فبذل لهم الصالح طلائع</w:t>
      </w:r>
      <w:r w:rsidR="004C4A93">
        <w:rPr>
          <w:rtl/>
        </w:rPr>
        <w:t xml:space="preserve"> - </w:t>
      </w:r>
      <w:r>
        <w:rPr>
          <w:rtl/>
        </w:rPr>
        <w:t>وزير الفاطميين بمصر</w:t>
      </w:r>
      <w:r w:rsidR="004C4A93">
        <w:rPr>
          <w:rtl/>
        </w:rPr>
        <w:t xml:space="preserve"> - </w:t>
      </w:r>
      <w:r>
        <w:rPr>
          <w:rtl/>
        </w:rPr>
        <w:t>ثلاثين ألف درهم على أن ينقله إلى القاهرة حيث دُفن بمشهده المشهور</w:t>
      </w:r>
      <w:r w:rsidR="00364168">
        <w:rPr>
          <w:rtl/>
        </w:rPr>
        <w:t>.</w:t>
      </w:r>
      <w:r>
        <w:rPr>
          <w:rtl/>
        </w:rPr>
        <w:t xml:space="preserve"> </w:t>
      </w:r>
    </w:p>
    <w:p w:rsidR="002B49A5" w:rsidRDefault="002B49A5" w:rsidP="002B49A5">
      <w:pPr>
        <w:pStyle w:val="libNormal"/>
      </w:pPr>
      <w:r>
        <w:rPr>
          <w:rtl/>
        </w:rPr>
        <w:t>قال الشّعراني في طبقات</w:t>
      </w:r>
    </w:p>
    <w:p w:rsidR="002B49A5" w:rsidRDefault="002B49A5" w:rsidP="002B49A5">
      <w:pPr>
        <w:pStyle w:val="libNormal"/>
      </w:pPr>
      <w:r>
        <w:rPr>
          <w:rtl/>
        </w:rPr>
        <w:br w:type="page"/>
      </w:r>
    </w:p>
    <w:p w:rsidR="002B49A5" w:rsidRDefault="002B49A5" w:rsidP="003D44BA">
      <w:pPr>
        <w:pStyle w:val="libNormal0"/>
      </w:pPr>
      <w:r>
        <w:rPr>
          <w:rtl/>
        </w:rPr>
        <w:lastRenderedPageBreak/>
        <w:t>الأولياء</w:t>
      </w:r>
      <w:r w:rsidR="00364168">
        <w:rPr>
          <w:rtl/>
        </w:rPr>
        <w:t>:</w:t>
      </w:r>
      <w:r>
        <w:rPr>
          <w:rtl/>
        </w:rPr>
        <w:t xml:space="preserve"> إنّ الوزير صالح طلائع بن رزيك خرج هو وعسكره حفاة إلى الصالحية</w:t>
      </w:r>
      <w:r w:rsidR="00364168">
        <w:rPr>
          <w:rtl/>
        </w:rPr>
        <w:t>،</w:t>
      </w:r>
      <w:r>
        <w:rPr>
          <w:rtl/>
        </w:rPr>
        <w:t xml:space="preserve"> فتلقى الرأس الشّريف ووضعه في كيس من الحرير الأخضر على كرسي من الأبنوس وفرش تحته المسك والعنبر والطيب</w:t>
      </w:r>
      <w:r w:rsidR="00364168">
        <w:rPr>
          <w:rtl/>
        </w:rPr>
        <w:t>،</w:t>
      </w:r>
      <w:r>
        <w:rPr>
          <w:rtl/>
        </w:rPr>
        <w:t xml:space="preserve"> ودفن في المشهد الحُسيني قريباً من خان الخليلي في القبر المعروف</w:t>
      </w:r>
      <w:r w:rsidR="00364168">
        <w:rPr>
          <w:rtl/>
        </w:rPr>
        <w:t>.</w:t>
      </w:r>
    </w:p>
    <w:p w:rsidR="002B49A5" w:rsidRDefault="002B49A5" w:rsidP="002B49A5">
      <w:pPr>
        <w:pStyle w:val="libNormal"/>
      </w:pPr>
      <w:r>
        <w:rPr>
          <w:rtl/>
        </w:rPr>
        <w:t>وقال السائح الهروي في الإشارات إلى أماكن الزيارات</w:t>
      </w:r>
      <w:r w:rsidR="00364168">
        <w:rPr>
          <w:rtl/>
        </w:rPr>
        <w:t>:</w:t>
      </w:r>
      <w:r>
        <w:rPr>
          <w:rtl/>
        </w:rPr>
        <w:t xml:space="preserve"> وبها</w:t>
      </w:r>
      <w:r w:rsidR="004C4A93">
        <w:rPr>
          <w:rtl/>
        </w:rPr>
        <w:t xml:space="preserve"> - </w:t>
      </w:r>
      <w:r>
        <w:rPr>
          <w:rtl/>
        </w:rPr>
        <w:t>أي عسقلان</w:t>
      </w:r>
      <w:r w:rsidR="004C4A93">
        <w:rPr>
          <w:rtl/>
        </w:rPr>
        <w:t xml:space="preserve"> - </w:t>
      </w:r>
      <w:r>
        <w:rPr>
          <w:rtl/>
        </w:rPr>
        <w:t xml:space="preserve">مشهد الحُسين </w:t>
      </w:r>
      <w:r w:rsidR="00D444F9" w:rsidRPr="00D444F9">
        <w:rPr>
          <w:rStyle w:val="libAlaemChar"/>
          <w:rtl/>
        </w:rPr>
        <w:t>رضي‌الله‌عنه</w:t>
      </w:r>
      <w:r w:rsidR="00364168">
        <w:rPr>
          <w:rtl/>
        </w:rPr>
        <w:t>،</w:t>
      </w:r>
      <w:r>
        <w:rPr>
          <w:rtl/>
        </w:rPr>
        <w:t xml:space="preserve"> كان رأسه بها</w:t>
      </w:r>
      <w:r w:rsidR="00364168">
        <w:rPr>
          <w:rtl/>
        </w:rPr>
        <w:t>،</w:t>
      </w:r>
      <w:r>
        <w:rPr>
          <w:rtl/>
        </w:rPr>
        <w:t xml:space="preserve"> فلمّا أخذتها الفرنج نقله ا</w:t>
      </w:r>
      <w:r w:rsidR="009A226F">
        <w:rPr>
          <w:rtl/>
        </w:rPr>
        <w:t>لم</w:t>
      </w:r>
      <w:r>
        <w:rPr>
          <w:rtl/>
        </w:rPr>
        <w:t>سلمون إلى مدينة القاهرة سنة تسع وأربعين وخمسمئة</w:t>
      </w:r>
      <w:r w:rsidR="00364168">
        <w:rPr>
          <w:rtl/>
        </w:rPr>
        <w:t>.</w:t>
      </w:r>
    </w:p>
    <w:p w:rsidR="002B49A5" w:rsidRDefault="002B49A5" w:rsidP="002B49A5">
      <w:pPr>
        <w:pStyle w:val="libNormal"/>
      </w:pPr>
      <w:r>
        <w:rPr>
          <w:rtl/>
        </w:rPr>
        <w:t>وفي رحلة ابن بطوطة</w:t>
      </w:r>
      <w:r w:rsidR="00364168">
        <w:rPr>
          <w:rtl/>
        </w:rPr>
        <w:t>:</w:t>
      </w:r>
      <w:r>
        <w:rPr>
          <w:rtl/>
        </w:rPr>
        <w:t xml:space="preserve"> أنّه سافر إلى عسقلان وبه المشهد الشهير حيث كان رأس الحُسين بن علي </w:t>
      </w:r>
      <w:r w:rsidR="004C4A93" w:rsidRPr="004C4A93">
        <w:rPr>
          <w:rStyle w:val="libAlaemChar"/>
          <w:rtl/>
        </w:rPr>
        <w:t>عليه‌السلام</w:t>
      </w:r>
      <w:r w:rsidR="00364168">
        <w:rPr>
          <w:rtl/>
        </w:rPr>
        <w:t>،</w:t>
      </w:r>
      <w:r>
        <w:rPr>
          <w:rtl/>
        </w:rPr>
        <w:t xml:space="preserve"> قبل أن يُنقل إلى القاهرة</w:t>
      </w:r>
      <w:r w:rsidR="00364168">
        <w:rPr>
          <w:rtl/>
        </w:rPr>
        <w:t>.</w:t>
      </w:r>
    </w:p>
    <w:p w:rsidR="002B49A5" w:rsidRDefault="002B49A5" w:rsidP="002B49A5">
      <w:pPr>
        <w:pStyle w:val="libNormal"/>
      </w:pPr>
      <w:r>
        <w:rPr>
          <w:rtl/>
        </w:rPr>
        <w:t>وذكر سبط بن الجوزي فيما ذكر من الأقوال المتعددة</w:t>
      </w:r>
      <w:r w:rsidR="00364168">
        <w:rPr>
          <w:rtl/>
        </w:rPr>
        <w:t>:</w:t>
      </w:r>
      <w:r>
        <w:rPr>
          <w:rtl/>
        </w:rPr>
        <w:t xml:space="preserve"> أنّ الرأس بمسجد الرّقة على الفُرات</w:t>
      </w:r>
      <w:r w:rsidR="00364168">
        <w:rPr>
          <w:rtl/>
        </w:rPr>
        <w:t>،</w:t>
      </w:r>
      <w:r>
        <w:rPr>
          <w:rtl/>
        </w:rPr>
        <w:t xml:space="preserve"> وأنّه </w:t>
      </w:r>
      <w:r w:rsidR="009A226F">
        <w:rPr>
          <w:rtl/>
        </w:rPr>
        <w:t>لم</w:t>
      </w:r>
      <w:r>
        <w:rPr>
          <w:rtl/>
        </w:rPr>
        <w:t>ا جيء به بين يدي يزيد بن معاوية قال</w:t>
      </w:r>
      <w:r w:rsidR="00364168">
        <w:rPr>
          <w:rtl/>
        </w:rPr>
        <w:t>:</w:t>
      </w:r>
      <w:r>
        <w:rPr>
          <w:rtl/>
        </w:rPr>
        <w:t xml:space="preserve"> لأبعثنّه إلى آل أبي معيط عن رأس عثمان</w:t>
      </w:r>
      <w:r w:rsidR="00364168">
        <w:rPr>
          <w:rtl/>
        </w:rPr>
        <w:t>.</w:t>
      </w:r>
      <w:r>
        <w:rPr>
          <w:rtl/>
        </w:rPr>
        <w:t xml:space="preserve"> وكانوا بالرّقة</w:t>
      </w:r>
      <w:r w:rsidR="00364168">
        <w:rPr>
          <w:rtl/>
        </w:rPr>
        <w:t>،</w:t>
      </w:r>
      <w:r>
        <w:rPr>
          <w:rtl/>
        </w:rPr>
        <w:t xml:space="preserve"> فدفنوه في بعض دورهم</w:t>
      </w:r>
      <w:r w:rsidR="00364168">
        <w:rPr>
          <w:rtl/>
        </w:rPr>
        <w:t>،</w:t>
      </w:r>
      <w:r>
        <w:rPr>
          <w:rtl/>
        </w:rPr>
        <w:t xml:space="preserve"> ثمّ دخلت تلك الدار بالمسجد الجامع</w:t>
      </w:r>
      <w:r w:rsidR="00364168">
        <w:rPr>
          <w:rtl/>
        </w:rPr>
        <w:t>،</w:t>
      </w:r>
      <w:r>
        <w:rPr>
          <w:rtl/>
        </w:rPr>
        <w:t xml:space="preserve"> وهو إلى جانب سوره هُناك</w:t>
      </w:r>
      <w:r w:rsidR="00364168">
        <w:rPr>
          <w:rtl/>
        </w:rPr>
        <w:t>.</w:t>
      </w:r>
    </w:p>
    <w:p w:rsidR="002B49A5" w:rsidRDefault="002B49A5" w:rsidP="002B49A5">
      <w:pPr>
        <w:pStyle w:val="libNormal"/>
      </w:pPr>
      <w:r>
        <w:rPr>
          <w:rtl/>
        </w:rPr>
        <w:t>فالأماكن التي ذكرت بهذا الصدد ستّة في ست مُدن هي</w:t>
      </w:r>
      <w:r w:rsidR="00364168">
        <w:rPr>
          <w:rtl/>
        </w:rPr>
        <w:t>:</w:t>
      </w:r>
      <w:r>
        <w:rPr>
          <w:rtl/>
        </w:rPr>
        <w:t xml:space="preserve"> المدينة</w:t>
      </w:r>
      <w:r w:rsidR="00364168">
        <w:rPr>
          <w:rtl/>
        </w:rPr>
        <w:t>،</w:t>
      </w:r>
      <w:r>
        <w:rPr>
          <w:rtl/>
        </w:rPr>
        <w:t xml:space="preserve"> وكربلاء</w:t>
      </w:r>
      <w:r w:rsidR="00364168">
        <w:rPr>
          <w:rtl/>
        </w:rPr>
        <w:t>،</w:t>
      </w:r>
      <w:r>
        <w:rPr>
          <w:rtl/>
        </w:rPr>
        <w:t xml:space="preserve"> والرّقة</w:t>
      </w:r>
      <w:r w:rsidR="00364168">
        <w:rPr>
          <w:rtl/>
        </w:rPr>
        <w:t>،</w:t>
      </w:r>
      <w:r>
        <w:rPr>
          <w:rtl/>
        </w:rPr>
        <w:t xml:space="preserve"> ودمشق</w:t>
      </w:r>
      <w:r w:rsidR="00364168">
        <w:rPr>
          <w:rtl/>
        </w:rPr>
        <w:t>،</w:t>
      </w:r>
      <w:r>
        <w:rPr>
          <w:rtl/>
        </w:rPr>
        <w:t xml:space="preserve"> وعسقلان</w:t>
      </w:r>
      <w:r w:rsidR="00364168">
        <w:rPr>
          <w:rtl/>
        </w:rPr>
        <w:t>،</w:t>
      </w:r>
      <w:r>
        <w:rPr>
          <w:rtl/>
        </w:rPr>
        <w:t xml:space="preserve"> والقاهرة</w:t>
      </w:r>
      <w:r w:rsidR="00364168">
        <w:rPr>
          <w:rtl/>
        </w:rPr>
        <w:t>،</w:t>
      </w:r>
      <w:r>
        <w:rPr>
          <w:rtl/>
        </w:rPr>
        <w:t xml:space="preserve"> وهي تدخل في بلاد الحجاز والعراق والشّام وبيت المقدس والديار المصرية</w:t>
      </w:r>
      <w:r w:rsidR="00364168">
        <w:rPr>
          <w:rtl/>
        </w:rPr>
        <w:t>،</w:t>
      </w:r>
      <w:r>
        <w:rPr>
          <w:rtl/>
        </w:rPr>
        <w:t xml:space="preserve"> وتكاد</w:t>
      </w:r>
    </w:p>
    <w:p w:rsidR="002B49A5" w:rsidRDefault="002B49A5" w:rsidP="002B49A5">
      <w:pPr>
        <w:pStyle w:val="libNormal"/>
      </w:pPr>
      <w:r>
        <w:rPr>
          <w:rtl/>
        </w:rPr>
        <w:br w:type="page"/>
      </w:r>
    </w:p>
    <w:p w:rsidR="002B49A5" w:rsidRDefault="002B49A5" w:rsidP="003D44BA">
      <w:pPr>
        <w:pStyle w:val="libNormal0"/>
      </w:pPr>
      <w:r>
        <w:rPr>
          <w:rtl/>
        </w:rPr>
        <w:lastRenderedPageBreak/>
        <w:t>تشتمل على مداخل العالم الإسلامي كلّه من وراء تلك الأقطار</w:t>
      </w:r>
      <w:r w:rsidR="00364168">
        <w:rPr>
          <w:rtl/>
        </w:rPr>
        <w:t>،</w:t>
      </w:r>
      <w:r>
        <w:rPr>
          <w:rtl/>
        </w:rPr>
        <w:t xml:space="preserve"> فإن لم تكن هي الأماكن التي دُفن فيها رأس الحُسين فهي الأماكن التي تحيا بها ذكراه لا مراء</w:t>
      </w:r>
      <w:r w:rsidR="00364168">
        <w:rPr>
          <w:rtl/>
        </w:rPr>
        <w:t>.</w:t>
      </w:r>
    </w:p>
    <w:p w:rsidR="002B49A5" w:rsidRDefault="002B49A5" w:rsidP="002B49A5">
      <w:pPr>
        <w:pStyle w:val="libNormal"/>
      </w:pPr>
      <w:r>
        <w:rPr>
          <w:rtl/>
        </w:rPr>
        <w:t>وللتاريخ اختلافات كثيرة نسميها بالاختلافات اللفظية أو العرضية</w:t>
      </w:r>
      <w:r w:rsidR="00364168">
        <w:rPr>
          <w:rtl/>
        </w:rPr>
        <w:t>؛</w:t>
      </w:r>
      <w:r>
        <w:rPr>
          <w:rtl/>
        </w:rPr>
        <w:t xml:space="preserve"> لأنّ نتيجتها الجوهرية سواء بين جميع الأقوال</w:t>
      </w:r>
      <w:r w:rsidR="00364168">
        <w:rPr>
          <w:rtl/>
        </w:rPr>
        <w:t>،</w:t>
      </w:r>
      <w:r>
        <w:rPr>
          <w:rtl/>
        </w:rPr>
        <w:t xml:space="preserve"> ومنها الاختلاف على مدفن رأس الحُسين </w:t>
      </w:r>
      <w:r w:rsidR="004C4A93" w:rsidRPr="004C4A93">
        <w:rPr>
          <w:rStyle w:val="libAlaemChar"/>
          <w:rtl/>
        </w:rPr>
        <w:t>عليه‌السلام</w:t>
      </w:r>
      <w:r w:rsidR="00364168">
        <w:rPr>
          <w:rtl/>
        </w:rPr>
        <w:t>.</w:t>
      </w:r>
      <w:r>
        <w:rPr>
          <w:rtl/>
        </w:rPr>
        <w:t xml:space="preserve"> فأيّاً كان الموضع الذي دُفن به ذلك الرأس الشّريف</w:t>
      </w:r>
      <w:r w:rsidR="00364168">
        <w:rPr>
          <w:rtl/>
        </w:rPr>
        <w:t>،</w:t>
      </w:r>
      <w:r>
        <w:rPr>
          <w:rtl/>
        </w:rPr>
        <w:t xml:space="preserve"> فهو في كلّ موضع أهل للتعظيم والتشريف</w:t>
      </w:r>
      <w:r w:rsidR="00364168">
        <w:rPr>
          <w:rtl/>
        </w:rPr>
        <w:t>.</w:t>
      </w:r>
      <w:r>
        <w:rPr>
          <w:rtl/>
        </w:rPr>
        <w:t xml:space="preserve"> </w:t>
      </w:r>
    </w:p>
    <w:p w:rsidR="002B49A5" w:rsidRDefault="002B49A5" w:rsidP="002B49A5">
      <w:pPr>
        <w:pStyle w:val="libNormal"/>
      </w:pPr>
      <w:r>
        <w:rPr>
          <w:rtl/>
        </w:rPr>
        <w:t>وإنّما أصبح الحُسين</w:t>
      </w:r>
      <w:r w:rsidR="004C4A93">
        <w:rPr>
          <w:rtl/>
        </w:rPr>
        <w:t xml:space="preserve"> - </w:t>
      </w:r>
      <w:r>
        <w:rPr>
          <w:rtl/>
        </w:rPr>
        <w:t>بكرامة الشّهادة وكرامة البطولة وكرامة الاُسرة النّبويّة</w:t>
      </w:r>
      <w:r w:rsidR="004C4A93">
        <w:rPr>
          <w:rtl/>
        </w:rPr>
        <w:t xml:space="preserve"> - </w:t>
      </w:r>
      <w:r>
        <w:rPr>
          <w:rtl/>
        </w:rPr>
        <w:t>معنى يحضره الرجل في صدره وهو قريب أو بعيد من قبره</w:t>
      </w:r>
      <w:r w:rsidR="00364168">
        <w:rPr>
          <w:rtl/>
        </w:rPr>
        <w:t>،</w:t>
      </w:r>
      <w:r>
        <w:rPr>
          <w:rtl/>
        </w:rPr>
        <w:t xml:space="preserve"> وأنّ هذا المعنى لفي القاهرة</w:t>
      </w:r>
      <w:r w:rsidR="00364168">
        <w:rPr>
          <w:rtl/>
        </w:rPr>
        <w:t>،</w:t>
      </w:r>
      <w:r>
        <w:rPr>
          <w:rtl/>
        </w:rPr>
        <w:t xml:space="preserve"> وفي عسقلان</w:t>
      </w:r>
      <w:r w:rsidR="00364168">
        <w:rPr>
          <w:rtl/>
        </w:rPr>
        <w:t>،</w:t>
      </w:r>
      <w:r>
        <w:rPr>
          <w:rtl/>
        </w:rPr>
        <w:t xml:space="preserve"> وفي دمشق</w:t>
      </w:r>
      <w:r w:rsidR="00364168">
        <w:rPr>
          <w:rtl/>
        </w:rPr>
        <w:t>،</w:t>
      </w:r>
      <w:r>
        <w:rPr>
          <w:rtl/>
        </w:rPr>
        <w:t xml:space="preserve"> وفي الرّقة</w:t>
      </w:r>
      <w:r w:rsidR="00364168">
        <w:rPr>
          <w:rtl/>
        </w:rPr>
        <w:t>،</w:t>
      </w:r>
      <w:r>
        <w:rPr>
          <w:rtl/>
        </w:rPr>
        <w:t xml:space="preserve"> وفي كربلاء</w:t>
      </w:r>
      <w:r w:rsidR="00364168">
        <w:rPr>
          <w:rtl/>
        </w:rPr>
        <w:t>،</w:t>
      </w:r>
      <w:r>
        <w:rPr>
          <w:rtl/>
        </w:rPr>
        <w:t xml:space="preserve"> وفي المدينة</w:t>
      </w:r>
      <w:r w:rsidR="00364168">
        <w:rPr>
          <w:rtl/>
        </w:rPr>
        <w:t>،</w:t>
      </w:r>
      <w:r>
        <w:rPr>
          <w:rtl/>
        </w:rPr>
        <w:t xml:space="preserve"> وفي غير تلك الأماكن سواء</w:t>
      </w:r>
      <w:r w:rsidR="00364168">
        <w:rPr>
          <w:rtl/>
        </w:rPr>
        <w:t>.</w:t>
      </w:r>
    </w:p>
    <w:p w:rsidR="002B49A5" w:rsidRDefault="002B49A5" w:rsidP="003D44BA">
      <w:pPr>
        <w:pStyle w:val="Heading2"/>
      </w:pPr>
      <w:bookmarkStart w:id="116" w:name="وقاحة_ابن_زياد"/>
      <w:bookmarkStart w:id="117" w:name="_Toc374273704"/>
      <w:bookmarkStart w:id="118" w:name="_Toc374274006"/>
      <w:bookmarkEnd w:id="116"/>
      <w:r>
        <w:rPr>
          <w:rtl/>
        </w:rPr>
        <w:t>وقاحة ابن زياد</w:t>
      </w:r>
      <w:r w:rsidR="00364168">
        <w:rPr>
          <w:rtl/>
        </w:rPr>
        <w:t>:</w:t>
      </w:r>
      <w:bookmarkEnd w:id="117"/>
      <w:bookmarkEnd w:id="118"/>
    </w:p>
    <w:p w:rsidR="002B49A5" w:rsidRDefault="002B49A5" w:rsidP="002B49A5">
      <w:pPr>
        <w:pStyle w:val="libNormal"/>
      </w:pPr>
      <w:r>
        <w:rPr>
          <w:rtl/>
        </w:rPr>
        <w:t>فالمتواتر الموافق لسير الاُمور أنّهم حملوا الرؤوس والنساء إلى الكوفة</w:t>
      </w:r>
      <w:r w:rsidR="00364168">
        <w:rPr>
          <w:rtl/>
        </w:rPr>
        <w:t>،</w:t>
      </w:r>
      <w:r>
        <w:rPr>
          <w:rtl/>
        </w:rPr>
        <w:t xml:space="preserve"> فأمر ابن زياد أن يُطاف بها في أحياء الكوفة ثمّ تُرسل إلى يزيد</w:t>
      </w:r>
      <w:r w:rsidR="00364168">
        <w:rPr>
          <w:rtl/>
        </w:rPr>
        <w:t>.</w:t>
      </w:r>
      <w:r>
        <w:rPr>
          <w:rtl/>
        </w:rPr>
        <w:t xml:space="preserve"> وكانت فعلة يدارونها بالتوقّح فيها على سنّة المأخوذ الذي لا يملك</w:t>
      </w:r>
    </w:p>
    <w:p w:rsidR="002B49A5" w:rsidRDefault="002B49A5" w:rsidP="002B49A5">
      <w:pPr>
        <w:pStyle w:val="libNormal"/>
      </w:pPr>
      <w:r>
        <w:rPr>
          <w:rtl/>
        </w:rPr>
        <w:br w:type="page"/>
      </w:r>
    </w:p>
    <w:p w:rsidR="002B49A5" w:rsidRDefault="002B49A5" w:rsidP="003D44BA">
      <w:pPr>
        <w:pStyle w:val="libNormal0"/>
      </w:pPr>
      <w:r>
        <w:rPr>
          <w:rtl/>
        </w:rPr>
        <w:lastRenderedPageBreak/>
        <w:t>مداراة ما فعل</w:t>
      </w:r>
      <w:r w:rsidR="00364168">
        <w:rPr>
          <w:rtl/>
        </w:rPr>
        <w:t>.</w:t>
      </w:r>
      <w:r>
        <w:rPr>
          <w:rtl/>
        </w:rPr>
        <w:t xml:space="preserve"> فبات خولّي بن يزيد ليلته بالرأس في بيته</w:t>
      </w:r>
      <w:r w:rsidR="00364168">
        <w:rPr>
          <w:rtl/>
        </w:rPr>
        <w:t>،</w:t>
      </w:r>
      <w:r>
        <w:rPr>
          <w:rtl/>
        </w:rPr>
        <w:t xml:space="preserve"> وهو يمني نفسه بغنى الدهر كما قال</w:t>
      </w:r>
      <w:r w:rsidR="00364168">
        <w:rPr>
          <w:rtl/>
        </w:rPr>
        <w:t>،</w:t>
      </w:r>
      <w:r>
        <w:rPr>
          <w:rtl/>
        </w:rPr>
        <w:t xml:space="preserve"> فأقسمت امرأة له حضرمية</w:t>
      </w:r>
      <w:r w:rsidR="00364168">
        <w:rPr>
          <w:rtl/>
        </w:rPr>
        <w:t>:</w:t>
      </w:r>
      <w:r>
        <w:rPr>
          <w:rtl/>
        </w:rPr>
        <w:t xml:space="preserve"> لا يجمع رأسها ورأسه بيت وفيه رأس ابن رسول الله</w:t>
      </w:r>
      <w:r w:rsidR="00364168">
        <w:rPr>
          <w:rtl/>
        </w:rPr>
        <w:t>.</w:t>
      </w:r>
    </w:p>
    <w:p w:rsidR="002B49A5" w:rsidRDefault="002B49A5" w:rsidP="002B49A5">
      <w:pPr>
        <w:pStyle w:val="libNormal"/>
      </w:pPr>
      <w:r>
        <w:rPr>
          <w:rtl/>
        </w:rPr>
        <w:t>ثمّ غدا إلى قصر ابن زياد وكان عنده زيد بن أرقم</w:t>
      </w:r>
      <w:r w:rsidR="004C4A93">
        <w:rPr>
          <w:rtl/>
        </w:rPr>
        <w:t xml:space="preserve"> - </w:t>
      </w:r>
      <w:r>
        <w:rPr>
          <w:rtl/>
        </w:rPr>
        <w:t>من أصحاب رسول الله</w:t>
      </w:r>
      <w:r w:rsidR="004C4A93">
        <w:rPr>
          <w:rtl/>
        </w:rPr>
        <w:t xml:space="preserve"> - </w:t>
      </w:r>
      <w:r>
        <w:rPr>
          <w:rtl/>
        </w:rPr>
        <w:t>فرآه ينكث ثنايا الرأس حين وضع أمامه في أجانة</w:t>
      </w:r>
      <w:r w:rsidR="00364168">
        <w:rPr>
          <w:rtl/>
        </w:rPr>
        <w:t>،</w:t>
      </w:r>
      <w:r>
        <w:rPr>
          <w:rtl/>
        </w:rPr>
        <w:t xml:space="preserve"> فصاح به مغضباً</w:t>
      </w:r>
      <w:r w:rsidR="00364168">
        <w:rPr>
          <w:rtl/>
        </w:rPr>
        <w:t>:</w:t>
      </w:r>
      <w:r>
        <w:rPr>
          <w:rtl/>
        </w:rPr>
        <w:t xml:space="preserve"> ارفع قضيبك عن هاتين الثنيتين</w:t>
      </w:r>
      <w:r w:rsidR="00364168">
        <w:rPr>
          <w:rtl/>
        </w:rPr>
        <w:t>،</w:t>
      </w:r>
      <w:r>
        <w:rPr>
          <w:rtl/>
        </w:rPr>
        <w:t xml:space="preserve"> فوالذي لا إله غيره</w:t>
      </w:r>
      <w:r w:rsidR="00364168">
        <w:rPr>
          <w:rtl/>
        </w:rPr>
        <w:t>،</w:t>
      </w:r>
      <w:r>
        <w:rPr>
          <w:rtl/>
        </w:rPr>
        <w:t xml:space="preserve"> لقد رأيت شفتي رسول الله على هاتين الشفتين يقبّلهما</w:t>
      </w:r>
      <w:r w:rsidR="008F60AE">
        <w:rPr>
          <w:rtl/>
        </w:rPr>
        <w:t xml:space="preserve"> ...</w:t>
      </w:r>
      <w:r>
        <w:rPr>
          <w:rtl/>
        </w:rPr>
        <w:t xml:space="preserve"> وبكى</w:t>
      </w:r>
      <w:r w:rsidR="00364168">
        <w:rPr>
          <w:rtl/>
        </w:rPr>
        <w:t>.</w:t>
      </w:r>
      <w:r>
        <w:rPr>
          <w:rtl/>
        </w:rPr>
        <w:t xml:space="preserve"> </w:t>
      </w:r>
    </w:p>
    <w:p w:rsidR="002B49A5" w:rsidRDefault="002B49A5" w:rsidP="002B49A5">
      <w:pPr>
        <w:pStyle w:val="libNormal"/>
      </w:pPr>
      <w:r>
        <w:rPr>
          <w:rtl/>
        </w:rPr>
        <w:t>فهزئ به ابن زياد وقال له</w:t>
      </w:r>
      <w:r w:rsidR="00364168">
        <w:rPr>
          <w:rtl/>
        </w:rPr>
        <w:t>:</w:t>
      </w:r>
      <w:r>
        <w:rPr>
          <w:rtl/>
        </w:rPr>
        <w:t xml:space="preserve"> لولا أنّك شيخ قد خرفت وذهب عقلك</w:t>
      </w:r>
      <w:r w:rsidR="00364168">
        <w:rPr>
          <w:rtl/>
        </w:rPr>
        <w:t>،</w:t>
      </w:r>
      <w:r>
        <w:rPr>
          <w:rtl/>
        </w:rPr>
        <w:t xml:space="preserve"> لضربت عنقك</w:t>
      </w:r>
      <w:r w:rsidR="00364168">
        <w:rPr>
          <w:rtl/>
        </w:rPr>
        <w:t>.</w:t>
      </w:r>
      <w:r>
        <w:rPr>
          <w:rtl/>
        </w:rPr>
        <w:t xml:space="preserve"> فخرج زيد وهو يُنادي في النّاس</w:t>
      </w:r>
      <w:r w:rsidR="00364168">
        <w:rPr>
          <w:rtl/>
        </w:rPr>
        <w:t>،</w:t>
      </w:r>
      <w:r>
        <w:rPr>
          <w:rtl/>
        </w:rPr>
        <w:t xml:space="preserve"> غير حافل بشيء</w:t>
      </w:r>
      <w:r w:rsidR="00364168">
        <w:rPr>
          <w:rtl/>
        </w:rPr>
        <w:t>:</w:t>
      </w:r>
      <w:r>
        <w:rPr>
          <w:rtl/>
        </w:rPr>
        <w:t xml:space="preserve"> أنتم معشر العرب العبيد بعد اليوم</w:t>
      </w:r>
      <w:r w:rsidR="008F60AE">
        <w:rPr>
          <w:rtl/>
        </w:rPr>
        <w:t xml:space="preserve"> ...</w:t>
      </w:r>
      <w:r>
        <w:rPr>
          <w:rtl/>
        </w:rPr>
        <w:t xml:space="preserve"> قتلتم ابن فاطمة وآثرتم ابن مرجانة</w:t>
      </w:r>
      <w:r w:rsidR="00364168">
        <w:rPr>
          <w:rtl/>
        </w:rPr>
        <w:t>،</w:t>
      </w:r>
      <w:r>
        <w:rPr>
          <w:rtl/>
        </w:rPr>
        <w:t xml:space="preserve"> فهو يقتل شراركم ويستعبد خياركم</w:t>
      </w:r>
      <w:r w:rsidR="00364168">
        <w:rPr>
          <w:rtl/>
        </w:rPr>
        <w:t>.</w:t>
      </w:r>
    </w:p>
    <w:p w:rsidR="002B49A5" w:rsidRDefault="002B49A5" w:rsidP="002B49A5">
      <w:pPr>
        <w:pStyle w:val="libNormal"/>
      </w:pPr>
      <w:r>
        <w:rPr>
          <w:rtl/>
        </w:rPr>
        <w:t>واُدخلت السّيدة زينب بنت عليّ (رضي الله عنها)</w:t>
      </w:r>
      <w:r w:rsidR="00364168">
        <w:rPr>
          <w:rtl/>
        </w:rPr>
        <w:t>،</w:t>
      </w:r>
      <w:r>
        <w:rPr>
          <w:rtl/>
        </w:rPr>
        <w:t xml:space="preserve"> وعليها أرذل ثيابها</w:t>
      </w:r>
      <w:r w:rsidR="00364168">
        <w:rPr>
          <w:rtl/>
        </w:rPr>
        <w:t>،</w:t>
      </w:r>
      <w:r>
        <w:rPr>
          <w:rtl/>
        </w:rPr>
        <w:t xml:space="preserve"> ومعها عيال الحُسين وإماؤها</w:t>
      </w:r>
      <w:r w:rsidR="00364168">
        <w:rPr>
          <w:rtl/>
        </w:rPr>
        <w:t>،</w:t>
      </w:r>
      <w:r>
        <w:rPr>
          <w:rtl/>
        </w:rPr>
        <w:t xml:space="preserve"> فجلست ناحية لا تتكلم ولا تنظر إلى ما أمامها</w:t>
      </w:r>
      <w:r w:rsidR="00364168">
        <w:rPr>
          <w:rtl/>
        </w:rPr>
        <w:t>،</w:t>
      </w:r>
      <w:r>
        <w:rPr>
          <w:rtl/>
        </w:rPr>
        <w:t xml:space="preserve"> فسأل ابن زياد</w:t>
      </w:r>
      <w:r w:rsidR="00364168">
        <w:rPr>
          <w:rtl/>
        </w:rPr>
        <w:t>:</w:t>
      </w:r>
      <w:r>
        <w:rPr>
          <w:rtl/>
        </w:rPr>
        <w:t xml:space="preserve"> مَن هذه التي انحازت ناحية ومعها نساؤها</w:t>
      </w:r>
      <w:r w:rsidR="00364168">
        <w:rPr>
          <w:rtl/>
        </w:rPr>
        <w:t>؟</w:t>
      </w:r>
    </w:p>
    <w:p w:rsidR="002B49A5" w:rsidRDefault="002B49A5" w:rsidP="002B49A5">
      <w:pPr>
        <w:pStyle w:val="libNormal"/>
      </w:pPr>
      <w:r>
        <w:rPr>
          <w:rtl/>
        </w:rPr>
        <w:br w:type="page"/>
      </w:r>
    </w:p>
    <w:p w:rsidR="002B49A5" w:rsidRDefault="002B49A5" w:rsidP="002B49A5">
      <w:pPr>
        <w:pStyle w:val="libNormal"/>
      </w:pPr>
      <w:r>
        <w:rPr>
          <w:rtl/>
        </w:rPr>
        <w:lastRenderedPageBreak/>
        <w:t>فلم تجبه</w:t>
      </w:r>
      <w:r w:rsidR="00364168">
        <w:rPr>
          <w:rtl/>
        </w:rPr>
        <w:t>،</w:t>
      </w:r>
      <w:r>
        <w:rPr>
          <w:rtl/>
        </w:rPr>
        <w:t xml:space="preserve"> فأعاد سؤاله ثلاثاً وهي لا تجيبه</w:t>
      </w:r>
      <w:r w:rsidR="00364168">
        <w:rPr>
          <w:rtl/>
        </w:rPr>
        <w:t>،</w:t>
      </w:r>
      <w:r>
        <w:rPr>
          <w:rtl/>
        </w:rPr>
        <w:t xml:space="preserve"> ثمّ أجابت عنها إحدى الإماء</w:t>
      </w:r>
      <w:r w:rsidR="00364168">
        <w:rPr>
          <w:rtl/>
        </w:rPr>
        <w:t>:</w:t>
      </w:r>
      <w:r>
        <w:rPr>
          <w:rtl/>
        </w:rPr>
        <w:t xml:space="preserve"> هذه زينب بنت فاطمة بنت رسول الله </w:t>
      </w:r>
      <w:r w:rsidR="00390D32" w:rsidRPr="00390D32">
        <w:rPr>
          <w:rStyle w:val="libAlaemChar"/>
          <w:rtl/>
        </w:rPr>
        <w:t>صلى‌الله‌عليه‌وآله</w:t>
      </w:r>
      <w:r w:rsidR="00364168">
        <w:rPr>
          <w:rtl/>
        </w:rPr>
        <w:t>.</w:t>
      </w:r>
      <w:r>
        <w:rPr>
          <w:rtl/>
        </w:rPr>
        <w:t xml:space="preserve"> فاجترأ ابن زياد قائلاً</w:t>
      </w:r>
      <w:r w:rsidR="00364168">
        <w:rPr>
          <w:rtl/>
        </w:rPr>
        <w:t>:</w:t>
      </w:r>
      <w:r>
        <w:rPr>
          <w:rtl/>
        </w:rPr>
        <w:t xml:space="preserve"> الحمد لله الذي فضحكم وقتلكم وأبطل أحدوثتكم</w:t>
      </w:r>
      <w:r w:rsidR="00364168">
        <w:rPr>
          <w:rtl/>
        </w:rPr>
        <w:t>.</w:t>
      </w:r>
      <w:r>
        <w:rPr>
          <w:rtl/>
        </w:rPr>
        <w:t xml:space="preserve"> </w:t>
      </w:r>
    </w:p>
    <w:p w:rsidR="002B49A5" w:rsidRDefault="002B49A5" w:rsidP="002B49A5">
      <w:pPr>
        <w:pStyle w:val="libNormal"/>
      </w:pPr>
      <w:r>
        <w:rPr>
          <w:rtl/>
        </w:rPr>
        <w:t>وقد كانت زينب (رضي الله عنها) حقّاً جديرة بنسبها الشّريف في تلك الرحلة الفاجعة التي تهدّ عزائم الرجال</w:t>
      </w:r>
      <w:r w:rsidR="008F60AE">
        <w:rPr>
          <w:rtl/>
        </w:rPr>
        <w:t xml:space="preserve"> ...</w:t>
      </w:r>
      <w:r>
        <w:rPr>
          <w:rtl/>
        </w:rPr>
        <w:t xml:space="preserve"> كانت كأشجع وأرفع ما تكون حفيدة مُحمّد وبنت عليّ وأخت الحُسين</w:t>
      </w:r>
      <w:r w:rsidR="00364168">
        <w:rPr>
          <w:rtl/>
        </w:rPr>
        <w:t>،</w:t>
      </w:r>
      <w:r>
        <w:rPr>
          <w:rtl/>
        </w:rPr>
        <w:t xml:space="preserve"> وكُتب لها أن تحفظ بشجاعتها وتضحيتها بقية العقب الحُسيني من الذكور</w:t>
      </w:r>
      <w:r w:rsidR="008F60AE">
        <w:rPr>
          <w:rtl/>
        </w:rPr>
        <w:t xml:space="preserve"> ...</w:t>
      </w:r>
      <w:r>
        <w:rPr>
          <w:rtl/>
        </w:rPr>
        <w:t xml:space="preserve"> ولولاها لانقرض من يوم كربلاء</w:t>
      </w:r>
      <w:r w:rsidR="008F60AE">
        <w:rPr>
          <w:rtl/>
        </w:rPr>
        <w:t xml:space="preserve"> ...</w:t>
      </w:r>
      <w:r>
        <w:rPr>
          <w:rtl/>
        </w:rPr>
        <w:t xml:space="preserve"> فلم تمهل ابن زياد أن ثارت به قائلة</w:t>
      </w:r>
      <w:r w:rsidR="00364168">
        <w:rPr>
          <w:rtl/>
        </w:rPr>
        <w:t>:</w:t>
      </w:r>
      <w:r>
        <w:rPr>
          <w:rtl/>
        </w:rPr>
        <w:t xml:space="preserve"> الحمد لله الذي أكرمنا بنبيّه وطهّرنا من الرجس تطهيراً</w:t>
      </w:r>
      <w:r w:rsidR="00364168">
        <w:rPr>
          <w:rtl/>
        </w:rPr>
        <w:t>،</w:t>
      </w:r>
      <w:r>
        <w:rPr>
          <w:rtl/>
        </w:rPr>
        <w:t xml:space="preserve"> إنّما يُفضح الفاسق ويكذب الفاجر</w:t>
      </w:r>
      <w:r w:rsidR="00364168">
        <w:rPr>
          <w:rtl/>
        </w:rPr>
        <w:t>،</w:t>
      </w:r>
      <w:r>
        <w:rPr>
          <w:rtl/>
        </w:rPr>
        <w:t xml:space="preserve"> وهو غيرنا والحمد لله</w:t>
      </w:r>
      <w:r w:rsidR="00364168">
        <w:rPr>
          <w:rtl/>
        </w:rPr>
        <w:t>.</w:t>
      </w:r>
      <w:r>
        <w:rPr>
          <w:rtl/>
        </w:rPr>
        <w:t xml:space="preserve"> </w:t>
      </w:r>
    </w:p>
    <w:p w:rsidR="002B49A5" w:rsidRDefault="002B49A5" w:rsidP="002B49A5">
      <w:pPr>
        <w:pStyle w:val="libNormal"/>
      </w:pPr>
      <w:r>
        <w:rPr>
          <w:rtl/>
        </w:rPr>
        <w:t>فقال ابن زياد</w:t>
      </w:r>
      <w:r w:rsidR="00364168">
        <w:rPr>
          <w:rtl/>
        </w:rPr>
        <w:t>:</w:t>
      </w:r>
      <w:r>
        <w:rPr>
          <w:rtl/>
        </w:rPr>
        <w:t xml:space="preserve"> قد شفى الله نفسي من طاغيتك والعُصاة</w:t>
      </w:r>
      <w:r w:rsidR="00364168">
        <w:rPr>
          <w:rtl/>
        </w:rPr>
        <w:t>.</w:t>
      </w:r>
      <w:r>
        <w:rPr>
          <w:rtl/>
        </w:rPr>
        <w:t xml:space="preserve"> فغلبها الحزن والغيظ من هذا التشفّي الذي لا ناصر لها منه</w:t>
      </w:r>
      <w:r w:rsidR="00364168">
        <w:rPr>
          <w:rtl/>
        </w:rPr>
        <w:t>،</w:t>
      </w:r>
      <w:r>
        <w:rPr>
          <w:rtl/>
        </w:rPr>
        <w:t xml:space="preserve"> وقالت</w:t>
      </w:r>
      <w:r w:rsidR="00364168">
        <w:rPr>
          <w:rtl/>
        </w:rPr>
        <w:t>:</w:t>
      </w:r>
      <w:r>
        <w:rPr>
          <w:rtl/>
        </w:rPr>
        <w:t xml:space="preserve"> لقد قتلت كهلي</w:t>
      </w:r>
      <w:r w:rsidR="00364168">
        <w:rPr>
          <w:rtl/>
        </w:rPr>
        <w:t>،</w:t>
      </w:r>
      <w:r>
        <w:rPr>
          <w:rtl/>
        </w:rPr>
        <w:t xml:space="preserve"> وأبدت أهلي</w:t>
      </w:r>
      <w:r w:rsidR="00364168">
        <w:rPr>
          <w:rtl/>
        </w:rPr>
        <w:t>،</w:t>
      </w:r>
      <w:r>
        <w:rPr>
          <w:rtl/>
        </w:rPr>
        <w:t xml:space="preserve"> وقطعت فرعي واجتثثت</w:t>
      </w:r>
    </w:p>
    <w:p w:rsidR="002B49A5" w:rsidRDefault="002B49A5" w:rsidP="002B49A5">
      <w:pPr>
        <w:pStyle w:val="libNormal"/>
      </w:pPr>
      <w:r>
        <w:rPr>
          <w:rtl/>
        </w:rPr>
        <w:br w:type="page"/>
      </w:r>
    </w:p>
    <w:p w:rsidR="002B49A5" w:rsidRDefault="002B49A5" w:rsidP="003D44BA">
      <w:pPr>
        <w:pStyle w:val="libNormal0"/>
      </w:pPr>
      <w:r>
        <w:rPr>
          <w:rtl/>
        </w:rPr>
        <w:lastRenderedPageBreak/>
        <w:t>أصلي</w:t>
      </w:r>
      <w:r w:rsidR="00364168">
        <w:rPr>
          <w:rtl/>
        </w:rPr>
        <w:t>،</w:t>
      </w:r>
      <w:r>
        <w:rPr>
          <w:rtl/>
        </w:rPr>
        <w:t xml:space="preserve"> فإن يشفك هذا فقد اشتفيت</w:t>
      </w:r>
      <w:r w:rsidR="00364168">
        <w:rPr>
          <w:rtl/>
        </w:rPr>
        <w:t>.</w:t>
      </w:r>
      <w:r>
        <w:rPr>
          <w:rtl/>
        </w:rPr>
        <w:t xml:space="preserve"> </w:t>
      </w:r>
    </w:p>
    <w:p w:rsidR="002B49A5" w:rsidRDefault="002B49A5" w:rsidP="002B49A5">
      <w:pPr>
        <w:pStyle w:val="libNormal"/>
      </w:pPr>
      <w:r>
        <w:rPr>
          <w:rtl/>
        </w:rPr>
        <w:t>فتهاتف ابن زياد ساخراً وقال</w:t>
      </w:r>
      <w:r w:rsidR="00364168">
        <w:rPr>
          <w:rtl/>
        </w:rPr>
        <w:t>:</w:t>
      </w:r>
      <w:r>
        <w:rPr>
          <w:rtl/>
        </w:rPr>
        <w:t xml:space="preserve"> هذه سجّاعة</w:t>
      </w:r>
      <w:r w:rsidR="008F60AE">
        <w:rPr>
          <w:rtl/>
        </w:rPr>
        <w:t xml:space="preserve"> ...</w:t>
      </w:r>
      <w:r>
        <w:rPr>
          <w:rtl/>
        </w:rPr>
        <w:t xml:space="preserve"> لعمري</w:t>
      </w:r>
      <w:r w:rsidR="00364168">
        <w:rPr>
          <w:rtl/>
        </w:rPr>
        <w:t>،</w:t>
      </w:r>
      <w:r>
        <w:rPr>
          <w:rtl/>
        </w:rPr>
        <w:t xml:space="preserve"> لقد كان أبوها سجّاعاً شاعراً</w:t>
      </w:r>
      <w:r w:rsidR="00364168">
        <w:rPr>
          <w:rtl/>
        </w:rPr>
        <w:t>.</w:t>
      </w:r>
      <w:r>
        <w:rPr>
          <w:rtl/>
        </w:rPr>
        <w:t xml:space="preserve"> فقالت زينب</w:t>
      </w:r>
      <w:r w:rsidR="00364168">
        <w:rPr>
          <w:rtl/>
        </w:rPr>
        <w:t>:</w:t>
      </w:r>
      <w:r>
        <w:rPr>
          <w:rtl/>
        </w:rPr>
        <w:t xml:space="preserve"> إنّ لي عن السّجاعة لشغلاً</w:t>
      </w:r>
      <w:r w:rsidR="008F60AE">
        <w:rPr>
          <w:rtl/>
        </w:rPr>
        <w:t xml:space="preserve"> ...</w:t>
      </w:r>
      <w:r>
        <w:rPr>
          <w:rtl/>
        </w:rPr>
        <w:t xml:space="preserve"> ما للمرأة والسّجاعة</w:t>
      </w:r>
      <w:r w:rsidR="00364168">
        <w:rPr>
          <w:rtl/>
        </w:rPr>
        <w:t>!</w:t>
      </w:r>
    </w:p>
    <w:p w:rsidR="002B49A5" w:rsidRDefault="002B49A5" w:rsidP="003D44BA">
      <w:pPr>
        <w:pStyle w:val="Heading2"/>
      </w:pPr>
      <w:bookmarkStart w:id="119" w:name="علي_زين_العابدين_عليه_السلام"/>
      <w:bookmarkStart w:id="120" w:name="_Toc374273705"/>
      <w:bookmarkStart w:id="121" w:name="_Toc374274007"/>
      <w:bookmarkEnd w:id="119"/>
      <w:r w:rsidRPr="00897AE1">
        <w:rPr>
          <w:rtl/>
        </w:rPr>
        <w:t xml:space="preserve">عليّ زين العابدين </w:t>
      </w:r>
      <w:r w:rsidR="008F60AE" w:rsidRPr="003D44BA">
        <w:rPr>
          <w:rStyle w:val="libAlaemHeading2Char"/>
          <w:rtl/>
        </w:rPr>
        <w:t>عليه‌السلام</w:t>
      </w:r>
      <w:bookmarkEnd w:id="120"/>
      <w:bookmarkEnd w:id="121"/>
    </w:p>
    <w:p w:rsidR="002B49A5" w:rsidRDefault="002B49A5" w:rsidP="002B49A5">
      <w:pPr>
        <w:pStyle w:val="libNormal"/>
      </w:pPr>
      <w:r w:rsidRPr="002B49A5">
        <w:rPr>
          <w:rtl/>
        </w:rPr>
        <w:t>ثمّ نظر ابن زياد إلى غلام عليل هزيل مع السيّدة زينب فسأله</w:t>
      </w:r>
      <w:r w:rsidR="00364168">
        <w:rPr>
          <w:rtl/>
        </w:rPr>
        <w:t>:</w:t>
      </w:r>
      <w:r w:rsidRPr="002B49A5">
        <w:rPr>
          <w:rtl/>
        </w:rPr>
        <w:t xml:space="preserve"> مَن أنت</w:t>
      </w:r>
      <w:r w:rsidR="00364168">
        <w:rPr>
          <w:rtl/>
        </w:rPr>
        <w:t>؟</w:t>
      </w:r>
      <w:r w:rsidRPr="002B49A5">
        <w:rPr>
          <w:rtl/>
        </w:rPr>
        <w:t xml:space="preserve"> قال</w:t>
      </w:r>
      <w:r w:rsidR="00364168">
        <w:rPr>
          <w:rtl/>
        </w:rPr>
        <w:t>:</w:t>
      </w:r>
      <w:r w:rsidRPr="002B49A5">
        <w:rPr>
          <w:rtl/>
        </w:rPr>
        <w:t xml:space="preserve"> </w:t>
      </w:r>
      <w:r w:rsidRPr="002B49A5">
        <w:rPr>
          <w:rStyle w:val="libBold2Char"/>
          <w:rtl/>
        </w:rPr>
        <w:t>(( عليّ بن الحُسين ))</w:t>
      </w:r>
      <w:r w:rsidR="00364168">
        <w:rPr>
          <w:rtl/>
        </w:rPr>
        <w:t>.</w:t>
      </w:r>
      <w:r w:rsidRPr="002B49A5">
        <w:rPr>
          <w:rtl/>
        </w:rPr>
        <w:t xml:space="preserve"> قال</w:t>
      </w:r>
      <w:r w:rsidR="00364168">
        <w:rPr>
          <w:rtl/>
        </w:rPr>
        <w:t>:</w:t>
      </w:r>
      <w:r w:rsidRPr="002B49A5">
        <w:rPr>
          <w:rtl/>
        </w:rPr>
        <w:t xml:space="preserve"> أو لم يقتل الله عليّ بن الحُسين</w:t>
      </w:r>
      <w:r w:rsidR="00364168">
        <w:rPr>
          <w:rtl/>
        </w:rPr>
        <w:t>؟</w:t>
      </w:r>
      <w:r w:rsidRPr="002B49A5">
        <w:rPr>
          <w:rtl/>
        </w:rPr>
        <w:t xml:space="preserve"> قال</w:t>
      </w:r>
      <w:r w:rsidR="00364168">
        <w:rPr>
          <w:rtl/>
        </w:rPr>
        <w:t>:</w:t>
      </w:r>
      <w:r w:rsidRPr="002B49A5">
        <w:rPr>
          <w:rtl/>
        </w:rPr>
        <w:t xml:space="preserve"> </w:t>
      </w:r>
      <w:r w:rsidRPr="002B49A5">
        <w:rPr>
          <w:rStyle w:val="libBold2Char"/>
          <w:rtl/>
        </w:rPr>
        <w:t>(( كان لي أخ يُسمى عليّاً قتله النّاس ))</w:t>
      </w:r>
      <w:r w:rsidR="00364168">
        <w:rPr>
          <w:rtl/>
        </w:rPr>
        <w:t>.</w:t>
      </w:r>
    </w:p>
    <w:p w:rsidR="002B49A5" w:rsidRDefault="002B49A5" w:rsidP="002B49A5">
      <w:pPr>
        <w:pStyle w:val="libNormal"/>
      </w:pPr>
      <w:r w:rsidRPr="002B49A5">
        <w:rPr>
          <w:rtl/>
        </w:rPr>
        <w:t>فأعاد ابن زياد قوله</w:t>
      </w:r>
      <w:r w:rsidR="00364168">
        <w:rPr>
          <w:rtl/>
        </w:rPr>
        <w:t>:</w:t>
      </w:r>
      <w:r w:rsidRPr="002B49A5">
        <w:rPr>
          <w:rtl/>
        </w:rPr>
        <w:t xml:space="preserve"> الله قتله</w:t>
      </w:r>
      <w:r w:rsidR="00364168">
        <w:rPr>
          <w:rtl/>
        </w:rPr>
        <w:t>.</w:t>
      </w:r>
      <w:r w:rsidRPr="002B49A5">
        <w:rPr>
          <w:rtl/>
        </w:rPr>
        <w:t xml:space="preserve"> فقال عليّ</w:t>
      </w:r>
      <w:r w:rsidR="00364168">
        <w:rPr>
          <w:rtl/>
        </w:rPr>
        <w:t>:</w:t>
      </w:r>
      <w:r w:rsidRPr="002B49A5">
        <w:rPr>
          <w:rtl/>
        </w:rPr>
        <w:t xml:space="preserve"> </w:t>
      </w:r>
      <w:r w:rsidRPr="002B49A5">
        <w:rPr>
          <w:rStyle w:val="libBold2Char"/>
          <w:rtl/>
        </w:rPr>
        <w:t>((</w:t>
      </w:r>
      <w:r w:rsidRPr="002B49A5">
        <w:rPr>
          <w:rtl/>
        </w:rPr>
        <w:t xml:space="preserve"> </w:t>
      </w:r>
      <w:r w:rsidR="003D44BA" w:rsidRPr="003D44BA">
        <w:rPr>
          <w:rStyle w:val="libAlaemChar"/>
          <w:rFonts w:hint="cs"/>
          <w:rtl/>
        </w:rPr>
        <w:t>(</w:t>
      </w:r>
      <w:r w:rsidR="003D44BA">
        <w:rPr>
          <w:rStyle w:val="libAieChar"/>
          <w:rFonts w:hint="cs"/>
          <w:rtl/>
        </w:rPr>
        <w:t xml:space="preserve"> </w:t>
      </w:r>
      <w:r w:rsidRPr="002B49A5">
        <w:rPr>
          <w:rStyle w:val="libAieChar"/>
          <w:rFonts w:hint="cs"/>
          <w:rtl/>
        </w:rPr>
        <w:t>اللَّهُ يَتَوَفَّى الأَنْفُسَ حِينَ مَوْتِهَا</w:t>
      </w:r>
      <w:r w:rsidRPr="002B49A5">
        <w:rPr>
          <w:rStyle w:val="libFootnotenumChar"/>
          <w:rFonts w:hint="cs"/>
          <w:rtl/>
        </w:rPr>
        <w:t>(1)</w:t>
      </w:r>
      <w:r w:rsidR="00364168">
        <w:rPr>
          <w:rtl/>
        </w:rPr>
        <w:t>.</w:t>
      </w:r>
      <w:r w:rsidRPr="002B49A5">
        <w:rPr>
          <w:rtl/>
        </w:rPr>
        <w:t xml:space="preserve"> </w:t>
      </w:r>
      <w:r w:rsidRPr="002B49A5">
        <w:rPr>
          <w:rStyle w:val="libAieChar"/>
          <w:rFonts w:hint="cs"/>
          <w:rtl/>
        </w:rPr>
        <w:t>وَمَا كَانَ لِنَفْسٍ أَنْ تَمُوتَ إِلاَّ بِإِذْنِ اللَّهِ</w:t>
      </w:r>
      <w:r w:rsidR="003D44BA">
        <w:rPr>
          <w:rStyle w:val="libAieChar"/>
          <w:rFonts w:hint="cs"/>
          <w:rtl/>
        </w:rPr>
        <w:t xml:space="preserve"> </w:t>
      </w:r>
      <w:r w:rsidR="003D44BA" w:rsidRPr="003D44BA">
        <w:rPr>
          <w:rStyle w:val="libAlaemChar"/>
          <w:rFonts w:hint="cs"/>
          <w:rtl/>
        </w:rPr>
        <w:t>)</w:t>
      </w:r>
      <w:r w:rsidR="003D44BA" w:rsidRPr="003D44BA">
        <w:rPr>
          <w:rStyle w:val="libBold2Char"/>
          <w:rFonts w:hint="cs"/>
          <w:rtl/>
        </w:rPr>
        <w:t xml:space="preserve"> </w:t>
      </w:r>
      <w:r w:rsidRPr="002B49A5">
        <w:rPr>
          <w:rStyle w:val="libFootnotenumChar"/>
          <w:rFonts w:hint="cs"/>
          <w:rtl/>
        </w:rPr>
        <w:t>(2)</w:t>
      </w:r>
      <w:r w:rsidRPr="002B49A5">
        <w:rPr>
          <w:rtl/>
        </w:rPr>
        <w:t xml:space="preserve"> </w:t>
      </w:r>
      <w:r w:rsidRPr="002B49A5">
        <w:rPr>
          <w:rStyle w:val="libBold2Char"/>
          <w:rtl/>
        </w:rPr>
        <w:t>))</w:t>
      </w:r>
      <w:r w:rsidR="00364168">
        <w:rPr>
          <w:rStyle w:val="libBold2Char"/>
          <w:rtl/>
        </w:rPr>
        <w:t>.</w:t>
      </w:r>
      <w:r w:rsidRPr="002B49A5">
        <w:rPr>
          <w:rtl/>
        </w:rPr>
        <w:t xml:space="preserve"> </w:t>
      </w:r>
    </w:p>
    <w:p w:rsidR="002B49A5" w:rsidRDefault="002B49A5" w:rsidP="002B49A5">
      <w:pPr>
        <w:pStyle w:val="libNormal"/>
      </w:pPr>
      <w:r>
        <w:rPr>
          <w:rtl/>
        </w:rPr>
        <w:t>فأخذت زياداً عزّة الإثم وانتهره قائلاً</w:t>
      </w:r>
      <w:r w:rsidR="00364168">
        <w:rPr>
          <w:rtl/>
        </w:rPr>
        <w:t>:</w:t>
      </w:r>
      <w:r>
        <w:rPr>
          <w:rtl/>
        </w:rPr>
        <w:t xml:space="preserve"> وبك جرأة لجوابي</w:t>
      </w:r>
      <w:r w:rsidR="00364168">
        <w:rPr>
          <w:rtl/>
        </w:rPr>
        <w:t>؟</w:t>
      </w:r>
      <w:r>
        <w:rPr>
          <w:rtl/>
        </w:rPr>
        <w:t>!</w:t>
      </w:r>
    </w:p>
    <w:p w:rsidR="002B49A5" w:rsidRDefault="00CA43D1" w:rsidP="00DB04A3">
      <w:pPr>
        <w:pStyle w:val="libLine"/>
      </w:pPr>
      <w:r>
        <w:rPr>
          <w:rtl/>
        </w:rPr>
        <w:t>____________________</w:t>
      </w:r>
    </w:p>
    <w:p w:rsidR="002B49A5" w:rsidRDefault="002B49A5" w:rsidP="002B49A5">
      <w:pPr>
        <w:pStyle w:val="libFootnote"/>
      </w:pPr>
      <w:r w:rsidRPr="002B49A5">
        <w:rPr>
          <w:rtl/>
        </w:rPr>
        <w:t xml:space="preserve">(1) </w:t>
      </w:r>
      <w:r w:rsidRPr="002B49A5">
        <w:rPr>
          <w:rFonts w:hint="cs"/>
          <w:rtl/>
        </w:rPr>
        <w:t>سورة الزمر / 42</w:t>
      </w:r>
      <w:r w:rsidR="00364168">
        <w:rPr>
          <w:rFonts w:hint="cs"/>
          <w:rtl/>
        </w:rPr>
        <w:t>.</w:t>
      </w:r>
      <w:r w:rsidRPr="002B49A5">
        <w:rPr>
          <w:rFonts w:hint="cs"/>
          <w:rtl/>
        </w:rPr>
        <w:t xml:space="preserve"> </w:t>
      </w:r>
    </w:p>
    <w:p w:rsidR="002B49A5" w:rsidRDefault="002B49A5" w:rsidP="002B49A5">
      <w:pPr>
        <w:pStyle w:val="libFootnote"/>
      </w:pPr>
      <w:r>
        <w:rPr>
          <w:rtl/>
        </w:rPr>
        <w:t xml:space="preserve">(2) </w:t>
      </w:r>
      <w:r w:rsidRPr="002B49A5">
        <w:rPr>
          <w:rFonts w:hint="cs"/>
          <w:rtl/>
        </w:rPr>
        <w:t>سورة آل عمران / 145</w:t>
      </w:r>
      <w:r w:rsidR="00364168">
        <w:rPr>
          <w:rFonts w:hint="cs"/>
          <w:rtl/>
        </w:rPr>
        <w:t>.</w:t>
      </w:r>
      <w:r w:rsidRPr="002B49A5">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t>وصاح الخبيث الأثيم بجنده</w:t>
      </w:r>
      <w:r w:rsidR="00364168">
        <w:rPr>
          <w:rtl/>
        </w:rPr>
        <w:t>:</w:t>
      </w:r>
      <w:r>
        <w:rPr>
          <w:rtl/>
        </w:rPr>
        <w:t xml:space="preserve"> اذهبوا به فاضربوا عُنقه</w:t>
      </w:r>
      <w:r w:rsidR="00364168">
        <w:rPr>
          <w:rtl/>
        </w:rPr>
        <w:t>.</w:t>
      </w:r>
      <w:r>
        <w:rPr>
          <w:rtl/>
        </w:rPr>
        <w:t xml:space="preserve"> </w:t>
      </w:r>
    </w:p>
    <w:p w:rsidR="002B49A5" w:rsidRDefault="002B49A5" w:rsidP="002B49A5">
      <w:pPr>
        <w:pStyle w:val="libNormal"/>
      </w:pPr>
      <w:r>
        <w:rPr>
          <w:rtl/>
        </w:rPr>
        <w:t>فجاشت بعمّة الغلام قوّة لا يردّها سلطان</w:t>
      </w:r>
      <w:r w:rsidR="00364168">
        <w:rPr>
          <w:rtl/>
        </w:rPr>
        <w:t>،</w:t>
      </w:r>
      <w:r>
        <w:rPr>
          <w:rtl/>
        </w:rPr>
        <w:t xml:space="preserve"> ولا يرهبها سلاح</w:t>
      </w:r>
      <w:r w:rsidR="00364168">
        <w:rPr>
          <w:rtl/>
        </w:rPr>
        <w:t>؛</w:t>
      </w:r>
      <w:r>
        <w:rPr>
          <w:rtl/>
        </w:rPr>
        <w:t xml:space="preserve"> لأنّها قوّة مَن هان لديه الموت وهانت عليه الحياة</w:t>
      </w:r>
      <w:r w:rsidR="00364168">
        <w:rPr>
          <w:rtl/>
        </w:rPr>
        <w:t>،</w:t>
      </w:r>
      <w:r>
        <w:rPr>
          <w:rtl/>
        </w:rPr>
        <w:t xml:space="preserve"> فاعتنقت الغلام اعتناق مَن اعتزم ألاّ يفارقه إلاّ وهو جثة هامدة</w:t>
      </w:r>
      <w:r w:rsidR="00364168">
        <w:rPr>
          <w:rtl/>
        </w:rPr>
        <w:t>،</w:t>
      </w:r>
      <w:r>
        <w:rPr>
          <w:rtl/>
        </w:rPr>
        <w:t xml:space="preserve"> وأقسمت لئن قتلته لتقتلني معه</w:t>
      </w:r>
      <w:r w:rsidR="00364168">
        <w:rPr>
          <w:rtl/>
        </w:rPr>
        <w:t>،</w:t>
      </w:r>
      <w:r>
        <w:rPr>
          <w:rtl/>
        </w:rPr>
        <w:t xml:space="preserve"> فارتدّ ابن زياد مشدوهاً وهو يقول متعجباً</w:t>
      </w:r>
      <w:r w:rsidR="00364168">
        <w:rPr>
          <w:rtl/>
        </w:rPr>
        <w:t>:</w:t>
      </w:r>
      <w:r>
        <w:rPr>
          <w:rtl/>
        </w:rPr>
        <w:t xml:space="preserve"> يا للرحم</w:t>
      </w:r>
      <w:r w:rsidR="00364168">
        <w:rPr>
          <w:rtl/>
        </w:rPr>
        <w:t>!</w:t>
      </w:r>
      <w:r>
        <w:rPr>
          <w:rtl/>
        </w:rPr>
        <w:t xml:space="preserve"> إنّي لأظنها ودّت أنّي قتلتها معه</w:t>
      </w:r>
      <w:r w:rsidR="00364168">
        <w:rPr>
          <w:rtl/>
        </w:rPr>
        <w:t>.</w:t>
      </w:r>
      <w:r>
        <w:rPr>
          <w:rtl/>
        </w:rPr>
        <w:t xml:space="preserve"> ثمّ قال</w:t>
      </w:r>
      <w:r w:rsidR="00364168">
        <w:rPr>
          <w:rtl/>
        </w:rPr>
        <w:t>:</w:t>
      </w:r>
      <w:r>
        <w:rPr>
          <w:rtl/>
        </w:rPr>
        <w:t xml:space="preserve"> دعوه لما به</w:t>
      </w:r>
      <w:r w:rsidR="008F60AE">
        <w:rPr>
          <w:rtl/>
        </w:rPr>
        <w:t xml:space="preserve"> ...</w:t>
      </w:r>
      <w:r>
        <w:rPr>
          <w:rtl/>
        </w:rPr>
        <w:t xml:space="preserve"> كأنّه حسب أنّ العلّة قاضية عليه</w:t>
      </w:r>
      <w:r w:rsidR="00364168">
        <w:rPr>
          <w:rtl/>
        </w:rPr>
        <w:t>.</w:t>
      </w:r>
    </w:p>
    <w:p w:rsidR="002B49A5" w:rsidRDefault="002B49A5" w:rsidP="002B49A5">
      <w:pPr>
        <w:pStyle w:val="libNormal"/>
      </w:pPr>
      <w:r>
        <w:rPr>
          <w:rtl/>
        </w:rPr>
        <w:t xml:space="preserve">وعليّ هذا هو زين العابدين جدّ كلّ منتسب إلى الحُسين </w:t>
      </w:r>
      <w:r w:rsidR="002104C0" w:rsidRPr="002104C0">
        <w:rPr>
          <w:rStyle w:val="libAlaemChar"/>
          <w:rtl/>
        </w:rPr>
        <w:t>عليهما‌السلام</w:t>
      </w:r>
      <w:r w:rsidR="00364168">
        <w:rPr>
          <w:rtl/>
        </w:rPr>
        <w:t>،</w:t>
      </w:r>
      <w:r>
        <w:rPr>
          <w:rtl/>
        </w:rPr>
        <w:t xml:space="preserve"> وكان كما قال ابن سعد في الطبقات</w:t>
      </w:r>
      <w:r w:rsidR="00364168">
        <w:rPr>
          <w:rtl/>
        </w:rPr>
        <w:t>:</w:t>
      </w:r>
      <w:r>
        <w:rPr>
          <w:rtl/>
        </w:rPr>
        <w:t xml:space="preserve"> ثقة كثير الحديث عالياً رفيعاً ورعاً</w:t>
      </w:r>
      <w:r w:rsidR="00364168">
        <w:rPr>
          <w:rtl/>
        </w:rPr>
        <w:t>.</w:t>
      </w:r>
      <w:r>
        <w:rPr>
          <w:rtl/>
        </w:rPr>
        <w:t xml:space="preserve"> وكما قال يحيى بن سعيد</w:t>
      </w:r>
      <w:r w:rsidR="00364168">
        <w:rPr>
          <w:rtl/>
        </w:rPr>
        <w:t>:</w:t>
      </w:r>
      <w:r>
        <w:rPr>
          <w:rtl/>
        </w:rPr>
        <w:t xml:space="preserve"> أفضل هاشمي رأيته في المدينة</w:t>
      </w:r>
      <w:r w:rsidR="008F60AE">
        <w:rPr>
          <w:rtl/>
        </w:rPr>
        <w:t xml:space="preserve"> ...</w:t>
      </w:r>
      <w:r>
        <w:rPr>
          <w:rtl/>
        </w:rPr>
        <w:t xml:space="preserve"> ولولا استماتة عمّته</w:t>
      </w:r>
      <w:r w:rsidR="004C4A93">
        <w:rPr>
          <w:rtl/>
        </w:rPr>
        <w:t xml:space="preserve"> - </w:t>
      </w:r>
      <w:r>
        <w:rPr>
          <w:rtl/>
        </w:rPr>
        <w:t>كما ترى</w:t>
      </w:r>
      <w:r w:rsidR="004C4A93">
        <w:rPr>
          <w:rtl/>
        </w:rPr>
        <w:t xml:space="preserve"> - </w:t>
      </w:r>
      <w:r>
        <w:rPr>
          <w:rtl/>
        </w:rPr>
        <w:t xml:space="preserve">لقد كادت تذهب بهذه البقية الباقية كلمة على شفتي ابن زياد </w:t>
      </w:r>
    </w:p>
    <w:p w:rsidR="002B49A5" w:rsidRDefault="002B49A5" w:rsidP="003D44BA">
      <w:pPr>
        <w:pStyle w:val="Heading2"/>
      </w:pPr>
      <w:bookmarkStart w:id="122" w:name="الرأس_عند_يزيد"/>
      <w:bookmarkStart w:id="123" w:name="_Toc374273706"/>
      <w:bookmarkStart w:id="124" w:name="_Toc374274008"/>
      <w:bookmarkEnd w:id="122"/>
      <w:r>
        <w:rPr>
          <w:rtl/>
        </w:rPr>
        <w:t>الرّأس عند يزيد</w:t>
      </w:r>
      <w:r w:rsidR="00364168">
        <w:rPr>
          <w:rtl/>
        </w:rPr>
        <w:t>:</w:t>
      </w:r>
      <w:bookmarkEnd w:id="123"/>
      <w:bookmarkEnd w:id="124"/>
    </w:p>
    <w:p w:rsidR="002B49A5" w:rsidRDefault="002B49A5" w:rsidP="002B49A5">
      <w:pPr>
        <w:pStyle w:val="libNormal"/>
      </w:pPr>
      <w:r>
        <w:rPr>
          <w:rtl/>
        </w:rPr>
        <w:t>و</w:t>
      </w:r>
      <w:r w:rsidR="009A226F">
        <w:rPr>
          <w:rtl/>
        </w:rPr>
        <w:t>لم</w:t>
      </w:r>
      <w:r>
        <w:rPr>
          <w:rtl/>
        </w:rPr>
        <w:t>ا قضى الخبيث نهمة كيده من الطواف برأس الحُسين في الكوفة وأرباضها</w:t>
      </w:r>
      <w:r w:rsidR="00364168">
        <w:rPr>
          <w:rtl/>
        </w:rPr>
        <w:t>،</w:t>
      </w:r>
      <w:r>
        <w:rPr>
          <w:rtl/>
        </w:rPr>
        <w:t xml:space="preserve"> أنفذه ورؤوس أصحابه إلى دمشق مرفوعة على الرّماح</w:t>
      </w:r>
      <w:r w:rsidR="00364168">
        <w:rPr>
          <w:rtl/>
        </w:rPr>
        <w:t>،</w:t>
      </w:r>
      <w:r>
        <w:rPr>
          <w:rtl/>
        </w:rPr>
        <w:t xml:space="preserve"> ثمّ أرسل النّساء والصبيان على الأقتاب</w:t>
      </w:r>
      <w:r w:rsidR="00364168">
        <w:rPr>
          <w:rtl/>
        </w:rPr>
        <w:t>،</w:t>
      </w:r>
      <w:r>
        <w:rPr>
          <w:rtl/>
        </w:rPr>
        <w:t xml:space="preserve"> وفي الكرب عليّ زين العابدين مغلول إلى عنقه يقوده شمر بن ذي الجوشن ومحضر بن ثعلبة</w:t>
      </w:r>
      <w:r w:rsidR="008F60AE">
        <w:rPr>
          <w:rtl/>
        </w:rPr>
        <w:t xml:space="preserve"> ...</w:t>
      </w:r>
      <w:r>
        <w:rPr>
          <w:rtl/>
        </w:rPr>
        <w:t xml:space="preserve"> فتلاحق</w:t>
      </w:r>
    </w:p>
    <w:p w:rsidR="002B49A5" w:rsidRDefault="002B49A5" w:rsidP="002B49A5">
      <w:pPr>
        <w:pStyle w:val="libNormal"/>
      </w:pPr>
      <w:r>
        <w:rPr>
          <w:rtl/>
        </w:rPr>
        <w:br w:type="page"/>
      </w:r>
    </w:p>
    <w:p w:rsidR="002B49A5" w:rsidRDefault="002B49A5" w:rsidP="003D44BA">
      <w:pPr>
        <w:pStyle w:val="libNormal0"/>
      </w:pPr>
      <w:r>
        <w:rPr>
          <w:rtl/>
        </w:rPr>
        <w:lastRenderedPageBreak/>
        <w:t>الركبان في الطريق ودخلا الشّام معاً إلى يزيد</w:t>
      </w:r>
      <w:r w:rsidR="00364168">
        <w:rPr>
          <w:rtl/>
        </w:rPr>
        <w:t>.</w:t>
      </w:r>
    </w:p>
    <w:p w:rsidR="002B49A5" w:rsidRDefault="002B49A5" w:rsidP="002B49A5">
      <w:pPr>
        <w:pStyle w:val="libNormal"/>
      </w:pPr>
      <w:r>
        <w:rPr>
          <w:rtl/>
        </w:rPr>
        <w:t>وتكرر منظر القصر بالكوفة في قصر دمشق عند يزيد</w:t>
      </w:r>
      <w:r w:rsidR="008F60AE">
        <w:rPr>
          <w:rtl/>
        </w:rPr>
        <w:t xml:space="preserve"> ...</w:t>
      </w:r>
      <w:r>
        <w:rPr>
          <w:rtl/>
        </w:rPr>
        <w:t xml:space="preserve"> ولا نستغرب أن يتكرر بعضه حتّى يظنّ أنّه قد وقع في التاريخ خلط بين المنظرين</w:t>
      </w:r>
      <w:r w:rsidR="00364168">
        <w:rPr>
          <w:rtl/>
        </w:rPr>
        <w:t>؛</w:t>
      </w:r>
      <w:r>
        <w:rPr>
          <w:rtl/>
        </w:rPr>
        <w:t xml:space="preserve"> لأنّ المناسبة في هذا المقام تستوحي ضرباً واحداً من التعقيب وضرباً واحداً من الحوار</w:t>
      </w:r>
      <w:r w:rsidR="008F60AE">
        <w:rPr>
          <w:rtl/>
        </w:rPr>
        <w:t xml:space="preserve"> ...</w:t>
      </w:r>
      <w:r>
        <w:rPr>
          <w:rtl/>
        </w:rPr>
        <w:t xml:space="preserve"> </w:t>
      </w:r>
    </w:p>
    <w:p w:rsidR="002B49A5" w:rsidRDefault="002B49A5" w:rsidP="002B49A5">
      <w:pPr>
        <w:pStyle w:val="libNormal"/>
      </w:pPr>
      <w:r>
        <w:rPr>
          <w:rtl/>
        </w:rPr>
        <w:t>فارتاع مَن بمجلس يزيد من نبأ المقتلة في كربلاء حين بلغتهم</w:t>
      </w:r>
      <w:r w:rsidR="00364168">
        <w:rPr>
          <w:rtl/>
        </w:rPr>
        <w:t>،</w:t>
      </w:r>
      <w:r>
        <w:rPr>
          <w:rtl/>
        </w:rPr>
        <w:t xml:space="preserve"> وقال يحيى بن الحكم</w:t>
      </w:r>
      <w:r w:rsidR="004C4A93">
        <w:rPr>
          <w:rtl/>
        </w:rPr>
        <w:t xml:space="preserve"> - </w:t>
      </w:r>
      <w:r>
        <w:rPr>
          <w:rtl/>
        </w:rPr>
        <w:t>وهو من الاُمويّين</w:t>
      </w:r>
      <w:r w:rsidR="009A226F">
        <w:rPr>
          <w:rtl/>
        </w:rPr>
        <w:t xml:space="preserve"> -</w:t>
      </w:r>
      <w:r w:rsidR="00364168">
        <w:rPr>
          <w:rtl/>
        </w:rPr>
        <w:t>:</w:t>
      </w:r>
      <w:r>
        <w:rPr>
          <w:rtl/>
        </w:rPr>
        <w:t xml:space="preserve"> </w:t>
      </w:r>
    </w:p>
    <w:tbl>
      <w:tblPr>
        <w:tblStyle w:val="TableGrid"/>
        <w:bidiVisual/>
        <w:tblW w:w="4562" w:type="pct"/>
        <w:tblInd w:w="384" w:type="dxa"/>
        <w:tblLook w:val="04A0"/>
      </w:tblPr>
      <w:tblGrid>
        <w:gridCol w:w="3345"/>
        <w:gridCol w:w="269"/>
        <w:gridCol w:w="3308"/>
      </w:tblGrid>
      <w:tr w:rsidR="003D44BA" w:rsidTr="003D44BA">
        <w:trPr>
          <w:trHeight w:val="350"/>
        </w:trPr>
        <w:tc>
          <w:tcPr>
            <w:tcW w:w="3345" w:type="dxa"/>
          </w:tcPr>
          <w:p w:rsidR="003D44BA" w:rsidRDefault="003D44BA" w:rsidP="003D44BA">
            <w:pPr>
              <w:pStyle w:val="libPoem"/>
            </w:pPr>
            <w:r w:rsidRPr="008F60AE">
              <w:rPr>
                <w:rStyle w:val="libPoemChar"/>
                <w:rtl/>
              </w:rPr>
              <w:t>لـهامٌ</w:t>
            </w:r>
            <w:r w:rsidR="00897AE1">
              <w:rPr>
                <w:rStyle w:val="libPoemChar"/>
                <w:rtl/>
              </w:rPr>
              <w:t xml:space="preserve"> </w:t>
            </w:r>
            <w:r w:rsidRPr="008F60AE">
              <w:rPr>
                <w:rStyle w:val="libPoemChar"/>
                <w:rtl/>
              </w:rPr>
              <w:t>بـجنبِ</w:t>
            </w:r>
            <w:r w:rsidR="00897AE1">
              <w:rPr>
                <w:rStyle w:val="libPoemChar"/>
                <w:rtl/>
              </w:rPr>
              <w:t xml:space="preserve"> </w:t>
            </w:r>
            <w:r w:rsidRPr="008F60AE">
              <w:rPr>
                <w:rStyle w:val="libPoemChar"/>
                <w:rtl/>
              </w:rPr>
              <w:t>الـطفِّ</w:t>
            </w:r>
            <w:r w:rsidR="00897AE1">
              <w:rPr>
                <w:rStyle w:val="libPoemChar"/>
                <w:rtl/>
              </w:rPr>
              <w:t xml:space="preserve"> </w:t>
            </w:r>
            <w:r w:rsidRPr="008F60AE">
              <w:rPr>
                <w:rStyle w:val="libPoemChar"/>
                <w:rtl/>
              </w:rPr>
              <w:t>أدنـى</w:t>
            </w:r>
            <w:r w:rsidR="00897AE1">
              <w:rPr>
                <w:rStyle w:val="libPoemChar"/>
                <w:rtl/>
              </w:rPr>
              <w:t xml:space="preserve"> </w:t>
            </w:r>
            <w:r w:rsidRPr="008F60AE">
              <w:rPr>
                <w:rStyle w:val="libPoemChar"/>
                <w:rtl/>
              </w:rPr>
              <w:t>قرابةً</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من</w:t>
            </w:r>
            <w:r w:rsidR="00897AE1">
              <w:rPr>
                <w:rStyle w:val="libPoemChar"/>
                <w:rtl/>
              </w:rPr>
              <w:t xml:space="preserve"> </w:t>
            </w:r>
            <w:r w:rsidRPr="008F60AE">
              <w:rPr>
                <w:rStyle w:val="libPoemChar"/>
                <w:rtl/>
              </w:rPr>
              <w:t>ابنِ</w:t>
            </w:r>
            <w:r w:rsidR="00897AE1">
              <w:rPr>
                <w:rStyle w:val="libPoemChar"/>
                <w:rtl/>
              </w:rPr>
              <w:t xml:space="preserve"> </w:t>
            </w:r>
            <w:r w:rsidRPr="008F60AE">
              <w:rPr>
                <w:rStyle w:val="libPoemChar"/>
                <w:rtl/>
              </w:rPr>
              <w:t>زياد</w:t>
            </w:r>
            <w:r w:rsidR="00897AE1">
              <w:rPr>
                <w:rStyle w:val="libPoemChar"/>
                <w:rtl/>
              </w:rPr>
              <w:t xml:space="preserve"> </w:t>
            </w:r>
            <w:r w:rsidRPr="008F60AE">
              <w:rPr>
                <w:rStyle w:val="libPoemChar"/>
                <w:rtl/>
              </w:rPr>
              <w:t>الوغلِ</w:t>
            </w:r>
            <w:r w:rsidR="00897AE1">
              <w:rPr>
                <w:rStyle w:val="libPoemChar"/>
                <w:rtl/>
              </w:rPr>
              <w:t xml:space="preserve"> </w:t>
            </w:r>
            <w:r w:rsidRPr="008F60AE">
              <w:rPr>
                <w:rStyle w:val="libPoemChar"/>
                <w:rtl/>
              </w:rPr>
              <w:t>ذي</w:t>
            </w:r>
            <w:r w:rsidR="00897AE1">
              <w:rPr>
                <w:rStyle w:val="libPoemChar"/>
                <w:rtl/>
              </w:rPr>
              <w:t xml:space="preserve"> </w:t>
            </w:r>
            <w:r w:rsidRPr="008F60AE">
              <w:rPr>
                <w:rStyle w:val="libPoemChar"/>
                <w:rtl/>
              </w:rPr>
              <w:t>الحسبِ</w:t>
            </w:r>
            <w:r w:rsidR="00897AE1">
              <w:rPr>
                <w:rStyle w:val="libPoemChar"/>
                <w:rtl/>
              </w:rPr>
              <w:t xml:space="preserve"> </w:t>
            </w:r>
            <w:r w:rsidRPr="008F60AE">
              <w:rPr>
                <w:rStyle w:val="libPoemChar"/>
                <w:rtl/>
              </w:rPr>
              <w:t>الوغلِ</w:t>
            </w:r>
            <w:r w:rsidRPr="00725071">
              <w:rPr>
                <w:rStyle w:val="libPoemTiniChar0"/>
                <w:rtl/>
              </w:rPr>
              <w:br/>
              <w:t> </w:t>
            </w:r>
          </w:p>
        </w:tc>
      </w:tr>
      <w:tr w:rsidR="003D44BA" w:rsidTr="003D44BA">
        <w:trPr>
          <w:trHeight w:val="350"/>
        </w:trPr>
        <w:tc>
          <w:tcPr>
            <w:tcW w:w="3345" w:type="dxa"/>
          </w:tcPr>
          <w:p w:rsidR="003D44BA" w:rsidRDefault="003D44BA" w:rsidP="003D44BA">
            <w:pPr>
              <w:pStyle w:val="libPoem"/>
            </w:pPr>
            <w:r w:rsidRPr="008F60AE">
              <w:rPr>
                <w:rStyle w:val="libPoemChar"/>
                <w:rtl/>
              </w:rPr>
              <w:t>سُـميّةُ</w:t>
            </w:r>
            <w:r w:rsidR="00897AE1">
              <w:rPr>
                <w:rStyle w:val="libPoemChar"/>
                <w:rtl/>
              </w:rPr>
              <w:t xml:space="preserve"> </w:t>
            </w:r>
            <w:r w:rsidRPr="008F60AE">
              <w:rPr>
                <w:rStyle w:val="libPoemChar"/>
                <w:rtl/>
              </w:rPr>
              <w:t>أمـسى</w:t>
            </w:r>
            <w:r w:rsidR="00897AE1">
              <w:rPr>
                <w:rStyle w:val="libPoemChar"/>
                <w:rtl/>
              </w:rPr>
              <w:t xml:space="preserve"> </w:t>
            </w:r>
            <w:r w:rsidRPr="008F60AE">
              <w:rPr>
                <w:rStyle w:val="libPoemChar"/>
                <w:rtl/>
              </w:rPr>
              <w:t>نـسلُها</w:t>
            </w:r>
            <w:r w:rsidR="00897AE1">
              <w:rPr>
                <w:rStyle w:val="libPoemChar"/>
                <w:rtl/>
              </w:rPr>
              <w:t xml:space="preserve"> </w:t>
            </w:r>
            <w:r w:rsidRPr="008F60AE">
              <w:rPr>
                <w:rStyle w:val="libPoemChar"/>
                <w:rtl/>
              </w:rPr>
              <w:t>عدد</w:t>
            </w:r>
            <w:r w:rsidR="00897AE1">
              <w:rPr>
                <w:rStyle w:val="libPoemChar"/>
                <w:rtl/>
              </w:rPr>
              <w:t xml:space="preserve"> </w:t>
            </w:r>
            <w:r w:rsidRPr="008F60AE">
              <w:rPr>
                <w:rStyle w:val="libPoemChar"/>
                <w:rtl/>
              </w:rPr>
              <w:t>الحصى</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3D44BA">
            <w:pPr>
              <w:pStyle w:val="libPoem"/>
            </w:pPr>
            <w:r w:rsidRPr="008F60AE">
              <w:rPr>
                <w:rStyle w:val="libPoemChar"/>
                <w:rtl/>
              </w:rPr>
              <w:t>وبـنتُ</w:t>
            </w:r>
            <w:r w:rsidR="00897AE1">
              <w:rPr>
                <w:rStyle w:val="libPoemChar"/>
                <w:rtl/>
              </w:rPr>
              <w:t xml:space="preserve"> </w:t>
            </w:r>
            <w:r w:rsidRPr="008F60AE">
              <w:rPr>
                <w:rStyle w:val="libPoemChar"/>
                <w:rtl/>
              </w:rPr>
              <w:t>رسـول</w:t>
            </w:r>
            <w:r w:rsidR="00897AE1">
              <w:rPr>
                <w:rStyle w:val="libPoemChar"/>
                <w:rtl/>
              </w:rPr>
              <w:t xml:space="preserve"> </w:t>
            </w:r>
            <w:r w:rsidRPr="008F60AE">
              <w:rPr>
                <w:rStyle w:val="libPoemChar"/>
                <w:rtl/>
              </w:rPr>
              <w:t>الله</w:t>
            </w:r>
            <w:r w:rsidR="00897AE1">
              <w:rPr>
                <w:rStyle w:val="libPoemChar"/>
                <w:rtl/>
              </w:rPr>
              <w:t xml:space="preserve"> </w:t>
            </w:r>
            <w:r w:rsidRPr="008F60AE">
              <w:rPr>
                <w:rStyle w:val="libPoemChar"/>
                <w:rtl/>
              </w:rPr>
              <w:t>ليستْ</w:t>
            </w:r>
            <w:r w:rsidR="00897AE1">
              <w:rPr>
                <w:rStyle w:val="libPoemChar"/>
                <w:rtl/>
              </w:rPr>
              <w:t xml:space="preserve"> </w:t>
            </w:r>
            <w:r w:rsidRPr="008F60AE">
              <w:rPr>
                <w:rStyle w:val="libPoemChar"/>
                <w:rtl/>
              </w:rPr>
              <w:t>بذي</w:t>
            </w:r>
            <w:r w:rsidR="00897AE1">
              <w:rPr>
                <w:rStyle w:val="libPoemChar"/>
                <w:rtl/>
              </w:rPr>
              <w:t xml:space="preserve"> </w:t>
            </w:r>
            <w:r w:rsidRPr="008F60AE">
              <w:rPr>
                <w:rStyle w:val="libPoemChar"/>
                <w:rtl/>
              </w:rPr>
              <w:t>نسلِ</w:t>
            </w:r>
            <w:r w:rsidRPr="00725071">
              <w:rPr>
                <w:rStyle w:val="libPoemTiniChar0"/>
                <w:rtl/>
              </w:rPr>
              <w:br/>
              <w:t> </w:t>
            </w:r>
          </w:p>
        </w:tc>
      </w:tr>
    </w:tbl>
    <w:p w:rsidR="002B49A5" w:rsidRDefault="002B49A5" w:rsidP="002B49A5">
      <w:pPr>
        <w:pStyle w:val="libNormal"/>
      </w:pPr>
      <w:r>
        <w:rPr>
          <w:rtl/>
        </w:rPr>
        <w:t>فأسكته يزيد</w:t>
      </w:r>
      <w:r w:rsidR="008F60AE">
        <w:rPr>
          <w:rtl/>
        </w:rPr>
        <w:t xml:space="preserve"> ...</w:t>
      </w:r>
      <w:r>
        <w:rPr>
          <w:rtl/>
        </w:rPr>
        <w:t xml:space="preserve"> وقال وهو يشير إلى الرأس وينكث ثناياه بقضيب في يده</w:t>
      </w:r>
      <w:r w:rsidR="00364168">
        <w:rPr>
          <w:rtl/>
        </w:rPr>
        <w:t>:</w:t>
      </w:r>
      <w:r>
        <w:rPr>
          <w:rtl/>
        </w:rPr>
        <w:t xml:space="preserve"> أتدرون من أين اُتي هذا</w:t>
      </w:r>
      <w:r w:rsidR="00364168">
        <w:rPr>
          <w:rtl/>
        </w:rPr>
        <w:t>؟</w:t>
      </w:r>
      <w:r>
        <w:rPr>
          <w:rtl/>
        </w:rPr>
        <w:t xml:space="preserve"> إنّه قال</w:t>
      </w:r>
      <w:r w:rsidR="00364168">
        <w:rPr>
          <w:rtl/>
        </w:rPr>
        <w:t>:</w:t>
      </w:r>
      <w:r>
        <w:rPr>
          <w:rtl/>
        </w:rPr>
        <w:t xml:space="preserve"> أبي عليّ خير من أبيه</w:t>
      </w:r>
      <w:r w:rsidR="00364168">
        <w:rPr>
          <w:rtl/>
        </w:rPr>
        <w:t>،</w:t>
      </w:r>
      <w:r>
        <w:rPr>
          <w:rtl/>
        </w:rPr>
        <w:t xml:space="preserve"> واُمّي فاطمة خير من اُمّه</w:t>
      </w:r>
      <w:r w:rsidR="00364168">
        <w:rPr>
          <w:rtl/>
        </w:rPr>
        <w:t>،</w:t>
      </w:r>
      <w:r>
        <w:rPr>
          <w:rtl/>
        </w:rPr>
        <w:t xml:space="preserve"> وجدّي رسول الله خير من جدّه</w:t>
      </w:r>
      <w:r w:rsidR="00364168">
        <w:rPr>
          <w:rtl/>
        </w:rPr>
        <w:t>،</w:t>
      </w:r>
      <w:r>
        <w:rPr>
          <w:rtl/>
        </w:rPr>
        <w:t xml:space="preserve"> وأنا خير منه وأحقّ بهذا الأمر</w:t>
      </w:r>
      <w:r w:rsidR="008F60AE">
        <w:rPr>
          <w:rtl/>
        </w:rPr>
        <w:t xml:space="preserve"> ...</w:t>
      </w:r>
      <w:r>
        <w:rPr>
          <w:rtl/>
        </w:rPr>
        <w:t xml:space="preserve"> </w:t>
      </w:r>
    </w:p>
    <w:p w:rsidR="002B49A5" w:rsidRDefault="002B49A5" w:rsidP="002B49A5">
      <w:pPr>
        <w:pStyle w:val="libNormal"/>
      </w:pPr>
      <w:r w:rsidRPr="002B49A5">
        <w:rPr>
          <w:rtl/>
        </w:rPr>
        <w:t>فأمّا أبوه فقد تحاج أبي وأبوه إلى الله وعلم النّاس أيّهما حُكم له</w:t>
      </w:r>
      <w:r w:rsidR="00364168">
        <w:rPr>
          <w:rtl/>
        </w:rPr>
        <w:t>؛</w:t>
      </w:r>
      <w:r w:rsidRPr="002B49A5">
        <w:rPr>
          <w:rtl/>
        </w:rPr>
        <w:t xml:space="preserve"> وأمّا اُمّه فلعمري فاطمة بنت رسول الله خير من اُمّي</w:t>
      </w:r>
      <w:r w:rsidR="00364168">
        <w:rPr>
          <w:rtl/>
        </w:rPr>
        <w:t>؛</w:t>
      </w:r>
      <w:r w:rsidRPr="002B49A5">
        <w:rPr>
          <w:rtl/>
        </w:rPr>
        <w:t xml:space="preserve"> وأمّا جدّه فلَعمري ما أحد يؤمن بالله واليوم الآخر يرى لرسول الله فينا عدلاً ولا ندّاً</w:t>
      </w:r>
      <w:r w:rsidR="00364168">
        <w:rPr>
          <w:rtl/>
        </w:rPr>
        <w:t>،</w:t>
      </w:r>
      <w:r w:rsidRPr="002B49A5">
        <w:rPr>
          <w:rtl/>
        </w:rPr>
        <w:t xml:space="preserve"> ولكنّه اُتي من قبل فقهه ولم يقرأ</w:t>
      </w:r>
      <w:r w:rsidR="00364168">
        <w:rPr>
          <w:rtl/>
        </w:rPr>
        <w:t>:</w:t>
      </w:r>
      <w:r w:rsidRPr="002B49A5">
        <w:rPr>
          <w:rtl/>
        </w:rPr>
        <w:t xml:space="preserve"> </w:t>
      </w:r>
      <w:r w:rsidRPr="003D44BA">
        <w:rPr>
          <w:rStyle w:val="libAlaemChar"/>
          <w:rFonts w:hint="cs"/>
          <w:rtl/>
        </w:rPr>
        <w:t>(</w:t>
      </w:r>
      <w:r w:rsidRPr="002B49A5">
        <w:rPr>
          <w:rStyle w:val="libAieChar"/>
          <w:rFonts w:hint="cs"/>
          <w:rtl/>
        </w:rPr>
        <w:t xml:space="preserve"> قُلْ اللَّهُمَّ </w:t>
      </w:r>
    </w:p>
    <w:p w:rsidR="002B49A5" w:rsidRDefault="002B49A5" w:rsidP="002B49A5">
      <w:pPr>
        <w:pStyle w:val="libNormal"/>
      </w:pPr>
      <w:r>
        <w:rPr>
          <w:rtl/>
        </w:rPr>
        <w:br w:type="page"/>
      </w:r>
    </w:p>
    <w:p w:rsidR="002B49A5" w:rsidRPr="00E15F1F" w:rsidRDefault="002B49A5" w:rsidP="00E15F1F">
      <w:pPr>
        <w:pStyle w:val="libNormal0"/>
      </w:pPr>
      <w:r w:rsidRPr="002B49A5">
        <w:rPr>
          <w:rStyle w:val="libAieChar"/>
          <w:rFonts w:hint="cs"/>
          <w:rtl/>
        </w:rPr>
        <w:lastRenderedPageBreak/>
        <w:t>مَالِكَ ا</w:t>
      </w:r>
      <w:r w:rsidR="009A226F">
        <w:rPr>
          <w:rStyle w:val="libAieChar"/>
          <w:rFonts w:hint="cs"/>
          <w:rtl/>
        </w:rPr>
        <w:t>لم</w:t>
      </w:r>
      <w:r w:rsidRPr="002B49A5">
        <w:rPr>
          <w:rStyle w:val="libAieChar"/>
          <w:rFonts w:hint="cs"/>
          <w:rtl/>
        </w:rPr>
        <w:t>لْكِ تُؤْتِي ا</w:t>
      </w:r>
      <w:r w:rsidR="009A226F">
        <w:rPr>
          <w:rStyle w:val="libAieChar"/>
          <w:rFonts w:hint="cs"/>
          <w:rtl/>
        </w:rPr>
        <w:t>لم</w:t>
      </w:r>
      <w:r w:rsidRPr="002B49A5">
        <w:rPr>
          <w:rStyle w:val="libAieChar"/>
          <w:rFonts w:hint="cs"/>
          <w:rtl/>
        </w:rPr>
        <w:t>لْكَ مَنْ تَشَاءُ وَتَنْزِعُ ا</w:t>
      </w:r>
      <w:r w:rsidR="009A226F">
        <w:rPr>
          <w:rStyle w:val="libAieChar"/>
          <w:rFonts w:hint="cs"/>
          <w:rtl/>
        </w:rPr>
        <w:t>لم</w:t>
      </w:r>
      <w:r w:rsidRPr="002B49A5">
        <w:rPr>
          <w:rStyle w:val="libAieChar"/>
          <w:rFonts w:hint="cs"/>
          <w:rtl/>
        </w:rPr>
        <w:t>لْكَ مِمَّنْ تَشَاءُ</w:t>
      </w:r>
      <w:r w:rsidR="008F60AE">
        <w:rPr>
          <w:rStyle w:val="libAieChar"/>
          <w:rFonts w:hint="cs"/>
          <w:rtl/>
        </w:rPr>
        <w:t xml:space="preserve"> ...</w:t>
      </w:r>
      <w:r w:rsidRPr="002B49A5">
        <w:rPr>
          <w:rStyle w:val="libAieChar"/>
          <w:rFonts w:hint="cs"/>
          <w:rtl/>
        </w:rPr>
        <w:t xml:space="preserve"> </w:t>
      </w:r>
      <w:r w:rsidRPr="003D44BA">
        <w:rPr>
          <w:rStyle w:val="libAlaemChar"/>
          <w:rFonts w:hint="cs"/>
          <w:rtl/>
        </w:rPr>
        <w:t>)</w:t>
      </w:r>
      <w:r w:rsidRPr="002B49A5">
        <w:rPr>
          <w:rStyle w:val="libFootnotenumChar"/>
          <w:rFonts w:hint="cs"/>
          <w:rtl/>
        </w:rPr>
        <w:t>(1)</w:t>
      </w:r>
      <w:r w:rsidR="00364168" w:rsidRPr="00E15F1F">
        <w:rPr>
          <w:rFonts w:hint="cs"/>
          <w:rtl/>
        </w:rPr>
        <w:t>.</w:t>
      </w:r>
      <w:r w:rsidRPr="00E15F1F">
        <w:rPr>
          <w:rtl/>
        </w:rPr>
        <w:t xml:space="preserve"> </w:t>
      </w:r>
    </w:p>
    <w:p w:rsidR="002B49A5" w:rsidRDefault="002B49A5" w:rsidP="002B49A5">
      <w:pPr>
        <w:pStyle w:val="libNormal"/>
        <w:rPr>
          <w:rtl/>
        </w:rPr>
      </w:pPr>
      <w:r>
        <w:rPr>
          <w:rtl/>
        </w:rPr>
        <w:t>وهو كلام يُنسب مثله إلى معاوية في ردّه على حجج عليّ في الخلافة</w:t>
      </w:r>
      <w:r w:rsidR="008F60AE">
        <w:rPr>
          <w:rtl/>
        </w:rPr>
        <w:t xml:space="preserve"> ...</w:t>
      </w:r>
      <w:r>
        <w:rPr>
          <w:rtl/>
        </w:rPr>
        <w:t xml:space="preserve"> ولعلّ يزيد قد استعاره من كلام أبيه وزاد عليه</w:t>
      </w:r>
      <w:r w:rsidR="00364168">
        <w:rPr>
          <w:rtl/>
        </w:rPr>
        <w:t>.</w:t>
      </w:r>
    </w:p>
    <w:p w:rsidR="002B49A5" w:rsidRDefault="002B49A5" w:rsidP="002B49A5">
      <w:pPr>
        <w:pStyle w:val="libNormal"/>
      </w:pPr>
      <w:r>
        <w:rPr>
          <w:rtl/>
        </w:rPr>
        <w:t>ونظر بعض أهل الشّام إلى السيّدة فاطمة بنت الحُسين</w:t>
      </w:r>
      <w:r w:rsidR="004C4A93">
        <w:rPr>
          <w:rtl/>
        </w:rPr>
        <w:t xml:space="preserve"> - </w:t>
      </w:r>
      <w:r>
        <w:rPr>
          <w:rtl/>
        </w:rPr>
        <w:t>وكانت جارية وضيئة</w:t>
      </w:r>
      <w:r w:rsidR="004C4A93">
        <w:rPr>
          <w:rtl/>
        </w:rPr>
        <w:t xml:space="preserve"> - </w:t>
      </w:r>
      <w:r>
        <w:rPr>
          <w:rtl/>
        </w:rPr>
        <w:t>فقال ليزيد</w:t>
      </w:r>
      <w:r w:rsidR="00364168">
        <w:rPr>
          <w:rtl/>
        </w:rPr>
        <w:t>:</w:t>
      </w:r>
      <w:r>
        <w:rPr>
          <w:rtl/>
        </w:rPr>
        <w:t xml:space="preserve"> هَب لي هذه</w:t>
      </w:r>
      <w:r w:rsidR="00364168">
        <w:rPr>
          <w:rtl/>
        </w:rPr>
        <w:t>.</w:t>
      </w:r>
      <w:r>
        <w:rPr>
          <w:rtl/>
        </w:rPr>
        <w:t xml:space="preserve"> فأرعدت وأخذت بثياب عمّتها</w:t>
      </w:r>
      <w:r w:rsidR="008F60AE">
        <w:rPr>
          <w:rtl/>
        </w:rPr>
        <w:t xml:space="preserve"> ...</w:t>
      </w:r>
      <w:r>
        <w:rPr>
          <w:rtl/>
        </w:rPr>
        <w:t xml:space="preserve"> فكان لعمّتها في الذود عنها موقف كموقفها بقصر الكوفة</w:t>
      </w:r>
      <w:r w:rsidR="00364168">
        <w:rPr>
          <w:rtl/>
        </w:rPr>
        <w:t>،</w:t>
      </w:r>
      <w:r>
        <w:rPr>
          <w:rtl/>
        </w:rPr>
        <w:t xml:space="preserve"> ذياداً عن أخيها زين العابدين</w:t>
      </w:r>
      <w:r w:rsidR="00364168">
        <w:rPr>
          <w:rtl/>
        </w:rPr>
        <w:t>،</w:t>
      </w:r>
      <w:r>
        <w:rPr>
          <w:rtl/>
        </w:rPr>
        <w:t xml:space="preserve"> وصاحت بالرجل</w:t>
      </w:r>
      <w:r w:rsidR="00364168">
        <w:rPr>
          <w:rtl/>
        </w:rPr>
        <w:t>:</w:t>
      </w:r>
      <w:r>
        <w:rPr>
          <w:rtl/>
        </w:rPr>
        <w:t xml:space="preserve"> كذبت ولؤمت</w:t>
      </w:r>
      <w:r w:rsidR="00364168">
        <w:rPr>
          <w:rtl/>
        </w:rPr>
        <w:t>،</w:t>
      </w:r>
      <w:r>
        <w:rPr>
          <w:rtl/>
        </w:rPr>
        <w:t xml:space="preserve"> ما ذلك لك ولا له</w:t>
      </w:r>
      <w:r w:rsidR="00364168">
        <w:rPr>
          <w:rtl/>
        </w:rPr>
        <w:t>.</w:t>
      </w:r>
      <w:r>
        <w:rPr>
          <w:rtl/>
        </w:rPr>
        <w:t xml:space="preserve"> فتغيّظ يزيد وقال</w:t>
      </w:r>
      <w:r w:rsidR="00364168">
        <w:rPr>
          <w:rtl/>
        </w:rPr>
        <w:t>:</w:t>
      </w:r>
      <w:r>
        <w:rPr>
          <w:rtl/>
        </w:rPr>
        <w:t xml:space="preserve"> كذبت</w:t>
      </w:r>
      <w:r w:rsidR="00364168">
        <w:rPr>
          <w:rtl/>
        </w:rPr>
        <w:t>،</w:t>
      </w:r>
      <w:r>
        <w:rPr>
          <w:rtl/>
        </w:rPr>
        <w:t xml:space="preserve"> إنّ ذلك لي</w:t>
      </w:r>
      <w:r w:rsidR="00364168">
        <w:rPr>
          <w:rtl/>
        </w:rPr>
        <w:t>،</w:t>
      </w:r>
      <w:r>
        <w:rPr>
          <w:rtl/>
        </w:rPr>
        <w:t xml:space="preserve"> ولو شئت لفعلت</w:t>
      </w:r>
      <w:r w:rsidR="00364168">
        <w:rPr>
          <w:rtl/>
        </w:rPr>
        <w:t>.</w:t>
      </w:r>
      <w:r>
        <w:rPr>
          <w:rtl/>
        </w:rPr>
        <w:t xml:space="preserve"> قالت</w:t>
      </w:r>
      <w:r w:rsidR="00364168">
        <w:rPr>
          <w:rtl/>
        </w:rPr>
        <w:t>:</w:t>
      </w:r>
      <w:r>
        <w:rPr>
          <w:rtl/>
        </w:rPr>
        <w:t xml:space="preserve"> كلاّ والله</w:t>
      </w:r>
      <w:r w:rsidR="00364168">
        <w:rPr>
          <w:rtl/>
        </w:rPr>
        <w:t>،</w:t>
      </w:r>
      <w:r>
        <w:rPr>
          <w:rtl/>
        </w:rPr>
        <w:t xml:space="preserve"> ما جعل الله لك ذلك</w:t>
      </w:r>
      <w:r w:rsidR="00364168">
        <w:rPr>
          <w:rtl/>
        </w:rPr>
        <w:t>،</w:t>
      </w:r>
      <w:r>
        <w:rPr>
          <w:rtl/>
        </w:rPr>
        <w:t xml:space="preserve"> إلاّ أنْ تخرج من ملّتنا وتدين بغير ديننا</w:t>
      </w:r>
      <w:r w:rsidR="00364168">
        <w:rPr>
          <w:rtl/>
        </w:rPr>
        <w:t>.</w:t>
      </w:r>
    </w:p>
    <w:p w:rsidR="002B49A5" w:rsidRDefault="002B49A5" w:rsidP="002B49A5">
      <w:pPr>
        <w:pStyle w:val="libNormal"/>
      </w:pPr>
      <w:r>
        <w:rPr>
          <w:rtl/>
        </w:rPr>
        <w:t>فاشتدّ غيظ يزيد وصاح بها</w:t>
      </w:r>
      <w:r w:rsidR="00364168">
        <w:rPr>
          <w:rtl/>
        </w:rPr>
        <w:t>:</w:t>
      </w:r>
      <w:r>
        <w:rPr>
          <w:rtl/>
        </w:rPr>
        <w:t xml:space="preserve"> إيّاي تستقبلين بهذا</w:t>
      </w:r>
      <w:r w:rsidR="00364168">
        <w:rPr>
          <w:rtl/>
        </w:rPr>
        <w:t>؟</w:t>
      </w:r>
      <w:r>
        <w:rPr>
          <w:rtl/>
        </w:rPr>
        <w:t>! إنّما خرج من الدين أبوك وأخوك</w:t>
      </w:r>
      <w:r w:rsidR="00364168">
        <w:rPr>
          <w:rtl/>
        </w:rPr>
        <w:t>.</w:t>
      </w:r>
      <w:r>
        <w:rPr>
          <w:rtl/>
        </w:rPr>
        <w:t xml:space="preserve"> قالت</w:t>
      </w:r>
      <w:r w:rsidR="00364168">
        <w:rPr>
          <w:rtl/>
        </w:rPr>
        <w:t>:</w:t>
      </w:r>
      <w:r>
        <w:rPr>
          <w:rtl/>
        </w:rPr>
        <w:t xml:space="preserve"> بدين الله ودين أبي وأخي وجدّي اهتديت أنت وأبوك وجدّك</w:t>
      </w:r>
      <w:r w:rsidR="00364168">
        <w:rPr>
          <w:rtl/>
        </w:rPr>
        <w:t>.</w:t>
      </w:r>
      <w:r>
        <w:rPr>
          <w:rtl/>
        </w:rPr>
        <w:t xml:space="preserve"> فلم يجد جواباً غير أن يقول</w:t>
      </w:r>
      <w:r w:rsidR="00364168">
        <w:rPr>
          <w:rtl/>
        </w:rPr>
        <w:t>:</w:t>
      </w:r>
      <w:r>
        <w:rPr>
          <w:rtl/>
        </w:rPr>
        <w:t xml:space="preserve"> بل كذبت يا عدوة الله</w:t>
      </w:r>
      <w:r w:rsidR="00364168">
        <w:rPr>
          <w:rtl/>
        </w:rPr>
        <w:t>.</w:t>
      </w:r>
      <w:r>
        <w:rPr>
          <w:rtl/>
        </w:rPr>
        <w:t xml:space="preserve"> فقالت</w:t>
      </w:r>
      <w:r w:rsidR="00364168">
        <w:rPr>
          <w:rtl/>
        </w:rPr>
        <w:t>:</w:t>
      </w:r>
      <w:r>
        <w:rPr>
          <w:rtl/>
        </w:rPr>
        <w:t xml:space="preserve"> أنت أمير تشتم ظالماً</w:t>
      </w:r>
      <w:r w:rsidR="00364168">
        <w:rPr>
          <w:rtl/>
        </w:rPr>
        <w:t>،</w:t>
      </w:r>
      <w:r>
        <w:rPr>
          <w:rtl/>
        </w:rPr>
        <w:t xml:space="preserve"> وتقهر بسلطانك</w:t>
      </w:r>
      <w:r w:rsidR="00364168">
        <w:rPr>
          <w:rtl/>
        </w:rPr>
        <w:t>.</w:t>
      </w:r>
    </w:p>
    <w:p w:rsidR="002B49A5" w:rsidRDefault="002B49A5" w:rsidP="002B49A5">
      <w:pPr>
        <w:pStyle w:val="libNormal"/>
      </w:pPr>
      <w:r>
        <w:rPr>
          <w:rtl/>
        </w:rPr>
        <w:t>فأطرق وسكت</w:t>
      </w:r>
      <w:r w:rsidR="008F60AE">
        <w:rPr>
          <w:rtl/>
        </w:rPr>
        <w:t xml:space="preserve"> ...</w:t>
      </w:r>
      <w:r>
        <w:rPr>
          <w:rtl/>
        </w:rPr>
        <w:t xml:space="preserve"> </w:t>
      </w:r>
    </w:p>
    <w:p w:rsidR="002B49A5" w:rsidRDefault="00CA43D1" w:rsidP="00DB04A3">
      <w:pPr>
        <w:pStyle w:val="libLine"/>
      </w:pPr>
      <w:r>
        <w:rPr>
          <w:rtl/>
        </w:rPr>
        <w:t>____________________</w:t>
      </w:r>
    </w:p>
    <w:p w:rsidR="002B49A5" w:rsidRDefault="002B49A5" w:rsidP="002B49A5">
      <w:pPr>
        <w:pStyle w:val="libFootnote"/>
      </w:pPr>
      <w:r>
        <w:rPr>
          <w:rtl/>
        </w:rPr>
        <w:t xml:space="preserve">(1) سورة </w:t>
      </w:r>
      <w:r>
        <w:rPr>
          <w:rFonts w:hint="cs"/>
          <w:rtl/>
        </w:rPr>
        <w:t>آل عمران / 26</w:t>
      </w:r>
      <w:r w:rsidR="00364168">
        <w:rPr>
          <w:rFonts w:hint="cs"/>
          <w:rtl/>
        </w:rPr>
        <w:t>.</w:t>
      </w:r>
    </w:p>
    <w:p w:rsidR="002B49A5" w:rsidRDefault="002B49A5" w:rsidP="002B49A5">
      <w:pPr>
        <w:pStyle w:val="libNormal"/>
      </w:pPr>
      <w:r>
        <w:rPr>
          <w:rtl/>
        </w:rPr>
        <w:br w:type="page"/>
      </w:r>
    </w:p>
    <w:p w:rsidR="002B49A5" w:rsidRDefault="002B49A5" w:rsidP="002B49A5">
      <w:pPr>
        <w:pStyle w:val="libNormal"/>
      </w:pPr>
      <w:r>
        <w:rPr>
          <w:rtl/>
        </w:rPr>
        <w:lastRenderedPageBreak/>
        <w:t>واُدخل عليّ بن الحُسين مغلولاً</w:t>
      </w:r>
      <w:r w:rsidR="00364168">
        <w:rPr>
          <w:rtl/>
        </w:rPr>
        <w:t>،</w:t>
      </w:r>
      <w:r>
        <w:rPr>
          <w:rtl/>
        </w:rPr>
        <w:t xml:space="preserve"> فأمر يزيد بفكّ غلّه وقال له</w:t>
      </w:r>
      <w:r w:rsidR="00364168">
        <w:rPr>
          <w:rtl/>
        </w:rPr>
        <w:t>:</w:t>
      </w:r>
      <w:r>
        <w:rPr>
          <w:rtl/>
        </w:rPr>
        <w:t xml:space="preserve"> إيه يابن الحُسين</w:t>
      </w:r>
      <w:r w:rsidR="008F60AE">
        <w:rPr>
          <w:rtl/>
        </w:rPr>
        <w:t xml:space="preserve"> ...</w:t>
      </w:r>
      <w:r>
        <w:rPr>
          <w:rtl/>
        </w:rPr>
        <w:t xml:space="preserve"> أبوك قطع رحمي وجهل حقّي ونازعني سُلطاني</w:t>
      </w:r>
      <w:r w:rsidR="00364168">
        <w:rPr>
          <w:rtl/>
        </w:rPr>
        <w:t>،</w:t>
      </w:r>
      <w:r>
        <w:rPr>
          <w:rtl/>
        </w:rPr>
        <w:t xml:space="preserve"> فصنع الله به ما رأيت</w:t>
      </w:r>
      <w:r w:rsidR="00364168">
        <w:rPr>
          <w:rtl/>
        </w:rPr>
        <w:t>.</w:t>
      </w:r>
      <w:r>
        <w:rPr>
          <w:rtl/>
        </w:rPr>
        <w:t xml:space="preserve"> </w:t>
      </w:r>
    </w:p>
    <w:p w:rsidR="002B49A5" w:rsidRDefault="002B49A5" w:rsidP="002B49A5">
      <w:pPr>
        <w:pStyle w:val="libNormal"/>
      </w:pPr>
      <w:r w:rsidRPr="002B49A5">
        <w:rPr>
          <w:rtl/>
        </w:rPr>
        <w:t>قال عليّ</w:t>
      </w:r>
      <w:r w:rsidR="00364168">
        <w:rPr>
          <w:rtl/>
        </w:rPr>
        <w:t>:</w:t>
      </w:r>
      <w:r w:rsidRPr="002B49A5">
        <w:rPr>
          <w:rtl/>
        </w:rPr>
        <w:t xml:space="preserve"> </w:t>
      </w:r>
      <w:r w:rsidRPr="002B49A5">
        <w:rPr>
          <w:rStyle w:val="libBold2Char"/>
          <w:rtl/>
        </w:rPr>
        <w:t>((</w:t>
      </w:r>
      <w:r w:rsidRPr="002B49A5">
        <w:rPr>
          <w:rtl/>
        </w:rPr>
        <w:t xml:space="preserve"> </w:t>
      </w:r>
      <w:r w:rsidR="003D44BA" w:rsidRPr="003D44BA">
        <w:rPr>
          <w:rStyle w:val="libAlaemChar"/>
          <w:rFonts w:hint="cs"/>
          <w:rtl/>
        </w:rPr>
        <w:t>(</w:t>
      </w:r>
      <w:r w:rsidR="003D44BA">
        <w:rPr>
          <w:rStyle w:val="libAieChar"/>
          <w:rFonts w:hint="cs"/>
          <w:rtl/>
        </w:rPr>
        <w:t xml:space="preserve"> </w:t>
      </w:r>
      <w:r w:rsidRPr="002B49A5">
        <w:rPr>
          <w:rStyle w:val="libAieChar"/>
          <w:rFonts w:hint="cs"/>
          <w:rtl/>
        </w:rPr>
        <w:t>مَا أَصَابَ مِنْ مُصِيبَةٍ فِي الأَرْضِ وَلاَ فِي أَنْفُسِكُمْ إِلاَّ فِي كِتَابٍ مِنْ قَبْلِ أَنْ نَبْرَأَهَا إِنَّ ذَلِكَ عَلَى اللَّهِ يَسِيرٌ * لِكَيْلاَ تَأْسَوْا عَلَى مَا فَاتَكُمْ وَلاَ تَفْرَحُوا بِمَا آتَاكُمْ وَاللَّهُ لاَ يُحِبُّ كُلَّ مُخْتَالٍ فَخُورٍ</w:t>
      </w:r>
      <w:r w:rsidR="003D44BA">
        <w:rPr>
          <w:rStyle w:val="libAieChar"/>
          <w:rFonts w:hint="cs"/>
          <w:rtl/>
        </w:rPr>
        <w:t xml:space="preserve"> </w:t>
      </w:r>
      <w:r w:rsidR="003D44BA" w:rsidRPr="003D44BA">
        <w:rPr>
          <w:rStyle w:val="libAlaemChar"/>
          <w:rFonts w:hint="cs"/>
          <w:rtl/>
        </w:rPr>
        <w:t>)</w:t>
      </w:r>
      <w:r w:rsidRPr="002B49A5">
        <w:rPr>
          <w:rStyle w:val="libFootnotenumChar"/>
          <w:rFonts w:hint="cs"/>
          <w:rtl/>
        </w:rPr>
        <w:t>(1)</w:t>
      </w:r>
      <w:r w:rsidRPr="002B49A5">
        <w:rPr>
          <w:rStyle w:val="libAieChar"/>
          <w:rFonts w:hint="cs"/>
          <w:rtl/>
        </w:rPr>
        <w:t xml:space="preserve"> </w:t>
      </w:r>
      <w:r w:rsidRPr="002B49A5">
        <w:rPr>
          <w:rStyle w:val="libBold2Char"/>
          <w:rFonts w:hint="cs"/>
          <w:rtl/>
        </w:rPr>
        <w:t>))</w:t>
      </w:r>
      <w:r w:rsidR="00364168">
        <w:rPr>
          <w:rStyle w:val="libBold2Char"/>
          <w:rFonts w:hint="cs"/>
          <w:rtl/>
        </w:rPr>
        <w:t>.</w:t>
      </w:r>
      <w:r w:rsidRPr="002B49A5">
        <w:rPr>
          <w:rtl/>
        </w:rPr>
        <w:t xml:space="preserve"> فتلا يزيد الآية</w:t>
      </w:r>
      <w:r w:rsidR="00364168">
        <w:rPr>
          <w:rtl/>
        </w:rPr>
        <w:t>:</w:t>
      </w:r>
      <w:r w:rsidRPr="002B49A5">
        <w:rPr>
          <w:rtl/>
        </w:rPr>
        <w:t xml:space="preserve"> </w:t>
      </w:r>
      <w:r w:rsidRPr="003D44BA">
        <w:rPr>
          <w:rStyle w:val="libAlaemChar"/>
          <w:rFonts w:hint="cs"/>
          <w:rtl/>
        </w:rPr>
        <w:t>(</w:t>
      </w:r>
      <w:r w:rsidRPr="002B49A5">
        <w:rPr>
          <w:rStyle w:val="libAieChar"/>
          <w:rFonts w:hint="cs"/>
          <w:rtl/>
        </w:rPr>
        <w:t xml:space="preserve"> وَمَا أَصَابَكُمْ مِنْ مُصِيبَةٍ فَبِمَا كَسَبَتْ أَيْدِيكُمْ وَيَعْفُو عَنْ كَثِيرٍ </w:t>
      </w:r>
      <w:r w:rsidRPr="003D44BA">
        <w:rPr>
          <w:rStyle w:val="libAlaemChar"/>
          <w:rFonts w:hint="cs"/>
          <w:rtl/>
        </w:rPr>
        <w:t>)</w:t>
      </w:r>
      <w:r w:rsidRPr="002B49A5">
        <w:rPr>
          <w:rStyle w:val="libFootnotenumChar"/>
          <w:rFonts w:hint="cs"/>
          <w:rtl/>
        </w:rPr>
        <w:t>(2)</w:t>
      </w:r>
      <w:r w:rsidR="00364168">
        <w:rPr>
          <w:rtl/>
        </w:rPr>
        <w:t>.</w:t>
      </w:r>
      <w:r w:rsidRPr="002B49A5">
        <w:rPr>
          <w:rtl/>
        </w:rPr>
        <w:t xml:space="preserve"> ثمّ زوى وجهه وترك خطابه</w:t>
      </w:r>
      <w:r w:rsidR="00364168">
        <w:rPr>
          <w:rtl/>
        </w:rPr>
        <w:t>.</w:t>
      </w:r>
      <w:r w:rsidRPr="002B49A5">
        <w:rPr>
          <w:rtl/>
        </w:rPr>
        <w:t xml:space="preserve"> </w:t>
      </w:r>
    </w:p>
    <w:p w:rsidR="002B49A5" w:rsidRDefault="002B49A5" w:rsidP="002B49A5">
      <w:pPr>
        <w:pStyle w:val="libNormal"/>
      </w:pPr>
      <w:r>
        <w:rPr>
          <w:rtl/>
        </w:rPr>
        <w:t>وكان لقاء نساء يزيد خيراً من لقائه</w:t>
      </w:r>
      <w:r w:rsidR="00364168">
        <w:rPr>
          <w:rtl/>
        </w:rPr>
        <w:t>؛</w:t>
      </w:r>
      <w:r>
        <w:rPr>
          <w:rtl/>
        </w:rPr>
        <w:t xml:space="preserve"> فواسين السيّدة زينب والسيّدة فاطمة ومن معهما</w:t>
      </w:r>
      <w:r w:rsidR="00364168">
        <w:rPr>
          <w:rtl/>
        </w:rPr>
        <w:t>،</w:t>
      </w:r>
      <w:r>
        <w:rPr>
          <w:rtl/>
        </w:rPr>
        <w:t xml:space="preserve"> وجعلن يسألنهن عمّا سلبنه بكربلاء فيرددن إليهن مثله وزيادة عليه</w:t>
      </w:r>
      <w:r w:rsidR="00364168">
        <w:rPr>
          <w:rtl/>
        </w:rPr>
        <w:t>.</w:t>
      </w:r>
      <w:r>
        <w:rPr>
          <w:rtl/>
        </w:rPr>
        <w:t xml:space="preserve"> وأحبّ يزيد أن يستدرك بعض ما فاته</w:t>
      </w:r>
      <w:r w:rsidR="00364168">
        <w:rPr>
          <w:rtl/>
        </w:rPr>
        <w:t>،</w:t>
      </w:r>
      <w:r>
        <w:rPr>
          <w:rtl/>
        </w:rPr>
        <w:t xml:space="preserve"> فلجأ إلى النعمان بن بشير واليه الذي عزله من الكوفة لرفقه بدعاة الحُسين</w:t>
      </w:r>
      <w:r w:rsidR="008F60AE">
        <w:rPr>
          <w:rtl/>
        </w:rPr>
        <w:t xml:space="preserve"> ...</w:t>
      </w:r>
      <w:r>
        <w:rPr>
          <w:rtl/>
        </w:rPr>
        <w:t xml:space="preserve"> وأمره أن يُسيّر آل الحُسين إلى المدينة ويُجهّزهم بما يصلحهم</w:t>
      </w:r>
      <w:r w:rsidR="00364168">
        <w:rPr>
          <w:rtl/>
        </w:rPr>
        <w:t>.</w:t>
      </w:r>
      <w:r>
        <w:rPr>
          <w:rtl/>
        </w:rPr>
        <w:t xml:space="preserve"> </w:t>
      </w:r>
    </w:p>
    <w:p w:rsidR="002B49A5" w:rsidRDefault="002B49A5" w:rsidP="002B49A5">
      <w:pPr>
        <w:pStyle w:val="libNormal"/>
      </w:pPr>
      <w:r>
        <w:rPr>
          <w:rtl/>
        </w:rPr>
        <w:t>وقيل</w:t>
      </w:r>
      <w:r w:rsidR="00364168">
        <w:rPr>
          <w:rtl/>
        </w:rPr>
        <w:t>:</w:t>
      </w:r>
      <w:r>
        <w:rPr>
          <w:rtl/>
        </w:rPr>
        <w:t xml:space="preserve"> إنّه ودّع زين العابدين</w:t>
      </w:r>
      <w:r w:rsidR="00364168">
        <w:rPr>
          <w:rtl/>
        </w:rPr>
        <w:t>،</w:t>
      </w:r>
      <w:r>
        <w:rPr>
          <w:rtl/>
        </w:rPr>
        <w:t xml:space="preserve"> وقال له</w:t>
      </w:r>
      <w:r w:rsidR="00364168">
        <w:rPr>
          <w:rtl/>
        </w:rPr>
        <w:t>:</w:t>
      </w:r>
      <w:r>
        <w:rPr>
          <w:rtl/>
        </w:rPr>
        <w:t xml:space="preserve"> لعن الله ابن مرجانة</w:t>
      </w:r>
      <w:r w:rsidR="008F60AE">
        <w:rPr>
          <w:rtl/>
        </w:rPr>
        <w:t xml:space="preserve"> ...</w:t>
      </w:r>
      <w:r>
        <w:rPr>
          <w:rtl/>
        </w:rPr>
        <w:t xml:space="preserve"> أما والله</w:t>
      </w:r>
      <w:r w:rsidR="00364168">
        <w:rPr>
          <w:rtl/>
        </w:rPr>
        <w:t>،</w:t>
      </w:r>
      <w:r>
        <w:rPr>
          <w:rtl/>
        </w:rPr>
        <w:t xml:space="preserve"> لو أنّي صاحب أبيك ما سألني خصلة أبداً إلاّ أعطيته إيّاها</w:t>
      </w:r>
      <w:r w:rsidR="00364168">
        <w:rPr>
          <w:rtl/>
        </w:rPr>
        <w:t>،</w:t>
      </w:r>
      <w:r>
        <w:rPr>
          <w:rtl/>
        </w:rPr>
        <w:t xml:space="preserve"> ولدفعت الحتف عنه بكلّ ما استطعت ولو بهلاك بعض ولدي</w:t>
      </w:r>
      <w:r w:rsidR="00364168">
        <w:rPr>
          <w:rtl/>
        </w:rPr>
        <w:t>،</w:t>
      </w:r>
      <w:r>
        <w:rPr>
          <w:rtl/>
        </w:rPr>
        <w:t xml:space="preserve"> ولكنّ الله قضى ما رأيت</w:t>
      </w:r>
      <w:r w:rsidR="00364168">
        <w:rPr>
          <w:rtl/>
        </w:rPr>
        <w:t>.</w:t>
      </w:r>
      <w:r>
        <w:rPr>
          <w:rtl/>
        </w:rPr>
        <w:t xml:space="preserve"> يا بُني</w:t>
      </w:r>
      <w:r w:rsidR="00364168">
        <w:rPr>
          <w:rtl/>
        </w:rPr>
        <w:t>،</w:t>
      </w:r>
      <w:r>
        <w:rPr>
          <w:rtl/>
        </w:rPr>
        <w:t xml:space="preserve"> كاتبني من المدينة</w:t>
      </w:r>
      <w:r w:rsidR="00364168">
        <w:rPr>
          <w:rtl/>
        </w:rPr>
        <w:t>،</w:t>
      </w:r>
      <w:r>
        <w:rPr>
          <w:rtl/>
        </w:rPr>
        <w:t xml:space="preserve"> وأنّه إليَّ كلّ حاجة تكون لك</w:t>
      </w:r>
      <w:r w:rsidR="00364168">
        <w:rPr>
          <w:rtl/>
        </w:rPr>
        <w:t>.</w:t>
      </w:r>
    </w:p>
    <w:p w:rsidR="002B49A5" w:rsidRDefault="00CA43D1" w:rsidP="00DB04A3">
      <w:pPr>
        <w:pStyle w:val="libLine"/>
      </w:pPr>
      <w:r>
        <w:rPr>
          <w:rtl/>
        </w:rPr>
        <w:t>____________________</w:t>
      </w:r>
    </w:p>
    <w:p w:rsidR="002B49A5" w:rsidRDefault="002B49A5" w:rsidP="002B49A5">
      <w:pPr>
        <w:pStyle w:val="libFootnote"/>
      </w:pPr>
      <w:r>
        <w:rPr>
          <w:rtl/>
        </w:rPr>
        <w:t xml:space="preserve">(1) سورة </w:t>
      </w:r>
      <w:r>
        <w:rPr>
          <w:rFonts w:hint="cs"/>
          <w:rtl/>
        </w:rPr>
        <w:t>الحديد / 22 - 23</w:t>
      </w:r>
      <w:r w:rsidR="00364168">
        <w:rPr>
          <w:rFonts w:hint="cs"/>
          <w:rtl/>
        </w:rPr>
        <w:t>.</w:t>
      </w:r>
    </w:p>
    <w:p w:rsidR="002B49A5" w:rsidRDefault="002B49A5" w:rsidP="002B49A5">
      <w:pPr>
        <w:pStyle w:val="libFootnote"/>
      </w:pPr>
      <w:r>
        <w:rPr>
          <w:rtl/>
        </w:rPr>
        <w:t xml:space="preserve">(2) سورة </w:t>
      </w:r>
      <w:r>
        <w:rPr>
          <w:rFonts w:hint="cs"/>
          <w:rtl/>
        </w:rPr>
        <w:t>الشّورى / 30</w:t>
      </w:r>
      <w:r w:rsidR="00364168">
        <w:rPr>
          <w:rFonts w:hint="cs"/>
          <w:rtl/>
        </w:rPr>
        <w:t>.</w:t>
      </w:r>
    </w:p>
    <w:p w:rsidR="002B49A5" w:rsidRDefault="002B49A5" w:rsidP="002B49A5">
      <w:pPr>
        <w:pStyle w:val="libNormal"/>
      </w:pPr>
      <w:r>
        <w:rPr>
          <w:rtl/>
        </w:rPr>
        <w:br w:type="page"/>
      </w:r>
    </w:p>
    <w:p w:rsidR="002B49A5" w:rsidRPr="003D44BA" w:rsidRDefault="002B49A5" w:rsidP="003D44BA">
      <w:pPr>
        <w:pStyle w:val="Heading2"/>
      </w:pPr>
      <w:bookmarkStart w:id="125" w:name="_Toc374273707"/>
      <w:bookmarkStart w:id="126" w:name="_Toc374274009"/>
      <w:r w:rsidRPr="003D44BA">
        <w:rPr>
          <w:rtl/>
        </w:rPr>
        <w:lastRenderedPageBreak/>
        <w:t>تبعة يزيد</w:t>
      </w:r>
      <w:r w:rsidR="00364168" w:rsidRPr="003D44BA">
        <w:rPr>
          <w:rtl/>
        </w:rPr>
        <w:t>:</w:t>
      </w:r>
      <w:bookmarkEnd w:id="125"/>
      <w:bookmarkEnd w:id="126"/>
    </w:p>
    <w:p w:rsidR="002B49A5" w:rsidRDefault="002B49A5" w:rsidP="002B49A5">
      <w:pPr>
        <w:pStyle w:val="libNormal"/>
      </w:pPr>
      <w:r>
        <w:rPr>
          <w:rtl/>
        </w:rPr>
        <w:t>والنّاس في تقدير التبعة التي تصيب يزيد من عمل ولاته مشارب وأهواء</w:t>
      </w:r>
      <w:r w:rsidR="00364168">
        <w:rPr>
          <w:rtl/>
        </w:rPr>
        <w:t>،</w:t>
      </w:r>
      <w:r>
        <w:rPr>
          <w:rtl/>
        </w:rPr>
        <w:t xml:space="preserve"> يرجع كلّ منهم إلى مصدر من مصادر الرواية فيبني عليه حكمه</w:t>
      </w:r>
      <w:r w:rsidR="00364168">
        <w:rPr>
          <w:rtl/>
        </w:rPr>
        <w:t>.</w:t>
      </w:r>
    </w:p>
    <w:p w:rsidR="002B49A5" w:rsidRDefault="002B49A5" w:rsidP="002B49A5">
      <w:pPr>
        <w:pStyle w:val="libNormal"/>
      </w:pPr>
      <w:r>
        <w:rPr>
          <w:rtl/>
        </w:rPr>
        <w:t>فمنهم مَن يرى أنّه بريء من التبعة كلّ البراءة</w:t>
      </w:r>
      <w:r w:rsidR="00364168">
        <w:rPr>
          <w:rtl/>
        </w:rPr>
        <w:t>،</w:t>
      </w:r>
      <w:r>
        <w:rPr>
          <w:rtl/>
        </w:rPr>
        <w:t xml:space="preserve"> ومنهم مَن يرى أنّه أقرّ فعلة ابن زياد ثمّ ندم عليها</w:t>
      </w:r>
      <w:r w:rsidR="00364168">
        <w:rPr>
          <w:rtl/>
        </w:rPr>
        <w:t>،</w:t>
      </w:r>
      <w:r>
        <w:rPr>
          <w:rtl/>
        </w:rPr>
        <w:t xml:space="preserve"> ومنهم مَن يقول أنّه قد أمر بكلّ ما اقترفه ابن زياد وتوقّع حدوثه ولم يمنعه وهو مستطيع أن يمنعه لو شاء</w:t>
      </w:r>
      <w:r w:rsidR="00364168">
        <w:rPr>
          <w:rtl/>
        </w:rPr>
        <w:t>.</w:t>
      </w:r>
    </w:p>
    <w:p w:rsidR="002B49A5" w:rsidRDefault="002B49A5" w:rsidP="002B49A5">
      <w:pPr>
        <w:pStyle w:val="libNormal"/>
      </w:pPr>
      <w:r>
        <w:rPr>
          <w:rtl/>
        </w:rPr>
        <w:t>والثابت الذي لا جدال فيه</w:t>
      </w:r>
      <w:r w:rsidR="00364168">
        <w:rPr>
          <w:rtl/>
        </w:rPr>
        <w:t>،</w:t>
      </w:r>
      <w:r>
        <w:rPr>
          <w:rtl/>
        </w:rPr>
        <w:t xml:space="preserve"> إن يزيداً لم يعاقب أحداً من ولاته كبر أو صغر على شيء ممّا اقترفوه في فاجعة كربلاء</w:t>
      </w:r>
      <w:r w:rsidR="00364168">
        <w:rPr>
          <w:rtl/>
        </w:rPr>
        <w:t>،</w:t>
      </w:r>
      <w:r>
        <w:rPr>
          <w:rtl/>
        </w:rPr>
        <w:t xml:space="preserve"> وأنّ سياسته في دولته بعد ذلك كانت هي سياسة اُولئك الولاة على وتيرة واحدة ممّا حدث في كربلاء</w:t>
      </w:r>
      <w:r w:rsidR="00364168">
        <w:rPr>
          <w:rtl/>
        </w:rPr>
        <w:t>،</w:t>
      </w:r>
      <w:r>
        <w:rPr>
          <w:rtl/>
        </w:rPr>
        <w:t xml:space="preserve"> فاستباحة المدينة</w:t>
      </w:r>
      <w:r w:rsidR="004C4A93">
        <w:rPr>
          <w:rtl/>
        </w:rPr>
        <w:t xml:space="preserve"> - </w:t>
      </w:r>
      <w:r>
        <w:rPr>
          <w:rtl/>
        </w:rPr>
        <w:t xml:space="preserve">دار النّبي </w:t>
      </w:r>
      <w:r w:rsidR="008F60AE" w:rsidRPr="008F60AE">
        <w:rPr>
          <w:rStyle w:val="libAlaemChar"/>
          <w:rtl/>
        </w:rPr>
        <w:t>صلى‌الله‌عليه‌وآله</w:t>
      </w:r>
      <w:r w:rsidR="009A226F">
        <w:rPr>
          <w:rtl/>
        </w:rPr>
        <w:t xml:space="preserve"> -</w:t>
      </w:r>
      <w:r w:rsidR="00364168">
        <w:rPr>
          <w:rtl/>
        </w:rPr>
        <w:t>،</w:t>
      </w:r>
      <w:r>
        <w:rPr>
          <w:rtl/>
        </w:rPr>
        <w:t xml:space="preserve"> وتحكيم مسلم بن عقبة في رجالها ونسائها</w:t>
      </w:r>
      <w:r w:rsidR="00364168">
        <w:rPr>
          <w:rtl/>
        </w:rPr>
        <w:t>،</w:t>
      </w:r>
      <w:r>
        <w:rPr>
          <w:rtl/>
        </w:rPr>
        <w:t xml:space="preserve"> ليست بعمل رجل ينكر سياسة كربلاء بفكره وقلبه</w:t>
      </w:r>
      <w:r w:rsidR="00364168">
        <w:rPr>
          <w:rtl/>
        </w:rPr>
        <w:t>،</w:t>
      </w:r>
      <w:r>
        <w:rPr>
          <w:rtl/>
        </w:rPr>
        <w:t xml:space="preserve"> أو سياسة رجل تجري هذه الحوادث على نقيض تدبيره وشعوره</w:t>
      </w:r>
      <w:r w:rsidR="00364168">
        <w:rPr>
          <w:rtl/>
        </w:rPr>
        <w:t>.</w:t>
      </w:r>
    </w:p>
    <w:p w:rsidR="002B49A5" w:rsidRDefault="002B49A5" w:rsidP="002B49A5">
      <w:pPr>
        <w:pStyle w:val="libNormal"/>
      </w:pPr>
      <w:r>
        <w:rPr>
          <w:rtl/>
        </w:rPr>
        <w:t>وما زال يزيد وأخلافه يأمرون النّاس بلعن عليّ والحُسين وآلهما على المنابر في أرجاء الدولة الإسلاميّة</w:t>
      </w:r>
      <w:r w:rsidR="00364168">
        <w:rPr>
          <w:rtl/>
        </w:rPr>
        <w:t>،</w:t>
      </w:r>
      <w:r>
        <w:rPr>
          <w:rtl/>
        </w:rPr>
        <w:t xml:space="preserve"> ويستفتون مَن يفتيهم بإهدار دمهم وصواب عقابهم بما أصابهم</w:t>
      </w:r>
      <w:r w:rsidR="00364168">
        <w:rPr>
          <w:rtl/>
        </w:rPr>
        <w:t>.</w:t>
      </w:r>
      <w:r>
        <w:rPr>
          <w:rtl/>
        </w:rPr>
        <w:t xml:space="preserve"> ومَن تجب لعنته على المنابر بعد موته بسنين</w:t>
      </w:r>
      <w:r w:rsidR="00364168">
        <w:rPr>
          <w:rtl/>
        </w:rPr>
        <w:t>،</w:t>
      </w:r>
      <w:r>
        <w:rPr>
          <w:rtl/>
        </w:rPr>
        <w:t xml:space="preserve"> فقتله جائز أو واجب في رأي لاعنيه</w:t>
      </w:r>
      <w:r w:rsidR="00364168">
        <w:rPr>
          <w:rtl/>
        </w:rPr>
        <w:t>.</w:t>
      </w:r>
    </w:p>
    <w:p w:rsidR="002B49A5" w:rsidRDefault="002B49A5" w:rsidP="002B49A5">
      <w:pPr>
        <w:pStyle w:val="libNormal"/>
      </w:pPr>
      <w:r>
        <w:rPr>
          <w:rtl/>
        </w:rPr>
        <w:t>ومَن أفرط في سوء الظن</w:t>
      </w:r>
      <w:r w:rsidR="00364168">
        <w:rPr>
          <w:rtl/>
        </w:rPr>
        <w:t>،</w:t>
      </w:r>
      <w:r>
        <w:rPr>
          <w:rtl/>
        </w:rPr>
        <w:t xml:space="preserve"> رجح عنده أنّ عبيد الله بن زياد كان على</w:t>
      </w:r>
    </w:p>
    <w:p w:rsidR="002B49A5" w:rsidRDefault="002B49A5" w:rsidP="002B49A5">
      <w:pPr>
        <w:pStyle w:val="libNormal"/>
      </w:pPr>
      <w:r>
        <w:rPr>
          <w:rtl/>
        </w:rPr>
        <w:br w:type="page"/>
      </w:r>
    </w:p>
    <w:p w:rsidR="002B49A5" w:rsidRDefault="002B49A5" w:rsidP="003D44BA">
      <w:pPr>
        <w:pStyle w:val="libNormal0"/>
      </w:pPr>
      <w:r>
        <w:rPr>
          <w:rtl/>
        </w:rPr>
        <w:lastRenderedPageBreak/>
        <w:t>إذن مستور بكلّ ما صنع</w:t>
      </w:r>
      <w:r w:rsidR="00364168">
        <w:rPr>
          <w:rtl/>
        </w:rPr>
        <w:t>،</w:t>
      </w:r>
      <w:r>
        <w:rPr>
          <w:rtl/>
        </w:rPr>
        <w:t xml:space="preserve"> ويملي لهم في هذا الظن</w:t>
      </w:r>
      <w:r w:rsidR="00364168">
        <w:rPr>
          <w:rtl/>
        </w:rPr>
        <w:t>،</w:t>
      </w:r>
      <w:r>
        <w:rPr>
          <w:rtl/>
        </w:rPr>
        <w:t xml:space="preserve"> أنّ استئصال ذرّيّة الحُسين من </w:t>
      </w:r>
      <w:r w:rsidR="003D44BA">
        <w:rPr>
          <w:rtl/>
        </w:rPr>
        <w:t>الذكور خطة تهمّ يزيد لوراثة الم</w:t>
      </w:r>
      <w:r>
        <w:rPr>
          <w:rtl/>
        </w:rPr>
        <w:t>لك في بيته وعقبه</w:t>
      </w:r>
      <w:r w:rsidR="00364168">
        <w:rPr>
          <w:rtl/>
        </w:rPr>
        <w:t>،</w:t>
      </w:r>
      <w:r>
        <w:rPr>
          <w:rtl/>
        </w:rPr>
        <w:t xml:space="preserve"> ويفيده أن يقدم عليها مستتراً من وراء ولاته ثمّ ينصل منها ويلقي بتبعتها عليهم</w:t>
      </w:r>
      <w:r w:rsidR="00364168">
        <w:rPr>
          <w:rtl/>
        </w:rPr>
        <w:t>،</w:t>
      </w:r>
      <w:r>
        <w:rPr>
          <w:rtl/>
        </w:rPr>
        <w:t xml:space="preserve"> ولو لم يكن ذلك لكان عجيباً أنْ توكل حياة الحُسين وأبنائه وآله إلى والي الكوفة بغير توجيه من سيده ومولاه</w:t>
      </w:r>
      <w:r w:rsidR="008F60AE">
        <w:rPr>
          <w:rtl/>
        </w:rPr>
        <w:t xml:space="preserve"> ...</w:t>
      </w:r>
      <w:r>
        <w:rPr>
          <w:rtl/>
        </w:rPr>
        <w:t xml:space="preserve"> فقد كان الزمن الذي انقضى منذ خروج الحُسين من مكّة إلى نزوله بالطفّ على الفُرات</w:t>
      </w:r>
      <w:r w:rsidR="00364168">
        <w:rPr>
          <w:rtl/>
        </w:rPr>
        <w:t>،</w:t>
      </w:r>
      <w:r>
        <w:rPr>
          <w:rtl/>
        </w:rPr>
        <w:t xml:space="preserve"> كافياً لبلوغ الخبر إلى يزيد ورجوع الرّسل بالتوجيه الضروري في هذا الموقف لوالي الكوفة وغيره من الولاة</w:t>
      </w:r>
      <w:r w:rsidR="00364168">
        <w:rPr>
          <w:rtl/>
        </w:rPr>
        <w:t>،</w:t>
      </w:r>
      <w:r>
        <w:rPr>
          <w:rtl/>
        </w:rPr>
        <w:t xml:space="preserve"> فإن لم يكن الأمر تدبيراً متّفقاً عليه فهو المساءة التي تلي ذلك التدبير في السوء والشناعة</w:t>
      </w:r>
      <w:r w:rsidR="00364168">
        <w:rPr>
          <w:rtl/>
        </w:rPr>
        <w:t>،</w:t>
      </w:r>
      <w:r>
        <w:rPr>
          <w:rtl/>
        </w:rPr>
        <w:t xml:space="preserve"> وهي مساءة التهاون الذي لا تستقيم على مثله شئون دولة</w:t>
      </w:r>
      <w:r w:rsidR="00364168">
        <w:rPr>
          <w:rtl/>
        </w:rPr>
        <w:t>.</w:t>
      </w:r>
      <w:r>
        <w:rPr>
          <w:rtl/>
        </w:rPr>
        <w:t xml:space="preserve"> </w:t>
      </w:r>
    </w:p>
    <w:p w:rsidR="002B49A5" w:rsidRDefault="002B49A5" w:rsidP="002B49A5">
      <w:pPr>
        <w:pStyle w:val="libNormal"/>
      </w:pPr>
      <w:r>
        <w:rPr>
          <w:rtl/>
        </w:rPr>
        <w:t>وقد روى ابن شريح اليشكري</w:t>
      </w:r>
      <w:r w:rsidR="00364168">
        <w:rPr>
          <w:rtl/>
        </w:rPr>
        <w:t>:</w:t>
      </w:r>
      <w:r>
        <w:rPr>
          <w:rtl/>
        </w:rPr>
        <w:t xml:space="preserve"> أنّ عبيد الله صارحه بعد موت يزيد فقال</w:t>
      </w:r>
      <w:r w:rsidR="00364168">
        <w:rPr>
          <w:rtl/>
        </w:rPr>
        <w:t>:</w:t>
      </w:r>
      <w:r>
        <w:rPr>
          <w:rtl/>
        </w:rPr>
        <w:t xml:space="preserve"> أمّا قتلي الحُسين</w:t>
      </w:r>
      <w:r w:rsidR="00364168">
        <w:rPr>
          <w:rtl/>
        </w:rPr>
        <w:t>،</w:t>
      </w:r>
      <w:r>
        <w:rPr>
          <w:rtl/>
        </w:rPr>
        <w:t xml:space="preserve"> فإنّه أشار إليَّ يزيد بقتله أو قتلي فاخترت قتله</w:t>
      </w:r>
      <w:r w:rsidR="00364168">
        <w:rPr>
          <w:rtl/>
        </w:rPr>
        <w:t>.</w:t>
      </w:r>
      <w:r>
        <w:rPr>
          <w:rtl/>
        </w:rPr>
        <w:t xml:space="preserve"> وهو كلام متّهم لا تقوم به حجّة على غائب قضى نحبه</w:t>
      </w:r>
      <w:r w:rsidR="008F60AE">
        <w:rPr>
          <w:rtl/>
        </w:rPr>
        <w:t xml:space="preserve"> ...</w:t>
      </w:r>
      <w:r>
        <w:rPr>
          <w:rtl/>
        </w:rPr>
        <w:t xml:space="preserve"> </w:t>
      </w:r>
    </w:p>
    <w:p w:rsidR="002B49A5" w:rsidRDefault="002B49A5" w:rsidP="002B49A5">
      <w:pPr>
        <w:pStyle w:val="libNormal"/>
      </w:pPr>
      <w:r>
        <w:rPr>
          <w:rtl/>
        </w:rPr>
        <w:t>ويبدو لنا أنّ الظنّ بتهاون يزيد هُنا أقرب إلى الظنّ بإيعازه وتدبيره</w:t>
      </w:r>
      <w:r w:rsidR="00364168">
        <w:rPr>
          <w:rtl/>
        </w:rPr>
        <w:t>؛</w:t>
      </w:r>
      <w:r>
        <w:rPr>
          <w:rtl/>
        </w:rPr>
        <w:t xml:space="preserve"> لأنّه جرى عليه طوال حكمه وألقى حبل ولاته على غاربهم وهو لاهٍ بصيده وعبثه</w:t>
      </w:r>
      <w:r w:rsidR="00364168">
        <w:rPr>
          <w:rtl/>
        </w:rPr>
        <w:t>،</w:t>
      </w:r>
      <w:r>
        <w:rPr>
          <w:rtl/>
        </w:rPr>
        <w:t xml:space="preserve"> وأنّه ربما ارتاح في سريرته بادئ الأمر إلى فعلة ابن زياد وأعوانه</w:t>
      </w:r>
      <w:r w:rsidR="00364168">
        <w:rPr>
          <w:rtl/>
        </w:rPr>
        <w:t>،</w:t>
      </w:r>
      <w:r>
        <w:rPr>
          <w:rtl/>
        </w:rPr>
        <w:t xml:space="preserve"> ولكنّه ما عتم أن رأى بوادر العواقب توشك أنْ تطبق عليه بالوبال من كلّ جانب</w:t>
      </w:r>
      <w:r w:rsidR="00364168">
        <w:rPr>
          <w:rtl/>
        </w:rPr>
        <w:t>،</w:t>
      </w:r>
      <w:r>
        <w:rPr>
          <w:rtl/>
        </w:rPr>
        <w:t xml:space="preserve"> حتّى تيقّظ من غفلته بعد فوات الوقت فعمد إلى المحاسنة والاستدراك جهد ما استطاع</w:t>
      </w:r>
      <w:r w:rsidR="00364168">
        <w:rPr>
          <w:rtl/>
        </w:rPr>
        <w:t>،</w:t>
      </w:r>
      <w:r>
        <w:rPr>
          <w:rtl/>
        </w:rPr>
        <w:t xml:space="preserve"> ولم يكن في</w:t>
      </w:r>
    </w:p>
    <w:p w:rsidR="002B49A5" w:rsidRDefault="002B49A5" w:rsidP="002B49A5">
      <w:pPr>
        <w:pStyle w:val="libNormal"/>
      </w:pPr>
      <w:r>
        <w:rPr>
          <w:rtl/>
        </w:rPr>
        <w:br w:type="page"/>
      </w:r>
    </w:p>
    <w:p w:rsidR="002B49A5" w:rsidRDefault="002B49A5" w:rsidP="003D44BA">
      <w:pPr>
        <w:pStyle w:val="libNormal0"/>
      </w:pPr>
      <w:r>
        <w:rPr>
          <w:rtl/>
        </w:rPr>
        <w:lastRenderedPageBreak/>
        <w:t>يقظته على هذا معتصماً بالحكمة والسّداد</w:t>
      </w:r>
      <w:r w:rsidR="00364168">
        <w:rPr>
          <w:rtl/>
        </w:rPr>
        <w:t>.</w:t>
      </w:r>
    </w:p>
    <w:p w:rsidR="002B49A5" w:rsidRDefault="002B49A5" w:rsidP="002B49A5">
      <w:pPr>
        <w:pStyle w:val="libNormal"/>
      </w:pPr>
      <w:r>
        <w:rPr>
          <w:rtl/>
        </w:rPr>
        <w:t>ولقد رأى البوادر منه غير بعيد</w:t>
      </w:r>
      <w:r w:rsidR="00364168">
        <w:rPr>
          <w:rtl/>
        </w:rPr>
        <w:t>،</w:t>
      </w:r>
      <w:r>
        <w:rPr>
          <w:rtl/>
        </w:rPr>
        <w:t xml:space="preserve"> و</w:t>
      </w:r>
      <w:r w:rsidR="009A226F">
        <w:rPr>
          <w:rtl/>
        </w:rPr>
        <w:t>لم</w:t>
      </w:r>
      <w:r>
        <w:rPr>
          <w:rtl/>
        </w:rPr>
        <w:t>ا تنقض ساعة على ذيوع الخبر في بيته قبل عاصمة ملكه</w:t>
      </w:r>
      <w:r w:rsidR="008F60AE">
        <w:rPr>
          <w:rtl/>
        </w:rPr>
        <w:t xml:space="preserve"> ...</w:t>
      </w:r>
      <w:r>
        <w:rPr>
          <w:rtl/>
        </w:rPr>
        <w:t xml:space="preserve"> فنعى ابن الحكم فعلة ابن زياد</w:t>
      </w:r>
      <w:r w:rsidR="00364168">
        <w:rPr>
          <w:rtl/>
        </w:rPr>
        <w:t>،</w:t>
      </w:r>
      <w:r>
        <w:rPr>
          <w:rtl/>
        </w:rPr>
        <w:t xml:space="preserve"> وناح نساؤه مشفقات من هول ما سمعن ورأين</w:t>
      </w:r>
      <w:r w:rsidR="00364168">
        <w:rPr>
          <w:rtl/>
        </w:rPr>
        <w:t>،</w:t>
      </w:r>
      <w:r>
        <w:rPr>
          <w:rtl/>
        </w:rPr>
        <w:t xml:space="preserve"> وبكى ابنه الورع الصالح معاوية</w:t>
      </w:r>
      <w:r w:rsidR="00364168">
        <w:rPr>
          <w:rtl/>
        </w:rPr>
        <w:t>،</w:t>
      </w:r>
      <w:r>
        <w:rPr>
          <w:rtl/>
        </w:rPr>
        <w:t xml:space="preserve"> فكان يقول إذا سُئل</w:t>
      </w:r>
      <w:r w:rsidR="00364168">
        <w:rPr>
          <w:rtl/>
        </w:rPr>
        <w:t>:</w:t>
      </w:r>
      <w:r>
        <w:rPr>
          <w:rtl/>
        </w:rPr>
        <w:t xml:space="preserve"> نبكي على بني اُميّة لا على الماضين من بني هاشم</w:t>
      </w:r>
      <w:r w:rsidR="00364168">
        <w:rPr>
          <w:rtl/>
        </w:rPr>
        <w:t>.</w:t>
      </w:r>
      <w:r>
        <w:rPr>
          <w:rtl/>
        </w:rPr>
        <w:t xml:space="preserve"> ومهما تكن غفلة يزيد</w:t>
      </w:r>
      <w:r w:rsidR="00364168">
        <w:rPr>
          <w:rtl/>
        </w:rPr>
        <w:t>،</w:t>
      </w:r>
      <w:r>
        <w:rPr>
          <w:rtl/>
        </w:rPr>
        <w:t xml:space="preserve"> فما أحد قط يلمح تلك البوادر ثمّ يجهل أنّها ضربة هوجاء لن تذهب بغير جريرة</w:t>
      </w:r>
      <w:r w:rsidR="00364168">
        <w:rPr>
          <w:rtl/>
        </w:rPr>
        <w:t>،</w:t>
      </w:r>
      <w:r>
        <w:rPr>
          <w:rtl/>
        </w:rPr>
        <w:t xml:space="preserve"> ولن تهون جريرتها في الحاضر القريب ولا في الآتي البعيد</w:t>
      </w:r>
      <w:r w:rsidR="00364168">
        <w:rPr>
          <w:rtl/>
        </w:rPr>
        <w:t>.</w:t>
      </w:r>
    </w:p>
    <w:p w:rsidR="002B49A5" w:rsidRDefault="002B49A5" w:rsidP="002B49A5">
      <w:pPr>
        <w:pStyle w:val="libNormal"/>
      </w:pPr>
      <w:r>
        <w:rPr>
          <w:rtl/>
        </w:rPr>
        <w:t>والواقع أنّها قد استتبعت بعدها جرائر شتّى لا جريرة واحدة</w:t>
      </w:r>
      <w:r w:rsidR="00364168">
        <w:rPr>
          <w:rtl/>
        </w:rPr>
        <w:t>،</w:t>
      </w:r>
      <w:r>
        <w:rPr>
          <w:rtl/>
        </w:rPr>
        <w:t xml:space="preserve"> وما تنقضي جرائرها إلى اليوم</w:t>
      </w:r>
      <w:r w:rsidR="008F60AE">
        <w:rPr>
          <w:rtl/>
        </w:rPr>
        <w:t xml:space="preserve"> ...</w:t>
      </w:r>
      <w:r>
        <w:rPr>
          <w:rtl/>
        </w:rPr>
        <w:t xml:space="preserve"> فلم تنقض سنتان حتّى كانت المدينة في ثورة حنق جارف يقتلع السدود ويخترق الحدود</w:t>
      </w:r>
      <w:r w:rsidR="00364168">
        <w:rPr>
          <w:rtl/>
        </w:rPr>
        <w:t>؛</w:t>
      </w:r>
      <w:r>
        <w:rPr>
          <w:rtl/>
        </w:rPr>
        <w:t xml:space="preserve"> لأنّهم حملوا إليها خبر الحُسين محمل التشهير والشماتة</w:t>
      </w:r>
      <w:r w:rsidR="00364168">
        <w:rPr>
          <w:rtl/>
        </w:rPr>
        <w:t>،</w:t>
      </w:r>
      <w:r>
        <w:rPr>
          <w:rtl/>
        </w:rPr>
        <w:t xml:space="preserve"> وضحك واليهم عمرو بن سعيد حين سمع أصوات البكاء والصراخ من بيوت آل النّبي</w:t>
      </w:r>
      <w:r w:rsidR="00364168">
        <w:rPr>
          <w:rtl/>
        </w:rPr>
        <w:t>،</w:t>
      </w:r>
      <w:r>
        <w:rPr>
          <w:rtl/>
        </w:rPr>
        <w:t xml:space="preserve"> فكان يتمثّل قول عمرو بن معد يكرب</w:t>
      </w:r>
      <w:r w:rsidR="00364168">
        <w:rPr>
          <w:rtl/>
        </w:rPr>
        <w:t>:</w:t>
      </w:r>
    </w:p>
    <w:tbl>
      <w:tblPr>
        <w:tblStyle w:val="TableGrid"/>
        <w:bidiVisual/>
        <w:tblW w:w="4562" w:type="pct"/>
        <w:tblInd w:w="384" w:type="dxa"/>
        <w:tblLook w:val="04A0"/>
      </w:tblPr>
      <w:tblGrid>
        <w:gridCol w:w="3345"/>
        <w:gridCol w:w="269"/>
        <w:gridCol w:w="3308"/>
      </w:tblGrid>
      <w:tr w:rsidR="003D44BA" w:rsidTr="00897AE1">
        <w:trPr>
          <w:trHeight w:val="350"/>
        </w:trPr>
        <w:tc>
          <w:tcPr>
            <w:tcW w:w="3345" w:type="dxa"/>
          </w:tcPr>
          <w:p w:rsidR="003D44BA" w:rsidRDefault="003D44BA" w:rsidP="00897AE1">
            <w:pPr>
              <w:pStyle w:val="libPoem"/>
            </w:pPr>
            <w:r>
              <w:rPr>
                <w:rtl/>
              </w:rPr>
              <w:t>عجّتْ نساءُ بني زيادٍ عجّةً</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Pr>
                <w:rtl/>
              </w:rPr>
              <w:t>كعجيجِ نسوتِنا غداةَ الأرنبِ</w:t>
            </w:r>
            <w:r w:rsidRPr="00725071">
              <w:rPr>
                <w:rStyle w:val="libPoemTiniChar0"/>
                <w:rtl/>
              </w:rPr>
              <w:br/>
              <w:t> </w:t>
            </w:r>
          </w:p>
        </w:tc>
      </w:tr>
    </w:tbl>
    <w:p w:rsidR="002B49A5" w:rsidRDefault="002B49A5" w:rsidP="002B49A5">
      <w:pPr>
        <w:pStyle w:val="libNormal"/>
      </w:pPr>
      <w:r>
        <w:rPr>
          <w:rtl/>
        </w:rPr>
        <w:br w:type="page"/>
      </w:r>
    </w:p>
    <w:p w:rsidR="002B49A5" w:rsidRDefault="002B49A5" w:rsidP="002B49A5">
      <w:pPr>
        <w:pStyle w:val="libNormal"/>
      </w:pPr>
      <w:r>
        <w:rPr>
          <w:rtl/>
        </w:rPr>
        <w:lastRenderedPageBreak/>
        <w:t>وكانت بنت عقيل بن أبي طالب تخرج في نسائها حاسرة وتنشد</w:t>
      </w:r>
      <w:r w:rsidR="00364168">
        <w:rPr>
          <w:rtl/>
        </w:rPr>
        <w:t>:</w:t>
      </w:r>
    </w:p>
    <w:tbl>
      <w:tblPr>
        <w:tblStyle w:val="TableGrid"/>
        <w:bidiVisual/>
        <w:tblW w:w="4562" w:type="pct"/>
        <w:tblInd w:w="384" w:type="dxa"/>
        <w:tblLook w:val="04A0"/>
      </w:tblPr>
      <w:tblGrid>
        <w:gridCol w:w="3345"/>
        <w:gridCol w:w="269"/>
        <w:gridCol w:w="3308"/>
      </w:tblGrid>
      <w:tr w:rsidR="003D44BA" w:rsidTr="003D44BA">
        <w:trPr>
          <w:trHeight w:val="350"/>
        </w:trPr>
        <w:tc>
          <w:tcPr>
            <w:tcW w:w="3345" w:type="dxa"/>
          </w:tcPr>
          <w:p w:rsidR="003D44BA" w:rsidRDefault="003D44BA" w:rsidP="00897AE1">
            <w:pPr>
              <w:pStyle w:val="libPoem"/>
            </w:pPr>
            <w:r w:rsidRPr="008F60AE">
              <w:rPr>
                <w:rStyle w:val="libPoemChar"/>
                <w:rtl/>
              </w:rPr>
              <w:t>مـاذا</w:t>
            </w:r>
            <w:r w:rsidR="00897AE1">
              <w:rPr>
                <w:rStyle w:val="libPoemChar"/>
                <w:rtl/>
              </w:rPr>
              <w:t xml:space="preserve"> </w:t>
            </w:r>
            <w:r w:rsidRPr="008F60AE">
              <w:rPr>
                <w:rStyle w:val="libPoemChar"/>
                <w:rtl/>
              </w:rPr>
              <w:t>تـقولونَ</w:t>
            </w:r>
            <w:r w:rsidR="00897AE1">
              <w:rPr>
                <w:rStyle w:val="libPoemChar"/>
                <w:rtl/>
              </w:rPr>
              <w:t xml:space="preserve"> </w:t>
            </w:r>
            <w:r w:rsidRPr="008F60AE">
              <w:rPr>
                <w:rStyle w:val="libPoemChar"/>
                <w:rtl/>
              </w:rPr>
              <w:t>إنْ</w:t>
            </w:r>
            <w:r w:rsidR="00897AE1">
              <w:rPr>
                <w:rStyle w:val="libPoemChar"/>
                <w:rtl/>
              </w:rPr>
              <w:t xml:space="preserve"> </w:t>
            </w:r>
            <w:r w:rsidRPr="008F60AE">
              <w:rPr>
                <w:rStyle w:val="libPoemChar"/>
                <w:rtl/>
              </w:rPr>
              <w:t>قال</w:t>
            </w:r>
            <w:r w:rsidR="00897AE1">
              <w:rPr>
                <w:rStyle w:val="libPoemChar"/>
                <w:rtl/>
              </w:rPr>
              <w:t xml:space="preserve"> </w:t>
            </w:r>
            <w:r w:rsidRPr="008F60AE">
              <w:rPr>
                <w:rStyle w:val="libPoemChar"/>
                <w:rtl/>
              </w:rPr>
              <w:t>النّبيُّ</w:t>
            </w:r>
            <w:r w:rsidR="00897AE1">
              <w:rPr>
                <w:rStyle w:val="libPoemChar"/>
                <w:rtl/>
              </w:rPr>
              <w:t xml:space="preserve"> </w:t>
            </w:r>
            <w:r w:rsidRPr="008F60AE">
              <w:rPr>
                <w:rStyle w:val="libPoemChar"/>
                <w:rtl/>
              </w:rPr>
              <w:t>لكُمْ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مـاذا</w:t>
            </w:r>
            <w:r w:rsidR="00897AE1">
              <w:rPr>
                <w:rStyle w:val="libPoemChar"/>
                <w:rtl/>
              </w:rPr>
              <w:t xml:space="preserve"> </w:t>
            </w:r>
            <w:r w:rsidRPr="008F60AE">
              <w:rPr>
                <w:rStyle w:val="libPoemChar"/>
                <w:rtl/>
              </w:rPr>
              <w:t>فـعلتُمْ</w:t>
            </w:r>
            <w:r w:rsidR="00897AE1">
              <w:rPr>
                <w:rStyle w:val="libPoemChar"/>
                <w:rtl/>
              </w:rPr>
              <w:t xml:space="preserve"> </w:t>
            </w:r>
            <w:r w:rsidRPr="008F60AE">
              <w:rPr>
                <w:rStyle w:val="libPoemChar"/>
                <w:rtl/>
              </w:rPr>
              <w:t>وأنـتم</w:t>
            </w:r>
            <w:r w:rsidR="00897AE1">
              <w:rPr>
                <w:rStyle w:val="libPoemChar"/>
                <w:rtl/>
              </w:rPr>
              <w:t xml:space="preserve"> </w:t>
            </w:r>
            <w:r w:rsidRPr="008F60AE">
              <w:rPr>
                <w:rStyle w:val="libPoemChar"/>
                <w:rtl/>
              </w:rPr>
              <w:t>آخـر</w:t>
            </w:r>
            <w:r w:rsidR="00897AE1">
              <w:rPr>
                <w:rStyle w:val="libPoemChar"/>
                <w:rtl/>
              </w:rPr>
              <w:t xml:space="preserve"> </w:t>
            </w:r>
            <w:r w:rsidRPr="008F60AE">
              <w:rPr>
                <w:rStyle w:val="libPoemChar"/>
                <w:rtl/>
              </w:rPr>
              <w:t>الاُممِ</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بـعترتي</w:t>
            </w:r>
            <w:r w:rsidR="00897AE1">
              <w:rPr>
                <w:rStyle w:val="libPoemChar"/>
                <w:rtl/>
              </w:rPr>
              <w:t xml:space="preserve"> </w:t>
            </w:r>
            <w:r w:rsidRPr="008F60AE">
              <w:rPr>
                <w:rStyle w:val="libPoemChar"/>
                <w:rtl/>
              </w:rPr>
              <w:t>وبـأهلي</w:t>
            </w:r>
            <w:r w:rsidR="00897AE1">
              <w:rPr>
                <w:rStyle w:val="libPoemChar"/>
                <w:rtl/>
              </w:rPr>
              <w:t xml:space="preserve"> </w:t>
            </w:r>
            <w:r w:rsidRPr="008F60AE">
              <w:rPr>
                <w:rStyle w:val="libPoemChar"/>
                <w:rtl/>
              </w:rPr>
              <w:t>بـعد</w:t>
            </w:r>
            <w:r w:rsidR="00897AE1">
              <w:rPr>
                <w:rStyle w:val="libPoemChar"/>
                <w:rtl/>
              </w:rPr>
              <w:t xml:space="preserve"> </w:t>
            </w:r>
            <w:r w:rsidRPr="008F60AE">
              <w:rPr>
                <w:rStyle w:val="libPoemChar"/>
                <w:rtl/>
              </w:rPr>
              <w:t>مُفتَقدي</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مـنهُمْ</w:t>
            </w:r>
            <w:r w:rsidR="00897AE1">
              <w:rPr>
                <w:rStyle w:val="libPoemChar"/>
                <w:rtl/>
              </w:rPr>
              <w:t xml:space="preserve"> </w:t>
            </w:r>
            <w:r w:rsidRPr="008F60AE">
              <w:rPr>
                <w:rStyle w:val="libPoemChar"/>
                <w:rtl/>
              </w:rPr>
              <w:t>أسارى</w:t>
            </w:r>
            <w:r w:rsidR="00897AE1">
              <w:rPr>
                <w:rStyle w:val="libPoemChar"/>
                <w:rtl/>
              </w:rPr>
              <w:t xml:space="preserve"> </w:t>
            </w:r>
            <w:r w:rsidRPr="008F60AE">
              <w:rPr>
                <w:rStyle w:val="libPoemChar"/>
                <w:rtl/>
              </w:rPr>
              <w:t>ومنهمْ</w:t>
            </w:r>
            <w:r w:rsidR="00897AE1">
              <w:rPr>
                <w:rStyle w:val="libPoemChar"/>
                <w:rtl/>
              </w:rPr>
              <w:t xml:space="preserve"> </w:t>
            </w:r>
            <w:r w:rsidRPr="008F60AE">
              <w:rPr>
                <w:rStyle w:val="libPoemChar"/>
                <w:rtl/>
              </w:rPr>
              <w:t>ضُرّجوا</w:t>
            </w:r>
            <w:r w:rsidR="00897AE1">
              <w:rPr>
                <w:rStyle w:val="libPoemChar"/>
                <w:rtl/>
              </w:rPr>
              <w:t xml:space="preserve"> </w:t>
            </w:r>
            <w:r w:rsidRPr="008F60AE">
              <w:rPr>
                <w:rStyle w:val="libPoemChar"/>
                <w:rtl/>
              </w:rPr>
              <w:t>بدمِ</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ما</w:t>
            </w:r>
            <w:r w:rsidR="00897AE1">
              <w:rPr>
                <w:rStyle w:val="libPoemChar"/>
                <w:rtl/>
              </w:rPr>
              <w:t xml:space="preserve"> </w:t>
            </w:r>
            <w:r w:rsidRPr="008F60AE">
              <w:rPr>
                <w:rStyle w:val="libPoemChar"/>
                <w:rtl/>
              </w:rPr>
              <w:t>كان</w:t>
            </w:r>
            <w:r w:rsidR="00897AE1">
              <w:rPr>
                <w:rStyle w:val="libPoemChar"/>
                <w:rtl/>
              </w:rPr>
              <w:t xml:space="preserve"> </w:t>
            </w:r>
            <w:r w:rsidRPr="008F60AE">
              <w:rPr>
                <w:rStyle w:val="libPoemChar"/>
                <w:rtl/>
              </w:rPr>
              <w:t>هذا</w:t>
            </w:r>
            <w:r w:rsidR="00897AE1">
              <w:rPr>
                <w:rStyle w:val="libPoemChar"/>
                <w:rtl/>
              </w:rPr>
              <w:t xml:space="preserve"> </w:t>
            </w:r>
            <w:r w:rsidRPr="008F60AE">
              <w:rPr>
                <w:rStyle w:val="libPoemChar"/>
                <w:rtl/>
              </w:rPr>
              <w:t>جزائي</w:t>
            </w:r>
            <w:r w:rsidR="00897AE1">
              <w:rPr>
                <w:rStyle w:val="libPoemChar"/>
                <w:rtl/>
              </w:rPr>
              <w:t xml:space="preserve"> </w:t>
            </w:r>
            <w:r w:rsidRPr="008F60AE">
              <w:rPr>
                <w:rStyle w:val="libPoemChar"/>
                <w:rtl/>
              </w:rPr>
              <w:t>إذ</w:t>
            </w:r>
            <w:r w:rsidR="00897AE1">
              <w:rPr>
                <w:rStyle w:val="libPoemChar"/>
                <w:rtl/>
              </w:rPr>
              <w:t xml:space="preserve"> </w:t>
            </w:r>
            <w:r w:rsidRPr="008F60AE">
              <w:rPr>
                <w:rStyle w:val="libPoemChar"/>
                <w:rtl/>
              </w:rPr>
              <w:t>نصحتُ</w:t>
            </w:r>
            <w:r w:rsidR="00897AE1">
              <w:rPr>
                <w:rStyle w:val="libPoemChar"/>
                <w:rtl/>
              </w:rPr>
              <w:t xml:space="preserve"> </w:t>
            </w:r>
            <w:r w:rsidRPr="008F60AE">
              <w:rPr>
                <w:rStyle w:val="libPoemChar"/>
                <w:rtl/>
              </w:rPr>
              <w:t>لكُمْ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أنْ</w:t>
            </w:r>
            <w:r w:rsidR="00897AE1">
              <w:rPr>
                <w:rStyle w:val="libPoemChar"/>
                <w:rtl/>
              </w:rPr>
              <w:t xml:space="preserve"> </w:t>
            </w:r>
            <w:r w:rsidRPr="008F60AE">
              <w:rPr>
                <w:rStyle w:val="libPoemChar"/>
                <w:rtl/>
              </w:rPr>
              <w:t>تخلفوني</w:t>
            </w:r>
            <w:r w:rsidR="00897AE1">
              <w:rPr>
                <w:rStyle w:val="libPoemChar"/>
                <w:rtl/>
              </w:rPr>
              <w:t xml:space="preserve"> </w:t>
            </w:r>
            <w:r w:rsidRPr="008F60AE">
              <w:rPr>
                <w:rStyle w:val="libPoemChar"/>
                <w:rtl/>
              </w:rPr>
              <w:t>بسوءٍ</w:t>
            </w:r>
            <w:r w:rsidR="00897AE1">
              <w:rPr>
                <w:rStyle w:val="libPoemChar"/>
                <w:rtl/>
              </w:rPr>
              <w:t xml:space="preserve"> </w:t>
            </w:r>
            <w:r w:rsidRPr="008F60AE">
              <w:rPr>
                <w:rStyle w:val="libPoemChar"/>
                <w:rtl/>
              </w:rPr>
              <w:t>في</w:t>
            </w:r>
            <w:r w:rsidR="00897AE1">
              <w:rPr>
                <w:rStyle w:val="libPoemChar"/>
                <w:rtl/>
              </w:rPr>
              <w:t xml:space="preserve"> </w:t>
            </w:r>
            <w:r w:rsidRPr="008F60AE">
              <w:rPr>
                <w:rStyle w:val="libPoemChar"/>
                <w:rtl/>
              </w:rPr>
              <w:t>ذوي</w:t>
            </w:r>
            <w:r w:rsidR="00897AE1">
              <w:rPr>
                <w:rStyle w:val="libPoemChar"/>
                <w:rtl/>
              </w:rPr>
              <w:t xml:space="preserve"> </w:t>
            </w:r>
            <w:r w:rsidRPr="008F60AE">
              <w:rPr>
                <w:rStyle w:val="libPoemChar"/>
                <w:rtl/>
              </w:rPr>
              <w:t>رحمي</w:t>
            </w:r>
            <w:r w:rsidRPr="00725071">
              <w:rPr>
                <w:rStyle w:val="libPoemTiniChar0"/>
                <w:rtl/>
              </w:rPr>
              <w:br/>
              <w:t> </w:t>
            </w:r>
          </w:p>
        </w:tc>
      </w:tr>
    </w:tbl>
    <w:p w:rsidR="002B49A5" w:rsidRDefault="002B49A5" w:rsidP="002B49A5">
      <w:pPr>
        <w:pStyle w:val="libNormal"/>
      </w:pPr>
      <w:r>
        <w:rPr>
          <w:rtl/>
        </w:rPr>
        <w:t>فكان الاُمويّون يجيبون بمثل تلك الشماتة</w:t>
      </w:r>
      <w:r w:rsidR="00364168">
        <w:rPr>
          <w:rtl/>
        </w:rPr>
        <w:t>،</w:t>
      </w:r>
      <w:r>
        <w:rPr>
          <w:rtl/>
        </w:rPr>
        <w:t xml:space="preserve"> ويقولون كما قال عمرو بن سعيد</w:t>
      </w:r>
      <w:r w:rsidR="00364168">
        <w:rPr>
          <w:rtl/>
        </w:rPr>
        <w:t>:</w:t>
      </w:r>
      <w:r>
        <w:rPr>
          <w:rtl/>
        </w:rPr>
        <w:t xml:space="preserve"> ناعية كناعية عثمان</w:t>
      </w:r>
      <w:r w:rsidR="00364168">
        <w:rPr>
          <w:rtl/>
        </w:rPr>
        <w:t>.</w:t>
      </w:r>
    </w:p>
    <w:p w:rsidR="002B49A5" w:rsidRDefault="002B49A5" w:rsidP="002B49A5">
      <w:pPr>
        <w:pStyle w:val="libNormal"/>
      </w:pPr>
      <w:r>
        <w:rPr>
          <w:rtl/>
        </w:rPr>
        <w:t>ولا موضع للشماتة هُنا بالحُسين</w:t>
      </w:r>
      <w:r w:rsidR="00364168">
        <w:rPr>
          <w:rtl/>
        </w:rPr>
        <w:t>؛</w:t>
      </w:r>
      <w:r>
        <w:rPr>
          <w:rtl/>
        </w:rPr>
        <w:t xml:space="preserve"> لأنّه قد اُصيب على باب عثمان وهو يذود عنه ويجتهد في سقيه وسقي آل بيته</w:t>
      </w:r>
      <w:r w:rsidR="008F60AE">
        <w:rPr>
          <w:rtl/>
        </w:rPr>
        <w:t xml:space="preserve"> ...</w:t>
      </w:r>
      <w:r>
        <w:rPr>
          <w:rtl/>
        </w:rPr>
        <w:t xml:space="preserve"> ولكنّها شماتة هوجاء لا تعقل ما تصنع ولا ما تقول</w:t>
      </w:r>
      <w:r w:rsidR="00364168">
        <w:rPr>
          <w:rtl/>
        </w:rPr>
        <w:t>.</w:t>
      </w:r>
    </w:p>
    <w:p w:rsidR="002B49A5" w:rsidRPr="003D44BA" w:rsidRDefault="002B49A5" w:rsidP="003D44BA">
      <w:pPr>
        <w:pStyle w:val="Heading2"/>
      </w:pPr>
      <w:bookmarkStart w:id="127" w:name="ثورة_المدينة"/>
      <w:bookmarkStart w:id="128" w:name="_Toc374273708"/>
      <w:bookmarkStart w:id="129" w:name="_Toc374274010"/>
      <w:bookmarkEnd w:id="127"/>
      <w:r w:rsidRPr="003D44BA">
        <w:rPr>
          <w:rtl/>
        </w:rPr>
        <w:t>ثورة المدينة</w:t>
      </w:r>
      <w:r w:rsidR="00364168" w:rsidRPr="003D44BA">
        <w:rPr>
          <w:rtl/>
        </w:rPr>
        <w:t>:</w:t>
      </w:r>
      <w:bookmarkEnd w:id="128"/>
      <w:bookmarkEnd w:id="129"/>
    </w:p>
    <w:p w:rsidR="002B49A5" w:rsidRDefault="002B49A5" w:rsidP="002B49A5">
      <w:pPr>
        <w:pStyle w:val="libNormal"/>
      </w:pPr>
      <w:r>
        <w:rPr>
          <w:rtl/>
        </w:rPr>
        <w:t>وللقدر المتاح لجّت بالولاة الاُمويّين رغبتهم في تلفيق المظاهرات الحجازية</w:t>
      </w:r>
      <w:r w:rsidR="00364168">
        <w:rPr>
          <w:rtl/>
        </w:rPr>
        <w:t>،</w:t>
      </w:r>
      <w:r>
        <w:rPr>
          <w:rtl/>
        </w:rPr>
        <w:t xml:space="preserve"> فلم يرعوا ما بأهل المدينة من الحزن اللاعج والأسى الدفين</w:t>
      </w:r>
      <w:r w:rsidR="00364168">
        <w:rPr>
          <w:rtl/>
        </w:rPr>
        <w:t>،</w:t>
      </w:r>
      <w:r>
        <w:rPr>
          <w:rtl/>
        </w:rPr>
        <w:t xml:space="preserve"> وجعلوا همهم كلّه أنْ يكرهوا القوم على نسيان خطب الحُسين واصطناع الولاء المغتصب ليزيد</w:t>
      </w:r>
      <w:r w:rsidR="00364168">
        <w:rPr>
          <w:rtl/>
        </w:rPr>
        <w:t>،</w:t>
      </w:r>
      <w:r>
        <w:rPr>
          <w:rtl/>
        </w:rPr>
        <w:t xml:space="preserve"> فحملوا إلى دمشق وفداً من أشراف</w:t>
      </w:r>
    </w:p>
    <w:p w:rsidR="002B49A5" w:rsidRDefault="002B49A5" w:rsidP="002B49A5">
      <w:pPr>
        <w:pStyle w:val="libNormal"/>
      </w:pPr>
      <w:r>
        <w:rPr>
          <w:rtl/>
        </w:rPr>
        <w:br w:type="page"/>
      </w:r>
    </w:p>
    <w:p w:rsidR="002B49A5" w:rsidRDefault="002B49A5" w:rsidP="003D44BA">
      <w:pPr>
        <w:pStyle w:val="libNormal0"/>
      </w:pPr>
      <w:r>
        <w:rPr>
          <w:rtl/>
        </w:rPr>
        <w:lastRenderedPageBreak/>
        <w:t>المدينة لم يلبثوا أنْ عادوا إليها منكرين لحكم يزيد مجمعين على خلع بيعته</w:t>
      </w:r>
      <w:r w:rsidR="00364168">
        <w:rPr>
          <w:rtl/>
        </w:rPr>
        <w:t>،</w:t>
      </w:r>
      <w:r>
        <w:rPr>
          <w:rtl/>
        </w:rPr>
        <w:t xml:space="preserve"> وراحوا يقولون لأهل المدينة</w:t>
      </w:r>
      <w:r w:rsidR="00364168">
        <w:rPr>
          <w:rtl/>
        </w:rPr>
        <w:t>:</w:t>
      </w:r>
      <w:r>
        <w:rPr>
          <w:rtl/>
        </w:rPr>
        <w:t xml:space="preserve"> إنّا قدمنا من عند رجل ليس له دين</w:t>
      </w:r>
      <w:r w:rsidR="00364168">
        <w:rPr>
          <w:rtl/>
        </w:rPr>
        <w:t>،</w:t>
      </w:r>
      <w:r>
        <w:rPr>
          <w:rtl/>
        </w:rPr>
        <w:t xml:space="preserve"> يشرب الخمر</w:t>
      </w:r>
      <w:r w:rsidR="00364168">
        <w:rPr>
          <w:rtl/>
        </w:rPr>
        <w:t>،</w:t>
      </w:r>
      <w:r>
        <w:rPr>
          <w:rtl/>
        </w:rPr>
        <w:t xml:space="preserve"> ويضرب بالطنابير</w:t>
      </w:r>
      <w:r w:rsidR="00364168">
        <w:rPr>
          <w:rtl/>
        </w:rPr>
        <w:t>،</w:t>
      </w:r>
      <w:r>
        <w:rPr>
          <w:rtl/>
        </w:rPr>
        <w:t xml:space="preserve"> ويعزف عنده القيان</w:t>
      </w:r>
      <w:r w:rsidR="00364168">
        <w:rPr>
          <w:rtl/>
        </w:rPr>
        <w:t>،</w:t>
      </w:r>
      <w:r>
        <w:rPr>
          <w:rtl/>
        </w:rPr>
        <w:t xml:space="preserve"> ويلعب بالكلاب</w:t>
      </w:r>
      <w:r w:rsidR="00364168">
        <w:rPr>
          <w:rtl/>
        </w:rPr>
        <w:t>،</w:t>
      </w:r>
      <w:r>
        <w:rPr>
          <w:rtl/>
        </w:rPr>
        <w:t xml:space="preserve"> ويسمر عنده الخراب</w:t>
      </w:r>
      <w:r w:rsidR="00364168">
        <w:rPr>
          <w:rtl/>
        </w:rPr>
        <w:t>.</w:t>
      </w:r>
    </w:p>
    <w:p w:rsidR="002B49A5" w:rsidRDefault="002B49A5" w:rsidP="002B49A5">
      <w:pPr>
        <w:pStyle w:val="libNormal"/>
      </w:pPr>
      <w:r>
        <w:rPr>
          <w:rtl/>
        </w:rPr>
        <w:t>وقال رئيسهم عبد الله بن حنظلة الأنصاري</w:t>
      </w:r>
      <w:r w:rsidR="004C4A93">
        <w:rPr>
          <w:rtl/>
        </w:rPr>
        <w:t xml:space="preserve"> - </w:t>
      </w:r>
      <w:r>
        <w:rPr>
          <w:rtl/>
        </w:rPr>
        <w:t>وهو ثقة عند القوم لصلاحه وزهده</w:t>
      </w:r>
      <w:r w:rsidR="009A226F">
        <w:rPr>
          <w:rtl/>
        </w:rPr>
        <w:t xml:space="preserve"> -</w:t>
      </w:r>
      <w:r w:rsidR="00364168">
        <w:rPr>
          <w:rtl/>
        </w:rPr>
        <w:t>:</w:t>
      </w:r>
      <w:r>
        <w:rPr>
          <w:rtl/>
        </w:rPr>
        <w:t xml:space="preserve"> لو لم أجد إلاّ بنيّ هؤلاء</w:t>
      </w:r>
      <w:r w:rsidR="004C4A93">
        <w:rPr>
          <w:rtl/>
        </w:rPr>
        <w:t xml:space="preserve"> - </w:t>
      </w:r>
      <w:r>
        <w:rPr>
          <w:rtl/>
        </w:rPr>
        <w:t>وكان له ثمانية بنين</w:t>
      </w:r>
      <w:r w:rsidR="004C4A93">
        <w:rPr>
          <w:rtl/>
        </w:rPr>
        <w:t xml:space="preserve"> - </w:t>
      </w:r>
      <w:r>
        <w:rPr>
          <w:rtl/>
        </w:rPr>
        <w:t>لجاهدت بهم</w:t>
      </w:r>
      <w:r w:rsidR="00364168">
        <w:rPr>
          <w:rtl/>
        </w:rPr>
        <w:t>،</w:t>
      </w:r>
      <w:r>
        <w:rPr>
          <w:rtl/>
        </w:rPr>
        <w:t xml:space="preserve"> وقد أعطاني وما قبلت عطاءه إلاّ لأتقوّى به</w:t>
      </w:r>
      <w:r w:rsidR="00364168">
        <w:rPr>
          <w:rtl/>
        </w:rPr>
        <w:t>.</w:t>
      </w:r>
    </w:p>
    <w:p w:rsidR="002B49A5" w:rsidRDefault="002B49A5" w:rsidP="002B49A5">
      <w:pPr>
        <w:pStyle w:val="libNormal"/>
      </w:pPr>
      <w:r>
        <w:rPr>
          <w:rtl/>
        </w:rPr>
        <w:t>والتهبت نار الثورة بالألم المكظوم والدعوة الموصولة</w:t>
      </w:r>
      <w:r w:rsidR="00364168">
        <w:rPr>
          <w:rtl/>
        </w:rPr>
        <w:t>،</w:t>
      </w:r>
      <w:r>
        <w:rPr>
          <w:rtl/>
        </w:rPr>
        <w:t xml:space="preserve"> فأخرج المدنيون والي يزيد وجميع مَن بالمدينة من الاُمويّين ومواليهم</w:t>
      </w:r>
      <w:r w:rsidR="00364168">
        <w:rPr>
          <w:rtl/>
        </w:rPr>
        <w:t>،</w:t>
      </w:r>
      <w:r>
        <w:rPr>
          <w:rtl/>
        </w:rPr>
        <w:t xml:space="preserve"> وأعلنوا خلعهم للبيعة</w:t>
      </w:r>
      <w:r w:rsidR="008F60AE">
        <w:rPr>
          <w:rtl/>
        </w:rPr>
        <w:t xml:space="preserve"> ...</w:t>
      </w:r>
      <w:r>
        <w:rPr>
          <w:rtl/>
        </w:rPr>
        <w:t xml:space="preserve"> وصدق ابن حنظلة النيّة</w:t>
      </w:r>
      <w:r w:rsidR="00364168">
        <w:rPr>
          <w:rtl/>
        </w:rPr>
        <w:t>،</w:t>
      </w:r>
      <w:r>
        <w:rPr>
          <w:rtl/>
        </w:rPr>
        <w:t xml:space="preserve"> فكان يقدّم بنيه واحداً بعد واحد حتّى قُتلوا جميعاً وقُتل بعدهم</w:t>
      </w:r>
      <w:r w:rsidR="00364168">
        <w:rPr>
          <w:rtl/>
        </w:rPr>
        <w:t>؛</w:t>
      </w:r>
      <w:r>
        <w:rPr>
          <w:rtl/>
        </w:rPr>
        <w:t xml:space="preserve"> أنفة من حياة يسام فيها الطاعة ليزيد وولاته</w:t>
      </w:r>
      <w:r w:rsidR="00364168">
        <w:rPr>
          <w:rtl/>
        </w:rPr>
        <w:t>.</w:t>
      </w:r>
    </w:p>
    <w:p w:rsidR="002B49A5" w:rsidRDefault="002B49A5" w:rsidP="002B49A5">
      <w:pPr>
        <w:pStyle w:val="libNormal"/>
      </w:pPr>
      <w:r>
        <w:rPr>
          <w:rtl/>
        </w:rPr>
        <w:t>وبدا في ثورة المدينة أنّ يزيد لم يستفد كثيراً ولا قليلاً من عبرة كربلاء</w:t>
      </w:r>
      <w:r w:rsidR="00364168">
        <w:rPr>
          <w:rtl/>
        </w:rPr>
        <w:t>؛</w:t>
      </w:r>
      <w:r>
        <w:rPr>
          <w:rtl/>
        </w:rPr>
        <w:t xml:space="preserve"> لأنّه سلّط على أهلها رجلاً لا يقلّ في لؤمه وغلّه وسوء دخلته</w:t>
      </w:r>
      <w:r w:rsidR="00364168">
        <w:rPr>
          <w:rtl/>
        </w:rPr>
        <w:t>،</w:t>
      </w:r>
      <w:r>
        <w:rPr>
          <w:rtl/>
        </w:rPr>
        <w:t xml:space="preserve"> وولعه بالشر والتعذيب</w:t>
      </w:r>
      <w:r w:rsidR="00364168">
        <w:rPr>
          <w:rtl/>
        </w:rPr>
        <w:t>،</w:t>
      </w:r>
      <w:r>
        <w:rPr>
          <w:rtl/>
        </w:rPr>
        <w:t xml:space="preserve"> وعبثه بالتقتيل والتمثيل</w:t>
      </w:r>
      <w:r w:rsidR="00364168">
        <w:rPr>
          <w:rtl/>
        </w:rPr>
        <w:t>،</w:t>
      </w:r>
      <w:r>
        <w:rPr>
          <w:rtl/>
        </w:rPr>
        <w:t xml:space="preserve"> عن عبيد الله بن زياد</w:t>
      </w:r>
      <w:r w:rsidR="00364168">
        <w:rPr>
          <w:rtl/>
        </w:rPr>
        <w:t>،</w:t>
      </w:r>
      <w:r>
        <w:rPr>
          <w:rtl/>
        </w:rPr>
        <w:t xml:space="preserve"> وهو مسلم بن عقبة المري</w:t>
      </w:r>
      <w:r w:rsidR="00364168">
        <w:rPr>
          <w:rtl/>
        </w:rPr>
        <w:t>.</w:t>
      </w:r>
      <w:r>
        <w:rPr>
          <w:rtl/>
        </w:rPr>
        <w:t xml:space="preserve"> فأمره أن يسوم الثائرين البيعة بشرطه</w:t>
      </w:r>
      <w:r w:rsidR="00364168">
        <w:rPr>
          <w:rtl/>
        </w:rPr>
        <w:t>،</w:t>
      </w:r>
      <w:r>
        <w:rPr>
          <w:rtl/>
        </w:rPr>
        <w:t xml:space="preserve"> وأن يستبيح مدينتهم ثلاثة أيّام إنْ لم يبادروا إلى طاعته</w:t>
      </w:r>
      <w:r w:rsidR="00364168">
        <w:rPr>
          <w:rtl/>
        </w:rPr>
        <w:t>،</w:t>
      </w:r>
      <w:r>
        <w:rPr>
          <w:rtl/>
        </w:rPr>
        <w:t xml:space="preserve"> وكان شرطه</w:t>
      </w:r>
    </w:p>
    <w:p w:rsidR="002B49A5" w:rsidRDefault="002B49A5" w:rsidP="002B49A5">
      <w:pPr>
        <w:pStyle w:val="libNormal"/>
      </w:pPr>
      <w:r>
        <w:rPr>
          <w:rtl/>
        </w:rPr>
        <w:br w:type="page"/>
      </w:r>
    </w:p>
    <w:p w:rsidR="002B49A5" w:rsidRDefault="002B49A5" w:rsidP="003D44BA">
      <w:pPr>
        <w:pStyle w:val="libNormal0"/>
      </w:pPr>
      <w:r>
        <w:rPr>
          <w:rtl/>
        </w:rPr>
        <w:lastRenderedPageBreak/>
        <w:t>الذي سامهم إيّاه بعد اقتحام المدينة وانقضاء الأيّام الثلاثة التي انتظر فيها طاعتهم</w:t>
      </w:r>
      <w:r w:rsidR="00364168">
        <w:rPr>
          <w:rtl/>
        </w:rPr>
        <w:t>:</w:t>
      </w:r>
      <w:r>
        <w:rPr>
          <w:rtl/>
        </w:rPr>
        <w:t xml:space="preserve"> إنّهم يبايعون أمير المؤمنين على أنّهم خول له</w:t>
      </w:r>
      <w:r w:rsidR="00364168">
        <w:rPr>
          <w:rtl/>
        </w:rPr>
        <w:t>،</w:t>
      </w:r>
      <w:r>
        <w:rPr>
          <w:rtl/>
        </w:rPr>
        <w:t xml:space="preserve"> يحكم في دمائهم وأموالهم ما شاء</w:t>
      </w:r>
      <w:r w:rsidR="00364168">
        <w:rPr>
          <w:rtl/>
        </w:rPr>
        <w:t>.</w:t>
      </w:r>
    </w:p>
    <w:p w:rsidR="002B49A5" w:rsidRDefault="002B49A5" w:rsidP="002B49A5">
      <w:pPr>
        <w:pStyle w:val="libNormal"/>
      </w:pPr>
      <w:r>
        <w:rPr>
          <w:rtl/>
        </w:rPr>
        <w:t>وإذا كان شيء أثقل على النّفوس من هذا الشّرط</w:t>
      </w:r>
      <w:r w:rsidR="00364168">
        <w:rPr>
          <w:rtl/>
        </w:rPr>
        <w:t>،</w:t>
      </w:r>
      <w:r>
        <w:rPr>
          <w:rtl/>
        </w:rPr>
        <w:t xml:space="preserve"> وأقبح في الظلم من استباحة الأرواح والأعراض في جوار قبر النّبي </w:t>
      </w:r>
      <w:r w:rsidR="008F60AE" w:rsidRPr="008F60AE">
        <w:rPr>
          <w:rStyle w:val="libAlaemChar"/>
          <w:rtl/>
        </w:rPr>
        <w:t>صلى‌الله‌عليه‌وآله</w:t>
      </w:r>
      <w:r w:rsidR="008F60AE">
        <w:rPr>
          <w:rtl/>
        </w:rPr>
        <w:t xml:space="preserve"> ...</w:t>
      </w:r>
      <w:r>
        <w:rPr>
          <w:rtl/>
        </w:rPr>
        <w:t xml:space="preserve"> فذاك هو ولاية هذا النكال بيد مجرم مفطور على الغل والضغينة مثل مُسلم بن عقبة</w:t>
      </w:r>
      <w:r w:rsidR="00364168">
        <w:rPr>
          <w:rtl/>
        </w:rPr>
        <w:t>،</w:t>
      </w:r>
      <w:r>
        <w:rPr>
          <w:rtl/>
        </w:rPr>
        <w:t xml:space="preserve"> كأنّه يلقي على النّاس وزر</w:t>
      </w:r>
      <w:r w:rsidR="00364168">
        <w:rPr>
          <w:rtl/>
        </w:rPr>
        <w:t>؛</w:t>
      </w:r>
      <w:r>
        <w:rPr>
          <w:rtl/>
        </w:rPr>
        <w:t xml:space="preserve"> مرض النفس ومرض الجسد ومرض الدم الذي أبلاه</w:t>
      </w:r>
      <w:r w:rsidR="00364168">
        <w:rPr>
          <w:rtl/>
        </w:rPr>
        <w:t>،</w:t>
      </w:r>
      <w:r>
        <w:rPr>
          <w:rtl/>
        </w:rPr>
        <w:t xml:space="preserve"> ولم يبل ما في طويته من رجس ومكيدة</w:t>
      </w:r>
      <w:r w:rsidR="00364168">
        <w:rPr>
          <w:rtl/>
        </w:rPr>
        <w:t>،</w:t>
      </w:r>
      <w:r>
        <w:rPr>
          <w:rtl/>
        </w:rPr>
        <w:t xml:space="preserve"> فاستعرض أهل المدينة بالسّيف جزراً كما يجزر القصاب الغنم</w:t>
      </w:r>
      <w:r w:rsidR="00364168">
        <w:rPr>
          <w:rtl/>
        </w:rPr>
        <w:t>،</w:t>
      </w:r>
      <w:r>
        <w:rPr>
          <w:rtl/>
        </w:rPr>
        <w:t xml:space="preserve"> حتّى ساخت الأقدام في الدم</w:t>
      </w:r>
      <w:r w:rsidR="00364168">
        <w:rPr>
          <w:rtl/>
        </w:rPr>
        <w:t>،</w:t>
      </w:r>
      <w:r>
        <w:rPr>
          <w:rtl/>
        </w:rPr>
        <w:t xml:space="preserve"> وقتل أبناء المهاجرين والأنصار</w:t>
      </w:r>
      <w:r w:rsidR="00364168">
        <w:rPr>
          <w:rtl/>
        </w:rPr>
        <w:t>.</w:t>
      </w:r>
    </w:p>
    <w:p w:rsidR="002B49A5" w:rsidRDefault="002B49A5" w:rsidP="002B49A5">
      <w:pPr>
        <w:pStyle w:val="libNormal"/>
      </w:pPr>
      <w:r>
        <w:rPr>
          <w:rtl/>
        </w:rPr>
        <w:t>وأوقع</w:t>
      </w:r>
      <w:r w:rsidR="004C4A93">
        <w:rPr>
          <w:rtl/>
        </w:rPr>
        <w:t xml:space="preserve"> - </w:t>
      </w:r>
      <w:r>
        <w:rPr>
          <w:rtl/>
        </w:rPr>
        <w:t>كما قال ابن كثير</w:t>
      </w:r>
      <w:r w:rsidR="004C4A93">
        <w:rPr>
          <w:rtl/>
        </w:rPr>
        <w:t xml:space="preserve"> - </w:t>
      </w:r>
      <w:r>
        <w:rPr>
          <w:rtl/>
        </w:rPr>
        <w:t>من المفاسد العظيمة في المدينة النّبويّة ما لا يحد ولا يوصف</w:t>
      </w:r>
      <w:r w:rsidR="008F60AE">
        <w:rPr>
          <w:rtl/>
        </w:rPr>
        <w:t xml:space="preserve"> ...</w:t>
      </w:r>
      <w:r>
        <w:rPr>
          <w:rtl/>
        </w:rPr>
        <w:t xml:space="preserve"> ولم يكفه أن يسفك الدماء ويهتك الأعراض حتّى يلتذّ بإثارة الآمال والمخاوف في نفوس صرعاه قبل عرضهم على السيف</w:t>
      </w:r>
      <w:r w:rsidR="00364168">
        <w:rPr>
          <w:rtl/>
        </w:rPr>
        <w:t>،</w:t>
      </w:r>
      <w:r>
        <w:rPr>
          <w:rtl/>
        </w:rPr>
        <w:t xml:space="preserve"> فلمّا جاؤوه بمعقل بن سنان</w:t>
      </w:r>
      <w:r w:rsidR="004C4A93">
        <w:rPr>
          <w:rtl/>
        </w:rPr>
        <w:t xml:space="preserve"> - </w:t>
      </w:r>
      <w:r>
        <w:rPr>
          <w:rtl/>
        </w:rPr>
        <w:t>صاحب رسول الله</w:t>
      </w:r>
      <w:r w:rsidR="004C4A93">
        <w:rPr>
          <w:rtl/>
        </w:rPr>
        <w:t xml:space="preserve"> - </w:t>
      </w:r>
      <w:r>
        <w:rPr>
          <w:rtl/>
        </w:rPr>
        <w:t>هشّ له وتلقّاه بما يطمعه</w:t>
      </w:r>
      <w:r w:rsidR="00364168">
        <w:rPr>
          <w:rtl/>
        </w:rPr>
        <w:t>،</w:t>
      </w:r>
      <w:r>
        <w:rPr>
          <w:rtl/>
        </w:rPr>
        <w:t xml:space="preserve"> ثمّ سأله</w:t>
      </w:r>
      <w:r w:rsidR="00364168">
        <w:rPr>
          <w:rtl/>
        </w:rPr>
        <w:t>:</w:t>
      </w:r>
      <w:r>
        <w:rPr>
          <w:rtl/>
        </w:rPr>
        <w:t xml:space="preserve"> أعطشت يا معقل</w:t>
      </w:r>
      <w:r w:rsidR="00364168">
        <w:rPr>
          <w:rtl/>
        </w:rPr>
        <w:t>؟</w:t>
      </w:r>
      <w:r>
        <w:rPr>
          <w:rtl/>
        </w:rPr>
        <w:t xml:space="preserve"> حوصوا له شربة من سويق اللوز الذي زودنا به أمير المؤمنين</w:t>
      </w:r>
      <w:r w:rsidR="00364168">
        <w:rPr>
          <w:rtl/>
        </w:rPr>
        <w:t>.</w:t>
      </w:r>
      <w:r>
        <w:rPr>
          <w:rtl/>
        </w:rPr>
        <w:t xml:space="preserve"> فلمّا شربها قال له</w:t>
      </w:r>
      <w:r w:rsidR="00364168">
        <w:rPr>
          <w:rtl/>
        </w:rPr>
        <w:t>:</w:t>
      </w:r>
      <w:r>
        <w:rPr>
          <w:rtl/>
        </w:rPr>
        <w:t xml:space="preserve"> أما والله</w:t>
      </w:r>
      <w:r w:rsidR="00364168">
        <w:rPr>
          <w:rtl/>
        </w:rPr>
        <w:t>،</w:t>
      </w:r>
      <w:r>
        <w:rPr>
          <w:rtl/>
        </w:rPr>
        <w:t xml:space="preserve"> لا تبولها من مثانتك أبداً</w:t>
      </w:r>
      <w:r w:rsidR="008F60AE">
        <w:rPr>
          <w:rtl/>
        </w:rPr>
        <w:t xml:space="preserve"> ...</w:t>
      </w:r>
      <w:r>
        <w:rPr>
          <w:rtl/>
        </w:rPr>
        <w:t xml:space="preserve"> وأمر بضرب عنقه</w:t>
      </w:r>
      <w:r w:rsidR="00364168">
        <w:rPr>
          <w:rtl/>
        </w:rPr>
        <w:t>.</w:t>
      </w:r>
      <w:r>
        <w:rPr>
          <w:rtl/>
        </w:rPr>
        <w:t xml:space="preserve"> </w:t>
      </w:r>
    </w:p>
    <w:p w:rsidR="002B49A5" w:rsidRDefault="002B49A5" w:rsidP="002B49A5">
      <w:pPr>
        <w:pStyle w:val="libNormal"/>
      </w:pPr>
      <w:r>
        <w:rPr>
          <w:rtl/>
        </w:rPr>
        <w:t>ويروي ابن قتيبة</w:t>
      </w:r>
      <w:r w:rsidR="00364168">
        <w:rPr>
          <w:rtl/>
        </w:rPr>
        <w:t>:</w:t>
      </w:r>
      <w:r>
        <w:rPr>
          <w:rtl/>
        </w:rPr>
        <w:t xml:space="preserve"> أنّ عدد مَن قُتل من الأنصار والمهاجرين والوجوه</w:t>
      </w:r>
    </w:p>
    <w:p w:rsidR="002B49A5" w:rsidRPr="002B49A5" w:rsidRDefault="002B49A5" w:rsidP="002B49A5">
      <w:pPr>
        <w:pStyle w:val="libNormal"/>
        <w:rPr>
          <w:rtl/>
        </w:rPr>
      </w:pPr>
      <w:r w:rsidRPr="002B49A5">
        <w:rPr>
          <w:rtl/>
        </w:rPr>
        <w:br w:type="page"/>
      </w:r>
    </w:p>
    <w:p w:rsidR="002B49A5" w:rsidRDefault="002B49A5" w:rsidP="003D44BA">
      <w:pPr>
        <w:pStyle w:val="libNormal0"/>
      </w:pPr>
      <w:r>
        <w:rPr>
          <w:rtl/>
        </w:rPr>
        <w:lastRenderedPageBreak/>
        <w:t>ألف وسبعمئة</w:t>
      </w:r>
      <w:r w:rsidR="00364168">
        <w:rPr>
          <w:rtl/>
        </w:rPr>
        <w:t>،</w:t>
      </w:r>
      <w:r>
        <w:rPr>
          <w:rtl/>
        </w:rPr>
        <w:t xml:space="preserve"> وسائرهم من النّاس عشرة آلاف سوى النساء والصبيان</w:t>
      </w:r>
      <w:r w:rsidR="00364168">
        <w:rPr>
          <w:rtl/>
        </w:rPr>
        <w:t>.</w:t>
      </w:r>
      <w:r>
        <w:rPr>
          <w:rtl/>
        </w:rPr>
        <w:t xml:space="preserve"> </w:t>
      </w:r>
    </w:p>
    <w:p w:rsidR="002B49A5" w:rsidRDefault="002B49A5" w:rsidP="002B49A5">
      <w:pPr>
        <w:pStyle w:val="libNormal"/>
      </w:pPr>
      <w:r>
        <w:rPr>
          <w:rtl/>
        </w:rPr>
        <w:t>وحادث واحد من حوادث التمثيل والاستباحة يدلّ على سائر الحوادث من أمثاله</w:t>
      </w:r>
      <w:r w:rsidR="008F60AE">
        <w:rPr>
          <w:rtl/>
        </w:rPr>
        <w:t xml:space="preserve"> ...</w:t>
      </w:r>
      <w:r>
        <w:rPr>
          <w:rtl/>
        </w:rPr>
        <w:t xml:space="preserve"> دخل رجل من جند مُسلم بن عقبة على امرأة نفساء من نساء الأنصار ومعها صبي لها</w:t>
      </w:r>
      <w:r w:rsidR="00364168">
        <w:rPr>
          <w:rtl/>
        </w:rPr>
        <w:t>،</w:t>
      </w:r>
      <w:r>
        <w:rPr>
          <w:rtl/>
        </w:rPr>
        <w:t xml:space="preserve"> فقال</w:t>
      </w:r>
      <w:r w:rsidR="00364168">
        <w:rPr>
          <w:rtl/>
        </w:rPr>
        <w:t>:</w:t>
      </w:r>
      <w:r>
        <w:rPr>
          <w:rtl/>
        </w:rPr>
        <w:t xml:space="preserve"> هل من مال</w:t>
      </w:r>
      <w:r w:rsidR="00364168">
        <w:rPr>
          <w:rtl/>
        </w:rPr>
        <w:t>؟</w:t>
      </w:r>
      <w:r>
        <w:rPr>
          <w:rtl/>
        </w:rPr>
        <w:t xml:space="preserve"> قالت</w:t>
      </w:r>
      <w:r w:rsidR="00364168">
        <w:rPr>
          <w:rtl/>
        </w:rPr>
        <w:t>:</w:t>
      </w:r>
      <w:r>
        <w:rPr>
          <w:rtl/>
        </w:rPr>
        <w:t xml:space="preserve"> لا والله</w:t>
      </w:r>
      <w:r w:rsidR="00364168">
        <w:rPr>
          <w:rtl/>
        </w:rPr>
        <w:t>،</w:t>
      </w:r>
      <w:r>
        <w:rPr>
          <w:rtl/>
        </w:rPr>
        <w:t xml:space="preserve"> ما تركوا لنا شيئاً</w:t>
      </w:r>
      <w:r w:rsidR="00364168">
        <w:rPr>
          <w:rtl/>
        </w:rPr>
        <w:t>.</w:t>
      </w:r>
      <w:r>
        <w:rPr>
          <w:rtl/>
        </w:rPr>
        <w:t xml:space="preserve"> قال</w:t>
      </w:r>
      <w:r w:rsidR="00364168">
        <w:rPr>
          <w:rtl/>
        </w:rPr>
        <w:t>:</w:t>
      </w:r>
      <w:r>
        <w:rPr>
          <w:rtl/>
        </w:rPr>
        <w:t xml:space="preserve"> والله</w:t>
      </w:r>
      <w:r w:rsidR="00364168">
        <w:rPr>
          <w:rtl/>
        </w:rPr>
        <w:t>،</w:t>
      </w:r>
      <w:r>
        <w:rPr>
          <w:rtl/>
        </w:rPr>
        <w:t xml:space="preserve"> لتخرجنّ إليَّ شيئاً أو لأقتلنّك وصبيك هذا</w:t>
      </w:r>
      <w:r w:rsidR="00364168">
        <w:rPr>
          <w:rtl/>
        </w:rPr>
        <w:t>.</w:t>
      </w:r>
      <w:r>
        <w:rPr>
          <w:rtl/>
        </w:rPr>
        <w:t xml:space="preserve"> فقالت له</w:t>
      </w:r>
      <w:r w:rsidR="00364168">
        <w:rPr>
          <w:rtl/>
        </w:rPr>
        <w:t>:</w:t>
      </w:r>
      <w:r>
        <w:rPr>
          <w:rtl/>
        </w:rPr>
        <w:t xml:space="preserve"> ويحك</w:t>
      </w:r>
      <w:r w:rsidR="00364168">
        <w:rPr>
          <w:rtl/>
        </w:rPr>
        <w:t>!</w:t>
      </w:r>
      <w:r>
        <w:rPr>
          <w:rtl/>
        </w:rPr>
        <w:t xml:space="preserve"> إنّه ولد ابن أبي كبشة الأنصاري صاحب رسول الله</w:t>
      </w:r>
      <w:r w:rsidR="00364168">
        <w:rPr>
          <w:rtl/>
        </w:rPr>
        <w:t>.</w:t>
      </w:r>
      <w:r>
        <w:rPr>
          <w:rtl/>
        </w:rPr>
        <w:t xml:space="preserve"> فأخذ برجلِ الصبي والثدي في فمه</w:t>
      </w:r>
      <w:r w:rsidR="00364168">
        <w:rPr>
          <w:rtl/>
        </w:rPr>
        <w:t>،</w:t>
      </w:r>
      <w:r>
        <w:rPr>
          <w:rtl/>
        </w:rPr>
        <w:t xml:space="preserve"> فجذبه من حجرها فضرب به الحائط فانتثر دماغه على الأرض</w:t>
      </w:r>
      <w:r w:rsidR="00364168">
        <w:rPr>
          <w:rtl/>
        </w:rPr>
        <w:t>.</w:t>
      </w:r>
    </w:p>
    <w:p w:rsidR="002B49A5" w:rsidRDefault="002B49A5" w:rsidP="002B49A5">
      <w:pPr>
        <w:pStyle w:val="libNormal"/>
      </w:pPr>
      <w:r>
        <w:rPr>
          <w:rtl/>
        </w:rPr>
        <w:t>وهو مثل من أمثال قد تكررت بعدد تلك البيوت التي قتل فيها اُولئك الألوف من النّسوة والأطفال</w:t>
      </w:r>
      <w:r w:rsidR="00364168">
        <w:rPr>
          <w:rtl/>
        </w:rPr>
        <w:t>،</w:t>
      </w:r>
      <w:r>
        <w:rPr>
          <w:rtl/>
        </w:rPr>
        <w:t xml:space="preserve"> والآباء والاُمّهات</w:t>
      </w:r>
      <w:r w:rsidR="008F60AE">
        <w:rPr>
          <w:rtl/>
        </w:rPr>
        <w:t xml:space="preserve"> ...</w:t>
      </w:r>
      <w:r>
        <w:rPr>
          <w:rtl/>
        </w:rPr>
        <w:t xml:space="preserve"> وقد مات هذا السّفاح وهو في طريقه إلى مكّة يهمّ بأن يعيد بها ما بدأ بالمدينة</w:t>
      </w:r>
      <w:r w:rsidR="008F60AE">
        <w:rPr>
          <w:rtl/>
        </w:rPr>
        <w:t xml:space="preserve"> ...</w:t>
      </w:r>
      <w:r>
        <w:rPr>
          <w:rtl/>
        </w:rPr>
        <w:t xml:space="preserve"> فدُفن في الطريق وتعقّبه بعض الموتورين من أهل المدينة فنبشوا قبره وأحرقوه</w:t>
      </w:r>
      <w:r w:rsidR="00364168">
        <w:rPr>
          <w:rtl/>
        </w:rPr>
        <w:t>.</w:t>
      </w:r>
    </w:p>
    <w:p w:rsidR="002B49A5" w:rsidRDefault="002B49A5" w:rsidP="003D44BA">
      <w:pPr>
        <w:pStyle w:val="Heading2"/>
      </w:pPr>
      <w:bookmarkStart w:id="130" w:name="جريرة_العدل"/>
      <w:bookmarkStart w:id="131" w:name="_Toc374273709"/>
      <w:bookmarkStart w:id="132" w:name="_Toc374274011"/>
      <w:bookmarkEnd w:id="130"/>
      <w:r>
        <w:rPr>
          <w:rtl/>
        </w:rPr>
        <w:t>جريرة العدل</w:t>
      </w:r>
      <w:r w:rsidR="00364168">
        <w:rPr>
          <w:rtl/>
        </w:rPr>
        <w:t>:</w:t>
      </w:r>
      <w:bookmarkEnd w:id="131"/>
      <w:bookmarkEnd w:id="132"/>
    </w:p>
    <w:p w:rsidR="002B49A5" w:rsidRDefault="002B49A5" w:rsidP="002B49A5">
      <w:pPr>
        <w:pStyle w:val="libNormal"/>
      </w:pPr>
      <w:r>
        <w:rPr>
          <w:rtl/>
        </w:rPr>
        <w:t>ولم تنقض سنوات أربع على يوم كربلاء حتّى كان يزيد قد قضى نحبه</w:t>
      </w:r>
      <w:r w:rsidR="00364168">
        <w:rPr>
          <w:rtl/>
        </w:rPr>
        <w:t>،</w:t>
      </w:r>
      <w:r>
        <w:rPr>
          <w:rtl/>
        </w:rPr>
        <w:t xml:space="preserve"> ونجمت بالكوفة جريرة العدل التي حاقت بكلّ مَن مدّ يداً إلى الحُسين وذويه</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t>فسلط الله على قاتلي الحُسين كفؤاً لهم في النقمة والنكال</w:t>
      </w:r>
      <w:r w:rsidR="00364168">
        <w:rPr>
          <w:rtl/>
        </w:rPr>
        <w:t>،</w:t>
      </w:r>
      <w:r>
        <w:rPr>
          <w:rtl/>
        </w:rPr>
        <w:t xml:space="preserve"> يفلّ حديدهم بحديده ويكيل لهم بالكيل الذي يعرفونه</w:t>
      </w:r>
      <w:r w:rsidR="00364168">
        <w:rPr>
          <w:rtl/>
        </w:rPr>
        <w:t>،</w:t>
      </w:r>
      <w:r>
        <w:rPr>
          <w:rtl/>
        </w:rPr>
        <w:t xml:space="preserve"> وهو ا</w:t>
      </w:r>
      <w:r w:rsidR="009A226F">
        <w:rPr>
          <w:rtl/>
        </w:rPr>
        <w:t>لم</w:t>
      </w:r>
      <w:r>
        <w:rPr>
          <w:rtl/>
        </w:rPr>
        <w:t>ختار بن أبي عبيد الثقفي داعية التوابين من طلاب ثأر الحُسين</w:t>
      </w:r>
      <w:r w:rsidR="00364168">
        <w:rPr>
          <w:rtl/>
        </w:rPr>
        <w:t>،</w:t>
      </w:r>
      <w:r>
        <w:rPr>
          <w:rtl/>
        </w:rPr>
        <w:t xml:space="preserve"> فأهاب بأهل الكوفة أن يكفّروا عن تقصيرهم في نصرته</w:t>
      </w:r>
      <w:r w:rsidR="00364168">
        <w:rPr>
          <w:rtl/>
        </w:rPr>
        <w:t>،</w:t>
      </w:r>
      <w:r>
        <w:rPr>
          <w:rtl/>
        </w:rPr>
        <w:t xml:space="preserve"> وأن يتعاهدوا على الأخذ بثأره فلا يبقين من قاتليه أحد ينعم بالحياة</w:t>
      </w:r>
      <w:r w:rsidR="00364168">
        <w:rPr>
          <w:rtl/>
        </w:rPr>
        <w:t>،</w:t>
      </w:r>
      <w:r>
        <w:rPr>
          <w:rtl/>
        </w:rPr>
        <w:t xml:space="preserve"> وهو دفين مذال القبر في العراء</w:t>
      </w:r>
      <w:r w:rsidR="008F60AE">
        <w:rPr>
          <w:rtl/>
        </w:rPr>
        <w:t xml:space="preserve"> ...</w:t>
      </w:r>
      <w:r>
        <w:rPr>
          <w:rtl/>
        </w:rPr>
        <w:t xml:space="preserve"> </w:t>
      </w:r>
    </w:p>
    <w:p w:rsidR="002B49A5" w:rsidRDefault="002B49A5" w:rsidP="002B49A5">
      <w:pPr>
        <w:pStyle w:val="libNormal"/>
      </w:pPr>
      <w:r>
        <w:rPr>
          <w:rtl/>
        </w:rPr>
        <w:t>فلم ينجُ عبيد الله بن زياد</w:t>
      </w:r>
      <w:r w:rsidR="00364168">
        <w:rPr>
          <w:rtl/>
        </w:rPr>
        <w:t>،</w:t>
      </w:r>
      <w:r>
        <w:rPr>
          <w:rtl/>
        </w:rPr>
        <w:t xml:space="preserve"> ولا عمرو بن سعد</w:t>
      </w:r>
      <w:r w:rsidR="00364168">
        <w:rPr>
          <w:rtl/>
        </w:rPr>
        <w:t>،</w:t>
      </w:r>
      <w:r>
        <w:rPr>
          <w:rtl/>
        </w:rPr>
        <w:t xml:space="preserve"> ولا شمر بن ذي الجوشن</w:t>
      </w:r>
      <w:r w:rsidR="00364168">
        <w:rPr>
          <w:rtl/>
        </w:rPr>
        <w:t>،</w:t>
      </w:r>
      <w:r>
        <w:rPr>
          <w:rtl/>
        </w:rPr>
        <w:t xml:space="preserve"> ولا الحصين بن نمير</w:t>
      </w:r>
      <w:r w:rsidR="00364168">
        <w:rPr>
          <w:rtl/>
        </w:rPr>
        <w:t>،</w:t>
      </w:r>
      <w:r>
        <w:rPr>
          <w:rtl/>
        </w:rPr>
        <w:t xml:space="preserve"> ولا خولّي بن يزيد</w:t>
      </w:r>
      <w:r w:rsidR="00364168">
        <w:rPr>
          <w:rtl/>
        </w:rPr>
        <w:t>،</w:t>
      </w:r>
      <w:r>
        <w:rPr>
          <w:rtl/>
        </w:rPr>
        <w:t xml:space="preserve"> ولا أحد ممّن اُحصيت عليهم ضربة أو كلمة</w:t>
      </w:r>
      <w:r w:rsidR="00364168">
        <w:rPr>
          <w:rtl/>
        </w:rPr>
        <w:t>،</w:t>
      </w:r>
      <w:r>
        <w:rPr>
          <w:rtl/>
        </w:rPr>
        <w:t xml:space="preserve"> أو مدّوا أيديهم بالسلب والمهانة إلى الموتى أو الأحياء</w:t>
      </w:r>
      <w:r w:rsidR="00364168">
        <w:rPr>
          <w:rtl/>
        </w:rPr>
        <w:t>.</w:t>
      </w:r>
    </w:p>
    <w:p w:rsidR="002B49A5" w:rsidRDefault="002B49A5" w:rsidP="002B49A5">
      <w:pPr>
        <w:pStyle w:val="libNormal"/>
      </w:pPr>
      <w:r>
        <w:rPr>
          <w:rtl/>
        </w:rPr>
        <w:t>وبالغ في النقمة فقتل وأحرق ومزّق وهدم الدور وتعقّب الهاربين</w:t>
      </w:r>
      <w:r w:rsidR="00364168">
        <w:rPr>
          <w:rtl/>
        </w:rPr>
        <w:t>،</w:t>
      </w:r>
      <w:r>
        <w:rPr>
          <w:rtl/>
        </w:rPr>
        <w:t xml:space="preserve"> وجوزي كلّ قاتل أو ضارب أو ناهب بكفاء عمله</w:t>
      </w:r>
      <w:r w:rsidR="00364168">
        <w:rPr>
          <w:rtl/>
        </w:rPr>
        <w:t>؛</w:t>
      </w:r>
      <w:r>
        <w:rPr>
          <w:rtl/>
        </w:rPr>
        <w:t xml:space="preserve"> فقُتل عبيد الله واُحرق</w:t>
      </w:r>
      <w:r w:rsidR="00364168">
        <w:rPr>
          <w:rtl/>
        </w:rPr>
        <w:t>،</w:t>
      </w:r>
      <w:r>
        <w:rPr>
          <w:rtl/>
        </w:rPr>
        <w:t xml:space="preserve"> وقُتل شمر بن ذي الجوشن واُلقيت أشلاؤه للكلاب</w:t>
      </w:r>
      <w:r w:rsidR="00364168">
        <w:rPr>
          <w:rtl/>
        </w:rPr>
        <w:t>،</w:t>
      </w:r>
      <w:r>
        <w:rPr>
          <w:rtl/>
        </w:rPr>
        <w:t xml:space="preserve"> ومات مئات من رؤسائهم بهذه المثلات</w:t>
      </w:r>
      <w:r w:rsidR="00364168">
        <w:rPr>
          <w:rtl/>
        </w:rPr>
        <w:t>،</w:t>
      </w:r>
      <w:r>
        <w:rPr>
          <w:rtl/>
        </w:rPr>
        <w:t xml:space="preserve"> وألوف من جندهم وأتباعهم مغرقين في النهر أو مطاردين إلى حيث لا وزر لهم ولا شفاعة</w:t>
      </w:r>
      <w:r w:rsidR="008F60AE">
        <w:rPr>
          <w:rtl/>
        </w:rPr>
        <w:t xml:space="preserve"> ...</w:t>
      </w:r>
      <w:r>
        <w:rPr>
          <w:rtl/>
        </w:rPr>
        <w:t xml:space="preserve"> فكان بلاؤهم بالمختار عدلاً لا رحمة فيه</w:t>
      </w:r>
      <w:r w:rsidR="00364168">
        <w:rPr>
          <w:rtl/>
        </w:rPr>
        <w:t>،</w:t>
      </w:r>
      <w:r>
        <w:rPr>
          <w:rtl/>
        </w:rPr>
        <w:t xml:space="preserve"> وما نحسب قسوة بالآثمين سلمت من اللوم أو بلغت من العذر ما بلغته قسوة المختار</w:t>
      </w:r>
      <w:r w:rsidR="00364168">
        <w:rPr>
          <w:rtl/>
        </w:rPr>
        <w:t>.</w:t>
      </w:r>
    </w:p>
    <w:p w:rsidR="002B49A5" w:rsidRDefault="002B49A5" w:rsidP="002B49A5">
      <w:pPr>
        <w:pStyle w:val="libNormal"/>
      </w:pPr>
      <w:r>
        <w:rPr>
          <w:rtl/>
        </w:rPr>
        <w:t>ولحقت الجريرة الثالثة بأعقاب الجريرة الثانية في مدى سنوات معدودات</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t>فصمد الحجاز في ثورته أو في تنكره لبني اُميّة إلى أيّام عبد الملك بن مروان</w:t>
      </w:r>
      <w:r w:rsidR="00364168">
        <w:rPr>
          <w:rtl/>
        </w:rPr>
        <w:t>،</w:t>
      </w:r>
      <w:r>
        <w:rPr>
          <w:rtl/>
        </w:rPr>
        <w:t xml:space="preserve"> وكان أخرج الفريقين من سبق إلى أحرج العملين</w:t>
      </w:r>
      <w:r w:rsidR="00364168">
        <w:rPr>
          <w:rtl/>
        </w:rPr>
        <w:t>.</w:t>
      </w:r>
      <w:r>
        <w:rPr>
          <w:rtl/>
        </w:rPr>
        <w:t xml:space="preserve"> وأحرج العملين ذاك الذي دفع إليه</w:t>
      </w:r>
      <w:r w:rsidR="004C4A93">
        <w:rPr>
          <w:rtl/>
        </w:rPr>
        <w:t xml:space="preserve"> - </w:t>
      </w:r>
      <w:r>
        <w:rPr>
          <w:rtl/>
        </w:rPr>
        <w:t>أو اندفع إليه</w:t>
      </w:r>
      <w:r w:rsidR="004C4A93">
        <w:rPr>
          <w:rtl/>
        </w:rPr>
        <w:t xml:space="preserve"> - </w:t>
      </w:r>
      <w:r>
        <w:rPr>
          <w:rtl/>
        </w:rPr>
        <w:t>الحجاج عامل عبد الملك</w:t>
      </w:r>
      <w:r w:rsidR="008F60AE">
        <w:rPr>
          <w:rtl/>
        </w:rPr>
        <w:t xml:space="preserve"> ...</w:t>
      </w:r>
      <w:r>
        <w:rPr>
          <w:rtl/>
        </w:rPr>
        <w:t xml:space="preserve"> فنصب المنجنيق على جبال مكّة</w:t>
      </w:r>
      <w:r w:rsidR="00364168">
        <w:rPr>
          <w:rtl/>
        </w:rPr>
        <w:t>،</w:t>
      </w:r>
      <w:r>
        <w:rPr>
          <w:rtl/>
        </w:rPr>
        <w:t xml:space="preserve"> ورمى الكعبة بالحجارة والنيران فهدمها</w:t>
      </w:r>
      <w:r w:rsidR="00364168">
        <w:rPr>
          <w:rtl/>
        </w:rPr>
        <w:t>،</w:t>
      </w:r>
      <w:r>
        <w:rPr>
          <w:rtl/>
        </w:rPr>
        <w:t xml:space="preserve"> وعفى على ما تركه منها جنود يزيد بن معاوية</w:t>
      </w:r>
      <w:r w:rsidR="00364168">
        <w:rPr>
          <w:rtl/>
        </w:rPr>
        <w:t>،</w:t>
      </w:r>
      <w:r>
        <w:rPr>
          <w:rtl/>
        </w:rPr>
        <w:t xml:space="preserve"> فقد كان قائده الذي خلّف مُسلم بن عقبة وذهب لحصار مكّة أوّل مَن نصب لها المنجنيق وتصدى لها بالهدم والإحراق</w:t>
      </w:r>
      <w:r w:rsidR="00364168">
        <w:rPr>
          <w:rtl/>
        </w:rPr>
        <w:t>.</w:t>
      </w:r>
      <w:r>
        <w:rPr>
          <w:rtl/>
        </w:rPr>
        <w:t xml:space="preserve"> </w:t>
      </w:r>
    </w:p>
    <w:p w:rsidR="002B49A5" w:rsidRDefault="002B49A5" w:rsidP="002B49A5">
      <w:pPr>
        <w:pStyle w:val="libNormal"/>
      </w:pPr>
      <w:r>
        <w:rPr>
          <w:rtl/>
        </w:rPr>
        <w:t>وما زالت الجرائر تتلاحق حتّى تقوض من وطأتها ملك بني اُميّة</w:t>
      </w:r>
      <w:r w:rsidR="00364168">
        <w:rPr>
          <w:rtl/>
        </w:rPr>
        <w:t>،</w:t>
      </w:r>
      <w:r>
        <w:rPr>
          <w:rtl/>
        </w:rPr>
        <w:t xml:space="preserve"> وخرج لهم السّفاح الأكبر وأعوانه في دولة بني العبّاس</w:t>
      </w:r>
      <w:r w:rsidR="008F60AE">
        <w:rPr>
          <w:rtl/>
        </w:rPr>
        <w:t xml:space="preserve"> ...</w:t>
      </w:r>
      <w:r>
        <w:rPr>
          <w:rtl/>
        </w:rPr>
        <w:t xml:space="preserve"> فعمّوا بنقمتهم الأحياء والموتى</w:t>
      </w:r>
      <w:r w:rsidR="00364168">
        <w:rPr>
          <w:rtl/>
        </w:rPr>
        <w:t>،</w:t>
      </w:r>
      <w:r>
        <w:rPr>
          <w:rtl/>
        </w:rPr>
        <w:t xml:space="preserve"> وهدموا الدور</w:t>
      </w:r>
      <w:r w:rsidR="00364168">
        <w:rPr>
          <w:rtl/>
        </w:rPr>
        <w:t>،</w:t>
      </w:r>
      <w:r>
        <w:rPr>
          <w:rtl/>
        </w:rPr>
        <w:t xml:space="preserve"> ونبشوا القبور</w:t>
      </w:r>
      <w:r w:rsidR="00364168">
        <w:rPr>
          <w:rtl/>
        </w:rPr>
        <w:t>،</w:t>
      </w:r>
      <w:r>
        <w:rPr>
          <w:rtl/>
        </w:rPr>
        <w:t xml:space="preserve"> وذكر المنكوبون بالرّحمة فتكات المختار بن أبي عبيد</w:t>
      </w:r>
      <w:r w:rsidR="00364168">
        <w:rPr>
          <w:rtl/>
        </w:rPr>
        <w:t>،</w:t>
      </w:r>
      <w:r>
        <w:rPr>
          <w:rtl/>
        </w:rPr>
        <w:t xml:space="preserve"> وتجاوز الثأر كلّ مدى خطر على بال هاشم واُميّة يوم مصرع الحُسين </w:t>
      </w:r>
      <w:r w:rsidR="008F60AE" w:rsidRPr="008F60AE">
        <w:rPr>
          <w:rStyle w:val="libAlaemChar"/>
          <w:rtl/>
        </w:rPr>
        <w:t>عليه‌السلام</w:t>
      </w:r>
      <w:r w:rsidR="00364168">
        <w:rPr>
          <w:rtl/>
        </w:rPr>
        <w:t>.</w:t>
      </w:r>
    </w:p>
    <w:p w:rsidR="002B49A5" w:rsidRDefault="002B49A5" w:rsidP="002B49A5">
      <w:pPr>
        <w:pStyle w:val="libNormal"/>
      </w:pPr>
      <w:r>
        <w:rPr>
          <w:rtl/>
        </w:rPr>
        <w:t>لقد كانت ضربة كربلاء</w:t>
      </w:r>
      <w:r w:rsidR="00364168">
        <w:rPr>
          <w:rtl/>
        </w:rPr>
        <w:t>،</w:t>
      </w:r>
      <w:r>
        <w:rPr>
          <w:rtl/>
        </w:rPr>
        <w:t xml:space="preserve"> وضربة المدينة</w:t>
      </w:r>
      <w:r w:rsidR="00364168">
        <w:rPr>
          <w:rtl/>
        </w:rPr>
        <w:t>،</w:t>
      </w:r>
      <w:r>
        <w:rPr>
          <w:rtl/>
        </w:rPr>
        <w:t xml:space="preserve"> وضربة البيت الحرام</w:t>
      </w:r>
      <w:r w:rsidR="00364168">
        <w:rPr>
          <w:rtl/>
        </w:rPr>
        <w:t>،</w:t>
      </w:r>
      <w:r>
        <w:rPr>
          <w:rtl/>
        </w:rPr>
        <w:t xml:space="preserve"> أقوى ضربات اُميّة لتمكين سلطانهم وتثبيت بنيانهم وتغليب ملكهم على المنكرين والمنازعين</w:t>
      </w:r>
      <w:r w:rsidR="008F60AE">
        <w:rPr>
          <w:rtl/>
        </w:rPr>
        <w:t xml:space="preserve"> ...</w:t>
      </w:r>
      <w:r>
        <w:rPr>
          <w:rtl/>
        </w:rPr>
        <w:t xml:space="preserve"> فلم ينتصر عليهم المنكرون والمنازعون بشيء كما انتصروا عليهم بضربات أيديهم ولم يذهبوا بها ضاربين حقبة حتّى ذهبوا بها مضروبين إلى آخر الزمان</w:t>
      </w:r>
      <w:r w:rsidR="00364168">
        <w:rPr>
          <w:rtl/>
        </w:rPr>
        <w:t>.</w:t>
      </w:r>
    </w:p>
    <w:p w:rsidR="002B49A5" w:rsidRDefault="002B49A5" w:rsidP="002B49A5">
      <w:pPr>
        <w:pStyle w:val="libNormal"/>
      </w:pPr>
      <w:r>
        <w:rPr>
          <w:rtl/>
        </w:rPr>
        <w:t>وتلك جريرة يوم واحد هو يوم كربلاء</w:t>
      </w:r>
      <w:r w:rsidR="008F60AE">
        <w:rPr>
          <w:rtl/>
        </w:rPr>
        <w:t xml:space="preserve"> ...</w:t>
      </w:r>
      <w:r>
        <w:rPr>
          <w:rtl/>
        </w:rPr>
        <w:t xml:space="preserve"> فإذا بالدولة العريضة تذهب في عمر رجل واحد مديد الأيّام</w:t>
      </w:r>
      <w:r w:rsidR="00364168">
        <w:rPr>
          <w:rtl/>
        </w:rPr>
        <w:t>،</w:t>
      </w:r>
      <w:r>
        <w:rPr>
          <w:rtl/>
        </w:rPr>
        <w:t xml:space="preserve"> وإذا بالغالب في يوم كربلاء أخسر من المغلوب إذا وضعت الأعمار المنزوعة في الكفتين</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br w:type="page"/>
      </w:r>
    </w:p>
    <w:p w:rsidR="002B49A5" w:rsidRDefault="002B49A5" w:rsidP="003D44BA">
      <w:pPr>
        <w:pStyle w:val="Heading1Center"/>
      </w:pPr>
      <w:bookmarkStart w:id="133" w:name="_Toc374273710"/>
      <w:bookmarkStart w:id="134" w:name="_Toc374274012"/>
      <w:r>
        <w:rPr>
          <w:rtl/>
        </w:rPr>
        <w:lastRenderedPageBreak/>
        <w:t>نهاية المطاف</w:t>
      </w:r>
      <w:bookmarkEnd w:id="133"/>
      <w:bookmarkEnd w:id="134"/>
    </w:p>
    <w:p w:rsidR="002B49A5" w:rsidRDefault="002B49A5" w:rsidP="003D44BA">
      <w:pPr>
        <w:pStyle w:val="Heading2Center"/>
      </w:pPr>
      <w:bookmarkStart w:id="135" w:name="_Toc374273711"/>
      <w:bookmarkStart w:id="136" w:name="_Toc374274013"/>
      <w:r>
        <w:rPr>
          <w:rtl/>
        </w:rPr>
        <w:t>مَن الظافِر</w:t>
      </w:r>
      <w:r w:rsidR="00364168">
        <w:rPr>
          <w:rtl/>
        </w:rPr>
        <w:t>؟</w:t>
      </w:r>
      <w:bookmarkEnd w:id="135"/>
      <w:bookmarkEnd w:id="136"/>
    </w:p>
    <w:p w:rsidR="002B49A5" w:rsidRDefault="002B49A5" w:rsidP="002B49A5">
      <w:pPr>
        <w:pStyle w:val="libNormal"/>
      </w:pPr>
      <w:r>
        <w:rPr>
          <w:rtl/>
        </w:rPr>
        <w:t>غبن أن يفوت الإنسان جزاؤه الحقّ على عمله وخُلقه</w:t>
      </w:r>
      <w:r w:rsidR="008F60AE">
        <w:rPr>
          <w:rtl/>
        </w:rPr>
        <w:t xml:space="preserve"> ...</w:t>
      </w:r>
      <w:r>
        <w:rPr>
          <w:rtl/>
        </w:rPr>
        <w:t xml:space="preserve"> وأثقل منه في الغبن أن ينقلب الأمر فيُجزى ا</w:t>
      </w:r>
      <w:r w:rsidR="009A226F">
        <w:rPr>
          <w:rtl/>
        </w:rPr>
        <w:t>لم</w:t>
      </w:r>
      <w:r>
        <w:rPr>
          <w:rtl/>
        </w:rPr>
        <w:t>حسن بالإساءة</w:t>
      </w:r>
      <w:r w:rsidR="00364168">
        <w:rPr>
          <w:rtl/>
        </w:rPr>
        <w:t>،</w:t>
      </w:r>
      <w:r>
        <w:rPr>
          <w:rtl/>
        </w:rPr>
        <w:t xml:space="preserve"> ويُجزى المسيء بالإحسان</w:t>
      </w:r>
      <w:r w:rsidR="00364168">
        <w:rPr>
          <w:rtl/>
        </w:rPr>
        <w:t>.</w:t>
      </w:r>
    </w:p>
    <w:p w:rsidR="002B49A5" w:rsidRDefault="002B49A5" w:rsidP="002B49A5">
      <w:pPr>
        <w:pStyle w:val="libNormal"/>
      </w:pPr>
      <w:r>
        <w:rPr>
          <w:rtl/>
        </w:rPr>
        <w:t>وقد تواضع النّاس منذ كانوا على معنى للتاريخ والأخلاق</w:t>
      </w:r>
      <w:r w:rsidR="00364168">
        <w:rPr>
          <w:rtl/>
        </w:rPr>
        <w:t>،</w:t>
      </w:r>
      <w:r>
        <w:rPr>
          <w:rtl/>
        </w:rPr>
        <w:t xml:space="preserve"> ووجهة للشريعة والدين</w:t>
      </w:r>
      <w:r w:rsidR="008F60AE">
        <w:rPr>
          <w:rtl/>
        </w:rPr>
        <w:t xml:space="preserve"> ...</w:t>
      </w:r>
      <w:r>
        <w:rPr>
          <w:rtl/>
        </w:rPr>
        <w:t xml:space="preserve"> والجزاء الحقّ هو الوجهة الواحدة التي تلتقي فيها كلّ هذه المقاصد الرفيعة</w:t>
      </w:r>
      <w:r w:rsidR="008F60AE">
        <w:rPr>
          <w:rtl/>
        </w:rPr>
        <w:t xml:space="preserve"> ...</w:t>
      </w:r>
      <w:r>
        <w:rPr>
          <w:rtl/>
        </w:rPr>
        <w:t xml:space="preserve"> فإذا بطل الجزاء اُلحق ففي بطلانه الإخلال كلّ الإخلال بمعنى التاريخ والأخلاق</w:t>
      </w:r>
      <w:r w:rsidR="00364168">
        <w:rPr>
          <w:rtl/>
        </w:rPr>
        <w:t>،</w:t>
      </w:r>
      <w:r>
        <w:rPr>
          <w:rtl/>
        </w:rPr>
        <w:t xml:space="preserve"> ولباب الشرائع والأديان</w:t>
      </w:r>
      <w:r w:rsidR="00364168">
        <w:rPr>
          <w:rtl/>
        </w:rPr>
        <w:t>،</w:t>
      </w:r>
      <w:r>
        <w:rPr>
          <w:rtl/>
        </w:rPr>
        <w:t xml:space="preserve"> وفيه حكم على الحياة بالعبث وعلى العقل الإنساني بالتشويه والخسار</w:t>
      </w:r>
      <w:r w:rsidR="00364168">
        <w:rPr>
          <w:rtl/>
        </w:rPr>
        <w:t>.</w:t>
      </w:r>
    </w:p>
    <w:p w:rsidR="002B49A5" w:rsidRDefault="002B49A5" w:rsidP="002B49A5">
      <w:pPr>
        <w:pStyle w:val="libNormal"/>
      </w:pPr>
      <w:r>
        <w:rPr>
          <w:rtl/>
        </w:rPr>
        <w:t>والجزاء الحقّ غرض مقصود لذاته يحرص عليه العقل الإنساني كرامة لنفسه ويقيناً من صحته وحسن أدائه</w:t>
      </w:r>
      <w:r w:rsidR="00364168">
        <w:rPr>
          <w:rtl/>
        </w:rPr>
        <w:t>،</w:t>
      </w:r>
      <w:r>
        <w:rPr>
          <w:rtl/>
        </w:rPr>
        <w:t xml:space="preserve"> كالنّظر الصحيح نحسبه</w:t>
      </w:r>
    </w:p>
    <w:p w:rsidR="002B49A5" w:rsidRDefault="002B49A5" w:rsidP="002B49A5">
      <w:pPr>
        <w:pStyle w:val="libNormal"/>
      </w:pPr>
      <w:r>
        <w:rPr>
          <w:rtl/>
        </w:rPr>
        <w:br w:type="page"/>
      </w:r>
    </w:p>
    <w:p w:rsidR="002B49A5" w:rsidRDefault="002B49A5" w:rsidP="003D44BA">
      <w:pPr>
        <w:pStyle w:val="libNormal0"/>
      </w:pPr>
      <w:r>
        <w:rPr>
          <w:rtl/>
        </w:rPr>
        <w:lastRenderedPageBreak/>
        <w:t>هو غرضاً للبصر يرتاح إلى تحقيقه ويحزن لفواته وإن لم يكن وراء ذلك ثواب أو عقاب</w:t>
      </w:r>
      <w:r w:rsidR="00364168">
        <w:rPr>
          <w:rtl/>
        </w:rPr>
        <w:t>؛</w:t>
      </w:r>
      <w:r>
        <w:rPr>
          <w:rtl/>
        </w:rPr>
        <w:t xml:space="preserve"> لأنّ النّظر الصحيح سلامة محبوبة والإخلال به داء كريه</w:t>
      </w:r>
      <w:r w:rsidR="00364168">
        <w:rPr>
          <w:rtl/>
        </w:rPr>
        <w:t>.</w:t>
      </w:r>
    </w:p>
    <w:p w:rsidR="002B49A5" w:rsidRDefault="002B49A5" w:rsidP="002B49A5">
      <w:pPr>
        <w:pStyle w:val="libNormal"/>
      </w:pPr>
      <w:r>
        <w:rPr>
          <w:rtl/>
        </w:rPr>
        <w:t>ولا يستهدف هذا القسطاس المستقيم لمحنة من محنه التي تزري بكرامة العقل الإنساني</w:t>
      </w:r>
      <w:r w:rsidR="00364168">
        <w:rPr>
          <w:rtl/>
        </w:rPr>
        <w:t>،</w:t>
      </w:r>
      <w:r>
        <w:rPr>
          <w:rtl/>
        </w:rPr>
        <w:t xml:space="preserve"> كاستهدافه لها وهو في مصطدم التضحية والمنافع</w:t>
      </w:r>
      <w:r w:rsidR="00364168">
        <w:rPr>
          <w:rtl/>
        </w:rPr>
        <w:t>،</w:t>
      </w:r>
      <w:r>
        <w:rPr>
          <w:rtl/>
        </w:rPr>
        <w:t xml:space="preserve"> أو في الصراع بين الشُهداء وأصحاب الطمع والحيلة</w:t>
      </w:r>
      <w:r w:rsidR="008F60AE">
        <w:rPr>
          <w:rtl/>
        </w:rPr>
        <w:t xml:space="preserve"> ...</w:t>
      </w:r>
      <w:r>
        <w:rPr>
          <w:rtl/>
        </w:rPr>
        <w:t xml:space="preserve"> ففي هذا المصطدم يبدو للنظرة الأولى أنّ الرجل قد أضاع كلّّ شيء وانهزم</w:t>
      </w:r>
      <w:r w:rsidR="00364168">
        <w:rPr>
          <w:rtl/>
        </w:rPr>
        <w:t>،</w:t>
      </w:r>
      <w:r>
        <w:rPr>
          <w:rtl/>
        </w:rPr>
        <w:t xml:space="preserve"> وهو في الحقيقة غانم ضافر</w:t>
      </w:r>
      <w:r w:rsidR="00364168">
        <w:rPr>
          <w:rtl/>
        </w:rPr>
        <w:t>.</w:t>
      </w:r>
      <w:r>
        <w:rPr>
          <w:rtl/>
        </w:rPr>
        <w:t xml:space="preserve"> </w:t>
      </w:r>
    </w:p>
    <w:p w:rsidR="002B49A5" w:rsidRDefault="002B49A5" w:rsidP="002B49A5">
      <w:pPr>
        <w:pStyle w:val="libNormal"/>
      </w:pPr>
      <w:r>
        <w:rPr>
          <w:rtl/>
        </w:rPr>
        <w:t>ويبدو لنا أنّه قد ربح كلّ شيء وانتصر وهو في الحقيقة خاسر مهزوم</w:t>
      </w:r>
      <w:r w:rsidR="00364168">
        <w:rPr>
          <w:rtl/>
        </w:rPr>
        <w:t>؛</w:t>
      </w:r>
      <w:r>
        <w:rPr>
          <w:rtl/>
        </w:rPr>
        <w:t xml:space="preserve"> ومن هُنا يدخل التاريخ ألزم مداخله وأبينها عن قيمة البحث فيه</w:t>
      </w:r>
      <w:r w:rsidR="00364168">
        <w:rPr>
          <w:rtl/>
        </w:rPr>
        <w:t>؛</w:t>
      </w:r>
      <w:r>
        <w:rPr>
          <w:rtl/>
        </w:rPr>
        <w:t xml:space="preserve"> لأنّه المدخل الذي يفضي إلى الجزاء الحقّ والنتيجة الحقّة</w:t>
      </w:r>
      <w:r w:rsidR="00364168">
        <w:rPr>
          <w:rtl/>
        </w:rPr>
        <w:t>،</w:t>
      </w:r>
      <w:r>
        <w:rPr>
          <w:rtl/>
        </w:rPr>
        <w:t xml:space="preserve"> وينتهي بكلّ عامل أفلح أو أخفق في ظاهر الأمر إلى نهاية مطافه وغاية مسماه في الأمد الطويل</w:t>
      </w:r>
      <w:r w:rsidR="00364168">
        <w:rPr>
          <w:rtl/>
        </w:rPr>
        <w:t>.</w:t>
      </w:r>
    </w:p>
    <w:p w:rsidR="002B49A5" w:rsidRDefault="002B49A5" w:rsidP="002B49A5">
      <w:pPr>
        <w:pStyle w:val="libNormal"/>
      </w:pPr>
      <w:r>
        <w:rPr>
          <w:rtl/>
        </w:rPr>
        <w:t>وقد ظفر التاريخ في الصراع بين الحُسين بن عليّ ويزيد بن معاوية بميزان من أصدق الموازين التي تُتاح لتمحيص الجزاء الحقّ في أعمال الشُهداء وأصحاب الطمع والحيلة</w:t>
      </w:r>
      <w:r w:rsidR="00364168">
        <w:rPr>
          <w:rtl/>
        </w:rPr>
        <w:t>،</w:t>
      </w:r>
      <w:r>
        <w:rPr>
          <w:rtl/>
        </w:rPr>
        <w:t xml:space="preserve"> فقلّما تُتاح في أخبار الاُمم شرقاً أو غرباً عبرة</w:t>
      </w:r>
    </w:p>
    <w:p w:rsidR="002B49A5" w:rsidRDefault="002B49A5" w:rsidP="002B49A5">
      <w:pPr>
        <w:pStyle w:val="libNormal"/>
      </w:pPr>
      <w:r>
        <w:rPr>
          <w:rtl/>
        </w:rPr>
        <w:br w:type="page"/>
      </w:r>
    </w:p>
    <w:p w:rsidR="002B49A5" w:rsidRDefault="002B49A5" w:rsidP="003D44BA">
      <w:pPr>
        <w:pStyle w:val="libNormal0"/>
      </w:pPr>
      <w:r>
        <w:rPr>
          <w:rtl/>
        </w:rPr>
        <w:lastRenderedPageBreak/>
        <w:t>كهذه العبرة بوضوح معالمها أو أشواطها</w:t>
      </w:r>
      <w:r w:rsidR="00364168">
        <w:rPr>
          <w:rtl/>
        </w:rPr>
        <w:t>،</w:t>
      </w:r>
      <w:r>
        <w:rPr>
          <w:rtl/>
        </w:rPr>
        <w:t xml:space="preserve"> وفي تقابل النصر والهزيمة فيها بين الطوالع والخواتم</w:t>
      </w:r>
      <w:r w:rsidR="00364168">
        <w:rPr>
          <w:rtl/>
        </w:rPr>
        <w:t>،</w:t>
      </w:r>
      <w:r>
        <w:rPr>
          <w:rtl/>
        </w:rPr>
        <w:t xml:space="preserve"> على اختلاف معارض النصر والهزيمة</w:t>
      </w:r>
      <w:r w:rsidR="008F60AE">
        <w:rPr>
          <w:rtl/>
        </w:rPr>
        <w:t xml:space="preserve"> ...</w:t>
      </w:r>
      <w:r>
        <w:rPr>
          <w:rtl/>
        </w:rPr>
        <w:t xml:space="preserve"> فيزيد في يوم كربلاء هو صاحب النصر المؤزّر الذي لا يشوبه خذلان</w:t>
      </w:r>
      <w:r w:rsidR="00364168">
        <w:rPr>
          <w:rtl/>
        </w:rPr>
        <w:t>،</w:t>
      </w:r>
      <w:r>
        <w:rPr>
          <w:rtl/>
        </w:rPr>
        <w:t xml:space="preserve"> وحُسين في ذلك اليوم هو المخذول الذي لم يطمح خاذله من وراء الظفر به إلى مزيد</w:t>
      </w:r>
      <w:r w:rsidR="008F60AE">
        <w:rPr>
          <w:rtl/>
        </w:rPr>
        <w:t xml:space="preserve"> ...</w:t>
      </w:r>
      <w:r>
        <w:rPr>
          <w:rtl/>
        </w:rPr>
        <w:t xml:space="preserve"> ثمّ تنقلب الآية أيما انقلاب</w:t>
      </w:r>
      <w:r w:rsidR="00364168">
        <w:rPr>
          <w:rtl/>
        </w:rPr>
        <w:t>،</w:t>
      </w:r>
      <w:r>
        <w:rPr>
          <w:rtl/>
        </w:rPr>
        <w:t xml:space="preserve"> ويقوم الميزان</w:t>
      </w:r>
      <w:r w:rsidR="00364168">
        <w:rPr>
          <w:rtl/>
        </w:rPr>
        <w:t>،</w:t>
      </w:r>
      <w:r>
        <w:rPr>
          <w:rtl/>
        </w:rPr>
        <w:t xml:space="preserve"> فلا يختلف عارفان بين كفّة الرّجحان وكفّة الخسران</w:t>
      </w:r>
      <w:r w:rsidR="008F60AE">
        <w:rPr>
          <w:rtl/>
        </w:rPr>
        <w:t xml:space="preserve"> ...</w:t>
      </w:r>
      <w:r>
        <w:rPr>
          <w:rtl/>
        </w:rPr>
        <w:t xml:space="preserve"> وهذا الذي قصدنا إلى تبيينه وجلائه بتسطير هذه الفصول</w:t>
      </w:r>
      <w:r w:rsidR="00364168">
        <w:rPr>
          <w:rtl/>
        </w:rPr>
        <w:t>.</w:t>
      </w:r>
    </w:p>
    <w:p w:rsidR="002B49A5" w:rsidRDefault="002B49A5" w:rsidP="008F60AE">
      <w:pPr>
        <w:pStyle w:val="libCenter"/>
      </w:pPr>
      <w:r>
        <w:rPr>
          <w:rtl/>
        </w:rPr>
        <w:t>* * *</w:t>
      </w:r>
    </w:p>
    <w:p w:rsidR="002B49A5" w:rsidRDefault="002B49A5" w:rsidP="002B49A5">
      <w:pPr>
        <w:pStyle w:val="libNormal"/>
      </w:pPr>
      <w:r>
        <w:rPr>
          <w:rtl/>
        </w:rPr>
        <w:t>وما من عبرة أولى من هذه بالتبيين والجلاء لدارس التاريخ ودارس الحياة وطالب المعنى البعيد في أطوار هذا الوجود</w:t>
      </w:r>
      <w:r w:rsidR="00364168">
        <w:rPr>
          <w:rtl/>
        </w:rPr>
        <w:t>.</w:t>
      </w:r>
    </w:p>
    <w:p w:rsidR="002B49A5" w:rsidRDefault="002B49A5" w:rsidP="002B49A5">
      <w:pPr>
        <w:pStyle w:val="libNormal"/>
      </w:pPr>
      <w:r>
        <w:rPr>
          <w:rtl/>
        </w:rPr>
        <w:t>ولسنا نقول إنّ الصراع بين الحُسين ويزيد مثل جامع لكلّ ألوان الصراع بين الشّهادة والمنفعة أو بين الإيمان والمآرب الأرضية</w:t>
      </w:r>
      <w:r w:rsidR="00364168">
        <w:rPr>
          <w:rtl/>
        </w:rPr>
        <w:t>؛</w:t>
      </w:r>
      <w:r>
        <w:rPr>
          <w:rtl/>
        </w:rPr>
        <w:t xml:space="preserve"> فإنّ لهذا الصراع لألواناً تتعدّد ولا تتكرر على هذا المثال</w:t>
      </w:r>
      <w:r w:rsidR="00364168">
        <w:rPr>
          <w:rtl/>
        </w:rPr>
        <w:t>،</w:t>
      </w:r>
      <w:r>
        <w:rPr>
          <w:rtl/>
        </w:rPr>
        <w:t xml:space="preserve"> وإنّ له لَعناصر لم تجتمع</w:t>
      </w:r>
    </w:p>
    <w:p w:rsidR="002B49A5" w:rsidRDefault="002B49A5" w:rsidP="002B49A5">
      <w:pPr>
        <w:pStyle w:val="libNormal"/>
      </w:pPr>
      <w:r>
        <w:rPr>
          <w:rtl/>
        </w:rPr>
        <w:br w:type="page"/>
      </w:r>
    </w:p>
    <w:p w:rsidR="002B49A5" w:rsidRDefault="002B49A5" w:rsidP="003D44BA">
      <w:pPr>
        <w:pStyle w:val="libNormal0"/>
      </w:pPr>
      <w:r>
        <w:rPr>
          <w:rtl/>
        </w:rPr>
        <w:lastRenderedPageBreak/>
        <w:t>كلّها في طرفي الخصومة بين الرّجلين</w:t>
      </w:r>
      <w:r w:rsidR="00364168">
        <w:rPr>
          <w:rtl/>
        </w:rPr>
        <w:t>،</w:t>
      </w:r>
      <w:r>
        <w:rPr>
          <w:rtl/>
        </w:rPr>
        <w:t xml:space="preserve"> وأشواطاً لم تتخذ الطريق الذي اتخذته هذه الخصومة في البداية أو النّهاية</w:t>
      </w:r>
      <w:r w:rsidR="00364168">
        <w:rPr>
          <w:rtl/>
        </w:rPr>
        <w:t>.</w:t>
      </w:r>
    </w:p>
    <w:p w:rsidR="002B49A5" w:rsidRDefault="002B49A5" w:rsidP="002B49A5">
      <w:pPr>
        <w:pStyle w:val="libNormal"/>
      </w:pPr>
      <w:r>
        <w:rPr>
          <w:rtl/>
        </w:rPr>
        <w:t>ولسنا نقول إنّ الصراع بين الحُسين ويزيد مثل جامع لكلّ ألوان الصراع وتفرّدها بارزة ماثلة للتأمل والتعقيب</w:t>
      </w:r>
      <w:r w:rsidR="00364168">
        <w:rPr>
          <w:rtl/>
        </w:rPr>
        <w:t>،</w:t>
      </w:r>
      <w:r>
        <w:rPr>
          <w:rtl/>
        </w:rPr>
        <w:t xml:space="preserve"> وهي أنّ مسألة الحُسين ويزيد قد كانت صراعاً بين خلقين خالدين</w:t>
      </w:r>
      <w:r w:rsidR="00364168">
        <w:rPr>
          <w:rtl/>
        </w:rPr>
        <w:t>،</w:t>
      </w:r>
      <w:r>
        <w:rPr>
          <w:rtl/>
        </w:rPr>
        <w:t xml:space="preserve"> وقد كانت جولة من جولات هذين الخلقين اللذين تجاولا أحقاباً غابرات</w:t>
      </w:r>
      <w:r w:rsidR="00364168">
        <w:rPr>
          <w:rtl/>
        </w:rPr>
        <w:t>،</w:t>
      </w:r>
      <w:r>
        <w:rPr>
          <w:rtl/>
        </w:rPr>
        <w:t xml:space="preserve"> ولا يزالان يتجاولان فيما يلي من الأحقاب</w:t>
      </w:r>
      <w:r w:rsidR="00364168">
        <w:rPr>
          <w:rtl/>
        </w:rPr>
        <w:t>،</w:t>
      </w:r>
      <w:r>
        <w:rPr>
          <w:rtl/>
        </w:rPr>
        <w:t xml:space="preserve"> وقد أسفرا عن نتيجة فاصلة ينفرد لها مكان معروف بين سائر الجولات</w:t>
      </w:r>
      <w:r w:rsidR="00364168">
        <w:rPr>
          <w:rtl/>
        </w:rPr>
        <w:t>،</w:t>
      </w:r>
      <w:r>
        <w:rPr>
          <w:rtl/>
        </w:rPr>
        <w:t xml:space="preserve"> وليست جولة اُخرى منهن بأحقّ منها بالتعليق والتصديق</w:t>
      </w:r>
      <w:r w:rsidR="00364168">
        <w:rPr>
          <w:rtl/>
        </w:rPr>
        <w:t>.</w:t>
      </w:r>
    </w:p>
    <w:p w:rsidR="002B49A5" w:rsidRDefault="002B49A5" w:rsidP="002B49A5">
      <w:pPr>
        <w:pStyle w:val="libNormal"/>
      </w:pPr>
      <w:r>
        <w:rPr>
          <w:rtl/>
        </w:rPr>
        <w:t>ووجهتنا من هذه العبرة أن يُعطى كلّ خُلق من أخلاق العاملين حقّه بمعيار لا غبن فيه</w:t>
      </w:r>
      <w:r w:rsidR="00364168">
        <w:rPr>
          <w:rtl/>
        </w:rPr>
        <w:t>،</w:t>
      </w:r>
      <w:r>
        <w:rPr>
          <w:rtl/>
        </w:rPr>
        <w:t xml:space="preserve"> فإذا سعى أحد بالحيلة فخدع النّاس وبلغ مأربه فليكن ذلك مغنمه وكفى</w:t>
      </w:r>
      <w:r w:rsidR="00364168">
        <w:rPr>
          <w:rtl/>
        </w:rPr>
        <w:t>،</w:t>
      </w:r>
      <w:r>
        <w:rPr>
          <w:rtl/>
        </w:rPr>
        <w:t xml:space="preserve"> ولا ينفعه ذلك في استلاب السمعة المحبوبة والعطف الخالص والثناء الرفيع</w:t>
      </w:r>
      <w:r w:rsidR="008F60AE">
        <w:rPr>
          <w:rtl/>
        </w:rPr>
        <w:t xml:space="preserve"> ...</w:t>
      </w:r>
      <w:r>
        <w:rPr>
          <w:rtl/>
        </w:rPr>
        <w:t xml:space="preserve"> وإذا خسر أحد حياته في سبيل إيمانه فلتكن تلك خسارته وكفى</w:t>
      </w:r>
      <w:r w:rsidR="00364168">
        <w:rPr>
          <w:rtl/>
        </w:rPr>
        <w:t>،</w:t>
      </w:r>
      <w:r>
        <w:rPr>
          <w:rtl/>
        </w:rPr>
        <w:t xml:space="preserve"> ولا ينكب فوق ذلك بخسارة في السمعة والعطف والثناء</w:t>
      </w:r>
      <w:r w:rsidR="00364168">
        <w:rPr>
          <w:rtl/>
        </w:rPr>
        <w:t>.</w:t>
      </w:r>
    </w:p>
    <w:p w:rsidR="002B49A5" w:rsidRDefault="002B49A5" w:rsidP="002B49A5">
      <w:pPr>
        <w:pStyle w:val="libNormal"/>
      </w:pPr>
      <w:r>
        <w:rPr>
          <w:rtl/>
        </w:rPr>
        <w:t>فلو جاز هذا لكان العطف الإنساني أزيف ما عرفناه في هذه الدُنيا من الزيوف</w:t>
      </w:r>
      <w:r w:rsidR="00364168">
        <w:rPr>
          <w:rtl/>
        </w:rPr>
        <w:t>؛</w:t>
      </w:r>
      <w:r>
        <w:rPr>
          <w:rtl/>
        </w:rPr>
        <w:t xml:space="preserve"> لأنّ خديعة واحدة تشتريه وتستبقيه</w:t>
      </w:r>
      <w:r w:rsidR="00364168">
        <w:rPr>
          <w:rtl/>
        </w:rPr>
        <w:t>،</w:t>
      </w:r>
      <w:r>
        <w:rPr>
          <w:rtl/>
        </w:rPr>
        <w:t xml:space="preserve"> وما من زيف في</w:t>
      </w:r>
    </w:p>
    <w:p w:rsidR="002B49A5" w:rsidRDefault="002B49A5" w:rsidP="002B49A5">
      <w:pPr>
        <w:pStyle w:val="libNormal"/>
      </w:pPr>
      <w:r>
        <w:rPr>
          <w:rtl/>
        </w:rPr>
        <w:br w:type="page"/>
      </w:r>
    </w:p>
    <w:p w:rsidR="002B49A5" w:rsidRDefault="002B49A5" w:rsidP="003D44BA">
      <w:pPr>
        <w:pStyle w:val="libNormal0"/>
      </w:pPr>
      <w:r>
        <w:rPr>
          <w:rtl/>
        </w:rPr>
        <w:lastRenderedPageBreak/>
        <w:t>العروض الاُخرى إلاّ وهو ينطلي يوماً وينكشف بقية الأيّام</w:t>
      </w:r>
      <w:r w:rsidR="00364168">
        <w:rPr>
          <w:rtl/>
        </w:rPr>
        <w:t>.</w:t>
      </w:r>
      <w:r>
        <w:rPr>
          <w:rtl/>
        </w:rPr>
        <w:t xml:space="preserve"> </w:t>
      </w:r>
    </w:p>
    <w:p w:rsidR="002B49A5" w:rsidRDefault="002B49A5" w:rsidP="008F60AE">
      <w:pPr>
        <w:pStyle w:val="libCenter"/>
      </w:pPr>
      <w:r>
        <w:rPr>
          <w:rtl/>
        </w:rPr>
        <w:t>* * *</w:t>
      </w:r>
    </w:p>
    <w:p w:rsidR="002B49A5" w:rsidRDefault="002B49A5" w:rsidP="002B49A5">
      <w:pPr>
        <w:pStyle w:val="libNormal"/>
      </w:pPr>
      <w:r>
        <w:rPr>
          <w:rtl/>
        </w:rPr>
        <w:t>وإذا كان احتيال الإنسان لنفسه معطيه كلّ ما تهبه الدُنيا من غنم النفع والمحبّة والثناء</w:t>
      </w:r>
      <w:r w:rsidR="00364168">
        <w:rPr>
          <w:rtl/>
        </w:rPr>
        <w:t>،</w:t>
      </w:r>
      <w:r>
        <w:rPr>
          <w:rtl/>
        </w:rPr>
        <w:t xml:space="preserve"> فقد ربح المحتالون وخسر نوع الإنسان</w:t>
      </w:r>
      <w:r w:rsidR="00364168">
        <w:rPr>
          <w:rtl/>
        </w:rPr>
        <w:t>،</w:t>
      </w:r>
      <w:r>
        <w:rPr>
          <w:rtl/>
        </w:rPr>
        <w:t xml:space="preserve"> وإذا كانت خسارة المرء في سبيل إيمانه تجمع عليه كلّ خسارة</w:t>
      </w:r>
      <w:r w:rsidR="00364168">
        <w:rPr>
          <w:rtl/>
        </w:rPr>
        <w:t>،</w:t>
      </w:r>
      <w:r>
        <w:rPr>
          <w:rtl/>
        </w:rPr>
        <w:t xml:space="preserve"> فالأحمق الفاشل من يطلب الخير للناس ويغفل عن نفسه في طلابه</w:t>
      </w:r>
      <w:r w:rsidR="00364168">
        <w:rPr>
          <w:rtl/>
        </w:rPr>
        <w:t>.</w:t>
      </w:r>
    </w:p>
    <w:p w:rsidR="002B49A5" w:rsidRDefault="002B49A5" w:rsidP="002B49A5">
      <w:pPr>
        <w:pStyle w:val="libNormal"/>
      </w:pPr>
      <w:r>
        <w:rPr>
          <w:rtl/>
        </w:rPr>
        <w:t>فكفى الواصل ما وصل إليه</w:t>
      </w:r>
      <w:r w:rsidR="008F60AE">
        <w:rPr>
          <w:rtl/>
        </w:rPr>
        <w:t xml:space="preserve"> ...</w:t>
      </w:r>
      <w:r>
        <w:rPr>
          <w:rtl/>
        </w:rPr>
        <w:t xml:space="preserve"> وكثير عليه أن يطمع عند الخلف والسلف فيما ادخرته الإنسانيّة من الثناء والعطف لِمن يكرمونها بفضيلة الشّهادة والتضحية</w:t>
      </w:r>
      <w:r w:rsidR="00364168">
        <w:rPr>
          <w:rtl/>
        </w:rPr>
        <w:t>،</w:t>
      </w:r>
      <w:r>
        <w:rPr>
          <w:rtl/>
        </w:rPr>
        <w:t xml:space="preserve"> ويخسرون</w:t>
      </w:r>
      <w:r w:rsidR="00364168">
        <w:rPr>
          <w:rtl/>
        </w:rPr>
        <w:t>.</w:t>
      </w:r>
      <w:r>
        <w:rPr>
          <w:rtl/>
        </w:rPr>
        <w:t xml:space="preserve"> وهذا الفيصل العادل أعدل ما يكون فيما بين الحُسين ويزيد</w:t>
      </w:r>
      <w:r w:rsidR="008F60AE">
        <w:rPr>
          <w:rtl/>
        </w:rPr>
        <w:t xml:space="preserve"> ...</w:t>
      </w:r>
      <w:r>
        <w:rPr>
          <w:rtl/>
        </w:rPr>
        <w:t xml:space="preserve"> </w:t>
      </w:r>
    </w:p>
    <w:p w:rsidR="002B49A5" w:rsidRDefault="002B49A5" w:rsidP="002B49A5">
      <w:pPr>
        <w:pStyle w:val="libNormal"/>
      </w:pPr>
      <w:r>
        <w:rPr>
          <w:rtl/>
        </w:rPr>
        <w:t>فإذا قيل</w:t>
      </w:r>
      <w:r w:rsidR="00364168">
        <w:rPr>
          <w:rtl/>
        </w:rPr>
        <w:t>:</w:t>
      </w:r>
      <w:r>
        <w:rPr>
          <w:rtl/>
        </w:rPr>
        <w:t xml:space="preserve"> إنّ معاوية قد عمل وقد أفلح بالحيلة والدهاء</w:t>
      </w:r>
      <w:r w:rsidR="00364168">
        <w:rPr>
          <w:rtl/>
        </w:rPr>
        <w:t>،</w:t>
      </w:r>
      <w:r>
        <w:rPr>
          <w:rtl/>
        </w:rPr>
        <w:t xml:space="preserve"> فيزيد لم يعمل ولم يفلح بحيلة ولا دهاء</w:t>
      </w:r>
      <w:r w:rsidR="00364168">
        <w:rPr>
          <w:rtl/>
        </w:rPr>
        <w:t>،</w:t>
      </w:r>
      <w:r>
        <w:rPr>
          <w:rtl/>
        </w:rPr>
        <w:t xml:space="preserve"> ولكنّه ورث المنافع التي يشتري بها الأيدي والسّيوف</w:t>
      </w:r>
      <w:r w:rsidR="00364168">
        <w:rPr>
          <w:rtl/>
        </w:rPr>
        <w:t>،</w:t>
      </w:r>
      <w:r>
        <w:rPr>
          <w:rtl/>
        </w:rPr>
        <w:t xml:space="preserve"> فجال بها جولة رابحة في كفاح الضمائر والقلوب</w:t>
      </w:r>
      <w:r w:rsidR="00364168">
        <w:rPr>
          <w:rtl/>
        </w:rPr>
        <w:t>،</w:t>
      </w:r>
      <w:r>
        <w:rPr>
          <w:rtl/>
        </w:rPr>
        <w:t xml:space="preserve"> فينبغي ألاّ يربح بهذه الوسيلة</w:t>
      </w:r>
      <w:r w:rsidR="00364168">
        <w:rPr>
          <w:rtl/>
        </w:rPr>
        <w:t>؛</w:t>
      </w:r>
      <w:r>
        <w:rPr>
          <w:rtl/>
        </w:rPr>
        <w:t xml:space="preserve"> فأمّا وقد ربح فينبغي أن يقف الرّبح عند ذاك</w:t>
      </w:r>
      <w:r w:rsidR="00364168">
        <w:rPr>
          <w:rtl/>
        </w:rPr>
        <w:t>،</w:t>
      </w:r>
      <w:r>
        <w:rPr>
          <w:rtl/>
        </w:rPr>
        <w:t xml:space="preserve"> وينبغي للعذر الكاذب والثناء المأجور ألاّ يحسبا على النّاس بحساب العذر الصادق والثناء الجميل</w:t>
      </w:r>
      <w:r w:rsidR="00364168">
        <w:rPr>
          <w:rtl/>
        </w:rPr>
        <w:t>.</w:t>
      </w:r>
    </w:p>
    <w:p w:rsidR="002B49A5" w:rsidRDefault="002B49A5" w:rsidP="002B49A5">
      <w:pPr>
        <w:pStyle w:val="libNormal"/>
      </w:pPr>
      <w:r>
        <w:rPr>
          <w:rtl/>
        </w:rPr>
        <w:t>وقد تزلّف إلى يزيد مَن يتزلفون إلى أصحاب المال والسُلطان ثمّ</w:t>
      </w:r>
    </w:p>
    <w:p w:rsidR="002B49A5" w:rsidRDefault="002B49A5" w:rsidP="002B49A5">
      <w:pPr>
        <w:pStyle w:val="libNormal"/>
      </w:pPr>
      <w:r>
        <w:rPr>
          <w:rtl/>
        </w:rPr>
        <w:br w:type="page"/>
      </w:r>
    </w:p>
    <w:p w:rsidR="002B49A5" w:rsidRDefault="002B49A5" w:rsidP="003D44BA">
      <w:pPr>
        <w:pStyle w:val="libNormal0"/>
      </w:pPr>
      <w:r>
        <w:rPr>
          <w:rtl/>
        </w:rPr>
        <w:lastRenderedPageBreak/>
        <w:t>أخذوا اُجورهم</w:t>
      </w:r>
      <w:r w:rsidR="00364168">
        <w:rPr>
          <w:rtl/>
        </w:rPr>
        <w:t>،</w:t>
      </w:r>
      <w:r>
        <w:rPr>
          <w:rtl/>
        </w:rPr>
        <w:t xml:space="preserve"> فينبغي أن يقوم ذلك الثناء بقيمة تلك الاُجور وأن يكون ما قبضوه من أجرٍ غاية ما استحقوه إنْ كانوا مستحقيه</w:t>
      </w:r>
      <w:r w:rsidR="00364168">
        <w:rPr>
          <w:rtl/>
        </w:rPr>
        <w:t>؛</w:t>
      </w:r>
      <w:r>
        <w:rPr>
          <w:rtl/>
        </w:rPr>
        <w:t xml:space="preserve"> أمّا أنّ يُضاف ثناء الخلود إلى صفقة اُولئك المأجورين</w:t>
      </w:r>
      <w:r w:rsidR="00364168">
        <w:rPr>
          <w:rtl/>
        </w:rPr>
        <w:t>،</w:t>
      </w:r>
      <w:r>
        <w:rPr>
          <w:rtl/>
        </w:rPr>
        <w:t xml:space="preserve"> فقد أصبح ثناء الخلود إذن صفقة بغير ثمن</w:t>
      </w:r>
      <w:r w:rsidR="00364168">
        <w:rPr>
          <w:rtl/>
        </w:rPr>
        <w:t>،</w:t>
      </w:r>
      <w:r>
        <w:rPr>
          <w:rtl/>
        </w:rPr>
        <w:t xml:space="preserve"> أو هو علاوة مضمونة على صفقة كلّ مأجور</w:t>
      </w:r>
      <w:r w:rsidR="00364168">
        <w:rPr>
          <w:rtl/>
        </w:rPr>
        <w:t>.</w:t>
      </w:r>
    </w:p>
    <w:p w:rsidR="002B49A5" w:rsidRDefault="002B49A5" w:rsidP="002B49A5">
      <w:pPr>
        <w:pStyle w:val="libNormal"/>
      </w:pPr>
      <w:r>
        <w:rPr>
          <w:rtl/>
        </w:rPr>
        <w:t>إنّ صاحب الثناء المبذول لا يسأل عن شيء غير العطاء المبذول</w:t>
      </w:r>
      <w:r w:rsidR="00364168">
        <w:rPr>
          <w:rtl/>
        </w:rPr>
        <w:t>،</w:t>
      </w:r>
      <w:r>
        <w:rPr>
          <w:rtl/>
        </w:rPr>
        <w:t xml:space="preserve"> ولكن التاريخ خليق أن يسأل عن أعمال وأقوال قبل أن يبذل ما لديه من ثناء</w:t>
      </w:r>
      <w:r w:rsidR="00364168">
        <w:rPr>
          <w:rtl/>
        </w:rPr>
        <w:t>.</w:t>
      </w:r>
      <w:r>
        <w:rPr>
          <w:rtl/>
        </w:rPr>
        <w:t xml:space="preserve"> وليس في تاريخ يزيد عمل واحد صحيح أو مدعى</w:t>
      </w:r>
      <w:r w:rsidR="00364168">
        <w:rPr>
          <w:rtl/>
        </w:rPr>
        <w:t>،</w:t>
      </w:r>
      <w:r>
        <w:rPr>
          <w:rtl/>
        </w:rPr>
        <w:t xml:space="preserve"> ولا كلمة واحدة صحيحة أو مدعاة تقيمه</w:t>
      </w:r>
      <w:r w:rsidR="00364168">
        <w:rPr>
          <w:rtl/>
        </w:rPr>
        <w:t>؛</w:t>
      </w:r>
      <w:r>
        <w:rPr>
          <w:rtl/>
        </w:rPr>
        <w:t xml:space="preserve"> بحيث أراده المأجورون من العذر الممهد والمدح المعقول</w:t>
      </w:r>
      <w:r w:rsidR="00364168">
        <w:rPr>
          <w:rtl/>
        </w:rPr>
        <w:t>،</w:t>
      </w:r>
      <w:r>
        <w:rPr>
          <w:rtl/>
        </w:rPr>
        <w:t xml:space="preserve"> أو تخوّله مكان الترجيح في الموازنة بينه وبين الحُسين</w:t>
      </w:r>
      <w:r w:rsidR="008F60AE">
        <w:rPr>
          <w:rtl/>
        </w:rPr>
        <w:t xml:space="preserve"> ...</w:t>
      </w:r>
      <w:r>
        <w:rPr>
          <w:rtl/>
        </w:rPr>
        <w:t xml:space="preserve"> </w:t>
      </w:r>
    </w:p>
    <w:p w:rsidR="002B49A5" w:rsidRDefault="002B49A5" w:rsidP="002B49A5">
      <w:pPr>
        <w:pStyle w:val="libNormal"/>
      </w:pPr>
      <w:r>
        <w:rPr>
          <w:rtl/>
        </w:rPr>
        <w:t>كلّ أخطائه ثابتة عليه</w:t>
      </w:r>
      <w:r w:rsidR="00364168">
        <w:rPr>
          <w:rtl/>
        </w:rPr>
        <w:t>،</w:t>
      </w:r>
      <w:r>
        <w:rPr>
          <w:rtl/>
        </w:rPr>
        <w:t xml:space="preserve"> ومنها</w:t>
      </w:r>
      <w:r w:rsidR="004C4A93">
        <w:rPr>
          <w:rtl/>
        </w:rPr>
        <w:t xml:space="preserve"> - </w:t>
      </w:r>
      <w:r>
        <w:rPr>
          <w:rtl/>
        </w:rPr>
        <w:t>بل كلّها</w:t>
      </w:r>
      <w:r w:rsidR="004C4A93">
        <w:rPr>
          <w:rtl/>
        </w:rPr>
        <w:t xml:space="preserve"> - </w:t>
      </w:r>
      <w:r>
        <w:rPr>
          <w:rtl/>
        </w:rPr>
        <w:t>خطؤه في حقّ نفسه ودولته ورعاياه</w:t>
      </w:r>
      <w:r w:rsidR="00364168">
        <w:rPr>
          <w:rtl/>
        </w:rPr>
        <w:t>،</w:t>
      </w:r>
      <w:r>
        <w:rPr>
          <w:rtl/>
        </w:rPr>
        <w:t xml:space="preserve"> وليس له فضل واحد ثابت ولا كلمة واحدة مأثورة تنقض ما وصفه به ناقدوه وعائبوه</w:t>
      </w:r>
      <w:r w:rsidR="00364168">
        <w:rPr>
          <w:rtl/>
        </w:rPr>
        <w:t>؛</w:t>
      </w:r>
      <w:r>
        <w:rPr>
          <w:rtl/>
        </w:rPr>
        <w:t xml:space="preserve"> فقد كانت له ندحة عن قتل الحُسين</w:t>
      </w:r>
      <w:r w:rsidR="00364168">
        <w:rPr>
          <w:rtl/>
        </w:rPr>
        <w:t>،</w:t>
      </w:r>
      <w:r>
        <w:rPr>
          <w:rtl/>
        </w:rPr>
        <w:t xml:space="preserve"> وكان يخدم نفسه ودولته لو أنّه استبقاه حيث يتقيه ويرعاه</w:t>
      </w:r>
      <w:r w:rsidR="008F60AE">
        <w:rPr>
          <w:rtl/>
        </w:rPr>
        <w:t xml:space="preserve"> ...</w:t>
      </w:r>
      <w:r>
        <w:rPr>
          <w:rtl/>
        </w:rPr>
        <w:t xml:space="preserve"> </w:t>
      </w:r>
    </w:p>
    <w:p w:rsidR="002B49A5" w:rsidRDefault="002B49A5" w:rsidP="002B49A5">
      <w:pPr>
        <w:pStyle w:val="libNormal"/>
      </w:pPr>
      <w:r>
        <w:rPr>
          <w:rtl/>
        </w:rPr>
        <w:t>وكانت له ندحة عن ضرب الكعبة</w:t>
      </w:r>
      <w:r w:rsidR="00364168">
        <w:rPr>
          <w:rtl/>
        </w:rPr>
        <w:t>،</w:t>
      </w:r>
      <w:r>
        <w:rPr>
          <w:rtl/>
        </w:rPr>
        <w:t xml:space="preserve"> واستباحة المدينة</w:t>
      </w:r>
      <w:r w:rsidR="00364168">
        <w:rPr>
          <w:rtl/>
        </w:rPr>
        <w:t>،</w:t>
      </w:r>
      <w:r>
        <w:rPr>
          <w:rtl/>
        </w:rPr>
        <w:t xml:space="preserve"> وتسليط أمثال مُسلم بن عقبة وعبيد الله بن زياد على خلائق الله</w:t>
      </w:r>
      <w:r w:rsidR="00364168">
        <w:rPr>
          <w:rtl/>
        </w:rPr>
        <w:t>.</w:t>
      </w:r>
      <w:r>
        <w:rPr>
          <w:rtl/>
        </w:rPr>
        <w:t xml:space="preserve"> وكانت له ندحة عن السمعة التي لصقت به ولم تلصق به افتراء ولا</w:t>
      </w:r>
    </w:p>
    <w:p w:rsidR="002B49A5" w:rsidRDefault="002B49A5" w:rsidP="002B49A5">
      <w:pPr>
        <w:pStyle w:val="libNormal"/>
      </w:pPr>
      <w:r>
        <w:rPr>
          <w:rtl/>
        </w:rPr>
        <w:br w:type="page"/>
      </w:r>
    </w:p>
    <w:p w:rsidR="002B49A5" w:rsidRDefault="002B49A5" w:rsidP="003D44BA">
      <w:pPr>
        <w:pStyle w:val="libNormal0"/>
      </w:pPr>
      <w:r>
        <w:rPr>
          <w:rtl/>
        </w:rPr>
        <w:lastRenderedPageBreak/>
        <w:t>ادعاء كما يزعم صنائعه ومأجوروه</w:t>
      </w:r>
      <w:r w:rsidR="00364168">
        <w:rPr>
          <w:rtl/>
        </w:rPr>
        <w:t>؛</w:t>
      </w:r>
      <w:r>
        <w:rPr>
          <w:rtl/>
        </w:rPr>
        <w:t xml:space="preserve"> لأنّ واصفيه بتلك السمعة لم يلصقوا مثلها بأبيه</w:t>
      </w:r>
      <w:r w:rsidR="008F60AE">
        <w:rPr>
          <w:rtl/>
        </w:rPr>
        <w:t xml:space="preserve"> ...</w:t>
      </w:r>
      <w:r>
        <w:rPr>
          <w:rtl/>
        </w:rPr>
        <w:t xml:space="preserve"> ومَن كان حقّه في النعمة التي نعم بها مغتصباً ينتزعه عنوة</w:t>
      </w:r>
      <w:r w:rsidR="00364168">
        <w:rPr>
          <w:rtl/>
        </w:rPr>
        <w:t>،</w:t>
      </w:r>
      <w:r>
        <w:rPr>
          <w:rtl/>
        </w:rPr>
        <w:t xml:space="preserve"> لا يكن حقّه في الفضل والكرامة جزافاً لا حسيب عليه</w:t>
      </w:r>
      <w:r w:rsidR="00364168">
        <w:rPr>
          <w:rtl/>
        </w:rPr>
        <w:t>.</w:t>
      </w:r>
    </w:p>
    <w:p w:rsidR="002B49A5" w:rsidRDefault="002B49A5" w:rsidP="008F60AE">
      <w:pPr>
        <w:pStyle w:val="libCenter"/>
      </w:pPr>
      <w:r>
        <w:rPr>
          <w:rtl/>
        </w:rPr>
        <w:t>* * *</w:t>
      </w:r>
    </w:p>
    <w:p w:rsidR="002B49A5" w:rsidRDefault="002B49A5" w:rsidP="002B49A5">
      <w:pPr>
        <w:pStyle w:val="libNormal"/>
      </w:pPr>
      <w:r>
        <w:rPr>
          <w:rtl/>
        </w:rPr>
        <w:t>وتسديد العطف الإنساني هُنا فرض من أقدس الفروض على الناظرين في سير الغابرين</w:t>
      </w:r>
      <w:r w:rsidR="00364168">
        <w:rPr>
          <w:rtl/>
        </w:rPr>
        <w:t>؛</w:t>
      </w:r>
      <w:r>
        <w:rPr>
          <w:rtl/>
        </w:rPr>
        <w:t xml:space="preserve"> لأنّ العطف الإنساني هو كلّ ما يملك التاريخ من جزاء</w:t>
      </w:r>
      <w:r w:rsidR="00364168">
        <w:rPr>
          <w:rtl/>
        </w:rPr>
        <w:t>،</w:t>
      </w:r>
      <w:r>
        <w:rPr>
          <w:rtl/>
        </w:rPr>
        <w:t xml:space="preserve"> وهو الثروة الوحيدة التي يحتفظ بها الخلود</w:t>
      </w:r>
      <w:r w:rsidR="008F60AE">
        <w:rPr>
          <w:rtl/>
        </w:rPr>
        <w:t xml:space="preserve"> ...</w:t>
      </w:r>
      <w:r>
        <w:rPr>
          <w:rtl/>
        </w:rPr>
        <w:t xml:space="preserve"> </w:t>
      </w:r>
    </w:p>
    <w:p w:rsidR="002B49A5" w:rsidRDefault="002B49A5" w:rsidP="002B49A5">
      <w:pPr>
        <w:pStyle w:val="libNormal"/>
      </w:pPr>
      <w:r>
        <w:rPr>
          <w:rtl/>
        </w:rPr>
        <w:t>وإنّنا لندع الخطأ في سياسة النفعيين</w:t>
      </w:r>
      <w:r w:rsidR="00364168">
        <w:rPr>
          <w:rtl/>
        </w:rPr>
        <w:t>،</w:t>
      </w:r>
      <w:r>
        <w:rPr>
          <w:rtl/>
        </w:rPr>
        <w:t xml:space="preserve"> وننظر إليهم كأنّهم مصيبون في السّياسة بُصراء بمواقع التدبير</w:t>
      </w:r>
      <w:r w:rsidR="00364168">
        <w:rPr>
          <w:rtl/>
        </w:rPr>
        <w:t>.</w:t>
      </w:r>
      <w:r>
        <w:rPr>
          <w:rtl/>
        </w:rPr>
        <w:t xml:space="preserve"> فعلى هذه الصفة</w:t>
      </w:r>
      <w:r w:rsidR="004C4A93">
        <w:rPr>
          <w:rtl/>
        </w:rPr>
        <w:t xml:space="preserve"> - </w:t>
      </w:r>
      <w:r>
        <w:rPr>
          <w:rtl/>
        </w:rPr>
        <w:t>لو تمّت لهم</w:t>
      </w:r>
      <w:r w:rsidR="004C4A93">
        <w:rPr>
          <w:rtl/>
        </w:rPr>
        <w:t xml:space="preserve"> - </w:t>
      </w:r>
      <w:r>
        <w:rPr>
          <w:rtl/>
        </w:rPr>
        <w:t>لا يحقّ لخادم زمانه أن ينازع الشُهداء في ذخيرة العطف الخالد</w:t>
      </w:r>
      <w:r w:rsidR="00364168">
        <w:rPr>
          <w:rtl/>
        </w:rPr>
        <w:t>،</w:t>
      </w:r>
      <w:r>
        <w:rPr>
          <w:rtl/>
        </w:rPr>
        <w:t xml:space="preserve"> وهُم خدام العقائد التي تتخطى حياة الأجيال كما تتخطى حياة الأفراد</w:t>
      </w:r>
      <w:r w:rsidR="00364168">
        <w:rPr>
          <w:rtl/>
        </w:rPr>
        <w:t>؛</w:t>
      </w:r>
      <w:r>
        <w:rPr>
          <w:rtl/>
        </w:rPr>
        <w:t xml:space="preserve"> فإنّ حرمان الشُهداء حقّهم في عطف الأسلاف خطأ في الشّعور</w:t>
      </w:r>
      <w:r w:rsidR="00364168">
        <w:rPr>
          <w:rtl/>
        </w:rPr>
        <w:t>،</w:t>
      </w:r>
      <w:r>
        <w:rPr>
          <w:rtl/>
        </w:rPr>
        <w:t xml:space="preserve"> وخطأ كذلك في التفكير</w:t>
      </w:r>
      <w:r w:rsidR="008F60AE">
        <w:rPr>
          <w:rtl/>
        </w:rPr>
        <w:t xml:space="preserve"> ...</w:t>
      </w:r>
      <w:r>
        <w:rPr>
          <w:rtl/>
        </w:rPr>
        <w:t xml:space="preserve"> </w:t>
      </w:r>
    </w:p>
    <w:p w:rsidR="002B49A5" w:rsidRDefault="002B49A5" w:rsidP="002B49A5">
      <w:pPr>
        <w:pStyle w:val="libNormal"/>
      </w:pPr>
      <w:r>
        <w:rPr>
          <w:rtl/>
        </w:rPr>
        <w:t>والنّاس خاسرون إذا بطل عطفهم على الشُهداء</w:t>
      </w:r>
      <w:r w:rsidR="00364168">
        <w:rPr>
          <w:rtl/>
        </w:rPr>
        <w:t>،</w:t>
      </w:r>
      <w:r>
        <w:rPr>
          <w:rtl/>
        </w:rPr>
        <w:t xml:space="preserve"> وليس قُصارى أمرهم أنّهم قُساة أو جاحدون</w:t>
      </w:r>
      <w:r w:rsidR="00364168">
        <w:rPr>
          <w:rtl/>
        </w:rPr>
        <w:t>؛</w:t>
      </w:r>
      <w:r>
        <w:rPr>
          <w:rtl/>
        </w:rPr>
        <w:t xml:space="preserve"> لأنّ الشّهادة فضيلة تروح وتأتي وتكثر</w:t>
      </w:r>
    </w:p>
    <w:p w:rsidR="002B49A5" w:rsidRDefault="002B49A5" w:rsidP="002B49A5">
      <w:pPr>
        <w:pStyle w:val="libNormal"/>
      </w:pPr>
      <w:r>
        <w:rPr>
          <w:rtl/>
        </w:rPr>
        <w:br w:type="page"/>
      </w:r>
    </w:p>
    <w:p w:rsidR="002B49A5" w:rsidRDefault="002B49A5" w:rsidP="003D44BA">
      <w:pPr>
        <w:pStyle w:val="libNormal0"/>
      </w:pPr>
      <w:r>
        <w:rPr>
          <w:rtl/>
        </w:rPr>
        <w:lastRenderedPageBreak/>
        <w:t>حيناً وتندر في غير ذلك من الأحيان</w:t>
      </w:r>
      <w:r w:rsidR="00364168">
        <w:rPr>
          <w:rtl/>
        </w:rPr>
        <w:t>.</w:t>
      </w:r>
      <w:r>
        <w:rPr>
          <w:rtl/>
        </w:rPr>
        <w:t xml:space="preserve"> أمّا حبّ المنفعة فإن سميته فضيلة فهو من الفضائل التي لن تفارق الأحياء أجمعين</w:t>
      </w:r>
      <w:r w:rsidR="00364168">
        <w:rPr>
          <w:rtl/>
        </w:rPr>
        <w:t>،</w:t>
      </w:r>
      <w:r>
        <w:rPr>
          <w:rtl/>
        </w:rPr>
        <w:t xml:space="preserve"> من ناطقة وعجماء</w:t>
      </w:r>
      <w:r w:rsidR="00364168">
        <w:rPr>
          <w:rtl/>
        </w:rPr>
        <w:t>.</w:t>
      </w:r>
    </w:p>
    <w:p w:rsidR="002B49A5" w:rsidRDefault="002B49A5" w:rsidP="008F60AE">
      <w:pPr>
        <w:pStyle w:val="libCenter"/>
      </w:pPr>
      <w:r>
        <w:rPr>
          <w:rtl/>
        </w:rPr>
        <w:t>* * *</w:t>
      </w:r>
    </w:p>
    <w:p w:rsidR="002B49A5" w:rsidRDefault="002B49A5" w:rsidP="002B49A5">
      <w:pPr>
        <w:pStyle w:val="libNormal"/>
      </w:pPr>
      <w:r>
        <w:rPr>
          <w:rtl/>
        </w:rPr>
        <w:t>على أن الطبائع الآدمية قد أشربت حبّ الشُهداء والعطف عليهم وتقديس ذكرهم بغير تلقين ولا نصيحة</w:t>
      </w:r>
      <w:r w:rsidR="00364168">
        <w:rPr>
          <w:rtl/>
        </w:rPr>
        <w:t>،</w:t>
      </w:r>
      <w:r>
        <w:rPr>
          <w:rtl/>
        </w:rPr>
        <w:t xml:space="preserve"> وإنّما تنحرف عن سواء هذه السنّة لعوارض طارئة أو باقية تمنعها أن تستقيم معها</w:t>
      </w:r>
      <w:r w:rsidR="00364168">
        <w:rPr>
          <w:rtl/>
        </w:rPr>
        <w:t>،</w:t>
      </w:r>
      <w:r>
        <w:rPr>
          <w:rtl/>
        </w:rPr>
        <w:t xml:space="preserve"> وأكثر ما تأتي هذه العوارض من تضليل المنفعة والهوى القريب</w:t>
      </w:r>
      <w:r w:rsidR="00364168">
        <w:rPr>
          <w:rtl/>
        </w:rPr>
        <w:t>،</w:t>
      </w:r>
      <w:r>
        <w:rPr>
          <w:rtl/>
        </w:rPr>
        <w:t xml:space="preserve"> أو من نكسة في الطبع تغريه بالضغن على كلّ خلق سوي وسجية سمحة محببة إلى النّاس عامّة</w:t>
      </w:r>
      <w:r w:rsidR="00364168">
        <w:rPr>
          <w:rtl/>
        </w:rPr>
        <w:t>،</w:t>
      </w:r>
      <w:r>
        <w:rPr>
          <w:rtl/>
        </w:rPr>
        <w:t xml:space="preserve"> أو من الأفراد في حبّ الدعة حتّى يجفل المرء من الشّهادات</w:t>
      </w:r>
      <w:r w:rsidR="00364168">
        <w:rPr>
          <w:rtl/>
        </w:rPr>
        <w:t>؛</w:t>
      </w:r>
      <w:r>
        <w:rPr>
          <w:rtl/>
        </w:rPr>
        <w:t xml:space="preserve"> استهوالاً لتكاليفها واستعظاماً للقدوة بها</w:t>
      </w:r>
      <w:r w:rsidR="00364168">
        <w:rPr>
          <w:rtl/>
        </w:rPr>
        <w:t>،</w:t>
      </w:r>
      <w:r>
        <w:rPr>
          <w:rtl/>
        </w:rPr>
        <w:t xml:space="preserve"> فيتّهم الشُهداء بالهوج ويتعقب أعمالهم بالنقد</w:t>
      </w:r>
      <w:r w:rsidR="00364168">
        <w:rPr>
          <w:rtl/>
        </w:rPr>
        <w:t>؛</w:t>
      </w:r>
      <w:r>
        <w:rPr>
          <w:rtl/>
        </w:rPr>
        <w:t xml:space="preserve"> لكيلا يتهم نفسه بالجبن والضعة ويستحقّ المذمة واللوم في رأي ضميره</w:t>
      </w:r>
      <w:r w:rsidR="00364168">
        <w:rPr>
          <w:rtl/>
        </w:rPr>
        <w:t>،</w:t>
      </w:r>
      <w:r>
        <w:rPr>
          <w:rtl/>
        </w:rPr>
        <w:t xml:space="preserve"> وإن لم يتهمهم بالهوج ولم يتعقبهم بالنقد</w:t>
      </w:r>
      <w:r w:rsidR="00364168">
        <w:rPr>
          <w:rtl/>
        </w:rPr>
        <w:t>،</w:t>
      </w:r>
      <w:r>
        <w:rPr>
          <w:rtl/>
        </w:rPr>
        <w:t xml:space="preserve"> وقف من فضائلهم موقف ازورار وفتور</w:t>
      </w:r>
      <w:r w:rsidR="00364168">
        <w:rPr>
          <w:rtl/>
        </w:rPr>
        <w:t>،</w:t>
      </w:r>
      <w:r>
        <w:rPr>
          <w:rtl/>
        </w:rPr>
        <w:t xml:space="preserve"> وجنح إلى معذرة الآخرين والتفاهم بينه وبين مَن لا يستشهدون</w:t>
      </w:r>
      <w:r w:rsidR="00364168">
        <w:rPr>
          <w:rtl/>
        </w:rPr>
        <w:t>،</w:t>
      </w:r>
      <w:r>
        <w:rPr>
          <w:rtl/>
        </w:rPr>
        <w:t xml:space="preserve"> ثمّ يعارضون الشُهداء فيما يطمحون إليه</w:t>
      </w:r>
      <w:r w:rsidR="00364168">
        <w:rPr>
          <w:rtl/>
        </w:rPr>
        <w:t>.</w:t>
      </w:r>
    </w:p>
    <w:p w:rsidR="002B49A5" w:rsidRDefault="002B49A5" w:rsidP="002B49A5">
      <w:pPr>
        <w:pStyle w:val="libNormal"/>
      </w:pPr>
      <w:r>
        <w:rPr>
          <w:rtl/>
        </w:rPr>
        <w:t>ومعظم المؤرّخين الذين يُعارضون الشُهداء ودعاتهم لغير منفعة أو نكسة هُم من أصحاب الدعة المفرطة وأنصار السّلامة النّاجية</w:t>
      </w:r>
      <w:r w:rsidR="00364168">
        <w:rPr>
          <w:rtl/>
        </w:rPr>
        <w:t>،</w:t>
      </w:r>
      <w:r>
        <w:rPr>
          <w:rtl/>
        </w:rPr>
        <w:t xml:space="preserve"> ويغلب على هذه الخلّة أن تسلبهم ملكة التاريخ الصحيح أنّها تعرّضهم للخطأ في الحكم والتفكير</w:t>
      </w:r>
      <w:r w:rsidR="00364168">
        <w:rPr>
          <w:rtl/>
        </w:rPr>
        <w:t>،</w:t>
      </w:r>
      <w:r>
        <w:rPr>
          <w:rtl/>
        </w:rPr>
        <w:t xml:space="preserve"> كما تعرّضهم للخطأ في العطف والشّعور</w:t>
      </w:r>
      <w:r w:rsidR="00364168">
        <w:rPr>
          <w:rtl/>
        </w:rPr>
        <w:t>.</w:t>
      </w:r>
    </w:p>
    <w:p w:rsidR="002B49A5" w:rsidRDefault="002B49A5" w:rsidP="002B49A5">
      <w:pPr>
        <w:pStyle w:val="libNormal"/>
      </w:pPr>
      <w:r>
        <w:rPr>
          <w:rtl/>
        </w:rPr>
        <w:br w:type="page"/>
      </w:r>
    </w:p>
    <w:p w:rsidR="002B49A5" w:rsidRDefault="002B49A5" w:rsidP="002B49A5">
      <w:pPr>
        <w:pStyle w:val="libNormal"/>
      </w:pPr>
      <w:r>
        <w:rPr>
          <w:rtl/>
        </w:rPr>
        <w:lastRenderedPageBreak/>
        <w:t>ومن المعقبين على تاريخ هذه الفترة عندنا</w:t>
      </w:r>
      <w:r w:rsidR="004C4A93">
        <w:rPr>
          <w:rtl/>
        </w:rPr>
        <w:t xml:space="preserve"> - </w:t>
      </w:r>
      <w:r>
        <w:rPr>
          <w:rtl/>
        </w:rPr>
        <w:t>في العربيّة</w:t>
      </w:r>
      <w:r w:rsidR="004C4A93">
        <w:rPr>
          <w:rtl/>
        </w:rPr>
        <w:t xml:space="preserve"> - </w:t>
      </w:r>
      <w:r>
        <w:rPr>
          <w:rtl/>
        </w:rPr>
        <w:t>مؤرخ يُتخذ منه المثل لكلّ من العذر والعطف حين يصل الأمر إلى الاستشهاد كراهة للظلم ودرءاً للمنكرات</w:t>
      </w:r>
      <w:r w:rsidR="00364168">
        <w:rPr>
          <w:rtl/>
        </w:rPr>
        <w:t>،</w:t>
      </w:r>
      <w:r>
        <w:rPr>
          <w:rtl/>
        </w:rPr>
        <w:t xml:space="preserve"> وهو الأستاذ مُحمّد الخضري صاحب تاريخ الاُمم الإسلاميّة رحمه الله</w:t>
      </w:r>
      <w:r w:rsidR="008F60AE">
        <w:rPr>
          <w:rtl/>
        </w:rPr>
        <w:t xml:space="preserve"> ...</w:t>
      </w:r>
      <w:r>
        <w:rPr>
          <w:rtl/>
        </w:rPr>
        <w:t xml:space="preserve"> </w:t>
      </w:r>
    </w:p>
    <w:p w:rsidR="002B49A5" w:rsidRDefault="002B49A5" w:rsidP="002B49A5">
      <w:pPr>
        <w:pStyle w:val="libNormal"/>
      </w:pPr>
      <w:r>
        <w:rPr>
          <w:rtl/>
        </w:rPr>
        <w:t>ففي تعقيبه على ثورة المدينة</w:t>
      </w:r>
      <w:r w:rsidR="004C4A93">
        <w:rPr>
          <w:rtl/>
        </w:rPr>
        <w:t xml:space="preserve"> - </w:t>
      </w:r>
      <w:r>
        <w:rPr>
          <w:rtl/>
        </w:rPr>
        <w:t>التي قدّمنا الإشارة إليها</w:t>
      </w:r>
      <w:r w:rsidR="004C4A93">
        <w:rPr>
          <w:rtl/>
        </w:rPr>
        <w:t xml:space="preserve"> - </w:t>
      </w:r>
      <w:r>
        <w:rPr>
          <w:rtl/>
        </w:rPr>
        <w:t>يقول</w:t>
      </w:r>
      <w:r w:rsidR="00364168">
        <w:rPr>
          <w:rtl/>
        </w:rPr>
        <w:t>:</w:t>
      </w:r>
      <w:r>
        <w:rPr>
          <w:rtl/>
        </w:rPr>
        <w:t xml:space="preserve"> إنّ الإنسان ليعجب من هذا التهور الغريب والمظهر الذي ظهر به أهل المدينة في قيامهم وحدهم بخلع خليفة في إمكانه أن يجرّد عليهم من الجيوش ما لا يمكنهم أن يقفوا في وجهه</w:t>
      </w:r>
      <w:r w:rsidR="00364168">
        <w:rPr>
          <w:rtl/>
        </w:rPr>
        <w:t>،</w:t>
      </w:r>
      <w:r>
        <w:rPr>
          <w:rtl/>
        </w:rPr>
        <w:t xml:space="preserve"> ولا ندري ما الذي كانوا يريدونه بعد خلع يزيد</w:t>
      </w:r>
      <w:r w:rsidR="00364168">
        <w:rPr>
          <w:rtl/>
        </w:rPr>
        <w:t>؟</w:t>
      </w:r>
    </w:p>
    <w:p w:rsidR="002B49A5" w:rsidRDefault="002B49A5" w:rsidP="002B49A5">
      <w:pPr>
        <w:pStyle w:val="libNormal"/>
      </w:pPr>
      <w:r>
        <w:rPr>
          <w:rtl/>
        </w:rPr>
        <w:t>أيكونون مستقلين عن بقية الأمصار الإسلاميّة</w:t>
      </w:r>
      <w:r w:rsidR="00364168">
        <w:rPr>
          <w:rtl/>
        </w:rPr>
        <w:t>،</w:t>
      </w:r>
      <w:r>
        <w:rPr>
          <w:rtl/>
        </w:rPr>
        <w:t xml:space="preserve"> لهم خليفة منهم يلي أمرهم</w:t>
      </w:r>
      <w:r w:rsidR="00364168">
        <w:rPr>
          <w:rtl/>
        </w:rPr>
        <w:t>،</w:t>
      </w:r>
      <w:r>
        <w:rPr>
          <w:rtl/>
        </w:rPr>
        <w:t xml:space="preserve"> أم حمل بقية الاُمّة على الدخول في أمرهم</w:t>
      </w:r>
      <w:r w:rsidR="00364168">
        <w:rPr>
          <w:rtl/>
        </w:rPr>
        <w:t>؟</w:t>
      </w:r>
      <w:r>
        <w:rPr>
          <w:rtl/>
        </w:rPr>
        <w:t xml:space="preserve"> وكيف يكون هذا وهم منقطعون عن بقية الأمصار ولم يكن معهم في هذا الأمر أحد من الجنود الإسلاميّة</w:t>
      </w:r>
      <w:r w:rsidR="00364168">
        <w:rPr>
          <w:rtl/>
        </w:rPr>
        <w:t>؟..</w:t>
      </w:r>
      <w:r>
        <w:rPr>
          <w:rtl/>
        </w:rPr>
        <w:t xml:space="preserve"> إنّهم فتقوا فتقاً وارتكبوا جرماً فعليهم جزء عظيم من تبعة انتهاك حُرمة المدينة</w:t>
      </w:r>
      <w:r w:rsidR="00364168">
        <w:rPr>
          <w:rtl/>
        </w:rPr>
        <w:t>،</w:t>
      </w:r>
      <w:r>
        <w:rPr>
          <w:rtl/>
        </w:rPr>
        <w:t xml:space="preserve"> وكان اللازم على يزيد وأمير الجيش أن لا يسرف في معاملتهم بهذه المعاملة</w:t>
      </w:r>
      <w:r w:rsidR="00364168">
        <w:rPr>
          <w:rtl/>
        </w:rPr>
        <w:t>؛</w:t>
      </w:r>
      <w:r>
        <w:rPr>
          <w:rtl/>
        </w:rPr>
        <w:t xml:space="preserve"> فإنّه كان من الممكن أن يأخذهم بالحصار</w:t>
      </w:r>
      <w:r w:rsidR="00364168">
        <w:rPr>
          <w:rtl/>
        </w:rPr>
        <w:t>.</w:t>
      </w:r>
      <w:r>
        <w:rPr>
          <w:rtl/>
        </w:rPr>
        <w:t xml:space="preserve"> </w:t>
      </w:r>
    </w:p>
    <w:p w:rsidR="002B49A5" w:rsidRDefault="002B49A5" w:rsidP="008F60AE">
      <w:pPr>
        <w:pStyle w:val="libCenter"/>
      </w:pPr>
      <w:r>
        <w:rPr>
          <w:rtl/>
        </w:rPr>
        <w:t>* * *</w:t>
      </w:r>
    </w:p>
    <w:p w:rsidR="002B49A5" w:rsidRDefault="002B49A5" w:rsidP="002B49A5">
      <w:pPr>
        <w:pStyle w:val="libNormal"/>
      </w:pPr>
      <w:r>
        <w:rPr>
          <w:rtl/>
        </w:rPr>
        <w:t>ويخيّل إليك وأنت تقرأ كلام الأستاذ عن هذه الفترة كلّها أنّ لديه أعذاراً ليزيد وليس لديه عذر لأهل المدينة</w:t>
      </w:r>
      <w:r w:rsidR="00364168">
        <w:rPr>
          <w:rtl/>
        </w:rPr>
        <w:t>؛</w:t>
      </w:r>
      <w:r>
        <w:rPr>
          <w:rtl/>
        </w:rPr>
        <w:t xml:space="preserve"> لأنّه يفهم كيف يغضب المرء</w:t>
      </w:r>
    </w:p>
    <w:p w:rsidR="002B49A5" w:rsidRDefault="002B49A5" w:rsidP="002B49A5">
      <w:pPr>
        <w:pStyle w:val="libNormal"/>
      </w:pPr>
      <w:r>
        <w:rPr>
          <w:rtl/>
        </w:rPr>
        <w:br w:type="page"/>
      </w:r>
    </w:p>
    <w:p w:rsidR="002B49A5" w:rsidRDefault="002B49A5" w:rsidP="003D44BA">
      <w:pPr>
        <w:pStyle w:val="libNormal0"/>
      </w:pPr>
      <w:r>
        <w:rPr>
          <w:rtl/>
        </w:rPr>
        <w:lastRenderedPageBreak/>
        <w:t>لما في حوزته</w:t>
      </w:r>
      <w:r w:rsidR="00364168">
        <w:rPr>
          <w:rtl/>
        </w:rPr>
        <w:t>،</w:t>
      </w:r>
      <w:r>
        <w:rPr>
          <w:rtl/>
        </w:rPr>
        <w:t xml:space="preserve"> ولا يفهم كيف تضيق به كراهة الظلم وغيرة العقيدة عن الاحتمال</w:t>
      </w:r>
      <w:r w:rsidR="00364168">
        <w:rPr>
          <w:rtl/>
        </w:rPr>
        <w:t>،</w:t>
      </w:r>
      <w:r>
        <w:rPr>
          <w:rtl/>
        </w:rPr>
        <w:t xml:space="preserve"> وشعوره هذا يحول بينه وبين الحكم الصحيح على حوادث التاريخ</w:t>
      </w:r>
      <w:r w:rsidR="00364168">
        <w:rPr>
          <w:rtl/>
        </w:rPr>
        <w:t>؛</w:t>
      </w:r>
      <w:r>
        <w:rPr>
          <w:rtl/>
        </w:rPr>
        <w:t xml:space="preserve"> لأنّه يحول بينه وبين انتظار هذه الحوادث حيث تنتظر لا محالة</w:t>
      </w:r>
      <w:r w:rsidR="00364168">
        <w:rPr>
          <w:rtl/>
        </w:rPr>
        <w:t>،</w:t>
      </w:r>
      <w:r>
        <w:rPr>
          <w:rtl/>
        </w:rPr>
        <w:t xml:space="preserve"> واستبعادها حيث هي بعيدة عن التقدير</w:t>
      </w:r>
      <w:r w:rsidR="00364168">
        <w:rPr>
          <w:rtl/>
        </w:rPr>
        <w:t>.</w:t>
      </w:r>
    </w:p>
    <w:p w:rsidR="002B49A5" w:rsidRDefault="002B49A5" w:rsidP="002B49A5">
      <w:pPr>
        <w:pStyle w:val="libNormal"/>
      </w:pPr>
      <w:r>
        <w:rPr>
          <w:rtl/>
        </w:rPr>
        <w:t>فلم يحدث قط في مواجهة الظلم وانتزاع الدول المكروهة أن شعر النّاس كما أرادهم الأستاذ أن يشعروا أو فكّروا في الأمر كما أرادهم أن يفكّروا</w:t>
      </w:r>
      <w:r w:rsidR="00364168">
        <w:rPr>
          <w:rtl/>
        </w:rPr>
        <w:t>،</w:t>
      </w:r>
      <w:r>
        <w:rPr>
          <w:rtl/>
        </w:rPr>
        <w:t xml:space="preserve"> ومستحيل حدوث هذا أشدّ الاستحالة</w:t>
      </w:r>
      <w:r w:rsidR="00364168">
        <w:rPr>
          <w:rtl/>
        </w:rPr>
        <w:t>،</w:t>
      </w:r>
      <w:r>
        <w:rPr>
          <w:rtl/>
        </w:rPr>
        <w:t xml:space="preserve"> وليس قصاراه أنّه لم يحدث من قبل في حركات التاريخ</w:t>
      </w:r>
      <w:r w:rsidR="00364168">
        <w:rPr>
          <w:rtl/>
        </w:rPr>
        <w:t>؛</w:t>
      </w:r>
      <w:r>
        <w:rPr>
          <w:rtl/>
        </w:rPr>
        <w:t xml:space="preserve"> فهذه الحركات التي تواجه الدول المكروهة لا تنتظر</w:t>
      </w:r>
      <w:r w:rsidR="004C4A93">
        <w:rPr>
          <w:rtl/>
        </w:rPr>
        <w:t xml:space="preserve"> - </w:t>
      </w:r>
      <w:r>
        <w:rPr>
          <w:rtl/>
        </w:rPr>
        <w:t>ولا يمكن أن تنتظر</w:t>
      </w:r>
      <w:r w:rsidR="004C4A93">
        <w:rPr>
          <w:rtl/>
        </w:rPr>
        <w:t xml:space="preserve"> - </w:t>
      </w:r>
      <w:r>
        <w:rPr>
          <w:rtl/>
        </w:rPr>
        <w:t>حتّى تربى قوتها وعدتها على ما في أيدي الدولة التي تكرهها من قوة وعدّة</w:t>
      </w:r>
      <w:r w:rsidR="008F60AE">
        <w:rPr>
          <w:rtl/>
        </w:rPr>
        <w:t xml:space="preserve"> ...</w:t>
      </w:r>
      <w:r>
        <w:rPr>
          <w:rtl/>
        </w:rPr>
        <w:t xml:space="preserve"> </w:t>
      </w:r>
    </w:p>
    <w:p w:rsidR="002B49A5" w:rsidRDefault="002B49A5" w:rsidP="002B49A5">
      <w:pPr>
        <w:pStyle w:val="libNormal"/>
      </w:pPr>
      <w:r>
        <w:rPr>
          <w:rtl/>
        </w:rPr>
        <w:t>ولكنّها حركة أو دعوة تبدأ بفرد واحد يجترئ على ما يهابه الآخرون</w:t>
      </w:r>
      <w:r w:rsidR="00364168">
        <w:rPr>
          <w:rtl/>
        </w:rPr>
        <w:t>،</w:t>
      </w:r>
      <w:r>
        <w:rPr>
          <w:rtl/>
        </w:rPr>
        <w:t xml:space="preserve"> ثمّ يلحق به ثان وثالث ورابع ما شاء له الإقناع وضيق الذرع بالاُمور</w:t>
      </w:r>
      <w:r w:rsidR="00364168">
        <w:rPr>
          <w:rtl/>
        </w:rPr>
        <w:t>،</w:t>
      </w:r>
      <w:r>
        <w:rPr>
          <w:rtl/>
        </w:rPr>
        <w:t xml:space="preserve"> ثمّ ما ينالهم من نقمة فيشيع الغضب وينكشف الظُلم عمّن كان في غفلة عنه</w:t>
      </w:r>
      <w:r w:rsidR="00364168">
        <w:rPr>
          <w:rtl/>
        </w:rPr>
        <w:t>،</w:t>
      </w:r>
      <w:r>
        <w:rPr>
          <w:rtl/>
        </w:rPr>
        <w:t xml:space="preserve"> ثمّ يشتدّ الحرج بالظالم فيدفعه الحرج إلى التخبط على غير هُدى</w:t>
      </w:r>
      <w:r w:rsidR="00364168">
        <w:rPr>
          <w:rtl/>
        </w:rPr>
        <w:t>،</w:t>
      </w:r>
      <w:r>
        <w:rPr>
          <w:rtl/>
        </w:rPr>
        <w:t xml:space="preserve"> ويخرج من تخبط غليظ أحمق إلى تخبط أغلظ منه وأحمق</w:t>
      </w:r>
      <w:r w:rsidR="008F60AE">
        <w:rPr>
          <w:rtl/>
        </w:rPr>
        <w:t xml:space="preserve"> ...</w:t>
      </w:r>
      <w:r>
        <w:rPr>
          <w:rtl/>
        </w:rPr>
        <w:t xml:space="preserve"> فلا هُم</w:t>
      </w:r>
    </w:p>
    <w:p w:rsidR="002B49A5" w:rsidRDefault="002B49A5" w:rsidP="002B49A5">
      <w:pPr>
        <w:pStyle w:val="libNormal"/>
      </w:pPr>
      <w:r>
        <w:rPr>
          <w:rtl/>
        </w:rPr>
        <w:br w:type="page"/>
      </w:r>
    </w:p>
    <w:p w:rsidR="002B49A5" w:rsidRDefault="002B49A5" w:rsidP="003D44BA">
      <w:pPr>
        <w:pStyle w:val="libNormal0"/>
      </w:pPr>
      <w:r>
        <w:rPr>
          <w:rtl/>
        </w:rPr>
        <w:lastRenderedPageBreak/>
        <w:t>يقفون في امتعاضهم وتذمرهم ولا هو يقف في بطشه وجبروته</w:t>
      </w:r>
      <w:r w:rsidR="00364168">
        <w:rPr>
          <w:rtl/>
        </w:rPr>
        <w:t>،</w:t>
      </w:r>
      <w:r>
        <w:rPr>
          <w:rtl/>
        </w:rPr>
        <w:t xml:space="preserve"> حتّى يغلو به البطش والجبروت فيكون فيه وهنه والقضاء عليه</w:t>
      </w:r>
      <w:r w:rsidR="00364168">
        <w:rPr>
          <w:rtl/>
        </w:rPr>
        <w:t>.</w:t>
      </w:r>
    </w:p>
    <w:p w:rsidR="002B49A5" w:rsidRDefault="002B49A5" w:rsidP="002B49A5">
      <w:pPr>
        <w:pStyle w:val="libNormal"/>
      </w:pPr>
      <w:r>
        <w:rPr>
          <w:rtl/>
        </w:rPr>
        <w:t>على هذا النحو يعرف المؤرّخ الذي يعالج النّفوس الآدمية ما هو من طبعها وما هو خليق أن ينتظر منها</w:t>
      </w:r>
      <w:r w:rsidR="00364168">
        <w:rPr>
          <w:rtl/>
        </w:rPr>
        <w:t>،</w:t>
      </w:r>
      <w:r>
        <w:rPr>
          <w:rtl/>
        </w:rPr>
        <w:t xml:space="preserve"> فلا يُعالجها حقّ العلاج على أنّها مسألة جمع وطرح في دفتر الحساب بين هذا الفريق وذاك الفريق</w:t>
      </w:r>
      <w:r w:rsidR="00364168">
        <w:rPr>
          <w:rtl/>
        </w:rPr>
        <w:t>،</w:t>
      </w:r>
      <w:r>
        <w:rPr>
          <w:rtl/>
        </w:rPr>
        <w:t xml:space="preserve"> وعلى هذا النحو تكون حركة الحُسين قد سلكت طريقها الذي لا بدّلها أن تسلكه</w:t>
      </w:r>
      <w:r w:rsidR="00364168">
        <w:rPr>
          <w:rtl/>
        </w:rPr>
        <w:t>،</w:t>
      </w:r>
      <w:r>
        <w:rPr>
          <w:rtl/>
        </w:rPr>
        <w:t xml:space="preserve"> وما كان لها قط من مسلك سواه</w:t>
      </w:r>
      <w:r w:rsidR="00364168">
        <w:rPr>
          <w:rtl/>
        </w:rPr>
        <w:t>.</w:t>
      </w:r>
    </w:p>
    <w:p w:rsidR="002B49A5" w:rsidRDefault="002B49A5" w:rsidP="008F60AE">
      <w:pPr>
        <w:pStyle w:val="libCenter"/>
      </w:pPr>
      <w:r>
        <w:rPr>
          <w:rtl/>
        </w:rPr>
        <w:t>* * *</w:t>
      </w:r>
    </w:p>
    <w:p w:rsidR="002B49A5" w:rsidRDefault="002B49A5" w:rsidP="002B49A5">
      <w:pPr>
        <w:pStyle w:val="libNormal"/>
      </w:pPr>
      <w:r>
        <w:rPr>
          <w:rtl/>
        </w:rPr>
        <w:t>وصل الأمر في عهد يزيد إلى حدّ لا يعالج بغير الاستشهاد وما نحا منحاه</w:t>
      </w:r>
      <w:r w:rsidR="00364168">
        <w:rPr>
          <w:rtl/>
        </w:rPr>
        <w:t>،</w:t>
      </w:r>
      <w:r>
        <w:rPr>
          <w:rtl/>
        </w:rPr>
        <w:t xml:space="preserve"> وهذا هو الاستشهاد ومنحاه</w:t>
      </w:r>
      <w:r w:rsidR="00364168">
        <w:rPr>
          <w:rtl/>
        </w:rPr>
        <w:t>،</w:t>
      </w:r>
      <w:r>
        <w:rPr>
          <w:rtl/>
        </w:rPr>
        <w:t xml:space="preserve"> وهو</w:t>
      </w:r>
      <w:r w:rsidR="004C4A93">
        <w:rPr>
          <w:rtl/>
        </w:rPr>
        <w:t xml:space="preserve"> - </w:t>
      </w:r>
      <w:r>
        <w:rPr>
          <w:rtl/>
        </w:rPr>
        <w:t>بالبداهة التي لا تحتاج إلى مقابلة طويلة</w:t>
      </w:r>
      <w:r w:rsidR="004C4A93">
        <w:rPr>
          <w:rtl/>
        </w:rPr>
        <w:t xml:space="preserve"> - </w:t>
      </w:r>
      <w:r>
        <w:rPr>
          <w:rtl/>
        </w:rPr>
        <w:t>منحى غير منحى الحساب والجمع والطرح في دفاتر التجار</w:t>
      </w:r>
      <w:r w:rsidR="00364168">
        <w:rPr>
          <w:rtl/>
        </w:rPr>
        <w:t>،</w:t>
      </w:r>
      <w:r>
        <w:rPr>
          <w:rtl/>
        </w:rPr>
        <w:t xml:space="preserve"> ومع هذا يدع المؤرّخ طريق الشّهادة تمضي إلى نهاية مطافها ثمّ يتناول دفتر التجّار كما يشاء</w:t>
      </w:r>
      <w:r w:rsidR="00364168">
        <w:rPr>
          <w:rtl/>
        </w:rPr>
        <w:t>؛</w:t>
      </w:r>
      <w:r>
        <w:rPr>
          <w:rtl/>
        </w:rPr>
        <w:t xml:space="preserve"> فإنّه لواجد في نهاية المطاف أنّ دفتر التجّار لن يكتب الربح آخراً إلاّ في صفحة الشُهداء</w:t>
      </w:r>
      <w:r w:rsidR="00364168">
        <w:rPr>
          <w:rtl/>
        </w:rPr>
        <w:t>.</w:t>
      </w:r>
    </w:p>
    <w:p w:rsidR="002B49A5" w:rsidRDefault="002B49A5" w:rsidP="002B49A5">
      <w:pPr>
        <w:pStyle w:val="libNormal"/>
      </w:pPr>
      <w:r>
        <w:rPr>
          <w:rtl/>
        </w:rPr>
        <w:t>فالدُعاة المستشهدون يخسرون حياتهم وحياة ذويهم</w:t>
      </w:r>
      <w:r w:rsidR="00364168">
        <w:rPr>
          <w:rtl/>
        </w:rPr>
        <w:t>،</w:t>
      </w:r>
      <w:r>
        <w:rPr>
          <w:rtl/>
        </w:rPr>
        <w:t xml:space="preserve"> ولكنّهم يرسلون دعوتهم من بعدهم ناجحة متفاقمة</w:t>
      </w:r>
      <w:r w:rsidR="00364168">
        <w:rPr>
          <w:rtl/>
        </w:rPr>
        <w:t>،</w:t>
      </w:r>
      <w:r>
        <w:rPr>
          <w:rtl/>
        </w:rPr>
        <w:t xml:space="preserve"> فتظفر في نهاية مطافها بكلّ شيء حتّى المظاهر العرضية والمنافع الأرضية</w:t>
      </w:r>
      <w:r w:rsidR="008F60AE">
        <w:rPr>
          <w:rtl/>
        </w:rPr>
        <w:t xml:space="preserve"> ...</w:t>
      </w:r>
      <w:r>
        <w:rPr>
          <w:rtl/>
        </w:rPr>
        <w:t xml:space="preserve"> </w:t>
      </w:r>
    </w:p>
    <w:p w:rsidR="002B49A5" w:rsidRDefault="002B49A5" w:rsidP="002B49A5">
      <w:pPr>
        <w:pStyle w:val="libNormal"/>
      </w:pPr>
      <w:r>
        <w:rPr>
          <w:rtl/>
        </w:rPr>
        <w:t>وأصحاب المظاهر العرضية والمنافع الأرضية يكسبون في أوّل</w:t>
      </w:r>
    </w:p>
    <w:p w:rsidR="002B49A5" w:rsidRDefault="002B49A5" w:rsidP="002B49A5">
      <w:pPr>
        <w:pStyle w:val="libNormal"/>
      </w:pPr>
      <w:r>
        <w:rPr>
          <w:rtl/>
        </w:rPr>
        <w:br w:type="page"/>
      </w:r>
    </w:p>
    <w:p w:rsidR="002B49A5" w:rsidRDefault="002B49A5" w:rsidP="003D44BA">
      <w:pPr>
        <w:pStyle w:val="libNormal0"/>
      </w:pPr>
      <w:r>
        <w:rPr>
          <w:rtl/>
        </w:rPr>
        <w:lastRenderedPageBreak/>
        <w:t>الشّوط ثمّ ينهزمون في وجه الدعوة المستشهدة حتّى يخسروا حياتهم أو حياة ذويهم</w:t>
      </w:r>
      <w:r w:rsidR="00364168">
        <w:rPr>
          <w:rtl/>
        </w:rPr>
        <w:t>،</w:t>
      </w:r>
      <w:r>
        <w:rPr>
          <w:rtl/>
        </w:rPr>
        <w:t xml:space="preserve"> وتوزن حظوظهم بكلّ ميزان</w:t>
      </w:r>
      <w:r w:rsidR="00364168">
        <w:rPr>
          <w:rtl/>
        </w:rPr>
        <w:t>،</w:t>
      </w:r>
      <w:r>
        <w:rPr>
          <w:rtl/>
        </w:rPr>
        <w:t xml:space="preserve"> فإذا هُم بكلّ ميزان خاسرون</w:t>
      </w:r>
      <w:r w:rsidR="00364168">
        <w:rPr>
          <w:rtl/>
        </w:rPr>
        <w:t>،</w:t>
      </w:r>
      <w:r>
        <w:rPr>
          <w:rtl/>
        </w:rPr>
        <w:t xml:space="preserve"> وهكذا أخفق الحُسين ونجح يزيد</w:t>
      </w:r>
      <w:r w:rsidR="008F60AE">
        <w:rPr>
          <w:rtl/>
        </w:rPr>
        <w:t xml:space="preserve"> ...</w:t>
      </w:r>
      <w:r>
        <w:rPr>
          <w:rtl/>
        </w:rPr>
        <w:t xml:space="preserve"> ولكن يزيد ذهب إلى سبيله وعوقب أنصاره في الحياة والحطام والسمعة بعده بشهور</w:t>
      </w:r>
      <w:r w:rsidR="00364168">
        <w:rPr>
          <w:rtl/>
        </w:rPr>
        <w:t>،</w:t>
      </w:r>
      <w:r>
        <w:rPr>
          <w:rtl/>
        </w:rPr>
        <w:t xml:space="preserve"> ثمّ تقوضت دولته ودولة خلفائه في عمر رجل واحد لم يجاوز السّتين</w:t>
      </w:r>
      <w:r w:rsidR="008F60AE">
        <w:rPr>
          <w:rtl/>
        </w:rPr>
        <w:t xml:space="preserve"> ...</w:t>
      </w:r>
      <w:r>
        <w:rPr>
          <w:rtl/>
        </w:rPr>
        <w:t xml:space="preserve"> </w:t>
      </w:r>
    </w:p>
    <w:p w:rsidR="002B49A5" w:rsidRDefault="002B49A5" w:rsidP="002B49A5">
      <w:pPr>
        <w:pStyle w:val="libNormal"/>
      </w:pPr>
      <w:r>
        <w:rPr>
          <w:rtl/>
        </w:rPr>
        <w:t>وانهزم الحُسين في كربلاء واُصيب هو وذووه من بعده</w:t>
      </w:r>
      <w:r w:rsidR="00364168">
        <w:rPr>
          <w:rtl/>
        </w:rPr>
        <w:t>،</w:t>
      </w:r>
      <w:r>
        <w:rPr>
          <w:rtl/>
        </w:rPr>
        <w:t xml:space="preserve"> ولكنّه ترك الدعوة التي قام بها مُلك العبّاسيين والفاطميين وتعلل بها اُناس من الأيوبيّين والعثمانيين</w:t>
      </w:r>
      <w:r w:rsidR="00364168">
        <w:rPr>
          <w:rtl/>
        </w:rPr>
        <w:t>،</w:t>
      </w:r>
      <w:r>
        <w:rPr>
          <w:rtl/>
        </w:rPr>
        <w:t xml:space="preserve"> واستظل بها الملوك والاُمراء بين العرب والفرس والهنود</w:t>
      </w:r>
      <w:r w:rsidR="00364168">
        <w:rPr>
          <w:rtl/>
        </w:rPr>
        <w:t>،</w:t>
      </w:r>
      <w:r>
        <w:rPr>
          <w:rtl/>
        </w:rPr>
        <w:t xml:space="preserve"> ومثل للناس في حلّة من النّور تخشع لها الأبصار</w:t>
      </w:r>
      <w:r w:rsidR="00364168">
        <w:rPr>
          <w:rtl/>
        </w:rPr>
        <w:t>،</w:t>
      </w:r>
      <w:r>
        <w:rPr>
          <w:rtl/>
        </w:rPr>
        <w:t xml:space="preserve"> وباء بالفخر الذي لا فخر مثله في تواريخ بني الإنسان غير مستثنى منهم عربي ولا أعجمي ولا قديم ولا حديث</w:t>
      </w:r>
      <w:r w:rsidR="00364168">
        <w:rPr>
          <w:rtl/>
        </w:rPr>
        <w:t>.</w:t>
      </w:r>
    </w:p>
    <w:p w:rsidR="002B49A5" w:rsidRDefault="002B49A5" w:rsidP="003D44BA">
      <w:pPr>
        <w:pStyle w:val="Heading2Center"/>
      </w:pPr>
      <w:bookmarkStart w:id="137" w:name="أبو_الشهداء"/>
      <w:bookmarkStart w:id="138" w:name="_Toc374273712"/>
      <w:bookmarkStart w:id="139" w:name="_Toc374274014"/>
      <w:bookmarkEnd w:id="137"/>
      <w:r>
        <w:rPr>
          <w:rtl/>
        </w:rPr>
        <w:t xml:space="preserve">أبو الشُهداء </w:t>
      </w:r>
      <w:r w:rsidR="008F60AE" w:rsidRPr="003D44BA">
        <w:rPr>
          <w:rStyle w:val="libAlaemHeading2Char"/>
          <w:rtl/>
        </w:rPr>
        <w:t>عليه‌السلام</w:t>
      </w:r>
      <w:r w:rsidR="00364168">
        <w:rPr>
          <w:rtl/>
        </w:rPr>
        <w:t>:</w:t>
      </w:r>
      <w:bookmarkEnd w:id="138"/>
      <w:bookmarkEnd w:id="139"/>
    </w:p>
    <w:p w:rsidR="002B49A5" w:rsidRDefault="002B49A5" w:rsidP="002B49A5">
      <w:pPr>
        <w:pStyle w:val="libNormal"/>
      </w:pPr>
      <w:r>
        <w:rPr>
          <w:rtl/>
        </w:rPr>
        <w:t>فليس في العالم اُسرة أنجبت من الشُهداء من أنجبتهم اُسرة الحُسين عدّة وقدرة وذكرة</w:t>
      </w:r>
      <w:r w:rsidR="00364168">
        <w:rPr>
          <w:rtl/>
        </w:rPr>
        <w:t>،</w:t>
      </w:r>
      <w:r>
        <w:rPr>
          <w:rtl/>
        </w:rPr>
        <w:t xml:space="preserve"> وحسبه أنّه وحده في تاريخ هذه الدُنيا الشّهيد ابن الشّهيد أبو الشُهداء في مئات السّنين</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t>وأيسر شيء على الضعفاء الهازلين أن يذكروا هُنا طلب ا</w:t>
      </w:r>
      <w:r w:rsidR="009A226F">
        <w:rPr>
          <w:rtl/>
        </w:rPr>
        <w:t>لم</w:t>
      </w:r>
      <w:r>
        <w:rPr>
          <w:rtl/>
        </w:rPr>
        <w:t>لك ليغمروا به شهادة الحُسين وذويه</w:t>
      </w:r>
      <w:r w:rsidR="008F60AE">
        <w:rPr>
          <w:rtl/>
        </w:rPr>
        <w:t xml:space="preserve"> ...</w:t>
      </w:r>
      <w:r>
        <w:rPr>
          <w:rtl/>
        </w:rPr>
        <w:t xml:space="preserve"> فهؤلاء واهمون ضالون مُغرقون في الوهم والضلال</w:t>
      </w:r>
      <w:r w:rsidR="00364168">
        <w:rPr>
          <w:rtl/>
        </w:rPr>
        <w:t>؛</w:t>
      </w:r>
      <w:r>
        <w:rPr>
          <w:rtl/>
        </w:rPr>
        <w:t xml:space="preserve"> لأنّ طلب ا</w:t>
      </w:r>
      <w:r w:rsidR="009A226F">
        <w:rPr>
          <w:rtl/>
        </w:rPr>
        <w:t>لم</w:t>
      </w:r>
      <w:r>
        <w:rPr>
          <w:rtl/>
        </w:rPr>
        <w:t>لك لا يمنع الشّهادة</w:t>
      </w:r>
      <w:r w:rsidR="00364168">
        <w:rPr>
          <w:rtl/>
        </w:rPr>
        <w:t>،</w:t>
      </w:r>
      <w:r>
        <w:rPr>
          <w:rtl/>
        </w:rPr>
        <w:t xml:space="preserve"> وقد يطلب الرجل ا</w:t>
      </w:r>
      <w:r w:rsidR="009A226F">
        <w:rPr>
          <w:rtl/>
        </w:rPr>
        <w:t>لم</w:t>
      </w:r>
      <w:r>
        <w:rPr>
          <w:rtl/>
        </w:rPr>
        <w:t>لك شهيداً قدّيساً ويطلبه وهو مجرم بريء من القداسة</w:t>
      </w:r>
      <w:r w:rsidR="00364168">
        <w:rPr>
          <w:rtl/>
        </w:rPr>
        <w:t>،</w:t>
      </w:r>
      <w:r>
        <w:rPr>
          <w:rtl/>
        </w:rPr>
        <w:t xml:space="preserve"> وإنّما هو طلب وطلب</w:t>
      </w:r>
      <w:r w:rsidR="00364168">
        <w:rPr>
          <w:rtl/>
        </w:rPr>
        <w:t>،</w:t>
      </w:r>
      <w:r>
        <w:rPr>
          <w:rtl/>
        </w:rPr>
        <w:t xml:space="preserve"> وإنّما هي غاية وغاية</w:t>
      </w:r>
      <w:r w:rsidR="00364168">
        <w:rPr>
          <w:rtl/>
        </w:rPr>
        <w:t>،</w:t>
      </w:r>
      <w:r>
        <w:rPr>
          <w:rtl/>
        </w:rPr>
        <w:t xml:space="preserve"> وإنّما المعول في هذا الأمر على الطلب لا على المطلوب</w:t>
      </w:r>
      <w:r w:rsidR="00364168">
        <w:rPr>
          <w:rtl/>
        </w:rPr>
        <w:t>.</w:t>
      </w:r>
    </w:p>
    <w:p w:rsidR="002B49A5" w:rsidRDefault="002B49A5" w:rsidP="002B49A5">
      <w:pPr>
        <w:pStyle w:val="libNormal"/>
      </w:pPr>
      <w:r>
        <w:rPr>
          <w:rtl/>
        </w:rPr>
        <w:t>فمَن طلب ا</w:t>
      </w:r>
      <w:r w:rsidR="009A226F">
        <w:rPr>
          <w:rtl/>
        </w:rPr>
        <w:t>لم</w:t>
      </w:r>
      <w:r>
        <w:rPr>
          <w:rtl/>
        </w:rPr>
        <w:t>لك بكلّ ثمن</w:t>
      </w:r>
      <w:r w:rsidR="00364168">
        <w:rPr>
          <w:rtl/>
        </w:rPr>
        <w:t>،</w:t>
      </w:r>
      <w:r>
        <w:rPr>
          <w:rtl/>
        </w:rPr>
        <w:t xml:space="preserve"> وتوسّل له بكلّ وسيلة</w:t>
      </w:r>
      <w:r w:rsidR="00364168">
        <w:rPr>
          <w:rtl/>
        </w:rPr>
        <w:t>،</w:t>
      </w:r>
      <w:r>
        <w:rPr>
          <w:rtl/>
        </w:rPr>
        <w:t xml:space="preserve"> وسوّى فيه بين الغصب والحقّ وبين الخداع والصدق وبين مصلحة الرّعية ومفسدتها</w:t>
      </w:r>
      <w:r w:rsidR="00364168">
        <w:rPr>
          <w:rtl/>
        </w:rPr>
        <w:t>،</w:t>
      </w:r>
      <w:r>
        <w:rPr>
          <w:rtl/>
        </w:rPr>
        <w:t xml:space="preserve"> ففي سبيل الدُنيا يعمل لا في سبيل الشّهادة</w:t>
      </w:r>
      <w:r w:rsidR="00364168">
        <w:rPr>
          <w:rtl/>
        </w:rPr>
        <w:t>،</w:t>
      </w:r>
      <w:r>
        <w:rPr>
          <w:rtl/>
        </w:rPr>
        <w:t xml:space="preserve"> ومَن طلب ا</w:t>
      </w:r>
      <w:r w:rsidR="009A226F">
        <w:rPr>
          <w:rtl/>
        </w:rPr>
        <w:t>لم</w:t>
      </w:r>
      <w:r>
        <w:rPr>
          <w:rtl/>
        </w:rPr>
        <w:t>لك وأباه بالثمن المعيب</w:t>
      </w:r>
      <w:r w:rsidR="00364168">
        <w:rPr>
          <w:rtl/>
        </w:rPr>
        <w:t>،</w:t>
      </w:r>
      <w:r>
        <w:rPr>
          <w:rtl/>
        </w:rPr>
        <w:t xml:space="preserve"> وطلب ا</w:t>
      </w:r>
      <w:r w:rsidR="009A226F">
        <w:rPr>
          <w:rtl/>
        </w:rPr>
        <w:t>لم</w:t>
      </w:r>
      <w:r>
        <w:rPr>
          <w:rtl/>
        </w:rPr>
        <w:t>لك حقّاً ولم يطلبه</w:t>
      </w:r>
      <w:r w:rsidR="00364168">
        <w:rPr>
          <w:rtl/>
        </w:rPr>
        <w:t>؛</w:t>
      </w:r>
      <w:r>
        <w:rPr>
          <w:rtl/>
        </w:rPr>
        <w:t xml:space="preserve"> لأنّه شهوة وكفى</w:t>
      </w:r>
      <w:r w:rsidR="00364168">
        <w:rPr>
          <w:rtl/>
        </w:rPr>
        <w:t>،</w:t>
      </w:r>
      <w:r>
        <w:rPr>
          <w:rtl/>
        </w:rPr>
        <w:t xml:space="preserve"> وطلب ا</w:t>
      </w:r>
      <w:r w:rsidR="009A226F">
        <w:rPr>
          <w:rtl/>
        </w:rPr>
        <w:t>لم</w:t>
      </w:r>
      <w:r>
        <w:rPr>
          <w:rtl/>
        </w:rPr>
        <w:t>لك وهو يعلم أنّه سيموت دونه لا محالة</w:t>
      </w:r>
      <w:r w:rsidR="00364168">
        <w:rPr>
          <w:rtl/>
        </w:rPr>
        <w:t>،</w:t>
      </w:r>
      <w:r>
        <w:rPr>
          <w:rtl/>
        </w:rPr>
        <w:t xml:space="preserve"> وطلب ا</w:t>
      </w:r>
      <w:r w:rsidR="009A226F">
        <w:rPr>
          <w:rtl/>
        </w:rPr>
        <w:t>لم</w:t>
      </w:r>
      <w:r>
        <w:rPr>
          <w:rtl/>
        </w:rPr>
        <w:t>لك وهو يعتزّ بنصر الإيمان ولا يعتزّ بنصر الجند والسلاح</w:t>
      </w:r>
      <w:r w:rsidR="00364168">
        <w:rPr>
          <w:rtl/>
        </w:rPr>
        <w:t>،</w:t>
      </w:r>
      <w:r>
        <w:rPr>
          <w:rtl/>
        </w:rPr>
        <w:t xml:space="preserve"> وطلب ا</w:t>
      </w:r>
      <w:r w:rsidR="009A226F">
        <w:rPr>
          <w:rtl/>
        </w:rPr>
        <w:t>لم</w:t>
      </w:r>
      <w:r>
        <w:rPr>
          <w:rtl/>
        </w:rPr>
        <w:t>لك دفعاً للمظلمة وجلباً للمصلحة كما وضحت له بنور إيمانه وتقواه</w:t>
      </w:r>
      <w:r w:rsidR="00364168">
        <w:rPr>
          <w:rtl/>
        </w:rPr>
        <w:t>،</w:t>
      </w:r>
      <w:r>
        <w:rPr>
          <w:rtl/>
        </w:rPr>
        <w:t xml:space="preserve"> فليس ذلك بالعامل الذي يخدم نفسه بعمله</w:t>
      </w:r>
      <w:r w:rsidR="00364168">
        <w:rPr>
          <w:rtl/>
        </w:rPr>
        <w:t>،</w:t>
      </w:r>
      <w:r>
        <w:rPr>
          <w:rtl/>
        </w:rPr>
        <w:t xml:space="preserve"> ولكنّه الشّهيد الذي يلبّي داعي المروءة والأريحية</w:t>
      </w:r>
      <w:r w:rsidR="00364168">
        <w:rPr>
          <w:rtl/>
        </w:rPr>
        <w:t>،</w:t>
      </w:r>
      <w:r>
        <w:rPr>
          <w:rtl/>
        </w:rPr>
        <w:t xml:space="preserve"> ويطيع وحي الإيمان والعقيدة</w:t>
      </w:r>
      <w:r w:rsidR="00364168">
        <w:rPr>
          <w:rtl/>
        </w:rPr>
        <w:t>،</w:t>
      </w:r>
      <w:r>
        <w:rPr>
          <w:rtl/>
        </w:rPr>
        <w:t xml:space="preserve"> ويضرب للناس مثلاً يتجاوز حياة الفرد الواحد وحياة الأجيال الكثيرة</w:t>
      </w:r>
      <w:r w:rsidR="008F60AE">
        <w:rPr>
          <w:rtl/>
        </w:rPr>
        <w:t xml:space="preserve"> ...</w:t>
      </w:r>
      <w:r>
        <w:rPr>
          <w:rtl/>
        </w:rPr>
        <w:t xml:space="preserve"> </w:t>
      </w:r>
    </w:p>
    <w:p w:rsidR="002B49A5" w:rsidRDefault="002B49A5" w:rsidP="002B49A5">
      <w:pPr>
        <w:pStyle w:val="libNormal"/>
      </w:pPr>
      <w:r>
        <w:rPr>
          <w:rtl/>
        </w:rPr>
        <w:t>مَن ثمّ يقيم الآية على حقيقة الحقائق في أمثال هذا الصراع بين الخلقين أو بين المزاجين والتاريخين</w:t>
      </w:r>
      <w:r w:rsidR="008F60AE">
        <w:rPr>
          <w:rtl/>
        </w:rPr>
        <w:t xml:space="preserve"> ...</w:t>
      </w:r>
      <w:r>
        <w:rPr>
          <w:rtl/>
        </w:rPr>
        <w:t xml:space="preserve"> </w:t>
      </w:r>
    </w:p>
    <w:p w:rsidR="002B49A5" w:rsidRDefault="002B49A5" w:rsidP="002B49A5">
      <w:pPr>
        <w:pStyle w:val="libNormal"/>
      </w:pPr>
      <w:r>
        <w:rPr>
          <w:rtl/>
        </w:rPr>
        <w:br w:type="page"/>
      </w:r>
    </w:p>
    <w:p w:rsidR="002B49A5" w:rsidRDefault="002B49A5" w:rsidP="002B49A5">
      <w:pPr>
        <w:pStyle w:val="libNormal"/>
      </w:pPr>
      <w:r>
        <w:rPr>
          <w:rtl/>
        </w:rPr>
        <w:lastRenderedPageBreak/>
        <w:t>وهي أنّ الشّهادة خصم ضعيف مغلوب في اليوم والأسبوع والعام</w:t>
      </w:r>
      <w:r w:rsidR="00364168">
        <w:rPr>
          <w:rtl/>
        </w:rPr>
        <w:t>،</w:t>
      </w:r>
      <w:r>
        <w:rPr>
          <w:rtl/>
        </w:rPr>
        <w:t xml:space="preserve"> ولكنّها أقوى الخصوم الغالبين في الجيل والأجيال ومدى الأيّام</w:t>
      </w:r>
      <w:r w:rsidR="00364168">
        <w:rPr>
          <w:rtl/>
        </w:rPr>
        <w:t>،</w:t>
      </w:r>
      <w:r>
        <w:rPr>
          <w:rtl/>
        </w:rPr>
        <w:t xml:space="preserve"> وهي حقيقة تُؤيّدها كلّ نتيجة نظرت إليها بعين الأرض أو بعين السّماء على أن تنظر إليها في نهاية المطاف</w:t>
      </w:r>
      <w:r w:rsidR="00364168">
        <w:rPr>
          <w:rtl/>
        </w:rPr>
        <w:t>.</w:t>
      </w:r>
    </w:p>
    <w:p w:rsidR="002B49A5" w:rsidRDefault="002B49A5" w:rsidP="002B49A5">
      <w:pPr>
        <w:pStyle w:val="libNormal"/>
      </w:pPr>
      <w:r>
        <w:rPr>
          <w:rtl/>
        </w:rPr>
        <w:t>ونهاية المطاف هي التي يدخلها نوع الإنسان في حسابه ويوشج عليها وشائج عطفه وإعجابه</w:t>
      </w:r>
      <w:r w:rsidR="00364168">
        <w:rPr>
          <w:rtl/>
        </w:rPr>
        <w:t>؛</w:t>
      </w:r>
      <w:r>
        <w:rPr>
          <w:rtl/>
        </w:rPr>
        <w:t xml:space="preserve"> لأنّه لا يعمل لوجبات ثلاث في اليوم</w:t>
      </w:r>
      <w:r w:rsidR="00364168">
        <w:rPr>
          <w:rtl/>
        </w:rPr>
        <w:t>،</w:t>
      </w:r>
      <w:r>
        <w:rPr>
          <w:rtl/>
        </w:rPr>
        <w:t xml:space="preserve"> ولا ينظر إلى عمر واحد بين مهد ولحد</w:t>
      </w:r>
      <w:r w:rsidR="00364168">
        <w:rPr>
          <w:rtl/>
        </w:rPr>
        <w:t>،</w:t>
      </w:r>
      <w:r>
        <w:rPr>
          <w:rtl/>
        </w:rPr>
        <w:t xml:space="preserve"> ولكنّه يعمل للدوام وينظر إلى الخلود</w:t>
      </w:r>
      <w:r w:rsidR="008F60AE">
        <w:rPr>
          <w:rtl/>
        </w:rPr>
        <w:t xml:space="preserve"> ...</w:t>
      </w:r>
      <w:r>
        <w:rPr>
          <w:rtl/>
        </w:rPr>
        <w:t xml:space="preserve"> </w:t>
      </w:r>
    </w:p>
    <w:p w:rsidR="002B49A5" w:rsidRDefault="002B49A5" w:rsidP="002B49A5">
      <w:pPr>
        <w:pStyle w:val="libNormal"/>
      </w:pPr>
      <w:r>
        <w:rPr>
          <w:rtl/>
        </w:rPr>
        <w:br w:type="page"/>
      </w:r>
    </w:p>
    <w:p w:rsidR="009A226F" w:rsidRDefault="009A226F" w:rsidP="009A226F">
      <w:pPr>
        <w:pStyle w:val="Heading1Center"/>
        <w:rPr>
          <w:rtl/>
        </w:rPr>
      </w:pPr>
      <w:bookmarkStart w:id="140" w:name="_Toc374273713"/>
      <w:bookmarkStart w:id="141" w:name="_Toc374274015"/>
      <w:r>
        <w:rPr>
          <w:rtl/>
        </w:rPr>
        <w:lastRenderedPageBreak/>
        <w:t>في عالم الجمال:</w:t>
      </w:r>
      <w:bookmarkEnd w:id="140"/>
      <w:bookmarkEnd w:id="141"/>
    </w:p>
    <w:p w:rsidR="002B49A5" w:rsidRDefault="002B49A5" w:rsidP="003D44BA">
      <w:pPr>
        <w:pStyle w:val="Heading2Center"/>
      </w:pPr>
      <w:bookmarkStart w:id="142" w:name="_Toc374273714"/>
      <w:bookmarkStart w:id="143" w:name="_Toc374274016"/>
      <w:r>
        <w:rPr>
          <w:rtl/>
        </w:rPr>
        <w:t>عاشق الجمال</w:t>
      </w:r>
      <w:bookmarkEnd w:id="142"/>
      <w:bookmarkEnd w:id="143"/>
    </w:p>
    <w:p w:rsidR="002B49A5" w:rsidRDefault="002B49A5" w:rsidP="002B49A5">
      <w:pPr>
        <w:pStyle w:val="libNormal"/>
      </w:pPr>
      <w:r>
        <w:rPr>
          <w:rtl/>
        </w:rPr>
        <w:t>إذا لحقت السيرة بعالم المثال الذي يتطلع إليه خيال الشُعراء وتتغنى به قرائح أهل الفن</w:t>
      </w:r>
      <w:r w:rsidR="00364168">
        <w:rPr>
          <w:rtl/>
        </w:rPr>
        <w:t>،</w:t>
      </w:r>
      <w:r>
        <w:rPr>
          <w:rtl/>
        </w:rPr>
        <w:t xml:space="preserve"> فقد تنزهت عن ربقة الجسد وأصبحت صورة من الصور ا</w:t>
      </w:r>
      <w:r w:rsidR="009A226F">
        <w:rPr>
          <w:rtl/>
        </w:rPr>
        <w:t>لم</w:t>
      </w:r>
      <w:r>
        <w:rPr>
          <w:rtl/>
        </w:rPr>
        <w:t>ثلى في عالم الجمال</w:t>
      </w:r>
      <w:r w:rsidR="008F60AE">
        <w:rPr>
          <w:rtl/>
        </w:rPr>
        <w:t xml:space="preserve"> ...</w:t>
      </w:r>
      <w:r>
        <w:rPr>
          <w:rtl/>
        </w:rPr>
        <w:t xml:space="preserve"> ومن آيات الجمال إنّه يتحدى المنفعة ويؤثر البطولة على السّلامة</w:t>
      </w:r>
      <w:r w:rsidR="00364168">
        <w:rPr>
          <w:rtl/>
        </w:rPr>
        <w:t>.</w:t>
      </w:r>
    </w:p>
    <w:p w:rsidR="002B49A5" w:rsidRDefault="002B49A5" w:rsidP="002B49A5">
      <w:pPr>
        <w:pStyle w:val="libNormal"/>
      </w:pPr>
      <w:r>
        <w:rPr>
          <w:rtl/>
        </w:rPr>
        <w:t>فإذا تعلقت القريحة بالجمال</w:t>
      </w:r>
      <w:r w:rsidR="00364168">
        <w:rPr>
          <w:rtl/>
        </w:rPr>
        <w:t>،</w:t>
      </w:r>
      <w:r>
        <w:rPr>
          <w:rtl/>
        </w:rPr>
        <w:t xml:space="preserve"> فلا جرم تزن الاُمور بغير ميزان الحساب والصفقات</w:t>
      </w:r>
      <w:r w:rsidR="00364168">
        <w:rPr>
          <w:rtl/>
        </w:rPr>
        <w:t>،</w:t>
      </w:r>
      <w:r>
        <w:rPr>
          <w:rtl/>
        </w:rPr>
        <w:t xml:space="preserve"> فتعرض عن النعمة وهي بين يديها وتقبل على الألم وهي ناظرة إليه</w:t>
      </w:r>
      <w:r w:rsidR="00364168">
        <w:rPr>
          <w:rtl/>
        </w:rPr>
        <w:t>،</w:t>
      </w:r>
      <w:r>
        <w:rPr>
          <w:rtl/>
        </w:rPr>
        <w:t xml:space="preserve"> وتلزمها سجية العشق الآخذ بالأعنّة</w:t>
      </w:r>
      <w:r w:rsidR="00364168">
        <w:rPr>
          <w:rtl/>
        </w:rPr>
        <w:t>،</w:t>
      </w:r>
      <w:r>
        <w:rPr>
          <w:rtl/>
        </w:rPr>
        <w:t xml:space="preserve"> فتنقاد له ولا تنقاد لنصيحة ناصح أو عذل عاذل</w:t>
      </w:r>
      <w:r w:rsidR="00364168">
        <w:rPr>
          <w:rtl/>
        </w:rPr>
        <w:t>؛</w:t>
      </w:r>
      <w:r>
        <w:rPr>
          <w:rtl/>
        </w:rPr>
        <w:t xml:space="preserve"> لأنّ المشغوف بالجمال ينشده ولا يُبالي ما يلقاه في سبيله</w:t>
      </w:r>
      <w:r w:rsidR="00364168">
        <w:rPr>
          <w:rtl/>
        </w:rPr>
        <w:t>.</w:t>
      </w:r>
      <w:r>
        <w:rPr>
          <w:rtl/>
        </w:rPr>
        <w:t xml:space="preserve"> </w:t>
      </w:r>
    </w:p>
    <w:p w:rsidR="002B49A5" w:rsidRDefault="002B49A5" w:rsidP="002B49A5">
      <w:pPr>
        <w:pStyle w:val="libNormal"/>
      </w:pPr>
      <w:r>
        <w:rPr>
          <w:rtl/>
        </w:rPr>
        <w:t>وقد تمثّلت سجية عاشق الجمال في كلّ شعر نظّمه شُعراء الحُسين وذويه</w:t>
      </w:r>
      <w:r w:rsidR="00364168">
        <w:rPr>
          <w:rtl/>
        </w:rPr>
        <w:t>؛</w:t>
      </w:r>
      <w:r>
        <w:rPr>
          <w:rtl/>
        </w:rPr>
        <w:t xml:space="preserve"> تعظيماً لهم وثناء عليهم</w:t>
      </w:r>
      <w:r w:rsidR="008F60AE">
        <w:rPr>
          <w:rtl/>
        </w:rPr>
        <w:t xml:space="preserve"> ...</w:t>
      </w:r>
      <w:r>
        <w:rPr>
          <w:rtl/>
        </w:rPr>
        <w:t xml:space="preserve"> لم يتجهوا إليهم ممدوحين وإنّما اتجهوا</w:t>
      </w:r>
    </w:p>
    <w:p w:rsidR="002B49A5" w:rsidRDefault="002B49A5" w:rsidP="002B49A5">
      <w:pPr>
        <w:pStyle w:val="libNormal"/>
      </w:pPr>
      <w:r>
        <w:rPr>
          <w:rtl/>
        </w:rPr>
        <w:br w:type="page"/>
      </w:r>
    </w:p>
    <w:p w:rsidR="002B49A5" w:rsidRDefault="002B49A5" w:rsidP="003D44BA">
      <w:pPr>
        <w:pStyle w:val="libNormal0"/>
      </w:pPr>
      <w:r>
        <w:rPr>
          <w:rtl/>
        </w:rPr>
        <w:lastRenderedPageBreak/>
        <w:t>إليهم صوراً مُثلى يهيمون بها كما يهيم المحب بصورة حبيبه</w:t>
      </w:r>
      <w:r w:rsidR="00364168">
        <w:rPr>
          <w:rtl/>
        </w:rPr>
        <w:t>،</w:t>
      </w:r>
      <w:r>
        <w:rPr>
          <w:rtl/>
        </w:rPr>
        <w:t xml:space="preserve"> ويستعذبون من أجلها ما يصيبهم من ملام وإيلام</w:t>
      </w:r>
      <w:r w:rsidR="00364168">
        <w:rPr>
          <w:rtl/>
        </w:rPr>
        <w:t>.</w:t>
      </w:r>
    </w:p>
    <w:p w:rsidR="002B49A5" w:rsidRDefault="002B49A5" w:rsidP="002B49A5">
      <w:pPr>
        <w:pStyle w:val="libNormal"/>
      </w:pPr>
      <w:r>
        <w:rPr>
          <w:rtl/>
        </w:rPr>
        <w:t xml:space="preserve">وفي معنى كهذا المعنى يقول الكميت شاعر أهل البيت </w:t>
      </w:r>
      <w:r w:rsidR="002104C0" w:rsidRPr="002104C0">
        <w:rPr>
          <w:rStyle w:val="libAlaemChar"/>
          <w:rtl/>
        </w:rPr>
        <w:t>عليهم‌السلام</w:t>
      </w:r>
      <w:r w:rsidR="00364168">
        <w:rPr>
          <w:rtl/>
        </w:rPr>
        <w:t>:</w:t>
      </w:r>
    </w:p>
    <w:tbl>
      <w:tblPr>
        <w:tblStyle w:val="TableGrid"/>
        <w:bidiVisual/>
        <w:tblW w:w="4562" w:type="pct"/>
        <w:tblInd w:w="384" w:type="dxa"/>
        <w:tblLook w:val="04A0"/>
      </w:tblPr>
      <w:tblGrid>
        <w:gridCol w:w="3345"/>
        <w:gridCol w:w="269"/>
        <w:gridCol w:w="3308"/>
      </w:tblGrid>
      <w:tr w:rsidR="003D44BA" w:rsidTr="003D44BA">
        <w:trPr>
          <w:trHeight w:val="350"/>
        </w:trPr>
        <w:tc>
          <w:tcPr>
            <w:tcW w:w="3345" w:type="dxa"/>
          </w:tcPr>
          <w:p w:rsidR="003D44BA" w:rsidRDefault="003D44BA" w:rsidP="00897AE1">
            <w:pPr>
              <w:pStyle w:val="libPoem"/>
            </w:pPr>
            <w:r w:rsidRPr="008F60AE">
              <w:rPr>
                <w:rStyle w:val="libPoemChar"/>
                <w:rtl/>
              </w:rPr>
              <w:t>طربتُ</w:t>
            </w:r>
            <w:r w:rsidR="00897AE1">
              <w:rPr>
                <w:rStyle w:val="libPoemChar"/>
                <w:rtl/>
              </w:rPr>
              <w:t xml:space="preserve"> </w:t>
            </w:r>
            <w:r w:rsidRPr="008F60AE">
              <w:rPr>
                <w:rStyle w:val="libPoemChar"/>
                <w:rtl/>
              </w:rPr>
              <w:t>وما</w:t>
            </w:r>
            <w:r w:rsidR="00897AE1">
              <w:rPr>
                <w:rStyle w:val="libPoemChar"/>
                <w:rtl/>
              </w:rPr>
              <w:t xml:space="preserve"> </w:t>
            </w:r>
            <w:r w:rsidRPr="008F60AE">
              <w:rPr>
                <w:rStyle w:val="libPoemChar"/>
                <w:rtl/>
              </w:rPr>
              <w:t>شوقاً</w:t>
            </w:r>
            <w:r w:rsidR="00897AE1">
              <w:rPr>
                <w:rStyle w:val="libPoemChar"/>
                <w:rtl/>
              </w:rPr>
              <w:t xml:space="preserve"> </w:t>
            </w:r>
            <w:r w:rsidRPr="008F60AE">
              <w:rPr>
                <w:rStyle w:val="libPoemChar"/>
                <w:rtl/>
              </w:rPr>
              <w:t>إلى</w:t>
            </w:r>
            <w:r w:rsidR="00897AE1">
              <w:rPr>
                <w:rStyle w:val="libPoemChar"/>
                <w:rtl/>
              </w:rPr>
              <w:t xml:space="preserve"> </w:t>
            </w:r>
            <w:r w:rsidRPr="008F60AE">
              <w:rPr>
                <w:rStyle w:val="libPoemChar"/>
                <w:rtl/>
              </w:rPr>
              <w:t>البيضِ</w:t>
            </w:r>
            <w:r w:rsidR="00897AE1">
              <w:rPr>
                <w:rStyle w:val="libPoemChar"/>
                <w:rtl/>
              </w:rPr>
              <w:t xml:space="preserve"> </w:t>
            </w:r>
            <w:r w:rsidRPr="008F60AE">
              <w:rPr>
                <w:rStyle w:val="libPoemChar"/>
                <w:rtl/>
              </w:rPr>
              <w:t>أطربُ</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ولا</w:t>
            </w:r>
            <w:r w:rsidR="00897AE1">
              <w:rPr>
                <w:rStyle w:val="libPoemChar"/>
                <w:rtl/>
              </w:rPr>
              <w:t xml:space="preserve"> </w:t>
            </w:r>
            <w:r w:rsidRPr="008F60AE">
              <w:rPr>
                <w:rStyle w:val="libPoemChar"/>
                <w:rtl/>
              </w:rPr>
              <w:t>لـعباً</w:t>
            </w:r>
            <w:r w:rsidR="00897AE1">
              <w:rPr>
                <w:rStyle w:val="libPoemChar"/>
                <w:rtl/>
              </w:rPr>
              <w:t xml:space="preserve"> </w:t>
            </w:r>
            <w:r w:rsidRPr="008F60AE">
              <w:rPr>
                <w:rStyle w:val="libPoemChar"/>
                <w:rtl/>
              </w:rPr>
              <w:t>مـنِّي</w:t>
            </w:r>
            <w:r w:rsidR="00897AE1">
              <w:rPr>
                <w:rStyle w:val="libPoemChar"/>
                <w:rtl/>
              </w:rPr>
              <w:t xml:space="preserve"> </w:t>
            </w:r>
            <w:r w:rsidRPr="008F60AE">
              <w:rPr>
                <w:rStyle w:val="libPoemChar"/>
                <w:rtl/>
              </w:rPr>
              <w:t>وذو</w:t>
            </w:r>
            <w:r w:rsidR="00897AE1">
              <w:rPr>
                <w:rStyle w:val="libPoemChar"/>
                <w:rtl/>
              </w:rPr>
              <w:t xml:space="preserve"> </w:t>
            </w:r>
            <w:r w:rsidRPr="008F60AE">
              <w:rPr>
                <w:rStyle w:val="libPoemChar"/>
                <w:rtl/>
              </w:rPr>
              <w:t>الشّيبِ</w:t>
            </w:r>
            <w:r w:rsidR="00897AE1">
              <w:rPr>
                <w:rStyle w:val="libPoemChar"/>
                <w:rtl/>
              </w:rPr>
              <w:t xml:space="preserve"> </w:t>
            </w:r>
            <w:r w:rsidRPr="008F60AE">
              <w:rPr>
                <w:rStyle w:val="libPoemChar"/>
                <w:rtl/>
              </w:rPr>
              <w:t>يلعبُ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ولـم</w:t>
            </w:r>
            <w:r w:rsidR="00897AE1">
              <w:rPr>
                <w:rStyle w:val="libPoemChar"/>
                <w:rtl/>
              </w:rPr>
              <w:t xml:space="preserve"> </w:t>
            </w:r>
            <w:r w:rsidRPr="008F60AE">
              <w:rPr>
                <w:rStyle w:val="libPoemChar"/>
                <w:rtl/>
              </w:rPr>
              <w:t>يـلهني</w:t>
            </w:r>
            <w:r w:rsidR="00897AE1">
              <w:rPr>
                <w:rStyle w:val="libPoemChar"/>
                <w:rtl/>
              </w:rPr>
              <w:t xml:space="preserve"> </w:t>
            </w:r>
            <w:r w:rsidRPr="008F60AE">
              <w:rPr>
                <w:rStyle w:val="libPoemChar"/>
                <w:rtl/>
              </w:rPr>
              <w:t>دارٌ</w:t>
            </w:r>
            <w:r w:rsidR="00897AE1">
              <w:rPr>
                <w:rStyle w:val="libPoemChar"/>
                <w:rtl/>
              </w:rPr>
              <w:t xml:space="preserve"> </w:t>
            </w:r>
            <w:r w:rsidRPr="008F60AE">
              <w:rPr>
                <w:rStyle w:val="libPoemChar"/>
                <w:rtl/>
              </w:rPr>
              <w:t>ولا</w:t>
            </w:r>
            <w:r w:rsidR="00897AE1">
              <w:rPr>
                <w:rStyle w:val="libPoemChar"/>
                <w:rtl/>
              </w:rPr>
              <w:t xml:space="preserve"> </w:t>
            </w:r>
            <w:r w:rsidRPr="008F60AE">
              <w:rPr>
                <w:rStyle w:val="libPoemChar"/>
                <w:rtl/>
              </w:rPr>
              <w:t>رسـمُ</w:t>
            </w:r>
            <w:r w:rsidR="00897AE1">
              <w:rPr>
                <w:rStyle w:val="libPoemChar"/>
                <w:rtl/>
              </w:rPr>
              <w:t xml:space="preserve"> </w:t>
            </w:r>
            <w:r w:rsidRPr="008F60AE">
              <w:rPr>
                <w:rStyle w:val="libPoemChar"/>
                <w:rtl/>
              </w:rPr>
              <w:t>منزلِ</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ولـم</w:t>
            </w:r>
            <w:r w:rsidR="00897AE1">
              <w:rPr>
                <w:rStyle w:val="libPoemChar"/>
                <w:rtl/>
              </w:rPr>
              <w:t xml:space="preserve"> </w:t>
            </w:r>
            <w:r w:rsidRPr="008F60AE">
              <w:rPr>
                <w:rStyle w:val="libPoemChar"/>
                <w:rtl/>
              </w:rPr>
              <w:t>يـتطرّبني</w:t>
            </w:r>
            <w:r w:rsidR="00897AE1">
              <w:rPr>
                <w:rStyle w:val="libPoemChar"/>
                <w:rtl/>
              </w:rPr>
              <w:t xml:space="preserve"> </w:t>
            </w:r>
            <w:r w:rsidRPr="008F60AE">
              <w:rPr>
                <w:rStyle w:val="libPoemChar"/>
                <w:rtl/>
              </w:rPr>
              <w:t>بـنانٌ</w:t>
            </w:r>
            <w:r w:rsidR="00897AE1">
              <w:rPr>
                <w:rStyle w:val="libPoemChar"/>
                <w:rtl/>
              </w:rPr>
              <w:t xml:space="preserve"> </w:t>
            </w:r>
            <w:r w:rsidRPr="008F60AE">
              <w:rPr>
                <w:rStyle w:val="libPoemChar"/>
                <w:rtl/>
              </w:rPr>
              <w:t>مـخضَّبُ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ولا</w:t>
            </w:r>
            <w:r w:rsidR="00897AE1">
              <w:rPr>
                <w:rStyle w:val="libPoemChar"/>
                <w:rtl/>
              </w:rPr>
              <w:t xml:space="preserve"> </w:t>
            </w:r>
            <w:r w:rsidRPr="008F60AE">
              <w:rPr>
                <w:rStyle w:val="libPoemChar"/>
                <w:rtl/>
              </w:rPr>
              <w:t>أنـا</w:t>
            </w:r>
            <w:r w:rsidR="00897AE1">
              <w:rPr>
                <w:rStyle w:val="libPoemChar"/>
                <w:rtl/>
              </w:rPr>
              <w:t xml:space="preserve"> </w:t>
            </w:r>
            <w:r w:rsidRPr="008F60AE">
              <w:rPr>
                <w:rStyle w:val="libPoemChar"/>
                <w:rtl/>
              </w:rPr>
              <w:t>مـمَّن</w:t>
            </w:r>
            <w:r w:rsidR="00897AE1">
              <w:rPr>
                <w:rStyle w:val="libPoemChar"/>
                <w:rtl/>
              </w:rPr>
              <w:t xml:space="preserve"> </w:t>
            </w:r>
            <w:r w:rsidRPr="008F60AE">
              <w:rPr>
                <w:rStyle w:val="libPoemChar"/>
                <w:rtl/>
              </w:rPr>
              <w:t>يـزجرُ</w:t>
            </w:r>
            <w:r w:rsidR="00897AE1">
              <w:rPr>
                <w:rStyle w:val="libPoemChar"/>
                <w:rtl/>
              </w:rPr>
              <w:t xml:space="preserve"> </w:t>
            </w:r>
            <w:r w:rsidRPr="008F60AE">
              <w:rPr>
                <w:rStyle w:val="libPoemChar"/>
                <w:rtl/>
              </w:rPr>
              <w:t>الطيرُ</w:t>
            </w:r>
            <w:r w:rsidR="00897AE1">
              <w:rPr>
                <w:rStyle w:val="libPoemChar"/>
                <w:rtl/>
              </w:rPr>
              <w:t xml:space="preserve"> </w:t>
            </w:r>
            <w:r w:rsidRPr="008F60AE">
              <w:rPr>
                <w:rStyle w:val="libPoemChar"/>
                <w:rtl/>
              </w:rPr>
              <w:t>همَّهُ</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أصـاحَ</w:t>
            </w:r>
            <w:r w:rsidR="00897AE1">
              <w:rPr>
                <w:rStyle w:val="libPoemChar"/>
                <w:rtl/>
              </w:rPr>
              <w:t xml:space="preserve"> </w:t>
            </w:r>
            <w:r w:rsidRPr="008F60AE">
              <w:rPr>
                <w:rStyle w:val="libPoemChar"/>
                <w:rtl/>
              </w:rPr>
              <w:t>غـرابٌ</w:t>
            </w:r>
            <w:r w:rsidR="00897AE1">
              <w:rPr>
                <w:rStyle w:val="libPoemChar"/>
                <w:rtl/>
              </w:rPr>
              <w:t xml:space="preserve"> </w:t>
            </w:r>
            <w:r w:rsidRPr="008F60AE">
              <w:rPr>
                <w:rStyle w:val="libPoemChar"/>
                <w:rtl/>
              </w:rPr>
              <w:t>أم</w:t>
            </w:r>
            <w:r w:rsidR="00897AE1">
              <w:rPr>
                <w:rStyle w:val="libPoemChar"/>
                <w:rtl/>
              </w:rPr>
              <w:t xml:space="preserve"> </w:t>
            </w:r>
            <w:r w:rsidRPr="008F60AE">
              <w:rPr>
                <w:rStyle w:val="libPoemChar"/>
                <w:rtl/>
              </w:rPr>
              <w:t>تعرّضَ</w:t>
            </w:r>
            <w:r w:rsidR="00897AE1">
              <w:rPr>
                <w:rStyle w:val="libPoemChar"/>
                <w:rtl/>
              </w:rPr>
              <w:t xml:space="preserve"> </w:t>
            </w:r>
            <w:r w:rsidRPr="008F60AE">
              <w:rPr>
                <w:rStyle w:val="libPoemChar"/>
                <w:rtl/>
              </w:rPr>
              <w:t>ثعلبُ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ولا</w:t>
            </w:r>
            <w:r w:rsidR="00897AE1">
              <w:rPr>
                <w:rStyle w:val="libPoemChar"/>
                <w:rtl/>
              </w:rPr>
              <w:t xml:space="preserve"> </w:t>
            </w:r>
            <w:r w:rsidRPr="008F60AE">
              <w:rPr>
                <w:rStyle w:val="libPoemChar"/>
                <w:rtl/>
              </w:rPr>
              <w:t>الـسانحاتُ</w:t>
            </w:r>
            <w:r w:rsidR="00897AE1">
              <w:rPr>
                <w:rStyle w:val="libPoemChar"/>
                <w:rtl/>
              </w:rPr>
              <w:t xml:space="preserve"> </w:t>
            </w:r>
            <w:r w:rsidRPr="008F60AE">
              <w:rPr>
                <w:rStyle w:val="libPoemChar"/>
                <w:rtl/>
              </w:rPr>
              <w:t>الـبارحاتُ</w:t>
            </w:r>
            <w:r w:rsidR="00897AE1">
              <w:rPr>
                <w:rStyle w:val="libPoemChar"/>
                <w:rtl/>
              </w:rPr>
              <w:t xml:space="preserve"> </w:t>
            </w:r>
            <w:r w:rsidRPr="008F60AE">
              <w:rPr>
                <w:rStyle w:val="libPoemChar"/>
                <w:rtl/>
              </w:rPr>
              <w:t>عشيّةً</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أمـرَّ</w:t>
            </w:r>
            <w:r w:rsidR="00897AE1">
              <w:rPr>
                <w:rStyle w:val="libPoemChar"/>
                <w:rtl/>
              </w:rPr>
              <w:t xml:space="preserve"> </w:t>
            </w:r>
            <w:r w:rsidRPr="008F60AE">
              <w:rPr>
                <w:rStyle w:val="libPoemChar"/>
                <w:rtl/>
              </w:rPr>
              <w:t>سليمُ</w:t>
            </w:r>
            <w:r w:rsidR="00897AE1">
              <w:rPr>
                <w:rStyle w:val="libPoemChar"/>
                <w:rtl/>
              </w:rPr>
              <w:t xml:space="preserve"> </w:t>
            </w:r>
            <w:r w:rsidRPr="008F60AE">
              <w:rPr>
                <w:rStyle w:val="libPoemChar"/>
                <w:rtl/>
              </w:rPr>
              <w:t>القرنِ</w:t>
            </w:r>
            <w:r w:rsidR="00897AE1">
              <w:rPr>
                <w:rStyle w:val="libPoemChar"/>
                <w:rtl/>
              </w:rPr>
              <w:t xml:space="preserve"> </w:t>
            </w:r>
            <w:r w:rsidRPr="008F60AE">
              <w:rPr>
                <w:rStyle w:val="libPoemChar"/>
                <w:rtl/>
              </w:rPr>
              <w:t>أم</w:t>
            </w:r>
            <w:r w:rsidR="00897AE1">
              <w:rPr>
                <w:rStyle w:val="libPoemChar"/>
                <w:rtl/>
              </w:rPr>
              <w:t xml:space="preserve"> </w:t>
            </w:r>
            <w:r w:rsidRPr="008F60AE">
              <w:rPr>
                <w:rStyle w:val="libPoemChar"/>
                <w:rtl/>
              </w:rPr>
              <w:t>مرَّ</w:t>
            </w:r>
            <w:r w:rsidR="00897AE1">
              <w:rPr>
                <w:rStyle w:val="libPoemChar"/>
                <w:rtl/>
              </w:rPr>
              <w:t xml:space="preserve"> </w:t>
            </w:r>
            <w:r w:rsidRPr="008F60AE">
              <w:rPr>
                <w:rStyle w:val="libPoemChar"/>
                <w:rtl/>
              </w:rPr>
              <w:t>أعضبُ</w:t>
            </w:r>
            <w:r w:rsidRPr="008F60AE">
              <w:rPr>
                <w:rStyle w:val="libFootnotenumChar"/>
                <w:rtl/>
              </w:rPr>
              <w:t>(1)</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ولـكنْ</w:t>
            </w:r>
            <w:r w:rsidR="00897AE1">
              <w:rPr>
                <w:rStyle w:val="libPoemChar"/>
                <w:rtl/>
              </w:rPr>
              <w:t xml:space="preserve"> </w:t>
            </w:r>
            <w:r w:rsidRPr="008F60AE">
              <w:rPr>
                <w:rStyle w:val="libPoemChar"/>
                <w:rtl/>
              </w:rPr>
              <w:t>إلـى</w:t>
            </w:r>
            <w:r w:rsidR="00897AE1">
              <w:rPr>
                <w:rStyle w:val="libPoemChar"/>
                <w:rtl/>
              </w:rPr>
              <w:t xml:space="preserve"> </w:t>
            </w:r>
            <w:r w:rsidRPr="008F60AE">
              <w:rPr>
                <w:rStyle w:val="libPoemChar"/>
                <w:rtl/>
              </w:rPr>
              <w:t>أهلِ</w:t>
            </w:r>
            <w:r w:rsidR="00897AE1">
              <w:rPr>
                <w:rStyle w:val="libPoemChar"/>
                <w:rtl/>
              </w:rPr>
              <w:t xml:space="preserve"> </w:t>
            </w:r>
            <w:r w:rsidRPr="008F60AE">
              <w:rPr>
                <w:rStyle w:val="libPoemChar"/>
                <w:rtl/>
              </w:rPr>
              <w:t>الفضائلِ</w:t>
            </w:r>
            <w:r w:rsidR="00897AE1">
              <w:rPr>
                <w:rStyle w:val="libPoemChar"/>
                <w:rtl/>
              </w:rPr>
              <w:t xml:space="preserve"> </w:t>
            </w:r>
            <w:r w:rsidRPr="008F60AE">
              <w:rPr>
                <w:rStyle w:val="libPoemChar"/>
                <w:rtl/>
              </w:rPr>
              <w:t>والنّهى</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وخـيرِ</w:t>
            </w:r>
            <w:r w:rsidR="00897AE1">
              <w:rPr>
                <w:rStyle w:val="libPoemChar"/>
                <w:rtl/>
              </w:rPr>
              <w:t xml:space="preserve"> </w:t>
            </w:r>
            <w:r w:rsidRPr="008F60AE">
              <w:rPr>
                <w:rStyle w:val="libPoemChar"/>
                <w:rtl/>
              </w:rPr>
              <w:t>بـني</w:t>
            </w:r>
            <w:r w:rsidR="00897AE1">
              <w:rPr>
                <w:rStyle w:val="libPoemChar"/>
                <w:rtl/>
              </w:rPr>
              <w:t xml:space="preserve"> </w:t>
            </w:r>
            <w:r w:rsidRPr="008F60AE">
              <w:rPr>
                <w:rStyle w:val="libPoemChar"/>
                <w:rtl/>
              </w:rPr>
              <w:t>حوّاءَ</w:t>
            </w:r>
            <w:r w:rsidR="00897AE1">
              <w:rPr>
                <w:rStyle w:val="libPoemChar"/>
                <w:rtl/>
              </w:rPr>
              <w:t xml:space="preserve"> </w:t>
            </w:r>
            <w:r w:rsidRPr="008F60AE">
              <w:rPr>
                <w:rStyle w:val="libPoemChar"/>
                <w:rtl/>
              </w:rPr>
              <w:t>والخيرُ</w:t>
            </w:r>
            <w:r w:rsidR="00897AE1">
              <w:rPr>
                <w:rStyle w:val="libPoemChar"/>
                <w:rtl/>
              </w:rPr>
              <w:t xml:space="preserve"> </w:t>
            </w:r>
            <w:r w:rsidRPr="008F60AE">
              <w:rPr>
                <w:rStyle w:val="libPoemChar"/>
                <w:rtl/>
              </w:rPr>
              <w:t>يُطلبُ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إلـى</w:t>
            </w:r>
            <w:r w:rsidR="00897AE1">
              <w:rPr>
                <w:rStyle w:val="libPoemChar"/>
                <w:rtl/>
              </w:rPr>
              <w:t xml:space="preserve"> </w:t>
            </w:r>
            <w:r w:rsidRPr="008F60AE">
              <w:rPr>
                <w:rStyle w:val="libPoemChar"/>
                <w:rtl/>
              </w:rPr>
              <w:t>الـنفرِ</w:t>
            </w:r>
            <w:r w:rsidR="00897AE1">
              <w:rPr>
                <w:rStyle w:val="libPoemChar"/>
                <w:rtl/>
              </w:rPr>
              <w:t xml:space="preserve"> </w:t>
            </w:r>
            <w:r w:rsidRPr="008F60AE">
              <w:rPr>
                <w:rStyle w:val="libPoemChar"/>
                <w:rtl/>
              </w:rPr>
              <w:t>الـبيض</w:t>
            </w:r>
            <w:r w:rsidR="00897AE1">
              <w:rPr>
                <w:rStyle w:val="libPoemChar"/>
                <w:rtl/>
              </w:rPr>
              <w:t xml:space="preserve"> </w:t>
            </w:r>
            <w:r w:rsidRPr="008F60AE">
              <w:rPr>
                <w:rStyle w:val="libPoemChar"/>
                <w:rtl/>
              </w:rPr>
              <w:t>الذين</w:t>
            </w:r>
            <w:r w:rsidR="00897AE1">
              <w:rPr>
                <w:rStyle w:val="libPoemChar"/>
                <w:rtl/>
              </w:rPr>
              <w:t xml:space="preserve"> </w:t>
            </w:r>
            <w:r w:rsidRPr="008F60AE">
              <w:rPr>
                <w:rStyle w:val="libPoemChar"/>
                <w:rtl/>
              </w:rPr>
              <w:t>بحبِّهمْ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إلى</w:t>
            </w:r>
            <w:r w:rsidR="00897AE1">
              <w:rPr>
                <w:rStyle w:val="libPoemChar"/>
                <w:rtl/>
              </w:rPr>
              <w:t xml:space="preserve"> </w:t>
            </w:r>
            <w:r w:rsidRPr="008F60AE">
              <w:rPr>
                <w:rStyle w:val="libPoemChar"/>
                <w:rtl/>
              </w:rPr>
              <w:t>الله</w:t>
            </w:r>
            <w:r w:rsidR="00897AE1">
              <w:rPr>
                <w:rStyle w:val="libPoemChar"/>
                <w:rtl/>
              </w:rPr>
              <w:t xml:space="preserve"> </w:t>
            </w:r>
            <w:r w:rsidRPr="008F60AE">
              <w:rPr>
                <w:rStyle w:val="libPoemChar"/>
                <w:rtl/>
              </w:rPr>
              <w:t>فـيما</w:t>
            </w:r>
            <w:r w:rsidR="00897AE1">
              <w:rPr>
                <w:rStyle w:val="libPoemChar"/>
                <w:rtl/>
              </w:rPr>
              <w:t xml:space="preserve"> </w:t>
            </w:r>
            <w:r w:rsidRPr="008F60AE">
              <w:rPr>
                <w:rStyle w:val="libPoemChar"/>
                <w:rtl/>
              </w:rPr>
              <w:t>نـالني</w:t>
            </w:r>
            <w:r w:rsidR="00897AE1">
              <w:rPr>
                <w:rStyle w:val="libPoemChar"/>
                <w:rtl/>
              </w:rPr>
              <w:t xml:space="preserve"> </w:t>
            </w:r>
            <w:r w:rsidRPr="008F60AE">
              <w:rPr>
                <w:rStyle w:val="libPoemChar"/>
                <w:rtl/>
              </w:rPr>
              <w:t>أتـقرّبُ</w:t>
            </w:r>
            <w:r w:rsidRPr="00725071">
              <w:rPr>
                <w:rStyle w:val="libPoemTiniChar0"/>
                <w:rtl/>
              </w:rPr>
              <w:br/>
              <w:t> </w:t>
            </w:r>
          </w:p>
        </w:tc>
      </w:tr>
    </w:tbl>
    <w:p w:rsidR="002B49A5" w:rsidRDefault="00CA43D1" w:rsidP="00DB04A3">
      <w:pPr>
        <w:pStyle w:val="libLine"/>
      </w:pPr>
      <w:r>
        <w:rPr>
          <w:rtl/>
        </w:rPr>
        <w:t>____________________</w:t>
      </w:r>
    </w:p>
    <w:p w:rsidR="002B49A5" w:rsidRDefault="002B49A5" w:rsidP="002B49A5">
      <w:pPr>
        <w:pStyle w:val="libFootnote"/>
      </w:pPr>
      <w:r>
        <w:rPr>
          <w:rtl/>
        </w:rPr>
        <w:t>(1) السّانح</w:t>
      </w:r>
      <w:r w:rsidR="00364168">
        <w:rPr>
          <w:rtl/>
        </w:rPr>
        <w:t>:</w:t>
      </w:r>
      <w:r>
        <w:rPr>
          <w:rtl/>
        </w:rPr>
        <w:t xml:space="preserve"> الطير الذي يمر من اليسار إلى اليمين وعكسه البارج</w:t>
      </w:r>
      <w:r w:rsidR="00364168">
        <w:rPr>
          <w:rtl/>
        </w:rPr>
        <w:t>.</w:t>
      </w:r>
      <w:r>
        <w:rPr>
          <w:rtl/>
        </w:rPr>
        <w:t xml:space="preserve"> والأعضب</w:t>
      </w:r>
      <w:r w:rsidR="00364168">
        <w:rPr>
          <w:rtl/>
        </w:rPr>
        <w:t>:</w:t>
      </w:r>
      <w:r>
        <w:rPr>
          <w:rtl/>
        </w:rPr>
        <w:t xml:space="preserve"> المكسور</w:t>
      </w:r>
      <w:r w:rsidR="00364168">
        <w:rPr>
          <w:rtl/>
        </w:rPr>
        <w:t>.</w:t>
      </w:r>
    </w:p>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3D44BA" w:rsidTr="003D44BA">
        <w:trPr>
          <w:trHeight w:val="350"/>
        </w:trPr>
        <w:tc>
          <w:tcPr>
            <w:tcW w:w="3345" w:type="dxa"/>
          </w:tcPr>
          <w:p w:rsidR="003D44BA" w:rsidRDefault="003D44BA" w:rsidP="00897AE1">
            <w:pPr>
              <w:pStyle w:val="libPoem"/>
            </w:pPr>
            <w:r w:rsidRPr="008F60AE">
              <w:rPr>
                <w:rStyle w:val="libPoemChar"/>
                <w:rtl/>
              </w:rPr>
              <w:lastRenderedPageBreak/>
              <w:t>بَـنِي</w:t>
            </w:r>
            <w:r w:rsidR="00897AE1">
              <w:rPr>
                <w:rStyle w:val="libPoemChar"/>
                <w:rtl/>
              </w:rPr>
              <w:t xml:space="preserve"> </w:t>
            </w:r>
            <w:r w:rsidRPr="008F60AE">
              <w:rPr>
                <w:rStyle w:val="libPoemChar"/>
                <w:rtl/>
              </w:rPr>
              <w:t>هَـاشِمٍ</w:t>
            </w:r>
            <w:r w:rsidR="00897AE1">
              <w:rPr>
                <w:rStyle w:val="libPoemChar"/>
                <w:rtl/>
              </w:rPr>
              <w:t xml:space="preserve"> </w:t>
            </w:r>
            <w:r w:rsidRPr="008F60AE">
              <w:rPr>
                <w:rStyle w:val="libPoemChar"/>
                <w:rtl/>
              </w:rPr>
              <w:t>رَهط</w:t>
            </w:r>
            <w:r w:rsidR="00897AE1">
              <w:rPr>
                <w:rStyle w:val="libPoemChar"/>
                <w:rtl/>
              </w:rPr>
              <w:t xml:space="preserve"> </w:t>
            </w:r>
            <w:r w:rsidRPr="008F60AE">
              <w:rPr>
                <w:rStyle w:val="libPoemChar"/>
                <w:rtl/>
              </w:rPr>
              <w:t>النَّبِيِّ</w:t>
            </w:r>
            <w:r w:rsidR="00897AE1">
              <w:rPr>
                <w:rStyle w:val="libPoemChar"/>
                <w:rtl/>
              </w:rPr>
              <w:t xml:space="preserve"> </w:t>
            </w:r>
            <w:r w:rsidRPr="008F60AE">
              <w:rPr>
                <w:rStyle w:val="libPoemChar"/>
                <w:rtl/>
              </w:rPr>
              <w:t>فإنَّنِي</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بِهِم</w:t>
            </w:r>
            <w:r w:rsidR="00897AE1">
              <w:rPr>
                <w:rStyle w:val="libPoemChar"/>
                <w:rtl/>
              </w:rPr>
              <w:t xml:space="preserve"> </w:t>
            </w:r>
            <w:r w:rsidRPr="008F60AE">
              <w:rPr>
                <w:rStyle w:val="libPoemChar"/>
                <w:rtl/>
              </w:rPr>
              <w:t>ولَهُم</w:t>
            </w:r>
            <w:r w:rsidR="00897AE1">
              <w:rPr>
                <w:rStyle w:val="libPoemChar"/>
                <w:rtl/>
              </w:rPr>
              <w:t xml:space="preserve"> </w:t>
            </w:r>
            <w:r w:rsidRPr="008F60AE">
              <w:rPr>
                <w:rStyle w:val="libPoemChar"/>
                <w:rtl/>
              </w:rPr>
              <w:t>أَرضَى</w:t>
            </w:r>
            <w:r w:rsidR="00897AE1">
              <w:rPr>
                <w:rStyle w:val="libPoemChar"/>
                <w:rtl/>
              </w:rPr>
              <w:t xml:space="preserve"> </w:t>
            </w:r>
            <w:r w:rsidRPr="008F60AE">
              <w:rPr>
                <w:rStyle w:val="libPoemChar"/>
                <w:rtl/>
              </w:rPr>
              <w:t>مِرَاراً</w:t>
            </w:r>
            <w:r w:rsidR="00897AE1">
              <w:rPr>
                <w:rStyle w:val="libPoemChar"/>
                <w:rtl/>
              </w:rPr>
              <w:t xml:space="preserve"> </w:t>
            </w:r>
            <w:r w:rsidRPr="008F60AE">
              <w:rPr>
                <w:rStyle w:val="libPoemChar"/>
                <w:rtl/>
              </w:rPr>
              <w:t>وأغضَبُ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خـفضتُ</w:t>
            </w:r>
            <w:r w:rsidR="00897AE1">
              <w:rPr>
                <w:rStyle w:val="libPoemChar"/>
                <w:rtl/>
              </w:rPr>
              <w:t xml:space="preserve"> </w:t>
            </w:r>
            <w:r w:rsidRPr="008F60AE">
              <w:rPr>
                <w:rStyle w:val="libPoemChar"/>
                <w:rtl/>
              </w:rPr>
              <w:t>لهم</w:t>
            </w:r>
            <w:r w:rsidR="00897AE1">
              <w:rPr>
                <w:rStyle w:val="libPoemChar"/>
                <w:rtl/>
              </w:rPr>
              <w:t xml:space="preserve"> </w:t>
            </w:r>
            <w:r w:rsidRPr="008F60AE">
              <w:rPr>
                <w:rStyle w:val="libPoemChar"/>
                <w:rtl/>
              </w:rPr>
              <w:t>منّي</w:t>
            </w:r>
            <w:r w:rsidR="00897AE1">
              <w:rPr>
                <w:rStyle w:val="libPoemChar"/>
                <w:rtl/>
              </w:rPr>
              <w:t xml:space="preserve"> </w:t>
            </w:r>
            <w:r w:rsidRPr="008F60AE">
              <w:rPr>
                <w:rStyle w:val="libPoemChar"/>
                <w:rtl/>
              </w:rPr>
              <w:t>جناحَي</w:t>
            </w:r>
            <w:r w:rsidR="00897AE1">
              <w:rPr>
                <w:rStyle w:val="libPoemChar"/>
                <w:rtl/>
              </w:rPr>
              <w:t xml:space="preserve"> </w:t>
            </w:r>
            <w:r w:rsidRPr="008F60AE">
              <w:rPr>
                <w:rStyle w:val="libPoemChar"/>
                <w:rtl/>
              </w:rPr>
              <w:t>مودَّة</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إلـى</w:t>
            </w:r>
            <w:r w:rsidR="00897AE1">
              <w:rPr>
                <w:rStyle w:val="libPoemChar"/>
                <w:rtl/>
              </w:rPr>
              <w:t xml:space="preserve"> </w:t>
            </w:r>
            <w:r w:rsidRPr="008F60AE">
              <w:rPr>
                <w:rStyle w:val="libPoemChar"/>
                <w:rtl/>
              </w:rPr>
              <w:t>كنفِ</w:t>
            </w:r>
            <w:r w:rsidR="00897AE1">
              <w:rPr>
                <w:rStyle w:val="libPoemChar"/>
                <w:rtl/>
              </w:rPr>
              <w:t xml:space="preserve"> </w:t>
            </w:r>
            <w:r w:rsidRPr="008F60AE">
              <w:rPr>
                <w:rStyle w:val="libPoemChar"/>
                <w:rtl/>
              </w:rPr>
              <w:t>عِطفاهُ</w:t>
            </w:r>
            <w:r w:rsidR="00897AE1">
              <w:rPr>
                <w:rStyle w:val="libPoemChar"/>
                <w:rtl/>
              </w:rPr>
              <w:t xml:space="preserve"> </w:t>
            </w:r>
            <w:r w:rsidRPr="008F60AE">
              <w:rPr>
                <w:rStyle w:val="libPoemChar"/>
                <w:rtl/>
              </w:rPr>
              <w:t>أهلٌ</w:t>
            </w:r>
            <w:r w:rsidR="00897AE1">
              <w:rPr>
                <w:rStyle w:val="libPoemChar"/>
                <w:rtl/>
              </w:rPr>
              <w:t xml:space="preserve"> </w:t>
            </w:r>
            <w:r w:rsidRPr="008F60AE">
              <w:rPr>
                <w:rStyle w:val="libPoemChar"/>
                <w:rtl/>
              </w:rPr>
              <w:t>ومرحبُ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يـشيرونَ</w:t>
            </w:r>
            <w:r w:rsidR="00897AE1">
              <w:rPr>
                <w:rStyle w:val="libPoemChar"/>
                <w:rtl/>
              </w:rPr>
              <w:t xml:space="preserve"> </w:t>
            </w:r>
            <w:r w:rsidRPr="008F60AE">
              <w:rPr>
                <w:rStyle w:val="libPoemChar"/>
                <w:rtl/>
              </w:rPr>
              <w:t>بـالأيدي</w:t>
            </w:r>
            <w:r w:rsidR="00897AE1">
              <w:rPr>
                <w:rStyle w:val="libPoemChar"/>
                <w:rtl/>
              </w:rPr>
              <w:t xml:space="preserve"> </w:t>
            </w:r>
            <w:r w:rsidRPr="008F60AE">
              <w:rPr>
                <w:rStyle w:val="libPoemChar"/>
                <w:rtl/>
              </w:rPr>
              <w:t>إليَّ</w:t>
            </w:r>
            <w:r w:rsidR="00897AE1">
              <w:rPr>
                <w:rStyle w:val="libPoemChar"/>
                <w:rtl/>
              </w:rPr>
              <w:t xml:space="preserve"> </w:t>
            </w:r>
            <w:r w:rsidRPr="008F60AE">
              <w:rPr>
                <w:rStyle w:val="libPoemChar"/>
                <w:rtl/>
              </w:rPr>
              <w:t>وقولُهُمْ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ألا</w:t>
            </w:r>
            <w:r w:rsidR="00897AE1">
              <w:rPr>
                <w:rStyle w:val="libPoemChar"/>
                <w:rtl/>
              </w:rPr>
              <w:t xml:space="preserve"> </w:t>
            </w:r>
            <w:r w:rsidRPr="008F60AE">
              <w:rPr>
                <w:rStyle w:val="libPoemChar"/>
                <w:rtl/>
              </w:rPr>
              <w:t>خابَ</w:t>
            </w:r>
            <w:r w:rsidR="00897AE1">
              <w:rPr>
                <w:rStyle w:val="libPoemChar"/>
                <w:rtl/>
              </w:rPr>
              <w:t xml:space="preserve"> </w:t>
            </w:r>
            <w:r w:rsidRPr="008F60AE">
              <w:rPr>
                <w:rStyle w:val="libPoemChar"/>
                <w:rtl/>
              </w:rPr>
              <w:t>هذا</w:t>
            </w:r>
            <w:r w:rsidR="00897AE1">
              <w:rPr>
                <w:rStyle w:val="libPoemChar"/>
                <w:rtl/>
              </w:rPr>
              <w:t xml:space="preserve"> </w:t>
            </w:r>
            <w:r w:rsidRPr="008F60AE">
              <w:rPr>
                <w:rStyle w:val="libPoemChar"/>
                <w:rtl/>
              </w:rPr>
              <w:t>والمشيرون</w:t>
            </w:r>
            <w:r w:rsidR="00897AE1">
              <w:rPr>
                <w:rStyle w:val="libPoemChar"/>
                <w:rtl/>
              </w:rPr>
              <w:t xml:space="preserve"> </w:t>
            </w:r>
            <w:r w:rsidRPr="008F60AE">
              <w:rPr>
                <w:rStyle w:val="libPoemChar"/>
                <w:rtl/>
              </w:rPr>
              <w:t>أخيبُ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فـطائفةٌ</w:t>
            </w:r>
            <w:r w:rsidR="00897AE1">
              <w:rPr>
                <w:rStyle w:val="libPoemChar"/>
                <w:rtl/>
              </w:rPr>
              <w:t xml:space="preserve"> </w:t>
            </w:r>
            <w:r w:rsidRPr="008F60AE">
              <w:rPr>
                <w:rStyle w:val="libPoemChar"/>
                <w:rtl/>
              </w:rPr>
              <w:t>قـد</w:t>
            </w:r>
            <w:r w:rsidR="00897AE1">
              <w:rPr>
                <w:rStyle w:val="libPoemChar"/>
                <w:rtl/>
              </w:rPr>
              <w:t xml:space="preserve"> </w:t>
            </w:r>
            <w:r w:rsidRPr="008F60AE">
              <w:rPr>
                <w:rStyle w:val="libPoemChar"/>
                <w:rtl/>
              </w:rPr>
              <w:t>كـفَّرتني</w:t>
            </w:r>
            <w:r w:rsidR="00897AE1">
              <w:rPr>
                <w:rStyle w:val="libPoemChar"/>
                <w:rtl/>
              </w:rPr>
              <w:t xml:space="preserve"> </w:t>
            </w:r>
            <w:r w:rsidRPr="008F60AE">
              <w:rPr>
                <w:rStyle w:val="libPoemChar"/>
                <w:rtl/>
              </w:rPr>
              <w:t>بـحُبّكُمْ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وطـائفةٌ</w:t>
            </w:r>
            <w:r w:rsidR="00897AE1">
              <w:rPr>
                <w:rStyle w:val="libPoemChar"/>
                <w:rtl/>
              </w:rPr>
              <w:t xml:space="preserve"> </w:t>
            </w:r>
            <w:r w:rsidRPr="008F60AE">
              <w:rPr>
                <w:rStyle w:val="libPoemChar"/>
                <w:rtl/>
              </w:rPr>
              <w:t>قـالوا</w:t>
            </w:r>
            <w:r w:rsidR="00897AE1">
              <w:rPr>
                <w:rStyle w:val="libPoemChar"/>
                <w:rtl/>
              </w:rPr>
              <w:t xml:space="preserve"> </w:t>
            </w:r>
            <w:r w:rsidRPr="008F60AE">
              <w:rPr>
                <w:rStyle w:val="libPoemChar"/>
                <w:rtl/>
              </w:rPr>
              <w:t>مسيءٌ</w:t>
            </w:r>
            <w:r w:rsidR="00897AE1">
              <w:rPr>
                <w:rStyle w:val="libPoemChar"/>
                <w:rtl/>
              </w:rPr>
              <w:t xml:space="preserve"> </w:t>
            </w:r>
            <w:r w:rsidRPr="008F60AE">
              <w:rPr>
                <w:rStyle w:val="libPoemChar"/>
                <w:rtl/>
              </w:rPr>
              <w:t>ومُذنبُ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فـما</w:t>
            </w:r>
            <w:r w:rsidR="00897AE1">
              <w:rPr>
                <w:rStyle w:val="libPoemChar"/>
                <w:rtl/>
              </w:rPr>
              <w:t xml:space="preserve"> </w:t>
            </w:r>
            <w:r w:rsidRPr="008F60AE">
              <w:rPr>
                <w:rStyle w:val="libPoemChar"/>
                <w:rtl/>
              </w:rPr>
              <w:t>سـاءني</w:t>
            </w:r>
            <w:r w:rsidR="00897AE1">
              <w:rPr>
                <w:rStyle w:val="libPoemChar"/>
                <w:rtl/>
              </w:rPr>
              <w:t xml:space="preserve"> </w:t>
            </w:r>
            <w:r w:rsidRPr="008F60AE">
              <w:rPr>
                <w:rStyle w:val="libPoemChar"/>
                <w:rtl/>
              </w:rPr>
              <w:t>تكفيرُ</w:t>
            </w:r>
            <w:r w:rsidR="00897AE1">
              <w:rPr>
                <w:rStyle w:val="libPoemChar"/>
                <w:rtl/>
              </w:rPr>
              <w:t xml:space="preserve"> </w:t>
            </w:r>
            <w:r w:rsidRPr="008F60AE">
              <w:rPr>
                <w:rStyle w:val="libPoemChar"/>
                <w:rtl/>
              </w:rPr>
              <w:t>هاتيكَ</w:t>
            </w:r>
            <w:r w:rsidR="00897AE1">
              <w:rPr>
                <w:rStyle w:val="libPoemChar"/>
                <w:rtl/>
              </w:rPr>
              <w:t xml:space="preserve"> </w:t>
            </w:r>
            <w:r w:rsidRPr="008F60AE">
              <w:rPr>
                <w:rStyle w:val="libPoemChar"/>
                <w:rtl/>
              </w:rPr>
              <w:t>منهمُ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ولا</w:t>
            </w:r>
            <w:r w:rsidR="00897AE1">
              <w:rPr>
                <w:rStyle w:val="libPoemChar"/>
                <w:rtl/>
              </w:rPr>
              <w:t xml:space="preserve"> </w:t>
            </w:r>
            <w:r w:rsidRPr="008F60AE">
              <w:rPr>
                <w:rStyle w:val="libPoemChar"/>
                <w:rtl/>
              </w:rPr>
              <w:t>عيبُ</w:t>
            </w:r>
            <w:r w:rsidR="00897AE1">
              <w:rPr>
                <w:rStyle w:val="libPoemChar"/>
                <w:rtl/>
              </w:rPr>
              <w:t xml:space="preserve"> </w:t>
            </w:r>
            <w:r w:rsidRPr="008F60AE">
              <w:rPr>
                <w:rStyle w:val="libPoemChar"/>
                <w:rtl/>
              </w:rPr>
              <w:t>هاتيكَ</w:t>
            </w:r>
            <w:r w:rsidR="00897AE1">
              <w:rPr>
                <w:rStyle w:val="libPoemChar"/>
                <w:rtl/>
              </w:rPr>
              <w:t xml:space="preserve"> </w:t>
            </w:r>
            <w:r w:rsidRPr="008F60AE">
              <w:rPr>
                <w:rStyle w:val="libPoemChar"/>
                <w:rtl/>
              </w:rPr>
              <w:t>الّتي</w:t>
            </w:r>
            <w:r w:rsidR="00897AE1">
              <w:rPr>
                <w:rStyle w:val="libPoemChar"/>
                <w:rtl/>
              </w:rPr>
              <w:t xml:space="preserve"> </w:t>
            </w:r>
            <w:r w:rsidRPr="008F60AE">
              <w:rPr>
                <w:rStyle w:val="libPoemChar"/>
                <w:rtl/>
              </w:rPr>
              <w:t>هي</w:t>
            </w:r>
            <w:r w:rsidR="00897AE1">
              <w:rPr>
                <w:rStyle w:val="libPoemChar"/>
                <w:rtl/>
              </w:rPr>
              <w:t xml:space="preserve"> </w:t>
            </w:r>
            <w:r w:rsidRPr="008F60AE">
              <w:rPr>
                <w:rStyle w:val="libPoemChar"/>
                <w:rtl/>
              </w:rPr>
              <w:t>أعيبُ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يـعيبونني</w:t>
            </w:r>
            <w:r w:rsidR="00897AE1">
              <w:rPr>
                <w:rStyle w:val="libPoemChar"/>
                <w:rtl/>
              </w:rPr>
              <w:t xml:space="preserve"> </w:t>
            </w:r>
            <w:r w:rsidRPr="008F60AE">
              <w:rPr>
                <w:rStyle w:val="libPoemChar"/>
                <w:rtl/>
              </w:rPr>
              <w:t>مـنْ</w:t>
            </w:r>
            <w:r w:rsidR="00897AE1">
              <w:rPr>
                <w:rStyle w:val="libPoemChar"/>
                <w:rtl/>
              </w:rPr>
              <w:t xml:space="preserve"> </w:t>
            </w:r>
            <w:r w:rsidRPr="008F60AE">
              <w:rPr>
                <w:rStyle w:val="libPoemChar"/>
                <w:rtl/>
              </w:rPr>
              <w:t>خبّهمْ</w:t>
            </w:r>
            <w:r w:rsidR="00897AE1">
              <w:rPr>
                <w:rStyle w:val="libPoemChar"/>
                <w:rtl/>
              </w:rPr>
              <w:t xml:space="preserve"> </w:t>
            </w:r>
            <w:r w:rsidRPr="008F60AE">
              <w:rPr>
                <w:rStyle w:val="libPoemChar"/>
                <w:rtl/>
              </w:rPr>
              <w:t>وَضلالِهمْ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على</w:t>
            </w:r>
            <w:r w:rsidR="00897AE1">
              <w:rPr>
                <w:rStyle w:val="libPoemChar"/>
                <w:rtl/>
              </w:rPr>
              <w:t xml:space="preserve"> </w:t>
            </w:r>
            <w:r w:rsidRPr="008F60AE">
              <w:rPr>
                <w:rStyle w:val="libPoemChar"/>
                <w:rtl/>
              </w:rPr>
              <w:t>حُبّكم</w:t>
            </w:r>
            <w:r w:rsidR="00897AE1">
              <w:rPr>
                <w:rStyle w:val="libPoemChar"/>
                <w:rtl/>
              </w:rPr>
              <w:t xml:space="preserve"> </w:t>
            </w:r>
            <w:r w:rsidRPr="008F60AE">
              <w:rPr>
                <w:rStyle w:val="libPoemChar"/>
                <w:rtl/>
              </w:rPr>
              <w:t>بل</w:t>
            </w:r>
            <w:r w:rsidR="00897AE1">
              <w:rPr>
                <w:rStyle w:val="libPoemChar"/>
                <w:rtl/>
              </w:rPr>
              <w:t xml:space="preserve"> </w:t>
            </w:r>
            <w:r w:rsidRPr="008F60AE">
              <w:rPr>
                <w:rStyle w:val="libPoemChar"/>
                <w:rtl/>
              </w:rPr>
              <w:t>يسخرونَ</w:t>
            </w:r>
            <w:r w:rsidR="00897AE1">
              <w:rPr>
                <w:rStyle w:val="libPoemChar"/>
                <w:rtl/>
              </w:rPr>
              <w:t xml:space="preserve"> </w:t>
            </w:r>
            <w:r w:rsidRPr="008F60AE">
              <w:rPr>
                <w:rStyle w:val="libPoemChar"/>
                <w:rtl/>
              </w:rPr>
              <w:t>وأعجبُ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وقـالوا</w:t>
            </w:r>
            <w:r w:rsidR="00897AE1">
              <w:rPr>
                <w:rStyle w:val="libPoemChar"/>
                <w:rtl/>
              </w:rPr>
              <w:t xml:space="preserve"> </w:t>
            </w:r>
            <w:r w:rsidRPr="008F60AE">
              <w:rPr>
                <w:rStyle w:val="libPoemChar"/>
                <w:rtl/>
              </w:rPr>
              <w:t>تـرابيٌّ</w:t>
            </w:r>
            <w:r w:rsidRPr="008F60AE">
              <w:rPr>
                <w:rStyle w:val="libFootnotenumChar"/>
                <w:rtl/>
              </w:rPr>
              <w:t>(1)</w:t>
            </w:r>
            <w:r w:rsidR="00897AE1">
              <w:rPr>
                <w:rStyle w:val="libPoemChar"/>
                <w:rtl/>
              </w:rPr>
              <w:t xml:space="preserve"> </w:t>
            </w:r>
            <w:r w:rsidRPr="008F60AE">
              <w:rPr>
                <w:rStyle w:val="libPoemChar"/>
                <w:rtl/>
              </w:rPr>
              <w:t>هواهُ</w:t>
            </w:r>
            <w:r w:rsidR="00897AE1">
              <w:rPr>
                <w:rStyle w:val="libPoemChar"/>
                <w:rtl/>
              </w:rPr>
              <w:t xml:space="preserve"> </w:t>
            </w:r>
            <w:r w:rsidRPr="008F60AE">
              <w:rPr>
                <w:rStyle w:val="libPoemChar"/>
                <w:rtl/>
              </w:rPr>
              <w:t>ورأيُهُ</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بـذلك</w:t>
            </w:r>
            <w:r w:rsidR="00897AE1">
              <w:rPr>
                <w:rStyle w:val="libPoemChar"/>
                <w:rtl/>
              </w:rPr>
              <w:t xml:space="preserve"> </w:t>
            </w:r>
            <w:r w:rsidRPr="008F60AE">
              <w:rPr>
                <w:rStyle w:val="libPoemChar"/>
                <w:rtl/>
              </w:rPr>
              <w:t>أُدعـى</w:t>
            </w:r>
            <w:r w:rsidR="00897AE1">
              <w:rPr>
                <w:rStyle w:val="libPoemChar"/>
                <w:rtl/>
              </w:rPr>
              <w:t xml:space="preserve"> </w:t>
            </w:r>
            <w:r w:rsidRPr="008F60AE">
              <w:rPr>
                <w:rStyle w:val="libPoemChar"/>
                <w:rtl/>
              </w:rPr>
              <w:t>فـيهمُ</w:t>
            </w:r>
            <w:r w:rsidR="00897AE1">
              <w:rPr>
                <w:rStyle w:val="libPoemChar"/>
                <w:rtl/>
              </w:rPr>
              <w:t xml:space="preserve"> </w:t>
            </w:r>
            <w:r w:rsidRPr="008F60AE">
              <w:rPr>
                <w:rStyle w:val="libPoemChar"/>
                <w:rtl/>
              </w:rPr>
              <w:t>واُلـقّبُ</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على</w:t>
            </w:r>
            <w:r w:rsidR="00897AE1">
              <w:rPr>
                <w:rStyle w:val="libPoemChar"/>
                <w:rtl/>
              </w:rPr>
              <w:t xml:space="preserve"> </w:t>
            </w:r>
            <w:r w:rsidRPr="008F60AE">
              <w:rPr>
                <w:rStyle w:val="libPoemChar"/>
                <w:rtl/>
              </w:rPr>
              <w:t>ذاكَ</w:t>
            </w:r>
            <w:r w:rsidR="00897AE1">
              <w:rPr>
                <w:rStyle w:val="libPoemChar"/>
                <w:rtl/>
              </w:rPr>
              <w:t xml:space="preserve"> </w:t>
            </w:r>
            <w:r w:rsidRPr="008F60AE">
              <w:rPr>
                <w:rStyle w:val="libPoemChar"/>
                <w:rtl/>
              </w:rPr>
              <w:t>إجريّاي</w:t>
            </w:r>
            <w:r w:rsidR="00897AE1">
              <w:rPr>
                <w:rStyle w:val="libPoemChar"/>
                <w:rtl/>
              </w:rPr>
              <w:t xml:space="preserve"> </w:t>
            </w:r>
            <w:r w:rsidRPr="008F60AE">
              <w:rPr>
                <w:rStyle w:val="libPoemChar"/>
                <w:rtl/>
              </w:rPr>
              <w:t>فيكم</w:t>
            </w:r>
            <w:r w:rsidR="00897AE1">
              <w:rPr>
                <w:rStyle w:val="libPoemChar"/>
                <w:rtl/>
              </w:rPr>
              <w:t xml:space="preserve"> </w:t>
            </w:r>
            <w:r w:rsidRPr="008F60AE">
              <w:rPr>
                <w:rStyle w:val="libPoemChar"/>
                <w:rtl/>
              </w:rPr>
              <w:t>ضريبتي</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وَلـو</w:t>
            </w:r>
            <w:r w:rsidR="00897AE1">
              <w:rPr>
                <w:rStyle w:val="libPoemChar"/>
                <w:rtl/>
              </w:rPr>
              <w:t xml:space="preserve"> </w:t>
            </w:r>
            <w:r w:rsidRPr="008F60AE">
              <w:rPr>
                <w:rStyle w:val="libPoemChar"/>
                <w:rtl/>
              </w:rPr>
              <w:t>جمعوا</w:t>
            </w:r>
            <w:r w:rsidR="00897AE1">
              <w:rPr>
                <w:rStyle w:val="libPoemChar"/>
                <w:rtl/>
              </w:rPr>
              <w:t xml:space="preserve"> </w:t>
            </w:r>
            <w:r w:rsidRPr="008F60AE">
              <w:rPr>
                <w:rStyle w:val="libPoemChar"/>
                <w:rtl/>
              </w:rPr>
              <w:t>طرّاً</w:t>
            </w:r>
            <w:r w:rsidR="00897AE1">
              <w:rPr>
                <w:rStyle w:val="libPoemChar"/>
                <w:rtl/>
              </w:rPr>
              <w:t xml:space="preserve"> </w:t>
            </w:r>
            <w:r w:rsidRPr="008F60AE">
              <w:rPr>
                <w:rStyle w:val="libPoemChar"/>
                <w:rtl/>
              </w:rPr>
              <w:t>عليَّ</w:t>
            </w:r>
            <w:r w:rsidR="00897AE1">
              <w:rPr>
                <w:rStyle w:val="libPoemChar"/>
                <w:rtl/>
              </w:rPr>
              <w:t xml:space="preserve"> </w:t>
            </w:r>
            <w:r w:rsidRPr="008F60AE">
              <w:rPr>
                <w:rStyle w:val="libPoemChar"/>
                <w:rtl/>
              </w:rPr>
              <w:t>وأجلبوا</w:t>
            </w:r>
            <w:r w:rsidRPr="00725071">
              <w:rPr>
                <w:rStyle w:val="libPoemTiniChar0"/>
                <w:rtl/>
              </w:rPr>
              <w:br/>
              <w:t> </w:t>
            </w:r>
          </w:p>
        </w:tc>
      </w:tr>
    </w:tbl>
    <w:p w:rsidR="002B49A5" w:rsidRDefault="00CA43D1" w:rsidP="00DB04A3">
      <w:pPr>
        <w:pStyle w:val="libLine"/>
      </w:pPr>
      <w:r>
        <w:rPr>
          <w:rtl/>
        </w:rPr>
        <w:t>____________________</w:t>
      </w:r>
    </w:p>
    <w:p w:rsidR="002B49A5" w:rsidRDefault="002B49A5" w:rsidP="002B49A5">
      <w:pPr>
        <w:pStyle w:val="libFootnote"/>
      </w:pPr>
      <w:r>
        <w:rPr>
          <w:rtl/>
        </w:rPr>
        <w:t>(1) مِن كُنى عليّ بن أبي طالب (أبو تراب)</w:t>
      </w:r>
      <w:r w:rsidR="00364168">
        <w:rPr>
          <w:rtl/>
        </w:rPr>
        <w:t>،</w:t>
      </w:r>
      <w:r>
        <w:rPr>
          <w:rtl/>
        </w:rPr>
        <w:t xml:space="preserve"> وترابي نسبة إليه</w:t>
      </w:r>
      <w:r w:rsidR="00364168">
        <w:rPr>
          <w:rtl/>
        </w:rPr>
        <w:t>.</w:t>
      </w:r>
    </w:p>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3D44BA" w:rsidTr="00897AE1">
        <w:trPr>
          <w:trHeight w:val="350"/>
        </w:trPr>
        <w:tc>
          <w:tcPr>
            <w:tcW w:w="3345" w:type="dxa"/>
          </w:tcPr>
          <w:p w:rsidR="003D44BA" w:rsidRDefault="003D44BA" w:rsidP="00897AE1">
            <w:pPr>
              <w:pStyle w:val="libPoem"/>
            </w:pPr>
            <w:r>
              <w:rPr>
                <w:rtl/>
              </w:rPr>
              <w:lastRenderedPageBreak/>
              <w:t>وأحملُ أحقادَ الأقاربِ فيكمُ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Pr>
                <w:rtl/>
              </w:rPr>
              <w:t>وينصبُ لي في الأبعدينَ فأنصبُ</w:t>
            </w:r>
            <w:r w:rsidRPr="00725071">
              <w:rPr>
                <w:rStyle w:val="libPoemTiniChar0"/>
                <w:rtl/>
              </w:rPr>
              <w:br/>
              <w:t> </w:t>
            </w:r>
          </w:p>
        </w:tc>
      </w:tr>
    </w:tbl>
    <w:p w:rsidR="002B49A5" w:rsidRDefault="002B49A5" w:rsidP="002B49A5">
      <w:pPr>
        <w:pStyle w:val="libNormal"/>
      </w:pPr>
      <w:r>
        <w:rPr>
          <w:rtl/>
        </w:rPr>
        <w:t>وقد مرّ بنا حديث زين العابدين رضي الله عنه</w:t>
      </w:r>
      <w:r w:rsidR="00364168">
        <w:rPr>
          <w:rtl/>
        </w:rPr>
        <w:t>،</w:t>
      </w:r>
      <w:r>
        <w:rPr>
          <w:rtl/>
        </w:rPr>
        <w:t xml:space="preserve"> وهو غلام عليل أوشك أن يتخطفه الموت بكلمة من عبيد الله بن زياد</w:t>
      </w:r>
      <w:r w:rsidR="00364168">
        <w:rPr>
          <w:rtl/>
        </w:rPr>
        <w:t>؛</w:t>
      </w:r>
      <w:r>
        <w:rPr>
          <w:rtl/>
        </w:rPr>
        <w:t xml:space="preserve"> لأنّه استكبر أن تكون به جرأة على جوابه</w:t>
      </w:r>
      <w:r w:rsidR="00364168">
        <w:rPr>
          <w:rtl/>
        </w:rPr>
        <w:t>.</w:t>
      </w:r>
    </w:p>
    <w:p w:rsidR="002B49A5" w:rsidRDefault="002B49A5" w:rsidP="002B49A5">
      <w:pPr>
        <w:pStyle w:val="libNormal"/>
      </w:pPr>
      <w:r>
        <w:rPr>
          <w:rtl/>
        </w:rPr>
        <w:t>فهذا الغلام العليل قد عاش حتّى انعقد له مُلك القلوب</w:t>
      </w:r>
      <w:r w:rsidR="00364168">
        <w:rPr>
          <w:rtl/>
        </w:rPr>
        <w:t>؛</w:t>
      </w:r>
      <w:r>
        <w:rPr>
          <w:rtl/>
        </w:rPr>
        <w:t xml:space="preserve"> حيث انعقد مُلك الأجسام لهشام بن عبد الملك سيّد ابن زياد وآله</w:t>
      </w:r>
      <w:r w:rsidR="00364168">
        <w:rPr>
          <w:rtl/>
        </w:rPr>
        <w:t>،</w:t>
      </w:r>
      <w:r>
        <w:rPr>
          <w:rtl/>
        </w:rPr>
        <w:t xml:space="preserve"> وذهب هشام بين جنده وحشمه يحجّ البيت ويترضّى النّاس</w:t>
      </w:r>
      <w:r w:rsidR="00364168">
        <w:rPr>
          <w:rtl/>
        </w:rPr>
        <w:t>،</w:t>
      </w:r>
      <w:r>
        <w:rPr>
          <w:rtl/>
        </w:rPr>
        <w:t xml:space="preserve"> فلم يخلص إلى الحجر الأسود لتزاحم الحجيج عليه</w:t>
      </w:r>
      <w:r w:rsidR="00364168">
        <w:rPr>
          <w:rtl/>
        </w:rPr>
        <w:t>،</w:t>
      </w:r>
      <w:r>
        <w:rPr>
          <w:rtl/>
        </w:rPr>
        <w:t xml:space="preserve"> وأنّه لجالس على كرسيه ينتظر انفضاض النّاس إذا بزين العابدين يقبل إلى الحجر الأسود في وقاره وهيبته</w:t>
      </w:r>
      <w:r w:rsidR="00364168">
        <w:rPr>
          <w:rtl/>
        </w:rPr>
        <w:t>،</w:t>
      </w:r>
      <w:r>
        <w:rPr>
          <w:rtl/>
        </w:rPr>
        <w:t xml:space="preserve"> فيتنحى له الجيج ويحفوا به وهو يستلم الحجر مطمئناً غير معجّل</w:t>
      </w:r>
      <w:r w:rsidR="00364168">
        <w:rPr>
          <w:rtl/>
        </w:rPr>
        <w:t>،</w:t>
      </w:r>
      <w:r>
        <w:rPr>
          <w:rtl/>
        </w:rPr>
        <w:t xml:space="preserve"> ثمّ يعود من حيث أتى والنّاس مشيعوه بالتجلّة والدُعاء</w:t>
      </w:r>
      <w:r w:rsidR="00364168">
        <w:rPr>
          <w:rtl/>
        </w:rPr>
        <w:t>.</w:t>
      </w:r>
    </w:p>
    <w:p w:rsidR="002B49A5" w:rsidRDefault="002B49A5" w:rsidP="002B49A5">
      <w:pPr>
        <w:pStyle w:val="libNormal"/>
      </w:pPr>
      <w:r>
        <w:rPr>
          <w:rtl/>
        </w:rPr>
        <w:t>وتهوّل رجلاً من حاشية هشام هذه المهابة التي لم يرها لمولاه فيسأل</w:t>
      </w:r>
      <w:r w:rsidR="00364168">
        <w:rPr>
          <w:rtl/>
        </w:rPr>
        <w:t>:</w:t>
      </w:r>
      <w:r>
        <w:rPr>
          <w:rtl/>
        </w:rPr>
        <w:t xml:space="preserve"> مَن هذا الذي هابه النّاس هذه الهيبة</w:t>
      </w:r>
      <w:r w:rsidR="00364168">
        <w:rPr>
          <w:rtl/>
        </w:rPr>
        <w:t>؟</w:t>
      </w:r>
      <w:r>
        <w:rPr>
          <w:rtl/>
        </w:rPr>
        <w:t xml:space="preserve"> ويخشى هشام أن يطّلع جنده على مكانة رجل لم يتطاول إلى مثل مكانته بسلطانه وعتاده فيقول</w:t>
      </w:r>
      <w:r w:rsidR="00364168">
        <w:rPr>
          <w:rtl/>
        </w:rPr>
        <w:t>:</w:t>
      </w:r>
      <w:r>
        <w:rPr>
          <w:rtl/>
        </w:rPr>
        <w:t xml:space="preserve"> لا أعرفه</w:t>
      </w:r>
      <w:r w:rsidR="008F60AE">
        <w:rPr>
          <w:rtl/>
        </w:rPr>
        <w:t xml:space="preserve"> ...</w:t>
      </w:r>
      <w:r>
        <w:rPr>
          <w:rtl/>
        </w:rPr>
        <w:t xml:space="preserve"> ويقتضب الجواب</w:t>
      </w:r>
      <w:r w:rsidR="00364168">
        <w:rPr>
          <w:rtl/>
        </w:rPr>
        <w:t>.</w:t>
      </w:r>
    </w:p>
    <w:p w:rsidR="002B49A5" w:rsidRDefault="002B49A5" w:rsidP="002B49A5">
      <w:pPr>
        <w:pStyle w:val="libNormal"/>
      </w:pPr>
      <w:r>
        <w:rPr>
          <w:rtl/>
        </w:rPr>
        <w:t>وهذا الذي تصدى له شاعر آخر قد غامر بحياته ونواله ليقول بالقصيد المحفوظ ما ثقل على لسان هشام أن يقوله في كلمتين عابرتين</w:t>
      </w:r>
      <w:r w:rsidR="008F60AE">
        <w:rPr>
          <w:rtl/>
        </w:rPr>
        <w:t xml:space="preserve"> ...</w:t>
      </w:r>
      <w:r>
        <w:rPr>
          <w:rtl/>
        </w:rPr>
        <w:t xml:space="preserve"> </w:t>
      </w:r>
    </w:p>
    <w:p w:rsidR="002B49A5" w:rsidRDefault="002B49A5" w:rsidP="002B49A5">
      <w:pPr>
        <w:pStyle w:val="libNormal"/>
      </w:pPr>
      <w:r>
        <w:rPr>
          <w:rtl/>
        </w:rPr>
        <w:t>وذلك هو الفرزدق حيث قال</w:t>
      </w:r>
      <w:r w:rsidR="00364168">
        <w:rPr>
          <w:rtl/>
        </w:rPr>
        <w:t>:</w:t>
      </w:r>
    </w:p>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3D44BA" w:rsidTr="003D44BA">
        <w:trPr>
          <w:trHeight w:val="350"/>
        </w:trPr>
        <w:tc>
          <w:tcPr>
            <w:tcW w:w="3345" w:type="dxa"/>
          </w:tcPr>
          <w:p w:rsidR="003D44BA" w:rsidRDefault="003D44BA" w:rsidP="003D44BA">
            <w:pPr>
              <w:pStyle w:val="libPoem"/>
            </w:pPr>
            <w:r w:rsidRPr="008F60AE">
              <w:rPr>
                <w:rStyle w:val="libPoemChar"/>
                <w:rtl/>
              </w:rPr>
              <w:lastRenderedPageBreak/>
              <w:t>هذا</w:t>
            </w:r>
            <w:r w:rsidR="00897AE1">
              <w:rPr>
                <w:rStyle w:val="libPoemChar"/>
                <w:rtl/>
              </w:rPr>
              <w:t xml:space="preserve"> </w:t>
            </w:r>
            <w:r w:rsidRPr="008F60AE">
              <w:rPr>
                <w:rStyle w:val="libPoemChar"/>
                <w:rtl/>
              </w:rPr>
              <w:t>الذي</w:t>
            </w:r>
            <w:r w:rsidR="00897AE1">
              <w:rPr>
                <w:rStyle w:val="libPoemChar"/>
                <w:rtl/>
              </w:rPr>
              <w:t xml:space="preserve"> </w:t>
            </w:r>
            <w:r w:rsidRPr="008F60AE">
              <w:rPr>
                <w:rStyle w:val="libPoemChar"/>
                <w:rtl/>
              </w:rPr>
              <w:t>تعرفُ</w:t>
            </w:r>
            <w:r w:rsidR="00897AE1">
              <w:rPr>
                <w:rStyle w:val="libPoemChar"/>
                <w:rtl/>
              </w:rPr>
              <w:t xml:space="preserve"> </w:t>
            </w:r>
            <w:r w:rsidRPr="008F60AE">
              <w:rPr>
                <w:rStyle w:val="libPoemChar"/>
                <w:rtl/>
              </w:rPr>
              <w:t>البطحاءُ</w:t>
            </w:r>
            <w:r w:rsidR="00897AE1">
              <w:rPr>
                <w:rStyle w:val="libPoemChar"/>
                <w:rtl/>
              </w:rPr>
              <w:t xml:space="preserve"> </w:t>
            </w:r>
            <w:r w:rsidRPr="008F60AE">
              <w:rPr>
                <w:rStyle w:val="libPoemChar"/>
                <w:rtl/>
              </w:rPr>
              <w:t>وطأتَهُ</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والـبيتُ</w:t>
            </w:r>
            <w:r w:rsidR="00897AE1">
              <w:rPr>
                <w:rStyle w:val="libPoemChar"/>
                <w:rtl/>
              </w:rPr>
              <w:t xml:space="preserve"> </w:t>
            </w:r>
            <w:r w:rsidRPr="008F60AE">
              <w:rPr>
                <w:rStyle w:val="libPoemChar"/>
                <w:rtl/>
              </w:rPr>
              <w:t>يـعرفُهُ</w:t>
            </w:r>
            <w:r w:rsidR="00897AE1">
              <w:rPr>
                <w:rStyle w:val="libPoemChar"/>
                <w:rtl/>
              </w:rPr>
              <w:t xml:space="preserve"> </w:t>
            </w:r>
            <w:r w:rsidRPr="008F60AE">
              <w:rPr>
                <w:rStyle w:val="libPoemChar"/>
                <w:rtl/>
              </w:rPr>
              <w:t>والحلُّ</w:t>
            </w:r>
            <w:r w:rsidR="00897AE1">
              <w:rPr>
                <w:rStyle w:val="libPoemChar"/>
                <w:rtl/>
              </w:rPr>
              <w:t xml:space="preserve"> </w:t>
            </w:r>
            <w:r w:rsidRPr="008F60AE">
              <w:rPr>
                <w:rStyle w:val="libPoemChar"/>
                <w:rtl/>
              </w:rPr>
              <w:t>والحرمُ</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هـذا</w:t>
            </w:r>
            <w:r w:rsidR="00897AE1">
              <w:rPr>
                <w:rStyle w:val="libPoemChar"/>
                <w:rtl/>
              </w:rPr>
              <w:t xml:space="preserve"> </w:t>
            </w:r>
            <w:r w:rsidRPr="008F60AE">
              <w:rPr>
                <w:rStyle w:val="libPoemChar"/>
                <w:rtl/>
              </w:rPr>
              <w:t>ابـنُ</w:t>
            </w:r>
            <w:r w:rsidR="00897AE1">
              <w:rPr>
                <w:rStyle w:val="libPoemChar"/>
                <w:rtl/>
              </w:rPr>
              <w:t xml:space="preserve"> </w:t>
            </w:r>
            <w:r w:rsidRPr="008F60AE">
              <w:rPr>
                <w:rStyle w:val="libPoemChar"/>
                <w:rtl/>
              </w:rPr>
              <w:t>خـيرِ</w:t>
            </w:r>
            <w:r w:rsidR="00897AE1">
              <w:rPr>
                <w:rStyle w:val="libPoemChar"/>
                <w:rtl/>
              </w:rPr>
              <w:t xml:space="preserve"> </w:t>
            </w:r>
            <w:r w:rsidRPr="008F60AE">
              <w:rPr>
                <w:rStyle w:val="libPoemChar"/>
                <w:rtl/>
              </w:rPr>
              <w:t>عبادِ</w:t>
            </w:r>
            <w:r w:rsidR="00897AE1">
              <w:rPr>
                <w:rStyle w:val="libPoemChar"/>
                <w:rtl/>
              </w:rPr>
              <w:t xml:space="preserve"> </w:t>
            </w:r>
            <w:r w:rsidRPr="008F60AE">
              <w:rPr>
                <w:rStyle w:val="libPoemChar"/>
                <w:rtl/>
              </w:rPr>
              <w:t>اللهِ</w:t>
            </w:r>
            <w:r w:rsidR="00897AE1">
              <w:rPr>
                <w:rStyle w:val="libPoemChar"/>
                <w:rtl/>
              </w:rPr>
              <w:t xml:space="preserve"> </w:t>
            </w:r>
            <w:r w:rsidRPr="008F60AE">
              <w:rPr>
                <w:rStyle w:val="libPoemChar"/>
                <w:rtl/>
              </w:rPr>
              <w:t>كُلِّهمُ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هـذا</w:t>
            </w:r>
            <w:r w:rsidR="00897AE1">
              <w:rPr>
                <w:rStyle w:val="libPoemChar"/>
                <w:rtl/>
              </w:rPr>
              <w:t xml:space="preserve"> </w:t>
            </w:r>
            <w:r w:rsidRPr="008F60AE">
              <w:rPr>
                <w:rStyle w:val="libPoemChar"/>
                <w:rtl/>
              </w:rPr>
              <w:t>الـتقيّ</w:t>
            </w:r>
            <w:r w:rsidR="00897AE1">
              <w:rPr>
                <w:rStyle w:val="libPoemChar"/>
                <w:rtl/>
              </w:rPr>
              <w:t xml:space="preserve"> </w:t>
            </w:r>
            <w:r w:rsidRPr="008F60AE">
              <w:rPr>
                <w:rStyle w:val="libPoemChar"/>
                <w:rtl/>
              </w:rPr>
              <w:t>النقيّ</w:t>
            </w:r>
            <w:r w:rsidR="00897AE1">
              <w:rPr>
                <w:rStyle w:val="libPoemChar"/>
                <w:rtl/>
              </w:rPr>
              <w:t xml:space="preserve"> </w:t>
            </w:r>
            <w:r w:rsidRPr="008F60AE">
              <w:rPr>
                <w:rStyle w:val="libPoemChar"/>
                <w:rtl/>
              </w:rPr>
              <w:t>الطاهرُ</w:t>
            </w:r>
            <w:r w:rsidR="00897AE1">
              <w:rPr>
                <w:rStyle w:val="libPoemChar"/>
                <w:rtl/>
              </w:rPr>
              <w:t xml:space="preserve"> </w:t>
            </w:r>
            <w:r w:rsidRPr="008F60AE">
              <w:rPr>
                <w:rStyle w:val="libPoemChar"/>
                <w:rtl/>
              </w:rPr>
              <w:t>العَ</w:t>
            </w:r>
            <w:r w:rsidR="009A226F">
              <w:rPr>
                <w:rStyle w:val="libPoemChar"/>
                <w:rtl/>
              </w:rPr>
              <w:t>لم</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هـذا</w:t>
            </w:r>
            <w:r w:rsidR="00897AE1">
              <w:rPr>
                <w:rStyle w:val="libPoemChar"/>
                <w:rtl/>
              </w:rPr>
              <w:t xml:space="preserve"> </w:t>
            </w:r>
            <w:r w:rsidRPr="008F60AE">
              <w:rPr>
                <w:rStyle w:val="libPoemChar"/>
                <w:rtl/>
              </w:rPr>
              <w:t>ابنُ</w:t>
            </w:r>
            <w:r w:rsidR="00897AE1">
              <w:rPr>
                <w:rStyle w:val="libPoemChar"/>
                <w:rtl/>
              </w:rPr>
              <w:t xml:space="preserve"> </w:t>
            </w:r>
            <w:r w:rsidRPr="008F60AE">
              <w:rPr>
                <w:rStyle w:val="libPoemChar"/>
                <w:rtl/>
              </w:rPr>
              <w:t>فاطمةٍ</w:t>
            </w:r>
            <w:r w:rsidR="00897AE1">
              <w:rPr>
                <w:rStyle w:val="libPoemChar"/>
                <w:rtl/>
              </w:rPr>
              <w:t xml:space="preserve"> </w:t>
            </w:r>
            <w:r w:rsidRPr="008F60AE">
              <w:rPr>
                <w:rStyle w:val="libPoemChar"/>
                <w:rtl/>
              </w:rPr>
              <w:t>إنْ</w:t>
            </w:r>
            <w:r w:rsidR="00897AE1">
              <w:rPr>
                <w:rStyle w:val="libPoemChar"/>
                <w:rtl/>
              </w:rPr>
              <w:t xml:space="preserve"> </w:t>
            </w:r>
            <w:r w:rsidRPr="008F60AE">
              <w:rPr>
                <w:rStyle w:val="libPoemChar"/>
                <w:rtl/>
              </w:rPr>
              <w:t>كنتَ</w:t>
            </w:r>
            <w:r w:rsidR="00897AE1">
              <w:rPr>
                <w:rStyle w:val="libPoemChar"/>
                <w:rtl/>
              </w:rPr>
              <w:t xml:space="preserve"> </w:t>
            </w:r>
            <w:r w:rsidRPr="008F60AE">
              <w:rPr>
                <w:rStyle w:val="libPoemChar"/>
                <w:rtl/>
              </w:rPr>
              <w:t>جاهلَهُ</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بـجدَّهِ</w:t>
            </w:r>
            <w:r w:rsidR="00897AE1">
              <w:rPr>
                <w:rStyle w:val="libPoemChar"/>
                <w:rtl/>
              </w:rPr>
              <w:t xml:space="preserve"> </w:t>
            </w:r>
            <w:r w:rsidRPr="008F60AE">
              <w:rPr>
                <w:rStyle w:val="libPoemChar"/>
                <w:rtl/>
              </w:rPr>
              <w:t>أنـبياءُ</w:t>
            </w:r>
            <w:r w:rsidR="00897AE1">
              <w:rPr>
                <w:rStyle w:val="libPoemChar"/>
                <w:rtl/>
              </w:rPr>
              <w:t xml:space="preserve"> </w:t>
            </w:r>
            <w:r w:rsidRPr="008F60AE">
              <w:rPr>
                <w:rStyle w:val="libPoemChar"/>
                <w:rtl/>
              </w:rPr>
              <w:t>اللهِ</w:t>
            </w:r>
            <w:r w:rsidR="00897AE1">
              <w:rPr>
                <w:rStyle w:val="libPoemChar"/>
                <w:rtl/>
              </w:rPr>
              <w:t xml:space="preserve"> </w:t>
            </w:r>
            <w:r w:rsidRPr="008F60AE">
              <w:rPr>
                <w:rStyle w:val="libPoemChar"/>
                <w:rtl/>
              </w:rPr>
              <w:t>قـد</w:t>
            </w:r>
            <w:r w:rsidR="00897AE1">
              <w:rPr>
                <w:rStyle w:val="libPoemChar"/>
                <w:rtl/>
              </w:rPr>
              <w:t xml:space="preserve"> </w:t>
            </w:r>
            <w:r w:rsidRPr="008F60AE">
              <w:rPr>
                <w:rStyle w:val="libPoemChar"/>
                <w:rtl/>
              </w:rPr>
              <w:t>خـتمُوا</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ولـيسَ</w:t>
            </w:r>
            <w:r w:rsidR="00897AE1">
              <w:rPr>
                <w:rStyle w:val="libPoemChar"/>
                <w:rtl/>
              </w:rPr>
              <w:t xml:space="preserve"> </w:t>
            </w:r>
            <w:r w:rsidRPr="008F60AE">
              <w:rPr>
                <w:rStyle w:val="libPoemChar"/>
                <w:rtl/>
              </w:rPr>
              <w:t>قـولُك</w:t>
            </w:r>
            <w:r w:rsidR="00897AE1">
              <w:rPr>
                <w:rStyle w:val="libPoemChar"/>
                <w:rtl/>
              </w:rPr>
              <w:t xml:space="preserve"> </w:t>
            </w:r>
            <w:r w:rsidRPr="008F60AE">
              <w:rPr>
                <w:rStyle w:val="libPoemChar"/>
                <w:rtl/>
              </w:rPr>
              <w:t>مَن</w:t>
            </w:r>
            <w:r w:rsidR="00897AE1">
              <w:rPr>
                <w:rStyle w:val="libPoemChar"/>
                <w:rtl/>
              </w:rPr>
              <w:t xml:space="preserve"> </w:t>
            </w:r>
            <w:r w:rsidRPr="008F60AE">
              <w:rPr>
                <w:rStyle w:val="libPoemChar"/>
                <w:rtl/>
              </w:rPr>
              <w:t>هذا</w:t>
            </w:r>
            <w:r w:rsidR="00897AE1">
              <w:rPr>
                <w:rStyle w:val="libPoemChar"/>
                <w:rtl/>
              </w:rPr>
              <w:t xml:space="preserve"> </w:t>
            </w:r>
            <w:r w:rsidRPr="008F60AE">
              <w:rPr>
                <w:rStyle w:val="libPoemChar"/>
                <w:rtl/>
              </w:rPr>
              <w:t>بضائرِهِ</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العربُ</w:t>
            </w:r>
            <w:r w:rsidR="00897AE1">
              <w:rPr>
                <w:rStyle w:val="libPoemChar"/>
                <w:rtl/>
              </w:rPr>
              <w:t xml:space="preserve"> </w:t>
            </w:r>
            <w:r w:rsidRPr="008F60AE">
              <w:rPr>
                <w:rStyle w:val="libPoemChar"/>
                <w:rtl/>
              </w:rPr>
              <w:t>تعرفُ</w:t>
            </w:r>
            <w:r w:rsidR="00897AE1">
              <w:rPr>
                <w:rStyle w:val="libPoemChar"/>
                <w:rtl/>
              </w:rPr>
              <w:t xml:space="preserve"> </w:t>
            </w:r>
            <w:r w:rsidRPr="008F60AE">
              <w:rPr>
                <w:rStyle w:val="libPoemChar"/>
                <w:rtl/>
              </w:rPr>
              <w:t>مَنْ</w:t>
            </w:r>
            <w:r w:rsidR="00897AE1">
              <w:rPr>
                <w:rStyle w:val="libPoemChar"/>
                <w:rtl/>
              </w:rPr>
              <w:t xml:space="preserve"> </w:t>
            </w:r>
            <w:r w:rsidRPr="008F60AE">
              <w:rPr>
                <w:rStyle w:val="libPoemChar"/>
                <w:rtl/>
              </w:rPr>
              <w:t>أنكرتَ</w:t>
            </w:r>
            <w:r w:rsidR="00897AE1">
              <w:rPr>
                <w:rStyle w:val="libPoemChar"/>
                <w:rtl/>
              </w:rPr>
              <w:t xml:space="preserve"> </w:t>
            </w:r>
            <w:r w:rsidRPr="008F60AE">
              <w:rPr>
                <w:rStyle w:val="libPoemChar"/>
                <w:rtl/>
              </w:rPr>
              <w:t>والعجمُ</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إذا</w:t>
            </w:r>
            <w:r w:rsidR="00897AE1">
              <w:rPr>
                <w:rStyle w:val="libPoemChar"/>
                <w:rtl/>
              </w:rPr>
              <w:t xml:space="preserve"> </w:t>
            </w:r>
            <w:r w:rsidRPr="008F60AE">
              <w:rPr>
                <w:rStyle w:val="libPoemChar"/>
                <w:rtl/>
              </w:rPr>
              <w:t>رأتـهُ</w:t>
            </w:r>
            <w:r w:rsidR="00897AE1">
              <w:rPr>
                <w:rStyle w:val="libPoemChar"/>
                <w:rtl/>
              </w:rPr>
              <w:t xml:space="preserve"> </w:t>
            </w:r>
            <w:r w:rsidRPr="008F60AE">
              <w:rPr>
                <w:rStyle w:val="libPoemChar"/>
                <w:rtl/>
              </w:rPr>
              <w:t>قـريشٌ</w:t>
            </w:r>
            <w:r w:rsidR="00897AE1">
              <w:rPr>
                <w:rStyle w:val="libPoemChar"/>
                <w:rtl/>
              </w:rPr>
              <w:t xml:space="preserve"> </w:t>
            </w:r>
            <w:r w:rsidRPr="008F60AE">
              <w:rPr>
                <w:rStyle w:val="libPoemChar"/>
                <w:rtl/>
              </w:rPr>
              <w:t>قـالَ</w:t>
            </w:r>
            <w:r w:rsidR="00897AE1">
              <w:rPr>
                <w:rStyle w:val="libPoemChar"/>
                <w:rtl/>
              </w:rPr>
              <w:t xml:space="preserve"> </w:t>
            </w:r>
            <w:r w:rsidRPr="008F60AE">
              <w:rPr>
                <w:rStyle w:val="libPoemChar"/>
                <w:rtl/>
              </w:rPr>
              <w:t>قائلُها</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إلـى</w:t>
            </w:r>
            <w:r w:rsidR="00897AE1">
              <w:rPr>
                <w:rStyle w:val="libPoemChar"/>
                <w:rtl/>
              </w:rPr>
              <w:t xml:space="preserve"> </w:t>
            </w:r>
            <w:r w:rsidRPr="008F60AE">
              <w:rPr>
                <w:rStyle w:val="libPoemChar"/>
                <w:rtl/>
              </w:rPr>
              <w:t>مـكارمِ</w:t>
            </w:r>
            <w:r w:rsidR="00897AE1">
              <w:rPr>
                <w:rStyle w:val="libPoemChar"/>
                <w:rtl/>
              </w:rPr>
              <w:t xml:space="preserve"> </w:t>
            </w:r>
            <w:r w:rsidRPr="008F60AE">
              <w:rPr>
                <w:rStyle w:val="libPoemChar"/>
                <w:rtl/>
              </w:rPr>
              <w:t>هذا</w:t>
            </w:r>
            <w:r w:rsidR="00897AE1">
              <w:rPr>
                <w:rStyle w:val="libPoemChar"/>
                <w:rtl/>
              </w:rPr>
              <w:t xml:space="preserve"> </w:t>
            </w:r>
            <w:r w:rsidRPr="008F60AE">
              <w:rPr>
                <w:rStyle w:val="libPoemChar"/>
                <w:rtl/>
              </w:rPr>
              <w:t>ينتهي</w:t>
            </w:r>
            <w:r w:rsidR="00897AE1">
              <w:rPr>
                <w:rStyle w:val="libPoemChar"/>
                <w:rtl/>
              </w:rPr>
              <w:t xml:space="preserve"> </w:t>
            </w:r>
            <w:r w:rsidRPr="008F60AE">
              <w:rPr>
                <w:rStyle w:val="libPoemChar"/>
                <w:rtl/>
              </w:rPr>
              <w:t>الكرمُ</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مـن</w:t>
            </w:r>
            <w:r w:rsidR="00897AE1">
              <w:rPr>
                <w:rStyle w:val="libPoemChar"/>
                <w:rtl/>
              </w:rPr>
              <w:t xml:space="preserve"> </w:t>
            </w:r>
            <w:r w:rsidRPr="008F60AE">
              <w:rPr>
                <w:rStyle w:val="libPoemChar"/>
                <w:rtl/>
              </w:rPr>
              <w:t>معشرٍ</w:t>
            </w:r>
            <w:r w:rsidR="00897AE1">
              <w:rPr>
                <w:rStyle w:val="libPoemChar"/>
                <w:rtl/>
              </w:rPr>
              <w:t xml:space="preserve"> </w:t>
            </w:r>
            <w:r w:rsidRPr="008F60AE">
              <w:rPr>
                <w:rStyle w:val="libPoemChar"/>
                <w:rtl/>
              </w:rPr>
              <w:t>حبُّهمْ</w:t>
            </w:r>
            <w:r w:rsidR="00897AE1">
              <w:rPr>
                <w:rStyle w:val="libPoemChar"/>
                <w:rtl/>
              </w:rPr>
              <w:t xml:space="preserve"> </w:t>
            </w:r>
            <w:r w:rsidRPr="008F60AE">
              <w:rPr>
                <w:rStyle w:val="libPoemChar"/>
                <w:rtl/>
              </w:rPr>
              <w:t>دينٌ</w:t>
            </w:r>
            <w:r w:rsidR="00897AE1">
              <w:rPr>
                <w:rStyle w:val="libPoemChar"/>
                <w:rtl/>
              </w:rPr>
              <w:t xml:space="preserve"> </w:t>
            </w:r>
            <w:r w:rsidRPr="008F60AE">
              <w:rPr>
                <w:rStyle w:val="libPoemChar"/>
                <w:rtl/>
              </w:rPr>
              <w:t>وبغضُهمُ</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كـفرٌ</w:t>
            </w:r>
            <w:r w:rsidR="00897AE1">
              <w:rPr>
                <w:rStyle w:val="libPoemChar"/>
                <w:rtl/>
              </w:rPr>
              <w:t xml:space="preserve"> </w:t>
            </w:r>
            <w:r w:rsidRPr="008F60AE">
              <w:rPr>
                <w:rStyle w:val="libPoemChar"/>
                <w:rtl/>
              </w:rPr>
              <w:t>وقـربُهُمُ</w:t>
            </w:r>
            <w:r w:rsidR="00897AE1">
              <w:rPr>
                <w:rStyle w:val="libPoemChar"/>
                <w:rtl/>
              </w:rPr>
              <w:t xml:space="preserve"> </w:t>
            </w:r>
            <w:r w:rsidRPr="008F60AE">
              <w:rPr>
                <w:rStyle w:val="libPoemChar"/>
                <w:rtl/>
              </w:rPr>
              <w:t>منجىً</w:t>
            </w:r>
            <w:r w:rsidR="00897AE1">
              <w:rPr>
                <w:rStyle w:val="libPoemChar"/>
                <w:rtl/>
              </w:rPr>
              <w:t xml:space="preserve"> </w:t>
            </w:r>
            <w:r w:rsidRPr="008F60AE">
              <w:rPr>
                <w:rStyle w:val="libPoemChar"/>
                <w:rtl/>
              </w:rPr>
              <w:t>ومعتصمُ</w:t>
            </w:r>
            <w:r w:rsidRPr="00725071">
              <w:rPr>
                <w:rStyle w:val="libPoemTiniChar0"/>
                <w:rtl/>
              </w:rPr>
              <w:br/>
              <w:t> </w:t>
            </w:r>
          </w:p>
        </w:tc>
      </w:tr>
    </w:tbl>
    <w:p w:rsidR="002B49A5" w:rsidRDefault="002B49A5" w:rsidP="008F60AE">
      <w:pPr>
        <w:pStyle w:val="libCenter"/>
      </w:pPr>
      <w:r>
        <w:rPr>
          <w:rtl/>
        </w:rPr>
        <w:t>* * *</w:t>
      </w:r>
    </w:p>
    <w:p w:rsidR="002B49A5" w:rsidRDefault="002B49A5" w:rsidP="002B49A5">
      <w:pPr>
        <w:pStyle w:val="libNormal"/>
      </w:pPr>
      <w:r>
        <w:rPr>
          <w:rtl/>
        </w:rPr>
        <w:t>وتصدى عبيد الله بن كثير لأمير مكّة خالد بن عبيد الله</w:t>
      </w:r>
      <w:r w:rsidR="00364168">
        <w:rPr>
          <w:rtl/>
        </w:rPr>
        <w:t>،</w:t>
      </w:r>
      <w:r>
        <w:rPr>
          <w:rtl/>
        </w:rPr>
        <w:t xml:space="preserve"> فلعنه وهو قادر على قتله</w:t>
      </w:r>
      <w:r w:rsidR="00364168">
        <w:rPr>
          <w:rtl/>
        </w:rPr>
        <w:t>؛</w:t>
      </w:r>
      <w:r>
        <w:rPr>
          <w:rtl/>
        </w:rPr>
        <w:t xml:space="preserve"> لأنّه يلعن عليّاً وحُسيناً في خطبه</w:t>
      </w:r>
      <w:r w:rsidR="00364168">
        <w:rPr>
          <w:rtl/>
        </w:rPr>
        <w:t>،</w:t>
      </w:r>
      <w:r>
        <w:rPr>
          <w:rtl/>
        </w:rPr>
        <w:t xml:space="preserve"> وأنشد</w:t>
      </w:r>
      <w:r w:rsidR="00364168">
        <w:rPr>
          <w:rtl/>
        </w:rPr>
        <w:t>:</w:t>
      </w:r>
    </w:p>
    <w:tbl>
      <w:tblPr>
        <w:tblStyle w:val="TableGrid"/>
        <w:bidiVisual/>
        <w:tblW w:w="4562" w:type="pct"/>
        <w:tblInd w:w="384" w:type="dxa"/>
        <w:tblLook w:val="04A0"/>
      </w:tblPr>
      <w:tblGrid>
        <w:gridCol w:w="3345"/>
        <w:gridCol w:w="269"/>
        <w:gridCol w:w="3308"/>
      </w:tblGrid>
      <w:tr w:rsidR="003D44BA" w:rsidTr="00897AE1">
        <w:trPr>
          <w:trHeight w:val="350"/>
        </w:trPr>
        <w:tc>
          <w:tcPr>
            <w:tcW w:w="3345" w:type="dxa"/>
          </w:tcPr>
          <w:p w:rsidR="003D44BA" w:rsidRDefault="003D44BA" w:rsidP="00897AE1">
            <w:pPr>
              <w:pStyle w:val="libPoem"/>
            </w:pPr>
            <w:r>
              <w:rPr>
                <w:rtl/>
              </w:rPr>
              <w:t>لعنَ اللهُ من يَسُبّ عليّاً</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Pr>
                <w:rtl/>
              </w:rPr>
              <w:t>وحُسيناً منْ سوقةٍ وإمامِ</w:t>
            </w:r>
            <w:r w:rsidRPr="00725071">
              <w:rPr>
                <w:rStyle w:val="libPoemTiniChar0"/>
                <w:rtl/>
              </w:rPr>
              <w:br/>
              <w:t> </w:t>
            </w:r>
          </w:p>
        </w:tc>
      </w:tr>
    </w:tbl>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3D44BA" w:rsidTr="003D44BA">
        <w:trPr>
          <w:trHeight w:val="350"/>
        </w:trPr>
        <w:tc>
          <w:tcPr>
            <w:tcW w:w="3345" w:type="dxa"/>
          </w:tcPr>
          <w:p w:rsidR="003D44BA" w:rsidRDefault="003D44BA" w:rsidP="00897AE1">
            <w:pPr>
              <w:pStyle w:val="libPoem"/>
            </w:pPr>
            <w:r w:rsidRPr="008F60AE">
              <w:rPr>
                <w:rStyle w:val="libPoemChar"/>
                <w:rtl/>
              </w:rPr>
              <w:lastRenderedPageBreak/>
              <w:t>أيـسبُّ</w:t>
            </w:r>
            <w:r w:rsidR="00897AE1">
              <w:rPr>
                <w:rStyle w:val="libPoemChar"/>
                <w:rtl/>
              </w:rPr>
              <w:t xml:space="preserve"> </w:t>
            </w:r>
            <w:r w:rsidRPr="008F60AE">
              <w:rPr>
                <w:rStyle w:val="libPoemChar"/>
                <w:rtl/>
              </w:rPr>
              <w:t>المطهّرونَ</w:t>
            </w:r>
            <w:r w:rsidR="00897AE1">
              <w:rPr>
                <w:rStyle w:val="libPoemChar"/>
                <w:rtl/>
              </w:rPr>
              <w:t xml:space="preserve"> </w:t>
            </w:r>
            <w:r w:rsidRPr="008F60AE">
              <w:rPr>
                <w:rStyle w:val="libPoemChar"/>
                <w:rtl/>
              </w:rPr>
              <w:t>جدوداً</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والـكرامُ</w:t>
            </w:r>
            <w:r w:rsidR="00897AE1">
              <w:rPr>
                <w:rStyle w:val="libPoemChar"/>
                <w:rtl/>
              </w:rPr>
              <w:t xml:space="preserve"> </w:t>
            </w:r>
            <w:r w:rsidRPr="008F60AE">
              <w:rPr>
                <w:rStyle w:val="libPoemChar"/>
                <w:rtl/>
              </w:rPr>
              <w:t>الآبـاءِ</w:t>
            </w:r>
            <w:r w:rsidR="00897AE1">
              <w:rPr>
                <w:rStyle w:val="libPoemChar"/>
                <w:rtl/>
              </w:rPr>
              <w:t xml:space="preserve"> </w:t>
            </w:r>
            <w:r w:rsidRPr="008F60AE">
              <w:rPr>
                <w:rStyle w:val="libPoemChar"/>
                <w:rtl/>
              </w:rPr>
              <w:t>والأعمامِ</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يأمنُ</w:t>
            </w:r>
            <w:r w:rsidR="00897AE1">
              <w:rPr>
                <w:rStyle w:val="libPoemChar"/>
                <w:rtl/>
              </w:rPr>
              <w:t xml:space="preserve"> </w:t>
            </w:r>
            <w:r w:rsidRPr="008F60AE">
              <w:rPr>
                <w:rStyle w:val="libPoemChar"/>
                <w:rtl/>
              </w:rPr>
              <w:t>الطيرُ</w:t>
            </w:r>
            <w:r w:rsidR="00897AE1">
              <w:rPr>
                <w:rStyle w:val="libPoemChar"/>
                <w:rtl/>
              </w:rPr>
              <w:t xml:space="preserve"> </w:t>
            </w:r>
            <w:r w:rsidRPr="008F60AE">
              <w:rPr>
                <w:rStyle w:val="libPoemChar"/>
                <w:rtl/>
              </w:rPr>
              <w:t>والحمامُ</w:t>
            </w:r>
            <w:r w:rsidR="00897AE1">
              <w:rPr>
                <w:rStyle w:val="libPoemChar"/>
                <w:rtl/>
              </w:rPr>
              <w:t xml:space="preserve"> </w:t>
            </w:r>
            <w:r w:rsidRPr="008F60AE">
              <w:rPr>
                <w:rStyle w:val="libPoemChar"/>
                <w:rtl/>
              </w:rPr>
              <w:t>ولا</w:t>
            </w:r>
            <w:r w:rsidR="00897AE1">
              <w:rPr>
                <w:rStyle w:val="libPoemChar"/>
                <w:rtl/>
              </w:rPr>
              <w:t xml:space="preserve"> </w:t>
            </w:r>
            <w:r w:rsidRPr="008F60AE">
              <w:rPr>
                <w:rStyle w:val="libPoemChar"/>
                <w:rtl/>
              </w:rPr>
              <w:t>يأ</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منُ</w:t>
            </w:r>
            <w:r w:rsidR="00897AE1">
              <w:rPr>
                <w:rStyle w:val="libPoemChar"/>
                <w:rtl/>
              </w:rPr>
              <w:t xml:space="preserve"> </w:t>
            </w:r>
            <w:r w:rsidRPr="008F60AE">
              <w:rPr>
                <w:rStyle w:val="libPoemChar"/>
                <w:rtl/>
              </w:rPr>
              <w:t>آلُ</w:t>
            </w:r>
            <w:r w:rsidR="00897AE1">
              <w:rPr>
                <w:rStyle w:val="libPoemChar"/>
                <w:rtl/>
              </w:rPr>
              <w:t xml:space="preserve"> </w:t>
            </w:r>
            <w:r w:rsidRPr="008F60AE">
              <w:rPr>
                <w:rStyle w:val="libPoemChar"/>
                <w:rtl/>
              </w:rPr>
              <w:t>الرّسول</w:t>
            </w:r>
            <w:r w:rsidR="00897AE1">
              <w:rPr>
                <w:rStyle w:val="libPoemChar"/>
                <w:rtl/>
              </w:rPr>
              <w:t xml:space="preserve"> </w:t>
            </w:r>
            <w:r w:rsidRPr="008F60AE">
              <w:rPr>
                <w:rStyle w:val="libPoemChar"/>
                <w:rtl/>
              </w:rPr>
              <w:t>عند</w:t>
            </w:r>
            <w:r w:rsidR="00897AE1">
              <w:rPr>
                <w:rStyle w:val="libPoemChar"/>
                <w:rtl/>
              </w:rPr>
              <w:t xml:space="preserve"> </w:t>
            </w:r>
            <w:r w:rsidRPr="008F60AE">
              <w:rPr>
                <w:rStyle w:val="libPoemChar"/>
                <w:rtl/>
              </w:rPr>
              <w:t>المقامِ</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طبتَ</w:t>
            </w:r>
            <w:r w:rsidR="00897AE1">
              <w:rPr>
                <w:rStyle w:val="libPoemChar"/>
                <w:rtl/>
              </w:rPr>
              <w:t xml:space="preserve"> </w:t>
            </w:r>
            <w:r w:rsidRPr="008F60AE">
              <w:rPr>
                <w:rStyle w:val="libPoemChar"/>
                <w:rtl/>
              </w:rPr>
              <w:t>بيتاً</w:t>
            </w:r>
            <w:r w:rsidR="00897AE1">
              <w:rPr>
                <w:rStyle w:val="libPoemChar"/>
                <w:rtl/>
              </w:rPr>
              <w:t xml:space="preserve"> </w:t>
            </w:r>
            <w:r w:rsidRPr="008F60AE">
              <w:rPr>
                <w:rStyle w:val="libPoemChar"/>
                <w:rtl/>
              </w:rPr>
              <w:t>وطابَ</w:t>
            </w:r>
            <w:r w:rsidR="00897AE1">
              <w:rPr>
                <w:rStyle w:val="libPoemChar"/>
                <w:rtl/>
              </w:rPr>
              <w:t xml:space="preserve"> </w:t>
            </w:r>
            <w:r w:rsidRPr="008F60AE">
              <w:rPr>
                <w:rStyle w:val="libPoemChar"/>
                <w:rtl/>
              </w:rPr>
              <w:t>أهلُكَ</w:t>
            </w:r>
            <w:r w:rsidR="00897AE1">
              <w:rPr>
                <w:rStyle w:val="libPoemChar"/>
                <w:rtl/>
              </w:rPr>
              <w:t xml:space="preserve"> </w:t>
            </w:r>
            <w:r w:rsidRPr="008F60AE">
              <w:rPr>
                <w:rStyle w:val="libPoemChar"/>
                <w:rtl/>
              </w:rPr>
              <w:t>أهلاً</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أهـلُ</w:t>
            </w:r>
            <w:r w:rsidR="00897AE1">
              <w:rPr>
                <w:rStyle w:val="libPoemChar"/>
                <w:rtl/>
              </w:rPr>
              <w:t xml:space="preserve"> </w:t>
            </w:r>
            <w:r w:rsidRPr="008F60AE">
              <w:rPr>
                <w:rStyle w:val="libPoemChar"/>
                <w:rtl/>
              </w:rPr>
              <w:t>بيتِ</w:t>
            </w:r>
            <w:r w:rsidR="00897AE1">
              <w:rPr>
                <w:rStyle w:val="libPoemChar"/>
                <w:rtl/>
              </w:rPr>
              <w:t xml:space="preserve"> </w:t>
            </w:r>
            <w:r w:rsidRPr="008F60AE">
              <w:rPr>
                <w:rStyle w:val="libPoemChar"/>
                <w:rtl/>
              </w:rPr>
              <w:t>النّبيِّ</w:t>
            </w:r>
            <w:r w:rsidR="00897AE1">
              <w:rPr>
                <w:rStyle w:val="libPoemChar"/>
                <w:rtl/>
              </w:rPr>
              <w:t xml:space="preserve"> </w:t>
            </w:r>
            <w:r w:rsidRPr="008F60AE">
              <w:rPr>
                <w:rStyle w:val="libPoemChar"/>
                <w:rtl/>
              </w:rPr>
              <w:t>والإسلامِ</w:t>
            </w:r>
            <w:r w:rsidRPr="00725071">
              <w:rPr>
                <w:rStyle w:val="libPoemTiniChar0"/>
                <w:rtl/>
              </w:rPr>
              <w:br/>
              <w:t> </w:t>
            </w:r>
          </w:p>
        </w:tc>
      </w:tr>
      <w:tr w:rsidR="003D44BA" w:rsidTr="003D44BA">
        <w:trPr>
          <w:trHeight w:val="350"/>
        </w:trPr>
        <w:tc>
          <w:tcPr>
            <w:tcW w:w="3345" w:type="dxa"/>
          </w:tcPr>
          <w:p w:rsidR="003D44BA" w:rsidRDefault="003D44BA" w:rsidP="00897AE1">
            <w:pPr>
              <w:pStyle w:val="libPoem"/>
            </w:pPr>
            <w:r w:rsidRPr="008F60AE">
              <w:rPr>
                <w:rStyle w:val="libPoemChar"/>
                <w:rtl/>
              </w:rPr>
              <w:t>رحـمةُ</w:t>
            </w:r>
            <w:r w:rsidR="00897AE1">
              <w:rPr>
                <w:rStyle w:val="libPoemChar"/>
                <w:rtl/>
              </w:rPr>
              <w:t xml:space="preserve"> </w:t>
            </w:r>
            <w:r w:rsidRPr="008F60AE">
              <w:rPr>
                <w:rStyle w:val="libPoemChar"/>
                <w:rtl/>
              </w:rPr>
              <w:t>اللهِ</w:t>
            </w:r>
            <w:r w:rsidR="00897AE1">
              <w:rPr>
                <w:rStyle w:val="libPoemChar"/>
                <w:rtl/>
              </w:rPr>
              <w:t xml:space="preserve"> </w:t>
            </w:r>
            <w:r w:rsidRPr="008F60AE">
              <w:rPr>
                <w:rStyle w:val="libPoemChar"/>
                <w:rtl/>
              </w:rPr>
              <w:t>والـسّلامُ</w:t>
            </w:r>
            <w:r w:rsidR="00897AE1">
              <w:rPr>
                <w:rStyle w:val="libPoemChar"/>
                <w:rtl/>
              </w:rPr>
              <w:t xml:space="preserve"> </w:t>
            </w:r>
            <w:r w:rsidRPr="008F60AE">
              <w:rPr>
                <w:rStyle w:val="libPoemChar"/>
                <w:rtl/>
              </w:rPr>
              <w:t>عليهِ</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sidRPr="008F60AE">
              <w:rPr>
                <w:rStyle w:val="libPoemChar"/>
                <w:rtl/>
              </w:rPr>
              <w:t>كُـلّما</w:t>
            </w:r>
            <w:r w:rsidR="00897AE1">
              <w:rPr>
                <w:rStyle w:val="libPoemChar"/>
                <w:rtl/>
              </w:rPr>
              <w:t xml:space="preserve"> </w:t>
            </w:r>
            <w:r w:rsidRPr="008F60AE">
              <w:rPr>
                <w:rStyle w:val="libPoemChar"/>
                <w:rtl/>
              </w:rPr>
              <w:t>قـامَ</w:t>
            </w:r>
            <w:r w:rsidR="00897AE1">
              <w:rPr>
                <w:rStyle w:val="libPoemChar"/>
                <w:rtl/>
              </w:rPr>
              <w:t xml:space="preserve"> </w:t>
            </w:r>
            <w:r w:rsidRPr="008F60AE">
              <w:rPr>
                <w:rStyle w:val="libPoemChar"/>
                <w:rtl/>
              </w:rPr>
              <w:t>قـائمٌ</w:t>
            </w:r>
            <w:r w:rsidR="00897AE1">
              <w:rPr>
                <w:rStyle w:val="libPoemChar"/>
                <w:rtl/>
              </w:rPr>
              <w:t xml:space="preserve"> </w:t>
            </w:r>
            <w:r w:rsidRPr="008F60AE">
              <w:rPr>
                <w:rStyle w:val="libPoemChar"/>
                <w:rtl/>
              </w:rPr>
              <w:t>بـسلامِ</w:t>
            </w:r>
            <w:r w:rsidRPr="00725071">
              <w:rPr>
                <w:rStyle w:val="libPoemTiniChar0"/>
                <w:rtl/>
              </w:rPr>
              <w:br/>
              <w:t> </w:t>
            </w:r>
          </w:p>
        </w:tc>
      </w:tr>
    </w:tbl>
    <w:p w:rsidR="002B49A5" w:rsidRDefault="002B49A5" w:rsidP="008F60AE">
      <w:pPr>
        <w:pStyle w:val="libCenter"/>
      </w:pPr>
      <w:r>
        <w:rPr>
          <w:rtl/>
        </w:rPr>
        <w:t>* * *</w:t>
      </w:r>
    </w:p>
    <w:p w:rsidR="002B49A5" w:rsidRDefault="002B49A5" w:rsidP="002B49A5">
      <w:pPr>
        <w:pStyle w:val="libNormal"/>
      </w:pPr>
      <w:r>
        <w:rPr>
          <w:rtl/>
        </w:rPr>
        <w:t>وتنقضي السنون وتتسامح العربيّة بشاعر فحل لم يسلم من لسانه أحد</w:t>
      </w:r>
      <w:r w:rsidR="00364168">
        <w:rPr>
          <w:rtl/>
        </w:rPr>
        <w:t>،</w:t>
      </w:r>
      <w:r>
        <w:rPr>
          <w:rtl/>
        </w:rPr>
        <w:t xml:space="preserve"> ولم ينزه أحداً من المجزلين أو المقترين عليه عن استحقاق الهجاء</w:t>
      </w:r>
      <w:r w:rsidR="008F60AE">
        <w:rPr>
          <w:rtl/>
        </w:rPr>
        <w:t xml:space="preserve"> ...</w:t>
      </w:r>
      <w:r>
        <w:rPr>
          <w:rtl/>
        </w:rPr>
        <w:t xml:space="preserve"> فكان ينشد الأبيات المقذعة</w:t>
      </w:r>
      <w:r w:rsidR="00364168">
        <w:rPr>
          <w:rtl/>
        </w:rPr>
        <w:t>،</w:t>
      </w:r>
      <w:r>
        <w:rPr>
          <w:rtl/>
        </w:rPr>
        <w:t xml:space="preserve"> ويسأل عن صاحبها فيقول</w:t>
      </w:r>
      <w:r w:rsidR="00364168">
        <w:rPr>
          <w:rtl/>
        </w:rPr>
        <w:t>:</w:t>
      </w:r>
      <w:r>
        <w:rPr>
          <w:rtl/>
        </w:rPr>
        <w:t xml:space="preserve"> لم يستحقها أحد بعينه بعد</w:t>
      </w:r>
      <w:r w:rsidR="00364168">
        <w:rPr>
          <w:rtl/>
        </w:rPr>
        <w:t>،</w:t>
      </w:r>
      <w:r>
        <w:rPr>
          <w:rtl/>
        </w:rPr>
        <w:t xml:space="preserve"> ولسوف يستحقها كثيرون</w:t>
      </w:r>
      <w:r w:rsidR="00364168">
        <w:rPr>
          <w:rtl/>
        </w:rPr>
        <w:t>.</w:t>
      </w:r>
    </w:p>
    <w:p w:rsidR="002B49A5" w:rsidRDefault="002B49A5" w:rsidP="002B49A5">
      <w:pPr>
        <w:pStyle w:val="libNormal"/>
      </w:pPr>
      <w:r>
        <w:rPr>
          <w:rtl/>
        </w:rPr>
        <w:t>هذا الشاعر العجيب هو دعبل الخزاعي الذي يهزّ أوتار النّفوس بأمثال هذه الأبيات في آل البيت</w:t>
      </w:r>
      <w:r w:rsidR="00364168">
        <w:rPr>
          <w:rtl/>
        </w:rPr>
        <w:t>:</w:t>
      </w:r>
    </w:p>
    <w:tbl>
      <w:tblPr>
        <w:tblStyle w:val="TableGrid"/>
        <w:bidiVisual/>
        <w:tblW w:w="4562" w:type="pct"/>
        <w:tblInd w:w="384" w:type="dxa"/>
        <w:tblLook w:val="04A0"/>
      </w:tblPr>
      <w:tblGrid>
        <w:gridCol w:w="3345"/>
        <w:gridCol w:w="269"/>
        <w:gridCol w:w="3308"/>
      </w:tblGrid>
      <w:tr w:rsidR="003D44BA" w:rsidTr="00897AE1">
        <w:trPr>
          <w:trHeight w:val="350"/>
        </w:trPr>
        <w:tc>
          <w:tcPr>
            <w:tcW w:w="3345" w:type="dxa"/>
          </w:tcPr>
          <w:p w:rsidR="003D44BA" w:rsidRDefault="003D44BA" w:rsidP="00897AE1">
            <w:pPr>
              <w:pStyle w:val="libPoem"/>
            </w:pPr>
            <w:r>
              <w:rPr>
                <w:rtl/>
              </w:rPr>
              <w:t>مدارسُ آياتٍ خلتْ من تلاوةٍ</w:t>
            </w:r>
            <w:r w:rsidRPr="00725071">
              <w:rPr>
                <w:rStyle w:val="libPoemTiniChar0"/>
                <w:rtl/>
              </w:rPr>
              <w:br/>
              <w:t> </w:t>
            </w:r>
          </w:p>
        </w:tc>
        <w:tc>
          <w:tcPr>
            <w:tcW w:w="269" w:type="dxa"/>
          </w:tcPr>
          <w:p w:rsidR="003D44BA" w:rsidRDefault="003D44BA" w:rsidP="00897AE1">
            <w:pPr>
              <w:pStyle w:val="libPoem"/>
              <w:rPr>
                <w:rtl/>
              </w:rPr>
            </w:pPr>
          </w:p>
        </w:tc>
        <w:tc>
          <w:tcPr>
            <w:tcW w:w="3308" w:type="dxa"/>
          </w:tcPr>
          <w:p w:rsidR="003D44BA" w:rsidRDefault="003D44BA" w:rsidP="00897AE1">
            <w:pPr>
              <w:pStyle w:val="libPoem"/>
            </w:pPr>
            <w:r>
              <w:rPr>
                <w:rtl/>
              </w:rPr>
              <w:t>ومنزلُ وحيٍ مُقفرُ العرصاتِ</w:t>
            </w:r>
            <w:r w:rsidRPr="00725071">
              <w:rPr>
                <w:rStyle w:val="libPoemTiniChar0"/>
                <w:rtl/>
              </w:rPr>
              <w:br/>
              <w:t> </w:t>
            </w:r>
          </w:p>
        </w:tc>
      </w:tr>
    </w:tbl>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897AE1" w:rsidTr="00897AE1">
        <w:trPr>
          <w:trHeight w:val="350"/>
        </w:trPr>
        <w:tc>
          <w:tcPr>
            <w:tcW w:w="3345" w:type="dxa"/>
          </w:tcPr>
          <w:p w:rsidR="00897AE1" w:rsidRDefault="00897AE1" w:rsidP="00897AE1">
            <w:pPr>
              <w:pStyle w:val="libPoem"/>
            </w:pPr>
            <w:r w:rsidRPr="008F60AE">
              <w:rPr>
                <w:rStyle w:val="libPoemChar"/>
                <w:rtl/>
              </w:rPr>
              <w:lastRenderedPageBreak/>
              <w:t>لآلِ</w:t>
            </w:r>
            <w:r>
              <w:rPr>
                <w:rStyle w:val="libPoemChar"/>
                <w:rtl/>
              </w:rPr>
              <w:t xml:space="preserve"> </w:t>
            </w:r>
            <w:r w:rsidRPr="008F60AE">
              <w:rPr>
                <w:rStyle w:val="libPoemChar"/>
                <w:rtl/>
              </w:rPr>
              <w:t>رسول</w:t>
            </w:r>
            <w:r>
              <w:rPr>
                <w:rStyle w:val="libPoemChar"/>
                <w:rtl/>
              </w:rPr>
              <w:t xml:space="preserve"> </w:t>
            </w:r>
            <w:r w:rsidRPr="008F60AE">
              <w:rPr>
                <w:rStyle w:val="libPoemChar"/>
                <w:rtl/>
              </w:rPr>
              <w:t>الله</w:t>
            </w:r>
            <w:r>
              <w:rPr>
                <w:rStyle w:val="libPoemChar"/>
                <w:rtl/>
              </w:rPr>
              <w:t xml:space="preserve"> </w:t>
            </w:r>
            <w:r w:rsidRPr="008F60AE">
              <w:rPr>
                <w:rStyle w:val="libPoemChar"/>
                <w:rtl/>
              </w:rPr>
              <w:t>بالخيفِ</w:t>
            </w:r>
            <w:r>
              <w:rPr>
                <w:rStyle w:val="libPoemChar"/>
                <w:rtl/>
              </w:rPr>
              <w:t xml:space="preserve"> </w:t>
            </w:r>
            <w:r w:rsidRPr="008F60AE">
              <w:rPr>
                <w:rStyle w:val="libPoemChar"/>
                <w:rtl/>
              </w:rPr>
              <w:t>من</w:t>
            </w:r>
            <w:r>
              <w:rPr>
                <w:rStyle w:val="libPoemChar"/>
                <w:rtl/>
              </w:rPr>
              <w:t xml:space="preserve"> </w:t>
            </w:r>
            <w:r w:rsidRPr="008F60AE">
              <w:rPr>
                <w:rStyle w:val="libPoemChar"/>
                <w:rtl/>
              </w:rPr>
              <w:t>منى</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وبالرُّكنِ</w:t>
            </w:r>
            <w:r>
              <w:rPr>
                <w:rStyle w:val="libPoemChar"/>
                <w:rtl/>
              </w:rPr>
              <w:t xml:space="preserve"> </w:t>
            </w:r>
            <w:r w:rsidRPr="008F60AE">
              <w:rPr>
                <w:rStyle w:val="libPoemChar"/>
                <w:rtl/>
              </w:rPr>
              <w:t>والتعريف</w:t>
            </w:r>
            <w:r>
              <w:rPr>
                <w:rStyle w:val="libPoemChar"/>
                <w:rtl/>
              </w:rPr>
              <w:t xml:space="preserve"> </w:t>
            </w:r>
            <w:r w:rsidRPr="008F60AE">
              <w:rPr>
                <w:rStyle w:val="libPoemChar"/>
                <w:rtl/>
              </w:rPr>
              <w:t>والحُجراتِ</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ديـارُ</w:t>
            </w:r>
            <w:r>
              <w:rPr>
                <w:rStyle w:val="libPoemChar"/>
                <w:rtl/>
              </w:rPr>
              <w:t xml:space="preserve"> </w:t>
            </w:r>
            <w:r w:rsidRPr="008F60AE">
              <w:rPr>
                <w:rStyle w:val="libPoemChar"/>
                <w:rtl/>
              </w:rPr>
              <w:t>عـليٍّ</w:t>
            </w:r>
            <w:r>
              <w:rPr>
                <w:rStyle w:val="libPoemChar"/>
                <w:rtl/>
              </w:rPr>
              <w:t xml:space="preserve"> </w:t>
            </w:r>
            <w:r w:rsidRPr="008F60AE">
              <w:rPr>
                <w:rStyle w:val="libPoemChar"/>
                <w:rtl/>
              </w:rPr>
              <w:t>والحسينِ</w:t>
            </w:r>
            <w:r>
              <w:rPr>
                <w:rStyle w:val="libPoemChar"/>
                <w:rtl/>
              </w:rPr>
              <w:t xml:space="preserve"> </w:t>
            </w:r>
            <w:r w:rsidRPr="008F60AE">
              <w:rPr>
                <w:rStyle w:val="libPoemChar"/>
                <w:rtl/>
              </w:rPr>
              <w:t>وجعفرٍ</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وحمزةَ</w:t>
            </w:r>
            <w:r>
              <w:rPr>
                <w:rStyle w:val="libPoemChar"/>
                <w:rtl/>
              </w:rPr>
              <w:t xml:space="preserve"> </w:t>
            </w:r>
            <w:r w:rsidRPr="008F60AE">
              <w:rPr>
                <w:rStyle w:val="libPoemChar"/>
                <w:rtl/>
              </w:rPr>
              <w:t>والسجَّادِ</w:t>
            </w:r>
            <w:r>
              <w:rPr>
                <w:rStyle w:val="libPoemChar"/>
                <w:rtl/>
              </w:rPr>
              <w:t xml:space="preserve"> </w:t>
            </w:r>
            <w:r w:rsidRPr="008F60AE">
              <w:rPr>
                <w:rStyle w:val="libPoemChar"/>
                <w:rtl/>
              </w:rPr>
              <w:t>ذي</w:t>
            </w:r>
            <w:r>
              <w:rPr>
                <w:rStyle w:val="libPoemChar"/>
                <w:rtl/>
              </w:rPr>
              <w:t xml:space="preserve"> </w:t>
            </w:r>
            <w:r w:rsidRPr="008F60AE">
              <w:rPr>
                <w:rStyle w:val="libPoemChar"/>
                <w:rtl/>
              </w:rPr>
              <w:t>الثفناتِ</w:t>
            </w:r>
            <w:r w:rsidRPr="008F60AE">
              <w:rPr>
                <w:rStyle w:val="libFootnotenumChar"/>
                <w:rtl/>
              </w:rPr>
              <w:t>(1)</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ديـارٌ</w:t>
            </w:r>
            <w:r>
              <w:rPr>
                <w:rStyle w:val="libPoemChar"/>
                <w:rtl/>
              </w:rPr>
              <w:t xml:space="preserve"> </w:t>
            </w:r>
            <w:r w:rsidRPr="008F60AE">
              <w:rPr>
                <w:rStyle w:val="libPoemChar"/>
                <w:rtl/>
              </w:rPr>
              <w:t>عـفاها</w:t>
            </w:r>
            <w:r>
              <w:rPr>
                <w:rStyle w:val="libPoemChar"/>
                <w:rtl/>
              </w:rPr>
              <w:t xml:space="preserve"> </w:t>
            </w:r>
            <w:r w:rsidRPr="008F60AE">
              <w:rPr>
                <w:rStyle w:val="libPoemChar"/>
                <w:rtl/>
              </w:rPr>
              <w:t>كلُّ</w:t>
            </w:r>
            <w:r>
              <w:rPr>
                <w:rStyle w:val="libPoemChar"/>
                <w:rtl/>
              </w:rPr>
              <w:t xml:space="preserve"> </w:t>
            </w:r>
            <w:r w:rsidRPr="008F60AE">
              <w:rPr>
                <w:rStyle w:val="libPoemChar"/>
                <w:rtl/>
              </w:rPr>
              <w:t>جونٍ</w:t>
            </w:r>
            <w:r>
              <w:rPr>
                <w:rStyle w:val="libPoemChar"/>
                <w:rtl/>
              </w:rPr>
              <w:t xml:space="preserve"> </w:t>
            </w:r>
            <w:r w:rsidRPr="008F60AE">
              <w:rPr>
                <w:rStyle w:val="libPoemChar"/>
                <w:rtl/>
              </w:rPr>
              <w:t>مُبادرٍ</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ولـمْ</w:t>
            </w:r>
            <w:r>
              <w:rPr>
                <w:rStyle w:val="libPoemChar"/>
                <w:rtl/>
              </w:rPr>
              <w:t xml:space="preserve"> </w:t>
            </w:r>
            <w:r w:rsidRPr="008F60AE">
              <w:rPr>
                <w:rStyle w:val="libPoemChar"/>
                <w:rtl/>
              </w:rPr>
              <w:t>تـعفُ</w:t>
            </w:r>
            <w:r>
              <w:rPr>
                <w:rStyle w:val="libPoemChar"/>
                <w:rtl/>
              </w:rPr>
              <w:t xml:space="preserve"> </w:t>
            </w:r>
            <w:r w:rsidRPr="008F60AE">
              <w:rPr>
                <w:rStyle w:val="libPoemChar"/>
                <w:rtl/>
              </w:rPr>
              <w:t>لـلأيام</w:t>
            </w:r>
            <w:r>
              <w:rPr>
                <w:rStyle w:val="libPoemChar"/>
                <w:rtl/>
              </w:rPr>
              <w:t xml:space="preserve"> </w:t>
            </w:r>
            <w:r w:rsidRPr="008F60AE">
              <w:rPr>
                <w:rStyle w:val="libPoemChar"/>
                <w:rtl/>
              </w:rPr>
              <w:t>والسنواتِ</w:t>
            </w:r>
            <w:r w:rsidRPr="00725071">
              <w:rPr>
                <w:rStyle w:val="libPoemTiniChar0"/>
                <w:rtl/>
              </w:rPr>
              <w:br/>
              <w:t> </w:t>
            </w:r>
          </w:p>
        </w:tc>
      </w:tr>
    </w:tbl>
    <w:p w:rsidR="002B49A5" w:rsidRDefault="002B49A5" w:rsidP="002B49A5">
      <w:pPr>
        <w:pStyle w:val="libNormal"/>
      </w:pPr>
      <w:r>
        <w:rPr>
          <w:rtl/>
        </w:rPr>
        <w:t>إلى أنْ يقول</w:t>
      </w:r>
      <w:r w:rsidR="00364168">
        <w:rPr>
          <w:rtl/>
        </w:rPr>
        <w:t>:</w:t>
      </w:r>
    </w:p>
    <w:tbl>
      <w:tblPr>
        <w:tblStyle w:val="TableGrid"/>
        <w:bidiVisual/>
        <w:tblW w:w="4562" w:type="pct"/>
        <w:tblInd w:w="384" w:type="dxa"/>
        <w:tblLook w:val="04A0"/>
      </w:tblPr>
      <w:tblGrid>
        <w:gridCol w:w="3345"/>
        <w:gridCol w:w="269"/>
        <w:gridCol w:w="3308"/>
      </w:tblGrid>
      <w:tr w:rsidR="00897AE1" w:rsidTr="00897AE1">
        <w:trPr>
          <w:trHeight w:val="350"/>
        </w:trPr>
        <w:tc>
          <w:tcPr>
            <w:tcW w:w="3345" w:type="dxa"/>
          </w:tcPr>
          <w:p w:rsidR="00897AE1" w:rsidRDefault="00897AE1" w:rsidP="00897AE1">
            <w:pPr>
              <w:pStyle w:val="libPoem"/>
            </w:pPr>
            <w:r w:rsidRPr="008F60AE">
              <w:rPr>
                <w:rStyle w:val="libPoemChar"/>
                <w:rtl/>
              </w:rPr>
              <w:t>مـلامك</w:t>
            </w:r>
            <w:r>
              <w:rPr>
                <w:rStyle w:val="libPoemChar"/>
                <w:rtl/>
              </w:rPr>
              <w:t xml:space="preserve"> </w:t>
            </w:r>
            <w:r w:rsidRPr="008F60AE">
              <w:rPr>
                <w:rStyle w:val="libPoemChar"/>
                <w:rtl/>
              </w:rPr>
              <w:t>فـي</w:t>
            </w:r>
            <w:r>
              <w:rPr>
                <w:rStyle w:val="libPoemChar"/>
                <w:rtl/>
              </w:rPr>
              <w:t xml:space="preserve"> </w:t>
            </w:r>
            <w:r w:rsidRPr="008F60AE">
              <w:rPr>
                <w:rStyle w:val="libPoemChar"/>
                <w:rtl/>
              </w:rPr>
              <w:t>أهـل</w:t>
            </w:r>
            <w:r>
              <w:rPr>
                <w:rStyle w:val="libPoemChar"/>
                <w:rtl/>
              </w:rPr>
              <w:t xml:space="preserve"> </w:t>
            </w:r>
            <w:r w:rsidRPr="008F60AE">
              <w:rPr>
                <w:rStyle w:val="libPoemChar"/>
                <w:rtl/>
              </w:rPr>
              <w:t>النبيَّ</w:t>
            </w:r>
            <w:r>
              <w:rPr>
                <w:rStyle w:val="libPoemChar"/>
                <w:rtl/>
              </w:rPr>
              <w:t xml:space="preserve"> </w:t>
            </w:r>
            <w:r w:rsidRPr="008F60AE">
              <w:rPr>
                <w:rStyle w:val="libPoemChar"/>
                <w:rtl/>
              </w:rPr>
              <w:t>فإنَّهمْ</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أحـبّايَ</w:t>
            </w:r>
            <w:r>
              <w:rPr>
                <w:rStyle w:val="libPoemChar"/>
                <w:rtl/>
              </w:rPr>
              <w:t xml:space="preserve"> </w:t>
            </w:r>
            <w:r w:rsidRPr="008F60AE">
              <w:rPr>
                <w:rStyle w:val="libPoemChar"/>
                <w:rtl/>
              </w:rPr>
              <w:t>مـا</w:t>
            </w:r>
            <w:r>
              <w:rPr>
                <w:rStyle w:val="libPoemChar"/>
                <w:rtl/>
              </w:rPr>
              <w:t xml:space="preserve"> </w:t>
            </w:r>
            <w:r w:rsidRPr="008F60AE">
              <w:rPr>
                <w:rStyle w:val="libPoemChar"/>
                <w:rtl/>
              </w:rPr>
              <w:t>عاشوا</w:t>
            </w:r>
            <w:r>
              <w:rPr>
                <w:rStyle w:val="libPoemChar"/>
                <w:rtl/>
              </w:rPr>
              <w:t xml:space="preserve"> </w:t>
            </w:r>
            <w:r w:rsidRPr="008F60AE">
              <w:rPr>
                <w:rStyle w:val="libPoemChar"/>
                <w:rtl/>
              </w:rPr>
              <w:t>وأهلُ</w:t>
            </w:r>
            <w:r>
              <w:rPr>
                <w:rStyle w:val="libPoemChar"/>
                <w:rtl/>
              </w:rPr>
              <w:t xml:space="preserve"> </w:t>
            </w:r>
            <w:r w:rsidRPr="008F60AE">
              <w:rPr>
                <w:rStyle w:val="libPoemChar"/>
                <w:rtl/>
              </w:rPr>
              <w:t>ثُقاتي</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فيا</w:t>
            </w:r>
            <w:r>
              <w:rPr>
                <w:rStyle w:val="libPoemChar"/>
                <w:rtl/>
              </w:rPr>
              <w:t xml:space="preserve"> </w:t>
            </w:r>
            <w:r w:rsidRPr="008F60AE">
              <w:rPr>
                <w:rStyle w:val="libPoemChar"/>
                <w:rtl/>
              </w:rPr>
              <w:t>ربِّ</w:t>
            </w:r>
            <w:r>
              <w:rPr>
                <w:rStyle w:val="libPoemChar"/>
                <w:rtl/>
              </w:rPr>
              <w:t xml:space="preserve"> </w:t>
            </w:r>
            <w:r w:rsidRPr="008F60AE">
              <w:rPr>
                <w:rStyle w:val="libPoemChar"/>
                <w:rtl/>
              </w:rPr>
              <w:t>زدني</w:t>
            </w:r>
            <w:r>
              <w:rPr>
                <w:rStyle w:val="libPoemChar"/>
                <w:rtl/>
              </w:rPr>
              <w:t xml:space="preserve"> </w:t>
            </w:r>
            <w:r w:rsidRPr="008F60AE">
              <w:rPr>
                <w:rStyle w:val="libPoemChar"/>
                <w:rtl/>
              </w:rPr>
              <w:t>من</w:t>
            </w:r>
            <w:r>
              <w:rPr>
                <w:rStyle w:val="libPoemChar"/>
                <w:rtl/>
              </w:rPr>
              <w:t xml:space="preserve"> </w:t>
            </w:r>
            <w:r w:rsidRPr="008F60AE">
              <w:rPr>
                <w:rStyle w:val="libPoemChar"/>
                <w:rtl/>
              </w:rPr>
              <w:t>يقيني</w:t>
            </w:r>
            <w:r>
              <w:rPr>
                <w:rStyle w:val="libPoemChar"/>
                <w:rtl/>
              </w:rPr>
              <w:t xml:space="preserve"> </w:t>
            </w:r>
            <w:r w:rsidRPr="008F60AE">
              <w:rPr>
                <w:rStyle w:val="libPoemChar"/>
                <w:rtl/>
              </w:rPr>
              <w:t>بصيرةً</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وزدْ</w:t>
            </w:r>
            <w:r>
              <w:rPr>
                <w:rStyle w:val="libPoemChar"/>
                <w:rtl/>
              </w:rPr>
              <w:t xml:space="preserve"> </w:t>
            </w:r>
            <w:r w:rsidRPr="008F60AE">
              <w:rPr>
                <w:rStyle w:val="libPoemChar"/>
                <w:rtl/>
              </w:rPr>
              <w:t>حـبَّهُمْ</w:t>
            </w:r>
            <w:r>
              <w:rPr>
                <w:rStyle w:val="libPoemChar"/>
                <w:rtl/>
              </w:rPr>
              <w:t xml:space="preserve"> </w:t>
            </w:r>
            <w:r w:rsidRPr="008F60AE">
              <w:rPr>
                <w:rStyle w:val="libPoemChar"/>
                <w:rtl/>
              </w:rPr>
              <w:t>يا</w:t>
            </w:r>
            <w:r>
              <w:rPr>
                <w:rStyle w:val="libPoemChar"/>
                <w:rtl/>
              </w:rPr>
              <w:t xml:space="preserve"> </w:t>
            </w:r>
            <w:r w:rsidRPr="008F60AE">
              <w:rPr>
                <w:rStyle w:val="libPoemChar"/>
                <w:rtl/>
              </w:rPr>
              <w:t>ربِّ</w:t>
            </w:r>
            <w:r>
              <w:rPr>
                <w:rStyle w:val="libPoemChar"/>
                <w:rtl/>
              </w:rPr>
              <w:t xml:space="preserve"> </w:t>
            </w:r>
            <w:r w:rsidRPr="008F60AE">
              <w:rPr>
                <w:rStyle w:val="libPoemChar"/>
                <w:rtl/>
              </w:rPr>
              <w:t>في</w:t>
            </w:r>
            <w:r>
              <w:rPr>
                <w:rStyle w:val="libPoemChar"/>
                <w:rtl/>
              </w:rPr>
              <w:t xml:space="preserve"> </w:t>
            </w:r>
            <w:r w:rsidRPr="008F60AE">
              <w:rPr>
                <w:rStyle w:val="libPoemChar"/>
                <w:rtl/>
              </w:rPr>
              <w:t>حسناتي</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أُحبُّ</w:t>
            </w:r>
            <w:r>
              <w:rPr>
                <w:rStyle w:val="libPoemChar"/>
                <w:rtl/>
              </w:rPr>
              <w:t xml:space="preserve"> </w:t>
            </w:r>
            <w:r w:rsidRPr="008F60AE">
              <w:rPr>
                <w:rStyle w:val="libPoemChar"/>
                <w:rtl/>
              </w:rPr>
              <w:t>قَصيّ</w:t>
            </w:r>
            <w:r>
              <w:rPr>
                <w:rStyle w:val="libPoemChar"/>
                <w:rtl/>
              </w:rPr>
              <w:t xml:space="preserve"> </w:t>
            </w:r>
            <w:r w:rsidRPr="008F60AE">
              <w:rPr>
                <w:rStyle w:val="libPoemChar"/>
                <w:rtl/>
              </w:rPr>
              <w:t>الرّحمِ</w:t>
            </w:r>
            <w:r>
              <w:rPr>
                <w:rStyle w:val="libPoemChar"/>
                <w:rtl/>
              </w:rPr>
              <w:t xml:space="preserve"> </w:t>
            </w:r>
            <w:r w:rsidRPr="008F60AE">
              <w:rPr>
                <w:rStyle w:val="libPoemChar"/>
                <w:rtl/>
              </w:rPr>
              <w:t>من</w:t>
            </w:r>
            <w:r>
              <w:rPr>
                <w:rStyle w:val="libPoemChar"/>
                <w:rtl/>
              </w:rPr>
              <w:t xml:space="preserve"> </w:t>
            </w:r>
            <w:r w:rsidRPr="008F60AE">
              <w:rPr>
                <w:rStyle w:val="libPoemChar"/>
                <w:rtl/>
              </w:rPr>
              <w:t>أجل</w:t>
            </w:r>
            <w:r>
              <w:rPr>
                <w:rStyle w:val="libPoemChar"/>
                <w:rtl/>
              </w:rPr>
              <w:t xml:space="preserve"> </w:t>
            </w:r>
            <w:r w:rsidRPr="008F60AE">
              <w:rPr>
                <w:rStyle w:val="libPoemChar"/>
                <w:rtl/>
              </w:rPr>
              <w:t>حُبِّهمْ</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وأهـجرُ</w:t>
            </w:r>
            <w:r>
              <w:rPr>
                <w:rStyle w:val="libPoemChar"/>
                <w:rtl/>
              </w:rPr>
              <w:t xml:space="preserve"> </w:t>
            </w:r>
            <w:r w:rsidRPr="008F60AE">
              <w:rPr>
                <w:rStyle w:val="libPoemChar"/>
                <w:rtl/>
              </w:rPr>
              <w:t>فـيهم</w:t>
            </w:r>
            <w:r>
              <w:rPr>
                <w:rStyle w:val="libPoemChar"/>
                <w:rtl/>
              </w:rPr>
              <w:t xml:space="preserve"> </w:t>
            </w:r>
            <w:r w:rsidRPr="008F60AE">
              <w:rPr>
                <w:rStyle w:val="libPoemChar"/>
                <w:rtl/>
              </w:rPr>
              <w:t>اُسرتي</w:t>
            </w:r>
            <w:r>
              <w:rPr>
                <w:rStyle w:val="libPoemChar"/>
                <w:rtl/>
              </w:rPr>
              <w:t xml:space="preserve"> </w:t>
            </w:r>
            <w:r w:rsidRPr="008F60AE">
              <w:rPr>
                <w:rStyle w:val="libPoemChar"/>
                <w:rtl/>
              </w:rPr>
              <w:t>وبناتي</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لـقد</w:t>
            </w:r>
            <w:r>
              <w:rPr>
                <w:rStyle w:val="libPoemChar"/>
                <w:rtl/>
              </w:rPr>
              <w:t xml:space="preserve"> </w:t>
            </w:r>
            <w:r w:rsidRPr="008F60AE">
              <w:rPr>
                <w:rStyle w:val="libPoemChar"/>
                <w:rtl/>
              </w:rPr>
              <w:t>حـفّتِ</w:t>
            </w:r>
            <w:r>
              <w:rPr>
                <w:rStyle w:val="libPoemChar"/>
                <w:rtl/>
              </w:rPr>
              <w:t xml:space="preserve"> </w:t>
            </w:r>
            <w:r w:rsidRPr="008F60AE">
              <w:rPr>
                <w:rStyle w:val="libPoemChar"/>
                <w:rtl/>
              </w:rPr>
              <w:t>الأَيامُ</w:t>
            </w:r>
            <w:r>
              <w:rPr>
                <w:rStyle w:val="libPoemChar"/>
                <w:rtl/>
              </w:rPr>
              <w:t xml:space="preserve"> </w:t>
            </w:r>
            <w:r w:rsidRPr="008F60AE">
              <w:rPr>
                <w:rStyle w:val="libPoemChar"/>
                <w:rtl/>
              </w:rPr>
              <w:t>حولي</w:t>
            </w:r>
            <w:r>
              <w:rPr>
                <w:rStyle w:val="libPoemChar"/>
                <w:rtl/>
              </w:rPr>
              <w:t xml:space="preserve"> </w:t>
            </w:r>
            <w:r w:rsidRPr="008F60AE">
              <w:rPr>
                <w:rStyle w:val="libPoemChar"/>
                <w:rtl/>
              </w:rPr>
              <w:t>بشرِّها</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وإنّـي</w:t>
            </w:r>
            <w:r>
              <w:rPr>
                <w:rStyle w:val="libPoemChar"/>
                <w:rtl/>
              </w:rPr>
              <w:t xml:space="preserve"> </w:t>
            </w:r>
            <w:r w:rsidRPr="008F60AE">
              <w:rPr>
                <w:rStyle w:val="libPoemChar"/>
                <w:rtl/>
              </w:rPr>
              <w:t>لأرجو</w:t>
            </w:r>
            <w:r>
              <w:rPr>
                <w:rStyle w:val="libPoemChar"/>
                <w:rtl/>
              </w:rPr>
              <w:t xml:space="preserve"> </w:t>
            </w:r>
            <w:r w:rsidRPr="008F60AE">
              <w:rPr>
                <w:rStyle w:val="libPoemChar"/>
                <w:rtl/>
              </w:rPr>
              <w:t>الأمنَ</w:t>
            </w:r>
            <w:r>
              <w:rPr>
                <w:rStyle w:val="libPoemChar"/>
                <w:rtl/>
              </w:rPr>
              <w:t xml:space="preserve"> </w:t>
            </w:r>
            <w:r w:rsidRPr="008F60AE">
              <w:rPr>
                <w:rStyle w:val="libPoemChar"/>
                <w:rtl/>
              </w:rPr>
              <w:t>بعد</w:t>
            </w:r>
            <w:r>
              <w:rPr>
                <w:rStyle w:val="libPoemChar"/>
                <w:rtl/>
              </w:rPr>
              <w:t xml:space="preserve"> </w:t>
            </w:r>
            <w:r w:rsidRPr="008F60AE">
              <w:rPr>
                <w:rStyle w:val="libPoemChar"/>
                <w:rtl/>
              </w:rPr>
              <w:t>وفاتي</w:t>
            </w:r>
            <w:r w:rsidRPr="00725071">
              <w:rPr>
                <w:rStyle w:val="libPoemTiniChar0"/>
                <w:rtl/>
              </w:rPr>
              <w:br/>
              <w:t> </w:t>
            </w:r>
          </w:p>
        </w:tc>
      </w:tr>
    </w:tbl>
    <w:p w:rsidR="002B49A5" w:rsidRDefault="00CA43D1" w:rsidP="00DB04A3">
      <w:pPr>
        <w:pStyle w:val="libLine"/>
      </w:pPr>
      <w:r>
        <w:rPr>
          <w:rtl/>
        </w:rPr>
        <w:t>____________________</w:t>
      </w:r>
    </w:p>
    <w:p w:rsidR="002B49A5" w:rsidRDefault="002B49A5" w:rsidP="002B49A5">
      <w:pPr>
        <w:pStyle w:val="libFootnote"/>
      </w:pPr>
      <w:r>
        <w:rPr>
          <w:rtl/>
        </w:rPr>
        <w:t>(1) كان عليّ بن الحُسين يُلقب بذي الثفنات</w:t>
      </w:r>
      <w:r w:rsidR="00364168">
        <w:rPr>
          <w:rtl/>
        </w:rPr>
        <w:t>؛</w:t>
      </w:r>
      <w:r>
        <w:rPr>
          <w:rtl/>
        </w:rPr>
        <w:t xml:space="preserve"> لأنّ جبهته أصبحت كثفنة البعير</w:t>
      </w:r>
      <w:r w:rsidR="004C4A93">
        <w:rPr>
          <w:rtl/>
        </w:rPr>
        <w:t xml:space="preserve"> - </w:t>
      </w:r>
      <w:r>
        <w:rPr>
          <w:rtl/>
        </w:rPr>
        <w:t>أي ركبته</w:t>
      </w:r>
      <w:r w:rsidR="004C4A93">
        <w:rPr>
          <w:rtl/>
        </w:rPr>
        <w:t xml:space="preserve"> - </w:t>
      </w:r>
      <w:r>
        <w:rPr>
          <w:rtl/>
        </w:rPr>
        <w:t>من كثرة السّجود</w:t>
      </w:r>
      <w:r w:rsidR="00364168">
        <w:rPr>
          <w:rtl/>
        </w:rPr>
        <w:t>.</w:t>
      </w:r>
    </w:p>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897AE1" w:rsidTr="00897AE1">
        <w:trPr>
          <w:trHeight w:val="350"/>
        </w:trPr>
        <w:tc>
          <w:tcPr>
            <w:tcW w:w="3345" w:type="dxa"/>
          </w:tcPr>
          <w:p w:rsidR="00897AE1" w:rsidRDefault="00897AE1" w:rsidP="00897AE1">
            <w:pPr>
              <w:pStyle w:val="libPoem"/>
            </w:pPr>
            <w:r w:rsidRPr="008F60AE">
              <w:rPr>
                <w:rStyle w:val="libPoemChar"/>
                <w:rtl/>
              </w:rPr>
              <w:lastRenderedPageBreak/>
              <w:t>ألـمْ</w:t>
            </w:r>
            <w:r>
              <w:rPr>
                <w:rStyle w:val="libPoemChar"/>
                <w:rtl/>
              </w:rPr>
              <w:t xml:space="preserve"> </w:t>
            </w:r>
            <w:r w:rsidRPr="008F60AE">
              <w:rPr>
                <w:rStyle w:val="libPoemChar"/>
                <w:rtl/>
              </w:rPr>
              <w:t>تَـرَ</w:t>
            </w:r>
            <w:r>
              <w:rPr>
                <w:rStyle w:val="libPoemChar"/>
                <w:rtl/>
              </w:rPr>
              <w:t xml:space="preserve"> </w:t>
            </w:r>
            <w:r w:rsidRPr="008F60AE">
              <w:rPr>
                <w:rStyle w:val="libPoemChar"/>
                <w:rtl/>
              </w:rPr>
              <w:t>أَنّي</w:t>
            </w:r>
            <w:r>
              <w:rPr>
                <w:rStyle w:val="libPoemChar"/>
                <w:rtl/>
              </w:rPr>
              <w:t xml:space="preserve"> </w:t>
            </w:r>
            <w:r w:rsidRPr="008F60AE">
              <w:rPr>
                <w:rStyle w:val="libPoemChar"/>
                <w:rtl/>
              </w:rPr>
              <w:t>من</w:t>
            </w:r>
            <w:r>
              <w:rPr>
                <w:rStyle w:val="libPoemChar"/>
                <w:rtl/>
              </w:rPr>
              <w:t xml:space="preserve"> </w:t>
            </w:r>
            <w:r w:rsidRPr="008F60AE">
              <w:rPr>
                <w:rStyle w:val="libPoemChar"/>
                <w:rtl/>
              </w:rPr>
              <w:t>ثلاثينَ</w:t>
            </w:r>
            <w:r>
              <w:rPr>
                <w:rStyle w:val="libPoemChar"/>
                <w:rtl/>
              </w:rPr>
              <w:t xml:space="preserve"> </w:t>
            </w:r>
            <w:r w:rsidRPr="008F60AE">
              <w:rPr>
                <w:rStyle w:val="libPoemChar"/>
                <w:rtl/>
              </w:rPr>
              <w:t>حجةً</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أَروحُ</w:t>
            </w:r>
            <w:r>
              <w:rPr>
                <w:rStyle w:val="libPoemChar"/>
                <w:rtl/>
              </w:rPr>
              <w:t xml:space="preserve"> </w:t>
            </w:r>
            <w:r w:rsidRPr="008F60AE">
              <w:rPr>
                <w:rStyle w:val="libPoemChar"/>
                <w:rtl/>
              </w:rPr>
              <w:t>وأَغـدو</w:t>
            </w:r>
            <w:r>
              <w:rPr>
                <w:rStyle w:val="libPoemChar"/>
                <w:rtl/>
              </w:rPr>
              <w:t xml:space="preserve"> </w:t>
            </w:r>
            <w:r w:rsidRPr="008F60AE">
              <w:rPr>
                <w:rStyle w:val="libPoemChar"/>
                <w:rtl/>
              </w:rPr>
              <w:t>دائمَ</w:t>
            </w:r>
            <w:r>
              <w:rPr>
                <w:rStyle w:val="libPoemChar"/>
                <w:rtl/>
              </w:rPr>
              <w:t xml:space="preserve"> </w:t>
            </w:r>
            <w:r w:rsidRPr="008F60AE">
              <w:rPr>
                <w:rStyle w:val="libPoemChar"/>
                <w:rtl/>
              </w:rPr>
              <w:t>الحسراتِ</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أَرَى</w:t>
            </w:r>
            <w:r>
              <w:rPr>
                <w:rStyle w:val="libPoemChar"/>
                <w:rtl/>
              </w:rPr>
              <w:t xml:space="preserve"> </w:t>
            </w:r>
            <w:r w:rsidRPr="008F60AE">
              <w:rPr>
                <w:rStyle w:val="libPoemChar"/>
                <w:rtl/>
              </w:rPr>
              <w:t>فـيئهُمْ</w:t>
            </w:r>
            <w:r>
              <w:rPr>
                <w:rStyle w:val="libPoemChar"/>
                <w:rtl/>
              </w:rPr>
              <w:t xml:space="preserve"> </w:t>
            </w:r>
            <w:r w:rsidRPr="008F60AE">
              <w:rPr>
                <w:rStyle w:val="libPoemChar"/>
                <w:rtl/>
              </w:rPr>
              <w:t>في</w:t>
            </w:r>
            <w:r>
              <w:rPr>
                <w:rStyle w:val="libPoemChar"/>
                <w:rtl/>
              </w:rPr>
              <w:t xml:space="preserve"> </w:t>
            </w:r>
            <w:r w:rsidRPr="008F60AE">
              <w:rPr>
                <w:rStyle w:val="libPoemChar"/>
                <w:rtl/>
              </w:rPr>
              <w:t>غيرِهم</w:t>
            </w:r>
            <w:r>
              <w:rPr>
                <w:rStyle w:val="libPoemChar"/>
                <w:rtl/>
              </w:rPr>
              <w:t xml:space="preserve"> </w:t>
            </w:r>
            <w:r w:rsidRPr="008F60AE">
              <w:rPr>
                <w:rStyle w:val="libPoemChar"/>
                <w:rtl/>
              </w:rPr>
              <w:t>مُتقسّماً</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وأَيـديَهمْ</w:t>
            </w:r>
            <w:r>
              <w:rPr>
                <w:rStyle w:val="libPoemChar"/>
                <w:rtl/>
              </w:rPr>
              <w:t xml:space="preserve"> </w:t>
            </w:r>
            <w:r w:rsidRPr="008F60AE">
              <w:rPr>
                <w:rStyle w:val="libPoemChar"/>
                <w:rtl/>
              </w:rPr>
              <w:t>مـن</w:t>
            </w:r>
            <w:r>
              <w:rPr>
                <w:rStyle w:val="libPoemChar"/>
                <w:rtl/>
              </w:rPr>
              <w:t xml:space="preserve"> </w:t>
            </w:r>
            <w:r w:rsidRPr="008F60AE">
              <w:rPr>
                <w:rStyle w:val="libPoemChar"/>
                <w:rtl/>
              </w:rPr>
              <w:t>فيئهمْ</w:t>
            </w:r>
            <w:r>
              <w:rPr>
                <w:rStyle w:val="libPoemChar"/>
                <w:rtl/>
              </w:rPr>
              <w:t xml:space="preserve"> </w:t>
            </w:r>
            <w:r w:rsidRPr="008F60AE">
              <w:rPr>
                <w:rStyle w:val="libPoemChar"/>
                <w:rtl/>
              </w:rPr>
              <w:t>صفراتِ</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فآلُ</w:t>
            </w:r>
            <w:r>
              <w:rPr>
                <w:rStyle w:val="libPoemChar"/>
                <w:rtl/>
              </w:rPr>
              <w:t xml:space="preserve"> </w:t>
            </w:r>
            <w:r w:rsidRPr="008F60AE">
              <w:rPr>
                <w:rStyle w:val="libPoemChar"/>
                <w:rtl/>
              </w:rPr>
              <w:t>رسولِ</w:t>
            </w:r>
            <w:r>
              <w:rPr>
                <w:rStyle w:val="libPoemChar"/>
                <w:rtl/>
              </w:rPr>
              <w:t xml:space="preserve"> </w:t>
            </w:r>
            <w:r w:rsidRPr="008F60AE">
              <w:rPr>
                <w:rStyle w:val="libPoemChar"/>
                <w:rtl/>
              </w:rPr>
              <w:t>الله</w:t>
            </w:r>
            <w:r>
              <w:rPr>
                <w:rStyle w:val="libPoemChar"/>
                <w:rtl/>
              </w:rPr>
              <w:t xml:space="preserve"> </w:t>
            </w:r>
            <w:r w:rsidRPr="008F60AE">
              <w:rPr>
                <w:rStyle w:val="libPoemChar"/>
                <w:rtl/>
              </w:rPr>
              <w:t>نحفٌ</w:t>
            </w:r>
            <w:r>
              <w:rPr>
                <w:rStyle w:val="libPoemChar"/>
                <w:rtl/>
              </w:rPr>
              <w:t xml:space="preserve"> </w:t>
            </w:r>
            <w:r w:rsidRPr="008F60AE">
              <w:rPr>
                <w:rStyle w:val="libPoemChar"/>
                <w:rtl/>
              </w:rPr>
              <w:t>جسومُهمْ</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وآلُ</w:t>
            </w:r>
            <w:r>
              <w:rPr>
                <w:rStyle w:val="libPoemChar"/>
                <w:rtl/>
              </w:rPr>
              <w:t xml:space="preserve"> </w:t>
            </w:r>
            <w:r w:rsidRPr="008F60AE">
              <w:rPr>
                <w:rStyle w:val="libPoemChar"/>
                <w:rtl/>
              </w:rPr>
              <w:t>زيـادٍ</w:t>
            </w:r>
            <w:r>
              <w:rPr>
                <w:rStyle w:val="libPoemChar"/>
                <w:rtl/>
              </w:rPr>
              <w:t xml:space="preserve"> </w:t>
            </w:r>
            <w:r w:rsidRPr="008F60AE">
              <w:rPr>
                <w:rStyle w:val="libPoemChar"/>
                <w:rtl/>
              </w:rPr>
              <w:t>حفّلُ</w:t>
            </w:r>
            <w:r>
              <w:rPr>
                <w:rStyle w:val="libPoemChar"/>
                <w:rtl/>
              </w:rPr>
              <w:t xml:space="preserve"> </w:t>
            </w:r>
            <w:r w:rsidRPr="008F60AE">
              <w:rPr>
                <w:rStyle w:val="libPoemChar"/>
                <w:rtl/>
              </w:rPr>
              <w:t>القصراتِ</w:t>
            </w:r>
            <w:r w:rsidRPr="008F60AE">
              <w:rPr>
                <w:rStyle w:val="libFootnotenumChar"/>
                <w:rtl/>
              </w:rPr>
              <w:t>(1)</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بناتُ</w:t>
            </w:r>
            <w:r>
              <w:rPr>
                <w:rStyle w:val="libPoemChar"/>
                <w:rtl/>
              </w:rPr>
              <w:t xml:space="preserve"> </w:t>
            </w:r>
            <w:r w:rsidRPr="008F60AE">
              <w:rPr>
                <w:rStyle w:val="libPoemChar"/>
                <w:rtl/>
              </w:rPr>
              <w:t>زيادٍ</w:t>
            </w:r>
            <w:r>
              <w:rPr>
                <w:rStyle w:val="libPoemChar"/>
                <w:rtl/>
              </w:rPr>
              <w:t xml:space="preserve"> </w:t>
            </w:r>
            <w:r w:rsidRPr="008F60AE">
              <w:rPr>
                <w:rStyle w:val="libPoemChar"/>
                <w:rtl/>
              </w:rPr>
              <w:t>في</w:t>
            </w:r>
            <w:r>
              <w:rPr>
                <w:rStyle w:val="libPoemChar"/>
                <w:rtl/>
              </w:rPr>
              <w:t xml:space="preserve"> </w:t>
            </w:r>
            <w:r w:rsidRPr="008F60AE">
              <w:rPr>
                <w:rStyle w:val="libPoemChar"/>
                <w:rtl/>
              </w:rPr>
              <w:t>القصورِ</w:t>
            </w:r>
            <w:r>
              <w:rPr>
                <w:rStyle w:val="libPoemChar"/>
                <w:rtl/>
              </w:rPr>
              <w:t xml:space="preserve"> </w:t>
            </w:r>
            <w:r w:rsidRPr="008F60AE">
              <w:rPr>
                <w:rStyle w:val="libPoemChar"/>
                <w:rtl/>
              </w:rPr>
              <w:t>مصونةً</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وآلُ</w:t>
            </w:r>
            <w:r>
              <w:rPr>
                <w:rStyle w:val="libPoemChar"/>
                <w:rtl/>
              </w:rPr>
              <w:t xml:space="preserve"> </w:t>
            </w:r>
            <w:r w:rsidRPr="008F60AE">
              <w:rPr>
                <w:rStyle w:val="libPoemChar"/>
                <w:rtl/>
              </w:rPr>
              <w:t>رسـول</w:t>
            </w:r>
            <w:r>
              <w:rPr>
                <w:rStyle w:val="libPoemChar"/>
                <w:rtl/>
              </w:rPr>
              <w:t xml:space="preserve"> </w:t>
            </w:r>
            <w:r w:rsidRPr="008F60AE">
              <w:rPr>
                <w:rStyle w:val="libPoemChar"/>
                <w:rtl/>
              </w:rPr>
              <w:t>الله</w:t>
            </w:r>
            <w:r>
              <w:rPr>
                <w:rStyle w:val="libPoemChar"/>
                <w:rtl/>
              </w:rPr>
              <w:t xml:space="preserve"> </w:t>
            </w:r>
            <w:r w:rsidRPr="008F60AE">
              <w:rPr>
                <w:rStyle w:val="libPoemChar"/>
                <w:rtl/>
              </w:rPr>
              <w:t>في</w:t>
            </w:r>
            <w:r>
              <w:rPr>
                <w:rStyle w:val="libPoemChar"/>
                <w:rtl/>
              </w:rPr>
              <w:t xml:space="preserve"> </w:t>
            </w:r>
            <w:r w:rsidRPr="008F60AE">
              <w:rPr>
                <w:rStyle w:val="libPoemChar"/>
                <w:rtl/>
              </w:rPr>
              <w:t>الفلواتِ</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إذا</w:t>
            </w:r>
            <w:r>
              <w:rPr>
                <w:rStyle w:val="libPoemChar"/>
                <w:rtl/>
              </w:rPr>
              <w:t xml:space="preserve"> </w:t>
            </w:r>
            <w:r w:rsidRPr="008F60AE">
              <w:rPr>
                <w:rStyle w:val="libPoemChar"/>
                <w:rtl/>
              </w:rPr>
              <w:t>وتِروا</w:t>
            </w:r>
            <w:r>
              <w:rPr>
                <w:rStyle w:val="libPoemChar"/>
                <w:rtl/>
              </w:rPr>
              <w:t xml:space="preserve"> </w:t>
            </w:r>
            <w:r w:rsidRPr="008F60AE">
              <w:rPr>
                <w:rStyle w:val="libPoemChar"/>
                <w:rtl/>
              </w:rPr>
              <w:t>مَدّوا</w:t>
            </w:r>
            <w:r>
              <w:rPr>
                <w:rStyle w:val="libPoemChar"/>
                <w:rtl/>
              </w:rPr>
              <w:t xml:space="preserve"> </w:t>
            </w:r>
            <w:r w:rsidRPr="008F60AE">
              <w:rPr>
                <w:rStyle w:val="libPoemChar"/>
                <w:rtl/>
              </w:rPr>
              <w:t>إلى</w:t>
            </w:r>
            <w:r>
              <w:rPr>
                <w:rStyle w:val="libPoemChar"/>
                <w:rtl/>
              </w:rPr>
              <w:t xml:space="preserve"> </w:t>
            </w:r>
            <w:r w:rsidRPr="008F60AE">
              <w:rPr>
                <w:rStyle w:val="libPoemChar"/>
                <w:rtl/>
              </w:rPr>
              <w:t>أَهلِ</w:t>
            </w:r>
            <w:r>
              <w:rPr>
                <w:rStyle w:val="libPoemChar"/>
                <w:rtl/>
              </w:rPr>
              <w:t xml:space="preserve"> </w:t>
            </w:r>
            <w:r w:rsidRPr="008F60AE">
              <w:rPr>
                <w:rStyle w:val="libPoemChar"/>
                <w:rtl/>
              </w:rPr>
              <w:t>وترِهِمْ</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أكُـفّاً</w:t>
            </w:r>
            <w:r>
              <w:rPr>
                <w:rStyle w:val="libPoemChar"/>
                <w:rtl/>
              </w:rPr>
              <w:t xml:space="preserve"> </w:t>
            </w:r>
            <w:r w:rsidRPr="008F60AE">
              <w:rPr>
                <w:rStyle w:val="libPoemChar"/>
                <w:rtl/>
              </w:rPr>
              <w:t>عـن</w:t>
            </w:r>
            <w:r>
              <w:rPr>
                <w:rStyle w:val="libPoemChar"/>
                <w:rtl/>
              </w:rPr>
              <w:t xml:space="preserve"> </w:t>
            </w:r>
            <w:r w:rsidRPr="008F60AE">
              <w:rPr>
                <w:rStyle w:val="libPoemChar"/>
                <w:rtl/>
              </w:rPr>
              <w:t>الأوتارِ</w:t>
            </w:r>
            <w:r>
              <w:rPr>
                <w:rStyle w:val="libPoemChar"/>
                <w:rtl/>
              </w:rPr>
              <w:t xml:space="preserve"> </w:t>
            </w:r>
            <w:r w:rsidRPr="008F60AE">
              <w:rPr>
                <w:rStyle w:val="libPoemChar"/>
                <w:rtl/>
              </w:rPr>
              <w:t>مُنقبضاتِ</w:t>
            </w:r>
            <w:r w:rsidRPr="00725071">
              <w:rPr>
                <w:rStyle w:val="libPoemTiniChar0"/>
                <w:rtl/>
              </w:rPr>
              <w:br/>
              <w:t> </w:t>
            </w:r>
          </w:p>
        </w:tc>
      </w:tr>
    </w:tbl>
    <w:p w:rsidR="002B49A5" w:rsidRDefault="002B49A5" w:rsidP="008F60AE">
      <w:pPr>
        <w:pStyle w:val="libCenter"/>
      </w:pPr>
      <w:r>
        <w:rPr>
          <w:rtl/>
        </w:rPr>
        <w:t>* * *</w:t>
      </w:r>
    </w:p>
    <w:p w:rsidR="002B49A5" w:rsidRDefault="002B49A5" w:rsidP="002B49A5">
      <w:pPr>
        <w:pStyle w:val="libNormal"/>
      </w:pPr>
      <w:r>
        <w:rPr>
          <w:rtl/>
        </w:rPr>
        <w:t>ووهب عليّ بن موسى الرّضا للشاعر جائزة من دراهمه المضروبة باسمه وخلع عليه من ثيابه</w:t>
      </w:r>
      <w:r w:rsidR="00364168">
        <w:rPr>
          <w:rtl/>
        </w:rPr>
        <w:t>،</w:t>
      </w:r>
      <w:r>
        <w:rPr>
          <w:rtl/>
        </w:rPr>
        <w:t xml:space="preserve"> فبذل له أهل الشّام (قم) ثلاثين ألف درهم ليبيعهم الخلعة فضنّ بها</w:t>
      </w:r>
      <w:r w:rsidR="00364168">
        <w:rPr>
          <w:rtl/>
        </w:rPr>
        <w:t>،</w:t>
      </w:r>
      <w:r>
        <w:rPr>
          <w:rtl/>
        </w:rPr>
        <w:t xml:space="preserve"> ثمّ ترصدوا له في الطريق ليأخذوها منه عنوة تبرّكاً وذكرى</w:t>
      </w:r>
      <w:r w:rsidR="00364168">
        <w:rPr>
          <w:rtl/>
        </w:rPr>
        <w:t>،</w:t>
      </w:r>
      <w:r>
        <w:rPr>
          <w:rtl/>
        </w:rPr>
        <w:t xml:space="preserve"> فسمح بالمال ولم يسمح بالخلعة</w:t>
      </w:r>
      <w:r w:rsidR="008F60AE">
        <w:rPr>
          <w:rtl/>
        </w:rPr>
        <w:t xml:space="preserve"> ...</w:t>
      </w:r>
      <w:r>
        <w:rPr>
          <w:rtl/>
        </w:rPr>
        <w:t xml:space="preserve"> واسترضوه فلم يرض إلاّ أنْ يعطوه كُمّاً من أكمامها ليُدفن معه في كفنه</w:t>
      </w:r>
      <w:r w:rsidR="00364168">
        <w:rPr>
          <w:rtl/>
        </w:rPr>
        <w:t>،</w:t>
      </w:r>
      <w:r>
        <w:rPr>
          <w:rtl/>
        </w:rPr>
        <w:t xml:space="preserve"> وتقسّموا الخلعة بينهم</w:t>
      </w:r>
    </w:p>
    <w:p w:rsidR="002B49A5" w:rsidRDefault="00CA43D1" w:rsidP="00DB04A3">
      <w:pPr>
        <w:pStyle w:val="libLine"/>
      </w:pPr>
      <w:r>
        <w:rPr>
          <w:rtl/>
        </w:rPr>
        <w:t>____________________</w:t>
      </w:r>
    </w:p>
    <w:p w:rsidR="002B49A5" w:rsidRDefault="002B49A5" w:rsidP="002B49A5">
      <w:pPr>
        <w:pStyle w:val="libFootnote"/>
      </w:pPr>
      <w:r>
        <w:rPr>
          <w:rtl/>
        </w:rPr>
        <w:t>(1) القصرة</w:t>
      </w:r>
      <w:r w:rsidR="00364168">
        <w:rPr>
          <w:rtl/>
        </w:rPr>
        <w:t>:</w:t>
      </w:r>
      <w:r>
        <w:rPr>
          <w:rtl/>
        </w:rPr>
        <w:t xml:space="preserve"> الرقبة</w:t>
      </w:r>
      <w:r w:rsidR="00364168">
        <w:rPr>
          <w:rtl/>
        </w:rPr>
        <w:t>.</w:t>
      </w:r>
      <w:r>
        <w:rPr>
          <w:rtl/>
        </w:rPr>
        <w:t xml:space="preserve"> وحفل القصرات</w:t>
      </w:r>
      <w:r w:rsidR="00364168">
        <w:rPr>
          <w:rtl/>
        </w:rPr>
        <w:t>:</w:t>
      </w:r>
      <w:r>
        <w:rPr>
          <w:rtl/>
        </w:rPr>
        <w:t xml:space="preserve"> أي غلاظ الرّقاب من السّمن</w:t>
      </w:r>
      <w:r w:rsidR="00364168">
        <w:rPr>
          <w:rtl/>
        </w:rPr>
        <w:t>.</w:t>
      </w:r>
    </w:p>
    <w:p w:rsidR="002B49A5" w:rsidRDefault="002B49A5" w:rsidP="002B49A5">
      <w:pPr>
        <w:pStyle w:val="libNormal"/>
      </w:pPr>
      <w:r>
        <w:rPr>
          <w:rtl/>
        </w:rPr>
        <w:br w:type="page"/>
      </w:r>
    </w:p>
    <w:p w:rsidR="002B49A5" w:rsidRDefault="002B49A5" w:rsidP="00E15F1F">
      <w:pPr>
        <w:pStyle w:val="libNormal0"/>
      </w:pPr>
      <w:r>
        <w:rPr>
          <w:rtl/>
        </w:rPr>
        <w:lastRenderedPageBreak/>
        <w:t>فخورين بها غير مبالين ما بذلوه في ثمنها</w:t>
      </w:r>
      <w:r w:rsidR="00364168">
        <w:rPr>
          <w:rtl/>
        </w:rPr>
        <w:t>.</w:t>
      </w:r>
    </w:p>
    <w:p w:rsidR="002B49A5" w:rsidRDefault="002B49A5" w:rsidP="002B49A5">
      <w:pPr>
        <w:pStyle w:val="libNormal"/>
      </w:pPr>
      <w:r>
        <w:rPr>
          <w:rtl/>
        </w:rPr>
        <w:t>وانقضت فترة لم تطل</w:t>
      </w:r>
      <w:r w:rsidR="008F60AE">
        <w:rPr>
          <w:rtl/>
        </w:rPr>
        <w:t xml:space="preserve"> ...</w:t>
      </w:r>
      <w:r>
        <w:rPr>
          <w:rtl/>
        </w:rPr>
        <w:t xml:space="preserve"> وتسامعت العربيّة بشاعر آخر أفحل من دعبل وأقدر منه على التصرّف بالهجاء والمديح</w:t>
      </w:r>
      <w:r w:rsidR="00364168">
        <w:rPr>
          <w:rtl/>
        </w:rPr>
        <w:t>؛</w:t>
      </w:r>
      <w:r>
        <w:rPr>
          <w:rtl/>
        </w:rPr>
        <w:t xml:space="preserve"> ذلك هو أبو العبّاس عليّ بن الرومي الذي نسي ممدوحيه من آل طاهر وبني العبّاس ليذكر حقّ حفيده الحُسين يحيى بن عمر الشّهيد</w:t>
      </w:r>
      <w:r w:rsidR="00364168">
        <w:rPr>
          <w:rtl/>
        </w:rPr>
        <w:t>،</w:t>
      </w:r>
      <w:r>
        <w:rPr>
          <w:rtl/>
        </w:rPr>
        <w:t xml:space="preserve"> ولو كلّفه ذكره القتل والحرمان</w:t>
      </w:r>
      <w:r w:rsidR="00364168">
        <w:rPr>
          <w:rtl/>
        </w:rPr>
        <w:t>.</w:t>
      </w:r>
    </w:p>
    <w:p w:rsidR="002B49A5" w:rsidRDefault="002B49A5" w:rsidP="002B49A5">
      <w:pPr>
        <w:pStyle w:val="libNormal"/>
      </w:pPr>
      <w:r>
        <w:rPr>
          <w:rtl/>
        </w:rPr>
        <w:t>وفي بعض ما ساقه من النذر لأمراء زمانه مهلكة له قلّما يفلت منها قائل بحياته</w:t>
      </w:r>
      <w:r w:rsidR="00364168">
        <w:rPr>
          <w:rtl/>
        </w:rPr>
        <w:t>،</w:t>
      </w:r>
      <w:r>
        <w:rPr>
          <w:rtl/>
        </w:rPr>
        <w:t xml:space="preserve"> وذاك حيث يقول من قصيدته الجيمية</w:t>
      </w:r>
      <w:r w:rsidR="00364168">
        <w:rPr>
          <w:rtl/>
        </w:rPr>
        <w:t>:</w:t>
      </w:r>
    </w:p>
    <w:tbl>
      <w:tblPr>
        <w:tblStyle w:val="TableGrid"/>
        <w:bidiVisual/>
        <w:tblW w:w="4562" w:type="pct"/>
        <w:tblInd w:w="384" w:type="dxa"/>
        <w:tblLook w:val="04A0"/>
      </w:tblPr>
      <w:tblGrid>
        <w:gridCol w:w="3345"/>
        <w:gridCol w:w="269"/>
        <w:gridCol w:w="3308"/>
      </w:tblGrid>
      <w:tr w:rsidR="00897AE1" w:rsidTr="00897AE1">
        <w:trPr>
          <w:trHeight w:val="350"/>
        </w:trPr>
        <w:tc>
          <w:tcPr>
            <w:tcW w:w="3345" w:type="dxa"/>
          </w:tcPr>
          <w:p w:rsidR="00897AE1" w:rsidRDefault="00897AE1" w:rsidP="00897AE1">
            <w:pPr>
              <w:pStyle w:val="libPoem"/>
            </w:pPr>
            <w:r w:rsidRPr="008F60AE">
              <w:rPr>
                <w:rStyle w:val="libPoemChar"/>
                <w:rtl/>
              </w:rPr>
              <w:t>غـررتُمْ</w:t>
            </w:r>
            <w:r>
              <w:rPr>
                <w:rStyle w:val="libPoemChar"/>
                <w:rtl/>
              </w:rPr>
              <w:t xml:space="preserve"> </w:t>
            </w:r>
            <w:r w:rsidRPr="008F60AE">
              <w:rPr>
                <w:rStyle w:val="libPoemChar"/>
                <w:rtl/>
              </w:rPr>
              <w:t>لـئنْ</w:t>
            </w:r>
            <w:r>
              <w:rPr>
                <w:rStyle w:val="libPoemChar"/>
                <w:rtl/>
              </w:rPr>
              <w:t xml:space="preserve"> </w:t>
            </w:r>
            <w:r w:rsidRPr="008F60AE">
              <w:rPr>
                <w:rStyle w:val="libPoemChar"/>
                <w:rtl/>
              </w:rPr>
              <w:t>صـدّقتُمُ</w:t>
            </w:r>
            <w:r>
              <w:rPr>
                <w:rStyle w:val="libPoemChar"/>
                <w:rtl/>
              </w:rPr>
              <w:t xml:space="preserve"> </w:t>
            </w:r>
            <w:r w:rsidRPr="008F60AE">
              <w:rPr>
                <w:rStyle w:val="libPoemChar"/>
                <w:rtl/>
              </w:rPr>
              <w:t>أنّ</w:t>
            </w:r>
            <w:r>
              <w:rPr>
                <w:rStyle w:val="libPoemChar"/>
                <w:rtl/>
              </w:rPr>
              <w:t xml:space="preserve"> </w:t>
            </w:r>
            <w:r w:rsidRPr="008F60AE">
              <w:rPr>
                <w:rStyle w:val="libPoemChar"/>
                <w:rtl/>
              </w:rPr>
              <w:t>حالةً</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تـدومُ</w:t>
            </w:r>
            <w:r>
              <w:rPr>
                <w:rStyle w:val="libPoemChar"/>
                <w:rtl/>
              </w:rPr>
              <w:t xml:space="preserve"> </w:t>
            </w:r>
            <w:r w:rsidRPr="008F60AE">
              <w:rPr>
                <w:rStyle w:val="libPoemChar"/>
                <w:rtl/>
              </w:rPr>
              <w:t>لـكُمْ</w:t>
            </w:r>
            <w:r>
              <w:rPr>
                <w:rStyle w:val="libPoemChar"/>
                <w:rtl/>
              </w:rPr>
              <w:t xml:space="preserve"> </w:t>
            </w:r>
            <w:r w:rsidRPr="008F60AE">
              <w:rPr>
                <w:rStyle w:val="libPoemChar"/>
                <w:rtl/>
              </w:rPr>
              <w:t>والدهرُ</w:t>
            </w:r>
            <w:r>
              <w:rPr>
                <w:rStyle w:val="libPoemChar"/>
                <w:rtl/>
              </w:rPr>
              <w:t xml:space="preserve"> </w:t>
            </w:r>
            <w:r w:rsidRPr="008F60AE">
              <w:rPr>
                <w:rStyle w:val="libPoemChar"/>
                <w:rtl/>
              </w:rPr>
              <w:t>لونانِ</w:t>
            </w:r>
            <w:r>
              <w:rPr>
                <w:rStyle w:val="libPoemChar"/>
                <w:rtl/>
              </w:rPr>
              <w:t xml:space="preserve"> </w:t>
            </w:r>
            <w:r w:rsidRPr="008F60AE">
              <w:rPr>
                <w:rStyle w:val="libPoemChar"/>
                <w:rtl/>
              </w:rPr>
              <w:t>أخرجُ</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لـعلّ</w:t>
            </w:r>
            <w:r>
              <w:rPr>
                <w:rStyle w:val="libPoemChar"/>
                <w:rtl/>
              </w:rPr>
              <w:t xml:space="preserve"> </w:t>
            </w:r>
            <w:r w:rsidRPr="008F60AE">
              <w:rPr>
                <w:rStyle w:val="libPoemChar"/>
                <w:rtl/>
              </w:rPr>
              <w:t>لهُمْ</w:t>
            </w:r>
            <w:r>
              <w:rPr>
                <w:rStyle w:val="libPoemChar"/>
                <w:rtl/>
              </w:rPr>
              <w:t xml:space="preserve"> </w:t>
            </w:r>
            <w:r w:rsidRPr="008F60AE">
              <w:rPr>
                <w:rStyle w:val="libPoemChar"/>
                <w:rtl/>
              </w:rPr>
              <w:t>في</w:t>
            </w:r>
            <w:r>
              <w:rPr>
                <w:rStyle w:val="libPoemChar"/>
                <w:rtl/>
              </w:rPr>
              <w:t xml:space="preserve"> </w:t>
            </w:r>
            <w:r w:rsidRPr="008F60AE">
              <w:rPr>
                <w:rStyle w:val="libPoemChar"/>
                <w:rtl/>
              </w:rPr>
              <w:t>مُنطوى</w:t>
            </w:r>
            <w:r>
              <w:rPr>
                <w:rStyle w:val="libPoemChar"/>
                <w:rtl/>
              </w:rPr>
              <w:t xml:space="preserve"> </w:t>
            </w:r>
            <w:r w:rsidRPr="008F60AE">
              <w:rPr>
                <w:rStyle w:val="libPoemChar"/>
                <w:rtl/>
              </w:rPr>
              <w:t>الغيبِ</w:t>
            </w:r>
            <w:r>
              <w:rPr>
                <w:rStyle w:val="libPoemChar"/>
                <w:rtl/>
              </w:rPr>
              <w:t xml:space="preserve"> </w:t>
            </w:r>
            <w:r w:rsidRPr="008F60AE">
              <w:rPr>
                <w:rStyle w:val="libPoemChar"/>
                <w:rtl/>
              </w:rPr>
              <w:t>ثائراً</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سيسمو</w:t>
            </w:r>
            <w:r>
              <w:rPr>
                <w:rStyle w:val="libPoemChar"/>
                <w:rtl/>
              </w:rPr>
              <w:t xml:space="preserve"> </w:t>
            </w:r>
            <w:r w:rsidRPr="008F60AE">
              <w:rPr>
                <w:rStyle w:val="libPoemChar"/>
                <w:rtl/>
              </w:rPr>
              <w:t>لكمْ</w:t>
            </w:r>
            <w:r>
              <w:rPr>
                <w:rStyle w:val="libPoemChar"/>
                <w:rtl/>
              </w:rPr>
              <w:t xml:space="preserve"> </w:t>
            </w:r>
            <w:r w:rsidRPr="008F60AE">
              <w:rPr>
                <w:rStyle w:val="libPoemChar"/>
                <w:rtl/>
              </w:rPr>
              <w:t>والصبحُ</w:t>
            </w:r>
            <w:r>
              <w:rPr>
                <w:rStyle w:val="libPoemChar"/>
                <w:rtl/>
              </w:rPr>
              <w:t xml:space="preserve"> </w:t>
            </w:r>
            <w:r w:rsidRPr="008F60AE">
              <w:rPr>
                <w:rStyle w:val="libPoemChar"/>
                <w:rtl/>
              </w:rPr>
              <w:t>في</w:t>
            </w:r>
            <w:r>
              <w:rPr>
                <w:rStyle w:val="libPoemChar"/>
                <w:rtl/>
              </w:rPr>
              <w:t xml:space="preserve"> </w:t>
            </w:r>
            <w:r w:rsidRPr="008F60AE">
              <w:rPr>
                <w:rStyle w:val="libPoemChar"/>
                <w:rtl/>
              </w:rPr>
              <w:t>الليل</w:t>
            </w:r>
            <w:r>
              <w:rPr>
                <w:rStyle w:val="libPoemChar"/>
                <w:rtl/>
              </w:rPr>
              <w:t xml:space="preserve"> </w:t>
            </w:r>
            <w:r w:rsidRPr="008F60AE">
              <w:rPr>
                <w:rStyle w:val="libPoemChar"/>
                <w:rtl/>
              </w:rPr>
              <w:t>مُولجُ</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بـمجرٍ</w:t>
            </w:r>
            <w:r>
              <w:rPr>
                <w:rStyle w:val="libPoemChar"/>
                <w:rtl/>
              </w:rPr>
              <w:t xml:space="preserve"> </w:t>
            </w:r>
            <w:r w:rsidRPr="008F60AE">
              <w:rPr>
                <w:rStyle w:val="libPoemChar"/>
                <w:rtl/>
              </w:rPr>
              <w:t>تضيق</w:t>
            </w:r>
            <w:r>
              <w:rPr>
                <w:rStyle w:val="libPoemChar"/>
                <w:rtl/>
              </w:rPr>
              <w:t xml:space="preserve"> </w:t>
            </w:r>
            <w:r w:rsidRPr="008F60AE">
              <w:rPr>
                <w:rStyle w:val="libPoemChar"/>
                <w:rtl/>
              </w:rPr>
              <w:t>الأرضُ</w:t>
            </w:r>
            <w:r>
              <w:rPr>
                <w:rStyle w:val="libPoemChar"/>
                <w:rtl/>
              </w:rPr>
              <w:t xml:space="preserve"> </w:t>
            </w:r>
            <w:r w:rsidRPr="008F60AE">
              <w:rPr>
                <w:rStyle w:val="libPoemChar"/>
                <w:rtl/>
              </w:rPr>
              <w:t>من</w:t>
            </w:r>
            <w:r>
              <w:rPr>
                <w:rStyle w:val="libPoemChar"/>
                <w:rtl/>
              </w:rPr>
              <w:t xml:space="preserve"> </w:t>
            </w:r>
            <w:r w:rsidRPr="008F60AE">
              <w:rPr>
                <w:rStyle w:val="libPoemChar"/>
                <w:rtl/>
              </w:rPr>
              <w:t>زفراتِهِ</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له</w:t>
            </w:r>
            <w:r>
              <w:rPr>
                <w:rStyle w:val="libPoemChar"/>
                <w:rtl/>
              </w:rPr>
              <w:t xml:space="preserve"> </w:t>
            </w:r>
            <w:r w:rsidRPr="008F60AE">
              <w:rPr>
                <w:rStyle w:val="libPoemChar"/>
                <w:rtl/>
              </w:rPr>
              <w:t>زجلٌ</w:t>
            </w:r>
            <w:r>
              <w:rPr>
                <w:rStyle w:val="libPoemChar"/>
                <w:rtl/>
              </w:rPr>
              <w:t xml:space="preserve"> </w:t>
            </w:r>
            <w:r w:rsidRPr="008F60AE">
              <w:rPr>
                <w:rStyle w:val="libPoemChar"/>
                <w:rtl/>
              </w:rPr>
              <w:t>ينفي</w:t>
            </w:r>
            <w:r>
              <w:rPr>
                <w:rStyle w:val="libPoemChar"/>
                <w:rtl/>
              </w:rPr>
              <w:t xml:space="preserve"> </w:t>
            </w:r>
            <w:r w:rsidRPr="008F60AE">
              <w:rPr>
                <w:rStyle w:val="libPoemChar"/>
                <w:rtl/>
              </w:rPr>
              <w:t>الوحوشَ</w:t>
            </w:r>
            <w:r>
              <w:rPr>
                <w:rStyle w:val="libPoemChar"/>
                <w:rtl/>
              </w:rPr>
              <w:t xml:space="preserve"> </w:t>
            </w:r>
            <w:r w:rsidRPr="008F60AE">
              <w:rPr>
                <w:rStyle w:val="libPoemChar"/>
                <w:rtl/>
              </w:rPr>
              <w:t>وهزمجُ</w:t>
            </w:r>
            <w:r w:rsidRPr="008F60AE">
              <w:rPr>
                <w:rStyle w:val="libFootnotenumChar"/>
                <w:rtl/>
              </w:rPr>
              <w:t>(1)</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يـودّ</w:t>
            </w:r>
            <w:r>
              <w:rPr>
                <w:rStyle w:val="libPoemChar"/>
                <w:rtl/>
              </w:rPr>
              <w:t xml:space="preserve"> </w:t>
            </w:r>
            <w:r w:rsidRPr="008F60AE">
              <w:rPr>
                <w:rStyle w:val="libPoemChar"/>
                <w:rtl/>
              </w:rPr>
              <w:t>الـذي</w:t>
            </w:r>
            <w:r>
              <w:rPr>
                <w:rStyle w:val="libPoemChar"/>
                <w:rtl/>
              </w:rPr>
              <w:t xml:space="preserve"> </w:t>
            </w:r>
            <w:r w:rsidRPr="008F60AE">
              <w:rPr>
                <w:rStyle w:val="libPoemChar"/>
                <w:rtl/>
              </w:rPr>
              <w:t>لاقـوه</w:t>
            </w:r>
            <w:r>
              <w:rPr>
                <w:rStyle w:val="libPoemChar"/>
                <w:rtl/>
              </w:rPr>
              <w:t xml:space="preserve"> </w:t>
            </w:r>
            <w:r w:rsidRPr="008F60AE">
              <w:rPr>
                <w:rStyle w:val="libPoemChar"/>
                <w:rtl/>
              </w:rPr>
              <w:t>أَنّ</w:t>
            </w:r>
            <w:r>
              <w:rPr>
                <w:rStyle w:val="libPoemChar"/>
                <w:rtl/>
              </w:rPr>
              <w:t xml:space="preserve"> </w:t>
            </w:r>
            <w:r w:rsidRPr="008F60AE">
              <w:rPr>
                <w:rStyle w:val="libPoemChar"/>
                <w:rtl/>
              </w:rPr>
              <w:t>سـلاحَهُ</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هـنالك</w:t>
            </w:r>
            <w:r>
              <w:rPr>
                <w:rStyle w:val="libPoemChar"/>
                <w:rtl/>
              </w:rPr>
              <w:t xml:space="preserve"> </w:t>
            </w:r>
            <w:r w:rsidRPr="008F60AE">
              <w:rPr>
                <w:rStyle w:val="libPoemChar"/>
                <w:rtl/>
              </w:rPr>
              <w:t>خـلخالٌ</w:t>
            </w:r>
            <w:r>
              <w:rPr>
                <w:rStyle w:val="libPoemChar"/>
                <w:rtl/>
              </w:rPr>
              <w:t xml:space="preserve"> </w:t>
            </w:r>
            <w:r w:rsidRPr="008F60AE">
              <w:rPr>
                <w:rStyle w:val="libPoemChar"/>
                <w:rtl/>
              </w:rPr>
              <w:t>عـليهِ</w:t>
            </w:r>
            <w:r>
              <w:rPr>
                <w:rStyle w:val="libPoemChar"/>
                <w:rtl/>
              </w:rPr>
              <w:t xml:space="preserve"> </w:t>
            </w:r>
            <w:r w:rsidRPr="008F60AE">
              <w:rPr>
                <w:rStyle w:val="libPoemChar"/>
                <w:rtl/>
              </w:rPr>
              <w:t>ودمـلجُ</w:t>
            </w:r>
            <w:r w:rsidRPr="00725071">
              <w:rPr>
                <w:rStyle w:val="libPoemTiniChar0"/>
                <w:rtl/>
              </w:rPr>
              <w:br/>
              <w:t> </w:t>
            </w:r>
          </w:p>
        </w:tc>
      </w:tr>
    </w:tbl>
    <w:p w:rsidR="002B49A5" w:rsidRDefault="00E15F1F" w:rsidP="00DB04A3">
      <w:pPr>
        <w:pStyle w:val="libLine"/>
      </w:pPr>
      <w:r>
        <w:rPr>
          <w:rFonts w:hint="cs"/>
          <w:rtl/>
        </w:rPr>
        <w:t>____________________</w:t>
      </w:r>
    </w:p>
    <w:p w:rsidR="002B49A5" w:rsidRDefault="002B49A5" w:rsidP="00E15F1F">
      <w:pPr>
        <w:pStyle w:val="libFootnote"/>
      </w:pPr>
      <w:r>
        <w:rPr>
          <w:rtl/>
        </w:rPr>
        <w:t>(1) الهزمجة</w:t>
      </w:r>
      <w:r w:rsidR="00364168">
        <w:rPr>
          <w:rtl/>
        </w:rPr>
        <w:t>:</w:t>
      </w:r>
      <w:r>
        <w:rPr>
          <w:rtl/>
        </w:rPr>
        <w:t xml:space="preserve"> اختلاط الصوت</w:t>
      </w:r>
      <w:r w:rsidR="00364168">
        <w:rPr>
          <w:rtl/>
        </w:rPr>
        <w:t>.</w:t>
      </w:r>
      <w:r>
        <w:rPr>
          <w:rtl/>
        </w:rPr>
        <w:t xml:space="preserve"> والمجر</w:t>
      </w:r>
      <w:r w:rsidR="00364168">
        <w:rPr>
          <w:rtl/>
        </w:rPr>
        <w:t>:</w:t>
      </w:r>
      <w:r>
        <w:rPr>
          <w:rtl/>
        </w:rPr>
        <w:t xml:space="preserve"> الجيش الكبير</w:t>
      </w:r>
      <w:r w:rsidR="00364168">
        <w:rPr>
          <w:rtl/>
        </w:rPr>
        <w:t>.</w:t>
      </w:r>
    </w:p>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897AE1" w:rsidTr="00897AE1">
        <w:trPr>
          <w:trHeight w:val="350"/>
        </w:trPr>
        <w:tc>
          <w:tcPr>
            <w:tcW w:w="3345" w:type="dxa"/>
          </w:tcPr>
          <w:p w:rsidR="00897AE1" w:rsidRDefault="00897AE1" w:rsidP="00897AE1">
            <w:pPr>
              <w:pStyle w:val="libPoem"/>
            </w:pPr>
            <w:r w:rsidRPr="008F60AE">
              <w:rPr>
                <w:rStyle w:val="libPoemChar"/>
                <w:rtl/>
              </w:rPr>
              <w:lastRenderedPageBreak/>
              <w:t>فـيدركُ</w:t>
            </w:r>
            <w:r>
              <w:rPr>
                <w:rStyle w:val="libPoemChar"/>
                <w:rtl/>
              </w:rPr>
              <w:t xml:space="preserve"> </w:t>
            </w:r>
            <w:r w:rsidRPr="008F60AE">
              <w:rPr>
                <w:rStyle w:val="libPoemChar"/>
                <w:rtl/>
              </w:rPr>
              <w:t>ثـأرَ</w:t>
            </w:r>
            <w:r>
              <w:rPr>
                <w:rStyle w:val="libPoemChar"/>
                <w:rtl/>
              </w:rPr>
              <w:t xml:space="preserve"> </w:t>
            </w:r>
            <w:r w:rsidRPr="008F60AE">
              <w:rPr>
                <w:rStyle w:val="libPoemChar"/>
                <w:rtl/>
              </w:rPr>
              <w:t>الله</w:t>
            </w:r>
            <w:r>
              <w:rPr>
                <w:rStyle w:val="libPoemChar"/>
                <w:rtl/>
              </w:rPr>
              <w:t xml:space="preserve"> </w:t>
            </w:r>
            <w:r w:rsidRPr="008F60AE">
              <w:rPr>
                <w:rStyle w:val="libPoemChar"/>
                <w:rtl/>
              </w:rPr>
              <w:t>أنصارُ</w:t>
            </w:r>
            <w:r>
              <w:rPr>
                <w:rStyle w:val="libPoemChar"/>
                <w:rtl/>
              </w:rPr>
              <w:t xml:space="preserve"> </w:t>
            </w:r>
            <w:r w:rsidRPr="008F60AE">
              <w:rPr>
                <w:rStyle w:val="libPoemChar"/>
                <w:rtl/>
              </w:rPr>
              <w:t>دينِهِ</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ولـلهِ</w:t>
            </w:r>
            <w:r>
              <w:rPr>
                <w:rStyle w:val="libPoemChar"/>
                <w:rtl/>
              </w:rPr>
              <w:t xml:space="preserve"> </w:t>
            </w:r>
            <w:r w:rsidRPr="008F60AE">
              <w:rPr>
                <w:rStyle w:val="libPoemChar"/>
                <w:rtl/>
              </w:rPr>
              <w:t>أوسٌ</w:t>
            </w:r>
            <w:r>
              <w:rPr>
                <w:rStyle w:val="libPoemChar"/>
                <w:rtl/>
              </w:rPr>
              <w:t xml:space="preserve"> </w:t>
            </w:r>
            <w:r w:rsidRPr="008F60AE">
              <w:rPr>
                <w:rStyle w:val="libPoemChar"/>
                <w:rtl/>
              </w:rPr>
              <w:t>آخـرون</w:t>
            </w:r>
            <w:r>
              <w:rPr>
                <w:rStyle w:val="libPoemChar"/>
                <w:rtl/>
              </w:rPr>
              <w:t xml:space="preserve"> </w:t>
            </w:r>
            <w:r w:rsidRPr="008F60AE">
              <w:rPr>
                <w:rStyle w:val="libPoemChar"/>
                <w:rtl/>
              </w:rPr>
              <w:t>وخزرجُ</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ويقضي</w:t>
            </w:r>
            <w:r>
              <w:rPr>
                <w:rStyle w:val="libPoemChar"/>
                <w:rtl/>
              </w:rPr>
              <w:t xml:space="preserve"> </w:t>
            </w:r>
            <w:r w:rsidRPr="008F60AE">
              <w:rPr>
                <w:rStyle w:val="libPoemChar"/>
                <w:rtl/>
              </w:rPr>
              <w:t>إمامُ</w:t>
            </w:r>
            <w:r>
              <w:rPr>
                <w:rStyle w:val="libPoemChar"/>
                <w:rtl/>
              </w:rPr>
              <w:t xml:space="preserve"> </w:t>
            </w:r>
            <w:r w:rsidRPr="008F60AE">
              <w:rPr>
                <w:rStyle w:val="libPoemChar"/>
                <w:rtl/>
              </w:rPr>
              <w:t>الحقِّ</w:t>
            </w:r>
            <w:r>
              <w:rPr>
                <w:rStyle w:val="libPoemChar"/>
                <w:rtl/>
              </w:rPr>
              <w:t xml:space="preserve"> </w:t>
            </w:r>
            <w:r w:rsidRPr="008F60AE">
              <w:rPr>
                <w:rStyle w:val="libPoemChar"/>
                <w:rtl/>
              </w:rPr>
              <w:t>فيكُمْ</w:t>
            </w:r>
            <w:r>
              <w:rPr>
                <w:rStyle w:val="libPoemChar"/>
                <w:rtl/>
              </w:rPr>
              <w:t xml:space="preserve"> </w:t>
            </w:r>
            <w:r w:rsidRPr="008F60AE">
              <w:rPr>
                <w:rStyle w:val="libPoemChar"/>
                <w:rtl/>
              </w:rPr>
              <w:t>قضاءَهُ</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مـبيناً</w:t>
            </w:r>
            <w:r>
              <w:rPr>
                <w:rStyle w:val="libPoemChar"/>
                <w:rtl/>
              </w:rPr>
              <w:t xml:space="preserve"> </w:t>
            </w:r>
            <w:r w:rsidRPr="008F60AE">
              <w:rPr>
                <w:rStyle w:val="libPoemChar"/>
                <w:rtl/>
              </w:rPr>
              <w:t>وما</w:t>
            </w:r>
            <w:r>
              <w:rPr>
                <w:rStyle w:val="libPoemChar"/>
                <w:rtl/>
              </w:rPr>
              <w:t xml:space="preserve"> </w:t>
            </w:r>
            <w:r w:rsidRPr="008F60AE">
              <w:rPr>
                <w:rStyle w:val="libPoemChar"/>
                <w:rtl/>
              </w:rPr>
              <w:t>كلُّ</w:t>
            </w:r>
            <w:r>
              <w:rPr>
                <w:rStyle w:val="libPoemChar"/>
                <w:rtl/>
              </w:rPr>
              <w:t xml:space="preserve"> </w:t>
            </w:r>
            <w:r w:rsidRPr="008F60AE">
              <w:rPr>
                <w:rStyle w:val="libPoemChar"/>
                <w:rtl/>
              </w:rPr>
              <w:t>الحواملِ</w:t>
            </w:r>
            <w:r>
              <w:rPr>
                <w:rStyle w:val="libPoemChar"/>
                <w:rtl/>
              </w:rPr>
              <w:t xml:space="preserve"> </w:t>
            </w:r>
            <w:r w:rsidRPr="008F60AE">
              <w:rPr>
                <w:rStyle w:val="libPoemChar"/>
                <w:rtl/>
              </w:rPr>
              <w:t>تُخدجُ</w:t>
            </w:r>
            <w:r w:rsidRPr="00725071">
              <w:rPr>
                <w:rStyle w:val="libPoemTiniChar0"/>
                <w:rtl/>
              </w:rPr>
              <w:br/>
              <w:t> </w:t>
            </w:r>
          </w:p>
        </w:tc>
      </w:tr>
    </w:tbl>
    <w:p w:rsidR="002B49A5" w:rsidRDefault="002B49A5" w:rsidP="002B49A5">
      <w:pPr>
        <w:pStyle w:val="libNormal"/>
      </w:pPr>
      <w:r>
        <w:rPr>
          <w:rtl/>
        </w:rPr>
        <w:t>وكل اُولئك شاعر ينسى التقوى في مواطن شتّى من عمله وقوله ولا ينساها في حقّ الشُهداء من آل الحُسين وصحبه</w:t>
      </w:r>
      <w:r w:rsidR="00364168">
        <w:rPr>
          <w:rtl/>
        </w:rPr>
        <w:t>؛</w:t>
      </w:r>
      <w:r>
        <w:rPr>
          <w:rtl/>
        </w:rPr>
        <w:t xml:space="preserve"> لأنّه يحسّ الجمال إحساس الشُعراء ويهتزّ للصورة ا</w:t>
      </w:r>
      <w:r w:rsidR="009A226F">
        <w:rPr>
          <w:rtl/>
        </w:rPr>
        <w:t>لم</w:t>
      </w:r>
      <w:r>
        <w:rPr>
          <w:rtl/>
        </w:rPr>
        <w:t>ثلى اهتزاز الأريحية التي يحلم بها رواد الخيال</w:t>
      </w:r>
      <w:r w:rsidR="00364168">
        <w:rPr>
          <w:rtl/>
        </w:rPr>
        <w:t>،</w:t>
      </w:r>
      <w:r>
        <w:rPr>
          <w:rtl/>
        </w:rPr>
        <w:t xml:space="preserve"> فهُم هُنا بمربأة من قيود العيش ووساوس الحاجة وأعباء النوازع الأرضيّة</w:t>
      </w:r>
      <w:r w:rsidR="00364168">
        <w:rPr>
          <w:rtl/>
        </w:rPr>
        <w:t>،</w:t>
      </w:r>
      <w:r>
        <w:rPr>
          <w:rtl/>
        </w:rPr>
        <w:t xml:space="preserve"> يستوحون سليقة القول فيما ينبغي أن يُقال</w:t>
      </w:r>
      <w:r w:rsidR="00364168">
        <w:rPr>
          <w:rtl/>
        </w:rPr>
        <w:t>،</w:t>
      </w:r>
      <w:r>
        <w:rPr>
          <w:rtl/>
        </w:rPr>
        <w:t xml:space="preserve"> فيجري على لسانهم كأنّهم مسوقون إليه</w:t>
      </w:r>
      <w:r w:rsidR="00364168">
        <w:rPr>
          <w:rtl/>
        </w:rPr>
        <w:t>.</w:t>
      </w:r>
      <w:r>
        <w:rPr>
          <w:rtl/>
        </w:rPr>
        <w:t xml:space="preserve"> </w:t>
      </w:r>
    </w:p>
    <w:p w:rsidR="002B49A5" w:rsidRDefault="002B49A5" w:rsidP="002B49A5">
      <w:pPr>
        <w:pStyle w:val="libNormal"/>
      </w:pPr>
      <w:r>
        <w:rPr>
          <w:rtl/>
        </w:rPr>
        <w:t>بل كلّ اُولئك شاعر لا يسخو بالمدح وهو موصول بالعطاء الجزيل</w:t>
      </w:r>
      <w:r w:rsidR="00364168">
        <w:rPr>
          <w:rtl/>
        </w:rPr>
        <w:t>،</w:t>
      </w:r>
      <w:r>
        <w:rPr>
          <w:rtl/>
        </w:rPr>
        <w:t xml:space="preserve"> ثمّ هو يسخو به للشُهداء وآلهم على غير أمل في نوال</w:t>
      </w:r>
      <w:r w:rsidR="00364168">
        <w:rPr>
          <w:rtl/>
        </w:rPr>
        <w:t>،</w:t>
      </w:r>
      <w:r>
        <w:rPr>
          <w:rtl/>
        </w:rPr>
        <w:t xml:space="preserve"> وعلى خوف شديد من الحرمان والوبال</w:t>
      </w:r>
      <w:r w:rsidR="008F60AE">
        <w:rPr>
          <w:rtl/>
        </w:rPr>
        <w:t xml:space="preserve"> ...</w:t>
      </w:r>
      <w:r>
        <w:rPr>
          <w:rtl/>
        </w:rPr>
        <w:t xml:space="preserve"> </w:t>
      </w:r>
    </w:p>
    <w:p w:rsidR="002B49A5" w:rsidRDefault="002B49A5" w:rsidP="008F60AE">
      <w:pPr>
        <w:pStyle w:val="libCenter"/>
      </w:pPr>
      <w:r>
        <w:rPr>
          <w:rtl/>
        </w:rPr>
        <w:t>* * *</w:t>
      </w:r>
    </w:p>
    <w:p w:rsidR="002B49A5" w:rsidRDefault="002B49A5" w:rsidP="002B49A5">
      <w:pPr>
        <w:pStyle w:val="libNormal"/>
      </w:pPr>
      <w:r>
        <w:rPr>
          <w:rtl/>
        </w:rPr>
        <w:t>وشاعر آخر لم يكن يهجو من النّاس هذا أو ذاك</w:t>
      </w:r>
      <w:r w:rsidR="00364168">
        <w:rPr>
          <w:rtl/>
        </w:rPr>
        <w:t>،</w:t>
      </w:r>
      <w:r>
        <w:rPr>
          <w:rtl/>
        </w:rPr>
        <w:t xml:space="preserve"> ولكنّه كان سيّئ الظنّ بالنّاس أجمعين</w:t>
      </w:r>
      <w:r w:rsidR="008F60AE">
        <w:rPr>
          <w:rtl/>
        </w:rPr>
        <w:t xml:space="preserve"> ...</w:t>
      </w:r>
      <w:r>
        <w:rPr>
          <w:rtl/>
        </w:rPr>
        <w:t xml:space="preserve"> وكان يقول ما بدا له في الدُنيا والدين</w:t>
      </w:r>
      <w:r w:rsidR="00364168">
        <w:rPr>
          <w:rtl/>
        </w:rPr>
        <w:t>،</w:t>
      </w:r>
      <w:r>
        <w:rPr>
          <w:rtl/>
        </w:rPr>
        <w:t xml:space="preserve"> ولكنّه يُجامل مع المجاملين فلا يقصر عن شأوهم في السّابقين أو اللاحقين</w:t>
      </w:r>
      <w:r w:rsidR="00364168">
        <w:rPr>
          <w:rtl/>
        </w:rPr>
        <w:t>.</w:t>
      </w:r>
    </w:p>
    <w:p w:rsidR="002B49A5" w:rsidRDefault="002B49A5" w:rsidP="002B49A5">
      <w:pPr>
        <w:pStyle w:val="libNormal"/>
      </w:pPr>
      <w:r>
        <w:rPr>
          <w:rtl/>
        </w:rPr>
        <w:t>ذلك هو أبو العلاء المعرّي حيث قال في الفجر والشّفق</w:t>
      </w:r>
      <w:r w:rsidR="00364168">
        <w:rPr>
          <w:rtl/>
        </w:rPr>
        <w:t>:</w:t>
      </w:r>
    </w:p>
    <w:p w:rsidR="002B49A5" w:rsidRDefault="002B49A5" w:rsidP="002B49A5">
      <w:pPr>
        <w:pStyle w:val="libNormal"/>
      </w:pPr>
      <w:r>
        <w:rPr>
          <w:rtl/>
        </w:rPr>
        <w:br w:type="page"/>
      </w:r>
    </w:p>
    <w:tbl>
      <w:tblPr>
        <w:tblStyle w:val="TableGrid"/>
        <w:bidiVisual/>
        <w:tblW w:w="4562" w:type="pct"/>
        <w:tblInd w:w="384" w:type="dxa"/>
        <w:tblLook w:val="04A0"/>
      </w:tblPr>
      <w:tblGrid>
        <w:gridCol w:w="3345"/>
        <w:gridCol w:w="269"/>
        <w:gridCol w:w="3308"/>
      </w:tblGrid>
      <w:tr w:rsidR="00897AE1" w:rsidTr="00897AE1">
        <w:trPr>
          <w:trHeight w:val="350"/>
        </w:trPr>
        <w:tc>
          <w:tcPr>
            <w:tcW w:w="3345" w:type="dxa"/>
          </w:tcPr>
          <w:p w:rsidR="00897AE1" w:rsidRDefault="00897AE1" w:rsidP="00897AE1">
            <w:pPr>
              <w:pStyle w:val="libPoem"/>
            </w:pPr>
            <w:r w:rsidRPr="008F60AE">
              <w:rPr>
                <w:rStyle w:val="libPoemChar"/>
                <w:rtl/>
              </w:rPr>
              <w:lastRenderedPageBreak/>
              <w:t>وعلى</w:t>
            </w:r>
            <w:r>
              <w:rPr>
                <w:rStyle w:val="libPoemChar"/>
                <w:rtl/>
              </w:rPr>
              <w:t xml:space="preserve"> </w:t>
            </w:r>
            <w:r w:rsidRPr="008F60AE">
              <w:rPr>
                <w:rStyle w:val="libPoemChar"/>
                <w:rtl/>
              </w:rPr>
              <w:t>الدّهرِ</w:t>
            </w:r>
            <w:r>
              <w:rPr>
                <w:rStyle w:val="libPoemChar"/>
                <w:rtl/>
              </w:rPr>
              <w:t xml:space="preserve"> </w:t>
            </w:r>
            <w:r w:rsidRPr="008F60AE">
              <w:rPr>
                <w:rStyle w:val="libPoemChar"/>
                <w:rtl/>
              </w:rPr>
              <w:t>من</w:t>
            </w:r>
            <w:r>
              <w:rPr>
                <w:rStyle w:val="libPoemChar"/>
                <w:rtl/>
              </w:rPr>
              <w:t xml:space="preserve"> </w:t>
            </w:r>
            <w:r w:rsidRPr="008F60AE">
              <w:rPr>
                <w:rStyle w:val="libPoemChar"/>
                <w:rtl/>
              </w:rPr>
              <w:t>دماءِ</w:t>
            </w:r>
            <w:r>
              <w:rPr>
                <w:rStyle w:val="libPoemChar"/>
                <w:rtl/>
              </w:rPr>
              <w:t xml:space="preserve"> </w:t>
            </w:r>
            <w:r w:rsidRPr="008F60AE">
              <w:rPr>
                <w:rStyle w:val="libPoemChar"/>
                <w:rtl/>
              </w:rPr>
              <w:t>الشّهيدِ</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يـنِ</w:t>
            </w:r>
            <w:r>
              <w:rPr>
                <w:rStyle w:val="libPoemChar"/>
                <w:rtl/>
              </w:rPr>
              <w:t xml:space="preserve"> </w:t>
            </w:r>
            <w:r w:rsidRPr="008F60AE">
              <w:rPr>
                <w:rStyle w:val="libPoemChar"/>
                <w:rtl/>
              </w:rPr>
              <w:t>عـليٍّ</w:t>
            </w:r>
            <w:r>
              <w:rPr>
                <w:rStyle w:val="libPoemChar"/>
                <w:rtl/>
              </w:rPr>
              <w:t xml:space="preserve"> </w:t>
            </w:r>
            <w:r w:rsidRPr="008F60AE">
              <w:rPr>
                <w:rStyle w:val="libPoemChar"/>
                <w:rtl/>
              </w:rPr>
              <w:t>ونـجلهِ</w:t>
            </w:r>
            <w:r>
              <w:rPr>
                <w:rStyle w:val="libPoemChar"/>
                <w:rtl/>
              </w:rPr>
              <w:t xml:space="preserve"> </w:t>
            </w:r>
            <w:r w:rsidRPr="008F60AE">
              <w:rPr>
                <w:rStyle w:val="libPoemChar"/>
                <w:rtl/>
              </w:rPr>
              <w:t>شاهدانِ</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فـهُما</w:t>
            </w:r>
            <w:r>
              <w:rPr>
                <w:rStyle w:val="libPoemChar"/>
                <w:rtl/>
              </w:rPr>
              <w:t xml:space="preserve"> </w:t>
            </w:r>
            <w:r w:rsidRPr="008F60AE">
              <w:rPr>
                <w:rStyle w:val="libPoemChar"/>
                <w:rtl/>
              </w:rPr>
              <w:t>في</w:t>
            </w:r>
            <w:r>
              <w:rPr>
                <w:rStyle w:val="libPoemChar"/>
                <w:rtl/>
              </w:rPr>
              <w:t xml:space="preserve"> </w:t>
            </w:r>
            <w:r w:rsidRPr="008F60AE">
              <w:rPr>
                <w:rStyle w:val="libPoemChar"/>
                <w:rtl/>
              </w:rPr>
              <w:t>أواخرِ</w:t>
            </w:r>
            <w:r>
              <w:rPr>
                <w:rStyle w:val="libPoemChar"/>
                <w:rtl/>
              </w:rPr>
              <w:t xml:space="preserve"> </w:t>
            </w:r>
            <w:r w:rsidRPr="008F60AE">
              <w:rPr>
                <w:rStyle w:val="libPoemChar"/>
                <w:rtl/>
              </w:rPr>
              <w:t>الليلِ</w:t>
            </w:r>
            <w:r>
              <w:rPr>
                <w:rStyle w:val="libPoemChar"/>
                <w:rtl/>
              </w:rPr>
              <w:t xml:space="preserve"> </w:t>
            </w:r>
            <w:r w:rsidRPr="008F60AE">
              <w:rPr>
                <w:rStyle w:val="libPoemChar"/>
                <w:rtl/>
              </w:rPr>
              <w:t>فجرا</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نِ</w:t>
            </w:r>
            <w:r>
              <w:rPr>
                <w:rStyle w:val="libPoemChar"/>
                <w:rtl/>
              </w:rPr>
              <w:t xml:space="preserve"> </w:t>
            </w:r>
            <w:r w:rsidRPr="008F60AE">
              <w:rPr>
                <w:rStyle w:val="libPoemChar"/>
                <w:rtl/>
              </w:rPr>
              <w:t>وفي</w:t>
            </w:r>
            <w:r>
              <w:rPr>
                <w:rStyle w:val="libPoemChar"/>
                <w:rtl/>
              </w:rPr>
              <w:t xml:space="preserve"> </w:t>
            </w:r>
            <w:r w:rsidRPr="008F60AE">
              <w:rPr>
                <w:rStyle w:val="libPoemChar"/>
                <w:rtl/>
              </w:rPr>
              <w:t>أُولـياتِهِ</w:t>
            </w:r>
            <w:r>
              <w:rPr>
                <w:rStyle w:val="libPoemChar"/>
                <w:rtl/>
              </w:rPr>
              <w:t xml:space="preserve"> </w:t>
            </w:r>
            <w:r w:rsidRPr="008F60AE">
              <w:rPr>
                <w:rStyle w:val="libPoemChar"/>
                <w:rtl/>
              </w:rPr>
              <w:t>شـفقانِ</w:t>
            </w:r>
            <w:r w:rsidRPr="00725071">
              <w:rPr>
                <w:rStyle w:val="libPoemTiniChar0"/>
                <w:rtl/>
              </w:rPr>
              <w:br/>
              <w:t> </w:t>
            </w:r>
          </w:p>
        </w:tc>
      </w:tr>
      <w:tr w:rsidR="00897AE1" w:rsidTr="00897AE1">
        <w:trPr>
          <w:trHeight w:val="350"/>
        </w:trPr>
        <w:tc>
          <w:tcPr>
            <w:tcW w:w="3345" w:type="dxa"/>
          </w:tcPr>
          <w:p w:rsidR="00897AE1" w:rsidRDefault="00897AE1" w:rsidP="00897AE1">
            <w:pPr>
              <w:pStyle w:val="libPoem"/>
            </w:pPr>
            <w:r w:rsidRPr="008F60AE">
              <w:rPr>
                <w:rStyle w:val="libPoemChar"/>
                <w:rtl/>
              </w:rPr>
              <w:t>ثبتاً</w:t>
            </w:r>
            <w:r>
              <w:rPr>
                <w:rStyle w:val="libPoemChar"/>
                <w:rtl/>
              </w:rPr>
              <w:t xml:space="preserve"> </w:t>
            </w:r>
            <w:r w:rsidRPr="008F60AE">
              <w:rPr>
                <w:rStyle w:val="libPoemChar"/>
                <w:rtl/>
              </w:rPr>
              <w:t>في</w:t>
            </w:r>
            <w:r>
              <w:rPr>
                <w:rStyle w:val="libPoemChar"/>
                <w:rtl/>
              </w:rPr>
              <w:t xml:space="preserve"> </w:t>
            </w:r>
            <w:r w:rsidRPr="008F60AE">
              <w:rPr>
                <w:rStyle w:val="libPoemChar"/>
                <w:rtl/>
              </w:rPr>
              <w:t>قميصه</w:t>
            </w:r>
            <w:r>
              <w:rPr>
                <w:rStyle w:val="libPoemChar"/>
                <w:rtl/>
              </w:rPr>
              <w:t xml:space="preserve"> </w:t>
            </w:r>
            <w:r w:rsidRPr="008F60AE">
              <w:rPr>
                <w:rStyle w:val="libPoemChar"/>
                <w:rtl/>
              </w:rPr>
              <w:t>ليجيءَ</w:t>
            </w:r>
            <w:r>
              <w:rPr>
                <w:rStyle w:val="libPoemChar"/>
                <w:rtl/>
              </w:rPr>
              <w:t xml:space="preserve"> </w:t>
            </w:r>
            <w:r w:rsidRPr="008F60AE">
              <w:rPr>
                <w:rStyle w:val="libPoemChar"/>
                <w:rtl/>
              </w:rPr>
              <w:t>الحشْ</w:t>
            </w:r>
            <w:r>
              <w:rPr>
                <w:rStyle w:val="libPoemChar"/>
                <w:rFonts w:hint="cs"/>
                <w:rtl/>
              </w:rPr>
              <w:t>ـ</w:t>
            </w:r>
            <w:r w:rsidRPr="00725071">
              <w:rPr>
                <w:rStyle w:val="libPoemTiniChar0"/>
                <w:rtl/>
              </w:rPr>
              <w:br/>
              <w:t> </w:t>
            </w:r>
          </w:p>
        </w:tc>
        <w:tc>
          <w:tcPr>
            <w:tcW w:w="269" w:type="dxa"/>
          </w:tcPr>
          <w:p w:rsidR="00897AE1" w:rsidRDefault="00897AE1" w:rsidP="00897AE1">
            <w:pPr>
              <w:pStyle w:val="libPoem"/>
              <w:rPr>
                <w:rtl/>
              </w:rPr>
            </w:pPr>
          </w:p>
        </w:tc>
        <w:tc>
          <w:tcPr>
            <w:tcW w:w="3308" w:type="dxa"/>
          </w:tcPr>
          <w:p w:rsidR="00897AE1" w:rsidRDefault="00897AE1" w:rsidP="00897AE1">
            <w:pPr>
              <w:pStyle w:val="libPoem"/>
            </w:pPr>
            <w:r w:rsidRPr="008F60AE">
              <w:rPr>
                <w:rStyle w:val="libPoemChar"/>
                <w:rtl/>
              </w:rPr>
              <w:t>رَ</w:t>
            </w:r>
            <w:r>
              <w:rPr>
                <w:rStyle w:val="libPoemChar"/>
                <w:rtl/>
              </w:rPr>
              <w:t xml:space="preserve"> </w:t>
            </w:r>
            <w:r w:rsidRPr="008F60AE">
              <w:rPr>
                <w:rStyle w:val="libPoemChar"/>
                <w:rtl/>
              </w:rPr>
              <w:t>مـستعدياً</w:t>
            </w:r>
            <w:r>
              <w:rPr>
                <w:rStyle w:val="libPoemChar"/>
                <w:rtl/>
              </w:rPr>
              <w:t xml:space="preserve"> </w:t>
            </w:r>
            <w:r w:rsidRPr="008F60AE">
              <w:rPr>
                <w:rStyle w:val="libPoemChar"/>
                <w:rtl/>
              </w:rPr>
              <w:t>إلـى</w:t>
            </w:r>
            <w:r>
              <w:rPr>
                <w:rStyle w:val="libPoemChar"/>
                <w:rtl/>
              </w:rPr>
              <w:t xml:space="preserve"> </w:t>
            </w:r>
            <w:r w:rsidRPr="008F60AE">
              <w:rPr>
                <w:rStyle w:val="libPoemChar"/>
                <w:rtl/>
              </w:rPr>
              <w:t>الـرحمنِ</w:t>
            </w:r>
            <w:r w:rsidRPr="00725071">
              <w:rPr>
                <w:rStyle w:val="libPoemTiniChar0"/>
                <w:rtl/>
              </w:rPr>
              <w:br/>
              <w:t> </w:t>
            </w:r>
          </w:p>
        </w:tc>
      </w:tr>
    </w:tbl>
    <w:p w:rsidR="002B49A5" w:rsidRDefault="002B49A5" w:rsidP="007D6245">
      <w:pPr>
        <w:pStyle w:val="libNormal"/>
        <w:rPr>
          <w:rtl/>
        </w:rPr>
      </w:pPr>
      <w:r>
        <w:rPr>
          <w:rtl/>
        </w:rPr>
        <w:t>وأنّ وحي الشّعر من سرائر النّفوس لأصدق حكماً من لسان التاريخ إذا اختلف الحكمان</w:t>
      </w:r>
      <w:r w:rsidR="00364168">
        <w:rPr>
          <w:rtl/>
        </w:rPr>
        <w:t>،</w:t>
      </w:r>
      <w:r>
        <w:rPr>
          <w:rtl/>
        </w:rPr>
        <w:t xml:space="preserve"> ولكنّهما قد توافيا معاً على مقال واحد</w:t>
      </w:r>
      <w:r w:rsidR="00364168">
        <w:rPr>
          <w:rtl/>
        </w:rPr>
        <w:t>؛</w:t>
      </w:r>
      <w:r>
        <w:rPr>
          <w:rtl/>
        </w:rPr>
        <w:t xml:space="preserve"> فجلّوا لنا من سيرة الحُسين رضي الله عنه صورة الجمال في عالم المثال</w:t>
      </w:r>
      <w:r w:rsidR="00364168">
        <w:rPr>
          <w:rtl/>
        </w:rPr>
        <w:t>،</w:t>
      </w:r>
      <w:r>
        <w:rPr>
          <w:rtl/>
        </w:rPr>
        <w:t xml:space="preserve"> وكذلك يعيش ما عاش في أخلاد النّاس</w:t>
      </w:r>
      <w:r w:rsidR="00364168">
        <w:rPr>
          <w:rtl/>
        </w:rPr>
        <w:t>.</w:t>
      </w:r>
    </w:p>
    <w:p w:rsidR="007D6245" w:rsidRDefault="007D6245" w:rsidP="007D6245">
      <w:pPr>
        <w:pStyle w:val="libNormal"/>
      </w:pPr>
      <w:r>
        <w:rPr>
          <w:rtl/>
        </w:rPr>
        <w:br w:type="page"/>
      </w:r>
    </w:p>
    <w:sdt>
      <w:sdtPr>
        <w:rPr>
          <w:rtl/>
        </w:rPr>
        <w:id w:val="8942898"/>
        <w:docPartObj>
          <w:docPartGallery w:val="Table of Contents"/>
          <w:docPartUnique/>
        </w:docPartObj>
      </w:sdtPr>
      <w:sdtEndPr>
        <w:rPr>
          <w:b w:val="0"/>
          <w:bCs w:val="0"/>
        </w:rPr>
      </w:sdtEndPr>
      <w:sdtContent>
        <w:p w:rsidR="007D6245" w:rsidRDefault="00181B29" w:rsidP="00181B29">
          <w:pPr>
            <w:pStyle w:val="libCenterBold1"/>
          </w:pPr>
          <w:r>
            <w:rPr>
              <w:rFonts w:hint="cs"/>
              <w:rtl/>
            </w:rPr>
            <w:t>الفهرس</w:t>
          </w:r>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r>
            <w:fldChar w:fldCharType="begin"/>
          </w:r>
          <w:r w:rsidR="007D6245">
            <w:instrText xml:space="preserve"> TOC \o "1-3" \h \z \u </w:instrText>
          </w:r>
          <w:r>
            <w:fldChar w:fldCharType="separate"/>
          </w:r>
          <w:hyperlink w:anchor="_Toc374273961" w:history="1">
            <w:r w:rsidR="007D6245" w:rsidRPr="008E1435">
              <w:rPr>
                <w:rStyle w:val="Hyperlink"/>
                <w:rFonts w:hint="eastAsia"/>
                <w:noProof/>
                <w:rtl/>
              </w:rPr>
              <w:t>مقدّمة</w:t>
            </w:r>
            <w:r w:rsidR="007D6245" w:rsidRPr="008E1435">
              <w:rPr>
                <w:rStyle w:val="Hyperlink"/>
                <w:noProof/>
                <w:rtl/>
              </w:rPr>
              <w:t xml:space="preserve"> </w:t>
            </w:r>
            <w:r w:rsidR="007D6245" w:rsidRPr="008E1435">
              <w:rPr>
                <w:rStyle w:val="Hyperlink"/>
                <w:rFonts w:hint="eastAsia"/>
                <w:noProof/>
                <w:rtl/>
              </w:rPr>
              <w:t>النّاشر</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Toc374273961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5</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62" w:history="1">
            <w:r w:rsidR="007D6245" w:rsidRPr="008E1435">
              <w:rPr>
                <w:rStyle w:val="Hyperlink"/>
                <w:rFonts w:hint="eastAsia"/>
                <w:noProof/>
                <w:rtl/>
              </w:rPr>
              <w:t>مقدّمة</w:t>
            </w:r>
            <w:r w:rsidR="007D6245" w:rsidRPr="008E1435">
              <w:rPr>
                <w:rStyle w:val="Hyperlink"/>
                <w:noProof/>
                <w:rtl/>
              </w:rPr>
              <w:t xml:space="preserve"> </w:t>
            </w:r>
            <w:r w:rsidR="007D6245" w:rsidRPr="008E1435">
              <w:rPr>
                <w:rStyle w:val="Hyperlink"/>
                <w:rFonts w:hint="eastAsia"/>
                <w:noProof/>
                <w:rtl/>
              </w:rPr>
              <w:t>المؤلّف</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Toc374273962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7</w:t>
            </w:r>
            <w:r>
              <w:rPr>
                <w:rStyle w:val="Hyperlink"/>
                <w:noProof/>
                <w:rtl/>
              </w:rPr>
              <w:fldChar w:fldCharType="end"/>
            </w:r>
          </w:hyperlink>
        </w:p>
        <w:p w:rsidR="007D6245" w:rsidRDefault="00450132">
          <w:pPr>
            <w:pStyle w:val="TOC1"/>
            <w:rPr>
              <w:rFonts w:asciiTheme="minorHAnsi" w:eastAsiaTheme="minorEastAsia" w:hAnsiTheme="minorHAnsi" w:cstheme="minorBidi"/>
              <w:bCs w:val="0"/>
              <w:noProof/>
              <w:color w:val="auto"/>
              <w:sz w:val="22"/>
              <w:szCs w:val="22"/>
              <w:rtl/>
            </w:rPr>
          </w:pPr>
          <w:hyperlink w:anchor="_Toc374273963" w:history="1">
            <w:r w:rsidR="007D6245" w:rsidRPr="008E1435">
              <w:rPr>
                <w:rStyle w:val="Hyperlink"/>
                <w:rFonts w:hint="eastAsia"/>
                <w:noProof/>
                <w:rtl/>
              </w:rPr>
              <w:t>مزاجان</w:t>
            </w:r>
            <w:r w:rsidR="007D6245" w:rsidRPr="008E1435">
              <w:rPr>
                <w:rStyle w:val="Hyperlink"/>
                <w:noProof/>
                <w:rtl/>
              </w:rPr>
              <w:t xml:space="preserve"> </w:t>
            </w:r>
            <w:r w:rsidR="007D6245" w:rsidRPr="008E1435">
              <w:rPr>
                <w:rStyle w:val="Hyperlink"/>
                <w:rFonts w:hint="eastAsia"/>
                <w:noProof/>
                <w:rtl/>
              </w:rPr>
              <w:t>تاريخيان</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Toc374273963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11</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64" w:history="1">
            <w:r w:rsidR="007D6245" w:rsidRPr="008E1435">
              <w:rPr>
                <w:rStyle w:val="Hyperlink"/>
                <w:rFonts w:hint="eastAsia"/>
                <w:noProof/>
                <w:rtl/>
              </w:rPr>
              <w:t>طبائع</w:t>
            </w:r>
            <w:r w:rsidR="007D6245" w:rsidRPr="008E1435">
              <w:rPr>
                <w:rStyle w:val="Hyperlink"/>
                <w:noProof/>
                <w:rtl/>
              </w:rPr>
              <w:t xml:space="preserve"> </w:t>
            </w:r>
            <w:r w:rsidR="007D6245" w:rsidRPr="008E1435">
              <w:rPr>
                <w:rStyle w:val="Hyperlink"/>
                <w:rFonts w:hint="eastAsia"/>
                <w:noProof/>
                <w:rtl/>
              </w:rPr>
              <w:t>النّاس</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Toc374273964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11</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65" w:history="1">
            <w:r w:rsidR="007D6245" w:rsidRPr="008E1435">
              <w:rPr>
                <w:rStyle w:val="Hyperlink"/>
                <w:rFonts w:hint="eastAsia"/>
                <w:noProof/>
                <w:rtl/>
              </w:rPr>
              <w:t>صراع</w:t>
            </w:r>
            <w:r w:rsidR="007D6245" w:rsidRPr="008E1435">
              <w:rPr>
                <w:rStyle w:val="Hyperlink"/>
                <w:noProof/>
                <w:rtl/>
              </w:rPr>
              <w:t xml:space="preserve"> </w:t>
            </w:r>
            <w:r w:rsidR="007D6245" w:rsidRPr="008E1435">
              <w:rPr>
                <w:rStyle w:val="Hyperlink"/>
                <w:rFonts w:hint="eastAsia"/>
                <w:noProof/>
                <w:rtl/>
              </w:rPr>
              <w:t>بين</w:t>
            </w:r>
            <w:r w:rsidR="007D6245" w:rsidRPr="008E1435">
              <w:rPr>
                <w:rStyle w:val="Hyperlink"/>
                <w:noProof/>
                <w:rtl/>
              </w:rPr>
              <w:t xml:space="preserve"> </w:t>
            </w:r>
            <w:r w:rsidR="007D6245" w:rsidRPr="008E1435">
              <w:rPr>
                <w:rStyle w:val="Hyperlink"/>
                <w:rFonts w:hint="eastAsia"/>
                <w:noProof/>
                <w:rtl/>
              </w:rPr>
              <w:t>الأريحيّة</w:t>
            </w:r>
            <w:r w:rsidR="007D6245" w:rsidRPr="008E1435">
              <w:rPr>
                <w:rStyle w:val="Hyperlink"/>
                <w:noProof/>
                <w:rtl/>
              </w:rPr>
              <w:t xml:space="preserve"> </w:t>
            </w:r>
            <w:r w:rsidR="007D6245" w:rsidRPr="008E1435">
              <w:rPr>
                <w:rStyle w:val="Hyperlink"/>
                <w:rFonts w:hint="eastAsia"/>
                <w:noProof/>
                <w:rtl/>
              </w:rPr>
              <w:t>والمنفعة</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Toc374273965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14</w:t>
            </w:r>
            <w:r>
              <w:rPr>
                <w:rStyle w:val="Hyperlink"/>
                <w:noProof/>
                <w:rtl/>
              </w:rPr>
              <w:fldChar w:fldCharType="end"/>
            </w:r>
          </w:hyperlink>
        </w:p>
        <w:p w:rsidR="007D6245" w:rsidRDefault="00450132">
          <w:pPr>
            <w:pStyle w:val="TOC1"/>
            <w:rPr>
              <w:rFonts w:asciiTheme="minorHAnsi" w:eastAsiaTheme="minorEastAsia" w:hAnsiTheme="minorHAnsi" w:cstheme="minorBidi"/>
              <w:bCs w:val="0"/>
              <w:noProof/>
              <w:color w:val="auto"/>
              <w:sz w:val="22"/>
              <w:szCs w:val="22"/>
              <w:rtl/>
            </w:rPr>
          </w:pPr>
          <w:hyperlink w:anchor="_Toc374273966" w:history="1">
            <w:r w:rsidR="007D6245" w:rsidRPr="008E1435">
              <w:rPr>
                <w:rStyle w:val="Hyperlink"/>
                <w:rFonts w:hint="eastAsia"/>
                <w:noProof/>
                <w:rtl/>
              </w:rPr>
              <w:t>الخصومة</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Toc374273966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25</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67" w:history="1">
            <w:r w:rsidR="007D6245" w:rsidRPr="008E1435">
              <w:rPr>
                <w:rStyle w:val="Hyperlink"/>
                <w:rFonts w:hint="eastAsia"/>
                <w:noProof/>
                <w:rtl/>
              </w:rPr>
              <w:t>أسباب</w:t>
            </w:r>
            <w:r w:rsidR="007D6245" w:rsidRPr="008E1435">
              <w:rPr>
                <w:rStyle w:val="Hyperlink"/>
                <w:noProof/>
                <w:rtl/>
              </w:rPr>
              <w:t xml:space="preserve"> </w:t>
            </w:r>
            <w:r w:rsidR="007D6245" w:rsidRPr="008E1435">
              <w:rPr>
                <w:rStyle w:val="Hyperlink"/>
                <w:rFonts w:hint="eastAsia"/>
                <w:noProof/>
                <w:rtl/>
              </w:rPr>
              <w:t>التنافس</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Toc374273967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25</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68" w:history="1">
            <w:r w:rsidR="007D6245" w:rsidRPr="008E1435">
              <w:rPr>
                <w:rStyle w:val="Hyperlink"/>
                <w:rFonts w:hint="eastAsia"/>
                <w:noProof/>
                <w:rtl/>
              </w:rPr>
              <w:t>أهداف</w:t>
            </w:r>
            <w:r w:rsidR="007D6245" w:rsidRPr="008E1435">
              <w:rPr>
                <w:rStyle w:val="Hyperlink"/>
                <w:noProof/>
                <w:rtl/>
              </w:rPr>
              <w:t xml:space="preserve"> </w:t>
            </w:r>
            <w:r w:rsidR="007D6245" w:rsidRPr="008E1435">
              <w:rPr>
                <w:rStyle w:val="Hyperlink"/>
                <w:rFonts w:hint="eastAsia"/>
                <w:noProof/>
                <w:rtl/>
              </w:rPr>
              <w:t>معاوية</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Toc374273968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30</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69" w:history="1">
            <w:r w:rsidR="007D6245" w:rsidRPr="008E1435">
              <w:rPr>
                <w:rStyle w:val="Hyperlink"/>
                <w:rFonts w:hint="eastAsia"/>
                <w:noProof/>
                <w:rtl/>
              </w:rPr>
              <w:t>خلافة</w:t>
            </w:r>
            <w:r w:rsidR="007D6245" w:rsidRPr="008E1435">
              <w:rPr>
                <w:rStyle w:val="Hyperlink"/>
                <w:noProof/>
                <w:rtl/>
              </w:rPr>
              <w:t xml:space="preserve"> </w:t>
            </w:r>
            <w:r w:rsidR="007D6245" w:rsidRPr="008E1435">
              <w:rPr>
                <w:rStyle w:val="Hyperlink"/>
                <w:rFonts w:hint="eastAsia"/>
                <w:noProof/>
                <w:rtl/>
              </w:rPr>
              <w:t>يزيد</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Toc374273969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33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70" w:history="1">
            <w:r w:rsidR="007D6245" w:rsidRPr="008E1435">
              <w:rPr>
                <w:rStyle w:val="Hyperlink"/>
                <w:rFonts w:hint="eastAsia"/>
                <w:noProof/>
                <w:rtl/>
              </w:rPr>
              <w:t>زواج</w:t>
            </w:r>
            <w:r w:rsidR="007D6245" w:rsidRPr="008E1435">
              <w:rPr>
                <w:rStyle w:val="Hyperlink"/>
                <w:noProof/>
                <w:rtl/>
              </w:rPr>
              <w:t xml:space="preserve"> </w:t>
            </w:r>
            <w:r w:rsidR="007D6245" w:rsidRPr="008E1435">
              <w:rPr>
                <w:rStyle w:val="Hyperlink"/>
                <w:rFonts w:hint="eastAsia"/>
                <w:noProof/>
                <w:rtl/>
              </w:rPr>
              <w:t>الحُسين</w:t>
            </w:r>
            <w:r w:rsidR="007D6245" w:rsidRPr="008E1435">
              <w:rPr>
                <w:rStyle w:val="Hyperlink"/>
                <w:noProof/>
                <w:rtl/>
              </w:rPr>
              <w:t xml:space="preserve"> </w:t>
            </w:r>
            <w:r w:rsidR="007D6245" w:rsidRPr="008E1435">
              <w:rPr>
                <w:rStyle w:val="Hyperlink"/>
                <w:rFonts w:cs="Rafed Alaem" w:hint="eastAsia"/>
                <w:noProof/>
                <w:rtl/>
              </w:rPr>
              <w:t>عليه‌السلام</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Toc374273970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37</w:t>
            </w:r>
            <w:r>
              <w:rPr>
                <w:rStyle w:val="Hyperlink"/>
                <w:noProof/>
                <w:rtl/>
              </w:rPr>
              <w:fldChar w:fldCharType="end"/>
            </w:r>
          </w:hyperlink>
        </w:p>
        <w:p w:rsidR="007D6245" w:rsidRDefault="00450132">
          <w:pPr>
            <w:pStyle w:val="TOC1"/>
            <w:rPr>
              <w:rFonts w:asciiTheme="minorHAnsi" w:eastAsiaTheme="minorEastAsia" w:hAnsiTheme="minorHAnsi" w:cstheme="minorBidi"/>
              <w:bCs w:val="0"/>
              <w:noProof/>
              <w:color w:val="auto"/>
              <w:sz w:val="22"/>
              <w:szCs w:val="22"/>
              <w:rtl/>
            </w:rPr>
          </w:pPr>
          <w:hyperlink w:anchor="_Toc374273971" w:history="1">
            <w:r w:rsidR="007D6245" w:rsidRPr="008E1435">
              <w:rPr>
                <w:rStyle w:val="Hyperlink"/>
                <w:rFonts w:hint="eastAsia"/>
                <w:noProof/>
                <w:rtl/>
              </w:rPr>
              <w:t>الخصمان</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Toc374273971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41</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72" w:history="1">
            <w:r w:rsidR="007D6245" w:rsidRPr="008E1435">
              <w:rPr>
                <w:rStyle w:val="Hyperlink"/>
                <w:rFonts w:hint="eastAsia"/>
                <w:noProof/>
                <w:rtl/>
              </w:rPr>
              <w:t>موازنة</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Toc374273972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41</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73" w:history="1">
            <w:r w:rsidR="007D6245" w:rsidRPr="008E1435">
              <w:rPr>
                <w:rStyle w:val="Hyperlink"/>
                <w:rFonts w:hint="eastAsia"/>
                <w:noProof/>
                <w:rtl/>
              </w:rPr>
              <w:t>اختلاف</w:t>
            </w:r>
            <w:r w:rsidR="007D6245" w:rsidRPr="008E1435">
              <w:rPr>
                <w:rStyle w:val="Hyperlink"/>
                <w:noProof/>
                <w:rtl/>
              </w:rPr>
              <w:t xml:space="preserve"> </w:t>
            </w:r>
            <w:r w:rsidR="007D6245" w:rsidRPr="008E1435">
              <w:rPr>
                <w:rStyle w:val="Hyperlink"/>
                <w:rFonts w:hint="eastAsia"/>
                <w:noProof/>
                <w:rtl/>
              </w:rPr>
              <w:t>النشأة</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Toc374273973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44</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74" w:history="1">
            <w:r w:rsidR="007D6245" w:rsidRPr="008E1435">
              <w:rPr>
                <w:rStyle w:val="Hyperlink"/>
                <w:rFonts w:hint="eastAsia"/>
                <w:noProof/>
                <w:rtl/>
              </w:rPr>
              <w:t>مكانة</w:t>
            </w:r>
            <w:r w:rsidR="007D6245" w:rsidRPr="008E1435">
              <w:rPr>
                <w:rStyle w:val="Hyperlink"/>
                <w:noProof/>
                <w:rtl/>
              </w:rPr>
              <w:t xml:space="preserve"> </w:t>
            </w:r>
            <w:r w:rsidR="007D6245" w:rsidRPr="008E1435">
              <w:rPr>
                <w:rStyle w:val="Hyperlink"/>
                <w:rFonts w:hint="eastAsia"/>
                <w:noProof/>
                <w:rtl/>
              </w:rPr>
              <w:t>الحُسين</w:t>
            </w:r>
            <w:r w:rsidR="007D6245" w:rsidRPr="008E1435">
              <w:rPr>
                <w:rStyle w:val="Hyperlink"/>
                <w:noProof/>
                <w:rtl/>
              </w:rPr>
              <w:t xml:space="preserve"> </w:t>
            </w:r>
            <w:r w:rsidR="007D6245" w:rsidRPr="008E1435">
              <w:rPr>
                <w:rStyle w:val="Hyperlink"/>
                <w:rFonts w:cs="Rafed Alaem" w:hint="eastAsia"/>
                <w:noProof/>
                <w:rtl/>
              </w:rPr>
              <w:t>عليه‌السلام</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Toc374273974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51</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75" w:history="1">
            <w:r w:rsidR="007D6245" w:rsidRPr="008E1435">
              <w:rPr>
                <w:rStyle w:val="Hyperlink"/>
                <w:rFonts w:hint="eastAsia"/>
                <w:noProof/>
                <w:rtl/>
              </w:rPr>
              <w:t>صفات</w:t>
            </w:r>
            <w:r w:rsidR="007D6245" w:rsidRPr="008E1435">
              <w:rPr>
                <w:rStyle w:val="Hyperlink"/>
                <w:noProof/>
                <w:rtl/>
              </w:rPr>
              <w:t xml:space="preserve"> </w:t>
            </w:r>
            <w:r w:rsidR="007D6245" w:rsidRPr="008E1435">
              <w:rPr>
                <w:rStyle w:val="Hyperlink"/>
                <w:rFonts w:hint="eastAsia"/>
                <w:noProof/>
                <w:rtl/>
              </w:rPr>
              <w:t>الحُسين</w:t>
            </w:r>
            <w:r w:rsidR="007D6245" w:rsidRPr="008E1435">
              <w:rPr>
                <w:rStyle w:val="Hyperlink"/>
                <w:noProof/>
                <w:rtl/>
              </w:rPr>
              <w:t xml:space="preserve"> </w:t>
            </w:r>
            <w:r w:rsidR="007D6245" w:rsidRPr="008E1435">
              <w:rPr>
                <w:rStyle w:val="Hyperlink"/>
                <w:rFonts w:cs="Rafed Alaem" w:hint="eastAsia"/>
                <w:noProof/>
                <w:rtl/>
              </w:rPr>
              <w:t>عليه‌السلام</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Toc374273975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55</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76" w:history="1">
            <w:r w:rsidR="007D6245" w:rsidRPr="008E1435">
              <w:rPr>
                <w:rStyle w:val="Hyperlink"/>
                <w:rFonts w:hint="eastAsia"/>
                <w:noProof/>
                <w:rtl/>
              </w:rPr>
              <w:t>خُلق</w:t>
            </w:r>
            <w:r w:rsidR="007D6245" w:rsidRPr="008E1435">
              <w:rPr>
                <w:rStyle w:val="Hyperlink"/>
                <w:noProof/>
                <w:rtl/>
              </w:rPr>
              <w:t xml:space="preserve"> </w:t>
            </w:r>
            <w:r w:rsidR="007D6245" w:rsidRPr="008E1435">
              <w:rPr>
                <w:rStyle w:val="Hyperlink"/>
                <w:rFonts w:hint="eastAsia"/>
                <w:noProof/>
                <w:rtl/>
              </w:rPr>
              <w:t>كريم</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Toc374273976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57</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77" w:history="1">
            <w:r w:rsidR="007D6245" w:rsidRPr="008E1435">
              <w:rPr>
                <w:rStyle w:val="Hyperlink"/>
                <w:rFonts w:hint="eastAsia"/>
                <w:noProof/>
                <w:rtl/>
              </w:rPr>
              <w:t>وفاء</w:t>
            </w:r>
            <w:r w:rsidR="007D6245" w:rsidRPr="008E1435">
              <w:rPr>
                <w:rStyle w:val="Hyperlink"/>
                <w:noProof/>
                <w:rtl/>
              </w:rPr>
              <w:t xml:space="preserve"> </w:t>
            </w:r>
            <w:r w:rsidR="007D6245" w:rsidRPr="008E1435">
              <w:rPr>
                <w:rStyle w:val="Hyperlink"/>
                <w:rFonts w:hint="eastAsia"/>
                <w:noProof/>
                <w:rtl/>
              </w:rPr>
              <w:t>وشجاعة</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Toc374273977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61</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78" w:history="1">
            <w:r w:rsidR="007D6245" w:rsidRPr="008E1435">
              <w:rPr>
                <w:rStyle w:val="Hyperlink"/>
                <w:rFonts w:hint="eastAsia"/>
                <w:noProof/>
                <w:rtl/>
              </w:rPr>
              <w:t>خُلق</w:t>
            </w:r>
            <w:r w:rsidR="007D6245" w:rsidRPr="008E1435">
              <w:rPr>
                <w:rStyle w:val="Hyperlink"/>
                <w:noProof/>
                <w:rtl/>
              </w:rPr>
              <w:t xml:space="preserve"> </w:t>
            </w:r>
            <w:r w:rsidR="007D6245" w:rsidRPr="008E1435">
              <w:rPr>
                <w:rStyle w:val="Hyperlink"/>
                <w:rFonts w:hint="eastAsia"/>
                <w:noProof/>
                <w:rtl/>
              </w:rPr>
              <w:t>يزيد</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Toc374273978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63</w:t>
            </w:r>
            <w:r>
              <w:rPr>
                <w:rStyle w:val="Hyperlink"/>
                <w:noProof/>
                <w:rtl/>
              </w:rPr>
              <w:fldChar w:fldCharType="end"/>
            </w:r>
          </w:hyperlink>
        </w:p>
        <w:p w:rsidR="007D6245" w:rsidRDefault="00450132">
          <w:pPr>
            <w:pStyle w:val="TOC1"/>
            <w:rPr>
              <w:rFonts w:asciiTheme="minorHAnsi" w:eastAsiaTheme="minorEastAsia" w:hAnsiTheme="minorHAnsi" w:cstheme="minorBidi"/>
              <w:bCs w:val="0"/>
              <w:noProof/>
              <w:color w:val="auto"/>
              <w:sz w:val="22"/>
              <w:szCs w:val="22"/>
              <w:rtl/>
            </w:rPr>
          </w:pPr>
          <w:hyperlink w:anchor="_Toc374273979" w:history="1">
            <w:r w:rsidR="007D6245" w:rsidRPr="008E1435">
              <w:rPr>
                <w:rStyle w:val="Hyperlink"/>
                <w:rFonts w:hint="eastAsia"/>
                <w:noProof/>
                <w:rtl/>
              </w:rPr>
              <w:t>أعوان</w:t>
            </w:r>
            <w:r w:rsidR="007D6245" w:rsidRPr="008E1435">
              <w:rPr>
                <w:rStyle w:val="Hyperlink"/>
                <w:noProof/>
                <w:rtl/>
              </w:rPr>
              <w:t xml:space="preserve"> </w:t>
            </w:r>
            <w:r w:rsidR="007D6245" w:rsidRPr="008E1435">
              <w:rPr>
                <w:rStyle w:val="Hyperlink"/>
                <w:rFonts w:hint="eastAsia"/>
                <w:noProof/>
                <w:rtl/>
              </w:rPr>
              <w:t>الفريقين</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Toc374273979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73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80" w:history="1">
            <w:r w:rsidR="007D6245" w:rsidRPr="008E1435">
              <w:rPr>
                <w:rStyle w:val="Hyperlink"/>
                <w:rFonts w:hint="eastAsia"/>
                <w:noProof/>
                <w:rtl/>
              </w:rPr>
              <w:t>رجال</w:t>
            </w:r>
            <w:r w:rsidR="007D6245" w:rsidRPr="008E1435">
              <w:rPr>
                <w:rStyle w:val="Hyperlink"/>
                <w:noProof/>
                <w:rtl/>
              </w:rPr>
              <w:t xml:space="preserve"> </w:t>
            </w:r>
            <w:r w:rsidR="007D6245" w:rsidRPr="008E1435">
              <w:rPr>
                <w:rStyle w:val="Hyperlink"/>
                <w:rFonts w:hint="eastAsia"/>
                <w:noProof/>
                <w:rtl/>
              </w:rPr>
              <w:t>المعسكرين</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Toc374273980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73</w:t>
            </w:r>
            <w:r>
              <w:rPr>
                <w:rStyle w:val="Hyperlink"/>
                <w:noProof/>
                <w:rtl/>
              </w:rPr>
              <w:fldChar w:fldCharType="end"/>
            </w:r>
          </w:hyperlink>
        </w:p>
        <w:p w:rsidR="007D6245" w:rsidRDefault="00450132">
          <w:pPr>
            <w:pStyle w:val="TOC1"/>
            <w:rPr>
              <w:rFonts w:asciiTheme="minorHAnsi" w:eastAsiaTheme="minorEastAsia" w:hAnsiTheme="minorHAnsi" w:cstheme="minorBidi"/>
              <w:bCs w:val="0"/>
              <w:noProof/>
              <w:color w:val="auto"/>
              <w:sz w:val="22"/>
              <w:szCs w:val="22"/>
              <w:rtl/>
            </w:rPr>
          </w:pPr>
          <w:hyperlink w:anchor="_Toc374273981" w:history="1">
            <w:r w:rsidR="007D6245" w:rsidRPr="008E1435">
              <w:rPr>
                <w:rStyle w:val="Hyperlink"/>
                <w:rFonts w:hint="eastAsia"/>
                <w:noProof/>
                <w:rtl/>
              </w:rPr>
              <w:t>خروج</w:t>
            </w:r>
            <w:r w:rsidR="007D6245" w:rsidRPr="008E1435">
              <w:rPr>
                <w:rStyle w:val="Hyperlink"/>
                <w:noProof/>
                <w:rtl/>
              </w:rPr>
              <w:t xml:space="preserve"> </w:t>
            </w:r>
            <w:r w:rsidR="007D6245" w:rsidRPr="008E1435">
              <w:rPr>
                <w:rStyle w:val="Hyperlink"/>
                <w:rFonts w:hint="eastAsia"/>
                <w:noProof/>
                <w:rtl/>
              </w:rPr>
              <w:t>الحُسين</w:t>
            </w:r>
            <w:r w:rsidR="007D6245" w:rsidRPr="008E1435">
              <w:rPr>
                <w:rStyle w:val="Hyperlink"/>
                <w:noProof/>
                <w:rtl/>
              </w:rPr>
              <w:t xml:space="preserve"> </w:t>
            </w:r>
            <w:r w:rsidR="007D6245" w:rsidRPr="008E1435">
              <w:rPr>
                <w:rStyle w:val="Hyperlink"/>
                <w:rFonts w:cs="Rafed Alaem" w:hint="eastAsia"/>
                <w:b/>
                <w:noProof/>
                <w:rtl/>
              </w:rPr>
              <w:t>عليه‌السلام</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Toc374273981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83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82" w:history="1">
            <w:r w:rsidR="007D6245" w:rsidRPr="008E1435">
              <w:rPr>
                <w:rStyle w:val="Hyperlink"/>
                <w:rFonts w:hint="eastAsia"/>
                <w:noProof/>
                <w:rtl/>
              </w:rPr>
              <w:t>الحُسين</w:t>
            </w:r>
            <w:r w:rsidR="007D6245" w:rsidRPr="008E1435">
              <w:rPr>
                <w:rStyle w:val="Hyperlink"/>
                <w:noProof/>
                <w:rtl/>
              </w:rPr>
              <w:t xml:space="preserve"> </w:t>
            </w:r>
            <w:r w:rsidR="007D6245" w:rsidRPr="008E1435">
              <w:rPr>
                <w:rStyle w:val="Hyperlink"/>
                <w:rFonts w:hint="eastAsia"/>
                <w:noProof/>
                <w:rtl/>
              </w:rPr>
              <w:t>في</w:t>
            </w:r>
            <w:r w:rsidR="007D6245" w:rsidRPr="008E1435">
              <w:rPr>
                <w:rStyle w:val="Hyperlink"/>
                <w:noProof/>
                <w:rtl/>
              </w:rPr>
              <w:t xml:space="preserve"> </w:t>
            </w:r>
            <w:r w:rsidR="007D6245" w:rsidRPr="008E1435">
              <w:rPr>
                <w:rStyle w:val="Hyperlink"/>
                <w:rFonts w:hint="eastAsia"/>
                <w:noProof/>
                <w:rtl/>
              </w:rPr>
              <w:t>مكّة</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Toc374273982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83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83" w:history="1">
            <w:r w:rsidR="007D6245" w:rsidRPr="008E1435">
              <w:rPr>
                <w:rStyle w:val="Hyperlink"/>
                <w:rFonts w:hint="eastAsia"/>
                <w:noProof/>
                <w:rtl/>
              </w:rPr>
              <w:t>السفر</w:t>
            </w:r>
            <w:r w:rsidR="007D6245" w:rsidRPr="008E1435">
              <w:rPr>
                <w:rStyle w:val="Hyperlink"/>
                <w:noProof/>
                <w:rtl/>
              </w:rPr>
              <w:t xml:space="preserve"> </w:t>
            </w:r>
            <w:r w:rsidR="007D6245" w:rsidRPr="008E1435">
              <w:rPr>
                <w:rStyle w:val="Hyperlink"/>
                <w:rFonts w:hint="eastAsia"/>
                <w:noProof/>
                <w:rtl/>
              </w:rPr>
              <w:t>إلى</w:t>
            </w:r>
            <w:r w:rsidR="007D6245" w:rsidRPr="008E1435">
              <w:rPr>
                <w:rStyle w:val="Hyperlink"/>
                <w:noProof/>
                <w:rtl/>
              </w:rPr>
              <w:t xml:space="preserve"> </w:t>
            </w:r>
            <w:r w:rsidR="007D6245" w:rsidRPr="008E1435">
              <w:rPr>
                <w:rStyle w:val="Hyperlink"/>
                <w:rFonts w:hint="eastAsia"/>
                <w:noProof/>
                <w:rtl/>
              </w:rPr>
              <w:t>العراق</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Toc374273983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87</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84" w:history="1">
            <w:r w:rsidR="007D6245" w:rsidRPr="008E1435">
              <w:rPr>
                <w:rStyle w:val="Hyperlink"/>
                <w:rFonts w:hint="eastAsia"/>
                <w:noProof/>
                <w:rtl/>
              </w:rPr>
              <w:t>مقتل</w:t>
            </w:r>
            <w:r w:rsidR="007D6245" w:rsidRPr="008E1435">
              <w:rPr>
                <w:rStyle w:val="Hyperlink"/>
                <w:noProof/>
                <w:rtl/>
              </w:rPr>
              <w:t xml:space="preserve"> </w:t>
            </w:r>
            <w:r w:rsidR="007D6245" w:rsidRPr="008E1435">
              <w:rPr>
                <w:rStyle w:val="Hyperlink"/>
                <w:rFonts w:hint="eastAsia"/>
                <w:noProof/>
                <w:rtl/>
              </w:rPr>
              <w:t>مُسلم</w:t>
            </w:r>
            <w:r w:rsidR="007D6245" w:rsidRPr="008E1435">
              <w:rPr>
                <w:rStyle w:val="Hyperlink"/>
                <w:noProof/>
                <w:rtl/>
              </w:rPr>
              <w:t xml:space="preserve"> </w:t>
            </w:r>
            <w:r w:rsidR="007D6245" w:rsidRPr="008E1435">
              <w:rPr>
                <w:rStyle w:val="Hyperlink"/>
                <w:rFonts w:hint="eastAsia"/>
                <w:noProof/>
                <w:rtl/>
              </w:rPr>
              <w:t>بن</w:t>
            </w:r>
            <w:r w:rsidR="007D6245" w:rsidRPr="008E1435">
              <w:rPr>
                <w:rStyle w:val="Hyperlink"/>
                <w:noProof/>
                <w:rtl/>
              </w:rPr>
              <w:t xml:space="preserve"> </w:t>
            </w:r>
            <w:r w:rsidR="007D6245" w:rsidRPr="008E1435">
              <w:rPr>
                <w:rStyle w:val="Hyperlink"/>
                <w:rFonts w:hint="eastAsia"/>
                <w:noProof/>
                <w:rtl/>
              </w:rPr>
              <w:t>عقيل</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Toc374273984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90</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85" w:history="1">
            <w:r w:rsidR="007D6245" w:rsidRPr="008E1435">
              <w:rPr>
                <w:rStyle w:val="Hyperlink"/>
                <w:rFonts w:hint="eastAsia"/>
                <w:noProof/>
                <w:rtl/>
              </w:rPr>
              <w:t>طلائع</w:t>
            </w:r>
            <w:r w:rsidR="007D6245" w:rsidRPr="008E1435">
              <w:rPr>
                <w:rStyle w:val="Hyperlink"/>
                <w:noProof/>
                <w:rtl/>
              </w:rPr>
              <w:t xml:space="preserve"> </w:t>
            </w:r>
            <w:r w:rsidR="007D6245" w:rsidRPr="008E1435">
              <w:rPr>
                <w:rStyle w:val="Hyperlink"/>
                <w:rFonts w:hint="eastAsia"/>
                <w:noProof/>
                <w:rtl/>
              </w:rPr>
              <w:t>الفشل</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Toc374273985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93</w:t>
            </w:r>
            <w:r>
              <w:rPr>
                <w:rStyle w:val="Hyperlink"/>
                <w:noProof/>
                <w:rtl/>
              </w:rPr>
              <w:fldChar w:fldCharType="end"/>
            </w:r>
          </w:hyperlink>
        </w:p>
        <w:p w:rsidR="00AB393F" w:rsidRDefault="00AB393F" w:rsidP="00AB393F">
          <w:pPr>
            <w:pStyle w:val="libNormal"/>
            <w:rPr>
              <w:noProof/>
            </w:rPr>
          </w:pPr>
          <w:r>
            <w:rPr>
              <w:noProof/>
            </w:rPr>
            <w:br w:type="page"/>
          </w:r>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86" w:history="1">
            <w:r w:rsidR="007D6245" w:rsidRPr="008E1435">
              <w:rPr>
                <w:rStyle w:val="Hyperlink"/>
                <w:rFonts w:hint="eastAsia"/>
                <w:noProof/>
                <w:rtl/>
              </w:rPr>
              <w:t>الحُسين</w:t>
            </w:r>
            <w:r w:rsidR="007D6245" w:rsidRPr="008E1435">
              <w:rPr>
                <w:rStyle w:val="Hyperlink"/>
                <w:noProof/>
                <w:rtl/>
              </w:rPr>
              <w:t xml:space="preserve"> </w:t>
            </w:r>
            <w:r w:rsidR="007D6245" w:rsidRPr="008E1435">
              <w:rPr>
                <w:rStyle w:val="Hyperlink"/>
                <w:rFonts w:cs="Rafed Alaem" w:hint="eastAsia"/>
                <w:noProof/>
                <w:rtl/>
              </w:rPr>
              <w:t>عليه‌السلام</w:t>
            </w:r>
            <w:r w:rsidR="007D6245" w:rsidRPr="008E1435">
              <w:rPr>
                <w:rStyle w:val="Hyperlink"/>
                <w:noProof/>
                <w:rtl/>
              </w:rPr>
              <w:t xml:space="preserve"> </w:t>
            </w:r>
            <w:r w:rsidR="007D6245" w:rsidRPr="008E1435">
              <w:rPr>
                <w:rStyle w:val="Hyperlink"/>
                <w:rFonts w:hint="eastAsia"/>
                <w:noProof/>
                <w:rtl/>
              </w:rPr>
              <w:t>والحُرُّ</w:t>
            </w:r>
            <w:r w:rsidR="007D6245" w:rsidRPr="008E1435">
              <w:rPr>
                <w:rStyle w:val="Hyperlink"/>
                <w:noProof/>
                <w:rtl/>
              </w:rPr>
              <w:t xml:space="preserve"> </w:t>
            </w:r>
            <w:r w:rsidR="007D6245" w:rsidRPr="008E1435">
              <w:rPr>
                <w:rStyle w:val="Hyperlink"/>
                <w:rFonts w:hint="eastAsia"/>
                <w:noProof/>
                <w:rtl/>
              </w:rPr>
              <w:t>بنُ</w:t>
            </w:r>
            <w:r w:rsidR="007D6245" w:rsidRPr="008E1435">
              <w:rPr>
                <w:rStyle w:val="Hyperlink"/>
                <w:noProof/>
                <w:rtl/>
              </w:rPr>
              <w:t xml:space="preserve"> </w:t>
            </w:r>
            <w:r w:rsidR="007D6245" w:rsidRPr="008E1435">
              <w:rPr>
                <w:rStyle w:val="Hyperlink"/>
                <w:rFonts w:hint="eastAsia"/>
                <w:noProof/>
                <w:rtl/>
              </w:rPr>
              <w:t>يزيد</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Toc374273986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94</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87" w:history="1">
            <w:r w:rsidR="007D6245" w:rsidRPr="008E1435">
              <w:rPr>
                <w:rStyle w:val="Hyperlink"/>
                <w:rFonts w:hint="eastAsia"/>
                <w:noProof/>
                <w:rtl/>
              </w:rPr>
              <w:t>عمر</w:t>
            </w:r>
            <w:r w:rsidR="007D6245" w:rsidRPr="008E1435">
              <w:rPr>
                <w:rStyle w:val="Hyperlink"/>
                <w:noProof/>
                <w:rtl/>
              </w:rPr>
              <w:t xml:space="preserve"> </w:t>
            </w:r>
            <w:r w:rsidR="007D6245" w:rsidRPr="008E1435">
              <w:rPr>
                <w:rStyle w:val="Hyperlink"/>
                <w:rFonts w:hint="eastAsia"/>
                <w:noProof/>
                <w:rtl/>
              </w:rPr>
              <w:t>بن</w:t>
            </w:r>
            <w:r w:rsidR="007D6245" w:rsidRPr="008E1435">
              <w:rPr>
                <w:rStyle w:val="Hyperlink"/>
                <w:noProof/>
                <w:rtl/>
              </w:rPr>
              <w:t xml:space="preserve"> </w:t>
            </w:r>
            <w:r w:rsidR="007D6245" w:rsidRPr="008E1435">
              <w:rPr>
                <w:rStyle w:val="Hyperlink"/>
                <w:rFonts w:hint="eastAsia"/>
                <w:noProof/>
                <w:rtl/>
              </w:rPr>
              <w:t>سعد</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Toc374273987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98</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88" w:history="1">
            <w:r w:rsidR="007D6245" w:rsidRPr="008E1435">
              <w:rPr>
                <w:rStyle w:val="Hyperlink"/>
                <w:rFonts w:hint="eastAsia"/>
                <w:noProof/>
                <w:rtl/>
              </w:rPr>
              <w:t>شمر</w:t>
            </w:r>
            <w:r w:rsidR="007D6245" w:rsidRPr="008E1435">
              <w:rPr>
                <w:rStyle w:val="Hyperlink"/>
                <w:noProof/>
                <w:rtl/>
              </w:rPr>
              <w:t xml:space="preserve"> </w:t>
            </w:r>
            <w:r w:rsidR="007D6245" w:rsidRPr="008E1435">
              <w:rPr>
                <w:rStyle w:val="Hyperlink"/>
                <w:rFonts w:hint="eastAsia"/>
                <w:noProof/>
                <w:rtl/>
              </w:rPr>
              <w:t>بن</w:t>
            </w:r>
            <w:r w:rsidR="007D6245" w:rsidRPr="008E1435">
              <w:rPr>
                <w:rStyle w:val="Hyperlink"/>
                <w:noProof/>
                <w:rtl/>
              </w:rPr>
              <w:t xml:space="preserve"> </w:t>
            </w:r>
            <w:r w:rsidR="007D6245" w:rsidRPr="008E1435">
              <w:rPr>
                <w:rStyle w:val="Hyperlink"/>
                <w:rFonts w:hint="eastAsia"/>
                <w:noProof/>
                <w:rtl/>
              </w:rPr>
              <w:t>ذي</w:t>
            </w:r>
            <w:r w:rsidR="007D6245" w:rsidRPr="008E1435">
              <w:rPr>
                <w:rStyle w:val="Hyperlink"/>
                <w:noProof/>
                <w:rtl/>
              </w:rPr>
              <w:t xml:space="preserve"> </w:t>
            </w:r>
            <w:r w:rsidR="007D6245" w:rsidRPr="008E1435">
              <w:rPr>
                <w:rStyle w:val="Hyperlink"/>
                <w:rFonts w:hint="eastAsia"/>
                <w:noProof/>
                <w:rtl/>
              </w:rPr>
              <w:t>الجوشن</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Toc374273988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100</w:t>
            </w:r>
            <w:r>
              <w:rPr>
                <w:rStyle w:val="Hyperlink"/>
                <w:noProof/>
                <w:rtl/>
              </w:rPr>
              <w:fldChar w:fldCharType="end"/>
            </w:r>
          </w:hyperlink>
        </w:p>
        <w:p w:rsidR="007D6245" w:rsidRDefault="00450132">
          <w:pPr>
            <w:pStyle w:val="TOC1"/>
            <w:rPr>
              <w:rFonts w:asciiTheme="minorHAnsi" w:eastAsiaTheme="minorEastAsia" w:hAnsiTheme="minorHAnsi" w:cstheme="minorBidi"/>
              <w:bCs w:val="0"/>
              <w:noProof/>
              <w:color w:val="auto"/>
              <w:sz w:val="22"/>
              <w:szCs w:val="22"/>
              <w:rtl/>
            </w:rPr>
          </w:pPr>
          <w:hyperlink w:anchor="_Toc374273989" w:history="1">
            <w:r w:rsidR="007D6245" w:rsidRPr="008E1435">
              <w:rPr>
                <w:rStyle w:val="Hyperlink"/>
                <w:rFonts w:hint="eastAsia"/>
                <w:noProof/>
                <w:rtl/>
              </w:rPr>
              <w:t>هل</w:t>
            </w:r>
            <w:r w:rsidR="007D6245" w:rsidRPr="008E1435">
              <w:rPr>
                <w:rStyle w:val="Hyperlink"/>
                <w:noProof/>
                <w:rtl/>
              </w:rPr>
              <w:t xml:space="preserve"> </w:t>
            </w:r>
            <w:r w:rsidR="007D6245" w:rsidRPr="008E1435">
              <w:rPr>
                <w:rStyle w:val="Hyperlink"/>
                <w:rFonts w:hint="eastAsia"/>
                <w:noProof/>
                <w:rtl/>
              </w:rPr>
              <w:t>أصاب؟</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Toc374273989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105</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90" w:history="1">
            <w:r w:rsidR="007D6245" w:rsidRPr="008E1435">
              <w:rPr>
                <w:rStyle w:val="Hyperlink"/>
                <w:rFonts w:hint="eastAsia"/>
                <w:noProof/>
                <w:rtl/>
              </w:rPr>
              <w:t>خطأ</w:t>
            </w:r>
            <w:r w:rsidR="007D6245" w:rsidRPr="008E1435">
              <w:rPr>
                <w:rStyle w:val="Hyperlink"/>
                <w:noProof/>
                <w:rtl/>
              </w:rPr>
              <w:t xml:space="preserve"> </w:t>
            </w:r>
            <w:r w:rsidR="007D6245" w:rsidRPr="008E1435">
              <w:rPr>
                <w:rStyle w:val="Hyperlink"/>
                <w:rFonts w:hint="eastAsia"/>
                <w:noProof/>
                <w:rtl/>
              </w:rPr>
              <w:t>الشُهداء</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Toc374273990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105</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91" w:history="1">
            <w:r w:rsidR="007D6245" w:rsidRPr="008E1435">
              <w:rPr>
                <w:rStyle w:val="Hyperlink"/>
                <w:rFonts w:hint="eastAsia"/>
                <w:noProof/>
                <w:rtl/>
              </w:rPr>
              <w:t>بواعث</w:t>
            </w:r>
            <w:r w:rsidR="007D6245" w:rsidRPr="008E1435">
              <w:rPr>
                <w:rStyle w:val="Hyperlink"/>
                <w:noProof/>
                <w:rtl/>
              </w:rPr>
              <w:t xml:space="preserve"> </w:t>
            </w:r>
            <w:r w:rsidR="007D6245" w:rsidRPr="008E1435">
              <w:rPr>
                <w:rStyle w:val="Hyperlink"/>
                <w:rFonts w:hint="eastAsia"/>
                <w:noProof/>
                <w:rtl/>
              </w:rPr>
              <w:t>الخروج</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Toc374273991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114</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92" w:history="1">
            <w:r w:rsidR="007D6245" w:rsidRPr="008E1435">
              <w:rPr>
                <w:rStyle w:val="Hyperlink"/>
                <w:rFonts w:hint="eastAsia"/>
                <w:noProof/>
                <w:rtl/>
              </w:rPr>
              <w:t>مصرع</w:t>
            </w:r>
            <w:r w:rsidR="007D6245" w:rsidRPr="008E1435">
              <w:rPr>
                <w:rStyle w:val="Hyperlink"/>
                <w:noProof/>
                <w:rtl/>
              </w:rPr>
              <w:t xml:space="preserve"> </w:t>
            </w:r>
            <w:r w:rsidR="007D6245" w:rsidRPr="008E1435">
              <w:rPr>
                <w:rStyle w:val="Hyperlink"/>
                <w:rFonts w:hint="eastAsia"/>
                <w:noProof/>
                <w:rtl/>
              </w:rPr>
              <w:t>وانتصار</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Toc374273992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117</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93" w:history="1">
            <w:r w:rsidR="007D6245" w:rsidRPr="008E1435">
              <w:rPr>
                <w:rStyle w:val="Hyperlink"/>
                <w:rFonts w:hint="eastAsia"/>
                <w:noProof/>
                <w:rtl/>
              </w:rPr>
              <w:t>صواب</w:t>
            </w:r>
            <w:r w:rsidR="007D6245" w:rsidRPr="008E1435">
              <w:rPr>
                <w:rStyle w:val="Hyperlink"/>
                <w:noProof/>
                <w:rtl/>
              </w:rPr>
              <w:t xml:space="preserve"> </w:t>
            </w:r>
            <w:r w:rsidR="007D6245" w:rsidRPr="008E1435">
              <w:rPr>
                <w:rStyle w:val="Hyperlink"/>
                <w:rFonts w:hint="eastAsia"/>
                <w:noProof/>
                <w:rtl/>
              </w:rPr>
              <w:t>الشُهداء</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Toc374273993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121</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94" w:history="1">
            <w:r w:rsidR="007D6245" w:rsidRPr="008E1435">
              <w:rPr>
                <w:rStyle w:val="Hyperlink"/>
                <w:rFonts w:hint="eastAsia"/>
                <w:noProof/>
                <w:rtl/>
              </w:rPr>
              <w:t>النّاس</w:t>
            </w:r>
            <w:r w:rsidR="007D6245" w:rsidRPr="008E1435">
              <w:rPr>
                <w:rStyle w:val="Hyperlink"/>
                <w:noProof/>
                <w:rtl/>
              </w:rPr>
              <w:t xml:space="preserve"> </w:t>
            </w:r>
            <w:r w:rsidR="007D6245" w:rsidRPr="008E1435">
              <w:rPr>
                <w:rStyle w:val="Hyperlink"/>
                <w:rFonts w:hint="eastAsia"/>
                <w:noProof/>
                <w:rtl/>
              </w:rPr>
              <w:t>عبيد</w:t>
            </w:r>
            <w:r w:rsidR="007D6245" w:rsidRPr="008E1435">
              <w:rPr>
                <w:rStyle w:val="Hyperlink"/>
                <w:noProof/>
                <w:rtl/>
              </w:rPr>
              <w:t xml:space="preserve"> </w:t>
            </w:r>
            <w:r w:rsidR="007D6245" w:rsidRPr="008E1435">
              <w:rPr>
                <w:rStyle w:val="Hyperlink"/>
                <w:rFonts w:hint="eastAsia"/>
                <w:noProof/>
                <w:rtl/>
              </w:rPr>
              <w:t>الدُنيا</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Toc374273994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125</w:t>
            </w:r>
            <w:r>
              <w:rPr>
                <w:rStyle w:val="Hyperlink"/>
                <w:noProof/>
                <w:rtl/>
              </w:rPr>
              <w:fldChar w:fldCharType="end"/>
            </w:r>
          </w:hyperlink>
        </w:p>
        <w:p w:rsidR="007D6245" w:rsidRDefault="00450132">
          <w:pPr>
            <w:pStyle w:val="TOC1"/>
            <w:rPr>
              <w:rFonts w:asciiTheme="minorHAnsi" w:eastAsiaTheme="minorEastAsia" w:hAnsiTheme="minorHAnsi" w:cstheme="minorBidi"/>
              <w:bCs w:val="0"/>
              <w:noProof/>
              <w:color w:val="auto"/>
              <w:sz w:val="22"/>
              <w:szCs w:val="22"/>
              <w:rtl/>
            </w:rPr>
          </w:pPr>
          <w:hyperlink w:anchor="_Toc374273995" w:history="1">
            <w:r w:rsidR="007D6245" w:rsidRPr="008E1435">
              <w:rPr>
                <w:rStyle w:val="Hyperlink"/>
                <w:rFonts w:hint="eastAsia"/>
                <w:noProof/>
                <w:rtl/>
              </w:rPr>
              <w:t>كربلاء</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Toc374273995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129</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96" w:history="1">
            <w:r w:rsidR="007D6245" w:rsidRPr="008E1435">
              <w:rPr>
                <w:rStyle w:val="Hyperlink"/>
                <w:rFonts w:hint="eastAsia"/>
                <w:noProof/>
                <w:rtl/>
              </w:rPr>
              <w:t>الحرّم</w:t>
            </w:r>
            <w:r w:rsidR="007D6245" w:rsidRPr="008E1435">
              <w:rPr>
                <w:rStyle w:val="Hyperlink"/>
                <w:noProof/>
                <w:rtl/>
              </w:rPr>
              <w:t xml:space="preserve"> </w:t>
            </w:r>
            <w:r w:rsidR="007D6245" w:rsidRPr="008E1435">
              <w:rPr>
                <w:rStyle w:val="Hyperlink"/>
                <w:rFonts w:hint="eastAsia"/>
                <w:noProof/>
                <w:rtl/>
              </w:rPr>
              <w:t>المقدّس</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Toc374273996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129</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97" w:history="1">
            <w:r w:rsidR="007D6245" w:rsidRPr="008E1435">
              <w:rPr>
                <w:rStyle w:val="Hyperlink"/>
                <w:rFonts w:hint="eastAsia"/>
                <w:noProof/>
                <w:rtl/>
              </w:rPr>
              <w:t>نموت</w:t>
            </w:r>
            <w:r w:rsidR="007D6245" w:rsidRPr="008E1435">
              <w:rPr>
                <w:rStyle w:val="Hyperlink"/>
                <w:noProof/>
                <w:rtl/>
              </w:rPr>
              <w:t xml:space="preserve"> </w:t>
            </w:r>
            <w:r w:rsidR="007D6245" w:rsidRPr="008E1435">
              <w:rPr>
                <w:rStyle w:val="Hyperlink"/>
                <w:rFonts w:hint="eastAsia"/>
                <w:noProof/>
                <w:rtl/>
              </w:rPr>
              <w:t>معك</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Toc374273997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131</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98" w:history="1">
            <w:r w:rsidR="007D6245" w:rsidRPr="008E1435">
              <w:rPr>
                <w:rStyle w:val="Hyperlink"/>
                <w:rFonts w:hint="eastAsia"/>
                <w:noProof/>
                <w:rtl/>
              </w:rPr>
              <w:t>حرب</w:t>
            </w:r>
            <w:r w:rsidR="007D6245" w:rsidRPr="008E1435">
              <w:rPr>
                <w:rStyle w:val="Hyperlink"/>
                <w:noProof/>
                <w:rtl/>
              </w:rPr>
              <w:t xml:space="preserve"> </w:t>
            </w:r>
            <w:r w:rsidR="007D6245" w:rsidRPr="008E1435">
              <w:rPr>
                <w:rStyle w:val="Hyperlink"/>
                <w:rFonts w:hint="eastAsia"/>
                <w:noProof/>
                <w:rtl/>
              </w:rPr>
              <w:t>النّور</w:t>
            </w:r>
            <w:r w:rsidR="007D6245" w:rsidRPr="008E1435">
              <w:rPr>
                <w:rStyle w:val="Hyperlink"/>
                <w:noProof/>
                <w:rtl/>
              </w:rPr>
              <w:t xml:space="preserve"> </w:t>
            </w:r>
            <w:r w:rsidR="007D6245" w:rsidRPr="008E1435">
              <w:rPr>
                <w:rStyle w:val="Hyperlink"/>
                <w:rFonts w:hint="eastAsia"/>
                <w:noProof/>
                <w:rtl/>
              </w:rPr>
              <w:t>والظلام</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Toc374273998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136</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3999" w:history="1">
            <w:r w:rsidR="007D6245" w:rsidRPr="008E1435">
              <w:rPr>
                <w:rStyle w:val="Hyperlink"/>
                <w:rFonts w:hint="eastAsia"/>
                <w:noProof/>
                <w:rtl/>
              </w:rPr>
              <w:t>مآثم</w:t>
            </w:r>
            <w:r w:rsidR="007D6245" w:rsidRPr="008E1435">
              <w:rPr>
                <w:rStyle w:val="Hyperlink"/>
                <w:noProof/>
                <w:rtl/>
              </w:rPr>
              <w:t xml:space="preserve"> </w:t>
            </w:r>
            <w:r w:rsidR="007D6245" w:rsidRPr="008E1435">
              <w:rPr>
                <w:rStyle w:val="Hyperlink"/>
                <w:rFonts w:hint="eastAsia"/>
                <w:noProof/>
                <w:rtl/>
              </w:rPr>
              <w:t>مخزية</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Toc374273999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143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00" w:history="1">
            <w:r w:rsidR="007D6245" w:rsidRPr="008E1435">
              <w:rPr>
                <w:rStyle w:val="Hyperlink"/>
                <w:rFonts w:hint="eastAsia"/>
                <w:noProof/>
                <w:rtl/>
              </w:rPr>
              <w:t>تخاذل</w:t>
            </w:r>
            <w:r w:rsidR="007D6245" w:rsidRPr="008E1435">
              <w:rPr>
                <w:rStyle w:val="Hyperlink"/>
                <w:noProof/>
                <w:rtl/>
              </w:rPr>
              <w:t xml:space="preserve"> </w:t>
            </w:r>
            <w:r w:rsidR="007D6245" w:rsidRPr="008E1435">
              <w:rPr>
                <w:rStyle w:val="Hyperlink"/>
                <w:rFonts w:hint="eastAsia"/>
                <w:noProof/>
                <w:rtl/>
              </w:rPr>
              <w:t>وضعف</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Toc374274000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146</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01" w:history="1">
            <w:r w:rsidR="007D6245" w:rsidRPr="008E1435">
              <w:rPr>
                <w:rStyle w:val="Hyperlink"/>
                <w:rFonts w:hint="eastAsia"/>
                <w:noProof/>
                <w:rtl/>
              </w:rPr>
              <w:t>شجاعة</w:t>
            </w:r>
            <w:r w:rsidR="007D6245" w:rsidRPr="008E1435">
              <w:rPr>
                <w:rStyle w:val="Hyperlink"/>
                <w:noProof/>
                <w:rtl/>
              </w:rPr>
              <w:t xml:space="preserve"> </w:t>
            </w:r>
            <w:r w:rsidR="007D6245" w:rsidRPr="008E1435">
              <w:rPr>
                <w:rStyle w:val="Hyperlink"/>
                <w:rFonts w:hint="eastAsia"/>
                <w:noProof/>
                <w:rtl/>
              </w:rPr>
              <w:t>جُند</w:t>
            </w:r>
            <w:r w:rsidR="007D6245" w:rsidRPr="008E1435">
              <w:rPr>
                <w:rStyle w:val="Hyperlink"/>
                <w:noProof/>
                <w:rtl/>
              </w:rPr>
              <w:t xml:space="preserve"> </w:t>
            </w:r>
            <w:r w:rsidR="007D6245" w:rsidRPr="008E1435">
              <w:rPr>
                <w:rStyle w:val="Hyperlink"/>
                <w:rFonts w:hint="eastAsia"/>
                <w:noProof/>
                <w:rtl/>
              </w:rPr>
              <w:t>الحُسين</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Toc374274001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148</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02" w:history="1">
            <w:r w:rsidR="007D6245" w:rsidRPr="008E1435">
              <w:rPr>
                <w:rStyle w:val="Hyperlink"/>
                <w:rFonts w:hint="eastAsia"/>
                <w:noProof/>
                <w:rtl/>
              </w:rPr>
              <w:t>مصرع</w:t>
            </w:r>
            <w:r w:rsidR="007D6245" w:rsidRPr="008E1435">
              <w:rPr>
                <w:rStyle w:val="Hyperlink"/>
                <w:noProof/>
                <w:rtl/>
              </w:rPr>
              <w:t xml:space="preserve"> </w:t>
            </w:r>
            <w:r w:rsidR="007D6245" w:rsidRPr="008E1435">
              <w:rPr>
                <w:rStyle w:val="Hyperlink"/>
                <w:rFonts w:hint="eastAsia"/>
                <w:noProof/>
                <w:rtl/>
              </w:rPr>
              <w:t>الحُسين</w:t>
            </w:r>
            <w:r w:rsidR="007D6245" w:rsidRPr="008E1435">
              <w:rPr>
                <w:rStyle w:val="Hyperlink"/>
                <w:noProof/>
                <w:rtl/>
              </w:rPr>
              <w:t xml:space="preserve"> </w:t>
            </w:r>
            <w:r w:rsidR="007D6245" w:rsidRPr="008E1435">
              <w:rPr>
                <w:rStyle w:val="Hyperlink"/>
                <w:rFonts w:cs="Rafed Alaem" w:hint="eastAsia"/>
                <w:noProof/>
                <w:rtl/>
              </w:rPr>
              <w:t>عليه‌السلام</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Toc374274002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153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03" w:history="1">
            <w:r w:rsidR="007D6245" w:rsidRPr="008E1435">
              <w:rPr>
                <w:rStyle w:val="Hyperlink"/>
                <w:rFonts w:hint="eastAsia"/>
                <w:noProof/>
                <w:rtl/>
              </w:rPr>
              <w:t>خسّة</w:t>
            </w:r>
            <w:r w:rsidR="007D6245" w:rsidRPr="008E1435">
              <w:rPr>
                <w:rStyle w:val="Hyperlink"/>
                <w:noProof/>
                <w:rtl/>
              </w:rPr>
              <w:t xml:space="preserve"> </w:t>
            </w:r>
            <w:r w:rsidR="007D6245" w:rsidRPr="008E1435">
              <w:rPr>
                <w:rStyle w:val="Hyperlink"/>
                <w:rFonts w:hint="eastAsia"/>
                <w:noProof/>
                <w:rtl/>
              </w:rPr>
              <w:t>ووحشية</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Toc374274003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158</w:t>
            </w:r>
            <w:r>
              <w:rPr>
                <w:rStyle w:val="Hyperlink"/>
                <w:noProof/>
                <w:rtl/>
              </w:rPr>
              <w:fldChar w:fldCharType="end"/>
            </w:r>
          </w:hyperlink>
        </w:p>
        <w:p w:rsidR="007D6245" w:rsidRDefault="00450132">
          <w:pPr>
            <w:pStyle w:val="TOC1"/>
            <w:rPr>
              <w:rFonts w:asciiTheme="minorHAnsi" w:eastAsiaTheme="minorEastAsia" w:hAnsiTheme="minorHAnsi" w:cstheme="minorBidi"/>
              <w:bCs w:val="0"/>
              <w:noProof/>
              <w:color w:val="auto"/>
              <w:sz w:val="22"/>
              <w:szCs w:val="22"/>
              <w:rtl/>
            </w:rPr>
          </w:pPr>
          <w:hyperlink w:anchor="_Toc374274004" w:history="1">
            <w:r w:rsidR="007D6245" w:rsidRPr="008E1435">
              <w:rPr>
                <w:rStyle w:val="Hyperlink"/>
                <w:rFonts w:hint="eastAsia"/>
                <w:noProof/>
                <w:rtl/>
              </w:rPr>
              <w:t>جزيرة</w:t>
            </w:r>
            <w:r w:rsidR="007D6245" w:rsidRPr="008E1435">
              <w:rPr>
                <w:rStyle w:val="Hyperlink"/>
                <w:noProof/>
                <w:rtl/>
              </w:rPr>
              <w:t xml:space="preserve"> </w:t>
            </w:r>
            <w:r w:rsidR="007D6245" w:rsidRPr="008E1435">
              <w:rPr>
                <w:rStyle w:val="Hyperlink"/>
                <w:rFonts w:hint="eastAsia"/>
                <w:noProof/>
                <w:rtl/>
              </w:rPr>
              <w:t>كربلاء</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Toc374274004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163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05" w:history="1">
            <w:r w:rsidR="007D6245" w:rsidRPr="008E1435">
              <w:rPr>
                <w:rStyle w:val="Hyperlink"/>
                <w:rFonts w:hint="eastAsia"/>
                <w:noProof/>
                <w:rtl/>
              </w:rPr>
              <w:t>موطن</w:t>
            </w:r>
            <w:r w:rsidR="007D6245" w:rsidRPr="008E1435">
              <w:rPr>
                <w:rStyle w:val="Hyperlink"/>
                <w:noProof/>
                <w:rtl/>
              </w:rPr>
              <w:t xml:space="preserve"> </w:t>
            </w:r>
            <w:r w:rsidR="007D6245" w:rsidRPr="008E1435">
              <w:rPr>
                <w:rStyle w:val="Hyperlink"/>
                <w:rFonts w:hint="eastAsia"/>
                <w:noProof/>
                <w:rtl/>
              </w:rPr>
              <w:t>الرّأس</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Toc374274005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163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06" w:history="1">
            <w:r w:rsidR="007D6245" w:rsidRPr="008E1435">
              <w:rPr>
                <w:rStyle w:val="Hyperlink"/>
                <w:rFonts w:hint="eastAsia"/>
                <w:noProof/>
                <w:rtl/>
              </w:rPr>
              <w:t>وقاحة</w:t>
            </w:r>
            <w:r w:rsidR="007D6245" w:rsidRPr="008E1435">
              <w:rPr>
                <w:rStyle w:val="Hyperlink"/>
                <w:noProof/>
                <w:rtl/>
              </w:rPr>
              <w:t xml:space="preserve"> </w:t>
            </w:r>
            <w:r w:rsidR="007D6245" w:rsidRPr="008E1435">
              <w:rPr>
                <w:rStyle w:val="Hyperlink"/>
                <w:rFonts w:hint="eastAsia"/>
                <w:noProof/>
                <w:rtl/>
              </w:rPr>
              <w:t>ابن</w:t>
            </w:r>
            <w:r w:rsidR="007D6245" w:rsidRPr="008E1435">
              <w:rPr>
                <w:rStyle w:val="Hyperlink"/>
                <w:noProof/>
                <w:rtl/>
              </w:rPr>
              <w:t xml:space="preserve"> </w:t>
            </w:r>
            <w:r w:rsidR="007D6245" w:rsidRPr="008E1435">
              <w:rPr>
                <w:rStyle w:val="Hyperlink"/>
                <w:rFonts w:hint="eastAsia"/>
                <w:noProof/>
                <w:rtl/>
              </w:rPr>
              <w:t>زياد</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Toc374274006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165</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07" w:history="1">
            <w:r w:rsidR="007D6245" w:rsidRPr="008E1435">
              <w:rPr>
                <w:rStyle w:val="Hyperlink"/>
                <w:rFonts w:hint="eastAsia"/>
                <w:noProof/>
                <w:rtl/>
              </w:rPr>
              <w:t>عليّ</w:t>
            </w:r>
            <w:r w:rsidR="007D6245" w:rsidRPr="008E1435">
              <w:rPr>
                <w:rStyle w:val="Hyperlink"/>
                <w:noProof/>
                <w:rtl/>
              </w:rPr>
              <w:t xml:space="preserve"> </w:t>
            </w:r>
            <w:r w:rsidR="007D6245" w:rsidRPr="008E1435">
              <w:rPr>
                <w:rStyle w:val="Hyperlink"/>
                <w:rFonts w:hint="eastAsia"/>
                <w:noProof/>
                <w:rtl/>
              </w:rPr>
              <w:t>زين</w:t>
            </w:r>
            <w:r w:rsidR="007D6245" w:rsidRPr="008E1435">
              <w:rPr>
                <w:rStyle w:val="Hyperlink"/>
                <w:noProof/>
                <w:rtl/>
              </w:rPr>
              <w:t xml:space="preserve"> </w:t>
            </w:r>
            <w:r w:rsidR="007D6245" w:rsidRPr="008E1435">
              <w:rPr>
                <w:rStyle w:val="Hyperlink"/>
                <w:rFonts w:hint="eastAsia"/>
                <w:noProof/>
                <w:rtl/>
              </w:rPr>
              <w:t>العابدين</w:t>
            </w:r>
            <w:r w:rsidR="007D6245" w:rsidRPr="008E1435">
              <w:rPr>
                <w:rStyle w:val="Hyperlink"/>
                <w:noProof/>
                <w:rtl/>
              </w:rPr>
              <w:t xml:space="preserve"> </w:t>
            </w:r>
            <w:r w:rsidR="007D6245" w:rsidRPr="008E1435">
              <w:rPr>
                <w:rStyle w:val="Hyperlink"/>
                <w:rFonts w:cs="Rafed Alaem" w:hint="eastAsia"/>
                <w:noProof/>
                <w:rtl/>
              </w:rPr>
              <w:t>عليه‌السلام</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Toc374274007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168</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08" w:history="1">
            <w:r w:rsidR="007D6245" w:rsidRPr="008E1435">
              <w:rPr>
                <w:rStyle w:val="Hyperlink"/>
                <w:rFonts w:hint="eastAsia"/>
                <w:noProof/>
                <w:rtl/>
              </w:rPr>
              <w:t>الرّأس</w:t>
            </w:r>
            <w:r w:rsidR="007D6245" w:rsidRPr="008E1435">
              <w:rPr>
                <w:rStyle w:val="Hyperlink"/>
                <w:noProof/>
                <w:rtl/>
              </w:rPr>
              <w:t xml:space="preserve"> </w:t>
            </w:r>
            <w:r w:rsidR="007D6245" w:rsidRPr="008E1435">
              <w:rPr>
                <w:rStyle w:val="Hyperlink"/>
                <w:rFonts w:hint="eastAsia"/>
                <w:noProof/>
                <w:rtl/>
              </w:rPr>
              <w:t>عند</w:t>
            </w:r>
            <w:r w:rsidR="007D6245" w:rsidRPr="008E1435">
              <w:rPr>
                <w:rStyle w:val="Hyperlink"/>
                <w:noProof/>
                <w:rtl/>
              </w:rPr>
              <w:t xml:space="preserve"> </w:t>
            </w:r>
            <w:r w:rsidR="007D6245" w:rsidRPr="008E1435">
              <w:rPr>
                <w:rStyle w:val="Hyperlink"/>
                <w:rFonts w:hint="eastAsia"/>
                <w:noProof/>
                <w:rtl/>
              </w:rPr>
              <w:t>يزيد</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Toc374274008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169</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09" w:history="1">
            <w:r w:rsidR="007D6245" w:rsidRPr="008E1435">
              <w:rPr>
                <w:rStyle w:val="Hyperlink"/>
                <w:rFonts w:hint="eastAsia"/>
                <w:noProof/>
                <w:rtl/>
              </w:rPr>
              <w:t>تبعة</w:t>
            </w:r>
            <w:r w:rsidR="007D6245" w:rsidRPr="008E1435">
              <w:rPr>
                <w:rStyle w:val="Hyperlink"/>
                <w:noProof/>
                <w:rtl/>
              </w:rPr>
              <w:t xml:space="preserve"> </w:t>
            </w:r>
            <w:r w:rsidR="007D6245" w:rsidRPr="008E1435">
              <w:rPr>
                <w:rStyle w:val="Hyperlink"/>
                <w:rFonts w:hint="eastAsia"/>
                <w:noProof/>
                <w:rtl/>
              </w:rPr>
              <w:t>يزيد</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Toc374274009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173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10" w:history="1">
            <w:r w:rsidR="007D6245" w:rsidRPr="008E1435">
              <w:rPr>
                <w:rStyle w:val="Hyperlink"/>
                <w:rFonts w:hint="eastAsia"/>
                <w:noProof/>
                <w:rtl/>
              </w:rPr>
              <w:t>ثورة</w:t>
            </w:r>
            <w:r w:rsidR="007D6245" w:rsidRPr="008E1435">
              <w:rPr>
                <w:rStyle w:val="Hyperlink"/>
                <w:noProof/>
                <w:rtl/>
              </w:rPr>
              <w:t xml:space="preserve"> </w:t>
            </w:r>
            <w:r w:rsidR="007D6245" w:rsidRPr="008E1435">
              <w:rPr>
                <w:rStyle w:val="Hyperlink"/>
                <w:rFonts w:hint="eastAsia"/>
                <w:noProof/>
                <w:rtl/>
              </w:rPr>
              <w:t>المدينة</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Toc374274010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176</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11" w:history="1">
            <w:r w:rsidR="007D6245" w:rsidRPr="008E1435">
              <w:rPr>
                <w:rStyle w:val="Hyperlink"/>
                <w:rFonts w:hint="eastAsia"/>
                <w:noProof/>
                <w:rtl/>
              </w:rPr>
              <w:t>جريرة</w:t>
            </w:r>
            <w:r w:rsidR="007D6245" w:rsidRPr="008E1435">
              <w:rPr>
                <w:rStyle w:val="Hyperlink"/>
                <w:noProof/>
                <w:rtl/>
              </w:rPr>
              <w:t xml:space="preserve"> </w:t>
            </w:r>
            <w:r w:rsidR="007D6245" w:rsidRPr="008E1435">
              <w:rPr>
                <w:rStyle w:val="Hyperlink"/>
                <w:rFonts w:hint="eastAsia"/>
                <w:noProof/>
                <w:rtl/>
              </w:rPr>
              <w:t>العدل</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Toc374274011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179</w:t>
            </w:r>
            <w:r>
              <w:rPr>
                <w:rStyle w:val="Hyperlink"/>
                <w:noProof/>
                <w:rtl/>
              </w:rPr>
              <w:fldChar w:fldCharType="end"/>
            </w:r>
          </w:hyperlink>
        </w:p>
        <w:p w:rsidR="00FC73A8" w:rsidRDefault="00FC73A8" w:rsidP="00FC73A8">
          <w:pPr>
            <w:pStyle w:val="libNormal"/>
            <w:rPr>
              <w:noProof/>
            </w:rPr>
          </w:pPr>
          <w:r>
            <w:rPr>
              <w:noProof/>
            </w:rPr>
            <w:br w:type="page"/>
          </w:r>
        </w:p>
        <w:p w:rsidR="007D6245" w:rsidRDefault="00450132" w:rsidP="00FC73A8">
          <w:pPr>
            <w:pStyle w:val="TOC1"/>
            <w:rPr>
              <w:rFonts w:asciiTheme="minorHAnsi" w:eastAsiaTheme="minorEastAsia" w:hAnsiTheme="minorHAnsi" w:cstheme="minorBidi"/>
              <w:bCs w:val="0"/>
              <w:noProof/>
              <w:color w:val="auto"/>
              <w:sz w:val="22"/>
              <w:szCs w:val="22"/>
              <w:rtl/>
            </w:rPr>
          </w:pPr>
          <w:hyperlink w:anchor="_Toc374274012" w:history="1">
            <w:r w:rsidR="007D6245" w:rsidRPr="008E1435">
              <w:rPr>
                <w:rStyle w:val="Hyperlink"/>
                <w:rFonts w:hint="eastAsia"/>
                <w:noProof/>
                <w:rtl/>
              </w:rPr>
              <w:t>نهاية</w:t>
            </w:r>
            <w:r w:rsidR="007D6245" w:rsidRPr="008E1435">
              <w:rPr>
                <w:rStyle w:val="Hyperlink"/>
                <w:noProof/>
                <w:rtl/>
              </w:rPr>
              <w:t xml:space="preserve"> </w:t>
            </w:r>
            <w:r w:rsidR="007D6245" w:rsidRPr="008E1435">
              <w:rPr>
                <w:rStyle w:val="Hyperlink"/>
                <w:rFonts w:hint="eastAsia"/>
                <w:noProof/>
                <w:rtl/>
              </w:rPr>
              <w:t>المطاف</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Toc374274012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183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13" w:history="1">
            <w:r w:rsidR="007D6245" w:rsidRPr="008E1435">
              <w:rPr>
                <w:rStyle w:val="Hyperlink"/>
                <w:rFonts w:hint="eastAsia"/>
                <w:noProof/>
                <w:rtl/>
              </w:rPr>
              <w:t>مَن</w:t>
            </w:r>
            <w:r w:rsidR="007D6245" w:rsidRPr="008E1435">
              <w:rPr>
                <w:rStyle w:val="Hyperlink"/>
                <w:noProof/>
                <w:rtl/>
              </w:rPr>
              <w:t xml:space="preserve"> </w:t>
            </w:r>
            <w:r w:rsidR="007D6245" w:rsidRPr="008E1435">
              <w:rPr>
                <w:rStyle w:val="Hyperlink"/>
                <w:rFonts w:hint="eastAsia"/>
                <w:noProof/>
                <w:rtl/>
              </w:rPr>
              <w:t>الظافِر؟</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Toc374274013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183</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14" w:history="1">
            <w:r w:rsidR="007D6245" w:rsidRPr="008E1435">
              <w:rPr>
                <w:rStyle w:val="Hyperlink"/>
                <w:rFonts w:hint="eastAsia"/>
                <w:noProof/>
                <w:rtl/>
              </w:rPr>
              <w:t>أبو</w:t>
            </w:r>
            <w:r w:rsidR="007D6245" w:rsidRPr="008E1435">
              <w:rPr>
                <w:rStyle w:val="Hyperlink"/>
                <w:noProof/>
                <w:rtl/>
              </w:rPr>
              <w:t xml:space="preserve"> </w:t>
            </w:r>
            <w:r w:rsidR="007D6245" w:rsidRPr="008E1435">
              <w:rPr>
                <w:rStyle w:val="Hyperlink"/>
                <w:rFonts w:hint="eastAsia"/>
                <w:noProof/>
                <w:rtl/>
              </w:rPr>
              <w:t>الشُهداء</w:t>
            </w:r>
            <w:r w:rsidR="007D6245" w:rsidRPr="008E1435">
              <w:rPr>
                <w:rStyle w:val="Hyperlink"/>
                <w:noProof/>
                <w:rtl/>
              </w:rPr>
              <w:t xml:space="preserve"> </w:t>
            </w:r>
            <w:r w:rsidR="007D6245" w:rsidRPr="008E1435">
              <w:rPr>
                <w:rStyle w:val="Hyperlink"/>
                <w:rFonts w:cs="Rafed Alaem" w:hint="eastAsia"/>
                <w:noProof/>
                <w:rtl/>
              </w:rPr>
              <w:t>عليه‌السلام</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Toc374274014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194</w:t>
            </w:r>
            <w:r>
              <w:rPr>
                <w:rStyle w:val="Hyperlink"/>
                <w:noProof/>
                <w:rtl/>
              </w:rPr>
              <w:fldChar w:fldCharType="end"/>
            </w:r>
          </w:hyperlink>
        </w:p>
        <w:p w:rsidR="007D6245" w:rsidRDefault="00450132">
          <w:pPr>
            <w:pStyle w:val="TOC1"/>
            <w:rPr>
              <w:rFonts w:asciiTheme="minorHAnsi" w:eastAsiaTheme="minorEastAsia" w:hAnsiTheme="minorHAnsi" w:cstheme="minorBidi"/>
              <w:bCs w:val="0"/>
              <w:noProof/>
              <w:color w:val="auto"/>
              <w:sz w:val="22"/>
              <w:szCs w:val="22"/>
              <w:rtl/>
            </w:rPr>
          </w:pPr>
          <w:hyperlink w:anchor="_Toc374274015" w:history="1">
            <w:r w:rsidR="007D6245" w:rsidRPr="008E1435">
              <w:rPr>
                <w:rStyle w:val="Hyperlink"/>
                <w:rFonts w:hint="eastAsia"/>
                <w:noProof/>
                <w:rtl/>
              </w:rPr>
              <w:t>في</w:t>
            </w:r>
            <w:r w:rsidR="007D6245" w:rsidRPr="008E1435">
              <w:rPr>
                <w:rStyle w:val="Hyperlink"/>
                <w:noProof/>
                <w:rtl/>
              </w:rPr>
              <w:t xml:space="preserve"> </w:t>
            </w:r>
            <w:r w:rsidR="007D6245" w:rsidRPr="008E1435">
              <w:rPr>
                <w:rStyle w:val="Hyperlink"/>
                <w:rFonts w:hint="eastAsia"/>
                <w:noProof/>
                <w:rtl/>
              </w:rPr>
              <w:t>عالم</w:t>
            </w:r>
            <w:r w:rsidR="007D6245" w:rsidRPr="008E1435">
              <w:rPr>
                <w:rStyle w:val="Hyperlink"/>
                <w:noProof/>
                <w:rtl/>
              </w:rPr>
              <w:t xml:space="preserve"> </w:t>
            </w:r>
            <w:r w:rsidR="007D6245" w:rsidRPr="008E1435">
              <w:rPr>
                <w:rStyle w:val="Hyperlink"/>
                <w:rFonts w:hint="eastAsia"/>
                <w:noProof/>
                <w:rtl/>
              </w:rPr>
              <w:t>الجمال</w:t>
            </w:r>
            <w:r w:rsidR="007D6245" w:rsidRPr="008E1435">
              <w:rPr>
                <w:rStyle w:val="Hyperlink"/>
                <w:noProof/>
                <w:rtl/>
              </w:rPr>
              <w:t>:</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Toc374274015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197</w:t>
            </w:r>
            <w:r>
              <w:rPr>
                <w:rStyle w:val="Hyperlink"/>
                <w:noProof/>
                <w:rtl/>
              </w:rPr>
              <w:fldChar w:fldCharType="end"/>
            </w:r>
          </w:hyperlink>
        </w:p>
        <w:p w:rsidR="007D6245" w:rsidRDefault="00450132">
          <w:pPr>
            <w:pStyle w:val="TOC2"/>
            <w:tabs>
              <w:tab w:val="right" w:leader="dot" w:pos="7361"/>
            </w:tabs>
            <w:rPr>
              <w:rFonts w:asciiTheme="minorHAnsi" w:eastAsiaTheme="minorEastAsia" w:hAnsiTheme="minorHAnsi" w:cstheme="minorBidi"/>
              <w:noProof/>
              <w:color w:val="auto"/>
              <w:sz w:val="22"/>
              <w:szCs w:val="22"/>
              <w:rtl/>
            </w:rPr>
          </w:pPr>
          <w:hyperlink w:anchor="_Toc374274016" w:history="1">
            <w:r w:rsidR="007D6245" w:rsidRPr="008E1435">
              <w:rPr>
                <w:rStyle w:val="Hyperlink"/>
                <w:rFonts w:hint="eastAsia"/>
                <w:noProof/>
                <w:rtl/>
              </w:rPr>
              <w:t>عاشق</w:t>
            </w:r>
            <w:r w:rsidR="007D6245" w:rsidRPr="008E1435">
              <w:rPr>
                <w:rStyle w:val="Hyperlink"/>
                <w:noProof/>
                <w:rtl/>
              </w:rPr>
              <w:t xml:space="preserve"> </w:t>
            </w:r>
            <w:r w:rsidR="007D6245" w:rsidRPr="008E1435">
              <w:rPr>
                <w:rStyle w:val="Hyperlink"/>
                <w:rFonts w:hint="eastAsia"/>
                <w:noProof/>
                <w:rtl/>
              </w:rPr>
              <w:t>الجمال</w:t>
            </w:r>
            <w:r w:rsidR="007D6245">
              <w:rPr>
                <w:noProof/>
                <w:webHidden/>
                <w:rtl/>
              </w:rPr>
              <w:tab/>
            </w:r>
            <w:r>
              <w:rPr>
                <w:rStyle w:val="Hyperlink"/>
                <w:noProof/>
                <w:rtl/>
              </w:rPr>
              <w:fldChar w:fldCharType="begin"/>
            </w:r>
            <w:r w:rsidR="007D6245">
              <w:rPr>
                <w:noProof/>
                <w:webHidden/>
                <w:rtl/>
              </w:rPr>
              <w:instrText xml:space="preserve"> </w:instrText>
            </w:r>
            <w:r w:rsidR="007D6245">
              <w:rPr>
                <w:noProof/>
                <w:webHidden/>
              </w:rPr>
              <w:instrText>PAGEREF</w:instrText>
            </w:r>
            <w:r w:rsidR="007D6245">
              <w:rPr>
                <w:noProof/>
                <w:webHidden/>
                <w:rtl/>
              </w:rPr>
              <w:instrText xml:space="preserve"> _</w:instrText>
            </w:r>
            <w:r w:rsidR="007D6245">
              <w:rPr>
                <w:noProof/>
                <w:webHidden/>
              </w:rPr>
              <w:instrText>Toc374274016 \h</w:instrText>
            </w:r>
            <w:r w:rsidR="007D6245">
              <w:rPr>
                <w:noProof/>
                <w:webHidden/>
                <w:rtl/>
              </w:rPr>
              <w:instrText xml:space="preserve"> </w:instrText>
            </w:r>
            <w:r>
              <w:rPr>
                <w:rStyle w:val="Hyperlink"/>
                <w:noProof/>
                <w:rtl/>
              </w:rPr>
            </w:r>
            <w:r>
              <w:rPr>
                <w:rStyle w:val="Hyperlink"/>
                <w:noProof/>
                <w:rtl/>
              </w:rPr>
              <w:fldChar w:fldCharType="separate"/>
            </w:r>
            <w:r w:rsidR="00181B29">
              <w:rPr>
                <w:noProof/>
                <w:webHidden/>
                <w:rtl/>
              </w:rPr>
              <w:t>197</w:t>
            </w:r>
            <w:r>
              <w:rPr>
                <w:rStyle w:val="Hyperlink"/>
                <w:noProof/>
                <w:rtl/>
              </w:rPr>
              <w:fldChar w:fldCharType="end"/>
            </w:r>
          </w:hyperlink>
        </w:p>
        <w:p w:rsidR="007D6245" w:rsidRDefault="00450132" w:rsidP="007D6245">
          <w:pPr>
            <w:pStyle w:val="libNormal"/>
          </w:pPr>
          <w:r>
            <w:fldChar w:fldCharType="end"/>
          </w:r>
        </w:p>
      </w:sdtContent>
    </w:sdt>
    <w:sectPr w:rsidR="007D624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AE1" w:rsidRDefault="00897AE1">
      <w:r>
        <w:separator/>
      </w:r>
    </w:p>
  </w:endnote>
  <w:endnote w:type="continuationSeparator" w:id="1">
    <w:p w:rsidR="00897AE1" w:rsidRDefault="00897A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AE1" w:rsidRPr="00897AE1" w:rsidRDefault="00450132" w:rsidP="00897AE1">
    <w:pPr>
      <w:pStyle w:val="libNormal"/>
      <w:jc w:val="center"/>
      <w:rPr>
        <w:rFonts w:ascii="Traditional Arabic" w:hAnsi="Traditional Arabic"/>
        <w:sz w:val="26"/>
        <w:szCs w:val="26"/>
      </w:rPr>
    </w:pPr>
    <w:r w:rsidRPr="00897AE1">
      <w:rPr>
        <w:rFonts w:ascii="Traditional Arabic" w:hAnsi="Traditional Arabic"/>
        <w:sz w:val="26"/>
        <w:szCs w:val="26"/>
        <w:rtl/>
      </w:rPr>
      <w:fldChar w:fldCharType="begin"/>
    </w:r>
    <w:r w:rsidR="00897AE1" w:rsidRPr="00897AE1">
      <w:rPr>
        <w:rFonts w:ascii="Traditional Arabic" w:hAnsi="Traditional Arabic"/>
        <w:sz w:val="26"/>
        <w:szCs w:val="26"/>
        <w:rtl/>
      </w:rPr>
      <w:instrText xml:space="preserve"> </w:instrText>
    </w:r>
    <w:r w:rsidR="00897AE1" w:rsidRPr="00897AE1">
      <w:rPr>
        <w:rFonts w:ascii="Traditional Arabic" w:hAnsi="Traditional Arabic"/>
        <w:sz w:val="26"/>
        <w:szCs w:val="26"/>
      </w:rPr>
      <w:instrText xml:space="preserve">PAGE   \* MERGEFORMAT </w:instrText>
    </w:r>
    <w:r w:rsidRPr="00897AE1">
      <w:rPr>
        <w:rFonts w:ascii="Traditional Arabic" w:hAnsi="Traditional Arabic"/>
        <w:sz w:val="26"/>
        <w:szCs w:val="26"/>
        <w:rtl/>
      </w:rPr>
      <w:fldChar w:fldCharType="separate"/>
    </w:r>
    <w:r w:rsidR="00181B29">
      <w:rPr>
        <w:rFonts w:ascii="Traditional Arabic" w:hAnsi="Traditional Arabic"/>
        <w:noProof/>
        <w:sz w:val="26"/>
        <w:szCs w:val="26"/>
        <w:rtl/>
      </w:rPr>
      <w:t>210</w:t>
    </w:r>
    <w:r w:rsidRPr="00897AE1">
      <w:rPr>
        <w:rFonts w:ascii="Traditional Arabic" w:hAnsi="Traditional Arabic"/>
        <w:sz w:val="26"/>
        <w:szCs w:val="26"/>
        <w:rt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AE1" w:rsidRPr="00897AE1" w:rsidRDefault="00450132" w:rsidP="00897AE1">
    <w:pPr>
      <w:pStyle w:val="libNormal"/>
      <w:jc w:val="center"/>
      <w:rPr>
        <w:rFonts w:ascii="Traditional Arabic" w:hAnsi="Traditional Arabic"/>
        <w:sz w:val="26"/>
        <w:szCs w:val="26"/>
      </w:rPr>
    </w:pPr>
    <w:r w:rsidRPr="00897AE1">
      <w:rPr>
        <w:rFonts w:ascii="Traditional Arabic" w:hAnsi="Traditional Arabic"/>
        <w:sz w:val="26"/>
        <w:szCs w:val="26"/>
        <w:rtl/>
      </w:rPr>
      <w:fldChar w:fldCharType="begin"/>
    </w:r>
    <w:r w:rsidR="00897AE1" w:rsidRPr="00897AE1">
      <w:rPr>
        <w:rFonts w:ascii="Traditional Arabic" w:hAnsi="Traditional Arabic"/>
        <w:sz w:val="26"/>
        <w:szCs w:val="26"/>
        <w:rtl/>
      </w:rPr>
      <w:instrText xml:space="preserve"> </w:instrText>
    </w:r>
    <w:r w:rsidR="00897AE1" w:rsidRPr="00897AE1">
      <w:rPr>
        <w:rFonts w:ascii="Traditional Arabic" w:hAnsi="Traditional Arabic"/>
        <w:sz w:val="26"/>
        <w:szCs w:val="26"/>
      </w:rPr>
      <w:instrText xml:space="preserve">PAGE   \* MERGEFORMAT </w:instrText>
    </w:r>
    <w:r w:rsidRPr="00897AE1">
      <w:rPr>
        <w:rFonts w:ascii="Traditional Arabic" w:hAnsi="Traditional Arabic"/>
        <w:sz w:val="26"/>
        <w:szCs w:val="26"/>
        <w:rtl/>
      </w:rPr>
      <w:fldChar w:fldCharType="separate"/>
    </w:r>
    <w:r w:rsidR="00181B29">
      <w:rPr>
        <w:rFonts w:ascii="Traditional Arabic" w:hAnsi="Traditional Arabic"/>
        <w:noProof/>
        <w:sz w:val="26"/>
        <w:szCs w:val="26"/>
        <w:rtl/>
      </w:rPr>
      <w:t>209</w:t>
    </w:r>
    <w:r w:rsidRPr="00897AE1">
      <w:rPr>
        <w:rFonts w:ascii="Traditional Arabic" w:hAnsi="Traditional Arabic"/>
        <w:sz w:val="26"/>
        <w:szCs w:val="26"/>
        <w:rt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AE1" w:rsidRPr="00897AE1" w:rsidRDefault="00450132" w:rsidP="00897AE1">
    <w:pPr>
      <w:pStyle w:val="libNormal"/>
      <w:jc w:val="center"/>
      <w:rPr>
        <w:rFonts w:ascii="Traditional Arabic" w:hAnsi="Traditional Arabic"/>
        <w:sz w:val="26"/>
        <w:szCs w:val="26"/>
        <w:rtl/>
      </w:rPr>
    </w:pPr>
    <w:r w:rsidRPr="00897AE1">
      <w:rPr>
        <w:rFonts w:ascii="Traditional Arabic" w:hAnsi="Traditional Arabic"/>
        <w:sz w:val="26"/>
        <w:szCs w:val="26"/>
        <w:rtl/>
      </w:rPr>
      <w:fldChar w:fldCharType="begin"/>
    </w:r>
    <w:r w:rsidR="00897AE1" w:rsidRPr="00897AE1">
      <w:rPr>
        <w:rFonts w:ascii="Traditional Arabic" w:hAnsi="Traditional Arabic"/>
        <w:sz w:val="26"/>
        <w:szCs w:val="26"/>
        <w:rtl/>
      </w:rPr>
      <w:instrText xml:space="preserve"> </w:instrText>
    </w:r>
    <w:r w:rsidR="00897AE1" w:rsidRPr="00897AE1">
      <w:rPr>
        <w:rFonts w:ascii="Traditional Arabic" w:hAnsi="Traditional Arabic"/>
        <w:sz w:val="26"/>
        <w:szCs w:val="26"/>
      </w:rPr>
      <w:instrText xml:space="preserve">PAGE   \* MERGEFORMAT </w:instrText>
    </w:r>
    <w:r w:rsidRPr="00897AE1">
      <w:rPr>
        <w:rFonts w:ascii="Traditional Arabic" w:hAnsi="Traditional Arabic"/>
        <w:sz w:val="26"/>
        <w:szCs w:val="26"/>
        <w:rtl/>
      </w:rPr>
      <w:fldChar w:fldCharType="separate"/>
    </w:r>
    <w:r w:rsidR="00AB393F">
      <w:rPr>
        <w:rFonts w:ascii="Traditional Arabic" w:hAnsi="Traditional Arabic"/>
        <w:noProof/>
        <w:sz w:val="26"/>
        <w:szCs w:val="26"/>
        <w:rtl/>
      </w:rPr>
      <w:t>1</w:t>
    </w:r>
    <w:r w:rsidRPr="00897AE1">
      <w:rPr>
        <w:rFonts w:ascii="Traditional Arabic" w:hAnsi="Traditional Arabic"/>
        <w:sz w:val="26"/>
        <w:szCs w:val="26"/>
        <w:rt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AE1" w:rsidRDefault="00897AE1">
      <w:r>
        <w:separator/>
      </w:r>
    </w:p>
  </w:footnote>
  <w:footnote w:type="continuationSeparator" w:id="1">
    <w:p w:rsidR="00897AE1" w:rsidRDefault="00897A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64168"/>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1B29"/>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04C0"/>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49A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168"/>
    <w:rsid w:val="00364867"/>
    <w:rsid w:val="00370223"/>
    <w:rsid w:val="00373085"/>
    <w:rsid w:val="003771B6"/>
    <w:rsid w:val="0038683D"/>
    <w:rsid w:val="00387F48"/>
    <w:rsid w:val="00390D32"/>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44BA"/>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0132"/>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4A93"/>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D6245"/>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27A"/>
    <w:rsid w:val="00826B87"/>
    <w:rsid w:val="00827EFD"/>
    <w:rsid w:val="00831B8F"/>
    <w:rsid w:val="00834504"/>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97AE1"/>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60AE"/>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226F"/>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393F"/>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66A7"/>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43D1"/>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44F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04A3"/>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5F1F"/>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C73A8"/>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0D32"/>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uiPriority w:val="99"/>
    <w:rsid w:val="002045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FooterChar">
    <w:name w:val="Footer Char"/>
    <w:basedOn w:val="DefaultParagraphFont"/>
    <w:link w:val="Footer"/>
    <w:uiPriority w:val="99"/>
    <w:rsid w:val="002B49A5"/>
    <w:rPr>
      <w:rFonts w:ascii="Calibri" w:eastAsia="Calibri" w:hAnsi="Calibri" w:cs="Arial"/>
      <w:sz w:val="22"/>
      <w:szCs w:val="22"/>
      <w:lang w:bidi="ar-SA"/>
    </w:rPr>
  </w:style>
  <w:style w:type="paragraph" w:styleId="Footer">
    <w:name w:val="footer"/>
    <w:basedOn w:val="Normal"/>
    <w:link w:val="FooterChar"/>
    <w:uiPriority w:val="99"/>
    <w:unhideWhenUsed/>
    <w:rsid w:val="002B49A5"/>
    <w:pPr>
      <w:tabs>
        <w:tab w:val="center" w:pos="4680"/>
        <w:tab w:val="right" w:pos="9360"/>
      </w:tabs>
    </w:pPr>
  </w:style>
  <w:style w:type="paragraph" w:styleId="NoSpacing">
    <w:name w:val="No Spacing"/>
    <w:link w:val="NoSpacingChar"/>
    <w:uiPriority w:val="1"/>
    <w:qFormat/>
    <w:rsid w:val="002B49A5"/>
    <w:pPr>
      <w:spacing w:before="0" w:line="240" w:lineRule="auto"/>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2B49A5"/>
    <w:rPr>
      <w:rFonts w:ascii="Calibri" w:hAnsi="Calibri" w:cs="Arial"/>
      <w:sz w:val="22"/>
      <w:szCs w:val="22"/>
      <w:lang w:bidi="ar-SA"/>
    </w:rPr>
  </w:style>
  <w:style w:type="character" w:styleId="Hyperlink">
    <w:name w:val="Hyperlink"/>
    <w:basedOn w:val="DefaultParagraphFont"/>
    <w:uiPriority w:val="99"/>
    <w:unhideWhenUsed/>
    <w:rsid w:val="00897AE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20Booklib\Arabic\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ADB14-ABCF-4F50-8A71-08EAD6947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139</TotalTime>
  <Pages>210</Pages>
  <Words>32682</Words>
  <Characters>151463</Characters>
  <Application>Microsoft Office Word</Application>
  <DocSecurity>0</DocSecurity>
  <Lines>1262</Lines>
  <Paragraphs>367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183778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9</cp:revision>
  <dcterms:created xsi:type="dcterms:W3CDTF">2013-12-08T07:57:00Z</dcterms:created>
  <dcterms:modified xsi:type="dcterms:W3CDTF">2013-12-08T10:22:00Z</dcterms:modified>
</cp:coreProperties>
</file>