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899" w:rsidRDefault="00660A64" w:rsidP="00541E11">
      <w:pPr>
        <w:pStyle w:val="libCenter"/>
      </w:pPr>
      <w:r>
        <w:br/>
      </w:r>
      <w:r>
        <w:br/>
      </w:r>
    </w:p>
    <w:p w:rsidR="00972A12" w:rsidRDefault="00972A12" w:rsidP="00972A12">
      <w:pPr>
        <w:pStyle w:val="Heading1Center"/>
      </w:pPr>
      <w:bookmarkStart w:id="0" w:name="_Toc416693820"/>
      <w:bookmarkStart w:id="1" w:name="_Toc416696064"/>
      <w:r w:rsidRPr="00972A12">
        <w:rPr>
          <w:rtl/>
        </w:rPr>
        <w:t>الحسين (عليه السلام) سماته وسيرته</w:t>
      </w:r>
      <w:bookmarkEnd w:id="0"/>
      <w:bookmarkEnd w:id="1"/>
    </w:p>
    <w:p w:rsidR="00972A12" w:rsidRDefault="00B31DA9" w:rsidP="00972A12">
      <w:pPr>
        <w:pStyle w:val="Heading1Center"/>
      </w:pPr>
      <w:r>
        <w:br/>
      </w:r>
      <w:r>
        <w:br/>
      </w:r>
      <w:r>
        <w:br/>
      </w:r>
    </w:p>
    <w:p w:rsidR="00972A12" w:rsidRPr="00972A12" w:rsidRDefault="00972A12" w:rsidP="00972A12">
      <w:pPr>
        <w:pStyle w:val="libCenterBold1"/>
        <w:rPr>
          <w:rtl/>
        </w:rPr>
      </w:pPr>
      <w:r w:rsidRPr="00972A12">
        <w:rPr>
          <w:rtl/>
        </w:rPr>
        <w:t>السيد محمد رضا الحسيني الجلالي</w:t>
      </w:r>
    </w:p>
    <w:p w:rsidR="00A87899" w:rsidRDefault="00A87899" w:rsidP="00541E11">
      <w:pPr>
        <w:pStyle w:val="libCenterBold1"/>
        <w:rPr>
          <w:rtl/>
          <w:lang w:bidi="ar-IQ"/>
        </w:rPr>
      </w:pPr>
      <w:r>
        <w:rPr>
          <w:rtl/>
        </w:rPr>
        <w:br w:type="page"/>
      </w:r>
      <w:r>
        <w:rPr>
          <w:rtl/>
        </w:rPr>
        <w:lastRenderedPageBreak/>
        <w:br w:type="page"/>
      </w:r>
      <w:r>
        <w:rPr>
          <w:rFonts w:hint="cs"/>
          <w:rtl/>
          <w:lang w:bidi="ar-IQ"/>
        </w:rPr>
        <w:lastRenderedPageBreak/>
        <w:t>بسم الله الرحمن الرحيم</w:t>
      </w:r>
    </w:p>
    <w:p w:rsidR="00A87899" w:rsidRDefault="00A87899" w:rsidP="00541E11">
      <w:pPr>
        <w:pStyle w:val="libNormal"/>
        <w:rPr>
          <w:rtl/>
        </w:rPr>
      </w:pPr>
      <w:r>
        <w:rPr>
          <w:rtl/>
        </w:rPr>
        <w:t>الحمدُ لله ربّ العالمين والصلاة والسّلام على سيّد الأنبياء والمرسلين محمّد (صلّى الله عليه وآله) ، وعلى الأئمّة الأطهار من آله الأخيار ، وعلى الأبرار من أصحابهم والتابعين لهم بإحسان.</w:t>
      </w:r>
    </w:p>
    <w:p w:rsidR="00A87899" w:rsidRDefault="00A87899" w:rsidP="00541E11">
      <w:pPr>
        <w:pStyle w:val="libCenterBold1"/>
        <w:rPr>
          <w:rtl/>
        </w:rPr>
      </w:pPr>
      <w:r>
        <w:rPr>
          <w:rtl/>
        </w:rPr>
        <w:br w:type="page"/>
      </w:r>
      <w:r>
        <w:rPr>
          <w:rtl/>
        </w:rPr>
        <w:lastRenderedPageBreak/>
        <w:t>مُلاحَظات</w:t>
      </w:r>
    </w:p>
    <w:p w:rsidR="00A87899" w:rsidRDefault="00A87899" w:rsidP="00541E11">
      <w:pPr>
        <w:pStyle w:val="libNormal"/>
        <w:rPr>
          <w:rtl/>
        </w:rPr>
      </w:pPr>
      <w:r>
        <w:rPr>
          <w:rtl/>
        </w:rPr>
        <w:t>[إنّ] الأحاديث الواردة في هذا الكتاب كلّها مأخوذةٌ من رواية الحافظ ابن عساكر في تاريخ دمشق ، جزء ترجمة الإمام الحسين (عليه السّلام) ، من النسخة التي طبعها الشيخ محمد باقرالمحمودي في بيروت ـ الطبعة الاُولى سنة 1398 هـ.</w:t>
      </w:r>
    </w:p>
    <w:p w:rsidR="00A87899" w:rsidRDefault="00A87899" w:rsidP="00541E11">
      <w:pPr>
        <w:pStyle w:val="libNormal"/>
        <w:rPr>
          <w:rtl/>
        </w:rPr>
      </w:pPr>
      <w:r>
        <w:rPr>
          <w:rtl/>
        </w:rPr>
        <w:t>وقد وضعتُ أرقام أحاديث النسخة في بداية كلّ رواية نقلتها بين معقوفين.</w:t>
      </w:r>
    </w:p>
    <w:p w:rsidR="00A87899" w:rsidRDefault="00A87899" w:rsidP="00541E11">
      <w:pPr>
        <w:pStyle w:val="libNormal"/>
        <w:rPr>
          <w:rtl/>
        </w:rPr>
      </w:pPr>
      <w:r>
        <w:rPr>
          <w:rtl/>
        </w:rPr>
        <w:t>ثمّ قابلتُ نصوص الروايات بما أورده العلاّمة ابن منظور الأنصاري في مختصر تاريخ دمشق ، من الجزء السابع من النسخة التي حقّقها أحمد راتب حمروش ومحمّد ناجي العمر ، ونشرتها دار الفكر بدمشق سنة 1405.</w:t>
      </w:r>
    </w:p>
    <w:p w:rsidR="00A87899" w:rsidRDefault="00A87899" w:rsidP="00541E11">
      <w:pPr>
        <w:pStyle w:val="libNormal"/>
        <w:rPr>
          <w:rtl/>
        </w:rPr>
      </w:pPr>
      <w:r>
        <w:rPr>
          <w:rtl/>
        </w:rPr>
        <w:t>وأرجَعْتُ إلى مواضع الأحاديث في الهامش.</w:t>
      </w:r>
    </w:p>
    <w:p w:rsidR="00A87899" w:rsidRDefault="00A87899" w:rsidP="00541E11">
      <w:pPr>
        <w:pStyle w:val="libNormal"/>
        <w:rPr>
          <w:rtl/>
        </w:rPr>
      </w:pPr>
      <w:r>
        <w:rPr>
          <w:rtl/>
        </w:rPr>
        <w:t>ورتّبتُ الكتاب على فقرات مرقّمة حسب العناوين المتعدّدة.</w:t>
      </w:r>
    </w:p>
    <w:p w:rsidR="00A87899" w:rsidRDefault="00A87899" w:rsidP="00541E11">
      <w:pPr>
        <w:pStyle w:val="libNormal"/>
        <w:rPr>
          <w:rtl/>
        </w:rPr>
      </w:pPr>
      <w:r>
        <w:rPr>
          <w:rtl/>
        </w:rPr>
        <w:t>ونظّمتُ الفهارس حسب أرقام الفقرات</w:t>
      </w:r>
      <w:r>
        <w:rPr>
          <w:rFonts w:hint="cs"/>
          <w:rtl/>
        </w:rPr>
        <w:t>.</w:t>
      </w:r>
    </w:p>
    <w:p w:rsidR="00A87899" w:rsidRDefault="00A87899" w:rsidP="00541E11">
      <w:pPr>
        <w:pStyle w:val="libNormal"/>
        <w:rPr>
          <w:rtl/>
        </w:rPr>
      </w:pPr>
      <w:r>
        <w:rPr>
          <w:rFonts w:hint="cs"/>
          <w:rtl/>
        </w:rPr>
        <w:t>والحرف (ص) في أي موضع يعني : (الصحفة) برقمها.</w:t>
      </w:r>
    </w:p>
    <w:p w:rsidR="0073404A" w:rsidRDefault="00A87899" w:rsidP="0073404A">
      <w:pPr>
        <w:pStyle w:val="libCenterBold1"/>
      </w:pPr>
      <w:r>
        <w:rPr>
          <w:rtl/>
        </w:rPr>
        <w:br w:type="page"/>
      </w:r>
    </w:p>
    <w:p w:rsidR="00A87899" w:rsidRDefault="00A87899" w:rsidP="00541E11">
      <w:pPr>
        <w:pStyle w:val="libNormal"/>
        <w:rPr>
          <w:rtl/>
        </w:rPr>
      </w:pPr>
    </w:p>
    <w:p w:rsidR="00A87899" w:rsidRDefault="00A87899" w:rsidP="00541E11">
      <w:pPr>
        <w:pStyle w:val="libCenterBold1"/>
        <w:rPr>
          <w:rtl/>
        </w:rPr>
      </w:pPr>
      <w:r>
        <w:rPr>
          <w:rtl/>
        </w:rPr>
        <w:br w:type="page"/>
      </w:r>
      <w:r>
        <w:rPr>
          <w:rtl/>
        </w:rPr>
        <w:lastRenderedPageBreak/>
        <w:br w:type="page"/>
      </w:r>
      <w:r>
        <w:rPr>
          <w:rtl/>
        </w:rPr>
        <w:lastRenderedPageBreak/>
        <w:t>بسم الله الرحمن الرحيم</w:t>
      </w:r>
    </w:p>
    <w:p w:rsidR="00A87899" w:rsidRDefault="00A87899" w:rsidP="00541E11">
      <w:pPr>
        <w:pStyle w:val="libNormal"/>
        <w:rPr>
          <w:rtl/>
        </w:rPr>
      </w:pPr>
      <w:r>
        <w:rPr>
          <w:rtl/>
        </w:rPr>
        <w:t>على سيرتي في المناسبات والأحداث وأنا ألتزمُ بقراءة ما يخصّها ؛ لأتعرّف على مجرياتها ومداخلاتها ؛ رغبةً في العلم ، وأملاً في أنْ اُؤدّي حقّ ما أقوم به من خدمات دينيّة وتراثيّة أعتزُّ بها ...</w:t>
      </w:r>
    </w:p>
    <w:p w:rsidR="00A87899" w:rsidRDefault="00A87899" w:rsidP="00541E11">
      <w:pPr>
        <w:pStyle w:val="libNormal"/>
        <w:rPr>
          <w:rtl/>
        </w:rPr>
      </w:pPr>
      <w:r>
        <w:rPr>
          <w:rtl/>
        </w:rPr>
        <w:t>بدأتُ في أوّل يوم من شهر محرّم الحرام سنة 1415 بقراءة الجزء الخاص بترجمة الإمام السبط الشهيد سيّدنا أبي عبد الله الحسين بن علي بن أبي طالب (عليه السّلام) ، من كتاب «تاريخ دمشق» ، تأليف الحافظ المؤرّخ الدمشقي ابن عساكر ؛ علي بن الحسن بن هبة الله (499 ـ 571).</w:t>
      </w:r>
    </w:p>
    <w:p w:rsidR="00A87899" w:rsidRDefault="00A87899" w:rsidP="00541E11">
      <w:pPr>
        <w:pStyle w:val="libNormal"/>
        <w:rPr>
          <w:rtl/>
        </w:rPr>
      </w:pPr>
      <w:r>
        <w:rPr>
          <w:rtl/>
        </w:rPr>
        <w:t>وهو كتاب حافلٌ بالروايات التي أسندها ابن عساكر المعروف بسعة العلم ، والتضلّع في الفنّ بما يجعله جديراً بكلّ عناية واهتمام.</w:t>
      </w:r>
    </w:p>
    <w:p w:rsidR="00A87899" w:rsidRDefault="00A87899" w:rsidP="00541E11">
      <w:pPr>
        <w:pStyle w:val="libNormal"/>
        <w:rPr>
          <w:rtl/>
        </w:rPr>
      </w:pPr>
      <w:r>
        <w:rPr>
          <w:rtl/>
        </w:rPr>
        <w:t>وقد ناهزتْ أحاديثُ هذه الترجمة حسب ترقيم محقّق الكتاب «400» حديثاً ، ترتبط بالإمام الحسين (عليه السّلام) وشؤون حياته ؛ سمات وسيرة قبل كربلاء وفيها وبعدها.</w:t>
      </w:r>
    </w:p>
    <w:p w:rsidR="00A87899" w:rsidRDefault="00A87899" w:rsidP="00541E11">
      <w:pPr>
        <w:pStyle w:val="libNormal"/>
        <w:rPr>
          <w:rtl/>
        </w:rPr>
      </w:pPr>
      <w:r>
        <w:rPr>
          <w:rtl/>
        </w:rPr>
        <w:t>والكتاب ـ مثله مثل سائر المؤلّفات القديمة ـ يعتمد اُسلوب الإسناد ، فيُكثر من الأسانيد ويعدّدها ويكرّرها ؛ الأمر الذي له أهمّيته وضرورته في مجال النقد والتقييم للتراث ، إلاّ أنّه يجعله شاقّاً على غير العلماء والمتخصّصين أن يراجعوه ويستفيدوا منه ؛ لاستثقالهم لمثل هذا الاُسلوب التراثي ، فلا يُقدمون على اقتناء مثله ، ولا يستسيغون مطالعته والاستفادة منه ، فعزّ عليَّ أنْ يبقى هذا الكتاب وما فيه من ثروة حديثيّة وعلميّة بعيداً عن متناول أكثر محبّي المعرفة ..</w:t>
      </w:r>
      <w:r>
        <w:rPr>
          <w:rFonts w:hint="cs"/>
          <w:rtl/>
        </w:rPr>
        <w:t>.</w:t>
      </w:r>
    </w:p>
    <w:p w:rsidR="00A87899" w:rsidRDefault="00A87899" w:rsidP="00541E11">
      <w:pPr>
        <w:pStyle w:val="libNormal"/>
        <w:rPr>
          <w:rtl/>
        </w:rPr>
      </w:pPr>
      <w:r>
        <w:rPr>
          <w:rtl/>
        </w:rPr>
        <w:br w:type="page"/>
      </w:r>
      <w:r>
        <w:rPr>
          <w:rtl/>
        </w:rPr>
        <w:lastRenderedPageBreak/>
        <w:t>فقمتُ باستخلاص الأحاديث من ذلك الكتاب العظيم ، وعمدتُ إلى تنظيمها بشكل يستذوقه عامّة القُرّاء.</w:t>
      </w:r>
    </w:p>
    <w:p w:rsidR="00A87899" w:rsidRDefault="00A87899" w:rsidP="00541E11">
      <w:pPr>
        <w:pStyle w:val="libNormal"/>
        <w:rPr>
          <w:rtl/>
        </w:rPr>
      </w:pPr>
      <w:r>
        <w:rPr>
          <w:rtl/>
        </w:rPr>
        <w:t>ولمزيد التيسير والرغبة في متابعتها وضعت كلّ حديث في إطار معيّن ، يحدّد الأبعاد المنظورة وحتّى غير المنظورة لمؤدّاه ؛ ممّا يتوقّف عليه فهمُ النصّ لغوياً وتاريخياً ، وعقائدياً ومنهجياً ، كي لا يبقى النصُّ جامداً ولا مبهَماً في صورة بُعده عن القرائن الحالية أو المقالية المتوافرة في بيئات صدوره ، وربّما في بيئات اُخرى لها الصلة الوثيقة بالنصّ ومدلوله ممّا يفرض ذكر القرائن وضرورتها لتوضيح النصّ وفهمه.</w:t>
      </w:r>
    </w:p>
    <w:p w:rsidR="00A87899" w:rsidRDefault="00A87899" w:rsidP="00541E11">
      <w:pPr>
        <w:pStyle w:val="libNormal"/>
        <w:rPr>
          <w:rtl/>
        </w:rPr>
      </w:pPr>
      <w:r>
        <w:rPr>
          <w:rtl/>
        </w:rPr>
        <w:t>أمّا غير «تاريخ ابن عساكر» فقد التزمتُ بعدم النقل منه إلاّ بعض الشؤون التي اعتمدتُ فيها أساساً على كتاباتي السابقة ، وخصوصاً ما احتوى منها على قضايا «حسينيّة».</w:t>
      </w:r>
    </w:p>
    <w:p w:rsidR="00A87899" w:rsidRDefault="00A87899" w:rsidP="00541E11">
      <w:pPr>
        <w:pStyle w:val="libNormal"/>
        <w:rPr>
          <w:rtl/>
        </w:rPr>
      </w:pPr>
      <w:r>
        <w:rPr>
          <w:rtl/>
        </w:rPr>
        <w:t>ورغم أنّ عملي هذا متواضعٌ فإنّ أملي بالله واسعٌ أَنْ يتقبّلَهُ بقبول حَسَن ؛ فأحظى أنْ يؤهّلني لشفاعة الحسين (عليه السّلام) يوم الورود ، وأنْ يثبّتَ لي قدمَ صدق عنده مع الحسين (عليه السّلام) ، وأصحاب الحسين الذين بذلوا مُهَجَهم دون الحسين (عليه السّلام).</w:t>
      </w:r>
    </w:p>
    <w:tbl>
      <w:tblPr>
        <w:bidiVisual/>
        <w:tblW w:w="0" w:type="auto"/>
        <w:tblLook w:val="04A0"/>
      </w:tblPr>
      <w:tblGrid>
        <w:gridCol w:w="3793"/>
        <w:gridCol w:w="3794"/>
      </w:tblGrid>
      <w:tr w:rsidR="00A87899" w:rsidTr="005C730B">
        <w:tc>
          <w:tcPr>
            <w:tcW w:w="3793" w:type="dxa"/>
            <w:shd w:val="clear" w:color="auto" w:fill="auto"/>
          </w:tcPr>
          <w:p w:rsidR="00A87899" w:rsidRPr="00537683" w:rsidRDefault="00A87899" w:rsidP="005C730B">
            <w:pPr>
              <w:rPr>
                <w:rtl/>
              </w:rPr>
            </w:pPr>
          </w:p>
        </w:tc>
        <w:tc>
          <w:tcPr>
            <w:tcW w:w="3794" w:type="dxa"/>
            <w:shd w:val="clear" w:color="auto" w:fill="auto"/>
          </w:tcPr>
          <w:p w:rsidR="00A87899" w:rsidRPr="00537683" w:rsidRDefault="00A87899" w:rsidP="00541E11">
            <w:pPr>
              <w:pStyle w:val="libCenter"/>
              <w:rPr>
                <w:rtl/>
              </w:rPr>
            </w:pPr>
            <w:r w:rsidRPr="00537683">
              <w:rPr>
                <w:rtl/>
              </w:rPr>
              <w:t>حُرّر في محرّم الحرام سنة 1415</w:t>
            </w:r>
          </w:p>
          <w:p w:rsidR="00A87899" w:rsidRPr="00537683" w:rsidRDefault="00A87899" w:rsidP="00541E11">
            <w:pPr>
              <w:pStyle w:val="libCenterBold2"/>
              <w:rPr>
                <w:rtl/>
              </w:rPr>
            </w:pPr>
            <w:r w:rsidRPr="00537683">
              <w:rPr>
                <w:rtl/>
              </w:rPr>
              <w:t>وكتب</w:t>
            </w:r>
          </w:p>
          <w:p w:rsidR="00A87899" w:rsidRPr="00537683" w:rsidRDefault="00A87899" w:rsidP="00541E11">
            <w:pPr>
              <w:pStyle w:val="libCenterBold2"/>
              <w:rPr>
                <w:rtl/>
              </w:rPr>
            </w:pPr>
            <w:r w:rsidRPr="00537683">
              <w:rPr>
                <w:rtl/>
              </w:rPr>
              <w:t>السيد محمّد رضا الحسيني</w:t>
            </w:r>
          </w:p>
          <w:p w:rsidR="00A87899" w:rsidRPr="00537683" w:rsidRDefault="00A87899" w:rsidP="00541E11">
            <w:pPr>
              <w:pStyle w:val="libCenterBold2"/>
              <w:rPr>
                <w:rtl/>
              </w:rPr>
            </w:pPr>
            <w:r w:rsidRPr="00537683">
              <w:rPr>
                <w:rtl/>
              </w:rPr>
              <w:t>الجلالي</w:t>
            </w:r>
          </w:p>
        </w:tc>
      </w:tr>
    </w:tbl>
    <w:p w:rsidR="00A87899" w:rsidRDefault="00A87899" w:rsidP="00541E11">
      <w:pPr>
        <w:pStyle w:val="libNormal"/>
        <w:rPr>
          <w:rtl/>
        </w:rPr>
      </w:pPr>
    </w:p>
    <w:p w:rsidR="00A87899" w:rsidRDefault="00A87899" w:rsidP="00541E11">
      <w:pPr>
        <w:pStyle w:val="libCenterBold1"/>
        <w:rPr>
          <w:rtl/>
        </w:rPr>
      </w:pPr>
      <w:r>
        <w:rPr>
          <w:rtl/>
        </w:rPr>
        <w:br w:type="page"/>
      </w:r>
      <w:r>
        <w:rPr>
          <w:rtl/>
        </w:rPr>
        <w:lastRenderedPageBreak/>
        <w:t>مَنْ هو ابن عساكر؟</w:t>
      </w:r>
    </w:p>
    <w:p w:rsidR="00A87899" w:rsidRDefault="00A87899" w:rsidP="00541E11">
      <w:pPr>
        <w:pStyle w:val="libNormal"/>
        <w:rPr>
          <w:rtl/>
        </w:rPr>
      </w:pPr>
      <w:r>
        <w:rPr>
          <w:rtl/>
        </w:rPr>
        <w:t>قال الحافظ الذهبي في «سير أعلام النبلاء» :</w:t>
      </w:r>
    </w:p>
    <w:p w:rsidR="00A87899" w:rsidRDefault="00A87899" w:rsidP="00541E11">
      <w:pPr>
        <w:pStyle w:val="libNormal"/>
        <w:rPr>
          <w:rtl/>
        </w:rPr>
      </w:pPr>
      <w:r>
        <w:rPr>
          <w:rtl/>
        </w:rPr>
        <w:t>الإمام العلاّمة ، الحافظ الكبير المجوّد ، محدّث الشام ، ثقة الدين أبو القاسم الدمشقي الشافعي ، صاحب «تاريخ دمشق».</w:t>
      </w:r>
    </w:p>
    <w:p w:rsidR="00A87899" w:rsidRDefault="00A87899" w:rsidP="00541E11">
      <w:pPr>
        <w:pStyle w:val="libNormal"/>
        <w:rPr>
          <w:rtl/>
        </w:rPr>
      </w:pPr>
      <w:r>
        <w:rPr>
          <w:rtl/>
        </w:rPr>
        <w:t>ولد في المحرّم في أوّل الشهر سنة تسع وتسعين وأربعمئة ، وارتحل إلى العراق في سنة عشرين ، وحجّ سنة إحدى وعشرين ، وارتحل إلى خراسان على طريق أذربيجان سنة تسع وعشرين وخمسمئة.</w:t>
      </w:r>
    </w:p>
    <w:p w:rsidR="00A87899" w:rsidRDefault="00A87899" w:rsidP="00541E11">
      <w:pPr>
        <w:pStyle w:val="libNormal"/>
        <w:rPr>
          <w:rtl/>
        </w:rPr>
      </w:pPr>
      <w:r>
        <w:rPr>
          <w:rtl/>
        </w:rPr>
        <w:t>وهو عليّ بن الحسن بن هبة الله بن عبد الله بن الحسين ، وعددُ شيوخه الذين في «معجمه» «1300» بالسماع ، و «46» شيخاً أنشدوه ، وعن «290» شيخاً بالإجازة ، و «بضعاً وثمانين» امرأة ، فالمجموع «1716» تقريباً.</w:t>
      </w:r>
    </w:p>
    <w:p w:rsidR="00A87899" w:rsidRDefault="00A87899" w:rsidP="00541E11">
      <w:pPr>
        <w:pStyle w:val="libNormal"/>
        <w:rPr>
          <w:rtl/>
        </w:rPr>
      </w:pPr>
      <w:r>
        <w:rPr>
          <w:rtl/>
        </w:rPr>
        <w:t>وصنّف الكثير</w:t>
      </w:r>
      <w:r>
        <w:rPr>
          <w:rFonts w:hint="cs"/>
          <w:rtl/>
        </w:rPr>
        <w:t>.</w:t>
      </w:r>
    </w:p>
    <w:p w:rsidR="00A87899" w:rsidRDefault="00A87899" w:rsidP="00541E11">
      <w:pPr>
        <w:pStyle w:val="libNormal"/>
        <w:rPr>
          <w:rtl/>
        </w:rPr>
      </w:pPr>
      <w:r>
        <w:rPr>
          <w:rtl/>
        </w:rPr>
        <w:t>وكان فَهِماً حافظاً ، متقناً ذكيّاً ، بصيراً بهذا الشأن ، لا يُلحقُ شاؤُه ولا يُشقّ غباره ، ولا كان له نظيرٌ في زمانه.</w:t>
      </w:r>
    </w:p>
    <w:p w:rsidR="00A87899" w:rsidRDefault="00A87899" w:rsidP="00541E11">
      <w:pPr>
        <w:pStyle w:val="libNormal"/>
        <w:rPr>
          <w:rtl/>
        </w:rPr>
      </w:pPr>
      <w:r>
        <w:rPr>
          <w:rtl/>
        </w:rPr>
        <w:t>تُوفيَ في رجب سنة «571» ليلة الإثنين ، حادي عشر الشهر ، وصلّى عليه القطب النيسابوري ، وحضره السلطان ، ودُفن عند أبيه بمقبرة باب الصغير بدمشق.</w:t>
      </w:r>
    </w:p>
    <w:tbl>
      <w:tblPr>
        <w:bidiVisual/>
        <w:tblW w:w="0" w:type="auto"/>
        <w:tblLook w:val="04A0"/>
      </w:tblPr>
      <w:tblGrid>
        <w:gridCol w:w="3793"/>
        <w:gridCol w:w="3794"/>
      </w:tblGrid>
      <w:tr w:rsidR="00A87899" w:rsidTr="005C730B">
        <w:tc>
          <w:tcPr>
            <w:tcW w:w="3793" w:type="dxa"/>
            <w:shd w:val="clear" w:color="auto" w:fill="auto"/>
          </w:tcPr>
          <w:p w:rsidR="00A87899" w:rsidRDefault="00A87899" w:rsidP="005C730B">
            <w:pPr>
              <w:ind w:firstLine="0"/>
              <w:rPr>
                <w:rtl/>
              </w:rPr>
            </w:pPr>
          </w:p>
        </w:tc>
        <w:tc>
          <w:tcPr>
            <w:tcW w:w="3794" w:type="dxa"/>
            <w:shd w:val="clear" w:color="auto" w:fill="auto"/>
          </w:tcPr>
          <w:p w:rsidR="00A87899" w:rsidRDefault="00A87899" w:rsidP="00541E11">
            <w:pPr>
              <w:pStyle w:val="libCenter"/>
              <w:rPr>
                <w:rtl/>
              </w:rPr>
            </w:pPr>
            <w:r>
              <w:rPr>
                <w:rtl/>
              </w:rPr>
              <w:t>سير أعلام النبلاء 20 ص 554 ـ 571</w:t>
            </w:r>
          </w:p>
          <w:p w:rsidR="00A87899" w:rsidRDefault="00A87899" w:rsidP="00541E11">
            <w:pPr>
              <w:pStyle w:val="libCenter"/>
              <w:rPr>
                <w:rtl/>
              </w:rPr>
            </w:pPr>
            <w:r>
              <w:rPr>
                <w:rtl/>
              </w:rPr>
              <w:t>الترجمة (354) باختصار وتصرّف</w:t>
            </w:r>
          </w:p>
        </w:tc>
      </w:tr>
    </w:tbl>
    <w:p w:rsidR="00A87899" w:rsidRDefault="00A87899" w:rsidP="00541E11">
      <w:pPr>
        <w:pStyle w:val="libNormal"/>
        <w:rPr>
          <w:rtl/>
        </w:rPr>
      </w:pPr>
    </w:p>
    <w:p w:rsidR="00A87899" w:rsidRDefault="00A87899" w:rsidP="00A87899">
      <w:pPr>
        <w:pStyle w:val="Heading1Center"/>
        <w:rPr>
          <w:rtl/>
        </w:rPr>
      </w:pPr>
      <w:r>
        <w:rPr>
          <w:rtl/>
        </w:rPr>
        <w:br w:type="page"/>
      </w:r>
      <w:r>
        <w:rPr>
          <w:rtl/>
        </w:rPr>
        <w:lastRenderedPageBreak/>
        <w:br w:type="page"/>
      </w:r>
      <w:bookmarkStart w:id="2" w:name="_Toc416693821"/>
      <w:bookmarkStart w:id="3" w:name="_Toc416696065"/>
      <w:r>
        <w:rPr>
          <w:rFonts w:hint="cs"/>
          <w:rtl/>
        </w:rPr>
        <w:lastRenderedPageBreak/>
        <w:t>الباب الأول</w:t>
      </w:r>
      <w:bookmarkEnd w:id="2"/>
      <w:bookmarkEnd w:id="3"/>
    </w:p>
    <w:p w:rsidR="00A87899" w:rsidRDefault="00A87899" w:rsidP="00A87899">
      <w:pPr>
        <w:pStyle w:val="Heading1Center"/>
        <w:rPr>
          <w:rtl/>
        </w:rPr>
      </w:pPr>
      <w:bookmarkStart w:id="4" w:name="_Toc416693822"/>
      <w:bookmarkStart w:id="5" w:name="_Toc416696066"/>
      <w:r>
        <w:rPr>
          <w:rFonts w:hint="cs"/>
          <w:rtl/>
        </w:rPr>
        <w:t>سمات الحسين عليه السلام</w:t>
      </w:r>
      <w:bookmarkEnd w:id="4"/>
      <w:bookmarkEnd w:id="5"/>
    </w:p>
    <w:p w:rsidR="00A87899" w:rsidRPr="006426C5" w:rsidRDefault="00A87899" w:rsidP="00541E11">
      <w:pPr>
        <w:pStyle w:val="libBold2"/>
        <w:rPr>
          <w:rtl/>
        </w:rPr>
      </w:pPr>
      <w:r w:rsidRPr="006426C5">
        <w:rPr>
          <w:rFonts w:hint="cs"/>
          <w:rtl/>
        </w:rPr>
        <w:t>1</w:t>
      </w:r>
      <w:r>
        <w:rPr>
          <w:rFonts w:hint="cs"/>
          <w:rtl/>
        </w:rPr>
        <w:t xml:space="preserve"> ـ </w:t>
      </w:r>
      <w:r w:rsidRPr="006426C5">
        <w:rPr>
          <w:rFonts w:hint="cs"/>
          <w:rtl/>
        </w:rPr>
        <w:t>الهوية الشخصية.</w:t>
      </w:r>
    </w:p>
    <w:p w:rsidR="00A87899" w:rsidRPr="006426C5" w:rsidRDefault="00A87899" w:rsidP="00541E11">
      <w:pPr>
        <w:pStyle w:val="libBold2"/>
        <w:rPr>
          <w:rtl/>
        </w:rPr>
      </w:pPr>
      <w:r w:rsidRPr="006426C5">
        <w:rPr>
          <w:rFonts w:hint="cs"/>
          <w:rtl/>
        </w:rPr>
        <w:t>2</w:t>
      </w:r>
      <w:r>
        <w:rPr>
          <w:rFonts w:hint="cs"/>
          <w:rtl/>
        </w:rPr>
        <w:t xml:space="preserve"> ـ </w:t>
      </w:r>
      <w:r w:rsidRPr="006426C5">
        <w:rPr>
          <w:rFonts w:hint="cs"/>
          <w:rtl/>
        </w:rPr>
        <w:t>تواريخ وأرقام.</w:t>
      </w:r>
    </w:p>
    <w:p w:rsidR="00A87899" w:rsidRPr="006426C5" w:rsidRDefault="00A87899" w:rsidP="00541E11">
      <w:pPr>
        <w:pStyle w:val="libBold2"/>
        <w:rPr>
          <w:rtl/>
        </w:rPr>
      </w:pPr>
      <w:r w:rsidRPr="006426C5">
        <w:rPr>
          <w:rFonts w:hint="cs"/>
          <w:rtl/>
        </w:rPr>
        <w:t>3</w:t>
      </w:r>
      <w:r>
        <w:rPr>
          <w:rFonts w:hint="cs"/>
          <w:rtl/>
        </w:rPr>
        <w:t xml:space="preserve"> ـ </w:t>
      </w:r>
      <w:r w:rsidRPr="006426C5">
        <w:rPr>
          <w:rFonts w:hint="cs"/>
          <w:rtl/>
        </w:rPr>
        <w:t>المظاهر الخلقية.</w:t>
      </w:r>
    </w:p>
    <w:p w:rsidR="00A87899" w:rsidRPr="006426C5" w:rsidRDefault="00A87899" w:rsidP="00541E11">
      <w:pPr>
        <w:pStyle w:val="libBold2"/>
        <w:rPr>
          <w:rtl/>
        </w:rPr>
      </w:pPr>
      <w:r w:rsidRPr="006426C5">
        <w:rPr>
          <w:rFonts w:hint="cs"/>
          <w:rtl/>
        </w:rPr>
        <w:t>4</w:t>
      </w:r>
      <w:r>
        <w:rPr>
          <w:rFonts w:hint="cs"/>
          <w:rtl/>
        </w:rPr>
        <w:t xml:space="preserve"> ـ </w:t>
      </w:r>
      <w:r w:rsidRPr="006426C5">
        <w:rPr>
          <w:rFonts w:hint="cs"/>
          <w:rtl/>
        </w:rPr>
        <w:t>الخلق العظيم.</w:t>
      </w:r>
    </w:p>
    <w:p w:rsidR="00A87899" w:rsidRPr="006426C5" w:rsidRDefault="00A87899" w:rsidP="00541E11">
      <w:pPr>
        <w:pStyle w:val="libBold2"/>
        <w:rPr>
          <w:rtl/>
        </w:rPr>
      </w:pPr>
      <w:r w:rsidRPr="006426C5">
        <w:rPr>
          <w:rFonts w:hint="cs"/>
          <w:rtl/>
        </w:rPr>
        <w:t>5</w:t>
      </w:r>
      <w:r>
        <w:rPr>
          <w:rFonts w:hint="cs"/>
          <w:rtl/>
        </w:rPr>
        <w:t xml:space="preserve"> ـ </w:t>
      </w:r>
      <w:r w:rsidRPr="006426C5">
        <w:rPr>
          <w:rFonts w:hint="cs"/>
          <w:rtl/>
        </w:rPr>
        <w:t>الطهارة الإلهية.</w:t>
      </w:r>
    </w:p>
    <w:p w:rsidR="00A87899" w:rsidRPr="006426C5" w:rsidRDefault="00A87899" w:rsidP="00541E11">
      <w:pPr>
        <w:pStyle w:val="libBold2"/>
        <w:rPr>
          <w:rtl/>
        </w:rPr>
      </w:pPr>
      <w:r w:rsidRPr="006426C5">
        <w:rPr>
          <w:rFonts w:hint="cs"/>
          <w:rtl/>
        </w:rPr>
        <w:t>6</w:t>
      </w:r>
      <w:r>
        <w:rPr>
          <w:rFonts w:hint="cs"/>
          <w:rtl/>
        </w:rPr>
        <w:t xml:space="preserve"> ـ </w:t>
      </w:r>
      <w:r w:rsidRPr="006426C5">
        <w:rPr>
          <w:rFonts w:hint="cs"/>
          <w:rtl/>
        </w:rPr>
        <w:t>القوة الغيبية.</w:t>
      </w:r>
    </w:p>
    <w:p w:rsidR="00A87899" w:rsidRPr="006426C5" w:rsidRDefault="00A87899" w:rsidP="00541E11">
      <w:pPr>
        <w:pStyle w:val="libBold2"/>
        <w:rPr>
          <w:rtl/>
        </w:rPr>
      </w:pPr>
      <w:r w:rsidRPr="006426C5">
        <w:rPr>
          <w:rFonts w:hint="cs"/>
          <w:rtl/>
        </w:rPr>
        <w:t>7</w:t>
      </w:r>
      <w:r>
        <w:rPr>
          <w:rFonts w:hint="cs"/>
          <w:rtl/>
        </w:rPr>
        <w:t xml:space="preserve"> ـ </w:t>
      </w:r>
      <w:r w:rsidRPr="006426C5">
        <w:rPr>
          <w:rFonts w:hint="cs"/>
          <w:rtl/>
        </w:rPr>
        <w:t>شؤون خاصّة.</w:t>
      </w:r>
    </w:p>
    <w:p w:rsidR="00A87899" w:rsidRDefault="00A87899" w:rsidP="000F7119">
      <w:pPr>
        <w:pStyle w:val="Heading2Center"/>
        <w:rPr>
          <w:rtl/>
        </w:rPr>
      </w:pPr>
      <w:r>
        <w:rPr>
          <w:rtl/>
        </w:rPr>
        <w:br w:type="page"/>
      </w:r>
      <w:r>
        <w:rPr>
          <w:rtl/>
        </w:rPr>
        <w:lastRenderedPageBreak/>
        <w:br w:type="page"/>
      </w:r>
      <w:bookmarkStart w:id="6" w:name="_Toc416693823"/>
      <w:bookmarkStart w:id="7" w:name="_Toc416696067"/>
      <w:r>
        <w:rPr>
          <w:rtl/>
        </w:rPr>
        <w:lastRenderedPageBreak/>
        <w:t>1 ـ الهويّة الشخصيّة</w:t>
      </w:r>
      <w:bookmarkEnd w:id="6"/>
      <w:bookmarkEnd w:id="7"/>
    </w:p>
    <w:p w:rsidR="00A87899" w:rsidRDefault="00A87899" w:rsidP="00541E11">
      <w:pPr>
        <w:pStyle w:val="libBold2"/>
        <w:rPr>
          <w:rtl/>
        </w:rPr>
      </w:pPr>
      <w:r w:rsidRPr="006426C5">
        <w:rPr>
          <w:rtl/>
        </w:rPr>
        <w:t>اسمه</w:t>
      </w:r>
      <w:r>
        <w:rPr>
          <w:rtl/>
        </w:rPr>
        <w:t xml:space="preserve"> :</w:t>
      </w:r>
    </w:p>
    <w:p w:rsidR="00A87899" w:rsidRPr="006426C5" w:rsidRDefault="00A87899" w:rsidP="00541E11">
      <w:pPr>
        <w:pStyle w:val="libBold2"/>
        <w:rPr>
          <w:rtl/>
        </w:rPr>
      </w:pPr>
      <w:r w:rsidRPr="006426C5">
        <w:rPr>
          <w:rtl/>
        </w:rPr>
        <w:t>الحُسَيْن</w:t>
      </w:r>
    </w:p>
    <w:p w:rsidR="00A87899" w:rsidRDefault="00A87899" w:rsidP="00541E11">
      <w:pPr>
        <w:pStyle w:val="libNormal"/>
        <w:rPr>
          <w:rtl/>
        </w:rPr>
      </w:pPr>
      <w:r>
        <w:rPr>
          <w:rtl/>
        </w:rPr>
        <w:t>عن عليّ (عليه السّلام)</w:t>
      </w:r>
    </w:p>
    <w:p w:rsidR="00A87899" w:rsidRPr="00B71BD5" w:rsidRDefault="00A87899" w:rsidP="00541E11">
      <w:pPr>
        <w:pStyle w:val="libBold2"/>
        <w:rPr>
          <w:rtl/>
        </w:rPr>
      </w:pPr>
      <w:r w:rsidRPr="00B71BD5">
        <w:rPr>
          <w:rtl/>
        </w:rPr>
        <w:t>[16] لمّا ولد الحسن سمّاه «حمزة»</w:t>
      </w:r>
      <w:r>
        <w:rPr>
          <w:rtl/>
        </w:rPr>
        <w:t>.</w:t>
      </w:r>
      <w:r w:rsidRPr="00B71BD5">
        <w:rPr>
          <w:rtl/>
        </w:rPr>
        <w:t xml:space="preserve"> فلمّا وُلِدَ الحسين سمّاه بعمّه «جعفر».</w:t>
      </w:r>
    </w:p>
    <w:p w:rsidR="00A87899" w:rsidRPr="00B71BD5" w:rsidRDefault="00A87899" w:rsidP="00541E11">
      <w:pPr>
        <w:pStyle w:val="libBold2"/>
        <w:rPr>
          <w:rtl/>
        </w:rPr>
      </w:pPr>
      <w:r w:rsidRPr="00B71BD5">
        <w:rPr>
          <w:rtl/>
        </w:rPr>
        <w:t>قال عليّ (عليه السّلام)</w:t>
      </w:r>
      <w:r>
        <w:rPr>
          <w:rtl/>
        </w:rPr>
        <w:t xml:space="preserve"> : «</w:t>
      </w:r>
      <w:r w:rsidRPr="00B71BD5">
        <w:rPr>
          <w:rtl/>
        </w:rPr>
        <w:t>فدعاني رسول الله (صلّى الله عليه وآله) فقال</w:t>
      </w:r>
      <w:r>
        <w:rPr>
          <w:rtl/>
        </w:rPr>
        <w:t xml:space="preserve"> : </w:t>
      </w:r>
      <w:r w:rsidRPr="00B71BD5">
        <w:rPr>
          <w:rtl/>
        </w:rPr>
        <w:t>إنّي اُمرتُ أن اُغيّر اسم ابنَيَّ هذين.</w:t>
      </w:r>
    </w:p>
    <w:p w:rsidR="00A87899" w:rsidRPr="00B71BD5" w:rsidRDefault="00A87899" w:rsidP="00541E11">
      <w:pPr>
        <w:pStyle w:val="libBold2"/>
        <w:rPr>
          <w:rtl/>
        </w:rPr>
      </w:pPr>
      <w:r w:rsidRPr="00B71BD5">
        <w:rPr>
          <w:rtl/>
        </w:rPr>
        <w:t>فقلت</w:t>
      </w:r>
      <w:r>
        <w:rPr>
          <w:rtl/>
        </w:rPr>
        <w:t xml:space="preserve"> : </w:t>
      </w:r>
      <w:r w:rsidRPr="00B71BD5">
        <w:rPr>
          <w:rtl/>
        </w:rPr>
        <w:t>الله ورسوله أعلم.</w:t>
      </w:r>
    </w:p>
    <w:p w:rsidR="00A87899" w:rsidRDefault="00A87899" w:rsidP="00541E11">
      <w:pPr>
        <w:pStyle w:val="libBold2"/>
        <w:rPr>
          <w:rtl/>
        </w:rPr>
      </w:pPr>
      <w:r w:rsidRPr="00B71BD5">
        <w:rPr>
          <w:rtl/>
        </w:rPr>
        <w:t>فسمّاهما حسناً وحسيناً»</w:t>
      </w:r>
      <w:r>
        <w:rPr>
          <w:rtl/>
        </w:rPr>
        <w:t xml:space="preserve"> </w:t>
      </w:r>
      <w:r w:rsidRPr="00541E11">
        <w:rPr>
          <w:rStyle w:val="libFootnotenumChar"/>
          <w:rtl/>
        </w:rPr>
        <w:t>(1)</w:t>
      </w:r>
      <w:r>
        <w:rPr>
          <w:rtl/>
        </w:rPr>
        <w:t>.</w:t>
      </w:r>
    </w:p>
    <w:p w:rsidR="00A87899" w:rsidRDefault="00A87899" w:rsidP="00541E11">
      <w:pPr>
        <w:pStyle w:val="libNormal"/>
        <w:rPr>
          <w:rtl/>
        </w:rPr>
      </w:pPr>
      <w:r>
        <w:rPr>
          <w:rtl/>
        </w:rPr>
        <w:t xml:space="preserve">وإذا كان عليٌّ (عليه السّلام) يُحاول أن يُخَلّد باسم ابنيه ذكر عمّه حمزة وأخيه جعفر ، </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مختصر تاريخ دمشق ـ لابن منظور 7 / 116.</w:t>
      </w:r>
    </w:p>
    <w:p w:rsidR="00A87899" w:rsidRDefault="00A87899" w:rsidP="00541E11">
      <w:pPr>
        <w:pStyle w:val="libNormal0"/>
        <w:rPr>
          <w:rtl/>
        </w:rPr>
      </w:pPr>
      <w:r w:rsidRPr="00E7395C">
        <w:rPr>
          <w:rtl/>
        </w:rPr>
        <w:br w:type="page"/>
      </w:r>
      <w:r>
        <w:rPr>
          <w:rtl/>
        </w:rPr>
        <w:lastRenderedPageBreak/>
        <w:t>وتفاؤلاً أن يخلفاهما في النضال والهمّة والمجد ، فإنّ الوحي الذي لا ينطق الرسول إلاّ عنه قد حكم لهما باسمين آخرين ، وأمَرَ الوحيُ الرسول الكريم (صلّى الله عليه وآله) أن يُبلِّغَ هذا الحكم ، فلم يجد من عليٍّ غير التسليم لأمر السماء.</w:t>
      </w:r>
    </w:p>
    <w:p w:rsidR="00A87899" w:rsidRDefault="00A87899" w:rsidP="00541E11">
      <w:pPr>
        <w:pStyle w:val="libNormal"/>
        <w:rPr>
          <w:rtl/>
        </w:rPr>
      </w:pPr>
      <w:r>
        <w:rPr>
          <w:rtl/>
        </w:rPr>
        <w:t>والاسمان السماويّان هما :</w:t>
      </w:r>
    </w:p>
    <w:p w:rsidR="00A87899" w:rsidRDefault="00A87899" w:rsidP="00541E11">
      <w:pPr>
        <w:pStyle w:val="libNormal"/>
        <w:rPr>
          <w:lang w:bidi="fa-IR"/>
        </w:rPr>
      </w:pPr>
      <w:r>
        <w:rPr>
          <w:rtl/>
        </w:rPr>
        <w:t>«</w:t>
      </w:r>
      <w:r w:rsidRPr="00541E11">
        <w:rPr>
          <w:rStyle w:val="libBold2Char"/>
          <w:rtl/>
        </w:rPr>
        <w:t>الحسن والحسين اسمان من أسماء أهل الجنّة ، لم يكونا في الجاهليّة</w:t>
      </w:r>
      <w:r>
        <w:rPr>
          <w:rtl/>
        </w:rPr>
        <w:t xml:space="preserve">» </w:t>
      </w:r>
      <w:r w:rsidRPr="00541E11">
        <w:rPr>
          <w:rStyle w:val="libFootnotenumChar"/>
          <w:rtl/>
        </w:rPr>
        <w:t>(</w:t>
      </w:r>
      <w:r w:rsidRPr="00541E11">
        <w:rPr>
          <w:rStyle w:val="libFootnotenumChar"/>
          <w:rFonts w:hint="cs"/>
          <w:rtl/>
        </w:rPr>
        <w:t>1</w:t>
      </w:r>
      <w:r w:rsidRPr="00541E11">
        <w:rPr>
          <w:rStyle w:val="libFootnotenumChar"/>
          <w:rtl/>
        </w:rPr>
        <w:t>)</w:t>
      </w:r>
      <w:r>
        <w:rPr>
          <w:rtl/>
        </w:rPr>
        <w:t>.</w:t>
      </w:r>
    </w:p>
    <w:p w:rsidR="00A87899" w:rsidRDefault="00A87899" w:rsidP="00541E11">
      <w:pPr>
        <w:pStyle w:val="libNormal"/>
        <w:rPr>
          <w:rtl/>
        </w:rPr>
      </w:pPr>
      <w:r>
        <w:rPr>
          <w:rtl/>
        </w:rPr>
        <w:t>ويؤكّد الرسولُ (صلّى الله عليه وآله) على هذه التسمية فيُعْلِنُ عن أسباب اختيارها فيما رواه سلمان ، قال :</w:t>
      </w:r>
    </w:p>
    <w:p w:rsidR="00A87899" w:rsidRDefault="00A87899" w:rsidP="00541E11">
      <w:pPr>
        <w:pStyle w:val="libNormal"/>
        <w:rPr>
          <w:rtl/>
        </w:rPr>
      </w:pPr>
      <w:r>
        <w:rPr>
          <w:rtl/>
        </w:rPr>
        <w:t xml:space="preserve">[22] </w:t>
      </w:r>
      <w:r w:rsidRPr="00541E11">
        <w:rPr>
          <w:rStyle w:val="libBold2Char"/>
          <w:rtl/>
        </w:rPr>
        <w:t>قال رسول الله (صلّى الله عليه وآله) : «سمّى هارون ابنيه شَبَراً وشُبَيْراً</w:t>
      </w:r>
      <w:r w:rsidRPr="00541E11">
        <w:rPr>
          <w:rStyle w:val="libBold2Char"/>
          <w:rFonts w:hint="cs"/>
          <w:rtl/>
        </w:rPr>
        <w:t xml:space="preserve"> </w:t>
      </w:r>
      <w:r w:rsidRPr="00541E11">
        <w:rPr>
          <w:rStyle w:val="libBold2Char"/>
          <w:rtl/>
        </w:rPr>
        <w:t>وإنّي سَمَّيتُ ابنَيَّ الحسنَ والحُسَيْنَ بما سمّى به ابنيه شَبَراً وشُبَيْراً</w:t>
      </w:r>
      <w:r>
        <w:rPr>
          <w:rtl/>
        </w:rPr>
        <w:t>».</w:t>
      </w:r>
    </w:p>
    <w:p w:rsidR="00A87899" w:rsidRDefault="00A87899" w:rsidP="00541E11">
      <w:pPr>
        <w:pStyle w:val="libNormal"/>
        <w:rPr>
          <w:rtl/>
        </w:rPr>
      </w:pPr>
      <w:r>
        <w:rPr>
          <w:rtl/>
        </w:rPr>
        <w:t>إنّ الرسولَ (صلّى الله عليه وآله) إذْ يعلّل تسمية الحسن والحسين (عليهما السّلام) بما فعل هارون يذكّر بما لاسم هارون من ربط بشأن أبي الحسن والحسين ، وما جاء عن الرسول من حديث «المنزلة» حين أعلن فيه النبيّ (صلّى الله عليه وآله) بقوله : «</w:t>
      </w:r>
      <w:r w:rsidRPr="00541E11">
        <w:rPr>
          <w:rStyle w:val="libBold2Char"/>
          <w:rtl/>
        </w:rPr>
        <w:t>عليٌّ منّي بمنزلة هارون من موسى إلاّ أنّه لا نبيَّ بعدي</w:t>
      </w:r>
      <w:r>
        <w:rPr>
          <w:rtl/>
        </w:rPr>
        <w:t xml:space="preserve">» الذي خرّجه بعض الحّفَاظ بـ «500» إسناد ، وعُدّ في المتواتر </w:t>
      </w:r>
      <w:r w:rsidRPr="00541E11">
        <w:rPr>
          <w:rStyle w:val="libFootnotenumChar"/>
          <w:rtl/>
        </w:rPr>
        <w:t>(</w:t>
      </w:r>
      <w:r w:rsidRPr="00541E11">
        <w:rPr>
          <w:rStyle w:val="libFootnotenumChar"/>
          <w:rFonts w:hint="cs"/>
          <w:rtl/>
        </w:rPr>
        <w:t>2</w:t>
      </w:r>
      <w:r w:rsidRPr="00541E11">
        <w:rPr>
          <w:rStyle w:val="libFootnotenumChar"/>
          <w:rtl/>
        </w:rPr>
        <w:t>)</w:t>
      </w:r>
      <w:r>
        <w:rPr>
          <w:rtl/>
        </w:rPr>
        <w:t>.</w:t>
      </w:r>
    </w:p>
    <w:p w:rsidR="00A87899" w:rsidRDefault="00A87899" w:rsidP="00541E11">
      <w:pPr>
        <w:pStyle w:val="libNormal"/>
        <w:rPr>
          <w:rtl/>
        </w:rPr>
      </w:pPr>
      <w:r>
        <w:rPr>
          <w:rtl/>
        </w:rPr>
        <w:t>فإذا كان عليّ (عليه السّلام) بمنزلة هارون في الخلافة والوزارة ، فليكن اسما ابنيه كاسمي ابني هارون ؛ ليدلاّ على التنزيل منزلته في جميع الشؤون بلا استثناء</w:t>
      </w:r>
    </w:p>
    <w:p w:rsidR="00A87899" w:rsidRPr="00E7395C" w:rsidRDefault="00A87899" w:rsidP="00541E11">
      <w:pPr>
        <w:pStyle w:val="libLine"/>
        <w:rPr>
          <w:rtl/>
        </w:rPr>
      </w:pPr>
      <w:r w:rsidRPr="00E7395C">
        <w:rPr>
          <w:rtl/>
        </w:rPr>
        <w:t>____________________</w:t>
      </w:r>
    </w:p>
    <w:p w:rsidR="00A87899" w:rsidRPr="00B71BD5" w:rsidRDefault="00A87899" w:rsidP="00541E11">
      <w:pPr>
        <w:pStyle w:val="libFootnote0"/>
        <w:rPr>
          <w:rtl/>
        </w:rPr>
      </w:pPr>
      <w:r w:rsidRPr="00B71BD5">
        <w:rPr>
          <w:rtl/>
        </w:rPr>
        <w:t>(</w:t>
      </w:r>
      <w:r w:rsidRPr="00B71BD5">
        <w:rPr>
          <w:rFonts w:hint="cs"/>
          <w:rtl/>
        </w:rPr>
        <w:t>1</w:t>
      </w:r>
      <w:r w:rsidRPr="00B71BD5">
        <w:rPr>
          <w:rtl/>
        </w:rPr>
        <w:t xml:space="preserve">) تاريخ دمشق ـ ترجمة الإمام الحسن (عليه السّلام) </w:t>
      </w:r>
      <w:r>
        <w:rPr>
          <w:rtl/>
        </w:rPr>
        <w:t>ص</w:t>
      </w:r>
      <w:r w:rsidRPr="00B71BD5">
        <w:rPr>
          <w:rtl/>
        </w:rPr>
        <w:t xml:space="preserve"> 17 رقم (22).</w:t>
      </w:r>
    </w:p>
    <w:p w:rsidR="00A87899" w:rsidRDefault="00A87899" w:rsidP="00541E11">
      <w:pPr>
        <w:pStyle w:val="libFootnote0"/>
        <w:rPr>
          <w:rtl/>
        </w:rPr>
      </w:pPr>
      <w:r w:rsidRPr="00B71BD5">
        <w:rPr>
          <w:rtl/>
        </w:rPr>
        <w:t>(</w:t>
      </w:r>
      <w:r w:rsidRPr="00B71BD5">
        <w:rPr>
          <w:rFonts w:hint="cs"/>
          <w:rtl/>
        </w:rPr>
        <w:t>2</w:t>
      </w:r>
      <w:r w:rsidRPr="00B71BD5">
        <w:rPr>
          <w:rtl/>
        </w:rPr>
        <w:t xml:space="preserve">) انظر الحديث بطرق ابن عساكر في تاريخ دمشق ـ ترجمة الإمام عليّ (عليه السّلام) الأحاديث المرقّمة (336 ـ 456) 1 </w:t>
      </w:r>
      <w:r>
        <w:rPr>
          <w:rtl/>
        </w:rPr>
        <w:t>ص</w:t>
      </w:r>
      <w:r w:rsidRPr="00B71BD5">
        <w:rPr>
          <w:rtl/>
        </w:rPr>
        <w:t xml:space="preserve"> 306 ـ 394 وما علّق عليه محقّقه المحمودي.</w:t>
      </w:r>
    </w:p>
    <w:p w:rsidR="00A87899" w:rsidRDefault="00A87899" w:rsidP="00541E11">
      <w:pPr>
        <w:pStyle w:val="libNormal0"/>
        <w:rPr>
          <w:rtl/>
        </w:rPr>
      </w:pPr>
      <w:r>
        <w:rPr>
          <w:rtl/>
        </w:rPr>
        <w:br w:type="page"/>
      </w:r>
      <w:r>
        <w:rPr>
          <w:rtl/>
        </w:rPr>
        <w:lastRenderedPageBreak/>
        <w:t>سوى النبوّة التي ختمت بالرسول (صلّى الله عليه وآله).</w:t>
      </w:r>
    </w:p>
    <w:p w:rsidR="00A87899" w:rsidRDefault="00A87899" w:rsidP="00541E11">
      <w:pPr>
        <w:pStyle w:val="libBold1"/>
        <w:rPr>
          <w:rtl/>
        </w:rPr>
      </w:pPr>
      <w:r>
        <w:rPr>
          <w:rtl/>
        </w:rPr>
        <w:t>كنيته :</w:t>
      </w:r>
    </w:p>
    <w:p w:rsidR="00A87899" w:rsidRDefault="00A87899" w:rsidP="00541E11">
      <w:pPr>
        <w:pStyle w:val="libBold2"/>
        <w:rPr>
          <w:rtl/>
        </w:rPr>
      </w:pPr>
      <w:r w:rsidRPr="00B71BD5">
        <w:rPr>
          <w:rtl/>
        </w:rPr>
        <w:t>أبو عبد الله</w:t>
      </w:r>
      <w:r>
        <w:rPr>
          <w:rtl/>
        </w:rPr>
        <w:t xml:space="preserve"> </w:t>
      </w:r>
      <w:r>
        <w:rPr>
          <w:rFonts w:hint="cs"/>
          <w:rtl/>
        </w:rPr>
        <w:t>:</w:t>
      </w:r>
    </w:p>
    <w:p w:rsidR="00A87899" w:rsidRDefault="00A87899" w:rsidP="00541E11">
      <w:pPr>
        <w:pStyle w:val="libNormal"/>
        <w:rPr>
          <w:rtl/>
        </w:rPr>
      </w:pPr>
      <w:r>
        <w:rPr>
          <w:rtl/>
        </w:rPr>
        <w:t xml:space="preserve">اتّفق على ذلك المؤرّخون والمحدّثون ، وما كُنّي بغيرها </w:t>
      </w:r>
      <w:r w:rsidRPr="00541E11">
        <w:rPr>
          <w:rStyle w:val="libFootnotenumChar"/>
          <w:rtl/>
        </w:rPr>
        <w:t>(</w:t>
      </w:r>
      <w:r w:rsidRPr="00541E11">
        <w:rPr>
          <w:rStyle w:val="libFootnotenumChar"/>
          <w:rFonts w:hint="cs"/>
          <w:rtl/>
        </w:rPr>
        <w:t>1</w:t>
      </w:r>
      <w:r w:rsidRPr="00541E11">
        <w:rPr>
          <w:rStyle w:val="libFootnotenumChar"/>
          <w:rtl/>
        </w:rPr>
        <w:t>)</w:t>
      </w:r>
      <w:r>
        <w:rPr>
          <w:rtl/>
        </w:rPr>
        <w:t>.</w:t>
      </w:r>
    </w:p>
    <w:p w:rsidR="00A87899" w:rsidRDefault="00A87899" w:rsidP="00541E11">
      <w:pPr>
        <w:pStyle w:val="libBold1"/>
        <w:rPr>
          <w:rtl/>
        </w:rPr>
      </w:pPr>
      <w:r>
        <w:rPr>
          <w:rtl/>
        </w:rPr>
        <w:t>ألقابه :</w:t>
      </w:r>
    </w:p>
    <w:p w:rsidR="00A87899" w:rsidRDefault="00A87899" w:rsidP="00541E11">
      <w:pPr>
        <w:pStyle w:val="libBold2"/>
        <w:rPr>
          <w:rtl/>
        </w:rPr>
      </w:pPr>
      <w:r w:rsidRPr="00B71BD5">
        <w:rPr>
          <w:rtl/>
        </w:rPr>
        <w:t>سبط رسول الله (صلّى الله عليه وآله)</w:t>
      </w:r>
    </w:p>
    <w:p w:rsidR="00A87899" w:rsidRDefault="00A87899" w:rsidP="00541E11">
      <w:pPr>
        <w:pStyle w:val="libNormal"/>
        <w:rPr>
          <w:rtl/>
        </w:rPr>
      </w:pPr>
      <w:r>
        <w:rPr>
          <w:rtl/>
        </w:rPr>
        <w:t xml:space="preserve">كذا ذكره ابن عساكر </w:t>
      </w:r>
      <w:r w:rsidRPr="00541E11">
        <w:rPr>
          <w:rStyle w:val="libFootnotenumChar"/>
          <w:rtl/>
        </w:rPr>
        <w:t>(</w:t>
      </w:r>
      <w:r w:rsidRPr="00541E11">
        <w:rPr>
          <w:rStyle w:val="libFootnotenumChar"/>
          <w:rFonts w:hint="cs"/>
          <w:rtl/>
        </w:rPr>
        <w:t>2</w:t>
      </w:r>
      <w:r w:rsidRPr="00541E11">
        <w:rPr>
          <w:rStyle w:val="libFootnotenumChar"/>
          <w:rtl/>
        </w:rPr>
        <w:t>)</w:t>
      </w:r>
      <w:r>
        <w:rPr>
          <w:rtl/>
        </w:rPr>
        <w:t xml:space="preserve"> ، وجاء في المأثور عن أئمّة أهل البيت (عليهم السّلام) تلقيب الإمام الحسين به ، وكذلك باللقب التالي </w:t>
      </w:r>
      <w:r w:rsidRPr="00541E11">
        <w:rPr>
          <w:rStyle w:val="libFootnotenumChar"/>
          <w:rtl/>
        </w:rPr>
        <w:t>(</w:t>
      </w:r>
      <w:r w:rsidRPr="00541E11">
        <w:rPr>
          <w:rStyle w:val="libFootnotenumChar"/>
          <w:rFonts w:hint="cs"/>
          <w:rtl/>
        </w:rPr>
        <w:t>3</w:t>
      </w:r>
      <w:r w:rsidRPr="00541E11">
        <w:rPr>
          <w:rStyle w:val="libFootnotenumChar"/>
          <w:rtl/>
        </w:rPr>
        <w:t>)</w:t>
      </w:r>
      <w:r>
        <w:rPr>
          <w:rtl/>
        </w:rPr>
        <w:t>.</w:t>
      </w:r>
    </w:p>
    <w:p w:rsidR="00A87899" w:rsidRDefault="00A87899" w:rsidP="00541E11">
      <w:pPr>
        <w:pStyle w:val="libBold1"/>
        <w:rPr>
          <w:rtl/>
        </w:rPr>
      </w:pPr>
      <w:r>
        <w:rPr>
          <w:rtl/>
        </w:rPr>
        <w:t>سيّد شباب أهل الجنّة :</w:t>
      </w:r>
    </w:p>
    <w:p w:rsidR="00A87899" w:rsidRDefault="00A87899" w:rsidP="00541E11">
      <w:pPr>
        <w:pStyle w:val="libNormal"/>
        <w:rPr>
          <w:rtl/>
        </w:rPr>
      </w:pPr>
      <w:r>
        <w:rPr>
          <w:rtl/>
        </w:rPr>
        <w:t>وهذا اللقب مأخوذ من حديث رسول الله (صلّى الله عليه وآله) لما قال في الحسين وفي أخيه الحسن (عليهما السّلام) : «... سيّدا شباب أهل الجنّة»</w:t>
      </w:r>
      <w:r>
        <w:rPr>
          <w:rFonts w:hint="cs"/>
          <w:rtl/>
        </w:rPr>
        <w:t xml:space="preserve"> </w:t>
      </w:r>
      <w:r>
        <w:rPr>
          <w:rtl/>
        </w:rPr>
        <w:t>وسيأتي في الفقرة (11).</w:t>
      </w:r>
    </w:p>
    <w:p w:rsidR="00A87899" w:rsidRDefault="00A87899" w:rsidP="00541E11">
      <w:pPr>
        <w:pStyle w:val="libBold2"/>
        <w:rPr>
          <w:rtl/>
        </w:rPr>
      </w:pPr>
      <w:r w:rsidRPr="00F556EA">
        <w:rPr>
          <w:rtl/>
        </w:rPr>
        <w:t>ريحانة رسول الله (صلّى الله عليه وآله)</w:t>
      </w:r>
      <w:r>
        <w:rPr>
          <w:rtl/>
        </w:rPr>
        <w:t xml:space="preserve"> :</w:t>
      </w:r>
    </w:p>
    <w:p w:rsidR="00A87899" w:rsidRDefault="00A87899" w:rsidP="00541E11">
      <w:pPr>
        <w:pStyle w:val="libNormal"/>
        <w:rPr>
          <w:rtl/>
        </w:rPr>
      </w:pPr>
      <w:r>
        <w:rPr>
          <w:rtl/>
        </w:rPr>
        <w:t xml:space="preserve">كذا ذكره ابن عساكر </w:t>
      </w:r>
      <w:r w:rsidRPr="00541E11">
        <w:rPr>
          <w:rStyle w:val="libFootnotenumChar"/>
          <w:rtl/>
        </w:rPr>
        <w:t>(</w:t>
      </w:r>
      <w:r w:rsidRPr="00541E11">
        <w:rPr>
          <w:rStyle w:val="libFootnotenumChar"/>
          <w:rFonts w:hint="cs"/>
          <w:rtl/>
        </w:rPr>
        <w:t>4</w:t>
      </w:r>
      <w:r w:rsidRPr="00541E11">
        <w:rPr>
          <w:rStyle w:val="libFootnotenumChar"/>
          <w:rtl/>
        </w:rPr>
        <w:t>)</w:t>
      </w:r>
      <w:r>
        <w:rPr>
          <w:rtl/>
        </w:rPr>
        <w:t xml:space="preserve"> وهو كذلك مأخوذ من حديث رسول الله (صلّى الله عليه وآله) حين قال فيه وفي أخيه الحسن (عليهما السّلام) : «هما ريحانتاي من الدنيا»</w:t>
      </w:r>
    </w:p>
    <w:p w:rsidR="00A87899" w:rsidRPr="00E7395C" w:rsidRDefault="00A87899" w:rsidP="00541E11">
      <w:pPr>
        <w:pStyle w:val="libLine"/>
        <w:rPr>
          <w:rtl/>
        </w:rPr>
      </w:pPr>
      <w:r w:rsidRPr="00E7395C">
        <w:rPr>
          <w:rtl/>
        </w:rPr>
        <w:t>____________________</w:t>
      </w:r>
    </w:p>
    <w:p w:rsidR="00A87899" w:rsidRDefault="00A87899" w:rsidP="00541E11">
      <w:pPr>
        <w:pStyle w:val="libFootnote0"/>
      </w:pPr>
      <w:r w:rsidRPr="00E7395C">
        <w:rPr>
          <w:rtl/>
        </w:rPr>
        <w:t>(</w:t>
      </w:r>
      <w:r>
        <w:rPr>
          <w:rFonts w:hint="cs"/>
          <w:rtl/>
        </w:rPr>
        <w:t>1</w:t>
      </w:r>
      <w:r w:rsidRPr="00E7395C">
        <w:rPr>
          <w:rtl/>
        </w:rPr>
        <w:t xml:space="preserve">) لاحظ تاريخ دمشق ـ ترجمة الإمام الحسين (عليه السّلام) </w:t>
      </w:r>
      <w:r>
        <w:rPr>
          <w:rtl/>
        </w:rPr>
        <w:t>ص</w:t>
      </w:r>
      <w:r w:rsidRPr="00E7395C">
        <w:rPr>
          <w:rtl/>
        </w:rPr>
        <w:t xml:space="preserve"> 22 ومختصر تاريخ دمشق ـ لابن منظور 7 / 117.</w:t>
      </w:r>
    </w:p>
    <w:p w:rsidR="00A87899" w:rsidRPr="00E7395C" w:rsidRDefault="00A87899" w:rsidP="00541E11">
      <w:pPr>
        <w:pStyle w:val="libFootnote0"/>
        <w:rPr>
          <w:rtl/>
        </w:rPr>
      </w:pPr>
      <w:r w:rsidRPr="00E7395C">
        <w:rPr>
          <w:rtl/>
        </w:rPr>
        <w:t>(</w:t>
      </w:r>
      <w:r>
        <w:rPr>
          <w:rFonts w:hint="cs"/>
          <w:rtl/>
        </w:rPr>
        <w:t>2</w:t>
      </w:r>
      <w:r w:rsidRPr="00E7395C">
        <w:rPr>
          <w:rtl/>
        </w:rPr>
        <w:t xml:space="preserve">) لاحظ تاريخ دمشق ـ ترجمة الإمام الحسين (عليه السّلام) </w:t>
      </w:r>
      <w:r>
        <w:rPr>
          <w:rtl/>
        </w:rPr>
        <w:t>ص</w:t>
      </w:r>
      <w:r w:rsidRPr="00E7395C">
        <w:rPr>
          <w:rtl/>
        </w:rPr>
        <w:t xml:space="preserve"> 5 ومختصر تاريخ دمشق ـ لابن منظور 17 / 115.</w:t>
      </w:r>
    </w:p>
    <w:p w:rsidR="00A87899" w:rsidRPr="00E7395C" w:rsidRDefault="00A87899" w:rsidP="00541E11">
      <w:pPr>
        <w:pStyle w:val="libFootnote0"/>
        <w:rPr>
          <w:rtl/>
        </w:rPr>
      </w:pPr>
      <w:r w:rsidRPr="00E7395C">
        <w:rPr>
          <w:rtl/>
        </w:rPr>
        <w:t>(</w:t>
      </w:r>
      <w:r>
        <w:rPr>
          <w:rFonts w:hint="cs"/>
          <w:rtl/>
        </w:rPr>
        <w:t>3</w:t>
      </w:r>
      <w:r w:rsidRPr="00E7395C">
        <w:rPr>
          <w:rtl/>
        </w:rPr>
        <w:t>) تاريخ أهل البيت (عليهم السّلام)</w:t>
      </w:r>
      <w:r>
        <w:rPr>
          <w:rtl/>
        </w:rPr>
        <w:t xml:space="preserve"> ، </w:t>
      </w:r>
      <w:r w:rsidRPr="00E7395C">
        <w:rPr>
          <w:rtl/>
        </w:rPr>
        <w:t xml:space="preserve">فصل الألقاب </w:t>
      </w:r>
      <w:r>
        <w:rPr>
          <w:rtl/>
        </w:rPr>
        <w:t>ص</w:t>
      </w:r>
      <w:r w:rsidRPr="00E7395C">
        <w:rPr>
          <w:rtl/>
        </w:rPr>
        <w:t xml:space="preserve"> 130.</w:t>
      </w:r>
    </w:p>
    <w:p w:rsidR="00A87899" w:rsidRDefault="00A87899" w:rsidP="00541E11">
      <w:pPr>
        <w:pStyle w:val="libFootnote0"/>
        <w:rPr>
          <w:rtl/>
        </w:rPr>
      </w:pPr>
      <w:r w:rsidRPr="00E7395C">
        <w:rPr>
          <w:rtl/>
        </w:rPr>
        <w:t>(</w:t>
      </w:r>
      <w:r>
        <w:rPr>
          <w:rFonts w:hint="cs"/>
          <w:rtl/>
        </w:rPr>
        <w:t>4</w:t>
      </w:r>
      <w:r w:rsidRPr="00E7395C">
        <w:rPr>
          <w:rtl/>
        </w:rPr>
        <w:t xml:space="preserve">) تاريخ دمشق ـ ترجمة الإمام الحسين (عليه السّلام) </w:t>
      </w:r>
      <w:r>
        <w:rPr>
          <w:rtl/>
        </w:rPr>
        <w:t>ص</w:t>
      </w:r>
      <w:r w:rsidRPr="00E7395C">
        <w:rPr>
          <w:rtl/>
        </w:rPr>
        <w:t xml:space="preserve"> 5 ومختصر تاريخ دمشق ـ لابن منظور 17 / 115.</w:t>
      </w:r>
    </w:p>
    <w:p w:rsidR="00A87899" w:rsidRDefault="00A87899" w:rsidP="00541E11">
      <w:pPr>
        <w:pStyle w:val="libNormal0"/>
        <w:rPr>
          <w:rtl/>
        </w:rPr>
      </w:pPr>
      <w:r>
        <w:rPr>
          <w:rtl/>
        </w:rPr>
        <w:br w:type="page"/>
      </w:r>
      <w:r>
        <w:rPr>
          <w:rtl/>
        </w:rPr>
        <w:lastRenderedPageBreak/>
        <w:t>وسيأتي في الفقرة (11).</w:t>
      </w:r>
    </w:p>
    <w:p w:rsidR="00A87899" w:rsidRDefault="00A87899" w:rsidP="00541E11">
      <w:pPr>
        <w:pStyle w:val="libBold1"/>
        <w:rPr>
          <w:rtl/>
        </w:rPr>
      </w:pPr>
      <w:r>
        <w:rPr>
          <w:rtl/>
        </w:rPr>
        <w:t>أبوه :</w:t>
      </w:r>
    </w:p>
    <w:p w:rsidR="00A87899" w:rsidRPr="00F556EA" w:rsidRDefault="00A87899" w:rsidP="00541E11">
      <w:pPr>
        <w:pStyle w:val="libBold2"/>
        <w:rPr>
          <w:rtl/>
        </w:rPr>
      </w:pPr>
      <w:r w:rsidRPr="00F556EA">
        <w:rPr>
          <w:rtl/>
        </w:rPr>
        <w:t>أمير المؤمنين عليّ بن أبي طالب بن عبد المطلّب بن هاشم بن عبد مناف بن قصيّ القرشيّ الهاشميّ المطّلبيّ الطالبيّ (عليه السّلام).</w:t>
      </w:r>
    </w:p>
    <w:p w:rsidR="00A87899" w:rsidRDefault="00A87899" w:rsidP="00541E11">
      <w:pPr>
        <w:pStyle w:val="libBold1"/>
        <w:rPr>
          <w:rtl/>
        </w:rPr>
      </w:pPr>
      <w:r>
        <w:rPr>
          <w:rtl/>
        </w:rPr>
        <w:t>اُمّه :</w:t>
      </w:r>
    </w:p>
    <w:p w:rsidR="00A87899" w:rsidRDefault="00A87899" w:rsidP="00541E11">
      <w:pPr>
        <w:pStyle w:val="libBold2"/>
        <w:rPr>
          <w:rtl/>
        </w:rPr>
      </w:pPr>
      <w:r w:rsidRPr="00F556EA">
        <w:rPr>
          <w:rtl/>
        </w:rPr>
        <w:t>الزهراء فاطمة بنت رسول الله محمّد (صلّى الله عليه وآله)</w:t>
      </w:r>
    </w:p>
    <w:p w:rsidR="00A87899" w:rsidRDefault="00A87899" w:rsidP="00541E11">
      <w:pPr>
        <w:pStyle w:val="libNormal"/>
        <w:rPr>
          <w:rtl/>
        </w:rPr>
      </w:pPr>
      <w:r>
        <w:rPr>
          <w:rtl/>
        </w:rPr>
        <w:t xml:space="preserve">واُمّها خديجة بنت خويلد بن أسَد بن عبد العزّي بن قصيّ </w:t>
      </w:r>
      <w:r w:rsidRPr="00541E11">
        <w:rPr>
          <w:rStyle w:val="libFootnotenumChar"/>
          <w:rtl/>
        </w:rPr>
        <w:t>(1)</w:t>
      </w:r>
      <w:r>
        <w:rPr>
          <w:rtl/>
        </w:rPr>
        <w:t>.</w:t>
      </w:r>
    </w:p>
    <w:p w:rsidR="00A87899" w:rsidRDefault="00A87899" w:rsidP="00541E11">
      <w:pPr>
        <w:pStyle w:val="libNormal"/>
        <w:rPr>
          <w:rtl/>
        </w:rPr>
      </w:pPr>
      <w:r>
        <w:rPr>
          <w:rtl/>
        </w:rPr>
        <w:t>أمّا الهالة التي تكتنف الحسين (عليه السّلام) من طرفي اُمّه وأبيه ، وما لتلك العائلة الكريمة من الشرف في النسب والحسب فلنقرأ عنها الحديث</w:t>
      </w:r>
      <w:r>
        <w:rPr>
          <w:rFonts w:hint="cs"/>
          <w:rtl/>
        </w:rPr>
        <w:t xml:space="preserve"> :</w:t>
      </w:r>
    </w:p>
    <w:p w:rsidR="00A87899" w:rsidRPr="00214450" w:rsidRDefault="00A87899" w:rsidP="00541E11">
      <w:pPr>
        <w:pStyle w:val="libBold2"/>
        <w:rPr>
          <w:rtl/>
        </w:rPr>
      </w:pPr>
      <w:r w:rsidRPr="00214450">
        <w:rPr>
          <w:rtl/>
        </w:rPr>
        <w:t>[173] عن ربيعة السعدي قال</w:t>
      </w:r>
      <w:r>
        <w:rPr>
          <w:rtl/>
        </w:rPr>
        <w:t xml:space="preserve"> : </w:t>
      </w:r>
      <w:r w:rsidRPr="00214450">
        <w:rPr>
          <w:rtl/>
        </w:rPr>
        <w:t>لمّا اختلف الناس في التفضيل رحلتُ راحلتي</w:t>
      </w:r>
      <w:r>
        <w:rPr>
          <w:rtl/>
        </w:rPr>
        <w:t xml:space="preserve"> ، </w:t>
      </w:r>
      <w:r w:rsidRPr="00214450">
        <w:rPr>
          <w:rtl/>
        </w:rPr>
        <w:t>وأخذتُ زادي حتّى دخلتُ المدينة</w:t>
      </w:r>
      <w:r>
        <w:rPr>
          <w:rtl/>
        </w:rPr>
        <w:t xml:space="preserve"> ، </w:t>
      </w:r>
      <w:r w:rsidRPr="00214450">
        <w:rPr>
          <w:rtl/>
        </w:rPr>
        <w:t>فدخلتُ على حُذيفة بن اليمان</w:t>
      </w:r>
      <w:r>
        <w:rPr>
          <w:rtl/>
        </w:rPr>
        <w:t xml:space="preserve"> ، </w:t>
      </w:r>
      <w:r w:rsidRPr="00214450">
        <w:rPr>
          <w:rtl/>
        </w:rPr>
        <w:t>فقال لي</w:t>
      </w:r>
      <w:r>
        <w:rPr>
          <w:rtl/>
        </w:rPr>
        <w:t xml:space="preserve"> : </w:t>
      </w:r>
      <w:r w:rsidRPr="00214450">
        <w:rPr>
          <w:rtl/>
        </w:rPr>
        <w:t>ممّن الرجلُ؟</w:t>
      </w:r>
      <w:r w:rsidRPr="00214450">
        <w:rPr>
          <w:rFonts w:hint="cs"/>
          <w:rtl/>
        </w:rPr>
        <w:t xml:space="preserve"> </w:t>
      </w:r>
      <w:r w:rsidRPr="00214450">
        <w:rPr>
          <w:rtl/>
        </w:rPr>
        <w:t>قلتُ</w:t>
      </w:r>
      <w:r>
        <w:rPr>
          <w:rtl/>
        </w:rPr>
        <w:t xml:space="preserve"> : </w:t>
      </w:r>
      <w:r w:rsidRPr="00214450">
        <w:rPr>
          <w:rtl/>
        </w:rPr>
        <w:t>من أهل العراق</w:t>
      </w:r>
      <w:r>
        <w:rPr>
          <w:rFonts w:hint="cs"/>
          <w:rtl/>
        </w:rPr>
        <w:t xml:space="preserve">! </w:t>
      </w:r>
      <w:r w:rsidRPr="00214450">
        <w:rPr>
          <w:rtl/>
        </w:rPr>
        <w:t>فقال</w:t>
      </w:r>
      <w:r>
        <w:rPr>
          <w:rtl/>
        </w:rPr>
        <w:t xml:space="preserve"> : </w:t>
      </w:r>
      <w:r w:rsidRPr="00214450">
        <w:rPr>
          <w:rtl/>
        </w:rPr>
        <w:t>من أيّ العراق؟</w:t>
      </w:r>
    </w:p>
    <w:p w:rsidR="00A87899" w:rsidRPr="00214450" w:rsidRDefault="00A87899" w:rsidP="00541E11">
      <w:pPr>
        <w:pStyle w:val="libBold2"/>
        <w:rPr>
          <w:rtl/>
        </w:rPr>
      </w:pPr>
      <w:r w:rsidRPr="00214450">
        <w:rPr>
          <w:rtl/>
        </w:rPr>
        <w:t>قلتُ</w:t>
      </w:r>
      <w:r>
        <w:rPr>
          <w:rtl/>
        </w:rPr>
        <w:t xml:space="preserve"> : </w:t>
      </w:r>
      <w:r w:rsidRPr="00214450">
        <w:rPr>
          <w:rtl/>
        </w:rPr>
        <w:t>رجل من أهل الكوفة.</w:t>
      </w:r>
    </w:p>
    <w:p w:rsidR="00A87899" w:rsidRPr="00214450" w:rsidRDefault="00A87899" w:rsidP="00541E11">
      <w:pPr>
        <w:pStyle w:val="libBold2"/>
        <w:rPr>
          <w:rtl/>
        </w:rPr>
      </w:pPr>
      <w:r w:rsidRPr="00214450">
        <w:rPr>
          <w:rtl/>
        </w:rPr>
        <w:t>قال</w:t>
      </w:r>
      <w:r>
        <w:rPr>
          <w:rtl/>
        </w:rPr>
        <w:t xml:space="preserve"> : </w:t>
      </w:r>
      <w:r w:rsidRPr="00214450">
        <w:rPr>
          <w:rtl/>
        </w:rPr>
        <w:t>مرحباً بكم يا أهل الكوفة.</w:t>
      </w:r>
    </w:p>
    <w:p w:rsidR="00A87899" w:rsidRPr="00214450" w:rsidRDefault="00A87899" w:rsidP="00541E11">
      <w:pPr>
        <w:pStyle w:val="libBold2"/>
        <w:rPr>
          <w:rtl/>
        </w:rPr>
      </w:pPr>
      <w:r w:rsidRPr="00214450">
        <w:rPr>
          <w:rtl/>
        </w:rPr>
        <w:t>قلتُ</w:t>
      </w:r>
      <w:r>
        <w:rPr>
          <w:rtl/>
        </w:rPr>
        <w:t xml:space="preserve"> : </w:t>
      </w:r>
      <w:r w:rsidRPr="00214450">
        <w:rPr>
          <w:rtl/>
        </w:rPr>
        <w:t>اختلف الناسُ في التفضيل فجئتُ لأسألك عن ذلك</w:t>
      </w:r>
      <w:r>
        <w:rPr>
          <w:rFonts w:hint="cs"/>
          <w:rtl/>
        </w:rPr>
        <w:t>؟</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 xml:space="preserve">(1) تاريخ دمشق ـ ترجمة الإمام الحسين (عليه السّلام) </w:t>
      </w:r>
      <w:r>
        <w:rPr>
          <w:rtl/>
        </w:rPr>
        <w:t>ص</w:t>
      </w:r>
      <w:r w:rsidRPr="00E7395C">
        <w:rPr>
          <w:rtl/>
        </w:rPr>
        <w:t xml:space="preserve"> 23.</w:t>
      </w:r>
    </w:p>
    <w:p w:rsidR="00A87899" w:rsidRDefault="00A87899" w:rsidP="00541E11">
      <w:pPr>
        <w:pStyle w:val="libBold2"/>
        <w:rPr>
          <w:rtl/>
        </w:rPr>
      </w:pPr>
      <w:r>
        <w:rPr>
          <w:rtl/>
        </w:rPr>
        <w:br w:type="page"/>
      </w:r>
      <w:r w:rsidRPr="00214450">
        <w:rPr>
          <w:rtl/>
        </w:rPr>
        <w:lastRenderedPageBreak/>
        <w:t>فقال لي</w:t>
      </w:r>
      <w:r>
        <w:rPr>
          <w:rtl/>
        </w:rPr>
        <w:t xml:space="preserve"> : </w:t>
      </w:r>
      <w:r w:rsidRPr="00214450">
        <w:rPr>
          <w:rtl/>
        </w:rPr>
        <w:t>على الخبير سَقَطْتَ ؛ أما إنّي لا اُحدّثك إلاّ بما سمعتْهُ أُذنايَ ووعاهُ قلبي وأبصرتْه عيناي</w:t>
      </w:r>
      <w:r>
        <w:rPr>
          <w:rtl/>
        </w:rPr>
        <w:t xml:space="preserve"> </w:t>
      </w:r>
      <w:r>
        <w:rPr>
          <w:rFonts w:hint="cs"/>
          <w:rtl/>
        </w:rPr>
        <w:t>:</w:t>
      </w:r>
    </w:p>
    <w:p w:rsidR="00A87899" w:rsidRPr="00214450" w:rsidRDefault="00A87899" w:rsidP="00541E11">
      <w:pPr>
        <w:pStyle w:val="libBold2"/>
        <w:rPr>
          <w:rtl/>
        </w:rPr>
      </w:pPr>
      <w:r w:rsidRPr="00214450">
        <w:rPr>
          <w:rtl/>
        </w:rPr>
        <w:t>خرج علينا رسولُ الله (صلّى الله عليه وآله) ـ كأنّي أنظر إليه كما أنظر إليك الساعة ـ حاملَ الحسين بن عليّ على عاتقه ـ كأني أنظر إلى كفّه الطيّبة واضِعَها على قدمه يُلصقها بصدره ـ</w:t>
      </w:r>
      <w:r>
        <w:rPr>
          <w:rtl/>
        </w:rPr>
        <w:t>.</w:t>
      </w:r>
      <w:r w:rsidRPr="00214450">
        <w:rPr>
          <w:rtl/>
        </w:rPr>
        <w:t xml:space="preserve"> فقال</w:t>
      </w:r>
      <w:r>
        <w:rPr>
          <w:rtl/>
        </w:rPr>
        <w:t xml:space="preserve"> : «</w:t>
      </w:r>
      <w:r w:rsidRPr="00214450">
        <w:rPr>
          <w:rtl/>
        </w:rPr>
        <w:t>يا أيُّها الناس</w:t>
      </w:r>
      <w:r>
        <w:rPr>
          <w:rtl/>
        </w:rPr>
        <w:t xml:space="preserve"> ، </w:t>
      </w:r>
      <w:r w:rsidRPr="00214450">
        <w:rPr>
          <w:rtl/>
        </w:rPr>
        <w:t>لأعرفنّ ما اختلفتم ـ يعني في الخيار ـ بعدي</w:t>
      </w:r>
      <w:r>
        <w:rPr>
          <w:rtl/>
        </w:rPr>
        <w:t>.</w:t>
      </w:r>
    </w:p>
    <w:p w:rsidR="00A87899" w:rsidRPr="00214450" w:rsidRDefault="00A87899" w:rsidP="00541E11">
      <w:pPr>
        <w:pStyle w:val="libBold2"/>
        <w:rPr>
          <w:rtl/>
        </w:rPr>
      </w:pPr>
      <w:r w:rsidRPr="00214450">
        <w:rPr>
          <w:rtl/>
        </w:rPr>
        <w:t>هذا الحسينُ بن عليّ خير الناس جدّاً</w:t>
      </w:r>
      <w:r>
        <w:rPr>
          <w:rtl/>
        </w:rPr>
        <w:t xml:space="preserve"> ، </w:t>
      </w:r>
      <w:r w:rsidRPr="00214450">
        <w:rPr>
          <w:rtl/>
        </w:rPr>
        <w:t>وخير الناس جدّةً ؛ جدّه مُحمد رسول الله سيّد النبيّين</w:t>
      </w:r>
      <w:r>
        <w:rPr>
          <w:rtl/>
        </w:rPr>
        <w:t>.</w:t>
      </w:r>
    </w:p>
    <w:p w:rsidR="00A87899" w:rsidRPr="00214450" w:rsidRDefault="00A87899" w:rsidP="00541E11">
      <w:pPr>
        <w:pStyle w:val="libBold2"/>
        <w:rPr>
          <w:rtl/>
        </w:rPr>
      </w:pPr>
      <w:r w:rsidRPr="00214450">
        <w:rPr>
          <w:rtl/>
        </w:rPr>
        <w:t>وجدّته خَديجة بنت خويلد سابقة نساء العالمين إلى الإيمان بالله ورسوله.</w:t>
      </w:r>
    </w:p>
    <w:p w:rsidR="00A87899" w:rsidRDefault="00A87899" w:rsidP="00541E11">
      <w:pPr>
        <w:pStyle w:val="libBold2"/>
        <w:rPr>
          <w:rtl/>
        </w:rPr>
      </w:pPr>
      <w:r w:rsidRPr="00214450">
        <w:rPr>
          <w:rtl/>
        </w:rPr>
        <w:t>هذا الحسينُ بن عليّ خير الناس أباً</w:t>
      </w:r>
      <w:r>
        <w:rPr>
          <w:rtl/>
        </w:rPr>
        <w:t xml:space="preserve"> ، </w:t>
      </w:r>
      <w:r w:rsidRPr="00214450">
        <w:rPr>
          <w:rtl/>
        </w:rPr>
        <w:t>وخير الناس اُمّاً</w:t>
      </w:r>
      <w:r>
        <w:rPr>
          <w:rtl/>
        </w:rPr>
        <w:t xml:space="preserve"> </w:t>
      </w:r>
      <w:r>
        <w:rPr>
          <w:rFonts w:hint="cs"/>
          <w:rtl/>
        </w:rPr>
        <w:t>:</w:t>
      </w:r>
    </w:p>
    <w:p w:rsidR="00A87899" w:rsidRDefault="00A87899" w:rsidP="00541E11">
      <w:pPr>
        <w:pStyle w:val="libBold2"/>
        <w:rPr>
          <w:rtl/>
        </w:rPr>
      </w:pPr>
      <w:r w:rsidRPr="00214450">
        <w:rPr>
          <w:rtl/>
        </w:rPr>
        <w:t>أبوه عليّ بن أبي طالب أخو رسول الله (صلّى الله عليه وآله) ووزيره</w:t>
      </w:r>
      <w:r>
        <w:rPr>
          <w:rtl/>
        </w:rPr>
        <w:t xml:space="preserve"> ، </w:t>
      </w:r>
      <w:r w:rsidRPr="00214450">
        <w:rPr>
          <w:rtl/>
        </w:rPr>
        <w:t>وابن عمّه</w:t>
      </w:r>
      <w:r>
        <w:rPr>
          <w:rtl/>
        </w:rPr>
        <w:t xml:space="preserve"> ، </w:t>
      </w:r>
      <w:r w:rsidRPr="00214450">
        <w:rPr>
          <w:rtl/>
        </w:rPr>
        <w:t>وسابق رجال العالمين إلى الإيمان بالله ورسوله</w:t>
      </w:r>
      <w:r>
        <w:rPr>
          <w:rtl/>
        </w:rPr>
        <w:t>.</w:t>
      </w:r>
    </w:p>
    <w:p w:rsidR="00A87899" w:rsidRPr="00214450" w:rsidRDefault="00A87899" w:rsidP="00541E11">
      <w:pPr>
        <w:pStyle w:val="libBold2"/>
        <w:rPr>
          <w:rtl/>
        </w:rPr>
      </w:pPr>
      <w:r w:rsidRPr="00214450">
        <w:rPr>
          <w:rtl/>
        </w:rPr>
        <w:t>واُمّه فاطمة بنت محمّد سيّدة نساء العالمين.</w:t>
      </w:r>
    </w:p>
    <w:p w:rsidR="00A87899" w:rsidRDefault="00A87899" w:rsidP="00541E11">
      <w:pPr>
        <w:pStyle w:val="libBold2"/>
        <w:rPr>
          <w:rtl/>
        </w:rPr>
      </w:pPr>
      <w:r w:rsidRPr="00214450">
        <w:rPr>
          <w:rtl/>
        </w:rPr>
        <w:t>هذا الحسينُ بن عليّ خيرُ الناس عمّاً</w:t>
      </w:r>
      <w:r>
        <w:rPr>
          <w:rtl/>
        </w:rPr>
        <w:t xml:space="preserve"> ، </w:t>
      </w:r>
      <w:r w:rsidRPr="00214450">
        <w:rPr>
          <w:rtl/>
        </w:rPr>
        <w:t>وخير الناس عمّةً ؛ عمّه جعفر بن أبي طالب</w:t>
      </w:r>
      <w:r>
        <w:rPr>
          <w:rtl/>
        </w:rPr>
        <w:t xml:space="preserve"> ، </w:t>
      </w:r>
      <w:r w:rsidRPr="00214450">
        <w:rPr>
          <w:rtl/>
        </w:rPr>
        <w:t>المزيَّن بالجناحين يطير بهما في الجنّة حيثُ يشاء</w:t>
      </w:r>
      <w:r>
        <w:rPr>
          <w:rtl/>
        </w:rPr>
        <w:t>.</w:t>
      </w:r>
    </w:p>
    <w:p w:rsidR="00A87899" w:rsidRPr="00214450" w:rsidRDefault="00A87899" w:rsidP="00541E11">
      <w:pPr>
        <w:pStyle w:val="libBold2"/>
        <w:rPr>
          <w:rtl/>
        </w:rPr>
      </w:pPr>
      <w:r w:rsidRPr="00214450">
        <w:rPr>
          <w:rtl/>
        </w:rPr>
        <w:t>وعمّته أُمّ هانئ بنت أبي طالب.</w:t>
      </w:r>
    </w:p>
    <w:p w:rsidR="00A87899" w:rsidRDefault="00A87899" w:rsidP="00541E11">
      <w:pPr>
        <w:pStyle w:val="libBold2"/>
        <w:rPr>
          <w:rtl/>
        </w:rPr>
      </w:pPr>
      <w:r w:rsidRPr="00214450">
        <w:rPr>
          <w:rtl/>
        </w:rPr>
        <w:t>هذا الحسين بن عليّ خير الناس خالاً</w:t>
      </w:r>
      <w:r>
        <w:rPr>
          <w:rtl/>
        </w:rPr>
        <w:t>.</w:t>
      </w:r>
      <w:r w:rsidRPr="00214450">
        <w:rPr>
          <w:rtl/>
        </w:rPr>
        <w:t xml:space="preserve"> وخير الناس خالةً</w:t>
      </w:r>
      <w:r>
        <w:rPr>
          <w:rtl/>
        </w:rPr>
        <w:t xml:space="preserve"> </w:t>
      </w:r>
      <w:r>
        <w:rPr>
          <w:rFonts w:hint="cs"/>
          <w:rtl/>
        </w:rPr>
        <w:t>:</w:t>
      </w:r>
    </w:p>
    <w:p w:rsidR="00A87899" w:rsidRDefault="00A87899" w:rsidP="00541E11">
      <w:pPr>
        <w:pStyle w:val="libBold2"/>
        <w:rPr>
          <w:rtl/>
        </w:rPr>
      </w:pPr>
      <w:r>
        <w:rPr>
          <w:rtl/>
        </w:rPr>
        <w:br w:type="page"/>
      </w:r>
      <w:r w:rsidRPr="00214450">
        <w:rPr>
          <w:rtl/>
        </w:rPr>
        <w:lastRenderedPageBreak/>
        <w:t>خاله القاسم بن محّمد رسول الله</w:t>
      </w:r>
      <w:r>
        <w:rPr>
          <w:rtl/>
        </w:rPr>
        <w:t>.</w:t>
      </w:r>
    </w:p>
    <w:p w:rsidR="00A87899" w:rsidRPr="00214450" w:rsidRDefault="00A87899" w:rsidP="00541E11">
      <w:pPr>
        <w:pStyle w:val="libBold2"/>
        <w:rPr>
          <w:rtl/>
        </w:rPr>
      </w:pPr>
      <w:r w:rsidRPr="00214450">
        <w:rPr>
          <w:rtl/>
        </w:rPr>
        <w:t>وخالته زينب بنت محّمد رسول الله».</w:t>
      </w:r>
    </w:p>
    <w:p w:rsidR="00A87899" w:rsidRDefault="00A87899" w:rsidP="00541E11">
      <w:pPr>
        <w:pStyle w:val="libBold2"/>
        <w:rPr>
          <w:rtl/>
        </w:rPr>
      </w:pPr>
      <w:r w:rsidRPr="00214450">
        <w:rPr>
          <w:rtl/>
        </w:rPr>
        <w:t>ثمَّ وضعه عن عاتقه فدرج بين يديه وحَبا</w:t>
      </w:r>
      <w:r>
        <w:rPr>
          <w:rtl/>
        </w:rPr>
        <w:t>.</w:t>
      </w:r>
    </w:p>
    <w:p w:rsidR="00A87899" w:rsidRDefault="00A87899" w:rsidP="00541E11">
      <w:pPr>
        <w:pStyle w:val="libBold2"/>
        <w:rPr>
          <w:rtl/>
        </w:rPr>
      </w:pPr>
      <w:r w:rsidRPr="00214450">
        <w:rPr>
          <w:rtl/>
        </w:rPr>
        <w:t>ثم قال</w:t>
      </w:r>
      <w:r>
        <w:rPr>
          <w:rtl/>
        </w:rPr>
        <w:t xml:space="preserve"> : «</w:t>
      </w:r>
      <w:r w:rsidRPr="00214450">
        <w:rPr>
          <w:rtl/>
        </w:rPr>
        <w:t>يا أيّها الناس</w:t>
      </w:r>
      <w:r>
        <w:rPr>
          <w:rFonts w:hint="cs"/>
          <w:rtl/>
        </w:rPr>
        <w:t xml:space="preserve"> :</w:t>
      </w:r>
      <w:r w:rsidRPr="00214450">
        <w:rPr>
          <w:rtl/>
        </w:rPr>
        <w:t xml:space="preserve"> هذا الحسين بن عليّ</w:t>
      </w:r>
      <w:r>
        <w:rPr>
          <w:rFonts w:hint="cs"/>
          <w:rtl/>
        </w:rPr>
        <w:t xml:space="preserve"> :</w:t>
      </w:r>
      <w:r w:rsidRPr="00214450">
        <w:rPr>
          <w:rtl/>
        </w:rPr>
        <w:t xml:space="preserve"> جدّه وجدّته في الجنّة</w:t>
      </w:r>
      <w:r>
        <w:rPr>
          <w:rtl/>
        </w:rPr>
        <w:t xml:space="preserve"> ، </w:t>
      </w:r>
      <w:r w:rsidRPr="00214450">
        <w:rPr>
          <w:rtl/>
        </w:rPr>
        <w:t>وأبوه واُمّهُ في الجنّة</w:t>
      </w:r>
      <w:r>
        <w:rPr>
          <w:rtl/>
        </w:rPr>
        <w:t xml:space="preserve"> ، </w:t>
      </w:r>
      <w:r w:rsidRPr="00214450">
        <w:rPr>
          <w:rtl/>
        </w:rPr>
        <w:t>وعمّه وعمّتهُ في الجنّة</w:t>
      </w:r>
      <w:r>
        <w:rPr>
          <w:rtl/>
        </w:rPr>
        <w:t xml:space="preserve"> ، </w:t>
      </w:r>
      <w:r w:rsidRPr="00214450">
        <w:rPr>
          <w:rtl/>
        </w:rPr>
        <w:t>وخاله وخالته في الجنّة</w:t>
      </w:r>
      <w:r>
        <w:rPr>
          <w:rtl/>
        </w:rPr>
        <w:t xml:space="preserve"> ، </w:t>
      </w:r>
      <w:r w:rsidRPr="00214450">
        <w:rPr>
          <w:rtl/>
        </w:rPr>
        <w:t>وهو وأخوه في الجنّة. إنّه لم يُؤْتَ أحدٌ من ذرّيّة النبيّين ما اُوتي الحسين بن عليّ ما خلا يوسف بن يعقوب»</w:t>
      </w:r>
      <w:r>
        <w:rPr>
          <w:rtl/>
        </w:rPr>
        <w:t xml:space="preserve"> </w:t>
      </w:r>
      <w:r w:rsidRPr="00541E11">
        <w:rPr>
          <w:rStyle w:val="libFootnotenumChar"/>
          <w:rtl/>
        </w:rPr>
        <w:t>(1)</w:t>
      </w:r>
      <w:r>
        <w:rPr>
          <w:rtl/>
        </w:rPr>
        <w:t>.</w:t>
      </w:r>
    </w:p>
    <w:p w:rsidR="00A87899" w:rsidRDefault="00A87899" w:rsidP="00A87899">
      <w:pPr>
        <w:pStyle w:val="Heading2Center"/>
        <w:rPr>
          <w:rtl/>
        </w:rPr>
      </w:pPr>
      <w:bookmarkStart w:id="8" w:name="_Toc416693824"/>
      <w:bookmarkStart w:id="9" w:name="_Toc416696068"/>
      <w:r>
        <w:rPr>
          <w:rtl/>
        </w:rPr>
        <w:t>2 ـ تواريخ وأرقام</w:t>
      </w:r>
      <w:bookmarkEnd w:id="8"/>
      <w:bookmarkEnd w:id="9"/>
    </w:p>
    <w:p w:rsidR="00A87899" w:rsidRDefault="00A87899" w:rsidP="00541E11">
      <w:pPr>
        <w:pStyle w:val="libBold2"/>
        <w:rPr>
          <w:rtl/>
        </w:rPr>
      </w:pPr>
      <w:r w:rsidRPr="00214450">
        <w:rPr>
          <w:rtl/>
        </w:rPr>
        <w:t>الولادة</w:t>
      </w:r>
      <w:r>
        <w:rPr>
          <w:rtl/>
        </w:rPr>
        <w:t xml:space="preserve"> : </w:t>
      </w:r>
      <w:r w:rsidRPr="00214450">
        <w:rPr>
          <w:rtl/>
        </w:rPr>
        <w:t>عامها وشهرها ويومها</w:t>
      </w:r>
      <w:r>
        <w:rPr>
          <w:rFonts w:hint="cs"/>
          <w:rtl/>
        </w:rPr>
        <w:t xml:space="preserve"> :</w:t>
      </w:r>
    </w:p>
    <w:p w:rsidR="00A87899" w:rsidRDefault="00A87899" w:rsidP="00541E11">
      <w:pPr>
        <w:pStyle w:val="libNormal"/>
        <w:rPr>
          <w:rtl/>
        </w:rPr>
      </w:pPr>
      <w:r>
        <w:rPr>
          <w:rtl/>
        </w:rPr>
        <w:t>أجمع المؤرّخون على ولادته في سنة أربع من الهجرة. ولكن محدّثو الشيعة وعلماؤهم أثبتوا ولادته سنة (ثلاث) من الهجرة.</w:t>
      </w:r>
    </w:p>
    <w:p w:rsidR="00A87899" w:rsidRDefault="00A87899" w:rsidP="00541E11">
      <w:pPr>
        <w:pStyle w:val="libNormal"/>
        <w:rPr>
          <w:rtl/>
        </w:rPr>
      </w:pPr>
      <w:r>
        <w:rPr>
          <w:rtl/>
        </w:rPr>
        <w:t>ونقل ابن عساكر عنهم ولادته في شهر شعبان لِليال منه أو لخمس ليال بالضبط ، والمشهور في الثالث منه.</w:t>
      </w:r>
    </w:p>
    <w:p w:rsidR="00A87899" w:rsidRDefault="00A87899" w:rsidP="00541E11">
      <w:pPr>
        <w:pStyle w:val="libNormal"/>
        <w:rPr>
          <w:rtl/>
        </w:rPr>
      </w:pPr>
      <w:r>
        <w:rPr>
          <w:rtl/>
        </w:rPr>
        <w:t>ولكنّ التحقيق يدلّنا على أنّ ولادته كانت في آخر ربيع الأوّل</w:t>
      </w:r>
      <w:r>
        <w:rPr>
          <w:rFonts w:hint="cs"/>
          <w:rtl/>
        </w:rPr>
        <w:t>.</w:t>
      </w:r>
    </w:p>
    <w:p w:rsidR="00A87899" w:rsidRDefault="00A87899" w:rsidP="00541E11">
      <w:pPr>
        <w:pStyle w:val="libNormal"/>
        <w:rPr>
          <w:rtl/>
        </w:rPr>
      </w:pPr>
      <w:r>
        <w:rPr>
          <w:rtl/>
        </w:rPr>
        <w:t xml:space="preserve">لإجماع الرواة على ولادة الحسن أخيه في النصف من شهر رمضان </w:t>
      </w:r>
      <w:r w:rsidRPr="00541E11">
        <w:rPr>
          <w:rStyle w:val="libFootnotenumChar"/>
          <w:rtl/>
        </w:rPr>
        <w:t>(</w:t>
      </w:r>
      <w:r w:rsidRPr="00541E11">
        <w:rPr>
          <w:rStyle w:val="libFootnotenumChar"/>
          <w:rFonts w:hint="cs"/>
          <w:rtl/>
        </w:rPr>
        <w:t>2</w:t>
      </w:r>
      <w:r w:rsidRPr="00541E11">
        <w:rPr>
          <w:rStyle w:val="libFootnotenumChar"/>
          <w:rtl/>
        </w:rPr>
        <w:t>)</w:t>
      </w:r>
      <w:r>
        <w:rPr>
          <w:rtl/>
        </w:rPr>
        <w:t>.</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(1) مختصر تاريخ دمشق ـ لابن منظور 7 / 5 ـ 126.</w:t>
      </w:r>
    </w:p>
    <w:p w:rsidR="00A87899" w:rsidRDefault="00A87899" w:rsidP="00541E11">
      <w:pPr>
        <w:pStyle w:val="libFootnote0"/>
        <w:rPr>
          <w:rtl/>
        </w:rPr>
      </w:pPr>
      <w:r w:rsidRPr="00E7395C">
        <w:rPr>
          <w:rtl/>
        </w:rPr>
        <w:t>(</w:t>
      </w:r>
      <w:r>
        <w:rPr>
          <w:rFonts w:hint="cs"/>
          <w:rtl/>
        </w:rPr>
        <w:t>2</w:t>
      </w:r>
      <w:r w:rsidRPr="00E7395C">
        <w:rPr>
          <w:rtl/>
        </w:rPr>
        <w:t xml:space="preserve">) تاريخ دمشق ـ ترجمة الإمام الحسن (عليه السّلام) </w:t>
      </w:r>
      <w:r>
        <w:rPr>
          <w:rtl/>
        </w:rPr>
        <w:t>ص</w:t>
      </w:r>
      <w:r w:rsidRPr="00E7395C">
        <w:rPr>
          <w:rtl/>
        </w:rPr>
        <w:t xml:space="preserve"> 10 الأحاديث (8 ـ 12) وانظر ترجمة الإمام الحسين (عليه السّلام) </w:t>
      </w:r>
      <w:r>
        <w:rPr>
          <w:rtl/>
        </w:rPr>
        <w:t>ص</w:t>
      </w:r>
      <w:r w:rsidRPr="00E7395C">
        <w:rPr>
          <w:rtl/>
        </w:rPr>
        <w:t xml:space="preserve"> 295 رقم (395) </w:t>
      </w:r>
      <w:r>
        <w:rPr>
          <w:rtl/>
        </w:rPr>
        <w:t>و 2</w:t>
      </w:r>
      <w:r w:rsidRPr="00E7395C">
        <w:rPr>
          <w:rtl/>
        </w:rPr>
        <w:t>82 رقم (364).</w:t>
      </w:r>
    </w:p>
    <w:p w:rsidR="00A87899" w:rsidRDefault="00A87899" w:rsidP="00541E11">
      <w:pPr>
        <w:pStyle w:val="libNormal"/>
        <w:rPr>
          <w:rtl/>
        </w:rPr>
      </w:pPr>
      <w:r>
        <w:rPr>
          <w:rtl/>
        </w:rPr>
        <w:br w:type="page"/>
      </w:r>
      <w:r>
        <w:rPr>
          <w:rtl/>
        </w:rPr>
        <w:lastRenderedPageBreak/>
        <w:t>وإجماع أهل البيت على ولادة الحسين بعده بـ «</w:t>
      </w:r>
      <w:r w:rsidRPr="00541E11">
        <w:rPr>
          <w:rStyle w:val="libBold2Char"/>
          <w:rtl/>
        </w:rPr>
        <w:t>ستّة اشهر وعشرة أيّام</w:t>
      </w:r>
      <w:r>
        <w:rPr>
          <w:rtl/>
        </w:rPr>
        <w:t xml:space="preserve">» </w:t>
      </w:r>
      <w:r w:rsidRPr="00541E11">
        <w:rPr>
          <w:rStyle w:val="libFootnotenumChar"/>
          <w:rtl/>
        </w:rPr>
        <w:t>(</w:t>
      </w:r>
      <w:r w:rsidRPr="00541E11">
        <w:rPr>
          <w:rStyle w:val="libFootnotenumChar"/>
          <w:rFonts w:hint="cs"/>
          <w:rtl/>
        </w:rPr>
        <w:t>1</w:t>
      </w:r>
      <w:r w:rsidRPr="00541E11">
        <w:rPr>
          <w:rStyle w:val="libFootnotenumChar"/>
          <w:rtl/>
        </w:rPr>
        <w:t>)</w:t>
      </w:r>
      <w:r>
        <w:rPr>
          <w:rtl/>
        </w:rPr>
        <w:t>.</w:t>
      </w:r>
    </w:p>
    <w:p w:rsidR="00A87899" w:rsidRDefault="00A87899" w:rsidP="00541E11">
      <w:pPr>
        <w:pStyle w:val="libBold1"/>
        <w:rPr>
          <w:rtl/>
        </w:rPr>
      </w:pPr>
      <w:r w:rsidRPr="00214450">
        <w:rPr>
          <w:rtl/>
        </w:rPr>
        <w:t>مكان الولادة</w:t>
      </w:r>
      <w:r>
        <w:rPr>
          <w:rtl/>
        </w:rPr>
        <w:t xml:space="preserve"> : </w:t>
      </w:r>
      <w:r w:rsidRPr="00214450">
        <w:rPr>
          <w:rtl/>
        </w:rPr>
        <w:t>المدينة المنوّرة</w:t>
      </w:r>
      <w:r>
        <w:rPr>
          <w:rtl/>
        </w:rPr>
        <w:t xml:space="preserve"> </w:t>
      </w:r>
      <w:r>
        <w:rPr>
          <w:rFonts w:hint="cs"/>
          <w:rtl/>
        </w:rPr>
        <w:t>:</w:t>
      </w:r>
    </w:p>
    <w:p w:rsidR="00A87899" w:rsidRDefault="00A87899" w:rsidP="00541E11">
      <w:pPr>
        <w:pStyle w:val="libNormal"/>
        <w:rPr>
          <w:rtl/>
        </w:rPr>
      </w:pPr>
      <w:r>
        <w:rPr>
          <w:rtl/>
        </w:rPr>
        <w:t xml:space="preserve">وبالضبط في بيت عليّ وفاطمة الزهراء </w:t>
      </w:r>
      <w:r>
        <w:rPr>
          <w:rFonts w:hint="cs"/>
          <w:rtl/>
        </w:rPr>
        <w:t>،</w:t>
      </w:r>
      <w:r>
        <w:rPr>
          <w:rtl/>
        </w:rPr>
        <w:t xml:space="preserve"> المجاور لدار الرسول (صلّى الله عليه وآله) ، والواقع في داخل المقصورة الشريفة وسط المسجد النبويّ الشريف ثاني الحرمين الشريفين ، من أفضل بقاع الأرض.</w:t>
      </w:r>
    </w:p>
    <w:p w:rsidR="00A87899" w:rsidRPr="00214450" w:rsidRDefault="00A87899" w:rsidP="00541E11">
      <w:pPr>
        <w:pStyle w:val="libBold1"/>
        <w:rPr>
          <w:rtl/>
        </w:rPr>
      </w:pPr>
      <w:r w:rsidRPr="00214450">
        <w:rPr>
          <w:rtl/>
        </w:rPr>
        <w:t>الشهادة</w:t>
      </w:r>
      <w:r>
        <w:rPr>
          <w:rtl/>
        </w:rPr>
        <w:t xml:space="preserve"> : </w:t>
      </w:r>
      <w:r w:rsidRPr="00214450">
        <w:rPr>
          <w:rtl/>
        </w:rPr>
        <w:t>عامها وشهرها ويومها</w:t>
      </w:r>
    </w:p>
    <w:p w:rsidR="00A87899" w:rsidRDefault="00A87899" w:rsidP="00541E11">
      <w:pPr>
        <w:pStyle w:val="libNormal"/>
        <w:rPr>
          <w:rtl/>
        </w:rPr>
      </w:pPr>
      <w:r w:rsidRPr="00541E11">
        <w:rPr>
          <w:rStyle w:val="libBold2Char"/>
          <w:rtl/>
        </w:rPr>
        <w:t>قال ابن عساكر : أجمع أكثر أهل التاريخ أنّه قُتل في المحرم سنة إحدى وستّين يوم عاشوراء</w:t>
      </w:r>
      <w:r w:rsidRPr="00541E11">
        <w:rPr>
          <w:rStyle w:val="libBold2Char"/>
          <w:rFonts w:hint="cs"/>
          <w:rtl/>
        </w:rPr>
        <w:t xml:space="preserve"> </w:t>
      </w:r>
      <w:r w:rsidRPr="00541E11">
        <w:rPr>
          <w:rStyle w:val="libBold2Char"/>
          <w:rtl/>
        </w:rPr>
        <w:t>يوم السبت</w:t>
      </w:r>
      <w:r>
        <w:rPr>
          <w:rtl/>
        </w:rPr>
        <w:t xml:space="preserve"> </w:t>
      </w:r>
      <w:r w:rsidRPr="00541E11">
        <w:rPr>
          <w:rStyle w:val="libFootnotenumChar"/>
          <w:rtl/>
        </w:rPr>
        <w:t>(</w:t>
      </w:r>
      <w:r w:rsidRPr="00541E11">
        <w:rPr>
          <w:rStyle w:val="libFootnotenumChar"/>
          <w:rFonts w:hint="cs"/>
          <w:rtl/>
        </w:rPr>
        <w:t>2</w:t>
      </w:r>
      <w:r w:rsidRPr="00541E11">
        <w:rPr>
          <w:rStyle w:val="libFootnotenumChar"/>
          <w:rtl/>
        </w:rPr>
        <w:t>)</w:t>
      </w:r>
      <w:r>
        <w:rPr>
          <w:rtl/>
        </w:rPr>
        <w:t xml:space="preserve"> </w:t>
      </w:r>
      <w:r w:rsidRPr="00541E11">
        <w:rPr>
          <w:rStyle w:val="libBold2Char"/>
          <w:rtl/>
        </w:rPr>
        <w:t>وقيل : الجمعة</w:t>
      </w:r>
      <w:r>
        <w:rPr>
          <w:rtl/>
        </w:rPr>
        <w:t xml:space="preserve"> </w:t>
      </w:r>
      <w:r w:rsidRPr="00541E11">
        <w:rPr>
          <w:rStyle w:val="libFootnotenumChar"/>
          <w:rtl/>
        </w:rPr>
        <w:t>(</w:t>
      </w:r>
      <w:r w:rsidRPr="00541E11">
        <w:rPr>
          <w:rStyle w:val="libFootnotenumChar"/>
          <w:rFonts w:hint="cs"/>
          <w:rtl/>
        </w:rPr>
        <w:t>3</w:t>
      </w:r>
      <w:r w:rsidRPr="00541E11">
        <w:rPr>
          <w:rStyle w:val="libFootnotenumChar"/>
          <w:rtl/>
        </w:rPr>
        <w:t>)</w:t>
      </w:r>
      <w:r>
        <w:rPr>
          <w:rtl/>
        </w:rPr>
        <w:t>.</w:t>
      </w:r>
    </w:p>
    <w:p w:rsidR="00A87899" w:rsidRDefault="00A87899" w:rsidP="00541E11">
      <w:pPr>
        <w:pStyle w:val="libBold1"/>
        <w:rPr>
          <w:rtl/>
        </w:rPr>
      </w:pPr>
      <w:r w:rsidRPr="00214450">
        <w:rPr>
          <w:rtl/>
        </w:rPr>
        <w:t>مكان الشهادة</w:t>
      </w:r>
      <w:r>
        <w:rPr>
          <w:rtl/>
        </w:rPr>
        <w:t xml:space="preserve"> : </w:t>
      </w:r>
      <w:r w:rsidRPr="00214450">
        <w:rPr>
          <w:rtl/>
        </w:rPr>
        <w:t>نَهر كربلاء</w:t>
      </w:r>
      <w:r>
        <w:rPr>
          <w:rtl/>
        </w:rPr>
        <w:t xml:space="preserve"> </w:t>
      </w:r>
      <w:r>
        <w:rPr>
          <w:rFonts w:hint="cs"/>
          <w:rtl/>
        </w:rPr>
        <w:t>:</w:t>
      </w:r>
    </w:p>
    <w:p w:rsidR="00A87899" w:rsidRDefault="00A87899" w:rsidP="00541E11">
      <w:pPr>
        <w:pStyle w:val="libNormal"/>
        <w:rPr>
          <w:rtl/>
        </w:rPr>
      </w:pPr>
      <w:r>
        <w:rPr>
          <w:rtl/>
        </w:rPr>
        <w:t>وبالضبط جنبَ الفُرات المارّ بمدينة كربلاء المقدّسة ، والتي تسمّى نينوى والغاضرية والحائر ، قريباً من الكوفة في أرض العراق.</w:t>
      </w:r>
    </w:p>
    <w:p w:rsidR="00A87899" w:rsidRPr="00214450" w:rsidRDefault="00A87899" w:rsidP="00541E11">
      <w:pPr>
        <w:pStyle w:val="libBold2"/>
        <w:rPr>
          <w:rtl/>
        </w:rPr>
      </w:pPr>
      <w:r>
        <w:rPr>
          <w:rtl/>
        </w:rPr>
        <w:t>مدّة عمره</w:t>
      </w:r>
    </w:p>
    <w:p w:rsidR="00A87899" w:rsidRDefault="00A87899" w:rsidP="00541E11">
      <w:pPr>
        <w:pStyle w:val="libBold2"/>
        <w:rPr>
          <w:rtl/>
        </w:rPr>
      </w:pPr>
      <w:r w:rsidRPr="00214450">
        <w:rPr>
          <w:rtl/>
        </w:rPr>
        <w:t>ستّ وخمسون عاماً وتسعة أشهر وعشرة أيّام</w:t>
      </w:r>
      <w:r>
        <w:rPr>
          <w:rtl/>
        </w:rPr>
        <w:t xml:space="preserve"> </w:t>
      </w:r>
      <w:r w:rsidRPr="00541E11">
        <w:rPr>
          <w:rStyle w:val="libFootnotenumChar"/>
          <w:rtl/>
        </w:rPr>
        <w:t>(</w:t>
      </w:r>
      <w:r w:rsidRPr="00541E11">
        <w:rPr>
          <w:rStyle w:val="libFootnotenumChar"/>
          <w:rFonts w:hint="cs"/>
          <w:rtl/>
        </w:rPr>
        <w:t>4</w:t>
      </w:r>
      <w:r w:rsidRPr="00541E11">
        <w:rPr>
          <w:rStyle w:val="libFootnotenumChar"/>
          <w:rtl/>
        </w:rPr>
        <w:t>)</w:t>
      </w:r>
      <w:r>
        <w:rPr>
          <w:rtl/>
        </w:rPr>
        <w:t>.</w:t>
      </w:r>
    </w:p>
    <w:p w:rsidR="00A87899" w:rsidRDefault="00A87899" w:rsidP="00541E11">
      <w:pPr>
        <w:pStyle w:val="libNormal"/>
        <w:rPr>
          <w:rtl/>
        </w:rPr>
      </w:pPr>
      <w:r>
        <w:rPr>
          <w:rtl/>
        </w:rPr>
        <w:t>فكان مقامُه مع جدّه رسول الله (صلّى الله عليه وآله) سبع سنين إلاّ</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w:t>
      </w:r>
      <w:r>
        <w:rPr>
          <w:rFonts w:hint="cs"/>
          <w:rtl/>
        </w:rPr>
        <w:t>1</w:t>
      </w:r>
      <w:r w:rsidRPr="00E7395C">
        <w:rPr>
          <w:rtl/>
        </w:rPr>
        <w:t xml:space="preserve">) انظر تاريخ أهل البيت (عليهم السّلام) </w:t>
      </w:r>
      <w:r>
        <w:rPr>
          <w:rtl/>
        </w:rPr>
        <w:t>ص</w:t>
      </w:r>
      <w:r w:rsidRPr="00E7395C">
        <w:rPr>
          <w:rtl/>
        </w:rPr>
        <w:t xml:space="preserve"> 76.</w:t>
      </w:r>
    </w:p>
    <w:p w:rsidR="00A87899" w:rsidRPr="00E7395C" w:rsidRDefault="00A87899" w:rsidP="00541E11">
      <w:pPr>
        <w:pStyle w:val="libFootnote0"/>
        <w:rPr>
          <w:rtl/>
        </w:rPr>
      </w:pPr>
      <w:r w:rsidRPr="00E7395C">
        <w:rPr>
          <w:rtl/>
        </w:rPr>
        <w:t>(</w:t>
      </w:r>
      <w:r>
        <w:rPr>
          <w:rFonts w:hint="cs"/>
          <w:rtl/>
        </w:rPr>
        <w:t>2</w:t>
      </w:r>
      <w:r w:rsidRPr="00E7395C">
        <w:rPr>
          <w:rtl/>
        </w:rPr>
        <w:t xml:space="preserve">) تاريخ دمشق ـ ترجمة الإمام الحسين (عليه السّلام) </w:t>
      </w:r>
      <w:r>
        <w:rPr>
          <w:rtl/>
        </w:rPr>
        <w:t>ص</w:t>
      </w:r>
      <w:r w:rsidRPr="00E7395C">
        <w:rPr>
          <w:rtl/>
        </w:rPr>
        <w:t xml:space="preserve"> 282.</w:t>
      </w:r>
    </w:p>
    <w:p w:rsidR="00A87899" w:rsidRPr="00E7395C" w:rsidRDefault="00A87899" w:rsidP="00541E11">
      <w:pPr>
        <w:pStyle w:val="libFootnote0"/>
        <w:rPr>
          <w:rtl/>
        </w:rPr>
      </w:pPr>
      <w:r w:rsidRPr="00E7395C">
        <w:rPr>
          <w:rtl/>
        </w:rPr>
        <w:t>(</w:t>
      </w:r>
      <w:r>
        <w:rPr>
          <w:rFonts w:hint="cs"/>
          <w:rtl/>
        </w:rPr>
        <w:t>3</w:t>
      </w:r>
      <w:r w:rsidRPr="00E7395C">
        <w:rPr>
          <w:rtl/>
        </w:rPr>
        <w:t xml:space="preserve">) تاريخ دمشق ـ ترجمة الإمام الحسين (عليه السّلام) </w:t>
      </w:r>
      <w:r>
        <w:rPr>
          <w:rtl/>
        </w:rPr>
        <w:t>ص</w:t>
      </w:r>
      <w:r w:rsidRPr="00E7395C">
        <w:rPr>
          <w:rtl/>
        </w:rPr>
        <w:t xml:space="preserve"> 288 ومختصر تاريخ دمشق ـ لابن منظور 7 / 116 </w:t>
      </w:r>
      <w:r>
        <w:rPr>
          <w:rtl/>
        </w:rPr>
        <w:t>و 1</w:t>
      </w:r>
      <w:r w:rsidRPr="00E7395C">
        <w:rPr>
          <w:rtl/>
        </w:rPr>
        <w:t>56.</w:t>
      </w:r>
    </w:p>
    <w:p w:rsidR="00A87899" w:rsidRDefault="00A87899" w:rsidP="00541E11">
      <w:pPr>
        <w:pStyle w:val="libFootnote0"/>
        <w:rPr>
          <w:rtl/>
        </w:rPr>
      </w:pPr>
      <w:r w:rsidRPr="00E7395C">
        <w:rPr>
          <w:rtl/>
        </w:rPr>
        <w:t>(</w:t>
      </w:r>
      <w:r>
        <w:rPr>
          <w:rFonts w:hint="cs"/>
          <w:rtl/>
        </w:rPr>
        <w:t>4</w:t>
      </w:r>
      <w:r w:rsidRPr="00E7395C">
        <w:rPr>
          <w:rtl/>
        </w:rPr>
        <w:t>) قال ابن عساكر</w:t>
      </w:r>
      <w:r>
        <w:rPr>
          <w:rtl/>
        </w:rPr>
        <w:t xml:space="preserve"> : </w:t>
      </w:r>
      <w:r w:rsidRPr="00E7395C">
        <w:rPr>
          <w:rtl/>
        </w:rPr>
        <w:t>وستّ وخمسون في سنّه أثبت وقد رواه عن الإمام جعفر بن محمد الصادق (عليه السّلام) (رقم 356) ومن المعلوم أنّ ذلك بإهمال الأشهر والأيام الباقية</w:t>
      </w:r>
      <w:r>
        <w:rPr>
          <w:rtl/>
        </w:rPr>
        <w:t xml:space="preserve"> ، </w:t>
      </w:r>
      <w:r w:rsidRPr="00E7395C">
        <w:rPr>
          <w:rtl/>
        </w:rPr>
        <w:t>كما أنّ من قال بأنّ عمره «سبع وخمسون» استثنى الشهرين والعشرين يوماً.</w:t>
      </w:r>
    </w:p>
    <w:p w:rsidR="00A87899" w:rsidRDefault="00A87899" w:rsidP="00541E11">
      <w:pPr>
        <w:pStyle w:val="libNormal0"/>
        <w:rPr>
          <w:rtl/>
        </w:rPr>
      </w:pPr>
      <w:r>
        <w:rPr>
          <w:rtl/>
        </w:rPr>
        <w:br w:type="page"/>
      </w:r>
      <w:r>
        <w:rPr>
          <w:rtl/>
        </w:rPr>
        <w:lastRenderedPageBreak/>
        <w:t>شهراً.</w:t>
      </w:r>
    </w:p>
    <w:p w:rsidR="00A87899" w:rsidRDefault="00A87899" w:rsidP="00541E11">
      <w:pPr>
        <w:pStyle w:val="libNormal"/>
        <w:rPr>
          <w:rtl/>
        </w:rPr>
      </w:pPr>
      <w:r>
        <w:rPr>
          <w:rtl/>
        </w:rPr>
        <w:t xml:space="preserve">وأقامَ مع أبيه أمير المؤمنين (عليه السّلام) ثلاثين سنة إلاّ خمسة أشهر وأيّام ، ومع أخيه الحسن (عليه السّلام) عشر سنين إلاّ ستّة أشهر وعشرين يوماً. وإمامته بعد أخيه عشر سنين وعشرة أشهر إلاّ عشرة أيّام </w:t>
      </w:r>
      <w:r w:rsidRPr="00541E11">
        <w:rPr>
          <w:rStyle w:val="libFootnotenumChar"/>
          <w:rtl/>
        </w:rPr>
        <w:t>(</w:t>
      </w:r>
      <w:r w:rsidRPr="00541E11">
        <w:rPr>
          <w:rStyle w:val="libFootnotenumChar"/>
          <w:rFonts w:hint="cs"/>
          <w:rtl/>
        </w:rPr>
        <w:t>1</w:t>
      </w:r>
      <w:r w:rsidRPr="00541E11">
        <w:rPr>
          <w:rStyle w:val="libFootnotenumChar"/>
          <w:rtl/>
        </w:rPr>
        <w:t>)</w:t>
      </w:r>
      <w:r>
        <w:rPr>
          <w:rtl/>
        </w:rPr>
        <w:t>.</w:t>
      </w:r>
    </w:p>
    <w:p w:rsidR="00A87899" w:rsidRDefault="00A87899" w:rsidP="00541E11">
      <w:pPr>
        <w:pStyle w:val="libNormal"/>
        <w:rPr>
          <w:rtl/>
        </w:rPr>
      </w:pPr>
      <w:r w:rsidRPr="00541E11">
        <w:rPr>
          <w:rStyle w:val="libBold2Char"/>
          <w:rtl/>
        </w:rPr>
        <w:t xml:space="preserve">خرج من المدينة بعد ما جاء خبر موت معاوية في النصف من رجب سنة ستّين </w:t>
      </w:r>
      <w:r w:rsidRPr="00541E11">
        <w:rPr>
          <w:rStyle w:val="libFootnotenumChar"/>
          <w:rtl/>
        </w:rPr>
        <w:t>(</w:t>
      </w:r>
      <w:r w:rsidRPr="00541E11">
        <w:rPr>
          <w:rStyle w:val="libFootnotenumChar"/>
          <w:rFonts w:hint="cs"/>
          <w:rtl/>
        </w:rPr>
        <w:t>2</w:t>
      </w:r>
      <w:r w:rsidRPr="00541E11">
        <w:rPr>
          <w:rStyle w:val="libFootnotenumChar"/>
          <w:rtl/>
        </w:rPr>
        <w:t>)</w:t>
      </w:r>
      <w:r>
        <w:rPr>
          <w:rtl/>
        </w:rPr>
        <w:t>.</w:t>
      </w:r>
    </w:p>
    <w:p w:rsidR="00A87899" w:rsidRDefault="00A87899" w:rsidP="00541E11">
      <w:pPr>
        <w:pStyle w:val="libNormal"/>
        <w:rPr>
          <w:rtl/>
        </w:rPr>
      </w:pPr>
      <w:r w:rsidRPr="00541E11">
        <w:rPr>
          <w:rStyle w:val="libBold2Char"/>
          <w:rtl/>
        </w:rPr>
        <w:t xml:space="preserve">وخرج من مكّة متوجّهاً إلى العراق يوم الإثنين في عشر ذي الحجّة سنة ستّين </w:t>
      </w:r>
      <w:r w:rsidRPr="00541E11">
        <w:rPr>
          <w:rStyle w:val="libFootnotenumChar"/>
          <w:rtl/>
        </w:rPr>
        <w:t>(</w:t>
      </w:r>
      <w:r w:rsidRPr="00541E11">
        <w:rPr>
          <w:rStyle w:val="libFootnotenumChar"/>
          <w:rFonts w:hint="cs"/>
          <w:rtl/>
        </w:rPr>
        <w:t>3</w:t>
      </w:r>
      <w:r w:rsidRPr="00541E11">
        <w:rPr>
          <w:rStyle w:val="libFootnotenumChar"/>
          <w:rtl/>
        </w:rPr>
        <w:t>)</w:t>
      </w:r>
      <w:r>
        <w:rPr>
          <w:rtl/>
        </w:rPr>
        <w:t>.</w:t>
      </w:r>
    </w:p>
    <w:p w:rsidR="00A87899" w:rsidRDefault="00A87899" w:rsidP="00541E11">
      <w:pPr>
        <w:pStyle w:val="libNormal"/>
        <w:rPr>
          <w:rtl/>
        </w:rPr>
      </w:pPr>
      <w:r>
        <w:rPr>
          <w:rtl/>
        </w:rPr>
        <w:t xml:space="preserve">وورد كربلاء في الثاني من المحرّم سنة واحد وستّين </w:t>
      </w:r>
      <w:r w:rsidRPr="00541E11">
        <w:rPr>
          <w:rStyle w:val="libFootnotenumChar"/>
          <w:rtl/>
        </w:rPr>
        <w:t>(</w:t>
      </w:r>
      <w:r w:rsidRPr="00541E11">
        <w:rPr>
          <w:rStyle w:val="libFootnotenumChar"/>
          <w:rFonts w:hint="cs"/>
          <w:rtl/>
        </w:rPr>
        <w:t>4</w:t>
      </w:r>
      <w:r w:rsidRPr="00541E11">
        <w:rPr>
          <w:rStyle w:val="libFootnotenumChar"/>
          <w:rtl/>
        </w:rPr>
        <w:t>)</w:t>
      </w:r>
      <w:r>
        <w:rPr>
          <w:rtl/>
        </w:rPr>
        <w:t>.</w:t>
      </w:r>
    </w:p>
    <w:p w:rsidR="00A87899" w:rsidRDefault="00A87899" w:rsidP="00541E11">
      <w:pPr>
        <w:pStyle w:val="libNormal"/>
        <w:rPr>
          <w:rtl/>
        </w:rPr>
      </w:pPr>
      <w:r w:rsidRPr="00541E11">
        <w:rPr>
          <w:rStyle w:val="libBold2Char"/>
          <w:rtl/>
        </w:rPr>
        <w:t>وكان قتله في العاشر من المحرّم يوم عاشوراء من تلك السنة</w:t>
      </w:r>
      <w:r>
        <w:rPr>
          <w:rtl/>
        </w:rPr>
        <w:t xml:space="preserve"> </w:t>
      </w:r>
      <w:r w:rsidRPr="00541E11">
        <w:rPr>
          <w:rStyle w:val="libFootnotenumChar"/>
          <w:rtl/>
        </w:rPr>
        <w:t>(</w:t>
      </w:r>
      <w:r w:rsidRPr="00541E11">
        <w:rPr>
          <w:rStyle w:val="libFootnotenumChar"/>
          <w:rFonts w:hint="cs"/>
          <w:rtl/>
        </w:rPr>
        <w:t>5</w:t>
      </w:r>
      <w:r w:rsidRPr="00541E11">
        <w:rPr>
          <w:rStyle w:val="libFootnotenumChar"/>
          <w:rtl/>
        </w:rPr>
        <w:t>)</w:t>
      </w:r>
      <w:r>
        <w:rPr>
          <w:rtl/>
        </w:rPr>
        <w:t>.</w:t>
      </w:r>
    </w:p>
    <w:p w:rsidR="00A87899" w:rsidRDefault="00A87899" w:rsidP="00A87899">
      <w:pPr>
        <w:pStyle w:val="Heading2Center"/>
        <w:rPr>
          <w:rtl/>
        </w:rPr>
      </w:pPr>
      <w:bookmarkStart w:id="10" w:name="_Toc416693825"/>
      <w:bookmarkStart w:id="11" w:name="_Toc416696069"/>
      <w:r>
        <w:rPr>
          <w:rtl/>
        </w:rPr>
        <w:t>3 ـ المظاهر الخُلقيّة</w:t>
      </w:r>
      <w:bookmarkEnd w:id="10"/>
      <w:bookmarkEnd w:id="11"/>
    </w:p>
    <w:p w:rsidR="00A87899" w:rsidRDefault="00A87899" w:rsidP="00541E11">
      <w:pPr>
        <w:pStyle w:val="libNormal"/>
        <w:rPr>
          <w:rtl/>
        </w:rPr>
      </w:pPr>
      <w:r>
        <w:rPr>
          <w:rtl/>
        </w:rPr>
        <w:t>كان الحسين (عليه السّلام) يُشبَّهُ بجدّه الرسول (صلّى الله عليه وآله) في الخِلْقة واللونِ ، ويقتسمُ الشَّبَهَ به (صلّى الله عليه وآله) مع أخيه الحَسَن (عليه السّلام).</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w:t>
      </w:r>
      <w:r>
        <w:rPr>
          <w:rFonts w:hint="cs"/>
          <w:rtl/>
        </w:rPr>
        <w:t>1</w:t>
      </w:r>
      <w:r w:rsidRPr="00E7395C">
        <w:rPr>
          <w:rtl/>
        </w:rPr>
        <w:t xml:space="preserve">) انظر تاريخ أهل البيت (عليهم السّلام) </w:t>
      </w:r>
      <w:r>
        <w:rPr>
          <w:rtl/>
        </w:rPr>
        <w:t>ص</w:t>
      </w:r>
      <w:r w:rsidRPr="00E7395C">
        <w:rPr>
          <w:rtl/>
        </w:rPr>
        <w:t xml:space="preserve"> 76.</w:t>
      </w:r>
    </w:p>
    <w:p w:rsidR="00A87899" w:rsidRPr="00E7395C" w:rsidRDefault="00A87899" w:rsidP="00541E11">
      <w:pPr>
        <w:pStyle w:val="libFootnote0"/>
        <w:rPr>
          <w:rtl/>
        </w:rPr>
      </w:pPr>
      <w:r w:rsidRPr="00E7395C">
        <w:rPr>
          <w:rtl/>
        </w:rPr>
        <w:t>(</w:t>
      </w:r>
      <w:r>
        <w:rPr>
          <w:rFonts w:hint="cs"/>
          <w:rtl/>
        </w:rPr>
        <w:t>2</w:t>
      </w:r>
      <w:r w:rsidRPr="00E7395C">
        <w:rPr>
          <w:rtl/>
        </w:rPr>
        <w:t xml:space="preserve">) تاريخ دمشق ـ ترجمة الإمام الحسين (عليه السّلام) </w:t>
      </w:r>
      <w:r>
        <w:rPr>
          <w:rtl/>
        </w:rPr>
        <w:t>ص</w:t>
      </w:r>
      <w:r w:rsidRPr="00E7395C">
        <w:rPr>
          <w:rtl/>
        </w:rPr>
        <w:t xml:space="preserve"> 199 ـ 200 ومختصر تاريخ دمشق ـ لابن منظور 7 / 138.</w:t>
      </w:r>
    </w:p>
    <w:p w:rsidR="00A87899" w:rsidRPr="00E7395C" w:rsidRDefault="00A87899" w:rsidP="00541E11">
      <w:pPr>
        <w:pStyle w:val="libFootnote0"/>
        <w:rPr>
          <w:rtl/>
        </w:rPr>
      </w:pPr>
      <w:r w:rsidRPr="00E7395C">
        <w:rPr>
          <w:rtl/>
        </w:rPr>
        <w:t>(</w:t>
      </w:r>
      <w:r>
        <w:rPr>
          <w:rFonts w:hint="cs"/>
          <w:rtl/>
        </w:rPr>
        <w:t>3</w:t>
      </w:r>
      <w:r w:rsidRPr="00E7395C">
        <w:rPr>
          <w:rtl/>
        </w:rPr>
        <w:t xml:space="preserve">) تاريخ دمشق ـ ترجمة الإمام الحسين (عليه السّلام) </w:t>
      </w:r>
      <w:r>
        <w:rPr>
          <w:rtl/>
        </w:rPr>
        <w:t>ص</w:t>
      </w:r>
      <w:r w:rsidRPr="00E7395C">
        <w:rPr>
          <w:rtl/>
        </w:rPr>
        <w:t xml:space="preserve"> 205.</w:t>
      </w:r>
    </w:p>
    <w:p w:rsidR="00A87899" w:rsidRPr="00E7395C" w:rsidRDefault="00A87899" w:rsidP="00541E11">
      <w:pPr>
        <w:pStyle w:val="libFootnote0"/>
        <w:rPr>
          <w:rtl/>
        </w:rPr>
      </w:pPr>
      <w:r w:rsidRPr="00E7395C">
        <w:rPr>
          <w:rtl/>
        </w:rPr>
        <w:t>(</w:t>
      </w:r>
      <w:r>
        <w:rPr>
          <w:rFonts w:hint="cs"/>
          <w:rtl/>
        </w:rPr>
        <w:t>4</w:t>
      </w:r>
      <w:r w:rsidRPr="00E7395C">
        <w:rPr>
          <w:rtl/>
        </w:rPr>
        <w:t>) أنساب الأشراف للبلاذري 3 / 176.</w:t>
      </w:r>
    </w:p>
    <w:p w:rsidR="00A87899" w:rsidRDefault="00A87899" w:rsidP="00541E11">
      <w:pPr>
        <w:pStyle w:val="libFootnote0"/>
        <w:rPr>
          <w:rtl/>
        </w:rPr>
      </w:pPr>
      <w:r w:rsidRPr="00E7395C">
        <w:rPr>
          <w:rtl/>
        </w:rPr>
        <w:t>(</w:t>
      </w:r>
      <w:r>
        <w:rPr>
          <w:rFonts w:hint="cs"/>
          <w:rtl/>
        </w:rPr>
        <w:t>5</w:t>
      </w:r>
      <w:r w:rsidRPr="00E7395C">
        <w:rPr>
          <w:rtl/>
        </w:rPr>
        <w:t xml:space="preserve">) تاريخ دمشق ـ ترجمة الإمام الحسين (عليه السّلام) </w:t>
      </w:r>
      <w:r>
        <w:rPr>
          <w:rtl/>
        </w:rPr>
        <w:t>ص</w:t>
      </w:r>
      <w:r w:rsidRPr="00E7395C">
        <w:rPr>
          <w:rtl/>
        </w:rPr>
        <w:t xml:space="preserve"> 207.</w:t>
      </w:r>
    </w:p>
    <w:p w:rsidR="00A87899" w:rsidRDefault="00A87899" w:rsidP="00541E11">
      <w:pPr>
        <w:pStyle w:val="libNormal"/>
        <w:rPr>
          <w:rtl/>
        </w:rPr>
      </w:pPr>
      <w:r>
        <w:rPr>
          <w:rtl/>
        </w:rPr>
        <w:br w:type="page"/>
      </w:r>
      <w:r>
        <w:rPr>
          <w:rtl/>
        </w:rPr>
        <w:lastRenderedPageBreak/>
        <w:t>ولا غَرْوَ فهما فِلقتان من ثمرة واحدة من الشجرة التي قالَ فيها رسولُ الله (صلّى الله عليه وآله)</w:t>
      </w:r>
    </w:p>
    <w:p w:rsidR="00A87899" w:rsidRDefault="00A87899" w:rsidP="00541E11">
      <w:pPr>
        <w:pStyle w:val="libNormal"/>
        <w:rPr>
          <w:rtl/>
        </w:rPr>
      </w:pPr>
      <w:r w:rsidRPr="00541E11">
        <w:rPr>
          <w:rStyle w:val="libBold2Char"/>
          <w:rtl/>
        </w:rPr>
        <w:t>[164] : «أنا الشجرة ، وفاطمة أصلها ـ أو فرعها ـ وعليّ لقاحها ، والحسن والحسين ثمرتها ، وشيعتنا ورقها ؛ فالشجرة أصلها في جنّة عَدْن ، والأَصل والفرع واللقاح والثمر والورق في الجنّة</w:t>
      </w:r>
      <w:r>
        <w:rPr>
          <w:rtl/>
        </w:rPr>
        <w:t xml:space="preserve">» </w:t>
      </w:r>
      <w:r w:rsidRPr="00541E11">
        <w:rPr>
          <w:rStyle w:val="libFootnotenumChar"/>
          <w:rtl/>
        </w:rPr>
        <w:t>(1)</w:t>
      </w:r>
      <w:r>
        <w:rPr>
          <w:rtl/>
        </w:rPr>
        <w:t>.</w:t>
      </w:r>
    </w:p>
    <w:p w:rsidR="00A87899" w:rsidRDefault="00A87899" w:rsidP="00541E11">
      <w:pPr>
        <w:pStyle w:val="libNormal"/>
        <w:rPr>
          <w:rtl/>
        </w:rPr>
      </w:pPr>
      <w:r>
        <w:rPr>
          <w:rtl/>
        </w:rPr>
        <w:t>روى ذلك عبد الرحمن بن عوف قائلاً : ألا تسألوني قبل أن تشوبَ الأحاديثَ الأباطيلُ؟!</w:t>
      </w:r>
    </w:p>
    <w:p w:rsidR="00A87899" w:rsidRDefault="00A87899" w:rsidP="00541E11">
      <w:pPr>
        <w:pStyle w:val="libNormal"/>
        <w:rPr>
          <w:rtl/>
        </w:rPr>
      </w:pPr>
      <w:r>
        <w:rPr>
          <w:rtl/>
        </w:rPr>
        <w:t>فالحسنُ أشبَهَ جدَّه ما بين الصدر إلى الرأس ، والحسين أشبهه ما كان أسفل من ذلك من لدن قدميه إلى سرّته.</w:t>
      </w:r>
    </w:p>
    <w:p w:rsidR="00A87899" w:rsidRDefault="00A87899" w:rsidP="00541E11">
      <w:pPr>
        <w:pStyle w:val="libNormal"/>
        <w:rPr>
          <w:rtl/>
        </w:rPr>
      </w:pPr>
      <w:r>
        <w:rPr>
          <w:rtl/>
        </w:rPr>
        <w:t xml:space="preserve">وكان الإمام عليّ (عليه السّلام) يُعلنُ عن ذلك الشَبَه ويقول </w:t>
      </w:r>
      <w:r>
        <w:rPr>
          <w:rFonts w:hint="cs"/>
          <w:rtl/>
        </w:rPr>
        <w:t>:</w:t>
      </w:r>
    </w:p>
    <w:p w:rsidR="00A87899" w:rsidRPr="00446267" w:rsidRDefault="00A87899" w:rsidP="00541E11">
      <w:pPr>
        <w:pStyle w:val="libBold2"/>
        <w:rPr>
          <w:rtl/>
        </w:rPr>
      </w:pPr>
      <w:r w:rsidRPr="00446267">
        <w:rPr>
          <w:rtl/>
        </w:rPr>
        <w:t>[47]</w:t>
      </w:r>
      <w:r>
        <w:rPr>
          <w:rtl/>
        </w:rPr>
        <w:t xml:space="preserve"> : «</w:t>
      </w:r>
      <w:r w:rsidRPr="00446267">
        <w:rPr>
          <w:rtl/>
        </w:rPr>
        <w:t>مَن سرّه أن ينظر إلى أشبه الناس برسول الله (صلّى الله عليه وآله) ما بين عنقه وثغره فلينظر إلى الحسن</w:t>
      </w:r>
      <w:r>
        <w:rPr>
          <w:rtl/>
        </w:rPr>
        <w:t>.</w:t>
      </w:r>
      <w:r w:rsidRPr="00446267">
        <w:rPr>
          <w:rtl/>
        </w:rPr>
        <w:t xml:space="preserve"> ومَن سرّه أن ينظر إلى أشبه الناس برسول الله (صلّى الله عليه وآله) ما بين عنقه إلى كعبه خَلقاً ولوناً فلينظر إلى الحسين بن عليّ».</w:t>
      </w:r>
    </w:p>
    <w:p w:rsidR="00A87899" w:rsidRDefault="00A87899" w:rsidP="00541E11">
      <w:pPr>
        <w:pStyle w:val="libNormal"/>
        <w:rPr>
          <w:rtl/>
        </w:rPr>
      </w:pPr>
      <w:r>
        <w:rPr>
          <w:rtl/>
        </w:rPr>
        <w:t>وقال في حديث آخر</w:t>
      </w:r>
      <w:r>
        <w:rPr>
          <w:rFonts w:hint="cs"/>
          <w:rtl/>
        </w:rPr>
        <w:t xml:space="preserve"> :</w:t>
      </w:r>
    </w:p>
    <w:p w:rsidR="00A87899" w:rsidRDefault="00A87899" w:rsidP="00541E11">
      <w:pPr>
        <w:pStyle w:val="libNormal"/>
        <w:rPr>
          <w:rtl/>
        </w:rPr>
      </w:pPr>
      <w:r w:rsidRPr="00541E11">
        <w:rPr>
          <w:rStyle w:val="libBold2Char"/>
          <w:rtl/>
        </w:rPr>
        <w:t>[45] : «اقتسما شَبَهَهُ»</w:t>
      </w:r>
      <w:r>
        <w:rPr>
          <w:rtl/>
        </w:rPr>
        <w:t xml:space="preserve"> </w:t>
      </w:r>
      <w:r w:rsidRPr="00541E11">
        <w:rPr>
          <w:rStyle w:val="libFootnotenumChar"/>
          <w:rtl/>
        </w:rPr>
        <w:t>(2)</w:t>
      </w:r>
      <w:r>
        <w:rPr>
          <w:rtl/>
        </w:rPr>
        <w:t>.</w:t>
      </w:r>
    </w:p>
    <w:p w:rsidR="00A87899" w:rsidRDefault="00A87899" w:rsidP="00541E11">
      <w:pPr>
        <w:pStyle w:val="libNormal"/>
        <w:rPr>
          <w:rtl/>
        </w:rPr>
      </w:pPr>
      <w:r>
        <w:rPr>
          <w:rtl/>
        </w:rPr>
        <w:t>ليكون وجودهما ذكرى وعبرةً.</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w:t>
      </w:r>
      <w:r>
        <w:rPr>
          <w:rtl/>
        </w:rPr>
        <w:t xml:space="preserve"> و (</w:t>
      </w:r>
      <w:r>
        <w:rPr>
          <w:rFonts w:hint="cs"/>
          <w:rtl/>
        </w:rPr>
        <w:t xml:space="preserve">2) </w:t>
      </w:r>
      <w:r w:rsidRPr="00E7395C">
        <w:rPr>
          <w:rtl/>
        </w:rPr>
        <w:t>مختصر تاريخ دمشق ـ لابن منظور 7 / 3 ـ 124.</w:t>
      </w:r>
    </w:p>
    <w:p w:rsidR="00A87899" w:rsidRDefault="00A87899" w:rsidP="00541E11">
      <w:pPr>
        <w:pStyle w:val="libNormal"/>
        <w:rPr>
          <w:rtl/>
        </w:rPr>
      </w:pPr>
      <w:r w:rsidRPr="00E7395C">
        <w:rPr>
          <w:rtl/>
        </w:rPr>
        <w:br w:type="page"/>
      </w:r>
      <w:r>
        <w:rPr>
          <w:rtl/>
        </w:rPr>
        <w:lastRenderedPageBreak/>
        <w:t>استمراراً لوجود النبيّ (صلّى الله عليه وآله) في العيون ، مع ذكرياته في القلوب ، وأثره في العقول.</w:t>
      </w:r>
    </w:p>
    <w:p w:rsidR="00A87899" w:rsidRDefault="00A87899" w:rsidP="00541E11">
      <w:pPr>
        <w:pStyle w:val="libNormal"/>
        <w:rPr>
          <w:rtl/>
        </w:rPr>
      </w:pPr>
      <w:r>
        <w:rPr>
          <w:rtl/>
        </w:rPr>
        <w:t>وعبرةً للتاريخ ، يتمثّل فيه للقاتلين حسيناً ، والضاربين بالقضيب ثناياه ، إنهم يقتلون الرسول ويضربون ثناياه.</w:t>
      </w:r>
    </w:p>
    <w:p w:rsidR="00A87899" w:rsidRDefault="00A87899" w:rsidP="00541E11">
      <w:pPr>
        <w:pStyle w:val="libNormal"/>
        <w:rPr>
          <w:rtl/>
        </w:rPr>
      </w:pPr>
      <w:r>
        <w:rPr>
          <w:rtl/>
        </w:rPr>
        <w:t>ولقد أثار ذلك الشَّبَهُ خادِمَ الرسول أنسَ بن مالك لَمّا رأى قضيبَ ابن زياد يَعْلو ثنايا أبي عبد الله الحسين حين اُتي برأس الحسين ، فجعلَ ينكتُ فيه بقضيب في يده ، فقال أنس</w:t>
      </w:r>
      <w:r>
        <w:rPr>
          <w:rFonts w:hint="cs"/>
          <w:rtl/>
        </w:rPr>
        <w:t xml:space="preserve"> :</w:t>
      </w:r>
    </w:p>
    <w:p w:rsidR="00A87899" w:rsidRPr="00EE7B90" w:rsidRDefault="00A87899" w:rsidP="00541E11">
      <w:pPr>
        <w:pStyle w:val="libBold2"/>
        <w:rPr>
          <w:rtl/>
        </w:rPr>
      </w:pPr>
      <w:r w:rsidRPr="00EE7B90">
        <w:rPr>
          <w:rtl/>
        </w:rPr>
        <w:t>[48]</w:t>
      </w:r>
      <w:r>
        <w:rPr>
          <w:rtl/>
        </w:rPr>
        <w:t xml:space="preserve"> : </w:t>
      </w:r>
      <w:r w:rsidRPr="00EE7B90">
        <w:rPr>
          <w:rtl/>
        </w:rPr>
        <w:t>أما إنّه كانَ أشبههما بالنبيّ (صلّى الله عليه وآله).</w:t>
      </w:r>
    </w:p>
    <w:p w:rsidR="00A87899" w:rsidRDefault="00A87899" w:rsidP="00A87899">
      <w:pPr>
        <w:pStyle w:val="Heading2Center"/>
        <w:rPr>
          <w:rtl/>
        </w:rPr>
      </w:pPr>
      <w:bookmarkStart w:id="12" w:name="_Toc416693826"/>
      <w:bookmarkStart w:id="13" w:name="_Toc416696070"/>
      <w:r>
        <w:rPr>
          <w:rtl/>
        </w:rPr>
        <w:t>4 ـ الخُلق العظيم</w:t>
      </w:r>
      <w:bookmarkEnd w:id="12"/>
      <w:bookmarkEnd w:id="13"/>
    </w:p>
    <w:p w:rsidR="00A87899" w:rsidRDefault="00A87899" w:rsidP="00541E11">
      <w:pPr>
        <w:pStyle w:val="libNormal"/>
        <w:rPr>
          <w:rtl/>
        </w:rPr>
      </w:pPr>
      <w:r>
        <w:rPr>
          <w:rtl/>
        </w:rPr>
        <w:t>حِجْرُ الزهراء فاطمة بنت الرسول (صلّى الله عليه وآله) ذي الخلق العظيم ، هو خير مهد لتربية أولادها على ذلك الخلق ، وأكرم به.</w:t>
      </w:r>
    </w:p>
    <w:p w:rsidR="00A87899" w:rsidRDefault="00A87899" w:rsidP="00541E11">
      <w:pPr>
        <w:pStyle w:val="libNormal"/>
        <w:rPr>
          <w:rtl/>
        </w:rPr>
      </w:pPr>
      <w:r>
        <w:rPr>
          <w:rtl/>
        </w:rPr>
        <w:t>ولكن لمّا رأت الزهراء (عليها السّلام) والدها الرسول (صلّى الله عليه وآله) محتضراً ، وعلمتْ من نبئهِ بسرعة لحوقها به ، هبّتْ لتستمدّ من الرسول (صلّى الله عليه وآله) لأولادها الصغار المزيدَ من ذلك.</w:t>
      </w:r>
    </w:p>
    <w:p w:rsidR="00A87899" w:rsidRDefault="00A87899" w:rsidP="00541E11">
      <w:pPr>
        <w:pStyle w:val="libNormal"/>
        <w:rPr>
          <w:rtl/>
        </w:rPr>
      </w:pPr>
      <w:r>
        <w:rPr>
          <w:rtl/>
        </w:rPr>
        <w:t>واجتهدتْ أن تطلبَ من أبيها علانية ـ حتّى يتناقل حديثها الرواة ـ أن يُورِّث ابنيها.</w:t>
      </w:r>
    </w:p>
    <w:p w:rsidR="00A87899" w:rsidRDefault="00A87899" w:rsidP="00541E11">
      <w:pPr>
        <w:pStyle w:val="libBold2"/>
        <w:rPr>
          <w:rtl/>
        </w:rPr>
      </w:pPr>
      <w:r w:rsidRPr="00EE7B90">
        <w:rPr>
          <w:rtl/>
        </w:rPr>
        <w:t>[55 ـ 57] أتَتْ فاطمةُ بنت النبي (صلّى الله عليه وآله) بابنيها إلى رسول الله (صلّى الله عليه وآله) في شكواه التي توفّي فيها</w:t>
      </w:r>
      <w:r>
        <w:rPr>
          <w:rFonts w:hint="cs"/>
          <w:rtl/>
        </w:rPr>
        <w:t xml:space="preserve"> ـ</w:t>
      </w:r>
      <w:r w:rsidRPr="00EE7B90">
        <w:rPr>
          <w:rtl/>
        </w:rPr>
        <w:t xml:space="preserve"> فقالت</w:t>
      </w:r>
      <w:r>
        <w:rPr>
          <w:rtl/>
        </w:rPr>
        <w:t xml:space="preserve"> :</w:t>
      </w:r>
      <w:r>
        <w:rPr>
          <w:rFonts w:hint="cs"/>
          <w:rtl/>
        </w:rPr>
        <w:t xml:space="preserve"> </w:t>
      </w:r>
      <w:r w:rsidRPr="00EE7B90">
        <w:rPr>
          <w:rtl/>
        </w:rPr>
        <w:t>يا رسول الله</w:t>
      </w:r>
      <w:r>
        <w:rPr>
          <w:rtl/>
        </w:rPr>
        <w:t xml:space="preserve"> ، </w:t>
      </w:r>
      <w:r w:rsidRPr="00EE7B90">
        <w:rPr>
          <w:rtl/>
        </w:rPr>
        <w:t>هذانِ ابناكَ تورّثهما شيئاً؟</w:t>
      </w:r>
      <w:r>
        <w:rPr>
          <w:rFonts w:hint="cs"/>
          <w:rtl/>
        </w:rPr>
        <w:t xml:space="preserve"> ـ</w:t>
      </w:r>
      <w:r w:rsidRPr="00EE7B90">
        <w:rPr>
          <w:rtl/>
        </w:rPr>
        <w:t xml:space="preserve"> أو قالت</w:t>
      </w:r>
      <w:r>
        <w:rPr>
          <w:rtl/>
        </w:rPr>
        <w:t xml:space="preserve"> : </w:t>
      </w:r>
      <w:r>
        <w:rPr>
          <w:rFonts w:hint="cs"/>
          <w:rtl/>
        </w:rPr>
        <w:t xml:space="preserve">ـ </w:t>
      </w:r>
      <w:r w:rsidRPr="00EE7B90">
        <w:rPr>
          <w:rtl/>
        </w:rPr>
        <w:t>ابناك وابناي</w:t>
      </w:r>
      <w:r>
        <w:rPr>
          <w:rFonts w:hint="cs"/>
          <w:rtl/>
        </w:rPr>
        <w:t xml:space="preserve"> ،</w:t>
      </w:r>
      <w:r w:rsidRPr="00EE7B90">
        <w:rPr>
          <w:rtl/>
        </w:rPr>
        <w:t xml:space="preserve"> انحلهما.</w:t>
      </w:r>
      <w:r>
        <w:rPr>
          <w:rFonts w:hint="cs"/>
          <w:rtl/>
        </w:rPr>
        <w:t xml:space="preserve"> </w:t>
      </w:r>
      <w:r w:rsidRPr="00EE7B90">
        <w:rPr>
          <w:rtl/>
        </w:rPr>
        <w:t>قال (صلّى الله عليه وآله)</w:t>
      </w:r>
      <w:r>
        <w:rPr>
          <w:rtl/>
        </w:rPr>
        <w:t xml:space="preserve"> : </w:t>
      </w:r>
      <w:r w:rsidRPr="00EE7B90">
        <w:rPr>
          <w:rtl/>
        </w:rPr>
        <w:t>نعم</w:t>
      </w:r>
    </w:p>
    <w:p w:rsidR="00A87899" w:rsidRPr="00EE7B90" w:rsidRDefault="00A87899" w:rsidP="00541E11">
      <w:pPr>
        <w:pStyle w:val="libBold2"/>
        <w:rPr>
          <w:rtl/>
        </w:rPr>
      </w:pPr>
      <w:r w:rsidRPr="00E7395C">
        <w:rPr>
          <w:rtl/>
        </w:rPr>
        <w:br w:type="page"/>
      </w:r>
      <w:r w:rsidRPr="00EE7B90">
        <w:rPr>
          <w:rtl/>
        </w:rPr>
        <w:lastRenderedPageBreak/>
        <w:t>أمّا الحسن فقد نحلتُه هَيْبتي وسُؤددي</w:t>
      </w:r>
      <w:r>
        <w:rPr>
          <w:rtl/>
        </w:rPr>
        <w:t>.</w:t>
      </w:r>
    </w:p>
    <w:p w:rsidR="00A87899" w:rsidRPr="00EE7B90" w:rsidRDefault="00A87899" w:rsidP="00541E11">
      <w:pPr>
        <w:pStyle w:val="libBold2"/>
        <w:rPr>
          <w:rtl/>
        </w:rPr>
      </w:pPr>
      <w:r w:rsidRPr="00EE7B90">
        <w:rPr>
          <w:rtl/>
        </w:rPr>
        <w:t>وأمّا الحسين فقد نحلتُه نَجدتي وجُودي.</w:t>
      </w:r>
    </w:p>
    <w:p w:rsidR="00A87899" w:rsidRDefault="00A87899" w:rsidP="00541E11">
      <w:pPr>
        <w:pStyle w:val="libBold2"/>
        <w:rPr>
          <w:rtl/>
        </w:rPr>
      </w:pPr>
      <w:r w:rsidRPr="00EE7B90">
        <w:rPr>
          <w:rtl/>
        </w:rPr>
        <w:t>قالتْ</w:t>
      </w:r>
      <w:r>
        <w:rPr>
          <w:rtl/>
        </w:rPr>
        <w:t xml:space="preserve"> : </w:t>
      </w:r>
      <w:r w:rsidRPr="00EE7B90">
        <w:rPr>
          <w:rtl/>
        </w:rPr>
        <w:t>رضيتُ يا رسول الله</w:t>
      </w:r>
      <w:r>
        <w:rPr>
          <w:rtl/>
        </w:rPr>
        <w:t xml:space="preserve"> </w:t>
      </w:r>
      <w:r w:rsidRPr="00541E11">
        <w:rPr>
          <w:rStyle w:val="libFootnotenumChar"/>
          <w:rtl/>
        </w:rPr>
        <w:t>(1)</w:t>
      </w:r>
      <w:r>
        <w:rPr>
          <w:rtl/>
        </w:rPr>
        <w:t>.</w:t>
      </w:r>
    </w:p>
    <w:p w:rsidR="00A87899" w:rsidRDefault="00A87899" w:rsidP="00541E11">
      <w:pPr>
        <w:pStyle w:val="libNormal"/>
        <w:rPr>
          <w:rtl/>
        </w:rPr>
      </w:pPr>
      <w:r>
        <w:rPr>
          <w:rtl/>
        </w:rPr>
        <w:t>لقد ذكّرتْ الزهراءُ فاطمة أباها الرسولَ (صلّى الله عليه وآله) بالإرث منه. فوافقها بقوله : «نعَم».</w:t>
      </w:r>
    </w:p>
    <w:p w:rsidR="00A87899" w:rsidRDefault="00A87899" w:rsidP="00541E11">
      <w:pPr>
        <w:pStyle w:val="libNormal"/>
        <w:rPr>
          <w:rtl/>
        </w:rPr>
      </w:pPr>
      <w:r>
        <w:rPr>
          <w:rtl/>
        </w:rPr>
        <w:t>ولم يقل لها : «إنّا معاشر الأنبياء لا نورّث».</w:t>
      </w:r>
    </w:p>
    <w:p w:rsidR="00A87899" w:rsidRDefault="00A87899" w:rsidP="00541E11">
      <w:pPr>
        <w:pStyle w:val="libNormal"/>
        <w:rPr>
          <w:rtl/>
        </w:rPr>
      </w:pPr>
      <w:r>
        <w:rPr>
          <w:rtl/>
        </w:rPr>
        <w:t>فإنّ الزهراءَ (عليها السّلام) الوارثة أوْلى بأنْ يُذكر لها عدم الإرث لو كان ، ومع أنّ ابنيها الحسنين لا يرثان من حيث الطبقة من جدّهما مع وجود اُمّهما بنت النبي (صلّى الله عليه وآله) ، فالنبي كذلك لم يعارض ابنته في طلبها ، بل قال لها : «نعم».</w:t>
      </w:r>
    </w:p>
    <w:p w:rsidR="00A87899" w:rsidRDefault="00A87899" w:rsidP="00541E11">
      <w:pPr>
        <w:pStyle w:val="libNormal"/>
        <w:rPr>
          <w:rtl/>
        </w:rPr>
      </w:pPr>
      <w:r>
        <w:rPr>
          <w:rtl/>
        </w:rPr>
        <w:t>لكن الذي يخلُد من إرث النبيّ (صلّى الله عليه وآله) هو الخلُق العظيم دون حُطام الدنيا الزائل ، وهو أشرف لهما ؛ ولذلك رضيت الزهراءُ (عليها السّلام) لابنيها من الرسول (صلّى الله عليه وآله) إذ نحلهما ـ أيضاً ـ أهمّ الصفات الضروريّة للقيادة الإلهيّة :</w:t>
      </w:r>
    </w:p>
    <w:p w:rsidR="00A87899" w:rsidRDefault="00A87899" w:rsidP="00541E11">
      <w:pPr>
        <w:pStyle w:val="libNormal"/>
        <w:rPr>
          <w:rtl/>
        </w:rPr>
      </w:pPr>
      <w:r>
        <w:rPr>
          <w:rtl/>
        </w:rPr>
        <w:t>الحلم ، والصبر على الشدائد ، والهيبة ، والسؤدد ، والجلالة للحسن الممتَحن في عصره بأنواع البلاء ، فأعطاه ما يحتاجه الأئمّة الصابرون.</w:t>
      </w:r>
    </w:p>
    <w:p w:rsidR="00A87899" w:rsidRDefault="00A87899" w:rsidP="00541E11">
      <w:pPr>
        <w:pStyle w:val="libNormal"/>
        <w:rPr>
          <w:rtl/>
        </w:rPr>
      </w:pPr>
      <w:r>
        <w:rPr>
          <w:rtl/>
        </w:rPr>
        <w:t>والشجاعة ، والجرأة ، والنجدة ، والجود للحسين الثائر في سبيل الله لإعلاء كلمته ، فأعطاه ما هو أمسّ للأئمة المجاهدين.</w:t>
      </w:r>
    </w:p>
    <w:p w:rsidR="00A87899" w:rsidRDefault="00A87899" w:rsidP="00A87899">
      <w:pPr>
        <w:pStyle w:val="Heading2Center"/>
        <w:rPr>
          <w:rtl/>
        </w:rPr>
      </w:pPr>
      <w:bookmarkStart w:id="14" w:name="_Toc416693827"/>
      <w:bookmarkStart w:id="15" w:name="_Toc416696071"/>
      <w:r>
        <w:rPr>
          <w:rtl/>
        </w:rPr>
        <w:t>5 ـ الطهارة الإلهيّة</w:t>
      </w:r>
      <w:bookmarkEnd w:id="14"/>
      <w:bookmarkEnd w:id="15"/>
    </w:p>
    <w:p w:rsidR="00A87899" w:rsidRDefault="00A87899" w:rsidP="00541E11">
      <w:pPr>
        <w:pStyle w:val="libNormal"/>
        <w:rPr>
          <w:rtl/>
        </w:rPr>
      </w:pPr>
      <w:r>
        <w:rPr>
          <w:rtl/>
        </w:rPr>
        <w:t>وإذا تقرّرَ في اللوح أن يكونَ الإمامُ الحُسَين (عليه السّلام) من الأئمّة الّذين</w:t>
      </w:r>
    </w:p>
    <w:p w:rsidR="00A87899" w:rsidRDefault="00A87899" w:rsidP="00541E11">
      <w:pPr>
        <w:pStyle w:val="libNormal0"/>
        <w:rPr>
          <w:rtl/>
        </w:rPr>
      </w:pPr>
      <w:r>
        <w:rPr>
          <w:rtl/>
        </w:rPr>
        <w:br w:type="page"/>
      </w:r>
      <w:r>
        <w:rPr>
          <w:rtl/>
        </w:rPr>
        <w:lastRenderedPageBreak/>
        <w:t xml:space="preserve">تجب طاعتهم ، فإنّ الوحيَ الذي عاش الحسينُ في ظلّه ؛ حيث كان بيتُ الرسالة مهبطَهُ ، تنزلُ آياتُه على جدّه </w:t>
      </w:r>
      <w:r>
        <w:rPr>
          <w:rFonts w:hint="cs"/>
          <w:rtl/>
        </w:rPr>
        <w:t>،</w:t>
      </w:r>
      <w:r>
        <w:rPr>
          <w:rtl/>
        </w:rPr>
        <w:t xml:space="preserve"> وهو يحبُو في أفنانه ، لا بُدّ وأن يؤكّد ما تقرّر في اللوح.</w:t>
      </w:r>
    </w:p>
    <w:p w:rsidR="00A87899" w:rsidRDefault="00A87899" w:rsidP="00541E11">
      <w:pPr>
        <w:pStyle w:val="libNormal"/>
        <w:rPr>
          <w:rtl/>
        </w:rPr>
      </w:pPr>
      <w:r>
        <w:rPr>
          <w:rtl/>
        </w:rPr>
        <w:t>وكذلك كان ، فهذه اُمّ المؤمنين اُمّ سلمة تقول</w:t>
      </w:r>
      <w:r>
        <w:rPr>
          <w:rFonts w:hint="cs"/>
          <w:rtl/>
        </w:rPr>
        <w:t xml:space="preserve"> :</w:t>
      </w:r>
    </w:p>
    <w:p w:rsidR="00A87899" w:rsidRDefault="00A87899" w:rsidP="00541E11">
      <w:pPr>
        <w:pStyle w:val="libBold2"/>
        <w:rPr>
          <w:rtl/>
        </w:rPr>
      </w:pPr>
      <w:r w:rsidRPr="00541E11">
        <w:rPr>
          <w:rtl/>
        </w:rPr>
        <w:t xml:space="preserve">[102] : نزلت هذه الآية في بيتي : </w:t>
      </w:r>
      <w:r w:rsidRPr="00541E11">
        <w:rPr>
          <w:rStyle w:val="libAlaemChar"/>
          <w:rtl/>
        </w:rPr>
        <w:t>(</w:t>
      </w:r>
      <w:r w:rsidRPr="00541E11">
        <w:rPr>
          <w:rStyle w:val="libAieChar"/>
          <w:rtl/>
        </w:rPr>
        <w:t>إِنَّما يُرِيدُ اللهُ لِيُذْهِبَ عَنكُمُ الرِّجْسَ أَهْلَ البَيْتِ وَيُطَهِّرَكُمْ تَطْهِيراً</w:t>
      </w:r>
      <w:r w:rsidRPr="00541E11">
        <w:rPr>
          <w:rStyle w:val="libAlaemChar"/>
          <w:rtl/>
        </w:rPr>
        <w:t>)</w:t>
      </w:r>
      <w:r>
        <w:rPr>
          <w:rtl/>
        </w:rPr>
        <w:t xml:space="preserve"> </w:t>
      </w:r>
      <w:r w:rsidRPr="00541E11">
        <w:rPr>
          <w:rtl/>
        </w:rPr>
        <w:t xml:space="preserve">وفي البيت سبعة : جبريل وميكائيل ، ورسول الله </w:t>
      </w:r>
      <w:r w:rsidRPr="008670A7">
        <w:rPr>
          <w:rtl/>
        </w:rPr>
        <w:t>(صلّى الله عليه وآله)</w:t>
      </w:r>
      <w:r>
        <w:rPr>
          <w:rtl/>
        </w:rPr>
        <w:t xml:space="preserve"> ، </w:t>
      </w:r>
      <w:r w:rsidRPr="008670A7">
        <w:rPr>
          <w:rtl/>
        </w:rPr>
        <w:t>وعليّ وفاطمة</w:t>
      </w:r>
      <w:r>
        <w:rPr>
          <w:rtl/>
        </w:rPr>
        <w:t xml:space="preserve"> ، </w:t>
      </w:r>
      <w:r w:rsidRPr="008670A7">
        <w:rPr>
          <w:rtl/>
        </w:rPr>
        <w:t>والحسن والحسين (صلوات الله وسلامه عليهم أجمعين).</w:t>
      </w:r>
    </w:p>
    <w:p w:rsidR="00A87899" w:rsidRPr="008670A7" w:rsidRDefault="00A87899" w:rsidP="00541E11">
      <w:pPr>
        <w:pStyle w:val="libBold2"/>
        <w:rPr>
          <w:rtl/>
        </w:rPr>
      </w:pPr>
      <w:r w:rsidRPr="008670A7">
        <w:rPr>
          <w:rtl/>
        </w:rPr>
        <w:t>قالت</w:t>
      </w:r>
      <w:r>
        <w:rPr>
          <w:rtl/>
        </w:rPr>
        <w:t xml:space="preserve"> : </w:t>
      </w:r>
      <w:r w:rsidRPr="008670A7">
        <w:rPr>
          <w:rtl/>
        </w:rPr>
        <w:t>وأنا على باب البيت</w:t>
      </w:r>
      <w:r>
        <w:rPr>
          <w:rtl/>
        </w:rPr>
        <w:t xml:space="preserve"> ، </w:t>
      </w:r>
      <w:r w:rsidRPr="008670A7">
        <w:rPr>
          <w:rtl/>
        </w:rPr>
        <w:t>فقلت</w:t>
      </w:r>
      <w:r>
        <w:rPr>
          <w:rtl/>
        </w:rPr>
        <w:t xml:space="preserve"> : </w:t>
      </w:r>
      <w:r w:rsidRPr="008670A7">
        <w:rPr>
          <w:rtl/>
        </w:rPr>
        <w:t>يا رسول الله ألستُ من أهل البيت؟</w:t>
      </w:r>
    </w:p>
    <w:p w:rsidR="00A87899" w:rsidRDefault="00A87899" w:rsidP="00541E11">
      <w:pPr>
        <w:pStyle w:val="libBold2"/>
        <w:rPr>
          <w:rtl/>
        </w:rPr>
      </w:pPr>
      <w:r w:rsidRPr="008670A7">
        <w:rPr>
          <w:rtl/>
        </w:rPr>
        <w:t>قال</w:t>
      </w:r>
      <w:r>
        <w:rPr>
          <w:rtl/>
        </w:rPr>
        <w:t xml:space="preserve"> : </w:t>
      </w:r>
      <w:r w:rsidRPr="008670A7">
        <w:rPr>
          <w:rtl/>
        </w:rPr>
        <w:t>«إنّك على خير</w:t>
      </w:r>
      <w:r>
        <w:rPr>
          <w:rtl/>
        </w:rPr>
        <w:t xml:space="preserve"> ، </w:t>
      </w:r>
      <w:r w:rsidRPr="008670A7">
        <w:rPr>
          <w:rtl/>
        </w:rPr>
        <w:t>إنّك من أزواج النبيّ</w:t>
      </w:r>
      <w:r>
        <w:rPr>
          <w:rtl/>
        </w:rPr>
        <w:t xml:space="preserve"> (صلّى الله عليه وآله</w:t>
      </w:r>
      <w:r>
        <w:rPr>
          <w:rFonts w:hint="cs"/>
          <w:rtl/>
        </w:rPr>
        <w:t>)</w:t>
      </w:r>
      <w:r w:rsidRPr="00541E11">
        <w:rPr>
          <w:rStyle w:val="libBold2Char"/>
          <w:rtl/>
        </w:rPr>
        <w:t>» وما قال : «إنّك من أهل البيت»</w:t>
      </w:r>
      <w:r>
        <w:rPr>
          <w:rtl/>
        </w:rPr>
        <w:t xml:space="preserve"> </w:t>
      </w:r>
      <w:r w:rsidRPr="00541E11">
        <w:rPr>
          <w:rStyle w:val="libFootnotenumChar"/>
          <w:rtl/>
        </w:rPr>
        <w:t>(1)</w:t>
      </w:r>
      <w:r>
        <w:rPr>
          <w:rtl/>
        </w:rPr>
        <w:t>.</w:t>
      </w:r>
    </w:p>
    <w:p w:rsidR="00A87899" w:rsidRDefault="00A87899" w:rsidP="00541E11">
      <w:pPr>
        <w:pStyle w:val="libNormal"/>
        <w:rPr>
          <w:rtl/>
        </w:rPr>
      </w:pPr>
      <w:r>
        <w:rPr>
          <w:rtl/>
        </w:rPr>
        <w:t>وفي حديث آخر</w:t>
      </w:r>
    </w:p>
    <w:p w:rsidR="00A87899" w:rsidRPr="008670A7" w:rsidRDefault="00A87899" w:rsidP="00541E11">
      <w:pPr>
        <w:pStyle w:val="libBold2"/>
        <w:rPr>
          <w:rtl/>
        </w:rPr>
      </w:pPr>
      <w:r w:rsidRPr="008670A7">
        <w:rPr>
          <w:rtl/>
        </w:rPr>
        <w:t>[105] إنّ رسول الله (صلّى الله عليه وآله) كان عند اُمّ سلمة</w:t>
      </w:r>
      <w:r>
        <w:rPr>
          <w:rtl/>
        </w:rPr>
        <w:t xml:space="preserve"> ، </w:t>
      </w:r>
      <w:r w:rsidRPr="008670A7">
        <w:rPr>
          <w:rtl/>
        </w:rPr>
        <w:t>فجعَل الحسنَ من شقّ</w:t>
      </w:r>
      <w:r>
        <w:rPr>
          <w:rtl/>
        </w:rPr>
        <w:t xml:space="preserve"> ، </w:t>
      </w:r>
      <w:r w:rsidRPr="008670A7">
        <w:rPr>
          <w:rtl/>
        </w:rPr>
        <w:t>والحسين من شقّ</w:t>
      </w:r>
      <w:r>
        <w:rPr>
          <w:rtl/>
        </w:rPr>
        <w:t xml:space="preserve"> ، </w:t>
      </w:r>
      <w:r w:rsidRPr="008670A7">
        <w:rPr>
          <w:rtl/>
        </w:rPr>
        <w:t>وفاطمة في حجره</w:t>
      </w:r>
      <w:r>
        <w:rPr>
          <w:rtl/>
        </w:rPr>
        <w:t xml:space="preserve"> ، </w:t>
      </w:r>
      <w:r w:rsidRPr="008670A7">
        <w:rPr>
          <w:rtl/>
        </w:rPr>
        <w:t>فقال</w:t>
      </w:r>
      <w:r>
        <w:rPr>
          <w:rtl/>
        </w:rPr>
        <w:t xml:space="preserve"> : </w:t>
      </w:r>
      <w:r w:rsidRPr="008670A7">
        <w:rPr>
          <w:rtl/>
        </w:rPr>
        <w:t>«رحمةُ اللهِ وبركاتُه عليكم أهلَ البيتِ إِنَّه حَمِيدٌ مَجِيدٌ».</w:t>
      </w:r>
    </w:p>
    <w:p w:rsidR="00A87899" w:rsidRPr="00541E11" w:rsidRDefault="00A87899" w:rsidP="00541E11">
      <w:pPr>
        <w:pStyle w:val="libNormal"/>
        <w:rPr>
          <w:rStyle w:val="libAieChar"/>
          <w:rtl/>
        </w:rPr>
      </w:pPr>
      <w:r>
        <w:rPr>
          <w:rtl/>
        </w:rPr>
        <w:t xml:space="preserve">وكان موعدُ المباهلة عندما أمر الله رسولَه بقوله : </w:t>
      </w:r>
      <w:r w:rsidRPr="00541E11">
        <w:rPr>
          <w:rStyle w:val="libAlaemChar"/>
          <w:rtl/>
        </w:rPr>
        <w:t>(</w:t>
      </w:r>
      <w:r w:rsidRPr="00541E11">
        <w:rPr>
          <w:rStyle w:val="libAieChar"/>
          <w:rtl/>
        </w:rPr>
        <w:t>فَقُلْ تَعَالَواْ نَدْعُ أَبْنَاءَنَا وَأَبْنَاءَكُمْ وَنِسَاءَنَا وَنِسَاءَكُمْ وَأَنفُسَنَا وَأَنفُسَكُمْ ثُمَّ نَبْتَهِلْ فَنَجْعَل لَعْنَةَ اللهِ عَلَى</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(1) مختصر تاريخ دمشق ـ لابن منظور 7 / 120.</w:t>
      </w:r>
    </w:p>
    <w:p w:rsidR="00A87899" w:rsidRDefault="00A87899" w:rsidP="00541E11">
      <w:pPr>
        <w:pStyle w:val="libNormal0"/>
        <w:rPr>
          <w:rtl/>
        </w:rPr>
      </w:pPr>
      <w:r w:rsidRPr="00541E11">
        <w:rPr>
          <w:rStyle w:val="libAieChar"/>
          <w:rtl/>
        </w:rPr>
        <w:br w:type="page"/>
      </w:r>
      <w:r w:rsidRPr="00541E11">
        <w:rPr>
          <w:rStyle w:val="libAieChar"/>
          <w:rtl/>
        </w:rPr>
        <w:lastRenderedPageBreak/>
        <w:t>الكَاذِبِينَ</w:t>
      </w:r>
      <w:r w:rsidRPr="00541E11">
        <w:rPr>
          <w:rStyle w:val="libAlaemChar"/>
          <w:rtl/>
        </w:rPr>
        <w:t>)</w:t>
      </w:r>
      <w:r>
        <w:rPr>
          <w:rtl/>
        </w:rPr>
        <w:t>.</w:t>
      </w:r>
    </w:p>
    <w:p w:rsidR="00A87899" w:rsidRDefault="00A87899" w:rsidP="00541E11">
      <w:pPr>
        <w:pStyle w:val="libNormal"/>
        <w:rPr>
          <w:rtl/>
        </w:rPr>
      </w:pPr>
      <w:r>
        <w:rPr>
          <w:rtl/>
        </w:rPr>
        <w:t>فإنّ الإمام عليّاً (عليه السّلام) قال</w:t>
      </w:r>
      <w:r>
        <w:rPr>
          <w:rFonts w:hint="cs"/>
          <w:rtl/>
        </w:rPr>
        <w:t xml:space="preserve"> :</w:t>
      </w:r>
    </w:p>
    <w:p w:rsidR="00A87899" w:rsidRDefault="00A87899" w:rsidP="00541E11">
      <w:pPr>
        <w:pStyle w:val="libNormal"/>
        <w:rPr>
          <w:rtl/>
        </w:rPr>
      </w:pPr>
      <w:r w:rsidRPr="00541E11">
        <w:rPr>
          <w:rStyle w:val="libBold2Char"/>
          <w:rtl/>
        </w:rPr>
        <w:t>[162] : «خرج رسول الله</w:t>
      </w:r>
      <w:r>
        <w:rPr>
          <w:rtl/>
        </w:rPr>
        <w:t xml:space="preserve"> (صلّى الله عليه وآله) </w:t>
      </w:r>
      <w:r w:rsidRPr="00541E11">
        <w:rPr>
          <w:rStyle w:val="libBold2Char"/>
          <w:rtl/>
        </w:rPr>
        <w:t>حين خرج لمباهلة النصارى بي وبفاطمة والحسن والحسين»</w:t>
      </w:r>
      <w:r>
        <w:rPr>
          <w:rtl/>
        </w:rPr>
        <w:t xml:space="preserve"> </w:t>
      </w:r>
      <w:r w:rsidRPr="00541E11">
        <w:rPr>
          <w:rStyle w:val="libFootnotenumChar"/>
          <w:rtl/>
        </w:rPr>
        <w:t>(</w:t>
      </w:r>
      <w:r w:rsidRPr="00541E11">
        <w:rPr>
          <w:rStyle w:val="libFootnotenumChar"/>
          <w:rFonts w:hint="cs"/>
          <w:rtl/>
        </w:rPr>
        <w:t>1</w:t>
      </w:r>
      <w:r w:rsidRPr="00541E11">
        <w:rPr>
          <w:rStyle w:val="libFootnotenumChar"/>
          <w:rtl/>
        </w:rPr>
        <w:t>)</w:t>
      </w:r>
      <w:r>
        <w:rPr>
          <w:rtl/>
        </w:rPr>
        <w:t>.</w:t>
      </w:r>
    </w:p>
    <w:p w:rsidR="00A87899" w:rsidRDefault="00A87899" w:rsidP="00541E11">
      <w:pPr>
        <w:pStyle w:val="libNormal"/>
        <w:rPr>
          <w:rtl/>
        </w:rPr>
      </w:pPr>
      <w:r>
        <w:rPr>
          <w:rtl/>
        </w:rPr>
        <w:t>ثم قال النبي (صلّى الله عليه وآله) : «هؤلاء أبناؤنا ـ يعني : الحسن والحسين (عليهما السّلام) ـ وأنفسنا ـ يعني : عليّاً (عليه السّلام) ـ ونساؤنا ـ يعني فاطمة (عليها السّلام) ـ».</w:t>
      </w:r>
    </w:p>
    <w:p w:rsidR="00A87899" w:rsidRDefault="00A87899" w:rsidP="00541E11">
      <w:pPr>
        <w:pStyle w:val="libNormal"/>
        <w:rPr>
          <w:rtl/>
        </w:rPr>
      </w:pPr>
      <w:r>
        <w:rPr>
          <w:rtl/>
        </w:rPr>
        <w:t>وإذا وقفوا مع النبيّ (صلّى الله عليه وآله) في هذا الموقف الخاصّ العظيم فلا بُدّ أن يتّسمَ الواقفون معه بما يتّسم به من الطهارة والقُدس والعظمة.</w:t>
      </w:r>
    </w:p>
    <w:p w:rsidR="00A87899" w:rsidRDefault="00A87899" w:rsidP="00A87899">
      <w:pPr>
        <w:pStyle w:val="Heading2Center"/>
        <w:rPr>
          <w:rtl/>
        </w:rPr>
      </w:pPr>
      <w:bookmarkStart w:id="16" w:name="_Toc416693828"/>
      <w:bookmarkStart w:id="17" w:name="_Toc416696072"/>
      <w:r>
        <w:rPr>
          <w:rtl/>
        </w:rPr>
        <w:t>6 ـ القوة الغيبيّة</w:t>
      </w:r>
      <w:bookmarkEnd w:id="16"/>
      <w:bookmarkEnd w:id="17"/>
    </w:p>
    <w:p w:rsidR="00A87899" w:rsidRDefault="00A87899" w:rsidP="00541E11">
      <w:pPr>
        <w:pStyle w:val="libNormal"/>
        <w:rPr>
          <w:rtl/>
        </w:rPr>
      </w:pPr>
      <w:r>
        <w:rPr>
          <w:rtl/>
        </w:rPr>
        <w:t>وُلِدَ الحسينُ (عليه السّلام) ونَما وعاشَ طفولته في مهبط الملائكة ؛ حيث تخفق صعوداً ونزولاً على جدّه رسول الله (صلّى الله عليه وآله) ترفده بالوحي وأنباء</w:t>
      </w:r>
      <w:r>
        <w:rPr>
          <w:rFonts w:hint="cs"/>
          <w:rtl/>
        </w:rPr>
        <w:t xml:space="preserve"> </w:t>
      </w:r>
      <w:r>
        <w:rPr>
          <w:rtl/>
        </w:rPr>
        <w:t>السماء ومغيّبات الأرض.</w:t>
      </w:r>
    </w:p>
    <w:p w:rsidR="00A87899" w:rsidRDefault="00A87899" w:rsidP="00541E11">
      <w:pPr>
        <w:pStyle w:val="libNormal"/>
        <w:rPr>
          <w:rtl/>
        </w:rPr>
      </w:pPr>
      <w:r>
        <w:rPr>
          <w:rtl/>
        </w:rPr>
        <w:t>وإذا حطّتْ طيور الوحي أو طارتْ فإنّ زَغَبَ أجنحتها لا بُدّ أنْ يتناثر في أروقة هذا المكان ، وإنّ أهل البيت (عليهم السّلام) لا بُدّ وأنْ يحتفظوا بهذا الزغب ليجدّدوا به ذكريات الرسول (صلّى الله عليه وآله) والنبوّة.</w:t>
      </w:r>
    </w:p>
    <w:p w:rsidR="00A87899" w:rsidRDefault="00A87899" w:rsidP="00541E11">
      <w:pPr>
        <w:pStyle w:val="libNormal"/>
        <w:rPr>
          <w:rtl/>
        </w:rPr>
      </w:pPr>
      <w:r>
        <w:rPr>
          <w:rtl/>
        </w:rPr>
        <w:t>والرسول (صلّى الله عليه وآله) نفسه قد خَصَّ الحسن والحسين (عليهما السّلام) بتعويذين جمع فيهما زغب</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w:t>
      </w:r>
      <w:r>
        <w:rPr>
          <w:rFonts w:hint="cs"/>
          <w:rtl/>
        </w:rPr>
        <w:t>1</w:t>
      </w:r>
      <w:r w:rsidRPr="00E7395C">
        <w:rPr>
          <w:rtl/>
        </w:rPr>
        <w:t>) مختصر تاريخ دمشق ـ لابن منظور 7 / 123.</w:t>
      </w:r>
    </w:p>
    <w:p w:rsidR="00A87899" w:rsidRDefault="00A87899" w:rsidP="00541E11">
      <w:pPr>
        <w:pStyle w:val="libNormal0"/>
        <w:rPr>
          <w:rtl/>
        </w:rPr>
      </w:pPr>
      <w:r>
        <w:rPr>
          <w:rtl/>
        </w:rPr>
        <w:br w:type="page"/>
      </w:r>
      <w:r>
        <w:rPr>
          <w:rtl/>
        </w:rPr>
        <w:lastRenderedPageBreak/>
        <w:t>جناح جبريل أمين الوحي يحملانه معهما ؛ ليكونا أظهر دليل على ارتباطهما بالسماء.</w:t>
      </w:r>
    </w:p>
    <w:p w:rsidR="00A87899" w:rsidRDefault="00A87899" w:rsidP="00541E11">
      <w:pPr>
        <w:pStyle w:val="libNormal"/>
        <w:rPr>
          <w:rtl/>
        </w:rPr>
      </w:pPr>
      <w:r w:rsidRPr="00541E11">
        <w:rPr>
          <w:rStyle w:val="libBold2Char"/>
          <w:rtl/>
        </w:rPr>
        <w:t>[172] عن عبد الله بن عمر : كان على الحسن والحسين تعويذان فيهما من زغب</w:t>
      </w:r>
      <w:r w:rsidRPr="00541E11">
        <w:rPr>
          <w:rStyle w:val="libBold2Char"/>
          <w:rFonts w:hint="cs"/>
          <w:rtl/>
        </w:rPr>
        <w:t xml:space="preserve"> </w:t>
      </w:r>
      <w:r w:rsidRPr="00541E11">
        <w:rPr>
          <w:rStyle w:val="libBold2Char"/>
          <w:rtl/>
        </w:rPr>
        <w:t>جناح جبرئيل</w:t>
      </w:r>
      <w:r>
        <w:rPr>
          <w:rtl/>
        </w:rPr>
        <w:t xml:space="preserve"> </w:t>
      </w:r>
      <w:r w:rsidRPr="00541E11">
        <w:rPr>
          <w:rStyle w:val="libFootnotenumChar"/>
          <w:rtl/>
        </w:rPr>
        <w:t>(1)</w:t>
      </w:r>
      <w:r>
        <w:rPr>
          <w:rtl/>
        </w:rPr>
        <w:t>.</w:t>
      </w:r>
    </w:p>
    <w:p w:rsidR="00A87899" w:rsidRDefault="00A87899" w:rsidP="00541E11">
      <w:pPr>
        <w:pStyle w:val="libNormal"/>
        <w:rPr>
          <w:rtl/>
        </w:rPr>
      </w:pPr>
      <w:r>
        <w:rPr>
          <w:rtl/>
        </w:rPr>
        <w:t>وإذا كان في التعويذ دعمٌ معنويّ ، فإنّ لجبريل موقفاً آخر مع الحسين (عليه السّلام) خاصّة ؛ إذ كان يدعمُه مادّياً ويبثّ فيه القوّة والشجاعة ؛ ففي الحديث</w:t>
      </w:r>
      <w:r>
        <w:rPr>
          <w:rFonts w:hint="cs"/>
          <w:rtl/>
        </w:rPr>
        <w:t xml:space="preserve"> :</w:t>
      </w:r>
    </w:p>
    <w:p w:rsidR="00A87899" w:rsidRDefault="00A87899" w:rsidP="00541E11">
      <w:pPr>
        <w:pStyle w:val="libBold2"/>
        <w:rPr>
          <w:rtl/>
        </w:rPr>
      </w:pPr>
      <w:r w:rsidRPr="00541E11">
        <w:rPr>
          <w:rtl/>
        </w:rPr>
        <w:t>[156] : إنّ الحسنَ والحسينَ كانا يصطرعان فاطّلع عليّ</w:t>
      </w:r>
      <w:r>
        <w:rPr>
          <w:rtl/>
        </w:rPr>
        <w:t xml:space="preserve"> (عليه السّلام) </w:t>
      </w:r>
      <w:r w:rsidRPr="00541E11">
        <w:rPr>
          <w:rtl/>
        </w:rPr>
        <w:t xml:space="preserve">على النبيّ </w:t>
      </w:r>
      <w:r>
        <w:rPr>
          <w:rtl/>
        </w:rPr>
        <w:t xml:space="preserve">(صلّى الله عليه وآله) </w:t>
      </w:r>
      <w:r w:rsidRPr="008670A7">
        <w:rPr>
          <w:rtl/>
        </w:rPr>
        <w:t>وهو يقول</w:t>
      </w:r>
      <w:r>
        <w:rPr>
          <w:rtl/>
        </w:rPr>
        <w:t xml:space="preserve"> : </w:t>
      </w:r>
      <w:r w:rsidRPr="008670A7">
        <w:rPr>
          <w:rtl/>
        </w:rPr>
        <w:t>«ويهاً الحسنَ».</w:t>
      </w:r>
    </w:p>
    <w:p w:rsidR="00A87899" w:rsidRDefault="00A87899" w:rsidP="00541E11">
      <w:pPr>
        <w:pStyle w:val="libBold2"/>
        <w:rPr>
          <w:rtl/>
        </w:rPr>
      </w:pPr>
      <w:r w:rsidRPr="008670A7">
        <w:rPr>
          <w:rtl/>
        </w:rPr>
        <w:t>فقال عليّ</w:t>
      </w:r>
      <w:r>
        <w:rPr>
          <w:rtl/>
        </w:rPr>
        <w:t xml:space="preserve"> (عليه السّلام) : «</w:t>
      </w:r>
      <w:r w:rsidRPr="00A633BD">
        <w:rPr>
          <w:rtl/>
        </w:rPr>
        <w:t>يا رسول الله</w:t>
      </w:r>
      <w:r>
        <w:rPr>
          <w:rtl/>
        </w:rPr>
        <w:t xml:space="preserve"> ، </w:t>
      </w:r>
      <w:r w:rsidRPr="00A633BD">
        <w:rPr>
          <w:rtl/>
        </w:rPr>
        <w:t>على الحسين؟!».</w:t>
      </w:r>
    </w:p>
    <w:p w:rsidR="00A87899" w:rsidRDefault="00A87899" w:rsidP="00541E11">
      <w:pPr>
        <w:pStyle w:val="libBold2"/>
        <w:rPr>
          <w:rtl/>
        </w:rPr>
      </w:pPr>
      <w:r w:rsidRPr="00A633BD">
        <w:rPr>
          <w:rtl/>
        </w:rPr>
        <w:t>فقال</w:t>
      </w:r>
      <w:r>
        <w:rPr>
          <w:rtl/>
        </w:rPr>
        <w:t xml:space="preserve"> : </w:t>
      </w:r>
      <w:r w:rsidRPr="00A633BD">
        <w:rPr>
          <w:rtl/>
        </w:rPr>
        <w:t>«إنّ جبرئيل يقول</w:t>
      </w:r>
      <w:r>
        <w:rPr>
          <w:rtl/>
        </w:rPr>
        <w:t xml:space="preserve"> : </w:t>
      </w:r>
      <w:r w:rsidRPr="00A633BD">
        <w:rPr>
          <w:rtl/>
        </w:rPr>
        <w:t>ويهاً الحسين»</w:t>
      </w:r>
      <w:r>
        <w:rPr>
          <w:rtl/>
        </w:rPr>
        <w:t xml:space="preserve"> </w:t>
      </w:r>
      <w:r w:rsidRPr="00541E11">
        <w:rPr>
          <w:rStyle w:val="libFootnotenumChar"/>
          <w:rtl/>
        </w:rPr>
        <w:t>(2)</w:t>
      </w:r>
      <w:r>
        <w:rPr>
          <w:rtl/>
        </w:rPr>
        <w:t>.</w:t>
      </w:r>
    </w:p>
    <w:p w:rsidR="00A87899" w:rsidRDefault="00A87899" w:rsidP="00541E11">
      <w:pPr>
        <w:pStyle w:val="libNormal"/>
        <w:rPr>
          <w:rtl/>
        </w:rPr>
      </w:pPr>
      <w:r>
        <w:rPr>
          <w:rtl/>
        </w:rPr>
        <w:t xml:space="preserve">إنّه من أجمل المناظر أن يلعب الصغار ببراءة الطفولة ، ولكن الأجمل من ذلك أن يكون بمشهد النبيّ الأعظم من جانب ، وجبرئيل مَلَك السماء من جانب آخر. وإذا كان جبرئيل ينفثُ في الحسين روح القوّة والشدّة والتشجيع ، فإنّ ذلك بلا ريب بأمر من السماء ؛ إذ إنّ الملائكة الكرام </w:t>
      </w:r>
      <w:r w:rsidRPr="00541E11">
        <w:rPr>
          <w:rStyle w:val="libAlaemChar"/>
          <w:rtl/>
        </w:rPr>
        <w:t>(</w:t>
      </w:r>
      <w:r w:rsidRPr="00541E11">
        <w:rPr>
          <w:rStyle w:val="libAieChar"/>
          <w:rtl/>
        </w:rPr>
        <w:t>يَفْعَلُونَ مَا يُؤْمَرُونَ</w:t>
      </w:r>
      <w:r w:rsidRPr="00541E11">
        <w:rPr>
          <w:rStyle w:val="libAlaemChar"/>
          <w:rtl/>
        </w:rPr>
        <w:t>)</w:t>
      </w:r>
      <w:r>
        <w:rPr>
          <w:rtl/>
        </w:rPr>
        <w:t>.</w:t>
      </w:r>
    </w:p>
    <w:p w:rsidR="00A87899" w:rsidRDefault="00A87899" w:rsidP="00541E11">
      <w:pPr>
        <w:pStyle w:val="libNormal"/>
        <w:rPr>
          <w:rtl/>
        </w:rPr>
      </w:pPr>
      <w:r>
        <w:rPr>
          <w:rtl/>
        </w:rPr>
        <w:t xml:space="preserve">ولجبرئيل شأن آخر مع الحسين (عليه السّلام) أعظم ، عندما كان المنبئ عن قتله وشهادته ، والمُراسِل الأوّل بأنباء السماء عن شهيد كربلاء ، بل أتى النبيَّ (صلّى الله عليه وآله) من أرضها بتربة حمراء </w:t>
      </w:r>
      <w:r>
        <w:rPr>
          <w:rFonts w:hint="cs"/>
          <w:rtl/>
        </w:rPr>
        <w:t>،</w:t>
      </w:r>
      <w:r>
        <w:rPr>
          <w:rtl/>
        </w:rPr>
        <w:t xml:space="preserve"> إلى آخر الحديث الذي سنذكره في الفقرة (28).</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(1) مختصر تاريخ دمشق ـ لابن منظور 7 / 125.</w:t>
      </w:r>
    </w:p>
    <w:p w:rsidR="00A87899" w:rsidRDefault="00A87899" w:rsidP="00541E11">
      <w:pPr>
        <w:pStyle w:val="libFootnote0"/>
        <w:rPr>
          <w:rtl/>
        </w:rPr>
      </w:pPr>
      <w:r w:rsidRPr="00E7395C">
        <w:rPr>
          <w:rtl/>
        </w:rPr>
        <w:t>(2) مختصر تاريخ دمشق ـ لابن منظور 7 / 122.</w:t>
      </w:r>
    </w:p>
    <w:p w:rsidR="00A87899" w:rsidRDefault="00A87899" w:rsidP="00541E11">
      <w:pPr>
        <w:pStyle w:val="libNormal"/>
        <w:rPr>
          <w:rtl/>
        </w:rPr>
      </w:pPr>
      <w:r>
        <w:rPr>
          <w:rtl/>
        </w:rPr>
        <w:br w:type="page"/>
      </w:r>
      <w:r>
        <w:rPr>
          <w:rtl/>
        </w:rPr>
        <w:lastRenderedPageBreak/>
        <w:t xml:space="preserve">وكان أمير المؤمنين (عليه السّلام) يعرف ما تميّز به الحسين (عليه السّلام) من القوّة الغيبيّة التي نفثها فيه جبرئيل </w:t>
      </w:r>
      <w:r>
        <w:rPr>
          <w:rFonts w:hint="cs"/>
          <w:rtl/>
        </w:rPr>
        <w:t>،</w:t>
      </w:r>
      <w:r>
        <w:rPr>
          <w:rtl/>
        </w:rPr>
        <w:t xml:space="preserve"> فكان يشّبهه بنفسه في الشجاعة والإقدام ويقول</w:t>
      </w:r>
      <w:r>
        <w:rPr>
          <w:rFonts w:hint="cs"/>
          <w:rtl/>
        </w:rPr>
        <w:t xml:space="preserve"> :</w:t>
      </w:r>
    </w:p>
    <w:p w:rsidR="00A87899" w:rsidRPr="00541E11" w:rsidRDefault="00A87899" w:rsidP="00541E11">
      <w:pPr>
        <w:pStyle w:val="libNormal"/>
        <w:rPr>
          <w:rStyle w:val="libBold2Char"/>
          <w:rtl/>
        </w:rPr>
      </w:pPr>
      <w:r w:rsidRPr="00541E11">
        <w:rPr>
          <w:rStyle w:val="libBold2Char"/>
          <w:rtl/>
        </w:rPr>
        <w:t xml:space="preserve">[184] : «وأشبه أهلي بي الحُسينُ» </w:t>
      </w:r>
      <w:r w:rsidRPr="00541E11">
        <w:rPr>
          <w:rStyle w:val="libFootnotenumChar"/>
          <w:rtl/>
        </w:rPr>
        <w:t>(1)</w:t>
      </w:r>
      <w:r w:rsidRPr="00541E11">
        <w:rPr>
          <w:rStyle w:val="libBold2Char"/>
          <w:rtl/>
        </w:rPr>
        <w:t>.</w:t>
      </w:r>
    </w:p>
    <w:p w:rsidR="00A87899" w:rsidRDefault="00A87899" w:rsidP="00541E11">
      <w:pPr>
        <w:pStyle w:val="libNormal"/>
        <w:rPr>
          <w:rtl/>
        </w:rPr>
      </w:pPr>
      <w:r>
        <w:rPr>
          <w:rtl/>
        </w:rPr>
        <w:t>وكان إذا تحدّث عن الحرب يقول</w:t>
      </w:r>
      <w:r>
        <w:rPr>
          <w:rFonts w:hint="cs"/>
          <w:rtl/>
        </w:rPr>
        <w:t xml:space="preserve"> :</w:t>
      </w:r>
    </w:p>
    <w:p w:rsidR="00A87899" w:rsidRPr="00541E11" w:rsidRDefault="00A87899" w:rsidP="00541E11">
      <w:pPr>
        <w:pStyle w:val="libNormal"/>
        <w:rPr>
          <w:rStyle w:val="libBold2Char"/>
          <w:rtl/>
        </w:rPr>
      </w:pPr>
      <w:r w:rsidRPr="00541E11">
        <w:rPr>
          <w:rStyle w:val="libBold2Char"/>
          <w:rtl/>
        </w:rPr>
        <w:t xml:space="preserve">[185] : «وأمّا أنا وحُسين فنحن منكم وأنتم منّا» </w:t>
      </w:r>
      <w:r w:rsidRPr="00541E11">
        <w:rPr>
          <w:rStyle w:val="libFootnotenumChar"/>
          <w:rtl/>
        </w:rPr>
        <w:t>(2)</w:t>
      </w:r>
      <w:r w:rsidRPr="00541E11">
        <w:rPr>
          <w:rStyle w:val="libBold2Char"/>
          <w:rtl/>
        </w:rPr>
        <w:t>.</w:t>
      </w:r>
    </w:p>
    <w:p w:rsidR="00A87899" w:rsidRDefault="00A87899" w:rsidP="00541E11">
      <w:pPr>
        <w:pStyle w:val="libNormal"/>
        <w:rPr>
          <w:rtl/>
        </w:rPr>
      </w:pPr>
      <w:r>
        <w:rPr>
          <w:rtl/>
        </w:rPr>
        <w:t>وهو البطل المقدام الذي لا تُنكر ضرباته ولا تُفلّ عزماته.</w:t>
      </w:r>
    </w:p>
    <w:p w:rsidR="00A87899" w:rsidRDefault="00A87899" w:rsidP="00541E11">
      <w:pPr>
        <w:pStyle w:val="libNormal"/>
        <w:rPr>
          <w:rtl/>
        </w:rPr>
      </w:pPr>
      <w:r>
        <w:rPr>
          <w:rtl/>
        </w:rPr>
        <w:t>والإمام الحسن (عليه السّلام) يُعلن عن شدّة الحسين (عليه السّلام) وصلابته حين قال له</w:t>
      </w:r>
      <w:r>
        <w:rPr>
          <w:rFonts w:hint="cs"/>
          <w:rtl/>
        </w:rPr>
        <w:t xml:space="preserve"> :</w:t>
      </w:r>
    </w:p>
    <w:p w:rsidR="00A87899" w:rsidRPr="00541E11" w:rsidRDefault="00A87899" w:rsidP="00541E11">
      <w:pPr>
        <w:pStyle w:val="libNormal"/>
        <w:rPr>
          <w:rStyle w:val="libBold2Char"/>
          <w:rtl/>
        </w:rPr>
      </w:pPr>
      <w:r w:rsidRPr="00541E11">
        <w:rPr>
          <w:rStyle w:val="libBold2Char"/>
          <w:rtl/>
        </w:rPr>
        <w:t xml:space="preserve">[187] : «أي أخ ، والله لوددتُ أنّ لي بعض شدّة قلبك» </w:t>
      </w:r>
      <w:r w:rsidRPr="00541E11">
        <w:rPr>
          <w:rStyle w:val="libFootnotenumChar"/>
          <w:rtl/>
        </w:rPr>
        <w:t>(3)</w:t>
      </w:r>
      <w:r w:rsidRPr="00541E11">
        <w:rPr>
          <w:rStyle w:val="libBold2Char"/>
          <w:rtl/>
        </w:rPr>
        <w:t>.</w:t>
      </w:r>
    </w:p>
    <w:p w:rsidR="00A87899" w:rsidRDefault="00A87899" w:rsidP="00A87899">
      <w:pPr>
        <w:pStyle w:val="Heading2Center"/>
        <w:rPr>
          <w:rtl/>
        </w:rPr>
      </w:pPr>
      <w:bookmarkStart w:id="18" w:name="_Toc416693829"/>
      <w:bookmarkStart w:id="19" w:name="_Toc416696073"/>
      <w:r>
        <w:rPr>
          <w:rtl/>
        </w:rPr>
        <w:t>7 ـ شؤون اُخرى</w:t>
      </w:r>
      <w:bookmarkEnd w:id="18"/>
      <w:bookmarkEnd w:id="19"/>
    </w:p>
    <w:p w:rsidR="00A87899" w:rsidRDefault="00A87899" w:rsidP="00541E11">
      <w:pPr>
        <w:pStyle w:val="libBold1"/>
        <w:rPr>
          <w:rtl/>
        </w:rPr>
      </w:pPr>
      <w:r>
        <w:rPr>
          <w:rtl/>
        </w:rPr>
        <w:t>1 ـ بين الحسن والحسين (عليهما السّلام)</w:t>
      </w:r>
    </w:p>
    <w:p w:rsidR="00A87899" w:rsidRDefault="00A87899" w:rsidP="00541E11">
      <w:pPr>
        <w:pStyle w:val="libNormal"/>
        <w:rPr>
          <w:rtl/>
        </w:rPr>
      </w:pPr>
      <w:r>
        <w:rPr>
          <w:rtl/>
        </w:rPr>
        <w:t>جاء في النصوص عن أهل البيت (عليهم السّلام) أنّه</w:t>
      </w:r>
      <w:r>
        <w:rPr>
          <w:rFonts w:hint="cs"/>
          <w:rtl/>
        </w:rPr>
        <w:t xml:space="preserve"> :</w:t>
      </w:r>
    </w:p>
    <w:p w:rsidR="00A87899" w:rsidRPr="00541E11" w:rsidRDefault="00A87899" w:rsidP="00541E11">
      <w:pPr>
        <w:pStyle w:val="libNormal"/>
        <w:rPr>
          <w:rStyle w:val="libBold2Char"/>
          <w:rtl/>
        </w:rPr>
      </w:pPr>
      <w:r w:rsidRPr="00541E11">
        <w:rPr>
          <w:rStyle w:val="libBold2Char"/>
          <w:rtl/>
        </w:rPr>
        <w:t xml:space="preserve">[13 و 14] كان بين الحسن والحسين طهر وحمل </w:t>
      </w:r>
      <w:r w:rsidRPr="00541E11">
        <w:rPr>
          <w:rStyle w:val="libFootnotenumChar"/>
          <w:rtl/>
        </w:rPr>
        <w:t>(4)</w:t>
      </w:r>
      <w:r w:rsidRPr="00541E11">
        <w:rPr>
          <w:rStyle w:val="libBold2Char"/>
          <w:rtl/>
        </w:rPr>
        <w:t>.</w:t>
      </w:r>
    </w:p>
    <w:p w:rsidR="00A87899" w:rsidRDefault="00A87899" w:rsidP="00541E11">
      <w:pPr>
        <w:pStyle w:val="libNormal"/>
        <w:rPr>
          <w:rtl/>
        </w:rPr>
      </w:pPr>
      <w:r>
        <w:rPr>
          <w:rtl/>
        </w:rPr>
        <w:t xml:space="preserve">وأقلّ الطهر عشرة أيّام ، وكان الحمل ستّة أشهر ، وهو أقلّ ما يُمكن منه ، وقد صرّح أهلُ البيت (عليهم السّلام) بأنّه لم يولد لها إلاّ الحسين وعيسى </w:t>
      </w:r>
      <w:r w:rsidRPr="00541E11">
        <w:rPr>
          <w:rStyle w:val="libFootnotenumChar"/>
          <w:rtl/>
        </w:rPr>
        <w:t>(5)</w:t>
      </w:r>
      <w:r>
        <w:rPr>
          <w:rtl/>
        </w:rPr>
        <w:t>.</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 xml:space="preserve">(1) </w:t>
      </w:r>
      <w:r>
        <w:rPr>
          <w:rtl/>
        </w:rPr>
        <w:t>و (</w:t>
      </w:r>
      <w:r w:rsidRPr="00E7395C">
        <w:rPr>
          <w:rtl/>
        </w:rPr>
        <w:t xml:space="preserve">2) </w:t>
      </w:r>
      <w:r>
        <w:rPr>
          <w:rtl/>
        </w:rPr>
        <w:t>و (</w:t>
      </w:r>
      <w:r w:rsidRPr="00E7395C">
        <w:rPr>
          <w:rtl/>
        </w:rPr>
        <w:t>3) مختصر تاريخ دمشق ـ لابن منظور 7 / 128.</w:t>
      </w:r>
    </w:p>
    <w:p w:rsidR="00A87899" w:rsidRPr="00E7395C" w:rsidRDefault="00A87899" w:rsidP="00541E11">
      <w:pPr>
        <w:pStyle w:val="libFootnote0"/>
        <w:rPr>
          <w:rtl/>
        </w:rPr>
      </w:pPr>
      <w:r w:rsidRPr="00E7395C">
        <w:rPr>
          <w:rtl/>
        </w:rPr>
        <w:t>(4) مختصر تاريخ دمشق ـ لابن منظور 7 / 116.</w:t>
      </w:r>
    </w:p>
    <w:p w:rsidR="00A87899" w:rsidRDefault="00A87899" w:rsidP="00541E11">
      <w:pPr>
        <w:pStyle w:val="libFootnote0"/>
        <w:rPr>
          <w:rtl/>
        </w:rPr>
      </w:pPr>
      <w:r w:rsidRPr="00E7395C">
        <w:rPr>
          <w:rtl/>
        </w:rPr>
        <w:t xml:space="preserve">(5) تاريخ أهل البيت (عليهم السّلام) </w:t>
      </w:r>
      <w:r>
        <w:rPr>
          <w:rtl/>
        </w:rPr>
        <w:t>ص</w:t>
      </w:r>
      <w:r w:rsidRPr="00E7395C">
        <w:rPr>
          <w:rtl/>
        </w:rPr>
        <w:t xml:space="preserve"> 74.</w:t>
      </w:r>
    </w:p>
    <w:p w:rsidR="00A87899" w:rsidRDefault="00A87899" w:rsidP="00541E11">
      <w:pPr>
        <w:pStyle w:val="libNormal"/>
        <w:rPr>
          <w:rtl/>
        </w:rPr>
      </w:pPr>
      <w:r w:rsidRPr="00E7395C">
        <w:rPr>
          <w:rtl/>
        </w:rPr>
        <w:br w:type="page"/>
      </w:r>
      <w:r>
        <w:rPr>
          <w:rtl/>
        </w:rPr>
        <w:lastRenderedPageBreak/>
        <w:t>فالذي كان بين ولادتي الحسن والحسين من التفاوت هو «ستّة أشهر وعشرة أيام» وهو ما جاء التصريحُ به في المأثور من تاريخ أهل البيت (عليهم السّلام).</w:t>
      </w:r>
    </w:p>
    <w:p w:rsidR="00A87899" w:rsidRDefault="00A87899" w:rsidP="00541E11">
      <w:pPr>
        <w:pStyle w:val="libBold1"/>
        <w:rPr>
          <w:rtl/>
        </w:rPr>
      </w:pPr>
      <w:r>
        <w:rPr>
          <w:rtl/>
        </w:rPr>
        <w:t>2 ـ عند الولادة</w:t>
      </w:r>
    </w:p>
    <w:p w:rsidR="00A87899" w:rsidRDefault="00A87899" w:rsidP="00541E11">
      <w:pPr>
        <w:pStyle w:val="libNormal"/>
        <w:rPr>
          <w:rtl/>
        </w:rPr>
      </w:pPr>
      <w:r>
        <w:rPr>
          <w:rtl/>
        </w:rPr>
        <w:t>جاء في الحديث عن بشر بن غالب قال</w:t>
      </w:r>
      <w:r>
        <w:rPr>
          <w:rFonts w:hint="cs"/>
          <w:rtl/>
        </w:rPr>
        <w:t xml:space="preserve"> :</w:t>
      </w:r>
    </w:p>
    <w:p w:rsidR="00A87899" w:rsidRPr="00A633BD" w:rsidRDefault="00A87899" w:rsidP="00541E11">
      <w:pPr>
        <w:pStyle w:val="libBold2"/>
        <w:rPr>
          <w:rtl/>
        </w:rPr>
      </w:pPr>
      <w:r w:rsidRPr="00A633BD">
        <w:rPr>
          <w:rtl/>
        </w:rPr>
        <w:t>[9]</w:t>
      </w:r>
      <w:r>
        <w:rPr>
          <w:rtl/>
        </w:rPr>
        <w:t xml:space="preserve"> : </w:t>
      </w:r>
      <w:r w:rsidRPr="00A633BD">
        <w:rPr>
          <w:rtl/>
        </w:rPr>
        <w:t>كنتُ مع أبي هريرة فرأى الحسين بن عليّ</w:t>
      </w:r>
      <w:r>
        <w:rPr>
          <w:rtl/>
        </w:rPr>
        <w:t xml:space="preserve"> ، </w:t>
      </w:r>
      <w:r w:rsidRPr="00A633BD">
        <w:rPr>
          <w:rtl/>
        </w:rPr>
        <w:t>فقال</w:t>
      </w:r>
      <w:r>
        <w:rPr>
          <w:rtl/>
        </w:rPr>
        <w:t xml:space="preserve"> : </w:t>
      </w:r>
      <w:r w:rsidRPr="00A633BD">
        <w:rPr>
          <w:rtl/>
        </w:rPr>
        <w:t>يا أبا عبد الله</w:t>
      </w:r>
      <w:r>
        <w:rPr>
          <w:rtl/>
        </w:rPr>
        <w:t xml:space="preserve"> ، </w:t>
      </w:r>
      <w:r w:rsidRPr="00A633BD">
        <w:rPr>
          <w:rtl/>
        </w:rPr>
        <w:t>لقد رأيتك على يدي رسول الله (صلّى الله عليه وآله) قد خضبتهما دماً حين اُتي بك</w:t>
      </w:r>
      <w:r>
        <w:rPr>
          <w:rtl/>
        </w:rPr>
        <w:t xml:space="preserve"> ، </w:t>
      </w:r>
      <w:r w:rsidRPr="00A633BD">
        <w:rPr>
          <w:rtl/>
        </w:rPr>
        <w:t>حين وُلِدتَ</w:t>
      </w:r>
      <w:r>
        <w:rPr>
          <w:rtl/>
        </w:rPr>
        <w:t xml:space="preserve"> ، </w:t>
      </w:r>
      <w:r w:rsidRPr="00A633BD">
        <w:rPr>
          <w:rtl/>
        </w:rPr>
        <w:t>فسرّرك ولفّك في خرقة</w:t>
      </w:r>
      <w:r>
        <w:rPr>
          <w:rtl/>
        </w:rPr>
        <w:t xml:space="preserve"> ، </w:t>
      </w:r>
      <w:r w:rsidRPr="00A633BD">
        <w:rPr>
          <w:rtl/>
        </w:rPr>
        <w:t>ولقد تفل في فيك</w:t>
      </w:r>
      <w:r>
        <w:rPr>
          <w:rtl/>
        </w:rPr>
        <w:t xml:space="preserve"> ، </w:t>
      </w:r>
      <w:r w:rsidRPr="00A633BD">
        <w:rPr>
          <w:rtl/>
        </w:rPr>
        <w:t>وتكلّم بكلام ما أدري ما هو</w:t>
      </w:r>
      <w:r>
        <w:rPr>
          <w:rFonts w:hint="cs"/>
          <w:rtl/>
        </w:rPr>
        <w:t>؟</w:t>
      </w:r>
    </w:p>
    <w:p w:rsidR="00A87899" w:rsidRDefault="00A87899" w:rsidP="00541E11">
      <w:pPr>
        <w:pStyle w:val="libNormal"/>
        <w:rPr>
          <w:rtl/>
        </w:rPr>
      </w:pPr>
      <w:r>
        <w:rPr>
          <w:rtl/>
        </w:rPr>
        <w:t>ولقد فعلَ رسول الله (صلّى الله عليه وآله) كل ذلك خصّيصاً بالحسين (عليه السّلام) وهو أمر لا يخفى على الحسين (عليه السّلام) أنّ جده فعله ، فلا بُدّ أنّ أخصّ أهله به قد أخبره ، ولكن ماذا في إخبار أبي هريرة به من فائدة؟!</w:t>
      </w:r>
    </w:p>
    <w:p w:rsidR="00A87899" w:rsidRDefault="00A87899" w:rsidP="00541E11">
      <w:pPr>
        <w:pStyle w:val="libNormal"/>
        <w:rPr>
          <w:rtl/>
        </w:rPr>
      </w:pPr>
      <w:r>
        <w:rPr>
          <w:rtl/>
        </w:rPr>
        <w:t>هل يريد أن يُثبت اتّصاله بالنبيّ (صلّى الله عليه وآله) وحضوره معه منذ السنة الرابعة من الهجرة.</w:t>
      </w:r>
    </w:p>
    <w:p w:rsidR="00A87899" w:rsidRDefault="00A87899" w:rsidP="00541E11">
      <w:pPr>
        <w:pStyle w:val="libNormal"/>
        <w:rPr>
          <w:rtl/>
        </w:rPr>
      </w:pPr>
      <w:r>
        <w:rPr>
          <w:rtl/>
        </w:rPr>
        <w:t>أو يريد أن يزعم أنّه كان من خاصّة النبيّ (صلّى الله عليه وآله) فكان قريباً منه إلى هذا الحدّ؟!</w:t>
      </w:r>
      <w:r>
        <w:rPr>
          <w:rFonts w:hint="cs"/>
          <w:rtl/>
        </w:rPr>
        <w:t xml:space="preserve"> </w:t>
      </w:r>
      <w:r>
        <w:rPr>
          <w:rtl/>
        </w:rPr>
        <w:t>لكن ما هو الجواب عن الأخبار الكثيرة المصرّحة بتأخّر إسلام أبي هريرة ولحوقه بالنبي (صلّى الله عليه وآله) بعد مولد الحسين (عليه السّلام) ، وبالضبط في السنة السابعة من الهجرة المباركة؟!</w:t>
      </w:r>
    </w:p>
    <w:p w:rsidR="00A87899" w:rsidRDefault="00A87899" w:rsidP="00541E11">
      <w:pPr>
        <w:pStyle w:val="libBold1"/>
        <w:rPr>
          <w:rtl/>
        </w:rPr>
      </w:pPr>
      <w:r>
        <w:rPr>
          <w:rtl/>
        </w:rPr>
        <w:t>3 ـ الرضاع</w:t>
      </w:r>
    </w:p>
    <w:p w:rsidR="00A87899" w:rsidRDefault="00A87899" w:rsidP="00541E11">
      <w:pPr>
        <w:pStyle w:val="libNormal"/>
        <w:rPr>
          <w:rtl/>
        </w:rPr>
      </w:pPr>
      <w:r>
        <w:rPr>
          <w:rtl/>
        </w:rPr>
        <w:t xml:space="preserve">لا بُدّ أنّ الحسين (عليه السّلام) ارتضع بلبان المعرفة والحكمة من ثدي الزهراء اُمّه </w:t>
      </w:r>
      <w:r>
        <w:rPr>
          <w:rFonts w:hint="cs"/>
          <w:rtl/>
        </w:rPr>
        <w:t>،</w:t>
      </w:r>
      <w:r>
        <w:rPr>
          <w:rtl/>
        </w:rPr>
        <w:t xml:space="preserve"> وقد ورد في الحديث أنّ الرسول (صلّى الله عليه وآله) نفسه زقّه بلسانه وبإبهامه يمصّ منهما ما يُنبت</w:t>
      </w:r>
    </w:p>
    <w:p w:rsidR="00A87899" w:rsidRDefault="00A87899" w:rsidP="00541E11">
      <w:pPr>
        <w:pStyle w:val="libNormal0"/>
        <w:rPr>
          <w:rtl/>
        </w:rPr>
      </w:pPr>
      <w:r>
        <w:rPr>
          <w:rtl/>
        </w:rPr>
        <w:br w:type="page"/>
      </w:r>
      <w:r>
        <w:rPr>
          <w:rtl/>
        </w:rPr>
        <w:lastRenderedPageBreak/>
        <w:t>اللحم.</w:t>
      </w:r>
    </w:p>
    <w:p w:rsidR="00A87899" w:rsidRDefault="00A87899" w:rsidP="00541E11">
      <w:pPr>
        <w:pStyle w:val="libNormal"/>
        <w:rPr>
          <w:rtl/>
        </w:rPr>
      </w:pPr>
      <w:r>
        <w:rPr>
          <w:rtl/>
        </w:rPr>
        <w:t>لكن جاء في الحديث أنّ زوجة العبّاس عمّ النبيّ (صلّى الله عليه وآله) كانت مرضعة له ، وهي اُم الفضل بنت الحارث</w:t>
      </w:r>
      <w:r>
        <w:rPr>
          <w:rFonts w:hint="cs"/>
          <w:rtl/>
        </w:rPr>
        <w:t xml:space="preserve"> :</w:t>
      </w:r>
    </w:p>
    <w:p w:rsidR="00A87899" w:rsidRPr="002809BA" w:rsidRDefault="00A87899" w:rsidP="00541E11">
      <w:pPr>
        <w:pStyle w:val="libBold2"/>
        <w:rPr>
          <w:rtl/>
        </w:rPr>
      </w:pPr>
      <w:r w:rsidRPr="002809BA">
        <w:rPr>
          <w:rtl/>
        </w:rPr>
        <w:t>[8] أنّها رأتْ ـ فيما يرى النائمُ ـ أنّ عضواً من أعضاء النبيّ (صلّى الله عليه وآله) في بيتها</w:t>
      </w:r>
      <w:r>
        <w:rPr>
          <w:rtl/>
        </w:rPr>
        <w:t>.</w:t>
      </w:r>
    </w:p>
    <w:p w:rsidR="00A87899" w:rsidRDefault="00A87899" w:rsidP="00541E11">
      <w:pPr>
        <w:pStyle w:val="libBold2"/>
        <w:rPr>
          <w:rtl/>
        </w:rPr>
      </w:pPr>
      <w:r w:rsidRPr="002809BA">
        <w:rPr>
          <w:rtl/>
        </w:rPr>
        <w:t>قالت</w:t>
      </w:r>
      <w:r>
        <w:rPr>
          <w:rtl/>
        </w:rPr>
        <w:t xml:space="preserve"> : </w:t>
      </w:r>
      <w:r w:rsidRPr="002809BA">
        <w:rPr>
          <w:rtl/>
        </w:rPr>
        <w:t>فقصصتُها على النبيّ (صلّى الله عليه وآله)</w:t>
      </w:r>
      <w:r>
        <w:rPr>
          <w:rtl/>
        </w:rPr>
        <w:t xml:space="preserve"> ، </w:t>
      </w:r>
      <w:r w:rsidRPr="002809BA">
        <w:rPr>
          <w:rtl/>
        </w:rPr>
        <w:t>فقال</w:t>
      </w:r>
      <w:r>
        <w:rPr>
          <w:rtl/>
        </w:rPr>
        <w:t xml:space="preserve"> : </w:t>
      </w:r>
      <w:r w:rsidRPr="002809BA">
        <w:rPr>
          <w:rtl/>
        </w:rPr>
        <w:t>«خيراً رأيتِ ؛ تلدُ فاطمة غلاماً فترضعيه بلبن قُثَم».</w:t>
      </w:r>
      <w:r w:rsidRPr="002809BA">
        <w:rPr>
          <w:rFonts w:hint="cs"/>
          <w:rtl/>
        </w:rPr>
        <w:t xml:space="preserve"> </w:t>
      </w:r>
      <w:r w:rsidRPr="002809BA">
        <w:rPr>
          <w:rtl/>
        </w:rPr>
        <w:t>فولدتْ فاطمة غلاماً</w:t>
      </w:r>
      <w:r>
        <w:rPr>
          <w:rtl/>
        </w:rPr>
        <w:t xml:space="preserve"> ، </w:t>
      </w:r>
      <w:r w:rsidRPr="002809BA">
        <w:rPr>
          <w:rtl/>
        </w:rPr>
        <w:t>فسمّاه النبيّ (صلّى الله عليه وآله) حُسيناً ودفعه إلى اُمّ الفضل</w:t>
      </w:r>
      <w:r>
        <w:rPr>
          <w:rtl/>
        </w:rPr>
        <w:t xml:space="preserve"> ، </w:t>
      </w:r>
      <w:r w:rsidRPr="002809BA">
        <w:rPr>
          <w:rtl/>
        </w:rPr>
        <w:t>وكانت ترضعه بلبن قُثَم</w:t>
      </w:r>
      <w:r>
        <w:rPr>
          <w:rtl/>
        </w:rPr>
        <w:t xml:space="preserve"> </w:t>
      </w:r>
      <w:r w:rsidRPr="00541E11">
        <w:rPr>
          <w:rStyle w:val="libFootnotenumChar"/>
          <w:rtl/>
        </w:rPr>
        <w:t>(1)</w:t>
      </w:r>
      <w:r>
        <w:rPr>
          <w:rtl/>
        </w:rPr>
        <w:t>.</w:t>
      </w:r>
    </w:p>
    <w:p w:rsidR="00A87899" w:rsidRDefault="00A87899" w:rsidP="00541E11">
      <w:pPr>
        <w:pStyle w:val="libNormal"/>
        <w:rPr>
          <w:rtl/>
        </w:rPr>
      </w:pPr>
      <w:r>
        <w:rPr>
          <w:rtl/>
        </w:rPr>
        <w:t>فقُثَم بن العبّاس كان رضيعَ الحسين (عليه السّلام).</w:t>
      </w:r>
    </w:p>
    <w:p w:rsidR="00A87899" w:rsidRDefault="00A87899" w:rsidP="00541E11">
      <w:pPr>
        <w:pStyle w:val="libNormal"/>
        <w:rPr>
          <w:rtl/>
        </w:rPr>
      </w:pPr>
      <w:r>
        <w:rPr>
          <w:rtl/>
        </w:rPr>
        <w:t xml:space="preserve">وله رضيع آخر جاء اسمه في مقتل الحسين (عليه السّلام) وهو عبد الله بن يَقْطُر ، كان رسوله (عليه السّلام) إلى الكوفة ، قتله عبيد الله بن زياد قبل وقعة كربلاء </w:t>
      </w:r>
      <w:r w:rsidRPr="00541E11">
        <w:rPr>
          <w:rStyle w:val="libFootnotenumChar"/>
          <w:rtl/>
        </w:rPr>
        <w:t>(2)</w:t>
      </w:r>
      <w:r>
        <w:rPr>
          <w:rtl/>
        </w:rPr>
        <w:t>.</w:t>
      </w:r>
    </w:p>
    <w:p w:rsidR="00A87899" w:rsidRDefault="00A87899" w:rsidP="00541E11">
      <w:pPr>
        <w:pStyle w:val="libBold1"/>
        <w:rPr>
          <w:rtl/>
        </w:rPr>
      </w:pPr>
      <w:r>
        <w:rPr>
          <w:rtl/>
        </w:rPr>
        <w:t>4 ـ الغنّة الحُسينيّة</w:t>
      </w:r>
    </w:p>
    <w:p w:rsidR="00A87899" w:rsidRDefault="00A87899" w:rsidP="00541E11">
      <w:pPr>
        <w:pStyle w:val="libNormal"/>
        <w:rPr>
          <w:rtl/>
        </w:rPr>
      </w:pPr>
      <w:r>
        <w:rPr>
          <w:rtl/>
        </w:rPr>
        <w:t xml:space="preserve">جاء في الحديث </w:t>
      </w:r>
      <w:r>
        <w:rPr>
          <w:rFonts w:hint="cs"/>
          <w:rtl/>
        </w:rPr>
        <w:t>:</w:t>
      </w:r>
    </w:p>
    <w:p w:rsidR="00A87899" w:rsidRDefault="00A87899" w:rsidP="00541E11">
      <w:pPr>
        <w:pStyle w:val="libBold2"/>
        <w:rPr>
          <w:rtl/>
        </w:rPr>
      </w:pPr>
      <w:r w:rsidRPr="002809BA">
        <w:rPr>
          <w:rtl/>
        </w:rPr>
        <w:t>[264] عن سفيان</w:t>
      </w:r>
      <w:r>
        <w:rPr>
          <w:rtl/>
        </w:rPr>
        <w:t xml:space="preserve"> ، </w:t>
      </w:r>
      <w:r w:rsidRPr="002809BA">
        <w:rPr>
          <w:rtl/>
        </w:rPr>
        <w:t>عن شهاب بن حراش</w:t>
      </w:r>
      <w:r>
        <w:rPr>
          <w:rtl/>
        </w:rPr>
        <w:t xml:space="preserve"> ، </w:t>
      </w:r>
      <w:r w:rsidRPr="002809BA">
        <w:rPr>
          <w:rtl/>
        </w:rPr>
        <w:t>عن رجل من قومه قال</w:t>
      </w:r>
      <w:r>
        <w:rPr>
          <w:rtl/>
        </w:rPr>
        <w:t xml:space="preserve"> : </w:t>
      </w:r>
      <w:r w:rsidRPr="002809BA">
        <w:rPr>
          <w:rtl/>
        </w:rPr>
        <w:t>كنت في الجيش الذي بعثهم عبيد الله بن زياد إلى حسين بن عليّ ـ وكانوا أربعة آلاف يريدون الديلم</w:t>
      </w:r>
      <w:r>
        <w:rPr>
          <w:rtl/>
        </w:rPr>
        <w:t xml:space="preserve"> ، </w:t>
      </w:r>
      <w:r w:rsidRPr="002809BA">
        <w:rPr>
          <w:rtl/>
        </w:rPr>
        <w:t>فصرفهم عبيد الله بن زياد إلى حُسين بن عليّ ـ فلقيتُ</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(1) لاحظ تاريخ دمشق</w:t>
      </w:r>
      <w:r>
        <w:rPr>
          <w:rtl/>
        </w:rPr>
        <w:t xml:space="preserve"> ، </w:t>
      </w:r>
      <w:r w:rsidRPr="00E7395C">
        <w:rPr>
          <w:rtl/>
        </w:rPr>
        <w:t xml:space="preserve">الحديث (231 </w:t>
      </w:r>
      <w:r>
        <w:rPr>
          <w:rtl/>
        </w:rPr>
        <w:t>و 2</w:t>
      </w:r>
      <w:r w:rsidRPr="00E7395C">
        <w:rPr>
          <w:rtl/>
        </w:rPr>
        <w:t>32) ومختصر تاريخ دمشق ـ لابن منظور 7 / 116.</w:t>
      </w:r>
    </w:p>
    <w:p w:rsidR="00A87899" w:rsidRDefault="00A87899" w:rsidP="00541E11">
      <w:pPr>
        <w:pStyle w:val="libFootnote0"/>
        <w:rPr>
          <w:rtl/>
        </w:rPr>
      </w:pPr>
      <w:r w:rsidRPr="00E7395C">
        <w:rPr>
          <w:rtl/>
        </w:rPr>
        <w:t xml:space="preserve">(2) لاحظ تسمية مَن قُتل مع الحسين (عليه السّلام) </w:t>
      </w:r>
      <w:r>
        <w:rPr>
          <w:rtl/>
        </w:rPr>
        <w:t>ص</w:t>
      </w:r>
      <w:r w:rsidRPr="00E7395C">
        <w:rPr>
          <w:rtl/>
        </w:rPr>
        <w:t xml:space="preserve"> 152 رقم (25).</w:t>
      </w:r>
    </w:p>
    <w:p w:rsidR="00A87899" w:rsidRPr="002809BA" w:rsidRDefault="00A87899" w:rsidP="00541E11">
      <w:pPr>
        <w:pStyle w:val="libBold2"/>
        <w:rPr>
          <w:rtl/>
        </w:rPr>
      </w:pPr>
      <w:r w:rsidRPr="00E7395C">
        <w:rPr>
          <w:rtl/>
        </w:rPr>
        <w:br w:type="page"/>
      </w:r>
      <w:r w:rsidRPr="002809BA">
        <w:rPr>
          <w:rtl/>
        </w:rPr>
        <w:lastRenderedPageBreak/>
        <w:t>حُسيناً</w:t>
      </w:r>
      <w:r>
        <w:rPr>
          <w:rtl/>
        </w:rPr>
        <w:t xml:space="preserve"> ، </w:t>
      </w:r>
      <w:r w:rsidRPr="002809BA">
        <w:rPr>
          <w:rtl/>
        </w:rPr>
        <w:t>فرأيته أسود الرأس واللحية</w:t>
      </w:r>
      <w:r>
        <w:rPr>
          <w:rtl/>
        </w:rPr>
        <w:t xml:space="preserve"> ، </w:t>
      </w:r>
      <w:r w:rsidRPr="002809BA">
        <w:rPr>
          <w:rtl/>
        </w:rPr>
        <w:t>فقلتُ له</w:t>
      </w:r>
      <w:r>
        <w:rPr>
          <w:rtl/>
        </w:rPr>
        <w:t xml:space="preserve"> : </w:t>
      </w:r>
      <w:r w:rsidRPr="002809BA">
        <w:rPr>
          <w:rtl/>
        </w:rPr>
        <w:t>السلام عليك يا أبا عبد الله.</w:t>
      </w:r>
    </w:p>
    <w:p w:rsidR="00A87899" w:rsidRPr="002809BA" w:rsidRDefault="00A87899" w:rsidP="00541E11">
      <w:pPr>
        <w:pStyle w:val="libBold2"/>
        <w:rPr>
          <w:rtl/>
        </w:rPr>
      </w:pPr>
      <w:r w:rsidRPr="002809BA">
        <w:rPr>
          <w:rtl/>
        </w:rPr>
        <w:t>فقال</w:t>
      </w:r>
      <w:r>
        <w:rPr>
          <w:rtl/>
        </w:rPr>
        <w:t xml:space="preserve"> : </w:t>
      </w:r>
      <w:r w:rsidRPr="002809BA">
        <w:rPr>
          <w:rtl/>
        </w:rPr>
        <w:t>«وعليك السّلام»</w:t>
      </w:r>
      <w:r>
        <w:rPr>
          <w:rFonts w:hint="cs"/>
          <w:rtl/>
        </w:rPr>
        <w:t xml:space="preserve"> ـ</w:t>
      </w:r>
      <w:r w:rsidRPr="002809BA">
        <w:rPr>
          <w:rtl/>
        </w:rPr>
        <w:t xml:space="preserve"> وكانت فيه غُنّة</w:t>
      </w:r>
      <w:r>
        <w:rPr>
          <w:rFonts w:hint="cs"/>
          <w:rtl/>
        </w:rPr>
        <w:t xml:space="preserve"> ـ</w:t>
      </w:r>
      <w:r w:rsidRPr="002809BA">
        <w:rPr>
          <w:rtl/>
        </w:rPr>
        <w:t xml:space="preserve"> فقال</w:t>
      </w:r>
      <w:r>
        <w:rPr>
          <w:rtl/>
        </w:rPr>
        <w:t xml:space="preserve"> : </w:t>
      </w:r>
      <w:r w:rsidRPr="002809BA">
        <w:rPr>
          <w:rtl/>
        </w:rPr>
        <w:t>«لقد بانت منكم فينا سلة منذ الليلة!» ـ يعني</w:t>
      </w:r>
      <w:r>
        <w:rPr>
          <w:rtl/>
        </w:rPr>
        <w:t xml:space="preserve"> : </w:t>
      </w:r>
      <w:r w:rsidRPr="002809BA">
        <w:rPr>
          <w:rtl/>
        </w:rPr>
        <w:t>سُرِقَ ـ.</w:t>
      </w:r>
    </w:p>
    <w:p w:rsidR="00A87899" w:rsidRPr="002809BA" w:rsidRDefault="00A87899" w:rsidP="00541E11">
      <w:pPr>
        <w:pStyle w:val="libBold2"/>
        <w:rPr>
          <w:rtl/>
        </w:rPr>
      </w:pPr>
      <w:r w:rsidRPr="002809BA">
        <w:rPr>
          <w:rtl/>
        </w:rPr>
        <w:t>قال شهاب</w:t>
      </w:r>
      <w:r>
        <w:rPr>
          <w:rtl/>
        </w:rPr>
        <w:t xml:space="preserve"> : </w:t>
      </w:r>
      <w:r w:rsidRPr="002809BA">
        <w:rPr>
          <w:rtl/>
        </w:rPr>
        <w:t>فحدّثتُ به زيد بن عليّ فأعجبه</w:t>
      </w:r>
      <w:r>
        <w:rPr>
          <w:rFonts w:hint="cs"/>
          <w:rtl/>
        </w:rPr>
        <w:t xml:space="preserve"> :</w:t>
      </w:r>
      <w:r w:rsidRPr="002809BA">
        <w:rPr>
          <w:rtl/>
        </w:rPr>
        <w:t xml:space="preserve"> وكانت فيه غُنّة.</w:t>
      </w:r>
    </w:p>
    <w:p w:rsidR="00A87899" w:rsidRPr="002809BA" w:rsidRDefault="00A87899" w:rsidP="00541E11">
      <w:pPr>
        <w:pStyle w:val="libBold2"/>
        <w:rPr>
          <w:rtl/>
        </w:rPr>
      </w:pPr>
      <w:r w:rsidRPr="002809BA">
        <w:rPr>
          <w:rtl/>
        </w:rPr>
        <w:t>قال سفيان</w:t>
      </w:r>
      <w:r>
        <w:rPr>
          <w:rtl/>
        </w:rPr>
        <w:t xml:space="preserve"> : </w:t>
      </w:r>
      <w:r w:rsidRPr="002809BA">
        <w:rPr>
          <w:rtl/>
        </w:rPr>
        <w:t>وهي في الحُسينيّينَ.</w:t>
      </w:r>
    </w:p>
    <w:p w:rsidR="00A87899" w:rsidRDefault="00A87899" w:rsidP="00541E11">
      <w:pPr>
        <w:pStyle w:val="libBold1"/>
        <w:rPr>
          <w:rtl/>
        </w:rPr>
      </w:pPr>
      <w:r>
        <w:rPr>
          <w:rtl/>
        </w:rPr>
        <w:t>5 ـ كان يصبغ بالوسمة</w:t>
      </w:r>
    </w:p>
    <w:p w:rsidR="00A87899" w:rsidRDefault="00A87899" w:rsidP="00541E11">
      <w:pPr>
        <w:pStyle w:val="libNormal"/>
        <w:rPr>
          <w:rtl/>
        </w:rPr>
      </w:pPr>
      <w:r>
        <w:rPr>
          <w:rtl/>
        </w:rPr>
        <w:t xml:space="preserve">جاء في الحديث </w:t>
      </w:r>
      <w:r>
        <w:rPr>
          <w:rFonts w:hint="cs"/>
          <w:rtl/>
        </w:rPr>
        <w:t>:</w:t>
      </w:r>
    </w:p>
    <w:p w:rsidR="00A87899" w:rsidRPr="002809BA" w:rsidRDefault="00A87899" w:rsidP="00541E11">
      <w:pPr>
        <w:pStyle w:val="libBold2"/>
        <w:rPr>
          <w:rtl/>
        </w:rPr>
      </w:pPr>
      <w:r w:rsidRPr="002809BA">
        <w:rPr>
          <w:rtl/>
        </w:rPr>
        <w:t>[54] عن عمر بن عطاء قال</w:t>
      </w:r>
      <w:r>
        <w:rPr>
          <w:rtl/>
        </w:rPr>
        <w:t xml:space="preserve"> : </w:t>
      </w:r>
      <w:r w:rsidRPr="002809BA">
        <w:rPr>
          <w:rtl/>
        </w:rPr>
        <w:t>رأيتُ الحُسين بن عليّ يصبغ بالوسمة</w:t>
      </w:r>
      <w:r>
        <w:rPr>
          <w:rtl/>
        </w:rPr>
        <w:t xml:space="preserve"> ، </w:t>
      </w:r>
      <w:r w:rsidRPr="002809BA">
        <w:rPr>
          <w:rtl/>
        </w:rPr>
        <w:t>أمّا هو فكان ابن ستّين</w:t>
      </w:r>
      <w:r>
        <w:rPr>
          <w:rtl/>
        </w:rPr>
        <w:t xml:space="preserve"> ، </w:t>
      </w:r>
      <w:r w:rsidRPr="002809BA">
        <w:rPr>
          <w:rtl/>
        </w:rPr>
        <w:t>وكان رأسه ولحيته شديدَي السواد.</w:t>
      </w:r>
    </w:p>
    <w:p w:rsidR="00A87899" w:rsidRDefault="00A87899" w:rsidP="00541E11">
      <w:pPr>
        <w:pStyle w:val="libBold1"/>
        <w:rPr>
          <w:rtl/>
        </w:rPr>
      </w:pPr>
      <w:r>
        <w:rPr>
          <w:rtl/>
        </w:rPr>
        <w:t>6 ـ تواضع وكرم</w:t>
      </w:r>
    </w:p>
    <w:p w:rsidR="00A87899" w:rsidRDefault="00A87899" w:rsidP="00541E11">
      <w:pPr>
        <w:pStyle w:val="libNormal"/>
        <w:rPr>
          <w:rtl/>
        </w:rPr>
      </w:pPr>
      <w:r>
        <w:rPr>
          <w:rtl/>
        </w:rPr>
        <w:t>جاء في الحديث</w:t>
      </w:r>
      <w:r>
        <w:rPr>
          <w:rFonts w:hint="cs"/>
          <w:rtl/>
        </w:rPr>
        <w:t xml:space="preserve"> :</w:t>
      </w:r>
    </w:p>
    <w:p w:rsidR="00A87899" w:rsidRPr="002809BA" w:rsidRDefault="00A87899" w:rsidP="00541E11">
      <w:pPr>
        <w:pStyle w:val="libBold2"/>
        <w:rPr>
          <w:rtl/>
        </w:rPr>
      </w:pPr>
      <w:r w:rsidRPr="002809BA">
        <w:rPr>
          <w:rtl/>
        </w:rPr>
        <w:t>[196] عن أبي بكر بن حزم</w:t>
      </w:r>
      <w:r>
        <w:rPr>
          <w:rtl/>
        </w:rPr>
        <w:t xml:space="preserve"> : </w:t>
      </w:r>
      <w:r w:rsidRPr="002809BA">
        <w:rPr>
          <w:rtl/>
        </w:rPr>
        <w:t>مرّ الحسين بمساكين يأكلون في الصُفّة</w:t>
      </w:r>
      <w:r>
        <w:rPr>
          <w:rtl/>
        </w:rPr>
        <w:t xml:space="preserve"> ، </w:t>
      </w:r>
      <w:r w:rsidRPr="002809BA">
        <w:rPr>
          <w:rtl/>
        </w:rPr>
        <w:t>فقالوا</w:t>
      </w:r>
      <w:r>
        <w:rPr>
          <w:rtl/>
        </w:rPr>
        <w:t xml:space="preserve"> : </w:t>
      </w:r>
      <w:r w:rsidRPr="002809BA">
        <w:rPr>
          <w:rtl/>
        </w:rPr>
        <w:t>الغداءَ.</w:t>
      </w:r>
    </w:p>
    <w:p w:rsidR="00A87899" w:rsidRDefault="00A87899" w:rsidP="00541E11">
      <w:pPr>
        <w:pStyle w:val="libBold2"/>
        <w:rPr>
          <w:rtl/>
        </w:rPr>
      </w:pPr>
      <w:r w:rsidRPr="002809BA">
        <w:rPr>
          <w:rtl/>
        </w:rPr>
        <w:t>فنزل وقال</w:t>
      </w:r>
      <w:r>
        <w:rPr>
          <w:rtl/>
        </w:rPr>
        <w:t xml:space="preserve"> : </w:t>
      </w:r>
      <w:r w:rsidRPr="002809BA">
        <w:rPr>
          <w:rtl/>
        </w:rPr>
        <w:t>«إنّ الله لا يحبُّ المتكبّرين»</w:t>
      </w:r>
      <w:r>
        <w:rPr>
          <w:rtl/>
        </w:rPr>
        <w:t xml:space="preserve"> ، </w:t>
      </w:r>
      <w:r w:rsidRPr="002809BA">
        <w:rPr>
          <w:rtl/>
        </w:rPr>
        <w:t>فتغدّى ثم قال لهم</w:t>
      </w:r>
      <w:r>
        <w:rPr>
          <w:rtl/>
        </w:rPr>
        <w:t xml:space="preserve"> : </w:t>
      </w:r>
      <w:r w:rsidRPr="002809BA">
        <w:rPr>
          <w:rtl/>
        </w:rPr>
        <w:t>«قد أجبتُكم فأجيبوني».</w:t>
      </w:r>
      <w:r>
        <w:rPr>
          <w:rFonts w:hint="cs"/>
          <w:rtl/>
        </w:rPr>
        <w:t xml:space="preserve"> </w:t>
      </w:r>
      <w:r w:rsidRPr="002809BA">
        <w:rPr>
          <w:rtl/>
        </w:rPr>
        <w:t>قالوا</w:t>
      </w:r>
      <w:r>
        <w:rPr>
          <w:rtl/>
        </w:rPr>
        <w:t xml:space="preserve"> : </w:t>
      </w:r>
      <w:r w:rsidRPr="002809BA">
        <w:rPr>
          <w:rtl/>
        </w:rPr>
        <w:t>نعم.</w:t>
      </w:r>
    </w:p>
    <w:p w:rsidR="00A87899" w:rsidRPr="00451331" w:rsidRDefault="00A87899" w:rsidP="00541E11">
      <w:pPr>
        <w:pStyle w:val="libBold2"/>
        <w:rPr>
          <w:rtl/>
        </w:rPr>
      </w:pPr>
      <w:r w:rsidRPr="002809BA">
        <w:rPr>
          <w:rtl/>
        </w:rPr>
        <w:t>فمضى بهم إلى منزله</w:t>
      </w:r>
      <w:r>
        <w:rPr>
          <w:rtl/>
        </w:rPr>
        <w:t xml:space="preserve"> ، </w:t>
      </w:r>
      <w:r w:rsidRPr="002809BA">
        <w:rPr>
          <w:rtl/>
        </w:rPr>
        <w:t>فقال للرباب</w:t>
      </w:r>
      <w:r>
        <w:rPr>
          <w:rtl/>
        </w:rPr>
        <w:t xml:space="preserve"> : </w:t>
      </w:r>
      <w:r w:rsidRPr="002809BA">
        <w:rPr>
          <w:rtl/>
        </w:rPr>
        <w:t>«أخرجي ما كنتِ تدّخرين»</w:t>
      </w:r>
      <w:r>
        <w:rPr>
          <w:rtl/>
        </w:rPr>
        <w:t xml:space="preserve"> </w:t>
      </w:r>
      <w:r w:rsidRPr="00541E11">
        <w:rPr>
          <w:rStyle w:val="libFootnotenumChar"/>
          <w:rtl/>
        </w:rPr>
        <w:t>(1)</w:t>
      </w:r>
      <w:r>
        <w:rPr>
          <w:rtl/>
        </w:rPr>
        <w:t>.</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مختصر تاريخ دمشق ـ لابن منظور 7 / 129.</w:t>
      </w:r>
    </w:p>
    <w:p w:rsidR="00A87899" w:rsidRDefault="00A87899" w:rsidP="00A87899">
      <w:pPr>
        <w:pStyle w:val="Heading1Center"/>
        <w:rPr>
          <w:rtl/>
        </w:rPr>
      </w:pPr>
      <w:r>
        <w:rPr>
          <w:rtl/>
        </w:rPr>
        <w:br w:type="page"/>
      </w:r>
      <w:bookmarkStart w:id="20" w:name="_Toc416693830"/>
      <w:bookmarkStart w:id="21" w:name="_Toc416696074"/>
      <w:r>
        <w:rPr>
          <w:rtl/>
        </w:rPr>
        <w:lastRenderedPageBreak/>
        <w:t>الباب الثاني</w:t>
      </w:r>
      <w:bookmarkEnd w:id="20"/>
      <w:bookmarkEnd w:id="21"/>
    </w:p>
    <w:p w:rsidR="00A87899" w:rsidRDefault="00A87899" w:rsidP="00A87899">
      <w:pPr>
        <w:pStyle w:val="Heading1Center"/>
        <w:rPr>
          <w:rtl/>
        </w:rPr>
      </w:pPr>
      <w:bookmarkStart w:id="22" w:name="_Toc416693831"/>
      <w:bookmarkStart w:id="23" w:name="_Toc416696075"/>
      <w:r>
        <w:rPr>
          <w:rtl/>
        </w:rPr>
        <w:t>سيرة الحسين (عليه السّلام)</w:t>
      </w:r>
      <w:r>
        <w:rPr>
          <w:rFonts w:hint="cs"/>
          <w:rtl/>
        </w:rPr>
        <w:t xml:space="preserve"> </w:t>
      </w:r>
      <w:r>
        <w:rPr>
          <w:rtl/>
        </w:rPr>
        <w:t>قبل كربلاء</w:t>
      </w:r>
      <w:bookmarkEnd w:id="22"/>
      <w:bookmarkEnd w:id="23"/>
    </w:p>
    <w:p w:rsidR="00A87899" w:rsidRPr="002809BA" w:rsidRDefault="00A87899" w:rsidP="00541E11">
      <w:pPr>
        <w:pStyle w:val="libBold2"/>
        <w:rPr>
          <w:rtl/>
        </w:rPr>
      </w:pPr>
      <w:r w:rsidRPr="002809BA">
        <w:rPr>
          <w:rtl/>
        </w:rPr>
        <w:t>أولاً</w:t>
      </w:r>
      <w:r>
        <w:rPr>
          <w:rtl/>
        </w:rPr>
        <w:t xml:space="preserve"> : </w:t>
      </w:r>
      <w:r w:rsidRPr="002809BA">
        <w:rPr>
          <w:rtl/>
        </w:rPr>
        <w:t>في حماية الرسول (صلّى الله عليه وآله)</w:t>
      </w:r>
    </w:p>
    <w:p w:rsidR="00A87899" w:rsidRPr="002809BA" w:rsidRDefault="00A87899" w:rsidP="00541E11">
      <w:pPr>
        <w:pStyle w:val="libBold2"/>
        <w:rPr>
          <w:rtl/>
        </w:rPr>
      </w:pPr>
      <w:r w:rsidRPr="002809BA">
        <w:rPr>
          <w:rtl/>
        </w:rPr>
        <w:t>ثانياً</w:t>
      </w:r>
      <w:r>
        <w:rPr>
          <w:rtl/>
        </w:rPr>
        <w:t xml:space="preserve"> : </w:t>
      </w:r>
      <w:r w:rsidRPr="002809BA">
        <w:rPr>
          <w:rtl/>
        </w:rPr>
        <w:t>بعد غياب الرسول (صلّى الله عليه وآله)</w:t>
      </w:r>
    </w:p>
    <w:p w:rsidR="00A87899" w:rsidRDefault="00A87899" w:rsidP="00541E11">
      <w:pPr>
        <w:pStyle w:val="libBold2"/>
        <w:rPr>
          <w:rtl/>
        </w:rPr>
      </w:pPr>
      <w:r w:rsidRPr="002809BA">
        <w:rPr>
          <w:rtl/>
        </w:rPr>
        <w:t>ثالثاً</w:t>
      </w:r>
      <w:r>
        <w:rPr>
          <w:rtl/>
        </w:rPr>
        <w:t xml:space="preserve"> : </w:t>
      </w:r>
      <w:r w:rsidRPr="002809BA">
        <w:rPr>
          <w:rtl/>
        </w:rPr>
        <w:t>في مقام الإمامة</w:t>
      </w:r>
    </w:p>
    <w:p w:rsidR="00A87899" w:rsidRDefault="00A87899" w:rsidP="00A87899">
      <w:pPr>
        <w:pStyle w:val="Heading2Center"/>
        <w:rPr>
          <w:rtl/>
        </w:rPr>
      </w:pPr>
      <w:r>
        <w:rPr>
          <w:rtl/>
        </w:rPr>
        <w:br w:type="page"/>
      </w:r>
      <w:r>
        <w:rPr>
          <w:rtl/>
        </w:rPr>
        <w:lastRenderedPageBreak/>
        <w:br w:type="page"/>
      </w:r>
      <w:bookmarkStart w:id="24" w:name="_Toc416693832"/>
      <w:bookmarkStart w:id="25" w:name="_Toc416696076"/>
      <w:r>
        <w:rPr>
          <w:rFonts w:hint="cs"/>
          <w:rtl/>
        </w:rPr>
        <w:lastRenderedPageBreak/>
        <w:t>اولاً : في حماية الرسول صلى الله عليه واله وسلم</w:t>
      </w:r>
      <w:bookmarkEnd w:id="24"/>
      <w:bookmarkEnd w:id="25"/>
    </w:p>
    <w:p w:rsidR="00A87899" w:rsidRPr="002809BA" w:rsidRDefault="00A87899" w:rsidP="00541E11">
      <w:pPr>
        <w:pStyle w:val="libBold2"/>
        <w:rPr>
          <w:rtl/>
        </w:rPr>
      </w:pPr>
      <w:r w:rsidRPr="002809BA">
        <w:rPr>
          <w:rFonts w:hint="cs"/>
          <w:rtl/>
        </w:rPr>
        <w:t>8</w:t>
      </w:r>
      <w:r>
        <w:rPr>
          <w:rFonts w:hint="cs"/>
          <w:rtl/>
        </w:rPr>
        <w:t xml:space="preserve"> ـ </w:t>
      </w:r>
      <w:r w:rsidRPr="002809BA">
        <w:rPr>
          <w:rFonts w:hint="cs"/>
          <w:rtl/>
        </w:rPr>
        <w:t>رواية الحديث الشريف.</w:t>
      </w:r>
    </w:p>
    <w:p w:rsidR="00A87899" w:rsidRPr="002809BA" w:rsidRDefault="00A87899" w:rsidP="00541E11">
      <w:pPr>
        <w:pStyle w:val="libBold2"/>
        <w:rPr>
          <w:rtl/>
        </w:rPr>
      </w:pPr>
      <w:r w:rsidRPr="002809BA">
        <w:rPr>
          <w:rFonts w:hint="cs"/>
          <w:rtl/>
        </w:rPr>
        <w:t>9</w:t>
      </w:r>
      <w:r>
        <w:rPr>
          <w:rFonts w:hint="cs"/>
          <w:rtl/>
        </w:rPr>
        <w:t xml:space="preserve"> ـ </w:t>
      </w:r>
      <w:r w:rsidRPr="002809BA">
        <w:rPr>
          <w:rFonts w:hint="cs"/>
          <w:rtl/>
        </w:rPr>
        <w:t>بيعة الرسول صلى الله عليه واله وسلم.</w:t>
      </w:r>
    </w:p>
    <w:p w:rsidR="00A87899" w:rsidRPr="002809BA" w:rsidRDefault="00A87899" w:rsidP="00541E11">
      <w:pPr>
        <w:pStyle w:val="libBold2"/>
        <w:rPr>
          <w:rtl/>
        </w:rPr>
      </w:pPr>
      <w:r w:rsidRPr="002809BA">
        <w:rPr>
          <w:rFonts w:hint="cs"/>
          <w:rtl/>
        </w:rPr>
        <w:t>10</w:t>
      </w:r>
      <w:r>
        <w:rPr>
          <w:rFonts w:hint="cs"/>
          <w:rtl/>
        </w:rPr>
        <w:t xml:space="preserve"> ـ </w:t>
      </w:r>
      <w:r w:rsidRPr="002809BA">
        <w:rPr>
          <w:rFonts w:hint="cs"/>
          <w:rtl/>
        </w:rPr>
        <w:t>الرسول صلى الله عليه</w:t>
      </w:r>
      <w:r>
        <w:rPr>
          <w:rFonts w:hint="cs"/>
          <w:rtl/>
        </w:rPr>
        <w:t xml:space="preserve"> </w:t>
      </w:r>
      <w:r w:rsidRPr="002809BA">
        <w:rPr>
          <w:rFonts w:hint="cs"/>
          <w:rtl/>
        </w:rPr>
        <w:t>واله وسلم يفعل.</w:t>
      </w:r>
    </w:p>
    <w:p w:rsidR="00A87899" w:rsidRPr="002809BA" w:rsidRDefault="00A87899" w:rsidP="00541E11">
      <w:pPr>
        <w:pStyle w:val="libBold2"/>
        <w:rPr>
          <w:rtl/>
        </w:rPr>
      </w:pPr>
      <w:r w:rsidRPr="002809BA">
        <w:rPr>
          <w:rFonts w:hint="cs"/>
          <w:rtl/>
        </w:rPr>
        <w:t>11</w:t>
      </w:r>
      <w:r>
        <w:rPr>
          <w:rFonts w:hint="cs"/>
          <w:rtl/>
        </w:rPr>
        <w:t xml:space="preserve"> ـ </w:t>
      </w:r>
      <w:r w:rsidRPr="002809BA">
        <w:rPr>
          <w:rFonts w:hint="cs"/>
          <w:rtl/>
        </w:rPr>
        <w:t>الرسول صلى الله عليه واله وسلم يقول.</w:t>
      </w:r>
    </w:p>
    <w:p w:rsidR="00A87899" w:rsidRPr="002809BA" w:rsidRDefault="00A87899" w:rsidP="00541E11">
      <w:pPr>
        <w:pStyle w:val="libBold2"/>
        <w:rPr>
          <w:rtl/>
        </w:rPr>
      </w:pPr>
      <w:r w:rsidRPr="002809BA">
        <w:rPr>
          <w:rFonts w:hint="cs"/>
          <w:rtl/>
        </w:rPr>
        <w:t>12</w:t>
      </w:r>
      <w:r>
        <w:rPr>
          <w:rFonts w:hint="cs"/>
          <w:rtl/>
        </w:rPr>
        <w:t xml:space="preserve"> ـ </w:t>
      </w:r>
      <w:r w:rsidRPr="002809BA">
        <w:rPr>
          <w:rFonts w:hint="cs"/>
          <w:rtl/>
        </w:rPr>
        <w:t>الحسين عليه السلام والبكاء.</w:t>
      </w:r>
    </w:p>
    <w:p w:rsidR="00A87899" w:rsidRPr="002809BA" w:rsidRDefault="00A87899" w:rsidP="00541E11">
      <w:pPr>
        <w:pStyle w:val="libBold2"/>
        <w:rPr>
          <w:rtl/>
        </w:rPr>
      </w:pPr>
      <w:r w:rsidRPr="002809BA">
        <w:rPr>
          <w:rFonts w:hint="cs"/>
          <w:rtl/>
        </w:rPr>
        <w:t>13</w:t>
      </w:r>
      <w:r>
        <w:rPr>
          <w:rFonts w:hint="cs"/>
          <w:rtl/>
        </w:rPr>
        <w:t xml:space="preserve"> ـ </w:t>
      </w:r>
      <w:r w:rsidRPr="002809BA">
        <w:rPr>
          <w:rFonts w:hint="cs"/>
          <w:rtl/>
        </w:rPr>
        <w:t>الحب والبغض.</w:t>
      </w:r>
    </w:p>
    <w:p w:rsidR="00A87899" w:rsidRPr="002809BA" w:rsidRDefault="00A87899" w:rsidP="00541E11">
      <w:pPr>
        <w:pStyle w:val="libBold2"/>
        <w:rPr>
          <w:rtl/>
        </w:rPr>
      </w:pPr>
      <w:r w:rsidRPr="002809BA">
        <w:rPr>
          <w:rFonts w:hint="cs"/>
          <w:rtl/>
        </w:rPr>
        <w:t>14</w:t>
      </w:r>
      <w:r>
        <w:rPr>
          <w:rFonts w:hint="cs"/>
          <w:rtl/>
        </w:rPr>
        <w:t xml:space="preserve"> ـ </w:t>
      </w:r>
      <w:r w:rsidRPr="002809BA">
        <w:rPr>
          <w:rFonts w:hint="cs"/>
          <w:rtl/>
        </w:rPr>
        <w:t>السلم والحرب.</w:t>
      </w:r>
    </w:p>
    <w:p w:rsidR="00A87899" w:rsidRPr="002809BA" w:rsidRDefault="00A87899" w:rsidP="00541E11">
      <w:pPr>
        <w:pStyle w:val="libBold2"/>
        <w:rPr>
          <w:rtl/>
        </w:rPr>
      </w:pPr>
      <w:r w:rsidRPr="002809BA">
        <w:rPr>
          <w:rFonts w:hint="cs"/>
          <w:rtl/>
        </w:rPr>
        <w:t>15</w:t>
      </w:r>
      <w:r>
        <w:rPr>
          <w:rFonts w:hint="cs"/>
          <w:rtl/>
        </w:rPr>
        <w:t xml:space="preserve"> ـ </w:t>
      </w:r>
      <w:r w:rsidRPr="002809BA">
        <w:rPr>
          <w:rFonts w:hint="cs"/>
          <w:rtl/>
        </w:rPr>
        <w:t>وديعة الرسول صلى الله عليه واله وسلم.</w:t>
      </w:r>
    </w:p>
    <w:p w:rsidR="00A87899" w:rsidRDefault="00A87899" w:rsidP="00A87899">
      <w:pPr>
        <w:pStyle w:val="Heading2Center"/>
        <w:rPr>
          <w:rtl/>
        </w:rPr>
      </w:pPr>
      <w:r>
        <w:rPr>
          <w:rtl/>
        </w:rPr>
        <w:br w:type="page"/>
      </w:r>
      <w:r>
        <w:rPr>
          <w:rtl/>
        </w:rPr>
        <w:lastRenderedPageBreak/>
        <w:br w:type="page"/>
      </w:r>
      <w:bookmarkStart w:id="26" w:name="_Toc416693833"/>
      <w:bookmarkStart w:id="27" w:name="_Toc416696077"/>
      <w:r>
        <w:rPr>
          <w:rtl/>
        </w:rPr>
        <w:lastRenderedPageBreak/>
        <w:t>8 ـ رواية الحديث الشريف</w:t>
      </w:r>
      <w:bookmarkEnd w:id="26"/>
      <w:bookmarkEnd w:id="27"/>
    </w:p>
    <w:p w:rsidR="00A87899" w:rsidRDefault="00A87899" w:rsidP="00541E11">
      <w:pPr>
        <w:pStyle w:val="libNormal"/>
        <w:rPr>
          <w:rtl/>
        </w:rPr>
      </w:pPr>
      <w:r>
        <w:rPr>
          <w:rtl/>
        </w:rPr>
        <w:t>وُلِدَ الحسينُ (عليه السّلام) وجدّه الرسول (صلّى الله عليه وآله) منهَمكٌ في بثّ الرسالة الإسلاميّة ، والدولة آخذة بالأوج والرفعة ، والرسولُ القائدُ لا ينفكّ يدبّر اُمورها ، ويرعى مصالحها ، ويُعالج شؤونها ، ويخطّط لها.</w:t>
      </w:r>
    </w:p>
    <w:p w:rsidR="00A87899" w:rsidRDefault="00A87899" w:rsidP="00541E11">
      <w:pPr>
        <w:pStyle w:val="libNormal"/>
        <w:rPr>
          <w:rtl/>
        </w:rPr>
      </w:pPr>
      <w:r>
        <w:rPr>
          <w:rtl/>
        </w:rPr>
        <w:t xml:space="preserve">فالحسين السبط الذي يدور في فلك جدّه الرسول </w:t>
      </w:r>
      <w:r>
        <w:rPr>
          <w:rFonts w:hint="cs"/>
          <w:rtl/>
        </w:rPr>
        <w:t>،</w:t>
      </w:r>
      <w:r>
        <w:rPr>
          <w:rtl/>
        </w:rPr>
        <w:t xml:space="preserve"> ويجلس في حجره ، ويصعد على ظهره ، ويرتقي عاتقه وكاهله لا بُدّ وأن يمتلئ بكلّ وجوده من كلام الرسول (صلّى الله عليه وآله) وحديثه ؛ فهو يسمع كلّ ما يقول ، ويرى كلّ ما يفعل ، وقد عاشر جدّه سبعاً من السنين تكفيه لأنْ يعيَ منه الكثير من الأُمور التي تعدّ في اصطلاح العلماء «حديثاً» لرسول الله (صلّى الله عليه وآله) و «سُنّة» له.</w:t>
      </w:r>
    </w:p>
    <w:p w:rsidR="00A87899" w:rsidRDefault="00A87899" w:rsidP="00541E11">
      <w:pPr>
        <w:pStyle w:val="libNormal"/>
        <w:rPr>
          <w:rtl/>
        </w:rPr>
      </w:pPr>
      <w:r>
        <w:rPr>
          <w:rtl/>
        </w:rPr>
        <w:t xml:space="preserve">وقد ابتدأ ابن عساكر برواية بعض الأحاديث التي سمعها من جدّه </w:t>
      </w:r>
      <w:r>
        <w:rPr>
          <w:rFonts w:hint="cs"/>
          <w:rtl/>
        </w:rPr>
        <w:t>،</w:t>
      </w:r>
      <w:r>
        <w:rPr>
          <w:rtl/>
        </w:rPr>
        <w:t xml:space="preserve"> وأوَّل حديث ذكره هو :</w:t>
      </w:r>
    </w:p>
    <w:p w:rsidR="00A87899" w:rsidRDefault="00A87899" w:rsidP="00541E11">
      <w:pPr>
        <w:pStyle w:val="libBold2"/>
        <w:rPr>
          <w:rtl/>
        </w:rPr>
      </w:pPr>
      <w:r>
        <w:rPr>
          <w:rtl/>
        </w:rPr>
        <w:t xml:space="preserve">1 ـ </w:t>
      </w:r>
      <w:r w:rsidRPr="002809BA">
        <w:rPr>
          <w:rtl/>
        </w:rPr>
        <w:t>قال (عليه السّلام)</w:t>
      </w:r>
      <w:r>
        <w:rPr>
          <w:rtl/>
        </w:rPr>
        <w:t xml:space="preserve"> : </w:t>
      </w:r>
      <w:r w:rsidRPr="002809BA">
        <w:rPr>
          <w:rtl/>
        </w:rPr>
        <w:t>«سمعت رسول الله (صلّى الله عليه وآله) يقول</w:t>
      </w:r>
      <w:r>
        <w:rPr>
          <w:rtl/>
        </w:rPr>
        <w:t xml:space="preserve"> : </w:t>
      </w:r>
      <w:r w:rsidRPr="002809BA">
        <w:rPr>
          <w:rtl/>
        </w:rPr>
        <w:t>ما من مسلم ولا مسلمة يُصاب بمصيبة وإن قدم عهدها</w:t>
      </w:r>
      <w:r>
        <w:rPr>
          <w:rtl/>
        </w:rPr>
        <w:t xml:space="preserve"> ، </w:t>
      </w:r>
      <w:r w:rsidRPr="002809BA">
        <w:rPr>
          <w:rtl/>
        </w:rPr>
        <w:t>فيُحدِث لها استرجاعاً إلاّ أحدَثَ الله له عند</w:t>
      </w:r>
    </w:p>
    <w:p w:rsidR="00A87899" w:rsidRDefault="00A87899" w:rsidP="00541E11">
      <w:pPr>
        <w:pStyle w:val="libBold2"/>
        <w:rPr>
          <w:rtl/>
        </w:rPr>
      </w:pPr>
      <w:r>
        <w:rPr>
          <w:rtl/>
        </w:rPr>
        <w:br w:type="page"/>
      </w:r>
      <w:r w:rsidRPr="002809BA">
        <w:rPr>
          <w:rtl/>
        </w:rPr>
        <w:lastRenderedPageBreak/>
        <w:t>ذلك</w:t>
      </w:r>
      <w:r>
        <w:rPr>
          <w:rtl/>
        </w:rPr>
        <w:t xml:space="preserve"> ، </w:t>
      </w:r>
      <w:r w:rsidRPr="002809BA">
        <w:rPr>
          <w:rtl/>
        </w:rPr>
        <w:t>وأعطاهُ ثوابَ ما وعده عليها يوم أُصيبَ بها»</w:t>
      </w:r>
      <w:r>
        <w:rPr>
          <w:rtl/>
        </w:rPr>
        <w:t xml:space="preserve"> </w:t>
      </w:r>
      <w:r w:rsidRPr="00541E11">
        <w:rPr>
          <w:rStyle w:val="libFootnotenumChar"/>
          <w:rtl/>
        </w:rPr>
        <w:t>(1)</w:t>
      </w:r>
      <w:r>
        <w:rPr>
          <w:rtl/>
        </w:rPr>
        <w:t>.</w:t>
      </w:r>
    </w:p>
    <w:p w:rsidR="00A87899" w:rsidRDefault="00A87899" w:rsidP="00541E11">
      <w:pPr>
        <w:pStyle w:val="libNormal"/>
        <w:rPr>
          <w:rtl/>
        </w:rPr>
      </w:pPr>
      <w:r>
        <w:rPr>
          <w:rtl/>
        </w:rPr>
        <w:t>أَوَمن القَدَرِ أن يكون هذا أوّل حديث يُروى في ترجمة الإمام الحسين (عليه السّلام)؟! أو أنّ الرسول (صلّى الله عليه وآله) أراد أنْ يلقّنَ الحسين في أوّل دروسه له درساً في الصبر على المُصيبة التي تكون قطب رحى سيرته ، ومقرونة باسمه مدى التاريخ؟!</w:t>
      </w:r>
    </w:p>
    <w:p w:rsidR="00A87899" w:rsidRDefault="00A87899" w:rsidP="00541E11">
      <w:pPr>
        <w:pStyle w:val="libNormal"/>
        <w:rPr>
          <w:rtl/>
        </w:rPr>
      </w:pPr>
      <w:r>
        <w:rPr>
          <w:rtl/>
        </w:rPr>
        <w:t>إنّ في ذلك ـ حقّاً ـ لَعِبْرةً.</w:t>
      </w:r>
    </w:p>
    <w:p w:rsidR="00A87899" w:rsidRDefault="00A87899" w:rsidP="00541E11">
      <w:pPr>
        <w:pStyle w:val="libNormal"/>
        <w:rPr>
          <w:rtl/>
        </w:rPr>
      </w:pPr>
      <w:r>
        <w:rPr>
          <w:rtl/>
        </w:rPr>
        <w:t>وحديث آخَر نقله ابن عساكر في ترجمة الإمام (عليه السّلام) :</w:t>
      </w:r>
    </w:p>
    <w:p w:rsidR="00A87899" w:rsidRDefault="00A87899" w:rsidP="00541E11">
      <w:pPr>
        <w:pStyle w:val="libNormal"/>
        <w:rPr>
          <w:rtl/>
        </w:rPr>
      </w:pPr>
      <w:r>
        <w:rPr>
          <w:rtl/>
        </w:rPr>
        <w:t xml:space="preserve">2 ـ </w:t>
      </w:r>
      <w:r w:rsidRPr="00541E11">
        <w:rPr>
          <w:rStyle w:val="libBold2Char"/>
          <w:rtl/>
        </w:rPr>
        <w:t>قال : «إنّ أبي حدّثني ـ يرفع الحديث إلى النبيّ (صلّى الله عليه وآله) ـ أنّه قال : المغبون لا محمود ولا مأجور»</w:t>
      </w:r>
      <w:r>
        <w:rPr>
          <w:rtl/>
        </w:rPr>
        <w:t xml:space="preserve"> </w:t>
      </w:r>
      <w:r w:rsidRPr="00541E11">
        <w:rPr>
          <w:rStyle w:val="libFootnotenumChar"/>
          <w:rtl/>
        </w:rPr>
        <w:t>(</w:t>
      </w:r>
      <w:r w:rsidRPr="00541E11">
        <w:rPr>
          <w:rStyle w:val="libFootnotenumChar"/>
          <w:rFonts w:hint="cs"/>
          <w:rtl/>
        </w:rPr>
        <w:t>2</w:t>
      </w:r>
      <w:r w:rsidRPr="00541E11">
        <w:rPr>
          <w:rStyle w:val="libFootnotenumChar"/>
          <w:rtl/>
        </w:rPr>
        <w:t>)</w:t>
      </w:r>
      <w:r>
        <w:rPr>
          <w:rtl/>
        </w:rPr>
        <w:t>.</w:t>
      </w:r>
    </w:p>
    <w:p w:rsidR="00A87899" w:rsidRDefault="00A87899" w:rsidP="00541E11">
      <w:pPr>
        <w:pStyle w:val="libNormal"/>
        <w:rPr>
          <w:rtl/>
        </w:rPr>
      </w:pPr>
      <w:r>
        <w:rPr>
          <w:rtl/>
        </w:rPr>
        <w:t>وهذا درس نبويّ عظيمٌ ؛ فإنّ عمل الإنسان لدنياه يستتبع الحمدَ ، وعمله لآخرته يستتبع الأجر ، والأعمال بالنيّات.</w:t>
      </w:r>
    </w:p>
    <w:p w:rsidR="00A87899" w:rsidRDefault="00A87899" w:rsidP="00541E11">
      <w:pPr>
        <w:pStyle w:val="libNormal"/>
        <w:rPr>
          <w:rtl/>
        </w:rPr>
      </w:pPr>
      <w:r>
        <w:rPr>
          <w:rtl/>
        </w:rPr>
        <w:t>أمّا أنْ يُحتالَ عليه ويُغبَنَ ، فيؤخذَ منه ما لا نيّة له في إعطائه ، فهذا هو المغبون الذي لا يُحمد على فعله إن لم يُعاتَبْ ، ولا يؤجرَ على شيء لم يقصد به وجه الله والخير ، بل هو أداةٌ لتجرّؤ الغابنين واستهتارهم ، كما يؤدّي إلى الاستهزاء بالقِيَم واستحماق الناس.</w:t>
      </w:r>
    </w:p>
    <w:p w:rsidR="00A87899" w:rsidRDefault="00A87899" w:rsidP="00541E11">
      <w:pPr>
        <w:pStyle w:val="libNormal"/>
        <w:rPr>
          <w:rtl/>
        </w:rPr>
      </w:pPr>
      <w:r>
        <w:rPr>
          <w:rtl/>
        </w:rPr>
        <w:t>ففي الحديث دعوة إلى التنبُّهِ والحذر واليقظة حتّى في الأُمور البسيطة الفردية ، فكيف بالأُمور المصيريّة التي ترتبط بحياة الاُمّة؟!</w:t>
      </w:r>
    </w:p>
    <w:p w:rsidR="00A87899" w:rsidRDefault="00A87899" w:rsidP="00541E11">
      <w:pPr>
        <w:pStyle w:val="libNormal"/>
        <w:rPr>
          <w:rtl/>
        </w:rPr>
      </w:pPr>
      <w:r>
        <w:rPr>
          <w:rtl/>
        </w:rPr>
        <w:t>إنّ في ذلك ـ أيضاً ـ عِبْرةً لقّنها الرسولُ (صلّى الله عليه وآله) لحفيده</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 xml:space="preserve">(1) </w:t>
      </w:r>
      <w:r>
        <w:rPr>
          <w:rtl/>
        </w:rPr>
        <w:t>و (</w:t>
      </w:r>
      <w:r w:rsidRPr="00E7395C">
        <w:rPr>
          <w:rtl/>
        </w:rPr>
        <w:t>2) مختصر تاريخ دمشق ـ لابن منظور 7 / 115.</w:t>
      </w:r>
    </w:p>
    <w:p w:rsidR="00A87899" w:rsidRDefault="00A87899" w:rsidP="00541E11">
      <w:pPr>
        <w:pStyle w:val="libNormal0"/>
        <w:rPr>
          <w:rtl/>
        </w:rPr>
      </w:pPr>
      <w:r>
        <w:rPr>
          <w:rtl/>
        </w:rPr>
        <w:br w:type="page"/>
      </w:r>
      <w:r>
        <w:rPr>
          <w:rtl/>
        </w:rPr>
        <w:lastRenderedPageBreak/>
        <w:t>الحسين (عليه السّلام).</w:t>
      </w:r>
    </w:p>
    <w:p w:rsidR="00A87899" w:rsidRDefault="00A87899" w:rsidP="00A87899">
      <w:pPr>
        <w:pStyle w:val="Heading2Center"/>
        <w:rPr>
          <w:rtl/>
        </w:rPr>
      </w:pPr>
      <w:bookmarkStart w:id="28" w:name="_Toc416693834"/>
      <w:bookmarkStart w:id="29" w:name="_Toc416696078"/>
      <w:r>
        <w:rPr>
          <w:rtl/>
        </w:rPr>
        <w:t>9 ـ بيعة الرسول (صلّى الله عليه وآله)</w:t>
      </w:r>
      <w:bookmarkEnd w:id="28"/>
      <w:bookmarkEnd w:id="29"/>
    </w:p>
    <w:p w:rsidR="00A87899" w:rsidRDefault="00A87899" w:rsidP="00541E11">
      <w:pPr>
        <w:pStyle w:val="libNormal"/>
        <w:rPr>
          <w:rtl/>
        </w:rPr>
      </w:pPr>
      <w:r>
        <w:rPr>
          <w:rtl/>
        </w:rPr>
        <w:t>الّذين لم يبلغوا الحُلُمَ لم يُكلَّفوا في الدين الإسلامي بما يشقُّ عليهم ، ولم يُعامَلوا إلاّ بما يلائم طفولتهم من الآداب.</w:t>
      </w:r>
    </w:p>
    <w:p w:rsidR="00A87899" w:rsidRDefault="00A87899" w:rsidP="00541E11">
      <w:pPr>
        <w:pStyle w:val="libNormal"/>
        <w:rPr>
          <w:rtl/>
        </w:rPr>
      </w:pPr>
      <w:r>
        <w:rPr>
          <w:rtl/>
        </w:rPr>
        <w:t>فأمرٌ مثل «البيعة» التي تعني الالتزام بما يَقع عليه عقدها ، لا يصدُر إلاّ من الكبار ، لأنّها تقتضي الوعيَ الكاملَ ، ومعرفة المسؤولية والشعور بها ، وتحمّل ما تستتبعه من أُمور ، وكلّ ذلك ليس للصغار قبل البلوغ فيه شأن.</w:t>
      </w:r>
    </w:p>
    <w:p w:rsidR="00A87899" w:rsidRDefault="00A87899" w:rsidP="00541E11">
      <w:pPr>
        <w:pStyle w:val="libNormal"/>
        <w:rPr>
          <w:rtl/>
        </w:rPr>
      </w:pPr>
      <w:r>
        <w:rPr>
          <w:rtl/>
        </w:rPr>
        <w:t>إلاّ أنّ النبيّ (صلّى الله عليه وآله) ميّز بعض مَن كان في عمر الصغار من أهل البيت (عليهم السّلام) بقبول «البيعة» منهم.</w:t>
      </w:r>
    </w:p>
    <w:p w:rsidR="00A87899" w:rsidRDefault="00A87899" w:rsidP="00541E11">
      <w:pPr>
        <w:pStyle w:val="libNormal"/>
        <w:rPr>
          <w:rtl/>
        </w:rPr>
      </w:pPr>
      <w:r>
        <w:rPr>
          <w:rtl/>
        </w:rPr>
        <w:t>وهذا يستلزم أنْ يكون عملهم بمستوى عمل الكبار ، وإلاّ لنافى الحكمة</w:t>
      </w:r>
      <w:r>
        <w:rPr>
          <w:rFonts w:hint="cs"/>
          <w:rtl/>
        </w:rPr>
        <w:t xml:space="preserve"> </w:t>
      </w:r>
      <w:r>
        <w:rPr>
          <w:rtl/>
        </w:rPr>
        <w:t>التي انطوى فعل الرسول (صلّى الله عليه وآله) عليها بأتمّ شكل وبلا ريب</w:t>
      </w:r>
      <w:r>
        <w:rPr>
          <w:rFonts w:hint="cs"/>
          <w:rtl/>
        </w:rPr>
        <w:t>!</w:t>
      </w:r>
      <w:r>
        <w:rPr>
          <w:rtl/>
        </w:rPr>
        <w:t xml:space="preserve"> فالمسلمون يربؤون بالنبيّ (صلّى الله عليه وآله) وحكمته أن يقوم بأمر لغو.</w:t>
      </w:r>
    </w:p>
    <w:p w:rsidR="00A87899" w:rsidRDefault="00A87899" w:rsidP="00541E11">
      <w:pPr>
        <w:pStyle w:val="libNormal"/>
        <w:rPr>
          <w:rtl/>
        </w:rPr>
      </w:pPr>
      <w:r>
        <w:rPr>
          <w:rtl/>
        </w:rPr>
        <w:t>وجاء الحديث عن الإمام أبي جعفر محمّد بن عليّ الباقر (عليه السّلام)</w:t>
      </w:r>
    </w:p>
    <w:p w:rsidR="00A87899" w:rsidRPr="002809BA" w:rsidRDefault="00A87899" w:rsidP="00541E11">
      <w:pPr>
        <w:pStyle w:val="libBold2"/>
        <w:rPr>
          <w:rtl/>
        </w:rPr>
      </w:pPr>
      <w:r w:rsidRPr="002809BA">
        <w:rPr>
          <w:rtl/>
        </w:rPr>
        <w:t>[194] أنّه قال</w:t>
      </w:r>
      <w:r>
        <w:rPr>
          <w:rtl/>
        </w:rPr>
        <w:t xml:space="preserve"> : </w:t>
      </w:r>
      <w:r w:rsidRPr="002809BA">
        <w:rPr>
          <w:rtl/>
        </w:rPr>
        <w:t>«إنّ النبي (صلّى الله عليه وآله) بايع الحسن والحسين</w:t>
      </w:r>
      <w:r>
        <w:rPr>
          <w:rtl/>
        </w:rPr>
        <w:t xml:space="preserve"> ، </w:t>
      </w:r>
      <w:r w:rsidRPr="002809BA">
        <w:rPr>
          <w:rtl/>
        </w:rPr>
        <w:t>وعبد الله بن عبّاس وعبد الله بن جعفر وهم صغارٌ لم يبلغوا».</w:t>
      </w:r>
    </w:p>
    <w:p w:rsidR="00A87899" w:rsidRDefault="00A87899" w:rsidP="00541E11">
      <w:pPr>
        <w:pStyle w:val="libBold2"/>
        <w:rPr>
          <w:rtl/>
        </w:rPr>
      </w:pPr>
      <w:r w:rsidRPr="002809BA">
        <w:rPr>
          <w:rtl/>
        </w:rPr>
        <w:t>قال</w:t>
      </w:r>
      <w:r>
        <w:rPr>
          <w:rtl/>
        </w:rPr>
        <w:t xml:space="preserve"> : </w:t>
      </w:r>
      <w:r w:rsidRPr="002809BA">
        <w:rPr>
          <w:rtl/>
        </w:rPr>
        <w:t>«ولم يبايع صغيراً إلاّ منِّا»</w:t>
      </w:r>
      <w:r>
        <w:rPr>
          <w:rtl/>
        </w:rPr>
        <w:t xml:space="preserve"> </w:t>
      </w:r>
      <w:r w:rsidRPr="00541E11">
        <w:rPr>
          <w:rStyle w:val="libFootnotenumChar"/>
          <w:rtl/>
        </w:rPr>
        <w:t>(1)</w:t>
      </w:r>
      <w:r>
        <w:rPr>
          <w:rtl/>
        </w:rPr>
        <w:t>.</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(1) مختصر تاريخ دمشق ـ لابن منظور 7 / 129.</w:t>
      </w:r>
    </w:p>
    <w:p w:rsidR="00A87899" w:rsidRDefault="00A87899" w:rsidP="00541E11">
      <w:pPr>
        <w:pStyle w:val="libNormal"/>
        <w:rPr>
          <w:rtl/>
        </w:rPr>
      </w:pPr>
      <w:r>
        <w:rPr>
          <w:rtl/>
        </w:rPr>
        <w:br w:type="page"/>
      </w:r>
      <w:r>
        <w:rPr>
          <w:rtl/>
        </w:rPr>
        <w:lastRenderedPageBreak/>
        <w:t>وتدلُّ هذه البيعة على أنّ قلّة الأعوام في أولاد هذا البيت الطاهر ليستْ مانعةً عن بُلوغهم سنّ الرشد المؤهِّل للأعمال الكبيرة المفروضة على الكبار ما دام فعل الرسول المعصوم يدعمُ ذلك ، وما دام تصرّفهم يكشف عن أهليّتهم</w:t>
      </w:r>
      <w:r>
        <w:rPr>
          <w:rFonts w:hint="cs"/>
          <w:rtl/>
        </w:rPr>
        <w:t>!</w:t>
      </w:r>
      <w:r>
        <w:rPr>
          <w:rtl/>
        </w:rPr>
        <w:t xml:space="preserve"> وما دام الغيبُ والمعجز الإلهيّ يُبَيّن ذلك.</w:t>
      </w:r>
    </w:p>
    <w:p w:rsidR="00A87899" w:rsidRDefault="00A87899" w:rsidP="00541E11">
      <w:pPr>
        <w:pStyle w:val="libNormal"/>
        <w:rPr>
          <w:rtl/>
        </w:rPr>
      </w:pPr>
      <w:r>
        <w:rPr>
          <w:rtl/>
        </w:rPr>
        <w:t>فليس صِغَر عمر عيسى (عليه السّلام) مانِعاً من نبوّته ما دام المعجِز يرفده في المهد يكلّم الناس صبيّاً ، وليس الصِغرَ في عمر الحسين (عليه السّلام) مانِعاً من أن يُبايعه جدّه الرسول (صلّى الله عليه وآله).</w:t>
      </w:r>
    </w:p>
    <w:p w:rsidR="00A87899" w:rsidRDefault="00A87899" w:rsidP="00A87899">
      <w:pPr>
        <w:pStyle w:val="Heading2Center"/>
        <w:rPr>
          <w:rtl/>
        </w:rPr>
      </w:pPr>
      <w:bookmarkStart w:id="30" w:name="_Toc416693835"/>
      <w:bookmarkStart w:id="31" w:name="_Toc416696079"/>
      <w:r>
        <w:rPr>
          <w:rtl/>
        </w:rPr>
        <w:t>10 ـ الرسولُ (صلّى الله عليه وآله) يفعلُ</w:t>
      </w:r>
      <w:bookmarkEnd w:id="30"/>
      <w:bookmarkEnd w:id="31"/>
    </w:p>
    <w:p w:rsidR="00A87899" w:rsidRDefault="00A87899" w:rsidP="00541E11">
      <w:pPr>
        <w:pStyle w:val="libNormal"/>
        <w:rPr>
          <w:rtl/>
        </w:rPr>
      </w:pPr>
      <w:r>
        <w:rPr>
          <w:rtl/>
        </w:rPr>
        <w:t>وَجَدَ الرسولُ (صلّى الله عليه وآله) سبطَه الحسينَ يلعبُ مع غلمان في الطريق ، فأسرعَ الجدُّ أمامَ القوم وبسطَ يديه ليحتضنَه ، فطفق الحسينُ يمرُّ ها هنا مرّةً وها هنا مرّةً ، يُداعب جدّه ، يفرّ منه دلالاً كما يفعلُ الأطفال ، فجعلَ الرسولُ العظيم يُضاحكُهُ حتّى أخذه.</w:t>
      </w:r>
    </w:p>
    <w:p w:rsidR="00A87899" w:rsidRDefault="00A87899" w:rsidP="00541E11">
      <w:pPr>
        <w:pStyle w:val="libNormal"/>
        <w:rPr>
          <w:rtl/>
        </w:rPr>
      </w:pPr>
      <w:r>
        <w:rPr>
          <w:rtl/>
        </w:rPr>
        <w:t>ذكر هذا في الحديث ، وأضاف الراوي له ، قال :</w:t>
      </w:r>
    </w:p>
    <w:p w:rsidR="00A87899" w:rsidRDefault="00A87899" w:rsidP="00541E11">
      <w:pPr>
        <w:pStyle w:val="libNormal"/>
        <w:rPr>
          <w:rtl/>
        </w:rPr>
      </w:pPr>
      <w:r w:rsidRPr="00541E11">
        <w:rPr>
          <w:rStyle w:val="libBold2Char"/>
          <w:rtl/>
        </w:rPr>
        <w:t>[112 و 115] فوضع الرسول إحدى يديه تحت قفاه ، والأُخرى تحت ذقنه ، فوضع فاه على فيه فقبّله وقال : «حُسينٌ منّي وأنا من حُسين ، أحَبَّ الله من أحبَّ حُسيناً ، حُسينٌ سِبْط من الأسباط»</w:t>
      </w:r>
      <w:r>
        <w:rPr>
          <w:rtl/>
        </w:rPr>
        <w:t xml:space="preserve"> </w:t>
      </w:r>
      <w:r w:rsidRPr="00541E11">
        <w:rPr>
          <w:rStyle w:val="libFootnotenumChar"/>
          <w:rtl/>
        </w:rPr>
        <w:t>(1)</w:t>
      </w:r>
      <w:r>
        <w:rPr>
          <w:rtl/>
        </w:rPr>
        <w:t>.</w:t>
      </w:r>
    </w:p>
    <w:p w:rsidR="00A87899" w:rsidRDefault="00A87899" w:rsidP="00541E11">
      <w:pPr>
        <w:pStyle w:val="libNormal"/>
        <w:rPr>
          <w:rtl/>
        </w:rPr>
      </w:pPr>
      <w:r>
        <w:rPr>
          <w:rtl/>
        </w:rPr>
        <w:t>إنّ الرسول (صلّى الله عليه وآله) وهو يحمل كرامة الرسالة وثقل النبوّة ، وعظمة الأخلاق</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(1) مختصر تاريخ دمشق ـ لابن منظور 7 / 120.</w:t>
      </w:r>
    </w:p>
    <w:p w:rsidR="00A87899" w:rsidRDefault="00A87899" w:rsidP="00541E11">
      <w:pPr>
        <w:pStyle w:val="libNormal0"/>
        <w:rPr>
          <w:rtl/>
        </w:rPr>
      </w:pPr>
      <w:r>
        <w:rPr>
          <w:rtl/>
        </w:rPr>
        <w:br w:type="page"/>
      </w:r>
      <w:r>
        <w:rPr>
          <w:rtl/>
        </w:rPr>
        <w:lastRenderedPageBreak/>
        <w:t>وهيبة القيادة ، يُلاعب الطفلَ على الطريق. فلا بُدّ أن يكون لهذا الطفل شأنٌ كريمٌ وثقيلٌ ، وعظيمٌ ومهيبٌ ، مناسبٌ لشأن الرسول</w:t>
      </w:r>
      <w:r>
        <w:rPr>
          <w:rFonts w:hint="cs"/>
          <w:rtl/>
        </w:rPr>
        <w:t xml:space="preserve"> </w:t>
      </w:r>
      <w:r>
        <w:rPr>
          <w:rtl/>
        </w:rPr>
        <w:t>نفسه ، ويُعلن عن سبب ذلك فيقول : «حُسَينٌ منّي وأنا من حُسَين» ليؤكّد على هذا الشأن ، وأنّهما ـ الحسين والرسول (صلوات الله عليهما) ـ وِفقان كما سنراه في الفقرة التالية (11).</w:t>
      </w:r>
    </w:p>
    <w:p w:rsidR="00A87899" w:rsidRDefault="00A87899" w:rsidP="00541E11">
      <w:pPr>
        <w:pStyle w:val="libBold1"/>
        <w:rPr>
          <w:rtl/>
        </w:rPr>
      </w:pPr>
      <w:r>
        <w:rPr>
          <w:rtl/>
        </w:rPr>
        <w:t>ومنظر آخر</w:t>
      </w:r>
      <w:r>
        <w:rPr>
          <w:rFonts w:hint="cs"/>
          <w:rtl/>
        </w:rPr>
        <w:t xml:space="preserve"> :</w:t>
      </w:r>
    </w:p>
    <w:p w:rsidR="00A87899" w:rsidRDefault="00A87899" w:rsidP="00541E11">
      <w:pPr>
        <w:pStyle w:val="libNormal"/>
        <w:rPr>
          <w:rtl/>
        </w:rPr>
      </w:pPr>
      <w:r>
        <w:rPr>
          <w:rtl/>
        </w:rPr>
        <w:t>حيث الرسول (صلّى الله عليه وآله) الذي هو أشرف الخلق وأقدسهم ، فهو الوسيط بين الأرض وبين السماء ، فهو أعلى القِمَم البشريّة التي يمكن الاتّصال بالسماء مباشرة بالاتّصال بها.</w:t>
      </w:r>
    </w:p>
    <w:p w:rsidR="00A87899" w:rsidRDefault="00A87899" w:rsidP="00541E11">
      <w:pPr>
        <w:pStyle w:val="libNormal"/>
        <w:rPr>
          <w:rtl/>
        </w:rPr>
      </w:pPr>
      <w:r>
        <w:rPr>
          <w:rtl/>
        </w:rPr>
        <w:t>ومَنْ له أنْ يرقى هذا المُرتقى العالي الرهيب؟</w:t>
      </w:r>
    </w:p>
    <w:p w:rsidR="00A87899" w:rsidRDefault="00A87899" w:rsidP="00541E11">
      <w:pPr>
        <w:pStyle w:val="libNormal"/>
        <w:rPr>
          <w:rtl/>
        </w:rPr>
      </w:pPr>
      <w:r>
        <w:rPr>
          <w:rtl/>
        </w:rPr>
        <w:t>لا أحدَ غيرُ الحسنِ وأخيه الحسينِ ، فإنّهما كانا يستغلاّن سجود النبيّ (صلّى الله عليه وآله) إذا صلَّى ، فيثبانِ على ظهره ، فإذا استعظم الأصحاب ذلك وأرادوا منعهما أشار النبي (صلّى الله عليه وآله) إليهم : «أنْ دعوهما».</w:t>
      </w:r>
    </w:p>
    <w:p w:rsidR="00A87899" w:rsidRDefault="00A87899" w:rsidP="00541E11">
      <w:pPr>
        <w:pStyle w:val="libNormal"/>
        <w:rPr>
          <w:rtl/>
        </w:rPr>
      </w:pPr>
      <w:r>
        <w:rPr>
          <w:rtl/>
        </w:rPr>
        <w:t>ثم لا يرفع الرسول (صلّى الله عليه وآله) رأسه من سجوده حتّى يقضيا وطرهما ، فينزلان برغبتهما.</w:t>
      </w:r>
    </w:p>
    <w:p w:rsidR="00A87899" w:rsidRDefault="00A87899" w:rsidP="00541E11">
      <w:pPr>
        <w:pStyle w:val="libNormal"/>
        <w:rPr>
          <w:rtl/>
        </w:rPr>
      </w:pPr>
      <w:r>
        <w:rPr>
          <w:rtl/>
        </w:rPr>
        <w:t>وفي نصّ الحديث</w:t>
      </w:r>
      <w:r>
        <w:rPr>
          <w:rFonts w:hint="cs"/>
          <w:rtl/>
        </w:rPr>
        <w:t xml:space="preserve"> :</w:t>
      </w:r>
    </w:p>
    <w:p w:rsidR="00A87899" w:rsidRDefault="00A87899" w:rsidP="00541E11">
      <w:pPr>
        <w:pStyle w:val="libBold2"/>
        <w:rPr>
          <w:rtl/>
        </w:rPr>
      </w:pPr>
      <w:r>
        <w:rPr>
          <w:rtl/>
        </w:rPr>
        <w:t>[</w:t>
      </w:r>
      <w:r w:rsidRPr="000855AB">
        <w:rPr>
          <w:rtl/>
        </w:rPr>
        <w:t xml:space="preserve">116 </w:t>
      </w:r>
      <w:r>
        <w:rPr>
          <w:rtl/>
        </w:rPr>
        <w:t>و 1</w:t>
      </w:r>
      <w:r w:rsidRPr="000855AB">
        <w:rPr>
          <w:rtl/>
        </w:rPr>
        <w:t xml:space="preserve">42 </w:t>
      </w:r>
      <w:r>
        <w:rPr>
          <w:rtl/>
        </w:rPr>
        <w:t>و 1</w:t>
      </w:r>
      <w:r w:rsidRPr="000855AB">
        <w:rPr>
          <w:rtl/>
        </w:rPr>
        <w:t>43] فلمّا أن قضى الرسول الصلاةَ</w:t>
      </w:r>
      <w:r>
        <w:rPr>
          <w:rFonts w:hint="cs"/>
          <w:rtl/>
        </w:rPr>
        <w:t xml:space="preserve"> ، </w:t>
      </w:r>
      <w:r w:rsidRPr="000855AB">
        <w:rPr>
          <w:rtl/>
        </w:rPr>
        <w:t>وضعهما في حجرهِ</w:t>
      </w:r>
      <w:r>
        <w:rPr>
          <w:rtl/>
        </w:rPr>
        <w:t xml:space="preserve"> ، </w:t>
      </w:r>
      <w:r w:rsidRPr="000855AB">
        <w:rPr>
          <w:rtl/>
        </w:rPr>
        <w:t>فقال</w:t>
      </w:r>
      <w:r>
        <w:rPr>
          <w:rtl/>
        </w:rPr>
        <w:t xml:space="preserve"> :</w:t>
      </w:r>
    </w:p>
    <w:p w:rsidR="00A87899" w:rsidRDefault="00A87899" w:rsidP="00541E11">
      <w:pPr>
        <w:pStyle w:val="libBold2"/>
        <w:rPr>
          <w:rtl/>
        </w:rPr>
      </w:pPr>
      <w:r w:rsidRPr="000855AB">
        <w:rPr>
          <w:rtl/>
        </w:rPr>
        <w:t>«مَنْ أحبّني فليحبَّ هذين».</w:t>
      </w:r>
    </w:p>
    <w:p w:rsidR="00A87899" w:rsidRPr="00541E11" w:rsidRDefault="00A87899" w:rsidP="00541E11">
      <w:pPr>
        <w:pStyle w:val="libNormal"/>
        <w:rPr>
          <w:rStyle w:val="libBold2Char"/>
          <w:rtl/>
        </w:rPr>
      </w:pPr>
      <w:r>
        <w:rPr>
          <w:rtl/>
        </w:rPr>
        <w:t>إنّ عملهما مع لطافته لا يستندُ إلى طفولة تفقد الوعي والقصد ، لأنّهما أجَلُّ من أن لا يُميّزا بينَ حالة الصلاة وغيرها ، وموقف الرسول العظيم تجاههما لا</w:t>
      </w:r>
    </w:p>
    <w:p w:rsidR="00A87899" w:rsidRDefault="00A87899" w:rsidP="00541E11">
      <w:pPr>
        <w:pStyle w:val="libNormal0"/>
        <w:rPr>
          <w:rtl/>
        </w:rPr>
      </w:pPr>
      <w:r>
        <w:rPr>
          <w:rtl/>
        </w:rPr>
        <w:br w:type="page"/>
      </w:r>
      <w:r>
        <w:rPr>
          <w:rtl/>
        </w:rPr>
        <w:lastRenderedPageBreak/>
        <w:t>يستند إلى عاطفة بشريّة فهو في أعظم الحالات قرباً من الله.</w:t>
      </w:r>
    </w:p>
    <w:p w:rsidR="00A87899" w:rsidRDefault="00A87899" w:rsidP="00541E11">
      <w:pPr>
        <w:pStyle w:val="libNormal"/>
        <w:rPr>
          <w:rtl/>
        </w:rPr>
      </w:pPr>
      <w:r>
        <w:rPr>
          <w:rtl/>
        </w:rPr>
        <w:t>فهما يصعدان على هذه القمّة الشمّاء وهو في حالة العروج إلى السماء ، فإنّ الصلاة معراج المؤمن ، والرسول (صلّى الله عليه وآله) سيّد المؤمنين.</w:t>
      </w:r>
    </w:p>
    <w:p w:rsidR="00A87899" w:rsidRDefault="00A87899" w:rsidP="00541E11">
      <w:pPr>
        <w:pStyle w:val="libNormal"/>
        <w:rPr>
          <w:rtl/>
        </w:rPr>
      </w:pPr>
      <w:r>
        <w:rPr>
          <w:rtl/>
        </w:rPr>
        <w:t>فأيّ تعبير يمكن أنْ يستوفي وصف هذه العظمة وهذا العُلوّ وهذا الشموخ الذي لا يُشك في تقرير الرسول له ، وعدم معارضته إيّاه؟! بل إظهاره الرضا والسرور به.</w:t>
      </w:r>
    </w:p>
    <w:p w:rsidR="00A87899" w:rsidRDefault="00A87899" w:rsidP="00541E11">
      <w:pPr>
        <w:pStyle w:val="libNormal"/>
        <w:rPr>
          <w:rtl/>
        </w:rPr>
      </w:pPr>
      <w:r>
        <w:rPr>
          <w:rtl/>
        </w:rPr>
        <w:t>وهل حَظِيَ أحَدٌ بعدَهما بهذه الحظوة الرفيعة؟</w:t>
      </w:r>
    </w:p>
    <w:p w:rsidR="00A87899" w:rsidRDefault="00A87899" w:rsidP="00541E11">
      <w:pPr>
        <w:pStyle w:val="libNormal"/>
        <w:rPr>
          <w:rtl/>
        </w:rPr>
      </w:pPr>
      <w:r>
        <w:rPr>
          <w:rtl/>
        </w:rPr>
        <w:t>كلاّ لا أحد.</w:t>
      </w:r>
    </w:p>
    <w:p w:rsidR="00A87899" w:rsidRDefault="00A87899" w:rsidP="00541E11">
      <w:pPr>
        <w:pStyle w:val="libNormal"/>
        <w:rPr>
          <w:rtl/>
        </w:rPr>
      </w:pPr>
      <w:r>
        <w:rPr>
          <w:rtl/>
        </w:rPr>
        <w:t>أمّا قبلهما ، فنعم.</w:t>
      </w:r>
    </w:p>
    <w:p w:rsidR="00A87899" w:rsidRDefault="00A87899" w:rsidP="00541E11">
      <w:pPr>
        <w:pStyle w:val="libNormal"/>
        <w:rPr>
          <w:rtl/>
        </w:rPr>
      </w:pPr>
      <w:r>
        <w:rPr>
          <w:rtl/>
        </w:rPr>
        <w:t>أبوهما عليٌّ الذي هو خيرٌ منهما ، قد رَقِيَ ـ بأمْر من الرسول (صلّى الله عليه وآله) ـ ظهرَه الشريف يومَ فتح مكّة ، فصعدَ على سطح الكعبة وكسّر الأصنام.</w:t>
      </w:r>
    </w:p>
    <w:p w:rsidR="00A87899" w:rsidRDefault="00A87899" w:rsidP="00541E11">
      <w:pPr>
        <w:pStyle w:val="libNormal"/>
        <w:rPr>
          <w:rtl/>
        </w:rPr>
      </w:pPr>
      <w:r>
        <w:rPr>
          <w:rtl/>
        </w:rPr>
        <w:t>وفي ذلك المقام قال الإمام(عليه السّلام) : «</w:t>
      </w:r>
      <w:r w:rsidRPr="00541E11">
        <w:rPr>
          <w:rStyle w:val="libBold2Char"/>
          <w:rtl/>
        </w:rPr>
        <w:t>خُيِّلَ إليَّ لو شِئْتُ نِلْتُ اُفُقَ السماء</w:t>
      </w:r>
      <w:r>
        <w:rPr>
          <w:rtl/>
        </w:rPr>
        <w:t xml:space="preserve">» </w:t>
      </w:r>
      <w:r w:rsidRPr="00541E11">
        <w:rPr>
          <w:rStyle w:val="libFootnotenumChar"/>
          <w:rtl/>
        </w:rPr>
        <w:t>(1)</w:t>
      </w:r>
      <w:r>
        <w:rPr>
          <w:rtl/>
        </w:rPr>
        <w:t>.</w:t>
      </w:r>
    </w:p>
    <w:p w:rsidR="00A87899" w:rsidRDefault="00A87899" w:rsidP="00541E11">
      <w:pPr>
        <w:pStyle w:val="libNormal"/>
        <w:rPr>
          <w:rtl/>
        </w:rPr>
      </w:pPr>
      <w:r>
        <w:rPr>
          <w:rtl/>
        </w:rPr>
        <w:t>إنّ الشرف في الرُقيّ على ظهر النبيّ (صلّى الله عليه وآله) ـ وهو المثال المجسَّد للقُدس والعُلوّ ـ لا يزيد على شرف الصاعد إذا كان مثل عليٍّ والحسن والحسين ممّن هو نفس النبيّ أو فلذة منه.</w:t>
      </w:r>
    </w:p>
    <w:p w:rsidR="00A87899" w:rsidRDefault="00A87899" w:rsidP="00541E11">
      <w:pPr>
        <w:pStyle w:val="libNormal"/>
        <w:rPr>
          <w:rtl/>
        </w:rPr>
      </w:pPr>
      <w:r>
        <w:rPr>
          <w:rtl/>
        </w:rPr>
        <w:t>وقد عبّر الرسول (صلّى الله عليه وآله) عن هذه الحقيقة في حديثه مع عمر لمّا قال</w:t>
      </w:r>
      <w:r>
        <w:rPr>
          <w:rFonts w:hint="cs"/>
          <w:rtl/>
        </w:rPr>
        <w:t xml:space="preserve"> :</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المستدرك على الصحيحين 2 / 366.</w:t>
      </w:r>
    </w:p>
    <w:p w:rsidR="00A87899" w:rsidRDefault="00A87899" w:rsidP="00541E11">
      <w:pPr>
        <w:pStyle w:val="libNormal"/>
        <w:rPr>
          <w:rtl/>
        </w:rPr>
      </w:pPr>
      <w:r w:rsidRPr="00E7395C">
        <w:rPr>
          <w:rtl/>
        </w:rPr>
        <w:br w:type="page"/>
      </w:r>
      <w:r w:rsidRPr="00541E11">
        <w:rPr>
          <w:rStyle w:val="libBold2Char"/>
          <w:rtl/>
        </w:rPr>
        <w:lastRenderedPageBreak/>
        <w:t>[148] : رأيتُ الحسنَ والحسين على عاتقي النبيّ (صلّى الله عليه وآله) ، فقلتُ : نِعْم الفرسُ تحتكُما! فقال النبيّ (صلّى الله عليه وآله) : «ونِعْمَ الفارسان هُما»</w:t>
      </w:r>
      <w:r>
        <w:rPr>
          <w:rtl/>
        </w:rPr>
        <w:t xml:space="preserve"> </w:t>
      </w:r>
      <w:r w:rsidRPr="00541E11">
        <w:rPr>
          <w:rStyle w:val="libFootnotenumChar"/>
          <w:rtl/>
        </w:rPr>
        <w:t>(1)</w:t>
      </w:r>
      <w:r>
        <w:rPr>
          <w:rtl/>
        </w:rPr>
        <w:t>.</w:t>
      </w:r>
    </w:p>
    <w:p w:rsidR="00A87899" w:rsidRDefault="00A87899" w:rsidP="00541E11">
      <w:pPr>
        <w:pStyle w:val="libNormal"/>
        <w:rPr>
          <w:rtl/>
        </w:rPr>
      </w:pPr>
      <w:r>
        <w:rPr>
          <w:rtl/>
        </w:rPr>
        <w:t>إنّه نَفْثٌ لروح الفروسيّة ، وتعبير عن أصالة الشرف بلا حدود.</w:t>
      </w:r>
    </w:p>
    <w:p w:rsidR="00A87899" w:rsidRDefault="00A87899" w:rsidP="00A87899">
      <w:pPr>
        <w:pStyle w:val="Heading2Center"/>
        <w:rPr>
          <w:rtl/>
        </w:rPr>
      </w:pPr>
      <w:bookmarkStart w:id="32" w:name="_Toc416693836"/>
      <w:bookmarkStart w:id="33" w:name="_Toc416696080"/>
      <w:r>
        <w:rPr>
          <w:rtl/>
        </w:rPr>
        <w:t>11 ـ الرسول (صلّى الله عليه وآله)</w:t>
      </w:r>
      <w:bookmarkEnd w:id="32"/>
      <w:bookmarkEnd w:id="33"/>
    </w:p>
    <w:p w:rsidR="00A87899" w:rsidRDefault="00A87899" w:rsidP="00541E11">
      <w:pPr>
        <w:pStyle w:val="libNormal"/>
        <w:rPr>
          <w:rtl/>
        </w:rPr>
      </w:pPr>
      <w:r>
        <w:rPr>
          <w:rtl/>
        </w:rPr>
        <w:t>يقول</w:t>
      </w:r>
      <w:r>
        <w:rPr>
          <w:rFonts w:hint="cs"/>
          <w:rtl/>
        </w:rPr>
        <w:t xml:space="preserve"> </w:t>
      </w:r>
      <w:r>
        <w:rPr>
          <w:rtl/>
        </w:rPr>
        <w:t>ولاحظنا أنّ الرسول (صلّى الله عليه وآله) ـ بعد أن يفعل ـ يقول :</w:t>
      </w:r>
    </w:p>
    <w:p w:rsidR="00A87899" w:rsidRDefault="00A87899" w:rsidP="00541E11">
      <w:pPr>
        <w:pStyle w:val="libBold2"/>
        <w:rPr>
          <w:rtl/>
        </w:rPr>
      </w:pPr>
      <w:r w:rsidRPr="003947A2">
        <w:rPr>
          <w:rtl/>
        </w:rPr>
        <w:t>«حسين منّي وأنا من حسين»</w:t>
      </w:r>
      <w:r>
        <w:rPr>
          <w:rtl/>
        </w:rPr>
        <w:t>.</w:t>
      </w:r>
    </w:p>
    <w:p w:rsidR="00A87899" w:rsidRDefault="00A87899" w:rsidP="00541E11">
      <w:pPr>
        <w:pStyle w:val="libNormal"/>
        <w:rPr>
          <w:rtl/>
        </w:rPr>
      </w:pPr>
      <w:r>
        <w:rPr>
          <w:rtl/>
        </w:rPr>
        <w:t>فأمّا أنّ الحسينَ من الرسول (صلّى الله عليه وآله) فأمرٌ واضحٌ واقعٌ ، فهو سبطه (ابن بنته) ، وَلَدَتْه الزهراءُ (عليها السّلام) وحيدةُ الرسول (صلّى الله عليه وآله) من زوجها عليٍّ (عليه السّلام) ابن عمّ الرسول.</w:t>
      </w:r>
    </w:p>
    <w:p w:rsidR="00A87899" w:rsidRDefault="00A87899" w:rsidP="00541E11">
      <w:pPr>
        <w:pStyle w:val="libNormal"/>
        <w:rPr>
          <w:rtl/>
        </w:rPr>
      </w:pPr>
      <w:r>
        <w:rPr>
          <w:rtl/>
        </w:rPr>
        <w:t xml:space="preserve">ومع وضوح هذه المعلومة فلماذا يُعلنها الرسول؟ وماذا يريد أن يُعلن بها؟ هل هذا تأكيد منه (صلّى الله عليه وآله) على أنّ عليّاً (عليه السّلام) والد الحسين هو «نفسُ الرسول» تلك الحقيقة التي أعلنتها آية المباهلة كما سبق في الفقرة </w:t>
      </w:r>
      <w:r w:rsidRPr="00541E11">
        <w:rPr>
          <w:rStyle w:val="libFootnotenumChar"/>
          <w:rtl/>
        </w:rPr>
        <w:t>(5)</w:t>
      </w:r>
      <w:r>
        <w:rPr>
          <w:rtl/>
        </w:rPr>
        <w:t>؟</w:t>
      </w:r>
    </w:p>
    <w:p w:rsidR="00A87899" w:rsidRDefault="00A87899" w:rsidP="00541E11">
      <w:pPr>
        <w:pStyle w:val="libNormal"/>
        <w:rPr>
          <w:rtl/>
        </w:rPr>
      </w:pPr>
      <w:r>
        <w:rPr>
          <w:rtl/>
        </w:rPr>
        <w:t>أو أنّ الرسول (صلّى الله عليه وآله) يريد أن يُمَهّد بهذه الجملة «حُسَينٌ منّي» لما يليها من قوله : «وأنا من حُسين»</w:t>
      </w:r>
      <w:r>
        <w:rPr>
          <w:rFonts w:hint="cs"/>
          <w:rtl/>
        </w:rPr>
        <w:t>؟</w:t>
      </w:r>
      <w:r>
        <w:rPr>
          <w:rtl/>
        </w:rPr>
        <w:t xml:space="preserve"> تلك الجملة المثيرة للتساؤل : كيف يكون الرسول (صلّى الله عليه وآله) من الحسين (عليه السّلام)؟</w:t>
      </w:r>
    </w:p>
    <w:p w:rsidR="00A87899" w:rsidRDefault="00A87899" w:rsidP="00541E11">
      <w:pPr>
        <w:pStyle w:val="libNormal"/>
        <w:rPr>
          <w:rtl/>
        </w:rPr>
      </w:pPr>
      <w:r w:rsidRPr="00541E11">
        <w:rPr>
          <w:rStyle w:val="libBold2Char"/>
          <w:rtl/>
        </w:rPr>
        <w:t xml:space="preserve">والجواب : </w:t>
      </w:r>
      <w:r>
        <w:rPr>
          <w:rtl/>
        </w:rPr>
        <w:t>أنّ الرسول (صلّى الله عليه وآله) لم يَعُدْ بعدَ الرسالة شخصاً ، بل أصبحَ مثالاً وَرمْزاً وأُنموذجاً ، تتمثّل فيه الرسالةُ بكلّ أبعادها وأمجادها ، فحياتُه هي</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مختصر تاريخ دمشق ـ لابن منظور 7 / 122.</w:t>
      </w:r>
    </w:p>
    <w:p w:rsidR="00A87899" w:rsidRDefault="00A87899" w:rsidP="00541E11">
      <w:pPr>
        <w:pStyle w:val="libNormal0"/>
        <w:rPr>
          <w:rtl/>
        </w:rPr>
      </w:pPr>
      <w:r>
        <w:rPr>
          <w:rtl/>
        </w:rPr>
        <w:br w:type="page"/>
      </w:r>
      <w:r>
        <w:rPr>
          <w:rtl/>
        </w:rPr>
        <w:lastRenderedPageBreak/>
        <w:t>رسالتُه ، ورسالتُه هي حياته.</w:t>
      </w:r>
    </w:p>
    <w:p w:rsidR="00A87899" w:rsidRDefault="00A87899" w:rsidP="00541E11">
      <w:pPr>
        <w:pStyle w:val="libNormal"/>
        <w:rPr>
          <w:rtl/>
        </w:rPr>
      </w:pPr>
      <w:r>
        <w:rPr>
          <w:rtl/>
        </w:rPr>
        <w:t>ومن الواضح أنّ أيّ والد إنّما يسعى في الحياة ليكون له ولد كي يخلفَه ويحافظ على وجوده ليكون استمراراً له.</w:t>
      </w:r>
    </w:p>
    <w:p w:rsidR="00A87899" w:rsidRDefault="00A87899" w:rsidP="00541E11">
      <w:pPr>
        <w:pStyle w:val="libNormal"/>
        <w:rPr>
          <w:rtl/>
        </w:rPr>
      </w:pPr>
      <w:r>
        <w:rPr>
          <w:rtl/>
        </w:rPr>
        <w:t>فهو يدافع عنه حتّى الموت ويحرصُ على سلامته وراحته ، لأنّه يعتبره</w:t>
      </w:r>
      <w:r>
        <w:rPr>
          <w:rFonts w:hint="cs"/>
          <w:rtl/>
        </w:rPr>
        <w:t xml:space="preserve"> </w:t>
      </w:r>
      <w:r>
        <w:rPr>
          <w:rtl/>
        </w:rPr>
        <w:t>وجوداً آخر لنفسه.</w:t>
      </w:r>
    </w:p>
    <w:p w:rsidR="00A87899" w:rsidRDefault="00A87899" w:rsidP="00541E11">
      <w:pPr>
        <w:pStyle w:val="libNormal"/>
        <w:rPr>
          <w:rtl/>
        </w:rPr>
      </w:pPr>
      <w:r>
        <w:rPr>
          <w:rtl/>
        </w:rPr>
        <w:t>إذا كانت هذه رابطة الوالد والولد في الحياة المادّية ، فإنّ الحسين (عليه السّلام) قد سعى من أجل إحياء الرسالة المحمديّة بأكبر من ذلك ، وأعطاها أكثر ممّا يُعطي والدٌ ولَده ، بل قدّم الحسينُ في سبيل الحفاظ على الرسالة كلّ ما يملك من غال حتّى فلذات أكباده</w:t>
      </w:r>
      <w:r>
        <w:rPr>
          <w:rFonts w:hint="cs"/>
          <w:rtl/>
        </w:rPr>
        <w:t xml:space="preserve"> :</w:t>
      </w:r>
      <w:r>
        <w:rPr>
          <w:rtl/>
        </w:rPr>
        <w:t xml:space="preserve"> أولاده الصغار والكبار ، وروّى جذورها بدمه ودمائهم.</w:t>
      </w:r>
    </w:p>
    <w:p w:rsidR="00A87899" w:rsidRDefault="00A87899" w:rsidP="00541E11">
      <w:pPr>
        <w:pStyle w:val="libNormal"/>
        <w:rPr>
          <w:rtl/>
        </w:rPr>
      </w:pPr>
      <w:r>
        <w:rPr>
          <w:rtl/>
        </w:rPr>
        <w:t>فقد قدّم الحسين (عليه السّلام) للرسالة أكثر ممّا يقدّم الوالدُ لولده ، فهيَ إذن أعزّ من ولده ، فلا غروَ أن تكون هي «</w:t>
      </w:r>
      <w:r w:rsidRPr="00541E11">
        <w:rPr>
          <w:rStyle w:val="libBold2Char"/>
          <w:rtl/>
        </w:rPr>
        <w:t>مِنهُ</w:t>
      </w:r>
      <w:r>
        <w:rPr>
          <w:rtl/>
        </w:rPr>
        <w:t>».</w:t>
      </w:r>
    </w:p>
    <w:p w:rsidR="00A87899" w:rsidRDefault="00A87899" w:rsidP="00541E11">
      <w:pPr>
        <w:pStyle w:val="libNormal"/>
        <w:rPr>
          <w:rtl/>
        </w:rPr>
      </w:pPr>
      <w:r>
        <w:rPr>
          <w:rtl/>
        </w:rPr>
        <w:t>وقد ثبتَ للجميع ـ بعد كربلاء ـ أنّ الرسالة التي كانت محمّدية الوجود ، إنّما صارت حُسينيّة البقاء.</w:t>
      </w:r>
    </w:p>
    <w:p w:rsidR="00A87899" w:rsidRDefault="00A87899" w:rsidP="00541E11">
      <w:pPr>
        <w:pStyle w:val="libNormal"/>
        <w:rPr>
          <w:rtl/>
        </w:rPr>
      </w:pPr>
      <w:r>
        <w:rPr>
          <w:rtl/>
        </w:rPr>
        <w:t>فالرسالة المحمّديّة التي مثّلتْ وجودَ الرسول (صلّى الله عليه وآله) كانت في العصر الذي كادتْ الأيدي الأُمويّة الأثيمة أن تقضيَ على وجودها قد عادتْ «</w:t>
      </w:r>
      <w:r w:rsidRPr="00541E11">
        <w:rPr>
          <w:rStyle w:val="libBold2Char"/>
          <w:rtl/>
        </w:rPr>
        <w:t>من الحسين</w:t>
      </w:r>
      <w:r>
        <w:rPr>
          <w:rtl/>
        </w:rPr>
        <w:t xml:space="preserve">» ولذلك قال (صلّى الله عليه وآله) : «... </w:t>
      </w:r>
      <w:r w:rsidRPr="00541E11">
        <w:rPr>
          <w:rStyle w:val="libBold2Char"/>
          <w:rtl/>
        </w:rPr>
        <w:t>وأنا من حسين</w:t>
      </w:r>
      <w:r>
        <w:rPr>
          <w:rtl/>
        </w:rPr>
        <w:t>».</w:t>
      </w:r>
    </w:p>
    <w:p w:rsidR="00A87899" w:rsidRDefault="00A87899" w:rsidP="00541E11">
      <w:pPr>
        <w:pStyle w:val="libNormal"/>
        <w:rPr>
          <w:rtl/>
        </w:rPr>
      </w:pPr>
      <w:r>
        <w:rPr>
          <w:rtl/>
        </w:rPr>
        <w:t>ولم تقف تصريحاتُ الرسول (صلّى الله عليه وآله) في الحسين عند هذا الحدّ ، بل هناك نصوص أُخر تكشف أبعاداً عميقةً في العلاقة بين الحسين وجدّه ، وتبتني على أُسس ثابتة للاهتمام البالغ من الرسول (صلّى الله عليه وآله) بسبطيه الحسن والحسين (عليهما السّلام).</w:t>
      </w:r>
    </w:p>
    <w:p w:rsidR="00A87899" w:rsidRDefault="00A87899" w:rsidP="00541E11">
      <w:pPr>
        <w:pStyle w:val="libNormal"/>
        <w:rPr>
          <w:rtl/>
        </w:rPr>
      </w:pPr>
      <w:r>
        <w:rPr>
          <w:rtl/>
        </w:rPr>
        <w:t>فممّا قال فيهما</w:t>
      </w:r>
      <w:r>
        <w:rPr>
          <w:rFonts w:hint="cs"/>
          <w:rtl/>
        </w:rPr>
        <w:t xml:space="preserve"> :</w:t>
      </w:r>
    </w:p>
    <w:p w:rsidR="00A87899" w:rsidRDefault="00A87899" w:rsidP="00541E11">
      <w:pPr>
        <w:pStyle w:val="libNormal"/>
        <w:rPr>
          <w:rtl/>
        </w:rPr>
      </w:pPr>
      <w:r w:rsidRPr="00E7395C">
        <w:rPr>
          <w:rtl/>
        </w:rPr>
        <w:br w:type="page"/>
      </w:r>
      <w:r w:rsidRPr="00541E11">
        <w:rPr>
          <w:rStyle w:val="libBold2Char"/>
          <w:rtl/>
        </w:rPr>
        <w:lastRenderedPageBreak/>
        <w:t>[58 ـ 60] : «الحسن والحسين هما ريحانتاي من الدنيا</w:t>
      </w:r>
      <w:r>
        <w:rPr>
          <w:rtl/>
        </w:rPr>
        <w:t xml:space="preserve">» </w:t>
      </w:r>
      <w:r w:rsidRPr="00541E11">
        <w:rPr>
          <w:rStyle w:val="libFootnotenumChar"/>
          <w:rtl/>
        </w:rPr>
        <w:t>(1)</w:t>
      </w:r>
      <w:r>
        <w:rPr>
          <w:rtl/>
        </w:rPr>
        <w:t>.</w:t>
      </w:r>
    </w:p>
    <w:p w:rsidR="00A87899" w:rsidRDefault="00A87899" w:rsidP="00541E11">
      <w:pPr>
        <w:pStyle w:val="libNormal"/>
        <w:rPr>
          <w:rtl/>
        </w:rPr>
      </w:pPr>
      <w:r>
        <w:rPr>
          <w:rtl/>
        </w:rPr>
        <w:t>حتّى كنّى أباهما عليّاً (عليه السّلام) : «أبا الريحانتين» وقال له</w:t>
      </w:r>
      <w:r>
        <w:rPr>
          <w:rFonts w:hint="cs"/>
          <w:rtl/>
        </w:rPr>
        <w:t xml:space="preserve"> :</w:t>
      </w:r>
    </w:p>
    <w:p w:rsidR="00A87899" w:rsidRDefault="00A87899" w:rsidP="00541E11">
      <w:pPr>
        <w:pStyle w:val="libNormal"/>
        <w:rPr>
          <w:rtl/>
        </w:rPr>
      </w:pPr>
      <w:r w:rsidRPr="00541E11">
        <w:rPr>
          <w:rStyle w:val="libBold2Char"/>
          <w:rtl/>
        </w:rPr>
        <w:t>[159 ـ 160] : «سلام عليك أبا الريحانتين اُوصيك بريحانتَيَّ من الدنيا ، فعن قليل ينهدّ ركناك ، والله خليفتي عليك»</w:t>
      </w:r>
      <w:r>
        <w:rPr>
          <w:rtl/>
        </w:rPr>
        <w:t xml:space="preserve"> </w:t>
      </w:r>
      <w:r w:rsidRPr="00541E11">
        <w:rPr>
          <w:rStyle w:val="libFootnotenumChar"/>
          <w:rtl/>
        </w:rPr>
        <w:t>(2)</w:t>
      </w:r>
      <w:r>
        <w:rPr>
          <w:rtl/>
        </w:rPr>
        <w:t>.</w:t>
      </w:r>
    </w:p>
    <w:p w:rsidR="00A87899" w:rsidRDefault="00A87899" w:rsidP="00541E11">
      <w:pPr>
        <w:pStyle w:val="libNormal"/>
        <w:rPr>
          <w:rtl/>
        </w:rPr>
      </w:pPr>
      <w:r>
        <w:rPr>
          <w:rtl/>
        </w:rPr>
        <w:t>فلمّا قُبض النبيّ (صلّى الله عليه وآله) قال عليّ (عليه السّلام) : «هذا أحد</w:t>
      </w:r>
      <w:r>
        <w:rPr>
          <w:rFonts w:hint="cs"/>
          <w:rtl/>
        </w:rPr>
        <w:t xml:space="preserve"> </w:t>
      </w:r>
      <w:r>
        <w:rPr>
          <w:rtl/>
        </w:rPr>
        <w:t>الركنين».</w:t>
      </w:r>
    </w:p>
    <w:p w:rsidR="00A87899" w:rsidRDefault="00A87899" w:rsidP="00541E11">
      <w:pPr>
        <w:pStyle w:val="libNormal"/>
        <w:rPr>
          <w:rtl/>
        </w:rPr>
      </w:pPr>
      <w:r>
        <w:rPr>
          <w:rtl/>
        </w:rPr>
        <w:t>فلمّا ماتت فاطمة (عليها السّلام) قال : «هذا الركن الآخر».</w:t>
      </w:r>
    </w:p>
    <w:p w:rsidR="00A87899" w:rsidRDefault="00A87899" w:rsidP="00541E11">
      <w:pPr>
        <w:pStyle w:val="libNormal"/>
        <w:rPr>
          <w:rtl/>
        </w:rPr>
      </w:pPr>
      <w:r>
        <w:rPr>
          <w:rtl/>
        </w:rPr>
        <w:t xml:space="preserve">فبقى الحسنان نعم السلوة لعليّ بعد أخيه الرسول وبعد الزهراء فاطمة البتول </w:t>
      </w:r>
      <w:r>
        <w:rPr>
          <w:rFonts w:hint="cs"/>
          <w:rtl/>
        </w:rPr>
        <w:t>،</w:t>
      </w:r>
      <w:r>
        <w:rPr>
          <w:rtl/>
        </w:rPr>
        <w:t xml:space="preserve"> يَسْتَرُّ (عليه السّلام) بالنظر إليهما ، ويتمتّع بشبههما بالرسول ، ويشمّهما كما كانا لرسول الله (صلّى الله عليه وآله) ريحانتيْهِ ، ويقول لفاطمة (عليها السّلام)</w:t>
      </w:r>
    </w:p>
    <w:p w:rsidR="00A87899" w:rsidRPr="00541E11" w:rsidRDefault="00A87899" w:rsidP="00541E11">
      <w:pPr>
        <w:pStyle w:val="libNormal"/>
        <w:rPr>
          <w:rStyle w:val="libBold2Char"/>
          <w:rtl/>
        </w:rPr>
      </w:pPr>
      <w:r w:rsidRPr="00541E11">
        <w:rPr>
          <w:rStyle w:val="libBold2Char"/>
          <w:rtl/>
        </w:rPr>
        <w:t xml:space="preserve">[124] : «ادعي لي بابنيّ» فيشمُّهما ويضمُّهما </w:t>
      </w:r>
      <w:r w:rsidRPr="00541E11">
        <w:rPr>
          <w:rStyle w:val="libFootnotenumChar"/>
          <w:rtl/>
        </w:rPr>
        <w:t>(</w:t>
      </w:r>
      <w:r w:rsidRPr="00541E11">
        <w:rPr>
          <w:rStyle w:val="libFootnotenumChar"/>
          <w:rFonts w:hint="cs"/>
          <w:rtl/>
        </w:rPr>
        <w:t>3</w:t>
      </w:r>
      <w:r w:rsidRPr="00541E11">
        <w:rPr>
          <w:rStyle w:val="libFootnotenumChar"/>
          <w:rtl/>
        </w:rPr>
        <w:t>)</w:t>
      </w:r>
      <w:r w:rsidRPr="00541E11">
        <w:rPr>
          <w:rStyle w:val="libBold2Char"/>
          <w:rtl/>
        </w:rPr>
        <w:t>.</w:t>
      </w:r>
    </w:p>
    <w:p w:rsidR="00A87899" w:rsidRDefault="00A87899" w:rsidP="00541E11">
      <w:pPr>
        <w:pStyle w:val="libNormal"/>
        <w:rPr>
          <w:rtl/>
        </w:rPr>
      </w:pPr>
      <w:r>
        <w:rPr>
          <w:rtl/>
        </w:rPr>
        <w:t>والحديث المشهور عنه (صلّى الله عليه وآله)</w:t>
      </w:r>
    </w:p>
    <w:p w:rsidR="00A87899" w:rsidRDefault="00A87899" w:rsidP="00541E11">
      <w:pPr>
        <w:pStyle w:val="libNormal"/>
        <w:rPr>
          <w:rtl/>
        </w:rPr>
      </w:pPr>
      <w:r w:rsidRPr="00541E11">
        <w:rPr>
          <w:rStyle w:val="libBold2Char"/>
          <w:rtl/>
        </w:rPr>
        <w:t>[62 ـ 82] «الحسنُ والحسينُ سيّدا شباب أهل الجنّة»</w:t>
      </w:r>
      <w:r>
        <w:rPr>
          <w:rtl/>
        </w:rPr>
        <w:t xml:space="preserve"> </w:t>
      </w:r>
      <w:r w:rsidRPr="00541E11">
        <w:rPr>
          <w:rStyle w:val="libFootnotenumChar"/>
          <w:rtl/>
        </w:rPr>
        <w:t>(</w:t>
      </w:r>
      <w:r w:rsidRPr="00541E11">
        <w:rPr>
          <w:rStyle w:val="libFootnotenumChar"/>
          <w:rFonts w:hint="cs"/>
          <w:rtl/>
        </w:rPr>
        <w:t>4</w:t>
      </w:r>
      <w:r w:rsidRPr="00541E11">
        <w:rPr>
          <w:rStyle w:val="libFootnotenumChar"/>
          <w:rtl/>
        </w:rPr>
        <w:t>)</w:t>
      </w:r>
    </w:p>
    <w:p w:rsidR="00A87899" w:rsidRDefault="00A87899" w:rsidP="00541E11">
      <w:pPr>
        <w:pStyle w:val="libNormal"/>
        <w:rPr>
          <w:rtl/>
        </w:rPr>
      </w:pPr>
      <w:r>
        <w:rPr>
          <w:rtl/>
        </w:rPr>
        <w:t>الذي رواه من الصحابة أبوهما عليّ (عليه السّلام) ، والحسينُ (عليه السّلام) نفسُه ، وابنُ</w:t>
      </w:r>
    </w:p>
    <w:p w:rsidR="00A87899" w:rsidRPr="00E7395C" w:rsidRDefault="00A87899" w:rsidP="00541E11">
      <w:pPr>
        <w:pStyle w:val="libLine"/>
        <w:rPr>
          <w:rtl/>
        </w:rPr>
      </w:pPr>
      <w:r w:rsidRPr="00E7395C">
        <w:rPr>
          <w:rtl/>
        </w:rPr>
        <w:t>____________________</w:t>
      </w:r>
    </w:p>
    <w:p w:rsidR="00A87899" w:rsidRPr="003947A2" w:rsidRDefault="00A87899" w:rsidP="00541E11">
      <w:pPr>
        <w:pStyle w:val="libFootnote0"/>
        <w:rPr>
          <w:rtl/>
        </w:rPr>
      </w:pPr>
      <w:r w:rsidRPr="003947A2">
        <w:rPr>
          <w:rtl/>
        </w:rPr>
        <w:t>(1) مختصر تاريخ دمشق ـ لابن منظور 7 / 118.</w:t>
      </w:r>
    </w:p>
    <w:p w:rsidR="00A87899" w:rsidRPr="003947A2" w:rsidRDefault="00A87899" w:rsidP="00541E11">
      <w:pPr>
        <w:pStyle w:val="libFootnote0"/>
        <w:rPr>
          <w:rtl/>
        </w:rPr>
      </w:pPr>
      <w:r w:rsidRPr="003947A2">
        <w:rPr>
          <w:rtl/>
        </w:rPr>
        <w:t>(2) مختصر تاريخ دمشق ـ لابن منظور 7 / 123.</w:t>
      </w:r>
    </w:p>
    <w:p w:rsidR="00A87899" w:rsidRPr="003947A2" w:rsidRDefault="00A87899" w:rsidP="00541E11">
      <w:pPr>
        <w:pStyle w:val="libFootnote0"/>
        <w:rPr>
          <w:rtl/>
        </w:rPr>
      </w:pPr>
      <w:r w:rsidRPr="003947A2">
        <w:rPr>
          <w:rtl/>
        </w:rPr>
        <w:t>(</w:t>
      </w:r>
      <w:r>
        <w:rPr>
          <w:rFonts w:hint="cs"/>
          <w:rtl/>
        </w:rPr>
        <w:t>3</w:t>
      </w:r>
      <w:r w:rsidRPr="003947A2">
        <w:rPr>
          <w:rtl/>
        </w:rPr>
        <w:t>) مختصر تاريخ دمشق ـ لابن منظور 7 / 120.</w:t>
      </w:r>
    </w:p>
    <w:p w:rsidR="00A87899" w:rsidRPr="003947A2" w:rsidRDefault="00A87899" w:rsidP="00541E11">
      <w:pPr>
        <w:pStyle w:val="libFootnote0"/>
        <w:rPr>
          <w:rtl/>
        </w:rPr>
      </w:pPr>
      <w:r w:rsidRPr="003947A2">
        <w:rPr>
          <w:rtl/>
        </w:rPr>
        <w:t>(</w:t>
      </w:r>
      <w:r>
        <w:rPr>
          <w:rFonts w:hint="cs"/>
          <w:rtl/>
        </w:rPr>
        <w:t>4</w:t>
      </w:r>
      <w:r w:rsidRPr="003947A2">
        <w:rPr>
          <w:rtl/>
        </w:rPr>
        <w:t>) مختصر تاريخ دمشق ـ لابن منظور 7 / 119.</w:t>
      </w:r>
    </w:p>
    <w:p w:rsidR="00A87899" w:rsidRDefault="00A87899" w:rsidP="00541E11">
      <w:pPr>
        <w:pStyle w:val="libNormal0"/>
        <w:rPr>
          <w:rtl/>
        </w:rPr>
      </w:pPr>
      <w:r>
        <w:rPr>
          <w:rtl/>
        </w:rPr>
        <w:br w:type="page"/>
      </w:r>
      <w:r>
        <w:rPr>
          <w:rtl/>
        </w:rPr>
        <w:lastRenderedPageBreak/>
        <w:t>عبّاس ، وعمرُ بن الخطّاب ، وابنُ عمر ، وابنُ مسعود ، ومالكُ بن الحويرث ، وحُذَيْفةُ بن اليمان ، وأبو سعيد الخُدْري ، وأنسُ بن مالك.</w:t>
      </w:r>
    </w:p>
    <w:p w:rsidR="00A87899" w:rsidRDefault="00A87899" w:rsidP="00541E11">
      <w:pPr>
        <w:pStyle w:val="libNormal"/>
        <w:rPr>
          <w:rtl/>
        </w:rPr>
      </w:pPr>
      <w:r>
        <w:rPr>
          <w:rtl/>
        </w:rPr>
        <w:t>ونجد في بعض ألفاظ الحديث تكملة هامّة حيث قال الرسولُ (صلّى الله عليه وآله)</w:t>
      </w:r>
    </w:p>
    <w:p w:rsidR="00A87899" w:rsidRPr="00541E11" w:rsidRDefault="00A87899" w:rsidP="00541E11">
      <w:pPr>
        <w:pStyle w:val="libNormal"/>
        <w:rPr>
          <w:rStyle w:val="libBold2Char"/>
          <w:rtl/>
        </w:rPr>
      </w:pPr>
      <w:r w:rsidRPr="00541E11">
        <w:rPr>
          <w:rStyle w:val="libBold2Char"/>
          <w:rtl/>
        </w:rPr>
        <w:t xml:space="preserve">[69 و 71] : «... وأبوهما خيرٌ منهما» </w:t>
      </w:r>
      <w:r w:rsidRPr="00541E11">
        <w:rPr>
          <w:rStyle w:val="libFootnotenumChar"/>
          <w:rtl/>
        </w:rPr>
        <w:t>(</w:t>
      </w:r>
      <w:r w:rsidRPr="00541E11">
        <w:rPr>
          <w:rStyle w:val="libFootnotenumChar"/>
          <w:rFonts w:hint="cs"/>
          <w:rtl/>
        </w:rPr>
        <w:t>1</w:t>
      </w:r>
      <w:r w:rsidRPr="00541E11">
        <w:rPr>
          <w:rStyle w:val="libFootnotenumChar"/>
          <w:rtl/>
        </w:rPr>
        <w:t>)</w:t>
      </w:r>
      <w:r w:rsidRPr="00541E11">
        <w:rPr>
          <w:rStyle w:val="libBold2Char"/>
          <w:rtl/>
        </w:rPr>
        <w:t>.</w:t>
      </w:r>
    </w:p>
    <w:p w:rsidR="00A87899" w:rsidRDefault="00A87899" w:rsidP="00541E11">
      <w:pPr>
        <w:pStyle w:val="libNormal"/>
        <w:rPr>
          <w:rtl/>
        </w:rPr>
      </w:pPr>
      <w:r>
        <w:rPr>
          <w:rtl/>
        </w:rPr>
        <w:t>وإذا كانت الجنّة هي مأوى أهل الخير ، وقد حتمها الله للحسنين ، وخصّهما بالسيادة فيها ، فما أعظم شأن من هُوَ خير منهما وهو أبوهما عليّ (عليه السّلام)! لكن إذا كان الحديث عن الحسنَيْن ، فما لأبيهما يُذكر ها هُنا؟!</w:t>
      </w:r>
    </w:p>
    <w:p w:rsidR="00A87899" w:rsidRDefault="00A87899" w:rsidP="00541E11">
      <w:pPr>
        <w:pStyle w:val="libNormal"/>
        <w:rPr>
          <w:rtl/>
        </w:rPr>
      </w:pPr>
      <w:r>
        <w:rPr>
          <w:rtl/>
        </w:rPr>
        <w:t xml:space="preserve">إنّ النبيّ (صلّى الله عليه وآله) المتّصل بالوحي ، والعالِم من خلاله بما سيُحدثه أعداء الإسلام في فترات مظلمة من تاريخه ، من تشويه لسمعة الإمام عليّ (عليه السّلام) مع ما له من شرف نَسَبه ، وصهره من رسول الله </w:t>
      </w:r>
      <w:r>
        <w:rPr>
          <w:rFonts w:hint="cs"/>
          <w:rtl/>
        </w:rPr>
        <w:t>،</w:t>
      </w:r>
      <w:r>
        <w:rPr>
          <w:rtl/>
        </w:rPr>
        <w:t xml:space="preserve"> وأُبوّته للحسن والحسين</w:t>
      </w:r>
      <w:r>
        <w:rPr>
          <w:rFonts w:hint="cs"/>
          <w:rtl/>
        </w:rPr>
        <w:t>!</w:t>
      </w:r>
    </w:p>
    <w:p w:rsidR="00A87899" w:rsidRDefault="00A87899" w:rsidP="00541E11">
      <w:pPr>
        <w:pStyle w:val="libNormal"/>
        <w:rPr>
          <w:rtl/>
        </w:rPr>
      </w:pPr>
      <w:r>
        <w:rPr>
          <w:rtl/>
        </w:rPr>
        <w:t>فإنّهم لم يتمكّنوا من تمرير مؤامراتهم على الناس إلاّ بالفصل بين السبطين الحسنين فيُفضّلونهما ، وبين عليّ فيضلّلونه</w:t>
      </w:r>
      <w:r>
        <w:rPr>
          <w:rFonts w:hint="cs"/>
          <w:rtl/>
        </w:rPr>
        <w:t>!</w:t>
      </w:r>
    </w:p>
    <w:p w:rsidR="00A87899" w:rsidRDefault="00A87899" w:rsidP="00541E11">
      <w:pPr>
        <w:pStyle w:val="libNormal"/>
        <w:rPr>
          <w:rtl/>
        </w:rPr>
      </w:pPr>
      <w:r>
        <w:rPr>
          <w:rtl/>
        </w:rPr>
        <w:t>لكنّ الرسولَ (صلّى الله عليه وآله) يوم أعلنَ عن مصير الحسنين (عليهما السّلام) ومأواهما في الجنّة ، وسيادتهما فيها ، أضاف جملة : «وأبوهما خيرٌ منهما» مؤكّداً على أنّ الّذين ينتمون إلى دين الإسلام ، ويقدّسون الرسولَ (صلّى الله عليه وآله) وحديثَه وسُنّته ، ويحاولون أن يحترموا آل الرسول وسبطيه ، لكونهما سيّدي شباب أهل الجنّة ، ولأنهما من قُربى النبيّ (صلّى الله عليه وآله) ، مُتجاوزينَ «عليّاً» تبعاً لِما أملَتْ عليهم سياسةُ الطغاة البُغاة من تعاليم ...</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Pr>
          <w:rFonts w:hint="cs"/>
          <w:rtl/>
        </w:rPr>
        <w:t>(1) مختصر تاريخ دمشق لابن منظور (7 / 119).</w:t>
      </w:r>
    </w:p>
    <w:p w:rsidR="00A87899" w:rsidRDefault="00A87899" w:rsidP="00541E11">
      <w:pPr>
        <w:pStyle w:val="libNormal"/>
        <w:rPr>
          <w:rtl/>
        </w:rPr>
      </w:pPr>
      <w:r>
        <w:rPr>
          <w:rtl/>
        </w:rPr>
        <w:br w:type="page"/>
      </w:r>
      <w:r>
        <w:rPr>
          <w:rtl/>
        </w:rPr>
        <w:lastRenderedPageBreak/>
        <w:t xml:space="preserve">إنّ هؤلاء على غير هَدْي الرسول </w:t>
      </w:r>
      <w:r>
        <w:rPr>
          <w:rFonts w:hint="cs"/>
          <w:rtl/>
        </w:rPr>
        <w:t>،</w:t>
      </w:r>
      <w:r>
        <w:rPr>
          <w:rtl/>
        </w:rPr>
        <w:t xml:space="preserve"> إذْ مهما يكنْ للحسن والحسين (عليهما السّلام) من مؤهّلات اكتسبا بها سيادة الجنّة ، أوضحُها انتماؤهما إلى الرسول (صلّى الله عليه وآله) ، فهما سبطاه من ابنته الزهراء فاطمة (عليها السّلام) ; فأبوهما عليّ اكتسبَه بأنّه ابن عمّه نسباً ، وربيبه طفلاً ، ونفسه نصّاً ، وصهره سبباً ، وهو زوج الزهراء فاطمة (عليها السّلام) ، وهو خيرٌ منهما لفضله في السبق والجهاد ، وكلّ الذاتيّات التي منه أخذاها ، والتي جعلته أخاً وخليفة للنبيّ </w:t>
      </w:r>
      <w:r>
        <w:rPr>
          <w:rFonts w:hint="cs"/>
          <w:rtl/>
        </w:rPr>
        <w:t>،</w:t>
      </w:r>
      <w:r>
        <w:rPr>
          <w:rtl/>
        </w:rPr>
        <w:t xml:space="preserve"> وكفؤاً للزهراء </w:t>
      </w:r>
      <w:r>
        <w:rPr>
          <w:rFonts w:hint="cs"/>
          <w:rtl/>
        </w:rPr>
        <w:t>،</w:t>
      </w:r>
      <w:r>
        <w:rPr>
          <w:rtl/>
        </w:rPr>
        <w:t xml:space="preserve"> وأباً للحسنين </w:t>
      </w:r>
      <w:r>
        <w:rPr>
          <w:rFonts w:hint="cs"/>
          <w:rtl/>
        </w:rPr>
        <w:t>،</w:t>
      </w:r>
      <w:r>
        <w:rPr>
          <w:rtl/>
        </w:rPr>
        <w:t xml:space="preserve"> وإماماً للمسلمين.</w:t>
      </w:r>
    </w:p>
    <w:p w:rsidR="00A87899" w:rsidRDefault="00A87899" w:rsidP="00541E11">
      <w:pPr>
        <w:pStyle w:val="libNormal"/>
        <w:rPr>
          <w:rtl/>
        </w:rPr>
      </w:pPr>
      <w:r>
        <w:rPr>
          <w:rtl/>
        </w:rPr>
        <w:t xml:space="preserve">ومع وضوح هذا التصريح النبويّ الشريف فإنّ التَّعتيم المضلّل الذي كثّفه بنو أُميّة ، فملؤوا به أجواءَ البيئات الإسلاميّة مَنَعَ من انصياع الأُمّة لفضل عليّ (عليه السّلام) ، فهاهم يفضّلون الحُسَينَ وأُمَّهُ </w:t>
      </w:r>
      <w:r>
        <w:rPr>
          <w:rFonts w:hint="cs"/>
          <w:rtl/>
        </w:rPr>
        <w:t>،</w:t>
      </w:r>
      <w:r>
        <w:rPr>
          <w:rtl/>
        </w:rPr>
        <w:t xml:space="preserve"> ويُحاولون غمط فضل عليّ </w:t>
      </w:r>
      <w:r>
        <w:rPr>
          <w:rFonts w:hint="cs"/>
          <w:rtl/>
        </w:rPr>
        <w:t>،</w:t>
      </w:r>
      <w:r>
        <w:rPr>
          <w:rtl/>
        </w:rPr>
        <w:t xml:space="preserve"> وفصله عنهما</w:t>
      </w:r>
      <w:r>
        <w:rPr>
          <w:rFonts w:hint="cs"/>
          <w:rtl/>
        </w:rPr>
        <w:t xml:space="preserve">! </w:t>
      </w:r>
      <w:r>
        <w:rPr>
          <w:rtl/>
        </w:rPr>
        <w:t>ففي الحديث ، قال مولىً لحُذيفة</w:t>
      </w:r>
      <w:r>
        <w:rPr>
          <w:rFonts w:hint="cs"/>
          <w:rtl/>
        </w:rPr>
        <w:t>.</w:t>
      </w:r>
    </w:p>
    <w:p w:rsidR="00A87899" w:rsidRPr="00E01C23" w:rsidRDefault="00A87899" w:rsidP="00541E11">
      <w:pPr>
        <w:pStyle w:val="libBold2"/>
        <w:rPr>
          <w:rtl/>
        </w:rPr>
      </w:pPr>
      <w:r w:rsidRPr="00E01C23">
        <w:rPr>
          <w:rtl/>
        </w:rPr>
        <w:t>[202]</w:t>
      </w:r>
      <w:r>
        <w:rPr>
          <w:rtl/>
        </w:rPr>
        <w:t xml:space="preserve"> : </w:t>
      </w:r>
      <w:r w:rsidRPr="00E01C23">
        <w:rPr>
          <w:rtl/>
        </w:rPr>
        <w:t>كانَ الحسينُ آخذاً بذراعي في أيّام الموسم</w:t>
      </w:r>
      <w:r>
        <w:rPr>
          <w:rtl/>
        </w:rPr>
        <w:t xml:space="preserve"> ، </w:t>
      </w:r>
      <w:r w:rsidRPr="00E01C23">
        <w:rPr>
          <w:rtl/>
        </w:rPr>
        <w:t>ورجلٌ خلفَنا يقول</w:t>
      </w:r>
      <w:r>
        <w:rPr>
          <w:rtl/>
        </w:rPr>
        <w:t xml:space="preserve"> : </w:t>
      </w:r>
      <w:r w:rsidRPr="00E01C23">
        <w:rPr>
          <w:rtl/>
        </w:rPr>
        <w:t>«الّلهمّ اغفر له ولأُمّه» فأطال ذلك</w:t>
      </w:r>
      <w:r>
        <w:rPr>
          <w:rtl/>
        </w:rPr>
        <w:t>.</w:t>
      </w:r>
    </w:p>
    <w:p w:rsidR="00A87899" w:rsidRDefault="00A87899" w:rsidP="00541E11">
      <w:pPr>
        <w:pStyle w:val="libBold2"/>
        <w:rPr>
          <w:rtl/>
        </w:rPr>
      </w:pPr>
      <w:r w:rsidRPr="00E01C23">
        <w:rPr>
          <w:rtl/>
        </w:rPr>
        <w:t>فتركَ الحسينُ (عليه السّلام) ذراعي وأقبل عليه</w:t>
      </w:r>
      <w:r>
        <w:rPr>
          <w:rtl/>
        </w:rPr>
        <w:t xml:space="preserve"> ، </w:t>
      </w:r>
      <w:r w:rsidRPr="00E01C23">
        <w:rPr>
          <w:rtl/>
        </w:rPr>
        <w:t>فقال</w:t>
      </w:r>
      <w:r>
        <w:rPr>
          <w:rtl/>
        </w:rPr>
        <w:t xml:space="preserve"> : </w:t>
      </w:r>
      <w:r w:rsidRPr="00E01C23">
        <w:rPr>
          <w:rtl/>
        </w:rPr>
        <w:t>«قد آذيتنا منذ اليوم!</w:t>
      </w:r>
    </w:p>
    <w:p w:rsidR="00A87899" w:rsidRDefault="00A87899" w:rsidP="00541E11">
      <w:pPr>
        <w:pStyle w:val="libBold2"/>
        <w:rPr>
          <w:rtl/>
        </w:rPr>
      </w:pPr>
      <w:r w:rsidRPr="00E01C23">
        <w:rPr>
          <w:rtl/>
        </w:rPr>
        <w:t>تستغفر لي ولأُمّي وتترك أبي</w:t>
      </w:r>
      <w:r>
        <w:rPr>
          <w:rFonts w:hint="cs"/>
          <w:rtl/>
        </w:rPr>
        <w:t>!</w:t>
      </w:r>
    </w:p>
    <w:p w:rsidR="00A87899" w:rsidRPr="00E01C23" w:rsidRDefault="00A87899" w:rsidP="00541E11">
      <w:pPr>
        <w:pStyle w:val="libBold2"/>
        <w:rPr>
          <w:rtl/>
        </w:rPr>
      </w:pPr>
      <w:r w:rsidRPr="00E01C23">
        <w:rPr>
          <w:rtl/>
        </w:rPr>
        <w:t>وأبي خيرٌ منّي ومن أُمّي».</w:t>
      </w:r>
    </w:p>
    <w:p w:rsidR="00A87899" w:rsidRDefault="00A87899" w:rsidP="00A87899">
      <w:pPr>
        <w:pStyle w:val="Heading2Center"/>
        <w:rPr>
          <w:rtl/>
        </w:rPr>
      </w:pPr>
      <w:bookmarkStart w:id="34" w:name="_Toc416693837"/>
      <w:bookmarkStart w:id="35" w:name="_Toc416696081"/>
      <w:r>
        <w:rPr>
          <w:rtl/>
        </w:rPr>
        <w:t>12 ـ الحسين والبكاء</w:t>
      </w:r>
      <w:bookmarkEnd w:id="34"/>
      <w:bookmarkEnd w:id="35"/>
    </w:p>
    <w:p w:rsidR="00A87899" w:rsidRDefault="00A87899" w:rsidP="00541E11">
      <w:pPr>
        <w:pStyle w:val="libNormal"/>
        <w:rPr>
          <w:rtl/>
        </w:rPr>
      </w:pPr>
      <w:r>
        <w:rPr>
          <w:rtl/>
        </w:rPr>
        <w:t>روى ابن عساكر بسنده قال</w:t>
      </w:r>
      <w:r>
        <w:rPr>
          <w:rFonts w:hint="cs"/>
          <w:rtl/>
        </w:rPr>
        <w:t xml:space="preserve"> :</w:t>
      </w:r>
    </w:p>
    <w:p w:rsidR="00A87899" w:rsidRDefault="00A87899" w:rsidP="00541E11">
      <w:pPr>
        <w:pStyle w:val="libBold2"/>
        <w:rPr>
          <w:rtl/>
        </w:rPr>
      </w:pPr>
      <w:r w:rsidRPr="00E01C23">
        <w:rPr>
          <w:rtl/>
        </w:rPr>
        <w:t>[170]</w:t>
      </w:r>
      <w:r>
        <w:rPr>
          <w:rtl/>
        </w:rPr>
        <w:t xml:space="preserve"> : </w:t>
      </w:r>
      <w:r w:rsidRPr="00E01C23">
        <w:rPr>
          <w:rtl/>
        </w:rPr>
        <w:t>خرج النبيّ (صلّى الله عليه وآله) من بيت عائشة فمرّ ببيت فاطمة</w:t>
      </w:r>
      <w:r>
        <w:rPr>
          <w:rtl/>
        </w:rPr>
        <w:t xml:space="preserve"> ، </w:t>
      </w:r>
      <w:r w:rsidRPr="00E01C23">
        <w:rPr>
          <w:rtl/>
        </w:rPr>
        <w:t>فسمع حُسيناً يبكي</w:t>
      </w:r>
      <w:r>
        <w:rPr>
          <w:rtl/>
        </w:rPr>
        <w:t xml:space="preserve"> ، </w:t>
      </w:r>
      <w:r w:rsidRPr="00E01C23">
        <w:rPr>
          <w:rtl/>
        </w:rPr>
        <w:t>فقال</w:t>
      </w:r>
      <w:r>
        <w:rPr>
          <w:rtl/>
        </w:rPr>
        <w:t xml:space="preserve"> :</w:t>
      </w:r>
    </w:p>
    <w:p w:rsidR="00A87899" w:rsidRDefault="00A87899" w:rsidP="00541E11">
      <w:pPr>
        <w:pStyle w:val="libBold2"/>
        <w:rPr>
          <w:rtl/>
        </w:rPr>
      </w:pPr>
      <w:r>
        <w:rPr>
          <w:rtl/>
        </w:rPr>
        <w:br w:type="page"/>
      </w:r>
      <w:r w:rsidRPr="00E01C23">
        <w:rPr>
          <w:rtl/>
        </w:rPr>
        <w:lastRenderedPageBreak/>
        <w:t>«ألم تعلمي أنّ بُكاءه يؤذيني»</w:t>
      </w:r>
      <w:r>
        <w:rPr>
          <w:rtl/>
        </w:rPr>
        <w:t xml:space="preserve"> </w:t>
      </w:r>
      <w:r w:rsidRPr="00541E11">
        <w:rPr>
          <w:rStyle w:val="libFootnotenumChar"/>
          <w:rtl/>
        </w:rPr>
        <w:t>(1)</w:t>
      </w:r>
      <w:r>
        <w:rPr>
          <w:rtl/>
        </w:rPr>
        <w:t>.</w:t>
      </w:r>
    </w:p>
    <w:p w:rsidR="00A87899" w:rsidRDefault="00A87899" w:rsidP="00541E11">
      <w:pPr>
        <w:pStyle w:val="libNormal"/>
        <w:rPr>
          <w:rtl/>
        </w:rPr>
      </w:pPr>
      <w:r w:rsidRPr="00541E11">
        <w:rPr>
          <w:rStyle w:val="libBold2Char"/>
          <w:rtl/>
        </w:rPr>
        <w:t>[219]</w:t>
      </w:r>
      <w:r w:rsidRPr="00541E11">
        <w:rPr>
          <w:rStyle w:val="libBold2Char"/>
          <w:rFonts w:hint="cs"/>
          <w:rtl/>
        </w:rPr>
        <w:t xml:space="preserve"> </w:t>
      </w:r>
      <w:r w:rsidRPr="00541E11">
        <w:rPr>
          <w:rStyle w:val="libBold2Char"/>
          <w:rtl/>
        </w:rPr>
        <w:t>وقال</w:t>
      </w:r>
      <w:r w:rsidRPr="00541E11">
        <w:rPr>
          <w:rStyle w:val="libBold2Char"/>
          <w:rFonts w:hint="cs"/>
          <w:rtl/>
        </w:rPr>
        <w:t xml:space="preserve"> </w:t>
      </w:r>
      <w:r w:rsidRPr="00541E11">
        <w:rPr>
          <w:rStyle w:val="libBold2Char"/>
          <w:rtl/>
        </w:rPr>
        <w:t>(صلّى الله عليه وآله)</w:t>
      </w:r>
      <w:r w:rsidRPr="00541E11">
        <w:rPr>
          <w:rStyle w:val="libBold2Char"/>
          <w:rFonts w:hint="cs"/>
          <w:rtl/>
        </w:rPr>
        <w:t xml:space="preserve"> </w:t>
      </w:r>
      <w:r w:rsidRPr="00541E11">
        <w:rPr>
          <w:rStyle w:val="libBold2Char"/>
          <w:rtl/>
        </w:rPr>
        <w:t>لنسائه : «لا تُبكوا هذا الصبيّ»</w:t>
      </w:r>
      <w:r w:rsidRPr="00541E11">
        <w:rPr>
          <w:rStyle w:val="libBold2Char"/>
          <w:rFonts w:hint="cs"/>
          <w:rtl/>
        </w:rPr>
        <w:t xml:space="preserve"> </w:t>
      </w:r>
      <w:r w:rsidRPr="00541E11">
        <w:rPr>
          <w:rStyle w:val="libBold2Char"/>
          <w:rtl/>
        </w:rPr>
        <w:t>ـ يعني حسيناً ـ</w:t>
      </w:r>
      <w:r>
        <w:rPr>
          <w:rtl/>
        </w:rPr>
        <w:t xml:space="preserve"> </w:t>
      </w:r>
      <w:r w:rsidRPr="00541E11">
        <w:rPr>
          <w:rStyle w:val="libFootnotenumChar"/>
          <w:rtl/>
        </w:rPr>
        <w:t>(2)</w:t>
      </w:r>
      <w:r>
        <w:rPr>
          <w:rtl/>
        </w:rPr>
        <w:t>.</w:t>
      </w:r>
    </w:p>
    <w:p w:rsidR="00A87899" w:rsidRDefault="00A87899" w:rsidP="00541E11">
      <w:pPr>
        <w:pStyle w:val="libNormal"/>
        <w:rPr>
          <w:rtl/>
        </w:rPr>
      </w:pPr>
      <w:r>
        <w:rPr>
          <w:rtl/>
        </w:rPr>
        <w:t>ولماذا يؤذيه بكاءُ هذا الطفل بالخصوص وكلّ طفل لا بُدّ أن يبكي؟ وإذا كان إنسانٌ رقيقَ العاطفة فلا بُدّ أن يتأذّى من بكاء كلّ طفل ، أيّ طفل كان ، فلماذا يذكر النبيّ العطوف الحسينَ خاصّة؟</w:t>
      </w:r>
      <w:r>
        <w:rPr>
          <w:rFonts w:hint="cs"/>
          <w:rtl/>
        </w:rPr>
        <w:t xml:space="preserve"> </w:t>
      </w:r>
      <w:r>
        <w:rPr>
          <w:rtl/>
        </w:rPr>
        <w:t>لكنّ القضية التي جاءت في الحديث لا تتحدّث عن هذه العاطفة ، وإنّما تشير إلى معنىً آخر.</w:t>
      </w:r>
    </w:p>
    <w:p w:rsidR="00A87899" w:rsidRDefault="00A87899" w:rsidP="00541E11">
      <w:pPr>
        <w:pStyle w:val="libNormal"/>
        <w:rPr>
          <w:rtl/>
        </w:rPr>
      </w:pPr>
      <w:r>
        <w:rPr>
          <w:rtl/>
        </w:rPr>
        <w:t>فبكاء الحُسين (عليه السّلام) يؤذي النبيّ (صلّى الله عليه وآله) لأنّه يذكّره بحزن عظيم سوف يلقاهُ هذا الطفل ، تبكي له العيون المؤمنة وتحزن له القلوب المستودعة حبّه.</w:t>
      </w:r>
    </w:p>
    <w:p w:rsidR="00A87899" w:rsidRDefault="00A87899" w:rsidP="00541E11">
      <w:pPr>
        <w:pStyle w:val="libNormal"/>
        <w:rPr>
          <w:rtl/>
        </w:rPr>
      </w:pPr>
      <w:r>
        <w:rPr>
          <w:rtl/>
        </w:rPr>
        <w:t>وإذا كان الرسولُ (صلّى الله عليه وآله) يتأذّى من صوت بكاء هذا الطفل وهو في بيت أبويه ، فكيف به إذا وقف عليه يوم عاشوراء في صحراء كربلاء وقد كظّه الظمأ ، يطلب جرعة من الماء؟!</w:t>
      </w:r>
    </w:p>
    <w:p w:rsidR="00A87899" w:rsidRDefault="00A87899" w:rsidP="00541E11">
      <w:pPr>
        <w:pStyle w:val="libNormal"/>
        <w:rPr>
          <w:rtl/>
        </w:rPr>
      </w:pPr>
      <w:r>
        <w:rPr>
          <w:rtl/>
        </w:rPr>
        <w:t>وإذا كانت دمعةُ الحسين تعزّ على رسول الله (صلّى الله عليه وآله) أن تجريَ على خده</w:t>
      </w:r>
      <w:r>
        <w:rPr>
          <w:rFonts w:hint="cs"/>
          <w:rtl/>
        </w:rPr>
        <w:t>!</w:t>
      </w:r>
      <w:r>
        <w:rPr>
          <w:rtl/>
        </w:rPr>
        <w:t xml:space="preserve"> فكيف بدمه الطاهر حين يُراقَ على الأرض؟!</w:t>
      </w:r>
    </w:p>
    <w:p w:rsidR="00A87899" w:rsidRDefault="00A87899" w:rsidP="00541E11">
      <w:pPr>
        <w:pStyle w:val="libNormal"/>
        <w:rPr>
          <w:rtl/>
        </w:rPr>
      </w:pPr>
      <w:r>
        <w:rPr>
          <w:rtl/>
        </w:rPr>
        <w:t>إنّ أمثال هذا الحديث رموزٌ تُشير إلى الغيب ، وإلى معان أبعدَ من مجرّد العاطفة وأرقّ.</w:t>
      </w:r>
    </w:p>
    <w:p w:rsidR="00A87899" w:rsidRDefault="00A87899" w:rsidP="00541E11">
      <w:pPr>
        <w:pStyle w:val="libNormal"/>
        <w:rPr>
          <w:rtl/>
        </w:rPr>
      </w:pPr>
      <w:r>
        <w:rPr>
          <w:rtl/>
        </w:rPr>
        <w:t>والأذى الذي يذكره النبيّ (صلّى الله عليه وآله) أعمقَ من مجرّد الوجع وأدقّ.</w:t>
      </w:r>
    </w:p>
    <w:p w:rsidR="00A87899" w:rsidRDefault="00A87899" w:rsidP="00541E11">
      <w:pPr>
        <w:pStyle w:val="libNormal"/>
        <w:rPr>
          <w:rtl/>
        </w:rPr>
      </w:pPr>
      <w:r>
        <w:rPr>
          <w:rtl/>
        </w:rPr>
        <w:t>وللبكاء في سيرة الحسين (عليه السّلام) منذ ولادته بل وقبلها ، وحتّى شهادته بل وبعدها.</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(1) مختصر تاريخ دمشق ـ لابن منظور 7 / 125.</w:t>
      </w:r>
    </w:p>
    <w:p w:rsidR="00A87899" w:rsidRDefault="00A87899" w:rsidP="00541E11">
      <w:pPr>
        <w:pStyle w:val="libFootnote0"/>
        <w:rPr>
          <w:rtl/>
        </w:rPr>
      </w:pPr>
      <w:r w:rsidRPr="00E7395C">
        <w:rPr>
          <w:rtl/>
        </w:rPr>
        <w:t>(2) مختصر تاريخ دمشق ـ لابن منظور 7 / 134.</w:t>
      </w:r>
    </w:p>
    <w:p w:rsidR="00A87899" w:rsidRDefault="00A87899" w:rsidP="00541E11">
      <w:pPr>
        <w:pStyle w:val="libNormal0"/>
        <w:rPr>
          <w:rtl/>
        </w:rPr>
      </w:pPr>
      <w:r>
        <w:rPr>
          <w:rtl/>
        </w:rPr>
        <w:br w:type="page"/>
      </w:r>
      <w:r>
        <w:rPr>
          <w:rtl/>
        </w:rPr>
        <w:lastRenderedPageBreak/>
        <w:t>مكانة متميّزة.</w:t>
      </w:r>
    </w:p>
    <w:p w:rsidR="00A87899" w:rsidRDefault="00A87899" w:rsidP="00541E11">
      <w:pPr>
        <w:pStyle w:val="libNormal"/>
        <w:rPr>
          <w:rtl/>
        </w:rPr>
      </w:pPr>
      <w:r>
        <w:rPr>
          <w:rtl/>
        </w:rPr>
        <w:t>فقد بكتْهُ الأنبياء (عليهم السّلام) كلّهم حتّى جدّه الرسول (صلّى الله عليه وآله) قبل أن يولد الحسين. وبكاه أهل البيت (عليهم السّلام) بما فيهم جدّه الرسول يوم الولادة. وبكاه أهلُه وأصحابُه يوم مقتله ، وبكى هو أيضاً على مصابه وبعد مقتله بكاهُ كلّ من سَمِعَ بنبأ شهادته</w:t>
      </w:r>
      <w:r>
        <w:rPr>
          <w:rFonts w:hint="cs"/>
          <w:rtl/>
        </w:rPr>
        <w:t xml:space="preserve"> :</w:t>
      </w:r>
      <w:r>
        <w:rPr>
          <w:rtl/>
        </w:rPr>
        <w:t xml:space="preserve"> أُمّهات المؤمنين ، والصحابةُ المؤمنون.</w:t>
      </w:r>
    </w:p>
    <w:p w:rsidR="00A87899" w:rsidRDefault="00A87899" w:rsidP="00541E11">
      <w:pPr>
        <w:pStyle w:val="libNormal"/>
        <w:rPr>
          <w:rtl/>
        </w:rPr>
      </w:pPr>
      <w:r>
        <w:rPr>
          <w:rtl/>
        </w:rPr>
        <w:t>وبكاهُ الأئمّة المعصومون (عليهم السّلام) ومن تبعهم مدى القرون</w:t>
      </w:r>
      <w:r>
        <w:rPr>
          <w:rFonts w:hint="cs"/>
          <w:rtl/>
        </w:rPr>
        <w:t>!</w:t>
      </w:r>
      <w:r>
        <w:rPr>
          <w:rtl/>
        </w:rPr>
        <w:t xml:space="preserve"> حتّى جاء في رواية عن الحسين (عليه السّلام) نفسه أنّه قال : «أنا قتيلُ العَبْرة ، ما ذكرني مؤمنٌ إلاّ وبكى». وعبّر عنه بعض الأئمّة (عليهم السّلام) بـ «عَبْرة كلّ مؤمن».</w:t>
      </w:r>
    </w:p>
    <w:p w:rsidR="00A87899" w:rsidRDefault="00A87899" w:rsidP="00541E11">
      <w:pPr>
        <w:pStyle w:val="libNormal"/>
        <w:rPr>
          <w:rtl/>
        </w:rPr>
      </w:pPr>
      <w:r>
        <w:rPr>
          <w:rtl/>
        </w:rPr>
        <w:t xml:space="preserve">ولقد تحدّثتُ عن مجموع النصوص الواردة في «البكاء على مصيبة الحسين» في بعض «الحسينيّات» التي ألّفتها </w:t>
      </w:r>
      <w:r w:rsidRPr="00541E11">
        <w:rPr>
          <w:rStyle w:val="libFootnotenumChar"/>
          <w:rtl/>
        </w:rPr>
        <w:t>(1)</w:t>
      </w:r>
      <w:r>
        <w:rPr>
          <w:rtl/>
        </w:rPr>
        <w:t>.</w:t>
      </w:r>
    </w:p>
    <w:p w:rsidR="00A87899" w:rsidRDefault="00A87899" w:rsidP="00A87899">
      <w:pPr>
        <w:pStyle w:val="Heading2Center"/>
        <w:rPr>
          <w:rtl/>
        </w:rPr>
      </w:pPr>
      <w:bookmarkStart w:id="36" w:name="_Toc416693838"/>
      <w:bookmarkStart w:id="37" w:name="_Toc416696082"/>
      <w:r>
        <w:rPr>
          <w:rtl/>
        </w:rPr>
        <w:t>13 ـ الحُبُّ والبُغْض</w:t>
      </w:r>
      <w:bookmarkEnd w:id="36"/>
      <w:bookmarkEnd w:id="37"/>
    </w:p>
    <w:p w:rsidR="00A87899" w:rsidRDefault="00A87899" w:rsidP="00541E11">
      <w:pPr>
        <w:pStyle w:val="libNormal"/>
        <w:rPr>
          <w:rtl/>
        </w:rPr>
      </w:pPr>
      <w:r>
        <w:rPr>
          <w:rtl/>
        </w:rPr>
        <w:t>أنْ يُحبّ الإنسانُ أولاده ونَسْلَه فهذا أمرٌ طبيعيٌّ جدّاً ، أمّا أنْ يربطَ حُبّهم بحبّه فهذا أمر آخر ، فليس حبّهم ملازماً لحبّه ، وليس لازماً أو واجباً ـ في كلّ الأحوال ـ أن يحبَّهم كلّ مَنْ أحبّ جدّهم.</w:t>
      </w:r>
    </w:p>
    <w:p w:rsidR="00A87899" w:rsidRDefault="00A87899" w:rsidP="00541E11">
      <w:pPr>
        <w:pStyle w:val="libNormal"/>
        <w:rPr>
          <w:rtl/>
        </w:rPr>
      </w:pPr>
      <w:r>
        <w:rPr>
          <w:rtl/>
        </w:rPr>
        <w:t xml:space="preserve">لكنّ الرسولَ (صلّى الله عليه وآله) فرضَ الربْطَ بين الحبَّيْنِ ، حبَّ أولاده وعترته ، وحبّه هو (صلّى الله عليه وآله) ، فكان يُشير إلى الحسن والحسين (عليهما السّلام) ويقول </w:t>
      </w:r>
      <w:r>
        <w:rPr>
          <w:rFonts w:hint="cs"/>
          <w:rtl/>
        </w:rPr>
        <w:t>:</w:t>
      </w:r>
    </w:p>
    <w:p w:rsidR="00A87899" w:rsidRPr="00451B6F" w:rsidRDefault="00A87899" w:rsidP="00541E11">
      <w:pPr>
        <w:pStyle w:val="libBold2"/>
        <w:rPr>
          <w:rtl/>
        </w:rPr>
      </w:pPr>
      <w:r w:rsidRPr="00451B6F">
        <w:rPr>
          <w:rtl/>
        </w:rPr>
        <w:t>[116] : «مَنْ أحبَّني فليُحبّ هذين».</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 xml:space="preserve">(1) لاحظ ذكرى عاشوراء وتأمّلاتها التراثية فقهياً وأدبياً (مخطوط) وجهاد الإمام السجّاد (عليه السّلام) </w:t>
      </w:r>
      <w:r>
        <w:rPr>
          <w:rFonts w:hint="cs"/>
          <w:rtl/>
        </w:rPr>
        <w:t>ص</w:t>
      </w:r>
      <w:r w:rsidRPr="00E7395C">
        <w:rPr>
          <w:rtl/>
        </w:rPr>
        <w:t xml:space="preserve"> 212 ـ 224.</w:t>
      </w:r>
    </w:p>
    <w:p w:rsidR="00A87899" w:rsidRDefault="00A87899" w:rsidP="00541E11">
      <w:pPr>
        <w:pStyle w:val="libNormal"/>
        <w:rPr>
          <w:rtl/>
        </w:rPr>
      </w:pPr>
      <w:r w:rsidRPr="00E7395C">
        <w:rPr>
          <w:rtl/>
        </w:rPr>
        <w:br w:type="page"/>
      </w:r>
      <w:r>
        <w:rPr>
          <w:rtl/>
        </w:rPr>
        <w:lastRenderedPageBreak/>
        <w:t>إنّ عاطفة «الحُبّ» بين الرسول والأُمّة [ليست هي] العشق فحسبْ ، بل [هي]</w:t>
      </w:r>
      <w:r>
        <w:rPr>
          <w:rFonts w:hint="cs"/>
          <w:rtl/>
        </w:rPr>
        <w:t xml:space="preserve"> </w:t>
      </w:r>
      <w:r>
        <w:rPr>
          <w:rtl/>
        </w:rPr>
        <w:t>أيضاً حُبّ العَقيدة والتقديس والإجلال والسيادة ، لِما تمتّع به الرسولُ (صلّى الله عليه وآله) من ذاتيّات جمالية وكمالية ، وأُبوّة ، وشرف ، وكرامة ، وجلال ، وعطف ، وحنان ، وصفات متميّزة.</w:t>
      </w:r>
    </w:p>
    <w:p w:rsidR="00A87899" w:rsidRDefault="00A87899" w:rsidP="00541E11">
      <w:pPr>
        <w:pStyle w:val="libNormal"/>
        <w:rPr>
          <w:rtl/>
        </w:rPr>
      </w:pPr>
      <w:r>
        <w:rPr>
          <w:rtl/>
        </w:rPr>
        <w:t>وإذا كان الحسنان (عليهما السّلام) قد استوفيا هذه الخصال ، وبلغا إلى هذه المقامات حَسَباً ونَسَباً ، فمن البديهيّ أنّ مُحِبّ الرسول (صلّى الله عليه وآله) سيحبّهما بنفس المستوى ، لِما يجد فيهما ممّا يجد في جدّهما الرسول (صلّى الله عليه وآله).</w:t>
      </w:r>
    </w:p>
    <w:p w:rsidR="00A87899" w:rsidRDefault="00A87899" w:rsidP="00541E11">
      <w:pPr>
        <w:pStyle w:val="libNormal"/>
        <w:rPr>
          <w:rtl/>
        </w:rPr>
      </w:pPr>
      <w:r>
        <w:rPr>
          <w:rtl/>
        </w:rPr>
        <w:t>ولأجل هذا المعنى بالذات نجد الرسولَ (صلّى الله عليه وآله) يعكسُ تلك الملازمة ، فيقول في نصوص أُخرى : «</w:t>
      </w:r>
      <w:r w:rsidRPr="00541E11">
        <w:rPr>
          <w:rStyle w:val="libBold2Char"/>
          <w:rtl/>
        </w:rPr>
        <w:t>مَن أحبّهما فقد أحبّني</w:t>
      </w:r>
      <w:r>
        <w:rPr>
          <w:rtl/>
        </w:rPr>
        <w:t>» فيجعل حُبَّهُ متفرِّعاً من حبّهما بعد أن جعل في النصّ الأوّل حبّهما متفرّعاً من حبّهِ.</w:t>
      </w:r>
    </w:p>
    <w:p w:rsidR="00A87899" w:rsidRDefault="00A87899" w:rsidP="00541E11">
      <w:pPr>
        <w:pStyle w:val="libNormal"/>
        <w:rPr>
          <w:rtl/>
        </w:rPr>
      </w:pPr>
      <w:r>
        <w:rPr>
          <w:rtl/>
        </w:rPr>
        <w:t>فإذا كان سببُ «الحُبّ» ومنشؤه واحداً فلا فرق بين الجملتين : «</w:t>
      </w:r>
      <w:r w:rsidRPr="00541E11">
        <w:rPr>
          <w:rStyle w:val="libBold2Char"/>
          <w:rtl/>
        </w:rPr>
        <w:t>مَنْ أحَبّني فليُحِبَّ هذيْنِ</w:t>
      </w:r>
      <w:r>
        <w:rPr>
          <w:rtl/>
        </w:rPr>
        <w:t>» و «</w:t>
      </w:r>
      <w:r w:rsidRPr="00541E11">
        <w:rPr>
          <w:rStyle w:val="libBold2Char"/>
          <w:rtl/>
        </w:rPr>
        <w:t>مَنْ أحَبَّهما فقد أحبّني</w:t>
      </w:r>
      <w:r>
        <w:rPr>
          <w:rtl/>
        </w:rPr>
        <w:t>».</w:t>
      </w:r>
    </w:p>
    <w:p w:rsidR="00A87899" w:rsidRDefault="00A87899" w:rsidP="00541E11">
      <w:pPr>
        <w:pStyle w:val="libNormal"/>
        <w:rPr>
          <w:rtl/>
        </w:rPr>
      </w:pPr>
      <w:r>
        <w:rPr>
          <w:rtl/>
        </w:rPr>
        <w:t xml:space="preserve">والنصوص التي أكّد فيها الرسولُ (صلّى الله عليه وآله) على حُبّ «آل محمّد» ومنهم الحسين (عليه السّلام) كثيرة جدّاً ، روى منها ابن عساكر قسماً كبيراً </w:t>
      </w:r>
      <w:r w:rsidRPr="00541E11">
        <w:rPr>
          <w:rStyle w:val="libFootnotenumChar"/>
          <w:rtl/>
        </w:rPr>
        <w:t>(1)</w:t>
      </w:r>
      <w:r>
        <w:rPr>
          <w:rtl/>
        </w:rPr>
        <w:t>.</w:t>
      </w:r>
    </w:p>
    <w:p w:rsidR="00A87899" w:rsidRDefault="00A87899" w:rsidP="00541E11">
      <w:pPr>
        <w:pStyle w:val="libNormal"/>
        <w:rPr>
          <w:rtl/>
        </w:rPr>
      </w:pPr>
      <w:r>
        <w:rPr>
          <w:rtl/>
        </w:rPr>
        <w:t>ويتراءى هذا السؤالُ :</w:t>
      </w:r>
    </w:p>
    <w:p w:rsidR="00A87899" w:rsidRDefault="00A87899" w:rsidP="00541E11">
      <w:pPr>
        <w:pStyle w:val="libNormal"/>
        <w:rPr>
          <w:rtl/>
        </w:rPr>
      </w:pPr>
      <w:r>
        <w:rPr>
          <w:rtl/>
        </w:rPr>
        <w:t>لماذا كلّ هذه التصريحات مع كلّ ذلك التأكيد؟ وإنّ المؤمنين بالرسالة والرسول لا بُدّ وأنّهم يُكرمون «آل الرسول» ويودّونهم ، ويحبّونهم حبّ العقيدة والإيمان</w:t>
      </w:r>
      <w:r>
        <w:rPr>
          <w:rFonts w:hint="cs"/>
          <w:rtl/>
        </w:rPr>
        <w:t>!</w:t>
      </w:r>
    </w:p>
    <w:p w:rsidR="00A87899" w:rsidRDefault="00A87899" w:rsidP="00541E11">
      <w:pPr>
        <w:pStyle w:val="libNormal"/>
        <w:rPr>
          <w:rtl/>
        </w:rPr>
      </w:pPr>
      <w:r>
        <w:rPr>
          <w:rtl/>
        </w:rPr>
        <w:t>وعلى أقلّ التقادير ، مشياً على أعراف من قبيل «لأجْل عَيْن ألْفُ عَيْن تُكْرَمُ»</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لاحظها في الصفحات (79 ـ 100) من تاريخ دمشق ـ ترجمة الإمام الحسين (عليه السّلام).</w:t>
      </w:r>
    </w:p>
    <w:p w:rsidR="00A87899" w:rsidRDefault="00A87899" w:rsidP="00541E11">
      <w:pPr>
        <w:pStyle w:val="libNormal0"/>
        <w:rPr>
          <w:rtl/>
        </w:rPr>
      </w:pPr>
      <w:r w:rsidRPr="00E7395C">
        <w:rPr>
          <w:rtl/>
        </w:rPr>
        <w:br w:type="page"/>
      </w:r>
      <w:r>
        <w:rPr>
          <w:rtl/>
        </w:rPr>
        <w:lastRenderedPageBreak/>
        <w:t>و «المَرْءُ يُحفظ في وُلدهِ» تلك الأعراف التي كانت سائدةً بين أجهْل البشر في ذلك العصر ، فكيف بالّذين ملأتهم تعاليم الإسلام وَعْياً؟!</w:t>
      </w:r>
    </w:p>
    <w:p w:rsidR="00A87899" w:rsidRDefault="00A87899" w:rsidP="00541E11">
      <w:pPr>
        <w:pStyle w:val="libNormal"/>
        <w:rPr>
          <w:rtl/>
        </w:rPr>
      </w:pPr>
      <w:r>
        <w:rPr>
          <w:rtl/>
        </w:rPr>
        <w:t>هذا مع الغضّ عمّا كان لأهل البيت النبويّ من الكرامة والشرف والمكانة</w:t>
      </w:r>
      <w:r>
        <w:rPr>
          <w:rFonts w:hint="cs"/>
          <w:rtl/>
        </w:rPr>
        <w:t xml:space="preserve"> </w:t>
      </w:r>
      <w:r>
        <w:rPr>
          <w:rtl/>
        </w:rPr>
        <w:t>العلميّة والعمليّة ممّا لا يخفى على أحد من المسلمين.</w:t>
      </w:r>
    </w:p>
    <w:p w:rsidR="00A87899" w:rsidRDefault="00A87899" w:rsidP="00541E11">
      <w:pPr>
        <w:pStyle w:val="libNormal"/>
        <w:rPr>
          <w:rtl/>
        </w:rPr>
      </w:pPr>
      <w:r>
        <w:rPr>
          <w:rtl/>
        </w:rPr>
        <w:t>فإذا نظرنا إلى آثارهم ومآثرهم ، فهل نجد أحداً أحقّ بالحبّ والتكريم منهم</w:t>
      </w:r>
      <w:r>
        <w:rPr>
          <w:rFonts w:hint="cs"/>
          <w:rtl/>
        </w:rPr>
        <w:t>؟!</w:t>
      </w:r>
      <w:r>
        <w:rPr>
          <w:rtl/>
        </w:rPr>
        <w:t xml:space="preserve"> وأَوْلى بالتفضيل والتقديم؟</w:t>
      </w:r>
    </w:p>
    <w:p w:rsidR="00A87899" w:rsidRDefault="00A87899" w:rsidP="00541E11">
      <w:pPr>
        <w:pStyle w:val="libNormal"/>
        <w:rPr>
          <w:rtl/>
        </w:rPr>
      </w:pPr>
      <w:r>
        <w:rPr>
          <w:rtl/>
        </w:rPr>
        <w:t>فلماذا كلّ ذلك التأكيد من جدّهم الرسول (صلّى الله عليه وآله) على حُبّهم وربط ذلك بحبّه هو؟!</w:t>
      </w:r>
    </w:p>
    <w:p w:rsidR="00A87899" w:rsidRDefault="00A87899" w:rsidP="00541E11">
      <w:pPr>
        <w:pStyle w:val="libNormal"/>
        <w:rPr>
          <w:rtl/>
        </w:rPr>
      </w:pPr>
      <w:r>
        <w:rPr>
          <w:rtl/>
        </w:rPr>
        <w:t>إنّ هذا السؤال تسهل الإجابة عليه إذا لاحظنا أنّ الرسول (صلّى الله عليه وآله) قد أضاف على نصوص الملازمة الثانية «من أحبّهما فقد أحبّني» قوله</w:t>
      </w:r>
      <w:r>
        <w:rPr>
          <w:rFonts w:hint="cs"/>
          <w:rtl/>
        </w:rPr>
        <w:t xml:space="preserve"> :</w:t>
      </w:r>
    </w:p>
    <w:p w:rsidR="00A87899" w:rsidRPr="00541E11" w:rsidRDefault="00A87899" w:rsidP="00541E11">
      <w:pPr>
        <w:pStyle w:val="libNormal"/>
        <w:rPr>
          <w:rStyle w:val="libBold2Char"/>
          <w:rtl/>
        </w:rPr>
      </w:pPr>
      <w:r w:rsidRPr="00541E11">
        <w:rPr>
          <w:rStyle w:val="libBold2Char"/>
          <w:rtl/>
        </w:rPr>
        <w:t xml:space="preserve">[118 ـ 123] : «... ومَن أبغضهما فقد أبغضني» </w:t>
      </w:r>
      <w:r w:rsidRPr="00541E11">
        <w:rPr>
          <w:rStyle w:val="libFootnotenumChar"/>
          <w:rtl/>
        </w:rPr>
        <w:t>(1)</w:t>
      </w:r>
      <w:r w:rsidRPr="00541E11">
        <w:rPr>
          <w:rStyle w:val="libBold2Char"/>
          <w:rtl/>
        </w:rPr>
        <w:t>.</w:t>
      </w:r>
    </w:p>
    <w:p w:rsidR="00A87899" w:rsidRDefault="00A87899" w:rsidP="00541E11">
      <w:pPr>
        <w:pStyle w:val="libNormal"/>
        <w:rPr>
          <w:rtl/>
        </w:rPr>
      </w:pPr>
      <w:r>
        <w:rPr>
          <w:rtl/>
        </w:rPr>
        <w:t>عجباً! فكيف يُفترضُ وجود من يُبغض الحسن والحسين (عليهما السّلام)؟!</w:t>
      </w:r>
    </w:p>
    <w:p w:rsidR="00A87899" w:rsidRDefault="00A87899" w:rsidP="00541E11">
      <w:pPr>
        <w:pStyle w:val="libNormal"/>
        <w:rPr>
          <w:rtl/>
        </w:rPr>
      </w:pPr>
      <w:r>
        <w:rPr>
          <w:rtl/>
        </w:rPr>
        <w:t>ولماذا يُريدُ أحدٌ ممّن ينتمي إلى دين الإسلام أن يُبغض الحسنَ أو الحسين (عليهما السّلام)؟!</w:t>
      </w:r>
    </w:p>
    <w:p w:rsidR="00A87899" w:rsidRDefault="00A87899" w:rsidP="00541E11">
      <w:pPr>
        <w:pStyle w:val="libNormal"/>
        <w:rPr>
          <w:rtl/>
        </w:rPr>
      </w:pPr>
      <w:r>
        <w:rPr>
          <w:rtl/>
        </w:rPr>
        <w:t xml:space="preserve">وهذه الأسئلة أصعب من السؤال السابق قطعاً ، إذ يلاحَظ فيها أنّ الرسولَ (صلّى الله عليه وآله) قد فرضَ وجود من يُبغض الحسنين </w:t>
      </w:r>
      <w:r>
        <w:rPr>
          <w:rFonts w:hint="cs"/>
          <w:rtl/>
        </w:rPr>
        <w:t>،</w:t>
      </w:r>
      <w:r>
        <w:rPr>
          <w:rtl/>
        </w:rPr>
        <w:t xml:space="preserve"> ورَبَطَ بين بُغضهما وبُغضه هو</w:t>
      </w:r>
      <w:r>
        <w:rPr>
          <w:rFonts w:hint="cs"/>
          <w:rtl/>
        </w:rPr>
        <w:t>!</w:t>
      </w:r>
    </w:p>
    <w:p w:rsidR="00A87899" w:rsidRDefault="00A87899" w:rsidP="00541E11">
      <w:pPr>
        <w:pStyle w:val="libNormal"/>
        <w:rPr>
          <w:rtl/>
        </w:rPr>
      </w:pPr>
      <w:r>
        <w:rPr>
          <w:rtl/>
        </w:rPr>
        <w:t>ثمّ هناك ملاحظة في مسألة البُغض ، وهي أنّ الملازمة فيه من طرف واحد ، وقد كان في الحبّ من الطرفين</w:t>
      </w:r>
      <w:r>
        <w:rPr>
          <w:rFonts w:hint="cs"/>
          <w:rtl/>
        </w:rPr>
        <w:t>!</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مختصر تاريخ دمشق ـ لابن منظور 7 / 120.</w:t>
      </w:r>
    </w:p>
    <w:p w:rsidR="00A87899" w:rsidRDefault="00A87899" w:rsidP="00541E11">
      <w:pPr>
        <w:pStyle w:val="libNormal"/>
        <w:rPr>
          <w:rtl/>
        </w:rPr>
      </w:pPr>
      <w:r w:rsidRPr="00E7395C">
        <w:rPr>
          <w:rtl/>
        </w:rPr>
        <w:br w:type="page"/>
      </w:r>
      <w:r>
        <w:rPr>
          <w:rtl/>
        </w:rPr>
        <w:lastRenderedPageBreak/>
        <w:t>فلم يَرِد في البغض : «</w:t>
      </w:r>
      <w:r w:rsidRPr="00541E11">
        <w:rPr>
          <w:rStyle w:val="libBold2Char"/>
          <w:rtl/>
        </w:rPr>
        <w:t>من أبغضني فقد أبغضهما</w:t>
      </w:r>
      <w:r>
        <w:rPr>
          <w:rtl/>
        </w:rPr>
        <w:t>»</w:t>
      </w:r>
      <w:r>
        <w:rPr>
          <w:rFonts w:hint="cs"/>
          <w:rtl/>
        </w:rPr>
        <w:t>!</w:t>
      </w:r>
    </w:p>
    <w:p w:rsidR="00A87899" w:rsidRDefault="00A87899" w:rsidP="00541E11">
      <w:pPr>
        <w:pStyle w:val="libNormal"/>
        <w:rPr>
          <w:rtl/>
        </w:rPr>
      </w:pPr>
      <w:r>
        <w:rPr>
          <w:rtl/>
        </w:rPr>
        <w:t>وقد يكون السببُ في الملاحظة الثانية أنّ فرض بُغض النبي (صلّى الله عليه وآله) في المجتمع الإسلاميّ أمرٌ لا يمكن تصورّه ولا افتراضُه ، إذ هو يساوي الكفر بالرسالة ذاتها ، وبالمرسِل والمرسَل أيضاً.</w:t>
      </w:r>
    </w:p>
    <w:p w:rsidR="00A87899" w:rsidRDefault="00A87899" w:rsidP="00541E11">
      <w:pPr>
        <w:pStyle w:val="libNormal"/>
        <w:rPr>
          <w:rtl/>
        </w:rPr>
      </w:pPr>
      <w:r>
        <w:rPr>
          <w:rtl/>
        </w:rPr>
        <w:t>لكنَّ «</w:t>
      </w:r>
      <w:r w:rsidRPr="00541E11">
        <w:rPr>
          <w:rStyle w:val="libBold2Char"/>
          <w:rtl/>
        </w:rPr>
        <w:t>بُغْضَ آل الرسول</w:t>
      </w:r>
      <w:r>
        <w:rPr>
          <w:rtl/>
        </w:rPr>
        <w:t>» فهو على فظاعته قد تحقّق على أرض الواقع ، فقد كان في أُمّة الرسول (صلّى الله عليه وآله) بالذات مَن أبغضَ الحسنين (عليهما السّلام) ولعنَهما على منابر الإسلام ، بل وُجِدَ في الأُمّة مَنْ شهر السيفَ في وجهيهما وقاتلهما.</w:t>
      </w:r>
    </w:p>
    <w:p w:rsidR="00A87899" w:rsidRDefault="00A87899" w:rsidP="00541E11">
      <w:pPr>
        <w:pStyle w:val="libNormal"/>
        <w:rPr>
          <w:rtl/>
        </w:rPr>
      </w:pPr>
      <w:r>
        <w:rPr>
          <w:rtl/>
        </w:rPr>
        <w:t>وهل قُتِلَ الحسينُ (عليه السّلام) على يدِ اُناس من غير أُمّة جدّه الرسول محمّد (صلّى الله عليه وآله)؟ ولماذا؟</w:t>
      </w:r>
    </w:p>
    <w:p w:rsidR="00A87899" w:rsidRDefault="00A87899" w:rsidP="00541E11">
      <w:pPr>
        <w:pStyle w:val="libNormal"/>
        <w:rPr>
          <w:rtl/>
        </w:rPr>
      </w:pPr>
      <w:r>
        <w:rPr>
          <w:rtl/>
        </w:rPr>
        <w:t xml:space="preserve">إنّ الرسول (صلّى الله عليه وآله) أعلنَ بالنّص المذكور ـ الذي هو من دلائل النبوّة ـ أنّ «بُغضه» وإنْ لم يفترضه المسلم مُباشرة ، ولا يتمكّن المنافق والكافر من إظهاره علانيةً ، إلاّ أنّه يتحقّق من خلال بُغْض الحسن والحسين </w:t>
      </w:r>
      <w:r>
        <w:rPr>
          <w:rFonts w:hint="cs"/>
          <w:rtl/>
        </w:rPr>
        <w:t>،</w:t>
      </w:r>
      <w:r>
        <w:rPr>
          <w:rtl/>
        </w:rPr>
        <w:t xml:space="preserve"> لأنّ مَنْ أبغضهما فقد أبغض النبيّ لِما في بغضها من انتهاك المُثُل التي يحتذيانها ، ونبذ المكارم التي يحتويانها ، ورفض الشرائع التي يتّبعانها</w:t>
      </w:r>
      <w:r>
        <w:rPr>
          <w:rFonts w:hint="cs"/>
          <w:rtl/>
        </w:rPr>
        <w:t>!</w:t>
      </w:r>
      <w:r>
        <w:rPr>
          <w:rtl/>
        </w:rPr>
        <w:t xml:space="preserve"> وهي نفس المُثُل والمكارم والشرائع التي عند الرسول نفسه</w:t>
      </w:r>
      <w:r>
        <w:rPr>
          <w:rFonts w:hint="cs"/>
          <w:rtl/>
        </w:rPr>
        <w:t xml:space="preserve"> </w:t>
      </w:r>
      <w:r>
        <w:rPr>
          <w:rtl/>
        </w:rPr>
        <w:t>(صلّى الله عليه وآله) فبغضهما ليس إلاّ بغضاً له (صلّى الله عليه وآله) ولرسالته.</w:t>
      </w:r>
    </w:p>
    <w:p w:rsidR="00A87899" w:rsidRDefault="00A87899" w:rsidP="00541E11">
      <w:pPr>
        <w:pStyle w:val="libNormal"/>
        <w:rPr>
          <w:rtl/>
        </w:rPr>
      </w:pPr>
      <w:r>
        <w:rPr>
          <w:rtl/>
        </w:rPr>
        <w:t>ولقد رَتَّبَ النتائج الوخيمة على بُغضهما في قوله (صلّى الله عليه وآله)</w:t>
      </w:r>
      <w:r>
        <w:rPr>
          <w:rFonts w:hint="cs"/>
          <w:rtl/>
        </w:rPr>
        <w:t xml:space="preserve"> :</w:t>
      </w:r>
    </w:p>
    <w:p w:rsidR="00A87899" w:rsidRPr="0086226F" w:rsidRDefault="00A87899" w:rsidP="00541E11">
      <w:pPr>
        <w:pStyle w:val="libBold2"/>
        <w:rPr>
          <w:rtl/>
        </w:rPr>
      </w:pPr>
      <w:r w:rsidRPr="0086226F">
        <w:rPr>
          <w:rtl/>
        </w:rPr>
        <w:t>[131]</w:t>
      </w:r>
      <w:r>
        <w:rPr>
          <w:rtl/>
        </w:rPr>
        <w:t xml:space="preserve"> : </w:t>
      </w:r>
      <w:r w:rsidRPr="0086226F">
        <w:rPr>
          <w:rtl/>
        </w:rPr>
        <w:t>«مَن أحبّهما أحببتُه</w:t>
      </w:r>
      <w:r>
        <w:rPr>
          <w:rtl/>
        </w:rPr>
        <w:t xml:space="preserve"> ، </w:t>
      </w:r>
      <w:r w:rsidRPr="0086226F">
        <w:rPr>
          <w:rtl/>
        </w:rPr>
        <w:t>ومن أحببتُه أحبَّه الله</w:t>
      </w:r>
      <w:r>
        <w:rPr>
          <w:rtl/>
        </w:rPr>
        <w:t xml:space="preserve"> ، </w:t>
      </w:r>
      <w:r w:rsidRPr="0086226F">
        <w:rPr>
          <w:rtl/>
        </w:rPr>
        <w:t>ومن أحبَّه الله أدخلهُ جنّات النعيم.</w:t>
      </w:r>
    </w:p>
    <w:p w:rsidR="00A87899" w:rsidRDefault="00A87899" w:rsidP="00541E11">
      <w:pPr>
        <w:pStyle w:val="libBold2"/>
        <w:rPr>
          <w:rtl/>
        </w:rPr>
      </w:pPr>
      <w:r w:rsidRPr="0086226F">
        <w:rPr>
          <w:rtl/>
        </w:rPr>
        <w:t>ومَن أبغضهما أو بغى عليهما أبغضتُه</w:t>
      </w:r>
      <w:r>
        <w:rPr>
          <w:rtl/>
        </w:rPr>
        <w:t xml:space="preserve"> ، </w:t>
      </w:r>
      <w:r w:rsidRPr="0086226F">
        <w:rPr>
          <w:rtl/>
        </w:rPr>
        <w:t>ومَنْ أبغضتُه أبغضَه الله</w:t>
      </w:r>
      <w:r>
        <w:rPr>
          <w:rtl/>
        </w:rPr>
        <w:t xml:space="preserve"> ، </w:t>
      </w:r>
      <w:r w:rsidRPr="0086226F">
        <w:rPr>
          <w:rtl/>
        </w:rPr>
        <w:t>ومَن أبغضَه الله أدخله نار جهنّم وله عذابٌ</w:t>
      </w:r>
    </w:p>
    <w:p w:rsidR="00A87899" w:rsidRDefault="00A87899" w:rsidP="00541E11">
      <w:pPr>
        <w:pStyle w:val="libNormal0"/>
        <w:rPr>
          <w:rtl/>
        </w:rPr>
      </w:pPr>
      <w:r>
        <w:rPr>
          <w:rtl/>
        </w:rPr>
        <w:br w:type="page"/>
      </w:r>
      <w:r w:rsidRPr="00541E11">
        <w:rPr>
          <w:rStyle w:val="libBold2Char"/>
          <w:rtl/>
        </w:rPr>
        <w:lastRenderedPageBreak/>
        <w:t>مقيم»</w:t>
      </w:r>
      <w:r>
        <w:rPr>
          <w:rtl/>
        </w:rPr>
        <w:t xml:space="preserve"> </w:t>
      </w:r>
      <w:r w:rsidRPr="00541E11">
        <w:rPr>
          <w:rStyle w:val="libFootnotenumChar"/>
          <w:rtl/>
        </w:rPr>
        <w:t>(1)</w:t>
      </w:r>
      <w:r>
        <w:rPr>
          <w:rtl/>
        </w:rPr>
        <w:t>.</w:t>
      </w:r>
    </w:p>
    <w:p w:rsidR="00A87899" w:rsidRDefault="00A87899" w:rsidP="00541E11">
      <w:pPr>
        <w:pStyle w:val="libNormal"/>
        <w:rPr>
          <w:rtl/>
        </w:rPr>
      </w:pPr>
      <w:r>
        <w:rPr>
          <w:rtl/>
        </w:rPr>
        <w:t>لكنّ الذين أسلموا رَغْماً ، ولم يتشرّبوا بروح الإسلام ، وظلّتْ نعراتُ الجاهليّة عالقةً بأذهانهم ، ومترسّبةً في قلوبهم ، جعلوا كلّ الذي وردَ عن الرسول (صلّى الله عليه وآله) من النصوص في حقّ أهل بيته الكرام وارداً بدافع العاطفة البشريّة ، نابعاً عن هواه في أبناء ابنته</w:t>
      </w:r>
      <w:r>
        <w:rPr>
          <w:rFonts w:hint="cs"/>
          <w:rtl/>
        </w:rPr>
        <w:t>!!</w:t>
      </w:r>
      <w:r>
        <w:rPr>
          <w:rtl/>
        </w:rPr>
        <w:t xml:space="preserve"> مُعْرضين عن قدسيّة كلام الرسول (صلّى الله عليه وآله) الذي حاطه بها الله ، فجعل كلامه وحياً ، وحديثه سُنّةً وتشريعاً ، وطاعته فرضاً ، ومخالفته كفراً ونفاقاً ، وجعل ما ينطق بعيداً عن الهوى ، بل هو وحيٌ يُوحى.</w:t>
      </w:r>
    </w:p>
    <w:p w:rsidR="00A87899" w:rsidRDefault="00A87899" w:rsidP="00541E11">
      <w:pPr>
        <w:pStyle w:val="libNormal"/>
        <w:rPr>
          <w:rtl/>
        </w:rPr>
      </w:pPr>
      <w:r>
        <w:rPr>
          <w:rtl/>
        </w:rPr>
        <w:t xml:space="preserve">فأعرضوا عن هذه النصوص الآمرة بحبّ الحسنين </w:t>
      </w:r>
      <w:r>
        <w:rPr>
          <w:rFonts w:hint="cs"/>
          <w:rtl/>
        </w:rPr>
        <w:t>،</w:t>
      </w:r>
      <w:r>
        <w:rPr>
          <w:rtl/>
        </w:rPr>
        <w:t xml:space="preserve"> والناهية والمتوعّدة على بغضهما بأشدّ ما يكون</w:t>
      </w:r>
      <w:r>
        <w:rPr>
          <w:rFonts w:hint="cs"/>
          <w:rtl/>
        </w:rPr>
        <w:t>!</w:t>
      </w:r>
      <w:r>
        <w:rPr>
          <w:rtl/>
        </w:rPr>
        <w:t xml:space="preserve"> ونبذوها وراءهم ظِهْرِيّاً ، فَعَدَوْا على آل الرسول (صلّى الله عليه وآله)</w:t>
      </w:r>
      <w:r>
        <w:rPr>
          <w:rFonts w:hint="cs"/>
          <w:rtl/>
        </w:rPr>
        <w:t xml:space="preserve"> </w:t>
      </w:r>
      <w:r>
        <w:rPr>
          <w:rtl/>
        </w:rPr>
        <w:t>ظلماً وعَسْفاً ، وتشريداً وسبّاً ، ولعناً وقتلاً.</w:t>
      </w:r>
    </w:p>
    <w:p w:rsidR="00A87899" w:rsidRDefault="00A87899" w:rsidP="00541E11">
      <w:pPr>
        <w:pStyle w:val="libNormal"/>
        <w:rPr>
          <w:rtl/>
        </w:rPr>
      </w:pPr>
      <w:r>
        <w:rPr>
          <w:rtl/>
        </w:rPr>
        <w:t>وخَلَفَ من بعد ذلك السَّلف خَلْفٌ أضاعوا الحقّ ، وأعرضوا عن أوامر النبيّ ونواهيه ، واتّبعوا آثار سَلَفٍ وجدوه على أُمّة وهم على آثارهم يُهرعُون.</w:t>
      </w:r>
    </w:p>
    <w:p w:rsidR="00A87899" w:rsidRDefault="00A87899" w:rsidP="00541E11">
      <w:pPr>
        <w:pStyle w:val="libNormal"/>
        <w:rPr>
          <w:rtl/>
        </w:rPr>
      </w:pPr>
      <w:r>
        <w:rPr>
          <w:rtl/>
        </w:rPr>
        <w:t xml:space="preserve">فبعد أنْ ضيّع السَّلف على «آل محمّد» فرصة الخلافة عن النبيّ </w:t>
      </w:r>
      <w:r>
        <w:rPr>
          <w:rFonts w:hint="cs"/>
          <w:rtl/>
        </w:rPr>
        <w:t>،</w:t>
      </w:r>
      <w:r>
        <w:rPr>
          <w:rtl/>
        </w:rPr>
        <w:t xml:space="preserve"> وتوليّ حكم الأُمّة ، وقهروهم على الانعزال عن مواقع الإدارة ، وغصبوا منهم أريكة الإمامة ، وفرّغوا أيديهم عن كلّ إمكانات العمل لصالح الأُمّة ، وأودعوا المناصب المهمّة والحسّاسة في الدولة الإسلاميّة بأيدي العابثين من بني أُميّة والعبّاس</w:t>
      </w:r>
      <w:r>
        <w:rPr>
          <w:rFonts w:hint="cs"/>
          <w:rtl/>
        </w:rPr>
        <w:t>!</w:t>
      </w:r>
    </w:p>
    <w:p w:rsidR="00A87899" w:rsidRDefault="00A87899" w:rsidP="00541E11">
      <w:pPr>
        <w:pStyle w:val="libNormal"/>
        <w:rPr>
          <w:rtl/>
        </w:rPr>
      </w:pPr>
      <w:r>
        <w:rPr>
          <w:rtl/>
        </w:rPr>
        <w:t>وبعد أنْ أضاعَ الخَلَفُ على «آل محمّد» فُرَصَ إرشاد الأُمّة وهدايتها تشريعيّاً ، فلم يفسحوا لفقههم أن يُنشَر بين الأُمّة ، ومنعوهم من بيان الأحكام الإلهيّة ، وحرفوا وِجْهة الناس عنهم إلى غرباء دخلاء على هذا الدين واُصوله</w:t>
      </w:r>
      <w:r>
        <w:rPr>
          <w:rFonts w:hint="cs"/>
          <w:rtl/>
        </w:rPr>
        <w:t xml:space="preserve"> ،</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مختصر تاريخ دمشق ـ لابن منظور 7 / 121.</w:t>
      </w:r>
    </w:p>
    <w:p w:rsidR="00A87899" w:rsidRDefault="00A87899" w:rsidP="00541E11">
      <w:pPr>
        <w:pStyle w:val="libNormal0"/>
        <w:rPr>
          <w:rtl/>
        </w:rPr>
      </w:pPr>
      <w:r>
        <w:rPr>
          <w:rtl/>
        </w:rPr>
        <w:br w:type="page"/>
      </w:r>
      <w:r>
        <w:rPr>
          <w:rtl/>
        </w:rPr>
        <w:lastRenderedPageBreak/>
        <w:t>وسننه ومصادر معرفته وفكره.</w:t>
      </w:r>
    </w:p>
    <w:p w:rsidR="00A87899" w:rsidRDefault="00A87899" w:rsidP="00541E11">
      <w:pPr>
        <w:pStyle w:val="libNormal"/>
        <w:rPr>
          <w:rtl/>
        </w:rPr>
      </w:pPr>
      <w:r>
        <w:rPr>
          <w:rtl/>
        </w:rPr>
        <w:t>فأصبحتْ الأُمّةُ لا تعرف أنّ لآل محمّد (صلوات الله وسلامه عليهم) فقهاً يتّصِل بأوضح السُبُل وأصحّ الطرق برسول الله (صلّى الله عليه وآله) مُباشرةً ، ويستقي أحكامه من الكتاب والسُنّة من دون الاتّكال على الرأي والظنّ ، بل بالاعتماد على اُصول علميّة يقينيّة</w:t>
      </w:r>
      <w:r>
        <w:rPr>
          <w:rFonts w:hint="cs"/>
          <w:rtl/>
        </w:rPr>
        <w:t>.</w:t>
      </w:r>
    </w:p>
    <w:p w:rsidR="00A87899" w:rsidRDefault="00A87899" w:rsidP="00541E11">
      <w:pPr>
        <w:pStyle w:val="libNormal"/>
        <w:rPr>
          <w:rtl/>
        </w:rPr>
      </w:pPr>
      <w:r>
        <w:rPr>
          <w:rtl/>
        </w:rPr>
        <w:t>وأمست الأُمّةُ لا تعرفُ أنّ علوم آل محمّد (صلّى الله عليه وآله) محفوظة في كنوز من التُراث الضخم الفخم ، يتداوله أتباعهم حتّى اليوم.</w:t>
      </w:r>
    </w:p>
    <w:p w:rsidR="00A87899" w:rsidRDefault="00A87899" w:rsidP="00541E11">
      <w:pPr>
        <w:pStyle w:val="libNormal"/>
        <w:rPr>
          <w:rtl/>
        </w:rPr>
      </w:pPr>
      <w:r>
        <w:rPr>
          <w:rtl/>
        </w:rPr>
        <w:t>ولكنْ لمّا كُتبتْ السُنّة الشريفة وجُمعت ودُوّنت ، وبرزت للناس المجموعة الكبيرة من أحاديث الرسول (صلّى الله عليه وآله) الداعية إلى «</w:t>
      </w:r>
      <w:r w:rsidRPr="00541E11">
        <w:rPr>
          <w:rStyle w:val="libBold2Char"/>
          <w:rtl/>
        </w:rPr>
        <w:t>حُبّ آل محمّد</w:t>
      </w:r>
      <w:r>
        <w:rPr>
          <w:rtl/>
        </w:rPr>
        <w:t>» وقفَ الخلفُ على حقيقة مُرّة ، وهي : كيف كان موقف السَّلف من «</w:t>
      </w:r>
      <w:r w:rsidRPr="00541E11">
        <w:rPr>
          <w:rStyle w:val="libBold2Char"/>
          <w:rtl/>
        </w:rPr>
        <w:t>آل محمّد</w:t>
      </w:r>
      <w:r>
        <w:rPr>
          <w:rtl/>
        </w:rPr>
        <w:t>»؟ وأين موقع «</w:t>
      </w:r>
      <w:r w:rsidRPr="00541E11">
        <w:rPr>
          <w:rStyle w:val="libBold2Char"/>
          <w:rtl/>
        </w:rPr>
        <w:t>آل محمّد</w:t>
      </w:r>
      <w:r>
        <w:rPr>
          <w:rtl/>
        </w:rPr>
        <w:t>» في الإسلام حكماً وإدارةً ، وفقهاً وتشريعاً؟</w:t>
      </w:r>
    </w:p>
    <w:p w:rsidR="00A87899" w:rsidRDefault="00A87899" w:rsidP="00541E11">
      <w:pPr>
        <w:pStyle w:val="libNormal"/>
        <w:rPr>
          <w:rtl/>
        </w:rPr>
      </w:pPr>
      <w:r>
        <w:rPr>
          <w:rtl/>
        </w:rPr>
        <w:t>فأين الحبُّ الذي أمر به الرسولُ (صلّى الله عليه وآله) لأهل بيته (عليهم السّلام)؟!</w:t>
      </w:r>
    </w:p>
    <w:p w:rsidR="00A87899" w:rsidRDefault="00A87899" w:rsidP="00541E11">
      <w:pPr>
        <w:pStyle w:val="libNormal"/>
        <w:rPr>
          <w:rtl/>
        </w:rPr>
      </w:pPr>
      <w:r>
        <w:rPr>
          <w:rtl/>
        </w:rPr>
        <w:t>وكيف لا نجد في التاريخ من آل محمّد إلاّ مَن هو مقتول بالسيف أو بالسمّ ، أو معذّب في قعر السجون وظُلَمِ المطامير ، أو مُشَرَّد مطارَدٌ ، أو مُهانٌ مبعد؟!</w:t>
      </w:r>
    </w:p>
    <w:p w:rsidR="00A87899" w:rsidRDefault="00A87899" w:rsidP="00541E11">
      <w:pPr>
        <w:pStyle w:val="libNormal"/>
        <w:rPr>
          <w:rtl/>
        </w:rPr>
      </w:pPr>
      <w:r>
        <w:rPr>
          <w:rtl/>
        </w:rPr>
        <w:t>فكيفَ يكونُ البُغضُ الذي نهى عنه الرسول (صلّى الله عليه وآله) لأهل بيته (عليهم السّلام) إن لم يكن هكذا؟!</w:t>
      </w:r>
    </w:p>
    <w:p w:rsidR="00A87899" w:rsidRDefault="00A87899" w:rsidP="00541E11">
      <w:pPr>
        <w:pStyle w:val="libNormal"/>
        <w:rPr>
          <w:rtl/>
        </w:rPr>
      </w:pPr>
      <w:r>
        <w:rPr>
          <w:rtl/>
        </w:rPr>
        <w:t>فلّما وقفَ الجيلُ المتأخّر على هذه الحقيقة المرّة ، وخوفاً من انكشاف الحقائق ، ولفظاعة أمر البغض المعلن ، ولكي لا تحرقهم ناره المتوعّد بها ، لجؤوا إلى تحريف وتزوير انطلى على أجيال متعاقبة من أُمّة الإسلام.</w:t>
      </w:r>
    </w:p>
    <w:p w:rsidR="00A87899" w:rsidRDefault="00A87899" w:rsidP="00541E11">
      <w:pPr>
        <w:pStyle w:val="libNormal"/>
        <w:rPr>
          <w:rtl/>
        </w:rPr>
      </w:pPr>
      <w:r>
        <w:rPr>
          <w:rtl/>
        </w:rPr>
        <w:t>وهو ادّعاء «حُبّ آل الرسول» مجرّد اسم الحُبّ الفارغ من كلّ ما يؤدي إلى إعطاء حقّ لهم في الحكم والإدارة ، أو الفقه والتشريع.</w:t>
      </w:r>
    </w:p>
    <w:p w:rsidR="00A87899" w:rsidRDefault="00A87899" w:rsidP="00541E11">
      <w:pPr>
        <w:pStyle w:val="libNormal"/>
        <w:rPr>
          <w:rtl/>
        </w:rPr>
      </w:pPr>
      <w:r>
        <w:rPr>
          <w:rtl/>
        </w:rPr>
        <w:br w:type="page"/>
      </w:r>
      <w:r>
        <w:rPr>
          <w:rtl/>
        </w:rPr>
        <w:lastRenderedPageBreak/>
        <w:t xml:space="preserve">وقد صنّفوا على ذلك الأحاديث وجمعوا المؤلّفات ، مُحاولين إظهار أنّهم المحبّون لآل محمّد </w:t>
      </w:r>
      <w:r>
        <w:rPr>
          <w:rFonts w:hint="cs"/>
          <w:rtl/>
        </w:rPr>
        <w:t>،</w:t>
      </w:r>
      <w:r>
        <w:rPr>
          <w:rtl/>
        </w:rPr>
        <w:t xml:space="preserve"> مُتناسين ومتغافلين أنّ «</w:t>
      </w:r>
      <w:r w:rsidRPr="00541E11">
        <w:rPr>
          <w:rStyle w:val="libBold2Char"/>
          <w:rtl/>
        </w:rPr>
        <w:t>الحبّ</w:t>
      </w:r>
      <w:r>
        <w:rPr>
          <w:rtl/>
        </w:rPr>
        <w:t>» الذي يؤكّد عليه الرسولُ (صلّى الله عليه وآله) لنفسه ولآله (عليهم السّلام) ليس هو لفظ «</w:t>
      </w:r>
      <w:r w:rsidRPr="00541E11">
        <w:rPr>
          <w:rStyle w:val="libBold2Char"/>
          <w:rtl/>
        </w:rPr>
        <w:t>الحبّ</w:t>
      </w:r>
      <w:r>
        <w:rPr>
          <w:rtl/>
        </w:rPr>
        <w:t>» ولا «</w:t>
      </w:r>
      <w:r w:rsidRPr="00541E11">
        <w:rPr>
          <w:rStyle w:val="libBold2Char"/>
          <w:rtl/>
        </w:rPr>
        <w:t>الحبّ العشقيّ</w:t>
      </w:r>
      <w:r>
        <w:rPr>
          <w:rtl/>
        </w:rPr>
        <w:t>» الفارغ من كلّ معاني الولاء العمليّ والاقتداء والاتّباع والتأسّي ، ورفض المخالفة ونبذ المخالفين.</w:t>
      </w:r>
    </w:p>
    <w:p w:rsidR="00A87899" w:rsidRDefault="00A87899" w:rsidP="00541E11">
      <w:pPr>
        <w:pStyle w:val="libNormal"/>
        <w:rPr>
          <w:rtl/>
        </w:rPr>
      </w:pPr>
      <w:r>
        <w:rPr>
          <w:rtl/>
        </w:rPr>
        <w:t>فلو أظهر أحدٌ الحبَّ لرسول الله (صلّى الله عليه وآله) ولم يعمل بشريعته وخالف الأحكام التي جاء بها ، ولم يتعبّد بولايته وقيادته وسيادته ، ولم يلتزم بنبوّته ورسالته</w:t>
      </w:r>
      <w:r>
        <w:rPr>
          <w:rFonts w:hint="cs"/>
          <w:rtl/>
        </w:rPr>
        <w:t>!</w:t>
      </w:r>
      <w:r>
        <w:rPr>
          <w:rtl/>
        </w:rPr>
        <w:t xml:space="preserve"> لم يكن «مُحبّاً» له (صلّى الله عليه وآله).</w:t>
      </w:r>
    </w:p>
    <w:p w:rsidR="00A87899" w:rsidRDefault="00A87899" w:rsidP="00541E11">
      <w:pPr>
        <w:pStyle w:val="libNormal"/>
        <w:rPr>
          <w:rtl/>
        </w:rPr>
      </w:pPr>
      <w:r>
        <w:rPr>
          <w:rtl/>
        </w:rPr>
        <w:t>فكيف يكون محبّاً لآل محمّد (عليهم السّلام) مَنْ لم يُتابعهم في فقههم ، ولم يأخذ الشريعة منهم ، ولم يقرّ بإمامتهم ، ولم يعترف بولايتهم ، ولم يُسند إليهم شيئاً من أُمور دينه ولا دنياه؟!</w:t>
      </w:r>
    </w:p>
    <w:p w:rsidR="00A87899" w:rsidRDefault="00A87899" w:rsidP="00541E11">
      <w:pPr>
        <w:pStyle w:val="libBold1"/>
        <w:rPr>
          <w:rtl/>
        </w:rPr>
      </w:pPr>
      <w:r>
        <w:rPr>
          <w:rtl/>
        </w:rPr>
        <w:t>إنّها إحدى الكُبَر.</w:t>
      </w:r>
    </w:p>
    <w:p w:rsidR="00A87899" w:rsidRDefault="00A87899" w:rsidP="00541E11">
      <w:pPr>
        <w:pStyle w:val="libNormal"/>
        <w:rPr>
          <w:rtl/>
        </w:rPr>
      </w:pPr>
      <w:r>
        <w:rPr>
          <w:rtl/>
        </w:rPr>
        <w:t>فضلاً عمّن واجَهَ آل محمّد (صلّى الله عليه وآله) بالقتْل واللعن والتشريد ، فهل يحقّ لمثلهم أنْ يدّعوا حبّ الرسول (صلّى الله عليه وآله) واتّباعه وهو الذي يقول : «</w:t>
      </w:r>
      <w:r w:rsidRPr="00541E11">
        <w:rPr>
          <w:rStyle w:val="libBold2Char"/>
          <w:rtl/>
        </w:rPr>
        <w:t>ومَن أبغضهم أبغضني</w:t>
      </w:r>
      <w:r>
        <w:rPr>
          <w:rtl/>
        </w:rPr>
        <w:t>»؟! فكيف بمَن قتلهم ولعنهم على المنابر</w:t>
      </w:r>
      <w:r>
        <w:rPr>
          <w:rFonts w:hint="cs"/>
          <w:rtl/>
        </w:rPr>
        <w:t>؟!</w:t>
      </w:r>
      <w:r>
        <w:rPr>
          <w:rtl/>
        </w:rPr>
        <w:t xml:space="preserve"> وسبى نساءهم وأولادهم في البلاد؟!</w:t>
      </w:r>
    </w:p>
    <w:p w:rsidR="00A87899" w:rsidRDefault="00A87899" w:rsidP="00541E11">
      <w:pPr>
        <w:pStyle w:val="libNormal"/>
        <w:rPr>
          <w:rtl/>
        </w:rPr>
      </w:pPr>
      <w:r>
        <w:rPr>
          <w:rtl/>
        </w:rPr>
        <w:t>وإنّ من التغابي أنْ يرتديَ في عصرنا الحاضر بعضُ السلفييّن تلك العباءة</w:t>
      </w:r>
      <w:r>
        <w:rPr>
          <w:rFonts w:hint="cs"/>
          <w:rtl/>
        </w:rPr>
        <w:t xml:space="preserve"> </w:t>
      </w:r>
      <w:r>
        <w:rPr>
          <w:rtl/>
        </w:rPr>
        <w:t>المتهرّئة ، عباءة التحريف للحقائق ، فيُنادي : «</w:t>
      </w:r>
      <w:r w:rsidRPr="00541E11">
        <w:rPr>
          <w:rStyle w:val="libBold2Char"/>
          <w:rtl/>
        </w:rPr>
        <w:t>علّمو أولادكم حُبّ الرسول وآل الرسول</w:t>
      </w:r>
      <w:r>
        <w:rPr>
          <w:rtl/>
        </w:rPr>
        <w:t>» ويطبع كتاباً بهذا الاسم</w:t>
      </w:r>
      <w:r>
        <w:rPr>
          <w:rFonts w:hint="cs"/>
          <w:rtl/>
        </w:rPr>
        <w:t>!</w:t>
      </w:r>
    </w:p>
    <w:p w:rsidR="00A87899" w:rsidRDefault="00A87899" w:rsidP="00541E11">
      <w:pPr>
        <w:pStyle w:val="libNormal"/>
        <w:rPr>
          <w:rtl/>
        </w:rPr>
      </w:pPr>
      <w:r>
        <w:rPr>
          <w:rtl/>
        </w:rPr>
        <w:t>مُتجاهلاً معنى حُبّ الحسين (عليه السّلام) ـ مثلاً ـ وقد مضى على استشهاده أكثر من ألف وثلاثمئة وخمسين عاماً! وكيف يكون «الحبّ» للأموات؟!</w:t>
      </w:r>
    </w:p>
    <w:p w:rsidR="00A87899" w:rsidRDefault="00A87899" w:rsidP="00541E11">
      <w:pPr>
        <w:pStyle w:val="libNormal"/>
        <w:rPr>
          <w:rtl/>
        </w:rPr>
      </w:pPr>
      <w:r>
        <w:rPr>
          <w:rtl/>
        </w:rPr>
        <w:br w:type="page"/>
      </w:r>
      <w:r>
        <w:rPr>
          <w:rtl/>
        </w:rPr>
        <w:lastRenderedPageBreak/>
        <w:t>أليس بتعظيم ذكرهم ، ونشر مآثرهم ، والاستنان بسنتهم ، واتّباع طريقتهم ، والتمجيد بمواقفهم ، ونبذ معارضتهم ، ورفض معانديهم ، ولعن قاتليهم وظالميهم؟!</w:t>
      </w:r>
    </w:p>
    <w:p w:rsidR="00A87899" w:rsidRDefault="00A87899" w:rsidP="00541E11">
      <w:pPr>
        <w:pStyle w:val="libNormal"/>
        <w:rPr>
          <w:rtl/>
        </w:rPr>
      </w:pPr>
      <w:r>
        <w:rPr>
          <w:rtl/>
        </w:rPr>
        <w:t>فكيف يدّعي حُبَّ الحسين (عليه السّلام) مَنْ يمنع أن يُجرى في مجلسٍ ذكرُ الحسين</w:t>
      </w:r>
      <w:r>
        <w:rPr>
          <w:rFonts w:hint="cs"/>
          <w:rtl/>
        </w:rPr>
        <w:t xml:space="preserve"> </w:t>
      </w:r>
      <w:r>
        <w:rPr>
          <w:rtl/>
        </w:rPr>
        <w:t>، والتألّم لمصابه ، وذكر فَضائله ، والإعلان عن تأييد مواقفه ، وإحياء ذكراه سنويّاً بإقامة المحافل والمجالس؟!</w:t>
      </w:r>
    </w:p>
    <w:p w:rsidR="00A87899" w:rsidRDefault="00A87899" w:rsidP="00541E11">
      <w:pPr>
        <w:pStyle w:val="libNormal"/>
        <w:rPr>
          <w:rtl/>
        </w:rPr>
      </w:pPr>
      <w:r>
        <w:rPr>
          <w:rtl/>
        </w:rPr>
        <w:t>أو من يُحرّم ذكر قاتله بسوء ، وذكر ظالميه بحقائقهم؟!</w:t>
      </w:r>
    </w:p>
    <w:p w:rsidR="00A87899" w:rsidRDefault="00A87899" w:rsidP="00541E11">
      <w:pPr>
        <w:pStyle w:val="libNormal"/>
        <w:rPr>
          <w:rtl/>
        </w:rPr>
      </w:pPr>
      <w:r>
        <w:rPr>
          <w:rtl/>
        </w:rPr>
        <w:t>أو من يُحاول أن يبّرر قتله ، ويُوجّهَ ما جرى عليه ، بل يعظّم قاتله ويمجّده ويصفه بإمرة المؤمنين!</w:t>
      </w:r>
    </w:p>
    <w:p w:rsidR="00A87899" w:rsidRDefault="00A87899" w:rsidP="00541E11">
      <w:pPr>
        <w:pStyle w:val="libNormal"/>
        <w:rPr>
          <w:rtl/>
        </w:rPr>
      </w:pPr>
      <w:r>
        <w:rPr>
          <w:rtl/>
        </w:rPr>
        <w:t>ويَقْسو على محبّيه وذاكريه والباكين عليه.</w:t>
      </w:r>
    </w:p>
    <w:p w:rsidR="00A87899" w:rsidRDefault="00A87899" w:rsidP="00541E11">
      <w:pPr>
        <w:pStyle w:val="libNormal"/>
        <w:rPr>
          <w:rtl/>
        </w:rPr>
      </w:pPr>
      <w:r>
        <w:rPr>
          <w:rtl/>
        </w:rPr>
        <w:t>ومع ذلك يدّعي «</w:t>
      </w:r>
      <w:r w:rsidRPr="00541E11">
        <w:rPr>
          <w:rStyle w:val="libBold2Char"/>
          <w:rtl/>
        </w:rPr>
        <w:t>حُبّه</w:t>
      </w:r>
      <w:r>
        <w:rPr>
          <w:rtl/>
        </w:rPr>
        <w:t>» ويدعو إليه؟!</w:t>
      </w:r>
    </w:p>
    <w:p w:rsidR="00A87899" w:rsidRDefault="00A87899" w:rsidP="00541E11">
      <w:pPr>
        <w:pStyle w:val="libNormal"/>
        <w:rPr>
          <w:rtl/>
        </w:rPr>
      </w:pPr>
      <w:r>
        <w:rPr>
          <w:rtl/>
        </w:rPr>
        <w:t>إنّ التلاعُب بكلمة «</w:t>
      </w:r>
      <w:r w:rsidRPr="00541E11">
        <w:rPr>
          <w:rStyle w:val="libBold2Char"/>
          <w:rtl/>
        </w:rPr>
        <w:t>الحُبّ</w:t>
      </w:r>
      <w:r>
        <w:rPr>
          <w:rtl/>
        </w:rPr>
        <w:t>» إلى هذا المدى ليس إلاّ تشويهاً لقاموسَ اللغة العربيّة ومؤدّى ألفاظها ، وتجاوزاً على أعراف الأُمّة العربيّة ، وهذا تحميقٌ للقرّاء ، واستهزاءٌ بالثقافة والفكر والحديث النبوي.</w:t>
      </w:r>
    </w:p>
    <w:p w:rsidR="00A87899" w:rsidRDefault="00A87899" w:rsidP="00541E11">
      <w:pPr>
        <w:pStyle w:val="libBold1"/>
        <w:rPr>
          <w:rtl/>
        </w:rPr>
      </w:pPr>
      <w:r>
        <w:rPr>
          <w:rtl/>
        </w:rPr>
        <w:t>إنّها سُخرية لا تُغتفر!</w:t>
      </w:r>
    </w:p>
    <w:p w:rsidR="00A87899" w:rsidRDefault="00A87899" w:rsidP="00A87899">
      <w:pPr>
        <w:pStyle w:val="Heading2Center"/>
        <w:rPr>
          <w:rtl/>
        </w:rPr>
      </w:pPr>
      <w:bookmarkStart w:id="38" w:name="_Toc416693839"/>
      <w:bookmarkStart w:id="39" w:name="_Toc416696083"/>
      <w:r>
        <w:rPr>
          <w:rtl/>
        </w:rPr>
        <w:t>14 ـ السلم والحرب</w:t>
      </w:r>
      <w:bookmarkEnd w:id="38"/>
      <w:bookmarkEnd w:id="39"/>
    </w:p>
    <w:p w:rsidR="00A87899" w:rsidRDefault="00A87899" w:rsidP="00541E11">
      <w:pPr>
        <w:pStyle w:val="libNormal"/>
        <w:rPr>
          <w:rtl/>
        </w:rPr>
      </w:pPr>
      <w:r>
        <w:rPr>
          <w:rtl/>
        </w:rPr>
        <w:t>إذا أفاض الرسول (صلّى الله عليه وآله) في ذكر فضائل أهل البيت : عليّ وفاطمة والحسن والحسين (عليهم السّلام) ، فهو العارفُ بها وبهم ، والمعلّم الذي يُريد أنْ يُعرّف أُمّته بهؤلاء الّذين سيخلفُونه من بعده هُداةً لا تضلُّ الأُمّة ما</w:t>
      </w:r>
    </w:p>
    <w:p w:rsidR="00A87899" w:rsidRDefault="00A87899" w:rsidP="00541E11">
      <w:pPr>
        <w:pStyle w:val="libNormal0"/>
        <w:rPr>
          <w:rtl/>
        </w:rPr>
      </w:pPr>
      <w:r>
        <w:rPr>
          <w:rtl/>
        </w:rPr>
        <w:br w:type="page"/>
      </w:r>
      <w:r>
        <w:rPr>
          <w:rtl/>
        </w:rPr>
        <w:lastRenderedPageBreak/>
        <w:t>تمسّكت بهم.</w:t>
      </w:r>
    </w:p>
    <w:p w:rsidR="00A87899" w:rsidRDefault="00A87899" w:rsidP="00541E11">
      <w:pPr>
        <w:pStyle w:val="libNormal"/>
        <w:rPr>
          <w:rtl/>
        </w:rPr>
      </w:pPr>
      <w:r>
        <w:rPr>
          <w:rtl/>
        </w:rPr>
        <w:t>وقد صرّح الرسول (صلّى الله عليه وآله) بذلك عندما ذكرهم بأسمائهم</w:t>
      </w:r>
      <w:r>
        <w:rPr>
          <w:rFonts w:hint="cs"/>
          <w:rtl/>
        </w:rPr>
        <w:t xml:space="preserve"> ،</w:t>
      </w:r>
      <w:r>
        <w:rPr>
          <w:rtl/>
        </w:rPr>
        <w:t xml:space="preserve"> وقال</w:t>
      </w:r>
      <w:r>
        <w:rPr>
          <w:rFonts w:hint="cs"/>
          <w:rtl/>
        </w:rPr>
        <w:t xml:space="preserve"> :</w:t>
      </w:r>
    </w:p>
    <w:p w:rsidR="00A87899" w:rsidRPr="00541E11" w:rsidRDefault="00A87899" w:rsidP="00541E11">
      <w:pPr>
        <w:pStyle w:val="libNormal"/>
        <w:rPr>
          <w:rStyle w:val="libBold2Char"/>
          <w:rtl/>
        </w:rPr>
      </w:pPr>
      <w:r w:rsidRPr="00541E11">
        <w:rPr>
          <w:rStyle w:val="libBold2Char"/>
          <w:rtl/>
        </w:rPr>
        <w:t xml:space="preserve">[158] : «ألا قد بيّنتُ لكم الأسماء أنْ تضلّوا» </w:t>
      </w:r>
      <w:r w:rsidRPr="00541E11">
        <w:rPr>
          <w:rStyle w:val="libFootnotenumChar"/>
          <w:rtl/>
        </w:rPr>
        <w:t>(1)</w:t>
      </w:r>
      <w:r w:rsidRPr="00541E11">
        <w:rPr>
          <w:rStyle w:val="libBold2Char"/>
          <w:rtl/>
        </w:rPr>
        <w:t>.</w:t>
      </w:r>
    </w:p>
    <w:p w:rsidR="00A87899" w:rsidRDefault="00A87899" w:rsidP="00541E11">
      <w:pPr>
        <w:pStyle w:val="libNormal"/>
        <w:rPr>
          <w:rtl/>
        </w:rPr>
      </w:pPr>
      <w:r>
        <w:rPr>
          <w:rtl/>
        </w:rPr>
        <w:t>ولقد أعلن الرسولُ (صلّى الله عليه وآله) عن فضلهم في كلّ مشهد وموقف ، وبلّغ كلّ ما يلزمُ من التمجيد بهم ، وإيجاب مودّتهم وحبّهم ، والنهي عن بغضهم وإيذائهم ، فأبلغَ ما هو مشهور مستفيض من دون نكير.</w:t>
      </w:r>
    </w:p>
    <w:p w:rsidR="00A87899" w:rsidRDefault="00A87899" w:rsidP="00541E11">
      <w:pPr>
        <w:pStyle w:val="libNormal"/>
        <w:rPr>
          <w:rtl/>
        </w:rPr>
      </w:pPr>
      <w:r>
        <w:rPr>
          <w:rtl/>
        </w:rPr>
        <w:t>أمّا أن يُعلنَ الرسولُ (صلّى الله عليه وآله) عن أنّه : «</w:t>
      </w:r>
      <w:r w:rsidRPr="00541E11">
        <w:rPr>
          <w:rStyle w:val="libBold2Char"/>
          <w:rtl/>
        </w:rPr>
        <w:t>سلم لمن سالموا ، وحربٌ لمن حاربوا</w:t>
      </w:r>
      <w:r>
        <w:rPr>
          <w:rtl/>
        </w:rPr>
        <w:t>» فهذا أمرٌ عظيم الغرابة!</w:t>
      </w:r>
    </w:p>
    <w:p w:rsidR="00A87899" w:rsidRDefault="00A87899" w:rsidP="00541E11">
      <w:pPr>
        <w:pStyle w:val="libNormal"/>
        <w:rPr>
          <w:rtl/>
        </w:rPr>
      </w:pPr>
      <w:r>
        <w:rPr>
          <w:rtl/>
        </w:rPr>
        <w:t>فهل هم في معركة</w:t>
      </w:r>
      <w:r>
        <w:rPr>
          <w:rFonts w:hint="cs"/>
          <w:rtl/>
        </w:rPr>
        <w:t>؟!</w:t>
      </w:r>
    </w:p>
    <w:p w:rsidR="00A87899" w:rsidRDefault="00A87899" w:rsidP="00541E11">
      <w:pPr>
        <w:pStyle w:val="libNormal"/>
        <w:rPr>
          <w:rtl/>
        </w:rPr>
      </w:pPr>
      <w:r>
        <w:rPr>
          <w:rtl/>
        </w:rPr>
        <w:t>أو يتوقّع الرسولُ (صلّى الله عليه وآله) أن تُشَنَّ حربٌ ضدّ أهله فيُعلن موقفه منها</w:t>
      </w:r>
      <w:r>
        <w:rPr>
          <w:rFonts w:hint="cs"/>
          <w:rtl/>
        </w:rPr>
        <w:t>!</w:t>
      </w:r>
    </w:p>
    <w:p w:rsidR="00A87899" w:rsidRDefault="00A87899" w:rsidP="00541E11">
      <w:pPr>
        <w:pStyle w:val="libNormal"/>
        <w:rPr>
          <w:rtl/>
        </w:rPr>
      </w:pPr>
      <w:r>
        <w:rPr>
          <w:rtl/>
        </w:rPr>
        <w:t>وها هم أهله يعيشون في كنفه ، وفي ظلّ تجليله واحترامه ، ويغمرهم بفيض تفضيلاته ، وإيعازه للأُمّة بتقديسهم وتكريمهم!</w:t>
      </w:r>
    </w:p>
    <w:p w:rsidR="00A87899" w:rsidRDefault="00A87899" w:rsidP="00541E11">
      <w:pPr>
        <w:pStyle w:val="libNormal"/>
        <w:rPr>
          <w:rtl/>
        </w:rPr>
      </w:pPr>
      <w:r>
        <w:rPr>
          <w:rtl/>
        </w:rPr>
        <w:t>فمن الغريب حقّاً أنْ يجمع عليّاً وفاطمة ، والحسنَ والحسين (عليهم السّلام) ويقول لهم</w:t>
      </w:r>
    </w:p>
    <w:p w:rsidR="00A87899" w:rsidRPr="00451B6F" w:rsidRDefault="00A87899" w:rsidP="00541E11">
      <w:pPr>
        <w:pStyle w:val="libBold2"/>
        <w:rPr>
          <w:rtl/>
        </w:rPr>
      </w:pPr>
      <w:r w:rsidRPr="00451B6F">
        <w:rPr>
          <w:rtl/>
        </w:rPr>
        <w:t>[135]</w:t>
      </w:r>
      <w:r>
        <w:rPr>
          <w:rtl/>
        </w:rPr>
        <w:t xml:space="preserve"> </w:t>
      </w:r>
      <w:r w:rsidRPr="00451B6F">
        <w:rPr>
          <w:rtl/>
        </w:rPr>
        <w:t>أنا سلمٌ لمن سالمتُم</w:t>
      </w:r>
      <w:r>
        <w:rPr>
          <w:rtl/>
        </w:rPr>
        <w:t xml:space="preserve"> ، </w:t>
      </w:r>
      <w:r w:rsidRPr="00451B6F">
        <w:rPr>
          <w:rtl/>
        </w:rPr>
        <w:t>وحربٌ لمن حاربتم</w:t>
      </w:r>
      <w:r>
        <w:rPr>
          <w:rFonts w:hint="cs"/>
          <w:rtl/>
        </w:rPr>
        <w:t>.</w:t>
      </w:r>
    </w:p>
    <w:p w:rsidR="00A87899" w:rsidRDefault="00A87899" w:rsidP="00541E11">
      <w:pPr>
        <w:pStyle w:val="libNormal"/>
        <w:rPr>
          <w:rtl/>
        </w:rPr>
      </w:pPr>
      <w:r>
        <w:rPr>
          <w:rtl/>
        </w:rPr>
        <w:t>وفي مرضه الذي قُبض فيه</w:t>
      </w:r>
    </w:p>
    <w:p w:rsidR="00A87899" w:rsidRPr="00451B6F" w:rsidRDefault="00A87899" w:rsidP="00541E11">
      <w:pPr>
        <w:pStyle w:val="libBold2"/>
        <w:rPr>
          <w:rtl/>
        </w:rPr>
      </w:pPr>
      <w:r w:rsidRPr="00451B6F">
        <w:rPr>
          <w:rtl/>
        </w:rPr>
        <w:t>[134] حَنا عليهم وقال : «أنا حَرْبٌ لمن حاربكم</w:t>
      </w:r>
      <w:r>
        <w:rPr>
          <w:rtl/>
        </w:rPr>
        <w:t xml:space="preserve"> ، </w:t>
      </w:r>
      <w:r w:rsidRPr="00451B6F">
        <w:rPr>
          <w:rtl/>
        </w:rPr>
        <w:t>وسِلْمٌ لمن سالمكم»</w:t>
      </w:r>
      <w:r>
        <w:rPr>
          <w:rFonts w:hint="cs"/>
          <w:rtl/>
        </w:rPr>
        <w:t>.</w:t>
      </w:r>
    </w:p>
    <w:p w:rsidR="00A87899" w:rsidRDefault="00A87899" w:rsidP="00541E11">
      <w:pPr>
        <w:pStyle w:val="libNormal"/>
        <w:rPr>
          <w:rtl/>
        </w:rPr>
      </w:pPr>
      <w:r>
        <w:rPr>
          <w:rtl/>
        </w:rPr>
        <w:t>ووجه الغرابة أنّ الإنسان يكادُ يقطع بأنّه لم يَدُرْ في خَلَدِ أيّ واحد ممّن</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مختصر تاريخ دمشق ـ لابن منظور 7 / 123.</w:t>
      </w:r>
    </w:p>
    <w:p w:rsidR="00A87899" w:rsidRDefault="00A87899" w:rsidP="00541E11">
      <w:pPr>
        <w:pStyle w:val="libNormal0"/>
        <w:rPr>
          <w:rtl/>
        </w:rPr>
      </w:pPr>
      <w:r>
        <w:rPr>
          <w:rtl/>
        </w:rPr>
        <w:br w:type="page"/>
      </w:r>
      <w:r>
        <w:rPr>
          <w:rtl/>
        </w:rPr>
        <w:lastRenderedPageBreak/>
        <w:t>عاصر الرسول (صلّى الله عليه وآله) وآمن به ، أو صحبه فترة وسمعَه يؤكّد ويكرّر الإشادة بفضل أهل البيت (عليهم السّلام) وتكريمهم وتفضيلهم وتقديمهم حتّى آخر لحظة من حياته في مرض موته.</w:t>
      </w:r>
    </w:p>
    <w:p w:rsidR="00A87899" w:rsidRDefault="00A87899" w:rsidP="00541E11">
      <w:pPr>
        <w:pStyle w:val="libNormal"/>
        <w:rPr>
          <w:rtl/>
        </w:rPr>
      </w:pPr>
      <w:r>
        <w:rPr>
          <w:rtl/>
        </w:rPr>
        <w:t xml:space="preserve">لم يَدُرْ في خَلَد واحد من الصحابة المؤمنين بالرسالة المحمّدية أنْ يشنّ حرباً على آل الرسول </w:t>
      </w:r>
      <w:r>
        <w:rPr>
          <w:rFonts w:hint="cs"/>
          <w:rtl/>
        </w:rPr>
        <w:t>،</w:t>
      </w:r>
      <w:r>
        <w:rPr>
          <w:rtl/>
        </w:rPr>
        <w:t xml:space="preserve"> أو يضرمَ ناراً على بابهم</w:t>
      </w:r>
      <w:r>
        <w:rPr>
          <w:rFonts w:hint="cs"/>
          <w:rtl/>
        </w:rPr>
        <w:t>!</w:t>
      </w:r>
      <w:r>
        <w:rPr>
          <w:rtl/>
        </w:rPr>
        <w:t xml:space="preserve"> أو يشهر سيفاً في وجه أحدهم</w:t>
      </w:r>
      <w:r>
        <w:rPr>
          <w:rFonts w:hint="cs"/>
          <w:rtl/>
        </w:rPr>
        <w:t>؟!</w:t>
      </w:r>
      <w:r>
        <w:rPr>
          <w:rtl/>
        </w:rPr>
        <w:t xml:space="preserve"> أو يحرق خباءهم وفيه النساء والأطفال</w:t>
      </w:r>
      <w:r>
        <w:rPr>
          <w:rFonts w:hint="cs"/>
          <w:rtl/>
        </w:rPr>
        <w:t>؟</w:t>
      </w:r>
    </w:p>
    <w:p w:rsidR="00A87899" w:rsidRDefault="00A87899" w:rsidP="00541E11">
      <w:pPr>
        <w:pStyle w:val="libNormal"/>
        <w:rPr>
          <w:rtl/>
        </w:rPr>
      </w:pPr>
      <w:r>
        <w:rPr>
          <w:rtl/>
        </w:rPr>
        <w:t>فلذلك لم يُوجّه رسول الله (صلّى الله عليه وآله) خطاباً بهذا المضمون إلى الأُمّة ، لأنّهم كانوا يذعرون لو قال لهم : سالموا أهل بيتي ولا تُحاربوهم!</w:t>
      </w:r>
    </w:p>
    <w:p w:rsidR="00A87899" w:rsidRDefault="00A87899" w:rsidP="00541E11">
      <w:pPr>
        <w:pStyle w:val="libNormal"/>
        <w:rPr>
          <w:rtl/>
        </w:rPr>
      </w:pPr>
      <w:r>
        <w:rPr>
          <w:rtl/>
        </w:rPr>
        <w:t>لكنّها الحقيقة التي يعلمها الرسولُ (صلّى الله عليه وآله) من وحي الغيب ، ولا بُدّ أن يقولها لآله حتّى يكونوا مستعدّين لها نفسّياً ، ولا ينالهم منها مفاجأة ، ولا يُسْقَط في أيديهم ، فلذلك وجّه الخطاب إليهم بذلك خاصّة في كلّ النصوص ، وكأنّه دعمٌ معنوي منه لمواقفهم ، وحثّ لهم على المضيّ في السبيل التي يختارونها ، وهكذا كان</w:t>
      </w:r>
      <w:r>
        <w:rPr>
          <w:rFonts w:hint="cs"/>
          <w:rtl/>
        </w:rPr>
        <w:t xml:space="preserve"> :</w:t>
      </w:r>
    </w:p>
    <w:p w:rsidR="00A87899" w:rsidRDefault="00A87899" w:rsidP="00541E11">
      <w:pPr>
        <w:pStyle w:val="libNormal"/>
        <w:rPr>
          <w:rtl/>
        </w:rPr>
      </w:pPr>
      <w:r>
        <w:rPr>
          <w:rtl/>
        </w:rPr>
        <w:t xml:space="preserve">فما ان أغمض النبيُّ </w:t>
      </w:r>
      <w:r>
        <w:rPr>
          <w:rFonts w:hint="cs"/>
          <w:rtl/>
        </w:rPr>
        <w:t>،</w:t>
      </w:r>
      <w:r>
        <w:rPr>
          <w:rtl/>
        </w:rPr>
        <w:t xml:space="preserve"> عينيْه حتّى بدت البغضاء ضد أهل البيت</w:t>
      </w:r>
      <w:r>
        <w:rPr>
          <w:rFonts w:hint="cs"/>
          <w:rtl/>
        </w:rPr>
        <w:t xml:space="preserve"> :</w:t>
      </w:r>
    </w:p>
    <w:p w:rsidR="00A87899" w:rsidRDefault="00A87899" w:rsidP="00541E11">
      <w:pPr>
        <w:pStyle w:val="libNormal"/>
        <w:rPr>
          <w:rtl/>
        </w:rPr>
      </w:pPr>
      <w:r>
        <w:rPr>
          <w:rtl/>
        </w:rPr>
        <w:t>فكانت لهم مع ابنته الزهراء فاطمة (عليها السّلام) مواقفُ أشدّ ضراوةً من حروب الميادين ، لأنّها حدّدتْ أُصول المعارضة ومعالمها ، وكشفتْ عن أهدافها.</w:t>
      </w:r>
    </w:p>
    <w:p w:rsidR="00A87899" w:rsidRDefault="00A87899" w:rsidP="00541E11">
      <w:pPr>
        <w:pStyle w:val="libNormal"/>
        <w:rPr>
          <w:rtl/>
        </w:rPr>
      </w:pPr>
      <w:r>
        <w:rPr>
          <w:rtl/>
        </w:rPr>
        <w:t>وقد جاءت صريحةً في خطاباتها الجريئة التي أعلنتها في مسجد رسول الله فطالبت أبا بكر بحقوق آل محمّد (عليهم السّلام) من بعده</w:t>
      </w:r>
      <w:r>
        <w:rPr>
          <w:rFonts w:hint="cs"/>
          <w:rtl/>
        </w:rPr>
        <w:t xml:space="preserve"> :</w:t>
      </w:r>
      <w:r>
        <w:rPr>
          <w:rtl/>
        </w:rPr>
        <w:t xml:space="preserve"> من مقام زوجها في الخلافة ، ونحلة أبيها في فدك ، وإرثها منه كما كتبه الله وشرّعه في القرآن.</w:t>
      </w:r>
    </w:p>
    <w:p w:rsidR="00A87899" w:rsidRDefault="00A87899" w:rsidP="00541E11">
      <w:pPr>
        <w:pStyle w:val="libNormal"/>
        <w:rPr>
          <w:rtl/>
        </w:rPr>
      </w:pPr>
      <w:r>
        <w:rPr>
          <w:rtl/>
        </w:rPr>
        <w:t xml:space="preserve">فقامتْ (عليها السّلام) تُحاكمه في مسجد رسول الله </w:t>
      </w:r>
      <w:r>
        <w:rPr>
          <w:rFonts w:hint="cs"/>
          <w:rtl/>
        </w:rPr>
        <w:t>،</w:t>
      </w:r>
      <w:r>
        <w:rPr>
          <w:rtl/>
        </w:rPr>
        <w:t xml:space="preserve"> أمام الأُمّة ، معلنةً لمطالبها بمنطق الأدلّة المحكمة من القرآن الكريم والسُنّة الشريفة ، وبالوجدان</w:t>
      </w:r>
    </w:p>
    <w:p w:rsidR="00A87899" w:rsidRDefault="00A87899" w:rsidP="00541E11">
      <w:pPr>
        <w:pStyle w:val="libNormal0"/>
        <w:rPr>
          <w:rtl/>
        </w:rPr>
      </w:pPr>
      <w:r>
        <w:rPr>
          <w:rtl/>
        </w:rPr>
        <w:br w:type="page"/>
      </w:r>
      <w:r>
        <w:rPr>
          <w:rtl/>
        </w:rPr>
        <w:lastRenderedPageBreak/>
        <w:t>والضمير ، ومُنادية بلسان أبيها الرسول وذاكرة وصاياه بحقّها.</w:t>
      </w:r>
    </w:p>
    <w:p w:rsidR="00A87899" w:rsidRDefault="00A87899" w:rsidP="00541E11">
      <w:pPr>
        <w:pStyle w:val="libNormal"/>
        <w:rPr>
          <w:rtl/>
        </w:rPr>
      </w:pPr>
      <w:r>
        <w:rPr>
          <w:rtl/>
        </w:rPr>
        <w:t>فقوبلت بالنكران والخذلان.</w:t>
      </w:r>
    </w:p>
    <w:p w:rsidR="00A87899" w:rsidRDefault="00A87899" w:rsidP="00541E11">
      <w:pPr>
        <w:pStyle w:val="libNormal"/>
        <w:rPr>
          <w:rtl/>
        </w:rPr>
      </w:pPr>
      <w:r>
        <w:rPr>
          <w:rtl/>
        </w:rPr>
        <w:t>فصرّحتْ وهي تُشهد الله بأنّها لهم قالية ، وعليهم داعية غاضبة تذكّرهم بحديث أبيها ـ المتمثّل على الأذهان ـ القائل : «</w:t>
      </w:r>
      <w:r w:rsidRPr="00541E11">
        <w:rPr>
          <w:rStyle w:val="libBold2Char"/>
          <w:rtl/>
        </w:rPr>
        <w:t>فاطمة بَضْعَةٌ مِنّي ، فَمَنْ أغْضَبَهَا أغْضَبَني</w:t>
      </w:r>
      <w:r>
        <w:rPr>
          <w:rtl/>
        </w:rPr>
        <w:t xml:space="preserve">» </w:t>
      </w:r>
      <w:r w:rsidRPr="00541E11">
        <w:rPr>
          <w:rStyle w:val="libFootnotenumChar"/>
          <w:rtl/>
        </w:rPr>
        <w:t>(1)</w:t>
      </w:r>
      <w:r>
        <w:rPr>
          <w:rtl/>
        </w:rPr>
        <w:t xml:space="preserve"> ذلك الحديث الذي لم يملك أحد تجاهه غير القبول والتسليم والإذعان.</w:t>
      </w:r>
    </w:p>
    <w:p w:rsidR="00A87899" w:rsidRDefault="00A87899" w:rsidP="00541E11">
      <w:pPr>
        <w:pStyle w:val="libNormal"/>
        <w:rPr>
          <w:rtl/>
        </w:rPr>
      </w:pPr>
      <w:r>
        <w:rPr>
          <w:rtl/>
        </w:rPr>
        <w:t>وتموت فاطمة (عليها السّلام) شهيدة آلامها وغُصّتها.</w:t>
      </w:r>
    </w:p>
    <w:p w:rsidR="00A87899" w:rsidRDefault="00A87899" w:rsidP="00541E11">
      <w:pPr>
        <w:pStyle w:val="libNormal"/>
        <w:rPr>
          <w:rtl/>
        </w:rPr>
      </w:pPr>
      <w:r>
        <w:rPr>
          <w:rtl/>
        </w:rPr>
        <w:t>ثمّ حروبٌ أُثيرت ضدّ عليّ (عليه السّلام)</w:t>
      </w:r>
      <w:r>
        <w:rPr>
          <w:rFonts w:hint="cs"/>
          <w:rtl/>
        </w:rPr>
        <w:t xml:space="preserve"> :</w:t>
      </w:r>
    </w:p>
    <w:p w:rsidR="00A87899" w:rsidRDefault="00A87899" w:rsidP="00541E11">
      <w:pPr>
        <w:pStyle w:val="libNormal"/>
        <w:rPr>
          <w:rtl/>
        </w:rPr>
      </w:pPr>
      <w:r w:rsidRPr="00541E11">
        <w:rPr>
          <w:rStyle w:val="libBold2Char"/>
          <w:rtl/>
        </w:rPr>
        <w:t>في</w:t>
      </w:r>
      <w:r w:rsidRPr="00541E11">
        <w:rPr>
          <w:rStyle w:val="libBold2Char"/>
          <w:rFonts w:hint="cs"/>
          <w:rtl/>
        </w:rPr>
        <w:t xml:space="preserve"> </w:t>
      </w:r>
      <w:r w:rsidRPr="00541E11">
        <w:rPr>
          <w:rStyle w:val="libBold2Char"/>
          <w:rtl/>
        </w:rPr>
        <w:t>وقعة الجمل</w:t>
      </w:r>
      <w:r>
        <w:rPr>
          <w:rtl/>
        </w:rPr>
        <w:t xml:space="preserve"> حيث اصطفّت مع عائشة فئة ناكثة بيعتها له تُحارب الإمام (عليه السّلام) إلى صفّ الزبير وطلحة ، يطالبون بدم ليس لهم.</w:t>
      </w:r>
    </w:p>
    <w:p w:rsidR="00A87899" w:rsidRDefault="00A87899" w:rsidP="00541E11">
      <w:pPr>
        <w:pStyle w:val="libNormal"/>
        <w:rPr>
          <w:rtl/>
        </w:rPr>
      </w:pPr>
      <w:r w:rsidRPr="00541E11">
        <w:rPr>
          <w:rStyle w:val="libBold2Char"/>
          <w:rtl/>
        </w:rPr>
        <w:t>وفي صفّين</w:t>
      </w:r>
      <w:r>
        <w:rPr>
          <w:rtl/>
        </w:rPr>
        <w:t xml:space="preserve"> حيث تصدّت </w:t>
      </w:r>
      <w:r w:rsidRPr="00541E11">
        <w:rPr>
          <w:rStyle w:val="libBold2Char"/>
          <w:rtl/>
        </w:rPr>
        <w:t>الفئة الباغية</w:t>
      </w:r>
      <w:r>
        <w:rPr>
          <w:rtl/>
        </w:rPr>
        <w:t xml:space="preserve"> لحقٍّ قد ثبت للإمام عليّ (عليه السّلام) وأقرَّ به الصحابة أنصار ومهاجرون ، وفضلاء الناس التابعين ، وإلى صفّه كبير المهاجرين والأنصار «عمّار» الذي بشّره الرسولُ (صلّى الله عليه وآله) بالجنّة ، وقال له : «تقتلك الفئة الباغية» فقتلته فئةُ معاوية.</w:t>
      </w:r>
    </w:p>
    <w:p w:rsidR="00A87899" w:rsidRDefault="00A87899" w:rsidP="00541E11">
      <w:pPr>
        <w:pStyle w:val="libNormal"/>
        <w:rPr>
          <w:rtl/>
        </w:rPr>
      </w:pPr>
      <w:r w:rsidRPr="00541E11">
        <w:rPr>
          <w:rStyle w:val="libBold2Char"/>
          <w:rtl/>
        </w:rPr>
        <w:t>وفي النهروان</w:t>
      </w:r>
      <w:r>
        <w:rPr>
          <w:rtl/>
        </w:rPr>
        <w:t xml:space="preserve"> حيثُ واجهه «القُرآنيّون» الّذين لم يتجاوز القرآن تراقيهم ، الّذين مرقوا من الدين كما تمرق الرمية من السهم ، فكانوا هم </w:t>
      </w:r>
      <w:r w:rsidRPr="00541E11">
        <w:rPr>
          <w:rStyle w:val="libBold2Char"/>
          <w:rtl/>
        </w:rPr>
        <w:t>الفئة المارقة</w:t>
      </w:r>
      <w:r>
        <w:rPr>
          <w:rtl/>
        </w:rPr>
        <w:t>.</w:t>
      </w:r>
    </w:p>
    <w:p w:rsidR="00A87899" w:rsidRDefault="00A87899" w:rsidP="00541E11">
      <w:pPr>
        <w:pStyle w:val="libNormal"/>
        <w:rPr>
          <w:rtl/>
        </w:rPr>
      </w:pPr>
      <w:r>
        <w:rPr>
          <w:rtl/>
        </w:rPr>
        <w:t>وفي كلّ المواقف والمشاهد وقفَ الحسنان (عليهما السّلام) إلى جنب أبيهما أمير المؤمنين (عليه السّلام).</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 xml:space="preserve">(1) صحيح البخاري 5 / 36 باب مناقب فاطمة (عليها السّلام) </w:t>
      </w:r>
      <w:r>
        <w:rPr>
          <w:rtl/>
        </w:rPr>
        <w:t>و 5</w:t>
      </w:r>
      <w:r w:rsidRPr="00E7395C">
        <w:rPr>
          <w:rtl/>
        </w:rPr>
        <w:t xml:space="preserve"> / 26 باب مناقب قرابة رسول الله (صلّى الله عليه وآله).</w:t>
      </w:r>
    </w:p>
    <w:p w:rsidR="00A87899" w:rsidRDefault="00A87899" w:rsidP="00541E11">
      <w:pPr>
        <w:pStyle w:val="libNormal"/>
        <w:rPr>
          <w:rtl/>
        </w:rPr>
      </w:pPr>
      <w:r w:rsidRPr="00E7395C">
        <w:rPr>
          <w:rtl/>
        </w:rPr>
        <w:br w:type="page"/>
      </w:r>
      <w:r>
        <w:rPr>
          <w:rtl/>
        </w:rPr>
        <w:lastRenderedPageBreak/>
        <w:t>وحُوربَ الحسنُ (عليه السّلام) عسكرياً ونفسيّاً حتّى قضى.</w:t>
      </w:r>
    </w:p>
    <w:p w:rsidR="00A87899" w:rsidRDefault="00A87899" w:rsidP="00541E11">
      <w:pPr>
        <w:pStyle w:val="libNormal"/>
        <w:rPr>
          <w:rtl/>
        </w:rPr>
      </w:pPr>
      <w:r>
        <w:rPr>
          <w:rtl/>
        </w:rPr>
        <w:t>وحُوربَ الحسينُ (عليه السّلام) حتّى سُفك دمه يوم عاشوراء.</w:t>
      </w:r>
    </w:p>
    <w:p w:rsidR="00A87899" w:rsidRDefault="00A87899" w:rsidP="00541E11">
      <w:pPr>
        <w:pStyle w:val="libNormal"/>
        <w:rPr>
          <w:rtl/>
        </w:rPr>
      </w:pPr>
      <w:r>
        <w:rPr>
          <w:rtl/>
        </w:rPr>
        <w:t>إنّ الرسول (صلّى الله عليه وآله) أعلن موقفه من كلّ هذه الحروب في حديثه لهم : «أنا حربٌ لمن حاربكم».</w:t>
      </w:r>
    </w:p>
    <w:p w:rsidR="00A87899" w:rsidRDefault="00A87899" w:rsidP="00541E11">
      <w:pPr>
        <w:pStyle w:val="libNormal"/>
        <w:rPr>
          <w:rtl/>
        </w:rPr>
      </w:pPr>
      <w:r>
        <w:rPr>
          <w:rtl/>
        </w:rPr>
        <w:t>فإنّما حُوربَ أهل البيت (عليهم السّلام) لأنّهم التزموا بهدي الرسول.</w:t>
      </w:r>
    </w:p>
    <w:p w:rsidR="00A87899" w:rsidRDefault="00A87899" w:rsidP="00541E11">
      <w:pPr>
        <w:pStyle w:val="libNormal"/>
        <w:rPr>
          <w:rtl/>
        </w:rPr>
      </w:pPr>
      <w:r>
        <w:rPr>
          <w:rtl/>
        </w:rPr>
        <w:t>وقد أدّى كلّ منهم ما لديه من إمكانات في سبيل الرسالة المحمّدية حتّى كانتْ أرواحهم ثمناً للحفاظ على وجودها ، كي لا تخمد جذوتها ، ولا تنطمس معالمها.</w:t>
      </w:r>
    </w:p>
    <w:p w:rsidR="00A87899" w:rsidRDefault="00A87899" w:rsidP="00A87899">
      <w:pPr>
        <w:pStyle w:val="Heading2Center"/>
        <w:rPr>
          <w:rtl/>
        </w:rPr>
      </w:pPr>
      <w:bookmarkStart w:id="40" w:name="_Toc416693840"/>
      <w:bookmarkStart w:id="41" w:name="_Toc416696084"/>
      <w:r>
        <w:rPr>
          <w:rtl/>
        </w:rPr>
        <w:t>15 ـ وديعةُ الرسول (صلّى الله عليه وآله)</w:t>
      </w:r>
      <w:bookmarkEnd w:id="40"/>
      <w:bookmarkEnd w:id="41"/>
    </w:p>
    <w:p w:rsidR="00A87899" w:rsidRDefault="00A87899" w:rsidP="00541E11">
      <w:pPr>
        <w:pStyle w:val="libNormal"/>
        <w:rPr>
          <w:rtl/>
        </w:rPr>
      </w:pPr>
      <w:r>
        <w:rPr>
          <w:rtl/>
        </w:rPr>
        <w:t>ولم يدّخر الرسولُ (صلّى الله عليه وآله) وُسْعاً في إبلاغ أُمّته ما لأهل بيته (عليهم السّلام) من كرامةٍ وفضلٍ وحُرمةٍ منذُ بداية البعثة الشريفة ، من خلال وحي الآيات الكريمة ، وما صَدَرَ منه (صلّى الله عليه وآله) من قول وفعل ، وعلى طول الأعوام التي قضاها في المدينة المنوّرة بين أصحابه وزوجاته في المسجد ، وفي الدار ، وخارجهما على الطريق ، وفي كلّ محفل ومشهد.</w:t>
      </w:r>
    </w:p>
    <w:p w:rsidR="00A87899" w:rsidRDefault="00A87899" w:rsidP="00541E11">
      <w:pPr>
        <w:pStyle w:val="libNormal"/>
        <w:rPr>
          <w:rtl/>
        </w:rPr>
      </w:pPr>
      <w:r>
        <w:rPr>
          <w:rtl/>
        </w:rPr>
        <w:t>لقد وَعَدَ على حبّهم ، وتوعَّدَ على بُغضهم وحربهم ، وأبلغَ وأنذرَ ، ورغّبَ وحذّر بما لا مزيدَ عليه.</w:t>
      </w:r>
    </w:p>
    <w:p w:rsidR="00A87899" w:rsidRDefault="00A87899" w:rsidP="00541E11">
      <w:pPr>
        <w:pStyle w:val="libNormal"/>
        <w:rPr>
          <w:rtl/>
        </w:rPr>
      </w:pPr>
      <w:r>
        <w:rPr>
          <w:rtl/>
        </w:rPr>
        <w:t>ولمّا احتُضِر ودَنَتْ وفاتُه اتّخذ قراراً حاسِماً نهائياً ، في مشهد رائع يخلد على الأذهان ، فلنصغَ للحديث من رواية أنس بن مالك خادم النّبي (صلّى الله عليه وآله)</w:t>
      </w:r>
      <w:r>
        <w:rPr>
          <w:rFonts w:hint="cs"/>
          <w:rtl/>
        </w:rPr>
        <w:t xml:space="preserve"> :</w:t>
      </w:r>
    </w:p>
    <w:p w:rsidR="00A87899" w:rsidRPr="009F7A3B" w:rsidRDefault="00A87899" w:rsidP="00541E11">
      <w:pPr>
        <w:pStyle w:val="libBold2"/>
        <w:rPr>
          <w:rtl/>
        </w:rPr>
      </w:pPr>
      <w:r>
        <w:rPr>
          <w:rtl/>
        </w:rPr>
        <w:br w:type="page"/>
      </w:r>
      <w:r w:rsidRPr="009F7A3B">
        <w:rPr>
          <w:rtl/>
        </w:rPr>
        <w:lastRenderedPageBreak/>
        <w:t>[167]</w:t>
      </w:r>
      <w:r>
        <w:rPr>
          <w:rtl/>
        </w:rPr>
        <w:t xml:space="preserve"> : </w:t>
      </w:r>
      <w:r w:rsidRPr="009F7A3B">
        <w:rPr>
          <w:rtl/>
        </w:rPr>
        <w:t>جاءت فاطمة ومعها الحسن والحسين (عليهم السّلام) إلى النبيّ (صلّى الله عليه وآله) في المرض الذي قبض فيه</w:t>
      </w:r>
      <w:r>
        <w:rPr>
          <w:rtl/>
        </w:rPr>
        <w:t>.</w:t>
      </w:r>
      <w:r w:rsidRPr="009F7A3B">
        <w:rPr>
          <w:rtl/>
        </w:rPr>
        <w:t xml:space="preserve"> فانكبّتْ عليه فاطمة</w:t>
      </w:r>
      <w:r>
        <w:rPr>
          <w:rtl/>
        </w:rPr>
        <w:t xml:space="preserve"> ، </w:t>
      </w:r>
      <w:r w:rsidRPr="009F7A3B">
        <w:rPr>
          <w:rtl/>
        </w:rPr>
        <w:t>وألصقتْ صدرها بصدره وجعلت تبكي</w:t>
      </w:r>
      <w:r>
        <w:rPr>
          <w:rtl/>
        </w:rPr>
        <w:t xml:space="preserve"> ، </w:t>
      </w:r>
      <w:r w:rsidRPr="009F7A3B">
        <w:rPr>
          <w:rtl/>
        </w:rPr>
        <w:t>فقال النّبي (صلّى الله عليه وآله)</w:t>
      </w:r>
      <w:r>
        <w:rPr>
          <w:rtl/>
        </w:rPr>
        <w:t xml:space="preserve"> : </w:t>
      </w:r>
      <w:r w:rsidRPr="009F7A3B">
        <w:rPr>
          <w:rtl/>
        </w:rPr>
        <w:t>«مَهْ يا فاطمة» ونهاها عن البكاء.</w:t>
      </w:r>
    </w:p>
    <w:p w:rsidR="00A87899" w:rsidRDefault="00A87899" w:rsidP="00541E11">
      <w:pPr>
        <w:pStyle w:val="libBold2"/>
        <w:rPr>
          <w:rtl/>
        </w:rPr>
      </w:pPr>
      <w:r w:rsidRPr="009F7A3B">
        <w:rPr>
          <w:rtl/>
        </w:rPr>
        <w:t>فانطلقت إلى البيت</w:t>
      </w:r>
      <w:r>
        <w:rPr>
          <w:rtl/>
        </w:rPr>
        <w:t xml:space="preserve"> ، </w:t>
      </w:r>
      <w:r w:rsidRPr="009F7A3B">
        <w:rPr>
          <w:rtl/>
        </w:rPr>
        <w:t xml:space="preserve">فقال النبي </w:t>
      </w:r>
      <w:r>
        <w:rPr>
          <w:rFonts w:hint="cs"/>
          <w:rtl/>
        </w:rPr>
        <w:t>ـ</w:t>
      </w:r>
      <w:r w:rsidRPr="009F7A3B">
        <w:rPr>
          <w:rtl/>
        </w:rPr>
        <w:t xml:space="preserve"> وهو يستعبر الدموع</w:t>
      </w:r>
      <w:r>
        <w:rPr>
          <w:rtl/>
        </w:rPr>
        <w:t xml:space="preserve"> </w:t>
      </w:r>
      <w:r>
        <w:rPr>
          <w:rFonts w:hint="cs"/>
          <w:rtl/>
        </w:rPr>
        <w:t xml:space="preserve">ـ </w:t>
      </w:r>
      <w:r>
        <w:rPr>
          <w:rtl/>
        </w:rPr>
        <w:t xml:space="preserve">: </w:t>
      </w:r>
      <w:r w:rsidRPr="009F7A3B">
        <w:rPr>
          <w:rtl/>
        </w:rPr>
        <w:t>«اللّهمّ أهل بيتي</w:t>
      </w:r>
      <w:r>
        <w:rPr>
          <w:rtl/>
        </w:rPr>
        <w:t xml:space="preserve"> ، </w:t>
      </w:r>
      <w:r w:rsidRPr="009F7A3B">
        <w:rPr>
          <w:rtl/>
        </w:rPr>
        <w:t>وأنا مستودعهم كلّ مؤمن» ـ ثلاث</w:t>
      </w:r>
      <w:r w:rsidRPr="009F7A3B">
        <w:rPr>
          <w:rFonts w:hint="cs"/>
          <w:rtl/>
        </w:rPr>
        <w:t xml:space="preserve"> </w:t>
      </w:r>
      <w:r w:rsidRPr="009F7A3B">
        <w:rPr>
          <w:rtl/>
        </w:rPr>
        <w:t>مرّات ـ</w:t>
      </w:r>
      <w:r>
        <w:rPr>
          <w:rtl/>
        </w:rPr>
        <w:t xml:space="preserve"> </w:t>
      </w:r>
      <w:r w:rsidRPr="00541E11">
        <w:rPr>
          <w:rStyle w:val="libFootnotenumChar"/>
          <w:rtl/>
        </w:rPr>
        <w:t>(1)</w:t>
      </w:r>
      <w:r>
        <w:rPr>
          <w:rtl/>
        </w:rPr>
        <w:t>.</w:t>
      </w:r>
    </w:p>
    <w:p w:rsidR="00A87899" w:rsidRDefault="00A87899" w:rsidP="00541E11">
      <w:pPr>
        <w:pStyle w:val="libNormal"/>
        <w:rPr>
          <w:rtl/>
        </w:rPr>
      </w:pPr>
      <w:r>
        <w:rPr>
          <w:rtl/>
        </w:rPr>
        <w:t>فالمشهدُ رهيب!</w:t>
      </w:r>
    </w:p>
    <w:p w:rsidR="00A87899" w:rsidRDefault="00A87899" w:rsidP="00541E11">
      <w:pPr>
        <w:pStyle w:val="libNormal"/>
        <w:rPr>
          <w:rtl/>
        </w:rPr>
      </w:pPr>
      <w:r>
        <w:rPr>
          <w:rtl/>
        </w:rPr>
        <w:t>رسولُ الله (صلّى الله عليه وآله) مسجّى ، ستفقده الأُمّة بعد أيّام ، وتفقد معه «الرحمة للعالمين».</w:t>
      </w:r>
    </w:p>
    <w:p w:rsidR="00A87899" w:rsidRDefault="00A87899" w:rsidP="00541E11">
      <w:pPr>
        <w:pStyle w:val="libNormal"/>
        <w:rPr>
          <w:rtl/>
        </w:rPr>
      </w:pPr>
      <w:r>
        <w:rPr>
          <w:rtl/>
        </w:rPr>
        <w:t>وأمّا أهل البيت (عليهم السّلام) فسيفقدون مع ذلك الأبَ والجدَّ والأخَ ، تفقد الزهراء (عليها السّلام) أباها ، ويفقد الحسنان (عليهما السّلام) جدّهما ، ويفقد عليٌّ (عليه السّلام) أخاه</w:t>
      </w:r>
      <w:r>
        <w:rPr>
          <w:rFonts w:hint="cs"/>
          <w:rtl/>
        </w:rPr>
        <w:t>!</w:t>
      </w:r>
    </w:p>
    <w:p w:rsidR="00A87899" w:rsidRDefault="00A87899" w:rsidP="00541E11">
      <w:pPr>
        <w:pStyle w:val="libNormal"/>
        <w:rPr>
          <w:rtl/>
        </w:rPr>
      </w:pPr>
      <w:r>
        <w:rPr>
          <w:rtl/>
        </w:rPr>
        <w:t>وانكبابُ فاطمة (عليها السّلام) على أبيها يعني منتهى القُرْبِ ، إذ لا يفصلُ بينهما شيء ، والصدرُ محلّ القلب ، والقلبُ مخزنُ الحبّ ، فالتصاق الصدرين بين الأب والبنت في مرض الموت يُنبئ عن منظر رهيب مليء بالحزن والعاطفة بما لا يمكن وصفه.</w:t>
      </w:r>
    </w:p>
    <w:p w:rsidR="00A87899" w:rsidRDefault="00A87899" w:rsidP="00541E11">
      <w:pPr>
        <w:pStyle w:val="libNormal"/>
        <w:rPr>
          <w:rtl/>
        </w:rPr>
      </w:pPr>
      <w:r>
        <w:rPr>
          <w:rtl/>
        </w:rPr>
        <w:t>وليس هناك ما يعبّر عن أحزان فاطمة (عليها السّلام) إلاّ العَبْرة تجريها ، والرسول الذي يؤذيه ما يؤذي ابنته فاطمة لا يستطيع أن يشاهدَها تبكي</w:t>
      </w:r>
      <w:r>
        <w:rPr>
          <w:rFonts w:hint="cs"/>
          <w:rtl/>
        </w:rPr>
        <w:t xml:space="preserve"> ،</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(1) مختصر تاريخ دمشق ـ لابن منظور 7 / 124.</w:t>
      </w:r>
    </w:p>
    <w:p w:rsidR="00A87899" w:rsidRDefault="00A87899" w:rsidP="00541E11">
      <w:pPr>
        <w:pStyle w:val="libNormal0"/>
        <w:rPr>
          <w:rtl/>
        </w:rPr>
      </w:pPr>
      <w:r>
        <w:rPr>
          <w:rtl/>
        </w:rPr>
        <w:br w:type="page"/>
      </w:r>
      <w:r>
        <w:rPr>
          <w:rtl/>
        </w:rPr>
        <w:lastRenderedPageBreak/>
        <w:t>فينهاها.</w:t>
      </w:r>
    </w:p>
    <w:p w:rsidR="00A87899" w:rsidRDefault="00A87899" w:rsidP="00541E11">
      <w:pPr>
        <w:pStyle w:val="libNormal"/>
        <w:rPr>
          <w:rtl/>
        </w:rPr>
      </w:pPr>
      <w:r>
        <w:rPr>
          <w:rtl/>
        </w:rPr>
        <w:t>لكنّه هو الآخر لا يقلّ حزنهُ على مفارقة ابنته الوحيدة وسائر أهل بيته الذي أعلمه الغيبُ بما سيجري عليهم من بعد ، فلم يملك إلاّ استعبار الدموع.</w:t>
      </w:r>
    </w:p>
    <w:p w:rsidR="00A87899" w:rsidRDefault="00A87899" w:rsidP="00541E11">
      <w:pPr>
        <w:pStyle w:val="libNormal"/>
        <w:rPr>
          <w:rtl/>
        </w:rPr>
      </w:pPr>
      <w:r>
        <w:rPr>
          <w:rtl/>
        </w:rPr>
        <w:t>على ماذا يبكي رسول الله (صلّى الله عليه وآله)؟!</w:t>
      </w:r>
    </w:p>
    <w:p w:rsidR="00A87899" w:rsidRDefault="00A87899" w:rsidP="00541E11">
      <w:pPr>
        <w:pStyle w:val="libNormal"/>
        <w:rPr>
          <w:rtl/>
        </w:rPr>
      </w:pPr>
      <w:r>
        <w:rPr>
          <w:rtl/>
        </w:rPr>
        <w:t xml:space="preserve">إنّ كلامه الذي قاله يكشف عن سبب هذا البكاء في مثل هذه الحالة ، والميّت إنّما يوصي بأعزّ ما عنده ، وفي أواخر لحظات حياته إنّما يفكّر في أهمّ ما يهتمّ به فيوصي به ، والرسول (صلّى الله عليه وآله) يُشهد الله على ما يقولُ ، فيقول : «... </w:t>
      </w:r>
      <w:r w:rsidRPr="00541E11">
        <w:rPr>
          <w:rStyle w:val="libBold2Char"/>
          <w:rtl/>
        </w:rPr>
        <w:t>اللّهمّ أهل بيتي</w:t>
      </w:r>
      <w:r>
        <w:rPr>
          <w:rtl/>
        </w:rPr>
        <w:t xml:space="preserve"> ...».</w:t>
      </w:r>
    </w:p>
    <w:p w:rsidR="00A87899" w:rsidRDefault="00A87899" w:rsidP="00541E11">
      <w:pPr>
        <w:pStyle w:val="libNormal"/>
        <w:rPr>
          <w:rtl/>
        </w:rPr>
      </w:pPr>
      <w:r>
        <w:rPr>
          <w:rtl/>
        </w:rPr>
        <w:t xml:space="preserve">ويجعلهم «وديعةً» يستودعُها «كلَّ مؤمن» برسالته ، وحفظ الوديعة من واجبات المؤمنين </w:t>
      </w:r>
      <w:r w:rsidRPr="00541E11">
        <w:rPr>
          <w:rStyle w:val="libAlaemChar"/>
          <w:rtl/>
        </w:rPr>
        <w:t>(</w:t>
      </w:r>
      <w:r w:rsidRPr="00541E11">
        <w:rPr>
          <w:rStyle w:val="libAieChar"/>
          <w:rtl/>
        </w:rPr>
        <w:t>الَّذِينَ هُمْ لاِمَانَاتِهِمْ وَعَهْدِهِمْ رَاعُونَ</w:t>
      </w:r>
      <w:r w:rsidRPr="00541E11">
        <w:rPr>
          <w:rStyle w:val="libAlaemChar"/>
          <w:rtl/>
        </w:rPr>
        <w:t>)</w:t>
      </w:r>
      <w:r>
        <w:rPr>
          <w:rtl/>
        </w:rPr>
        <w:t xml:space="preserve"> ويؤكّد على ذلك فيقوله ثلاث مرّات.</w:t>
      </w:r>
    </w:p>
    <w:p w:rsidR="00A87899" w:rsidRDefault="00A87899" w:rsidP="00541E11">
      <w:pPr>
        <w:pStyle w:val="libNormal"/>
        <w:rPr>
          <w:rtl/>
        </w:rPr>
      </w:pPr>
      <w:r>
        <w:rPr>
          <w:rtl/>
        </w:rPr>
        <w:t>ولا يُظنّ ـ بعد هذا المشهد وهذا التصريح ـ أنّ هناك طريقةً أوغلَ في التأكيد على حفظ هذه الوديعة ممّا عمله الرسول (صلّى الله عليه وآله) ، ولكن لنقرأ «السيرة الحسينيّة» لِنجدَ ما فعلته الأُمّة بوديعة الرسول (صلّى الله عليه وآله) هذه!</w:t>
      </w:r>
    </w:p>
    <w:p w:rsidR="00A87899" w:rsidRDefault="00A87899" w:rsidP="00541E11">
      <w:pPr>
        <w:pStyle w:val="libNormal"/>
        <w:rPr>
          <w:rtl/>
        </w:rPr>
      </w:pPr>
      <w:r>
        <w:rPr>
          <w:rtl/>
        </w:rPr>
        <w:t>وفي خصوص الحسين (عليه السّلام) جاء حديث «الوديعة» في رواية زيد بن أرقم قال</w:t>
      </w:r>
      <w:r>
        <w:rPr>
          <w:rFonts w:hint="cs"/>
          <w:rtl/>
        </w:rPr>
        <w:t xml:space="preserve"> :</w:t>
      </w:r>
    </w:p>
    <w:p w:rsidR="00A87899" w:rsidRPr="009F7A3B" w:rsidRDefault="00A87899" w:rsidP="00541E11">
      <w:pPr>
        <w:pStyle w:val="libBold2"/>
        <w:rPr>
          <w:rtl/>
        </w:rPr>
      </w:pPr>
      <w:r w:rsidRPr="009F7A3B">
        <w:rPr>
          <w:rtl/>
        </w:rPr>
        <w:t>[322]</w:t>
      </w:r>
      <w:r>
        <w:rPr>
          <w:rtl/>
        </w:rPr>
        <w:t xml:space="preserve"> : </w:t>
      </w:r>
      <w:r w:rsidRPr="009F7A3B">
        <w:rPr>
          <w:rtl/>
        </w:rPr>
        <w:t xml:space="preserve">أما </w:t>
      </w:r>
      <w:r>
        <w:rPr>
          <w:rFonts w:hint="cs"/>
          <w:rtl/>
        </w:rPr>
        <w:t xml:space="preserve">ـ </w:t>
      </w:r>
      <w:r w:rsidRPr="009F7A3B">
        <w:rPr>
          <w:rtl/>
        </w:rPr>
        <w:t>والله</w:t>
      </w:r>
      <w:r>
        <w:rPr>
          <w:rFonts w:hint="cs"/>
          <w:rtl/>
        </w:rPr>
        <w:t xml:space="preserve"> ـ</w:t>
      </w:r>
      <w:r w:rsidRPr="009F7A3B">
        <w:rPr>
          <w:rtl/>
        </w:rPr>
        <w:t xml:space="preserve"> لقد سمعت رسول الله (صلّى الله عليه وآله) يقول</w:t>
      </w:r>
      <w:r>
        <w:rPr>
          <w:rtl/>
        </w:rPr>
        <w:t xml:space="preserve"> : </w:t>
      </w:r>
      <w:r w:rsidRPr="009F7A3B">
        <w:rPr>
          <w:rtl/>
        </w:rPr>
        <w:t>«اللّهمّ إنّي استودعكه وصالح المؤمنين».</w:t>
      </w:r>
    </w:p>
    <w:p w:rsidR="00A87899" w:rsidRDefault="00A87899" w:rsidP="00541E11">
      <w:pPr>
        <w:pStyle w:val="libNormal"/>
        <w:rPr>
          <w:rtl/>
        </w:rPr>
      </w:pPr>
      <w:r>
        <w:rPr>
          <w:rtl/>
        </w:rPr>
        <w:t xml:space="preserve">وقد ذكر ابن أرقم هذا الحديث في مشهد آخر ، حيث كان منادماً لابن زياد ، فجيء برأس الحسين </w:t>
      </w:r>
      <w:r>
        <w:rPr>
          <w:rFonts w:hint="cs"/>
          <w:rtl/>
        </w:rPr>
        <w:t>،</w:t>
      </w:r>
      <w:r>
        <w:rPr>
          <w:rtl/>
        </w:rPr>
        <w:t xml:space="preserve"> فأخذ ينكث فيه بقضيبه ، فتذكّر ابن أرقم هذا الحديث ، كما تذكّر أنّه واجب عليه أن يقوله في ذلك المشهد الرهيب الآخر ، وراح يتساءل :</w:t>
      </w:r>
    </w:p>
    <w:p w:rsidR="00A87899" w:rsidRDefault="00A87899" w:rsidP="00541E11">
      <w:pPr>
        <w:pStyle w:val="libNormal0"/>
        <w:rPr>
          <w:rtl/>
        </w:rPr>
      </w:pPr>
      <w:r>
        <w:rPr>
          <w:rtl/>
        </w:rPr>
        <w:br w:type="page"/>
      </w:r>
      <w:r>
        <w:rPr>
          <w:rtl/>
        </w:rPr>
        <w:lastRenderedPageBreak/>
        <w:t>فكيف حفظكم لوديعة رسول الله (صلّى الله عليه وآله)؟!</w:t>
      </w:r>
    </w:p>
    <w:p w:rsidR="00A87899" w:rsidRDefault="00A87899" w:rsidP="00541E11">
      <w:pPr>
        <w:pStyle w:val="libNormal"/>
        <w:rPr>
          <w:rtl/>
        </w:rPr>
      </w:pPr>
      <w:r>
        <w:rPr>
          <w:rtl/>
        </w:rPr>
        <w:t>مع أنّ زيد بن أرقم نفسه هو ممّن يُوَجَّه إليه هذا السؤال</w:t>
      </w:r>
      <w:r>
        <w:rPr>
          <w:rFonts w:hint="cs"/>
          <w:rtl/>
        </w:rPr>
        <w:t>؟</w:t>
      </w:r>
    </w:p>
    <w:p w:rsidR="00A87899" w:rsidRDefault="00A87899" w:rsidP="00541E11">
      <w:pPr>
        <w:pStyle w:val="libNormal"/>
        <w:rPr>
          <w:rtl/>
        </w:rPr>
      </w:pPr>
      <w:r>
        <w:rPr>
          <w:rtl/>
        </w:rPr>
        <w:t>وسنقرأ الإجابة في الفصل (31) ضمن «المواقف المتأخّرة»</w:t>
      </w:r>
      <w:r>
        <w:rPr>
          <w:rFonts w:hint="cs"/>
          <w:rtl/>
        </w:rPr>
        <w:t>؟</w:t>
      </w:r>
    </w:p>
    <w:p w:rsidR="00A87899" w:rsidRDefault="00A87899" w:rsidP="00A87899">
      <w:pPr>
        <w:pStyle w:val="Heading1Center"/>
        <w:rPr>
          <w:rtl/>
        </w:rPr>
      </w:pPr>
      <w:r>
        <w:rPr>
          <w:rtl/>
        </w:rPr>
        <w:br w:type="page"/>
      </w:r>
      <w:r>
        <w:rPr>
          <w:rtl/>
        </w:rPr>
        <w:lastRenderedPageBreak/>
        <w:br w:type="page"/>
      </w:r>
      <w:bookmarkStart w:id="42" w:name="_Toc416693841"/>
      <w:bookmarkStart w:id="43" w:name="_Toc416696085"/>
      <w:r>
        <w:rPr>
          <w:rtl/>
        </w:rPr>
        <w:lastRenderedPageBreak/>
        <w:t>الباب الثاني</w:t>
      </w:r>
      <w:bookmarkEnd w:id="42"/>
      <w:bookmarkEnd w:id="43"/>
    </w:p>
    <w:p w:rsidR="00A87899" w:rsidRDefault="00A87899" w:rsidP="00A87899">
      <w:pPr>
        <w:pStyle w:val="Heading1Center"/>
        <w:rPr>
          <w:rtl/>
        </w:rPr>
      </w:pPr>
      <w:bookmarkStart w:id="44" w:name="_Toc416693842"/>
      <w:bookmarkStart w:id="45" w:name="_Toc416696086"/>
      <w:r>
        <w:rPr>
          <w:rtl/>
        </w:rPr>
        <w:t>سيرة الحسين (عليه السّلام)</w:t>
      </w:r>
      <w:r>
        <w:rPr>
          <w:rFonts w:hint="cs"/>
          <w:rtl/>
        </w:rPr>
        <w:t xml:space="preserve"> </w:t>
      </w:r>
      <w:r>
        <w:rPr>
          <w:rtl/>
        </w:rPr>
        <w:t>قبل كربلاء</w:t>
      </w:r>
      <w:bookmarkEnd w:id="44"/>
      <w:bookmarkEnd w:id="45"/>
    </w:p>
    <w:p w:rsidR="00A87899" w:rsidRDefault="00A87899" w:rsidP="00A87899">
      <w:pPr>
        <w:pStyle w:val="Heading2Center"/>
        <w:rPr>
          <w:rtl/>
        </w:rPr>
      </w:pPr>
      <w:bookmarkStart w:id="46" w:name="_Toc416693843"/>
      <w:bookmarkStart w:id="47" w:name="_Toc416696087"/>
      <w:r>
        <w:rPr>
          <w:rtl/>
        </w:rPr>
        <w:t>ثانياً : بعد غياب الرسول (صلّى الله عليه وآله)</w:t>
      </w:r>
      <w:bookmarkEnd w:id="46"/>
      <w:bookmarkEnd w:id="47"/>
    </w:p>
    <w:p w:rsidR="00A87899" w:rsidRPr="009F7A3B" w:rsidRDefault="00A87899" w:rsidP="00541E11">
      <w:pPr>
        <w:pStyle w:val="libBold2"/>
        <w:rPr>
          <w:rtl/>
        </w:rPr>
      </w:pPr>
      <w:r w:rsidRPr="009F7A3B">
        <w:rPr>
          <w:rtl/>
        </w:rPr>
        <w:t>16 ـ ضَياعٌ بعدَ الرسول (صلّى الله عليه وآله)</w:t>
      </w:r>
    </w:p>
    <w:p w:rsidR="00A87899" w:rsidRPr="009F7A3B" w:rsidRDefault="00A87899" w:rsidP="00541E11">
      <w:pPr>
        <w:pStyle w:val="libBold2"/>
        <w:rPr>
          <w:rtl/>
        </w:rPr>
      </w:pPr>
      <w:r w:rsidRPr="009F7A3B">
        <w:rPr>
          <w:rtl/>
        </w:rPr>
        <w:t>17 ـ موقف من عمر</w:t>
      </w:r>
    </w:p>
    <w:p w:rsidR="00A87899" w:rsidRPr="009F7A3B" w:rsidRDefault="00A87899" w:rsidP="00541E11">
      <w:pPr>
        <w:pStyle w:val="libBold2"/>
        <w:rPr>
          <w:rtl/>
        </w:rPr>
      </w:pPr>
      <w:r w:rsidRPr="009F7A3B">
        <w:rPr>
          <w:rtl/>
        </w:rPr>
        <w:t>18 ـ مع أبيه (عليه السّلام) في المشاهد</w:t>
      </w:r>
    </w:p>
    <w:p w:rsidR="00A87899" w:rsidRDefault="00A87899" w:rsidP="00541E11">
      <w:pPr>
        <w:pStyle w:val="libBold2"/>
        <w:rPr>
          <w:rtl/>
        </w:rPr>
      </w:pPr>
      <w:r w:rsidRPr="009F7A3B">
        <w:rPr>
          <w:rtl/>
        </w:rPr>
        <w:t>19 ـ في وداع أخيه (عليه السّلام)</w:t>
      </w:r>
    </w:p>
    <w:p w:rsidR="00A87899" w:rsidRDefault="00A87899" w:rsidP="00A87899">
      <w:pPr>
        <w:pStyle w:val="Heading2Center"/>
        <w:rPr>
          <w:rtl/>
        </w:rPr>
      </w:pPr>
      <w:r>
        <w:rPr>
          <w:rtl/>
        </w:rPr>
        <w:br w:type="page"/>
      </w:r>
      <w:r>
        <w:rPr>
          <w:rtl/>
        </w:rPr>
        <w:lastRenderedPageBreak/>
        <w:br w:type="page"/>
      </w:r>
      <w:bookmarkStart w:id="48" w:name="_Toc416693844"/>
      <w:bookmarkStart w:id="49" w:name="_Toc416696088"/>
      <w:r>
        <w:rPr>
          <w:rtl/>
        </w:rPr>
        <w:lastRenderedPageBreak/>
        <w:t>16 ـ ضياع بعد الرسول (صلّى الله عليه وآله)</w:t>
      </w:r>
      <w:bookmarkEnd w:id="48"/>
      <w:bookmarkEnd w:id="49"/>
    </w:p>
    <w:p w:rsidR="00A87899" w:rsidRDefault="00A87899" w:rsidP="00541E11">
      <w:pPr>
        <w:pStyle w:val="libNormal"/>
        <w:rPr>
          <w:rtl/>
        </w:rPr>
      </w:pPr>
      <w:r>
        <w:rPr>
          <w:rtl/>
        </w:rPr>
        <w:t>ولئن ذهبَ قولُهم : «</w:t>
      </w:r>
      <w:r w:rsidRPr="00541E11">
        <w:rPr>
          <w:rStyle w:val="libBold2Char"/>
          <w:rtl/>
        </w:rPr>
        <w:t>المرءُ يُحْفَظُ في ولده</w:t>
      </w:r>
      <w:r>
        <w:rPr>
          <w:rtl/>
        </w:rPr>
        <w:t xml:space="preserve">» مثلاً سائراً فإنّ لذلك أصلاً قرآنياً أدّب الله به عباده المؤمنين على لسان عبده الصالح الخضر ، حيث أقام الجدار الذي كان للغلامين اليتيمين في المدينة ، معلّلاً بأنّه </w:t>
      </w:r>
      <w:r w:rsidRPr="00541E11">
        <w:rPr>
          <w:rStyle w:val="libAlaemChar"/>
          <w:rtl/>
        </w:rPr>
        <w:t>(</w:t>
      </w:r>
      <w:r w:rsidRPr="00541E11">
        <w:rPr>
          <w:rStyle w:val="libAieChar"/>
          <w:rtl/>
        </w:rPr>
        <w:t>كَانَ أَبُوهُمَا صَالِحاً</w:t>
      </w:r>
      <w:r w:rsidRPr="00541E11">
        <w:rPr>
          <w:rStyle w:val="libAlaemChar"/>
          <w:rtl/>
        </w:rPr>
        <w:t>)</w:t>
      </w:r>
      <w:r>
        <w:rPr>
          <w:rFonts w:hint="cs"/>
          <w:rtl/>
        </w:rPr>
        <w:t xml:space="preserve"> </w:t>
      </w:r>
      <w:r>
        <w:rPr>
          <w:rtl/>
        </w:rPr>
        <w:t xml:space="preserve">سورة الكهف </w:t>
      </w:r>
      <w:r>
        <w:rPr>
          <w:rFonts w:hint="cs"/>
          <w:rtl/>
        </w:rPr>
        <w:t>، الآية</w:t>
      </w:r>
      <w:r>
        <w:rPr>
          <w:rtl/>
        </w:rPr>
        <w:t xml:space="preserve"> 81.</w:t>
      </w:r>
    </w:p>
    <w:p w:rsidR="00A87899" w:rsidRDefault="00A87899" w:rsidP="00541E11">
      <w:pPr>
        <w:pStyle w:val="libNormal"/>
        <w:rPr>
          <w:rtl/>
        </w:rPr>
      </w:pPr>
      <w:r>
        <w:rPr>
          <w:rtl/>
        </w:rPr>
        <w:t>فلصلاح أبيهما استحقّ الغلامانِ تلك الخدمة من الخضر.</w:t>
      </w:r>
      <w:r>
        <w:rPr>
          <w:rFonts w:hint="cs"/>
          <w:rtl/>
        </w:rPr>
        <w:t xml:space="preserve"> </w:t>
      </w:r>
      <w:r>
        <w:rPr>
          <w:rtl/>
        </w:rPr>
        <w:t xml:space="preserve">لكنّ كثيراً ممن ينتسب إلى أُمّة النبيّ محمّد (صلّى الله عليه وآله) ، لم يُكرموا آلَ محمّد (عليهم السّلام) من أجل الرسول </w:t>
      </w:r>
      <w:r>
        <w:rPr>
          <w:rFonts w:hint="cs"/>
          <w:rtl/>
        </w:rPr>
        <w:t>،</w:t>
      </w:r>
      <w:r>
        <w:rPr>
          <w:rtl/>
        </w:rPr>
        <w:t xml:space="preserve"> ولم تُمهل الأُمّة أهلَ البيت (عليهم السّلام) أكثر من أن يُغمِضَ الرسولُ (صلّى الله عليه وآله) عينيه ولمّا يُقْبر جسده الشريف ، عَدَوْا على آله فغصَبُوا حقّهم في خلافته ، ثم انهالوا عليهم بالهتك والضرب حتّى أقدموا على إضرام النار في دار الزهراء (عليها السّلام) ابنته ، وأسقطوا جنينها ، وأغضبوها ، حتّى قضت الأيّام القلائل بعد أبيها معصّبةَ الرأس ، مكسورة الضلع ، يُغشى عليها ساعة بعد ساعة ، وماتت بعد شهور فقط من وفاة أبيها ، وهي لهم قالية</w:t>
      </w:r>
      <w:r>
        <w:rPr>
          <w:rFonts w:hint="cs"/>
          <w:rtl/>
        </w:rPr>
        <w:t>!</w:t>
      </w:r>
    </w:p>
    <w:p w:rsidR="00A87899" w:rsidRDefault="00A87899" w:rsidP="00541E11">
      <w:pPr>
        <w:pStyle w:val="libNormal"/>
        <w:rPr>
          <w:rtl/>
        </w:rPr>
      </w:pPr>
      <w:r>
        <w:rPr>
          <w:rtl/>
        </w:rPr>
        <w:t>وما كان نصيب الغلامين السبطين الحسن والحسين من الأمّة بأفضل من ذلك!</w:t>
      </w:r>
    </w:p>
    <w:p w:rsidR="00A87899" w:rsidRDefault="00A87899" w:rsidP="00541E11">
      <w:pPr>
        <w:pStyle w:val="libNormal"/>
        <w:rPr>
          <w:rtl/>
        </w:rPr>
      </w:pPr>
      <w:r>
        <w:rPr>
          <w:rtl/>
        </w:rPr>
        <w:br w:type="page"/>
      </w:r>
      <w:r>
        <w:rPr>
          <w:rtl/>
        </w:rPr>
        <w:lastRenderedPageBreak/>
        <w:t>بل تكوّنتْ على أثر ذلك التصرّف المشين فرقة سياسيّة تستهدف آل النبيّ (صلّى الله عليه وآله) بالعداء والبغضاء ، فدبّرت المؤامرة التي اغتالت عليّاً (عليه السّلام) في محرابه ، وطعنت الحسن (عليه السّلام) في فسطاطه ، وقتلت الحسين (عليه السّلام) في وضح النهار يوم عاشوراء في كربلائه كما يُذبح الكَبْش جهاراً أمام أعين الناس ، من دون نكير!</w:t>
      </w:r>
    </w:p>
    <w:p w:rsidR="00A87899" w:rsidRDefault="00A87899" w:rsidP="00541E11">
      <w:pPr>
        <w:pStyle w:val="libNormal"/>
        <w:rPr>
          <w:rtl/>
        </w:rPr>
      </w:pPr>
      <w:r>
        <w:rPr>
          <w:rtl/>
        </w:rPr>
        <w:t>ولم يكن هذان الغلامان بأهونَ من غلامي الخضر ، إذ لم يكن أبوهما أصلح من رسول الله (صلّى الله عليه وآله) قطعاً.</w:t>
      </w:r>
    </w:p>
    <w:p w:rsidR="00A87899" w:rsidRDefault="00A87899" w:rsidP="00541E11">
      <w:pPr>
        <w:pStyle w:val="libNormal"/>
        <w:rPr>
          <w:rtl/>
        </w:rPr>
      </w:pPr>
      <w:r>
        <w:rPr>
          <w:rtl/>
        </w:rPr>
        <w:t>ولقد جابه الحسينُ (عليه السّلام) بهذه الحقيقة واحداً من كبار زعماء</w:t>
      </w:r>
      <w:r>
        <w:rPr>
          <w:rFonts w:hint="cs"/>
          <w:rtl/>
        </w:rPr>
        <w:t xml:space="preserve"> </w:t>
      </w:r>
      <w:r>
        <w:rPr>
          <w:rtl/>
        </w:rPr>
        <w:t xml:space="preserve">المعادين لآل محمّد </w:t>
      </w:r>
      <w:r>
        <w:rPr>
          <w:rFonts w:hint="cs"/>
          <w:rtl/>
        </w:rPr>
        <w:t>،</w:t>
      </w:r>
      <w:r>
        <w:rPr>
          <w:rtl/>
        </w:rPr>
        <w:t xml:space="preserve"> والمعروف بنافع بن الأزرق ، في الحديث الآتي :</w:t>
      </w:r>
    </w:p>
    <w:p w:rsidR="00A87899" w:rsidRDefault="00A87899" w:rsidP="00541E11">
      <w:pPr>
        <w:pStyle w:val="libNormal"/>
        <w:rPr>
          <w:rtl/>
        </w:rPr>
      </w:pPr>
      <w:r w:rsidRPr="00541E11">
        <w:rPr>
          <w:rStyle w:val="libBold2Char"/>
          <w:rtl/>
        </w:rPr>
        <w:t xml:space="preserve">[203] قال له الحسين (عليه السّلام) : «إنّي سائلك عن مسألة : </w:t>
      </w:r>
      <w:r w:rsidRPr="00541E11">
        <w:rPr>
          <w:rStyle w:val="libAlaemChar"/>
          <w:rtl/>
        </w:rPr>
        <w:t>(</w:t>
      </w:r>
      <w:r w:rsidRPr="00541E11">
        <w:rPr>
          <w:rStyle w:val="libAieChar"/>
          <w:rtl/>
        </w:rPr>
        <w:t>وَأَمَّا الجِدَارُ فَكَانَ لِغُلاَمَينِ يَتِيمَيْنِ فِي المَدِينَةِ</w:t>
      </w:r>
      <w:r w:rsidRPr="00541E11">
        <w:rPr>
          <w:rStyle w:val="libAlaemChar"/>
          <w:rtl/>
        </w:rPr>
        <w:t>)</w:t>
      </w:r>
      <w:r>
        <w:rPr>
          <w:rtl/>
        </w:rPr>
        <w:t xml:space="preserve"> </w:t>
      </w:r>
      <w:r>
        <w:rPr>
          <w:rFonts w:hint="cs"/>
          <w:rtl/>
        </w:rPr>
        <w:t>[</w:t>
      </w:r>
      <w:r>
        <w:rPr>
          <w:rtl/>
        </w:rPr>
        <w:t xml:space="preserve">الكهف </w:t>
      </w:r>
      <w:r>
        <w:rPr>
          <w:rFonts w:hint="cs"/>
          <w:rtl/>
        </w:rPr>
        <w:t>، الآية</w:t>
      </w:r>
      <w:r>
        <w:rPr>
          <w:rtl/>
        </w:rPr>
        <w:t xml:space="preserve"> </w:t>
      </w:r>
      <w:r>
        <w:rPr>
          <w:rFonts w:hint="cs"/>
          <w:rtl/>
        </w:rPr>
        <w:t>(</w:t>
      </w:r>
      <w:r>
        <w:rPr>
          <w:rtl/>
        </w:rPr>
        <w:t>81)</w:t>
      </w:r>
      <w:r>
        <w:rPr>
          <w:rFonts w:hint="cs"/>
          <w:rtl/>
        </w:rPr>
        <w:t>]</w:t>
      </w:r>
      <w:r>
        <w:rPr>
          <w:rtl/>
        </w:rPr>
        <w:t>.</w:t>
      </w:r>
    </w:p>
    <w:p w:rsidR="00A87899" w:rsidRPr="009F7A3B" w:rsidRDefault="00A87899" w:rsidP="00541E11">
      <w:pPr>
        <w:pStyle w:val="libBold2"/>
        <w:rPr>
          <w:rtl/>
        </w:rPr>
      </w:pPr>
      <w:r w:rsidRPr="009F7A3B">
        <w:rPr>
          <w:rtl/>
        </w:rPr>
        <w:t>يابن الأزرق</w:t>
      </w:r>
      <w:r>
        <w:rPr>
          <w:rFonts w:hint="cs"/>
          <w:rtl/>
        </w:rPr>
        <w:t xml:space="preserve"> :</w:t>
      </w:r>
      <w:r w:rsidRPr="009F7A3B">
        <w:rPr>
          <w:rtl/>
        </w:rPr>
        <w:t xml:space="preserve"> مَنْ حُفِظَ في الغلامين؟</w:t>
      </w:r>
      <w:r>
        <w:rPr>
          <w:rFonts w:hint="cs"/>
          <w:rtl/>
        </w:rPr>
        <w:t>!</w:t>
      </w:r>
    </w:p>
    <w:p w:rsidR="00A87899" w:rsidRPr="009F7A3B" w:rsidRDefault="00A87899" w:rsidP="00541E11">
      <w:pPr>
        <w:pStyle w:val="libBold2"/>
        <w:rPr>
          <w:rtl/>
        </w:rPr>
      </w:pPr>
      <w:r w:rsidRPr="009F7A3B">
        <w:rPr>
          <w:rtl/>
        </w:rPr>
        <w:t>قال ابن الأزرق</w:t>
      </w:r>
      <w:r>
        <w:rPr>
          <w:rtl/>
        </w:rPr>
        <w:t xml:space="preserve"> : </w:t>
      </w:r>
      <w:r w:rsidRPr="009F7A3B">
        <w:rPr>
          <w:rtl/>
        </w:rPr>
        <w:t>أبوهما</w:t>
      </w:r>
      <w:r>
        <w:rPr>
          <w:rFonts w:hint="cs"/>
          <w:rtl/>
        </w:rPr>
        <w:t>!</w:t>
      </w:r>
    </w:p>
    <w:p w:rsidR="00A87899" w:rsidRDefault="00A87899" w:rsidP="00541E11">
      <w:pPr>
        <w:pStyle w:val="libBold2"/>
        <w:rPr>
          <w:rtl/>
        </w:rPr>
      </w:pPr>
      <w:r w:rsidRPr="009F7A3B">
        <w:rPr>
          <w:rtl/>
        </w:rPr>
        <w:t>قال الحسين (عليه السّلام</w:t>
      </w:r>
      <w:r>
        <w:rPr>
          <w:rtl/>
        </w:rPr>
        <w:t xml:space="preserve">) : </w:t>
      </w:r>
      <w:r w:rsidRPr="009F7A3B">
        <w:rPr>
          <w:rtl/>
        </w:rPr>
        <w:t>«فأبوهما خيرٌ أم رسول الله (صلّى الله عليه وآله)؟»</w:t>
      </w:r>
      <w:r>
        <w:rPr>
          <w:rtl/>
        </w:rPr>
        <w:t xml:space="preserve"> </w:t>
      </w:r>
      <w:r w:rsidRPr="00541E11">
        <w:rPr>
          <w:rStyle w:val="libFootnotenumChar"/>
          <w:rtl/>
        </w:rPr>
        <w:t>(1)</w:t>
      </w:r>
      <w:r>
        <w:rPr>
          <w:rtl/>
        </w:rPr>
        <w:t>.</w:t>
      </w:r>
    </w:p>
    <w:p w:rsidR="00A87899" w:rsidRDefault="00A87899" w:rsidP="00541E11">
      <w:pPr>
        <w:pStyle w:val="libNormal"/>
        <w:rPr>
          <w:rtl/>
        </w:rPr>
      </w:pPr>
      <w:r>
        <w:rPr>
          <w:rtl/>
        </w:rPr>
        <w:t>إنّها الحقيقة الدامغة ، لكن هل تنفع مَنْ أُشربت قلوبهم بالنفاق ، وغطّى عيونهم الجهل والحقد والكراهية للحقّ؟!</w:t>
      </w:r>
    </w:p>
    <w:p w:rsidR="00A87899" w:rsidRDefault="00A87899" w:rsidP="00541E11">
      <w:pPr>
        <w:pStyle w:val="libNormal"/>
        <w:rPr>
          <w:rtl/>
        </w:rPr>
      </w:pPr>
      <w:r>
        <w:rPr>
          <w:rtl/>
        </w:rPr>
        <w:t xml:space="preserve">لقد كان من نتائج هذا الضياع أنّه لم يمضِ على وفاة الرسول (صلّى الله عليه وآله) خمسون عاماً حتّى عَدَتْ أُمَّتُه على «وديعته» و «ريحانته» الحسين </w:t>
      </w:r>
      <w:r>
        <w:rPr>
          <w:rFonts w:hint="cs"/>
          <w:rtl/>
        </w:rPr>
        <w:t>،</w:t>
      </w:r>
      <w:r>
        <w:rPr>
          <w:rtl/>
        </w:rPr>
        <w:t xml:space="preserve"> وقتلته بأبشع صورة!</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(1) مختصر تاريخ دمشق ـ لابن منظور 7 / 130 ـ 131.</w:t>
      </w:r>
    </w:p>
    <w:p w:rsidR="00A87899" w:rsidRDefault="00A87899" w:rsidP="00541E11">
      <w:pPr>
        <w:pStyle w:val="libNormal"/>
        <w:rPr>
          <w:rtl/>
        </w:rPr>
      </w:pPr>
      <w:r>
        <w:rPr>
          <w:rtl/>
        </w:rPr>
        <w:br w:type="page"/>
      </w:r>
      <w:r>
        <w:rPr>
          <w:rtl/>
        </w:rPr>
        <w:lastRenderedPageBreak/>
        <w:t>وهل يُتصوّر ضياعٌ أبعد من هذا؟!</w:t>
      </w:r>
    </w:p>
    <w:p w:rsidR="00A87899" w:rsidRDefault="00A87899" w:rsidP="00541E11">
      <w:pPr>
        <w:pStyle w:val="libNormal"/>
        <w:rPr>
          <w:rtl/>
        </w:rPr>
      </w:pPr>
      <w:r>
        <w:rPr>
          <w:rtl/>
        </w:rPr>
        <w:t xml:space="preserve">وكان من نتائج ذلك الضياع المفضوح أنّ التاريخَ المشوّه وأهله العملاء </w:t>
      </w:r>
      <w:r w:rsidRPr="00541E11">
        <w:rPr>
          <w:rStyle w:val="libFootnotenumChar"/>
          <w:rtl/>
        </w:rPr>
        <w:t>(</w:t>
      </w:r>
      <w:r w:rsidRPr="00541E11">
        <w:rPr>
          <w:rStyle w:val="libFootnotenumChar"/>
          <w:rFonts w:hint="cs"/>
          <w:rtl/>
        </w:rPr>
        <w:t>1</w:t>
      </w:r>
      <w:r w:rsidRPr="00541E11">
        <w:rPr>
          <w:rStyle w:val="libFootnotenumChar"/>
          <w:rtl/>
        </w:rPr>
        <w:t>)</w:t>
      </w:r>
      <w:r>
        <w:rPr>
          <w:rtl/>
        </w:rPr>
        <w:t xml:space="preserve"> تغافلوا عن وجود أهل البيت (عليهم السّلام) طيلة الأعوام التي تلتْ وفاة النبيّ (صلّى الله عليه وآله) حتّى خلافة الإمام عليّ (عليه السّلام) ، فهذا الحسينُ لم نجدْ له ذكراً مسجّلاً على صفحات التاريخ طيلة العهد البكري ولا العُمَريّ ولا العُثماني سوى فلتات تحتوي على كثير من أسباب ذلك التغافل!</w:t>
      </w:r>
    </w:p>
    <w:p w:rsidR="00A87899" w:rsidRPr="00E7395C" w:rsidRDefault="00A87899" w:rsidP="00A87899">
      <w:pPr>
        <w:pStyle w:val="Heading2Center"/>
        <w:rPr>
          <w:rtl/>
        </w:rPr>
      </w:pPr>
      <w:bookmarkStart w:id="50" w:name="_Toc416693845"/>
      <w:bookmarkStart w:id="51" w:name="_Toc416696089"/>
      <w:r w:rsidRPr="00E7395C">
        <w:rPr>
          <w:rtl/>
        </w:rPr>
        <w:t>17 ـ موقف من عُمر</w:t>
      </w:r>
      <w:bookmarkEnd w:id="50"/>
      <w:bookmarkEnd w:id="51"/>
    </w:p>
    <w:p w:rsidR="00A87899" w:rsidRPr="00E7395C" w:rsidRDefault="00A87899" w:rsidP="00541E11">
      <w:pPr>
        <w:pStyle w:val="libNormal"/>
        <w:rPr>
          <w:rtl/>
        </w:rPr>
      </w:pPr>
      <w:r w:rsidRPr="00E7395C">
        <w:rPr>
          <w:rtl/>
        </w:rPr>
        <w:t>ومن تلك الفلتات حديثٌ تضمّن موقفاً للحسين (عليه السّلام) من عمر لمّا جَلَسَ على منبر الخلافة والحسينُ دون العاشرة من عمره. وبفرض وجوده في بيت أبيه الإمام عليّ (عليه السّلام) وقد امتلأ بكلّ ما يراهُ وليدُ البيت أو يسمعهُ من حديث وأحداث مهما كان خفيّاً أو كانت صغيرة</w:t>
      </w:r>
      <w:r>
        <w:rPr>
          <w:rtl/>
        </w:rPr>
        <w:t xml:space="preserve"> ، </w:t>
      </w:r>
      <w:r w:rsidRPr="00E7395C">
        <w:rPr>
          <w:rtl/>
        </w:rPr>
        <w:t>ولا يُفارق ذهنه</w:t>
      </w:r>
      <w:r>
        <w:rPr>
          <w:rtl/>
        </w:rPr>
        <w:t xml:space="preserve"> ، </w:t>
      </w:r>
      <w:r w:rsidRPr="00E7395C">
        <w:rPr>
          <w:rtl/>
        </w:rPr>
        <w:t>بل قد يقرأ الصبيُّ ممّا حوله أكثر ممّا يقرأه الكبير من الكلمات المرتسمة على الوجوه</w:t>
      </w:r>
      <w:r>
        <w:rPr>
          <w:rtl/>
        </w:rPr>
        <w:t xml:space="preserve"> ، </w:t>
      </w:r>
      <w:r w:rsidRPr="00E7395C">
        <w:rPr>
          <w:rtl/>
        </w:rPr>
        <w:t>ويسمعُ من النبرات أوضح المداليل التي لا تعبّر عنها أفصح الكلمات.</w:t>
      </w:r>
    </w:p>
    <w:p w:rsidR="00A87899" w:rsidRPr="00E7395C" w:rsidRDefault="00A87899" w:rsidP="00541E11">
      <w:pPr>
        <w:pStyle w:val="libNormal"/>
        <w:rPr>
          <w:rtl/>
        </w:rPr>
      </w:pPr>
      <w:r w:rsidRPr="00E7395C">
        <w:rPr>
          <w:rtl/>
        </w:rPr>
        <w:t>كيف</w:t>
      </w:r>
      <w:r>
        <w:rPr>
          <w:rtl/>
        </w:rPr>
        <w:t xml:space="preserve"> ، </w:t>
      </w:r>
      <w:r w:rsidRPr="00E7395C">
        <w:rPr>
          <w:rtl/>
        </w:rPr>
        <w:t>والحسينُ هو الذي أهّله جدّهُ الرسول (صلّى الله عليه وآله) لقبول «البيعة» منه</w:t>
      </w:r>
      <w:r>
        <w:rPr>
          <w:rtl/>
        </w:rPr>
        <w:t xml:space="preserve"> ، </w:t>
      </w:r>
      <w:r w:rsidRPr="00E7395C">
        <w:rPr>
          <w:rtl/>
        </w:rPr>
        <w:t>وأهّلته أُمّه الزهراء (عليها السّلام) للشهادة على أنّ «فدكاً» نحلتها من أبيها عندما طلب أبو بكر منها الشهود!</w:t>
      </w:r>
    </w:p>
    <w:p w:rsidR="00A87899" w:rsidRDefault="00A87899" w:rsidP="00541E11">
      <w:pPr>
        <w:pStyle w:val="libNormal"/>
        <w:rPr>
          <w:rtl/>
        </w:rPr>
      </w:pPr>
      <w:r w:rsidRPr="00E7395C">
        <w:rPr>
          <w:rtl/>
        </w:rPr>
        <w:t xml:space="preserve">ويكفي الحسينَ أنْ يعرفَ من خُطبة أُمّه الزهراء في مسجد رسول الله </w:t>
      </w:r>
      <w:r>
        <w:rPr>
          <w:rtl/>
        </w:rPr>
        <w:t xml:space="preserve">، </w:t>
      </w:r>
      <w:r w:rsidRPr="00E7395C">
        <w:rPr>
          <w:rtl/>
        </w:rPr>
        <w:t>ومن</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w:t>
      </w:r>
      <w:r>
        <w:rPr>
          <w:rFonts w:hint="cs"/>
          <w:rtl/>
        </w:rPr>
        <w:t>1</w:t>
      </w:r>
      <w:r w:rsidRPr="00E7395C">
        <w:rPr>
          <w:rtl/>
        </w:rPr>
        <w:t>) وهناك فلتات من المؤرّخين الّذين تصدّوا لتسجيل بعض الحقائق</w:t>
      </w:r>
      <w:r>
        <w:rPr>
          <w:rtl/>
        </w:rPr>
        <w:t xml:space="preserve"> ، </w:t>
      </w:r>
      <w:r w:rsidRPr="00E7395C">
        <w:rPr>
          <w:rtl/>
        </w:rPr>
        <w:t>مثل ابن إسحاق صاحب السيرة</w:t>
      </w:r>
      <w:r>
        <w:rPr>
          <w:rtl/>
        </w:rPr>
        <w:t xml:space="preserve"> ، </w:t>
      </w:r>
      <w:r w:rsidRPr="00E7395C">
        <w:rPr>
          <w:rtl/>
        </w:rPr>
        <w:t>وعمر بن شبّة صاحب الكتب الكثيرة</w:t>
      </w:r>
      <w:r>
        <w:rPr>
          <w:rtl/>
        </w:rPr>
        <w:t xml:space="preserve"> ، </w:t>
      </w:r>
      <w:r w:rsidRPr="00E7395C">
        <w:rPr>
          <w:rtl/>
        </w:rPr>
        <w:t>لكن تراثهم هُجر واندثر</w:t>
      </w:r>
      <w:r>
        <w:rPr>
          <w:rtl/>
        </w:rPr>
        <w:t xml:space="preserve"> ، </w:t>
      </w:r>
      <w:r w:rsidRPr="00E7395C">
        <w:rPr>
          <w:rtl/>
        </w:rPr>
        <w:t>ولم تبقَ منه إلاّ نتف فيها الدلالات الواضحة على ما نقول.</w:t>
      </w:r>
    </w:p>
    <w:p w:rsidR="00A87899" w:rsidRDefault="00A87899" w:rsidP="00541E11">
      <w:pPr>
        <w:pStyle w:val="libNormal0"/>
        <w:rPr>
          <w:rtl/>
        </w:rPr>
      </w:pPr>
      <w:r>
        <w:rPr>
          <w:rtl/>
        </w:rPr>
        <w:br w:type="page"/>
      </w:r>
      <w:r w:rsidRPr="00E7395C">
        <w:rPr>
          <w:rtl/>
        </w:rPr>
        <w:lastRenderedPageBreak/>
        <w:t>انزواء أبيه (عليه السّلام) في البيت طيلة أيّام الزهراء (عليها السّلام) أنّ حقّاً عظيماً قد غُصب منهم</w:t>
      </w:r>
      <w:r>
        <w:rPr>
          <w:rtl/>
        </w:rPr>
        <w:t>.</w:t>
      </w:r>
    </w:p>
    <w:p w:rsidR="00A87899" w:rsidRPr="00E7395C" w:rsidRDefault="00A87899" w:rsidP="00541E11">
      <w:pPr>
        <w:pStyle w:val="libNormal"/>
        <w:rPr>
          <w:rtl/>
        </w:rPr>
      </w:pPr>
      <w:r w:rsidRPr="00E7395C">
        <w:rPr>
          <w:rtl/>
        </w:rPr>
        <w:t>مضافاً إلى أنّه يجدُ بيتهم الملتصقَ ببيت الرسول (صلّى الله عليه وآله)</w:t>
      </w:r>
      <w:r>
        <w:rPr>
          <w:rtl/>
        </w:rPr>
        <w:t xml:space="preserve"> ، </w:t>
      </w:r>
      <w:r w:rsidRPr="00E7395C">
        <w:rPr>
          <w:rtl/>
        </w:rPr>
        <w:t>ولا يفصله عنه سوى الحائط</w:t>
      </w:r>
      <w:r>
        <w:rPr>
          <w:rtl/>
        </w:rPr>
        <w:t xml:space="preserve"> ، </w:t>
      </w:r>
      <w:r w:rsidRPr="00E7395C">
        <w:rPr>
          <w:rtl/>
        </w:rPr>
        <w:t>أمّا بابه فقد فتحهُ الله على المسجد ذاته لمّا أحلّ لأهله من المسجد ما لم يحلّ لأحد بعد أن كان «</w:t>
      </w:r>
      <w:r w:rsidRPr="00541E11">
        <w:rPr>
          <w:rStyle w:val="libBold2Char"/>
          <w:rtl/>
        </w:rPr>
        <w:t>بيت فاطمة في جوف المسجد</w:t>
      </w:r>
      <w:r w:rsidRPr="00E7395C">
        <w:rPr>
          <w:rtl/>
        </w:rPr>
        <w:t>» [182] [158].</w:t>
      </w:r>
    </w:p>
    <w:p w:rsidR="00A87899" w:rsidRDefault="00A87899" w:rsidP="00541E11">
      <w:pPr>
        <w:pStyle w:val="libNormal"/>
        <w:rPr>
          <w:rtl/>
        </w:rPr>
      </w:pPr>
      <w:r w:rsidRPr="00E7395C">
        <w:rPr>
          <w:rtl/>
        </w:rPr>
        <w:t>إنّ الحسينَ (عليه السّلام) يجد هذا البيتَ العظيم كئيباً مهجوراً</w:t>
      </w:r>
      <w:r>
        <w:rPr>
          <w:rtl/>
        </w:rPr>
        <w:t xml:space="preserve"> ، </w:t>
      </w:r>
      <w:r w:rsidRPr="00E7395C">
        <w:rPr>
          <w:rtl/>
        </w:rPr>
        <w:t>خِلْواً من الزحام ومن بعض الاحترام الذي كان يَفيض به أيام جده الرسول (صلّى الله عليه وآله) قطب رحى الإسلام</w:t>
      </w:r>
      <w:r>
        <w:rPr>
          <w:rtl/>
        </w:rPr>
        <w:t xml:space="preserve"> ، </w:t>
      </w:r>
      <w:r w:rsidRPr="00E7395C">
        <w:rPr>
          <w:rtl/>
        </w:rPr>
        <w:t>وأبوه عليّ (عليه السّلام) يدور في فلكه.</w:t>
      </w:r>
    </w:p>
    <w:p w:rsidR="00A87899" w:rsidRPr="00E7395C" w:rsidRDefault="00A87899" w:rsidP="00541E11">
      <w:pPr>
        <w:pStyle w:val="libNormal"/>
        <w:rPr>
          <w:rtl/>
        </w:rPr>
      </w:pPr>
      <w:r w:rsidRPr="00E7395C">
        <w:rPr>
          <w:rtl/>
        </w:rPr>
        <w:t>ويجدُ الحسينُ (عليه السّلام) أنّ القومَ يأتمرونَ في مَراح ناءٍ</w:t>
      </w:r>
      <w:r>
        <w:rPr>
          <w:rtl/>
        </w:rPr>
        <w:t xml:space="preserve"> ، </w:t>
      </w:r>
      <w:r w:rsidRPr="00E7395C">
        <w:rPr>
          <w:rtl/>
        </w:rPr>
        <w:t>حيث الوجوه الجدُد قد احتلّوا كلّ شيّ</w:t>
      </w:r>
      <w:r>
        <w:rPr>
          <w:rFonts w:hint="cs"/>
          <w:rtl/>
        </w:rPr>
        <w:t xml:space="preserve"> :</w:t>
      </w:r>
      <w:r w:rsidRPr="00E7395C">
        <w:rPr>
          <w:rtl/>
        </w:rPr>
        <w:t xml:space="preserve"> الأمر والنهي</w:t>
      </w:r>
      <w:r>
        <w:rPr>
          <w:rtl/>
        </w:rPr>
        <w:t xml:space="preserve"> ، </w:t>
      </w:r>
      <w:r w:rsidRPr="00E7395C">
        <w:rPr>
          <w:rtl/>
        </w:rPr>
        <w:t>والمحراب والمنبر</w:t>
      </w:r>
      <w:r>
        <w:rPr>
          <w:rFonts w:hint="cs"/>
          <w:rtl/>
        </w:rPr>
        <w:t>!</w:t>
      </w:r>
    </w:p>
    <w:p w:rsidR="00A87899" w:rsidRDefault="00A87899" w:rsidP="00541E11">
      <w:pPr>
        <w:pStyle w:val="libNormal"/>
        <w:rPr>
          <w:rtl/>
        </w:rPr>
      </w:pPr>
      <w:r w:rsidRPr="00E7395C">
        <w:rPr>
          <w:rtl/>
        </w:rPr>
        <w:t>وقد أبرزَ ما تكدّس على قلبه لمّا حضر يوماً إلى المسجد</w:t>
      </w:r>
      <w:r>
        <w:rPr>
          <w:rtl/>
        </w:rPr>
        <w:t xml:space="preserve"> ، </w:t>
      </w:r>
      <w:r w:rsidRPr="00E7395C">
        <w:rPr>
          <w:rtl/>
        </w:rPr>
        <w:t>ورأى عمر على منبر الإسلام</w:t>
      </w:r>
      <w:r>
        <w:rPr>
          <w:rtl/>
        </w:rPr>
        <w:t xml:space="preserve"> ، </w:t>
      </w:r>
      <w:r w:rsidRPr="00E7395C">
        <w:rPr>
          <w:rtl/>
        </w:rPr>
        <w:t>فلنسمع الموقف من حديثه</w:t>
      </w:r>
      <w:r>
        <w:rPr>
          <w:rtl/>
        </w:rPr>
        <w:t xml:space="preserve"> :</w:t>
      </w:r>
    </w:p>
    <w:p w:rsidR="00A87899" w:rsidRDefault="00A87899" w:rsidP="00541E11">
      <w:pPr>
        <w:pStyle w:val="libBold2"/>
        <w:rPr>
          <w:rtl/>
        </w:rPr>
      </w:pPr>
      <w:r w:rsidRPr="0050407E">
        <w:rPr>
          <w:rtl/>
        </w:rPr>
        <w:t>[178 ـ 180] قال (عليه السّلام)</w:t>
      </w:r>
      <w:r>
        <w:rPr>
          <w:rtl/>
        </w:rPr>
        <w:t xml:space="preserve"> : </w:t>
      </w:r>
      <w:r w:rsidRPr="0050407E">
        <w:rPr>
          <w:rtl/>
        </w:rPr>
        <w:t>«أتيتُ على عمر بن الخطّاب وهو على المنبر</w:t>
      </w:r>
      <w:r>
        <w:rPr>
          <w:rtl/>
        </w:rPr>
        <w:t xml:space="preserve"> ، </w:t>
      </w:r>
      <w:r w:rsidRPr="0050407E">
        <w:rPr>
          <w:rtl/>
        </w:rPr>
        <w:t>فصعدتُ إليه</w:t>
      </w:r>
      <w:r>
        <w:rPr>
          <w:rtl/>
        </w:rPr>
        <w:t xml:space="preserve"> ، </w:t>
      </w:r>
      <w:r w:rsidRPr="0050407E">
        <w:rPr>
          <w:rtl/>
        </w:rPr>
        <w:t>فقلتُ له</w:t>
      </w:r>
      <w:r>
        <w:rPr>
          <w:rtl/>
        </w:rPr>
        <w:t xml:space="preserve"> : </w:t>
      </w:r>
      <w:r w:rsidRPr="0050407E">
        <w:rPr>
          <w:rtl/>
        </w:rPr>
        <w:t>انزلْ عن منبر أبي واذهبْ إلى منبر أبيك</w:t>
      </w:r>
      <w:r>
        <w:rPr>
          <w:rFonts w:hint="cs"/>
          <w:rtl/>
        </w:rPr>
        <w:t>!</w:t>
      </w:r>
    </w:p>
    <w:p w:rsidR="00A87899" w:rsidRDefault="00A87899" w:rsidP="00541E11">
      <w:pPr>
        <w:pStyle w:val="libBold2"/>
        <w:rPr>
          <w:rtl/>
        </w:rPr>
      </w:pPr>
      <w:r w:rsidRPr="0050407E">
        <w:rPr>
          <w:rtl/>
        </w:rPr>
        <w:t>فقال عمر</w:t>
      </w:r>
      <w:r>
        <w:rPr>
          <w:rtl/>
        </w:rPr>
        <w:t xml:space="preserve"> : </w:t>
      </w:r>
      <w:r w:rsidRPr="0050407E">
        <w:rPr>
          <w:rtl/>
        </w:rPr>
        <w:t>لم يكنْ لأبي منبر.</w:t>
      </w:r>
    </w:p>
    <w:p w:rsidR="00A87899" w:rsidRDefault="00A87899" w:rsidP="00541E11">
      <w:pPr>
        <w:pStyle w:val="libBold2"/>
        <w:rPr>
          <w:rtl/>
        </w:rPr>
      </w:pPr>
      <w:r w:rsidRPr="0050407E">
        <w:rPr>
          <w:rtl/>
        </w:rPr>
        <w:t>وأخذني وأجلسني معه</w:t>
      </w:r>
      <w:r>
        <w:rPr>
          <w:rtl/>
        </w:rPr>
        <w:t xml:space="preserve"> ، </w:t>
      </w:r>
      <w:r w:rsidRPr="0050407E">
        <w:rPr>
          <w:rtl/>
        </w:rPr>
        <w:t>فجعلتُ أُقلّب حصىً بيدي</w:t>
      </w:r>
      <w:r>
        <w:rPr>
          <w:rtl/>
        </w:rPr>
        <w:t xml:space="preserve"> ، </w:t>
      </w:r>
      <w:r w:rsidRPr="0050407E">
        <w:rPr>
          <w:rtl/>
        </w:rPr>
        <w:t>فلمّا نزل انطلق بي إلى منزله</w:t>
      </w:r>
      <w:r>
        <w:rPr>
          <w:rtl/>
        </w:rPr>
        <w:t xml:space="preserve"> ، </w:t>
      </w:r>
      <w:r w:rsidRPr="0050407E">
        <w:rPr>
          <w:rtl/>
        </w:rPr>
        <w:t>فقال لي</w:t>
      </w:r>
      <w:r>
        <w:rPr>
          <w:rtl/>
        </w:rPr>
        <w:t xml:space="preserve"> : </w:t>
      </w:r>
      <w:r w:rsidRPr="0050407E">
        <w:rPr>
          <w:rtl/>
        </w:rPr>
        <w:t>مَنْ علّمك؟</w:t>
      </w:r>
    </w:p>
    <w:p w:rsidR="00A87899" w:rsidRPr="0050407E" w:rsidRDefault="00A87899" w:rsidP="00541E11">
      <w:pPr>
        <w:pStyle w:val="libBold2"/>
        <w:rPr>
          <w:rtl/>
        </w:rPr>
      </w:pPr>
      <w:r w:rsidRPr="0050407E">
        <w:rPr>
          <w:rtl/>
        </w:rPr>
        <w:t>قلتُ</w:t>
      </w:r>
      <w:r>
        <w:rPr>
          <w:rtl/>
        </w:rPr>
        <w:t xml:space="preserve"> : </w:t>
      </w:r>
      <w:r w:rsidRPr="0050407E">
        <w:rPr>
          <w:rtl/>
        </w:rPr>
        <w:t>ما علّمنيه أحدٌ.</w:t>
      </w:r>
    </w:p>
    <w:p w:rsidR="00A87899" w:rsidRDefault="00A87899" w:rsidP="00541E11">
      <w:pPr>
        <w:pStyle w:val="libBold2"/>
        <w:rPr>
          <w:rtl/>
        </w:rPr>
      </w:pPr>
      <w:r w:rsidRPr="0050407E">
        <w:rPr>
          <w:rtl/>
        </w:rPr>
        <w:t>[قال</w:t>
      </w:r>
      <w:r>
        <w:rPr>
          <w:rtl/>
        </w:rPr>
        <w:t xml:space="preserve"> : </w:t>
      </w:r>
      <w:r w:rsidRPr="0050407E">
        <w:rPr>
          <w:rtl/>
        </w:rPr>
        <w:t>منبر أبيك والله</w:t>
      </w:r>
      <w:r>
        <w:rPr>
          <w:rtl/>
        </w:rPr>
        <w:t xml:space="preserve"> ، </w:t>
      </w:r>
      <w:r w:rsidRPr="0050407E">
        <w:rPr>
          <w:rtl/>
        </w:rPr>
        <w:t>منبر أبيك والله</w:t>
      </w:r>
      <w:r>
        <w:rPr>
          <w:rtl/>
        </w:rPr>
        <w:t xml:space="preserve"> ، </w:t>
      </w:r>
      <w:r w:rsidRPr="0050407E">
        <w:rPr>
          <w:rtl/>
        </w:rPr>
        <w:t>وهل أنبت على</w:t>
      </w:r>
    </w:p>
    <w:p w:rsidR="00A87899" w:rsidRPr="0050407E" w:rsidRDefault="00A87899" w:rsidP="00541E11">
      <w:pPr>
        <w:pStyle w:val="libBold2"/>
        <w:rPr>
          <w:rtl/>
        </w:rPr>
      </w:pPr>
      <w:r>
        <w:rPr>
          <w:rtl/>
        </w:rPr>
        <w:br w:type="page"/>
      </w:r>
      <w:r w:rsidRPr="0050407E">
        <w:rPr>
          <w:rtl/>
        </w:rPr>
        <w:lastRenderedPageBreak/>
        <w:t xml:space="preserve">رؤوسنا الشعر إلاّ أنتم!] </w:t>
      </w:r>
      <w:r w:rsidRPr="00541E11">
        <w:rPr>
          <w:rStyle w:val="libFootnotenumChar"/>
          <w:rtl/>
        </w:rPr>
        <w:t>(1)</w:t>
      </w:r>
      <w:r w:rsidRPr="0050407E">
        <w:rPr>
          <w:rtl/>
        </w:rPr>
        <w:t>.</w:t>
      </w:r>
    </w:p>
    <w:p w:rsidR="00A87899" w:rsidRDefault="00A87899" w:rsidP="00541E11">
      <w:pPr>
        <w:pStyle w:val="libBold2"/>
        <w:rPr>
          <w:rtl/>
        </w:rPr>
      </w:pPr>
      <w:r w:rsidRPr="0050407E">
        <w:rPr>
          <w:rtl/>
        </w:rPr>
        <w:t>قال</w:t>
      </w:r>
      <w:r>
        <w:rPr>
          <w:rtl/>
        </w:rPr>
        <w:t xml:space="preserve"> : </w:t>
      </w:r>
      <w:r w:rsidRPr="0050407E">
        <w:rPr>
          <w:rtl/>
        </w:rPr>
        <w:t>يا بُنيَّ</w:t>
      </w:r>
      <w:r>
        <w:rPr>
          <w:rtl/>
        </w:rPr>
        <w:t xml:space="preserve"> ، </w:t>
      </w:r>
      <w:r w:rsidRPr="0050407E">
        <w:rPr>
          <w:rtl/>
        </w:rPr>
        <w:t>لو جعلت تأتينا وتغشانا»</w:t>
      </w:r>
      <w:r>
        <w:rPr>
          <w:rtl/>
        </w:rPr>
        <w:t xml:space="preserve"> </w:t>
      </w:r>
      <w:r w:rsidRPr="00541E11">
        <w:rPr>
          <w:rStyle w:val="libFootnotenumChar"/>
          <w:rtl/>
        </w:rPr>
        <w:t>(2)</w:t>
      </w:r>
      <w:r>
        <w:rPr>
          <w:rtl/>
        </w:rPr>
        <w:t>.</w:t>
      </w:r>
    </w:p>
    <w:p w:rsidR="00A87899" w:rsidRDefault="00A87899" w:rsidP="00541E11">
      <w:pPr>
        <w:pStyle w:val="libNormal"/>
        <w:rPr>
          <w:rtl/>
        </w:rPr>
      </w:pPr>
      <w:r>
        <w:rPr>
          <w:rtl/>
        </w:rPr>
        <w:t>والحديث إلى هُنا فيه أكثر من مدلول</w:t>
      </w:r>
      <w:r>
        <w:rPr>
          <w:rFonts w:hint="cs"/>
          <w:rtl/>
        </w:rPr>
        <w:t xml:space="preserve"> :</w:t>
      </w:r>
    </w:p>
    <w:p w:rsidR="00A87899" w:rsidRDefault="00A87899" w:rsidP="00541E11">
      <w:pPr>
        <w:pStyle w:val="libNormal"/>
        <w:rPr>
          <w:rtl/>
        </w:rPr>
      </w:pPr>
      <w:r>
        <w:rPr>
          <w:rtl/>
        </w:rPr>
        <w:t>فصعودُ الحسين (عليه السّلام) إلى عمر وهو خليفة على المنبر مُلْفتٌ للأنظار ، ومُذكِّر بعهد الرسول (صلّى الله عليه وآله) حين كان سبطاه الحسنان يتسلّقان هذه الأعواد ، ويزيد الرسول (صلّى الله عليه وآله) في رفعهما على عاتقه أو في حجره.</w:t>
      </w:r>
    </w:p>
    <w:p w:rsidR="00A87899" w:rsidRDefault="00A87899" w:rsidP="00541E11">
      <w:pPr>
        <w:pStyle w:val="libNormal"/>
        <w:rPr>
          <w:rtl/>
        </w:rPr>
      </w:pPr>
      <w:r>
        <w:rPr>
          <w:rtl/>
        </w:rPr>
        <w:t>أمّا بالنسبة إلى الخليفة فلعلّها المرّة الأُولى والأخيرة في ذلك التاريخ أن يصعد طفل إليه ، فضلاً عن أن يقول له تلك المقالة ، إذ لم يسجّل التاريخ مثيلاً لكل ذلك.</w:t>
      </w:r>
    </w:p>
    <w:p w:rsidR="00A87899" w:rsidRDefault="00A87899" w:rsidP="00541E11">
      <w:pPr>
        <w:pStyle w:val="libBold2"/>
        <w:rPr>
          <w:rtl/>
        </w:rPr>
      </w:pPr>
      <w:r w:rsidRPr="0050407E">
        <w:rPr>
          <w:rtl/>
        </w:rPr>
        <w:t>وقوله لعمر</w:t>
      </w:r>
      <w:r>
        <w:rPr>
          <w:rtl/>
        </w:rPr>
        <w:t xml:space="preserve"> : </w:t>
      </w:r>
      <w:r w:rsidRPr="0050407E">
        <w:rPr>
          <w:rtl/>
        </w:rPr>
        <w:t>«انزل عن منبر أبي»</w:t>
      </w:r>
    </w:p>
    <w:p w:rsidR="00A87899" w:rsidRDefault="00A87899" w:rsidP="00541E11">
      <w:pPr>
        <w:pStyle w:val="libNormal"/>
        <w:rPr>
          <w:rtl/>
        </w:rPr>
      </w:pPr>
      <w:r>
        <w:rPr>
          <w:rtl/>
        </w:rPr>
        <w:t>فليس النزول يعني في المنظار السياسي مدلوله اللغوي الظاهر ، وإنّما هو الانسحاب عن الخلافة التي تَشَطّر هو وصاحبه ضرعيها في السقيفة ، فقدّمها إليه هناك حتّى يرخّصها له اليوم.</w:t>
      </w:r>
    </w:p>
    <w:p w:rsidR="00A87899" w:rsidRDefault="00A87899" w:rsidP="00541E11">
      <w:pPr>
        <w:pStyle w:val="libNormal"/>
        <w:rPr>
          <w:rtl/>
        </w:rPr>
      </w:pPr>
      <w:r>
        <w:rPr>
          <w:rtl/>
        </w:rPr>
        <w:t>و «</w:t>
      </w:r>
      <w:r w:rsidRPr="00541E11">
        <w:rPr>
          <w:rStyle w:val="libBold2Char"/>
          <w:rtl/>
        </w:rPr>
        <w:t>منبر أبي</w:t>
      </w:r>
      <w:r>
        <w:rPr>
          <w:rtl/>
        </w:rPr>
        <w:t>» فيها الدلالة الواضحة إذا أُريد بها الحقيقة الظاهرة ، فأبوه عليّ (عليه السّلام)</w:t>
      </w:r>
      <w:r>
        <w:rPr>
          <w:rFonts w:hint="cs"/>
          <w:rtl/>
        </w:rPr>
        <w:t xml:space="preserve"> </w:t>
      </w:r>
      <w:r>
        <w:rPr>
          <w:rtl/>
        </w:rPr>
        <w:t>هو صاحب المنبر ، لاعتقاد الحسين (عليه السّلام) بخلافة أبيه بلا ريب.</w:t>
      </w:r>
    </w:p>
    <w:p w:rsidR="00A87899" w:rsidRDefault="00A87899" w:rsidP="00541E11">
      <w:pPr>
        <w:pStyle w:val="libNormal"/>
        <w:rPr>
          <w:rtl/>
        </w:rPr>
      </w:pPr>
      <w:r>
        <w:rPr>
          <w:rtl/>
        </w:rPr>
        <w:t>وإن أُريد بها الحقيقة الأُخرى الماضية فأبوه هو النبيّ (صلّى الله عليه وآله) ، فلماذا انتقل المنبرُ الذي أسّسهُ وبنى بُنيانَه إلى غير أهله؟!</w:t>
      </w:r>
    </w:p>
    <w:p w:rsidR="00A87899" w:rsidRDefault="00A87899" w:rsidP="00541E11">
      <w:pPr>
        <w:pStyle w:val="libNormal"/>
        <w:rPr>
          <w:rtl/>
        </w:rPr>
      </w:pPr>
      <w:r>
        <w:rPr>
          <w:rtl/>
        </w:rPr>
        <w:t>وقوله : «</w:t>
      </w:r>
      <w:r w:rsidRPr="00541E11">
        <w:rPr>
          <w:rStyle w:val="libBold2Char"/>
          <w:rtl/>
        </w:rPr>
        <w:t>اذهَبْ إلى منبر أبيك</w:t>
      </w:r>
      <w:r>
        <w:rPr>
          <w:rtl/>
        </w:rPr>
        <w:t>» فيه الدلالة الفاضحة ، فالحسين (عليه السّلام) وكلّ</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(1) ما بين [المعقوفتين] من مختصر تاريخ دمشق لابن منظور.</w:t>
      </w:r>
    </w:p>
    <w:p w:rsidR="00A87899" w:rsidRDefault="00A87899" w:rsidP="00541E11">
      <w:pPr>
        <w:pStyle w:val="libFootnote0"/>
        <w:rPr>
          <w:rtl/>
        </w:rPr>
      </w:pPr>
      <w:r w:rsidRPr="00E7395C">
        <w:rPr>
          <w:rtl/>
        </w:rPr>
        <w:t>(2) مختصر تاريخ دمشق ـ لابن منظور 7 / 127.</w:t>
      </w:r>
    </w:p>
    <w:p w:rsidR="00A87899" w:rsidRDefault="00A87899" w:rsidP="00541E11">
      <w:pPr>
        <w:pStyle w:val="libNormal0"/>
        <w:rPr>
          <w:rtl/>
        </w:rPr>
      </w:pPr>
      <w:r>
        <w:rPr>
          <w:rtl/>
        </w:rPr>
        <w:br w:type="page"/>
      </w:r>
      <w:r>
        <w:rPr>
          <w:rtl/>
        </w:rPr>
        <w:lastRenderedPageBreak/>
        <w:t>الحاضرين يعلمون أنّ «الخطّاب» أبا عمر لم يكن له منبر ، بل ولا خَشَبةٌ يصعدُ عليها</w:t>
      </w:r>
      <w:r>
        <w:rPr>
          <w:rFonts w:hint="cs"/>
          <w:rtl/>
        </w:rPr>
        <w:t>!</w:t>
      </w:r>
    </w:p>
    <w:p w:rsidR="00A87899" w:rsidRDefault="00A87899" w:rsidP="00541E11">
      <w:pPr>
        <w:pStyle w:val="libNormal"/>
        <w:rPr>
          <w:rtl/>
        </w:rPr>
      </w:pPr>
      <w:r>
        <w:rPr>
          <w:rtl/>
        </w:rPr>
        <w:t>أمّا عمر فقد أحْرجه الموقفُ واضطرّه ـ وهو على المنبر ـ أن يعترفَ : «أنّه لم يكن للخطّاب منبر».</w:t>
      </w:r>
    </w:p>
    <w:p w:rsidR="00A87899" w:rsidRDefault="00A87899" w:rsidP="00541E11">
      <w:pPr>
        <w:pStyle w:val="libNormal"/>
        <w:rPr>
          <w:rtl/>
        </w:rPr>
      </w:pPr>
      <w:r>
        <w:rPr>
          <w:rtl/>
        </w:rPr>
        <w:t>والنتيجة المستلهَمة من هذا الاعتراف أنّ المنبر له أهلٌ يملكونهُ ، وأهلهُ أحقّ بالصعود عليه وتولّي أُموره ، فما الذي ادّى إلى تجاوزهم واستيلاء غيرهم عليه ، واستحواذه على اُموره دونهم؟!</w:t>
      </w:r>
    </w:p>
    <w:p w:rsidR="00A87899" w:rsidRDefault="00A87899" w:rsidP="00541E11">
      <w:pPr>
        <w:pStyle w:val="libNormal"/>
        <w:rPr>
          <w:rtl/>
        </w:rPr>
      </w:pPr>
      <w:r>
        <w:rPr>
          <w:rtl/>
        </w:rPr>
        <w:t>ولكنّ عمر اصطحب الطفلَ ليجري معه عملية «التحقيق» لسوء ظنّه بأنّ وراء الطفل مؤامرةً دَبَّرتْ هذا الموقفَ ، واستغلّتْ طفولة الحسين (عليه السّلام) ، فذهب به إلى منزله وقال له : مَنْ علَّمك؟</w:t>
      </w:r>
    </w:p>
    <w:p w:rsidR="00A87899" w:rsidRDefault="00A87899" w:rsidP="00541E11">
      <w:pPr>
        <w:pStyle w:val="libNormal"/>
        <w:rPr>
          <w:rtl/>
        </w:rPr>
      </w:pPr>
      <w:r>
        <w:rPr>
          <w:rtl/>
        </w:rPr>
        <w:t>مع أنّ الحسين (عليه السّلام) لا يحتاج إلى مَنْ يُعلّمه مثل تلك الحقيقة المكشوفة وهو يعيش في بيت يعرّفه كلّ الحقائق.</w:t>
      </w:r>
    </w:p>
    <w:p w:rsidR="00A87899" w:rsidRDefault="00A87899" w:rsidP="00541E11">
      <w:pPr>
        <w:pStyle w:val="libNormal"/>
        <w:rPr>
          <w:rtl/>
        </w:rPr>
      </w:pPr>
      <w:r>
        <w:rPr>
          <w:rtl/>
        </w:rPr>
        <w:t>وإذا انطلت الأُمور على العامّة من الناس فهناكَ الكثير ممّن يأبى أن يتقنّع بقناع الجهل والعناد والعصبيّة المقيتة ، أو ينكر النهار المضيء!</w:t>
      </w:r>
    </w:p>
    <w:p w:rsidR="00A87899" w:rsidRDefault="00A87899" w:rsidP="00541E11">
      <w:pPr>
        <w:pStyle w:val="libNormal"/>
        <w:rPr>
          <w:rtl/>
        </w:rPr>
      </w:pPr>
      <w:r>
        <w:rPr>
          <w:rtl/>
        </w:rPr>
        <w:t>وبقيّة الحديث مثيرة أيضاً</w:t>
      </w:r>
      <w:r>
        <w:rPr>
          <w:rFonts w:hint="cs"/>
          <w:rtl/>
        </w:rPr>
        <w:t xml:space="preserve"> :</w:t>
      </w:r>
    </w:p>
    <w:p w:rsidR="00A87899" w:rsidRDefault="00A87899" w:rsidP="00541E11">
      <w:pPr>
        <w:pStyle w:val="libNormal"/>
        <w:rPr>
          <w:rtl/>
        </w:rPr>
      </w:pPr>
      <w:r>
        <w:rPr>
          <w:rtl/>
        </w:rPr>
        <w:t>فالحسين الذي صارحَ بالحقيقة ، وقام يؤدّي دوره في إعلانها للناس أخذ عمر يُطايبهُ ، فيدعوه إليه بقوله : يا بُني ، لو جعلت تأتينا فتغشانا.</w:t>
      </w:r>
    </w:p>
    <w:p w:rsidR="00A87899" w:rsidRDefault="00A87899" w:rsidP="00541E11">
      <w:pPr>
        <w:pStyle w:val="libNormal"/>
        <w:rPr>
          <w:rtl/>
        </w:rPr>
      </w:pPr>
      <w:r>
        <w:rPr>
          <w:rtl/>
        </w:rPr>
        <w:t>فيأتيه الحسينُ (عليه السّلام) يوماً وقد خلا بمعاوية ـ أميره على الشام ـ في جلسة خاصّة ، ويُمنع الجميعُ من اقتحام الجلسة المغلقة حتّى ابن عمر.</w:t>
      </w:r>
    </w:p>
    <w:p w:rsidR="00A87899" w:rsidRDefault="00A87899" w:rsidP="00541E11">
      <w:pPr>
        <w:pStyle w:val="libNormal"/>
        <w:rPr>
          <w:rtl/>
        </w:rPr>
      </w:pPr>
      <w:r>
        <w:rPr>
          <w:rtl/>
        </w:rPr>
        <w:t>فيأتي الحسينُ (عليه السّلام) ويرجعُ ، فيطالبُه عمر ، وهُنا يعرّفه الحسينُ بأنّه أتاه فوجده خالياً بمعاوية.</w:t>
      </w:r>
    </w:p>
    <w:p w:rsidR="00A87899" w:rsidRDefault="00A87899" w:rsidP="00541E11">
      <w:pPr>
        <w:pStyle w:val="libNormal"/>
        <w:rPr>
          <w:rtl/>
        </w:rPr>
      </w:pPr>
      <w:r>
        <w:rPr>
          <w:rtl/>
        </w:rPr>
        <w:br w:type="page"/>
      </w:r>
      <w:r>
        <w:rPr>
          <w:rtl/>
        </w:rPr>
        <w:lastRenderedPageBreak/>
        <w:t>لكنّ عمر يُطلق تصريحاً آخر ، صارفاً لأنظار العامة ، فيقول للحسين (عليه السّلام) :</w:t>
      </w:r>
    </w:p>
    <w:p w:rsidR="00A87899" w:rsidRDefault="00A87899" w:rsidP="00541E11">
      <w:pPr>
        <w:pStyle w:val="libBold2"/>
        <w:rPr>
          <w:rtl/>
        </w:rPr>
      </w:pPr>
      <w:r w:rsidRPr="0050407E">
        <w:rPr>
          <w:rtl/>
        </w:rPr>
        <w:t>أنت أحقّ بالإذن من ابن عمر</w:t>
      </w:r>
    </w:p>
    <w:p w:rsidR="00A87899" w:rsidRDefault="00A87899" w:rsidP="00541E11">
      <w:pPr>
        <w:pStyle w:val="libBold2"/>
        <w:rPr>
          <w:rtl/>
        </w:rPr>
      </w:pPr>
      <w:r w:rsidRPr="0050407E">
        <w:rPr>
          <w:rtl/>
        </w:rPr>
        <w:t>وإنّما أنبَتَ ما ترى في رؤوسنا الله ثمّ أنتم</w:t>
      </w:r>
      <w:r>
        <w:rPr>
          <w:rtl/>
        </w:rPr>
        <w:t>. ووضع يده على رأسه.</w:t>
      </w:r>
    </w:p>
    <w:p w:rsidR="00A87899" w:rsidRDefault="00A87899" w:rsidP="00541E11">
      <w:pPr>
        <w:pStyle w:val="libNormal"/>
        <w:rPr>
          <w:rtl/>
        </w:rPr>
      </w:pPr>
      <w:r>
        <w:rPr>
          <w:rtl/>
        </w:rPr>
        <w:t>وهكذا ينتهي هذا الحديث الذي يدلّ على نباهة الحسين (عليه السّلام) منذ الطفولة ، وأدائه دوره الهامّ بشجاعة هي من شأن أهل البيت (عليهم السّلام) ، وجرأة ورثها ـ فيما ورث ـ من جدّه الرسول (صلّى الله عليه وآله).</w:t>
      </w:r>
    </w:p>
    <w:p w:rsidR="00A87899" w:rsidRDefault="00A87899" w:rsidP="00541E11">
      <w:pPr>
        <w:pStyle w:val="libNormal"/>
        <w:rPr>
          <w:rtl/>
        </w:rPr>
      </w:pPr>
      <w:r>
        <w:rPr>
          <w:rtl/>
        </w:rPr>
        <w:t>ولكنّ عمر كان أحْذَقَ من أن تؤثّر فيه أمثال هذه المواقف ، فكان يُطّوق المواقف بالتصريحات والتصرّفات ، فبين الحين والآخر يُطلق : لولا عليٌّ لهلك عمر</w:t>
      </w:r>
      <w:r>
        <w:rPr>
          <w:rFonts w:hint="cs"/>
          <w:rtl/>
        </w:rPr>
        <w:t xml:space="preserve"> </w:t>
      </w:r>
      <w:r>
        <w:rPr>
          <w:rtl/>
        </w:rPr>
        <w:t>ولمّا دوّن الديوان وفرض العطاء</w:t>
      </w:r>
      <w:r>
        <w:rPr>
          <w:rFonts w:hint="cs"/>
          <w:rtl/>
        </w:rPr>
        <w:t xml:space="preserve"> :</w:t>
      </w:r>
    </w:p>
    <w:p w:rsidR="00A87899" w:rsidRDefault="00A87899" w:rsidP="00541E11">
      <w:pPr>
        <w:pStyle w:val="libNormal"/>
        <w:rPr>
          <w:rtl/>
        </w:rPr>
      </w:pPr>
      <w:r w:rsidRPr="00541E11">
        <w:rPr>
          <w:rStyle w:val="libBold2Char"/>
          <w:rtl/>
        </w:rPr>
        <w:t>[182] ألحق الحسن والحسين بفريضة أبيهما مع أهل بَدْر لقرابتهما برسول الله (صلّى الله عليه وآله) ، ففرض لكلّ واحد منهما خمسة آلاف</w:t>
      </w:r>
      <w:r>
        <w:rPr>
          <w:rtl/>
        </w:rPr>
        <w:t xml:space="preserve"> </w:t>
      </w:r>
      <w:r w:rsidRPr="00541E11">
        <w:rPr>
          <w:rStyle w:val="libFootnotenumChar"/>
          <w:rtl/>
        </w:rPr>
        <w:t>(1)</w:t>
      </w:r>
      <w:r>
        <w:rPr>
          <w:rtl/>
        </w:rPr>
        <w:t>.</w:t>
      </w:r>
    </w:p>
    <w:p w:rsidR="00A87899" w:rsidRDefault="00A87899" w:rsidP="00541E11">
      <w:pPr>
        <w:pStyle w:val="libNormal"/>
        <w:rPr>
          <w:rtl/>
        </w:rPr>
      </w:pPr>
      <w:r>
        <w:rPr>
          <w:rtl/>
        </w:rPr>
        <w:t>وهل يبقى أثر لما يُنتقدُ به أحد إذا كان في هذا المستوى من القول والعمل؟!</w:t>
      </w:r>
    </w:p>
    <w:p w:rsidR="00A87899" w:rsidRDefault="00A87899" w:rsidP="00541E11">
      <w:pPr>
        <w:pStyle w:val="libNormal"/>
        <w:rPr>
          <w:rtl/>
        </w:rPr>
      </w:pPr>
      <w:r>
        <w:rPr>
          <w:rtl/>
        </w:rPr>
        <w:t>لكنّ الذين اعتقدوا بخلافة عمر ، واستنّوا بسُنتّه ، وجعلوا منها تشريعاً في عرض الكتاب والسُنّة النبوية ، لم يُراعوا في «الحسين» حتى ما راعاه عمر!</w:t>
      </w:r>
    </w:p>
    <w:p w:rsidR="00A87899" w:rsidRDefault="00A87899" w:rsidP="00A87899">
      <w:pPr>
        <w:pStyle w:val="Heading2Center"/>
        <w:rPr>
          <w:rtl/>
        </w:rPr>
      </w:pPr>
      <w:bookmarkStart w:id="52" w:name="_Toc416693846"/>
      <w:bookmarkStart w:id="53" w:name="_Toc416696090"/>
      <w:r>
        <w:rPr>
          <w:rtl/>
        </w:rPr>
        <w:t>18 ـ مع أبيه (عليه السّلام) في المشاهد</w:t>
      </w:r>
      <w:bookmarkEnd w:id="52"/>
      <w:bookmarkEnd w:id="53"/>
    </w:p>
    <w:p w:rsidR="00A87899" w:rsidRDefault="00A87899" w:rsidP="00541E11">
      <w:pPr>
        <w:pStyle w:val="libNormal"/>
        <w:rPr>
          <w:rtl/>
        </w:rPr>
      </w:pPr>
      <w:r>
        <w:rPr>
          <w:rtl/>
        </w:rPr>
        <w:t>كانت حروب الإمام أمير المؤمنين عليّ (عليه السّلام) ومشاهده محكَّ أهل</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مختصر تاريخ دمشق ـ لابن منظور 7 / 127.</w:t>
      </w:r>
    </w:p>
    <w:p w:rsidR="00A87899" w:rsidRDefault="00A87899" w:rsidP="00541E11">
      <w:pPr>
        <w:pStyle w:val="libNormal0"/>
        <w:rPr>
          <w:rtl/>
        </w:rPr>
      </w:pPr>
      <w:r w:rsidRPr="00E7395C">
        <w:rPr>
          <w:rtl/>
        </w:rPr>
        <w:br w:type="page"/>
      </w:r>
      <w:r>
        <w:rPr>
          <w:rtl/>
        </w:rPr>
        <w:lastRenderedPageBreak/>
        <w:t>الولاء ، ومجمع أهل الصفاء من الصفوة النُجباء من أصحاب الرسول (صلّى الله عليه وآله) والتابعين لهم بإحسان.</w:t>
      </w:r>
    </w:p>
    <w:p w:rsidR="00A87899" w:rsidRDefault="00A87899" w:rsidP="00541E11">
      <w:pPr>
        <w:pStyle w:val="libNormal"/>
        <w:rPr>
          <w:rtl/>
        </w:rPr>
      </w:pPr>
      <w:r>
        <w:rPr>
          <w:rtl/>
        </w:rPr>
        <w:t>فمن أدرك الفتح لحِق به وكان في ركبه ، يُقارع الّذين خرجوا على إمام زمانهم من</w:t>
      </w:r>
      <w:r>
        <w:rPr>
          <w:rFonts w:hint="cs"/>
          <w:rtl/>
        </w:rPr>
        <w:t xml:space="preserve"> :</w:t>
      </w:r>
    </w:p>
    <w:p w:rsidR="00A87899" w:rsidRDefault="00A87899" w:rsidP="00541E11">
      <w:pPr>
        <w:pStyle w:val="libNormal"/>
        <w:rPr>
          <w:rtl/>
        </w:rPr>
      </w:pPr>
      <w:r>
        <w:rPr>
          <w:rtl/>
        </w:rPr>
        <w:t>الّذين نكثوا بيعتهم له في المدينة ، ونابذوه الحرب في البصرة</w:t>
      </w:r>
      <w:r>
        <w:rPr>
          <w:rFonts w:hint="cs"/>
          <w:rtl/>
        </w:rPr>
        <w:t xml:space="preserve"> ... ،</w:t>
      </w:r>
      <w:r>
        <w:rPr>
          <w:rtl/>
        </w:rPr>
        <w:t xml:space="preserve"> تقودهم أُمّهم على الجَمل.</w:t>
      </w:r>
    </w:p>
    <w:p w:rsidR="00A87899" w:rsidRDefault="00A87899" w:rsidP="00541E11">
      <w:pPr>
        <w:pStyle w:val="libNormal"/>
        <w:rPr>
          <w:rtl/>
        </w:rPr>
      </w:pPr>
      <w:r>
        <w:rPr>
          <w:rtl/>
        </w:rPr>
        <w:t>والذين بغَوا عليه في صِفّين ، يقودهم مُعاوية إلى الهاوية ، هو وفئته الباغية.</w:t>
      </w:r>
    </w:p>
    <w:p w:rsidR="00A87899" w:rsidRDefault="00A87899" w:rsidP="00541E11">
      <w:pPr>
        <w:pStyle w:val="libNormal"/>
        <w:rPr>
          <w:rtl/>
        </w:rPr>
      </w:pPr>
      <w:r>
        <w:rPr>
          <w:rtl/>
        </w:rPr>
        <w:t>والّذين مرقوا من الدين ، ساحِبين ذُيول الهوان في النهروان.</w:t>
      </w:r>
    </w:p>
    <w:p w:rsidR="00A87899" w:rsidRDefault="00A87899" w:rsidP="00541E11">
      <w:pPr>
        <w:pStyle w:val="libNormal"/>
        <w:rPr>
          <w:rtl/>
        </w:rPr>
      </w:pPr>
      <w:r>
        <w:rPr>
          <w:rtl/>
        </w:rPr>
        <w:t>إنّ عليّاً (عليه السّلام) كان محور الحقّ في عصره ، يدورُ معه حيثما دار ، بنصّ النبيّ المختار ، وبقوله (صلّى الله عليه وآله) : «</w:t>
      </w:r>
      <w:r w:rsidRPr="00541E11">
        <w:rPr>
          <w:rStyle w:val="libBold2Char"/>
          <w:rtl/>
        </w:rPr>
        <w:t>عليّ مع الحقّ والحقّ مع عليّ يدور معه حيثما دار</w:t>
      </w:r>
      <w:r>
        <w:rPr>
          <w:rtl/>
        </w:rPr>
        <w:t>» أو «</w:t>
      </w:r>
      <w:r w:rsidRPr="00541E11">
        <w:rPr>
          <w:rStyle w:val="libBold2Char"/>
          <w:rtl/>
        </w:rPr>
        <w:t>لم يفترقا حتّى يردا عليَّ الحوض</w:t>
      </w:r>
      <w:r>
        <w:rPr>
          <w:rtl/>
        </w:rPr>
        <w:t xml:space="preserve">» </w:t>
      </w:r>
      <w:r w:rsidRPr="00541E11">
        <w:rPr>
          <w:rStyle w:val="libFootnotenumChar"/>
          <w:rtl/>
        </w:rPr>
        <w:t>(1)</w:t>
      </w:r>
      <w:r>
        <w:rPr>
          <w:rtl/>
        </w:rPr>
        <w:t>.</w:t>
      </w:r>
    </w:p>
    <w:p w:rsidR="00A87899" w:rsidRDefault="00A87899" w:rsidP="00541E11">
      <w:pPr>
        <w:pStyle w:val="libNormal"/>
        <w:rPr>
          <w:rtl/>
        </w:rPr>
      </w:pPr>
      <w:r>
        <w:rPr>
          <w:rtl/>
        </w:rPr>
        <w:t>وصحابة النبيّ (صلّى الله عليه وآله) من المهاجرين والأنصار يتفانون في الذبّ عن الإمام ونصرته ، ويتهافتون بين يديه مُضحّين بأرواحهم دونه بعد أنْ وجدوا في شخصهِ متمثلةً كلّ دلائل النبوّة ، ومتحقّقة عنده كلّ أخبار الرسالة.</w:t>
      </w:r>
    </w:p>
    <w:p w:rsidR="00A87899" w:rsidRDefault="00A87899" w:rsidP="00541E11">
      <w:pPr>
        <w:pStyle w:val="libNormal"/>
        <w:rPr>
          <w:rtl/>
        </w:rPr>
      </w:pPr>
      <w:r>
        <w:rPr>
          <w:rtl/>
        </w:rPr>
        <w:t>وعمّار ـ الفاروق بين الحقّ والباطل في الفتنة ـ يأتمر بأوامره.</w:t>
      </w:r>
    </w:p>
    <w:p w:rsidR="00A87899" w:rsidRDefault="00A87899" w:rsidP="00541E11">
      <w:pPr>
        <w:pStyle w:val="libNormal"/>
        <w:rPr>
          <w:rtl/>
        </w:rPr>
      </w:pPr>
      <w:r>
        <w:rPr>
          <w:rtl/>
        </w:rPr>
        <w:t>والنجمان المتألِّقان ، السِبطان الأكرمان ، سيّدا شباب أهل الجنّة في ركاب أبيهما ، ويسيران في ظِلّ رايته.</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ورد باللفظ الثاني عن اُمّ سلمة رضي الله عنها في تاريخ دمشق لابن عساكر ـ ترجمة الإمام علي (عليه السّلام) 3 / 151 رقم (1172)</w:t>
      </w:r>
      <w:r>
        <w:rPr>
          <w:rtl/>
        </w:rPr>
        <w:t xml:space="preserve"> ، </w:t>
      </w:r>
      <w:r w:rsidRPr="00E7395C">
        <w:rPr>
          <w:rtl/>
        </w:rPr>
        <w:t>ونقله الخطيب في تاريخ بغداد 14 / 321 رقم (7643)</w:t>
      </w:r>
      <w:r>
        <w:rPr>
          <w:rtl/>
        </w:rPr>
        <w:t xml:space="preserve"> ، </w:t>
      </w:r>
      <w:r w:rsidRPr="00E7395C">
        <w:rPr>
          <w:rtl/>
        </w:rPr>
        <w:t>وورد في ترجمة سعد من تاريخ دمشق 20 / 157 باللفظ الأوّل عنها</w:t>
      </w:r>
      <w:r>
        <w:rPr>
          <w:rtl/>
        </w:rPr>
        <w:t xml:space="preserve"> ، </w:t>
      </w:r>
      <w:r w:rsidRPr="00E7395C">
        <w:rPr>
          <w:rtl/>
        </w:rPr>
        <w:t>ونقله في مجمع الزوائد 7 / 236.</w:t>
      </w:r>
    </w:p>
    <w:p w:rsidR="00A87899" w:rsidRDefault="00A87899" w:rsidP="00541E11">
      <w:pPr>
        <w:pStyle w:val="libNormal"/>
        <w:rPr>
          <w:rtl/>
        </w:rPr>
      </w:pPr>
      <w:r w:rsidRPr="00E7395C">
        <w:rPr>
          <w:rtl/>
        </w:rPr>
        <w:br w:type="page"/>
      </w:r>
      <w:r>
        <w:rPr>
          <w:rtl/>
        </w:rPr>
        <w:lastRenderedPageBreak/>
        <w:t>وكلّ اُولئك يفتخرون أنَّهم وُفِّقوا للكون مع الإمام الذي يمثّل الحق ، كما كان لأصحاب النبي الفخر بصحبته (صلّى الله عليه وآله).</w:t>
      </w:r>
    </w:p>
    <w:p w:rsidR="00A87899" w:rsidRDefault="00A87899" w:rsidP="00541E11">
      <w:pPr>
        <w:pStyle w:val="libNormal"/>
        <w:rPr>
          <w:rtl/>
        </w:rPr>
      </w:pPr>
      <w:r>
        <w:rPr>
          <w:rtl/>
        </w:rPr>
        <w:t>وقد رووا في تسمية الاُمراء يوم الجمل</w:t>
      </w:r>
    </w:p>
    <w:p w:rsidR="00A87899" w:rsidRPr="00451B6F" w:rsidRDefault="00A87899" w:rsidP="00541E11">
      <w:pPr>
        <w:pStyle w:val="libBold2"/>
        <w:rPr>
          <w:rtl/>
        </w:rPr>
      </w:pPr>
      <w:r w:rsidRPr="00451B6F">
        <w:rPr>
          <w:rtl/>
        </w:rPr>
        <w:t>[212] وعلى الميسرة الحسين بن عليّ (عليه السّلام).</w:t>
      </w:r>
    </w:p>
    <w:p w:rsidR="00A87899" w:rsidRDefault="00A87899" w:rsidP="00541E11">
      <w:pPr>
        <w:pStyle w:val="libNormal"/>
        <w:rPr>
          <w:rtl/>
        </w:rPr>
      </w:pPr>
      <w:r>
        <w:rPr>
          <w:rtl/>
        </w:rPr>
        <w:t>وذكر المحلّي في تعبئة أمير المؤمنين (عليه السّلام) لعسكره في صفّين :</w:t>
      </w:r>
    </w:p>
    <w:p w:rsidR="00A87899" w:rsidRDefault="00A87899" w:rsidP="00541E11">
      <w:pPr>
        <w:pStyle w:val="libBold2"/>
        <w:rPr>
          <w:rtl/>
        </w:rPr>
      </w:pPr>
      <w:r w:rsidRPr="0050407E">
        <w:rPr>
          <w:rtl/>
        </w:rPr>
        <w:t xml:space="preserve">على خيل ميمنته الحسن والحسين </w:t>
      </w:r>
      <w:r>
        <w:rPr>
          <w:rFonts w:hint="cs"/>
          <w:rtl/>
        </w:rPr>
        <w:t>،</w:t>
      </w:r>
      <w:r w:rsidRPr="0050407E">
        <w:rPr>
          <w:rtl/>
        </w:rPr>
        <w:t xml:space="preserve"> وعلى رجّالتها عبد الله بن جعفر ومسلم بن عقيل وعلى الميسرة محمد بن الحنفيّة ومحمد بن أبي بكر</w:t>
      </w:r>
      <w:r>
        <w:rPr>
          <w:rtl/>
        </w:rPr>
        <w:t xml:space="preserve"> ، </w:t>
      </w:r>
      <w:r w:rsidRPr="0050407E">
        <w:rPr>
          <w:rtl/>
        </w:rPr>
        <w:t>وعلى رجالتها هاشم بن عتبة</w:t>
      </w:r>
      <w:r>
        <w:rPr>
          <w:rtl/>
        </w:rPr>
        <w:t>.</w:t>
      </w:r>
      <w:r w:rsidRPr="0050407E">
        <w:rPr>
          <w:rtl/>
        </w:rPr>
        <w:t xml:space="preserve"> وعلى جناح القلب عبد الله بن العبّاس وعلى رجالتها الأشتر والأشعث</w:t>
      </w:r>
      <w:r>
        <w:rPr>
          <w:rtl/>
        </w:rPr>
        <w:t>.</w:t>
      </w:r>
    </w:p>
    <w:p w:rsidR="00A87899" w:rsidRDefault="00A87899" w:rsidP="00541E11">
      <w:pPr>
        <w:pStyle w:val="libNormal"/>
        <w:rPr>
          <w:rtl/>
        </w:rPr>
      </w:pPr>
      <w:r w:rsidRPr="00541E11">
        <w:rPr>
          <w:rStyle w:val="libBold2Char"/>
          <w:rtl/>
        </w:rPr>
        <w:t>وعلى الكمين</w:t>
      </w:r>
      <w:r w:rsidRPr="00541E11">
        <w:rPr>
          <w:rStyle w:val="libBold2Char"/>
          <w:rFonts w:hint="cs"/>
          <w:rtl/>
        </w:rPr>
        <w:t xml:space="preserve"> :</w:t>
      </w:r>
      <w:r w:rsidRPr="00541E11">
        <w:rPr>
          <w:rStyle w:val="libBold2Char"/>
          <w:rtl/>
        </w:rPr>
        <w:t xml:space="preserve"> عمّار بن ياسر</w:t>
      </w:r>
      <w:r>
        <w:rPr>
          <w:rtl/>
        </w:rPr>
        <w:t xml:space="preserve"> </w:t>
      </w:r>
      <w:r w:rsidRPr="00541E11">
        <w:rPr>
          <w:rStyle w:val="libFootnotenumChar"/>
          <w:rtl/>
        </w:rPr>
        <w:t>(1)</w:t>
      </w:r>
      <w:r>
        <w:rPr>
          <w:rtl/>
        </w:rPr>
        <w:t>.</w:t>
      </w:r>
    </w:p>
    <w:p w:rsidR="00A87899" w:rsidRDefault="00A87899" w:rsidP="00A87899">
      <w:pPr>
        <w:pStyle w:val="Heading2Center"/>
        <w:rPr>
          <w:rtl/>
        </w:rPr>
      </w:pPr>
      <w:bookmarkStart w:id="54" w:name="_Toc416693847"/>
      <w:bookmarkStart w:id="55" w:name="_Toc416696091"/>
      <w:r>
        <w:rPr>
          <w:rtl/>
        </w:rPr>
        <w:t>19 ـ في وداع أخيه الحسن (عليه السّلام)</w:t>
      </w:r>
      <w:bookmarkEnd w:id="54"/>
      <w:bookmarkEnd w:id="55"/>
    </w:p>
    <w:p w:rsidR="00A87899" w:rsidRDefault="00A87899" w:rsidP="00541E11">
      <w:pPr>
        <w:pStyle w:val="libNormal"/>
        <w:rPr>
          <w:rtl/>
        </w:rPr>
      </w:pPr>
      <w:r>
        <w:rPr>
          <w:rtl/>
        </w:rPr>
        <w:t>ووقف الحسين (عليه السّلام) ينعى صنوه وشقيقه في كلّ الحياة ، وفي الفضائل ، وفي المشاكل وإن سبقه في الولادة ستّة أشهر وعشرة أيام ، فقد سبقه في الشهادة عشر سنين.</w:t>
      </w:r>
    </w:p>
    <w:p w:rsidR="00A87899" w:rsidRDefault="00A87899" w:rsidP="00541E11">
      <w:pPr>
        <w:pStyle w:val="libNormal"/>
        <w:rPr>
          <w:rtl/>
        </w:rPr>
      </w:pPr>
      <w:r>
        <w:rPr>
          <w:rtl/>
        </w:rPr>
        <w:t>وفي الكلمة التي ألقاها الحسين (عليه السّلام) على قبر أخيه كثير من المعاني الجامعة على لسان هذا الصنو الموتور بأخيه ، قال (عليه السّلام) :</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الحدائق الوردّية / 40.</w:t>
      </w:r>
    </w:p>
    <w:p w:rsidR="00A87899" w:rsidRDefault="00A87899" w:rsidP="00541E11">
      <w:pPr>
        <w:pStyle w:val="libBold2"/>
        <w:rPr>
          <w:rtl/>
        </w:rPr>
      </w:pPr>
      <w:r w:rsidRPr="00E7395C">
        <w:rPr>
          <w:rtl/>
        </w:rPr>
        <w:br w:type="page"/>
      </w:r>
      <w:r w:rsidRPr="0050407E">
        <w:rPr>
          <w:rtl/>
        </w:rPr>
        <w:lastRenderedPageBreak/>
        <w:t>«رحمك الله أبا محمد</w:t>
      </w:r>
      <w:r>
        <w:rPr>
          <w:rtl/>
        </w:rPr>
        <w:t xml:space="preserve"> ، </w:t>
      </w:r>
    </w:p>
    <w:p w:rsidR="00A87899" w:rsidRDefault="00A87899" w:rsidP="00541E11">
      <w:pPr>
        <w:pStyle w:val="libBold2"/>
        <w:rPr>
          <w:rtl/>
        </w:rPr>
      </w:pPr>
      <w:r w:rsidRPr="0050407E">
        <w:rPr>
          <w:rtl/>
        </w:rPr>
        <w:t>إنْ كنتَ لتناصر الحقّ عند مظانّه</w:t>
      </w:r>
      <w:r>
        <w:rPr>
          <w:rtl/>
        </w:rPr>
        <w:t xml:space="preserve"> ، </w:t>
      </w:r>
      <w:r w:rsidRPr="0050407E">
        <w:rPr>
          <w:rtl/>
        </w:rPr>
        <w:t>وتؤثر الله عند مداحضِ الباطل وفي مواطن التقيّة بحُسْن الرويّة</w:t>
      </w:r>
      <w:r>
        <w:rPr>
          <w:rtl/>
        </w:rPr>
        <w:t>.</w:t>
      </w:r>
    </w:p>
    <w:p w:rsidR="00A87899" w:rsidRDefault="00A87899" w:rsidP="00541E11">
      <w:pPr>
        <w:pStyle w:val="libBold2"/>
        <w:rPr>
          <w:rtl/>
        </w:rPr>
      </w:pPr>
      <w:r w:rsidRPr="0050407E">
        <w:rPr>
          <w:rtl/>
        </w:rPr>
        <w:t>وتستشفُّ جليل معاظم الدنيا بعين لها حاقرة</w:t>
      </w:r>
      <w:r>
        <w:rPr>
          <w:rtl/>
        </w:rPr>
        <w:t xml:space="preserve"> ، </w:t>
      </w:r>
      <w:r w:rsidRPr="0050407E">
        <w:rPr>
          <w:rtl/>
        </w:rPr>
        <w:t>وتقبض عنها</w:t>
      </w:r>
      <w:r>
        <w:rPr>
          <w:rtl/>
        </w:rPr>
        <w:t xml:space="preserve"> </w:t>
      </w:r>
      <w:r w:rsidRPr="00541E11">
        <w:rPr>
          <w:rStyle w:val="libFootnotenumChar"/>
          <w:rtl/>
        </w:rPr>
        <w:t>(</w:t>
      </w:r>
      <w:r w:rsidRPr="00541E11">
        <w:rPr>
          <w:rStyle w:val="libFootnotenumChar"/>
          <w:rFonts w:hint="cs"/>
          <w:rtl/>
        </w:rPr>
        <w:t>1</w:t>
      </w:r>
      <w:r w:rsidRPr="00541E11">
        <w:rPr>
          <w:rStyle w:val="libFootnotenumChar"/>
          <w:rtl/>
        </w:rPr>
        <w:t>)</w:t>
      </w:r>
      <w:r>
        <w:rPr>
          <w:rtl/>
        </w:rPr>
        <w:t xml:space="preserve"> </w:t>
      </w:r>
      <w:r w:rsidRPr="00541E11">
        <w:rPr>
          <w:rStyle w:val="libBold2Char"/>
          <w:rtl/>
        </w:rPr>
        <w:t>يداً طاهرة.</w:t>
      </w:r>
    </w:p>
    <w:p w:rsidR="00A87899" w:rsidRDefault="00A87899" w:rsidP="00541E11">
      <w:pPr>
        <w:pStyle w:val="libNormal"/>
        <w:rPr>
          <w:rtl/>
        </w:rPr>
      </w:pPr>
      <w:r w:rsidRPr="00541E11">
        <w:rPr>
          <w:rStyle w:val="libBold2Char"/>
          <w:rtl/>
        </w:rPr>
        <w:t>وتردعُ ما ردة</w:t>
      </w:r>
      <w:r>
        <w:rPr>
          <w:rtl/>
        </w:rPr>
        <w:t xml:space="preserve"> </w:t>
      </w:r>
      <w:r w:rsidRPr="00541E11">
        <w:rPr>
          <w:rStyle w:val="libFootnotenumChar"/>
          <w:rtl/>
        </w:rPr>
        <w:t>(</w:t>
      </w:r>
      <w:r w:rsidRPr="00541E11">
        <w:rPr>
          <w:rStyle w:val="libFootnotenumChar"/>
          <w:rFonts w:hint="cs"/>
          <w:rtl/>
        </w:rPr>
        <w:t>2</w:t>
      </w:r>
      <w:r w:rsidRPr="00541E11">
        <w:rPr>
          <w:rStyle w:val="libFootnotenumChar"/>
          <w:rtl/>
        </w:rPr>
        <w:t>)</w:t>
      </w:r>
      <w:r>
        <w:rPr>
          <w:rtl/>
        </w:rPr>
        <w:t xml:space="preserve"> </w:t>
      </w:r>
      <w:r w:rsidRPr="00541E11">
        <w:rPr>
          <w:rStyle w:val="libBold2Char"/>
          <w:rtl/>
        </w:rPr>
        <w:t>أعدائك بأيسر المؤونة عليك.</w:t>
      </w:r>
    </w:p>
    <w:p w:rsidR="00A87899" w:rsidRPr="0050407E" w:rsidRDefault="00A87899" w:rsidP="00541E11">
      <w:pPr>
        <w:pStyle w:val="libBold2"/>
        <w:rPr>
          <w:rtl/>
        </w:rPr>
      </w:pPr>
      <w:r w:rsidRPr="0050407E">
        <w:rPr>
          <w:rtl/>
        </w:rPr>
        <w:t>وأنتَ ابن سلالة النبوّة</w:t>
      </w:r>
      <w:r>
        <w:rPr>
          <w:rtl/>
        </w:rPr>
        <w:t xml:space="preserve"> ، </w:t>
      </w:r>
      <w:r w:rsidRPr="0050407E">
        <w:rPr>
          <w:rtl/>
        </w:rPr>
        <w:t>ورضيع لُبان الحكمة</w:t>
      </w:r>
      <w:r>
        <w:rPr>
          <w:rtl/>
        </w:rPr>
        <w:t>.</w:t>
      </w:r>
    </w:p>
    <w:p w:rsidR="00A87899" w:rsidRDefault="00A87899" w:rsidP="00541E11">
      <w:pPr>
        <w:pStyle w:val="libBold2"/>
        <w:rPr>
          <w:rtl/>
        </w:rPr>
      </w:pPr>
      <w:r w:rsidRPr="0050407E">
        <w:rPr>
          <w:rtl/>
        </w:rPr>
        <w:t>وإلى رَوْح وريحان</w:t>
      </w:r>
      <w:r>
        <w:rPr>
          <w:rtl/>
        </w:rPr>
        <w:t xml:space="preserve"> ، </w:t>
      </w:r>
      <w:r w:rsidRPr="0050407E">
        <w:rPr>
          <w:rtl/>
        </w:rPr>
        <w:t>وجنّةِ نعيم.</w:t>
      </w:r>
    </w:p>
    <w:p w:rsidR="00A87899" w:rsidRDefault="00A87899" w:rsidP="00541E11">
      <w:pPr>
        <w:pStyle w:val="libBold2"/>
        <w:rPr>
          <w:rtl/>
        </w:rPr>
      </w:pPr>
      <w:r w:rsidRPr="0050407E">
        <w:rPr>
          <w:rtl/>
        </w:rPr>
        <w:t>أعظم الله لنا ولكم الأجر عليه</w:t>
      </w:r>
      <w:r>
        <w:rPr>
          <w:rtl/>
        </w:rPr>
        <w:t xml:space="preserve"> ، </w:t>
      </w:r>
      <w:r w:rsidRPr="0050407E">
        <w:rPr>
          <w:rtl/>
        </w:rPr>
        <w:t>ووهب لنا ولكم السلوة وحسن الأسى عليه</w:t>
      </w:r>
      <w:r>
        <w:rPr>
          <w:rtl/>
        </w:rPr>
        <w:t xml:space="preserve">» </w:t>
      </w:r>
      <w:r w:rsidRPr="00541E11">
        <w:rPr>
          <w:rStyle w:val="libFootnotenumChar"/>
          <w:rtl/>
        </w:rPr>
        <w:t>(</w:t>
      </w:r>
      <w:r w:rsidRPr="00541E11">
        <w:rPr>
          <w:rStyle w:val="libFootnotenumChar"/>
          <w:rFonts w:hint="cs"/>
          <w:rtl/>
        </w:rPr>
        <w:t>3</w:t>
      </w:r>
      <w:r w:rsidRPr="00541E11">
        <w:rPr>
          <w:rStyle w:val="libFootnotenumChar"/>
          <w:rtl/>
        </w:rPr>
        <w:t>)</w:t>
      </w:r>
      <w:r>
        <w:rPr>
          <w:rtl/>
        </w:rPr>
        <w:t>.</w:t>
      </w:r>
    </w:p>
    <w:p w:rsidR="00A87899" w:rsidRDefault="00A87899" w:rsidP="00541E11">
      <w:pPr>
        <w:pStyle w:val="libNormal"/>
        <w:rPr>
          <w:rtl/>
        </w:rPr>
      </w:pPr>
      <w:r>
        <w:rPr>
          <w:rtl/>
        </w:rPr>
        <w:t>حقّاً ، يعزُّ على أبي عبد الله الحسين (عليه السّلام) أن يفقد عضده في أحلك الظروف حيث شوكة بني اُميّة في تقوٍّ ، وأحوال الأُمّة في تردٍّ ، وقد كان الإمام الحسن (عليه السّلام) صامداً في مواجهة المعاناة التي تحمّلها ، فتجرّع غصص الصلح مع معاوية ، ذلك الذي ألجأه إليه وَهْنُ الجبهة الداخلية ، وشراسة الأعداء الخارجيّين ، وتسلّل الخَونة من أمراء جيشه ، وفساد خُلق الأُمّة وانعدام الخَلاق إلى حدّ التكالب على الدنيا وحبّ الحياة ، والهروب من الموت.</w:t>
      </w:r>
    </w:p>
    <w:p w:rsidR="00A87899" w:rsidRDefault="00A87899" w:rsidP="00541E11">
      <w:pPr>
        <w:pStyle w:val="libNormal"/>
        <w:rPr>
          <w:rtl/>
        </w:rPr>
      </w:pPr>
      <w:r>
        <w:rPr>
          <w:rtl/>
        </w:rPr>
        <w:t>إن كان الإمام الحسنُ (عليه السّلام) يُواجه هذه المصاعب فإنّه لم يكن وحيداً ، بل كان الحسين (عليه السّلام) إلى جانبه يعضُده ، لكن الحسين (عليه السّلام) حين ينعى</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w:t>
      </w:r>
      <w:r>
        <w:rPr>
          <w:rFonts w:hint="cs"/>
          <w:rtl/>
        </w:rPr>
        <w:t>1</w:t>
      </w:r>
      <w:r w:rsidRPr="00E7395C">
        <w:rPr>
          <w:rtl/>
        </w:rPr>
        <w:t>) في مختصر تاريخ دمشق لابن منظور</w:t>
      </w:r>
      <w:r>
        <w:rPr>
          <w:rtl/>
        </w:rPr>
        <w:t xml:space="preserve"> : </w:t>
      </w:r>
      <w:r w:rsidRPr="00E7395C">
        <w:rPr>
          <w:rtl/>
        </w:rPr>
        <w:t>وتفيض عليها.</w:t>
      </w:r>
    </w:p>
    <w:p w:rsidR="00A87899" w:rsidRDefault="00A87899" w:rsidP="00541E11">
      <w:pPr>
        <w:pStyle w:val="libFootnote0"/>
        <w:rPr>
          <w:rtl/>
        </w:rPr>
      </w:pPr>
      <w:r w:rsidRPr="00E7395C">
        <w:rPr>
          <w:rtl/>
        </w:rPr>
        <w:t>(</w:t>
      </w:r>
      <w:r>
        <w:rPr>
          <w:rFonts w:hint="cs"/>
          <w:rtl/>
        </w:rPr>
        <w:t>2</w:t>
      </w:r>
      <w:r w:rsidRPr="00E7395C">
        <w:rPr>
          <w:rtl/>
        </w:rPr>
        <w:t>) في المختصر</w:t>
      </w:r>
      <w:r>
        <w:rPr>
          <w:rtl/>
        </w:rPr>
        <w:t xml:space="preserve"> : </w:t>
      </w:r>
      <w:r w:rsidRPr="00E7395C">
        <w:rPr>
          <w:rtl/>
        </w:rPr>
        <w:t>بادرة.</w:t>
      </w:r>
    </w:p>
    <w:p w:rsidR="00A87899" w:rsidRDefault="00A87899" w:rsidP="00541E11">
      <w:pPr>
        <w:pStyle w:val="libFootnote0"/>
        <w:rPr>
          <w:rtl/>
        </w:rPr>
      </w:pPr>
      <w:r w:rsidRPr="00E7395C">
        <w:rPr>
          <w:rtl/>
        </w:rPr>
        <w:t>(</w:t>
      </w:r>
      <w:r>
        <w:rPr>
          <w:rFonts w:hint="cs"/>
          <w:rtl/>
        </w:rPr>
        <w:t>3</w:t>
      </w:r>
      <w:r w:rsidRPr="00E7395C">
        <w:rPr>
          <w:rtl/>
        </w:rPr>
        <w:t xml:space="preserve">) تاريخ دمشق ـ ترجمة الإمام الحسن (عليه السّلام) </w:t>
      </w:r>
      <w:r>
        <w:rPr>
          <w:rtl/>
        </w:rPr>
        <w:t>ص</w:t>
      </w:r>
      <w:r w:rsidRPr="00E7395C">
        <w:rPr>
          <w:rtl/>
        </w:rPr>
        <w:t xml:space="preserve"> 233 رقم (369) ومختصر تاريخ دمشق ـ لابن منظور 7 / 46.</w:t>
      </w:r>
    </w:p>
    <w:p w:rsidR="00A87899" w:rsidRDefault="00A87899" w:rsidP="00541E11">
      <w:pPr>
        <w:pStyle w:val="libNormal0"/>
        <w:rPr>
          <w:rtl/>
        </w:rPr>
      </w:pPr>
      <w:r w:rsidRPr="00E7395C">
        <w:rPr>
          <w:rtl/>
        </w:rPr>
        <w:br w:type="page"/>
      </w:r>
      <w:r>
        <w:rPr>
          <w:rtl/>
        </w:rPr>
        <w:lastRenderedPageBreak/>
        <w:t>أخاه سوف يبقى لما سيتحمّله من أعباء المسؤوليّات وحيداً بلا عضُد.</w:t>
      </w:r>
    </w:p>
    <w:p w:rsidR="00A87899" w:rsidRDefault="00A87899" w:rsidP="00541E11">
      <w:pPr>
        <w:pStyle w:val="libNormal"/>
        <w:rPr>
          <w:rtl/>
        </w:rPr>
      </w:pPr>
      <w:r>
        <w:rPr>
          <w:rtl/>
        </w:rPr>
        <w:t>ولكنّه الواجب الإلهي يفرض على الإمام (عليه السّلام) أن يقف أمام كلّ التحديات التي تهدّد كيان الإسلام مهما كانت خطيرة وصعبة ولو على حساب وجود شخص الإمام الذي هو أعزّ مَنْ في الوجود ، وهذا هو الدرس الذي تلقّنه من جدّه الرسول (صلّى الله عليه وآله) طفلاً ، ومن أبيه (عليه السّلام) شابّاً ، ومن أخيه (عليه السّلام) كهلاً.</w:t>
      </w:r>
    </w:p>
    <w:p w:rsidR="00A87899" w:rsidRDefault="00A87899" w:rsidP="00A87899">
      <w:pPr>
        <w:pStyle w:val="Heading1Center"/>
        <w:rPr>
          <w:rtl/>
        </w:rPr>
      </w:pPr>
      <w:r>
        <w:rPr>
          <w:rtl/>
        </w:rPr>
        <w:br w:type="page"/>
      </w:r>
      <w:r>
        <w:rPr>
          <w:rtl/>
        </w:rPr>
        <w:lastRenderedPageBreak/>
        <w:br w:type="page"/>
      </w:r>
      <w:bookmarkStart w:id="56" w:name="_Toc416693848"/>
      <w:bookmarkStart w:id="57" w:name="_Toc416696092"/>
      <w:r>
        <w:rPr>
          <w:rtl/>
        </w:rPr>
        <w:lastRenderedPageBreak/>
        <w:t>الباب الثاني</w:t>
      </w:r>
      <w:bookmarkEnd w:id="56"/>
      <w:bookmarkEnd w:id="57"/>
    </w:p>
    <w:p w:rsidR="00A87899" w:rsidRDefault="00A87899" w:rsidP="00A87899">
      <w:pPr>
        <w:pStyle w:val="Heading1Center"/>
        <w:rPr>
          <w:rtl/>
        </w:rPr>
      </w:pPr>
      <w:bookmarkStart w:id="58" w:name="_Toc416693849"/>
      <w:bookmarkStart w:id="59" w:name="_Toc416696093"/>
      <w:r>
        <w:rPr>
          <w:rtl/>
        </w:rPr>
        <w:t>سيرة الحسين (عليه السّلام)</w:t>
      </w:r>
      <w:r>
        <w:rPr>
          <w:rFonts w:hint="cs"/>
          <w:rtl/>
        </w:rPr>
        <w:t xml:space="preserve"> </w:t>
      </w:r>
      <w:r>
        <w:rPr>
          <w:rtl/>
        </w:rPr>
        <w:t>قبل كربلاء</w:t>
      </w:r>
      <w:bookmarkEnd w:id="58"/>
      <w:bookmarkEnd w:id="59"/>
    </w:p>
    <w:p w:rsidR="00A87899" w:rsidRDefault="00A87899" w:rsidP="00A87899">
      <w:pPr>
        <w:pStyle w:val="Heading2Center"/>
        <w:rPr>
          <w:rtl/>
        </w:rPr>
      </w:pPr>
      <w:bookmarkStart w:id="60" w:name="_Toc416693850"/>
      <w:bookmarkStart w:id="61" w:name="_Toc416696094"/>
      <w:r>
        <w:rPr>
          <w:rtl/>
        </w:rPr>
        <w:t>ثالثاً : في مقام الإمام</w:t>
      </w:r>
      <w:bookmarkEnd w:id="60"/>
      <w:bookmarkEnd w:id="61"/>
    </w:p>
    <w:p w:rsidR="00A87899" w:rsidRPr="00CE204A" w:rsidRDefault="00A87899" w:rsidP="00541E11">
      <w:pPr>
        <w:pStyle w:val="libBold2"/>
        <w:rPr>
          <w:rtl/>
        </w:rPr>
      </w:pPr>
      <w:r w:rsidRPr="00CE204A">
        <w:rPr>
          <w:rtl/>
        </w:rPr>
        <w:t>20 ـ مقوّمات الإمامة</w:t>
      </w:r>
    </w:p>
    <w:p w:rsidR="00A87899" w:rsidRPr="00CE204A" w:rsidRDefault="00A87899" w:rsidP="00541E11">
      <w:pPr>
        <w:pStyle w:val="libBold2"/>
        <w:rPr>
          <w:rtl/>
        </w:rPr>
      </w:pPr>
      <w:r w:rsidRPr="00CE204A">
        <w:rPr>
          <w:rtl/>
        </w:rPr>
        <w:t>21 ـ البركة والإعجاز</w:t>
      </w:r>
    </w:p>
    <w:p w:rsidR="00A87899" w:rsidRPr="00CE204A" w:rsidRDefault="00A87899" w:rsidP="00541E11">
      <w:pPr>
        <w:pStyle w:val="libBold2"/>
        <w:rPr>
          <w:rtl/>
        </w:rPr>
      </w:pPr>
      <w:r w:rsidRPr="00CE204A">
        <w:rPr>
          <w:rtl/>
        </w:rPr>
        <w:t>22 ـ «الحجّ» في سيرة الحسين (عليه السّلام)</w:t>
      </w:r>
    </w:p>
    <w:p w:rsidR="00A87899" w:rsidRPr="00CE204A" w:rsidRDefault="00A87899" w:rsidP="00541E11">
      <w:pPr>
        <w:pStyle w:val="libBold2"/>
        <w:rPr>
          <w:rtl/>
        </w:rPr>
      </w:pPr>
      <w:r w:rsidRPr="00CE204A">
        <w:rPr>
          <w:rtl/>
        </w:rPr>
        <w:t>23 ـ مع الشعر والشعراء</w:t>
      </w:r>
    </w:p>
    <w:p w:rsidR="00A87899" w:rsidRPr="00CE204A" w:rsidRDefault="00A87899" w:rsidP="00541E11">
      <w:pPr>
        <w:pStyle w:val="libBold2"/>
        <w:rPr>
          <w:rtl/>
        </w:rPr>
      </w:pPr>
      <w:r w:rsidRPr="00CE204A">
        <w:rPr>
          <w:rtl/>
        </w:rPr>
        <w:t>24 ـ رعاية المجتمع الإسلاميّ</w:t>
      </w:r>
    </w:p>
    <w:p w:rsidR="00A87899" w:rsidRDefault="00A87899" w:rsidP="00541E11">
      <w:pPr>
        <w:pStyle w:val="libBold2"/>
        <w:rPr>
          <w:rtl/>
        </w:rPr>
      </w:pPr>
      <w:r w:rsidRPr="00CE204A">
        <w:rPr>
          <w:rtl/>
        </w:rPr>
        <w:t>25 ـ مواقف قبل كربلاء</w:t>
      </w:r>
    </w:p>
    <w:p w:rsidR="00A87899" w:rsidRDefault="00A87899" w:rsidP="00A87899">
      <w:pPr>
        <w:pStyle w:val="Heading2Center"/>
        <w:rPr>
          <w:rtl/>
        </w:rPr>
      </w:pPr>
      <w:r>
        <w:rPr>
          <w:rtl/>
        </w:rPr>
        <w:br w:type="page"/>
      </w:r>
      <w:r>
        <w:rPr>
          <w:rtl/>
        </w:rPr>
        <w:lastRenderedPageBreak/>
        <w:br w:type="page"/>
      </w:r>
      <w:bookmarkStart w:id="62" w:name="_Toc416693851"/>
      <w:bookmarkStart w:id="63" w:name="_Toc416696095"/>
      <w:r>
        <w:rPr>
          <w:rtl/>
        </w:rPr>
        <w:lastRenderedPageBreak/>
        <w:t>20 ـ مقوِّمات الإمامة</w:t>
      </w:r>
      <w:bookmarkEnd w:id="62"/>
      <w:bookmarkEnd w:id="63"/>
    </w:p>
    <w:p w:rsidR="00A87899" w:rsidRDefault="00A87899" w:rsidP="00541E11">
      <w:pPr>
        <w:pStyle w:val="libNormal"/>
        <w:rPr>
          <w:rtl/>
        </w:rPr>
      </w:pPr>
      <w:r>
        <w:rPr>
          <w:rtl/>
        </w:rPr>
        <w:t>إنّ الإمامة في الحضارة الإسلاميّة هي ولاية أُمور المسلمين المرتبطة بدينهم وبدنياهم.</w:t>
      </w:r>
    </w:p>
    <w:p w:rsidR="00A87899" w:rsidRDefault="00A87899" w:rsidP="00541E11">
      <w:pPr>
        <w:pStyle w:val="libNormal"/>
        <w:rPr>
          <w:rtl/>
        </w:rPr>
      </w:pPr>
      <w:r>
        <w:rPr>
          <w:rtl/>
        </w:rPr>
        <w:t>والإمام هو الوالي المدبّر لتلك الأُمور حسب المصالح المتوفّرة في زمنه ، وبالأدوات والأساليب الممكنة له كمّاً وكيفاً.</w:t>
      </w:r>
    </w:p>
    <w:p w:rsidR="00A87899" w:rsidRDefault="00A87899" w:rsidP="00541E11">
      <w:pPr>
        <w:pStyle w:val="libNormal"/>
        <w:rPr>
          <w:rtl/>
        </w:rPr>
      </w:pPr>
      <w:r>
        <w:rPr>
          <w:rtl/>
        </w:rPr>
        <w:t>ولا بُدّ أن يتّصف الإمامُ بالأهليّة التامّة لمثل تلك الولاية التي يرتبط بها مصيرُ الأُمّة كلّها ، والإسلام نفسه ، كما إنّ إرادته هي التي تحدد مسير الدولة ودوائرها وسياستها.</w:t>
      </w:r>
    </w:p>
    <w:p w:rsidR="00A87899" w:rsidRDefault="00A87899" w:rsidP="00541E11">
      <w:pPr>
        <w:pStyle w:val="libNormal"/>
        <w:rPr>
          <w:rtl/>
        </w:rPr>
      </w:pPr>
      <w:r>
        <w:rPr>
          <w:rtl/>
        </w:rPr>
        <w:t>ومن أجل خُطورة المنصب وعظمة ما يترتّب عليه ويرتبط به من أُمور مصيريّة فإنّ العلم بتوفّر تلك الأهليّة التي تكوّنها مقوّمات خلقيّة ونفسية وقابليّات</w:t>
      </w:r>
      <w:r>
        <w:rPr>
          <w:rFonts w:hint="cs"/>
          <w:rtl/>
        </w:rPr>
        <w:t xml:space="preserve"> ،</w:t>
      </w:r>
      <w:r>
        <w:rPr>
          <w:rtl/>
        </w:rPr>
        <w:t xml:space="preserve"> ونيّات وأهداف ، لا يمكن الاطّلاع عليها إلاّ من خلال المعرفة التامة ، والتداخل الوثيق في الماضي والحاضر وحتّى المستقبل المستور ، وذلك ليسَ متصوّراً حصوله إلاّ لله العالم بكلِّ الأُمور.</w:t>
      </w:r>
    </w:p>
    <w:p w:rsidR="00A87899" w:rsidRDefault="00A87899" w:rsidP="00541E11">
      <w:pPr>
        <w:pStyle w:val="libNormal"/>
        <w:rPr>
          <w:rtl/>
        </w:rPr>
      </w:pPr>
      <w:r>
        <w:rPr>
          <w:rtl/>
        </w:rPr>
        <w:t>ومن هُنا فإنّ عنصر «</w:t>
      </w:r>
      <w:r w:rsidRPr="00541E11">
        <w:rPr>
          <w:rStyle w:val="libBold2Char"/>
          <w:rtl/>
        </w:rPr>
        <w:t>النَّص</w:t>
      </w:r>
      <w:r>
        <w:rPr>
          <w:rtl/>
        </w:rPr>
        <w:t>» والتعيين الإلهيّ من خلاله لشخص الإمام المالك لأهليّة الإمامة شرط أساسيّ وضروريّ لإثبات الإمامة لأَي إمام.</w:t>
      </w:r>
    </w:p>
    <w:p w:rsidR="00A87899" w:rsidRDefault="00A87899" w:rsidP="00541E11">
      <w:pPr>
        <w:pStyle w:val="libBold1"/>
        <w:rPr>
          <w:rtl/>
        </w:rPr>
      </w:pPr>
      <w:r>
        <w:rPr>
          <w:rtl/>
        </w:rPr>
        <w:br w:type="page"/>
      </w:r>
      <w:r>
        <w:rPr>
          <w:rtl/>
        </w:rPr>
        <w:lastRenderedPageBreak/>
        <w:t>ثمّ المواصفات الأُخرى</w:t>
      </w:r>
      <w:r>
        <w:rPr>
          <w:rFonts w:hint="cs"/>
          <w:rtl/>
        </w:rPr>
        <w:t xml:space="preserve"> :</w:t>
      </w:r>
    </w:p>
    <w:p w:rsidR="00A87899" w:rsidRDefault="00A87899" w:rsidP="00541E11">
      <w:pPr>
        <w:pStyle w:val="libNormal"/>
        <w:rPr>
          <w:rtl/>
        </w:rPr>
      </w:pPr>
      <w:r w:rsidRPr="00541E11">
        <w:rPr>
          <w:rStyle w:val="libBold2Char"/>
          <w:rtl/>
        </w:rPr>
        <w:t>فالعلم بالدين</w:t>
      </w:r>
      <w:r>
        <w:rPr>
          <w:rtl/>
        </w:rPr>
        <w:t xml:space="preserve"> بجميع معارفه وشؤونه ، وبشكل كامل وتامّ من أبده الأُمور اللازم وجودها في الإمام الذي يتولّى أمر الدولة الإسلاميّة ، ومن الواضح أنّ ذلك لا يحصل إلاّ بالاتّصال الوثيق بمصادر المعرفة الإسلاميّة الثرّة الغنية ، والبعيدة عن الشوب والتحريف ، ليكون الإمام أعلم الناس ، ومرجعاً لهم في أُمور الدين ومعارفه.</w:t>
      </w:r>
    </w:p>
    <w:p w:rsidR="00A87899" w:rsidRDefault="00A87899" w:rsidP="00541E11">
      <w:pPr>
        <w:pStyle w:val="libNormal"/>
        <w:rPr>
          <w:rtl/>
        </w:rPr>
      </w:pPr>
      <w:r w:rsidRPr="00541E11">
        <w:rPr>
          <w:rStyle w:val="libBold2Char"/>
          <w:rtl/>
        </w:rPr>
        <w:t>والفضل</w:t>
      </w:r>
      <w:r>
        <w:rPr>
          <w:rtl/>
        </w:rPr>
        <w:t xml:space="preserve"> وأدواته من الشرف والتقى ومكارم الأخلاق فلا بُدّ أن يكون</w:t>
      </w:r>
      <w:r>
        <w:rPr>
          <w:rFonts w:hint="cs"/>
          <w:rtl/>
        </w:rPr>
        <w:t xml:space="preserve"> </w:t>
      </w:r>
      <w:r>
        <w:rPr>
          <w:rtl/>
        </w:rPr>
        <w:t>الإمام مقدَّماً على أُمّته فيها حتّى يكون «القدوة» لهم.</w:t>
      </w:r>
    </w:p>
    <w:p w:rsidR="00A87899" w:rsidRDefault="00A87899" w:rsidP="00541E11">
      <w:pPr>
        <w:pStyle w:val="libNormal"/>
        <w:rPr>
          <w:rtl/>
        </w:rPr>
      </w:pPr>
      <w:r w:rsidRPr="00541E11">
        <w:rPr>
          <w:rStyle w:val="libBold2Char"/>
          <w:rtl/>
        </w:rPr>
        <w:t xml:space="preserve">والقيادة ، </w:t>
      </w:r>
      <w:r>
        <w:rPr>
          <w:rtl/>
        </w:rPr>
        <w:t>بأن يكون بمستوى رفيع من الحكمة والتدبير ، والجرأة في الإقدام على الصالح للدين وللمسلمين ، والمتكفّل لعزته ودوامه.</w:t>
      </w:r>
    </w:p>
    <w:p w:rsidR="00A87899" w:rsidRDefault="00A87899" w:rsidP="00541E11">
      <w:pPr>
        <w:pStyle w:val="libNormal"/>
        <w:rPr>
          <w:rtl/>
        </w:rPr>
      </w:pPr>
      <w:r>
        <w:rPr>
          <w:rtl/>
        </w:rPr>
        <w:t>وفي الفترة من سنة (50) إلى سنة (60) انحصرت هذه الخلال ، واجتمعت في شخص الإمام أبي عبد الله الحسين (عليه السّلام) بالإجماع وبلا منازع.</w:t>
      </w:r>
    </w:p>
    <w:p w:rsidR="00A87899" w:rsidRDefault="00A87899" w:rsidP="00541E11">
      <w:pPr>
        <w:pStyle w:val="libBold1"/>
        <w:rPr>
          <w:rtl/>
        </w:rPr>
      </w:pPr>
      <w:r>
        <w:rPr>
          <w:rtl/>
        </w:rPr>
        <w:t>أمّا النصّ</w:t>
      </w:r>
      <w:r>
        <w:rPr>
          <w:rFonts w:hint="cs"/>
          <w:rtl/>
        </w:rPr>
        <w:t xml:space="preserve"> :</w:t>
      </w:r>
    </w:p>
    <w:p w:rsidR="00A87899" w:rsidRDefault="00A87899" w:rsidP="00541E11">
      <w:pPr>
        <w:pStyle w:val="libNormal"/>
        <w:rPr>
          <w:rtl/>
        </w:rPr>
      </w:pPr>
      <w:r>
        <w:rPr>
          <w:rtl/>
        </w:rPr>
        <w:t xml:space="preserve">فقد روى أهل الإسلام كافّة أنّ النبي (صلّى الله عليه وآله) قال في الحسن والحسين صلوات الله عليهما : «ابناي هذان إمامان قاما أو قعدا» الحديث الذي أجمع عليه أهل القبلة ، وتلقّته الأُمّة بالقبول ، وبلغ حدّ التواتر </w:t>
      </w:r>
      <w:r w:rsidRPr="00541E11">
        <w:rPr>
          <w:rStyle w:val="libFootnotenumChar"/>
          <w:rtl/>
        </w:rPr>
        <w:t>(1)</w:t>
      </w:r>
      <w:r>
        <w:rPr>
          <w:rtl/>
        </w:rPr>
        <w:t>.</w:t>
      </w:r>
    </w:p>
    <w:p w:rsidR="00A87899" w:rsidRDefault="00A87899" w:rsidP="00541E11">
      <w:pPr>
        <w:pStyle w:val="libNormal"/>
        <w:rPr>
          <w:rtl/>
        </w:rPr>
      </w:pPr>
      <w:r>
        <w:rPr>
          <w:rtl/>
        </w:rPr>
        <w:t xml:space="preserve">مضافاً إلى الأدلّة الخاصّة الدالّة على إمامة الحسين بعد أخيه الحسن </w:t>
      </w:r>
      <w:r>
        <w:rPr>
          <w:rFonts w:hint="cs"/>
          <w:rtl/>
        </w:rPr>
        <w:t>،</w:t>
      </w:r>
      <w:r>
        <w:rPr>
          <w:rtl/>
        </w:rPr>
        <w:t xml:space="preserve"> وما دلّ على أنّ الأئمّة اثنا عشر ، أوّلهم عليّ أمير المؤمنين </w:t>
      </w:r>
      <w:r>
        <w:rPr>
          <w:rFonts w:hint="cs"/>
          <w:rtl/>
        </w:rPr>
        <w:t>،</w:t>
      </w:r>
      <w:r>
        <w:rPr>
          <w:rtl/>
        </w:rPr>
        <w:t xml:space="preserve"> والآخرون من ذرّيّته. ممّا طفحت به كتب الإمامة.</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(1) رواه الشيخ المفيد في النكت في مقدمات الأُصول</w:t>
      </w:r>
      <w:r>
        <w:rPr>
          <w:rtl/>
        </w:rPr>
        <w:t>.</w:t>
      </w:r>
      <w:r w:rsidRPr="00E7395C">
        <w:rPr>
          <w:rtl/>
        </w:rPr>
        <w:t xml:space="preserve"> الفقرة (82)</w:t>
      </w:r>
      <w:r>
        <w:rPr>
          <w:rtl/>
        </w:rPr>
        <w:t>.</w:t>
      </w:r>
      <w:r w:rsidRPr="00E7395C">
        <w:rPr>
          <w:rtl/>
        </w:rPr>
        <w:t xml:space="preserve"> وقد خرّجناه في هامشه</w:t>
      </w:r>
      <w:r>
        <w:rPr>
          <w:rtl/>
        </w:rPr>
        <w:t>.</w:t>
      </w:r>
      <w:r w:rsidRPr="00E7395C">
        <w:rPr>
          <w:rtl/>
        </w:rPr>
        <w:t xml:space="preserve"> ونقلنا ما قاله علماء الإسلام حول تواتره.</w:t>
      </w:r>
    </w:p>
    <w:p w:rsidR="00A87899" w:rsidRDefault="00A87899" w:rsidP="00541E11">
      <w:pPr>
        <w:pStyle w:val="libBold1"/>
        <w:rPr>
          <w:rtl/>
        </w:rPr>
      </w:pPr>
      <w:r>
        <w:rPr>
          <w:rtl/>
        </w:rPr>
        <w:br w:type="page"/>
      </w:r>
      <w:r>
        <w:rPr>
          <w:rtl/>
        </w:rPr>
        <w:lastRenderedPageBreak/>
        <w:t>وأمّا العلم</w:t>
      </w:r>
      <w:r>
        <w:rPr>
          <w:rFonts w:hint="cs"/>
          <w:rtl/>
        </w:rPr>
        <w:t xml:space="preserve"> :</w:t>
      </w:r>
    </w:p>
    <w:p w:rsidR="00A87899" w:rsidRDefault="00A87899" w:rsidP="00541E11">
      <w:pPr>
        <w:pStyle w:val="libNormal"/>
        <w:rPr>
          <w:rtl/>
        </w:rPr>
      </w:pPr>
      <w:r>
        <w:rPr>
          <w:rtl/>
        </w:rPr>
        <w:t xml:space="preserve">فمن أوْلى باستيعابه من الحسين (عليه السّلام) الذي تربّى في حجر الرسول (صلّى الله عليه وآله) وهو مدينة العلم ، ونشأ ونما في مدرسة الزهراء البتول </w:t>
      </w:r>
      <w:r>
        <w:rPr>
          <w:rFonts w:hint="cs"/>
          <w:rtl/>
        </w:rPr>
        <w:t>،</w:t>
      </w:r>
      <w:r>
        <w:rPr>
          <w:rtl/>
        </w:rPr>
        <w:t xml:space="preserve"> ولازم عليّاً (عليه السّلام) أباه باب مدينة العلم ، وصحب أخاه الحسن (عليه السّلام) الإمام بإجماع أُولي العلم؟!</w:t>
      </w:r>
    </w:p>
    <w:p w:rsidR="00A87899" w:rsidRDefault="00A87899" w:rsidP="00541E11">
      <w:pPr>
        <w:pStyle w:val="libNormal"/>
        <w:rPr>
          <w:rtl/>
        </w:rPr>
      </w:pPr>
      <w:r>
        <w:rPr>
          <w:rtl/>
        </w:rPr>
        <w:t>فلا بُدّ أنّه قد امتلأ من علم الدين من هذه العيون ال</w:t>
      </w:r>
      <w:r>
        <w:rPr>
          <w:rFonts w:hint="cs"/>
          <w:rtl/>
        </w:rPr>
        <w:t>ض</w:t>
      </w:r>
      <w:r>
        <w:rPr>
          <w:rtl/>
        </w:rPr>
        <w:t>افية.</w:t>
      </w:r>
    </w:p>
    <w:p w:rsidR="00A87899" w:rsidRDefault="00A87899" w:rsidP="00541E11">
      <w:pPr>
        <w:pStyle w:val="libNormal"/>
        <w:rPr>
          <w:rtl/>
        </w:rPr>
      </w:pPr>
      <w:r>
        <w:rPr>
          <w:rtl/>
        </w:rPr>
        <w:t xml:space="preserve">وقد أجمع أهل الولاء على تقدّمه على مَنْ عاصره في ذلك ، والتزموا بإمامته لذلك ، أمّا الآخرون فقد اضطرّهم هذا الواقع إلى الاعتراف </w:t>
      </w:r>
      <w:r>
        <w:rPr>
          <w:rFonts w:hint="cs"/>
          <w:rtl/>
        </w:rPr>
        <w:t>:</w:t>
      </w:r>
    </w:p>
    <w:p w:rsidR="00A87899" w:rsidRDefault="00A87899" w:rsidP="00541E11">
      <w:pPr>
        <w:pStyle w:val="libNormal"/>
        <w:rPr>
          <w:rtl/>
        </w:rPr>
      </w:pPr>
      <w:r>
        <w:rPr>
          <w:rtl/>
        </w:rPr>
        <w:t xml:space="preserve">فهذا ابن عمر لمّا يُحاسب على تصّرفه ، ويقاس عمله إلى عمل الحسنين (عليهما السّلام) المتّزن والملي بالحكمة </w:t>
      </w:r>
      <w:r>
        <w:rPr>
          <w:rFonts w:hint="cs"/>
          <w:rtl/>
        </w:rPr>
        <w:t xml:space="preserve">ـ </w:t>
      </w:r>
      <w:r>
        <w:rPr>
          <w:rtl/>
        </w:rPr>
        <w:t>مع أنّهما أصغر سنّاً منه</w:t>
      </w:r>
      <w:r>
        <w:rPr>
          <w:rFonts w:hint="cs"/>
          <w:rtl/>
        </w:rPr>
        <w:t xml:space="preserve"> ـ</w:t>
      </w:r>
      <w:r>
        <w:rPr>
          <w:rtl/>
        </w:rPr>
        <w:t xml:space="preserve"> أجاب ابن عمر</w:t>
      </w:r>
      <w:r>
        <w:rPr>
          <w:rFonts w:hint="cs"/>
          <w:rtl/>
        </w:rPr>
        <w:t xml:space="preserve"> </w:t>
      </w:r>
      <w:r>
        <w:rPr>
          <w:rtl/>
        </w:rPr>
        <w:t>بقوله</w:t>
      </w:r>
      <w:r>
        <w:rPr>
          <w:rFonts w:hint="cs"/>
          <w:rtl/>
        </w:rPr>
        <w:t xml:space="preserve"> :</w:t>
      </w:r>
    </w:p>
    <w:p w:rsidR="00A87899" w:rsidRDefault="00A87899" w:rsidP="00541E11">
      <w:pPr>
        <w:pStyle w:val="libBold2"/>
        <w:rPr>
          <w:rtl/>
        </w:rPr>
      </w:pPr>
      <w:r w:rsidRPr="00CE204A">
        <w:rPr>
          <w:rtl/>
        </w:rPr>
        <w:t>[176 ـ 177]</w:t>
      </w:r>
      <w:r>
        <w:rPr>
          <w:rtl/>
        </w:rPr>
        <w:t xml:space="preserve"> : </w:t>
      </w:r>
      <w:r w:rsidRPr="00CE204A">
        <w:rPr>
          <w:rtl/>
        </w:rPr>
        <w:t>ابنا رسول الله (صلّى الله عليه وآله)</w:t>
      </w:r>
      <w:r>
        <w:rPr>
          <w:rtl/>
        </w:rPr>
        <w:t xml:space="preserve"> ، </w:t>
      </w:r>
      <w:r w:rsidRPr="00CE204A">
        <w:rPr>
          <w:rtl/>
        </w:rPr>
        <w:t>إنّهما كانا يُغَرّان بالعلم غَرَّاً ـ</w:t>
      </w:r>
    </w:p>
    <w:p w:rsidR="00A87899" w:rsidRDefault="00A87899" w:rsidP="00541E11">
      <w:pPr>
        <w:pStyle w:val="libNormal"/>
        <w:rPr>
          <w:rtl/>
        </w:rPr>
      </w:pPr>
      <w:r>
        <w:rPr>
          <w:rtl/>
        </w:rPr>
        <w:t>أي يُزَقّانِه كما يَزُقّ الطائر فرخه وهذا يُعطي أنّهما كانا منذ الصِغَر يَبُثُّ فيهما الجَدُّ والأبُ والأُمُّ العلمَ ، فَهَلْ يكون أحدٌ أعلمَ منهما في عصرهما؟!</w:t>
      </w:r>
    </w:p>
    <w:p w:rsidR="00A87899" w:rsidRDefault="00A87899" w:rsidP="00541E11">
      <w:pPr>
        <w:pStyle w:val="libNormal"/>
        <w:rPr>
          <w:rtl/>
        </w:rPr>
      </w:pPr>
      <w:r>
        <w:rPr>
          <w:rtl/>
        </w:rPr>
        <w:t>وروى عكرمة حديثاً فيه الاعتراف بعلم الحسين عليه السّلام ، إليك نصّه بطوله :</w:t>
      </w:r>
    </w:p>
    <w:p w:rsidR="00A87899" w:rsidRPr="00CE204A" w:rsidRDefault="00A87899" w:rsidP="00541E11">
      <w:pPr>
        <w:pStyle w:val="libBold2"/>
        <w:rPr>
          <w:rtl/>
        </w:rPr>
      </w:pPr>
      <w:r w:rsidRPr="00CE204A">
        <w:rPr>
          <w:rtl/>
        </w:rPr>
        <w:t>[203] روى عكرمة</w:t>
      </w:r>
      <w:r>
        <w:rPr>
          <w:rtl/>
        </w:rPr>
        <w:t xml:space="preserve"> : </w:t>
      </w:r>
      <w:r w:rsidRPr="00CE204A">
        <w:rPr>
          <w:rtl/>
        </w:rPr>
        <w:t>بينما ابن عباس يحدّث الناس إذ قام إليه نافع بن الأزرق</w:t>
      </w:r>
      <w:r>
        <w:rPr>
          <w:rtl/>
        </w:rPr>
        <w:t xml:space="preserve"> ، </w:t>
      </w:r>
      <w:r w:rsidRPr="00CE204A">
        <w:rPr>
          <w:rtl/>
        </w:rPr>
        <w:t>فقال له</w:t>
      </w:r>
      <w:r>
        <w:rPr>
          <w:rtl/>
        </w:rPr>
        <w:t xml:space="preserve"> : </w:t>
      </w:r>
      <w:r w:rsidRPr="00CE204A">
        <w:rPr>
          <w:rtl/>
        </w:rPr>
        <w:t>يابن عبّاس</w:t>
      </w:r>
      <w:r>
        <w:rPr>
          <w:rtl/>
        </w:rPr>
        <w:t xml:space="preserve"> ، </w:t>
      </w:r>
      <w:r w:rsidRPr="00CE204A">
        <w:rPr>
          <w:rtl/>
        </w:rPr>
        <w:t>تفتي الناسَ في النملة والقَمْلة! صِفْ لي إلهك الذي تعبد</w:t>
      </w:r>
      <w:r>
        <w:rPr>
          <w:rFonts w:hint="cs"/>
          <w:rtl/>
        </w:rPr>
        <w:t>!</w:t>
      </w:r>
    </w:p>
    <w:p w:rsidR="00A87899" w:rsidRDefault="00A87899" w:rsidP="00541E11">
      <w:pPr>
        <w:pStyle w:val="libBold2"/>
        <w:rPr>
          <w:rtl/>
        </w:rPr>
      </w:pPr>
      <w:r w:rsidRPr="00CE204A">
        <w:rPr>
          <w:rtl/>
        </w:rPr>
        <w:t>فأطرق ابن عبّاس إعظاماً لقوله</w:t>
      </w:r>
      <w:r>
        <w:rPr>
          <w:rtl/>
        </w:rPr>
        <w:t xml:space="preserve"> ، </w:t>
      </w:r>
      <w:r w:rsidRPr="00CE204A">
        <w:rPr>
          <w:rtl/>
        </w:rPr>
        <w:t>وكان الحسينُ بن عليّ</w:t>
      </w:r>
    </w:p>
    <w:p w:rsidR="00A87899" w:rsidRPr="00CE204A" w:rsidRDefault="00A87899" w:rsidP="00541E11">
      <w:pPr>
        <w:pStyle w:val="libBold2"/>
        <w:rPr>
          <w:rtl/>
        </w:rPr>
      </w:pPr>
      <w:r>
        <w:rPr>
          <w:rtl/>
        </w:rPr>
        <w:br w:type="page"/>
      </w:r>
      <w:r w:rsidRPr="00CE204A">
        <w:rPr>
          <w:rtl/>
        </w:rPr>
        <w:lastRenderedPageBreak/>
        <w:t>جالساً ناحيةً</w:t>
      </w:r>
      <w:r>
        <w:rPr>
          <w:rtl/>
        </w:rPr>
        <w:t xml:space="preserve"> ، </w:t>
      </w:r>
      <w:r w:rsidRPr="00CE204A">
        <w:rPr>
          <w:rtl/>
        </w:rPr>
        <w:t>فقال</w:t>
      </w:r>
      <w:r>
        <w:rPr>
          <w:rtl/>
        </w:rPr>
        <w:t xml:space="preserve"> : </w:t>
      </w:r>
      <w:r w:rsidRPr="00CE204A">
        <w:rPr>
          <w:rtl/>
        </w:rPr>
        <w:t>«إليّ يابن الأزرق»</w:t>
      </w:r>
      <w:r>
        <w:rPr>
          <w:rFonts w:hint="cs"/>
          <w:rtl/>
        </w:rPr>
        <w:t>!</w:t>
      </w:r>
    </w:p>
    <w:p w:rsidR="00A87899" w:rsidRPr="00CE204A" w:rsidRDefault="00A87899" w:rsidP="00541E11">
      <w:pPr>
        <w:pStyle w:val="libBold2"/>
        <w:rPr>
          <w:rtl/>
        </w:rPr>
      </w:pPr>
      <w:r w:rsidRPr="00CE204A">
        <w:rPr>
          <w:rtl/>
        </w:rPr>
        <w:t>قال [ابن الأزرق]</w:t>
      </w:r>
      <w:r>
        <w:rPr>
          <w:rtl/>
        </w:rPr>
        <w:t xml:space="preserve"> : </w:t>
      </w:r>
      <w:r w:rsidRPr="00CE204A">
        <w:rPr>
          <w:rtl/>
        </w:rPr>
        <w:t>لستُ إياك أسأل</w:t>
      </w:r>
      <w:r>
        <w:rPr>
          <w:rFonts w:hint="cs"/>
          <w:rtl/>
        </w:rPr>
        <w:t>!</w:t>
      </w:r>
    </w:p>
    <w:p w:rsidR="00A87899" w:rsidRPr="00CE204A" w:rsidRDefault="00A87899" w:rsidP="00541E11">
      <w:pPr>
        <w:pStyle w:val="libBold2"/>
        <w:rPr>
          <w:rtl/>
        </w:rPr>
      </w:pPr>
      <w:r w:rsidRPr="00CE204A">
        <w:rPr>
          <w:rtl/>
        </w:rPr>
        <w:t>قال ابن عبّاس</w:t>
      </w:r>
      <w:r>
        <w:rPr>
          <w:rtl/>
        </w:rPr>
        <w:t xml:space="preserve"> : </w:t>
      </w:r>
      <w:r w:rsidRPr="00CE204A">
        <w:rPr>
          <w:rtl/>
        </w:rPr>
        <w:t>يابن الأزرق</w:t>
      </w:r>
      <w:r>
        <w:rPr>
          <w:rtl/>
        </w:rPr>
        <w:t xml:space="preserve"> ، </w:t>
      </w:r>
      <w:r w:rsidRPr="00CE204A">
        <w:rPr>
          <w:rtl/>
        </w:rPr>
        <w:t>إنّه من أهل بيت النبوّة</w:t>
      </w:r>
      <w:r>
        <w:rPr>
          <w:rtl/>
        </w:rPr>
        <w:t xml:space="preserve"> ، </w:t>
      </w:r>
      <w:r w:rsidRPr="00CE204A">
        <w:rPr>
          <w:rtl/>
        </w:rPr>
        <w:t>وهم ورثة العلم.</w:t>
      </w:r>
    </w:p>
    <w:p w:rsidR="00A87899" w:rsidRPr="00CE204A" w:rsidRDefault="00A87899" w:rsidP="00541E11">
      <w:pPr>
        <w:pStyle w:val="libBold2"/>
        <w:rPr>
          <w:rtl/>
        </w:rPr>
      </w:pPr>
      <w:r w:rsidRPr="00CE204A">
        <w:rPr>
          <w:rtl/>
        </w:rPr>
        <w:t>فأقبل نافع نحو الحسين (عليه السّلام)</w:t>
      </w:r>
      <w:r>
        <w:rPr>
          <w:rtl/>
        </w:rPr>
        <w:t xml:space="preserve"> ، </w:t>
      </w:r>
      <w:r w:rsidRPr="00CE204A">
        <w:rPr>
          <w:rtl/>
        </w:rPr>
        <w:t>فقال له الحسين</w:t>
      </w:r>
      <w:r>
        <w:rPr>
          <w:rtl/>
        </w:rPr>
        <w:t xml:space="preserve"> : </w:t>
      </w:r>
      <w:r w:rsidRPr="00CE204A">
        <w:rPr>
          <w:rtl/>
        </w:rPr>
        <w:t>«يا نافع</w:t>
      </w:r>
      <w:r>
        <w:rPr>
          <w:rtl/>
        </w:rPr>
        <w:t xml:space="preserve"> ، </w:t>
      </w:r>
      <w:r w:rsidRPr="00CE204A">
        <w:rPr>
          <w:rtl/>
        </w:rPr>
        <w:t>إنّ من وضع دينه على القياس لم يزل الدهر في التباس</w:t>
      </w:r>
      <w:r>
        <w:rPr>
          <w:rtl/>
        </w:rPr>
        <w:t xml:space="preserve"> ، </w:t>
      </w:r>
      <w:r w:rsidRPr="00CE204A">
        <w:rPr>
          <w:rtl/>
        </w:rPr>
        <w:t>سائلاً ناكباً عن المنهاج</w:t>
      </w:r>
      <w:r>
        <w:rPr>
          <w:rtl/>
        </w:rPr>
        <w:t xml:space="preserve"> ، </w:t>
      </w:r>
      <w:r w:rsidRPr="00CE204A">
        <w:rPr>
          <w:rtl/>
        </w:rPr>
        <w:t>طاعناً بالاعوجاج</w:t>
      </w:r>
      <w:r>
        <w:rPr>
          <w:rtl/>
        </w:rPr>
        <w:t xml:space="preserve"> ، </w:t>
      </w:r>
      <w:r w:rsidRPr="00CE204A">
        <w:rPr>
          <w:rtl/>
        </w:rPr>
        <w:t>ضالاً عن السبيل</w:t>
      </w:r>
      <w:r>
        <w:rPr>
          <w:rtl/>
        </w:rPr>
        <w:t xml:space="preserve"> ، </w:t>
      </w:r>
      <w:r w:rsidRPr="00CE204A">
        <w:rPr>
          <w:rtl/>
        </w:rPr>
        <w:t>قائلاً غير الجميل.</w:t>
      </w:r>
    </w:p>
    <w:p w:rsidR="00A87899" w:rsidRPr="00CE204A" w:rsidRDefault="00A87899" w:rsidP="00541E11">
      <w:pPr>
        <w:pStyle w:val="libBold2"/>
        <w:rPr>
          <w:rtl/>
        </w:rPr>
      </w:pPr>
      <w:r w:rsidRPr="00CE204A">
        <w:rPr>
          <w:rtl/>
        </w:rPr>
        <w:t>يابن الأزرق</w:t>
      </w:r>
      <w:r>
        <w:rPr>
          <w:rtl/>
        </w:rPr>
        <w:t xml:space="preserve"> ، </w:t>
      </w:r>
      <w:r w:rsidRPr="00CE204A">
        <w:rPr>
          <w:rtl/>
        </w:rPr>
        <w:t>أصِفُ إلهي بما وصف به نَفْسَه</w:t>
      </w:r>
      <w:r>
        <w:rPr>
          <w:rtl/>
        </w:rPr>
        <w:t xml:space="preserve"> ، </w:t>
      </w:r>
      <w:r w:rsidRPr="00CE204A">
        <w:rPr>
          <w:rtl/>
        </w:rPr>
        <w:t>وأُعرّفه بما عرّف به نفسه</w:t>
      </w:r>
      <w:r>
        <w:rPr>
          <w:rtl/>
        </w:rPr>
        <w:t xml:space="preserve"> ، </w:t>
      </w:r>
      <w:r w:rsidRPr="00CE204A">
        <w:rPr>
          <w:rtl/>
        </w:rPr>
        <w:t>لا يُدرَك بالحواس</w:t>
      </w:r>
      <w:r>
        <w:rPr>
          <w:rtl/>
        </w:rPr>
        <w:t xml:space="preserve"> ، </w:t>
      </w:r>
      <w:r w:rsidRPr="00CE204A">
        <w:rPr>
          <w:rtl/>
        </w:rPr>
        <w:t>ولا يُقاس بالناس</w:t>
      </w:r>
      <w:r>
        <w:rPr>
          <w:rtl/>
        </w:rPr>
        <w:t xml:space="preserve"> ، </w:t>
      </w:r>
      <w:r w:rsidRPr="00CE204A">
        <w:rPr>
          <w:rtl/>
        </w:rPr>
        <w:t>قريب غير ملتصق</w:t>
      </w:r>
      <w:r>
        <w:rPr>
          <w:rtl/>
        </w:rPr>
        <w:t xml:space="preserve"> ، </w:t>
      </w:r>
      <w:r w:rsidRPr="00CE204A">
        <w:rPr>
          <w:rtl/>
        </w:rPr>
        <w:t>وبعيد غير منتقص</w:t>
      </w:r>
      <w:r>
        <w:rPr>
          <w:rtl/>
        </w:rPr>
        <w:t xml:space="preserve"> ، </w:t>
      </w:r>
      <w:r w:rsidRPr="00CE204A">
        <w:rPr>
          <w:rtl/>
        </w:rPr>
        <w:t>يُوحَّد ولا يبعّض</w:t>
      </w:r>
      <w:r>
        <w:rPr>
          <w:rtl/>
        </w:rPr>
        <w:t xml:space="preserve"> ، </w:t>
      </w:r>
      <w:r w:rsidRPr="00CE204A">
        <w:rPr>
          <w:rtl/>
        </w:rPr>
        <w:t>معروف بالآيات</w:t>
      </w:r>
      <w:r>
        <w:rPr>
          <w:rtl/>
        </w:rPr>
        <w:t xml:space="preserve"> ، </w:t>
      </w:r>
      <w:r w:rsidRPr="00CE204A">
        <w:rPr>
          <w:rtl/>
        </w:rPr>
        <w:t>موصوف بالعلامات</w:t>
      </w:r>
      <w:r>
        <w:rPr>
          <w:rtl/>
        </w:rPr>
        <w:t xml:space="preserve"> ، </w:t>
      </w:r>
      <w:r w:rsidRPr="00CE204A">
        <w:rPr>
          <w:rtl/>
        </w:rPr>
        <w:t>لا إلهَ إلاّ هو الكبير المتعال».</w:t>
      </w:r>
    </w:p>
    <w:p w:rsidR="00A87899" w:rsidRPr="00CE204A" w:rsidRDefault="00A87899" w:rsidP="00541E11">
      <w:pPr>
        <w:pStyle w:val="libBold2"/>
        <w:rPr>
          <w:rtl/>
        </w:rPr>
      </w:pPr>
      <w:r w:rsidRPr="00CE204A">
        <w:rPr>
          <w:rtl/>
        </w:rPr>
        <w:t>فبكى ابنُ الأزرق</w:t>
      </w:r>
      <w:r>
        <w:rPr>
          <w:rtl/>
        </w:rPr>
        <w:t xml:space="preserve"> ، </w:t>
      </w:r>
      <w:r w:rsidRPr="00CE204A">
        <w:rPr>
          <w:rtl/>
        </w:rPr>
        <w:t>وقال</w:t>
      </w:r>
      <w:r>
        <w:rPr>
          <w:rtl/>
        </w:rPr>
        <w:t xml:space="preserve"> : </w:t>
      </w:r>
      <w:r w:rsidRPr="00CE204A">
        <w:rPr>
          <w:rtl/>
        </w:rPr>
        <w:t>يا حسين</w:t>
      </w:r>
      <w:r>
        <w:rPr>
          <w:rtl/>
        </w:rPr>
        <w:t xml:space="preserve"> ، </w:t>
      </w:r>
      <w:r w:rsidRPr="00CE204A">
        <w:rPr>
          <w:rtl/>
        </w:rPr>
        <w:t>ما أحسنَ كلامك!</w:t>
      </w:r>
    </w:p>
    <w:p w:rsidR="00A87899" w:rsidRPr="00CE204A" w:rsidRDefault="00A87899" w:rsidP="00541E11">
      <w:pPr>
        <w:pStyle w:val="libBold2"/>
        <w:rPr>
          <w:rtl/>
        </w:rPr>
      </w:pPr>
      <w:r w:rsidRPr="00CE204A">
        <w:rPr>
          <w:rtl/>
        </w:rPr>
        <w:t>قال له الحسين (عليه السّلام)</w:t>
      </w:r>
      <w:r>
        <w:rPr>
          <w:rtl/>
        </w:rPr>
        <w:t xml:space="preserve"> : </w:t>
      </w:r>
      <w:r w:rsidRPr="00CE204A">
        <w:rPr>
          <w:rtl/>
        </w:rPr>
        <w:t>«بلغني أنّك تشهد على أبي وعلى أخي بالكفر</w:t>
      </w:r>
      <w:r>
        <w:rPr>
          <w:rtl/>
        </w:rPr>
        <w:t xml:space="preserve"> ، </w:t>
      </w:r>
      <w:r w:rsidRPr="00CE204A">
        <w:rPr>
          <w:rtl/>
        </w:rPr>
        <w:t>وعليَّ؟!».</w:t>
      </w:r>
    </w:p>
    <w:p w:rsidR="00A87899" w:rsidRDefault="00A87899" w:rsidP="00541E11">
      <w:pPr>
        <w:pStyle w:val="libBold2"/>
        <w:rPr>
          <w:rtl/>
        </w:rPr>
      </w:pPr>
      <w:r w:rsidRPr="00CE204A">
        <w:rPr>
          <w:rtl/>
        </w:rPr>
        <w:t>قال ابن الأزرق</w:t>
      </w:r>
      <w:r>
        <w:rPr>
          <w:rtl/>
        </w:rPr>
        <w:t xml:space="preserve"> : </w:t>
      </w:r>
      <w:r w:rsidRPr="00CE204A">
        <w:rPr>
          <w:rtl/>
        </w:rPr>
        <w:t>أما والله يا حسين</w:t>
      </w:r>
      <w:r>
        <w:rPr>
          <w:rtl/>
        </w:rPr>
        <w:t xml:space="preserve"> ، </w:t>
      </w:r>
      <w:r w:rsidRPr="00CE204A">
        <w:rPr>
          <w:rtl/>
        </w:rPr>
        <w:t>لئن كان ذلك</w:t>
      </w:r>
      <w:r>
        <w:rPr>
          <w:rtl/>
        </w:rPr>
        <w:t xml:space="preserve"> ، </w:t>
      </w:r>
      <w:r w:rsidRPr="00CE204A">
        <w:rPr>
          <w:rtl/>
        </w:rPr>
        <w:t>لقد كنتم منارَ الإسلام</w:t>
      </w:r>
      <w:r>
        <w:rPr>
          <w:rtl/>
        </w:rPr>
        <w:t xml:space="preserve"> ، </w:t>
      </w:r>
      <w:r w:rsidRPr="00CE204A">
        <w:rPr>
          <w:rtl/>
        </w:rPr>
        <w:t>ونجومَ الأحكام</w:t>
      </w:r>
      <w:r>
        <w:rPr>
          <w:rtl/>
        </w:rPr>
        <w:t xml:space="preserve"> ... </w:t>
      </w:r>
      <w:r w:rsidRPr="00541E11">
        <w:rPr>
          <w:rStyle w:val="libFootnotenumChar"/>
          <w:rtl/>
        </w:rPr>
        <w:t>(1)</w:t>
      </w:r>
      <w:r>
        <w:rPr>
          <w:rtl/>
        </w:rPr>
        <w:t>.</w:t>
      </w:r>
    </w:p>
    <w:p w:rsidR="00A87899" w:rsidRDefault="00A87899" w:rsidP="00541E11">
      <w:pPr>
        <w:pStyle w:val="libNormal"/>
        <w:rPr>
          <w:rtl/>
        </w:rPr>
      </w:pPr>
      <w:r>
        <w:rPr>
          <w:rtl/>
        </w:rPr>
        <w:t>فشهادة ابن عبّاس الحقّة بأنّ الحسين (عليه السّلام) «من أهل بيت النبوّة ، وهم ورثة العلم» ليست الأُولى منه ، لكن رواية عكرمة ـ وهو من الخوارج ـ لها دليل</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(1) مختصر تاريخ دمشق ـ لابن منظور 7 / 130.</w:t>
      </w:r>
    </w:p>
    <w:p w:rsidR="00A87899" w:rsidRDefault="00A87899" w:rsidP="00541E11">
      <w:pPr>
        <w:pStyle w:val="libNormal0"/>
        <w:rPr>
          <w:rtl/>
        </w:rPr>
      </w:pPr>
      <w:r>
        <w:rPr>
          <w:rtl/>
        </w:rPr>
        <w:br w:type="page"/>
      </w:r>
      <w:r>
        <w:rPr>
          <w:rtl/>
        </w:rPr>
        <w:lastRenderedPageBreak/>
        <w:t>على خضوع الأعداء لعلم أهل البيت (عليهم السّلام).</w:t>
      </w:r>
    </w:p>
    <w:p w:rsidR="00A87899" w:rsidRDefault="00A87899" w:rsidP="00541E11">
      <w:pPr>
        <w:pStyle w:val="libNormal"/>
        <w:rPr>
          <w:rtl/>
        </w:rPr>
      </w:pPr>
      <w:r>
        <w:rPr>
          <w:rtl/>
        </w:rPr>
        <w:t xml:space="preserve">أمّا إعراض ابن الأزرق عن مسائلة الحسين (عليه السّلام) وتوجّهه إلى ابن عبّاس ، فهذا يكشف جانباً من مظلوميّة أهل البيت </w:t>
      </w:r>
      <w:r>
        <w:rPr>
          <w:rFonts w:hint="cs"/>
          <w:rtl/>
        </w:rPr>
        <w:t>،</w:t>
      </w:r>
      <w:r>
        <w:rPr>
          <w:rtl/>
        </w:rPr>
        <w:t xml:space="preserve"> وصَدّ الناس عن معادن العلم وورثته وخزنته</w:t>
      </w:r>
      <w:r>
        <w:rPr>
          <w:rFonts w:hint="cs"/>
          <w:rtl/>
        </w:rPr>
        <w:t>!</w:t>
      </w:r>
    </w:p>
    <w:p w:rsidR="00A87899" w:rsidRDefault="00A87899" w:rsidP="00541E11">
      <w:pPr>
        <w:pStyle w:val="libNormal"/>
        <w:rPr>
          <w:rtl/>
        </w:rPr>
      </w:pPr>
      <w:r>
        <w:rPr>
          <w:rtl/>
        </w:rPr>
        <w:t>أمّا الحسين (عليه السّلام) فهو لا يترك الأمر سُدىً ، بينما السؤال على رؤوس الأشهاد عن أعظم قضيّة جاء من أجلها الإسلام ، وهيَ «التوحيد» فهو ينبري للجواب.</w:t>
      </w:r>
    </w:p>
    <w:p w:rsidR="00A87899" w:rsidRDefault="00A87899" w:rsidP="00541E11">
      <w:pPr>
        <w:pStyle w:val="libNormal"/>
        <w:rPr>
          <w:rtl/>
        </w:rPr>
      </w:pPr>
      <w:r>
        <w:rPr>
          <w:rtl/>
        </w:rPr>
        <w:t>أمّا ابن الأزرق ، فحيث يجد الحقّ من معدنه لا يملك إلاّ الإقرار والخضوع والقبول.</w:t>
      </w:r>
    </w:p>
    <w:p w:rsidR="00A87899" w:rsidRDefault="00A87899" w:rsidP="00541E11">
      <w:pPr>
        <w:pStyle w:val="libNormal"/>
        <w:rPr>
          <w:rtl/>
        </w:rPr>
      </w:pPr>
      <w:r>
        <w:rPr>
          <w:rtl/>
        </w:rPr>
        <w:t xml:space="preserve">ولمّا يستغل الإمام الحسين (عليه السّلام) الموقف ليحرق جذور العدوان ، ويقطع أوداجَ الظلم ، ويبدّد نتائج المهاترات السياسية طيلة الأعوام السوداء ممّا تكدّس في عقول علماء الأُمّة </w:t>
      </w:r>
      <w:r>
        <w:rPr>
          <w:rFonts w:hint="cs"/>
          <w:rtl/>
        </w:rPr>
        <w:t xml:space="preserve">ـ </w:t>
      </w:r>
      <w:r>
        <w:rPr>
          <w:rtl/>
        </w:rPr>
        <w:t>مثل</w:t>
      </w:r>
      <w:r>
        <w:rPr>
          <w:rFonts w:hint="cs"/>
          <w:rtl/>
        </w:rPr>
        <w:t xml:space="preserve"> </w:t>
      </w:r>
      <w:r>
        <w:rPr>
          <w:rtl/>
        </w:rPr>
        <w:t>ابن الأزرق</w:t>
      </w:r>
      <w:r>
        <w:rPr>
          <w:rFonts w:hint="cs"/>
          <w:rtl/>
        </w:rPr>
        <w:t xml:space="preserve"> ـ</w:t>
      </w:r>
      <w:r>
        <w:rPr>
          <w:rtl/>
        </w:rPr>
        <w:t xml:space="preserve"> وصار فكرة ورأياً وقولاً </w:t>
      </w:r>
      <w:r>
        <w:rPr>
          <w:rFonts w:hint="cs"/>
          <w:rtl/>
        </w:rPr>
        <w:t xml:space="preserve">، </w:t>
      </w:r>
      <w:r>
        <w:rPr>
          <w:rtl/>
        </w:rPr>
        <w:t>على فظاعته</w:t>
      </w:r>
      <w:r>
        <w:rPr>
          <w:rFonts w:hint="cs"/>
          <w:rtl/>
        </w:rPr>
        <w:t xml:space="preserve"> ،</w:t>
      </w:r>
      <w:r>
        <w:rPr>
          <w:rtl/>
        </w:rPr>
        <w:t xml:space="preserve"> وشناعته وسوئه</w:t>
      </w:r>
      <w:r>
        <w:rPr>
          <w:rFonts w:hint="cs"/>
          <w:rtl/>
        </w:rPr>
        <w:t xml:space="preserve"> ،</w:t>
      </w:r>
      <w:r>
        <w:rPr>
          <w:rtl/>
        </w:rPr>
        <w:t xml:space="preserve"> وهو تكفيره أهل البيت (عليهم السّلام) بدلاً من تقديسهم</w:t>
      </w:r>
      <w:r>
        <w:rPr>
          <w:rFonts w:hint="cs"/>
          <w:rtl/>
        </w:rPr>
        <w:t xml:space="preserve">! </w:t>
      </w:r>
      <w:r>
        <w:rPr>
          <w:rtl/>
        </w:rPr>
        <w:t>ولمّا يُبهتُ الحسينُ ابنَ الأزرق ، ويواجهه بهذا الكلام الثقيل ، لا يملك ابن الأزرق إلاّ الاعتراف والتراجع عن أشدّ المواقف للخوارج التزاماً وتصلباً واعتقاداً.</w:t>
      </w:r>
    </w:p>
    <w:p w:rsidR="00A87899" w:rsidRDefault="00A87899" w:rsidP="00541E11">
      <w:pPr>
        <w:pStyle w:val="libNormal"/>
        <w:rPr>
          <w:rtl/>
        </w:rPr>
      </w:pPr>
      <w:r>
        <w:rPr>
          <w:rtl/>
        </w:rPr>
        <w:t>ويصرّح ابن الأزرق معترفاً بأنّ أهل البيت «</w:t>
      </w:r>
      <w:r w:rsidRPr="00541E11">
        <w:rPr>
          <w:rStyle w:val="libBold2Char"/>
          <w:rtl/>
        </w:rPr>
        <w:t>منار الإسلام ونجوم الأحكام</w:t>
      </w:r>
      <w:r>
        <w:rPr>
          <w:rtl/>
        </w:rPr>
        <w:t>».</w:t>
      </w:r>
    </w:p>
    <w:p w:rsidR="00A87899" w:rsidRDefault="00A87899" w:rsidP="00541E11">
      <w:pPr>
        <w:pStyle w:val="libNormal"/>
        <w:rPr>
          <w:rtl/>
        </w:rPr>
      </w:pPr>
      <w:r>
        <w:rPr>
          <w:rtl/>
        </w:rPr>
        <w:t xml:space="preserve">وابن هند </w:t>
      </w:r>
      <w:r>
        <w:rPr>
          <w:rFonts w:hint="cs"/>
          <w:rtl/>
        </w:rPr>
        <w:t>:</w:t>
      </w:r>
    </w:p>
    <w:p w:rsidR="00A87899" w:rsidRDefault="00A87899" w:rsidP="00541E11">
      <w:pPr>
        <w:pStyle w:val="libNormal"/>
        <w:rPr>
          <w:rtl/>
        </w:rPr>
      </w:pPr>
      <w:r>
        <w:rPr>
          <w:rtl/>
        </w:rPr>
        <w:t xml:space="preserve">ذلك العدو اللدود لمحمّد وآل محمّد </w:t>
      </w:r>
      <w:r>
        <w:rPr>
          <w:rFonts w:hint="cs"/>
          <w:rtl/>
        </w:rPr>
        <w:t>،</w:t>
      </w:r>
      <w:r>
        <w:rPr>
          <w:rtl/>
        </w:rPr>
        <w:t xml:space="preserve"> ولما جاؤوا به من معالم دين الإسلام</w:t>
      </w:r>
    </w:p>
    <w:p w:rsidR="00A87899" w:rsidRDefault="00A87899" w:rsidP="00541E11">
      <w:pPr>
        <w:pStyle w:val="libNormal0"/>
        <w:rPr>
          <w:rtl/>
        </w:rPr>
      </w:pPr>
      <w:r>
        <w:rPr>
          <w:rtl/>
        </w:rPr>
        <w:br w:type="page"/>
      </w:r>
      <w:r>
        <w:rPr>
          <w:rtl/>
        </w:rPr>
        <w:lastRenderedPageBreak/>
        <w:t>ومكارم الأخلاق ، والذي استنفد كلّ سهام مكره ودهائه في قمع هذا الدين واجتثاث أُصوله وفروعه ، وقتل ذويه وأنصاره ، وإطفاء أنواره ، وتهديم مناره ، وتحريف شرائعه وإبطال أحكامه.</w:t>
      </w:r>
    </w:p>
    <w:p w:rsidR="00A87899" w:rsidRDefault="00A87899" w:rsidP="00541E11">
      <w:pPr>
        <w:pStyle w:val="libNormal"/>
        <w:rPr>
          <w:rtl/>
        </w:rPr>
      </w:pPr>
      <w:r>
        <w:rPr>
          <w:rtl/>
        </w:rPr>
        <w:t>هذا المنافق الحسود الحقود لم يجدْ بُدّاً من الاعتراف بعلم الحُسين (عليه السّلام) والإشادة بمنزلته.</w:t>
      </w:r>
    </w:p>
    <w:p w:rsidR="00A87899" w:rsidRDefault="00A87899" w:rsidP="00541E11">
      <w:pPr>
        <w:pStyle w:val="libNormal"/>
        <w:rPr>
          <w:rtl/>
        </w:rPr>
      </w:pPr>
      <w:r>
        <w:rPr>
          <w:rtl/>
        </w:rPr>
        <w:t>فقد أخذ الحسين (عليه السّلام) العلوم في مسجد رسول الله (صلّى الله عليه وآله) ، حيث فتح عينه ، وتعلّم ألف باء الحياة والإسلام معاً ، ومعلّمه الأمين هو جدّه رسول الله (صلّى الله عليه وآله).</w:t>
      </w:r>
    </w:p>
    <w:p w:rsidR="00A87899" w:rsidRDefault="00A87899" w:rsidP="00541E11">
      <w:pPr>
        <w:pStyle w:val="libNormal"/>
        <w:rPr>
          <w:rtl/>
        </w:rPr>
      </w:pPr>
      <w:r>
        <w:rPr>
          <w:rtl/>
        </w:rPr>
        <w:t>واليوم ، حين آلتْ إلى الإمام الحسين (عليه السّلام) مهمّة تعليم الأُمّة وإرشادها ، اتّخذ نفس المسجد مدرسةً.</w:t>
      </w:r>
    </w:p>
    <w:p w:rsidR="00A87899" w:rsidRDefault="00A87899" w:rsidP="00541E11">
      <w:pPr>
        <w:pStyle w:val="libNormal"/>
        <w:rPr>
          <w:rtl/>
        </w:rPr>
      </w:pPr>
      <w:r>
        <w:rPr>
          <w:rtl/>
        </w:rPr>
        <w:t>وابن هند</w:t>
      </w:r>
      <w:r>
        <w:rPr>
          <w:rFonts w:hint="cs"/>
          <w:rtl/>
        </w:rPr>
        <w:t xml:space="preserve"> ـ</w:t>
      </w:r>
      <w:r>
        <w:rPr>
          <w:rtl/>
        </w:rPr>
        <w:t xml:space="preserve"> ذلك الضلّيل </w:t>
      </w:r>
      <w:r>
        <w:rPr>
          <w:rFonts w:hint="cs"/>
          <w:rtl/>
        </w:rPr>
        <w:t xml:space="preserve">ـ </w:t>
      </w:r>
      <w:r>
        <w:rPr>
          <w:rtl/>
        </w:rPr>
        <w:t>الذي لم يهدأ لحظةً يجدّ في تحريف مسيرة الإسلام ، ويطمس تعاليمه السامية لا يمكنه أن يتغافل عن وجود تلك المدرسة ، لأنّه باسمها يتسنّم العرش ، ولا يمكنه أن يغضّ الطرف عن وجود معلّم مثل أبي عبد الله الحسين الذي هو الامتداد الحقيقيّ لجدّه الرسول (صلّى الله عليه وآله) مؤسّس المدرسة ، فقال معاوية لرجل من قريش :</w:t>
      </w:r>
    </w:p>
    <w:p w:rsidR="00A87899" w:rsidRPr="00CE204A" w:rsidRDefault="00A87899" w:rsidP="00541E11">
      <w:pPr>
        <w:pStyle w:val="libBold2"/>
        <w:rPr>
          <w:rtl/>
        </w:rPr>
      </w:pPr>
      <w:r w:rsidRPr="00CE204A">
        <w:rPr>
          <w:rtl/>
        </w:rPr>
        <w:t>[189] إذا دخلتَ مسجد رسول الله (صلّى الله عليه وآله) فرأيت حلقةً فيها قومٌ كأنَّ على رؤوسهم الطير فتلك حلقة أبي عبد الله</w:t>
      </w:r>
      <w:r>
        <w:rPr>
          <w:rtl/>
        </w:rPr>
        <w:t xml:space="preserve"> ، </w:t>
      </w:r>
      <w:r w:rsidRPr="00CE204A">
        <w:rPr>
          <w:rtl/>
        </w:rPr>
        <w:t>مؤتزراً على أنصاف ساقيه</w:t>
      </w:r>
      <w:r>
        <w:rPr>
          <w:rtl/>
        </w:rPr>
        <w:t xml:space="preserve"> ، </w:t>
      </w:r>
      <w:r w:rsidRPr="00CE204A">
        <w:rPr>
          <w:rtl/>
        </w:rPr>
        <w:t>ليس فيها من الهُزّيلى شيء.</w:t>
      </w:r>
    </w:p>
    <w:p w:rsidR="00A87899" w:rsidRDefault="00A87899" w:rsidP="00541E11">
      <w:pPr>
        <w:pStyle w:val="libNormal"/>
        <w:rPr>
          <w:rtl/>
        </w:rPr>
      </w:pPr>
      <w:r>
        <w:rPr>
          <w:rtl/>
        </w:rPr>
        <w:t>والهُزّيلى فعلُ المشعوذ الذي يسحر أعين الناس</w:t>
      </w:r>
      <w:r>
        <w:rPr>
          <w:rFonts w:hint="cs"/>
          <w:rtl/>
        </w:rPr>
        <w:t xml:space="preserve"> ،</w:t>
      </w:r>
      <w:r>
        <w:rPr>
          <w:rtl/>
        </w:rPr>
        <w:t xml:space="preserve"> لكن ليس في مجلس درس الحسين (عليه السّلام) إلاّ حقائق المعرفة</w:t>
      </w:r>
      <w:r>
        <w:rPr>
          <w:rFonts w:hint="cs"/>
          <w:rtl/>
        </w:rPr>
        <w:t xml:space="preserve"> ،</w:t>
      </w:r>
      <w:r>
        <w:rPr>
          <w:rtl/>
        </w:rPr>
        <w:t xml:space="preserve"> وعيون الحكمة</w:t>
      </w:r>
      <w:r>
        <w:rPr>
          <w:rFonts w:hint="cs"/>
          <w:rtl/>
        </w:rPr>
        <w:t xml:space="preserve"> ،</w:t>
      </w:r>
      <w:r>
        <w:rPr>
          <w:rtl/>
        </w:rPr>
        <w:t xml:space="preserve"> والعلم الموروث</w:t>
      </w:r>
      <w:r>
        <w:rPr>
          <w:rFonts w:hint="cs"/>
          <w:rtl/>
        </w:rPr>
        <w:t xml:space="preserve"> ،</w:t>
      </w:r>
    </w:p>
    <w:p w:rsidR="00A87899" w:rsidRDefault="00A87899" w:rsidP="00541E11">
      <w:pPr>
        <w:pStyle w:val="libNormal0"/>
        <w:rPr>
          <w:rtl/>
        </w:rPr>
      </w:pPr>
      <w:r>
        <w:rPr>
          <w:rtl/>
        </w:rPr>
        <w:br w:type="page"/>
      </w:r>
      <w:r>
        <w:rPr>
          <w:rtl/>
        </w:rPr>
        <w:lastRenderedPageBreak/>
        <w:t>ومعارف الكتاب</w:t>
      </w:r>
      <w:r>
        <w:rPr>
          <w:rFonts w:hint="cs"/>
          <w:rtl/>
        </w:rPr>
        <w:t xml:space="preserve"> ،</w:t>
      </w:r>
      <w:r>
        <w:rPr>
          <w:rtl/>
        </w:rPr>
        <w:t xml:space="preserve"> وأحكام السُنّة.</w:t>
      </w:r>
    </w:p>
    <w:p w:rsidR="00A87899" w:rsidRDefault="00A87899" w:rsidP="00541E11">
      <w:pPr>
        <w:pStyle w:val="libBold1"/>
        <w:rPr>
          <w:rtl/>
        </w:rPr>
      </w:pPr>
      <w:r>
        <w:rPr>
          <w:rtl/>
        </w:rPr>
        <w:t>وأمّا الفضل</w:t>
      </w:r>
      <w:r>
        <w:rPr>
          <w:rFonts w:hint="cs"/>
          <w:rtl/>
        </w:rPr>
        <w:t xml:space="preserve"> :</w:t>
      </w:r>
    </w:p>
    <w:p w:rsidR="00A87899" w:rsidRDefault="00A87899" w:rsidP="00541E11">
      <w:pPr>
        <w:pStyle w:val="libNormal"/>
        <w:rPr>
          <w:rtl/>
        </w:rPr>
      </w:pPr>
      <w:r>
        <w:rPr>
          <w:rtl/>
        </w:rPr>
        <w:t>فلا يرتاب مسلم بأنّ «آل محمّد» أشرف بني هاشم ، وأنّ بني هاشم أشرف قريش ، وأنّ قريشاً أشرف العرب ، وآل محمّد (عليهم السّلام) أعرق بني هاشم نسباً ، وأطهرهم رحماً ، وأكرمهم حَسَباً ، وأوفاهم ذِمَماً ، وأحمدهم فعلاً ، وأنزههم ثوباً ، وأتقاهم عملاً ، وأرفعهم همماً.</w:t>
      </w:r>
    </w:p>
    <w:p w:rsidR="00A87899" w:rsidRDefault="00A87899" w:rsidP="00541E11">
      <w:pPr>
        <w:pStyle w:val="libNormal"/>
        <w:rPr>
          <w:rtl/>
        </w:rPr>
      </w:pPr>
      <w:r>
        <w:rPr>
          <w:rtl/>
        </w:rPr>
        <w:t xml:space="preserve">وقد أقرّ لهم العدوّ والصديق بالشرف والفضل والكرم والمجد </w:t>
      </w:r>
      <w:r w:rsidRPr="00541E11">
        <w:rPr>
          <w:rStyle w:val="libFootnotenumChar"/>
          <w:rtl/>
        </w:rPr>
        <w:t>(1)</w:t>
      </w:r>
      <w:r>
        <w:rPr>
          <w:rtl/>
        </w:rPr>
        <w:t>.</w:t>
      </w:r>
    </w:p>
    <w:p w:rsidR="00A87899" w:rsidRDefault="00A87899" w:rsidP="00541E11">
      <w:pPr>
        <w:pStyle w:val="libNormal"/>
        <w:rPr>
          <w:rtl/>
        </w:rPr>
      </w:pPr>
      <w:r>
        <w:rPr>
          <w:rtl/>
        </w:rPr>
        <w:t>فهذا عمرو بن العاص ـ الداهية النكراء الذي حارب آل محمّد (عليهم السّلام) جهاراً عن علم وعمد ، وبكلّ صلافة وحقد ، زاعماً أنّه يستغلّ الظروف المؤاتية لصالح دُنياه القصيرة ـ يعلن عن بعض الحقيقة عندما يستظلّ بالكعبة التي كان يعبد أصنامها من قبل ، فجاء جدّ الحسين (عليه السّلام) ليشرّفه وقومه بعبادة الله ، ويطهرّ الكعبة من رجس الأصنام والأزلام.</w:t>
      </w:r>
    </w:p>
    <w:p w:rsidR="00A87899" w:rsidRDefault="00A87899" w:rsidP="00541E11">
      <w:pPr>
        <w:pStyle w:val="libNormal"/>
        <w:rPr>
          <w:rtl/>
        </w:rPr>
      </w:pPr>
      <w:r>
        <w:rPr>
          <w:rtl/>
        </w:rPr>
        <w:t>وبالرغم من أنّ ابن النابغة نبغ في محاربة كلّ القيم التي جاء بها الإسلام ، وعارض كلّ الذين وقفوا مدافعين عن تلك القيم ، وكانت لهم فضيلة التشرّف بها ، وجدّ بكلّ دهاء ومكر وحيلة يملكها ، فنفث في الأُمّة روح الجاهليّة ليعيد مجدها ، ونابذ عليّاً والحسن والحسين (عليهم السّلام) بكلّ الطرق ، ووقف في وجه العدالة سنين طوالاً.</w:t>
      </w:r>
    </w:p>
    <w:p w:rsidR="00A87899" w:rsidRDefault="00A87899" w:rsidP="00541E11">
      <w:pPr>
        <w:pStyle w:val="libNormal"/>
        <w:rPr>
          <w:rtl/>
        </w:rPr>
      </w:pPr>
      <w:r>
        <w:rPr>
          <w:rtl/>
        </w:rPr>
        <w:t>لكنّه اليوم ، يجد الكعبة وبناءَها الرفيع الشامخ تَزْخَرُ بالعظمة الإسلاميّة ، طاهرة من أوثان الجاهليّة وأرجاسها ، فلا يجد بُدّاً من الاعتراف ، وبينما هو كذلك</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لاحظ مختصر تاريخ دمشق ـ لابن منظور 7 / 125.</w:t>
      </w:r>
    </w:p>
    <w:p w:rsidR="00A87899" w:rsidRDefault="00A87899" w:rsidP="00541E11">
      <w:pPr>
        <w:pStyle w:val="libNormal0"/>
        <w:rPr>
          <w:rtl/>
        </w:rPr>
      </w:pPr>
      <w:r w:rsidRPr="00E7395C">
        <w:rPr>
          <w:rtl/>
        </w:rPr>
        <w:br w:type="page"/>
      </w:r>
      <w:r>
        <w:rPr>
          <w:rtl/>
        </w:rPr>
        <w:lastRenderedPageBreak/>
        <w:t xml:space="preserve">إذ رأى الحسين (عليه السّلام) ابن ذلك الرسول </w:t>
      </w:r>
      <w:r>
        <w:rPr>
          <w:rFonts w:hint="cs"/>
          <w:rtl/>
        </w:rPr>
        <w:t>،</w:t>
      </w:r>
      <w:r>
        <w:rPr>
          <w:rtl/>
        </w:rPr>
        <w:t xml:space="preserve"> فلم يملك أيضاً إلاّ الإعتراف ، فقال</w:t>
      </w:r>
      <w:r>
        <w:rPr>
          <w:rFonts w:hint="cs"/>
          <w:rtl/>
        </w:rPr>
        <w:t xml:space="preserve"> :</w:t>
      </w:r>
    </w:p>
    <w:p w:rsidR="00A87899" w:rsidRPr="00451B6F" w:rsidRDefault="00A87899" w:rsidP="00541E11">
      <w:pPr>
        <w:pStyle w:val="libBold2"/>
        <w:rPr>
          <w:rtl/>
        </w:rPr>
      </w:pPr>
      <w:r w:rsidRPr="00451B6F">
        <w:rPr>
          <w:rtl/>
        </w:rPr>
        <w:t>[190] : هذا أحبّ أهل الأرض إلى أهل السماء اليومَ!</w:t>
      </w:r>
    </w:p>
    <w:p w:rsidR="00A87899" w:rsidRDefault="00A87899" w:rsidP="00541E11">
      <w:pPr>
        <w:pStyle w:val="libNormal"/>
        <w:rPr>
          <w:rtl/>
        </w:rPr>
      </w:pPr>
      <w:r>
        <w:rPr>
          <w:rtl/>
        </w:rPr>
        <w:t>ومعاوية ، أخوه الضلّيل ، يخنع لهذه الحقيقة يوم دخل الحسن والحسين (عليهما السّلام) عليه ، فأمر لهما بمئتي ألف درهم ، وقال متبجّحاً : خذاها وأنا ابن هند ، ما أعطاها</w:t>
      </w:r>
      <w:r>
        <w:rPr>
          <w:rFonts w:hint="cs"/>
          <w:rtl/>
        </w:rPr>
        <w:t xml:space="preserve"> </w:t>
      </w:r>
      <w:r>
        <w:rPr>
          <w:rtl/>
        </w:rPr>
        <w:t>أحدٌ قبلي ، ولا يُعطيها أحدٌ بعدي!</w:t>
      </w:r>
    </w:p>
    <w:p w:rsidR="00A87899" w:rsidRDefault="00A87899" w:rsidP="00541E11">
      <w:pPr>
        <w:pStyle w:val="libNormal"/>
        <w:rPr>
          <w:rtl/>
        </w:rPr>
      </w:pPr>
      <w:r>
        <w:rPr>
          <w:rtl/>
        </w:rPr>
        <w:t>وكأنَّ معاوية استغلّ سياسة الإمام الحسن (عليه السّلام) المبتنية على عدم مجابهته بالأجوبة حتّى وُصف بأنّه كان «سكّيتاً» ولكنّ الحسين (عليه السّلام) وهو يسير على خطّ إمامه الحسن (عليه السّلام) ولا يخرج عن طوع إرادته</w:t>
      </w:r>
      <w:r>
        <w:rPr>
          <w:rFonts w:hint="cs"/>
          <w:rtl/>
        </w:rPr>
        <w:t xml:space="preserve"> ـ</w:t>
      </w:r>
      <w:r>
        <w:rPr>
          <w:rtl/>
        </w:rPr>
        <w:t xml:space="preserve"> يعطي الموقف حقّه ، ويدمغ معاوية بالحقيقة الصارخة ، ويقول</w:t>
      </w:r>
      <w:r>
        <w:rPr>
          <w:rFonts w:hint="cs"/>
          <w:rtl/>
        </w:rPr>
        <w:t xml:space="preserve"> :</w:t>
      </w:r>
    </w:p>
    <w:p w:rsidR="00A87899" w:rsidRDefault="00A87899" w:rsidP="00541E11">
      <w:pPr>
        <w:pStyle w:val="libNormal"/>
        <w:rPr>
          <w:rtl/>
        </w:rPr>
      </w:pPr>
      <w:r w:rsidRPr="00541E11">
        <w:rPr>
          <w:rStyle w:val="libBold2Char"/>
          <w:rtl/>
        </w:rPr>
        <w:t>[5]</w:t>
      </w:r>
      <w:r w:rsidRPr="00541E11">
        <w:rPr>
          <w:rStyle w:val="libBold2Char"/>
          <w:rFonts w:hint="cs"/>
          <w:rtl/>
        </w:rPr>
        <w:t xml:space="preserve"> </w:t>
      </w:r>
      <w:r w:rsidRPr="00541E11">
        <w:rPr>
          <w:rStyle w:val="libBold2Char"/>
          <w:rtl/>
        </w:rPr>
        <w:t>: «والله ، ما أعطى أحدٌ قبلك ، ولا أحدٌ بعدك لرجلين أشرفَ ولا أفضلَ منّا</w:t>
      </w:r>
      <w:r>
        <w:rPr>
          <w:rtl/>
        </w:rPr>
        <w:t xml:space="preserve">» </w:t>
      </w:r>
      <w:r w:rsidRPr="00541E11">
        <w:rPr>
          <w:rStyle w:val="libFootnotenumChar"/>
          <w:rtl/>
        </w:rPr>
        <w:t>(1)</w:t>
      </w:r>
      <w:r>
        <w:rPr>
          <w:rtl/>
        </w:rPr>
        <w:t>.</w:t>
      </w:r>
    </w:p>
    <w:p w:rsidR="00A87899" w:rsidRDefault="00A87899" w:rsidP="00541E11">
      <w:pPr>
        <w:pStyle w:val="libNormal"/>
        <w:rPr>
          <w:rtl/>
        </w:rPr>
      </w:pPr>
      <w:r>
        <w:rPr>
          <w:rtl/>
        </w:rPr>
        <w:t>فأُفْحِمَ معاوية ولم يَحْرِ جواباً.</w:t>
      </w:r>
    </w:p>
    <w:p w:rsidR="00A87899" w:rsidRDefault="00A87899" w:rsidP="00541E11">
      <w:pPr>
        <w:pStyle w:val="libBold1"/>
        <w:rPr>
          <w:rtl/>
        </w:rPr>
      </w:pPr>
      <w:r>
        <w:rPr>
          <w:rtl/>
        </w:rPr>
        <w:t xml:space="preserve">وأمّا الآخرون </w:t>
      </w:r>
      <w:r>
        <w:rPr>
          <w:rFonts w:hint="cs"/>
          <w:rtl/>
        </w:rPr>
        <w:t>:</w:t>
      </w:r>
    </w:p>
    <w:p w:rsidR="00A87899" w:rsidRDefault="00A87899" w:rsidP="00541E11">
      <w:pPr>
        <w:pStyle w:val="libNormal"/>
        <w:rPr>
          <w:rtl/>
        </w:rPr>
      </w:pPr>
      <w:r>
        <w:rPr>
          <w:rtl/>
        </w:rPr>
        <w:t xml:space="preserve">فالمؤمنون يتشرّفون بآل محمّد </w:t>
      </w:r>
      <w:r>
        <w:rPr>
          <w:rFonts w:hint="cs"/>
          <w:rtl/>
        </w:rPr>
        <w:t>،</w:t>
      </w:r>
      <w:r>
        <w:rPr>
          <w:rtl/>
        </w:rPr>
        <w:t xml:space="preserve"> كابن عبّاس حبر الأُمّة ، وتلميذ أمير المؤمنين (عليه السّلام) ، فهو قرين الحسنين (عليهما السّلام) في التربية في هذا البيت الطاهر ، بيت الرسالة والإمامة ، رفيع العماد ، وبالرغم من تقدّمه في السنّ على الحسنين (عليهما السّلام) فهو لمعرفته بفضلهما وجلالتهما ، وشرفهما على قومهما لا يقصّر في إظهار ما يعرف ، وإبراز ما يجب القيام به تجاههما من الحرمة والكرامة فيما قال الراوي</w:t>
      </w:r>
      <w:r>
        <w:rPr>
          <w:rFonts w:hint="cs"/>
          <w:rtl/>
        </w:rPr>
        <w:t xml:space="preserve"> :</w:t>
      </w:r>
    </w:p>
    <w:p w:rsidR="00A87899" w:rsidRDefault="00A87899" w:rsidP="00541E11">
      <w:pPr>
        <w:pStyle w:val="libBold2"/>
        <w:rPr>
          <w:rtl/>
        </w:rPr>
      </w:pPr>
      <w:r w:rsidRPr="008746A6">
        <w:rPr>
          <w:rtl/>
        </w:rPr>
        <w:t>[188]</w:t>
      </w:r>
      <w:r>
        <w:rPr>
          <w:rtl/>
        </w:rPr>
        <w:t xml:space="preserve"> : </w:t>
      </w:r>
      <w:r w:rsidRPr="008746A6">
        <w:rPr>
          <w:rtl/>
        </w:rPr>
        <w:t>رأيتُ ابن عبّاس آخذاً بركاب الحسن والحسين</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مختصر تاريخ دمشق ـ لابن منظور 7 / 115.</w:t>
      </w:r>
    </w:p>
    <w:p w:rsidR="00A87899" w:rsidRPr="008746A6" w:rsidRDefault="00A87899" w:rsidP="00541E11">
      <w:pPr>
        <w:pStyle w:val="libBold2"/>
        <w:rPr>
          <w:rtl/>
        </w:rPr>
      </w:pPr>
      <w:r w:rsidRPr="00E7395C">
        <w:rPr>
          <w:rtl/>
        </w:rPr>
        <w:br w:type="page"/>
      </w:r>
      <w:r w:rsidRPr="008746A6">
        <w:rPr>
          <w:rtl/>
        </w:rPr>
        <w:lastRenderedPageBreak/>
        <w:t>فقيل له</w:t>
      </w:r>
      <w:r>
        <w:rPr>
          <w:rtl/>
        </w:rPr>
        <w:t xml:space="preserve"> : </w:t>
      </w:r>
      <w:r w:rsidRPr="008746A6">
        <w:rPr>
          <w:rtl/>
        </w:rPr>
        <w:t>أتأخذ بركابهما وأنتَ أسَنُّ منهما؟!</w:t>
      </w:r>
    </w:p>
    <w:p w:rsidR="00A87899" w:rsidRDefault="00A87899" w:rsidP="00541E11">
      <w:pPr>
        <w:pStyle w:val="libBold2"/>
        <w:rPr>
          <w:rtl/>
        </w:rPr>
      </w:pPr>
      <w:r w:rsidRPr="008746A6">
        <w:rPr>
          <w:rtl/>
        </w:rPr>
        <w:t>فقال</w:t>
      </w:r>
      <w:r>
        <w:rPr>
          <w:rtl/>
        </w:rPr>
        <w:t xml:space="preserve"> : </w:t>
      </w:r>
      <w:r w:rsidRPr="008746A6">
        <w:rPr>
          <w:rtl/>
        </w:rPr>
        <w:t>إنّ هذين ابنا رسول الله (صلّى الله عليه وآله)</w:t>
      </w:r>
      <w:r>
        <w:rPr>
          <w:rtl/>
        </w:rPr>
        <w:t xml:space="preserve"> ، </w:t>
      </w:r>
      <w:r w:rsidRPr="008746A6">
        <w:rPr>
          <w:rtl/>
        </w:rPr>
        <w:t>أوَليس من سعادتي أن آخذ بركابيهما</w:t>
      </w:r>
      <w:r>
        <w:rPr>
          <w:rtl/>
        </w:rPr>
        <w:t xml:space="preserve"> </w:t>
      </w:r>
      <w:r w:rsidRPr="00541E11">
        <w:rPr>
          <w:rStyle w:val="libFootnotenumChar"/>
          <w:rtl/>
        </w:rPr>
        <w:t>(</w:t>
      </w:r>
      <w:r w:rsidRPr="00541E11">
        <w:rPr>
          <w:rStyle w:val="libFootnotenumChar"/>
          <w:rFonts w:hint="cs"/>
          <w:rtl/>
        </w:rPr>
        <w:t>1</w:t>
      </w:r>
      <w:r w:rsidRPr="00541E11">
        <w:rPr>
          <w:rStyle w:val="libFootnotenumChar"/>
          <w:rtl/>
        </w:rPr>
        <w:t>)</w:t>
      </w:r>
      <w:r>
        <w:rPr>
          <w:rtl/>
        </w:rPr>
        <w:t>؟!</w:t>
      </w:r>
    </w:p>
    <w:p w:rsidR="00A87899" w:rsidRDefault="00A87899" w:rsidP="00541E11">
      <w:pPr>
        <w:pStyle w:val="libNormal"/>
        <w:rPr>
          <w:rtl/>
        </w:rPr>
      </w:pPr>
      <w:r>
        <w:rPr>
          <w:rtl/>
        </w:rPr>
        <w:t>بلى ، إنّها من نعم الله الكبرى ، ومن السعادة العظمى أن يتشرّف الإنسان بخدمة أشرف الخلق وأفضلهم ، وخاصة في تلك الظروف السياسية الحرجة وأنْ يُقدّم بذلك خدمة للأُمّة فيعرّفها بفضل أهل البيت (عليهم السّلام).</w:t>
      </w:r>
    </w:p>
    <w:p w:rsidR="00A87899" w:rsidRDefault="00A87899" w:rsidP="00541E11">
      <w:pPr>
        <w:pStyle w:val="libBold1"/>
        <w:rPr>
          <w:rtl/>
        </w:rPr>
      </w:pPr>
      <w:r>
        <w:rPr>
          <w:rtl/>
        </w:rPr>
        <w:t>وحتّى أبو هريرة</w:t>
      </w:r>
    </w:p>
    <w:p w:rsidR="00A87899" w:rsidRDefault="00A87899" w:rsidP="00541E11">
      <w:pPr>
        <w:pStyle w:val="libNormal"/>
        <w:rPr>
          <w:rtl/>
        </w:rPr>
      </w:pPr>
      <w:r>
        <w:rPr>
          <w:rtl/>
        </w:rPr>
        <w:t xml:space="preserve">الذي التقى بالنبي في أواخر سنيِّ حياته (صلّى الله عليه وآله) «فأسلم في السنة السابعة للهجرة» ملازماً الصُفّة الشريفة بباب المسجد على شبع بطنه فلا بدّ أنّه كان يرى الحسين (عليه السّلام) يروح ويغدو بين بيت أُمّه الزهراء وجدّه الرسول </w:t>
      </w:r>
      <w:r>
        <w:rPr>
          <w:rFonts w:hint="cs"/>
          <w:rtl/>
        </w:rPr>
        <w:t>،</w:t>
      </w:r>
      <w:r>
        <w:rPr>
          <w:rtl/>
        </w:rPr>
        <w:t xml:space="preserve"> ويصحب جدّه في رواحه إلى المحراب ، وعلى ظهر المنبر ، وغدوّه منهما.</w:t>
      </w:r>
    </w:p>
    <w:p w:rsidR="00A87899" w:rsidRDefault="00A87899" w:rsidP="00541E11">
      <w:pPr>
        <w:pStyle w:val="libNormal"/>
        <w:rPr>
          <w:rtl/>
        </w:rPr>
      </w:pPr>
      <w:r>
        <w:rPr>
          <w:rtl/>
        </w:rPr>
        <w:t xml:space="preserve">هذا الذي ادّعى ملازمة الرسول (صلّى الله عليه وآله) أكثر من أصحابه الّذين شغلهم الصفقُ بالأسواق ، وانفضّوا إلى التجارات ، فكان لذلك أكثرهم حديثاً ـ بزعمه ـ على الإطلاق ، حتّى اتّخذ لنفسه موقعاً رفيعاً في نفوس مَن صدّقه من الناس ، على الرغم ممّن كذّبه من كبار الصحابة وزوجات النبي </w:t>
      </w:r>
      <w:r>
        <w:rPr>
          <w:rFonts w:hint="cs"/>
          <w:rtl/>
        </w:rPr>
        <w:t>،</w:t>
      </w:r>
      <w:r>
        <w:rPr>
          <w:rtl/>
        </w:rPr>
        <w:t xml:space="preserve"> كعليّ (عليه السّلام) ، وعمر ، وعائشة </w:t>
      </w:r>
      <w:r w:rsidRPr="00541E11">
        <w:rPr>
          <w:rStyle w:val="libFootnotenumChar"/>
          <w:rtl/>
        </w:rPr>
        <w:t>(</w:t>
      </w:r>
      <w:r w:rsidRPr="00541E11">
        <w:rPr>
          <w:rStyle w:val="libFootnotenumChar"/>
          <w:rFonts w:hint="cs"/>
          <w:rtl/>
        </w:rPr>
        <w:t>2</w:t>
      </w:r>
      <w:r w:rsidRPr="00541E11">
        <w:rPr>
          <w:rStyle w:val="libFootnotenumChar"/>
          <w:rtl/>
        </w:rPr>
        <w:t>)</w:t>
      </w:r>
      <w:r>
        <w:rPr>
          <w:rtl/>
        </w:rPr>
        <w:t>.</w:t>
      </w:r>
    </w:p>
    <w:p w:rsidR="00A87899" w:rsidRDefault="00A87899" w:rsidP="00541E11">
      <w:pPr>
        <w:pStyle w:val="libNormal"/>
        <w:rPr>
          <w:rtl/>
        </w:rPr>
      </w:pPr>
      <w:r>
        <w:rPr>
          <w:rtl/>
        </w:rPr>
        <w:t>فهو إذن ـ حسب زعمه ـ يعلم من الحسين (عليه السّلام) وفضائله أكثر ممّا يعرفه غيره ، لكنّه يبيت من أمر إعلانها وروايتها على خَطَرين :</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w:t>
      </w:r>
      <w:r>
        <w:rPr>
          <w:rFonts w:hint="cs"/>
          <w:rtl/>
        </w:rPr>
        <w:t>1</w:t>
      </w:r>
      <w:r w:rsidRPr="00E7395C">
        <w:rPr>
          <w:rtl/>
        </w:rPr>
        <w:t>) مختصر تاريخ دمشق</w:t>
      </w:r>
      <w:r>
        <w:rPr>
          <w:rtl/>
        </w:rPr>
        <w:t xml:space="preserve"> ، </w:t>
      </w:r>
      <w:r w:rsidRPr="00E7395C">
        <w:rPr>
          <w:rtl/>
        </w:rPr>
        <w:t>لابن منظور 7 / 128.</w:t>
      </w:r>
    </w:p>
    <w:p w:rsidR="00A87899" w:rsidRDefault="00A87899" w:rsidP="00541E11">
      <w:pPr>
        <w:pStyle w:val="libFootnote0"/>
        <w:rPr>
          <w:rtl/>
        </w:rPr>
      </w:pPr>
      <w:r w:rsidRPr="00E7395C">
        <w:rPr>
          <w:rtl/>
        </w:rPr>
        <w:t>(</w:t>
      </w:r>
      <w:r>
        <w:rPr>
          <w:rFonts w:hint="cs"/>
          <w:rtl/>
        </w:rPr>
        <w:t>2</w:t>
      </w:r>
      <w:r w:rsidRPr="00E7395C">
        <w:rPr>
          <w:rtl/>
        </w:rPr>
        <w:t xml:space="preserve">) انظر تدوين السُنّة الشريفة </w:t>
      </w:r>
      <w:r>
        <w:rPr>
          <w:rtl/>
        </w:rPr>
        <w:t>ص</w:t>
      </w:r>
      <w:r w:rsidRPr="00E7395C">
        <w:rPr>
          <w:rtl/>
        </w:rPr>
        <w:t xml:space="preserve"> 7 ـ 488 والمحدّث الفاصل </w:t>
      </w:r>
      <w:r>
        <w:rPr>
          <w:rtl/>
        </w:rPr>
        <w:t>ص</w:t>
      </w:r>
      <w:r w:rsidRPr="00E7395C">
        <w:rPr>
          <w:rtl/>
        </w:rPr>
        <w:t xml:space="preserve"> 4 ـ 555.</w:t>
      </w:r>
    </w:p>
    <w:p w:rsidR="00A87899" w:rsidRDefault="00A87899" w:rsidP="00541E11">
      <w:pPr>
        <w:pStyle w:val="libNormal"/>
        <w:rPr>
          <w:rtl/>
        </w:rPr>
      </w:pPr>
      <w:r w:rsidRPr="00E7395C">
        <w:rPr>
          <w:rtl/>
        </w:rPr>
        <w:br w:type="page"/>
      </w:r>
      <w:r>
        <w:rPr>
          <w:rFonts w:hint="cs"/>
          <w:rtl/>
        </w:rPr>
        <w:lastRenderedPageBreak/>
        <w:t>ف</w:t>
      </w:r>
      <w:r>
        <w:rPr>
          <w:rtl/>
        </w:rPr>
        <w:t>كيف يظهرها في دولة بني أُميّة وهو يرتع في مراعيهم ، ويطمع في برّهم ويقصع من مضيرتهم؟</w:t>
      </w:r>
    </w:p>
    <w:p w:rsidR="00A87899" w:rsidRDefault="00A87899" w:rsidP="00541E11">
      <w:pPr>
        <w:pStyle w:val="libNormal"/>
        <w:rPr>
          <w:rtl/>
        </w:rPr>
      </w:pPr>
      <w:r>
        <w:rPr>
          <w:rtl/>
        </w:rPr>
        <w:t>وكيف يتغافل عنها وله دعاوٍ طويلة عريضة في سماع الحديث الكثير عن رسول الله (صلّى الله عليه وآله) ، والاتّصال به باستمرار؟!</w:t>
      </w:r>
    </w:p>
    <w:p w:rsidR="00A87899" w:rsidRDefault="00A87899" w:rsidP="00541E11">
      <w:pPr>
        <w:pStyle w:val="libNormal"/>
        <w:rPr>
          <w:rtl/>
        </w:rPr>
      </w:pPr>
      <w:r>
        <w:rPr>
          <w:rtl/>
        </w:rPr>
        <w:t>وإذا اضطرّ إلى إبراز شيء فهو يعتمد على الإجمال.</w:t>
      </w:r>
    </w:p>
    <w:p w:rsidR="00A87899" w:rsidRDefault="00A87899" w:rsidP="00541E11">
      <w:pPr>
        <w:pStyle w:val="libNormal"/>
        <w:rPr>
          <w:rtl/>
        </w:rPr>
      </w:pPr>
      <w:r>
        <w:rPr>
          <w:rtl/>
        </w:rPr>
        <w:t>اقرأ معي هذه الصورة من مواقف أبي هريرة :</w:t>
      </w:r>
    </w:p>
    <w:p w:rsidR="00A87899" w:rsidRDefault="00A87899" w:rsidP="00541E11">
      <w:pPr>
        <w:pStyle w:val="libBold2"/>
        <w:rPr>
          <w:rtl/>
        </w:rPr>
      </w:pPr>
      <w:r w:rsidRPr="008746A6">
        <w:rPr>
          <w:rtl/>
        </w:rPr>
        <w:t>[191]</w:t>
      </w:r>
      <w:r>
        <w:rPr>
          <w:rtl/>
        </w:rPr>
        <w:t xml:space="preserve"> ..</w:t>
      </w:r>
      <w:r w:rsidRPr="008746A6">
        <w:rPr>
          <w:rtl/>
        </w:rPr>
        <w:t>. أعْيَا الحسينُ فقعدَ في الطريق</w:t>
      </w:r>
      <w:r>
        <w:rPr>
          <w:rtl/>
        </w:rPr>
        <w:t xml:space="preserve"> ، </w:t>
      </w:r>
      <w:r w:rsidRPr="008746A6">
        <w:rPr>
          <w:rtl/>
        </w:rPr>
        <w:t>فجعل أبو هريرة ينفُضُ الترابَ عَن قدميه بطرف ثوبه</w:t>
      </w:r>
      <w:r>
        <w:rPr>
          <w:rtl/>
        </w:rPr>
        <w:t>.</w:t>
      </w:r>
    </w:p>
    <w:p w:rsidR="00A87899" w:rsidRPr="008746A6" w:rsidRDefault="00A87899" w:rsidP="00541E11">
      <w:pPr>
        <w:pStyle w:val="libBold2"/>
        <w:rPr>
          <w:rtl/>
        </w:rPr>
      </w:pPr>
      <w:r w:rsidRPr="008746A6">
        <w:rPr>
          <w:rtl/>
        </w:rPr>
        <w:t>فقال الحسين (عليه السّلام)</w:t>
      </w:r>
      <w:r>
        <w:rPr>
          <w:rtl/>
        </w:rPr>
        <w:t xml:space="preserve"> : </w:t>
      </w:r>
      <w:r w:rsidRPr="008746A6">
        <w:rPr>
          <w:rtl/>
        </w:rPr>
        <w:t>«يا أبا هريرة</w:t>
      </w:r>
      <w:r>
        <w:rPr>
          <w:rtl/>
        </w:rPr>
        <w:t xml:space="preserve"> ، </w:t>
      </w:r>
      <w:r w:rsidRPr="008746A6">
        <w:rPr>
          <w:rtl/>
        </w:rPr>
        <w:t>وأنتَ تفْعَل هذا!».</w:t>
      </w:r>
    </w:p>
    <w:p w:rsidR="00A87899" w:rsidRPr="00E7395C" w:rsidRDefault="00A87899" w:rsidP="00541E11">
      <w:pPr>
        <w:pStyle w:val="libBold2"/>
        <w:rPr>
          <w:rtl/>
        </w:rPr>
      </w:pPr>
      <w:r w:rsidRPr="008746A6">
        <w:rPr>
          <w:rtl/>
        </w:rPr>
        <w:t>قال أبو هريرة</w:t>
      </w:r>
      <w:r>
        <w:rPr>
          <w:rtl/>
        </w:rPr>
        <w:t xml:space="preserve"> : </w:t>
      </w:r>
      <w:r w:rsidRPr="008746A6">
        <w:rPr>
          <w:rtl/>
        </w:rPr>
        <w:t>دعني</w:t>
      </w:r>
      <w:r>
        <w:rPr>
          <w:rtl/>
        </w:rPr>
        <w:t xml:space="preserve"> ، </w:t>
      </w:r>
      <w:r w:rsidRPr="008746A6">
        <w:rPr>
          <w:rtl/>
        </w:rPr>
        <w:t>فوالله لو يعلم الناسُ منك ما أعلم</w:t>
      </w:r>
      <w:r>
        <w:rPr>
          <w:rtl/>
        </w:rPr>
        <w:t xml:space="preserve"> ، </w:t>
      </w:r>
      <w:r w:rsidRPr="008746A6">
        <w:rPr>
          <w:rtl/>
        </w:rPr>
        <w:t>لحملوك على رقابهم</w:t>
      </w:r>
      <w:r>
        <w:rPr>
          <w:rtl/>
        </w:rPr>
        <w:t xml:space="preserve"> </w:t>
      </w:r>
      <w:r w:rsidRPr="00541E11">
        <w:rPr>
          <w:rStyle w:val="libFootnotenumChar"/>
          <w:rtl/>
        </w:rPr>
        <w:t>(</w:t>
      </w:r>
      <w:r w:rsidRPr="00541E11">
        <w:rPr>
          <w:rStyle w:val="libFootnotenumChar"/>
          <w:rFonts w:hint="cs"/>
          <w:rtl/>
        </w:rPr>
        <w:t>1</w:t>
      </w:r>
      <w:r w:rsidRPr="00541E11">
        <w:rPr>
          <w:rStyle w:val="libFootnotenumChar"/>
          <w:rtl/>
        </w:rPr>
        <w:t>)</w:t>
      </w:r>
      <w:r>
        <w:rPr>
          <w:rtl/>
        </w:rPr>
        <w:t>.</w:t>
      </w:r>
    </w:p>
    <w:p w:rsidR="00A87899" w:rsidRDefault="00A87899" w:rsidP="00541E11">
      <w:pPr>
        <w:pStyle w:val="libNormal"/>
        <w:rPr>
          <w:rtl/>
        </w:rPr>
      </w:pPr>
      <w:r>
        <w:rPr>
          <w:rtl/>
        </w:rPr>
        <w:t>لكن لماذا قصّر أبو هريرة في تعليم الناس بعض ما يعلم عن الحسين (عليه السّلام)؟!</w:t>
      </w:r>
    </w:p>
    <w:p w:rsidR="00A87899" w:rsidRDefault="00A87899" w:rsidP="00541E11">
      <w:pPr>
        <w:pStyle w:val="libNormal"/>
        <w:rPr>
          <w:rtl/>
        </w:rPr>
      </w:pPr>
      <w:r>
        <w:rPr>
          <w:rtl/>
        </w:rPr>
        <w:t>فلو كان يعلمهم لم يكن الجهلُ يؤدّي بالناس إلى أن يحملوا رأس الحسين على رؤوس الرماح</w:t>
      </w:r>
      <w:r>
        <w:rPr>
          <w:rFonts w:hint="cs"/>
          <w:rtl/>
        </w:rPr>
        <w:t>!</w:t>
      </w:r>
      <w:r>
        <w:rPr>
          <w:rtl/>
        </w:rPr>
        <w:t xml:space="preserve"> ولا أن يطؤوا جسده بخيولهم قبل أن يحملوه على رقابهم؟! أليسَ هذا غَدْراً بأُمّة الإسلام ، وإماتة للسُنّة التي كان أبوهريرة ينوء بدعوى حملها؟!</w:t>
      </w:r>
    </w:p>
    <w:p w:rsidR="00A87899" w:rsidRDefault="00A87899" w:rsidP="00541E11">
      <w:pPr>
        <w:pStyle w:val="libBold1"/>
        <w:rPr>
          <w:rtl/>
        </w:rPr>
      </w:pPr>
      <w:r>
        <w:rPr>
          <w:rtl/>
        </w:rPr>
        <w:t>وأمّا القيادة</w:t>
      </w:r>
      <w:r>
        <w:rPr>
          <w:rFonts w:hint="cs"/>
          <w:rtl/>
        </w:rPr>
        <w:t xml:space="preserve"> :</w:t>
      </w:r>
    </w:p>
    <w:p w:rsidR="00A87899" w:rsidRDefault="00A87899" w:rsidP="00541E11">
      <w:pPr>
        <w:pStyle w:val="libNormal"/>
        <w:rPr>
          <w:rtl/>
        </w:rPr>
      </w:pPr>
      <w:r>
        <w:rPr>
          <w:rtl/>
        </w:rPr>
        <w:t>فقد اتّفقت كلمةُ مؤرّخي الإسلام فكريّاً وسياسيّاً أنّ الإمام الحسين (عليه السّلام) قد أدّى دوراً عظيماً في فترة إمامته ، وأنّه بمواقفه كان المانع الوحيد عن</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w:t>
      </w:r>
      <w:r>
        <w:rPr>
          <w:rFonts w:hint="cs"/>
          <w:rtl/>
        </w:rPr>
        <w:t>1</w:t>
      </w:r>
      <w:r w:rsidRPr="00E7395C">
        <w:rPr>
          <w:rtl/>
        </w:rPr>
        <w:t>) مختصر تاريخ دمشق</w:t>
      </w:r>
      <w:r>
        <w:rPr>
          <w:rtl/>
        </w:rPr>
        <w:t xml:space="preserve"> ، </w:t>
      </w:r>
      <w:r w:rsidRPr="00E7395C">
        <w:rPr>
          <w:rtl/>
        </w:rPr>
        <w:t>لابن منظور 7 / 128.</w:t>
      </w:r>
    </w:p>
    <w:p w:rsidR="00A87899" w:rsidRDefault="00A87899" w:rsidP="00541E11">
      <w:pPr>
        <w:pStyle w:val="libNormal0"/>
        <w:rPr>
          <w:rtl/>
        </w:rPr>
      </w:pPr>
      <w:r>
        <w:rPr>
          <w:rtl/>
        </w:rPr>
        <w:br w:type="page"/>
      </w:r>
      <w:r>
        <w:rPr>
          <w:rtl/>
        </w:rPr>
        <w:lastRenderedPageBreak/>
        <w:t>انهيار الإسلام وقواعده على أيدي بني أُميّة وعمّالهم ، وأنّه بقيادته الحكيمة للإسلام في تلك الفترة ، وبتضحيته العظيمة في كربلاء كان الصدّ الأساسي من العودة إلى الجاهليّة الأُولى.</w:t>
      </w:r>
    </w:p>
    <w:p w:rsidR="00A87899" w:rsidRDefault="00A87899" w:rsidP="00541E11">
      <w:pPr>
        <w:pStyle w:val="libNormal"/>
        <w:rPr>
          <w:rtl/>
        </w:rPr>
      </w:pPr>
      <w:r>
        <w:rPr>
          <w:rtl/>
        </w:rPr>
        <w:t>فالحسين (عليه السّلام) قد أحيا الإسلام بمواقفه قبل كربلاء ، وفي كربلاء ، واستمرّت آثار حركته إلى الأبد ، ولذلك تحقّق مصداق قول الرسول (صلّى الله عليه وآله) : «</w:t>
      </w:r>
      <w:r w:rsidRPr="00541E11">
        <w:rPr>
          <w:rStyle w:val="libBold2Char"/>
          <w:rtl/>
        </w:rPr>
        <w:t>حسينٌ منّي وأنا من حسين</w:t>
      </w:r>
      <w:r>
        <w:rPr>
          <w:rtl/>
        </w:rPr>
        <w:t>» كما شرحناه في الفقرة (11) السابقة.</w:t>
      </w:r>
    </w:p>
    <w:p w:rsidR="00A87899" w:rsidRDefault="00A87899" w:rsidP="00541E11">
      <w:pPr>
        <w:pStyle w:val="libNormal"/>
        <w:rPr>
          <w:rtl/>
        </w:rPr>
      </w:pPr>
      <w:r>
        <w:rPr>
          <w:rtl/>
        </w:rPr>
        <w:t>أمّا عن صلابة الحسين (عليه السّلام) ، وإقدامه في نصرة الحقّ خارج إطار كربلاء فقد مرّ بنا موقفه من عمر في الفصل (17) وسنقف على مواقفه من معاوية في الفصل (25).</w:t>
      </w:r>
    </w:p>
    <w:p w:rsidR="00A87899" w:rsidRDefault="00A87899" w:rsidP="00541E11">
      <w:pPr>
        <w:pStyle w:val="libNormal"/>
        <w:rPr>
          <w:rtl/>
        </w:rPr>
      </w:pPr>
      <w:r>
        <w:rPr>
          <w:rtl/>
        </w:rPr>
        <w:t>وأمّا حديث كربلاء وبطولاتها وأشجانها فقد عقدنا له الباب الثالث التالي ، بفصوله المروّعة.</w:t>
      </w:r>
    </w:p>
    <w:p w:rsidR="00A87899" w:rsidRDefault="00A87899" w:rsidP="00A87899">
      <w:pPr>
        <w:pStyle w:val="Heading2Center"/>
        <w:rPr>
          <w:rtl/>
        </w:rPr>
      </w:pPr>
      <w:bookmarkStart w:id="64" w:name="_Toc416693852"/>
      <w:bookmarkStart w:id="65" w:name="_Toc416696096"/>
      <w:r>
        <w:rPr>
          <w:rtl/>
        </w:rPr>
        <w:t>21 ـ البركة والإعجاز</w:t>
      </w:r>
      <w:bookmarkEnd w:id="64"/>
      <w:bookmarkEnd w:id="65"/>
    </w:p>
    <w:p w:rsidR="00A87899" w:rsidRDefault="00A87899" w:rsidP="00541E11">
      <w:pPr>
        <w:pStyle w:val="libNormal"/>
        <w:rPr>
          <w:rtl/>
        </w:rPr>
      </w:pPr>
      <w:r>
        <w:rPr>
          <w:rtl/>
        </w:rPr>
        <w:t>من معجزات النبيّ (صلّى الله عليه وآله) المذكورة في سيرته أنّه تفل في بئر قد جفّت ، فكثر ماؤها وعذب وأمهى وأمرى ، وهذا المعجز من بركة نبيّ</w:t>
      </w:r>
      <w:r>
        <w:rPr>
          <w:rFonts w:hint="cs"/>
          <w:rtl/>
        </w:rPr>
        <w:t xml:space="preserve"> </w:t>
      </w:r>
      <w:r>
        <w:rPr>
          <w:rtl/>
        </w:rPr>
        <w:t>الرحمة للعالمين قليل من كثير ، وغيضٌ من فيض.</w:t>
      </w:r>
    </w:p>
    <w:p w:rsidR="00A87899" w:rsidRDefault="00A87899" w:rsidP="00541E11">
      <w:pPr>
        <w:pStyle w:val="libNormal"/>
        <w:rPr>
          <w:rtl/>
        </w:rPr>
      </w:pPr>
      <w:r>
        <w:rPr>
          <w:rtl/>
        </w:rPr>
        <w:t>والحسين (عليه السّلام) ابنُ ذلك النبيّ ، وبضعةٌ منه ، وعصارة من وجوده ، والسائر على دربه ، والساعي في إحياء رسالته ، فهو يمثّل في عصره جدّه الرسول جسدّياً ، ويمثل رسالته هدياً ، فلا غروَ أن يكون له مثل ما كان لجدّه من الإعجاز وهو سائر في طريقه إلى الشهادة والتضحية من أجل الإسلام ، ليفعل ما لم يفعله</w:t>
      </w:r>
    </w:p>
    <w:p w:rsidR="00A87899" w:rsidRDefault="00A87899" w:rsidP="00541E11">
      <w:pPr>
        <w:pStyle w:val="libNormal0"/>
        <w:rPr>
          <w:rtl/>
        </w:rPr>
      </w:pPr>
      <w:r>
        <w:rPr>
          <w:rtl/>
        </w:rPr>
        <w:br w:type="page"/>
      </w:r>
      <w:r>
        <w:rPr>
          <w:rtl/>
        </w:rPr>
        <w:lastRenderedPageBreak/>
        <w:t>أحَدٌ من قبله.</w:t>
      </w:r>
    </w:p>
    <w:p w:rsidR="00A87899" w:rsidRDefault="00A87899" w:rsidP="00541E11">
      <w:pPr>
        <w:pStyle w:val="libNormal"/>
        <w:rPr>
          <w:rtl/>
        </w:rPr>
      </w:pPr>
      <w:r>
        <w:rPr>
          <w:rtl/>
        </w:rPr>
        <w:t>والإمامة ـ عندنا نحن الشيعة الإماميّة ـ تشترك مع النبّوة في كلّ شيء إلاّ أنّ النبوّة تختصّ بالوحي المباشر ، وبالشريعة المستقلّة ، أمّا النصّ والأهداف ، والوسائل والغايات فهما لا يفترقان في شيء من ذلك.</w:t>
      </w:r>
    </w:p>
    <w:p w:rsidR="00A87899" w:rsidRDefault="00A87899" w:rsidP="00541E11">
      <w:pPr>
        <w:pStyle w:val="libNormal"/>
        <w:rPr>
          <w:rtl/>
        </w:rPr>
      </w:pPr>
      <w:r>
        <w:rPr>
          <w:rtl/>
        </w:rPr>
        <w:t>بل الإمامة امتدادٌ أرضيٌ للرسالة السماويّة ، فلا غروَ أن يَمُدّ الله تعالى الإمامَ بما يمدّ النبيَّ من القُدرة على الخوارق التي لا يستطيعها البشر.</w:t>
      </w:r>
    </w:p>
    <w:p w:rsidR="00A87899" w:rsidRDefault="00A87899" w:rsidP="00541E11">
      <w:pPr>
        <w:pStyle w:val="libNormal"/>
        <w:rPr>
          <w:rtl/>
        </w:rPr>
      </w:pPr>
      <w:r>
        <w:rPr>
          <w:rtl/>
        </w:rPr>
        <w:t>أليس الهدف من الإعجاز إقناع الناس بالحقّ الذي جاء به الأنبياء؟ فإذا كان ما يدعو إليه الأئمّة هو عين ما يدعو إليه الأنبياء ، فأيّ بُعْد في دعم هؤلاء بما دعم به اُولئك من دون تقصير في حقّ اُولئك ، ولا مغالاة في قدر هؤلاء؟</w:t>
      </w:r>
    </w:p>
    <w:p w:rsidR="00A87899" w:rsidRDefault="00A87899" w:rsidP="00541E11">
      <w:pPr>
        <w:pStyle w:val="libNormal"/>
        <w:rPr>
          <w:rtl/>
        </w:rPr>
      </w:pPr>
      <w:r>
        <w:rPr>
          <w:rtl/>
        </w:rPr>
        <w:t xml:space="preserve">ومهما كان ، فإنّ الحسين (عليه السّلام) لمّا خرج من المدينة يريد مكّة مرّ بابن مطيع وهو يحفر بئره ، وجرى بينهما حديث عن مسير الإمام </w:t>
      </w:r>
      <w:r>
        <w:rPr>
          <w:rFonts w:hint="cs"/>
          <w:rtl/>
        </w:rPr>
        <w:t>،</w:t>
      </w:r>
      <w:r>
        <w:rPr>
          <w:rtl/>
        </w:rPr>
        <w:t xml:space="preserve"> وجاء في نهايته :</w:t>
      </w:r>
    </w:p>
    <w:p w:rsidR="00A87899" w:rsidRPr="008746A6" w:rsidRDefault="00A87899" w:rsidP="00541E11">
      <w:pPr>
        <w:pStyle w:val="libBold2"/>
        <w:rPr>
          <w:rtl/>
        </w:rPr>
      </w:pPr>
      <w:r w:rsidRPr="008746A6">
        <w:rPr>
          <w:rtl/>
        </w:rPr>
        <w:t>[201] قال ابن مطيع</w:t>
      </w:r>
      <w:r>
        <w:rPr>
          <w:rtl/>
        </w:rPr>
        <w:t xml:space="preserve"> : </w:t>
      </w:r>
      <w:r w:rsidRPr="008746A6">
        <w:rPr>
          <w:rtl/>
        </w:rPr>
        <w:t>إنّ بئري هذه قد رشحتُها</w:t>
      </w:r>
      <w:r>
        <w:rPr>
          <w:rtl/>
        </w:rPr>
        <w:t xml:space="preserve"> ، </w:t>
      </w:r>
      <w:r w:rsidRPr="008746A6">
        <w:rPr>
          <w:rtl/>
        </w:rPr>
        <w:t>وهذا اليوم أوان ما خرج إلينا في الدلو شيء من الماء</w:t>
      </w:r>
      <w:r>
        <w:rPr>
          <w:rtl/>
        </w:rPr>
        <w:t xml:space="preserve"> ، </w:t>
      </w:r>
      <w:r w:rsidRPr="008746A6">
        <w:rPr>
          <w:rtl/>
        </w:rPr>
        <w:t>فلو دعوتَ الله لنا فيها بالبركة.</w:t>
      </w:r>
    </w:p>
    <w:p w:rsidR="00A87899" w:rsidRDefault="00A87899" w:rsidP="00541E11">
      <w:pPr>
        <w:pStyle w:val="libBold2"/>
        <w:rPr>
          <w:rtl/>
        </w:rPr>
      </w:pPr>
      <w:r w:rsidRPr="008746A6">
        <w:rPr>
          <w:rtl/>
        </w:rPr>
        <w:t>قال (عليه السّلام)</w:t>
      </w:r>
      <w:r>
        <w:rPr>
          <w:rtl/>
        </w:rPr>
        <w:t xml:space="preserve"> : </w:t>
      </w:r>
      <w:r w:rsidRPr="008746A6">
        <w:rPr>
          <w:rtl/>
        </w:rPr>
        <w:t>«هات من مائها».</w:t>
      </w:r>
      <w:r w:rsidRPr="008746A6">
        <w:rPr>
          <w:rFonts w:hint="cs"/>
          <w:rtl/>
        </w:rPr>
        <w:t xml:space="preserve"> </w:t>
      </w:r>
      <w:r w:rsidRPr="008746A6">
        <w:rPr>
          <w:rtl/>
        </w:rPr>
        <w:t>فأُتي من مائها في الدلو</w:t>
      </w:r>
      <w:r>
        <w:rPr>
          <w:rtl/>
        </w:rPr>
        <w:t xml:space="preserve"> ، </w:t>
      </w:r>
      <w:r w:rsidRPr="008746A6">
        <w:rPr>
          <w:rtl/>
        </w:rPr>
        <w:t>فشرِبَ منه ثمّ تمضمض ثمّ ردّه في البئر فأعذَب وأمْهى</w:t>
      </w:r>
      <w:r>
        <w:rPr>
          <w:rtl/>
        </w:rPr>
        <w:t xml:space="preserve"> </w:t>
      </w:r>
      <w:r w:rsidRPr="00541E11">
        <w:rPr>
          <w:rStyle w:val="libFootnotenumChar"/>
          <w:rtl/>
        </w:rPr>
        <w:t>(1)</w:t>
      </w:r>
      <w:r>
        <w:rPr>
          <w:rtl/>
        </w:rPr>
        <w:t>.</w:t>
      </w:r>
    </w:p>
    <w:p w:rsidR="00A87899" w:rsidRDefault="00A87899" w:rsidP="00541E11">
      <w:pPr>
        <w:pStyle w:val="libNormal"/>
        <w:rPr>
          <w:rtl/>
        </w:rPr>
      </w:pPr>
      <w:r>
        <w:rPr>
          <w:rtl/>
        </w:rPr>
        <w:t>وهذا من الحسين (عليه السّلام) أيضاً غيض ، وهو معدن الكرم والفيْض. إلاّ</w:t>
      </w:r>
      <w:r>
        <w:rPr>
          <w:rFonts w:hint="cs"/>
          <w:rtl/>
        </w:rPr>
        <w:t xml:space="preserve"> </w:t>
      </w:r>
      <w:r>
        <w:rPr>
          <w:rtl/>
        </w:rPr>
        <w:t>أنّ حديث الماء والحسين (عليه السّلام) في طريقه إلى كربلاء فيه عِبْرة تستدرّ العَبْرة.</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في مختصر تاريخ دمشق ـ لابن منظور 7 / 130 (وأُمْرِيَ)</w:t>
      </w:r>
      <w:r>
        <w:rPr>
          <w:rtl/>
        </w:rPr>
        <w:t xml:space="preserve"> ، </w:t>
      </w:r>
      <w:r w:rsidRPr="00E7395C">
        <w:rPr>
          <w:rtl/>
        </w:rPr>
        <w:t>هكذا مضبوطاً</w:t>
      </w:r>
      <w:r>
        <w:rPr>
          <w:rtl/>
        </w:rPr>
        <w:t xml:space="preserve"> ، </w:t>
      </w:r>
      <w:r w:rsidRPr="00E7395C">
        <w:rPr>
          <w:rtl/>
        </w:rPr>
        <w:t>بدل (وأمهى).</w:t>
      </w:r>
    </w:p>
    <w:p w:rsidR="00A87899" w:rsidRDefault="00A87899" w:rsidP="00541E11">
      <w:pPr>
        <w:pStyle w:val="libNormal"/>
        <w:rPr>
          <w:rtl/>
        </w:rPr>
      </w:pPr>
      <w:r w:rsidRPr="00E7395C">
        <w:rPr>
          <w:rtl/>
        </w:rPr>
        <w:br w:type="page"/>
      </w:r>
      <w:r>
        <w:rPr>
          <w:rtl/>
        </w:rPr>
        <w:lastRenderedPageBreak/>
        <w:t>هل هي إشارات غيبيّة إلى أنّ الحسين (عليه السّلام) سيواجه المنع من الماء ، وسيُقتل «عَطشاً» وهو منبع البركة ، من فيض فمه يعذب الماء وينفجر ينبوعُه؟!</w:t>
      </w:r>
    </w:p>
    <w:p w:rsidR="00A87899" w:rsidRDefault="00A87899" w:rsidP="00541E11">
      <w:pPr>
        <w:pStyle w:val="libNormal"/>
        <w:rPr>
          <w:rtl/>
        </w:rPr>
      </w:pPr>
      <w:r>
        <w:rPr>
          <w:rtl/>
        </w:rPr>
        <w:t>فهل كان ذلك يخطر على بال؟!</w:t>
      </w:r>
    </w:p>
    <w:p w:rsidR="00A87899" w:rsidRDefault="00A87899" w:rsidP="00541E11">
      <w:pPr>
        <w:pStyle w:val="libNormal"/>
        <w:rPr>
          <w:rtl/>
        </w:rPr>
      </w:pPr>
      <w:r>
        <w:rPr>
          <w:rtl/>
        </w:rPr>
        <w:t>لكنّ ذكر العطش والبحث عن الماء له شأن آخر في حديث كربلاء</w:t>
      </w:r>
      <w:r>
        <w:rPr>
          <w:rFonts w:hint="cs"/>
          <w:rtl/>
        </w:rPr>
        <w:t>!</w:t>
      </w:r>
    </w:p>
    <w:p w:rsidR="00A87899" w:rsidRDefault="00A87899" w:rsidP="00A87899">
      <w:pPr>
        <w:pStyle w:val="Heading2Center"/>
        <w:rPr>
          <w:rtl/>
        </w:rPr>
      </w:pPr>
      <w:bookmarkStart w:id="66" w:name="_Toc416693853"/>
      <w:bookmarkStart w:id="67" w:name="_Toc416696097"/>
      <w:r>
        <w:rPr>
          <w:rtl/>
        </w:rPr>
        <w:t>22 ـ الحجّ في سيرة الحسين (عليه السّلام)</w:t>
      </w:r>
      <w:bookmarkEnd w:id="66"/>
      <w:bookmarkEnd w:id="67"/>
    </w:p>
    <w:p w:rsidR="00A87899" w:rsidRDefault="00A87899" w:rsidP="00541E11">
      <w:pPr>
        <w:pStyle w:val="libNormal"/>
        <w:rPr>
          <w:rtl/>
        </w:rPr>
      </w:pPr>
      <w:r>
        <w:rPr>
          <w:rtl/>
        </w:rPr>
        <w:t>للحجّ في تراث أهل البيت (عليهم السّلام) شأنٌ عظيم وموقع متميّز بين عبادات الإسلام ، فهم يبالغون في التأكيد على أنّ الكعبة هي محور الدين ، ومدار الإسلام ، ونقطة المركز له ، وقطب رحاه ، على المسلمين غاية تعظيمه والوفادة إليه.</w:t>
      </w:r>
    </w:p>
    <w:p w:rsidR="00A87899" w:rsidRDefault="00A87899" w:rsidP="00541E11">
      <w:pPr>
        <w:pStyle w:val="libNormal"/>
        <w:rPr>
          <w:rtl/>
        </w:rPr>
      </w:pPr>
      <w:r>
        <w:rPr>
          <w:rtl/>
        </w:rPr>
        <w:t>ومن الواضح أنّ من الفوائد المنظورة للحجّ والتي صرّحت بها الآيات الكريمة ، وأصبحت لذلك أفئدة المؤمنين تهوي إليه هو دلالته الواضحة على خلوص النيّة ، والتركيز على وحدة الصفّ الإسلامي ، وتوحيد الأهداف الإسلاميّة التي تركّزت عند الكعبة وتمحورت حولها.</w:t>
      </w:r>
    </w:p>
    <w:p w:rsidR="00A87899" w:rsidRDefault="00A87899" w:rsidP="00541E11">
      <w:pPr>
        <w:pStyle w:val="libNormal"/>
        <w:rPr>
          <w:rtl/>
        </w:rPr>
      </w:pPr>
      <w:r>
        <w:rPr>
          <w:rtl/>
        </w:rPr>
        <w:t>وأهل البيت (عليهم السّلام) كانوا في هذا التكريم العظيم جادّين أقوالاً وأفعالاً ، فالنصوص الواردة لذلك مستفيضة بل متواترة ، وقد أقدموا على ذلك عملياً بأساليب شتّى.</w:t>
      </w:r>
    </w:p>
    <w:p w:rsidR="00A87899" w:rsidRDefault="00A87899" w:rsidP="00541E11">
      <w:pPr>
        <w:pStyle w:val="libNormal"/>
        <w:rPr>
          <w:rtl/>
        </w:rPr>
      </w:pPr>
      <w:r>
        <w:rPr>
          <w:rtl/>
        </w:rPr>
        <w:t>منها الإكثار من أداء الحجّ ، وقد جاء في سيرة الحسين (عليه السّلام)</w:t>
      </w:r>
    </w:p>
    <w:p w:rsidR="00A87899" w:rsidRDefault="00A87899" w:rsidP="00541E11">
      <w:pPr>
        <w:pStyle w:val="libBold2"/>
        <w:rPr>
          <w:rtl/>
        </w:rPr>
      </w:pPr>
      <w:r w:rsidRPr="008746A6">
        <w:rPr>
          <w:rtl/>
        </w:rPr>
        <w:t>[2 ـ 193] أنّه حجّ ماشياً «خمساً وعشرين» وأنّ نجائبه</w:t>
      </w:r>
    </w:p>
    <w:p w:rsidR="00A87899" w:rsidRDefault="00A87899" w:rsidP="00541E11">
      <w:pPr>
        <w:pStyle w:val="libNormal0"/>
        <w:rPr>
          <w:rtl/>
        </w:rPr>
      </w:pPr>
      <w:r w:rsidRPr="00E7395C">
        <w:rPr>
          <w:rtl/>
        </w:rPr>
        <w:br w:type="page"/>
      </w:r>
      <w:r w:rsidRPr="00541E11">
        <w:rPr>
          <w:rStyle w:val="libBold2Char"/>
          <w:rtl/>
        </w:rPr>
        <w:lastRenderedPageBreak/>
        <w:t>معه تُقاد وراءه</w:t>
      </w:r>
      <w:r>
        <w:rPr>
          <w:rtl/>
        </w:rPr>
        <w:t xml:space="preserve"> </w:t>
      </w:r>
      <w:r w:rsidRPr="00541E11">
        <w:rPr>
          <w:rStyle w:val="libFootnotenumChar"/>
          <w:rtl/>
        </w:rPr>
        <w:t>(1)</w:t>
      </w:r>
      <w:r>
        <w:rPr>
          <w:rtl/>
        </w:rPr>
        <w:t>.</w:t>
      </w:r>
    </w:p>
    <w:p w:rsidR="00A87899" w:rsidRDefault="00A87899" w:rsidP="00541E11">
      <w:pPr>
        <w:pStyle w:val="libNormal"/>
        <w:rPr>
          <w:rtl/>
        </w:rPr>
      </w:pPr>
      <w:r>
        <w:rPr>
          <w:rtl/>
        </w:rPr>
        <w:t>إنّها الغاية في تعظيم الحجّ بالسعي إلى الكعبة على الأقدام ، لا عن قلّة</w:t>
      </w:r>
      <w:r>
        <w:rPr>
          <w:rFonts w:hint="cs"/>
          <w:rtl/>
        </w:rPr>
        <w:t xml:space="preserve"> </w:t>
      </w:r>
      <w:r>
        <w:rPr>
          <w:rtl/>
        </w:rPr>
        <w:t>راحلة ، بل إمعان في تجليل المقصد والتأكيد على احترامه.</w:t>
      </w:r>
    </w:p>
    <w:p w:rsidR="00A87899" w:rsidRDefault="00A87899" w:rsidP="00541E11">
      <w:pPr>
        <w:pStyle w:val="libNormal"/>
        <w:rPr>
          <w:rtl/>
        </w:rPr>
      </w:pPr>
      <w:r>
        <w:rPr>
          <w:rtl/>
        </w:rPr>
        <w:t>وهذا على الرغم من ازدحام سنيّ حياته بالأعمال ، فلو عدّدنا سنّي إمامته العشر ، وسنوات إمامة أخيه الحسن (عليه السّلام) العشر كذلك ، وسنوات إمامة أبيه (عليه السّلام) الخمس لاستغرقت «خمساً وعشرين» حجّة.</w:t>
      </w:r>
    </w:p>
    <w:p w:rsidR="00A87899" w:rsidRDefault="00A87899" w:rsidP="00541E11">
      <w:pPr>
        <w:pStyle w:val="libNormal"/>
        <w:rPr>
          <w:rtl/>
        </w:rPr>
      </w:pPr>
      <w:r>
        <w:rPr>
          <w:rtl/>
        </w:rPr>
        <w:t>فهل حجّ الحسين (عليه السّلام) في الفترة السابقة بعض السنوات؟</w:t>
      </w:r>
    </w:p>
    <w:p w:rsidR="00A87899" w:rsidRDefault="00A87899" w:rsidP="00541E11">
      <w:pPr>
        <w:pStyle w:val="libNormal"/>
        <w:rPr>
          <w:rtl/>
        </w:rPr>
      </w:pPr>
      <w:r>
        <w:rPr>
          <w:rtl/>
        </w:rPr>
        <w:t>واُسلوب آخر من تعظيم أهل البيت (عليهم السّلام) للكعبة والبيت والحرم أنّهم لم يُقْدموا على أيّ تحرّك داخل الحرم المكّيّ ، وكذلك الحرم المدني ، رعاية لحرمتهما أن يُهدَر فيهما دم ، وتهتك لهما حرمة على يد الحكّام والأُمراء الظالمين ، وجيوشهم الفاسدة المعتدية على حرمات الدين.</w:t>
      </w:r>
    </w:p>
    <w:p w:rsidR="00A87899" w:rsidRDefault="00A87899" w:rsidP="00541E11">
      <w:pPr>
        <w:pStyle w:val="libNormal"/>
        <w:rPr>
          <w:rtl/>
        </w:rPr>
      </w:pPr>
      <w:r>
        <w:rPr>
          <w:rtl/>
        </w:rPr>
        <w:t xml:space="preserve">ومن أجل ذلك خرج الإمام عليّ (عليه السّلام) من الحجاز ، وكذلك الإمام الحسين (عليه السّلام) ، وكلّ العلويّين الّذين نهضوا ضدّ جبابرة عصورهم وطواغيت بلادهم ، خرجوا إلى خارج حدود الحرمين حفظاً لكرامتهما ورعاية لحرمتهما </w:t>
      </w:r>
      <w:r w:rsidRPr="00541E11">
        <w:rPr>
          <w:rStyle w:val="libFootnotenumChar"/>
          <w:rtl/>
        </w:rPr>
        <w:t>(</w:t>
      </w:r>
      <w:r w:rsidRPr="00541E11">
        <w:rPr>
          <w:rStyle w:val="libFootnotenumChar"/>
          <w:rFonts w:hint="cs"/>
          <w:rtl/>
        </w:rPr>
        <w:t>2</w:t>
      </w:r>
      <w:r w:rsidRPr="00541E11">
        <w:rPr>
          <w:rStyle w:val="libFootnotenumChar"/>
          <w:rtl/>
        </w:rPr>
        <w:t>)</w:t>
      </w:r>
      <w:r>
        <w:rPr>
          <w:rtl/>
        </w:rPr>
        <w:t>.</w:t>
      </w:r>
    </w:p>
    <w:p w:rsidR="00A87899" w:rsidRDefault="00A87899" w:rsidP="00541E11">
      <w:pPr>
        <w:pStyle w:val="libNormal"/>
        <w:rPr>
          <w:rtl/>
        </w:rPr>
      </w:pPr>
      <w:r>
        <w:rPr>
          <w:rtl/>
        </w:rPr>
        <w:t>وبهذا الصدد جاء في حديث سيرة الحسين (عليه السّلام) أنّه خرج من مكّة معجّلاً ، جاعلاً حجّه عمرةً مفردة حتّى لا تُنتهك حرمةُ البيت العتيق بقتله بعد أن دسَّ يزيدُ جلاوزته ليفتكوا بالإمام (عليه السّلام) ولو كان متعلّقاً بأستار الكعبة</w:t>
      </w:r>
      <w:r>
        <w:rPr>
          <w:rFonts w:hint="cs"/>
          <w:rtl/>
        </w:rPr>
        <w:t>!</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(1) مختصر تاريخ دمشق ـ لابن منظور 7 / 129.</w:t>
      </w:r>
    </w:p>
    <w:p w:rsidR="00A87899" w:rsidRDefault="00A87899" w:rsidP="00541E11">
      <w:pPr>
        <w:pStyle w:val="libFootnote0"/>
        <w:rPr>
          <w:rtl/>
        </w:rPr>
      </w:pPr>
      <w:r w:rsidRPr="00E7395C">
        <w:rPr>
          <w:rtl/>
        </w:rPr>
        <w:t>(</w:t>
      </w:r>
      <w:r>
        <w:rPr>
          <w:rFonts w:hint="cs"/>
          <w:rtl/>
        </w:rPr>
        <w:t>2</w:t>
      </w:r>
      <w:r w:rsidRPr="00E7395C">
        <w:rPr>
          <w:rtl/>
        </w:rPr>
        <w:t>) راجع جهاد الإمام السجّاد (عليه السّلام) / 77.</w:t>
      </w:r>
    </w:p>
    <w:p w:rsidR="00A87899" w:rsidRDefault="00A87899" w:rsidP="00541E11">
      <w:pPr>
        <w:pStyle w:val="libNormal"/>
        <w:rPr>
          <w:rtl/>
        </w:rPr>
      </w:pPr>
      <w:r w:rsidRPr="00E7395C">
        <w:rPr>
          <w:rtl/>
        </w:rPr>
        <w:br w:type="page"/>
      </w:r>
      <w:r>
        <w:rPr>
          <w:rtl/>
        </w:rPr>
        <w:lastRenderedPageBreak/>
        <w:t>وإذا كان الظالمون لا يلتزمون للكعبة والحرم بأيّة حرمة ، ويستعدّون لقتل النفوس البريئة فيه ، وهتك الأعراض في ساحتها ، وحتّى لهدمها وإحراقها كما أحدثوه في تاريخهم الأسود مراراً ، وصولاً إلى أغراضهم السياسية المشؤومة.</w:t>
      </w:r>
    </w:p>
    <w:p w:rsidR="00A87899" w:rsidRDefault="00A87899" w:rsidP="00541E11">
      <w:pPr>
        <w:pStyle w:val="libNormal"/>
        <w:rPr>
          <w:rtl/>
        </w:rPr>
      </w:pPr>
      <w:r>
        <w:rPr>
          <w:rtl/>
        </w:rPr>
        <w:t>فإنّ بإمكان الحسين (عليه السّلام) أن يسلبهم إمكانيّة تلك الدناءة ، فلا يوفّر لهم فرصة ذلك الإجرام ، ولا يجعل من نفسه ودمه موضعاً لهذا الإقدام الذي يريده المجرمون ، فلا يحقّق بحضوره في الحرم للمجرمين أغراضهم الخبيثة بقتله</w:t>
      </w:r>
      <w:r>
        <w:rPr>
          <w:rFonts w:hint="cs"/>
          <w:rtl/>
        </w:rPr>
        <w:t xml:space="preserve"> </w:t>
      </w:r>
      <w:r>
        <w:rPr>
          <w:rtl/>
        </w:rPr>
        <w:t>وهتك حرمة الحرم وإن كان مظلوماً على كلّ حال.</w:t>
      </w:r>
    </w:p>
    <w:p w:rsidR="00A87899" w:rsidRDefault="00A87899" w:rsidP="00541E11">
      <w:pPr>
        <w:pStyle w:val="libNormal"/>
        <w:rPr>
          <w:rtl/>
        </w:rPr>
      </w:pPr>
      <w:r>
        <w:rPr>
          <w:rtl/>
        </w:rPr>
        <w:t>وهذه هي الغاية في احترام الكعبة وحفظ حرمة الحرم.</w:t>
      </w:r>
    </w:p>
    <w:p w:rsidR="00A87899" w:rsidRDefault="00A87899" w:rsidP="00541E11">
      <w:pPr>
        <w:pStyle w:val="libNormal"/>
        <w:rPr>
          <w:rtl/>
        </w:rPr>
      </w:pPr>
      <w:r>
        <w:rPr>
          <w:rtl/>
        </w:rPr>
        <w:t>وقد صرّح الإمام الحسين (عليه السّلام) بهذه الغاية لابن عبّاس لمّا وقف أمام خروجه إلى العراق ، فقال</w:t>
      </w:r>
      <w:r>
        <w:rPr>
          <w:rFonts w:hint="cs"/>
          <w:rtl/>
        </w:rPr>
        <w:t xml:space="preserve"> :</w:t>
      </w:r>
    </w:p>
    <w:p w:rsidR="00A87899" w:rsidRPr="00FA4ED3" w:rsidRDefault="00A87899" w:rsidP="00541E11">
      <w:pPr>
        <w:pStyle w:val="libBold2"/>
        <w:rPr>
          <w:rtl/>
        </w:rPr>
      </w:pPr>
      <w:r w:rsidRPr="00FA4ED3">
        <w:rPr>
          <w:rtl/>
        </w:rPr>
        <w:t>[243]</w:t>
      </w:r>
      <w:r>
        <w:rPr>
          <w:rtl/>
        </w:rPr>
        <w:t xml:space="preserve"> : </w:t>
      </w:r>
      <w:r w:rsidRPr="00FA4ED3">
        <w:rPr>
          <w:rtl/>
        </w:rPr>
        <w:t>«لئن أُقتل بمكان كذا وكذا أحَبُّ إليَّ من أنْ استحلَّ حرمتها».</w:t>
      </w:r>
    </w:p>
    <w:p w:rsidR="00A87899" w:rsidRDefault="00A87899" w:rsidP="00541E11">
      <w:pPr>
        <w:pStyle w:val="libBold2"/>
        <w:rPr>
          <w:rtl/>
        </w:rPr>
      </w:pPr>
      <w:r w:rsidRPr="00FA4ED3">
        <w:rPr>
          <w:rtl/>
        </w:rPr>
        <w:t>[244] وفي نصّ آخر</w:t>
      </w:r>
      <w:r>
        <w:rPr>
          <w:rtl/>
        </w:rPr>
        <w:t xml:space="preserve"> : </w:t>
      </w:r>
      <w:r w:rsidRPr="00FA4ED3">
        <w:rPr>
          <w:rtl/>
        </w:rPr>
        <w:t>«</w:t>
      </w:r>
      <w:r>
        <w:rPr>
          <w:rtl/>
        </w:rPr>
        <w:t>..</w:t>
      </w:r>
      <w:r w:rsidRPr="00FA4ED3">
        <w:rPr>
          <w:rtl/>
        </w:rPr>
        <w:t>. أحبُّ إليَّ من أن يُستحلّ بي ذلك»</w:t>
      </w:r>
      <w:r>
        <w:rPr>
          <w:rtl/>
        </w:rPr>
        <w:t xml:space="preserve"> </w:t>
      </w:r>
      <w:r w:rsidRPr="00541E11">
        <w:rPr>
          <w:rStyle w:val="libFootnotenumChar"/>
          <w:rtl/>
        </w:rPr>
        <w:t>(1)</w:t>
      </w:r>
      <w:r>
        <w:rPr>
          <w:rtl/>
        </w:rPr>
        <w:t>.</w:t>
      </w:r>
    </w:p>
    <w:p w:rsidR="00A87899" w:rsidRDefault="00A87899" w:rsidP="00541E11">
      <w:pPr>
        <w:pStyle w:val="libNormal"/>
        <w:rPr>
          <w:rtl/>
        </w:rPr>
      </w:pPr>
      <w:r>
        <w:rPr>
          <w:rtl/>
        </w:rPr>
        <w:t xml:space="preserve">والنصُّ الوارد في نقل الطبراني : «أحبُّ إليَّ من أن يُستحلَّ بي حرم الله ورسوله» </w:t>
      </w:r>
      <w:r w:rsidRPr="00541E11">
        <w:rPr>
          <w:rStyle w:val="libFootnotenumChar"/>
          <w:rtl/>
        </w:rPr>
        <w:t>(2)</w:t>
      </w:r>
      <w:r>
        <w:rPr>
          <w:rtl/>
        </w:rPr>
        <w:t>.</w:t>
      </w:r>
    </w:p>
    <w:p w:rsidR="00A87899" w:rsidRDefault="00A87899" w:rsidP="00541E11">
      <w:pPr>
        <w:pStyle w:val="libNormal"/>
        <w:rPr>
          <w:rtl/>
        </w:rPr>
      </w:pPr>
      <w:r>
        <w:rPr>
          <w:rtl/>
        </w:rPr>
        <w:t>وهذه مأثرة اختصّ بها أهل البيت (عليهم السّلام) لا بُدّ أنْ يمجّدها المسلمون.</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(1) لاحظ مختصر تاريخ دمشق ـ لابن منظور 7 / 142.</w:t>
      </w:r>
    </w:p>
    <w:p w:rsidR="00A87899" w:rsidRPr="00E7395C" w:rsidRDefault="00A87899" w:rsidP="00541E11">
      <w:pPr>
        <w:pStyle w:val="libFootnote0"/>
        <w:rPr>
          <w:rtl/>
        </w:rPr>
      </w:pPr>
      <w:r w:rsidRPr="00E7395C">
        <w:rPr>
          <w:rtl/>
        </w:rPr>
        <w:t xml:space="preserve">(2) لاحظ تاريخ دمشق ـ ترجمة الإمام الحسين (عليه السّلام) </w:t>
      </w:r>
      <w:r>
        <w:rPr>
          <w:rtl/>
        </w:rPr>
        <w:t>ص</w:t>
      </w:r>
      <w:r w:rsidRPr="00E7395C">
        <w:rPr>
          <w:rtl/>
        </w:rPr>
        <w:t xml:space="preserve"> 190 ـ 193 هامش (3).</w:t>
      </w:r>
    </w:p>
    <w:p w:rsidR="00A87899" w:rsidRDefault="00A87899" w:rsidP="00A87899">
      <w:pPr>
        <w:pStyle w:val="Heading2Center"/>
        <w:rPr>
          <w:rtl/>
        </w:rPr>
      </w:pPr>
      <w:r>
        <w:rPr>
          <w:rtl/>
        </w:rPr>
        <w:br w:type="page"/>
      </w:r>
      <w:bookmarkStart w:id="68" w:name="_Toc416693854"/>
      <w:bookmarkStart w:id="69" w:name="_Toc416696098"/>
      <w:r>
        <w:rPr>
          <w:rtl/>
        </w:rPr>
        <w:lastRenderedPageBreak/>
        <w:t>23 ـ مع الشعر والشعراء</w:t>
      </w:r>
      <w:bookmarkEnd w:id="68"/>
      <w:bookmarkEnd w:id="69"/>
    </w:p>
    <w:p w:rsidR="00A87899" w:rsidRDefault="00A87899" w:rsidP="00541E11">
      <w:pPr>
        <w:pStyle w:val="libNormal"/>
        <w:rPr>
          <w:rtl/>
        </w:rPr>
      </w:pPr>
      <w:r>
        <w:rPr>
          <w:rtl/>
        </w:rPr>
        <w:t>الشعر يجري في وجدان الشعوب مجرى الدم ، ومعه يجري ما يحتويه الشعر من معنىً ومضمون ، وللشعراء في المجتمعات ـ وخاصة المجتمع العربي ـ وجود مؤثّر لا يمكن إنكاره.</w:t>
      </w:r>
    </w:p>
    <w:p w:rsidR="00A87899" w:rsidRDefault="00A87899" w:rsidP="00541E11">
      <w:pPr>
        <w:pStyle w:val="libNormal"/>
        <w:rPr>
          <w:rtl/>
        </w:rPr>
      </w:pPr>
      <w:r>
        <w:rPr>
          <w:rtl/>
        </w:rPr>
        <w:t>واختلف الشعراء في أغراضهم وأهدافهم باختلاف طبائعهم وأُصولهم ، وانتماءاتهم القبلية والطائفية ، وأهدافهم وأطماعهم الدينيّة والدنيوية ، وما إلى ذلك من وجهات نظر وغايات وآمال.</w:t>
      </w:r>
    </w:p>
    <w:p w:rsidR="00A87899" w:rsidRDefault="00A87899" w:rsidP="00541E11">
      <w:pPr>
        <w:pStyle w:val="libNormal"/>
        <w:rPr>
          <w:rtl/>
        </w:rPr>
      </w:pPr>
      <w:r>
        <w:rPr>
          <w:rtl/>
        </w:rPr>
        <w:t>والمال الذي يسيل له لعابُ كثير من الناس يُغري من الشعراء مَنْ امتهنوا</w:t>
      </w:r>
      <w:r>
        <w:rPr>
          <w:rFonts w:hint="cs"/>
          <w:rtl/>
        </w:rPr>
        <w:t xml:space="preserve"> </w:t>
      </w:r>
      <w:r>
        <w:rPr>
          <w:rtl/>
        </w:rPr>
        <w:t>الشعر ، وحمّلوه مؤونة حياتهم المادّية قبل أن يكون بنفسه غرضاً يحدوهم إلى نيل مكانة اجتماعية في الأدب واللغة ، أو خلود الذكر في الحضارة البشرية ، أو علوّ الكعب والشرف بين الأقران والأهل والعشيرة ، أو الخُلْد والثواب والأجر في الآخرة.</w:t>
      </w:r>
    </w:p>
    <w:p w:rsidR="00A87899" w:rsidRDefault="00A87899" w:rsidP="00541E11">
      <w:pPr>
        <w:pStyle w:val="libNormal"/>
        <w:rPr>
          <w:rtl/>
        </w:rPr>
      </w:pPr>
      <w:r>
        <w:rPr>
          <w:rtl/>
        </w:rPr>
        <w:t>أمّا المال عند أهل الشرف والكرامة والإنسانية والعزّة النفسية من أصحاب الأهداف السامية الكُبرى ، فهو وسيلةٌ وليس هدفاً.</w:t>
      </w:r>
    </w:p>
    <w:p w:rsidR="00A87899" w:rsidRDefault="00A87899" w:rsidP="00541E11">
      <w:pPr>
        <w:pStyle w:val="libNormal"/>
        <w:rPr>
          <w:rtl/>
        </w:rPr>
      </w:pPr>
      <w:r>
        <w:rPr>
          <w:rtl/>
        </w:rPr>
        <w:t>وكما إنّ الله تعالى ذكره استخدمَ المالَ لأغْراض العُبور على الجسور ، والوصول بها إلى الأهداف الربّانيّة ، فجعل للمؤلَّفة قلوبهم حقّاً في أموال الله</w:t>
      </w:r>
      <w:r>
        <w:rPr>
          <w:rFonts w:hint="cs"/>
          <w:rtl/>
        </w:rPr>
        <w:t>!</w:t>
      </w:r>
    </w:p>
    <w:p w:rsidR="00A87899" w:rsidRDefault="00A87899" w:rsidP="00541E11">
      <w:pPr>
        <w:pStyle w:val="libNormal"/>
        <w:rPr>
          <w:rtl/>
        </w:rPr>
      </w:pPr>
      <w:r>
        <w:rPr>
          <w:rtl/>
        </w:rPr>
        <w:t>فكذلك الحسين (عليه السّلام) ، اتّباعاً للقرآن ، وتطبيقاً له فإنّه كان يستخدم المالَ لهدف معنويّ إلهيّ سام ، فكان يُعطي شعراء عصره ، ولمّا عوتبَ قال</w:t>
      </w:r>
      <w:r>
        <w:rPr>
          <w:rFonts w:hint="cs"/>
          <w:rtl/>
        </w:rPr>
        <w:t xml:space="preserve"> :</w:t>
      </w:r>
    </w:p>
    <w:p w:rsidR="00A87899" w:rsidRPr="00541E11" w:rsidRDefault="00A87899" w:rsidP="00541E11">
      <w:pPr>
        <w:pStyle w:val="libNormal"/>
        <w:rPr>
          <w:rStyle w:val="libBold2Char"/>
          <w:rtl/>
        </w:rPr>
      </w:pPr>
      <w:r w:rsidRPr="00541E11">
        <w:rPr>
          <w:rStyle w:val="libBold2Char"/>
          <w:rtl/>
        </w:rPr>
        <w:t xml:space="preserve">[199] : «إنّ خيرَ المال ما وقَى العِرْضَ» </w:t>
      </w:r>
      <w:r w:rsidRPr="00541E11">
        <w:rPr>
          <w:rStyle w:val="libFootnotenumChar"/>
          <w:rtl/>
        </w:rPr>
        <w:t>(1)</w:t>
      </w:r>
      <w:r w:rsidRPr="00541E11">
        <w:rPr>
          <w:rStyle w:val="libBold2Char"/>
          <w:rtl/>
        </w:rPr>
        <w:t>.</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(1) مختصر تاريخ دمشق ـ لابن منظور 7 / 129.</w:t>
      </w:r>
    </w:p>
    <w:p w:rsidR="00A87899" w:rsidRDefault="00A87899" w:rsidP="00541E11">
      <w:pPr>
        <w:pStyle w:val="libNormal"/>
        <w:rPr>
          <w:rtl/>
        </w:rPr>
      </w:pPr>
      <w:r w:rsidRPr="00541E11">
        <w:rPr>
          <w:rStyle w:val="libBold2Char"/>
          <w:rtl/>
        </w:rPr>
        <w:br w:type="page"/>
      </w:r>
      <w:r>
        <w:rPr>
          <w:rtl/>
        </w:rPr>
        <w:lastRenderedPageBreak/>
        <w:t>و «العِرضُ» هُنا ليس هو «النامُوس» إذْ ليس بين المسلمين من يَخالُ أن يَنالَ من عِرض أهل بَيْت الرسالة.</w:t>
      </w:r>
    </w:p>
    <w:p w:rsidR="00A87899" w:rsidRDefault="00A87899" w:rsidP="00541E11">
      <w:pPr>
        <w:pStyle w:val="libNormal"/>
        <w:rPr>
          <w:rtl/>
        </w:rPr>
      </w:pPr>
      <w:r>
        <w:rPr>
          <w:rtl/>
        </w:rPr>
        <w:t xml:space="preserve">بل المراد به «العِرْض السياسي» الذي اسْتَهدفه من «آل محمّد» الأُمويّون ، فكانوا يكيلون سَيْل التهم والافتراء ضدّ عليّ وآل محمّد </w:t>
      </w:r>
      <w:r>
        <w:rPr>
          <w:rFonts w:hint="cs"/>
          <w:rtl/>
        </w:rPr>
        <w:t>،</w:t>
      </w:r>
      <w:r>
        <w:rPr>
          <w:rtl/>
        </w:rPr>
        <w:t xml:space="preserve"> على حساب المدائح لمخالفيهم من آل عثمان ومروان وطواغيت آل أبي سفيان.</w:t>
      </w:r>
    </w:p>
    <w:p w:rsidR="00A87899" w:rsidRDefault="00A87899" w:rsidP="00541E11">
      <w:pPr>
        <w:pStyle w:val="libNormal"/>
        <w:rPr>
          <w:rtl/>
        </w:rPr>
      </w:pPr>
      <w:r>
        <w:rPr>
          <w:rtl/>
        </w:rPr>
        <w:t>فكانت مبادرةُ الإمام الحسين (عليه السّلام) قطعاً لأعذار المتسوّلين بشعرهم والمستغلّين لهذا المنبر الشعبيّ الفاعل في سبيل جمع الحُطام الزائل ، وعلى حساب تحكيم سلطة الظلمة الجائرين.</w:t>
      </w:r>
    </w:p>
    <w:p w:rsidR="00A87899" w:rsidRDefault="00A87899" w:rsidP="00541E11">
      <w:pPr>
        <w:pStyle w:val="libNormal"/>
        <w:rPr>
          <w:rtl/>
        </w:rPr>
      </w:pPr>
      <w:r>
        <w:rPr>
          <w:rtl/>
        </w:rPr>
        <w:t>فكان عطاء الحسين (عليه السّلام) يحدّ من اتجّاه الشعراء إلى أبواب الحكّام ، ويقلّل من فرص استغلالهم من قبل الجائرين ، كما يُوصِد أمام السفلة أبواب</w:t>
      </w:r>
      <w:r>
        <w:rPr>
          <w:rFonts w:hint="cs"/>
          <w:rtl/>
        </w:rPr>
        <w:t xml:space="preserve"> </w:t>
      </w:r>
      <w:r>
        <w:rPr>
          <w:rtl/>
        </w:rPr>
        <w:t xml:space="preserve">التعرّض للشرفاء من معارضي السلطة وأنصارِها الطُغاة البغاة </w:t>
      </w:r>
      <w:r w:rsidRPr="00541E11">
        <w:rPr>
          <w:rStyle w:val="libFootnotenumChar"/>
          <w:rtl/>
        </w:rPr>
        <w:t>(1)</w:t>
      </w:r>
      <w:r>
        <w:rPr>
          <w:rtl/>
        </w:rPr>
        <w:t>.</w:t>
      </w:r>
    </w:p>
    <w:p w:rsidR="00A87899" w:rsidRDefault="00A87899" w:rsidP="00541E11">
      <w:pPr>
        <w:pStyle w:val="libNormal"/>
        <w:rPr>
          <w:rtl/>
        </w:rPr>
      </w:pPr>
      <w:r>
        <w:rPr>
          <w:rtl/>
        </w:rPr>
        <w:t>ويُمكن أنْ تُفسَّر ظاهرة رواية الشعر المنسوب إلى الأئمّة (عليهم السّلام) على أساس من هذا المنطلَق ، فبالرغم من أنّ قول الشعر لا يليقُ باُولئك العلماء القادة السادة الّذين كانت لهم اهتمامات كبرى ، ومع أنّ الشعر المنسوب أكثرهُ ضعيف اللفظ والوزن ، ولا وقع له في مجال اللغة والأدب فضلاً عن أن يُقاس بكلماتهم النثريّة التي هي في قمّة البلاغة والفصاحة.</w:t>
      </w:r>
    </w:p>
    <w:p w:rsidR="00A87899" w:rsidRDefault="00A87899" w:rsidP="00541E11">
      <w:pPr>
        <w:pStyle w:val="libNormal"/>
        <w:rPr>
          <w:rtl/>
        </w:rPr>
      </w:pPr>
      <w:r>
        <w:rPr>
          <w:rtl/>
        </w:rPr>
        <w:t xml:space="preserve">إلاّ أنّ من الممكن أن تصدُرَ ـ لو صحّت النسبة ـ من أجْل ملء الفراغ في دنيا الشعر ، والذي انهمك فيه الشعراء بأغراض أُخرى ، وقلّت فيها النخوة الدينية عندهم ، فلا يبعد أن يكون للأئمّة (عليهم السّلام) شعرٌ يسدّ بعض هذا الفراغ ، </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(1) انظر موقف الحسين (عليه السّلام) من الفرزدق الشاعر هامش 207 من تاريخ دمشق ـ ترجمة الإمام الحسين (عليه السّلام).</w:t>
      </w:r>
    </w:p>
    <w:p w:rsidR="00A87899" w:rsidRDefault="00A87899" w:rsidP="00541E11">
      <w:pPr>
        <w:pStyle w:val="libNormal0"/>
        <w:rPr>
          <w:rtl/>
        </w:rPr>
      </w:pPr>
      <w:r>
        <w:rPr>
          <w:rtl/>
        </w:rPr>
        <w:br w:type="page"/>
      </w:r>
      <w:r>
        <w:rPr>
          <w:rtl/>
        </w:rPr>
        <w:lastRenderedPageBreak/>
        <w:t>ويجذب قلوب الناس إلى المعاني والأغراض الصالحة التي تحتويه.</w:t>
      </w:r>
    </w:p>
    <w:p w:rsidR="00A87899" w:rsidRDefault="00A87899" w:rsidP="00541E11">
      <w:pPr>
        <w:pStyle w:val="libNormal"/>
        <w:rPr>
          <w:rtl/>
        </w:rPr>
      </w:pPr>
      <w:r>
        <w:rPr>
          <w:rtl/>
        </w:rPr>
        <w:t>أو يكون بعضُ الموالين قد حاول ذلك ، فأخذ من الأئمّة المعاني ونظمها بشكل سهل ليتهيّأ لكلّ الناس حفظه وتداوله ، فنسب إلى الأئمة باعتبار معانيه.</w:t>
      </w:r>
    </w:p>
    <w:p w:rsidR="00A87899" w:rsidRDefault="00A87899" w:rsidP="00541E11">
      <w:pPr>
        <w:pStyle w:val="libBold1"/>
        <w:rPr>
          <w:rtl/>
        </w:rPr>
      </w:pPr>
      <w:r>
        <w:rPr>
          <w:rtl/>
        </w:rPr>
        <w:t>من الشعر المنسوب إلى الإمام (عليه السّلام)</w:t>
      </w:r>
    </w:p>
    <w:p w:rsidR="00A87899" w:rsidRDefault="00A87899" w:rsidP="00541E11">
      <w:pPr>
        <w:pStyle w:val="libNormal"/>
        <w:rPr>
          <w:rtl/>
        </w:rPr>
      </w:pPr>
      <w:r>
        <w:rPr>
          <w:rtl/>
        </w:rPr>
        <w:t>ومهما يكن ، فإنّ ابن عساكر قد روى من الشعر المنسوب إلى الإمام الحسين (عليه السّلام) الشيء الكثير ، نختار منه ما يلي :</w:t>
      </w:r>
    </w:p>
    <w:p w:rsidR="00A87899" w:rsidRPr="00FA4ED3" w:rsidRDefault="00A87899" w:rsidP="00541E11">
      <w:pPr>
        <w:pStyle w:val="libBold2"/>
        <w:rPr>
          <w:rtl/>
        </w:rPr>
      </w:pPr>
      <w:r w:rsidRPr="00FA4ED3">
        <w:rPr>
          <w:rtl/>
        </w:rPr>
        <w:t xml:space="preserve">[205] خرجَ سائل يتخطّى أزقّة المدينة حتّى أتى باب الحسين بن عليّ </w:t>
      </w:r>
      <w:r>
        <w:rPr>
          <w:rFonts w:hint="cs"/>
          <w:rtl/>
        </w:rPr>
        <w:t>،</w:t>
      </w:r>
      <w:r w:rsidRPr="00FA4ED3">
        <w:rPr>
          <w:rtl/>
        </w:rPr>
        <w:t xml:space="preserve"> فقرع الباب وأنشأ يقول</w:t>
      </w:r>
      <w:r>
        <w:rPr>
          <w:rtl/>
        </w:rPr>
        <w:t xml:space="preserve"> : </w:t>
      </w:r>
    </w:p>
    <w:tbl>
      <w:tblPr>
        <w:bidiVisual/>
        <w:tblW w:w="5000" w:type="pct"/>
        <w:tblLook w:val="04A0"/>
      </w:tblPr>
      <w:tblGrid>
        <w:gridCol w:w="3664"/>
        <w:gridCol w:w="249"/>
        <w:gridCol w:w="3674"/>
      </w:tblGrid>
      <w:tr w:rsidR="00A87899" w:rsidTr="005C730B">
        <w:trPr>
          <w:trHeight w:val="350"/>
        </w:trPr>
        <w:tc>
          <w:tcPr>
            <w:tcW w:w="4135" w:type="dxa"/>
            <w:shd w:val="clear" w:color="auto" w:fill="auto"/>
          </w:tcPr>
          <w:p w:rsidR="00A87899" w:rsidRDefault="00A87899" w:rsidP="00541E11">
            <w:pPr>
              <w:pStyle w:val="libPoem"/>
              <w:rPr>
                <w:rtl/>
              </w:rPr>
            </w:pPr>
            <w:r>
              <w:rPr>
                <w:rtl/>
              </w:rPr>
              <w:t>لم يَخَبِ اليَوم مَنْ رجاكَ ومَنْ</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حرّك من خلف بابك الحَلَقَهْ</w:t>
            </w:r>
            <w:r w:rsidRPr="00541E11">
              <w:rPr>
                <w:rStyle w:val="libPoemTiniChar0"/>
                <w:rtl/>
              </w:rPr>
              <w:br/>
              <w:t> </w:t>
            </w:r>
          </w:p>
        </w:tc>
      </w:tr>
      <w:tr w:rsidR="00A87899" w:rsidTr="005C730B">
        <w:trPr>
          <w:trHeight w:val="350"/>
        </w:trPr>
        <w:tc>
          <w:tcPr>
            <w:tcW w:w="4135" w:type="dxa"/>
            <w:shd w:val="clear" w:color="auto" w:fill="auto"/>
          </w:tcPr>
          <w:p w:rsidR="00A87899" w:rsidRDefault="00A87899" w:rsidP="00541E11">
            <w:pPr>
              <w:pStyle w:val="libPoem"/>
              <w:rPr>
                <w:rtl/>
              </w:rPr>
            </w:pPr>
            <w:r>
              <w:rPr>
                <w:rtl/>
              </w:rPr>
              <w:t xml:space="preserve">فأنْتَ ذو الجودِ أنْتَ معدِنُه </w:t>
            </w:r>
            <w:r w:rsidRPr="00541E11">
              <w:rPr>
                <w:rStyle w:val="libFootnotenumChar"/>
                <w:rtl/>
              </w:rPr>
              <w:t>(</w:t>
            </w:r>
            <w:r w:rsidRPr="00541E11">
              <w:rPr>
                <w:rStyle w:val="libFootnotenumChar"/>
                <w:rFonts w:hint="cs"/>
                <w:rtl/>
              </w:rPr>
              <w:t>1</w:t>
            </w:r>
            <w:r w:rsidRPr="00541E11">
              <w:rPr>
                <w:rStyle w:val="libFootnotenumChar"/>
                <w:rtl/>
              </w:rPr>
              <w:t>)</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أبوكَ قد كان قاتلَ الفَسَقَهْ</w:t>
            </w:r>
            <w:r w:rsidRPr="00541E11">
              <w:rPr>
                <w:rStyle w:val="libPoemTiniChar0"/>
                <w:rtl/>
              </w:rPr>
              <w:br/>
              <w:t> </w:t>
            </w:r>
          </w:p>
        </w:tc>
      </w:tr>
    </w:tbl>
    <w:p w:rsidR="00A87899" w:rsidRPr="00FA4ED3" w:rsidRDefault="00A87899" w:rsidP="00541E11">
      <w:pPr>
        <w:pStyle w:val="libBold2"/>
        <w:rPr>
          <w:rtl/>
        </w:rPr>
      </w:pPr>
      <w:r w:rsidRPr="00FA4ED3">
        <w:rPr>
          <w:rtl/>
        </w:rPr>
        <w:t>وكان الحسينُ بن علي (عليه السّلام) واقفاً يُصلّي</w:t>
      </w:r>
      <w:r>
        <w:rPr>
          <w:rtl/>
        </w:rPr>
        <w:t xml:space="preserve"> ، </w:t>
      </w:r>
      <w:r w:rsidRPr="00FA4ED3">
        <w:rPr>
          <w:rtl/>
        </w:rPr>
        <w:t>فَخَفَّفَ من صلاته وخرجَ إلى الأعرابي</w:t>
      </w:r>
      <w:r>
        <w:rPr>
          <w:rtl/>
        </w:rPr>
        <w:t xml:space="preserve"> ، </w:t>
      </w:r>
      <w:r w:rsidRPr="00FA4ED3">
        <w:rPr>
          <w:rtl/>
        </w:rPr>
        <w:t>فرأى عليه أثر ضُرّ وفاقة</w:t>
      </w:r>
      <w:r>
        <w:rPr>
          <w:rtl/>
        </w:rPr>
        <w:t xml:space="preserve"> ، </w:t>
      </w:r>
      <w:r w:rsidRPr="00FA4ED3">
        <w:rPr>
          <w:rtl/>
        </w:rPr>
        <w:t>فرجع ونادى بقَنْبر فأجابه</w:t>
      </w:r>
      <w:r>
        <w:rPr>
          <w:rtl/>
        </w:rPr>
        <w:t xml:space="preserve"> : </w:t>
      </w:r>
      <w:r w:rsidRPr="00FA4ED3">
        <w:rPr>
          <w:rtl/>
        </w:rPr>
        <w:t>لبّيك يابنَ رسول الله (صلّى الله عليه وآله).</w:t>
      </w:r>
    </w:p>
    <w:p w:rsidR="00A87899" w:rsidRPr="00FA4ED3" w:rsidRDefault="00A87899" w:rsidP="00541E11">
      <w:pPr>
        <w:pStyle w:val="libBold2"/>
        <w:rPr>
          <w:rtl/>
        </w:rPr>
      </w:pPr>
      <w:r w:rsidRPr="00FA4ED3">
        <w:rPr>
          <w:rtl/>
        </w:rPr>
        <w:t>قال</w:t>
      </w:r>
      <w:r>
        <w:rPr>
          <w:rtl/>
        </w:rPr>
        <w:t xml:space="preserve"> : </w:t>
      </w:r>
      <w:r w:rsidRPr="00FA4ED3">
        <w:rPr>
          <w:rtl/>
        </w:rPr>
        <w:t>«ما تبقّى معكَ من نفقتنا؟».</w:t>
      </w:r>
    </w:p>
    <w:p w:rsidR="00A87899" w:rsidRPr="00FA4ED3" w:rsidRDefault="00A87899" w:rsidP="00541E11">
      <w:pPr>
        <w:pStyle w:val="libBold2"/>
        <w:rPr>
          <w:rtl/>
        </w:rPr>
      </w:pPr>
      <w:r w:rsidRPr="00FA4ED3">
        <w:rPr>
          <w:rtl/>
        </w:rPr>
        <w:t>قال</w:t>
      </w:r>
      <w:r>
        <w:rPr>
          <w:rtl/>
        </w:rPr>
        <w:t xml:space="preserve"> : </w:t>
      </w:r>
      <w:r w:rsidRPr="00FA4ED3">
        <w:rPr>
          <w:rtl/>
        </w:rPr>
        <w:t>مئتا درهم</w:t>
      </w:r>
      <w:r>
        <w:rPr>
          <w:rtl/>
        </w:rPr>
        <w:t xml:space="preserve"> ، </w:t>
      </w:r>
      <w:r w:rsidRPr="00FA4ED3">
        <w:rPr>
          <w:rtl/>
        </w:rPr>
        <w:t>أمرتني بتفريقها في أهل بيتك.</w:t>
      </w:r>
    </w:p>
    <w:p w:rsidR="00A87899" w:rsidRPr="00FA4ED3" w:rsidRDefault="00A87899" w:rsidP="00541E11">
      <w:pPr>
        <w:pStyle w:val="libBold2"/>
        <w:rPr>
          <w:rtl/>
        </w:rPr>
      </w:pPr>
      <w:r w:rsidRPr="00FA4ED3">
        <w:rPr>
          <w:rtl/>
        </w:rPr>
        <w:t>قال</w:t>
      </w:r>
      <w:r>
        <w:rPr>
          <w:rtl/>
        </w:rPr>
        <w:t xml:space="preserve"> : </w:t>
      </w:r>
      <w:r w:rsidRPr="00FA4ED3">
        <w:rPr>
          <w:rtl/>
        </w:rPr>
        <w:t>«فهاتها</w:t>
      </w:r>
      <w:r>
        <w:rPr>
          <w:rtl/>
        </w:rPr>
        <w:t xml:space="preserve"> ، </w:t>
      </w:r>
      <w:r w:rsidRPr="00FA4ED3">
        <w:rPr>
          <w:rtl/>
        </w:rPr>
        <w:t>فقد أتى مَنْ هو أحقُّ بها منهم».</w:t>
      </w:r>
    </w:p>
    <w:p w:rsidR="00A87899" w:rsidRDefault="00A87899" w:rsidP="00541E11">
      <w:pPr>
        <w:pStyle w:val="libBold2"/>
        <w:rPr>
          <w:rtl/>
        </w:rPr>
      </w:pPr>
      <w:r w:rsidRPr="00FA4ED3">
        <w:rPr>
          <w:rtl/>
        </w:rPr>
        <w:t>فأخذها وخرج</w:t>
      </w:r>
      <w:r>
        <w:rPr>
          <w:rtl/>
        </w:rPr>
        <w:t xml:space="preserve"> ، </w:t>
      </w:r>
      <w:r w:rsidRPr="00FA4ED3">
        <w:rPr>
          <w:rtl/>
        </w:rPr>
        <w:t>فدفعها إلى الأعرابيّ</w:t>
      </w:r>
      <w:r>
        <w:rPr>
          <w:rtl/>
        </w:rPr>
        <w:t xml:space="preserve"> ، </w:t>
      </w:r>
      <w:r w:rsidRPr="00FA4ED3">
        <w:rPr>
          <w:rtl/>
        </w:rPr>
        <w:t>وأنشأ يقول</w:t>
      </w:r>
      <w:r>
        <w:rPr>
          <w:rtl/>
        </w:rPr>
        <w:t xml:space="preserve"> :</w:t>
      </w:r>
    </w:p>
    <w:p w:rsidR="00A87899"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w:t>
      </w:r>
      <w:r>
        <w:rPr>
          <w:rFonts w:hint="cs"/>
          <w:rtl/>
        </w:rPr>
        <w:t>1</w:t>
      </w:r>
      <w:r w:rsidRPr="00E7395C">
        <w:rPr>
          <w:rtl/>
        </w:rPr>
        <w:t>) في مختصر تاريخ دمشق لابن منظور</w:t>
      </w:r>
      <w:r>
        <w:rPr>
          <w:rtl/>
        </w:rPr>
        <w:t xml:space="preserve"> : </w:t>
      </w:r>
      <w:r w:rsidRPr="00E7395C">
        <w:rPr>
          <w:rtl/>
        </w:rPr>
        <w:t>وأنت جود وأنت معدنه.</w:t>
      </w:r>
    </w:p>
    <w:p w:rsidR="00A87899" w:rsidRDefault="00A87899" w:rsidP="00541E11">
      <w:pPr>
        <w:pStyle w:val="libNormal"/>
        <w:rPr>
          <w:rtl/>
        </w:rPr>
      </w:pPr>
      <w:r>
        <w:rPr>
          <w:rtl/>
        </w:rPr>
        <w:br w:type="page"/>
      </w:r>
    </w:p>
    <w:tbl>
      <w:tblPr>
        <w:bidiVisual/>
        <w:tblW w:w="5000" w:type="pct"/>
        <w:tblLook w:val="04A0"/>
      </w:tblPr>
      <w:tblGrid>
        <w:gridCol w:w="3663"/>
        <w:gridCol w:w="249"/>
        <w:gridCol w:w="3675"/>
      </w:tblGrid>
      <w:tr w:rsidR="00A87899" w:rsidTr="005C730B">
        <w:trPr>
          <w:trHeight w:val="350"/>
        </w:trPr>
        <w:tc>
          <w:tcPr>
            <w:tcW w:w="4135" w:type="dxa"/>
            <w:shd w:val="clear" w:color="auto" w:fill="auto"/>
          </w:tcPr>
          <w:p w:rsidR="00A87899" w:rsidRDefault="00A87899" w:rsidP="00541E11">
            <w:pPr>
              <w:pStyle w:val="libPoem"/>
              <w:rPr>
                <w:rtl/>
              </w:rPr>
            </w:pPr>
            <w:r>
              <w:rPr>
                <w:rtl/>
              </w:rPr>
              <w:lastRenderedPageBreak/>
              <w:t>خُذْها فإنّي إليك معتذِرٌ</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واعلم بأنّي عليك ذو شَفَقَهْ</w:t>
            </w:r>
            <w:r w:rsidRPr="00541E11">
              <w:rPr>
                <w:rStyle w:val="libPoemTiniChar0"/>
                <w:rtl/>
              </w:rPr>
              <w:br/>
              <w:t> </w:t>
            </w:r>
          </w:p>
        </w:tc>
      </w:tr>
      <w:tr w:rsidR="00A87899" w:rsidTr="005C730B">
        <w:trPr>
          <w:trHeight w:val="350"/>
        </w:trPr>
        <w:tc>
          <w:tcPr>
            <w:tcW w:w="4135" w:type="dxa"/>
            <w:shd w:val="clear" w:color="auto" w:fill="auto"/>
          </w:tcPr>
          <w:p w:rsidR="00A87899" w:rsidRDefault="00A87899" w:rsidP="00541E11">
            <w:pPr>
              <w:pStyle w:val="libPoem"/>
              <w:rPr>
                <w:rtl/>
              </w:rPr>
            </w:pPr>
            <w:r>
              <w:rPr>
                <w:rtl/>
              </w:rPr>
              <w:t xml:space="preserve">لو كان في سيرنا الغداة عصاً </w:t>
            </w:r>
            <w:r w:rsidRPr="00541E11">
              <w:rPr>
                <w:rStyle w:val="libFootnotenumChar"/>
                <w:rtl/>
              </w:rPr>
              <w:t>(1)</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كانَتْ سمانا عليك مُنْدَفقهْ</w:t>
            </w:r>
            <w:r w:rsidRPr="00541E11">
              <w:rPr>
                <w:rStyle w:val="libPoemTiniChar0"/>
                <w:rtl/>
              </w:rPr>
              <w:br/>
              <w:t> </w:t>
            </w:r>
          </w:p>
        </w:tc>
      </w:tr>
      <w:tr w:rsidR="00A87899" w:rsidTr="005C730B">
        <w:trPr>
          <w:trHeight w:val="350"/>
        </w:trPr>
        <w:tc>
          <w:tcPr>
            <w:tcW w:w="4135" w:type="dxa"/>
            <w:shd w:val="clear" w:color="auto" w:fill="auto"/>
          </w:tcPr>
          <w:p w:rsidR="00A87899" w:rsidRDefault="00A87899" w:rsidP="00541E11">
            <w:pPr>
              <w:pStyle w:val="libPoem"/>
              <w:rPr>
                <w:rtl/>
              </w:rPr>
            </w:pPr>
            <w:r>
              <w:rPr>
                <w:rtl/>
              </w:rPr>
              <w:t>لكنّ ريبَ الزمان ذو نَكَدٍ</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والكفُّ منّا قليلة النَّفَقهْ</w:t>
            </w:r>
            <w:r w:rsidRPr="00541E11">
              <w:rPr>
                <w:rStyle w:val="libPoemTiniChar0"/>
                <w:rtl/>
              </w:rPr>
              <w:br/>
              <w:t> </w:t>
            </w:r>
          </w:p>
        </w:tc>
      </w:tr>
    </w:tbl>
    <w:p w:rsidR="00A87899" w:rsidRDefault="00A87899" w:rsidP="00541E11">
      <w:pPr>
        <w:pStyle w:val="libNormal"/>
        <w:rPr>
          <w:rtl/>
          <w:lang w:bidi="ar-IQ"/>
        </w:rPr>
      </w:pPr>
      <w:r>
        <w:rPr>
          <w:rFonts w:hint="cs"/>
          <w:rtl/>
          <w:lang w:bidi="ar-IQ"/>
        </w:rPr>
        <w:t xml:space="preserve">فأخذها الأعرابي وولّى وهو يقول : </w:t>
      </w:r>
    </w:p>
    <w:tbl>
      <w:tblPr>
        <w:bidiVisual/>
        <w:tblW w:w="5000" w:type="pct"/>
        <w:tblLook w:val="04A0"/>
      </w:tblPr>
      <w:tblGrid>
        <w:gridCol w:w="3673"/>
        <w:gridCol w:w="249"/>
        <w:gridCol w:w="3665"/>
      </w:tblGrid>
      <w:tr w:rsidR="00A87899" w:rsidTr="005C730B">
        <w:trPr>
          <w:trHeight w:val="350"/>
        </w:trPr>
        <w:tc>
          <w:tcPr>
            <w:tcW w:w="4135" w:type="dxa"/>
            <w:shd w:val="clear" w:color="auto" w:fill="auto"/>
          </w:tcPr>
          <w:p w:rsidR="00A87899" w:rsidRDefault="00A87899" w:rsidP="00541E11">
            <w:pPr>
              <w:pStyle w:val="libPoem"/>
              <w:rPr>
                <w:rtl/>
              </w:rPr>
            </w:pPr>
            <w:r>
              <w:rPr>
                <w:rtl/>
              </w:rPr>
              <w:t>مُطَهّرونَ نقيّاتٌ ثيابُهمُ</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تجري الصلاةُ عليهم أينما ذُكروا</w:t>
            </w:r>
            <w:r w:rsidRPr="00541E11">
              <w:rPr>
                <w:rStyle w:val="libPoemTiniChar0"/>
                <w:rtl/>
              </w:rPr>
              <w:br/>
              <w:t> </w:t>
            </w:r>
          </w:p>
        </w:tc>
      </w:tr>
      <w:tr w:rsidR="00A87899" w:rsidTr="005C730B">
        <w:trPr>
          <w:trHeight w:val="350"/>
        </w:trPr>
        <w:tc>
          <w:tcPr>
            <w:tcW w:w="4135" w:type="dxa"/>
            <w:shd w:val="clear" w:color="auto" w:fill="auto"/>
          </w:tcPr>
          <w:p w:rsidR="00A87899" w:rsidRDefault="00A87899" w:rsidP="00541E11">
            <w:pPr>
              <w:pStyle w:val="libPoem"/>
              <w:rPr>
                <w:rtl/>
              </w:rPr>
            </w:pPr>
            <w:r>
              <w:rPr>
                <w:rtl/>
              </w:rPr>
              <w:t>فأنتمُ أنتمُ الأعلونَ عندكمُ</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علمُ الكتاب وما جاءت به السورُ</w:t>
            </w:r>
            <w:r w:rsidRPr="00541E11">
              <w:rPr>
                <w:rStyle w:val="libPoemTiniChar0"/>
                <w:rtl/>
              </w:rPr>
              <w:br/>
              <w:t> </w:t>
            </w:r>
          </w:p>
        </w:tc>
      </w:tr>
      <w:tr w:rsidR="00A87899" w:rsidTr="005C730B">
        <w:trPr>
          <w:trHeight w:val="350"/>
        </w:trPr>
        <w:tc>
          <w:tcPr>
            <w:tcW w:w="4135" w:type="dxa"/>
            <w:shd w:val="clear" w:color="auto" w:fill="auto"/>
          </w:tcPr>
          <w:p w:rsidR="00A87899" w:rsidRDefault="00A87899" w:rsidP="00541E11">
            <w:pPr>
              <w:pStyle w:val="libPoem"/>
              <w:rPr>
                <w:rtl/>
              </w:rPr>
            </w:pPr>
            <w:r>
              <w:rPr>
                <w:rtl/>
              </w:rPr>
              <w:t>مَن لم يكنْ علويّاً حين تنسبُه</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 xml:space="preserve">فماله في جميع الناس مُفتخرُ </w:t>
            </w:r>
            <w:r w:rsidRPr="00541E11">
              <w:rPr>
                <w:rStyle w:val="libFootnotenumChar"/>
                <w:rtl/>
              </w:rPr>
              <w:t>(2)</w:t>
            </w:r>
            <w:r w:rsidRPr="00541E11">
              <w:rPr>
                <w:rStyle w:val="libPoemTiniChar0"/>
                <w:rtl/>
              </w:rPr>
              <w:br/>
              <w:t> </w:t>
            </w:r>
          </w:p>
        </w:tc>
      </w:tr>
    </w:tbl>
    <w:p w:rsidR="00A87899" w:rsidRPr="00B67793" w:rsidRDefault="00A87899" w:rsidP="00541E11">
      <w:pPr>
        <w:pStyle w:val="libBold2"/>
        <w:rPr>
          <w:rtl/>
        </w:rPr>
      </w:pPr>
      <w:r w:rsidRPr="00B67793">
        <w:rPr>
          <w:rtl/>
        </w:rPr>
        <w:t>[208] وأنشدوا له (عليه السّلام)</w:t>
      </w:r>
      <w:r>
        <w:rPr>
          <w:rtl/>
        </w:rPr>
        <w:t xml:space="preserve"> : </w:t>
      </w:r>
    </w:p>
    <w:tbl>
      <w:tblPr>
        <w:bidiVisual/>
        <w:tblW w:w="5000" w:type="pct"/>
        <w:tblLook w:val="04A0"/>
      </w:tblPr>
      <w:tblGrid>
        <w:gridCol w:w="3665"/>
        <w:gridCol w:w="249"/>
        <w:gridCol w:w="3673"/>
      </w:tblGrid>
      <w:tr w:rsidR="00A87899" w:rsidTr="005C730B">
        <w:trPr>
          <w:trHeight w:val="350"/>
        </w:trPr>
        <w:tc>
          <w:tcPr>
            <w:tcW w:w="4135" w:type="dxa"/>
            <w:shd w:val="clear" w:color="auto" w:fill="auto"/>
          </w:tcPr>
          <w:p w:rsidR="00A87899" w:rsidRDefault="00A87899" w:rsidP="00541E11">
            <w:pPr>
              <w:pStyle w:val="libPoem"/>
              <w:rPr>
                <w:rtl/>
              </w:rPr>
            </w:pPr>
            <w:r>
              <w:rPr>
                <w:rtl/>
              </w:rPr>
              <w:t>أغْنِ عن المخلوق</w:t>
            </w:r>
            <w:r>
              <w:rPr>
                <w:rFonts w:hint="cs"/>
                <w:rtl/>
              </w:rPr>
              <w:t xml:space="preserve"> </w:t>
            </w:r>
            <w:r>
              <w:rPr>
                <w:rtl/>
              </w:rPr>
              <w:t>بالخالقِ</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تغن عن الكاذب والصادقِ</w:t>
            </w:r>
            <w:r w:rsidRPr="00541E11">
              <w:rPr>
                <w:rStyle w:val="libPoemTiniChar0"/>
                <w:rtl/>
              </w:rPr>
              <w:br/>
              <w:t> </w:t>
            </w:r>
          </w:p>
        </w:tc>
      </w:tr>
      <w:tr w:rsidR="00A87899" w:rsidTr="005C730B">
        <w:trPr>
          <w:trHeight w:val="350"/>
        </w:trPr>
        <w:tc>
          <w:tcPr>
            <w:tcW w:w="4135" w:type="dxa"/>
            <w:shd w:val="clear" w:color="auto" w:fill="auto"/>
          </w:tcPr>
          <w:p w:rsidR="00A87899" w:rsidRDefault="00A87899" w:rsidP="00541E11">
            <w:pPr>
              <w:pStyle w:val="libPoem"/>
              <w:rPr>
                <w:rtl/>
              </w:rPr>
            </w:pPr>
            <w:r>
              <w:rPr>
                <w:rtl/>
              </w:rPr>
              <w:t>واسترزق الرحمنَ من فضله</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فليس غيرُ الله من رازقِ</w:t>
            </w:r>
            <w:r w:rsidRPr="00541E11">
              <w:rPr>
                <w:rStyle w:val="libPoemTiniChar0"/>
                <w:rtl/>
              </w:rPr>
              <w:br/>
              <w:t> </w:t>
            </w:r>
          </w:p>
        </w:tc>
      </w:tr>
      <w:tr w:rsidR="00A87899" w:rsidTr="005C730B">
        <w:trPr>
          <w:trHeight w:val="350"/>
        </w:trPr>
        <w:tc>
          <w:tcPr>
            <w:tcW w:w="4135" w:type="dxa"/>
            <w:shd w:val="clear" w:color="auto" w:fill="auto"/>
          </w:tcPr>
          <w:p w:rsidR="00A87899" w:rsidRDefault="00A87899" w:rsidP="00541E11">
            <w:pPr>
              <w:pStyle w:val="libPoem"/>
              <w:rPr>
                <w:rtl/>
              </w:rPr>
            </w:pPr>
            <w:r>
              <w:rPr>
                <w:rtl/>
              </w:rPr>
              <w:t>مَنْ ظنَّ أنّ الناس يُغنونَه</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فليس بالرحمن بالواثقِ</w:t>
            </w:r>
            <w:r w:rsidRPr="00541E11">
              <w:rPr>
                <w:rStyle w:val="libPoemTiniChar0"/>
                <w:rtl/>
              </w:rPr>
              <w:br/>
              <w:t> </w:t>
            </w:r>
          </w:p>
        </w:tc>
      </w:tr>
    </w:tbl>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(1) في مختصر تاريخ دمشق لابن منظور</w:t>
      </w:r>
      <w:r>
        <w:rPr>
          <w:rtl/>
        </w:rPr>
        <w:t xml:space="preserve"> : </w:t>
      </w:r>
      <w:r w:rsidRPr="00E7395C">
        <w:rPr>
          <w:rtl/>
        </w:rPr>
        <w:t>لو كان في سيرنا عصاً تمدّ إذن</w:t>
      </w:r>
    </w:p>
    <w:p w:rsidR="00A87899" w:rsidRPr="00E7395C" w:rsidRDefault="00A87899" w:rsidP="00541E11">
      <w:pPr>
        <w:pStyle w:val="libFootnote0"/>
        <w:rPr>
          <w:rtl/>
        </w:rPr>
      </w:pPr>
      <w:r w:rsidRPr="00E7395C">
        <w:rPr>
          <w:rtl/>
        </w:rPr>
        <w:t>(2) مختصر تاريخ دمشق ـ لابن منظور 7 / 132.</w:t>
      </w:r>
    </w:p>
    <w:p w:rsidR="00A87899" w:rsidRDefault="00A87899" w:rsidP="00541E11">
      <w:pPr>
        <w:pStyle w:val="libNormal"/>
        <w:rPr>
          <w:rtl/>
        </w:rPr>
      </w:pPr>
      <w:r>
        <w:rPr>
          <w:rtl/>
        </w:rPr>
        <w:br w:type="page"/>
      </w:r>
    </w:p>
    <w:tbl>
      <w:tblPr>
        <w:bidiVisual/>
        <w:tblW w:w="5000" w:type="pct"/>
        <w:tblLook w:val="04A0"/>
      </w:tblPr>
      <w:tblGrid>
        <w:gridCol w:w="3663"/>
        <w:gridCol w:w="249"/>
        <w:gridCol w:w="3675"/>
      </w:tblGrid>
      <w:tr w:rsidR="00A87899" w:rsidTr="005C730B">
        <w:trPr>
          <w:trHeight w:val="350"/>
        </w:trPr>
        <w:tc>
          <w:tcPr>
            <w:tcW w:w="4135" w:type="dxa"/>
            <w:shd w:val="clear" w:color="auto" w:fill="auto"/>
          </w:tcPr>
          <w:p w:rsidR="00A87899" w:rsidRDefault="00A87899" w:rsidP="00541E11">
            <w:pPr>
              <w:pStyle w:val="libPoem"/>
              <w:rPr>
                <w:rtl/>
              </w:rPr>
            </w:pPr>
            <w:r>
              <w:rPr>
                <w:rtl/>
              </w:rPr>
              <w:lastRenderedPageBreak/>
              <w:t>أو ظنَّ أنَّ المال من كسبهِ</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 xml:space="preserve">زلّتْ به النعلان من حالقِ </w:t>
            </w:r>
            <w:r w:rsidRPr="00541E11">
              <w:rPr>
                <w:rStyle w:val="libFootnotenumChar"/>
                <w:rtl/>
              </w:rPr>
              <w:t>(</w:t>
            </w:r>
            <w:r w:rsidRPr="00541E11">
              <w:rPr>
                <w:rStyle w:val="libFootnotenumChar"/>
                <w:rFonts w:hint="cs"/>
                <w:rtl/>
              </w:rPr>
              <w:t>1</w:t>
            </w:r>
            <w:r w:rsidRPr="00541E11">
              <w:rPr>
                <w:rStyle w:val="libFootnotenumChar"/>
                <w:rtl/>
              </w:rPr>
              <w:t>)</w:t>
            </w:r>
            <w:r w:rsidRPr="00541E11">
              <w:rPr>
                <w:rStyle w:val="libPoemTiniChar0"/>
                <w:rtl/>
              </w:rPr>
              <w:br/>
              <w:t> </w:t>
            </w:r>
          </w:p>
        </w:tc>
      </w:tr>
    </w:tbl>
    <w:p w:rsidR="00A87899" w:rsidRPr="007050D5" w:rsidRDefault="00A87899" w:rsidP="00541E11">
      <w:pPr>
        <w:pStyle w:val="libBold2"/>
        <w:rPr>
          <w:rtl/>
        </w:rPr>
      </w:pPr>
      <w:r w:rsidRPr="007050D5">
        <w:rPr>
          <w:rtl/>
        </w:rPr>
        <w:t xml:space="preserve"> [209] وروى الأعمش له (عليه السّلام)</w:t>
      </w:r>
      <w:r>
        <w:rPr>
          <w:rtl/>
        </w:rPr>
        <w:t xml:space="preserve"> : </w:t>
      </w:r>
    </w:p>
    <w:tbl>
      <w:tblPr>
        <w:bidiVisual/>
        <w:tblW w:w="5000" w:type="pct"/>
        <w:tblLook w:val="04A0"/>
      </w:tblPr>
      <w:tblGrid>
        <w:gridCol w:w="3664"/>
        <w:gridCol w:w="249"/>
        <w:gridCol w:w="3674"/>
      </w:tblGrid>
      <w:tr w:rsidR="00A87899" w:rsidTr="005C730B">
        <w:trPr>
          <w:trHeight w:val="350"/>
        </w:trPr>
        <w:tc>
          <w:tcPr>
            <w:tcW w:w="4135" w:type="dxa"/>
            <w:shd w:val="clear" w:color="auto" w:fill="auto"/>
          </w:tcPr>
          <w:p w:rsidR="00A87899" w:rsidRDefault="00A87899" w:rsidP="00541E11">
            <w:pPr>
              <w:pStyle w:val="libPoem"/>
              <w:rPr>
                <w:rtl/>
              </w:rPr>
            </w:pPr>
            <w:r w:rsidRPr="00E7395C">
              <w:rPr>
                <w:rtl/>
              </w:rPr>
              <w:t>كلّما زِيْدَ صاحبُ المال مالاً</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sidRPr="00E7395C">
              <w:rPr>
                <w:rtl/>
              </w:rPr>
              <w:t>زِيْدَ في هَمّه وفي الاشتَغالِ</w:t>
            </w:r>
            <w:r w:rsidRPr="00541E11">
              <w:rPr>
                <w:rStyle w:val="libPoemTiniChar0"/>
                <w:rtl/>
              </w:rPr>
              <w:br/>
              <w:t> </w:t>
            </w:r>
          </w:p>
        </w:tc>
      </w:tr>
      <w:tr w:rsidR="00A87899" w:rsidTr="005C730B">
        <w:trPr>
          <w:trHeight w:val="350"/>
        </w:trPr>
        <w:tc>
          <w:tcPr>
            <w:tcW w:w="4135" w:type="dxa"/>
            <w:shd w:val="clear" w:color="auto" w:fill="auto"/>
          </w:tcPr>
          <w:p w:rsidR="00A87899" w:rsidRDefault="00A87899" w:rsidP="00541E11">
            <w:pPr>
              <w:pStyle w:val="libPoem"/>
              <w:rPr>
                <w:rtl/>
              </w:rPr>
            </w:pPr>
            <w:r w:rsidRPr="00E7395C">
              <w:rPr>
                <w:rtl/>
              </w:rPr>
              <w:t>قد عرفناكِ يا منغصّة العي</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sidRPr="00E7395C">
              <w:rPr>
                <w:rtl/>
              </w:rPr>
              <w:t>شِ ويادارَ كلّ فانٍ</w:t>
            </w:r>
            <w:r>
              <w:rPr>
                <w:rFonts w:hint="cs"/>
                <w:rtl/>
              </w:rPr>
              <w:t xml:space="preserve"> </w:t>
            </w:r>
            <w:r w:rsidRPr="00E7395C">
              <w:rPr>
                <w:rtl/>
              </w:rPr>
              <w:t>وبالِ</w:t>
            </w:r>
            <w:r w:rsidRPr="00541E11">
              <w:rPr>
                <w:rStyle w:val="libPoemTiniChar0"/>
                <w:rtl/>
              </w:rPr>
              <w:br/>
              <w:t> </w:t>
            </w:r>
          </w:p>
        </w:tc>
      </w:tr>
      <w:tr w:rsidR="00A87899" w:rsidTr="005C730B">
        <w:trPr>
          <w:trHeight w:val="350"/>
        </w:trPr>
        <w:tc>
          <w:tcPr>
            <w:tcW w:w="4135" w:type="dxa"/>
            <w:shd w:val="clear" w:color="auto" w:fill="auto"/>
          </w:tcPr>
          <w:p w:rsidR="00A87899" w:rsidRDefault="00A87899" w:rsidP="00541E11">
            <w:pPr>
              <w:pStyle w:val="libPoem"/>
              <w:rPr>
                <w:rtl/>
              </w:rPr>
            </w:pPr>
            <w:r w:rsidRPr="00E7395C">
              <w:rPr>
                <w:rtl/>
              </w:rPr>
              <w:t>ليس يصفو لزاهدٍ طلب الزه</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sidRPr="00E7395C">
              <w:rPr>
                <w:rtl/>
              </w:rPr>
              <w:t xml:space="preserve">دِ إذا كانَ مثقلاً بالعيالِ </w:t>
            </w:r>
            <w:r w:rsidRPr="00541E11">
              <w:rPr>
                <w:rStyle w:val="libFootnotenumChar"/>
                <w:rtl/>
              </w:rPr>
              <w:t>(</w:t>
            </w:r>
            <w:r w:rsidRPr="00541E11">
              <w:rPr>
                <w:rStyle w:val="libFootnotenumChar"/>
                <w:rFonts w:hint="cs"/>
                <w:rtl/>
              </w:rPr>
              <w:t>2</w:t>
            </w:r>
            <w:r w:rsidRPr="00541E11">
              <w:rPr>
                <w:rStyle w:val="libFootnotenumChar"/>
                <w:rtl/>
              </w:rPr>
              <w:t>)</w:t>
            </w:r>
            <w:r w:rsidRPr="00541E11">
              <w:rPr>
                <w:rStyle w:val="libPoemTiniChar0"/>
                <w:rtl/>
              </w:rPr>
              <w:br/>
              <w:t> </w:t>
            </w:r>
          </w:p>
        </w:tc>
      </w:tr>
    </w:tbl>
    <w:p w:rsidR="00A87899" w:rsidRPr="006C7638" w:rsidRDefault="00A87899" w:rsidP="00541E11">
      <w:pPr>
        <w:pStyle w:val="libBold2"/>
        <w:rPr>
          <w:rtl/>
        </w:rPr>
      </w:pPr>
      <w:r w:rsidRPr="006C7638">
        <w:rPr>
          <w:rtl/>
        </w:rPr>
        <w:t>[210] وروي أنّ الحسين (عليه السّلام) أتى المقابر بالبقيع فطاف بها</w:t>
      </w:r>
      <w:r>
        <w:rPr>
          <w:rtl/>
        </w:rPr>
        <w:t xml:space="preserve"> ، </w:t>
      </w:r>
      <w:r w:rsidRPr="006C7638">
        <w:rPr>
          <w:rtl/>
        </w:rPr>
        <w:t>وقال</w:t>
      </w:r>
      <w:r>
        <w:rPr>
          <w:rtl/>
        </w:rPr>
        <w:t xml:space="preserve"> : </w:t>
      </w:r>
    </w:p>
    <w:tbl>
      <w:tblPr>
        <w:bidiVisual/>
        <w:tblW w:w="5000" w:type="pct"/>
        <w:tblLook w:val="04A0"/>
      </w:tblPr>
      <w:tblGrid>
        <w:gridCol w:w="3677"/>
        <w:gridCol w:w="249"/>
        <w:gridCol w:w="3661"/>
      </w:tblGrid>
      <w:tr w:rsidR="00A87899" w:rsidTr="005C730B">
        <w:trPr>
          <w:trHeight w:val="350"/>
        </w:trPr>
        <w:tc>
          <w:tcPr>
            <w:tcW w:w="3677" w:type="dxa"/>
            <w:shd w:val="clear" w:color="auto" w:fill="auto"/>
          </w:tcPr>
          <w:p w:rsidR="00A87899" w:rsidRDefault="00A87899" w:rsidP="00541E11">
            <w:pPr>
              <w:pStyle w:val="libPoem"/>
              <w:rPr>
                <w:rtl/>
              </w:rPr>
            </w:pPr>
            <w:r w:rsidRPr="00E7395C">
              <w:rPr>
                <w:rtl/>
              </w:rPr>
              <w:t>ناديتُ سُكّان القبور</w:t>
            </w:r>
            <w:r>
              <w:rPr>
                <w:rFonts w:hint="cs"/>
                <w:rtl/>
              </w:rPr>
              <w:t xml:space="preserve"> </w:t>
            </w:r>
            <w:r w:rsidRPr="00E7395C">
              <w:rPr>
                <w:rtl/>
              </w:rPr>
              <w:t>فأُسْكتوا</w:t>
            </w:r>
            <w:r w:rsidRPr="00541E11">
              <w:rPr>
                <w:rStyle w:val="libPoemTiniChar0"/>
                <w:rtl/>
              </w:rPr>
              <w:br/>
              <w:t> </w:t>
            </w:r>
          </w:p>
        </w:tc>
        <w:tc>
          <w:tcPr>
            <w:tcW w:w="249" w:type="dxa"/>
            <w:shd w:val="clear" w:color="auto" w:fill="auto"/>
          </w:tcPr>
          <w:p w:rsidR="00A87899" w:rsidRDefault="00A87899" w:rsidP="005C730B">
            <w:pPr>
              <w:rPr>
                <w:rtl/>
              </w:rPr>
            </w:pPr>
          </w:p>
        </w:tc>
        <w:tc>
          <w:tcPr>
            <w:tcW w:w="3661" w:type="dxa"/>
            <w:shd w:val="clear" w:color="auto" w:fill="auto"/>
          </w:tcPr>
          <w:p w:rsidR="00A87899" w:rsidRDefault="00A87899" w:rsidP="00541E11">
            <w:pPr>
              <w:pStyle w:val="libPoem"/>
              <w:rPr>
                <w:rtl/>
              </w:rPr>
            </w:pPr>
            <w:r w:rsidRPr="00E7395C">
              <w:rPr>
                <w:rtl/>
              </w:rPr>
              <w:t>وأجابني عن صمتهم ندبُ الجثى</w:t>
            </w:r>
            <w:r w:rsidRPr="00541E11">
              <w:rPr>
                <w:rStyle w:val="libPoemTiniChar0"/>
                <w:rtl/>
              </w:rPr>
              <w:br/>
              <w:t> </w:t>
            </w:r>
          </w:p>
        </w:tc>
      </w:tr>
      <w:tr w:rsidR="00A87899" w:rsidTr="005C730B">
        <w:trPr>
          <w:trHeight w:val="350"/>
        </w:trPr>
        <w:tc>
          <w:tcPr>
            <w:tcW w:w="3677" w:type="dxa"/>
            <w:shd w:val="clear" w:color="auto" w:fill="auto"/>
          </w:tcPr>
          <w:p w:rsidR="00A87899" w:rsidRDefault="00A87899" w:rsidP="00541E11">
            <w:pPr>
              <w:pStyle w:val="libPoem"/>
              <w:rPr>
                <w:rtl/>
              </w:rPr>
            </w:pPr>
            <w:r w:rsidRPr="00E7395C">
              <w:rPr>
                <w:rtl/>
              </w:rPr>
              <w:t>قالت أتدري ما صنعتُ بساكني</w:t>
            </w:r>
            <w:r w:rsidRPr="00541E11">
              <w:rPr>
                <w:rStyle w:val="libPoemTiniChar0"/>
                <w:rtl/>
              </w:rPr>
              <w:br/>
              <w:t> </w:t>
            </w:r>
          </w:p>
        </w:tc>
        <w:tc>
          <w:tcPr>
            <w:tcW w:w="249" w:type="dxa"/>
            <w:shd w:val="clear" w:color="auto" w:fill="auto"/>
          </w:tcPr>
          <w:p w:rsidR="00A87899" w:rsidRDefault="00A87899" w:rsidP="005C730B">
            <w:pPr>
              <w:rPr>
                <w:rtl/>
              </w:rPr>
            </w:pPr>
          </w:p>
        </w:tc>
        <w:tc>
          <w:tcPr>
            <w:tcW w:w="3661" w:type="dxa"/>
            <w:shd w:val="clear" w:color="auto" w:fill="auto"/>
          </w:tcPr>
          <w:p w:rsidR="00A87899" w:rsidRDefault="00A87899" w:rsidP="00541E11">
            <w:pPr>
              <w:pStyle w:val="libPoem"/>
              <w:rPr>
                <w:rtl/>
              </w:rPr>
            </w:pPr>
            <w:r w:rsidRPr="00E7395C">
              <w:rPr>
                <w:rtl/>
              </w:rPr>
              <w:t>مزّقتُ ألْحُمَهم وخرّقتُ الكِسا</w:t>
            </w:r>
            <w:r w:rsidRPr="00541E11">
              <w:rPr>
                <w:rStyle w:val="libPoemTiniChar0"/>
                <w:rtl/>
              </w:rPr>
              <w:br/>
              <w:t> </w:t>
            </w:r>
          </w:p>
        </w:tc>
      </w:tr>
      <w:tr w:rsidR="00A87899" w:rsidTr="005C730B">
        <w:trPr>
          <w:trHeight w:val="350"/>
        </w:trPr>
        <w:tc>
          <w:tcPr>
            <w:tcW w:w="3677" w:type="dxa"/>
            <w:shd w:val="clear" w:color="auto" w:fill="auto"/>
          </w:tcPr>
          <w:p w:rsidR="00A87899" w:rsidRDefault="00A87899" w:rsidP="00541E11">
            <w:pPr>
              <w:pStyle w:val="libPoem"/>
              <w:rPr>
                <w:rtl/>
              </w:rPr>
            </w:pPr>
            <w:r w:rsidRPr="00E7395C">
              <w:rPr>
                <w:rtl/>
              </w:rPr>
              <w:t>وحشوْتُ أعينهم تراباً بعدما</w:t>
            </w:r>
            <w:r w:rsidRPr="00541E11">
              <w:rPr>
                <w:rStyle w:val="libPoemTiniChar0"/>
                <w:rtl/>
              </w:rPr>
              <w:br/>
              <w:t> </w:t>
            </w:r>
          </w:p>
        </w:tc>
        <w:tc>
          <w:tcPr>
            <w:tcW w:w="249" w:type="dxa"/>
            <w:shd w:val="clear" w:color="auto" w:fill="auto"/>
          </w:tcPr>
          <w:p w:rsidR="00A87899" w:rsidRDefault="00A87899" w:rsidP="005C730B">
            <w:pPr>
              <w:rPr>
                <w:rtl/>
              </w:rPr>
            </w:pPr>
          </w:p>
        </w:tc>
        <w:tc>
          <w:tcPr>
            <w:tcW w:w="3661" w:type="dxa"/>
            <w:shd w:val="clear" w:color="auto" w:fill="auto"/>
          </w:tcPr>
          <w:p w:rsidR="00A87899" w:rsidRDefault="00A87899" w:rsidP="00541E11">
            <w:pPr>
              <w:pStyle w:val="libPoem"/>
              <w:rPr>
                <w:rtl/>
              </w:rPr>
            </w:pPr>
            <w:r w:rsidRPr="00E7395C">
              <w:rPr>
                <w:rtl/>
              </w:rPr>
              <w:t>كانتْ تؤذّى بالقليل من القذى</w:t>
            </w:r>
            <w:r w:rsidRPr="00541E11">
              <w:rPr>
                <w:rStyle w:val="libPoemTiniChar0"/>
                <w:rtl/>
              </w:rPr>
              <w:br/>
              <w:t> </w:t>
            </w:r>
          </w:p>
        </w:tc>
      </w:tr>
      <w:tr w:rsidR="00A87899" w:rsidTr="005C730B">
        <w:trPr>
          <w:trHeight w:val="350"/>
        </w:trPr>
        <w:tc>
          <w:tcPr>
            <w:tcW w:w="3677" w:type="dxa"/>
            <w:shd w:val="clear" w:color="auto" w:fill="auto"/>
          </w:tcPr>
          <w:p w:rsidR="00A87899" w:rsidRDefault="00A87899" w:rsidP="00541E11">
            <w:pPr>
              <w:pStyle w:val="libPoem"/>
              <w:rPr>
                <w:rtl/>
              </w:rPr>
            </w:pPr>
            <w:r w:rsidRPr="00E7395C">
              <w:rPr>
                <w:rtl/>
              </w:rPr>
              <w:t>أمّا العظام فإننّي فرّقتها</w:t>
            </w:r>
            <w:r w:rsidRPr="00541E11">
              <w:rPr>
                <w:rStyle w:val="libPoemTiniChar0"/>
                <w:rtl/>
              </w:rPr>
              <w:br/>
              <w:t> </w:t>
            </w:r>
          </w:p>
        </w:tc>
        <w:tc>
          <w:tcPr>
            <w:tcW w:w="249" w:type="dxa"/>
            <w:shd w:val="clear" w:color="auto" w:fill="auto"/>
          </w:tcPr>
          <w:p w:rsidR="00A87899" w:rsidRDefault="00A87899" w:rsidP="005C730B">
            <w:pPr>
              <w:rPr>
                <w:rtl/>
              </w:rPr>
            </w:pPr>
          </w:p>
        </w:tc>
        <w:tc>
          <w:tcPr>
            <w:tcW w:w="3661" w:type="dxa"/>
            <w:shd w:val="clear" w:color="auto" w:fill="auto"/>
          </w:tcPr>
          <w:p w:rsidR="00A87899" w:rsidRDefault="00A87899" w:rsidP="00541E11">
            <w:pPr>
              <w:pStyle w:val="libPoem"/>
              <w:rPr>
                <w:rtl/>
              </w:rPr>
            </w:pPr>
            <w:r w:rsidRPr="00E7395C">
              <w:rPr>
                <w:rtl/>
              </w:rPr>
              <w:t>حتّى تباينتِ المفاصل والشوى</w:t>
            </w:r>
            <w:r w:rsidRPr="00541E11">
              <w:rPr>
                <w:rStyle w:val="libPoemTiniChar0"/>
                <w:rtl/>
              </w:rPr>
              <w:br/>
              <w:t> </w:t>
            </w:r>
          </w:p>
        </w:tc>
      </w:tr>
    </w:tbl>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w:t>
      </w:r>
      <w:r>
        <w:rPr>
          <w:rtl/>
        </w:rPr>
        <w:t xml:space="preserve"> و (</w:t>
      </w:r>
      <w:r>
        <w:rPr>
          <w:rFonts w:hint="cs"/>
          <w:rtl/>
        </w:rPr>
        <w:t xml:space="preserve">2) </w:t>
      </w:r>
      <w:r w:rsidRPr="00E7395C">
        <w:rPr>
          <w:rtl/>
        </w:rPr>
        <w:t>مختصر تاريخ دمشق ـ لابن منظور 7 / 132.</w:t>
      </w:r>
    </w:p>
    <w:p w:rsidR="00A87899" w:rsidRPr="00E7395C" w:rsidRDefault="00A87899" w:rsidP="00541E11">
      <w:pPr>
        <w:pStyle w:val="libNormal"/>
        <w:rPr>
          <w:rtl/>
        </w:rPr>
      </w:pPr>
      <w:r>
        <w:rPr>
          <w:rtl/>
        </w:rPr>
        <w:br w:type="page"/>
      </w:r>
    </w:p>
    <w:tbl>
      <w:tblPr>
        <w:bidiVisual/>
        <w:tblW w:w="5000" w:type="pct"/>
        <w:tblLook w:val="04A0"/>
      </w:tblPr>
      <w:tblGrid>
        <w:gridCol w:w="3670"/>
        <w:gridCol w:w="249"/>
        <w:gridCol w:w="3668"/>
      </w:tblGrid>
      <w:tr w:rsidR="00A87899" w:rsidTr="005C730B">
        <w:trPr>
          <w:trHeight w:val="350"/>
        </w:trPr>
        <w:tc>
          <w:tcPr>
            <w:tcW w:w="4135" w:type="dxa"/>
            <w:shd w:val="clear" w:color="auto" w:fill="auto"/>
          </w:tcPr>
          <w:p w:rsidR="00A87899" w:rsidRDefault="00A87899" w:rsidP="00541E11">
            <w:pPr>
              <w:pStyle w:val="libPoem"/>
              <w:rPr>
                <w:rtl/>
              </w:rPr>
            </w:pPr>
            <w:r w:rsidRPr="00E7395C">
              <w:rPr>
                <w:rtl/>
              </w:rPr>
              <w:lastRenderedPageBreak/>
              <w:t>قطّعتُ ذا من ذا ومن ها ذاك</w:t>
            </w:r>
            <w:r>
              <w:rPr>
                <w:rFonts w:hint="cs"/>
                <w:rtl/>
              </w:rPr>
              <w:t xml:space="preserve"> ذا</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sidRPr="00E7395C">
              <w:rPr>
                <w:rtl/>
              </w:rPr>
              <w:t xml:space="preserve">فتركتُها رمماً يطول بها البِلى </w:t>
            </w:r>
            <w:r w:rsidRPr="00541E11">
              <w:rPr>
                <w:rStyle w:val="libFootnotenumChar"/>
                <w:rtl/>
              </w:rPr>
              <w:t>(</w:t>
            </w:r>
            <w:r w:rsidRPr="00541E11">
              <w:rPr>
                <w:rStyle w:val="libFootnotenumChar"/>
                <w:rFonts w:hint="cs"/>
                <w:rtl/>
              </w:rPr>
              <w:t>1</w:t>
            </w:r>
            <w:r w:rsidRPr="00541E11">
              <w:rPr>
                <w:rStyle w:val="libFootnotenumChar"/>
                <w:rtl/>
              </w:rPr>
              <w:t>)</w:t>
            </w:r>
            <w:r w:rsidRPr="00541E11">
              <w:rPr>
                <w:rStyle w:val="libPoemTiniChar0"/>
                <w:rtl/>
              </w:rPr>
              <w:br/>
              <w:t> </w:t>
            </w:r>
          </w:p>
        </w:tc>
      </w:tr>
    </w:tbl>
    <w:p w:rsidR="00A87899" w:rsidRPr="001A22C0" w:rsidRDefault="00A87899" w:rsidP="00541E11">
      <w:pPr>
        <w:pStyle w:val="libBold2"/>
        <w:rPr>
          <w:rtl/>
        </w:rPr>
      </w:pPr>
      <w:r w:rsidRPr="001A22C0">
        <w:rPr>
          <w:rtl/>
        </w:rPr>
        <w:t>[211] وأنشدوا له (عليه السّلام)</w:t>
      </w:r>
      <w:r>
        <w:rPr>
          <w:rtl/>
        </w:rPr>
        <w:t xml:space="preserve"> : </w:t>
      </w:r>
    </w:p>
    <w:tbl>
      <w:tblPr>
        <w:bidiVisual/>
        <w:tblW w:w="5000" w:type="pct"/>
        <w:tblLook w:val="04A0"/>
      </w:tblPr>
      <w:tblGrid>
        <w:gridCol w:w="3663"/>
        <w:gridCol w:w="249"/>
        <w:gridCol w:w="3675"/>
      </w:tblGrid>
      <w:tr w:rsidR="00A87899" w:rsidTr="005C730B">
        <w:trPr>
          <w:trHeight w:val="350"/>
        </w:trPr>
        <w:tc>
          <w:tcPr>
            <w:tcW w:w="3663" w:type="dxa"/>
            <w:shd w:val="clear" w:color="auto" w:fill="auto"/>
          </w:tcPr>
          <w:p w:rsidR="00A87899" w:rsidRDefault="00A87899" w:rsidP="00541E11">
            <w:pPr>
              <w:pStyle w:val="libPoem"/>
              <w:rPr>
                <w:rtl/>
              </w:rPr>
            </w:pPr>
            <w:r w:rsidRPr="00E7395C">
              <w:rPr>
                <w:rtl/>
              </w:rPr>
              <w:t>لئن كانت الدُنيا تُعدُّ نفيسةً</w:t>
            </w:r>
            <w:r w:rsidRPr="00541E11">
              <w:rPr>
                <w:rStyle w:val="libPoemTiniChar0"/>
                <w:rtl/>
              </w:rPr>
              <w:br/>
              <w:t> </w:t>
            </w:r>
          </w:p>
        </w:tc>
        <w:tc>
          <w:tcPr>
            <w:tcW w:w="249" w:type="dxa"/>
            <w:shd w:val="clear" w:color="auto" w:fill="auto"/>
          </w:tcPr>
          <w:p w:rsidR="00A87899" w:rsidRDefault="00A87899" w:rsidP="005C730B">
            <w:pPr>
              <w:rPr>
                <w:rtl/>
              </w:rPr>
            </w:pPr>
          </w:p>
        </w:tc>
        <w:tc>
          <w:tcPr>
            <w:tcW w:w="3675" w:type="dxa"/>
            <w:shd w:val="clear" w:color="auto" w:fill="auto"/>
          </w:tcPr>
          <w:p w:rsidR="00A87899" w:rsidRDefault="00A87899" w:rsidP="00541E11">
            <w:pPr>
              <w:pStyle w:val="libPoem"/>
              <w:rPr>
                <w:rtl/>
              </w:rPr>
            </w:pPr>
            <w:r w:rsidRPr="00E7395C">
              <w:rPr>
                <w:rtl/>
              </w:rPr>
              <w:t>فدارُ ثوابِ الله أعلى وأنْبلُ</w:t>
            </w:r>
            <w:r w:rsidRPr="00541E11">
              <w:rPr>
                <w:rStyle w:val="libPoemTiniChar0"/>
                <w:rtl/>
              </w:rPr>
              <w:br/>
              <w:t> </w:t>
            </w:r>
          </w:p>
        </w:tc>
      </w:tr>
      <w:tr w:rsidR="00A87899" w:rsidTr="005C730B">
        <w:trPr>
          <w:trHeight w:val="350"/>
        </w:trPr>
        <w:tc>
          <w:tcPr>
            <w:tcW w:w="3663" w:type="dxa"/>
            <w:shd w:val="clear" w:color="auto" w:fill="auto"/>
          </w:tcPr>
          <w:p w:rsidR="00A87899" w:rsidRDefault="00A87899" w:rsidP="00541E11">
            <w:pPr>
              <w:pStyle w:val="libPoem"/>
              <w:rPr>
                <w:rtl/>
              </w:rPr>
            </w:pPr>
            <w:r w:rsidRPr="00E7395C">
              <w:rPr>
                <w:rtl/>
              </w:rPr>
              <w:t>وإن كانت الأبدانُ للموت أُنشِئتْ</w:t>
            </w:r>
            <w:r w:rsidRPr="00541E11">
              <w:rPr>
                <w:rStyle w:val="libPoemTiniChar0"/>
                <w:rtl/>
              </w:rPr>
              <w:br/>
              <w:t> </w:t>
            </w:r>
          </w:p>
        </w:tc>
        <w:tc>
          <w:tcPr>
            <w:tcW w:w="249" w:type="dxa"/>
            <w:shd w:val="clear" w:color="auto" w:fill="auto"/>
          </w:tcPr>
          <w:p w:rsidR="00A87899" w:rsidRDefault="00A87899" w:rsidP="005C730B">
            <w:pPr>
              <w:rPr>
                <w:rtl/>
              </w:rPr>
            </w:pPr>
          </w:p>
        </w:tc>
        <w:tc>
          <w:tcPr>
            <w:tcW w:w="3675" w:type="dxa"/>
            <w:shd w:val="clear" w:color="auto" w:fill="auto"/>
          </w:tcPr>
          <w:p w:rsidR="00A87899" w:rsidRDefault="00A87899" w:rsidP="00541E11">
            <w:pPr>
              <w:pStyle w:val="libPoem"/>
              <w:rPr>
                <w:rtl/>
              </w:rPr>
            </w:pPr>
            <w:r w:rsidRPr="00E7395C">
              <w:rPr>
                <w:rtl/>
              </w:rPr>
              <w:t>فقتل سبيل الله بالسيف أفضلُ</w:t>
            </w:r>
            <w:r w:rsidRPr="00541E11">
              <w:rPr>
                <w:rStyle w:val="libPoemTiniChar0"/>
                <w:rtl/>
              </w:rPr>
              <w:br/>
              <w:t> </w:t>
            </w:r>
          </w:p>
        </w:tc>
      </w:tr>
      <w:tr w:rsidR="00A87899" w:rsidTr="005C730B">
        <w:trPr>
          <w:trHeight w:val="350"/>
        </w:trPr>
        <w:tc>
          <w:tcPr>
            <w:tcW w:w="3663" w:type="dxa"/>
            <w:shd w:val="clear" w:color="auto" w:fill="auto"/>
          </w:tcPr>
          <w:p w:rsidR="00A87899" w:rsidRDefault="00A87899" w:rsidP="00541E11">
            <w:pPr>
              <w:pStyle w:val="libPoem"/>
              <w:rPr>
                <w:rtl/>
              </w:rPr>
            </w:pPr>
            <w:r w:rsidRPr="00E7395C">
              <w:rPr>
                <w:rtl/>
              </w:rPr>
              <w:t>وإن كانتِ الأرزاق شيئاً مقدَّراً</w:t>
            </w:r>
            <w:r w:rsidRPr="00541E11">
              <w:rPr>
                <w:rStyle w:val="libPoemTiniChar0"/>
                <w:rtl/>
              </w:rPr>
              <w:br/>
              <w:t> </w:t>
            </w:r>
          </w:p>
        </w:tc>
        <w:tc>
          <w:tcPr>
            <w:tcW w:w="249" w:type="dxa"/>
            <w:shd w:val="clear" w:color="auto" w:fill="auto"/>
          </w:tcPr>
          <w:p w:rsidR="00A87899" w:rsidRDefault="00A87899" w:rsidP="005C730B">
            <w:pPr>
              <w:rPr>
                <w:rtl/>
              </w:rPr>
            </w:pPr>
          </w:p>
        </w:tc>
        <w:tc>
          <w:tcPr>
            <w:tcW w:w="3675" w:type="dxa"/>
            <w:shd w:val="clear" w:color="auto" w:fill="auto"/>
          </w:tcPr>
          <w:p w:rsidR="00A87899" w:rsidRDefault="00A87899" w:rsidP="00541E11">
            <w:pPr>
              <w:pStyle w:val="libPoem"/>
              <w:rPr>
                <w:rtl/>
              </w:rPr>
            </w:pPr>
            <w:r w:rsidRPr="00E7395C">
              <w:rPr>
                <w:rtl/>
              </w:rPr>
              <w:t>فقلّة سعي المرء في الكسب أجملُ</w:t>
            </w:r>
            <w:r w:rsidRPr="00541E11">
              <w:rPr>
                <w:rStyle w:val="libPoemTiniChar0"/>
                <w:rtl/>
              </w:rPr>
              <w:br/>
              <w:t> </w:t>
            </w:r>
          </w:p>
        </w:tc>
      </w:tr>
      <w:tr w:rsidR="00A87899" w:rsidTr="005C730B">
        <w:trPr>
          <w:trHeight w:val="350"/>
        </w:trPr>
        <w:tc>
          <w:tcPr>
            <w:tcW w:w="3663" w:type="dxa"/>
            <w:shd w:val="clear" w:color="auto" w:fill="auto"/>
          </w:tcPr>
          <w:p w:rsidR="00A87899" w:rsidRDefault="00A87899" w:rsidP="00541E11">
            <w:pPr>
              <w:pStyle w:val="libPoem"/>
              <w:rPr>
                <w:rtl/>
              </w:rPr>
            </w:pPr>
            <w:r w:rsidRPr="00E7395C">
              <w:rPr>
                <w:rtl/>
              </w:rPr>
              <w:t>وإن كانتِ الأموال للترك جُمّعتْ</w:t>
            </w:r>
            <w:r w:rsidRPr="00541E11">
              <w:rPr>
                <w:rStyle w:val="libPoemTiniChar0"/>
                <w:rtl/>
              </w:rPr>
              <w:br/>
              <w:t> </w:t>
            </w:r>
          </w:p>
        </w:tc>
        <w:tc>
          <w:tcPr>
            <w:tcW w:w="249" w:type="dxa"/>
            <w:shd w:val="clear" w:color="auto" w:fill="auto"/>
          </w:tcPr>
          <w:p w:rsidR="00A87899" w:rsidRDefault="00A87899" w:rsidP="005C730B">
            <w:pPr>
              <w:rPr>
                <w:rtl/>
              </w:rPr>
            </w:pPr>
          </w:p>
        </w:tc>
        <w:tc>
          <w:tcPr>
            <w:tcW w:w="3675" w:type="dxa"/>
            <w:shd w:val="clear" w:color="auto" w:fill="auto"/>
          </w:tcPr>
          <w:p w:rsidR="00A87899" w:rsidRDefault="00A87899" w:rsidP="00541E11">
            <w:pPr>
              <w:pStyle w:val="libPoem"/>
              <w:rPr>
                <w:rtl/>
              </w:rPr>
            </w:pPr>
            <w:r w:rsidRPr="00E7395C">
              <w:rPr>
                <w:rtl/>
              </w:rPr>
              <w:t xml:space="preserve">فما بالُ متروكٍ به المرءُ يبخلُ </w:t>
            </w:r>
            <w:r w:rsidRPr="00541E11">
              <w:rPr>
                <w:rStyle w:val="libFootnotenumChar"/>
                <w:rtl/>
              </w:rPr>
              <w:t>(</w:t>
            </w:r>
            <w:r w:rsidRPr="00541E11">
              <w:rPr>
                <w:rStyle w:val="libFootnotenumChar"/>
                <w:rFonts w:hint="cs"/>
                <w:rtl/>
              </w:rPr>
              <w:t>2</w:t>
            </w:r>
            <w:r w:rsidRPr="00541E11">
              <w:rPr>
                <w:rStyle w:val="libFootnotenumChar"/>
                <w:rtl/>
              </w:rPr>
              <w:t>)</w:t>
            </w:r>
            <w:r w:rsidRPr="00541E11">
              <w:rPr>
                <w:rStyle w:val="libPoemTiniChar0"/>
                <w:rtl/>
              </w:rPr>
              <w:br/>
              <w:t> </w:t>
            </w:r>
          </w:p>
        </w:tc>
      </w:tr>
    </w:tbl>
    <w:p w:rsidR="00A87899" w:rsidRDefault="00A87899" w:rsidP="00A87899">
      <w:pPr>
        <w:pStyle w:val="Heading2Center"/>
        <w:rPr>
          <w:rtl/>
        </w:rPr>
      </w:pPr>
      <w:bookmarkStart w:id="70" w:name="_Toc416693855"/>
      <w:bookmarkStart w:id="71" w:name="_Toc416696099"/>
      <w:r>
        <w:rPr>
          <w:rtl/>
        </w:rPr>
        <w:t>24 ـ رعاية المجتمع الإسلامي</w:t>
      </w:r>
      <w:bookmarkEnd w:id="70"/>
      <w:bookmarkEnd w:id="71"/>
    </w:p>
    <w:p w:rsidR="00A87899" w:rsidRDefault="00A87899" w:rsidP="00541E11">
      <w:pPr>
        <w:pStyle w:val="libNormal"/>
        <w:rPr>
          <w:rtl/>
        </w:rPr>
      </w:pPr>
      <w:r>
        <w:rPr>
          <w:rtl/>
        </w:rPr>
        <w:t>إنّ من أهمّ واجبات الإمام هو رعاية المجتمع الإسلامي عن كَثَب ، وملاحظة كلّ صغيرة وكبيرة في الحياة الاجتماعيّة ، ورصدها ومحاولة إصلاحها وإرشادها ، ودفع المفاسد والأضرار بالأساليب الصالحة ، وبالإمكانات المتوافرة ، دَعْماً للأُمّة الإسلاميّة ، وحفظاً للمجتمع من الانهيار أو التصدّع.</w:t>
      </w:r>
    </w:p>
    <w:p w:rsidR="00A87899" w:rsidRDefault="00A87899" w:rsidP="00541E11">
      <w:pPr>
        <w:pStyle w:val="libNormal"/>
        <w:rPr>
          <w:rtl/>
        </w:rPr>
      </w:pPr>
      <w:r>
        <w:rPr>
          <w:rtl/>
        </w:rPr>
        <w:t>وقد ورد عن الإمام الحسين (عليه السّلام) حديث مهمّ يدلّ على عمق اهتمام الإمام بهذا الأمر الهامّ :</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Pr>
          <w:rFonts w:hint="cs"/>
          <w:rtl/>
        </w:rPr>
        <w:t>(1) مختصر تاريخ دمشق لابن منظور (7 / 132) باختلاف يسير.</w:t>
      </w:r>
    </w:p>
    <w:p w:rsidR="00A87899" w:rsidRDefault="00A87899" w:rsidP="00541E11">
      <w:pPr>
        <w:pStyle w:val="libFootnote0"/>
        <w:rPr>
          <w:rtl/>
        </w:rPr>
      </w:pPr>
      <w:r>
        <w:rPr>
          <w:rFonts w:hint="cs"/>
          <w:rtl/>
        </w:rPr>
        <w:t>(2) مختصر تاريخ دمشق لابن منظور (7 / 133).</w:t>
      </w:r>
    </w:p>
    <w:p w:rsidR="00A87899" w:rsidRPr="00BC730C" w:rsidRDefault="00A87899" w:rsidP="00541E11">
      <w:pPr>
        <w:pStyle w:val="libBold2"/>
        <w:rPr>
          <w:rtl/>
        </w:rPr>
      </w:pPr>
      <w:r>
        <w:rPr>
          <w:rtl/>
        </w:rPr>
        <w:br w:type="page"/>
      </w:r>
      <w:r w:rsidRPr="00BC730C">
        <w:rPr>
          <w:rtl/>
        </w:rPr>
        <w:lastRenderedPageBreak/>
        <w:t>قال جُعيد الهمدانيّ</w:t>
      </w:r>
      <w:r>
        <w:rPr>
          <w:rtl/>
        </w:rPr>
        <w:t xml:space="preserve"> : </w:t>
      </w:r>
      <w:r w:rsidRPr="00BC730C">
        <w:rPr>
          <w:rtl/>
        </w:rPr>
        <w:t>أتيتُ الحسين بن عليّ وعلى صَدْره سكينة ابنتهُ</w:t>
      </w:r>
      <w:r>
        <w:rPr>
          <w:rtl/>
        </w:rPr>
        <w:t xml:space="preserve"> ، </w:t>
      </w:r>
      <w:r w:rsidRPr="00BC730C">
        <w:rPr>
          <w:rtl/>
        </w:rPr>
        <w:t>فقال</w:t>
      </w:r>
      <w:r>
        <w:rPr>
          <w:rtl/>
        </w:rPr>
        <w:t xml:space="preserve"> : </w:t>
      </w:r>
      <w:r w:rsidRPr="00BC730C">
        <w:rPr>
          <w:rtl/>
        </w:rPr>
        <w:t>«يا أُخْتَ كلب</w:t>
      </w:r>
      <w:r>
        <w:rPr>
          <w:rtl/>
        </w:rPr>
        <w:t xml:space="preserve"> ، </w:t>
      </w:r>
      <w:r w:rsidRPr="00BC730C">
        <w:rPr>
          <w:rtl/>
        </w:rPr>
        <w:t>خذي ابنتك عنّي».</w:t>
      </w:r>
    </w:p>
    <w:p w:rsidR="00A87899" w:rsidRPr="00BC730C" w:rsidRDefault="00A87899" w:rsidP="00541E11">
      <w:pPr>
        <w:pStyle w:val="libBold2"/>
        <w:rPr>
          <w:rtl/>
        </w:rPr>
      </w:pPr>
      <w:r w:rsidRPr="00BC730C">
        <w:rPr>
          <w:rtl/>
        </w:rPr>
        <w:t>فساءلني</w:t>
      </w:r>
      <w:r>
        <w:rPr>
          <w:rtl/>
        </w:rPr>
        <w:t xml:space="preserve"> ، </w:t>
      </w:r>
      <w:r w:rsidRPr="00BC730C">
        <w:rPr>
          <w:rtl/>
        </w:rPr>
        <w:t>فقال</w:t>
      </w:r>
      <w:r>
        <w:rPr>
          <w:rtl/>
        </w:rPr>
        <w:t xml:space="preserve"> : </w:t>
      </w:r>
      <w:r w:rsidRPr="00BC730C">
        <w:rPr>
          <w:rtl/>
        </w:rPr>
        <w:t>«أخبرني عن شباب العرب؟».</w:t>
      </w:r>
    </w:p>
    <w:p w:rsidR="00A87899" w:rsidRPr="00BC730C" w:rsidRDefault="00A87899" w:rsidP="00541E11">
      <w:pPr>
        <w:pStyle w:val="libBold2"/>
        <w:rPr>
          <w:rtl/>
        </w:rPr>
      </w:pPr>
      <w:r w:rsidRPr="00BC730C">
        <w:rPr>
          <w:rtl/>
        </w:rPr>
        <w:t>قلتُ</w:t>
      </w:r>
      <w:r>
        <w:rPr>
          <w:rtl/>
        </w:rPr>
        <w:t xml:space="preserve"> : </w:t>
      </w:r>
      <w:r w:rsidRPr="00BC730C">
        <w:rPr>
          <w:rtl/>
        </w:rPr>
        <w:t>أصحاب جُلاهقات ومجالس</w:t>
      </w:r>
      <w:r>
        <w:rPr>
          <w:rFonts w:hint="cs"/>
          <w:rtl/>
        </w:rPr>
        <w:t>!</w:t>
      </w:r>
    </w:p>
    <w:p w:rsidR="00A87899" w:rsidRPr="00BC730C" w:rsidRDefault="00A87899" w:rsidP="00541E11">
      <w:pPr>
        <w:pStyle w:val="libBold2"/>
        <w:rPr>
          <w:rtl/>
        </w:rPr>
      </w:pPr>
      <w:r w:rsidRPr="00BC730C">
        <w:rPr>
          <w:rtl/>
        </w:rPr>
        <w:t>قال (عليه السّلام)</w:t>
      </w:r>
      <w:r>
        <w:rPr>
          <w:rtl/>
        </w:rPr>
        <w:t xml:space="preserve"> : </w:t>
      </w:r>
      <w:r w:rsidRPr="00BC730C">
        <w:rPr>
          <w:rtl/>
        </w:rPr>
        <w:t>«فأخبرني عن الموالي؟»</w:t>
      </w:r>
    </w:p>
    <w:p w:rsidR="00A87899" w:rsidRPr="00BC730C" w:rsidRDefault="00A87899" w:rsidP="00541E11">
      <w:pPr>
        <w:pStyle w:val="libBold2"/>
        <w:rPr>
          <w:rtl/>
        </w:rPr>
      </w:pPr>
      <w:r w:rsidRPr="00BC730C">
        <w:rPr>
          <w:rtl/>
        </w:rPr>
        <w:t>قلتُ</w:t>
      </w:r>
      <w:r>
        <w:rPr>
          <w:rtl/>
        </w:rPr>
        <w:t xml:space="preserve"> : </w:t>
      </w:r>
      <w:r w:rsidRPr="00BC730C">
        <w:rPr>
          <w:rtl/>
        </w:rPr>
        <w:t>آكل رِبا</w:t>
      </w:r>
      <w:r>
        <w:rPr>
          <w:rtl/>
        </w:rPr>
        <w:t xml:space="preserve"> ، </w:t>
      </w:r>
      <w:r w:rsidRPr="00BC730C">
        <w:rPr>
          <w:rtl/>
        </w:rPr>
        <w:t>أو حريص على الدنيا</w:t>
      </w:r>
      <w:r>
        <w:rPr>
          <w:rFonts w:hint="cs"/>
          <w:rtl/>
        </w:rPr>
        <w:t>!</w:t>
      </w:r>
    </w:p>
    <w:p w:rsidR="00A87899" w:rsidRPr="00BC730C" w:rsidRDefault="00A87899" w:rsidP="00541E11">
      <w:pPr>
        <w:pStyle w:val="libBold2"/>
        <w:rPr>
          <w:rtl/>
        </w:rPr>
      </w:pPr>
      <w:r w:rsidRPr="00BC730C">
        <w:rPr>
          <w:rtl/>
        </w:rPr>
        <w:t>قال (عليه السّلام)</w:t>
      </w:r>
      <w:r>
        <w:rPr>
          <w:rtl/>
        </w:rPr>
        <w:t xml:space="preserve"> : </w:t>
      </w:r>
      <w:r w:rsidRPr="00541E11">
        <w:rPr>
          <w:rStyle w:val="libAlaemChar"/>
          <w:rFonts w:hint="cs"/>
          <w:rtl/>
        </w:rPr>
        <w:t>(</w:t>
      </w:r>
      <w:r w:rsidRPr="00541E11">
        <w:rPr>
          <w:rStyle w:val="libAieChar"/>
          <w:rtl/>
        </w:rPr>
        <w:t>إِنَّا للهِ وَإِنَّا إِلَيْهِ رَاجِعُونَ</w:t>
      </w:r>
      <w:r w:rsidRPr="00541E11">
        <w:rPr>
          <w:rStyle w:val="libAlaemChar"/>
          <w:rFonts w:hint="cs"/>
          <w:rtl/>
        </w:rPr>
        <w:t>)</w:t>
      </w:r>
      <w:r>
        <w:rPr>
          <w:rtl/>
        </w:rPr>
        <w:t xml:space="preserve"> </w:t>
      </w:r>
      <w:r w:rsidRPr="00BC730C">
        <w:rPr>
          <w:rtl/>
        </w:rPr>
        <w:t>والله</w:t>
      </w:r>
      <w:r>
        <w:rPr>
          <w:rtl/>
        </w:rPr>
        <w:t xml:space="preserve"> ، </w:t>
      </w:r>
      <w:r w:rsidRPr="00BC730C">
        <w:rPr>
          <w:rtl/>
        </w:rPr>
        <w:t>إنّهما لَلصِّنفان اللذانِ كنّا نتحدّثُ أنّ الله تبارك وتعالى ينتصرُ بهما لدينه.</w:t>
      </w:r>
    </w:p>
    <w:p w:rsidR="00A87899" w:rsidRDefault="00A87899" w:rsidP="00541E11">
      <w:pPr>
        <w:pStyle w:val="libBold2"/>
        <w:rPr>
          <w:rtl/>
        </w:rPr>
      </w:pPr>
      <w:r w:rsidRPr="00BC730C">
        <w:rPr>
          <w:rtl/>
        </w:rPr>
        <w:t>يا جُعيد همدان</w:t>
      </w:r>
      <w:r>
        <w:rPr>
          <w:rFonts w:hint="cs"/>
          <w:rtl/>
        </w:rPr>
        <w:t xml:space="preserve"> :</w:t>
      </w:r>
      <w:r w:rsidRPr="00BC730C">
        <w:rPr>
          <w:rtl/>
        </w:rPr>
        <w:t xml:space="preserve"> الناس أربعة</w:t>
      </w:r>
      <w:r>
        <w:rPr>
          <w:rFonts w:hint="cs"/>
          <w:rtl/>
        </w:rPr>
        <w:t xml:space="preserve"> :</w:t>
      </w:r>
    </w:p>
    <w:p w:rsidR="00A87899" w:rsidRDefault="00A87899" w:rsidP="00541E11">
      <w:pPr>
        <w:pStyle w:val="libBold2"/>
        <w:rPr>
          <w:rtl/>
        </w:rPr>
      </w:pPr>
      <w:r w:rsidRPr="00BC730C">
        <w:rPr>
          <w:rtl/>
        </w:rPr>
        <w:t>فمنهم من له خَلاقٌ وليس له خُلُق</w:t>
      </w:r>
      <w:r>
        <w:rPr>
          <w:rtl/>
        </w:rPr>
        <w:t>.</w:t>
      </w:r>
    </w:p>
    <w:p w:rsidR="00A87899" w:rsidRDefault="00A87899" w:rsidP="00541E11">
      <w:pPr>
        <w:pStyle w:val="libBold2"/>
        <w:rPr>
          <w:rtl/>
        </w:rPr>
      </w:pPr>
      <w:r w:rsidRPr="00BC730C">
        <w:rPr>
          <w:rtl/>
        </w:rPr>
        <w:t>ومنهم من له خُلقٌ وليس له خَلاق</w:t>
      </w:r>
      <w:r>
        <w:rPr>
          <w:rtl/>
        </w:rPr>
        <w:t>.</w:t>
      </w:r>
    </w:p>
    <w:p w:rsidR="00A87899" w:rsidRPr="00541E11" w:rsidRDefault="00A87899" w:rsidP="00541E11">
      <w:pPr>
        <w:pStyle w:val="libBold2"/>
        <w:rPr>
          <w:rStyle w:val="libBold2Char"/>
          <w:rtl/>
        </w:rPr>
      </w:pPr>
      <w:r w:rsidRPr="00BC730C">
        <w:rPr>
          <w:rtl/>
        </w:rPr>
        <w:t>ومنهم من ليس له خُلُق ولا خلاق</w:t>
      </w:r>
      <w:r>
        <w:rPr>
          <w:rtl/>
        </w:rPr>
        <w:t xml:space="preserve"> ، </w:t>
      </w:r>
      <w:r w:rsidRPr="00BC730C">
        <w:rPr>
          <w:rtl/>
        </w:rPr>
        <w:t>فذاك أشرّ الناس</w:t>
      </w:r>
      <w:r>
        <w:rPr>
          <w:rFonts w:hint="cs"/>
          <w:rtl/>
        </w:rPr>
        <w:t xml:space="preserve"> </w:t>
      </w:r>
      <w:r w:rsidRPr="00BC730C">
        <w:rPr>
          <w:rtl/>
        </w:rPr>
        <w:t>ومنهم من له</w:t>
      </w:r>
      <w:r>
        <w:rPr>
          <w:rFonts w:hint="cs"/>
          <w:rtl/>
        </w:rPr>
        <w:t xml:space="preserve"> </w:t>
      </w:r>
      <w:r w:rsidRPr="00BC730C">
        <w:rPr>
          <w:rtl/>
        </w:rPr>
        <w:t>خُلُق وخلاق</w:t>
      </w:r>
      <w:r>
        <w:rPr>
          <w:rtl/>
        </w:rPr>
        <w:t xml:space="preserve"> ، </w:t>
      </w:r>
      <w:r w:rsidRPr="00BC730C">
        <w:rPr>
          <w:rtl/>
        </w:rPr>
        <w:t xml:space="preserve">فذاك أفضل الناس» </w:t>
      </w:r>
      <w:r w:rsidRPr="00541E11">
        <w:rPr>
          <w:rStyle w:val="libFootnotenumChar"/>
          <w:rtl/>
        </w:rPr>
        <w:t>(1)</w:t>
      </w:r>
      <w:r w:rsidRPr="00541E11">
        <w:rPr>
          <w:rStyle w:val="libBold2Char"/>
          <w:rtl/>
        </w:rPr>
        <w:t>.</w:t>
      </w:r>
    </w:p>
    <w:p w:rsidR="00A87899" w:rsidRDefault="00A87899" w:rsidP="00541E11">
      <w:pPr>
        <w:pStyle w:val="libNormal"/>
        <w:rPr>
          <w:rtl/>
        </w:rPr>
      </w:pPr>
      <w:r>
        <w:rPr>
          <w:rtl/>
        </w:rPr>
        <w:t xml:space="preserve">وهذا الحديث يدلّ على مراقبة دقيقة من الحسين (عليه السّلام) لمجتمع عصره </w:t>
      </w:r>
      <w:r>
        <w:rPr>
          <w:rFonts w:hint="cs"/>
          <w:rtl/>
        </w:rPr>
        <w:t>:</w:t>
      </w:r>
    </w:p>
    <w:p w:rsidR="00A87899" w:rsidRPr="00541E11" w:rsidRDefault="00A87899" w:rsidP="00541E11">
      <w:pPr>
        <w:pStyle w:val="libNormal"/>
        <w:rPr>
          <w:rStyle w:val="libBold2Char"/>
          <w:rtl/>
        </w:rPr>
      </w:pPr>
      <w:r>
        <w:rPr>
          <w:rtl/>
        </w:rPr>
        <w:t xml:space="preserve">فقوله : </w:t>
      </w:r>
      <w:r w:rsidRPr="00541E11">
        <w:rPr>
          <w:rStyle w:val="libBold2Char"/>
          <w:rtl/>
        </w:rPr>
        <w:t>«كُنّا نتحدّث»</w:t>
      </w:r>
      <w:r>
        <w:rPr>
          <w:rtl/>
        </w:rPr>
        <w:t xml:space="preserve"> يدلّ بوضوح على تداول الأمر والتدبير الحكيم والمشورة المستمرة من الإمام (عليه السّلام) ومَن كان معه حول السُبل الكفيلة لنصرة الدين</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 xml:space="preserve">(1) تاريخ دمشق ـ ترجمة الإمام الحسن (عليه السّلام) </w:t>
      </w:r>
      <w:r>
        <w:rPr>
          <w:rtl/>
        </w:rPr>
        <w:t>ص</w:t>
      </w:r>
      <w:r w:rsidRPr="00E7395C">
        <w:rPr>
          <w:rtl/>
        </w:rPr>
        <w:t xml:space="preserve"> 159 رقم (272)</w:t>
      </w:r>
      <w:r>
        <w:rPr>
          <w:rtl/>
        </w:rPr>
        <w:t xml:space="preserve"> ، </w:t>
      </w:r>
      <w:r w:rsidRPr="00E7395C">
        <w:rPr>
          <w:rtl/>
        </w:rPr>
        <w:t>وقد رواه عن الإمام الحسن (عليه السّلام)</w:t>
      </w:r>
      <w:r>
        <w:rPr>
          <w:rtl/>
        </w:rPr>
        <w:t xml:space="preserve"> ، </w:t>
      </w:r>
      <w:r w:rsidRPr="00E7395C">
        <w:rPr>
          <w:rtl/>
        </w:rPr>
        <w:t>لكنّ ابن سعد أخرجه عن الإمام الحسين (عليه السّلام)</w:t>
      </w:r>
      <w:r>
        <w:rPr>
          <w:rtl/>
        </w:rPr>
        <w:t xml:space="preserve"> ، </w:t>
      </w:r>
      <w:r w:rsidRPr="00E7395C">
        <w:rPr>
          <w:rtl/>
        </w:rPr>
        <w:t>وكذلك المتّقي الهندي كما في هامش الموضع المذكور</w:t>
      </w:r>
      <w:r>
        <w:rPr>
          <w:rtl/>
        </w:rPr>
        <w:t xml:space="preserve"> ، </w:t>
      </w:r>
      <w:r w:rsidRPr="00E7395C">
        <w:rPr>
          <w:rtl/>
        </w:rPr>
        <w:t xml:space="preserve">وجعيد يروي عن الإمامين </w:t>
      </w:r>
      <w:r>
        <w:rPr>
          <w:rFonts w:hint="cs"/>
          <w:rtl/>
        </w:rPr>
        <w:t>،</w:t>
      </w:r>
      <w:r w:rsidRPr="00E7395C">
        <w:rPr>
          <w:rtl/>
        </w:rPr>
        <w:t xml:space="preserve"> لكن ذكر سكينة يُعيّن كون الحديث للحسين (عليه السّلام).</w:t>
      </w:r>
    </w:p>
    <w:p w:rsidR="00A87899" w:rsidRDefault="00A87899" w:rsidP="00541E11">
      <w:pPr>
        <w:pStyle w:val="libNormal0"/>
        <w:rPr>
          <w:rtl/>
        </w:rPr>
      </w:pPr>
      <w:r>
        <w:rPr>
          <w:rtl/>
        </w:rPr>
        <w:br w:type="page"/>
      </w:r>
      <w:r>
        <w:rPr>
          <w:rtl/>
        </w:rPr>
        <w:lastRenderedPageBreak/>
        <w:t>وإعزازه وتقوية جانبه ، وتهيئة الكوادر الكفوءة لهذه الأغراض وإنجاحها.</w:t>
      </w:r>
    </w:p>
    <w:p w:rsidR="00A87899" w:rsidRDefault="00A87899" w:rsidP="00541E11">
      <w:pPr>
        <w:pStyle w:val="libNormal"/>
        <w:rPr>
          <w:rtl/>
        </w:rPr>
      </w:pPr>
      <w:r>
        <w:rPr>
          <w:rtl/>
        </w:rPr>
        <w:t xml:space="preserve">والتركيز على </w:t>
      </w:r>
      <w:r w:rsidRPr="00541E11">
        <w:rPr>
          <w:rStyle w:val="libBold2Char"/>
          <w:rtl/>
        </w:rPr>
        <w:t>«شباب العرب»</w:t>
      </w:r>
      <w:r>
        <w:rPr>
          <w:rtl/>
        </w:rPr>
        <w:t xml:space="preserve"> بالذات يعني الاعتماد على الجانب الكيفي في الكوادر العاملة ، إذ بالشباب يتحقّق التحرّك السريع والجري ، فهم عصب الحياة الفعّال ، وعليهم تُعقد الآمال ، وهم يمثلّون القوّة الضاربة.</w:t>
      </w:r>
    </w:p>
    <w:p w:rsidR="00A87899" w:rsidRDefault="00A87899" w:rsidP="00541E11">
      <w:pPr>
        <w:pStyle w:val="libNormal"/>
        <w:rPr>
          <w:rtl/>
        </w:rPr>
      </w:pPr>
      <w:r>
        <w:rPr>
          <w:rtl/>
        </w:rPr>
        <w:t xml:space="preserve">وأمّا </w:t>
      </w:r>
      <w:r w:rsidRPr="00541E11">
        <w:rPr>
          <w:rStyle w:val="libBold2Char"/>
          <w:rtl/>
        </w:rPr>
        <w:t>«الموالي»</w:t>
      </w:r>
      <w:r>
        <w:rPr>
          <w:rtl/>
        </w:rPr>
        <w:t xml:space="preserve"> فهم القاعدة العريضة التي ترتفع أرقامها في أكثر المواجهات والحركات ، وهم أصحاب العمل والمال ، والّذين دخلوا هذا الدين عن قناعة بالحقّ ، وحاجة إلى العدل.</w:t>
      </w:r>
    </w:p>
    <w:p w:rsidR="00A87899" w:rsidRDefault="00A87899" w:rsidP="00541E11">
      <w:pPr>
        <w:pStyle w:val="libNormal"/>
        <w:rPr>
          <w:rtl/>
        </w:rPr>
      </w:pPr>
      <w:r>
        <w:rPr>
          <w:rtl/>
        </w:rPr>
        <w:t>ولكن سياسة التهجين والتدجين الأُمويّة جرّت شباب العرب إلى اللهو واللعب ، وجرّت الموالي إلى الالتهاء بالأموال والتكاثر بها.</w:t>
      </w:r>
    </w:p>
    <w:p w:rsidR="00A87899" w:rsidRDefault="00A87899" w:rsidP="00541E11">
      <w:pPr>
        <w:pStyle w:val="libNormal"/>
        <w:rPr>
          <w:rtl/>
        </w:rPr>
      </w:pPr>
      <w:r>
        <w:rPr>
          <w:rtl/>
        </w:rPr>
        <w:t xml:space="preserve">وهنا تأتي كلمة </w:t>
      </w:r>
      <w:r w:rsidRPr="00541E11">
        <w:rPr>
          <w:rStyle w:val="libAlaemChar"/>
          <w:rtl/>
        </w:rPr>
        <w:t>(</w:t>
      </w:r>
      <w:r w:rsidRPr="00541E11">
        <w:rPr>
          <w:rStyle w:val="libAieChar"/>
          <w:rtl/>
        </w:rPr>
        <w:t>إِنَّا للهِ وَإِنَّا إِلَيْهِ رَاجِعُونَ</w:t>
      </w:r>
      <w:r w:rsidRPr="00541E11">
        <w:rPr>
          <w:rStyle w:val="libAlaemChar"/>
          <w:rtl/>
        </w:rPr>
        <w:t>)</w:t>
      </w:r>
      <w:r>
        <w:rPr>
          <w:rtl/>
        </w:rPr>
        <w:t xml:space="preserve"> في موقعها المناسب ، لأنّها تُقالُ عند المصيبة ، والمصيبة الحقيقية أن تموت روحُ القوّة والتضحية والنضال في هذين القطّاعين المهمّين من الأُمّة.</w:t>
      </w:r>
    </w:p>
    <w:p w:rsidR="00A87899" w:rsidRDefault="00A87899" w:rsidP="00541E11">
      <w:pPr>
        <w:pStyle w:val="libNormal"/>
        <w:rPr>
          <w:rtl/>
        </w:rPr>
      </w:pPr>
      <w:r>
        <w:rPr>
          <w:rtl/>
        </w:rPr>
        <w:t>وتقسيمه (عليه السّلام) المجتمع إلى</w:t>
      </w:r>
      <w:r>
        <w:rPr>
          <w:rFonts w:hint="cs"/>
          <w:rtl/>
        </w:rPr>
        <w:t xml:space="preserve"> :</w:t>
      </w:r>
    </w:p>
    <w:p w:rsidR="00A87899" w:rsidRDefault="00A87899" w:rsidP="00541E11">
      <w:pPr>
        <w:pStyle w:val="libNormal"/>
        <w:rPr>
          <w:rtl/>
        </w:rPr>
      </w:pPr>
      <w:r>
        <w:rPr>
          <w:rtl/>
        </w:rPr>
        <w:t xml:space="preserve">مَنْ له </w:t>
      </w:r>
      <w:r w:rsidRPr="00541E11">
        <w:rPr>
          <w:rStyle w:val="libBold2Char"/>
          <w:rtl/>
        </w:rPr>
        <w:t>«خُلُق»</w:t>
      </w:r>
      <w:r>
        <w:rPr>
          <w:rtl/>
        </w:rPr>
        <w:t xml:space="preserve"> وكرامة وشرف ، يعتمد الأعراف الطيّبة ، وتدفعه المروءة إلى التزام العدل والانصاف ، ورفض الجور والفساد والامتهان ، ويرغب في الحياة</w:t>
      </w:r>
      <w:r>
        <w:rPr>
          <w:rFonts w:hint="cs"/>
          <w:rtl/>
        </w:rPr>
        <w:t xml:space="preserve"> </w:t>
      </w:r>
      <w:r>
        <w:rPr>
          <w:rtl/>
        </w:rPr>
        <w:t>الحرّة الكريمة في الدنيا.</w:t>
      </w:r>
    </w:p>
    <w:p w:rsidR="00A87899" w:rsidRDefault="00A87899" w:rsidP="00541E11">
      <w:pPr>
        <w:pStyle w:val="libNormal"/>
        <w:rPr>
          <w:rtl/>
        </w:rPr>
      </w:pPr>
      <w:r>
        <w:rPr>
          <w:rtl/>
        </w:rPr>
        <w:t xml:space="preserve">وإلى من له </w:t>
      </w:r>
      <w:r w:rsidRPr="00541E11">
        <w:rPr>
          <w:rStyle w:val="libBold2Char"/>
          <w:rtl/>
        </w:rPr>
        <w:t>«خَلاق»</w:t>
      </w:r>
      <w:r>
        <w:rPr>
          <w:rtl/>
        </w:rPr>
        <w:t xml:space="preserve"> ودين وعمل صالح وضمير ووجدان وعقيدة ورجاء ثواب ، يدفعه كلّ ذلك إلى نبذ الباطل وبذل الجهد في سبيل إحقاق الحقّ.</w:t>
      </w:r>
    </w:p>
    <w:p w:rsidR="00A87899" w:rsidRDefault="00A87899" w:rsidP="00541E11">
      <w:pPr>
        <w:pStyle w:val="libNormal"/>
        <w:rPr>
          <w:rtl/>
        </w:rPr>
      </w:pPr>
      <w:r>
        <w:rPr>
          <w:rtl/>
        </w:rPr>
        <w:t>فمن جمعَ الأمرين فهو أفضلُ الناس جميعاً ، وهو ممّن تكون له حميّة ، ويسعى في الدخول فيمن ينتصر الله به لدينه.</w:t>
      </w:r>
    </w:p>
    <w:p w:rsidR="00A87899" w:rsidRDefault="00A87899" w:rsidP="00541E11">
      <w:pPr>
        <w:pStyle w:val="libNormal"/>
        <w:rPr>
          <w:rtl/>
        </w:rPr>
      </w:pPr>
      <w:r>
        <w:rPr>
          <w:rtl/>
        </w:rPr>
        <w:br w:type="page"/>
      </w:r>
      <w:r>
        <w:rPr>
          <w:rtl/>
        </w:rPr>
        <w:lastRenderedPageBreak/>
        <w:t>ومن تركهما معاً فهو من أذلّ الناس وأحقرهم ، وهل شرّ أشرّ من الذُلّ؟!</w:t>
      </w:r>
    </w:p>
    <w:p w:rsidR="00A87899" w:rsidRDefault="00A87899" w:rsidP="00541E11">
      <w:pPr>
        <w:pStyle w:val="libNormal"/>
        <w:rPr>
          <w:rtl/>
        </w:rPr>
      </w:pPr>
      <w:r>
        <w:rPr>
          <w:rtl/>
        </w:rPr>
        <w:t>ومن التزمَ واحداً فقد أخطأ طريق العمل الصالح ، وهو في ذلّ ما ترك الآخر ، وهل يُرجى الخير من ذليل وإنْ كان محسناً أو صالحاً؟!</w:t>
      </w:r>
    </w:p>
    <w:p w:rsidR="00A87899" w:rsidRDefault="00A87899" w:rsidP="00541E11">
      <w:pPr>
        <w:pStyle w:val="libBold1"/>
        <w:rPr>
          <w:rtl/>
        </w:rPr>
      </w:pPr>
      <w:r>
        <w:rPr>
          <w:rtl/>
        </w:rPr>
        <w:t xml:space="preserve">وموقف آخر </w:t>
      </w:r>
      <w:r>
        <w:rPr>
          <w:rFonts w:hint="cs"/>
          <w:rtl/>
        </w:rPr>
        <w:t>:</w:t>
      </w:r>
    </w:p>
    <w:p w:rsidR="00A87899" w:rsidRDefault="00A87899" w:rsidP="00541E11">
      <w:pPr>
        <w:pStyle w:val="libNormal"/>
        <w:rPr>
          <w:rtl/>
        </w:rPr>
      </w:pPr>
      <w:r>
        <w:rPr>
          <w:rtl/>
        </w:rPr>
        <w:t>قال بشر بن غالب الأسدي : قدم على الحسين بن علي اُناس من أنطاكية فسألهم عن حال بلادهم</w:t>
      </w:r>
      <w:r>
        <w:rPr>
          <w:rFonts w:hint="cs"/>
          <w:rtl/>
        </w:rPr>
        <w:t>؟</w:t>
      </w:r>
      <w:r>
        <w:rPr>
          <w:rtl/>
        </w:rPr>
        <w:t xml:space="preserve"> وعن سيرة أميرهم فيهم</w:t>
      </w:r>
      <w:r>
        <w:rPr>
          <w:rFonts w:hint="cs"/>
          <w:rtl/>
        </w:rPr>
        <w:t>؟</w:t>
      </w:r>
      <w:r>
        <w:rPr>
          <w:rtl/>
        </w:rPr>
        <w:t xml:space="preserve"> فذكروا خيراً ، إلاّ أنّهم شكوا البَرد </w:t>
      </w:r>
      <w:r w:rsidRPr="00541E11">
        <w:rPr>
          <w:rStyle w:val="libFootnotenumChar"/>
          <w:rtl/>
        </w:rPr>
        <w:t>(1)</w:t>
      </w:r>
      <w:r>
        <w:rPr>
          <w:rtl/>
        </w:rPr>
        <w:t>.</w:t>
      </w:r>
    </w:p>
    <w:p w:rsidR="00A87899" w:rsidRDefault="00A87899" w:rsidP="00541E11">
      <w:pPr>
        <w:pStyle w:val="libNormal"/>
        <w:rPr>
          <w:rtl/>
        </w:rPr>
      </w:pPr>
      <w:r>
        <w:rPr>
          <w:rtl/>
        </w:rPr>
        <w:t>فالإمام (عليه السّلام) يستكشف الأوضاع السائدة في بلاد المسلمين حتى أبعد نقطة شمالية ، وهي أنطاكية</w:t>
      </w:r>
      <w:r>
        <w:rPr>
          <w:rFonts w:hint="cs"/>
          <w:rtl/>
        </w:rPr>
        <w:t>!</w:t>
      </w:r>
      <w:r>
        <w:rPr>
          <w:rtl/>
        </w:rPr>
        <w:t xml:space="preserve"> وهي رقابة تنبع من قيادة الإمام للاُمّة ، فمع فراغ يده من السلطة القائمة فهو لا يتخلّى عن موقعه ، ويخطّط له.</w:t>
      </w:r>
    </w:p>
    <w:p w:rsidR="00A87899" w:rsidRDefault="00A87899" w:rsidP="00A87899">
      <w:pPr>
        <w:pStyle w:val="Heading2Center"/>
        <w:rPr>
          <w:rtl/>
        </w:rPr>
      </w:pPr>
      <w:bookmarkStart w:id="72" w:name="_Toc416693856"/>
      <w:bookmarkStart w:id="73" w:name="_Toc416696100"/>
      <w:r>
        <w:rPr>
          <w:rtl/>
        </w:rPr>
        <w:t>25 ـ مواقف قبل كربلاء</w:t>
      </w:r>
      <w:bookmarkEnd w:id="72"/>
      <w:bookmarkEnd w:id="73"/>
    </w:p>
    <w:p w:rsidR="00A87899" w:rsidRDefault="00A87899" w:rsidP="00541E11">
      <w:pPr>
        <w:pStyle w:val="libNormal"/>
        <w:rPr>
          <w:rtl/>
        </w:rPr>
      </w:pPr>
      <w:r>
        <w:rPr>
          <w:rtl/>
        </w:rPr>
        <w:t>التزم الحسينُ (عليه السّلام) بمواقف أخيه مدّة إمامة الحسن (عليه السّلام) ، لأنّ الحسين (عليه السّلام) من رعاياه ، وتجب عليه طاعته والانقيادُ له ، لما هو من الثابت أنّ الإمام إنّما يتصرّف حسب المصالح اللازمة ، وطبقاً للموازين الشرعيّة التي تمليها عليه الظروف وبالأدوات والإمكانات المتيسّرة له.</w:t>
      </w:r>
    </w:p>
    <w:p w:rsidR="00A87899" w:rsidRDefault="00A87899" w:rsidP="00541E11">
      <w:pPr>
        <w:pStyle w:val="libNormal"/>
        <w:rPr>
          <w:rtl/>
        </w:rPr>
      </w:pPr>
      <w:r>
        <w:rPr>
          <w:rtl/>
        </w:rPr>
        <w:t>وقد استغلّ معاويةُ حلم الإمام الحسن (عليه السّلام) ليتمادى في غيّه ، ويزيدَ في تجاوزاته وتعدّياته ، فخطّطَ لذلك خططاً جهنّميّة تؤدّي نتائجها إلى هدم كيان الإسلام ، وضرب قواعده ، بدءاً بتحريف الحقائق ونشر البدع ، ومنع</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تاريخ بغداد 3 / 36.</w:t>
      </w:r>
    </w:p>
    <w:p w:rsidR="00A87899" w:rsidRDefault="00A87899" w:rsidP="00541E11">
      <w:pPr>
        <w:pStyle w:val="libNormal0"/>
        <w:rPr>
          <w:rtl/>
        </w:rPr>
      </w:pPr>
      <w:r>
        <w:rPr>
          <w:rtl/>
        </w:rPr>
        <w:br w:type="page"/>
      </w:r>
      <w:r>
        <w:rPr>
          <w:rtl/>
        </w:rPr>
        <w:lastRenderedPageBreak/>
        <w:t>الحديث النبوي وإبطال السُنّة في بلاط الأُمراء والحكّام ، ثم محاولة نشر ذلك في ساحة البلاد الإسلاميّة الواسعة.</w:t>
      </w:r>
    </w:p>
    <w:p w:rsidR="00A87899" w:rsidRDefault="00A87899" w:rsidP="00541E11">
      <w:pPr>
        <w:pStyle w:val="libNormal"/>
        <w:rPr>
          <w:rtl/>
        </w:rPr>
      </w:pPr>
      <w:r>
        <w:rPr>
          <w:rtl/>
        </w:rPr>
        <w:t>لكنّ الذي كان يمنعه وجود الأعداد الكبيرة من أنصار الحقّ وأعوان الإمام عليّ (عليه السّلام) الذين حافظ على وجودهم الإمام الحسن (عليه السّلام) بمخطّطه العظيم ومواقفه الصائبة بالتزام الصلح المفروض ، والشروط التي كانت هي قيوداً تُكبّل معاوية لو التزمها ، وتُخزيه لو خرقها.</w:t>
      </w:r>
    </w:p>
    <w:p w:rsidR="00A87899" w:rsidRDefault="00A87899" w:rsidP="00541E11">
      <w:pPr>
        <w:pStyle w:val="libNormal"/>
        <w:rPr>
          <w:rtl/>
        </w:rPr>
      </w:pPr>
      <w:r>
        <w:rPr>
          <w:rtl/>
        </w:rPr>
        <w:t>ولقد خالفَ معاوية كثيراً من بنود الصلح ، فأخزى نفسه في مخالفة العهد الموقّع من قبله ، وكان أخطر ما قام به هو الفتك بالصلحاء من الشيعة الّذين كانُوا يتصدّون لمُنْكره ، وللبدع التي كان ينشرها ، وللأحاديث المكذوبة التي كان يُذيعها على ألسنة وُلاته ووعّاظ بلاطه.</w:t>
      </w:r>
    </w:p>
    <w:p w:rsidR="00A87899" w:rsidRDefault="00A87899" w:rsidP="00541E11">
      <w:pPr>
        <w:pStyle w:val="libNormal"/>
        <w:rPr>
          <w:rtl/>
        </w:rPr>
      </w:pPr>
      <w:r>
        <w:rPr>
          <w:rtl/>
        </w:rPr>
        <w:t>فلمّا ماتَ الحسنُ بن عليّ</w:t>
      </w:r>
      <w:r>
        <w:rPr>
          <w:rFonts w:hint="cs"/>
          <w:rtl/>
        </w:rPr>
        <w:t xml:space="preserve"> </w:t>
      </w:r>
      <w:r>
        <w:rPr>
          <w:rtl/>
        </w:rPr>
        <w:t>ـ والكلام من هُنا لسليم بن قيس الهلالي ، المؤرّخ الذي عاش الأحداث وسجّلها بدقّة ـ</w:t>
      </w:r>
      <w:r>
        <w:rPr>
          <w:rFonts w:hint="cs"/>
          <w:rtl/>
        </w:rPr>
        <w:t xml:space="preserve"> :</w:t>
      </w:r>
    </w:p>
    <w:p w:rsidR="00A87899" w:rsidRDefault="00A87899" w:rsidP="00541E11">
      <w:pPr>
        <w:pStyle w:val="libNormal"/>
        <w:rPr>
          <w:rtl/>
        </w:rPr>
      </w:pPr>
      <w:r>
        <w:rPr>
          <w:rFonts w:hint="cs"/>
          <w:rtl/>
        </w:rPr>
        <w:t>ا</w:t>
      </w:r>
      <w:r>
        <w:rPr>
          <w:rtl/>
        </w:rPr>
        <w:t xml:space="preserve">زداد البلاءُ والفتنةُ ، فلم يَبْقَ لله وليٌّ إلاّ خائف على نفسه ، أو مقتول ، أو طريد ، أو شريد </w:t>
      </w:r>
      <w:r w:rsidRPr="00541E11">
        <w:rPr>
          <w:rStyle w:val="libFootnotenumChar"/>
          <w:rtl/>
        </w:rPr>
        <w:t>(1)</w:t>
      </w:r>
      <w:r>
        <w:rPr>
          <w:rtl/>
        </w:rPr>
        <w:t>.</w:t>
      </w:r>
    </w:p>
    <w:p w:rsidR="00A87899" w:rsidRDefault="00A87899" w:rsidP="00541E11">
      <w:pPr>
        <w:pStyle w:val="libNormal"/>
        <w:rPr>
          <w:rtl/>
        </w:rPr>
      </w:pPr>
      <w:r>
        <w:rPr>
          <w:rtl/>
        </w:rPr>
        <w:t>وكانت الفترة التالية عصر إمامة الحُسين (عليه السّلام) ، وكانت مزاولات معاوية التعسّفية بلغت أوْجَ ما يتصوّر ، وكادت مخطّطاته أن تُثمِر ، وقد اتضّح لجميع الأُمّة ـ صالحها وطالحها ـ استهتار معاوية بالمواثيق التي ألزم بها نفسه في وثيقة الصلح ، والعهود التي قطعها على نفسه أمام الأُمّة ، وتبين للجميع أنّ ما يزاوله إنّما هو الملك والسلطة ، وليس هو الخلافة عن الله ورسوله ، فقد انفتحت أمام</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 xml:space="preserve">(1) لاحظ كتاب سليم </w:t>
      </w:r>
      <w:r>
        <w:rPr>
          <w:rtl/>
        </w:rPr>
        <w:t>ص</w:t>
      </w:r>
      <w:r w:rsidRPr="00E7395C">
        <w:rPr>
          <w:rtl/>
        </w:rPr>
        <w:t xml:space="preserve"> 165 والاحتجاج للطبرسي </w:t>
      </w:r>
      <w:r>
        <w:rPr>
          <w:rtl/>
        </w:rPr>
        <w:t>ص</w:t>
      </w:r>
      <w:r w:rsidRPr="00E7395C">
        <w:rPr>
          <w:rtl/>
        </w:rPr>
        <w:t xml:space="preserve"> 296.</w:t>
      </w:r>
    </w:p>
    <w:p w:rsidR="00A87899" w:rsidRDefault="00A87899" w:rsidP="00541E11">
      <w:pPr>
        <w:pStyle w:val="libNormal0"/>
        <w:rPr>
          <w:rtl/>
        </w:rPr>
      </w:pPr>
      <w:r>
        <w:rPr>
          <w:rtl/>
        </w:rPr>
        <w:br w:type="page"/>
      </w:r>
      <w:r>
        <w:rPr>
          <w:rtl/>
        </w:rPr>
        <w:lastRenderedPageBreak/>
        <w:t>الحسين (عليه السّلام) آفاق جديدة وأُتيحت له ظروف مغايرة ، ووجب عليه التصّدي لاستثمارات معاوية من خططه الجهنّميّة التي أعدّها طوال السنين التي حكم فيها من (40) للهجرة وحتّى أواخر أيام ملكه.</w:t>
      </w:r>
    </w:p>
    <w:p w:rsidR="00A87899" w:rsidRDefault="00A87899" w:rsidP="00541E11">
      <w:pPr>
        <w:pStyle w:val="libBold1"/>
        <w:rPr>
          <w:rtl/>
        </w:rPr>
      </w:pPr>
      <w:r>
        <w:rPr>
          <w:rtl/>
        </w:rPr>
        <w:t>اجتماع «منى» العظيم</w:t>
      </w:r>
    </w:p>
    <w:p w:rsidR="00A87899" w:rsidRDefault="00A87899" w:rsidP="00541E11">
      <w:pPr>
        <w:pStyle w:val="libNormal"/>
        <w:rPr>
          <w:rtl/>
        </w:rPr>
      </w:pPr>
      <w:r>
        <w:rPr>
          <w:rtl/>
        </w:rPr>
        <w:t>قال سليم في تتمّة كلامه السابق : فلمّا كان قبل موت معاوية بسنتين حَجّ الحسين بن عليّ (عليه السّلام) وعبد الله بن جعفر وعبد الله بن عبّاس معه.</w:t>
      </w:r>
    </w:p>
    <w:p w:rsidR="00A87899" w:rsidRDefault="00A87899" w:rsidP="00541E11">
      <w:pPr>
        <w:pStyle w:val="libNormal"/>
        <w:rPr>
          <w:rtl/>
        </w:rPr>
      </w:pPr>
      <w:r>
        <w:rPr>
          <w:rtl/>
        </w:rPr>
        <w:t>وقد جمع الحسين بن علي (عليه السّلام) بني هاشم</w:t>
      </w:r>
      <w:r>
        <w:rPr>
          <w:rFonts w:hint="cs"/>
          <w:rtl/>
        </w:rPr>
        <w:t xml:space="preserve"> :</w:t>
      </w:r>
      <w:r>
        <w:rPr>
          <w:rtl/>
        </w:rPr>
        <w:t xml:space="preserve"> رجالَهم ونساءهم ومواليهم وشيعتهم ، مَن حجّ منهم ومَن لم يحجّ ، ومن الأنصار ممّن يعرفونه وأهل بيته</w:t>
      </w:r>
      <w:r>
        <w:rPr>
          <w:rFonts w:hint="cs"/>
          <w:rtl/>
        </w:rPr>
        <w:t>.</w:t>
      </w:r>
    </w:p>
    <w:p w:rsidR="00A87899" w:rsidRDefault="00A87899" w:rsidP="00541E11">
      <w:pPr>
        <w:pStyle w:val="libNormal"/>
        <w:rPr>
          <w:rtl/>
        </w:rPr>
      </w:pPr>
      <w:r>
        <w:rPr>
          <w:rtl/>
        </w:rPr>
        <w:t>ثم لم يَدَع أحداً من أصحاب رسول الله (صلّى الله عليه وآله) ، ومن أبنائهم والتابعين ، ومن الأنصار المعروفين بالصلاح والنُّسُك إلاّ جمعهم.</w:t>
      </w:r>
    </w:p>
    <w:p w:rsidR="00A87899" w:rsidRDefault="00A87899" w:rsidP="00541E11">
      <w:pPr>
        <w:pStyle w:val="libNormal"/>
        <w:rPr>
          <w:rtl/>
        </w:rPr>
      </w:pPr>
      <w:r>
        <w:rPr>
          <w:rtl/>
        </w:rPr>
        <w:t xml:space="preserve">فاجتمع عليه بـ «مِنَى» أكثر من ألف رجل </w:t>
      </w:r>
      <w:r w:rsidRPr="00541E11">
        <w:rPr>
          <w:rStyle w:val="libFootnotenumChar"/>
          <w:rtl/>
        </w:rPr>
        <w:t>(1)</w:t>
      </w:r>
      <w:r>
        <w:rPr>
          <w:rtl/>
        </w:rPr>
        <w:t>.</w:t>
      </w:r>
    </w:p>
    <w:p w:rsidR="00A87899" w:rsidRDefault="00A87899" w:rsidP="00541E11">
      <w:pPr>
        <w:pStyle w:val="libNormal"/>
        <w:rPr>
          <w:rtl/>
        </w:rPr>
      </w:pPr>
      <w:r>
        <w:rPr>
          <w:rtl/>
        </w:rPr>
        <w:t>ويمكن اعتبار اجتماع مِنى هذا العظيم موقفاً سياسياً هامّاً ، من وجهين :</w:t>
      </w:r>
    </w:p>
    <w:p w:rsidR="00A87899" w:rsidRDefault="00A87899" w:rsidP="00541E11">
      <w:pPr>
        <w:pStyle w:val="libNormal"/>
        <w:rPr>
          <w:rtl/>
        </w:rPr>
      </w:pPr>
      <w:r>
        <w:rPr>
          <w:rtl/>
        </w:rPr>
        <w:t>1 ـ أنَّه تظاهرةٌ كبيرة تجمع عَدَداً كبيراً من ذوي الشهرة ، والوجهاء المعروفين بين الأُمّة ، بحيث لا يمكن إغفال أثرها ولا منع الناس من التساؤلات حولها.</w:t>
      </w:r>
    </w:p>
    <w:p w:rsidR="00A87899" w:rsidRDefault="00A87899" w:rsidP="00541E11">
      <w:pPr>
        <w:pStyle w:val="libNormal"/>
        <w:rPr>
          <w:rtl/>
        </w:rPr>
      </w:pPr>
      <w:r>
        <w:rPr>
          <w:rtl/>
        </w:rPr>
        <w:t>2 ـ أنّه أكبر «مَجْلِس» يضمُّ أصحابَ الرأي من رجالات الأُمّة وشخصيّاتها ممّن له الحقّ في إبداء الرأي وسنّ القانون ، وهم النّخْبة المقدّمة من أهل الحلّ والعقد ، ومن جميع القطّاعات الفاعلة في المجتمع الإسلامي وهم : العلويّون</w:t>
      </w:r>
      <w:r>
        <w:rPr>
          <w:rFonts w:hint="cs"/>
          <w:rtl/>
        </w:rPr>
        <w:t xml:space="preserve"> ،</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 xml:space="preserve">(1) كتاب سليم بن قيس </w:t>
      </w:r>
      <w:r>
        <w:rPr>
          <w:rtl/>
        </w:rPr>
        <w:t>ص</w:t>
      </w:r>
      <w:r w:rsidRPr="00E7395C">
        <w:rPr>
          <w:rtl/>
        </w:rPr>
        <w:t xml:space="preserve"> 165 والاحتجاج للطبرسي </w:t>
      </w:r>
      <w:r>
        <w:rPr>
          <w:rtl/>
        </w:rPr>
        <w:t>ص</w:t>
      </w:r>
      <w:r w:rsidRPr="00E7395C">
        <w:rPr>
          <w:rtl/>
        </w:rPr>
        <w:t xml:space="preserve"> 296.</w:t>
      </w:r>
    </w:p>
    <w:p w:rsidR="00A87899" w:rsidRDefault="00A87899" w:rsidP="00541E11">
      <w:pPr>
        <w:pStyle w:val="libNormal0"/>
        <w:rPr>
          <w:rtl/>
        </w:rPr>
      </w:pPr>
      <w:r w:rsidRPr="00E7395C">
        <w:rPr>
          <w:rtl/>
        </w:rPr>
        <w:br w:type="page"/>
      </w:r>
      <w:r>
        <w:rPr>
          <w:rtl/>
        </w:rPr>
        <w:lastRenderedPageBreak/>
        <w:t>والصحابة ـ المهاجرون والأنصار ـ والتابعون ، ومن النساء ، وطبقة الأبناء ، وطبقة الموالي.</w:t>
      </w:r>
    </w:p>
    <w:p w:rsidR="00A87899" w:rsidRDefault="00A87899" w:rsidP="00541E11">
      <w:pPr>
        <w:pStyle w:val="libNormal"/>
        <w:rPr>
          <w:rtl/>
        </w:rPr>
      </w:pPr>
      <w:r>
        <w:rPr>
          <w:rtl/>
        </w:rPr>
        <w:t>بحيث يمكن أن يعتبر ذلك «استفتاءً شعبيّاً عامّاً» من خلال وجود ممثّلين</w:t>
      </w:r>
      <w:r>
        <w:rPr>
          <w:rFonts w:hint="cs"/>
          <w:rtl/>
        </w:rPr>
        <w:t xml:space="preserve"> </w:t>
      </w:r>
      <w:r>
        <w:rPr>
          <w:rtl/>
        </w:rPr>
        <w:t>لكلّ طبقات الشعب المسلم.</w:t>
      </w:r>
    </w:p>
    <w:p w:rsidR="00A87899" w:rsidRDefault="00A87899" w:rsidP="00541E11">
      <w:pPr>
        <w:pStyle w:val="libNormal"/>
        <w:rPr>
          <w:rtl/>
        </w:rPr>
      </w:pPr>
      <w:r>
        <w:rPr>
          <w:rtl/>
        </w:rPr>
        <w:t>وتبدو الحكمة والحنكة في انتخاب الزمان والمكان لعقد ذلك المجمع العظيم.</w:t>
      </w:r>
    </w:p>
    <w:p w:rsidR="00A87899" w:rsidRDefault="00A87899" w:rsidP="00541E11">
      <w:pPr>
        <w:pStyle w:val="libNormal"/>
        <w:rPr>
          <w:rtl/>
        </w:rPr>
      </w:pPr>
      <w:r>
        <w:rPr>
          <w:rtl/>
        </w:rPr>
        <w:t>فأرض «منى» المفتوحة الواسعة ، وهي جزء من الحرم</w:t>
      </w:r>
      <w:r>
        <w:rPr>
          <w:rFonts w:hint="cs"/>
          <w:rtl/>
        </w:rPr>
        <w:t xml:space="preserve"> ـ</w:t>
      </w:r>
      <w:r>
        <w:rPr>
          <w:rtl/>
        </w:rPr>
        <w:t xml:space="preserve"> تسع لمثل هذا الاجتماع العظيم في ساحة واحدة ، وفي وسط كلّ الوافدين عليها من الحجّاج المؤدّين للواجب ، أو غيرهم القائمين بأعمال أُخرى ، واجتماع رهيب مثل ذلك لا يخفى على كلّ الحاضرين في تلك الأرض المفتوحة ، وبذلك ينتشر الخبر ولا يُحصَر بين الأبواب المغلقة أو جدران مكان خاص.</w:t>
      </w:r>
    </w:p>
    <w:p w:rsidR="00A87899" w:rsidRDefault="00A87899" w:rsidP="00541E11">
      <w:pPr>
        <w:pStyle w:val="libNormal"/>
        <w:rPr>
          <w:rtl/>
        </w:rPr>
      </w:pPr>
      <w:r>
        <w:rPr>
          <w:rtl/>
        </w:rPr>
        <w:t>ولا بدّ أنْ يكونَ الاجتماعُ في زمان الحضور في مِنى وهو يوم العيد الأكبر (يوم الأضحى) العاشر من ذي الحجّة ، فما بعد ، إذ على الجميع الناسكين والعاملين معهم الوجود على أرض مِنى لأداء مناسكها أو تقديم الخدمات إلى الوافدين.</w:t>
      </w:r>
    </w:p>
    <w:p w:rsidR="00A87899" w:rsidRDefault="00A87899" w:rsidP="00541E11">
      <w:pPr>
        <w:pStyle w:val="libNormal"/>
        <w:rPr>
          <w:rtl/>
        </w:rPr>
      </w:pPr>
      <w:r>
        <w:rPr>
          <w:rtl/>
        </w:rPr>
        <w:t>وفي انتخاب مثل هذا المكان ، في مثل ذلك الزمان ، مع نوعية الأشخاص المنتخبين للاشتراك في هذا الاجتماع دلالات واضحة على التدبير والاهتمام البليغ الذي كان يوليه الإمام لهذا الموقف.</w:t>
      </w:r>
    </w:p>
    <w:p w:rsidR="00A87899" w:rsidRDefault="00A87899" w:rsidP="00541E11">
      <w:pPr>
        <w:pStyle w:val="libNormal"/>
        <w:rPr>
          <w:rtl/>
        </w:rPr>
      </w:pPr>
      <w:r>
        <w:rPr>
          <w:rtl/>
        </w:rPr>
        <w:t>وأمّا محتوى الخطاب التاريخي الذي ألقاه الإمام الحسين (عليه السّلام) فهو ما</w:t>
      </w:r>
    </w:p>
    <w:p w:rsidR="00A87899" w:rsidRDefault="00A87899" w:rsidP="00541E11">
      <w:pPr>
        <w:pStyle w:val="libNormal0"/>
        <w:rPr>
          <w:rtl/>
        </w:rPr>
      </w:pPr>
      <w:r w:rsidRPr="00E7395C">
        <w:rPr>
          <w:rtl/>
        </w:rPr>
        <w:br w:type="page"/>
      </w:r>
      <w:r>
        <w:rPr>
          <w:rtl/>
        </w:rPr>
        <w:lastRenderedPageBreak/>
        <w:t xml:space="preserve">سنقرؤه معاً </w:t>
      </w:r>
      <w:r w:rsidRPr="00541E11">
        <w:rPr>
          <w:rStyle w:val="libFootnotenumChar"/>
          <w:rtl/>
        </w:rPr>
        <w:t>(1)</w:t>
      </w:r>
      <w:r>
        <w:rPr>
          <w:rtl/>
        </w:rPr>
        <w:t>.</w:t>
      </w:r>
    </w:p>
    <w:p w:rsidR="00A87899" w:rsidRDefault="00A87899" w:rsidP="00541E11">
      <w:pPr>
        <w:pStyle w:val="libBold1"/>
        <w:rPr>
          <w:rtl/>
        </w:rPr>
      </w:pPr>
      <w:r>
        <w:rPr>
          <w:rtl/>
        </w:rPr>
        <w:t>خطبة الإمام (عليه السّلام) بمنى</w:t>
      </w:r>
    </w:p>
    <w:p w:rsidR="00A87899" w:rsidRDefault="00A87899" w:rsidP="00541E11">
      <w:pPr>
        <w:pStyle w:val="libNormal"/>
        <w:rPr>
          <w:rtl/>
        </w:rPr>
      </w:pPr>
      <w:r>
        <w:rPr>
          <w:rtl/>
        </w:rPr>
        <w:t>«أمّا بعدُ ، فإنَّ هذا الطّاغية قد فَعَلَ بنا وبشيعتِنا ما قد رأيتُم وعلِمتُم وشهِدتُم.</w:t>
      </w:r>
    </w:p>
    <w:p w:rsidR="00A87899" w:rsidRDefault="00A87899" w:rsidP="00541E11">
      <w:pPr>
        <w:pStyle w:val="libNormal"/>
        <w:rPr>
          <w:rtl/>
        </w:rPr>
      </w:pPr>
      <w:r>
        <w:rPr>
          <w:rtl/>
        </w:rPr>
        <w:t>وإنّي أُريد أن أسألَكُم عن شيء ، فإنْ صدقتُ فصدِّقوني ، وإن كذبتُ فكذِّبوني.</w:t>
      </w:r>
    </w:p>
    <w:p w:rsidR="00A87899" w:rsidRDefault="00A87899" w:rsidP="00541E11">
      <w:pPr>
        <w:pStyle w:val="libNormal"/>
        <w:rPr>
          <w:rtl/>
        </w:rPr>
      </w:pPr>
      <w:r>
        <w:rPr>
          <w:rtl/>
        </w:rPr>
        <w:t>اسمعوا مقالتي واكتبوا قولي ، ثمّ ارجعوا إلى أمصارِكُم وقبائِلِكُم ، فَمَن أمِنْتُم من النّاسِ وَوَثِقْتُم بهِ فاِدعوهم إلى ما تعلمونَ من حقِّنا.</w:t>
      </w:r>
    </w:p>
    <w:p w:rsidR="00A87899" w:rsidRDefault="00A87899" w:rsidP="00541E11">
      <w:pPr>
        <w:pStyle w:val="libNormal"/>
        <w:rPr>
          <w:rtl/>
        </w:rPr>
      </w:pPr>
      <w:r>
        <w:rPr>
          <w:rtl/>
        </w:rPr>
        <w:t xml:space="preserve">فإنّي أتخوَّفُ أن يُدرسَ هذا الأمرُ ، ويذهبَ الحقُّ ويُغلَب </w:t>
      </w:r>
      <w:r w:rsidRPr="00541E11">
        <w:rPr>
          <w:rStyle w:val="libAlaemChar"/>
          <w:rtl/>
        </w:rPr>
        <w:t>(</w:t>
      </w:r>
      <w:r w:rsidRPr="00541E11">
        <w:rPr>
          <w:rStyle w:val="libAieChar"/>
          <w:rtl/>
        </w:rPr>
        <w:t>وَاللهُ مُتِمُّ نُورِهِ وَلَوْ كَرِهَ الكَافِرُونَ</w:t>
      </w:r>
      <w:r w:rsidRPr="00541E11">
        <w:rPr>
          <w:rStyle w:val="libAlaemChar"/>
          <w:rtl/>
        </w:rPr>
        <w:t>)</w:t>
      </w:r>
      <w:r>
        <w:rPr>
          <w:rtl/>
        </w:rPr>
        <w:t>.</w:t>
      </w:r>
    </w:p>
    <w:p w:rsidR="00A87899" w:rsidRDefault="00A87899" w:rsidP="00541E11">
      <w:pPr>
        <w:pStyle w:val="libNormal"/>
        <w:rPr>
          <w:rtl/>
        </w:rPr>
      </w:pPr>
      <w:r>
        <w:rPr>
          <w:rtl/>
        </w:rPr>
        <w:t>أنشدكم الله</w:t>
      </w:r>
      <w:r>
        <w:rPr>
          <w:rFonts w:hint="cs"/>
          <w:rtl/>
        </w:rPr>
        <w:t xml:space="preserve"> :</w:t>
      </w:r>
      <w:r>
        <w:rPr>
          <w:rtl/>
        </w:rPr>
        <w:t xml:space="preserve"> أتعلمون أنّ عليّ بن أبي طالب كان أخا رسول الله (صلّى الله عليه وآله) حين آخى بين أصحابِهِ فآخى بينه وبين نفسه ، وقال : أنت أخي وأنا أخوك في الدّنيا والآخرة؟».</w:t>
      </w:r>
    </w:p>
    <w:p w:rsidR="00A87899" w:rsidRDefault="00A87899" w:rsidP="00541E11">
      <w:pPr>
        <w:pStyle w:val="libNormal"/>
        <w:rPr>
          <w:rtl/>
        </w:rPr>
      </w:pPr>
      <w:r>
        <w:rPr>
          <w:rtl/>
        </w:rPr>
        <w:t xml:space="preserve">قالوا : اللّهمّ نعم ، </w:t>
      </w:r>
    </w:p>
    <w:p w:rsidR="00A87899" w:rsidRDefault="00A87899" w:rsidP="00541E11">
      <w:pPr>
        <w:pStyle w:val="libNormal"/>
        <w:rPr>
          <w:rtl/>
        </w:rPr>
      </w:pPr>
      <w:r>
        <w:rPr>
          <w:rtl/>
        </w:rPr>
        <w:t>قال : «أنشدكم الله</w:t>
      </w:r>
      <w:r>
        <w:rPr>
          <w:rFonts w:hint="cs"/>
          <w:rtl/>
        </w:rPr>
        <w:t xml:space="preserve"> :</w:t>
      </w:r>
      <w:r>
        <w:rPr>
          <w:rtl/>
        </w:rPr>
        <w:t xml:space="preserve"> هل تعلمون أنّ رسول الله (صلّى الله عليه وآله) اشترى موضعَ مسجدِهِ ومنازِلِهِ فَاْبتناهُ ثُمّ اْبتنى فيه عشرةَ منازل ، تسعة له وجعل عاشرها في وسطِها لأبي ثمّ سَدَّ كُلَّ باب إلى المسجد غيرَ بابِه ، فتكلَّمَ في ذلك مَن تكلَّمَ</w:t>
      </w:r>
      <w:r>
        <w:rPr>
          <w:rFonts w:hint="cs"/>
          <w:rtl/>
        </w:rPr>
        <w:t xml:space="preserve"> ،</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اعتمدنا في نقل نصّ الخطاب على ما أثبته العلاّمة الشيخ محمد صادق نجمي في تحقيقه القيّم الذي أصدره باسم «خطبه حسين بن علي (عليه السّلام) در منى» باللغة الفارسية</w:t>
      </w:r>
      <w:r>
        <w:rPr>
          <w:rtl/>
        </w:rPr>
        <w:t xml:space="preserve"> ، </w:t>
      </w:r>
      <w:r w:rsidRPr="00E7395C">
        <w:rPr>
          <w:rtl/>
        </w:rPr>
        <w:t>وطبعته مؤسّسة القدس في مشهد سنة 1411</w:t>
      </w:r>
      <w:r>
        <w:rPr>
          <w:rtl/>
        </w:rPr>
        <w:t xml:space="preserve"> هـ</w:t>
      </w:r>
      <w:r w:rsidRPr="00E7395C">
        <w:rPr>
          <w:rtl/>
        </w:rPr>
        <w:t xml:space="preserve"> وقد ذكر أنّ مجموع الخطبة جاء على شكل مقاطع في كلّ من كتاب سليم</w:t>
      </w:r>
      <w:r>
        <w:rPr>
          <w:rtl/>
        </w:rPr>
        <w:t xml:space="preserve"> ، </w:t>
      </w:r>
      <w:r w:rsidRPr="00E7395C">
        <w:rPr>
          <w:rtl/>
        </w:rPr>
        <w:t>والاحتجاج للطبرسي</w:t>
      </w:r>
      <w:r>
        <w:rPr>
          <w:rtl/>
        </w:rPr>
        <w:t xml:space="preserve"> ، </w:t>
      </w:r>
      <w:r w:rsidRPr="00E7395C">
        <w:rPr>
          <w:rtl/>
        </w:rPr>
        <w:t>وتحف العقول لابن شعبة.</w:t>
      </w:r>
    </w:p>
    <w:p w:rsidR="00A87899" w:rsidRDefault="00A87899" w:rsidP="00541E11">
      <w:pPr>
        <w:pStyle w:val="libNormal0"/>
        <w:rPr>
          <w:rtl/>
        </w:rPr>
      </w:pPr>
      <w:r>
        <w:rPr>
          <w:rtl/>
        </w:rPr>
        <w:br w:type="page"/>
      </w:r>
      <w:r>
        <w:rPr>
          <w:rtl/>
        </w:rPr>
        <w:lastRenderedPageBreak/>
        <w:t>فقال : ما أنَا سددتُ أبوابَكُمْ وفتحتُ بابَهُ ولكنّ الله أمرني بسدِّ أبوابِكُم وفتحِ بابِه ، ثمّ نهى النّاس أن يناموا في المسجد غيره ، وكان يُجنب في المسجد ومنزله في منزل رسول الله (صلّى الله عليه وآله) فوُلِدَ لرسولِ الله (صلّى الله عليه وآله) وله فيه أولادٌ؟».</w:t>
      </w:r>
    </w:p>
    <w:p w:rsidR="00A87899" w:rsidRDefault="00A87899" w:rsidP="00541E11">
      <w:pPr>
        <w:pStyle w:val="libNormal"/>
        <w:rPr>
          <w:rtl/>
        </w:rPr>
      </w:pPr>
      <w:r>
        <w:rPr>
          <w:rtl/>
        </w:rPr>
        <w:t>قالوا : الّلهمّ نعم.</w:t>
      </w:r>
    </w:p>
    <w:p w:rsidR="00A87899" w:rsidRDefault="00A87899" w:rsidP="00541E11">
      <w:pPr>
        <w:pStyle w:val="libNormal"/>
        <w:rPr>
          <w:rtl/>
        </w:rPr>
      </w:pPr>
      <w:r>
        <w:rPr>
          <w:rtl/>
        </w:rPr>
        <w:t>قال : «أفتعلمون أنّ عمر بن الخطّاب حَرصَ على كُوَّةٍ قَدْرَ عينهِ يَدَعُها في منزلهِ إلى المسجد فأبى عليه ، ثُمّ خطب فقال : إنّ الله أمرني أن أبني مسجداً «طاهراً» لا يسكُنُهُ غيري وغير أخي وبنيه؟».</w:t>
      </w:r>
    </w:p>
    <w:p w:rsidR="00A87899" w:rsidRDefault="00A87899" w:rsidP="00541E11">
      <w:pPr>
        <w:pStyle w:val="libNormal"/>
        <w:rPr>
          <w:rtl/>
        </w:rPr>
      </w:pPr>
      <w:r>
        <w:rPr>
          <w:rtl/>
        </w:rPr>
        <w:t>قالوا : الّلهمّ نعم.</w:t>
      </w:r>
    </w:p>
    <w:p w:rsidR="00A87899" w:rsidRDefault="00A87899" w:rsidP="00541E11">
      <w:pPr>
        <w:pStyle w:val="libNormal"/>
        <w:rPr>
          <w:rtl/>
        </w:rPr>
      </w:pPr>
      <w:r>
        <w:rPr>
          <w:rtl/>
        </w:rPr>
        <w:t>قال : «أَنْشُدُكم الله</w:t>
      </w:r>
      <w:r>
        <w:rPr>
          <w:rFonts w:hint="cs"/>
          <w:rtl/>
        </w:rPr>
        <w:t xml:space="preserve"> :</w:t>
      </w:r>
      <w:r>
        <w:rPr>
          <w:rtl/>
        </w:rPr>
        <w:t xml:space="preserve"> أتعلمون أنّ رسول الله (صلّى الله عليه وآله) نصبه</w:t>
      </w:r>
      <w:r>
        <w:rPr>
          <w:rFonts w:hint="cs"/>
          <w:rtl/>
        </w:rPr>
        <w:t xml:space="preserve"> </w:t>
      </w:r>
      <w:r>
        <w:rPr>
          <w:rtl/>
        </w:rPr>
        <w:t>يوم غدير خمّ فنادى له بالولايةِ وقال : ليبلّغ الشّاهدُ الغائب؟».</w:t>
      </w:r>
    </w:p>
    <w:p w:rsidR="00A87899" w:rsidRDefault="00A87899" w:rsidP="00541E11">
      <w:pPr>
        <w:pStyle w:val="libNormal"/>
        <w:rPr>
          <w:rtl/>
        </w:rPr>
      </w:pPr>
      <w:r>
        <w:rPr>
          <w:rtl/>
        </w:rPr>
        <w:t>قالوا : الّلهمّ نعم.</w:t>
      </w:r>
    </w:p>
    <w:p w:rsidR="00A87899" w:rsidRDefault="00A87899" w:rsidP="00541E11">
      <w:pPr>
        <w:pStyle w:val="libNormal"/>
        <w:rPr>
          <w:rtl/>
        </w:rPr>
      </w:pPr>
      <w:r>
        <w:rPr>
          <w:rtl/>
        </w:rPr>
        <w:t>قال : «أَنْشُدُكم الله</w:t>
      </w:r>
      <w:r>
        <w:rPr>
          <w:rFonts w:hint="cs"/>
          <w:rtl/>
        </w:rPr>
        <w:t xml:space="preserve"> :</w:t>
      </w:r>
      <w:r>
        <w:rPr>
          <w:rtl/>
        </w:rPr>
        <w:t xml:space="preserve"> أتعلمون أنّ رسول الله (صلّى الله عليه وآله) قال له في غزوة تبوك : أنت منّي بمنزلةِ هارونَ مِنْ مُوسى ، وأنت وليُّ كُلِّ مُؤمن بعدي؟».</w:t>
      </w:r>
    </w:p>
    <w:p w:rsidR="00A87899" w:rsidRDefault="00A87899" w:rsidP="00541E11">
      <w:pPr>
        <w:pStyle w:val="libNormal"/>
        <w:rPr>
          <w:rtl/>
        </w:rPr>
      </w:pPr>
      <w:r>
        <w:rPr>
          <w:rtl/>
        </w:rPr>
        <w:t>قالوا : اللّهمّ نعم.</w:t>
      </w:r>
    </w:p>
    <w:p w:rsidR="00A87899" w:rsidRDefault="00A87899" w:rsidP="00541E11">
      <w:pPr>
        <w:pStyle w:val="libNormal"/>
        <w:rPr>
          <w:rtl/>
        </w:rPr>
      </w:pPr>
      <w:r>
        <w:rPr>
          <w:rtl/>
        </w:rPr>
        <w:t>قال : «أَنْشُدُكم الله</w:t>
      </w:r>
      <w:r>
        <w:rPr>
          <w:rFonts w:hint="cs"/>
          <w:rtl/>
        </w:rPr>
        <w:t xml:space="preserve"> :</w:t>
      </w:r>
      <w:r>
        <w:rPr>
          <w:rtl/>
        </w:rPr>
        <w:t xml:space="preserve"> أتعلمون أنّ رسول الله (صلّى الله عليه وآله) حين دعا النّصارى من أهل نجرانَ إلى المباهلةِ لم يأتِ إلاّ بهِ وبصاحبَتِهِ وابنيهِ؟».</w:t>
      </w:r>
    </w:p>
    <w:p w:rsidR="00A87899" w:rsidRDefault="00A87899" w:rsidP="00541E11">
      <w:pPr>
        <w:pStyle w:val="libNormal"/>
        <w:rPr>
          <w:rtl/>
        </w:rPr>
      </w:pPr>
      <w:r>
        <w:rPr>
          <w:rtl/>
        </w:rPr>
        <w:t>قالوا : الّلهمّ نعم.</w:t>
      </w:r>
    </w:p>
    <w:p w:rsidR="00A87899" w:rsidRDefault="00A87899" w:rsidP="00541E11">
      <w:pPr>
        <w:pStyle w:val="libNormal"/>
        <w:rPr>
          <w:rtl/>
        </w:rPr>
      </w:pPr>
      <w:r>
        <w:rPr>
          <w:rtl/>
        </w:rPr>
        <w:t>قال : «أَنْشُدُكم الله</w:t>
      </w:r>
      <w:r>
        <w:rPr>
          <w:rFonts w:hint="cs"/>
          <w:rtl/>
        </w:rPr>
        <w:t xml:space="preserve"> :</w:t>
      </w:r>
      <w:r>
        <w:rPr>
          <w:rtl/>
        </w:rPr>
        <w:t xml:space="preserve"> أتعلمون أنَّهُ دفع إليه اللّواء يومَ خيبر ثمّ قال : لأدفعه إلى رجل يحبُّهُ الله ورسولُهُ ويُحِبُّ الله ورسولَهُ كرّارٌ غير فرّار ، يفتحُها الله على يديه؟».</w:t>
      </w:r>
    </w:p>
    <w:p w:rsidR="00A87899" w:rsidRDefault="00A87899" w:rsidP="00541E11">
      <w:pPr>
        <w:pStyle w:val="libNormal"/>
        <w:rPr>
          <w:rtl/>
        </w:rPr>
      </w:pPr>
      <w:r>
        <w:rPr>
          <w:rtl/>
        </w:rPr>
        <w:br w:type="page"/>
      </w:r>
      <w:r>
        <w:rPr>
          <w:rtl/>
        </w:rPr>
        <w:lastRenderedPageBreak/>
        <w:t>قالوا : الّلهمّ نعم.</w:t>
      </w:r>
    </w:p>
    <w:p w:rsidR="00A87899" w:rsidRDefault="00A87899" w:rsidP="00541E11">
      <w:pPr>
        <w:pStyle w:val="libNormal"/>
        <w:rPr>
          <w:rtl/>
        </w:rPr>
      </w:pPr>
      <w:r>
        <w:rPr>
          <w:rtl/>
        </w:rPr>
        <w:t>قال : «أتعلمون أنّ رسول الله بعثه ببراءَة وقال : لا يبلّغ عنّي إلاّ أنا أو رجلٌ منّي؟».</w:t>
      </w:r>
    </w:p>
    <w:p w:rsidR="00A87899" w:rsidRDefault="00A87899" w:rsidP="00541E11">
      <w:pPr>
        <w:pStyle w:val="libNormal"/>
        <w:rPr>
          <w:rtl/>
        </w:rPr>
      </w:pPr>
      <w:r>
        <w:rPr>
          <w:rtl/>
        </w:rPr>
        <w:t>قالوا : الّلهمّ نعم.</w:t>
      </w:r>
    </w:p>
    <w:p w:rsidR="00A87899" w:rsidRDefault="00A87899" w:rsidP="00541E11">
      <w:pPr>
        <w:pStyle w:val="libNormal"/>
        <w:rPr>
          <w:rtl/>
        </w:rPr>
      </w:pPr>
      <w:r>
        <w:rPr>
          <w:rtl/>
        </w:rPr>
        <w:t>قال : «أتعلمون أنّ رسول الله (صلّى الله عليه وآله) لم تنزل به شدّةٌ قطُّ إلاّ قدّمَهُ لها ثقةً بهِ وأنّه لم يدْعُهُ باسمِهِ قطُّ إلاّ يقول : يا أخي ، وادعُوا لي أخي؟».</w:t>
      </w:r>
    </w:p>
    <w:p w:rsidR="00A87899" w:rsidRDefault="00A87899" w:rsidP="00541E11">
      <w:pPr>
        <w:pStyle w:val="libNormal"/>
        <w:rPr>
          <w:rtl/>
        </w:rPr>
      </w:pPr>
      <w:r>
        <w:rPr>
          <w:rtl/>
        </w:rPr>
        <w:t>قالوا : الّلهمّ نعم.</w:t>
      </w:r>
    </w:p>
    <w:p w:rsidR="00A87899" w:rsidRDefault="00A87899" w:rsidP="00541E11">
      <w:pPr>
        <w:pStyle w:val="libNormal"/>
        <w:rPr>
          <w:rtl/>
        </w:rPr>
      </w:pPr>
      <w:r>
        <w:rPr>
          <w:rtl/>
        </w:rPr>
        <w:t>قال : «أتعلمونَ أنّ رسولَ الله (صلّى الله عليه وآله) قضى بينَهُ وبينَ جعفر وزيد فقال : يا عليُّ أنتَ منّي وأنا منك ، وأنت وليُّ كُلِّ مُؤمن بعدي؟».</w:t>
      </w:r>
    </w:p>
    <w:p w:rsidR="00A87899" w:rsidRDefault="00A87899" w:rsidP="00541E11">
      <w:pPr>
        <w:pStyle w:val="libNormal"/>
        <w:rPr>
          <w:rtl/>
        </w:rPr>
      </w:pPr>
      <w:r>
        <w:rPr>
          <w:rtl/>
        </w:rPr>
        <w:t>قالوا : الّلهمّ نعم.</w:t>
      </w:r>
    </w:p>
    <w:p w:rsidR="00A87899" w:rsidRDefault="00A87899" w:rsidP="00541E11">
      <w:pPr>
        <w:pStyle w:val="libNormal"/>
        <w:rPr>
          <w:rtl/>
        </w:rPr>
      </w:pPr>
      <w:r>
        <w:rPr>
          <w:rtl/>
        </w:rPr>
        <w:t>قال : «أتعلمون أنَّهُ كانت مِنْ رَسُولِ الله (صلّى الله عليه وآله) كلَّ يوم خلوةٌ وكُلَّ ليلة دخْلَةٌ ، إذا سألَهُ أعطاهُ وإذا سكت ابتدأه؟».</w:t>
      </w:r>
    </w:p>
    <w:p w:rsidR="00A87899" w:rsidRDefault="00A87899" w:rsidP="00541E11">
      <w:pPr>
        <w:pStyle w:val="libNormal"/>
        <w:rPr>
          <w:rtl/>
        </w:rPr>
      </w:pPr>
      <w:r>
        <w:rPr>
          <w:rtl/>
        </w:rPr>
        <w:t>قالوا : الّلهمّ نعم.</w:t>
      </w:r>
    </w:p>
    <w:p w:rsidR="00A87899" w:rsidRDefault="00A87899" w:rsidP="00541E11">
      <w:pPr>
        <w:pStyle w:val="libNormal"/>
        <w:rPr>
          <w:rtl/>
        </w:rPr>
      </w:pPr>
      <w:r>
        <w:rPr>
          <w:rtl/>
        </w:rPr>
        <w:t>قال : «أتعلمونَ أنَّ رسول الله (صلّى الله عليه وآله) فضّله على جعفر وحمزة حين قال لفاطمة (عليها السّلام) : زوّجْتُكِ خيرَ أهلِ بيتي ، أقدمَهُمْ سِلْماً ، وأعظَمَهُمْ حِلْماً ، وأكثَرَهُم عِلْماً؟».</w:t>
      </w:r>
    </w:p>
    <w:p w:rsidR="00A87899" w:rsidRDefault="00A87899" w:rsidP="00541E11">
      <w:pPr>
        <w:pStyle w:val="libNormal"/>
        <w:rPr>
          <w:rtl/>
        </w:rPr>
      </w:pPr>
      <w:r>
        <w:rPr>
          <w:rtl/>
        </w:rPr>
        <w:t>قالوا : الّلهمّ نعم.</w:t>
      </w:r>
    </w:p>
    <w:p w:rsidR="00A87899" w:rsidRDefault="00A87899" w:rsidP="00541E11">
      <w:pPr>
        <w:pStyle w:val="libNormal"/>
        <w:rPr>
          <w:rtl/>
        </w:rPr>
      </w:pPr>
      <w:r>
        <w:rPr>
          <w:rtl/>
        </w:rPr>
        <w:t>قال : «أتعلمون أنّ رسول الله (صلّى الله عليه وآله) قال : أنا سيّدُ وُلْدِ بني آدَم ، وأخي عليّ سيّدُ العرَبِ ، وفاطمةُ سيّدةُ نساءِ أهلِ الجنّةِ ، والحسنُ والحسينُ ابناي سيّدا شبابِ أهلِ الجنةِ؟».</w:t>
      </w:r>
    </w:p>
    <w:p w:rsidR="00A87899" w:rsidRDefault="00A87899" w:rsidP="00541E11">
      <w:pPr>
        <w:pStyle w:val="libNormal"/>
        <w:rPr>
          <w:rtl/>
        </w:rPr>
      </w:pPr>
      <w:r>
        <w:rPr>
          <w:rtl/>
        </w:rPr>
        <w:br w:type="page"/>
      </w:r>
      <w:r>
        <w:rPr>
          <w:rtl/>
        </w:rPr>
        <w:lastRenderedPageBreak/>
        <w:t>قالوا : الّلهمّ نعم.</w:t>
      </w:r>
    </w:p>
    <w:p w:rsidR="00A87899" w:rsidRDefault="00A87899" w:rsidP="00541E11">
      <w:pPr>
        <w:pStyle w:val="libNormal"/>
        <w:rPr>
          <w:rtl/>
        </w:rPr>
      </w:pPr>
      <w:r>
        <w:rPr>
          <w:rtl/>
        </w:rPr>
        <w:t>قال : «أتعلمونَ أنّ رسول الله (صلّى الله عليه وآله) أمره بغسلِهِ وأخبَرهُ أنّ جبرئيلَ يُعينُهُ عَلَيْهِ؟».</w:t>
      </w:r>
    </w:p>
    <w:p w:rsidR="00A87899" w:rsidRDefault="00A87899" w:rsidP="00541E11">
      <w:pPr>
        <w:pStyle w:val="libNormal"/>
        <w:rPr>
          <w:rtl/>
        </w:rPr>
      </w:pPr>
      <w:r>
        <w:rPr>
          <w:rtl/>
        </w:rPr>
        <w:t>قالوا : الّلهمّ نعم.</w:t>
      </w:r>
    </w:p>
    <w:p w:rsidR="00A87899" w:rsidRDefault="00A87899" w:rsidP="00541E11">
      <w:pPr>
        <w:pStyle w:val="libNormal"/>
        <w:rPr>
          <w:rtl/>
        </w:rPr>
      </w:pPr>
      <w:r>
        <w:rPr>
          <w:rtl/>
        </w:rPr>
        <w:t>قال : «أتعلمونَ أنّ رسول الله (صلّى الله عليه وآله) قال في آخر خطبةٍ خَطَبَها : إنّي تركتُ فيكُمُ الثّقَلَيْن كتابَ الله وأهلَ بيتي ، فتمسَّكُوا بِهما لن تَضِلُّوا؟».</w:t>
      </w:r>
    </w:p>
    <w:p w:rsidR="00A87899" w:rsidRDefault="00A87899" w:rsidP="00541E11">
      <w:pPr>
        <w:pStyle w:val="libNormal"/>
        <w:rPr>
          <w:rtl/>
        </w:rPr>
      </w:pPr>
      <w:r>
        <w:rPr>
          <w:rtl/>
        </w:rPr>
        <w:t>قالوا : الّلهمّ نعم.</w:t>
      </w:r>
    </w:p>
    <w:p w:rsidR="00A87899" w:rsidRDefault="00A87899" w:rsidP="00541E11">
      <w:pPr>
        <w:pStyle w:val="libNormal"/>
        <w:rPr>
          <w:rtl/>
        </w:rPr>
      </w:pPr>
      <w:r>
        <w:rPr>
          <w:rtl/>
        </w:rPr>
        <w:t>ثمّ ناشَدَهُم أنّهم قد سمعوه يقول : «مَن زَعَم أنَّهُ يُحبُّني ويُبغِضُ عليّاً فقد كَذِبَ ، ليسَ يُحبّني ويُبغضُ علّياً ، فقال له قائل : يا رسول الله وكيف ذلك؟ قال : لأنّه منّي وأنا منهُ ، مَن أحبَّهُ فقد أحبَّني ، ومَن أحبَّني فقد أحبَّ الله ، ومَن أبغضَهُ فقد أبغضَني ، ومن أبغضني فقد أبغض الله؟».</w:t>
      </w:r>
    </w:p>
    <w:p w:rsidR="00A87899" w:rsidRDefault="00A87899" w:rsidP="00541E11">
      <w:pPr>
        <w:pStyle w:val="libNormal"/>
        <w:rPr>
          <w:rtl/>
        </w:rPr>
      </w:pPr>
      <w:r>
        <w:rPr>
          <w:rtl/>
        </w:rPr>
        <w:t>قالوا : الّلهمّ نعم ، قد سمعنا ...</w:t>
      </w:r>
    </w:p>
    <w:p w:rsidR="00A87899" w:rsidRDefault="00A87899" w:rsidP="00541E11">
      <w:pPr>
        <w:pStyle w:val="libNormal"/>
        <w:rPr>
          <w:rtl/>
        </w:rPr>
      </w:pPr>
      <w:r>
        <w:rPr>
          <w:rtl/>
        </w:rPr>
        <w:t xml:space="preserve">«اعتبروا أيُّها النَّاسُ بما وَعظَ الله به أولياءَهُ من سُوءِ ثَنائِهِ على الأحبار إذْ يقول : </w:t>
      </w:r>
      <w:r w:rsidRPr="00541E11">
        <w:rPr>
          <w:rStyle w:val="libAlaemChar"/>
          <w:rtl/>
        </w:rPr>
        <w:t>(</w:t>
      </w:r>
      <w:r w:rsidRPr="00541E11">
        <w:rPr>
          <w:rStyle w:val="libAieChar"/>
          <w:rtl/>
        </w:rPr>
        <w:t>لَوْلا ينهاهُمُ الرَّبَّانيّوُنَ وَالأَحْبارُ عَنْ قَوْلِهُم الإثْمَ</w:t>
      </w:r>
      <w:r w:rsidRPr="00541E11">
        <w:rPr>
          <w:rStyle w:val="libAlaemChar"/>
          <w:rtl/>
        </w:rPr>
        <w:t>)</w:t>
      </w:r>
      <w:r>
        <w:rPr>
          <w:rtl/>
        </w:rPr>
        <w:t xml:space="preserve"> وقال : </w:t>
      </w:r>
      <w:r w:rsidRPr="00541E11">
        <w:rPr>
          <w:rStyle w:val="libAlaemChar"/>
          <w:rtl/>
        </w:rPr>
        <w:t>(</w:t>
      </w:r>
      <w:r w:rsidRPr="00541E11">
        <w:rPr>
          <w:rStyle w:val="libAieChar"/>
          <w:rtl/>
        </w:rPr>
        <w:t>لُعِنَ الّذينَ كَفَرُوا مِنْ بَني إسْرَائيلَ ـ إلى قوله ـ لبئْسَ ما كانُوا يَفْعَلُون</w:t>
      </w:r>
      <w:r w:rsidRPr="00541E11">
        <w:rPr>
          <w:rStyle w:val="libAlaemChar"/>
          <w:rtl/>
        </w:rPr>
        <w:t>)</w:t>
      </w:r>
      <w:r>
        <w:rPr>
          <w:rtl/>
        </w:rPr>
        <w:t>.</w:t>
      </w:r>
    </w:p>
    <w:p w:rsidR="00A87899" w:rsidRDefault="00A87899" w:rsidP="00541E11">
      <w:pPr>
        <w:pStyle w:val="libNormal"/>
        <w:rPr>
          <w:rtl/>
        </w:rPr>
      </w:pPr>
      <w:r>
        <w:rPr>
          <w:rtl/>
        </w:rPr>
        <w:t xml:space="preserve">وإنَّما عابَ الله ذلك عليهم لأنّهم كانوا يَرَوْنَ من الظَّلَمَةِ الّذين بين أظْهُرِهِم المُنكرَ والفَساد فلا ينهونهم عن ذلك رَغبةً فيما كانوا ينالونَ منهم ، ورهبةً ممّا يحذرون ، والله يقول : </w:t>
      </w:r>
      <w:r w:rsidRPr="00541E11">
        <w:rPr>
          <w:rStyle w:val="libAlaemChar"/>
          <w:rtl/>
        </w:rPr>
        <w:t>(</w:t>
      </w:r>
      <w:r w:rsidRPr="00541E11">
        <w:rPr>
          <w:rStyle w:val="libAieChar"/>
          <w:rtl/>
        </w:rPr>
        <w:t>فلا تَخْشواْ النَّاسَ وَاْخشَوْن</w:t>
      </w:r>
      <w:r w:rsidRPr="00541E11">
        <w:rPr>
          <w:rStyle w:val="libAlaemChar"/>
          <w:rtl/>
        </w:rPr>
        <w:t>)</w:t>
      </w:r>
      <w:r>
        <w:rPr>
          <w:rtl/>
        </w:rPr>
        <w:t xml:space="preserve"> وقال : </w:t>
      </w:r>
      <w:r w:rsidRPr="00541E11">
        <w:rPr>
          <w:rStyle w:val="libAlaemChar"/>
          <w:rtl/>
        </w:rPr>
        <w:t>(</w:t>
      </w:r>
      <w:r w:rsidRPr="00541E11">
        <w:rPr>
          <w:rStyle w:val="libAieChar"/>
          <w:rtl/>
        </w:rPr>
        <w:t>المُؤْمِنُونَ واْلمُؤْمِنَاتُ بَعْضُهُمْ أولياءُ بَعْض يأمرونَ بِاْلمَعْرُوفِ وَيَنْهَوْنَ عَنِ اْلمُنْكَرِ</w:t>
      </w:r>
      <w:r w:rsidRPr="00541E11">
        <w:rPr>
          <w:rStyle w:val="libAlaemChar"/>
          <w:rtl/>
        </w:rPr>
        <w:t>)</w:t>
      </w:r>
      <w:r>
        <w:rPr>
          <w:rtl/>
        </w:rPr>
        <w:t>.</w:t>
      </w:r>
    </w:p>
    <w:p w:rsidR="00A87899" w:rsidRDefault="00A87899" w:rsidP="00541E11">
      <w:pPr>
        <w:pStyle w:val="libNormal"/>
        <w:rPr>
          <w:rtl/>
        </w:rPr>
      </w:pPr>
      <w:r>
        <w:rPr>
          <w:rtl/>
        </w:rPr>
        <w:t>فبدأ الله بالأمر بالمعروفِ والنّهي عن المنكر فريضةً منه لعلمِه بأنَّها إذا أُدِّيَتْ</w:t>
      </w:r>
    </w:p>
    <w:p w:rsidR="00A87899" w:rsidRDefault="00A87899" w:rsidP="00541E11">
      <w:pPr>
        <w:pStyle w:val="libNormal0"/>
        <w:rPr>
          <w:rtl/>
        </w:rPr>
      </w:pPr>
      <w:r>
        <w:rPr>
          <w:rtl/>
        </w:rPr>
        <w:br w:type="page"/>
      </w:r>
      <w:r>
        <w:rPr>
          <w:rtl/>
        </w:rPr>
        <w:lastRenderedPageBreak/>
        <w:t>وأُقيمت استقامتِ الفرائضُ كلُّها هَيِّنُها وصَعْبُها ، وذلك أنّ الأمرَ بالمعروفِ والنّهيَ عَن المُنْكر دعاءٌ إلى الإسلام مع ردِّ المَظَالِم ومخالفةِ الظّالمِ وقسمةِ الفَيء والغنائمِ وأخذِ الصَّدَقاتِ من مواضِعِها ووضعِها في حقّها.</w:t>
      </w:r>
    </w:p>
    <w:p w:rsidR="00A87899" w:rsidRDefault="00A87899" w:rsidP="00541E11">
      <w:pPr>
        <w:pStyle w:val="libNormal"/>
        <w:rPr>
          <w:rtl/>
        </w:rPr>
      </w:pPr>
      <w:r>
        <w:rPr>
          <w:rtl/>
        </w:rPr>
        <w:t>ثمّ أنتم أيّتُها العصابةُ عصابةٌ بالعِلْمِ مشهورةٌ وبالخيرِ مذكورةٌ وبالنصيحة معروفة وبالله في أنفُسِ النّاسِ مهابةٌ ، يهابُكُمُ الشّريفُ وَيُكْرِمُكُمُ الضعيفُ وَيُؤْثُِركُم مَنْ لا فضلَ لكم عليه ولا يدَ لكم عنده ، تشفعون في الحوائج إذا امتنعت مِنْ طُلابِها ، وتمشُونَ في الطّريقِ بهيبة الملوك وكرامة الأكابرِ.</w:t>
      </w:r>
    </w:p>
    <w:p w:rsidR="00A87899" w:rsidRDefault="00A87899" w:rsidP="00541E11">
      <w:pPr>
        <w:pStyle w:val="libNormal"/>
        <w:rPr>
          <w:rtl/>
        </w:rPr>
      </w:pPr>
      <w:r>
        <w:rPr>
          <w:rtl/>
        </w:rPr>
        <w:t>أليس كُلّ ذلك إنّما نِلتُموهُ بما يُرجى عندكُم من القيامِ بحقِّ الله وإن كنتم عن أكثر حقّهِ تقصُرونَ؟ فاسْتَخْفَفْتُمْ بحقّ الأئمّة ، فأمّا حقّ الضُّعَفاءِ فَضَيَّعْتُمْ ، وأمّا حقّكم بزعْمِكُمْ فَطَلَبْتُم ، فَلا مالاً بذلتموه ، ولا نفساً خاطَرْتُم بِها للّذي خلَقَها ، ولا عشيرةً عاديتموها في ذاتِ الله.</w:t>
      </w:r>
    </w:p>
    <w:p w:rsidR="00A87899" w:rsidRDefault="00A87899" w:rsidP="00541E11">
      <w:pPr>
        <w:pStyle w:val="libNormal"/>
        <w:rPr>
          <w:rtl/>
        </w:rPr>
      </w:pPr>
      <w:r>
        <w:rPr>
          <w:rtl/>
        </w:rPr>
        <w:t>أنتُم تتمنّونَ على الله جَنَّتَهُ ومجاورةَ رُسُلِهِ وأماناً من عذابهِ!</w:t>
      </w:r>
    </w:p>
    <w:p w:rsidR="00A87899" w:rsidRDefault="00A87899" w:rsidP="00541E11">
      <w:pPr>
        <w:pStyle w:val="libNormal"/>
        <w:rPr>
          <w:rtl/>
        </w:rPr>
      </w:pPr>
      <w:r>
        <w:rPr>
          <w:rtl/>
        </w:rPr>
        <w:t>لقد خشيتُ عليكم ـ أيُّها المُتَمَنّونَ على الله ـ أن تَحِلَّ بكُم نقمةٌ مِن نقماتِهِ لأنّكم بلغتم من كرامة الله منزلة فُضّلتمْ بها ، ومن يُعرَفُ بالله لا تُكْرِمُونَ ، وأنتُم بالله في عباده تُكْرَمُونَ.</w:t>
      </w:r>
    </w:p>
    <w:p w:rsidR="00A87899" w:rsidRDefault="00A87899" w:rsidP="00541E11">
      <w:pPr>
        <w:pStyle w:val="libNormal"/>
        <w:rPr>
          <w:rtl/>
        </w:rPr>
      </w:pPr>
      <w:r>
        <w:rPr>
          <w:rtl/>
        </w:rPr>
        <w:t>وقد تَرَوْنَ عهودَ الله منقوضَةً فلا تَفزَعُون ، وأنتُم لبعضِ ذِمَمِ آبائِكُمْ تَفْزَعُون! وَذِمّةُ رسولِ الله مخفورةٌ ، والعُميُ والبُكُم والزّمنى في المدائنِ مهملة! لا تَرحَمُونَ ولا في مَنزِلَتِكُم تعملون ، ولا مَنْ عَمِلَ فيها تُعينون. وبالادّهانِ</w:t>
      </w:r>
      <w:r>
        <w:rPr>
          <w:rFonts w:hint="cs"/>
          <w:rtl/>
        </w:rPr>
        <w:t xml:space="preserve"> </w:t>
      </w:r>
      <w:r>
        <w:rPr>
          <w:rtl/>
        </w:rPr>
        <w:t>والمُصَانَعَةِ عند الظلَمَةِ تأمنون.</w:t>
      </w:r>
    </w:p>
    <w:p w:rsidR="00A87899" w:rsidRDefault="00A87899" w:rsidP="00541E11">
      <w:pPr>
        <w:pStyle w:val="libNormal"/>
        <w:rPr>
          <w:rtl/>
        </w:rPr>
      </w:pPr>
      <w:r>
        <w:rPr>
          <w:rtl/>
        </w:rPr>
        <w:t>كُلّ ذلك ممّا أمركم الله بهِ من النّهي والتّناهي وأنتم عنه غافلونَ!</w:t>
      </w:r>
    </w:p>
    <w:p w:rsidR="00A87899" w:rsidRDefault="00A87899" w:rsidP="00541E11">
      <w:pPr>
        <w:pStyle w:val="libNormal"/>
        <w:rPr>
          <w:rtl/>
        </w:rPr>
      </w:pPr>
      <w:r>
        <w:rPr>
          <w:rtl/>
        </w:rPr>
        <w:br w:type="page"/>
      </w:r>
      <w:r>
        <w:rPr>
          <w:rtl/>
        </w:rPr>
        <w:lastRenderedPageBreak/>
        <w:t>وأنتُم أعظم النّاس مصيبة لما غلبتم عليه من منازلِ العلماء لو كنتُم تشعرون ، ذلك بأنّ مجاريَ الأُمورِ والأحكامِ عَلَى أيدي العُلَماء بالله الاُمناءِ عَلَى حَلاَلِهِ وَحَرَامِهِ ، فأنتُم المَسْلُوبونَ تلك المنزلةِ وَما سُلِبْتُم ذلك إلاّ بتفرُّقِكُم عن الحقِّ واْختلافِكُم في السُّنّة بعد البيّنة الواضحة ، وَلَوْ صَبَرْتُم علَى الأذَى وتحمّلْتُم المؤونة في ذاتِ الله كانت أُمور الله عليكُم تَرِدُ وعنكم تصْدُرُ وَإِلَيْكُمْ تَرْجعُ ، ولكنَّكُم مكّنتُم الظَّلَمَة مِنْ منزِلَتِكُمْ ، وأسلمتم أُمور الله في أيديهم ، يَعملون بالشُّبُهاتِ ، ويَسيرونَ في الشَّهَواتِ ، سلّطهم على ذلك فرارُكُم مِنَ الموتِ وإعجابُكُم بالحياة التّي هي مفارقتُكُم ، فأسلمتم الضُّعفاءَ في أيديهم فمن بين مُستعبَد مقهور وبين مستضعَف على معيشتِهِ مغلوب ، يتقلّبون في المُلكِ بآرائِهم ، ويستشعِرونَ الخِزْيَ بأهوائهم ، اقتداءً بالأشرار وجرأةً على الجّبارِ!</w:t>
      </w:r>
      <w:r>
        <w:rPr>
          <w:rFonts w:hint="cs"/>
          <w:rtl/>
        </w:rPr>
        <w:t xml:space="preserve"> </w:t>
      </w:r>
      <w:r>
        <w:rPr>
          <w:rtl/>
        </w:rPr>
        <w:t>في كُلّ بَلَد منهم على مِنْبَرِهِ خطيبٌ مُصْقعٌ</w:t>
      </w:r>
    </w:p>
    <w:p w:rsidR="00A87899" w:rsidRDefault="00A87899" w:rsidP="00541E11">
      <w:pPr>
        <w:pStyle w:val="libNormal"/>
        <w:rPr>
          <w:rtl/>
        </w:rPr>
      </w:pPr>
      <w:r>
        <w:rPr>
          <w:rtl/>
        </w:rPr>
        <w:t>فالأرضُ لهم شاغرةٌ ، وأيديهم فيها مبسوطة ، والنّاسُ لهم خَوَل ، لا يدفعون يد لامس ، فمن بين جبّار عنيد ، وذي سطوة على الضعفةِ شديد ، مُطَاع لا يَعْرِفُ المُبْدِئ المعيد.</w:t>
      </w:r>
    </w:p>
    <w:p w:rsidR="00A87899" w:rsidRDefault="00A87899" w:rsidP="00541E11">
      <w:pPr>
        <w:pStyle w:val="libNormal"/>
        <w:rPr>
          <w:rtl/>
        </w:rPr>
      </w:pPr>
      <w:r>
        <w:rPr>
          <w:rtl/>
        </w:rPr>
        <w:t>فيا عجباً! وما لي لا أعجبُ والأرض من غاشٍّ غَشُوم ، ومتصدِّق ظلوم ، وعامِل على المُؤمنينَ بهم غيرُ رحيم ، فالله الحاكمُ فيما فيه تنازعنا ، والقاضي بحكمه فيما شجر بيننا.</w:t>
      </w:r>
    </w:p>
    <w:p w:rsidR="00A87899" w:rsidRDefault="00A87899" w:rsidP="00541E11">
      <w:pPr>
        <w:pStyle w:val="libNormal"/>
        <w:rPr>
          <w:rtl/>
        </w:rPr>
      </w:pPr>
      <w:r>
        <w:rPr>
          <w:rtl/>
        </w:rPr>
        <w:t>الّلهمّ إنّك تعلم أنّه لم يكن ما كان منّا تَنافُساً في سُلْطان ، ولا اْلتِماساً من فضول الحطامِ ، ولكن لنُرِيَ المعالِمَ من دينك ، ونُظْهِر الإصلاحَ في بلادِك ، ويأمن المظلُومونَ مِنْ عبادِك ، ويُعْمَل بفرائِضِكَ وسُنَنِك وأحكامِك.</w:t>
      </w:r>
    </w:p>
    <w:p w:rsidR="00A87899" w:rsidRDefault="00A87899" w:rsidP="00541E11">
      <w:pPr>
        <w:pStyle w:val="libNormal"/>
        <w:rPr>
          <w:rtl/>
        </w:rPr>
      </w:pPr>
      <w:r>
        <w:rPr>
          <w:rtl/>
        </w:rPr>
        <w:t>فإنَّكُم إن لا تَنْصُرونا وتنصفونا قويت الظّلمة عليكم ، وعَمِلَوا في إطفاءِ نُورِ</w:t>
      </w:r>
    </w:p>
    <w:p w:rsidR="00A87899" w:rsidRDefault="00A87899" w:rsidP="00541E11">
      <w:pPr>
        <w:pStyle w:val="libNormal0"/>
        <w:rPr>
          <w:rtl/>
        </w:rPr>
      </w:pPr>
      <w:r>
        <w:rPr>
          <w:rtl/>
        </w:rPr>
        <w:br w:type="page"/>
      </w:r>
      <w:r>
        <w:rPr>
          <w:rtl/>
        </w:rPr>
        <w:lastRenderedPageBreak/>
        <w:t>نَبيِّكُم.</w:t>
      </w:r>
    </w:p>
    <w:p w:rsidR="00A87899" w:rsidRPr="00555319" w:rsidRDefault="00A87899" w:rsidP="00541E11">
      <w:pPr>
        <w:pStyle w:val="libBold2"/>
        <w:rPr>
          <w:rtl/>
        </w:rPr>
      </w:pPr>
      <w:r w:rsidRPr="00555319">
        <w:rPr>
          <w:rtl/>
        </w:rPr>
        <w:t>وحسبُنا الله وعليه توكّلنا وإليه أنَبْنَا وإليه المصيرُ».</w:t>
      </w:r>
    </w:p>
    <w:p w:rsidR="00A87899" w:rsidRDefault="00A87899" w:rsidP="00541E11">
      <w:pPr>
        <w:pStyle w:val="libNormal"/>
        <w:rPr>
          <w:rtl/>
        </w:rPr>
      </w:pPr>
      <w:r>
        <w:rPr>
          <w:rtl/>
        </w:rPr>
        <w:t>إنّ هذا الموقف يعتبر أقوى معارضة علنية أقدم عليها الحسين (عليه السّلام) في مواجهة معاوية وإجراءاته الخطرة التي دأب طول حكمه ـ بعد استيلائه على أريكة الحكم في سنة (40) للهجرة ـ على العمل بكلّ دهاء وتدبير لتأسيس دولته المنحرفة عن سنن الهدى والصلاح والتقى ، فحاول في الردّة عن الإسلام إلى إحياء الجاهليّة الأُولى بما فيها من الظلم والعصبية والتجسيم لله ، والقول بالجبر والإرجاء وما إلى ذلك من الأفكار التي تؤدّي إلى تحميق الناس وإخماد جذوة الحركة الثورية الإسلاميّة ، والتوحيدية الإصلاحية.</w:t>
      </w:r>
    </w:p>
    <w:p w:rsidR="00A87899" w:rsidRDefault="00A87899" w:rsidP="00541E11">
      <w:pPr>
        <w:pStyle w:val="libNormal"/>
        <w:rPr>
          <w:rtl/>
        </w:rPr>
      </w:pPr>
      <w:r>
        <w:rPr>
          <w:rtl/>
        </w:rPr>
        <w:t>فكانت حركة الحسين (عليه السّلام) ، وبهذا الأُسلوب المحكم الرصين ، وفي الزمان والمكان المنتخبين بدقّة ، أوّل معارضة معلنة ضّد كلّ الإجراءات تلك.</w:t>
      </w:r>
    </w:p>
    <w:p w:rsidR="00A87899" w:rsidRDefault="00A87899" w:rsidP="00541E11">
      <w:pPr>
        <w:pStyle w:val="libNormal"/>
        <w:rPr>
          <w:rtl/>
        </w:rPr>
      </w:pPr>
      <w:r>
        <w:rPr>
          <w:rtl/>
        </w:rPr>
        <w:t>وإن كان الإمام الحسين (عليه السّلام) لم يكفّ مدّة إمامته عن مواجهة معاوية بشكل خاصّ في القضايا الجزئيّة ، وفي اللقاءات الخاصّة ، لكنّ هذا الإجراء العظيم اعتبره رجال الدولة ثورة مُعْلنة ، وتحرّكاً سياسياً خَطِراً على الدولة ، ومؤدّياً إلى تبخير كلّ الجهود والآمال والطموحات التي عملوا من أجلها طوال عشرين سنة من حكمهم الفاسد.</w:t>
      </w:r>
    </w:p>
    <w:p w:rsidR="00A87899" w:rsidRDefault="00A87899" w:rsidP="00541E11">
      <w:pPr>
        <w:pStyle w:val="libBold1"/>
        <w:rPr>
          <w:rtl/>
        </w:rPr>
      </w:pPr>
      <w:r>
        <w:rPr>
          <w:rtl/>
        </w:rPr>
        <w:t>معاوية بين فكّي الأَسَد</w:t>
      </w:r>
      <w:r>
        <w:rPr>
          <w:rFonts w:hint="cs"/>
          <w:rtl/>
        </w:rPr>
        <w:t xml:space="preserve"> :</w:t>
      </w:r>
    </w:p>
    <w:p w:rsidR="00A87899" w:rsidRDefault="00A87899" w:rsidP="00541E11">
      <w:pPr>
        <w:pStyle w:val="libNormal"/>
        <w:rPr>
          <w:rtl/>
        </w:rPr>
      </w:pPr>
      <w:r>
        <w:rPr>
          <w:rtl/>
        </w:rPr>
        <w:t>كان من مخطّطات معاوية مخالفة كلّ التراتيب الإدارية الإسلاميّة حتّى في شكل تعيين الخليفة خارجاً عن جميع الآراء حتّى تلك التي عملها الخلفاء قبله ، فَعَمَد إلى تجاوز سنن الّذين سبقوه كلّهم ، فلا هو عمل كما فعل أبو بكر في العهد لعمر من بعده ، ولا عمل مثل عمر في جعلها شُورى ، ولا أرجع الأمر إلى أهل</w:t>
      </w:r>
    </w:p>
    <w:p w:rsidR="00A87899" w:rsidRDefault="00A87899" w:rsidP="00541E11">
      <w:pPr>
        <w:pStyle w:val="libNormal0"/>
        <w:rPr>
          <w:rtl/>
        </w:rPr>
      </w:pPr>
      <w:r>
        <w:rPr>
          <w:rtl/>
        </w:rPr>
        <w:br w:type="page"/>
      </w:r>
      <w:r>
        <w:rPr>
          <w:rtl/>
        </w:rPr>
        <w:lastRenderedPageBreak/>
        <w:t xml:space="preserve">الحلّ والعقد يختارون لأنفسهم ، بل عَمَدَ إلى تنصيب ابنه خليفة وأخَذ البيعة له قبل أن يموت ، ليعلنها </w:t>
      </w:r>
      <w:r w:rsidRPr="00541E11">
        <w:rPr>
          <w:rStyle w:val="libBold2Char"/>
          <w:rtl/>
        </w:rPr>
        <w:t xml:space="preserve">«مُلكاً عَضُوضاً» </w:t>
      </w:r>
      <w:r>
        <w:rPr>
          <w:rtl/>
        </w:rPr>
        <w:t>بعد أن كانت خلافة.</w:t>
      </w:r>
    </w:p>
    <w:p w:rsidR="00A87899" w:rsidRDefault="00A87899" w:rsidP="00541E11">
      <w:pPr>
        <w:pStyle w:val="libNormal"/>
        <w:rPr>
          <w:rtl/>
        </w:rPr>
      </w:pPr>
      <w:r>
        <w:rPr>
          <w:rtl/>
        </w:rPr>
        <w:t>وكان هذا الإجراء من أخطر ما أقدم عليه معاوية في آخر سنيّ حياته ، ولذلك كان للناس مواقف متفاوتة تجاه هذه البدعة ، أمّا الحسين (عليه السّلام) فقد استغلّ ذلك للإعلان عن مخالفة هذا الإجراء لبنود وثيقة الصلح الموقّعة من قبل معاوية «</w:t>
      </w:r>
      <w:r w:rsidRPr="00541E11">
        <w:rPr>
          <w:rStyle w:val="libBold2Char"/>
          <w:rtl/>
        </w:rPr>
        <w:t>فلا خلاف بين العلماء أنّ الحسن إنّما سلّم الخلافة لمعاوية حياته لا غير</w:t>
      </w:r>
      <w:r>
        <w:rPr>
          <w:rtl/>
        </w:rPr>
        <w:t xml:space="preserve">» </w:t>
      </w:r>
      <w:r w:rsidRPr="00541E11">
        <w:rPr>
          <w:rStyle w:val="libFootnotenumChar"/>
          <w:rtl/>
        </w:rPr>
        <w:t>(1)</w:t>
      </w:r>
      <w:r>
        <w:rPr>
          <w:rtl/>
        </w:rPr>
        <w:t>.</w:t>
      </w:r>
    </w:p>
    <w:p w:rsidR="00A87899" w:rsidRDefault="00A87899" w:rsidP="00541E11">
      <w:pPr>
        <w:pStyle w:val="libNormal"/>
        <w:rPr>
          <w:rtl/>
        </w:rPr>
      </w:pPr>
      <w:r>
        <w:rPr>
          <w:rtl/>
        </w:rPr>
        <w:t>مع أنّ يزيدَ كان معروفاً بين الأُمّة بفسقه ولهوه ، وعدم لياقته للأدنى من الخلافة فَضلاً عنها.</w:t>
      </w:r>
    </w:p>
    <w:p w:rsidR="00A87899" w:rsidRDefault="00A87899" w:rsidP="00541E11">
      <w:pPr>
        <w:pStyle w:val="libNormal"/>
        <w:rPr>
          <w:rtl/>
        </w:rPr>
      </w:pPr>
      <w:r>
        <w:rPr>
          <w:rtl/>
        </w:rPr>
        <w:t>ولم يُخفِ الحسين (عليه السّلام) نشاطه حتّى عرف منه ذلك ، فجاءته الوفود يقولون له</w:t>
      </w:r>
      <w:r>
        <w:rPr>
          <w:rFonts w:hint="cs"/>
          <w:rtl/>
        </w:rPr>
        <w:t xml:space="preserve"> :</w:t>
      </w:r>
    </w:p>
    <w:p w:rsidR="00A87899" w:rsidRDefault="00A87899" w:rsidP="00541E11">
      <w:pPr>
        <w:pStyle w:val="libBold2"/>
        <w:rPr>
          <w:rtl/>
        </w:rPr>
      </w:pPr>
      <w:r w:rsidRPr="00555319">
        <w:rPr>
          <w:rtl/>
        </w:rPr>
        <w:t>[254 ص 197]</w:t>
      </w:r>
      <w:r>
        <w:rPr>
          <w:rtl/>
        </w:rPr>
        <w:t xml:space="preserve"> : </w:t>
      </w:r>
      <w:r w:rsidRPr="00555319">
        <w:rPr>
          <w:rtl/>
        </w:rPr>
        <w:t>قد علمنا رأيك ورأي أخيك.</w:t>
      </w:r>
    </w:p>
    <w:p w:rsidR="00A87899" w:rsidRDefault="00A87899" w:rsidP="00541E11">
      <w:pPr>
        <w:pStyle w:val="libBold2"/>
        <w:rPr>
          <w:rtl/>
        </w:rPr>
      </w:pPr>
      <w:r w:rsidRPr="00555319">
        <w:rPr>
          <w:rtl/>
        </w:rPr>
        <w:t>فقال (عليه السّلام)</w:t>
      </w:r>
      <w:r>
        <w:rPr>
          <w:rtl/>
        </w:rPr>
        <w:t xml:space="preserve"> : </w:t>
      </w:r>
      <w:r w:rsidRPr="00555319">
        <w:rPr>
          <w:rtl/>
        </w:rPr>
        <w:t>«إنّي أرجو أن يُعطيَ الله أخي على نيّته في حُبّهِ الكفَّ</w:t>
      </w:r>
      <w:r>
        <w:rPr>
          <w:rtl/>
        </w:rPr>
        <w:t xml:space="preserve"> ، </w:t>
      </w:r>
      <w:r w:rsidRPr="00555319">
        <w:rPr>
          <w:rtl/>
        </w:rPr>
        <w:t>وأن يعطيني على نيّتي في حُبّي جهاد الظالمين»</w:t>
      </w:r>
      <w:r>
        <w:rPr>
          <w:rtl/>
        </w:rPr>
        <w:t xml:space="preserve"> </w:t>
      </w:r>
      <w:r w:rsidRPr="00541E11">
        <w:rPr>
          <w:rStyle w:val="libFootnotenumChar"/>
          <w:rtl/>
        </w:rPr>
        <w:t>(2)</w:t>
      </w:r>
      <w:r>
        <w:rPr>
          <w:rtl/>
        </w:rPr>
        <w:t>.</w:t>
      </w:r>
    </w:p>
    <w:p w:rsidR="00A87899" w:rsidRDefault="00A87899" w:rsidP="00541E11">
      <w:pPr>
        <w:pStyle w:val="libNormal"/>
        <w:rPr>
          <w:rtl/>
        </w:rPr>
      </w:pPr>
      <w:r>
        <w:rPr>
          <w:rtl/>
        </w:rPr>
        <w:t xml:space="preserve">إنّ كلمة «الجهاد» تهزّ الحكومة الظالمة التي تخيّلت أنّها قد قطعت شأفة أهل الحقِّ ، واجتثّت أُصول التحرّك الجهاديّ بقتل كبار القوّاد ، وطمس معالم الحقّ ، وتشويه سمعة أهل البيت </w:t>
      </w:r>
      <w:r>
        <w:rPr>
          <w:rFonts w:hint="cs"/>
          <w:rtl/>
        </w:rPr>
        <w:t>،</w:t>
      </w:r>
      <w:r>
        <w:rPr>
          <w:rtl/>
        </w:rPr>
        <w:t xml:space="preserve"> وسلب الإمكانات المادّية منهم.</w:t>
      </w:r>
    </w:p>
    <w:p w:rsidR="00A87899" w:rsidRDefault="00A87899" w:rsidP="00541E11">
      <w:pPr>
        <w:pStyle w:val="libNormal"/>
        <w:rPr>
          <w:rtl/>
        </w:rPr>
      </w:pPr>
      <w:r>
        <w:rPr>
          <w:rtl/>
        </w:rPr>
        <w:t>ولكن لمّا يَسْمع الحكّام كلمة «جهاد الظالمين» من الحسين (عليه السّلام)</w:t>
      </w:r>
    </w:p>
    <w:p w:rsidR="00A87899" w:rsidRDefault="00A87899" w:rsidP="00541E11">
      <w:pPr>
        <w:pStyle w:val="libNormal0"/>
        <w:rPr>
          <w:rtl/>
        </w:rPr>
      </w:pPr>
      <w:r>
        <w:rPr>
          <w:rtl/>
        </w:rPr>
        <w:br w:type="page"/>
      </w:r>
      <w:r>
        <w:rPr>
          <w:rtl/>
        </w:rPr>
        <w:lastRenderedPageBreak/>
        <w:t>السبط الوحيد الذي تشخص إليه أبْصار البقيّة الباقية من المسلمين ، والقلائل الّذين بقوا من أولاد الشهداء والصحابة الصلحاء الّذين ضاقوا ذرعاً من تصرّفات معاوية وولاته الجائرين ، فإنّ الأُمراء يتهيّبون الوضع بلا ريب.</w:t>
      </w:r>
    </w:p>
    <w:p w:rsidR="00A87899" w:rsidRDefault="00A87899" w:rsidP="00541E11">
      <w:pPr>
        <w:pStyle w:val="libNormal"/>
        <w:rPr>
          <w:rtl/>
        </w:rPr>
      </w:pPr>
      <w:r>
        <w:rPr>
          <w:rtl/>
        </w:rPr>
        <w:t>وخاصة مثل مروان بن الحكم ـ ابن طريد رسول الله ولعينه ـ الذي لم يجد فرصة للإمارة على مدينة الرسول (صلّى الله عليه وآله) إلاّ حكم معاوية ، وإلاّ فأين هو من مثل هذا</w:t>
      </w:r>
      <w:r>
        <w:rPr>
          <w:rFonts w:hint="cs"/>
          <w:rtl/>
        </w:rPr>
        <w:t xml:space="preserve"> </w:t>
      </w:r>
      <w:r>
        <w:rPr>
          <w:rtl/>
        </w:rPr>
        <w:t>المقام الذي لم يحلُم به؟!</w:t>
      </w:r>
    </w:p>
    <w:p w:rsidR="00A87899" w:rsidRDefault="00A87899" w:rsidP="00541E11">
      <w:pPr>
        <w:pStyle w:val="libNormal"/>
        <w:rPr>
          <w:rtl/>
        </w:rPr>
      </w:pPr>
      <w:r>
        <w:rPr>
          <w:rtl/>
        </w:rPr>
        <w:t>فهاهو يجد في تحرّك الإمام الحسين (عليه السّلام) أنّ أجراس الخطر تدقّ تحت آذانه ، وهو العدوّ اللدود للحسين وأهل بيته (عليهم السّلام) منذ القديم ، يوم وقف في حرب الجَمَل يُشعل فتيل الحرب ضدّ الإمام عليّ (عليه السّلام) ، لكنّه فشل واندحر وأُسِرَ وذَلَّ ، ومَنّ عليه الإمامُ (عليه السّلام) فيمن مَنّ عليهم من أهل تلك الحرب.</w:t>
      </w:r>
    </w:p>
    <w:p w:rsidR="00A87899" w:rsidRDefault="00A87899" w:rsidP="00541E11">
      <w:pPr>
        <w:pStyle w:val="libNormal"/>
        <w:rPr>
          <w:rtl/>
        </w:rPr>
      </w:pPr>
      <w:r>
        <w:rPr>
          <w:rtl/>
        </w:rPr>
        <w:t xml:space="preserve">وهو </w:t>
      </w:r>
      <w:r>
        <w:rPr>
          <w:rFonts w:hint="cs"/>
          <w:rtl/>
        </w:rPr>
        <w:t xml:space="preserve">ـ </w:t>
      </w:r>
      <w:r>
        <w:rPr>
          <w:rtl/>
        </w:rPr>
        <w:t>وإن استفاد من حكم معاوية</w:t>
      </w:r>
      <w:r>
        <w:rPr>
          <w:rFonts w:hint="cs"/>
          <w:rtl/>
        </w:rPr>
        <w:t xml:space="preserve"> ـ</w:t>
      </w:r>
      <w:r>
        <w:rPr>
          <w:rtl/>
        </w:rPr>
        <w:t xml:space="preserve"> إلاّ أنّه لا يكنّ لمعاوية ولا لآل أُميّة ودّاً بعد أن أصبح ذيلاً لهم ، ويراهم منتصرين في صفّين ، بينما هو اندحر أمام عليّ (عليه السّلام) وانكسر في وقعة الجمل.</w:t>
      </w:r>
    </w:p>
    <w:p w:rsidR="00A87899" w:rsidRDefault="00A87899" w:rsidP="00541E11">
      <w:pPr>
        <w:pStyle w:val="libNormal"/>
        <w:rPr>
          <w:rtl/>
        </w:rPr>
      </w:pPr>
      <w:r>
        <w:rPr>
          <w:rtl/>
        </w:rPr>
        <w:t>والآن يريد أن يضرب بسهم واحد هدفين ، فكتب إلى معاوية</w:t>
      </w:r>
      <w:r>
        <w:rPr>
          <w:rFonts w:hint="cs"/>
          <w:rtl/>
        </w:rPr>
        <w:t xml:space="preserve"> :</w:t>
      </w:r>
    </w:p>
    <w:p w:rsidR="00A87899" w:rsidRDefault="00A87899" w:rsidP="00541E11">
      <w:pPr>
        <w:pStyle w:val="libNormal"/>
        <w:rPr>
          <w:rtl/>
        </w:rPr>
      </w:pPr>
      <w:r w:rsidRPr="00541E11">
        <w:rPr>
          <w:rStyle w:val="libBold2Char"/>
          <w:rtl/>
        </w:rPr>
        <w:t>[254 ص197] : إنّي لستُ آمنُ أن يكونَ حُسينٌ مُرصِداً للفتنة ، وأظنُّ يومكم من حسين طويلاً</w:t>
      </w:r>
      <w:r>
        <w:rPr>
          <w:rtl/>
        </w:rPr>
        <w:t xml:space="preserve"> </w:t>
      </w:r>
      <w:r w:rsidRPr="00541E11">
        <w:rPr>
          <w:rStyle w:val="libFootnotenumChar"/>
          <w:rtl/>
        </w:rPr>
        <w:t>(1)</w:t>
      </w:r>
      <w:r>
        <w:rPr>
          <w:rtl/>
        </w:rPr>
        <w:t>.</w:t>
      </w:r>
    </w:p>
    <w:p w:rsidR="00A87899" w:rsidRDefault="00A87899" w:rsidP="00541E11">
      <w:pPr>
        <w:pStyle w:val="libNormal"/>
        <w:rPr>
          <w:rtl/>
        </w:rPr>
      </w:pPr>
      <w:r>
        <w:rPr>
          <w:rtl/>
        </w:rPr>
        <w:t>ولكنّ معاوية أذكى من مروان ، فهو يعلم أنّ تحرّشه بالحسين (عليه السّلام) لا يصلح لتحقيق مآربه ، فكتب إلى الحسين في بعض ما بلغه عنه</w:t>
      </w:r>
      <w:r>
        <w:rPr>
          <w:rFonts w:hint="cs"/>
          <w:rtl/>
        </w:rPr>
        <w:t xml:space="preserve"> :</w:t>
      </w:r>
    </w:p>
    <w:p w:rsidR="00A87899" w:rsidRPr="00A23DF6" w:rsidRDefault="00A87899" w:rsidP="00541E11">
      <w:pPr>
        <w:pStyle w:val="libBold2"/>
        <w:rPr>
          <w:rtl/>
        </w:rPr>
      </w:pPr>
      <w:r w:rsidRPr="00A23DF6">
        <w:rPr>
          <w:rtl/>
        </w:rPr>
        <w:t>[ص198]</w:t>
      </w:r>
      <w:r>
        <w:rPr>
          <w:rtl/>
        </w:rPr>
        <w:t xml:space="preserve"> : </w:t>
      </w:r>
      <w:r w:rsidRPr="00A23DF6">
        <w:rPr>
          <w:rtl/>
        </w:rPr>
        <w:t>إنّي لأظنّ أنّ في رأسك نزوةً</w:t>
      </w:r>
      <w:r>
        <w:rPr>
          <w:rtl/>
        </w:rPr>
        <w:t xml:space="preserve"> ، </w:t>
      </w:r>
      <w:r w:rsidRPr="00A23DF6">
        <w:rPr>
          <w:rtl/>
        </w:rPr>
        <w:t>فوددتُ أنّي</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Pr>
          <w:rFonts w:hint="cs"/>
          <w:rtl/>
        </w:rPr>
        <w:t>(1) و (</w:t>
      </w:r>
      <w:r w:rsidRPr="00E7395C">
        <w:rPr>
          <w:rtl/>
        </w:rPr>
        <w:t>2) مختصر تاريخ دمشق ـ لابن منظور 7 / 137.</w:t>
      </w:r>
    </w:p>
    <w:p w:rsidR="00A87899" w:rsidRDefault="00A87899" w:rsidP="00541E11">
      <w:pPr>
        <w:pStyle w:val="libNormal0"/>
        <w:rPr>
          <w:rtl/>
        </w:rPr>
      </w:pPr>
      <w:r>
        <w:rPr>
          <w:rtl/>
        </w:rPr>
        <w:br w:type="page"/>
      </w:r>
      <w:r w:rsidRPr="00541E11">
        <w:rPr>
          <w:rStyle w:val="libBold2Char"/>
          <w:rtl/>
        </w:rPr>
        <w:lastRenderedPageBreak/>
        <w:t>أدركتها فأغفرها لك</w:t>
      </w:r>
      <w:r>
        <w:rPr>
          <w:rtl/>
        </w:rPr>
        <w:t xml:space="preserve"> </w:t>
      </w:r>
      <w:r w:rsidRPr="00541E11">
        <w:rPr>
          <w:rStyle w:val="libFootnotenumChar"/>
          <w:rtl/>
        </w:rPr>
        <w:t>(</w:t>
      </w:r>
      <w:r w:rsidRPr="00541E11">
        <w:rPr>
          <w:rStyle w:val="libFootnotenumChar"/>
          <w:rFonts w:hint="cs"/>
          <w:rtl/>
        </w:rPr>
        <w:t>1</w:t>
      </w:r>
      <w:r w:rsidRPr="00541E11">
        <w:rPr>
          <w:rStyle w:val="libFootnotenumChar"/>
          <w:rtl/>
        </w:rPr>
        <w:t>)</w:t>
      </w:r>
      <w:r>
        <w:rPr>
          <w:rtl/>
        </w:rPr>
        <w:t>.</w:t>
      </w:r>
    </w:p>
    <w:p w:rsidR="00A87899" w:rsidRDefault="00A87899" w:rsidP="00541E11">
      <w:pPr>
        <w:pStyle w:val="libNormal"/>
        <w:rPr>
          <w:rtl/>
        </w:rPr>
      </w:pPr>
      <w:r>
        <w:rPr>
          <w:rtl/>
        </w:rPr>
        <w:t>وهكذا يُحاول معاوية أن «يتحلّم» لكيْ يمتَصَّ من ثورة الإمام (عليه السّلام) وحركته شيئاً ما</w:t>
      </w:r>
      <w:r>
        <w:rPr>
          <w:rFonts w:hint="cs"/>
          <w:rtl/>
        </w:rPr>
        <w:t xml:space="preserve"> </w:t>
      </w:r>
      <w:r>
        <w:rPr>
          <w:rtl/>
        </w:rPr>
        <w:t>ويظهر من الكتاب الثاني أنّه أحسَّ بخطورة حين كتب إلى الإمام (عليه السّلام) بما يتهدّده ، بما نصّه</w:t>
      </w:r>
      <w:r>
        <w:rPr>
          <w:rFonts w:hint="cs"/>
          <w:rtl/>
        </w:rPr>
        <w:t xml:space="preserve"> :</w:t>
      </w:r>
    </w:p>
    <w:p w:rsidR="00A87899" w:rsidRDefault="00A87899" w:rsidP="00541E11">
      <w:pPr>
        <w:pStyle w:val="libBold2"/>
        <w:rPr>
          <w:rtl/>
        </w:rPr>
      </w:pPr>
      <w:r w:rsidRPr="00541E11">
        <w:rPr>
          <w:rtl/>
        </w:rPr>
        <w:t xml:space="preserve">[254 ص198] : (أمّا بعد ، فقد انتهتْ إليَّ أُمور أرغبُ بك عنها ، فإن كانت حقّاً لم أُقارّك عليها ، ولعمري) </w:t>
      </w:r>
      <w:r w:rsidRPr="00541E11">
        <w:rPr>
          <w:rStyle w:val="libFootnotenumChar"/>
          <w:rtl/>
        </w:rPr>
        <w:t>(</w:t>
      </w:r>
      <w:r w:rsidRPr="00541E11">
        <w:rPr>
          <w:rStyle w:val="libFootnotenumChar"/>
          <w:rFonts w:hint="cs"/>
          <w:rtl/>
        </w:rPr>
        <w:t>2</w:t>
      </w:r>
      <w:r w:rsidRPr="00541E11">
        <w:rPr>
          <w:rStyle w:val="libFootnotenumChar"/>
          <w:rtl/>
        </w:rPr>
        <w:t>)</w:t>
      </w:r>
      <w:r w:rsidRPr="00A23DF6">
        <w:rPr>
          <w:rtl/>
        </w:rPr>
        <w:t xml:space="preserve"> إنّ من أعطى الله صفقة</w:t>
      </w:r>
      <w:r w:rsidRPr="00A23DF6">
        <w:rPr>
          <w:rFonts w:hint="cs"/>
          <w:rtl/>
        </w:rPr>
        <w:t xml:space="preserve"> </w:t>
      </w:r>
      <w:r w:rsidRPr="00A23DF6">
        <w:rPr>
          <w:rtl/>
        </w:rPr>
        <w:t>يمينه وعهده لجدير بالوفاء.</w:t>
      </w:r>
    </w:p>
    <w:p w:rsidR="00A87899" w:rsidRDefault="00A87899" w:rsidP="00541E11">
      <w:pPr>
        <w:pStyle w:val="libBold2"/>
        <w:rPr>
          <w:rtl/>
        </w:rPr>
      </w:pPr>
      <w:r w:rsidRPr="00A23DF6">
        <w:rPr>
          <w:rtl/>
        </w:rPr>
        <w:t>(وإن كانت باطلاً فأنت أسعد الناس بذلك</w:t>
      </w:r>
      <w:r>
        <w:rPr>
          <w:rtl/>
        </w:rPr>
        <w:t xml:space="preserve"> ، </w:t>
      </w:r>
      <w:r w:rsidRPr="00A23DF6">
        <w:rPr>
          <w:rtl/>
        </w:rPr>
        <w:t>وبحظّ نفسك تبدأ</w:t>
      </w:r>
      <w:r>
        <w:rPr>
          <w:rtl/>
        </w:rPr>
        <w:t xml:space="preserve"> ، </w:t>
      </w:r>
      <w:r w:rsidRPr="00A23DF6">
        <w:rPr>
          <w:rtl/>
        </w:rPr>
        <w:t>وبعهد الله تفي</w:t>
      </w:r>
      <w:r>
        <w:rPr>
          <w:rtl/>
        </w:rPr>
        <w:t xml:space="preserve"> ، </w:t>
      </w:r>
      <w:r w:rsidRPr="00A23DF6">
        <w:rPr>
          <w:rtl/>
        </w:rPr>
        <w:t>فلا تحملني على قطيعتك والإساءة بك</w:t>
      </w:r>
      <w:r>
        <w:rPr>
          <w:rtl/>
        </w:rPr>
        <w:t xml:space="preserve"> ، </w:t>
      </w:r>
      <w:r w:rsidRPr="00A23DF6">
        <w:rPr>
          <w:rtl/>
        </w:rPr>
        <w:t>فإنّي متى أُنكرك تنكرني</w:t>
      </w:r>
      <w:r>
        <w:rPr>
          <w:rtl/>
        </w:rPr>
        <w:t xml:space="preserve"> ، </w:t>
      </w:r>
      <w:r w:rsidRPr="00A23DF6">
        <w:rPr>
          <w:rtl/>
        </w:rPr>
        <w:t>وإنّك) متى تكدني أكدك.</w:t>
      </w:r>
      <w:r w:rsidRPr="00A23DF6">
        <w:rPr>
          <w:rFonts w:hint="cs"/>
          <w:rtl/>
        </w:rPr>
        <w:t xml:space="preserve"> </w:t>
      </w:r>
      <w:r w:rsidRPr="00A23DF6">
        <w:rPr>
          <w:rtl/>
        </w:rPr>
        <w:t>وقد اُنْبِئتُ أنّ قوماً من أهل الكوفة قد دعوكَ إلى الشقاق</w:t>
      </w:r>
      <w:r>
        <w:rPr>
          <w:rtl/>
        </w:rPr>
        <w:t xml:space="preserve"> ، </w:t>
      </w:r>
      <w:r w:rsidRPr="00A23DF6">
        <w:rPr>
          <w:rtl/>
        </w:rPr>
        <w:t>(فاتّقِ شقّ عصا هذه الأُمّة</w:t>
      </w:r>
      <w:r>
        <w:rPr>
          <w:rtl/>
        </w:rPr>
        <w:t xml:space="preserve"> ، </w:t>
      </w:r>
      <w:r w:rsidRPr="00A23DF6">
        <w:rPr>
          <w:rtl/>
        </w:rPr>
        <w:t>وأن يرجعوا على يدك إلى الفتنة)</w:t>
      </w:r>
      <w:r>
        <w:rPr>
          <w:rtl/>
        </w:rPr>
        <w:t>.</w:t>
      </w:r>
    </w:p>
    <w:p w:rsidR="00A87899" w:rsidRDefault="00A87899" w:rsidP="00541E11">
      <w:pPr>
        <w:pStyle w:val="libBold2"/>
        <w:rPr>
          <w:rtl/>
        </w:rPr>
      </w:pPr>
      <w:r w:rsidRPr="00A23DF6">
        <w:rPr>
          <w:rtl/>
        </w:rPr>
        <w:t>وأهل العراق من قد جرّبتَ</w:t>
      </w:r>
      <w:r>
        <w:rPr>
          <w:rtl/>
        </w:rPr>
        <w:t xml:space="preserve"> ، </w:t>
      </w:r>
      <w:r w:rsidRPr="00A23DF6">
        <w:rPr>
          <w:rtl/>
        </w:rPr>
        <w:t>قد أفسدوا على أبيك وأخيك (وقد جرّبتَ الناس وبلوتهم</w:t>
      </w:r>
      <w:r>
        <w:rPr>
          <w:rtl/>
        </w:rPr>
        <w:t xml:space="preserve"> ، </w:t>
      </w:r>
      <w:r w:rsidRPr="00A23DF6">
        <w:rPr>
          <w:rtl/>
        </w:rPr>
        <w:t>وأبوك كان أفضل منك</w:t>
      </w:r>
      <w:r>
        <w:rPr>
          <w:rtl/>
        </w:rPr>
        <w:t xml:space="preserve"> ، </w:t>
      </w:r>
      <w:r w:rsidRPr="00A23DF6">
        <w:rPr>
          <w:rtl/>
        </w:rPr>
        <w:t>وقد كان اجتمع عليه رأي الّذين يلوذون بك</w:t>
      </w:r>
      <w:r>
        <w:rPr>
          <w:rtl/>
        </w:rPr>
        <w:t xml:space="preserve"> ، </w:t>
      </w:r>
      <w:r w:rsidRPr="00A23DF6">
        <w:rPr>
          <w:rtl/>
        </w:rPr>
        <w:t>ولا أظنّه يصلح لك منهم ما كان فسد عليه)</w:t>
      </w:r>
      <w:r>
        <w:rPr>
          <w:rtl/>
        </w:rPr>
        <w:t>.</w:t>
      </w:r>
    </w:p>
    <w:p w:rsidR="00A87899" w:rsidRDefault="00A87899" w:rsidP="00541E11">
      <w:pPr>
        <w:pStyle w:val="libBold2"/>
        <w:rPr>
          <w:rtl/>
        </w:rPr>
      </w:pPr>
      <w:r w:rsidRPr="00A23DF6">
        <w:rPr>
          <w:rtl/>
        </w:rPr>
        <w:t>فاتّقِ الله واذكر الميثاق (وانظر لنفسك ودينك</w:t>
      </w:r>
      <w:r>
        <w:rPr>
          <w:rtl/>
        </w:rPr>
        <w:t xml:space="preserve"> </w:t>
      </w:r>
      <w:r w:rsidRPr="00541E11">
        <w:rPr>
          <w:rStyle w:val="libAlaemChar"/>
          <w:rtl/>
        </w:rPr>
        <w:t>(</w:t>
      </w:r>
      <w:r w:rsidRPr="00541E11">
        <w:rPr>
          <w:rStyle w:val="libAieChar"/>
          <w:rtl/>
        </w:rPr>
        <w:t>ولا</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w:t>
      </w:r>
      <w:r>
        <w:rPr>
          <w:rFonts w:hint="cs"/>
          <w:rtl/>
        </w:rPr>
        <w:t>2</w:t>
      </w:r>
      <w:r w:rsidRPr="00E7395C">
        <w:rPr>
          <w:rtl/>
        </w:rPr>
        <w:t>) ما بين القوسين من صدر كتاب معاوية نقلناه عن أنساب الأشراف للبلاذري (ترجمة معاوية) ولم يذكر ابن عساكر إلاّ ما بعده وكذلك كلّ ما بين الأقواس منقولة عن البلاذري</w:t>
      </w:r>
      <w:r>
        <w:rPr>
          <w:rtl/>
        </w:rPr>
        <w:t xml:space="preserve"> ، </w:t>
      </w:r>
      <w:r w:rsidRPr="00E7395C">
        <w:rPr>
          <w:rtl/>
        </w:rPr>
        <w:t>ولاحظ التعليقة التالية.</w:t>
      </w:r>
    </w:p>
    <w:p w:rsidR="00A87899" w:rsidRDefault="00A87899" w:rsidP="00541E11">
      <w:pPr>
        <w:pStyle w:val="libNormal0"/>
        <w:rPr>
          <w:rtl/>
        </w:rPr>
      </w:pPr>
      <w:r>
        <w:rPr>
          <w:rtl/>
        </w:rPr>
        <w:br w:type="page"/>
      </w:r>
      <w:r w:rsidRPr="00541E11">
        <w:rPr>
          <w:rStyle w:val="libAieChar"/>
          <w:rtl/>
        </w:rPr>
        <w:lastRenderedPageBreak/>
        <w:t>يستخفنّك الّذين لا يُوقنون</w:t>
      </w:r>
      <w:r w:rsidRPr="00541E11">
        <w:rPr>
          <w:rStyle w:val="libAlaemChar"/>
          <w:rtl/>
        </w:rPr>
        <w:t xml:space="preserve">) </w:t>
      </w:r>
      <w:r w:rsidRPr="00541E11">
        <w:rPr>
          <w:rStyle w:val="libFootnotenumChar"/>
          <w:rtl/>
        </w:rPr>
        <w:t>(1</w:t>
      </w:r>
      <w:r w:rsidRPr="00541E11">
        <w:rPr>
          <w:rStyle w:val="libFootnotenumChar"/>
          <w:rFonts w:hint="cs"/>
          <w:rtl/>
        </w:rPr>
        <w:t>)</w:t>
      </w:r>
      <w:r>
        <w:rPr>
          <w:rtl/>
        </w:rPr>
        <w:t>».</w:t>
      </w:r>
    </w:p>
    <w:p w:rsidR="00A87899" w:rsidRDefault="00A87899" w:rsidP="00541E11">
      <w:pPr>
        <w:pStyle w:val="libBold2"/>
        <w:rPr>
          <w:rtl/>
        </w:rPr>
      </w:pPr>
      <w:r w:rsidRPr="00A23DF6">
        <w:rPr>
          <w:rtl/>
        </w:rPr>
        <w:t>رسالة الإمام (عليه السّلام) إلى معاوية</w:t>
      </w:r>
      <w:r>
        <w:rPr>
          <w:rFonts w:hint="cs"/>
          <w:rtl/>
        </w:rPr>
        <w:t xml:space="preserve"> :</w:t>
      </w:r>
    </w:p>
    <w:p w:rsidR="00A87899" w:rsidRDefault="00A87899" w:rsidP="00541E11">
      <w:pPr>
        <w:pStyle w:val="libNormal"/>
        <w:rPr>
          <w:rtl/>
        </w:rPr>
      </w:pPr>
      <w:r>
        <w:rPr>
          <w:rtl/>
        </w:rPr>
        <w:t>ولقد اغتنم الإمامُ جواب هذا الكتاب فرصةً لتوجيه السهام المربكة على معاوية ، لِتُنتزعَ ثقتُه بتدبيراته الخبيثة ، وينغّصَ عليه استثمار جهوده الكبيرة التي زرعها طيلة سنوات حكمه ، وليعرّفه أنّه رغم السكوت المرير طيلة تلك الفترة فإنّ الإمامَ لَهُ ولمخططاته بالمرصاد ، وأنّه مراقبٌ لأعماله وتصرّفاته الهوجاء</w:t>
      </w:r>
      <w:r>
        <w:rPr>
          <w:rFonts w:hint="cs"/>
          <w:rtl/>
        </w:rPr>
        <w:t>!</w:t>
      </w:r>
      <w:r>
        <w:rPr>
          <w:rtl/>
        </w:rPr>
        <w:t xml:space="preserve"> ومتربّصٌ للوثبة عليه حينما تسنح له الفرصة ، وتؤاتيه الإمكانات وإن لم تحنْ بعدُ.</w:t>
      </w:r>
    </w:p>
    <w:p w:rsidR="00A87899" w:rsidRDefault="00A87899" w:rsidP="00541E11">
      <w:pPr>
        <w:pStyle w:val="libNormal"/>
        <w:rPr>
          <w:rtl/>
        </w:rPr>
      </w:pPr>
      <w:r>
        <w:rPr>
          <w:rtl/>
        </w:rPr>
        <w:t>ولقد كان جواب الإمام (عليه السّلام) على ذلك التهديد صاعقةً على معاوية بحيث لم يُخْفِ تأثّره من ذلك فأصدر كلمةً قصيرة تنبئ عن كلّ مخاوفه ، فقال :</w:t>
      </w:r>
    </w:p>
    <w:p w:rsidR="00A87899" w:rsidRPr="00541E11" w:rsidRDefault="00A87899" w:rsidP="00541E11">
      <w:pPr>
        <w:pStyle w:val="libNormal"/>
        <w:rPr>
          <w:rStyle w:val="libBold2Char"/>
          <w:rtl/>
        </w:rPr>
      </w:pPr>
      <w:r w:rsidRPr="00541E11">
        <w:rPr>
          <w:rStyle w:val="libBold2Char"/>
          <w:rtl/>
        </w:rPr>
        <w:t xml:space="preserve">[ص198] إنْ أثَرنا بأبي عبد الله إلاّ أسَداً </w:t>
      </w:r>
      <w:r w:rsidRPr="00541E11">
        <w:rPr>
          <w:rStyle w:val="libFootnotenumChar"/>
          <w:rtl/>
        </w:rPr>
        <w:t>(</w:t>
      </w:r>
      <w:r w:rsidRPr="00541E11">
        <w:rPr>
          <w:rStyle w:val="libFootnotenumChar"/>
          <w:rFonts w:hint="cs"/>
          <w:rtl/>
        </w:rPr>
        <w:t>2</w:t>
      </w:r>
      <w:r w:rsidRPr="00541E11">
        <w:rPr>
          <w:rStyle w:val="libFootnotenumChar"/>
          <w:rtl/>
        </w:rPr>
        <w:t>)</w:t>
      </w:r>
      <w:r w:rsidRPr="00541E11">
        <w:rPr>
          <w:rStyle w:val="libBold2Char"/>
          <w:rtl/>
        </w:rPr>
        <w:t>.</w:t>
      </w:r>
    </w:p>
    <w:p w:rsidR="00A87899" w:rsidRDefault="00A87899" w:rsidP="00541E11">
      <w:pPr>
        <w:pStyle w:val="libNormal"/>
        <w:rPr>
          <w:rtl/>
        </w:rPr>
      </w:pPr>
      <w:r>
        <w:rPr>
          <w:rtl/>
        </w:rPr>
        <w:t>ولقد تداول الرواةُ نبأ هذا الجواب وتناقلوه ، واعترف كثير منهم بشدّة محتواه.</w:t>
      </w:r>
    </w:p>
    <w:p w:rsidR="00A87899" w:rsidRDefault="00A87899" w:rsidP="00541E11">
      <w:pPr>
        <w:pStyle w:val="libNormal"/>
        <w:rPr>
          <w:rtl/>
        </w:rPr>
      </w:pPr>
      <w:r>
        <w:rPr>
          <w:rtl/>
        </w:rPr>
        <w:t>قال البلاذري : فكتب إليه الحسين كتاباً غَليظاً يعدّد عليه فيه ما فعل ...</w:t>
      </w:r>
      <w:r>
        <w:rPr>
          <w:rFonts w:hint="cs"/>
          <w:rtl/>
        </w:rPr>
        <w:t xml:space="preserve"> ،</w:t>
      </w:r>
      <w:r>
        <w:rPr>
          <w:rtl/>
        </w:rPr>
        <w:t xml:space="preserve"> ويقول له : «</w:t>
      </w:r>
      <w:r w:rsidRPr="00541E11">
        <w:rPr>
          <w:rStyle w:val="libBold2Char"/>
          <w:rtl/>
        </w:rPr>
        <w:t>إنّك قد فُتِنتَ بكيد الصالحين مذ خُلقتَ ، فكدني ما بدا لك</w:t>
      </w:r>
      <w:r>
        <w:rPr>
          <w:rtl/>
        </w:rPr>
        <w:t>».</w:t>
      </w:r>
    </w:p>
    <w:p w:rsidR="00A87899" w:rsidRDefault="00A87899" w:rsidP="00541E11">
      <w:pPr>
        <w:pStyle w:val="libNormal"/>
        <w:rPr>
          <w:rtl/>
        </w:rPr>
      </w:pPr>
      <w:r>
        <w:rPr>
          <w:rtl/>
        </w:rPr>
        <w:t>وكان آخر الكتاب : «</w:t>
      </w:r>
      <w:r w:rsidRPr="00541E11">
        <w:rPr>
          <w:rStyle w:val="libBold2Char"/>
          <w:rtl/>
        </w:rPr>
        <w:t>والسّلام على مَن اتّبع الهُدى</w:t>
      </w:r>
      <w:r>
        <w:rPr>
          <w:rtl/>
        </w:rPr>
        <w:t>»</w:t>
      </w:r>
      <w:r>
        <w:rPr>
          <w:rFonts w:hint="cs"/>
          <w:rtl/>
        </w:rPr>
        <w:t>!</w:t>
      </w:r>
    </w:p>
    <w:p w:rsidR="00A87899" w:rsidRDefault="00A87899" w:rsidP="00541E11">
      <w:pPr>
        <w:pStyle w:val="libNormal"/>
        <w:rPr>
          <w:rtl/>
        </w:rPr>
      </w:pPr>
      <w:r>
        <w:rPr>
          <w:rtl/>
        </w:rPr>
        <w:t xml:space="preserve">وكان معاوية ـ من شدّة تأثّره وارتباكه ـ يشكو ما كتب به الحسينُ إليه ، إلى الناس </w:t>
      </w:r>
      <w:r w:rsidRPr="00541E11">
        <w:rPr>
          <w:rStyle w:val="libFootnotenumChar"/>
          <w:rtl/>
        </w:rPr>
        <w:t>(</w:t>
      </w:r>
      <w:r w:rsidRPr="00541E11">
        <w:rPr>
          <w:rStyle w:val="libFootnotenumChar"/>
          <w:rFonts w:hint="cs"/>
          <w:rtl/>
        </w:rPr>
        <w:t>3</w:t>
      </w:r>
      <w:r w:rsidRPr="00541E11">
        <w:rPr>
          <w:rStyle w:val="libFootnotenumChar"/>
          <w:rtl/>
        </w:rPr>
        <w:t>)</w:t>
      </w:r>
      <w:r>
        <w:rPr>
          <w:rtl/>
        </w:rPr>
        <w:t>.</w:t>
      </w:r>
    </w:p>
    <w:p w:rsidR="00A87899" w:rsidRPr="00E7395C" w:rsidRDefault="00A87899" w:rsidP="00541E11">
      <w:pPr>
        <w:pStyle w:val="libLine"/>
        <w:rPr>
          <w:rtl/>
        </w:rPr>
      </w:pPr>
      <w:r w:rsidRPr="00E7395C">
        <w:rPr>
          <w:rtl/>
        </w:rPr>
        <w:t>____________________</w:t>
      </w:r>
    </w:p>
    <w:p w:rsidR="00A87899" w:rsidRPr="00A23DF6" w:rsidRDefault="00A87899" w:rsidP="00541E11">
      <w:pPr>
        <w:pStyle w:val="libFootnote0"/>
        <w:rPr>
          <w:rtl/>
        </w:rPr>
      </w:pPr>
      <w:r w:rsidRPr="00A23DF6">
        <w:rPr>
          <w:rtl/>
        </w:rPr>
        <w:t>(1) لفقنا الكتاب من ما أورده ابن عساكر خارج الأقواس</w:t>
      </w:r>
      <w:r>
        <w:rPr>
          <w:rtl/>
        </w:rPr>
        <w:t xml:space="preserve"> ، </w:t>
      </w:r>
      <w:r w:rsidRPr="00A23DF6">
        <w:rPr>
          <w:rtl/>
        </w:rPr>
        <w:t>وما ذكره البلاذري داخلها</w:t>
      </w:r>
      <w:r>
        <w:rPr>
          <w:rtl/>
        </w:rPr>
        <w:t xml:space="preserve"> ، </w:t>
      </w:r>
      <w:r w:rsidRPr="00A23DF6">
        <w:rPr>
          <w:rtl/>
        </w:rPr>
        <w:t>وأنا أعتقد أن الكتاب نسخة واحدة وإنّما الاختصار من الرواة. ولاحظ مختصر تاريخ دمشق ـ لابن منظور 7 / 137.</w:t>
      </w:r>
    </w:p>
    <w:p w:rsidR="00A87899" w:rsidRPr="00A23DF6" w:rsidRDefault="00A87899" w:rsidP="00541E11">
      <w:pPr>
        <w:pStyle w:val="libFootnote0"/>
        <w:rPr>
          <w:rtl/>
        </w:rPr>
      </w:pPr>
      <w:r w:rsidRPr="00A23DF6">
        <w:rPr>
          <w:rtl/>
        </w:rPr>
        <w:t>(</w:t>
      </w:r>
      <w:r w:rsidRPr="00A23DF6">
        <w:rPr>
          <w:rFonts w:hint="cs"/>
          <w:rtl/>
        </w:rPr>
        <w:t>2</w:t>
      </w:r>
      <w:r w:rsidRPr="00A23DF6">
        <w:rPr>
          <w:rtl/>
        </w:rPr>
        <w:t>) مختصر تاريخ دمشق ـ لابن منظور 7 / 137.</w:t>
      </w:r>
    </w:p>
    <w:p w:rsidR="00A87899" w:rsidRDefault="00A87899" w:rsidP="00541E11">
      <w:pPr>
        <w:pStyle w:val="libFootnote0"/>
        <w:rPr>
          <w:rtl/>
        </w:rPr>
      </w:pPr>
      <w:r w:rsidRPr="00A23DF6">
        <w:rPr>
          <w:rtl/>
        </w:rPr>
        <w:t>(</w:t>
      </w:r>
      <w:r w:rsidRPr="00A23DF6">
        <w:rPr>
          <w:rFonts w:hint="cs"/>
          <w:rtl/>
        </w:rPr>
        <w:t>3</w:t>
      </w:r>
      <w:r w:rsidRPr="00A23DF6">
        <w:rPr>
          <w:rtl/>
        </w:rPr>
        <w:t>) المصدر نفسه.</w:t>
      </w:r>
    </w:p>
    <w:p w:rsidR="00A87899" w:rsidRDefault="00A87899" w:rsidP="00541E11">
      <w:pPr>
        <w:pStyle w:val="libNormal"/>
        <w:rPr>
          <w:rtl/>
        </w:rPr>
      </w:pPr>
      <w:r>
        <w:rPr>
          <w:rtl/>
        </w:rPr>
        <w:br w:type="page"/>
      </w:r>
      <w:r>
        <w:rPr>
          <w:rtl/>
        </w:rPr>
        <w:lastRenderedPageBreak/>
        <w:t>لكنّ سَرَقة الحضارة ، وخَوَنة التاريخ حاولوا جهد إمكانهم أن يختصروا ما في هذا الكتاب ، وأن لا يُوردوا إلاّ جزءاً منه.</w:t>
      </w:r>
    </w:p>
    <w:p w:rsidR="00A87899" w:rsidRDefault="00A87899" w:rsidP="00541E11">
      <w:pPr>
        <w:pStyle w:val="libNormal"/>
        <w:rPr>
          <w:rtl/>
        </w:rPr>
      </w:pPr>
      <w:r>
        <w:rPr>
          <w:rtl/>
        </w:rPr>
        <w:t>فلذلك نجد رواية ابن عساكر تقتصر على قوله :</w:t>
      </w:r>
    </w:p>
    <w:p w:rsidR="00A87899" w:rsidRDefault="00A87899" w:rsidP="00541E11">
      <w:pPr>
        <w:pStyle w:val="libNormal"/>
        <w:rPr>
          <w:rtl/>
        </w:rPr>
      </w:pPr>
      <w:r w:rsidRPr="00541E11">
        <w:rPr>
          <w:rStyle w:val="libBold2Char"/>
          <w:rtl/>
        </w:rPr>
        <w:t>[ص198] فكتب إليه الحسين : «أتاني كتابك ، وإنّي بغير الذي بلغك عنّي جدير ، والحسنات لا يهدي لها إلاّ الله ، وما أردت لك محاربة ولا عليك خلافاً ، وما أظنّ لي عند الله عذراً في ترك جهادك ، وما أعلم فتنةً أعظم من ولايتك أمر هذه الاُمّة»</w:t>
      </w:r>
      <w:r>
        <w:rPr>
          <w:rtl/>
        </w:rPr>
        <w:t xml:space="preserve"> </w:t>
      </w:r>
      <w:r w:rsidRPr="00541E11">
        <w:rPr>
          <w:rStyle w:val="libFootnotenumChar"/>
          <w:rtl/>
        </w:rPr>
        <w:t>(</w:t>
      </w:r>
      <w:r w:rsidRPr="00541E11">
        <w:rPr>
          <w:rStyle w:val="libFootnotenumChar"/>
          <w:rFonts w:hint="cs"/>
          <w:rtl/>
        </w:rPr>
        <w:t>1</w:t>
      </w:r>
      <w:r w:rsidRPr="00541E11">
        <w:rPr>
          <w:rStyle w:val="libFootnotenumChar"/>
          <w:rtl/>
        </w:rPr>
        <w:t>)</w:t>
      </w:r>
      <w:r>
        <w:rPr>
          <w:rtl/>
        </w:rPr>
        <w:t>.</w:t>
      </w:r>
    </w:p>
    <w:p w:rsidR="00A87899" w:rsidRDefault="00A87899" w:rsidP="00541E11">
      <w:pPr>
        <w:pStyle w:val="libNormal"/>
        <w:rPr>
          <w:rtl/>
        </w:rPr>
      </w:pPr>
      <w:r>
        <w:rPr>
          <w:rtl/>
        </w:rPr>
        <w:t>وينقطع الحديث عند ابن عساكر ، بينما الكتاب يحتوي على فقرات هامّة لا تفي بالغرض منها هذه القطعة القصيرة.</w:t>
      </w:r>
    </w:p>
    <w:p w:rsidR="00A87899" w:rsidRPr="00541E11" w:rsidRDefault="00A87899" w:rsidP="00541E11">
      <w:pPr>
        <w:pStyle w:val="libNormal"/>
        <w:rPr>
          <w:rStyle w:val="libBold2Char"/>
          <w:rtl/>
        </w:rPr>
      </w:pPr>
      <w:r>
        <w:rPr>
          <w:rtl/>
        </w:rPr>
        <w:t xml:space="preserve">ولوضع هذه القطعة في إطارها المناسب رأينا إيراد الجواب كاملاً نقلاً عمّا أورده المؤرّخ القديم البلاذري في أنساب الأشراف </w:t>
      </w:r>
      <w:r w:rsidRPr="00541E11">
        <w:rPr>
          <w:rStyle w:val="libFootnotenumChar"/>
          <w:rtl/>
        </w:rPr>
        <w:t>(</w:t>
      </w:r>
      <w:r w:rsidRPr="00541E11">
        <w:rPr>
          <w:rStyle w:val="libFootnotenumChar"/>
          <w:rFonts w:hint="cs"/>
          <w:rtl/>
        </w:rPr>
        <w:t>2</w:t>
      </w:r>
      <w:r w:rsidRPr="00541E11">
        <w:rPr>
          <w:rStyle w:val="libFootnotenumChar"/>
          <w:rtl/>
        </w:rPr>
        <w:t>)</w:t>
      </w:r>
      <w:r>
        <w:rPr>
          <w:rtl/>
        </w:rPr>
        <w:t xml:space="preserve"> قال : </w:t>
      </w:r>
      <w:r w:rsidRPr="00541E11">
        <w:rPr>
          <w:rStyle w:val="libBold2Char"/>
          <w:rtl/>
        </w:rPr>
        <w:t>فكتب إليه الحسين</w:t>
      </w:r>
      <w:r>
        <w:rPr>
          <w:rtl/>
        </w:rPr>
        <w:t xml:space="preserve"> (عليه السّلام) : </w:t>
      </w:r>
      <w:r w:rsidRPr="00E7395C">
        <w:rPr>
          <w:rtl/>
        </w:rPr>
        <w:t>«</w:t>
      </w:r>
      <w:r w:rsidRPr="00541E11">
        <w:rPr>
          <w:rStyle w:val="libBold2Char"/>
          <w:rtl/>
        </w:rPr>
        <w:t>أمّا بعد ، فقد بلغني كتابك تذكر أنّه بلغك عنّي أُمور ترغب عنها ، فإن كانت حقّاً لم تقارّني عليها</w:t>
      </w:r>
      <w:r w:rsidRPr="00541E11">
        <w:rPr>
          <w:rStyle w:val="libBold2Char"/>
          <w:rFonts w:hint="cs"/>
          <w:rtl/>
        </w:rPr>
        <w:t>».</w:t>
      </w:r>
    </w:p>
    <w:p w:rsidR="00A87899" w:rsidRPr="00E7395C" w:rsidRDefault="00A87899" w:rsidP="00541E11">
      <w:pPr>
        <w:pStyle w:val="libLine"/>
        <w:rPr>
          <w:rtl/>
        </w:rPr>
      </w:pPr>
      <w:r w:rsidRPr="00E7395C">
        <w:rPr>
          <w:rtl/>
        </w:rPr>
        <w:t>____________________</w:t>
      </w:r>
    </w:p>
    <w:p w:rsidR="00A87899" w:rsidRPr="00A23DF6" w:rsidRDefault="00A87899" w:rsidP="00541E11">
      <w:pPr>
        <w:pStyle w:val="libFootnote0"/>
        <w:rPr>
          <w:rtl/>
        </w:rPr>
      </w:pPr>
      <w:r w:rsidRPr="00A23DF6">
        <w:rPr>
          <w:rtl/>
        </w:rPr>
        <w:t>(1) مختصر تاريخ دمشق ـ لابن منظور 7 / 137.</w:t>
      </w:r>
    </w:p>
    <w:p w:rsidR="00A87899" w:rsidRPr="00A23DF6" w:rsidRDefault="00A87899" w:rsidP="00541E11">
      <w:pPr>
        <w:pStyle w:val="libFootnote0"/>
        <w:rPr>
          <w:rtl/>
        </w:rPr>
      </w:pPr>
      <w:r w:rsidRPr="00A23DF6">
        <w:rPr>
          <w:rtl/>
        </w:rPr>
        <w:t>(</w:t>
      </w:r>
      <w:r w:rsidRPr="00A23DF6">
        <w:rPr>
          <w:rFonts w:hint="cs"/>
          <w:rtl/>
        </w:rPr>
        <w:t>2</w:t>
      </w:r>
      <w:r w:rsidRPr="00A23DF6">
        <w:rPr>
          <w:rtl/>
        </w:rPr>
        <w:t>) لقد نقل المحمودي نصّ الجواب الكامل عن أنساب الأشراف في ترجمة معاوية</w:t>
      </w:r>
      <w:r>
        <w:rPr>
          <w:rtl/>
        </w:rPr>
        <w:t xml:space="preserve"> ، </w:t>
      </w:r>
      <w:r w:rsidRPr="00A23DF6">
        <w:rPr>
          <w:rtl/>
        </w:rPr>
        <w:t>وذكر من مصادره مجموعة كبيرة من أُمّهات كتب التاريخ والحديث</w:t>
      </w:r>
      <w:r>
        <w:rPr>
          <w:rtl/>
        </w:rPr>
        <w:t xml:space="preserve"> ، </w:t>
      </w:r>
      <w:r w:rsidRPr="00A23DF6">
        <w:rPr>
          <w:rtl/>
        </w:rPr>
        <w:t>منها</w:t>
      </w:r>
      <w:r>
        <w:rPr>
          <w:rtl/>
        </w:rPr>
        <w:t xml:space="preserve"> : </w:t>
      </w:r>
      <w:r w:rsidRPr="00A23DF6">
        <w:rPr>
          <w:rtl/>
        </w:rPr>
        <w:t xml:space="preserve">الأخبار الطوال للدينوري </w:t>
      </w:r>
      <w:r>
        <w:rPr>
          <w:rtl/>
        </w:rPr>
        <w:t>ص</w:t>
      </w:r>
      <w:r w:rsidRPr="00A23DF6">
        <w:rPr>
          <w:rtl/>
        </w:rPr>
        <w:t xml:space="preserve"> 224 والإمامة والسياسة لابن قتيبة </w:t>
      </w:r>
      <w:r>
        <w:rPr>
          <w:rtl/>
        </w:rPr>
        <w:t>ص</w:t>
      </w:r>
      <w:r w:rsidRPr="00A23DF6">
        <w:rPr>
          <w:rtl/>
        </w:rPr>
        <w:t xml:space="preserve"> 131 ورجال الكشي (ترجمة عمرو بن الحمق) والاحتجاج للطبرسي </w:t>
      </w:r>
      <w:r>
        <w:rPr>
          <w:rtl/>
        </w:rPr>
        <w:t>ص</w:t>
      </w:r>
      <w:r w:rsidRPr="00A23DF6">
        <w:rPr>
          <w:rtl/>
        </w:rPr>
        <w:t xml:space="preserve"> 297 غير من روى قطعاً منه</w:t>
      </w:r>
      <w:r>
        <w:rPr>
          <w:rtl/>
        </w:rPr>
        <w:t xml:space="preserve"> ، </w:t>
      </w:r>
      <w:r w:rsidRPr="00A23DF6">
        <w:rPr>
          <w:rtl/>
        </w:rPr>
        <w:t xml:space="preserve">فراجع هامش تاريخ دمشق ـ ترجمة الإمام الحسين (عليه السّلام) </w:t>
      </w:r>
      <w:r>
        <w:rPr>
          <w:rtl/>
        </w:rPr>
        <w:t>ص</w:t>
      </w:r>
      <w:r w:rsidRPr="00A23DF6">
        <w:rPr>
          <w:rtl/>
        </w:rPr>
        <w:t xml:space="preserve"> 198 وهامش أنساب الأشراف ـ ترجمته (عليه السّلام) 3 / 153 من تحقيقات العلاّمة المحمودي أدام الله بقاءه.</w:t>
      </w:r>
    </w:p>
    <w:p w:rsidR="00A87899" w:rsidRPr="00E7395C" w:rsidRDefault="00A87899" w:rsidP="00541E11">
      <w:pPr>
        <w:pStyle w:val="libNormal"/>
        <w:rPr>
          <w:rtl/>
        </w:rPr>
      </w:pPr>
      <w:r>
        <w:rPr>
          <w:rtl/>
        </w:rPr>
        <w:br w:type="page"/>
      </w:r>
      <w:r w:rsidRPr="00E7395C">
        <w:rPr>
          <w:rtl/>
        </w:rPr>
        <w:lastRenderedPageBreak/>
        <w:t>ولن يهديَ إلى الحسنات ولا يسدّد لها إلاّ الله.</w:t>
      </w:r>
    </w:p>
    <w:p w:rsidR="00A87899" w:rsidRDefault="00A87899" w:rsidP="00541E11">
      <w:pPr>
        <w:pStyle w:val="libNormal"/>
        <w:rPr>
          <w:rtl/>
        </w:rPr>
      </w:pPr>
      <w:r w:rsidRPr="00E7395C">
        <w:rPr>
          <w:rtl/>
        </w:rPr>
        <w:t>فأمّا ما نمي إليك فإنّما رقّاه الملاّقون</w:t>
      </w:r>
      <w:r>
        <w:rPr>
          <w:rtl/>
        </w:rPr>
        <w:t xml:space="preserve"> ، </w:t>
      </w:r>
      <w:r w:rsidRPr="00E7395C">
        <w:rPr>
          <w:rtl/>
        </w:rPr>
        <w:t>المشّاؤون بالنمائم</w:t>
      </w:r>
      <w:r>
        <w:rPr>
          <w:rtl/>
        </w:rPr>
        <w:t xml:space="preserve"> ، </w:t>
      </w:r>
      <w:r w:rsidRPr="00E7395C">
        <w:rPr>
          <w:rtl/>
        </w:rPr>
        <w:t>المفرّقون بين الجمع.</w:t>
      </w:r>
    </w:p>
    <w:p w:rsidR="00A87899" w:rsidRPr="00E7395C" w:rsidRDefault="00A87899" w:rsidP="00541E11">
      <w:pPr>
        <w:pStyle w:val="libNormal"/>
        <w:rPr>
          <w:rtl/>
        </w:rPr>
      </w:pPr>
      <w:r w:rsidRPr="00E7395C">
        <w:rPr>
          <w:rtl/>
        </w:rPr>
        <w:t>وما أُريد حرباً لك</w:t>
      </w:r>
      <w:r>
        <w:rPr>
          <w:rtl/>
        </w:rPr>
        <w:t xml:space="preserve"> ، </w:t>
      </w:r>
      <w:r w:rsidRPr="00E7395C">
        <w:rPr>
          <w:rtl/>
        </w:rPr>
        <w:t>ولا خلافاً عليك</w:t>
      </w:r>
      <w:r>
        <w:rPr>
          <w:rtl/>
        </w:rPr>
        <w:t xml:space="preserve"> ، </w:t>
      </w:r>
      <w:r w:rsidRPr="00E7395C">
        <w:rPr>
          <w:rtl/>
        </w:rPr>
        <w:t>وأيمُ الله لقد تركت ذلك وأنا أخاف الله في تركه</w:t>
      </w:r>
      <w:r>
        <w:rPr>
          <w:rtl/>
        </w:rPr>
        <w:t xml:space="preserve"> ، </w:t>
      </w:r>
      <w:r w:rsidRPr="00E7395C">
        <w:rPr>
          <w:rtl/>
        </w:rPr>
        <w:t>وما أظنّ الله راضياً منّي بترك محاكمتك إليه</w:t>
      </w:r>
      <w:r>
        <w:rPr>
          <w:rtl/>
        </w:rPr>
        <w:t xml:space="preserve"> ، </w:t>
      </w:r>
      <w:r w:rsidRPr="00E7395C">
        <w:rPr>
          <w:rtl/>
        </w:rPr>
        <w:t>ولا عاذري دون الاعتذار إليه فيك وفي أوليائك القاسطين الملحدين</w:t>
      </w:r>
      <w:r>
        <w:rPr>
          <w:rtl/>
        </w:rPr>
        <w:t xml:space="preserve"> ، </w:t>
      </w:r>
      <w:r w:rsidRPr="00E7395C">
        <w:rPr>
          <w:rtl/>
        </w:rPr>
        <w:t>حزب الظالمين وأولياء الشياطين.</w:t>
      </w:r>
    </w:p>
    <w:p w:rsidR="00A87899" w:rsidRPr="00E7395C" w:rsidRDefault="00A87899" w:rsidP="00541E11">
      <w:pPr>
        <w:pStyle w:val="libNormal"/>
        <w:rPr>
          <w:rtl/>
        </w:rPr>
      </w:pPr>
      <w:r w:rsidRPr="00E7395C">
        <w:rPr>
          <w:rtl/>
        </w:rPr>
        <w:t>ألستَ قاتل حجر بن عديٍّ وأصحابه المصلّين العابدين</w:t>
      </w:r>
      <w:r>
        <w:rPr>
          <w:rFonts w:hint="cs"/>
          <w:rtl/>
        </w:rPr>
        <w:t xml:space="preserve"> ـ</w:t>
      </w:r>
      <w:r w:rsidRPr="00E7395C">
        <w:rPr>
          <w:rtl/>
        </w:rPr>
        <w:t xml:space="preserve"> الّذين ينكرون الظلم</w:t>
      </w:r>
      <w:r>
        <w:rPr>
          <w:rtl/>
        </w:rPr>
        <w:t xml:space="preserve"> ، </w:t>
      </w:r>
      <w:r w:rsidRPr="00E7395C">
        <w:rPr>
          <w:rtl/>
        </w:rPr>
        <w:t>ويستعظمون البدع</w:t>
      </w:r>
      <w:r>
        <w:rPr>
          <w:rtl/>
        </w:rPr>
        <w:t xml:space="preserve"> ، </w:t>
      </w:r>
      <w:r w:rsidRPr="00E7395C">
        <w:rPr>
          <w:rtl/>
        </w:rPr>
        <w:t>ولا يخافون في الله لومة لائم</w:t>
      </w:r>
      <w:r>
        <w:rPr>
          <w:rFonts w:hint="cs"/>
          <w:rtl/>
        </w:rPr>
        <w:t xml:space="preserve"> ـ</w:t>
      </w:r>
      <w:r w:rsidRPr="00E7395C">
        <w:rPr>
          <w:rtl/>
        </w:rPr>
        <w:t xml:space="preserve"> ظلماً وعدواناً بعد إعطائهم الأمان بالمواثيق والأيمان المغلَّظة؟!</w:t>
      </w:r>
    </w:p>
    <w:p w:rsidR="00A87899" w:rsidRPr="00E7395C" w:rsidRDefault="00A87899" w:rsidP="00541E11">
      <w:pPr>
        <w:pStyle w:val="libNormal"/>
        <w:rPr>
          <w:rtl/>
        </w:rPr>
      </w:pPr>
      <w:r w:rsidRPr="00E7395C">
        <w:rPr>
          <w:rtl/>
        </w:rPr>
        <w:t>أوَلستَ قاتل عمرو بن الحمق صاحب رسول الله (صلّى الله عليه وآله) الذي أبلته العبادة فصفرت لونه</w:t>
      </w:r>
      <w:r>
        <w:rPr>
          <w:rtl/>
        </w:rPr>
        <w:t xml:space="preserve"> ، </w:t>
      </w:r>
      <w:r w:rsidRPr="00E7395C">
        <w:rPr>
          <w:rtl/>
        </w:rPr>
        <w:t>وأنحلت جسمه [بعد أن آمنته وأعطيته من عهود الله عزّ وجلّ وميثاقه ما لو أعطيته العصم ففهمته لنزلت إليك من شعف الجبال</w:t>
      </w:r>
      <w:r>
        <w:rPr>
          <w:rtl/>
        </w:rPr>
        <w:t xml:space="preserve"> ، </w:t>
      </w:r>
      <w:r w:rsidRPr="00E7395C">
        <w:rPr>
          <w:rtl/>
        </w:rPr>
        <w:t>ثمّ قتلته جرأة على الله عزّ وجلّ</w:t>
      </w:r>
      <w:r>
        <w:rPr>
          <w:rtl/>
        </w:rPr>
        <w:t xml:space="preserve"> ، </w:t>
      </w:r>
      <w:r w:rsidRPr="00E7395C">
        <w:rPr>
          <w:rtl/>
        </w:rPr>
        <w:t xml:space="preserve">واستخفافاً بذلك العهد] </w:t>
      </w:r>
      <w:r w:rsidRPr="00541E11">
        <w:rPr>
          <w:rStyle w:val="libFootnotenumChar"/>
          <w:rtl/>
        </w:rPr>
        <w:t>(1)</w:t>
      </w:r>
      <w:r w:rsidRPr="00E7395C">
        <w:rPr>
          <w:rtl/>
        </w:rPr>
        <w:t>؟!</w:t>
      </w:r>
    </w:p>
    <w:p w:rsidR="00A87899" w:rsidRDefault="00A87899" w:rsidP="00541E11">
      <w:pPr>
        <w:pStyle w:val="libNormal"/>
        <w:rPr>
          <w:rtl/>
        </w:rPr>
      </w:pPr>
      <w:r w:rsidRPr="00E7395C">
        <w:rPr>
          <w:rtl/>
        </w:rPr>
        <w:t>أوَلست المدّعي زياداً بن سُميّة</w:t>
      </w:r>
      <w:r>
        <w:rPr>
          <w:rtl/>
        </w:rPr>
        <w:t xml:space="preserve"> ، </w:t>
      </w:r>
      <w:r w:rsidRPr="00E7395C">
        <w:rPr>
          <w:rtl/>
        </w:rPr>
        <w:t>المولود على فراش عُبيْد عبد ثقيف</w:t>
      </w:r>
      <w:r>
        <w:rPr>
          <w:rFonts w:hint="cs"/>
          <w:rtl/>
        </w:rPr>
        <w:t>؟!</w:t>
      </w:r>
      <w:r w:rsidRPr="00E7395C">
        <w:rPr>
          <w:rtl/>
        </w:rPr>
        <w:t xml:space="preserve"> وزعمت أنّه ابن أبيك وقد قال رسول الله (صلّى الله عليه وآله)</w:t>
      </w:r>
      <w:r>
        <w:rPr>
          <w:rtl/>
        </w:rPr>
        <w:t xml:space="preserve"> : </w:t>
      </w:r>
      <w:r>
        <w:rPr>
          <w:rFonts w:hint="cs"/>
          <w:rtl/>
        </w:rPr>
        <w:t>«</w:t>
      </w:r>
      <w:r w:rsidRPr="00E7395C">
        <w:rPr>
          <w:rtl/>
        </w:rPr>
        <w:t>الولد للفراش وللعاهر الحَجَر</w:t>
      </w:r>
      <w:r>
        <w:rPr>
          <w:rFonts w:hint="cs"/>
          <w:rtl/>
        </w:rPr>
        <w:t>»</w:t>
      </w:r>
      <w:r w:rsidRPr="00E7395C">
        <w:rPr>
          <w:rtl/>
        </w:rPr>
        <w:t xml:space="preserve"> فتركت سُنّة رسول الله (صلّى الله عليه وآله) وخالفتَ أمره متعمّداً</w:t>
      </w:r>
      <w:r>
        <w:rPr>
          <w:rtl/>
        </w:rPr>
        <w:t xml:space="preserve"> ، </w:t>
      </w:r>
      <w:r w:rsidRPr="00E7395C">
        <w:rPr>
          <w:rtl/>
        </w:rPr>
        <w:t>واتّبعت هواك مكذّباً بغير هُدىً من الله.</w:t>
      </w:r>
      <w:r>
        <w:rPr>
          <w:rFonts w:hint="cs"/>
          <w:rtl/>
        </w:rPr>
        <w:t xml:space="preserve"> </w:t>
      </w:r>
      <w:r w:rsidRPr="00E7395C">
        <w:rPr>
          <w:rtl/>
        </w:rPr>
        <w:t>ثمّ سلّطته على</w:t>
      </w:r>
      <w:r>
        <w:rPr>
          <w:rFonts w:hint="cs"/>
          <w:rtl/>
        </w:rPr>
        <w:t xml:space="preserve"> </w:t>
      </w:r>
      <w:r>
        <w:rPr>
          <w:rtl/>
        </w:rPr>
        <w:t>العراقين ، فقطع أيدي المسلمين ، وسمل أعينهم ، وصلبهم على جذوع النخل</w:t>
      </w:r>
      <w:r>
        <w:rPr>
          <w:rFonts w:hint="cs"/>
          <w:rtl/>
        </w:rPr>
        <w:t>!</w:t>
      </w:r>
    </w:p>
    <w:p w:rsidR="00A87899" w:rsidRDefault="00A87899" w:rsidP="00541E11">
      <w:pPr>
        <w:pStyle w:val="libNormal"/>
        <w:rPr>
          <w:rtl/>
        </w:rPr>
      </w:pPr>
      <w:r>
        <w:rPr>
          <w:rtl/>
        </w:rPr>
        <w:t>كأنّك لست من هذه الأُمّة ، وكأنّها ليست منك</w:t>
      </w:r>
      <w:r>
        <w:rPr>
          <w:rFonts w:hint="cs"/>
          <w:rtl/>
        </w:rPr>
        <w:t>؟!</w:t>
      </w:r>
      <w:r>
        <w:rPr>
          <w:rtl/>
        </w:rPr>
        <w:t xml:space="preserve"> وقد قال رسول الله (صلّى الله عليه وآله) :</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ما بين المعقوفتين لم يرد في رواية البلاذري</w:t>
      </w:r>
      <w:r>
        <w:rPr>
          <w:rtl/>
        </w:rPr>
        <w:t xml:space="preserve"> ، </w:t>
      </w:r>
      <w:r w:rsidRPr="00E7395C">
        <w:rPr>
          <w:rtl/>
        </w:rPr>
        <w:t>وإنّما أخذناه من الاحتجاج للطبرسي.</w:t>
      </w:r>
    </w:p>
    <w:p w:rsidR="00A87899" w:rsidRDefault="00A87899" w:rsidP="00541E11">
      <w:pPr>
        <w:pStyle w:val="libNormal0"/>
        <w:rPr>
          <w:rtl/>
        </w:rPr>
      </w:pPr>
      <w:r w:rsidRPr="00E7395C">
        <w:rPr>
          <w:rtl/>
        </w:rPr>
        <w:br w:type="page"/>
      </w:r>
      <w:r>
        <w:rPr>
          <w:rtl/>
        </w:rPr>
        <w:lastRenderedPageBreak/>
        <w:t>من ألحق بقوم نسباً ليس لهم فهو ملعون؟!</w:t>
      </w:r>
    </w:p>
    <w:p w:rsidR="00A87899" w:rsidRDefault="00A87899" w:rsidP="00541E11">
      <w:pPr>
        <w:pStyle w:val="libNormal"/>
        <w:rPr>
          <w:rtl/>
        </w:rPr>
      </w:pPr>
      <w:r>
        <w:rPr>
          <w:rtl/>
        </w:rPr>
        <w:t xml:space="preserve">أوَلستَ صاحب الحضرميّين الّذين كتب إليك ابنُ سُميّة أنّهم على دين عليّ ، فكتبت إليه : </w:t>
      </w:r>
      <w:r>
        <w:rPr>
          <w:rFonts w:hint="cs"/>
          <w:rtl/>
        </w:rPr>
        <w:t>«</w:t>
      </w:r>
      <w:r>
        <w:rPr>
          <w:rtl/>
        </w:rPr>
        <w:t>أُقتل مَن كان على دين عليّ ورأيه</w:t>
      </w:r>
      <w:r>
        <w:rPr>
          <w:rFonts w:hint="cs"/>
          <w:rtl/>
        </w:rPr>
        <w:t>»</w:t>
      </w:r>
      <w:r>
        <w:rPr>
          <w:rtl/>
        </w:rPr>
        <w:t xml:space="preserve"> فقتلهم ومثَّل بهم بأمرك</w:t>
      </w:r>
      <w:r>
        <w:rPr>
          <w:rFonts w:hint="cs"/>
          <w:rtl/>
        </w:rPr>
        <w:t>؟!</w:t>
      </w:r>
    </w:p>
    <w:p w:rsidR="00A87899" w:rsidRDefault="00A87899" w:rsidP="00541E11">
      <w:pPr>
        <w:pStyle w:val="libNormal"/>
        <w:rPr>
          <w:rtl/>
        </w:rPr>
      </w:pPr>
      <w:r>
        <w:rPr>
          <w:rtl/>
        </w:rPr>
        <w:t>ودينُ عليٍّ دينُ محمّد (صلّى الله عليه وآله) الذي كان يضرب عليه أباك ، والذي انتحالُك إيّاه أجلسك مجلسك هذا ولولاهم كان أفضل شرفك تجشُّم الرحلتين في طلب الخمور؟!</w:t>
      </w:r>
    </w:p>
    <w:p w:rsidR="00A87899" w:rsidRDefault="00A87899" w:rsidP="00541E11">
      <w:pPr>
        <w:pStyle w:val="libNormal"/>
        <w:rPr>
          <w:rtl/>
        </w:rPr>
      </w:pPr>
      <w:r>
        <w:rPr>
          <w:rtl/>
        </w:rPr>
        <w:t>وقلتَ : انظر لنفسك ودينك والأُمّة واتقّ شقّ عصا هذه الاُمّة ، وأن ترد الناس إلى الفتنة.</w:t>
      </w:r>
    </w:p>
    <w:p w:rsidR="00A87899" w:rsidRDefault="00A87899" w:rsidP="00541E11">
      <w:pPr>
        <w:pStyle w:val="libNormal"/>
        <w:rPr>
          <w:rtl/>
        </w:rPr>
      </w:pPr>
      <w:r>
        <w:rPr>
          <w:rtl/>
        </w:rPr>
        <w:t xml:space="preserve">[فلا أعرف فتنةً أعظم من ولايتك أمر هذه الأُمّة] </w:t>
      </w:r>
      <w:r w:rsidRPr="00541E11">
        <w:rPr>
          <w:rStyle w:val="libFootnotenumChar"/>
          <w:rtl/>
        </w:rPr>
        <w:t>(1)</w:t>
      </w:r>
      <w:r>
        <w:rPr>
          <w:rtl/>
        </w:rPr>
        <w:t xml:space="preserve"> ولا أعلم نظراً لنفسي وديني أفضل من جهادك ، فإنْ أفعله فهو قربة إلى ربّي ، وإن أتركه فذنبٌ أستغفر الله منه في كثير من تقصيري ، وأسأل الله توفيقي لأرشد أُموري.</w:t>
      </w:r>
    </w:p>
    <w:p w:rsidR="00A87899" w:rsidRDefault="00A87899" w:rsidP="00541E11">
      <w:pPr>
        <w:pStyle w:val="libNormal"/>
        <w:rPr>
          <w:rtl/>
        </w:rPr>
      </w:pPr>
      <w:r>
        <w:rPr>
          <w:rtl/>
        </w:rPr>
        <w:t>وقلت فيما تقول : إن أُنكرك تنكرني وإن أكدك تكدني.</w:t>
      </w:r>
    </w:p>
    <w:p w:rsidR="00A87899" w:rsidRDefault="00A87899" w:rsidP="00541E11">
      <w:pPr>
        <w:pStyle w:val="libNormal"/>
        <w:rPr>
          <w:rtl/>
        </w:rPr>
      </w:pPr>
      <w:r>
        <w:rPr>
          <w:rtl/>
        </w:rPr>
        <w:t xml:space="preserve">[وهل رأيك إلاّ كيد الصالحين منذ خُلقتَ؟! فكدني ما بدا لك] </w:t>
      </w:r>
      <w:r w:rsidRPr="00541E11">
        <w:rPr>
          <w:rStyle w:val="libFootnotenumChar"/>
          <w:rtl/>
        </w:rPr>
        <w:t>(2)</w:t>
      </w:r>
      <w:r>
        <w:rPr>
          <w:rtl/>
        </w:rPr>
        <w:t xml:space="preserve"> فإنّي أرجو أن لا يضرّني كيدك ، وأن لا يكون على أحد أضرَّ منه على نفسك ، على أنّك تكيد فتوقظ عدوّك وتوبق نفسك ، كفعلك بهؤلاء الّذين قتلتهم ومثّلتَ بهم بعد الصلح والأيمان والعهد والميثاق ، فقتلتهم من غير أن يكونوا قتلوا إلاّ لذكرهم فضلنا وتعظيمهم حقّنا بما به شرفتَ وعرفت ، مخافة أمر لعلّك لو لم تقتلهم مُتَّ قبل أن يفعلوه ، أو ماتوا قبل أن يدركوه</w:t>
      </w:r>
      <w:r>
        <w:rPr>
          <w:rFonts w:hint="cs"/>
          <w:rtl/>
        </w:rPr>
        <w:t xml:space="preserve">!؟ </w:t>
      </w:r>
      <w:r>
        <w:rPr>
          <w:rtl/>
        </w:rPr>
        <w:t>فأبشر يا معاوية بالقصاص ، وأيقن</w:t>
      </w:r>
      <w:r>
        <w:rPr>
          <w:rFonts w:hint="cs"/>
          <w:rtl/>
        </w:rPr>
        <w:t xml:space="preserve"> </w:t>
      </w:r>
      <w:r>
        <w:rPr>
          <w:rtl/>
        </w:rPr>
        <w:t>بالحساب.</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(1) ما بين المعقوفتين لم يرد في البلاذري</w:t>
      </w:r>
      <w:r>
        <w:rPr>
          <w:rtl/>
        </w:rPr>
        <w:t xml:space="preserve"> ، </w:t>
      </w:r>
      <w:r w:rsidRPr="00E7395C">
        <w:rPr>
          <w:rtl/>
        </w:rPr>
        <w:t>وإنّما ورد في ابن عساكر والاحتجاج.</w:t>
      </w:r>
    </w:p>
    <w:p w:rsidR="00A87899" w:rsidRPr="00E7395C" w:rsidRDefault="00A87899" w:rsidP="00541E11">
      <w:pPr>
        <w:pStyle w:val="libFootnote0"/>
        <w:rPr>
          <w:rtl/>
        </w:rPr>
      </w:pPr>
      <w:r w:rsidRPr="00E7395C">
        <w:rPr>
          <w:rtl/>
        </w:rPr>
        <w:t>(2) ما بين المعقوفتين لم يرد في البلاذري ـ في ترجمة معاوية ـ لكنّه ذكره في القطعة التي نقلها في ترجمة الحسين (عليه السّلام)</w:t>
      </w:r>
      <w:r>
        <w:rPr>
          <w:rtl/>
        </w:rPr>
        <w:t xml:space="preserve"> ، </w:t>
      </w:r>
      <w:r w:rsidRPr="00E7395C">
        <w:rPr>
          <w:rtl/>
        </w:rPr>
        <w:t>وقد سبق أن نقلناها فلاحظ.</w:t>
      </w:r>
    </w:p>
    <w:p w:rsidR="00A87899" w:rsidRDefault="00A87899" w:rsidP="00541E11">
      <w:pPr>
        <w:pStyle w:val="libNormal"/>
        <w:rPr>
          <w:rtl/>
        </w:rPr>
      </w:pPr>
      <w:r>
        <w:rPr>
          <w:rtl/>
        </w:rPr>
        <w:br w:type="page"/>
      </w:r>
      <w:r>
        <w:rPr>
          <w:rtl/>
        </w:rPr>
        <w:lastRenderedPageBreak/>
        <w:t xml:space="preserve">واعلم أنّ لله كتاباً لا يُغادر صغيرة ولا كبيرة إلاّ أحصاها ، وليس الله بناسٍ لك أخذك بالظنّة ، وقتلك أولياءَهُ على الشبهة والتهمة [ونفيك إيّاهم من دار الهجرة إلى الغربة والوحشة] </w:t>
      </w:r>
      <w:r w:rsidRPr="00541E11">
        <w:rPr>
          <w:rStyle w:val="libFootnotenumChar"/>
          <w:rtl/>
        </w:rPr>
        <w:t>(1)</w:t>
      </w:r>
      <w:r>
        <w:rPr>
          <w:rtl/>
        </w:rPr>
        <w:t>.</w:t>
      </w:r>
    </w:p>
    <w:p w:rsidR="00A87899" w:rsidRDefault="00A87899" w:rsidP="00541E11">
      <w:pPr>
        <w:pStyle w:val="libNormal"/>
        <w:rPr>
          <w:rtl/>
        </w:rPr>
      </w:pPr>
      <w:r>
        <w:rPr>
          <w:rtl/>
        </w:rPr>
        <w:t>وأخذك الناس بالبيعة لابنك</w:t>
      </w:r>
      <w:r>
        <w:rPr>
          <w:rFonts w:hint="cs"/>
          <w:rtl/>
        </w:rPr>
        <w:t xml:space="preserve"> :</w:t>
      </w:r>
      <w:r>
        <w:rPr>
          <w:rtl/>
        </w:rPr>
        <w:t xml:space="preserve"> غلام سفيه يشرب الشراب ويلعب بالكلاب.</w:t>
      </w:r>
    </w:p>
    <w:p w:rsidR="00A87899" w:rsidRDefault="00A87899" w:rsidP="00541E11">
      <w:pPr>
        <w:pStyle w:val="libNormal"/>
        <w:rPr>
          <w:rtl/>
        </w:rPr>
      </w:pPr>
      <w:r>
        <w:rPr>
          <w:rtl/>
        </w:rPr>
        <w:t xml:space="preserve">ولا أعلمك إلاّ قد خسرت نفسك ، وأوبقتَ دينك ، وأكلتَ أمانتك ، وغششتَ رعيّتك [وسمعت مقالة السفيه الجاهل ، وأخفتَ التقيّ الورع الحليم] </w:t>
      </w:r>
      <w:r w:rsidRPr="00541E11">
        <w:rPr>
          <w:rStyle w:val="libFootnotenumChar"/>
          <w:rtl/>
        </w:rPr>
        <w:t>(2)</w:t>
      </w:r>
      <w:r>
        <w:rPr>
          <w:rtl/>
        </w:rPr>
        <w:t xml:space="preserve"> وتبوّأت مقعدك من النار ، فبعداً للقوم الظالمين!</w:t>
      </w:r>
    </w:p>
    <w:p w:rsidR="00A87899" w:rsidRDefault="00A87899" w:rsidP="00541E11">
      <w:pPr>
        <w:pStyle w:val="libNormal"/>
        <w:rPr>
          <w:rtl/>
        </w:rPr>
      </w:pPr>
      <w:r>
        <w:rPr>
          <w:rtl/>
        </w:rPr>
        <w:t xml:space="preserve">والسلام على من اتّبعَ الهُدى» </w:t>
      </w:r>
      <w:r w:rsidRPr="00541E11">
        <w:rPr>
          <w:rStyle w:val="libFootnotenumChar"/>
          <w:rtl/>
        </w:rPr>
        <w:t>(3)</w:t>
      </w:r>
      <w:r>
        <w:rPr>
          <w:rtl/>
        </w:rPr>
        <w:t>.</w:t>
      </w:r>
    </w:p>
    <w:p w:rsidR="00A87899" w:rsidRDefault="00A87899" w:rsidP="00541E11">
      <w:pPr>
        <w:pStyle w:val="libNormal"/>
        <w:rPr>
          <w:rtl/>
        </w:rPr>
      </w:pPr>
      <w:r>
        <w:rPr>
          <w:rtl/>
        </w:rPr>
        <w:t xml:space="preserve">إنّ موقف الإمام الحسين (عليه السّلام) هذا الذي أبداه في جواب معاوية أربك معاوية بحيث فوجئ به وهو في أواخر أيّامه ، وقد استنفد كلّ الجهود واستعدّ ليجني ثمارها ، فإذا به يواجه «أسداً» من بني هاشم يثور في وجهه ، ويحاسبه على جرائمه التي تكفي واحدةٌ منها لإدانته أمام الرأي العام ، فكان يقول : </w:t>
      </w:r>
      <w:r w:rsidRPr="00541E11">
        <w:rPr>
          <w:rStyle w:val="libBold2Char"/>
          <w:rtl/>
        </w:rPr>
        <w:t>إن أثرنا بأبي عبد الله إلاّ أسداً</w:t>
      </w:r>
      <w:r>
        <w:rPr>
          <w:rtl/>
        </w:rPr>
        <w:t>.</w:t>
      </w:r>
    </w:p>
    <w:p w:rsidR="00A87899" w:rsidRDefault="00A87899" w:rsidP="00541E11">
      <w:pPr>
        <w:pStyle w:val="libNormal"/>
        <w:rPr>
          <w:rtl/>
        </w:rPr>
      </w:pPr>
      <w:r>
        <w:rPr>
          <w:rtl/>
        </w:rPr>
        <w:t>إنّ الحسين (عليه السّلام) باتّخاذه هذا الموقف من معاوية وضع أمام إنجازاته حجرةً عرقلت سيرها ، وأوقفت إنتاجها السريع ، ممّا جعل معاوية يفكّر ويُخطّط من جديد ، ولكن كبر السنّ لم يُساعده ، والأجل لم يمهله وإن كان قد فتح للحسين صفحة في وصاياه لابنه من بعده.</w:t>
      </w:r>
    </w:p>
    <w:p w:rsidR="00A87899" w:rsidRPr="00E7395C" w:rsidRDefault="00A87899" w:rsidP="00541E11">
      <w:pPr>
        <w:pStyle w:val="libLine"/>
        <w:rPr>
          <w:rtl/>
        </w:rPr>
      </w:pPr>
      <w:r w:rsidRPr="00E7395C">
        <w:rPr>
          <w:rtl/>
        </w:rPr>
        <w:t>____________________</w:t>
      </w:r>
    </w:p>
    <w:p w:rsidR="00A87899" w:rsidRPr="00A6245B" w:rsidRDefault="00A87899" w:rsidP="00541E11">
      <w:pPr>
        <w:pStyle w:val="libFootnote0"/>
        <w:rPr>
          <w:rtl/>
        </w:rPr>
      </w:pPr>
      <w:r w:rsidRPr="00A6245B">
        <w:rPr>
          <w:rtl/>
        </w:rPr>
        <w:t>(1) من الاحتجاج</w:t>
      </w:r>
      <w:r>
        <w:rPr>
          <w:rtl/>
        </w:rPr>
        <w:t xml:space="preserve"> ، </w:t>
      </w:r>
      <w:r w:rsidRPr="00A6245B">
        <w:rPr>
          <w:rtl/>
        </w:rPr>
        <w:t>ولم يذكره البلاذري.</w:t>
      </w:r>
    </w:p>
    <w:p w:rsidR="00A87899" w:rsidRPr="00A6245B" w:rsidRDefault="00A87899" w:rsidP="00541E11">
      <w:pPr>
        <w:pStyle w:val="libFootnote0"/>
        <w:rPr>
          <w:rtl/>
        </w:rPr>
      </w:pPr>
      <w:r w:rsidRPr="00A6245B">
        <w:rPr>
          <w:rtl/>
        </w:rPr>
        <w:t>(2) ما بين المعقوفتين عن الاحتجاج.</w:t>
      </w:r>
    </w:p>
    <w:p w:rsidR="00A87899" w:rsidRDefault="00A87899" w:rsidP="00541E11">
      <w:pPr>
        <w:pStyle w:val="libFootnote0"/>
        <w:rPr>
          <w:rtl/>
        </w:rPr>
      </w:pPr>
      <w:r w:rsidRPr="00A6245B">
        <w:rPr>
          <w:rtl/>
        </w:rPr>
        <w:t>(3) هذا السلام لم يرد في النص الكامل الذي نقله البلاذري</w:t>
      </w:r>
      <w:r>
        <w:rPr>
          <w:rtl/>
        </w:rPr>
        <w:t xml:space="preserve"> ، </w:t>
      </w:r>
      <w:r w:rsidRPr="00A6245B">
        <w:rPr>
          <w:rtl/>
        </w:rPr>
        <w:t>وإنّما ذكره في ترجمة الإمام الحسين (عليه السّلام)</w:t>
      </w:r>
      <w:r>
        <w:rPr>
          <w:rtl/>
        </w:rPr>
        <w:t xml:space="preserve"> ، </w:t>
      </w:r>
      <w:r w:rsidRPr="00A6245B">
        <w:rPr>
          <w:rtl/>
        </w:rPr>
        <w:t>قال</w:t>
      </w:r>
      <w:r>
        <w:rPr>
          <w:rtl/>
        </w:rPr>
        <w:t xml:space="preserve"> : </w:t>
      </w:r>
      <w:r w:rsidRPr="00A6245B">
        <w:rPr>
          <w:rtl/>
        </w:rPr>
        <w:t>وكان في آخر الكتاب «والسلام</w:t>
      </w:r>
      <w:r>
        <w:rPr>
          <w:rtl/>
        </w:rPr>
        <w:t xml:space="preserve"> ..</w:t>
      </w:r>
      <w:r w:rsidRPr="00A6245B">
        <w:rPr>
          <w:rtl/>
        </w:rPr>
        <w:t>.».</w:t>
      </w:r>
    </w:p>
    <w:p w:rsidR="00A87899" w:rsidRDefault="00A87899" w:rsidP="00541E11">
      <w:pPr>
        <w:pStyle w:val="libNormal"/>
        <w:rPr>
          <w:rtl/>
        </w:rPr>
      </w:pPr>
      <w:r w:rsidRPr="00E7395C">
        <w:rPr>
          <w:rtl/>
        </w:rPr>
        <w:br w:type="page"/>
      </w:r>
      <w:r>
        <w:rPr>
          <w:rtl/>
        </w:rPr>
        <w:lastRenderedPageBreak/>
        <w:t>أمّا الإمام الحسين (عليه السّلام) فقد بدأ بالعمل لحركة جهاديّة استتبعتْ</w:t>
      </w:r>
      <w:r>
        <w:rPr>
          <w:rFonts w:hint="cs"/>
          <w:rtl/>
        </w:rPr>
        <w:t xml:space="preserve"> </w:t>
      </w:r>
      <w:r>
        <w:rPr>
          <w:rtl/>
        </w:rPr>
        <w:t xml:space="preserve">تحطيم كلّ منجزات معاوية ، في حركة لم تطل سبعة أشهر بدأت من منتصف رجب سنة (60) </w:t>
      </w:r>
      <w:r>
        <w:rPr>
          <w:rFonts w:hint="cs"/>
          <w:rtl/>
        </w:rPr>
        <w:t xml:space="preserve">ـ </w:t>
      </w:r>
      <w:r>
        <w:rPr>
          <w:rtl/>
        </w:rPr>
        <w:t xml:space="preserve">حين مات معاوية </w:t>
      </w:r>
      <w:r>
        <w:rPr>
          <w:rFonts w:hint="cs"/>
          <w:rtl/>
        </w:rPr>
        <w:t xml:space="preserve">ـ </w:t>
      </w:r>
      <w:r>
        <w:rPr>
          <w:rtl/>
        </w:rPr>
        <w:t>وانتهت في يوم عاشوراء العاشر من المحرم سنة (61). فكان «حديث كربلاء» وما تضمّنه من مآس وأحزان ، وما تبعه من إحياء للإسلام من جديد حتّى أصبح «حسيني البقاء» بعد أن كان «محمّدي الوجود» وصدّق ما قال رسول الله (صلّى الله عليه وآله) : «</w:t>
      </w:r>
      <w:r w:rsidRPr="00541E11">
        <w:rPr>
          <w:rStyle w:val="libBold2Char"/>
          <w:rtl/>
        </w:rPr>
        <w:t>حسينٌ منّي وأنا من حسين</w:t>
      </w:r>
      <w:r>
        <w:rPr>
          <w:rtl/>
        </w:rPr>
        <w:t>».</w:t>
      </w:r>
    </w:p>
    <w:p w:rsidR="00A87899" w:rsidRDefault="00A87899" w:rsidP="00A87899">
      <w:pPr>
        <w:pStyle w:val="Heading1Center"/>
        <w:rPr>
          <w:rtl/>
        </w:rPr>
      </w:pPr>
      <w:r>
        <w:rPr>
          <w:rtl/>
        </w:rPr>
        <w:br w:type="page"/>
      </w:r>
      <w:r>
        <w:rPr>
          <w:rtl/>
        </w:rPr>
        <w:lastRenderedPageBreak/>
        <w:br w:type="page"/>
      </w:r>
      <w:bookmarkStart w:id="74" w:name="_Toc416693857"/>
      <w:bookmarkStart w:id="75" w:name="_Toc416696101"/>
      <w:r>
        <w:rPr>
          <w:rtl/>
        </w:rPr>
        <w:lastRenderedPageBreak/>
        <w:t>الباب الثالث</w:t>
      </w:r>
      <w:bookmarkEnd w:id="74"/>
      <w:bookmarkEnd w:id="75"/>
    </w:p>
    <w:p w:rsidR="00A87899" w:rsidRDefault="00A87899" w:rsidP="00A87899">
      <w:pPr>
        <w:pStyle w:val="Heading1Center"/>
        <w:rPr>
          <w:rtl/>
        </w:rPr>
      </w:pPr>
      <w:bookmarkStart w:id="76" w:name="_Toc416693858"/>
      <w:bookmarkStart w:id="77" w:name="_Toc416696102"/>
      <w:r>
        <w:rPr>
          <w:rtl/>
        </w:rPr>
        <w:t>سيرة الحسين (عليه السّلام)</w:t>
      </w:r>
      <w:r>
        <w:rPr>
          <w:rFonts w:hint="cs"/>
          <w:rtl/>
        </w:rPr>
        <w:t xml:space="preserve"> في كربلاء</w:t>
      </w:r>
      <w:bookmarkEnd w:id="76"/>
      <w:bookmarkEnd w:id="77"/>
    </w:p>
    <w:p w:rsidR="00A87899" w:rsidRPr="00A6245B" w:rsidRDefault="00A87899" w:rsidP="00541E11">
      <w:pPr>
        <w:pStyle w:val="libBold2"/>
        <w:rPr>
          <w:rtl/>
        </w:rPr>
      </w:pPr>
      <w:r w:rsidRPr="00A6245B">
        <w:rPr>
          <w:rtl/>
        </w:rPr>
        <w:t>26 ـ تباشير الحركة</w:t>
      </w:r>
    </w:p>
    <w:p w:rsidR="00A87899" w:rsidRPr="00A6245B" w:rsidRDefault="00A87899" w:rsidP="00541E11">
      <w:pPr>
        <w:pStyle w:val="libBold2"/>
        <w:rPr>
          <w:rtl/>
        </w:rPr>
      </w:pPr>
      <w:r w:rsidRPr="00A6245B">
        <w:rPr>
          <w:rtl/>
        </w:rPr>
        <w:t>27 ـ عراقيل على المسير</w:t>
      </w:r>
    </w:p>
    <w:p w:rsidR="00A87899" w:rsidRPr="00A6245B" w:rsidRDefault="00A87899" w:rsidP="00541E11">
      <w:pPr>
        <w:pStyle w:val="libBold2"/>
        <w:rPr>
          <w:rtl/>
        </w:rPr>
      </w:pPr>
      <w:r w:rsidRPr="00A6245B">
        <w:rPr>
          <w:rtl/>
        </w:rPr>
        <w:t>28 ـ من أنباء الغيب</w:t>
      </w:r>
    </w:p>
    <w:p w:rsidR="00A87899" w:rsidRPr="00A6245B" w:rsidRDefault="00A87899" w:rsidP="00541E11">
      <w:pPr>
        <w:pStyle w:val="libBold2"/>
        <w:rPr>
          <w:rtl/>
        </w:rPr>
      </w:pPr>
      <w:r w:rsidRPr="00A6245B">
        <w:rPr>
          <w:rtl/>
        </w:rPr>
        <w:t>29 ـ أصحاب أوفياء</w:t>
      </w:r>
    </w:p>
    <w:p w:rsidR="00A87899" w:rsidRDefault="00A87899" w:rsidP="00541E11">
      <w:pPr>
        <w:pStyle w:val="libBold2"/>
        <w:rPr>
          <w:rtl/>
        </w:rPr>
      </w:pPr>
      <w:r w:rsidRPr="00A6245B">
        <w:rPr>
          <w:rtl/>
        </w:rPr>
        <w:t>30 ـ يومَ عاشوراء</w:t>
      </w:r>
    </w:p>
    <w:p w:rsidR="00A87899" w:rsidRDefault="00A87899" w:rsidP="00A87899">
      <w:pPr>
        <w:pStyle w:val="Heading2Center"/>
        <w:rPr>
          <w:rtl/>
        </w:rPr>
      </w:pPr>
      <w:r>
        <w:rPr>
          <w:rtl/>
        </w:rPr>
        <w:br w:type="page"/>
      </w:r>
      <w:r>
        <w:rPr>
          <w:rtl/>
        </w:rPr>
        <w:lastRenderedPageBreak/>
        <w:br w:type="page"/>
      </w:r>
      <w:bookmarkStart w:id="78" w:name="_Toc416693859"/>
      <w:bookmarkStart w:id="79" w:name="_Toc416696103"/>
      <w:r>
        <w:rPr>
          <w:rtl/>
        </w:rPr>
        <w:lastRenderedPageBreak/>
        <w:t>26 ـ تباشير الحركة</w:t>
      </w:r>
      <w:bookmarkEnd w:id="78"/>
      <w:bookmarkEnd w:id="79"/>
    </w:p>
    <w:p w:rsidR="00A87899" w:rsidRDefault="00A87899" w:rsidP="00541E11">
      <w:pPr>
        <w:pStyle w:val="libNormal"/>
        <w:rPr>
          <w:rtl/>
        </w:rPr>
      </w:pPr>
      <w:r>
        <w:rPr>
          <w:rtl/>
        </w:rPr>
        <w:t>كانت المواقف الأخيرة التي وقفها الإمام الحسين (عليه السّلام) في وجه معاوية تعتبر تباشير التحرّك المضادّ ضدّ مخطّطات معاوية.</w:t>
      </w:r>
    </w:p>
    <w:p w:rsidR="00A87899" w:rsidRDefault="00A87899" w:rsidP="00541E11">
      <w:pPr>
        <w:pStyle w:val="libNormal"/>
        <w:rPr>
          <w:rtl/>
        </w:rPr>
      </w:pPr>
      <w:r>
        <w:rPr>
          <w:rtl/>
        </w:rPr>
        <w:t>وبالرغم من أنّ الإمام (عليه السّلام) لم يُطاوع أحداً ممّن دعاه إلى خلع معاوية ، إذ كان امتداداً لمواثيق أخيه الإمام الحسن (عليه السّلام) ، ومن الموقّعين على كتاب الصلح مع معاوية حتّى لو أنّ معاوية قد نقض العهد وخالف بنود الصلح في أكثر من نقطة ، إلاّ أنّه بدهائه ومكره كان قد لبَّس نفسه ثوباً من التزوير لا يسهل اختراقه ، وكان يحتال على الناس بالتحلّم والتظاهر مستعيناً بالوضّاعين من رواة الحديث وبالدجّالين من أدعياء العلم والصحبة والزهد ، ممّا أكسبه عند العامّة العمياء ما لا يُمكن المساس به بسهولة.</w:t>
      </w:r>
    </w:p>
    <w:p w:rsidR="00A87899" w:rsidRDefault="00A87899" w:rsidP="00541E11">
      <w:pPr>
        <w:pStyle w:val="libNormal"/>
        <w:rPr>
          <w:rtl/>
        </w:rPr>
      </w:pPr>
      <w:r>
        <w:rPr>
          <w:rtl/>
        </w:rPr>
        <w:t>إلاّ أنّ الإمام الحسين (عليه السّلام) استغلّ موضوع تنصيب معاوية يزيد مَلِكاً ، وإلزامه الناس بالبيعة له ، إذ كان هذا مخالفة صارخة لواحد من بنود الصلح ، مع مخالفته للأعراف السائدة بين المسلمين ممّا لا يجهله حتّى العامة ، وهي كون الصيغة التي طرحها للخلافة من بعده مبتدعةً لم يسبق لها مثيل.</w:t>
      </w:r>
    </w:p>
    <w:p w:rsidR="00A87899" w:rsidRDefault="00A87899" w:rsidP="00541E11">
      <w:pPr>
        <w:pStyle w:val="libNormal"/>
        <w:rPr>
          <w:rtl/>
        </w:rPr>
      </w:pPr>
      <w:r>
        <w:rPr>
          <w:rtl/>
        </w:rPr>
        <w:br w:type="page"/>
      </w:r>
      <w:r>
        <w:rPr>
          <w:rtl/>
        </w:rPr>
        <w:lastRenderedPageBreak/>
        <w:t>ثم «يزيد» بالذات لم يكن موقعاً للأهليّة لمثل هذا المنصب الحسّاس ، بل كان معروفاً بالشرب واللعب والفجور بشكل مكشوف للعامة.</w:t>
      </w:r>
    </w:p>
    <w:p w:rsidR="00A87899" w:rsidRDefault="00A87899" w:rsidP="00541E11">
      <w:pPr>
        <w:pStyle w:val="libNormal"/>
        <w:rPr>
          <w:rtl/>
        </w:rPr>
      </w:pPr>
      <w:r>
        <w:rPr>
          <w:rFonts w:hint="cs"/>
          <w:rtl/>
        </w:rPr>
        <w:t>و</w:t>
      </w:r>
      <w:r>
        <w:rPr>
          <w:rtl/>
        </w:rPr>
        <w:t>كانت هذه المفارقات ممّا يُساعد الإمام الحسين (عليه السّلام) على اتّخاذ موقف مبدئي جعله هو المنطلق للتحرّك كما تناقله الرواة ، فقالوا</w:t>
      </w:r>
      <w:r>
        <w:rPr>
          <w:rFonts w:hint="cs"/>
          <w:rtl/>
        </w:rPr>
        <w:t xml:space="preserve"> :</w:t>
      </w:r>
    </w:p>
    <w:p w:rsidR="00A87899" w:rsidRDefault="00A87899" w:rsidP="00541E11">
      <w:pPr>
        <w:pStyle w:val="libNormal"/>
        <w:rPr>
          <w:rtl/>
        </w:rPr>
      </w:pPr>
      <w:r w:rsidRPr="00541E11">
        <w:rPr>
          <w:rStyle w:val="libBold2Char"/>
          <w:rtl/>
        </w:rPr>
        <w:t>[ص197] : لمّا بايع معاوية بن ابي سُفيان الناسَ ليزيد بن معاوية كان حسين بن عليّ بن أبي طالب ممّن لم يبايع له</w:t>
      </w:r>
      <w:r>
        <w:rPr>
          <w:rtl/>
        </w:rPr>
        <w:t xml:space="preserve"> </w:t>
      </w:r>
      <w:r w:rsidRPr="00541E11">
        <w:rPr>
          <w:rStyle w:val="libFootnotenumChar"/>
          <w:rtl/>
        </w:rPr>
        <w:t>(1)</w:t>
      </w:r>
      <w:r>
        <w:rPr>
          <w:rtl/>
        </w:rPr>
        <w:t>.</w:t>
      </w:r>
    </w:p>
    <w:p w:rsidR="00A87899" w:rsidRDefault="00A87899" w:rsidP="00541E11">
      <w:pPr>
        <w:pStyle w:val="libNormal"/>
        <w:rPr>
          <w:rtl/>
        </w:rPr>
      </w:pPr>
      <w:r>
        <w:rPr>
          <w:rtl/>
        </w:rPr>
        <w:t>وبالرغم من وضوح أهداف الإمام لمعاوية ، وحتّى لمروان والّذين</w:t>
      </w:r>
      <w:r>
        <w:rPr>
          <w:rFonts w:hint="cs"/>
          <w:rtl/>
        </w:rPr>
        <w:t xml:space="preserve"> </w:t>
      </w:r>
      <w:r>
        <w:rPr>
          <w:rtl/>
        </w:rPr>
        <w:t>يحتوشونه ، حتّى إنّهم أعلنوا عن تخوّفاتهم وظنونهم بأنّ الإمام (عليه السّلام) يفكّر في حركة يسمّونها «نزوة» أو «مرصداً للفتنة» وما إلى ذلك ، لكنّهم لم يُقْدموا على أمر ضدّه ، ولعلّ معاوية كان يُحاول أن يقضي عليه بطريقته الخاصّة في الكيد والمكر ، إلاّ أنّ سرعة الأحداث ومجيء الأجل لم تمهله لذلك.</w:t>
      </w:r>
    </w:p>
    <w:p w:rsidR="00A87899" w:rsidRDefault="00A87899" w:rsidP="00541E11">
      <w:pPr>
        <w:pStyle w:val="libNormal"/>
        <w:rPr>
          <w:rtl/>
        </w:rPr>
      </w:pPr>
      <w:r>
        <w:rPr>
          <w:rtl/>
        </w:rPr>
        <w:t>فكانت مواجهة الحسين (عليه السّلام) وصدّه من آخر وصايا معاوية لابنه يزيد ، كما كانت هي من أُولى اهتمامات يزيد نفسه ، ففي التاريخ</w:t>
      </w:r>
      <w:r>
        <w:rPr>
          <w:rFonts w:hint="cs"/>
          <w:rtl/>
        </w:rPr>
        <w:t xml:space="preserve"> :</w:t>
      </w:r>
    </w:p>
    <w:p w:rsidR="00A87899" w:rsidRPr="001F6F6A" w:rsidRDefault="00A87899" w:rsidP="00541E11">
      <w:pPr>
        <w:pStyle w:val="libBold2"/>
        <w:rPr>
          <w:rtl/>
        </w:rPr>
      </w:pPr>
      <w:r w:rsidRPr="001F6F6A">
        <w:rPr>
          <w:rtl/>
        </w:rPr>
        <w:t>[255 ص199]</w:t>
      </w:r>
      <w:r>
        <w:rPr>
          <w:rtl/>
        </w:rPr>
        <w:t xml:space="preserve"> : </w:t>
      </w:r>
      <w:r w:rsidRPr="001F6F6A">
        <w:rPr>
          <w:rtl/>
        </w:rPr>
        <w:t>توفّي معاوية ليلة النصف من رجب سنة ستّين</w:t>
      </w:r>
      <w:r>
        <w:rPr>
          <w:rtl/>
        </w:rPr>
        <w:t xml:space="preserve"> ، </w:t>
      </w:r>
      <w:r w:rsidRPr="001F6F6A">
        <w:rPr>
          <w:rtl/>
        </w:rPr>
        <w:t>وبايع الناس ليزيد فكتب يزيد مع عبد الله بن عمرو بن أُويس العامري إلى الوليد بن عتبة بن أبي سفيان ـ وهو على المدينة ـ</w:t>
      </w:r>
      <w:r>
        <w:rPr>
          <w:rtl/>
        </w:rPr>
        <w:t xml:space="preserve"> : </w:t>
      </w:r>
      <w:r w:rsidRPr="001F6F6A">
        <w:rPr>
          <w:rtl/>
        </w:rPr>
        <w:t>أن ادعُ الناسَ فبايعهم</w:t>
      </w:r>
      <w:r>
        <w:rPr>
          <w:rtl/>
        </w:rPr>
        <w:t xml:space="preserve"> ، </w:t>
      </w:r>
      <w:r w:rsidRPr="001F6F6A">
        <w:rPr>
          <w:rtl/>
        </w:rPr>
        <w:t>وابدأ بوجوه قريش</w:t>
      </w:r>
      <w:r>
        <w:rPr>
          <w:rtl/>
        </w:rPr>
        <w:t xml:space="preserve"> ، </w:t>
      </w:r>
      <w:r w:rsidRPr="001F6F6A">
        <w:rPr>
          <w:rtl/>
        </w:rPr>
        <w:t>وليكن أوّل من تبدأ به الحسين بن عليّ بن أبي</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(1) مختصر تاريخ دمشق ـ لابن منظور 7 / 136.</w:t>
      </w:r>
    </w:p>
    <w:p w:rsidR="00A87899" w:rsidRDefault="00A87899" w:rsidP="00541E11">
      <w:pPr>
        <w:pStyle w:val="libNormal0"/>
        <w:rPr>
          <w:rtl/>
        </w:rPr>
      </w:pPr>
      <w:r>
        <w:rPr>
          <w:rtl/>
        </w:rPr>
        <w:br w:type="page"/>
      </w:r>
      <w:r w:rsidRPr="00541E11">
        <w:rPr>
          <w:rStyle w:val="libBold2Char"/>
          <w:rtl/>
        </w:rPr>
        <w:lastRenderedPageBreak/>
        <w:t>طالب ...</w:t>
      </w:r>
      <w:r>
        <w:rPr>
          <w:rtl/>
        </w:rPr>
        <w:t xml:space="preserve"> </w:t>
      </w:r>
      <w:r w:rsidRPr="00541E11">
        <w:rPr>
          <w:rStyle w:val="libFootnotenumChar"/>
          <w:rtl/>
        </w:rPr>
        <w:t>(1)</w:t>
      </w:r>
      <w:r>
        <w:rPr>
          <w:rtl/>
        </w:rPr>
        <w:t>.</w:t>
      </w:r>
    </w:p>
    <w:p w:rsidR="00A87899" w:rsidRPr="001F6F6A" w:rsidRDefault="00A87899" w:rsidP="00541E11">
      <w:pPr>
        <w:pStyle w:val="libBold2"/>
        <w:rPr>
          <w:rtl/>
        </w:rPr>
      </w:pPr>
      <w:r w:rsidRPr="001F6F6A">
        <w:rPr>
          <w:rtl/>
        </w:rPr>
        <w:t>فبعث الوليد بن عتبة من ساعته ـ نصف الليل ـ إلى الحسين بن عليّ (عليه السّلام).</w:t>
      </w:r>
    </w:p>
    <w:p w:rsidR="00A87899" w:rsidRDefault="00A87899" w:rsidP="00541E11">
      <w:pPr>
        <w:pStyle w:val="libNormal"/>
        <w:rPr>
          <w:rtl/>
        </w:rPr>
      </w:pPr>
      <w:r>
        <w:rPr>
          <w:rtl/>
        </w:rPr>
        <w:t>إنّ اهتمام يزيد وتأكيده بأخذ البيعة أوّلاً من الحسين (عليه السّلام) ، واستعجال الوالي بالأمر بهذا الشكل لم يكن إلاّ لأمر مبيّت ومدبّر من قبل البلاط ورجاله. ولا بُدّ أنّ الإمام (عليه السّلام) كان قد قدّر الحسابات ، فلّما طلب الوالي منه البيعة رفضها وقال له : «نصبح فننظر ما يصنع الناس ، ووثب فخرج» كما جاء في نفس الحديث السابق.</w:t>
      </w:r>
    </w:p>
    <w:p w:rsidR="00A87899" w:rsidRPr="00541E11" w:rsidRDefault="00A87899" w:rsidP="00541E11">
      <w:pPr>
        <w:pStyle w:val="libNormal"/>
        <w:rPr>
          <w:rStyle w:val="libBold2Char"/>
          <w:rtl/>
        </w:rPr>
      </w:pPr>
      <w:r>
        <w:rPr>
          <w:rtl/>
        </w:rPr>
        <w:t xml:space="preserve">ويبدو أنّ الوليد الوالي لم يكن متفاعلاً بشدّة مع الأمر ، أو أنّه لم يكن متوقّعاً لهكذا موقف من الإمام </w:t>
      </w:r>
      <w:r>
        <w:rPr>
          <w:rFonts w:hint="cs"/>
          <w:rtl/>
        </w:rPr>
        <w:t>،</w:t>
      </w:r>
      <w:r>
        <w:rPr>
          <w:rtl/>
        </w:rPr>
        <w:t xml:space="preserve"> لأنّه لما تشادّ مع الحسين في الكلام قال الوليد : </w:t>
      </w:r>
      <w:r w:rsidRPr="00541E11">
        <w:rPr>
          <w:rStyle w:val="libBold2Char"/>
          <w:rtl/>
        </w:rPr>
        <w:t>إن هجنا بأبي عبد الله إلاّ أسداً.</w:t>
      </w:r>
    </w:p>
    <w:p w:rsidR="00A87899" w:rsidRDefault="00A87899" w:rsidP="00541E11">
      <w:pPr>
        <w:pStyle w:val="libNormal"/>
        <w:rPr>
          <w:rtl/>
        </w:rPr>
      </w:pPr>
      <w:r>
        <w:rPr>
          <w:rtl/>
        </w:rPr>
        <w:t>ولكنّها هي الحقيقة التي وقف عليها معاوية في حياته وأطلقها وإن كان الوليد لم يعرفها إلاّ اليوم.</w:t>
      </w:r>
    </w:p>
    <w:p w:rsidR="00A87899" w:rsidRDefault="00A87899" w:rsidP="00541E11">
      <w:pPr>
        <w:pStyle w:val="libNormal"/>
        <w:rPr>
          <w:rtl/>
        </w:rPr>
      </w:pPr>
      <w:r>
        <w:rPr>
          <w:rFonts w:hint="cs"/>
          <w:rtl/>
        </w:rPr>
        <w:t>وتتمة الحديث السابق :</w:t>
      </w:r>
    </w:p>
    <w:p w:rsidR="00A87899" w:rsidRDefault="00A87899" w:rsidP="00541E11">
      <w:pPr>
        <w:pStyle w:val="libNormal"/>
        <w:rPr>
          <w:rtl/>
        </w:rPr>
      </w:pPr>
      <w:r w:rsidRPr="00541E11">
        <w:rPr>
          <w:rStyle w:val="libBold2Char"/>
          <w:rtl/>
        </w:rPr>
        <w:t>[ص200] : وخرجَ الحسين من ليلته إلى مكّة ، وأصبحَ النّاس وغدوا إلى البيعة ليزيد ، وطُلِبَ الحسين فلم يوجد</w:t>
      </w:r>
      <w:r>
        <w:rPr>
          <w:rtl/>
        </w:rPr>
        <w:t xml:space="preserve"> </w:t>
      </w:r>
      <w:r w:rsidRPr="00541E11">
        <w:rPr>
          <w:rStyle w:val="libFootnotenumChar"/>
          <w:rtl/>
        </w:rPr>
        <w:t>(</w:t>
      </w:r>
      <w:r w:rsidRPr="00541E11">
        <w:rPr>
          <w:rStyle w:val="libFootnotenumChar"/>
          <w:rFonts w:hint="cs"/>
          <w:rtl/>
        </w:rPr>
        <w:t>2</w:t>
      </w:r>
      <w:r w:rsidRPr="00541E11">
        <w:rPr>
          <w:rStyle w:val="libFootnotenumChar"/>
          <w:rtl/>
        </w:rPr>
        <w:t>)</w:t>
      </w:r>
      <w:r>
        <w:rPr>
          <w:rtl/>
        </w:rPr>
        <w:t>.</w:t>
      </w:r>
    </w:p>
    <w:p w:rsidR="00A87899" w:rsidRDefault="00A87899" w:rsidP="00541E11">
      <w:pPr>
        <w:pStyle w:val="libNormal"/>
        <w:rPr>
          <w:rtl/>
        </w:rPr>
      </w:pPr>
      <w:r>
        <w:rPr>
          <w:rtl/>
        </w:rPr>
        <w:t xml:space="preserve">وهكذا أفلت الحسين (عليه السّلام) من والي المدينة ، وفيها مروان بن الحكم العدوّ اللدود لآل محمّد </w:t>
      </w:r>
      <w:r>
        <w:rPr>
          <w:rFonts w:hint="cs"/>
          <w:rtl/>
        </w:rPr>
        <w:t>،</w:t>
      </w:r>
      <w:r>
        <w:rPr>
          <w:rtl/>
        </w:rPr>
        <w:t xml:space="preserve"> والذي كان يحرّض الوالي على قتل الحسين (عليه السّلام) في نفس تلك الليلة إن لم يُبَايع.</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(1)</w:t>
      </w:r>
      <w:r>
        <w:rPr>
          <w:rtl/>
        </w:rPr>
        <w:t xml:space="preserve"> و (</w:t>
      </w:r>
      <w:r>
        <w:rPr>
          <w:rFonts w:hint="cs"/>
          <w:rtl/>
        </w:rPr>
        <w:t xml:space="preserve">2) </w:t>
      </w:r>
      <w:r w:rsidRPr="00E7395C">
        <w:rPr>
          <w:rtl/>
        </w:rPr>
        <w:t>مختصر تاريخ دمشق ـ لابن منظور 7 / 138.</w:t>
      </w:r>
    </w:p>
    <w:p w:rsidR="00A87899" w:rsidRDefault="00A87899" w:rsidP="00541E11">
      <w:pPr>
        <w:pStyle w:val="libNormal"/>
        <w:rPr>
          <w:rtl/>
        </w:rPr>
      </w:pPr>
      <w:r>
        <w:rPr>
          <w:rtl/>
        </w:rPr>
        <w:br w:type="page"/>
      </w:r>
      <w:r>
        <w:rPr>
          <w:rtl/>
        </w:rPr>
        <w:lastRenderedPageBreak/>
        <w:t>وخرج الحسين (عليه السّلام) إلى مكّة التي هي أبعد مكان من الأزمة هذه ، والتي سوف يتقاطر عليها الحُجّاج لقُرب الموسم فتكون قاعدةً أفْسح وأوسع للتحرّك الإعلاميّ في صالح الحركة.</w:t>
      </w:r>
    </w:p>
    <w:p w:rsidR="00A87899" w:rsidRDefault="00A87899" w:rsidP="00A87899">
      <w:pPr>
        <w:pStyle w:val="Heading2Center"/>
        <w:rPr>
          <w:rtl/>
        </w:rPr>
      </w:pPr>
      <w:bookmarkStart w:id="80" w:name="_Toc416693860"/>
      <w:bookmarkStart w:id="81" w:name="_Toc416696104"/>
      <w:r>
        <w:rPr>
          <w:rtl/>
        </w:rPr>
        <w:t>27 ـ عراقيل على المسير</w:t>
      </w:r>
      <w:bookmarkEnd w:id="80"/>
      <w:bookmarkEnd w:id="81"/>
    </w:p>
    <w:p w:rsidR="00A87899" w:rsidRDefault="00A87899" w:rsidP="00541E11">
      <w:pPr>
        <w:pStyle w:val="libNormal"/>
        <w:rPr>
          <w:rtl/>
        </w:rPr>
      </w:pPr>
      <w:r>
        <w:rPr>
          <w:rtl/>
        </w:rPr>
        <w:t>لا ريب أنّ تخلّص الحسين (عليه السّلام) من مسألة البيعة ، وخروجه بهذا الشكل المتخفي من المدينة لم يُرضِ الدولة ولا أجهزتها ، فلذلك تصدّوا للموقف بمحاولة اغتيال الحسين (عليه السّلام) في مكّة ، وفي زحام الموسم ، وقد جاء في بعض المصادر «</w:t>
      </w:r>
      <w:r w:rsidRPr="00541E11">
        <w:rPr>
          <w:rStyle w:val="libBold2Char"/>
          <w:rtl/>
        </w:rPr>
        <w:t>أنّ يزيد بثّ مَن يغتاله ولو كان متعلّقاً بأستار الكعبة</w:t>
      </w:r>
      <w:r>
        <w:rPr>
          <w:rtl/>
        </w:rPr>
        <w:t>».</w:t>
      </w:r>
    </w:p>
    <w:p w:rsidR="00A87899" w:rsidRDefault="00A87899" w:rsidP="00541E11">
      <w:pPr>
        <w:pStyle w:val="libNormal"/>
        <w:rPr>
          <w:rtl/>
        </w:rPr>
      </w:pPr>
      <w:r>
        <w:rPr>
          <w:rtl/>
        </w:rPr>
        <w:t>وعلى أبعد احتمال كان الحسين (عليه السّلام) يُجَرُّ إلى المواجهة المسلّحة مع رجال الدولة في منطقة الحرم ، ذلك الأمر الذي لا يريده الحسين (عليه السّلام) ، بل يربأ بنفسه أن يقع فيه كما عرفناه في الفقرة (22).</w:t>
      </w:r>
    </w:p>
    <w:p w:rsidR="00A87899" w:rsidRDefault="00A87899" w:rsidP="00541E11">
      <w:pPr>
        <w:pStyle w:val="libNormal"/>
        <w:rPr>
          <w:rtl/>
        </w:rPr>
      </w:pPr>
      <w:r>
        <w:rPr>
          <w:rtl/>
        </w:rPr>
        <w:t>فلذلك عزم على الخروج من مكّة.</w:t>
      </w:r>
    </w:p>
    <w:p w:rsidR="00A87899" w:rsidRPr="001F6F6A" w:rsidRDefault="00A87899" w:rsidP="00541E11">
      <w:pPr>
        <w:pStyle w:val="libBold2"/>
        <w:rPr>
          <w:rtl/>
        </w:rPr>
      </w:pPr>
      <w:r w:rsidRPr="001F6F6A">
        <w:rPr>
          <w:rtl/>
        </w:rPr>
        <w:t>[ص205] فخرج متوجّهاً إلى العراق</w:t>
      </w:r>
      <w:r>
        <w:rPr>
          <w:rtl/>
        </w:rPr>
        <w:t xml:space="preserve"> ، </w:t>
      </w:r>
      <w:r w:rsidRPr="001F6F6A">
        <w:rPr>
          <w:rtl/>
        </w:rPr>
        <w:t>في أهل بيته وستّين شيخاً من أهل الكوفة</w:t>
      </w:r>
      <w:r>
        <w:rPr>
          <w:rtl/>
        </w:rPr>
        <w:t xml:space="preserve"> ، </w:t>
      </w:r>
      <w:r w:rsidRPr="001F6F6A">
        <w:rPr>
          <w:rtl/>
        </w:rPr>
        <w:t>وذلك يوم الإثنين في عشر ذي الحجّة سنة ستّين.</w:t>
      </w:r>
    </w:p>
    <w:p w:rsidR="00A87899" w:rsidRDefault="00A87899" w:rsidP="00541E11">
      <w:pPr>
        <w:pStyle w:val="libNormal"/>
        <w:rPr>
          <w:rtl/>
        </w:rPr>
      </w:pPr>
      <w:r>
        <w:rPr>
          <w:rtl/>
        </w:rPr>
        <w:t>ولا بُدّ أنّ أجهزة الحكم كانت تلاحق الحسين (عليه السّلام) وتراقب تحرّكاته ، ويحاولون صدّه عن ما يريد ، وبالخصوص توجّهه إلى منطقة الكوفة في العراق التي تعتبر</w:t>
      </w:r>
      <w:r>
        <w:rPr>
          <w:rFonts w:hint="cs"/>
          <w:rtl/>
        </w:rPr>
        <w:t xml:space="preserve"> </w:t>
      </w:r>
      <w:r>
        <w:rPr>
          <w:rtl/>
        </w:rPr>
        <w:t>عند حكّام الشام أرض المعارضة الشيعيّة العلوية ، وإذا أفلت الحسين (عليه السّلام)</w:t>
      </w:r>
    </w:p>
    <w:p w:rsidR="00A87899" w:rsidRDefault="00A87899" w:rsidP="00541E11">
      <w:pPr>
        <w:pStyle w:val="libNormal0"/>
        <w:rPr>
          <w:rtl/>
        </w:rPr>
      </w:pPr>
      <w:r>
        <w:rPr>
          <w:rtl/>
        </w:rPr>
        <w:br w:type="page"/>
      </w:r>
      <w:r>
        <w:rPr>
          <w:rtl/>
        </w:rPr>
        <w:lastRenderedPageBreak/>
        <w:t>منهم فلا بُدّ من وضع العراقيل في طريقه حتّى يتراجع ولا يخرج إلى العراق.</w:t>
      </w:r>
    </w:p>
    <w:p w:rsidR="00A87899" w:rsidRDefault="00A87899" w:rsidP="00541E11">
      <w:pPr>
        <w:pStyle w:val="libNormal"/>
        <w:rPr>
          <w:rtl/>
        </w:rPr>
      </w:pPr>
      <w:r>
        <w:rPr>
          <w:rtl/>
        </w:rPr>
        <w:t>ومن الملاحظ في طريق الحسين (عليه السّلام) كثرة عدد «الناصحين» له (عليه السّلام) بعدم الخروج إلى العراق ، وتكاد كلمتهم تتّفق على السبب ، وهو «أنَّ أهل العراق أهل غدر وخيانة ، وأنّهم قتلوا أباه وطعنوا أخاه».</w:t>
      </w:r>
    </w:p>
    <w:p w:rsidR="00A87899" w:rsidRDefault="00A87899" w:rsidP="00541E11">
      <w:pPr>
        <w:pStyle w:val="libNormal"/>
        <w:rPr>
          <w:rtl/>
        </w:rPr>
      </w:pPr>
      <w:r>
        <w:rPr>
          <w:rtl/>
        </w:rPr>
        <w:t>ومن الغريب أن نجد في الناصحين القريب والغريب ، والشيخ والشاب ، والرجل والمرأة ثم نجد الصحابي والتابعي ، والصديق والعدوّ ، ومن جهة اُخرى نجد إجابة الإمام الحسين (عليه السّلام) لكلّ واحد تختلف عن إجابته للآخر ، ولكنّ الحقيقة واحدة ، وسكت عن إجابة البعض!</w:t>
      </w:r>
    </w:p>
    <w:p w:rsidR="00A87899" w:rsidRDefault="00A87899" w:rsidP="00541E11">
      <w:pPr>
        <w:pStyle w:val="libNormal"/>
        <w:rPr>
          <w:rtl/>
        </w:rPr>
      </w:pPr>
      <w:r>
        <w:rPr>
          <w:rtl/>
        </w:rPr>
        <w:t>وأمّا تفصيل الأمر : جاءه أبو سعيد الخُدْري فقال</w:t>
      </w:r>
      <w:r>
        <w:rPr>
          <w:rFonts w:hint="cs"/>
          <w:rtl/>
        </w:rPr>
        <w:t xml:space="preserve"> :</w:t>
      </w:r>
    </w:p>
    <w:p w:rsidR="00A87899" w:rsidRPr="00944AEA" w:rsidRDefault="00A87899" w:rsidP="00541E11">
      <w:pPr>
        <w:pStyle w:val="libBold2"/>
        <w:rPr>
          <w:rtl/>
        </w:rPr>
      </w:pPr>
      <w:r w:rsidRPr="00944AEA">
        <w:rPr>
          <w:rtl/>
        </w:rPr>
        <w:t>[ص</w:t>
      </w:r>
      <w:r>
        <w:rPr>
          <w:rFonts w:hint="cs"/>
          <w:rtl/>
        </w:rPr>
        <w:t xml:space="preserve"> </w:t>
      </w:r>
      <w:r w:rsidRPr="00944AEA">
        <w:rPr>
          <w:rtl/>
        </w:rPr>
        <w:t>197]</w:t>
      </w:r>
      <w:r>
        <w:rPr>
          <w:rtl/>
        </w:rPr>
        <w:t xml:space="preserve"> : </w:t>
      </w:r>
      <w:r w:rsidRPr="00944AEA">
        <w:rPr>
          <w:rtl/>
        </w:rPr>
        <w:t>يا أبا عبد الله</w:t>
      </w:r>
      <w:r>
        <w:rPr>
          <w:rtl/>
        </w:rPr>
        <w:t xml:space="preserve"> ، </w:t>
      </w:r>
      <w:r w:rsidRPr="00944AEA">
        <w:rPr>
          <w:rtl/>
        </w:rPr>
        <w:t>إنّي لكم ناصح</w:t>
      </w:r>
      <w:r>
        <w:rPr>
          <w:rtl/>
        </w:rPr>
        <w:t xml:space="preserve"> ، </w:t>
      </w:r>
      <w:r w:rsidRPr="00944AEA">
        <w:rPr>
          <w:rtl/>
        </w:rPr>
        <w:t>وإنّي عليكم مشفق</w:t>
      </w:r>
      <w:r>
        <w:rPr>
          <w:rtl/>
        </w:rPr>
        <w:t xml:space="preserve"> ، </w:t>
      </w:r>
      <w:r w:rsidRPr="00944AEA">
        <w:rPr>
          <w:rtl/>
        </w:rPr>
        <w:t>وقد بلغني أنّه كاتبك قوم من شيعتكم بالكوفة يدعونك إلى الخروج إليهم</w:t>
      </w:r>
      <w:r>
        <w:rPr>
          <w:rtl/>
        </w:rPr>
        <w:t xml:space="preserve"> ، </w:t>
      </w:r>
      <w:r w:rsidRPr="00944AEA">
        <w:rPr>
          <w:rtl/>
        </w:rPr>
        <w:t>فلا تخرج</w:t>
      </w:r>
      <w:r>
        <w:rPr>
          <w:rtl/>
        </w:rPr>
        <w:t xml:space="preserve"> ، </w:t>
      </w:r>
      <w:r w:rsidRPr="00944AEA">
        <w:rPr>
          <w:rtl/>
        </w:rPr>
        <w:t>فإنّي سمعتُ أباك يقول بالكوفة</w:t>
      </w:r>
      <w:r>
        <w:rPr>
          <w:rtl/>
        </w:rPr>
        <w:t xml:space="preserve"> : </w:t>
      </w:r>
      <w:r w:rsidRPr="00944AEA">
        <w:rPr>
          <w:rtl/>
        </w:rPr>
        <w:t>«والله لقد مللتُهم وأبغضتُهم</w:t>
      </w:r>
      <w:r>
        <w:rPr>
          <w:rtl/>
        </w:rPr>
        <w:t xml:space="preserve"> ، </w:t>
      </w:r>
      <w:r w:rsidRPr="00944AEA">
        <w:rPr>
          <w:rtl/>
        </w:rPr>
        <w:t>وملّوني وأبغضوني</w:t>
      </w:r>
      <w:r>
        <w:rPr>
          <w:rtl/>
        </w:rPr>
        <w:t xml:space="preserve"> ، </w:t>
      </w:r>
      <w:r w:rsidRPr="00944AEA">
        <w:rPr>
          <w:rtl/>
        </w:rPr>
        <w:t>وما بلوت منهم وفاءً</w:t>
      </w:r>
      <w:r>
        <w:rPr>
          <w:rtl/>
        </w:rPr>
        <w:t xml:space="preserve"> ، </w:t>
      </w:r>
      <w:r w:rsidRPr="00944AEA">
        <w:rPr>
          <w:rtl/>
        </w:rPr>
        <w:t>ومَن فاز بهم فاز بالسهم الأخيب»</w:t>
      </w:r>
      <w:r>
        <w:rPr>
          <w:rtl/>
        </w:rPr>
        <w:t xml:space="preserve"> ، </w:t>
      </w:r>
      <w:r w:rsidRPr="00944AEA">
        <w:rPr>
          <w:rtl/>
        </w:rPr>
        <w:t>والله ما لهم ثبات</w:t>
      </w:r>
      <w:r>
        <w:rPr>
          <w:rtl/>
        </w:rPr>
        <w:t xml:space="preserve"> ، </w:t>
      </w:r>
      <w:r w:rsidRPr="00944AEA">
        <w:rPr>
          <w:rtl/>
        </w:rPr>
        <w:t>ولا عزم أمر</w:t>
      </w:r>
      <w:r>
        <w:rPr>
          <w:rtl/>
        </w:rPr>
        <w:t xml:space="preserve"> ، </w:t>
      </w:r>
      <w:r w:rsidRPr="00944AEA">
        <w:rPr>
          <w:rtl/>
        </w:rPr>
        <w:t>ولا صبر على سيف</w:t>
      </w:r>
      <w:r>
        <w:rPr>
          <w:rtl/>
        </w:rPr>
        <w:t xml:space="preserve"> ، </w:t>
      </w:r>
    </w:p>
    <w:p w:rsidR="00A87899" w:rsidRDefault="00A87899" w:rsidP="00541E11">
      <w:pPr>
        <w:pStyle w:val="libNormal"/>
        <w:rPr>
          <w:rtl/>
        </w:rPr>
      </w:pPr>
      <w:r>
        <w:rPr>
          <w:rtl/>
        </w:rPr>
        <w:br w:type="page"/>
      </w:r>
      <w:r>
        <w:rPr>
          <w:rtl/>
        </w:rPr>
        <w:lastRenderedPageBreak/>
        <w:t>ولم يذكروا جواب الإمام الحسين (عليه السّلام) لأبي سعيد ، الصحابي الكبير ، ولعلّ الإمام (عليه السّلام) تغافل عن جوابه ، احتراماً لكبر سنّه ، أو تعجّباً منه لعدم تعمقّه في الأُمور ، وعدم تفكيره فيما أصاب الإسلام وما يهدّده من أخطار بقدر ما كان يفكر في سلامة الحسين (عليه السّلام).</w:t>
      </w:r>
    </w:p>
    <w:p w:rsidR="00A87899" w:rsidRDefault="00A87899" w:rsidP="00541E11">
      <w:pPr>
        <w:pStyle w:val="libBold2"/>
        <w:rPr>
          <w:rtl/>
        </w:rPr>
      </w:pPr>
      <w:r w:rsidRPr="00944AEA">
        <w:rPr>
          <w:rtl/>
        </w:rPr>
        <w:t>وقال عبد الله بن عيّاش بن أبي ربيعة</w:t>
      </w:r>
      <w:r>
        <w:rPr>
          <w:rFonts w:hint="cs"/>
          <w:rtl/>
        </w:rPr>
        <w:t xml:space="preserve"> :</w:t>
      </w:r>
    </w:p>
    <w:p w:rsidR="00A87899" w:rsidRDefault="00A87899" w:rsidP="00541E11">
      <w:pPr>
        <w:pStyle w:val="libBold2"/>
        <w:rPr>
          <w:rtl/>
        </w:rPr>
      </w:pPr>
      <w:r w:rsidRPr="00944AEA">
        <w:rPr>
          <w:rtl/>
        </w:rPr>
        <w:t>[ص201]</w:t>
      </w:r>
      <w:r>
        <w:rPr>
          <w:rtl/>
        </w:rPr>
        <w:t xml:space="preserve"> : </w:t>
      </w:r>
      <w:r w:rsidRPr="00944AEA">
        <w:rPr>
          <w:rtl/>
        </w:rPr>
        <w:t>أين تريد يابن فاطمة؟!</w:t>
      </w:r>
      <w:r w:rsidRPr="00944AEA">
        <w:rPr>
          <w:rFonts w:hint="cs"/>
          <w:rtl/>
        </w:rPr>
        <w:t xml:space="preserve"> </w:t>
      </w:r>
      <w:r w:rsidRPr="00944AEA">
        <w:rPr>
          <w:rtl/>
        </w:rPr>
        <w:t>إنّي كاره لوجهك هذا</w:t>
      </w:r>
      <w:r>
        <w:rPr>
          <w:rtl/>
        </w:rPr>
        <w:t xml:space="preserve"> ، </w:t>
      </w:r>
      <w:r w:rsidRPr="00944AEA">
        <w:rPr>
          <w:rtl/>
        </w:rPr>
        <w:t>تخرج إلى قوم قتلوا أباك وطعنوا أخاك حتّى تركهم سخطة وملّة لهم! أُذكّرك الله أن تغرّر بنفسك</w:t>
      </w:r>
      <w:r>
        <w:rPr>
          <w:rtl/>
        </w:rPr>
        <w:t xml:space="preserve"> </w:t>
      </w:r>
      <w:r w:rsidRPr="00541E11">
        <w:rPr>
          <w:rStyle w:val="libFootnotenumChar"/>
          <w:rtl/>
        </w:rPr>
        <w:t>(1)</w:t>
      </w:r>
      <w:r>
        <w:rPr>
          <w:rtl/>
        </w:rPr>
        <w:t>.</w:t>
      </w:r>
    </w:p>
    <w:p w:rsidR="00A87899" w:rsidRDefault="00A87899" w:rsidP="00541E11">
      <w:pPr>
        <w:pStyle w:val="libNormal"/>
        <w:rPr>
          <w:rtl/>
        </w:rPr>
      </w:pPr>
      <w:r>
        <w:rPr>
          <w:rtl/>
        </w:rPr>
        <w:t>ولم يذكروا جواب الإمام (عليه السّلام) هنا أيضاً.</w:t>
      </w:r>
    </w:p>
    <w:p w:rsidR="00A87899" w:rsidRDefault="00A87899" w:rsidP="00541E11">
      <w:pPr>
        <w:pStyle w:val="libBold2"/>
        <w:rPr>
          <w:rtl/>
        </w:rPr>
      </w:pPr>
      <w:r w:rsidRPr="00944AEA">
        <w:rPr>
          <w:rtl/>
        </w:rPr>
        <w:t>وقال أبو واقد الليثي [ص201]</w:t>
      </w:r>
      <w:r>
        <w:rPr>
          <w:rtl/>
        </w:rPr>
        <w:t xml:space="preserve"> : </w:t>
      </w:r>
      <w:r w:rsidRPr="00944AEA">
        <w:rPr>
          <w:rtl/>
        </w:rPr>
        <w:t>بلغني خروج حسين</w:t>
      </w:r>
      <w:r>
        <w:rPr>
          <w:rtl/>
        </w:rPr>
        <w:t xml:space="preserve"> ، </w:t>
      </w:r>
      <w:r w:rsidRPr="00944AEA">
        <w:rPr>
          <w:rtl/>
        </w:rPr>
        <w:t>فأدركته بـ «مَلَل»</w:t>
      </w:r>
      <w:r>
        <w:rPr>
          <w:rtl/>
        </w:rPr>
        <w:t>.</w:t>
      </w:r>
      <w:r w:rsidRPr="00944AEA">
        <w:rPr>
          <w:rtl/>
        </w:rPr>
        <w:t xml:space="preserve"> فناشدته الله أن لا يخرج</w:t>
      </w:r>
      <w:r>
        <w:rPr>
          <w:rtl/>
        </w:rPr>
        <w:t xml:space="preserve"> ، </w:t>
      </w:r>
      <w:r w:rsidRPr="00944AEA">
        <w:rPr>
          <w:rtl/>
        </w:rPr>
        <w:t>فإنّه يخرج في غير وجه خروج</w:t>
      </w:r>
      <w:r>
        <w:rPr>
          <w:rtl/>
        </w:rPr>
        <w:t xml:space="preserve"> ، </w:t>
      </w:r>
      <w:r w:rsidRPr="00944AEA">
        <w:rPr>
          <w:rtl/>
        </w:rPr>
        <w:t>إنّما يقتل نفسه.</w:t>
      </w:r>
    </w:p>
    <w:p w:rsidR="00A87899" w:rsidRPr="00541E11" w:rsidRDefault="00A87899" w:rsidP="00541E11">
      <w:pPr>
        <w:pStyle w:val="libNormal"/>
        <w:rPr>
          <w:rStyle w:val="libBold2Char"/>
          <w:rtl/>
        </w:rPr>
      </w:pPr>
      <w:r>
        <w:rPr>
          <w:rtl/>
        </w:rPr>
        <w:t xml:space="preserve">وقد ذكر جواب الحسين (عليه السّلام) لهذا أنّه قال : «لا أرجع» </w:t>
      </w:r>
      <w:r w:rsidRPr="00541E11">
        <w:rPr>
          <w:rStyle w:val="libFootnotenumChar"/>
          <w:rtl/>
        </w:rPr>
        <w:t>(2)</w:t>
      </w:r>
      <w:r>
        <w:rPr>
          <w:rtl/>
        </w:rPr>
        <w:t>.</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 xml:space="preserve">(1) </w:t>
      </w:r>
      <w:r>
        <w:rPr>
          <w:rtl/>
        </w:rPr>
        <w:t>و (</w:t>
      </w:r>
      <w:r w:rsidRPr="00E7395C">
        <w:rPr>
          <w:rtl/>
        </w:rPr>
        <w:t>2) مختصر تاريخ دمشق ـ لابن منظور 7 / 139.</w:t>
      </w:r>
    </w:p>
    <w:p w:rsidR="00A87899" w:rsidRDefault="00A87899" w:rsidP="00541E11">
      <w:pPr>
        <w:pStyle w:val="libNormal"/>
        <w:rPr>
          <w:rtl/>
        </w:rPr>
      </w:pPr>
      <w:r>
        <w:rPr>
          <w:rtl/>
        </w:rPr>
        <w:br w:type="page"/>
      </w:r>
      <w:r>
        <w:rPr>
          <w:rtl/>
        </w:rPr>
        <w:lastRenderedPageBreak/>
        <w:t>وكتب إليه المِسْوَر بن مخرمة</w:t>
      </w:r>
      <w:r>
        <w:rPr>
          <w:rFonts w:hint="cs"/>
          <w:rtl/>
        </w:rPr>
        <w:t xml:space="preserve"> :</w:t>
      </w:r>
    </w:p>
    <w:p w:rsidR="00A87899" w:rsidRDefault="00A87899" w:rsidP="00541E11">
      <w:pPr>
        <w:pStyle w:val="libNormal"/>
        <w:rPr>
          <w:rtl/>
        </w:rPr>
      </w:pPr>
      <w:r w:rsidRPr="00541E11">
        <w:rPr>
          <w:rStyle w:val="libBold2Char"/>
          <w:rtl/>
        </w:rPr>
        <w:t>[ص202] : إيّاك أن تغترّ بكتب أهل العراق ... إيّاك أن تبرحَ الحرمَ ، فإنّهم إن كانت لهم بك حاجة فسيضربون إليك آباط الإبل حتّى يوافوك فتخرج في قوّة وعدة</w:t>
      </w:r>
      <w:r>
        <w:rPr>
          <w:rtl/>
        </w:rPr>
        <w:t xml:space="preserve"> </w:t>
      </w:r>
      <w:r w:rsidRPr="00541E11">
        <w:rPr>
          <w:rStyle w:val="libFootnotenumChar"/>
          <w:rtl/>
        </w:rPr>
        <w:t>(</w:t>
      </w:r>
      <w:r w:rsidRPr="00541E11">
        <w:rPr>
          <w:rStyle w:val="libFootnotenumChar"/>
          <w:rFonts w:hint="cs"/>
          <w:rtl/>
        </w:rPr>
        <w:t>1</w:t>
      </w:r>
      <w:r w:rsidRPr="00541E11">
        <w:rPr>
          <w:rStyle w:val="libFootnotenumChar"/>
          <w:rtl/>
        </w:rPr>
        <w:t>)</w:t>
      </w:r>
      <w:r>
        <w:rPr>
          <w:rtl/>
        </w:rPr>
        <w:t>.</w:t>
      </w:r>
    </w:p>
    <w:p w:rsidR="00A87899" w:rsidRDefault="00A87899" w:rsidP="00541E11">
      <w:pPr>
        <w:pStyle w:val="libNormal"/>
        <w:rPr>
          <w:rtl/>
        </w:rPr>
      </w:pPr>
      <w:r>
        <w:rPr>
          <w:rtl/>
        </w:rPr>
        <w:t>ويبدو أنّ المِسْوَر كان يعرف السبب الأساس لتوجّه الحسين (عليه السّلام) وخروجه ، وهذا يدلّ على مزيد من الارتباط والتداخل مع قضيّة الحسين (عليه السّلام) ، لكنّه ـ لجهله بمقام إمامة الحسين (عليه السّلام) ـ يتصدّى بهذه اللهجة لتحذيره.</w:t>
      </w:r>
    </w:p>
    <w:p w:rsidR="00A87899" w:rsidRDefault="00A87899" w:rsidP="00541E11">
      <w:pPr>
        <w:pStyle w:val="libNormal"/>
        <w:rPr>
          <w:rtl/>
        </w:rPr>
      </w:pPr>
      <w:r>
        <w:rPr>
          <w:rtl/>
        </w:rPr>
        <w:t xml:space="preserve">ولعدم وجود سوء نيّة عنده يذكر خيانة أهل العراق ، ويقترح على الحسين (عليه السّلام) مخرجاً من التكليف ، وهو أن يترك العراقيّين ليقدموا بأنفسهم إلى الخروج إلى الحسين (عليه السّلام) ، وهذه نصيحة مشفق ، متفهّم لجوانب من الحقيقة وإن خفي عليه لبّها وجوهرها ، ولذلك نجد أن الحسين (عليه السّلام) كان ليّناً في جوابه ، فجزّاه خيراً وقال : «أستخير الله في ذلك» </w:t>
      </w:r>
      <w:r w:rsidRPr="00541E11">
        <w:rPr>
          <w:rStyle w:val="libFootnotenumChar"/>
          <w:rtl/>
        </w:rPr>
        <w:t>(</w:t>
      </w:r>
      <w:r w:rsidRPr="00541E11">
        <w:rPr>
          <w:rStyle w:val="libFootnotenumChar"/>
          <w:rFonts w:hint="cs"/>
          <w:rtl/>
        </w:rPr>
        <w:t>2</w:t>
      </w:r>
      <w:r w:rsidRPr="00541E11">
        <w:rPr>
          <w:rStyle w:val="libFootnotenumChar"/>
          <w:rtl/>
        </w:rPr>
        <w:t>)</w:t>
      </w:r>
      <w:r>
        <w:rPr>
          <w:rtl/>
        </w:rPr>
        <w:t>.</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w:t>
      </w:r>
      <w:r>
        <w:rPr>
          <w:rFonts w:hint="cs"/>
          <w:rtl/>
        </w:rPr>
        <w:t>1</w:t>
      </w:r>
      <w:r w:rsidRPr="00E7395C">
        <w:rPr>
          <w:rtl/>
        </w:rPr>
        <w:t xml:space="preserve">) </w:t>
      </w:r>
      <w:r>
        <w:rPr>
          <w:rtl/>
        </w:rPr>
        <w:t>و (</w:t>
      </w:r>
      <w:r>
        <w:rPr>
          <w:rFonts w:hint="cs"/>
          <w:rtl/>
        </w:rPr>
        <w:t>2</w:t>
      </w:r>
      <w:r w:rsidRPr="00E7395C">
        <w:rPr>
          <w:rtl/>
        </w:rPr>
        <w:t>) مختصر تاريخ دمشق ـ لابن منظور 7 / 140.</w:t>
      </w:r>
    </w:p>
    <w:p w:rsidR="00A87899" w:rsidRDefault="00A87899" w:rsidP="00541E11">
      <w:pPr>
        <w:pStyle w:val="libNormal"/>
        <w:rPr>
          <w:rtl/>
        </w:rPr>
      </w:pPr>
      <w:r w:rsidRPr="00E7395C">
        <w:rPr>
          <w:rtl/>
        </w:rPr>
        <w:br w:type="page"/>
      </w:r>
      <w:r>
        <w:rPr>
          <w:rtl/>
        </w:rPr>
        <w:lastRenderedPageBreak/>
        <w:t>وكتبت إليه عمرة بنت عبد الرحمن تعظّم عليه ما يريد أن يصنع ، وتأمره بالطاعة ولزوم الجماعة ، وتخبره أنَّه إنّما يُساق الى مصرعه ، وتخبره وتقول</w:t>
      </w:r>
      <w:r>
        <w:rPr>
          <w:rFonts w:hint="cs"/>
          <w:rtl/>
        </w:rPr>
        <w:t xml:space="preserve"> :</w:t>
      </w:r>
    </w:p>
    <w:p w:rsidR="00A87899" w:rsidRDefault="00A87899" w:rsidP="00541E11">
      <w:pPr>
        <w:pStyle w:val="libNormal"/>
        <w:rPr>
          <w:rtl/>
        </w:rPr>
      </w:pPr>
      <w:r>
        <w:rPr>
          <w:rtl/>
        </w:rPr>
        <w:t>[</w:t>
      </w:r>
      <w:r w:rsidRPr="00541E11">
        <w:rPr>
          <w:rStyle w:val="libBold2Char"/>
          <w:rtl/>
        </w:rPr>
        <w:t>ص202] : أشهدُ لحدّثتني عائشة أنّها سمعتْ رسول الله (صلّى الله عليه وآله) يقول : «يُقتل حسين بأرض بابل»</w:t>
      </w:r>
      <w:r>
        <w:rPr>
          <w:rtl/>
        </w:rPr>
        <w:t xml:space="preserve"> </w:t>
      </w:r>
      <w:r w:rsidRPr="00541E11">
        <w:rPr>
          <w:rStyle w:val="libFootnotenumChar"/>
          <w:rtl/>
        </w:rPr>
        <w:t>(1)</w:t>
      </w:r>
      <w:r>
        <w:rPr>
          <w:rtl/>
        </w:rPr>
        <w:t>.</w:t>
      </w:r>
    </w:p>
    <w:p w:rsidR="00A87899" w:rsidRDefault="00A87899" w:rsidP="00541E11">
      <w:pPr>
        <w:pStyle w:val="libNormal"/>
        <w:rPr>
          <w:rtl/>
        </w:rPr>
      </w:pPr>
      <w:r>
        <w:rPr>
          <w:rtl/>
        </w:rPr>
        <w:t>إن تدخّل هذه المرأة في الأمر غريب ، والنساء الأكبر منها قدراً والأكثر منها معرفة وحديثاً حاضرات ، والأغرب أنّها «تأمر» الإمام (عليه السّلام) «بالطاعة ولزوم الجماعة» ، وهذه اللغة إنّما هي لغة الدولة ورجالها والمندفعين لها ، ولا أستبعد أن يكون وراء تحريك هذه ـ وهي ربيبة عائشة والراوية لحديثها ـ أيد عميلة للدولة.</w:t>
      </w:r>
    </w:p>
    <w:p w:rsidR="00A87899" w:rsidRDefault="00A87899" w:rsidP="00541E11">
      <w:pPr>
        <w:pStyle w:val="libNormal"/>
        <w:rPr>
          <w:rtl/>
        </w:rPr>
      </w:pPr>
      <w:r>
        <w:rPr>
          <w:rtl/>
        </w:rPr>
        <w:t>وقد كان جواب الإمام (عليه السّلام) لها إلزامها بما رَوَتْ ، فلما قَرأ كتابها قال : «فلا بُدّ لي إذاً من مَصْرعي» ، ومضى (عليه السّلام).</w:t>
      </w:r>
    </w:p>
    <w:p w:rsidR="00A87899" w:rsidRDefault="00A87899" w:rsidP="00541E11">
      <w:pPr>
        <w:pStyle w:val="libNormal"/>
        <w:rPr>
          <w:rtl/>
        </w:rPr>
      </w:pPr>
      <w:r>
        <w:rPr>
          <w:rtl/>
        </w:rPr>
        <w:t xml:space="preserve">وأتاه أبو بكر بن عبد الرحمن بن الحارث بن هشام ، فقال [ص202] : إنّ الرحم تُصارّني </w:t>
      </w:r>
      <w:r w:rsidRPr="00541E11">
        <w:rPr>
          <w:rStyle w:val="libFootnotenumChar"/>
          <w:rtl/>
        </w:rPr>
        <w:t>(2)</w:t>
      </w:r>
      <w:r>
        <w:rPr>
          <w:rtl/>
        </w:rPr>
        <w:t xml:space="preserve"> عليك ، وما أدري كيف أنا عندك في النصيحة لك؟</w:t>
      </w:r>
    </w:p>
    <w:p w:rsidR="00A87899" w:rsidRDefault="00A87899" w:rsidP="00541E11">
      <w:pPr>
        <w:pStyle w:val="libNormal"/>
        <w:rPr>
          <w:rtl/>
        </w:rPr>
      </w:pPr>
      <w:r>
        <w:rPr>
          <w:rtl/>
        </w:rPr>
        <w:t>قال (عليه السّلام) : «يا أبا بكر ، ما أنت ممّن يُستغشَّ ولا يُتَّهم ، فقل».</w:t>
      </w:r>
    </w:p>
    <w:p w:rsidR="00A87899" w:rsidRDefault="00A87899" w:rsidP="00541E11">
      <w:pPr>
        <w:pStyle w:val="libNormal"/>
        <w:rPr>
          <w:rtl/>
        </w:rPr>
      </w:pPr>
      <w:r>
        <w:rPr>
          <w:rtl/>
        </w:rPr>
        <w:t xml:space="preserve">قال : قد رأيتَ ما صنع أهل العراق بأبيك وبأخيك ، وأنت تريد أن تسير إليهم ، وهم عبيد الدنيا ، فيقاتلك مَنْ قد وعدك أن ينصرك ، ويخذلك من أنت أحبّ إليه ممّن ينصر ، فاذكّرك الله في نفسك </w:t>
      </w:r>
      <w:r w:rsidRPr="00541E11">
        <w:rPr>
          <w:rStyle w:val="libFootnotenumChar"/>
          <w:rtl/>
        </w:rPr>
        <w:t>(3)</w:t>
      </w:r>
      <w:r>
        <w:rPr>
          <w:rtl/>
        </w:rPr>
        <w:t>.</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(1) مختصر تاريخ دمشق ـ لابن منظور 7 / 140.</w:t>
      </w:r>
    </w:p>
    <w:p w:rsidR="00A87899" w:rsidRPr="00E7395C" w:rsidRDefault="00A87899" w:rsidP="00541E11">
      <w:pPr>
        <w:pStyle w:val="libFootnote0"/>
        <w:rPr>
          <w:rtl/>
        </w:rPr>
      </w:pPr>
      <w:r w:rsidRPr="00E7395C">
        <w:rPr>
          <w:rtl/>
        </w:rPr>
        <w:t>(2) في مختصر تاريخ دمشق لابن منظور</w:t>
      </w:r>
      <w:r>
        <w:rPr>
          <w:rtl/>
        </w:rPr>
        <w:t xml:space="preserve"> : </w:t>
      </w:r>
      <w:r w:rsidRPr="00E7395C">
        <w:rPr>
          <w:rtl/>
        </w:rPr>
        <w:t>تظارُّني.</w:t>
      </w:r>
    </w:p>
    <w:p w:rsidR="00A87899" w:rsidRDefault="00A87899" w:rsidP="00541E11">
      <w:pPr>
        <w:pStyle w:val="libFootnote0"/>
        <w:rPr>
          <w:rtl/>
        </w:rPr>
      </w:pPr>
      <w:r w:rsidRPr="00E7395C">
        <w:rPr>
          <w:rtl/>
        </w:rPr>
        <w:t>(3) مختصر تاريخ دمشق ـ لابن منظور 7 / 141.</w:t>
      </w:r>
    </w:p>
    <w:p w:rsidR="00A87899" w:rsidRDefault="00A87899" w:rsidP="00541E11">
      <w:pPr>
        <w:pStyle w:val="libNormal"/>
        <w:rPr>
          <w:rtl/>
        </w:rPr>
      </w:pPr>
      <w:r>
        <w:rPr>
          <w:rtl/>
        </w:rPr>
        <w:br w:type="page"/>
      </w:r>
      <w:r>
        <w:rPr>
          <w:rtl/>
        </w:rPr>
        <w:lastRenderedPageBreak/>
        <w:t>إنّ أبا بكر ـ حسب النصّ عن الحسين (عليه السّلام) ـ ليس هو متّهماً ، ولا يتوقع منه الغش كما يُتّهم غيره من «الناصحين» ، ثم يبدو أنّه إنسان بعيد النظر ، حيث تنبّأ بأُمور أصبحت حقيقةً ، فيبدو أنّه كان مخلصاً في نصحه ، ولذلك كان جواب الإمام الحسين (عليه السّلام) له أن قال :</w:t>
      </w:r>
    </w:p>
    <w:p w:rsidR="00A87899" w:rsidRPr="00944AEA" w:rsidRDefault="00A87899" w:rsidP="00541E11">
      <w:pPr>
        <w:pStyle w:val="libBold2"/>
        <w:rPr>
          <w:rtl/>
        </w:rPr>
      </w:pPr>
      <w:r w:rsidRPr="00944AEA">
        <w:rPr>
          <w:rtl/>
        </w:rPr>
        <w:t>[ص202] «جزاك الله يابن عمّ خيراً</w:t>
      </w:r>
      <w:r>
        <w:rPr>
          <w:rtl/>
        </w:rPr>
        <w:t xml:space="preserve"> ، </w:t>
      </w:r>
      <w:r w:rsidRPr="00944AEA">
        <w:rPr>
          <w:rtl/>
        </w:rPr>
        <w:t>فقد أجتهدت رأيك</w:t>
      </w:r>
      <w:r>
        <w:rPr>
          <w:rtl/>
        </w:rPr>
        <w:t xml:space="preserve"> ، </w:t>
      </w:r>
      <w:r w:rsidRPr="00944AEA">
        <w:rPr>
          <w:rtl/>
        </w:rPr>
        <w:t>ومهما يقضِ الله من أمر يكنْ».</w:t>
      </w:r>
    </w:p>
    <w:p w:rsidR="00A87899" w:rsidRDefault="00A87899" w:rsidP="00541E11">
      <w:pPr>
        <w:pStyle w:val="libNormal"/>
        <w:rPr>
          <w:rtl/>
        </w:rPr>
      </w:pPr>
      <w:r>
        <w:rPr>
          <w:rtl/>
        </w:rPr>
        <w:t>وكتب إليه عبد الله بن جعفر بن أبي طالب كتاباً يحذّره أهل الكوفة ، ويُناشده الله أن يشخص إليهم ، فكتب إليه الحسين (عليه السّلام)</w:t>
      </w:r>
    </w:p>
    <w:p w:rsidR="00A87899" w:rsidRDefault="00A87899" w:rsidP="00541E11">
      <w:pPr>
        <w:pStyle w:val="libNormal"/>
        <w:rPr>
          <w:rtl/>
        </w:rPr>
      </w:pPr>
      <w:r w:rsidRPr="00541E11">
        <w:rPr>
          <w:rStyle w:val="libBold2Char"/>
          <w:rtl/>
        </w:rPr>
        <w:t>[ص202] : «إنّي رأيتُ رؤيا ، ورأيت فيها رسول الله (صلّى الله عليه وآله) ، وأمرني بأمر أنا ماضٍ له ، ولستُ بمخبر بها أحداً حتّى أُلاقي عملي»</w:t>
      </w:r>
      <w:r>
        <w:rPr>
          <w:rtl/>
        </w:rPr>
        <w:t xml:space="preserve"> </w:t>
      </w:r>
      <w:r w:rsidRPr="00541E11">
        <w:rPr>
          <w:rStyle w:val="libFootnotenumChar"/>
          <w:rtl/>
        </w:rPr>
        <w:t>(1)</w:t>
      </w:r>
      <w:r>
        <w:rPr>
          <w:rtl/>
        </w:rPr>
        <w:t>.</w:t>
      </w:r>
    </w:p>
    <w:p w:rsidR="00A87899" w:rsidRDefault="00A87899" w:rsidP="00541E11">
      <w:pPr>
        <w:pStyle w:val="libNormal"/>
        <w:rPr>
          <w:rtl/>
        </w:rPr>
      </w:pPr>
      <w:r>
        <w:rPr>
          <w:rtl/>
        </w:rPr>
        <w:t>وكتب إليه عمرو بن سعيد بن العاص [ص202 ـ 203] : إنّي أسأل الله أن يُلهمك رُشدك ، وأن يصرفك عمّا يُرديك ، بلغني أنّك قد اعتزمت على الشخوصَ إلى العراق ، فإنّي أُعيذك بالله من الشقاق ، فإنْ كنتَ خائفاً فأقبلْ إليّ فلك عندي الأمانُ والبرّ والصلة.</w:t>
      </w:r>
    </w:p>
    <w:p w:rsidR="00A87899" w:rsidRDefault="00A87899" w:rsidP="00541E11">
      <w:pPr>
        <w:pStyle w:val="libNormal"/>
        <w:rPr>
          <w:rtl/>
        </w:rPr>
      </w:pPr>
      <w:r>
        <w:rPr>
          <w:rtl/>
        </w:rPr>
        <w:t>وعمرو هذا من الأُمراء الأقوياء في فلك الحكام ، وذو عدّة وعَدَد ، ويبدو من كتابه أنّه على ثقة من نفسه ، وأنّه إنّما كتب الكتاب مستقلاً ، وأمّا نيّته فلا يبعد أن يكون قد فكّر في التخلّص من الحسين (عليه السّلام) وحركته بنحو سلمي ، لأنّه كان ممّن يرشَّح نفسه للحكم ، أو هو محسوب على الحكم ولا يحبّ أن يتورّط في مواجهة مع الحسين (عليه السّلام) ، ومع هذا فهو جاهل بكلّ الموازين والمصطلحات الإسلاميّة ، فهو يحذّر الإمام من «الشقاق» ثمّ هو يُحاول أن يُطمع الحسين (عليه السّلام) في الأمان والبرّ والصلة.</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مختصر تاريخ دمشق ـ لابن منظور 7 / 141.</w:t>
      </w:r>
    </w:p>
    <w:p w:rsidR="00A87899" w:rsidRDefault="00A87899" w:rsidP="00541E11">
      <w:pPr>
        <w:pStyle w:val="libNormal"/>
        <w:rPr>
          <w:rtl/>
        </w:rPr>
      </w:pPr>
      <w:r w:rsidRPr="00E7395C">
        <w:rPr>
          <w:rtl/>
        </w:rPr>
        <w:br w:type="page"/>
      </w:r>
      <w:r>
        <w:rPr>
          <w:rtl/>
        </w:rPr>
        <w:lastRenderedPageBreak/>
        <w:t>وقد كتب إليه الحسين (عليه السّلام) جواباً مُناسباً هذا نصّه</w:t>
      </w:r>
      <w:r>
        <w:rPr>
          <w:rFonts w:hint="cs"/>
          <w:rtl/>
        </w:rPr>
        <w:t xml:space="preserve"> :</w:t>
      </w:r>
    </w:p>
    <w:p w:rsidR="00A87899" w:rsidRPr="00944AEA" w:rsidRDefault="00A87899" w:rsidP="00541E11">
      <w:pPr>
        <w:pStyle w:val="libBold2"/>
        <w:rPr>
          <w:rtl/>
        </w:rPr>
      </w:pPr>
      <w:r w:rsidRPr="00944AEA">
        <w:rPr>
          <w:rtl/>
        </w:rPr>
        <w:t>[ص203]</w:t>
      </w:r>
      <w:r>
        <w:rPr>
          <w:rtl/>
        </w:rPr>
        <w:t xml:space="preserve"> : </w:t>
      </w:r>
      <w:r w:rsidRPr="00944AEA">
        <w:rPr>
          <w:rtl/>
        </w:rPr>
        <w:t>«إن كنتَ أردتَ بكتابكَ إليَّ برّي وصلتي</w:t>
      </w:r>
      <w:r>
        <w:rPr>
          <w:rtl/>
        </w:rPr>
        <w:t xml:space="preserve"> ، </w:t>
      </w:r>
      <w:r w:rsidRPr="00944AEA">
        <w:rPr>
          <w:rtl/>
        </w:rPr>
        <w:t>فجُزيتَ خيراً في الدنيا والآخرة</w:t>
      </w:r>
      <w:r>
        <w:rPr>
          <w:rtl/>
        </w:rPr>
        <w:t>.</w:t>
      </w:r>
    </w:p>
    <w:p w:rsidR="00A87899" w:rsidRDefault="00A87899" w:rsidP="00541E11">
      <w:pPr>
        <w:pStyle w:val="libNormal0"/>
        <w:rPr>
          <w:rtl/>
        </w:rPr>
      </w:pPr>
      <w:r>
        <w:rPr>
          <w:rtl/>
        </w:rPr>
        <w:t>وإنّه لم يُشاقق مَنْ دعا إلى الله وعمل صالحاً وقال : إنّني من المسلمين.</w:t>
      </w:r>
    </w:p>
    <w:p w:rsidR="00A87899" w:rsidRDefault="00A87899" w:rsidP="00541E11">
      <w:pPr>
        <w:pStyle w:val="libNormal"/>
        <w:rPr>
          <w:rtl/>
        </w:rPr>
      </w:pPr>
      <w:r>
        <w:rPr>
          <w:rtl/>
        </w:rPr>
        <w:t xml:space="preserve">وخير الأمانِ أمانُ الله ، ولم يؤمِنِ الله من لم يَخَفْهُ في الدنيا ، فنسأل الله مخافةً في الدنيا توجب لنا أمانَ الآخرة عنده» </w:t>
      </w:r>
      <w:r w:rsidRPr="00541E11">
        <w:rPr>
          <w:rStyle w:val="libFootnotenumChar"/>
          <w:rtl/>
        </w:rPr>
        <w:t>(1)</w:t>
      </w:r>
      <w:r>
        <w:rPr>
          <w:rtl/>
        </w:rPr>
        <w:t>.</w:t>
      </w:r>
    </w:p>
    <w:p w:rsidR="00A87899" w:rsidRDefault="00A87899" w:rsidP="00541E11">
      <w:pPr>
        <w:pStyle w:val="libNormal"/>
        <w:rPr>
          <w:rtl/>
        </w:rPr>
      </w:pPr>
      <w:r>
        <w:rPr>
          <w:rtl/>
        </w:rPr>
        <w:t>ومن العِبَرِ أنّ عمراً هذا اغترّ بأمان خلفاء بني أُميّة ، فغدروا به ، وقطّعوه بالسيوف ، ولم ينفعه أهله وعشيرته ، فخسر أمان الدنيا وأمان الآخرة.</w:t>
      </w:r>
    </w:p>
    <w:p w:rsidR="00A87899" w:rsidRDefault="00A87899" w:rsidP="00541E11">
      <w:pPr>
        <w:pStyle w:val="libNormal"/>
        <w:rPr>
          <w:rtl/>
        </w:rPr>
      </w:pPr>
      <w:r>
        <w:rPr>
          <w:rtl/>
        </w:rPr>
        <w:t>ويبقى من الناصحين العبادلة : ابن عبّاس ، وابن عمرو ، وابن الزبير ، وابن عمر ، أمّا ابن عبّاس فلو صحّت الرواية فإنّ يزيد بن معاوية دفعه على التحرّك في هذا المجال ، وكتبَ إليه يخبره بخروج الحسين (عليه السّلام) إلى مكّة ، وقال له</w:t>
      </w:r>
      <w:r>
        <w:rPr>
          <w:rFonts w:hint="cs"/>
          <w:rtl/>
        </w:rPr>
        <w:t xml:space="preserve"> :</w:t>
      </w:r>
    </w:p>
    <w:p w:rsidR="00A87899" w:rsidRPr="00D27EAF" w:rsidRDefault="00A87899" w:rsidP="00541E11">
      <w:pPr>
        <w:pStyle w:val="libBold2"/>
        <w:rPr>
          <w:rtl/>
        </w:rPr>
      </w:pPr>
      <w:r w:rsidRPr="00D27EAF">
        <w:rPr>
          <w:rtl/>
        </w:rPr>
        <w:t>[203] : ... وأنت كبير أهل بيتك</w:t>
      </w:r>
      <w:r>
        <w:rPr>
          <w:rtl/>
        </w:rPr>
        <w:t xml:space="preserve"> ، </w:t>
      </w:r>
      <w:r w:rsidRPr="00D27EAF">
        <w:rPr>
          <w:rtl/>
        </w:rPr>
        <w:t>والمنظور إليه</w:t>
      </w:r>
      <w:r>
        <w:rPr>
          <w:rtl/>
        </w:rPr>
        <w:t xml:space="preserve"> ، </w:t>
      </w:r>
      <w:r w:rsidRPr="00D27EAF">
        <w:rPr>
          <w:rtl/>
        </w:rPr>
        <w:t>فاكْفُفْه عن السعي في الفُرقة.</w:t>
      </w:r>
    </w:p>
    <w:p w:rsidR="00A87899" w:rsidRDefault="00A87899" w:rsidP="00541E11">
      <w:pPr>
        <w:pStyle w:val="libNormal"/>
        <w:rPr>
          <w:rtl/>
        </w:rPr>
      </w:pPr>
      <w:r>
        <w:rPr>
          <w:rtl/>
        </w:rPr>
        <w:t>وتقول الرواية : إنّ ابن عبّاس أجاب يزيد ، فكتب إليه : إنّي لأرجو أن لا يكون خروج الحسين لأمر تكرهه ، ولستُ أدع النصيحة له في كلّ ما يجمع الله به الأُلفة وتُطفأ به النائرة.</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مختصر تاريخ دمشق ـ لابن منظور 7 / 141.</w:t>
      </w:r>
    </w:p>
    <w:p w:rsidR="00A87899" w:rsidRDefault="00A87899" w:rsidP="00541E11">
      <w:pPr>
        <w:pStyle w:val="libNormal"/>
        <w:rPr>
          <w:rtl/>
        </w:rPr>
      </w:pPr>
      <w:r w:rsidRPr="00E7395C">
        <w:rPr>
          <w:rtl/>
        </w:rPr>
        <w:br w:type="page"/>
      </w:r>
      <w:r>
        <w:rPr>
          <w:rtl/>
        </w:rPr>
        <w:lastRenderedPageBreak/>
        <w:t>وتقول الرواية : ودخل عبد الله بن العبّاس على الحسين (عليه السّلام) فكلّمه ليلاً طويلاً.</w:t>
      </w:r>
    </w:p>
    <w:p w:rsidR="00A87899" w:rsidRPr="00D27EAF" w:rsidRDefault="00A87899" w:rsidP="00541E11">
      <w:pPr>
        <w:pStyle w:val="libBold2"/>
        <w:rPr>
          <w:rtl/>
        </w:rPr>
      </w:pPr>
      <w:r w:rsidRPr="00D27EAF">
        <w:rPr>
          <w:rtl/>
        </w:rPr>
        <w:t>وقال [ص204] : أنشدك الله أن تهلك غداً بحال مضيعة</w:t>
      </w:r>
      <w:r>
        <w:rPr>
          <w:rtl/>
        </w:rPr>
        <w:t xml:space="preserve"> ، </w:t>
      </w:r>
      <w:r w:rsidRPr="00D27EAF">
        <w:rPr>
          <w:rtl/>
        </w:rPr>
        <w:t>لا تأتِ العراقَ</w:t>
      </w:r>
      <w:r>
        <w:rPr>
          <w:rtl/>
        </w:rPr>
        <w:t xml:space="preserve"> ، </w:t>
      </w:r>
      <w:r w:rsidRPr="00D27EAF">
        <w:rPr>
          <w:rtl/>
        </w:rPr>
        <w:t>وإن كنتَ لا بُدّ فاعلاً فأقم حتّى ينقضي الموسم</w:t>
      </w:r>
      <w:r>
        <w:rPr>
          <w:rtl/>
        </w:rPr>
        <w:t xml:space="preserve"> ، </w:t>
      </w:r>
      <w:r w:rsidRPr="00D27EAF">
        <w:rPr>
          <w:rtl/>
        </w:rPr>
        <w:t>وتلقى النّاسَ وتعلم على ما يصدرون</w:t>
      </w:r>
      <w:r>
        <w:rPr>
          <w:rtl/>
        </w:rPr>
        <w:t xml:space="preserve"> ، </w:t>
      </w:r>
      <w:r w:rsidRPr="00D27EAF">
        <w:rPr>
          <w:rtl/>
        </w:rPr>
        <w:t>ثمّ ترى رأيك.</w:t>
      </w:r>
    </w:p>
    <w:p w:rsidR="00A87899" w:rsidRDefault="00A87899" w:rsidP="00541E11">
      <w:pPr>
        <w:pStyle w:val="libNormal"/>
        <w:rPr>
          <w:rtl/>
        </w:rPr>
      </w:pPr>
      <w:r>
        <w:rPr>
          <w:rtl/>
        </w:rPr>
        <w:t>وتحدّد الرواية تاريخ هذا الحديث في عشر ذي الحجّة سنة ستّين.</w:t>
      </w:r>
    </w:p>
    <w:p w:rsidR="00A87899" w:rsidRDefault="00A87899" w:rsidP="00541E11">
      <w:pPr>
        <w:pStyle w:val="libNormal"/>
        <w:rPr>
          <w:rtl/>
        </w:rPr>
      </w:pPr>
      <w:r>
        <w:rPr>
          <w:rtl/>
        </w:rPr>
        <w:t>وتقول الرواية : فأبى الحسين إلاّ أن يمضي إلى العراق ، وقال لابن عبّاس :</w:t>
      </w:r>
    </w:p>
    <w:p w:rsidR="00A87899" w:rsidRDefault="00A87899" w:rsidP="00541E11">
      <w:pPr>
        <w:pStyle w:val="libNormal"/>
        <w:rPr>
          <w:rtl/>
        </w:rPr>
      </w:pPr>
      <w:r>
        <w:rPr>
          <w:rtl/>
        </w:rPr>
        <w:t>«</w:t>
      </w:r>
      <w:r w:rsidRPr="00541E11">
        <w:rPr>
          <w:rStyle w:val="libBold2Char"/>
          <w:rtl/>
        </w:rPr>
        <w:t>يابن العبّاس ، إنّك شيخ قد كبُرت</w:t>
      </w:r>
      <w:r>
        <w:rPr>
          <w:rtl/>
        </w:rPr>
        <w:t xml:space="preserve">» </w:t>
      </w:r>
      <w:r w:rsidRPr="00541E11">
        <w:rPr>
          <w:rStyle w:val="libFootnotenumChar"/>
          <w:rtl/>
        </w:rPr>
        <w:t>(1)</w:t>
      </w:r>
      <w:r>
        <w:rPr>
          <w:rtl/>
        </w:rPr>
        <w:t>. ثمّ خرج عبد الله من عند الإمام (عليه السّلام) وهو مغضب.</w:t>
      </w:r>
    </w:p>
    <w:p w:rsidR="00A87899" w:rsidRDefault="00A87899" w:rsidP="00541E11">
      <w:pPr>
        <w:pStyle w:val="libNormal"/>
        <w:rPr>
          <w:rtl/>
        </w:rPr>
      </w:pPr>
      <w:r>
        <w:rPr>
          <w:rtl/>
        </w:rPr>
        <w:t>ولو صحّت الروايةُ فإنّ إقدام ابن عبّاس على هذا العمل ، وانبعاثه ببعث يزيد ، وأُطروحته بتأخير الحركة ، وسائر كلامه يدلّ على تناسي ابن عبّاس لمقام الحسين (عليه السّلام) في العلم والإمامة ، وعلى بُعده عن الأحداث ، فكان جواب الحسين (عليه السّلام) بأنّه «شيخ قد كبر» تعبيراً هادئاً عن فقده للذاكرة ، وقوّة الحدس ، وما اتصّف به ابن عبّاس من الذكاء طول حياته الماضية والتي كشفتْ عنها مواقفُه السامية ، مع أنّ الإمام الحسين (عليه السّلام) ذكر لابن عبّاس أمراً جعله يهدأ ، وهو قوله له</w:t>
      </w:r>
      <w:r>
        <w:rPr>
          <w:rFonts w:hint="cs"/>
          <w:rtl/>
        </w:rPr>
        <w:t xml:space="preserve"> :</w:t>
      </w:r>
    </w:p>
    <w:p w:rsidR="00A87899" w:rsidRPr="00D27EAF" w:rsidRDefault="00A87899" w:rsidP="00541E11">
      <w:pPr>
        <w:pStyle w:val="libBold2"/>
        <w:rPr>
          <w:rtl/>
        </w:rPr>
      </w:pPr>
      <w:r w:rsidRPr="00D27EAF">
        <w:rPr>
          <w:rtl/>
        </w:rPr>
        <w:t>[ص204] : «لأن أُقتلَ بمكان كذا وكذا أحبُّ إليّ أن تستحلّ بي»</w:t>
      </w:r>
      <w:r>
        <w:rPr>
          <w:rtl/>
        </w:rPr>
        <w:t xml:space="preserve"> ، </w:t>
      </w:r>
      <w:r w:rsidRPr="00D27EAF">
        <w:rPr>
          <w:rtl/>
        </w:rPr>
        <w:t>يعني مكّة.</w:t>
      </w:r>
    </w:p>
    <w:p w:rsidR="00A87899" w:rsidRDefault="00A87899" w:rsidP="00541E11">
      <w:pPr>
        <w:pStyle w:val="libNormal"/>
        <w:rPr>
          <w:rtl/>
        </w:rPr>
      </w:pPr>
      <w:r>
        <w:rPr>
          <w:rtl/>
        </w:rPr>
        <w:t xml:space="preserve">فبَكى ابن عبّاس ، وكان يقول : فذاك الذي سلا بنفسي عنه </w:t>
      </w:r>
      <w:r w:rsidRPr="00541E11">
        <w:rPr>
          <w:rStyle w:val="libFootnotenumChar"/>
          <w:rtl/>
        </w:rPr>
        <w:t>(2)</w:t>
      </w:r>
      <w:r>
        <w:rPr>
          <w:rtl/>
        </w:rPr>
        <w:t xml:space="preserve"> ، وهذا ما يُبعد كل ما احتوته تلك الرواية ، ولعل الرواة خلطوا بين ابن الزبير وابن عبّاس ، ولو كان يزيد تمكّن من تحريك شيخ بني هاشم في تنفيذ ما يُريد ، فكيف لغيره من البُلهاء والمغفَّلين ، أو البسطاء والمستأجرين؟!</w:t>
      </w:r>
    </w:p>
    <w:p w:rsidR="00A87899" w:rsidRDefault="00A87899" w:rsidP="00541E11">
      <w:pPr>
        <w:pStyle w:val="libNormal"/>
        <w:rPr>
          <w:rtl/>
        </w:rPr>
      </w:pPr>
      <w:r>
        <w:rPr>
          <w:rtl/>
        </w:rPr>
        <w:t xml:space="preserve">وأمّا ابن عمرو بن العاص فلم تُؤثر عنه كلمة في «الناصحين» ، إلاّ أنّه قال لمّا سُئل عن الحسين (عليه السّلام) ومخرجه [ص206] : أما إنّه لا يَحِيْكُ فيه السلاحُ </w:t>
      </w:r>
      <w:r w:rsidRPr="00541E11">
        <w:rPr>
          <w:rStyle w:val="libFootnotenumChar"/>
          <w:rtl/>
        </w:rPr>
        <w:t>(3)</w:t>
      </w:r>
      <w:r>
        <w:rPr>
          <w:rtl/>
        </w:rPr>
        <w:t>.</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 xml:space="preserve">(1) </w:t>
      </w:r>
      <w:r>
        <w:rPr>
          <w:rtl/>
        </w:rPr>
        <w:t>و (</w:t>
      </w:r>
      <w:r w:rsidRPr="00E7395C">
        <w:rPr>
          <w:rtl/>
        </w:rPr>
        <w:t>2) مختصر تاريخ دمشق ـ لابن منظور 7 / 142.</w:t>
      </w:r>
    </w:p>
    <w:p w:rsidR="00A87899" w:rsidRDefault="00A87899" w:rsidP="00541E11">
      <w:pPr>
        <w:pStyle w:val="libFootnote0"/>
        <w:rPr>
          <w:rtl/>
        </w:rPr>
      </w:pPr>
      <w:r w:rsidRPr="00E7395C">
        <w:rPr>
          <w:rtl/>
        </w:rPr>
        <w:t>(3) مختصر تاريخ دمشق ـ لابن منظور 7 / 144.</w:t>
      </w:r>
    </w:p>
    <w:p w:rsidR="00A87899" w:rsidRDefault="00A87899" w:rsidP="00541E11">
      <w:pPr>
        <w:pStyle w:val="libNormal"/>
        <w:rPr>
          <w:rtl/>
        </w:rPr>
      </w:pPr>
      <w:r w:rsidRPr="00E7395C">
        <w:rPr>
          <w:rtl/>
        </w:rPr>
        <w:br w:type="page"/>
      </w:r>
      <w:r>
        <w:rPr>
          <w:rtl/>
        </w:rPr>
        <w:lastRenderedPageBreak/>
        <w:t>ومعنى كلامه أنّه لا يضرّه القتل مع سوابقه في الإسلام ، لكنّ الفرزدقَ الشاعرَ استشعر من الكلام دلالةً أُخرى ، ولعلّه عدّها تشجيعاً على الخروج ، وتأييداً له وحثّاً عليه حتّى عدّ ذلك من ابن العاص نفاقاً وخبثاً.</w:t>
      </w:r>
    </w:p>
    <w:p w:rsidR="00A87899" w:rsidRDefault="00A87899" w:rsidP="00541E11">
      <w:pPr>
        <w:pStyle w:val="libNormal"/>
        <w:rPr>
          <w:rtl/>
        </w:rPr>
      </w:pPr>
      <w:r>
        <w:rPr>
          <w:rtl/>
        </w:rPr>
        <w:t>وأمّا ابن الزبير فقد حشره بعض المؤرّخين في «الناصحين» ، وإنْ صحّت الرواية بذلك فهو بلا ريب ممّن «يُستغشُّ» في نُصحه ، لأنّه هو الذي شبّ على عداء أهل البيت النبويّ (عليهم السّلام) ، ودفع أباه في اُتون حرب الجمل ، ووقف مع عائشة خالته في وجه العدالة.</w:t>
      </w:r>
    </w:p>
    <w:p w:rsidR="00A87899" w:rsidRDefault="00A87899" w:rsidP="00541E11">
      <w:pPr>
        <w:pStyle w:val="libNormal"/>
        <w:rPr>
          <w:rtl/>
        </w:rPr>
      </w:pPr>
      <w:r>
        <w:rPr>
          <w:rtl/>
        </w:rPr>
        <w:t xml:space="preserve">ولقد أبدى حقده وسريرة نفسه لمّا استولى على الحكم في مكّة ، فكان يترك الصلاة على النبي (صلّى الله عليه وآله) حسداً لآله ، وقد جمع آل أبي طالب في الشعب مهدّداً بالإحراق عليهم لمّا أبوا أن يبايعوه ويعترفوا بإمارته ، وقد كان يكيد للإمام زين العابدين (عليه السّلام) في المدينة </w:t>
      </w:r>
      <w:r w:rsidRPr="00541E11">
        <w:rPr>
          <w:rStyle w:val="libFootnotenumChar"/>
          <w:rtl/>
        </w:rPr>
        <w:t>(1)</w:t>
      </w:r>
      <w:r>
        <w:rPr>
          <w:rtl/>
        </w:rPr>
        <w:t xml:space="preserve"> ، هذا الرجل لم يُحاول نصح الحسين (عليه السّلام) بعدم الخروج خوفاً عليه من قَتَلة أبيه وأخيه ، بل لا يذكر ذلك إلاّ شماتةً.</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 xml:space="preserve">(1) لاحظ كتابنا جهاد الإمام السجاد (عليه السّلام) </w:t>
      </w:r>
      <w:r>
        <w:rPr>
          <w:rtl/>
        </w:rPr>
        <w:t>ص</w:t>
      </w:r>
      <w:r w:rsidRPr="00E7395C">
        <w:rPr>
          <w:rtl/>
        </w:rPr>
        <w:t xml:space="preserve"> 283.</w:t>
      </w:r>
    </w:p>
    <w:p w:rsidR="00A87899" w:rsidRDefault="00A87899" w:rsidP="00541E11">
      <w:pPr>
        <w:pStyle w:val="libNormal"/>
        <w:rPr>
          <w:rtl/>
        </w:rPr>
      </w:pPr>
      <w:r>
        <w:rPr>
          <w:rtl/>
        </w:rPr>
        <w:br w:type="page"/>
      </w:r>
      <w:r>
        <w:rPr>
          <w:rtl/>
        </w:rPr>
        <w:lastRenderedPageBreak/>
        <w:t>وقد أجابه الإمام الحسين (عليه السّلام) ـ كما في الرواية ـ متُناسياً هذا الماضي الأسود ، لكن مذكّراً إيّاه بمستقبل مشؤوم</w:t>
      </w:r>
      <w:r>
        <w:rPr>
          <w:rFonts w:hint="cs"/>
          <w:rtl/>
        </w:rPr>
        <w:t xml:space="preserve"> :</w:t>
      </w:r>
    </w:p>
    <w:p w:rsidR="00A87899" w:rsidRPr="00D27EAF" w:rsidRDefault="00A87899" w:rsidP="00541E11">
      <w:pPr>
        <w:pStyle w:val="libBold2"/>
        <w:rPr>
          <w:rtl/>
        </w:rPr>
      </w:pPr>
      <w:r w:rsidRPr="00D27EAF">
        <w:rPr>
          <w:rtl/>
        </w:rPr>
        <w:t>[248] فقال له : «لأنْ أُقتلَ بمكان كذا وكذا أحبَّ إليَّ من أن تُستحلّ بي» ـ يعني مكّة ـ متنبئاً بتسبّبه في انتهاك حرمة البيت والحرم عندما يعلن طغيانه في داخل مكّة ويستولي عليها</w:t>
      </w:r>
      <w:r>
        <w:rPr>
          <w:rtl/>
        </w:rPr>
        <w:t xml:space="preserve"> ، </w:t>
      </w:r>
      <w:r w:rsidRPr="00D27EAF">
        <w:rPr>
          <w:rtl/>
        </w:rPr>
        <w:t>ممّا يفتح يد جيش الشام لانتهاك حرمتها</w:t>
      </w:r>
      <w:r>
        <w:rPr>
          <w:rtl/>
        </w:rPr>
        <w:t xml:space="preserve"> ، </w:t>
      </w:r>
      <w:r w:rsidRPr="00D27EAF">
        <w:rPr>
          <w:rtl/>
        </w:rPr>
        <w:t>بل رميهم للكعبة وهدمها</w:t>
      </w:r>
      <w:r>
        <w:rPr>
          <w:rtl/>
        </w:rPr>
        <w:t xml:space="preserve"> ، </w:t>
      </w:r>
      <w:r w:rsidRPr="00D27EAF">
        <w:rPr>
          <w:rtl/>
        </w:rPr>
        <w:t>بينما الحسين (عليه السّلام) قد خَرج من مكّة رعايةً لهذه الحرمة أن تهتك.</w:t>
      </w:r>
    </w:p>
    <w:p w:rsidR="00A87899" w:rsidRDefault="00A87899" w:rsidP="00541E11">
      <w:pPr>
        <w:pStyle w:val="libNormal"/>
        <w:rPr>
          <w:rtl/>
        </w:rPr>
      </w:pPr>
      <w:r>
        <w:rPr>
          <w:rtl/>
        </w:rPr>
        <w:t>وهكذا كان أهل البيت يُحافظون على هذه الحرمة كما قرأناه في الفقرة (22).</w:t>
      </w:r>
    </w:p>
    <w:p w:rsidR="00A87899" w:rsidRPr="00E7395C" w:rsidRDefault="00A87899" w:rsidP="00541E11">
      <w:pPr>
        <w:pStyle w:val="libNormal"/>
        <w:rPr>
          <w:rtl/>
        </w:rPr>
      </w:pPr>
      <w:r w:rsidRPr="00E7395C">
        <w:rPr>
          <w:rtl/>
        </w:rPr>
        <w:t>لكن هُناك نُقولٌ وأحاديث كثيرة تؤكّد على أنّ ابن الزبير لم يكن إلاّ من المشجّعين للحسين (عليه السّلام) على الخروج إلى العراق</w:t>
      </w:r>
      <w:r>
        <w:rPr>
          <w:rtl/>
        </w:rPr>
        <w:t xml:space="preserve"> ، </w:t>
      </w:r>
      <w:r w:rsidRPr="00E7395C">
        <w:rPr>
          <w:rtl/>
        </w:rPr>
        <w:t xml:space="preserve">صرّح بذلك سعيد بن المسيّب </w:t>
      </w:r>
      <w:r w:rsidRPr="00541E11">
        <w:rPr>
          <w:rStyle w:val="libFootnotenumChar"/>
          <w:rtl/>
        </w:rPr>
        <w:t>(1)</w:t>
      </w:r>
      <w:r>
        <w:rPr>
          <w:rtl/>
        </w:rPr>
        <w:t xml:space="preserve"> ، </w:t>
      </w:r>
      <w:r w:rsidRPr="00E7395C">
        <w:rPr>
          <w:rtl/>
        </w:rPr>
        <w:t xml:space="preserve">واتّهمه بذلك بشدّة المِسْوَر بن مخرمة </w:t>
      </w:r>
      <w:r w:rsidRPr="00541E11">
        <w:rPr>
          <w:rStyle w:val="libFootnotenumChar"/>
          <w:rtl/>
        </w:rPr>
        <w:t>(2)</w:t>
      </w:r>
      <w:r w:rsidRPr="00E7395C">
        <w:rPr>
          <w:rtl/>
        </w:rPr>
        <w:t>.</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 xml:space="preserve">(1) كما في ترجمة الإمام الحسين (عليه السّلام) من تاريخ دمشق </w:t>
      </w:r>
      <w:r>
        <w:rPr>
          <w:rtl/>
        </w:rPr>
        <w:t>ص</w:t>
      </w:r>
      <w:r w:rsidRPr="00E7395C">
        <w:rPr>
          <w:rtl/>
        </w:rPr>
        <w:t xml:space="preserve"> 201.</w:t>
      </w:r>
    </w:p>
    <w:p w:rsidR="00A87899" w:rsidRPr="00E7395C" w:rsidRDefault="00A87899" w:rsidP="00541E11">
      <w:pPr>
        <w:pStyle w:val="libFootnote0"/>
        <w:rPr>
          <w:rtl/>
        </w:rPr>
      </w:pPr>
      <w:r w:rsidRPr="00E7395C">
        <w:rPr>
          <w:rtl/>
        </w:rPr>
        <w:t>(2) كما في (ص202) من المصدر السابق</w:t>
      </w:r>
      <w:r>
        <w:rPr>
          <w:rtl/>
        </w:rPr>
        <w:t xml:space="preserve"> ، </w:t>
      </w:r>
      <w:r w:rsidRPr="00E7395C">
        <w:rPr>
          <w:rtl/>
        </w:rPr>
        <w:t>وكذلك الحديث (331) منه.</w:t>
      </w:r>
    </w:p>
    <w:p w:rsidR="00A87899" w:rsidRDefault="00A87899" w:rsidP="00541E11">
      <w:pPr>
        <w:pStyle w:val="libNormal"/>
        <w:rPr>
          <w:rtl/>
        </w:rPr>
      </w:pPr>
      <w:r>
        <w:rPr>
          <w:rtl/>
        </w:rPr>
        <w:br w:type="page"/>
      </w:r>
      <w:r w:rsidRPr="00E7395C">
        <w:rPr>
          <w:rtl/>
        </w:rPr>
        <w:lastRenderedPageBreak/>
        <w:t>وأمّا ابن عبّاس فقد واجه ابن الزبير بذلك حين قال له</w:t>
      </w:r>
      <w:r>
        <w:rPr>
          <w:rFonts w:hint="cs"/>
          <w:rtl/>
        </w:rPr>
        <w:t xml:space="preserve"> :</w:t>
      </w:r>
    </w:p>
    <w:p w:rsidR="00A87899" w:rsidRPr="00541E11" w:rsidRDefault="00A87899" w:rsidP="00541E11">
      <w:pPr>
        <w:pStyle w:val="libNormal"/>
        <w:rPr>
          <w:rStyle w:val="libBold2Char"/>
          <w:rtl/>
        </w:rPr>
      </w:pPr>
      <w:r w:rsidRPr="00541E11">
        <w:rPr>
          <w:rStyle w:val="libBold2Char"/>
          <w:rtl/>
        </w:rPr>
        <w:t xml:space="preserve">[ص204] : يابن الزبير ، قد أتى ما أحببت ، قرّت عينك ، هذا أبو عبد الله يخرج ويتركك والحجاز ، وتمثّل : يالك من قُبَّرة </w:t>
      </w:r>
      <w:r w:rsidRPr="00541E11">
        <w:rPr>
          <w:rStyle w:val="libBold2Char"/>
        </w:rPr>
        <w:t>ii</w:t>
      </w:r>
      <w:r w:rsidRPr="00541E11">
        <w:rPr>
          <w:rStyle w:val="libBold2Char"/>
          <w:rtl/>
        </w:rPr>
        <w:t>بمعمرِ خلا لَك الجوّ فبيضي واصفري</w:t>
      </w:r>
      <w:r w:rsidRPr="00541E11">
        <w:rPr>
          <w:rStyle w:val="libBold2Char"/>
          <w:rFonts w:hint="cs"/>
          <w:rtl/>
        </w:rPr>
        <w:t xml:space="preserve"> </w:t>
      </w:r>
      <w:r w:rsidRPr="00541E11">
        <w:rPr>
          <w:rStyle w:val="libBold2Char"/>
          <w:rtl/>
        </w:rPr>
        <w:t xml:space="preserve">ونقّري ما شئتِ أنْ </w:t>
      </w:r>
      <w:r w:rsidRPr="00541E11">
        <w:rPr>
          <w:rStyle w:val="libBold2Char"/>
        </w:rPr>
        <w:t>ii</w:t>
      </w:r>
      <w:r w:rsidRPr="00541E11">
        <w:rPr>
          <w:rStyle w:val="libBold2Char"/>
          <w:rtl/>
        </w:rPr>
        <w:t xml:space="preserve">تنقّريْ </w:t>
      </w:r>
      <w:r w:rsidRPr="00541E11">
        <w:rPr>
          <w:rStyle w:val="libFootnotenumChar"/>
          <w:rtl/>
        </w:rPr>
        <w:t>(</w:t>
      </w:r>
      <w:r w:rsidRPr="00541E11">
        <w:rPr>
          <w:rStyle w:val="libFootnotenumChar"/>
          <w:rFonts w:hint="cs"/>
          <w:rtl/>
        </w:rPr>
        <w:t>1</w:t>
      </w:r>
      <w:r w:rsidRPr="00541E11">
        <w:rPr>
          <w:rStyle w:val="libFootnotenumChar"/>
          <w:rtl/>
        </w:rPr>
        <w:t>)</w:t>
      </w:r>
      <w:r w:rsidRPr="00D27EAF">
        <w:rPr>
          <w:rFonts w:hint="cs"/>
          <w:rtl/>
        </w:rPr>
        <w:t xml:space="preserve"> </w:t>
      </w:r>
      <w:r w:rsidRPr="00541E11">
        <w:rPr>
          <w:rStyle w:val="libBold2Char"/>
          <w:rtl/>
        </w:rPr>
        <w:t>وأمّا ابن عمر ، ذلك المتظاهر بالورع المُظْلم الذي لم يميّز به الحق ولم يبتعد عن الباطل ، ويُحاول بزعمه الانعزال عن الفتنة ، رغبةً في العفّة عن الدماء ، فإنّه كان أصغر من أن يجد الحل المناسب للخروج عمّا يدخل فيه إن أحْسَنَ أن يدخُلَ في شيء!</w:t>
      </w:r>
    </w:p>
    <w:p w:rsidR="00A87899" w:rsidRPr="00E7395C" w:rsidRDefault="00A87899" w:rsidP="00541E11">
      <w:pPr>
        <w:pStyle w:val="libNormal"/>
        <w:rPr>
          <w:rtl/>
        </w:rPr>
      </w:pPr>
      <w:r w:rsidRPr="00E7395C">
        <w:rPr>
          <w:rtl/>
        </w:rPr>
        <w:t>فهو على أساس من نظرته الضعيفة والملتوية امتنعَ عن مبايعة الإمام عليّ أمير المؤمنين (عليه السّلام) المجمع على إمامته</w:t>
      </w:r>
      <w:r>
        <w:rPr>
          <w:rtl/>
        </w:rPr>
        <w:t xml:space="preserve"> ، </w:t>
      </w:r>
      <w:r w:rsidRPr="00E7395C">
        <w:rPr>
          <w:rtl/>
        </w:rPr>
        <w:t>لكنّه يقصد الحَجّاج ليُبايعه</w:t>
      </w:r>
      <w:r>
        <w:rPr>
          <w:rtl/>
        </w:rPr>
        <w:t xml:space="preserve"> ، </w:t>
      </w:r>
      <w:r w:rsidRPr="00E7395C">
        <w:rPr>
          <w:rtl/>
        </w:rPr>
        <w:t>زاعماً أنّه سمع رسول الله (صلّى الله عليه وآله) يقول</w:t>
      </w:r>
      <w:r>
        <w:rPr>
          <w:rtl/>
        </w:rPr>
        <w:t xml:space="preserve"> : </w:t>
      </w:r>
      <w:r w:rsidRPr="00E7395C">
        <w:rPr>
          <w:rtl/>
        </w:rPr>
        <w:t>«</w:t>
      </w:r>
      <w:r w:rsidRPr="00541E11">
        <w:rPr>
          <w:rStyle w:val="libBold2Char"/>
          <w:rtl/>
        </w:rPr>
        <w:t>من باتَ وليس في عُنقه بيعةٌ ماتَ ميتةً جاهليّة</w:t>
      </w:r>
      <w:r w:rsidRPr="00E7395C">
        <w:rPr>
          <w:rtl/>
        </w:rPr>
        <w:t xml:space="preserve">» </w:t>
      </w:r>
      <w:r w:rsidRPr="00541E11">
        <w:rPr>
          <w:rStyle w:val="libFootnotenumChar"/>
          <w:rtl/>
        </w:rPr>
        <w:t>(</w:t>
      </w:r>
      <w:r w:rsidRPr="00541E11">
        <w:rPr>
          <w:rStyle w:val="libFootnotenumChar"/>
          <w:rFonts w:hint="cs"/>
          <w:rtl/>
        </w:rPr>
        <w:t>2</w:t>
      </w:r>
      <w:r w:rsidRPr="00541E11">
        <w:rPr>
          <w:rStyle w:val="libFootnotenumChar"/>
          <w:rtl/>
        </w:rPr>
        <w:t>)</w:t>
      </w:r>
      <w:r w:rsidRPr="00E7395C">
        <w:rPr>
          <w:rtl/>
        </w:rPr>
        <w:t>.</w:t>
      </w:r>
    </w:p>
    <w:p w:rsidR="00A87899" w:rsidRPr="00E7395C" w:rsidRDefault="00A87899" w:rsidP="00541E11">
      <w:pPr>
        <w:pStyle w:val="libNormal"/>
        <w:rPr>
          <w:rtl/>
        </w:rPr>
      </w:pPr>
      <w:r w:rsidRPr="00E7395C">
        <w:rPr>
          <w:rtl/>
        </w:rPr>
        <w:t>فمدّ الحجّاج إليه رجله يُبايعه بها</w:t>
      </w:r>
      <w:r>
        <w:rPr>
          <w:rtl/>
        </w:rPr>
        <w:t xml:space="preserve"> ، </w:t>
      </w:r>
      <w:r w:rsidRPr="00E7395C">
        <w:rPr>
          <w:rtl/>
        </w:rPr>
        <w:t>وحاجَجَهُ في امتناعه عن بيعة عليّ (عليه السّلام) بأنّه لمَّا ترك بيعته (عليه السّلام) أما كان يخافُ أن يموت في بعض تلك</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(3) بل اعتبر ابن عبّاس تعزية ابن الزبير له بمقتل الحسين (عليه السّلام) شماتة كما في الحديث (330)</w:t>
      </w:r>
      <w:r>
        <w:rPr>
          <w:rtl/>
        </w:rPr>
        <w:t xml:space="preserve"> ، </w:t>
      </w:r>
      <w:r w:rsidRPr="00E7395C">
        <w:rPr>
          <w:rtl/>
        </w:rPr>
        <w:t>مختصر تاريخ دمشق ـ لابن منظور 7 / 144.</w:t>
      </w:r>
    </w:p>
    <w:p w:rsidR="00A87899" w:rsidRDefault="00A87899" w:rsidP="00541E11">
      <w:pPr>
        <w:pStyle w:val="libFootnote0"/>
        <w:rPr>
          <w:rtl/>
        </w:rPr>
      </w:pPr>
      <w:r w:rsidRPr="00E7395C">
        <w:rPr>
          <w:rtl/>
        </w:rPr>
        <w:t>(4) رواه مسلم في صحيحه 12 / 240.</w:t>
      </w:r>
    </w:p>
    <w:p w:rsidR="00A87899" w:rsidRDefault="00A87899" w:rsidP="00541E11">
      <w:pPr>
        <w:pStyle w:val="libNormal0"/>
        <w:rPr>
          <w:rtl/>
        </w:rPr>
      </w:pPr>
      <w:r>
        <w:rPr>
          <w:rtl/>
        </w:rPr>
        <w:br w:type="page"/>
      </w:r>
      <w:r>
        <w:rPr>
          <w:rtl/>
        </w:rPr>
        <w:lastRenderedPageBreak/>
        <w:t>الليالي ، فكان الحجّاجُ المُلحد أبصَر في ذلك من ابن عمر المتزهّد!</w:t>
      </w:r>
    </w:p>
    <w:p w:rsidR="00A87899" w:rsidRDefault="00A87899" w:rsidP="00541E11">
      <w:pPr>
        <w:pStyle w:val="libNormal"/>
        <w:rPr>
          <w:rtl/>
        </w:rPr>
      </w:pPr>
      <w:r>
        <w:rPr>
          <w:rtl/>
        </w:rPr>
        <w:t>وهكذا يجرُّ الخذلانُ بعضَ الناس إلى العمى عن رؤية ما بين يديه وهو يدّعي أنّه يرى الأُفقَ البعيدَ.</w:t>
      </w:r>
    </w:p>
    <w:p w:rsidR="00A87899" w:rsidRDefault="00A87899" w:rsidP="00541E11">
      <w:pPr>
        <w:pStyle w:val="libNormal"/>
        <w:rPr>
          <w:rtl/>
        </w:rPr>
      </w:pPr>
      <w:r>
        <w:rPr>
          <w:rtl/>
        </w:rPr>
        <w:t>وبعد هذه المواقف الهزيلة يأتي ابنُ عمر إلى الحسين (عليه السّلام) ليحشر نفسه في «الناصحين» له بعدم الخُروج إلى العراق.</w:t>
      </w:r>
    </w:p>
    <w:p w:rsidR="00A87899" w:rsidRPr="00D27EAF" w:rsidRDefault="00A87899" w:rsidP="00541E11">
      <w:pPr>
        <w:pStyle w:val="libBold2"/>
        <w:rPr>
          <w:rtl/>
        </w:rPr>
      </w:pPr>
      <w:r w:rsidRPr="00D27EAF">
        <w:rPr>
          <w:rtl/>
        </w:rPr>
        <w:t>زاعماً [245] : إنّ أهل العراق قومٌ مناكير</w:t>
      </w:r>
      <w:r>
        <w:rPr>
          <w:rtl/>
        </w:rPr>
        <w:t xml:space="preserve"> ، </w:t>
      </w:r>
      <w:r w:rsidRPr="00D27EAF">
        <w:rPr>
          <w:rtl/>
        </w:rPr>
        <w:t>وقد قتلوا أباك</w:t>
      </w:r>
      <w:r>
        <w:rPr>
          <w:rtl/>
        </w:rPr>
        <w:t xml:space="preserve"> ، </w:t>
      </w:r>
      <w:r w:rsidRPr="00D27EAF">
        <w:rPr>
          <w:rtl/>
        </w:rPr>
        <w:t>وضربوا أخاك</w:t>
      </w:r>
      <w:r>
        <w:rPr>
          <w:rtl/>
        </w:rPr>
        <w:t xml:space="preserve"> ، </w:t>
      </w:r>
      <w:r w:rsidRPr="00D27EAF">
        <w:rPr>
          <w:rtl/>
        </w:rPr>
        <w:t>وفعلوا وفعلوا</w:t>
      </w:r>
      <w:r>
        <w:rPr>
          <w:rtl/>
        </w:rPr>
        <w:t xml:space="preserve"> ، </w:t>
      </w:r>
      <w:r w:rsidRPr="00D27EAF">
        <w:rPr>
          <w:rtl/>
        </w:rPr>
        <w:t>ولمّا أبى الإمام (عليه السّلام) ـ بما سيأتي نقله ـ قال ابن عمر.</w:t>
      </w:r>
    </w:p>
    <w:p w:rsidR="00A87899" w:rsidRPr="00D27EAF" w:rsidRDefault="00A87899" w:rsidP="00541E11">
      <w:pPr>
        <w:pStyle w:val="libBold2"/>
        <w:rPr>
          <w:rtl/>
        </w:rPr>
      </w:pPr>
      <w:r w:rsidRPr="00D27EAF">
        <w:rPr>
          <w:rtl/>
        </w:rPr>
        <w:t>[246] : أستودعك الله من قتيل.</w:t>
      </w:r>
    </w:p>
    <w:p w:rsidR="00A87899" w:rsidRDefault="00A87899" w:rsidP="00541E11">
      <w:pPr>
        <w:pStyle w:val="libNormal"/>
        <w:rPr>
          <w:rtl/>
        </w:rPr>
      </w:pPr>
      <w:r>
        <w:rPr>
          <w:rtl/>
        </w:rPr>
        <w:t>لكن كلّ ما ذكره ابن عمر لم يكن ليخفى على الحسين (عليه السّلام) نفسه ، لأنّه (عليه السّلام) كان أعرف بأهل الكوفة وما فعلوه ، حيث كان فعلهم بمنظر منه ومسمع ، وبغياب ابن عمر عن ساحة الجهاد ذلك اليوم ، فليس إلى تنبُّؤات ابن عمر حاجة.</w:t>
      </w:r>
    </w:p>
    <w:p w:rsidR="00A87899" w:rsidRDefault="00A87899" w:rsidP="00541E11">
      <w:pPr>
        <w:pStyle w:val="libNormal"/>
        <w:rPr>
          <w:rtl/>
        </w:rPr>
      </w:pPr>
      <w:r>
        <w:rPr>
          <w:rtl/>
        </w:rPr>
        <w:t>واذا كانت نظرة ابن عمر عدم التدخّل في السياسة ، والانعزال عن الفتن ، فلم يكن تدخُّله اليوم ، ومحاولته منع الحسين من الخروج منبعثاً عن ذات نفسه ، وإنّما أمثاله من البله يندفعون دائماً مع إرادات الظالمين ولو من وراء الكواليس ، اُولئك الّذين كان ابن عُمر يُغازلهم ويتقرّبُ إليهم مثل معاوية ويزيد والحجّاج.</w:t>
      </w:r>
    </w:p>
    <w:p w:rsidR="00A87899" w:rsidRDefault="00A87899" w:rsidP="00541E11">
      <w:pPr>
        <w:pStyle w:val="libNormal"/>
        <w:rPr>
          <w:rtl/>
        </w:rPr>
      </w:pPr>
      <w:r>
        <w:rPr>
          <w:rtl/>
        </w:rPr>
        <w:t>وما أجابَ به الإمامُ الحسين (عليه السّلام) هؤلاء الناصحين قد اختلف حسب الأشخاص وأهوائهم وأغراضهم ، ومواقعهم وقناعاتهم ، وقربهم وبُعدهم كما رأينا.</w:t>
      </w:r>
    </w:p>
    <w:p w:rsidR="00A87899" w:rsidRDefault="00A87899" w:rsidP="00541E11">
      <w:pPr>
        <w:pStyle w:val="libNormal"/>
        <w:rPr>
          <w:rtl/>
        </w:rPr>
      </w:pPr>
      <w:r>
        <w:rPr>
          <w:rtl/>
        </w:rPr>
        <w:t>وأمّا الجواب الحاسم والأساس فهو الذي ذكره الإمام (عليه السّلام) في جواب الأمير الأُموي عمرو بن سعيد ، فقال :</w:t>
      </w:r>
    </w:p>
    <w:p w:rsidR="00A87899" w:rsidRPr="00541E11" w:rsidRDefault="00A87899" w:rsidP="00541E11">
      <w:pPr>
        <w:pStyle w:val="libNormal"/>
        <w:rPr>
          <w:rStyle w:val="libBold2Char"/>
          <w:rtl/>
        </w:rPr>
      </w:pPr>
      <w:r>
        <w:rPr>
          <w:rtl/>
        </w:rPr>
        <w:br w:type="page"/>
      </w:r>
      <w:r w:rsidRPr="00541E11">
        <w:rPr>
          <w:rStyle w:val="libBold2Char"/>
          <w:rtl/>
        </w:rPr>
        <w:lastRenderedPageBreak/>
        <w:t xml:space="preserve">[ص203] «... إنّه لم يُشاقق مَنْ دعا إلى الله وعمل صالحاً وقال : إنّني من المسلمين» </w:t>
      </w:r>
      <w:r w:rsidRPr="00541E11">
        <w:rPr>
          <w:rStyle w:val="libFootnotenumChar"/>
          <w:rtl/>
        </w:rPr>
        <w:t>(1)</w:t>
      </w:r>
      <w:r w:rsidRPr="00541E11">
        <w:rPr>
          <w:rStyle w:val="libBold2Char"/>
          <w:rtl/>
        </w:rPr>
        <w:t>.</w:t>
      </w:r>
    </w:p>
    <w:p w:rsidR="00A87899" w:rsidRDefault="00A87899" w:rsidP="00541E11">
      <w:pPr>
        <w:pStyle w:val="libNormal"/>
        <w:rPr>
          <w:rtl/>
        </w:rPr>
      </w:pPr>
      <w:r>
        <w:rPr>
          <w:rtl/>
        </w:rPr>
        <w:t>فإذا كان الحسينُ (عليه السّلام) خارجاً لأداء واجب الدعوة إلى الله ، فلا يكون خروجه لغواً ، ولا يحقّ لأحد أن يُعاتبه عليه ، لأنّهُ إنّما يؤدّي بإقدامه واجباً إلاهيّاً وضعه اللهُ على الأنبياء وعلى الأئمّة (عليهم السّلام) من قبل الحسين وبعده.</w:t>
      </w:r>
    </w:p>
    <w:p w:rsidR="00A87899" w:rsidRDefault="00A87899" w:rsidP="00541E11">
      <w:pPr>
        <w:pStyle w:val="libNormal"/>
        <w:rPr>
          <w:rtl/>
        </w:rPr>
      </w:pPr>
      <w:r>
        <w:rPr>
          <w:rtl/>
        </w:rPr>
        <w:t>وإذا أحرز الإمام تحقّق شروط ذلك ، وتمَّتْ عنده العدّة للخروج من خلال العهود والمواثيق ، ومجموعة الرسائل والكتب التي وصلت إليه ، فهو لا محالة خارج ، ولا تقف أمامه العراقيل المنظورة له والواضحة فضلاً عن تلك المحتملة والقائمة على الفرض والتخمين ، مثل الغدر به وهلاكه ، ذلك الذي عرضه «</w:t>
      </w:r>
      <w:r w:rsidRPr="00541E11">
        <w:rPr>
          <w:rStyle w:val="libBold2Char"/>
          <w:rtl/>
        </w:rPr>
        <w:t>الناصحون</w:t>
      </w:r>
      <w:r>
        <w:rPr>
          <w:rtl/>
        </w:rPr>
        <w:t>».</w:t>
      </w:r>
    </w:p>
    <w:p w:rsidR="00A87899" w:rsidRDefault="00A87899" w:rsidP="00541E11">
      <w:pPr>
        <w:pStyle w:val="libNormal"/>
        <w:rPr>
          <w:rtl/>
        </w:rPr>
      </w:pPr>
      <w:r>
        <w:rPr>
          <w:rtl/>
        </w:rPr>
        <w:t>فكيف لو كان المنظور هو الشهادة والقتل في سبيل الله التي هيَ من أفضلِ النتائج المتوقّعة والمترقّبة والمطلوبة لمن يدخل هذا السبيل؟! مع أنّها مقضيّة ومأمور بها ، وتحتاج إلى توفيق عظيم لنيلها ، فهي إذاً من صميم الأهداف التي يضَعها الإمام أمام وجهه لا أنّها موانع لإقدامه.</w:t>
      </w:r>
    </w:p>
    <w:p w:rsidR="00A87899" w:rsidRDefault="00A87899" w:rsidP="00541E11">
      <w:pPr>
        <w:pStyle w:val="libNormal"/>
        <w:rPr>
          <w:rtl/>
        </w:rPr>
      </w:pPr>
      <w:r>
        <w:rPr>
          <w:rtl/>
        </w:rPr>
        <w:t>وأمّا أهل العراق وسيرتهم ، وأنّهم أهل النفاق والشقاق ، وعادتهم الغدر والخيانة ، فتلك أُمور لا تُعرقل خُطّة الإمام (عليه السّلام) في قيامه بواجبه ، وإنّما فيها الضرر المتصوّر على حياة الإمام (عليه السّلام) ، وتمسُّ راحته.</w:t>
      </w:r>
    </w:p>
    <w:p w:rsidR="00A87899" w:rsidRDefault="00A87899" w:rsidP="00541E11">
      <w:pPr>
        <w:pStyle w:val="libNormal"/>
        <w:rPr>
          <w:rtl/>
        </w:rPr>
      </w:pPr>
      <w:r>
        <w:rPr>
          <w:rtl/>
        </w:rPr>
        <w:t>وليس هذا مهمّاً في قبال أمر القيادة الإسلاميّة ، وأداء واجب الإمامة حتّى يتركها من أجل ذلك ، ولذلك لم يترك الإمام عليّ (عليه السّلام) أهل الكوفة بالرغم من استيائه منهم إلى حدّ الملل والسأم ، لكن لا يجوزُ له شرعاً أن يترك موقع القيادة وواجب الإمامة من أجل أخلاقهم المؤذية لشخصه.</w:t>
      </w:r>
    </w:p>
    <w:p w:rsidR="00A87899" w:rsidRDefault="00A87899" w:rsidP="00541E11">
      <w:pPr>
        <w:pStyle w:val="libNormal"/>
        <w:rPr>
          <w:rtl/>
        </w:rPr>
      </w:pPr>
      <w:r>
        <w:rPr>
          <w:rtl/>
        </w:rPr>
        <w:t>وكذلك الواجب الذي أُلقي على عاتق الإمام الحسين (عليه السّلام) بدعوة أهل العراق وأهل الكوفة بالخروج إليهم ، والقيام بأمر قيادتهم ، وهدايتهم إلى</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مختصر تاريخ دمشق ـ لابن منظور 7 / 141.</w:t>
      </w:r>
    </w:p>
    <w:p w:rsidR="00A87899" w:rsidRDefault="00A87899" w:rsidP="00541E11">
      <w:pPr>
        <w:pStyle w:val="libNormal0"/>
        <w:rPr>
          <w:rtl/>
        </w:rPr>
      </w:pPr>
      <w:r w:rsidRPr="00E7395C">
        <w:rPr>
          <w:rtl/>
        </w:rPr>
        <w:br w:type="page"/>
      </w:r>
      <w:r>
        <w:rPr>
          <w:rtl/>
        </w:rPr>
        <w:lastRenderedPageBreak/>
        <w:t>الإسلام ، لم يتأدَّ إلاّ بالخروج ، ولم يسقط هذا الواجب بمجرّد احتمال العصيان غير المتحقّق في ظاهر الأمر ، فكيف يرفع اليد عنه؟ وما هو عذره عن الحجّة التي تمّت عليه بدعوتهم له ولم يبدُ منهم نكثٌ وغدرٌ بعدُ؟ فلا بُدّ أنْ يمضي الإمام (عليه السّلام) في طريق آداء واجبه حتّى تكون له الحجّة عليهم إذا خانوا وغدروا كما حدث في كربلاء ، ولو على حساب وجوده الشريف.</w:t>
      </w:r>
    </w:p>
    <w:p w:rsidR="00A87899" w:rsidRDefault="00A87899" w:rsidP="00541E11">
      <w:pPr>
        <w:pStyle w:val="libNormal"/>
        <w:rPr>
          <w:rtl/>
        </w:rPr>
      </w:pPr>
      <w:r>
        <w:rPr>
          <w:rtl/>
        </w:rPr>
        <w:t>وقد كان الإمام يُعلن ويُصرّح ويُشير باستمرار إلى «كتب القوم ورسائلهم» عندما يُسأل عن وَجْه مسيره ، ليدلّ المعترضين على خروجه إلى هذا الوجه الرصين المحكم ، وهذا الواجب الإلهيّ المستقرّ على الإمام (عليه السّلام) ، وهكذا أسكت الإمام (عليه السّلام) اعتراض ابن عمر ، فقال له مكرّراً [246] : «</w:t>
      </w:r>
      <w:r w:rsidRPr="00541E11">
        <w:rPr>
          <w:rStyle w:val="libBold2Char"/>
          <w:rtl/>
        </w:rPr>
        <w:t>هذه كتبهم وبيعتهم</w:t>
      </w:r>
      <w:r>
        <w:rPr>
          <w:rtl/>
        </w:rPr>
        <w:t xml:space="preserve">» </w:t>
      </w:r>
      <w:r w:rsidRPr="00541E11">
        <w:rPr>
          <w:rStyle w:val="libFootnotenumChar"/>
          <w:rtl/>
        </w:rPr>
        <w:t>(1)</w:t>
      </w:r>
      <w:r>
        <w:rPr>
          <w:rtl/>
        </w:rPr>
        <w:t>.</w:t>
      </w:r>
    </w:p>
    <w:p w:rsidR="00A87899" w:rsidRDefault="00A87899" w:rsidP="00541E11">
      <w:pPr>
        <w:pStyle w:val="libNormal"/>
        <w:rPr>
          <w:rtl/>
        </w:rPr>
      </w:pPr>
      <w:r>
        <w:rPr>
          <w:rtl/>
        </w:rPr>
        <w:t>وكلّ مسلم يعلم أنّ الحّجة إذا تمّت على الإمام (عليه السّلام) بحضور الحاضر ووجود الناصر فقد أخذ الله عليه أن يقومَ بالأمر عند انعدام العذر الظاهر ، ولا تصدُّه احتمالاتُ الخِذلان ، ولا يردعُه خَوفُ القتل عن ترك واجبه أو التقصير في ما فُرض عليه ، بل لا بُدّ من أن يسيرَ على ما ألزمه الله ظاهراً من القيام بالأمر ، وطلب الصلاح والإصلاح في الأُمّة ، حتّى تنقطع الحّجة ولا يبقى لمعتذر عذر ، وهكذا كانَ يعملُ الأنبياء (عليهم السّلام) من قبل.</w:t>
      </w:r>
    </w:p>
    <w:p w:rsidR="00A87899" w:rsidRDefault="00A87899" w:rsidP="00541E11">
      <w:pPr>
        <w:pStyle w:val="libNormal"/>
        <w:rPr>
          <w:rtl/>
        </w:rPr>
      </w:pPr>
      <w:r>
        <w:rPr>
          <w:rtl/>
        </w:rPr>
        <w:t>وها هو الحسين (عليه السّلام) إمام عصره وسيّد المسلمين في زمانه ، يجد المخطّط الأُمويّ لعودة الناس إلى الجاهليّة يُطبَّق ، والإسلام بكلّ شرائعه وشرائحه يُهدّد بالاندثار والإبادة ، ويجد أمامه هذه الكثرة من كتب القوم ودعواتهم ، وبيعتهم ، وإظهارهم للاستعداد ، فأيُّ عذر له في تركهم وعدم الاستجابة لهم؟!</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مختصر تاريخ دمشق ـ لابن منظور 7 / 135.</w:t>
      </w:r>
    </w:p>
    <w:p w:rsidR="00A87899" w:rsidRDefault="00A87899" w:rsidP="00541E11">
      <w:pPr>
        <w:pStyle w:val="libNormal"/>
        <w:rPr>
          <w:rtl/>
        </w:rPr>
      </w:pPr>
      <w:r>
        <w:rPr>
          <w:rtl/>
        </w:rPr>
        <w:br w:type="page"/>
      </w:r>
      <w:r>
        <w:rPr>
          <w:rtl/>
        </w:rPr>
        <w:lastRenderedPageBreak/>
        <w:t>وهل المحافظة على النفس ، والرغبة في عدم إراقة الدماء ، والخوف من القتل أُمور تمنع من أداء الواجب ، وتعرقل مسيرة المسؤولية الكبرى ، وهي المحافظة على الإسلام وحرماته ، وإتمام الحجّة على الأُمّة بعد دعواتها المتتالية ، واستنجادها المتتابع؟!</w:t>
      </w:r>
    </w:p>
    <w:p w:rsidR="00A87899" w:rsidRDefault="00A87899" w:rsidP="00541E11">
      <w:pPr>
        <w:pStyle w:val="libNormal"/>
        <w:rPr>
          <w:rtl/>
        </w:rPr>
      </w:pPr>
      <w:r>
        <w:rPr>
          <w:rtl/>
        </w:rPr>
        <w:t>ثمَّ هَلْ تُعْقَلُ المحافظة على النفس بعد قطع تلك المراحل النضالية ، والتي كان أقل نتائجها المنظورة القتلُ ، حيث إنّ يزيدَ صمّم على الفتك بالإمام (عليه السّلام) الذي كان يجده السدّ الوحيد أمام استثمار جهود أبيه في سبيل الملك الأُموي العَضوض ، فلا بدّ من أن يزيحه عن هذا الطريق.</w:t>
      </w:r>
    </w:p>
    <w:p w:rsidR="00A87899" w:rsidRDefault="00A87899" w:rsidP="00541E11">
      <w:pPr>
        <w:pStyle w:val="libNormal"/>
        <w:rPr>
          <w:rtl/>
        </w:rPr>
      </w:pPr>
      <w:r>
        <w:rPr>
          <w:rtl/>
        </w:rPr>
        <w:t>ويتمنى الحكم الأُموي لو أن الحسين (عليه السّلام) يقف هادئاً ولو للحظة واحدة حتّى يركّز في استهدافه ويقتله ، وحبّذا لو كان قتل الحسين (عليه السّلام) بصورة اغتيال حتّى يضيع دمه وتهدر قضيته.</w:t>
      </w:r>
    </w:p>
    <w:p w:rsidR="00A87899" w:rsidRDefault="00A87899" w:rsidP="00541E11">
      <w:pPr>
        <w:pStyle w:val="libNormal"/>
        <w:rPr>
          <w:rtl/>
        </w:rPr>
      </w:pPr>
      <w:r>
        <w:rPr>
          <w:rtl/>
        </w:rPr>
        <w:t>وقد أعلن الحسين (عليه السّلام) عن رغبتهم في ان يقتلوه هكذا ، وأنّهم مصممون على ذلك حتّى لو وجدوه في جُحْر ، وأشار يزيد إلى جلاوزته أن يحاولوا قتل الحسين (عليه السّلام) أينما وجدوه ولو كان متعلقاً بأستار الكعبة ، فلماذا لا يُبادرهم الإمام (عليه السّلام) إلى انتخاب أفضل زمان ، وأفضل مكان ، وأفضل شكل للقتل؟!</w:t>
      </w:r>
    </w:p>
    <w:p w:rsidR="00A87899" w:rsidRDefault="00A87899" w:rsidP="00541E11">
      <w:pPr>
        <w:pStyle w:val="libNormal"/>
        <w:rPr>
          <w:rtl/>
        </w:rPr>
      </w:pPr>
      <w:r>
        <w:rPr>
          <w:rtl/>
        </w:rPr>
        <w:t>الزمان «يوم عاشوراء» المسجّل في عالم الغيب ، والمثبت في الصحف الأُولى ، وما تلاها «من أنباء الغيب» التي سنستعرضها ، وكذا المكان «كربلاء» الأرض التي ذكر اسمها على الألسن منذ عصر الأنبياء ، أمّا الشكل الذي اختاره للقتل فهو النضال المستميت الذي ظلّ صداه مُدَويّاً في اُذن التأريخ ، يقضّ مضاجع الظالمين والمزوّرين لكتبه.</w:t>
      </w:r>
    </w:p>
    <w:p w:rsidR="00A87899" w:rsidRDefault="00A87899" w:rsidP="00541E11">
      <w:pPr>
        <w:pStyle w:val="libNormal"/>
        <w:rPr>
          <w:rtl/>
        </w:rPr>
      </w:pPr>
      <w:r>
        <w:rPr>
          <w:rtl/>
        </w:rPr>
        <w:br w:type="page"/>
      </w:r>
      <w:r>
        <w:rPr>
          <w:rtl/>
        </w:rPr>
        <w:lastRenderedPageBreak/>
        <w:t>إنّ الإمام (عليه السّلام) وبمثل ما قام به من الإقدام أثبت ذكره ومقتله على صفحات التاريخ ، حتّى لا تناله خيانات المنحرفين ، وجحود المنكرين ، وتزييف المزورين.</w:t>
      </w:r>
    </w:p>
    <w:p w:rsidR="00A87899" w:rsidRDefault="00A87899" w:rsidP="00541E11">
      <w:pPr>
        <w:pStyle w:val="libNormal"/>
        <w:rPr>
          <w:rtl/>
        </w:rPr>
      </w:pPr>
      <w:r>
        <w:rPr>
          <w:rtl/>
        </w:rPr>
        <w:t xml:space="preserve">ويخلد في الخالدين </w:t>
      </w:r>
      <w:r w:rsidRPr="00541E11">
        <w:rPr>
          <w:rStyle w:val="libFootnotenumChar"/>
          <w:rtl/>
        </w:rPr>
        <w:t>(1)</w:t>
      </w:r>
      <w:r>
        <w:rPr>
          <w:rtl/>
        </w:rPr>
        <w:t xml:space="preserve"> ، وسيأتي حديث عن علم الإمام (عليه السّلام) بمقتله من الغيب ، وإقدامه على ذلك في الفقرة التالية (28).</w:t>
      </w:r>
    </w:p>
    <w:p w:rsidR="00A87899" w:rsidRDefault="00A87899" w:rsidP="00541E11">
      <w:pPr>
        <w:pStyle w:val="libNormal"/>
        <w:rPr>
          <w:rtl/>
        </w:rPr>
      </w:pPr>
      <w:r>
        <w:rPr>
          <w:rtl/>
        </w:rPr>
        <w:t>28 ـ من أنباء الغيب</w:t>
      </w:r>
      <w:r>
        <w:rPr>
          <w:rFonts w:hint="cs"/>
          <w:rtl/>
        </w:rPr>
        <w:t xml:space="preserve"> </w:t>
      </w:r>
      <w:r>
        <w:rPr>
          <w:rtl/>
        </w:rPr>
        <w:t xml:space="preserve">للغيب والإيمان به دور في حضارة الدين والرسالات كلّها ، وفي الإسلام كذلك ، حتّى جعل من صفات الّذين يلتزمون بها أنّهم </w:t>
      </w:r>
      <w:r w:rsidRPr="00541E11">
        <w:rPr>
          <w:rStyle w:val="libAlaemChar"/>
          <w:rtl/>
        </w:rPr>
        <w:t>(</w:t>
      </w:r>
      <w:r w:rsidRPr="00541E11">
        <w:rPr>
          <w:rStyle w:val="libAieChar"/>
          <w:rtl/>
        </w:rPr>
        <w:t>يُؤْمِنُونَ بِالغَيْبِ</w:t>
      </w:r>
      <w:r w:rsidRPr="00541E11">
        <w:rPr>
          <w:rStyle w:val="libAlaemChar"/>
          <w:rtl/>
        </w:rPr>
        <w:t>)</w:t>
      </w:r>
      <w:r>
        <w:rPr>
          <w:rtl/>
        </w:rPr>
        <w:t>.</w:t>
      </w:r>
    </w:p>
    <w:p w:rsidR="00A87899" w:rsidRDefault="00A87899" w:rsidP="00541E11">
      <w:pPr>
        <w:pStyle w:val="libNormal"/>
        <w:rPr>
          <w:rtl/>
        </w:rPr>
      </w:pPr>
      <w:r>
        <w:rPr>
          <w:rtl/>
        </w:rPr>
        <w:t xml:space="preserve">والرسول الأكرم (صلّى الله عليه وآله) قد جاء بأنباء الغيب التي أوحاها الله إليه ، وكلّ ما أخبر به منْ أنْباء المستقبل وحوادثه فهو من الغيب الموحى إليه ، إذ هو </w:t>
      </w:r>
      <w:r w:rsidRPr="00541E11">
        <w:rPr>
          <w:rStyle w:val="libAlaemChar"/>
          <w:rtl/>
        </w:rPr>
        <w:t>(</w:t>
      </w:r>
      <w:r w:rsidRPr="00541E11">
        <w:rPr>
          <w:rStyle w:val="libAieChar"/>
          <w:rtl/>
        </w:rPr>
        <w:t>وَمَا يَنطِقُ عَنِ الهَوَى * إِنْ هُوَ إلاَّ وَحْيٌ يُوحَى * عَلَّمَهُ شَدِيدُ القُوَى</w:t>
      </w:r>
      <w:r w:rsidRPr="00541E11">
        <w:rPr>
          <w:rStyle w:val="libAlaemChar"/>
          <w:rtl/>
        </w:rPr>
        <w:t>)</w:t>
      </w:r>
      <w:r>
        <w:rPr>
          <w:rtl/>
        </w:rPr>
        <w:t xml:space="preserve"> ، وكانت واقعة خروج الحسين (عليه السّلام) إلى أرض العراق وقتله هُناك من دلائل النبوّة ، وشواهد صدقها حقّاً </w:t>
      </w:r>
      <w:r w:rsidRPr="00541E11">
        <w:rPr>
          <w:rStyle w:val="libFootnotenumChar"/>
          <w:rtl/>
        </w:rPr>
        <w:t>(2)</w:t>
      </w:r>
      <w:r>
        <w:rPr>
          <w:rtl/>
        </w:rPr>
        <w:t>.</w:t>
      </w:r>
    </w:p>
    <w:p w:rsidR="00A87899" w:rsidRDefault="00A87899" w:rsidP="00541E11">
      <w:pPr>
        <w:pStyle w:val="libNormal"/>
        <w:rPr>
          <w:rtl/>
        </w:rPr>
      </w:pPr>
      <w:r>
        <w:rPr>
          <w:rtl/>
        </w:rPr>
        <w:t>وقد استفاضتْ بذلك الأخبار ، وممّا نقله ابن عساكر [213] : عن عليّ (عليه السّلام) قال : «دخلت على رسول الله (صلّى الله عليه وآله) وعيناه تفيضان ، فقلت : يا نبيّ الله ، أغضبك أحدٌ؟ ما شأن عينيك تُفُيضان؟</w:t>
      </w:r>
    </w:p>
    <w:p w:rsidR="00A87899" w:rsidRDefault="00A87899" w:rsidP="00541E11">
      <w:pPr>
        <w:pStyle w:val="libNormal"/>
        <w:rPr>
          <w:rtl/>
        </w:rPr>
      </w:pPr>
      <w:r>
        <w:rPr>
          <w:rtl/>
        </w:rPr>
        <w:t xml:space="preserve">قال : بل قام من عندي جبرئيل قبلُ ، فحدّثني أنّ الحسين يُقتل بشطّ الفرات» </w:t>
      </w:r>
      <w:r w:rsidRPr="00541E11">
        <w:rPr>
          <w:rStyle w:val="libFootnotenumChar"/>
          <w:rtl/>
        </w:rPr>
        <w:t>(3)</w:t>
      </w:r>
      <w:r>
        <w:rPr>
          <w:rtl/>
        </w:rPr>
        <w:t>.</w:t>
      </w:r>
    </w:p>
    <w:p w:rsidR="00A87899" w:rsidRDefault="00A87899" w:rsidP="00541E11">
      <w:pPr>
        <w:pStyle w:val="libNormal"/>
        <w:rPr>
          <w:rtl/>
        </w:rPr>
      </w:pPr>
      <w:r>
        <w:rPr>
          <w:rtl/>
        </w:rPr>
        <w:t>وزار مَلَك القَطْر رسول الله (صلّى الله عليه وآله) ، فدخل الحسين (عليه السّلام)</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(1) انظر مقال «علم الأئمة بالغيب» / 58 ـ 69.</w:t>
      </w:r>
    </w:p>
    <w:p w:rsidR="00A87899" w:rsidRPr="00E7395C" w:rsidRDefault="00A87899" w:rsidP="00541E11">
      <w:pPr>
        <w:pStyle w:val="libFootnote0"/>
        <w:rPr>
          <w:rtl/>
        </w:rPr>
      </w:pPr>
      <w:r w:rsidRPr="00E7395C">
        <w:rPr>
          <w:rtl/>
        </w:rPr>
        <w:t>(2) أورد كثير من هذه الأخبار البيهقي في «دلائل النبوّة»</w:t>
      </w:r>
      <w:r>
        <w:rPr>
          <w:rtl/>
        </w:rPr>
        <w:t xml:space="preserve"> ، </w:t>
      </w:r>
      <w:r w:rsidRPr="00E7395C">
        <w:rPr>
          <w:rtl/>
        </w:rPr>
        <w:t>وكذلك أبو نعيم في «دلائل النبوّة»</w:t>
      </w:r>
      <w:r>
        <w:rPr>
          <w:rtl/>
        </w:rPr>
        <w:t xml:space="preserve"> ، </w:t>
      </w:r>
      <w:r w:rsidRPr="00E7395C">
        <w:rPr>
          <w:rtl/>
        </w:rPr>
        <w:t>وهما مطبوعان متداولان.</w:t>
      </w:r>
    </w:p>
    <w:p w:rsidR="00A87899" w:rsidRDefault="00A87899" w:rsidP="00541E11">
      <w:pPr>
        <w:pStyle w:val="libFootnote0"/>
        <w:rPr>
          <w:rtl/>
        </w:rPr>
      </w:pPr>
      <w:r w:rsidRPr="00E7395C">
        <w:rPr>
          <w:rtl/>
        </w:rPr>
        <w:t>(3) مختصر تاريخ دمشق ـ لابن منظور 7 / 133.</w:t>
      </w:r>
    </w:p>
    <w:p w:rsidR="00A87899" w:rsidRDefault="00A87899" w:rsidP="00541E11">
      <w:pPr>
        <w:pStyle w:val="libNormal0"/>
        <w:rPr>
          <w:rtl/>
        </w:rPr>
      </w:pPr>
      <w:r>
        <w:rPr>
          <w:rtl/>
        </w:rPr>
        <w:br w:type="page"/>
      </w:r>
      <w:r>
        <w:rPr>
          <w:rtl/>
        </w:rPr>
        <w:lastRenderedPageBreak/>
        <w:t>يتوثّب على رسول الله (صلّى الله عليه وآله) ، فقال الملك</w:t>
      </w:r>
    </w:p>
    <w:p w:rsidR="00A87899" w:rsidRPr="00D27EAF" w:rsidRDefault="00A87899" w:rsidP="00541E11">
      <w:pPr>
        <w:pStyle w:val="libBold2"/>
        <w:rPr>
          <w:rtl/>
        </w:rPr>
      </w:pPr>
      <w:r w:rsidRPr="00D27EAF">
        <w:rPr>
          <w:rtl/>
        </w:rPr>
        <w:t>[217] : أما إنّ أُمّتك ستقتله!</w:t>
      </w:r>
    </w:p>
    <w:p w:rsidR="00A87899" w:rsidRDefault="00A87899" w:rsidP="00541E11">
      <w:pPr>
        <w:pStyle w:val="libNormal"/>
        <w:rPr>
          <w:rtl/>
        </w:rPr>
      </w:pPr>
      <w:r>
        <w:rPr>
          <w:rtl/>
        </w:rPr>
        <w:t>وقد روى هذه الأنباء عن رسول الله (صلّى الله عليه وآله) عليٌّ أمير المؤمنين (عليه السّلام) ، واُمّ سلمة اُمّ المؤمنين ، وزينب اُمّ المؤمنين ، واُمّ الفضل مرضعة الحسين (عليه السّلام) ، وعائشة بنت أبي بكر ، ومن الصحابة أنس بن مالك ، وأبو اُمامة.</w:t>
      </w:r>
    </w:p>
    <w:p w:rsidR="00A87899" w:rsidRPr="00D27EAF" w:rsidRDefault="00A87899" w:rsidP="00541E11">
      <w:pPr>
        <w:pStyle w:val="libBold2"/>
        <w:rPr>
          <w:rtl/>
        </w:rPr>
      </w:pPr>
      <w:r w:rsidRPr="00D27EAF">
        <w:rPr>
          <w:rtl/>
        </w:rPr>
        <w:t>وفي حديثه [219] قال رسول الله (صلّى الله عليه وآله) لنسائه : «لا تُبكوا هذا الصبيّ» ـ يعني حسيناً.</w:t>
      </w:r>
    </w:p>
    <w:p w:rsidR="00A87899" w:rsidRPr="00D27EAF" w:rsidRDefault="00A87899" w:rsidP="00541E11">
      <w:pPr>
        <w:pStyle w:val="libBold2"/>
        <w:rPr>
          <w:rtl/>
        </w:rPr>
      </w:pPr>
      <w:r w:rsidRPr="00D27EAF">
        <w:rPr>
          <w:rtl/>
        </w:rPr>
        <w:t>فكان يوم اُمّ سلمة</w:t>
      </w:r>
      <w:r>
        <w:rPr>
          <w:rtl/>
        </w:rPr>
        <w:t xml:space="preserve"> ، </w:t>
      </w:r>
      <w:r w:rsidRPr="00D27EAF">
        <w:rPr>
          <w:rtl/>
        </w:rPr>
        <w:t>فنزل جبرئيل (عليه السّلام)</w:t>
      </w:r>
      <w:r>
        <w:rPr>
          <w:rtl/>
        </w:rPr>
        <w:t xml:space="preserve"> ، </w:t>
      </w:r>
      <w:r w:rsidRPr="00D27EAF">
        <w:rPr>
          <w:rtl/>
        </w:rPr>
        <w:t>فدخل رسول الله</w:t>
      </w:r>
      <w:r>
        <w:rPr>
          <w:rFonts w:hint="cs"/>
          <w:rtl/>
        </w:rPr>
        <w:t xml:space="preserve"> </w:t>
      </w:r>
      <w:r w:rsidRPr="008B2AAA">
        <w:rPr>
          <w:rtl/>
        </w:rPr>
        <w:t>(صلّى</w:t>
      </w:r>
    </w:p>
    <w:p w:rsidR="00A87899" w:rsidRDefault="00A87899" w:rsidP="00541E11">
      <w:pPr>
        <w:pStyle w:val="libBold2"/>
        <w:rPr>
          <w:rtl/>
        </w:rPr>
      </w:pPr>
      <w:r>
        <w:rPr>
          <w:rtl/>
        </w:rPr>
        <w:br w:type="page"/>
      </w:r>
      <w:r w:rsidRPr="008B2AAA">
        <w:rPr>
          <w:rtl/>
        </w:rPr>
        <w:lastRenderedPageBreak/>
        <w:t>الله عليه وآله) وقال لاُمّ سلمة</w:t>
      </w:r>
      <w:r>
        <w:rPr>
          <w:rtl/>
        </w:rPr>
        <w:t xml:space="preserve"> : </w:t>
      </w:r>
      <w:r w:rsidRPr="008B2AAA">
        <w:rPr>
          <w:rtl/>
        </w:rPr>
        <w:t>«لا تَدَعي أحداً يدخلْ علَيَّ».</w:t>
      </w:r>
    </w:p>
    <w:p w:rsidR="00A87899" w:rsidRDefault="00A87899" w:rsidP="00541E11">
      <w:pPr>
        <w:pStyle w:val="libBold2"/>
        <w:rPr>
          <w:rtl/>
        </w:rPr>
      </w:pPr>
      <w:r w:rsidRPr="008B2AAA">
        <w:rPr>
          <w:rtl/>
        </w:rPr>
        <w:t>فجاء الحسين (عليه السّلام)</w:t>
      </w:r>
      <w:r>
        <w:rPr>
          <w:rtl/>
        </w:rPr>
        <w:t xml:space="preserve"> ..</w:t>
      </w:r>
      <w:r w:rsidRPr="008B2AAA">
        <w:rPr>
          <w:rtl/>
        </w:rPr>
        <w:t>. أراد أن يدخل</w:t>
      </w:r>
      <w:r>
        <w:rPr>
          <w:rtl/>
        </w:rPr>
        <w:t xml:space="preserve"> ، </w:t>
      </w:r>
      <w:r w:rsidRPr="008B2AAA">
        <w:rPr>
          <w:rtl/>
        </w:rPr>
        <w:t>فأخذته اُمّ سلمة فاحتضنته وجعلت تُناغيه وتسكته</w:t>
      </w:r>
      <w:r>
        <w:rPr>
          <w:rtl/>
        </w:rPr>
        <w:t xml:space="preserve"> ، </w:t>
      </w:r>
      <w:r w:rsidRPr="008B2AAA">
        <w:rPr>
          <w:rtl/>
        </w:rPr>
        <w:t>فلمّا اشتدّ في البكاء خلّت عنه</w:t>
      </w:r>
      <w:r>
        <w:rPr>
          <w:rtl/>
        </w:rPr>
        <w:t xml:space="preserve"> ، </w:t>
      </w:r>
      <w:r w:rsidRPr="008B2AAA">
        <w:rPr>
          <w:rtl/>
        </w:rPr>
        <w:t>فدخل حتّى جلس في حجر رسول الله (صلّى الله عليه وآله)</w:t>
      </w:r>
      <w:r>
        <w:rPr>
          <w:rtl/>
        </w:rPr>
        <w:t>.</w:t>
      </w:r>
    </w:p>
    <w:p w:rsidR="00A87899" w:rsidRPr="008B2AAA" w:rsidRDefault="00A87899" w:rsidP="00541E11">
      <w:pPr>
        <w:pStyle w:val="libBold2"/>
        <w:rPr>
          <w:rtl/>
        </w:rPr>
      </w:pPr>
      <w:r w:rsidRPr="008B2AAA">
        <w:rPr>
          <w:rtl/>
        </w:rPr>
        <w:t>فقال جبرئيل للنبيّ (صلّى الله عليه وآله)</w:t>
      </w:r>
      <w:r>
        <w:rPr>
          <w:rtl/>
        </w:rPr>
        <w:t xml:space="preserve"> : </w:t>
      </w:r>
      <w:r w:rsidRPr="008B2AAA">
        <w:rPr>
          <w:rtl/>
        </w:rPr>
        <w:t>إنّ أُمتّك ستقتل ابنك هذا</w:t>
      </w:r>
      <w:r>
        <w:rPr>
          <w:rtl/>
        </w:rPr>
        <w:t xml:space="preserve"> ..</w:t>
      </w:r>
      <w:r w:rsidRPr="008B2AAA">
        <w:rPr>
          <w:rtl/>
        </w:rPr>
        <w:t>.</w:t>
      </w:r>
    </w:p>
    <w:p w:rsidR="00A87899" w:rsidRDefault="00A87899" w:rsidP="00541E11">
      <w:pPr>
        <w:pStyle w:val="libBold2"/>
        <w:rPr>
          <w:rtl/>
        </w:rPr>
      </w:pPr>
      <w:r w:rsidRPr="008B2AAA">
        <w:rPr>
          <w:rtl/>
        </w:rPr>
        <w:t>فخرج رسول الله (صلّى الله عليه وآله) قد احتضن حسيناً</w:t>
      </w:r>
      <w:r>
        <w:rPr>
          <w:rtl/>
        </w:rPr>
        <w:t xml:space="preserve"> ، </w:t>
      </w:r>
      <w:r w:rsidRPr="008B2AAA">
        <w:rPr>
          <w:rtl/>
        </w:rPr>
        <w:t>كاسف البال مهموماً</w:t>
      </w:r>
      <w:r>
        <w:rPr>
          <w:rtl/>
        </w:rPr>
        <w:t xml:space="preserve"> ..</w:t>
      </w:r>
      <w:r w:rsidRPr="008B2AAA">
        <w:rPr>
          <w:rtl/>
        </w:rPr>
        <w:t>.</w:t>
      </w:r>
    </w:p>
    <w:p w:rsidR="00A87899" w:rsidRDefault="00A87899" w:rsidP="00541E11">
      <w:pPr>
        <w:pStyle w:val="libBold2"/>
        <w:rPr>
          <w:rtl/>
        </w:rPr>
      </w:pPr>
      <w:r w:rsidRPr="008B2AAA">
        <w:rPr>
          <w:rtl/>
        </w:rPr>
        <w:t>فخرج إلى أصحابه وهم جلوس فقال لهم</w:t>
      </w:r>
      <w:r>
        <w:rPr>
          <w:rtl/>
        </w:rPr>
        <w:t xml:space="preserve"> : </w:t>
      </w:r>
      <w:r w:rsidRPr="008B2AAA">
        <w:rPr>
          <w:rtl/>
        </w:rPr>
        <w:t>«إنّ أُمّتي يقتلون هذا» وفي القوم أبو بكر وعمر</w:t>
      </w:r>
      <w:r>
        <w:rPr>
          <w:rtl/>
        </w:rPr>
        <w:t xml:space="preserve"> </w:t>
      </w:r>
      <w:r w:rsidRPr="00541E11">
        <w:rPr>
          <w:rStyle w:val="libFootnotenumChar"/>
          <w:rtl/>
        </w:rPr>
        <w:t>(1)</w:t>
      </w:r>
      <w:r>
        <w:rPr>
          <w:rtl/>
        </w:rPr>
        <w:t>.</w:t>
      </w:r>
    </w:p>
    <w:p w:rsidR="00A87899" w:rsidRDefault="00A87899" w:rsidP="00541E11">
      <w:pPr>
        <w:pStyle w:val="libNormal"/>
        <w:rPr>
          <w:rtl/>
        </w:rPr>
      </w:pPr>
      <w:r>
        <w:rPr>
          <w:rtl/>
        </w:rPr>
        <w:t xml:space="preserve">إنّ الذين بلغتهم هذه الأنباء وآمنوا بها غيبيّاً ، ليَزداد إيمانهم عمقاً وثباتاً لمّا يجدون الحسين (عليه السّلام) يُقتل فعلاً ، وبذلك يكون الحسين (عليه السّلام) ومقتله من شواهد النبوّة والرسالة ودلائلها الواضحة ، وبهذا تتحقّق مصداقيّة قول رسول الله (صلّى الله عليه وآله) : «... </w:t>
      </w:r>
      <w:r w:rsidRPr="00541E11">
        <w:rPr>
          <w:rStyle w:val="libBold2Char"/>
          <w:rtl/>
        </w:rPr>
        <w:t>وأنا من حُسين</w:t>
      </w:r>
      <w:r>
        <w:rPr>
          <w:rtl/>
        </w:rPr>
        <w:t>».</w:t>
      </w:r>
    </w:p>
    <w:p w:rsidR="00A87899" w:rsidRDefault="00A87899" w:rsidP="00541E11">
      <w:pPr>
        <w:pStyle w:val="libNormal"/>
        <w:rPr>
          <w:rtl/>
        </w:rPr>
      </w:pPr>
      <w:r>
        <w:rPr>
          <w:rtl/>
        </w:rPr>
        <w:t>ونزول جبرئيل (عليه السّلام) بالأنباء إلى النبيّ (صلّى الله عليه وآله) أمرٌ مألوفٌ إذ هو</w:t>
      </w:r>
      <w:r>
        <w:rPr>
          <w:rFonts w:hint="cs"/>
          <w:rtl/>
        </w:rPr>
        <w:t xml:space="preserve"> </w:t>
      </w:r>
      <w:r>
        <w:rPr>
          <w:rtl/>
        </w:rPr>
        <w:t>مَلَك الوحي ، وموصل الأنباء ، أمّا نزول ملك القَطْر ـ المطر ـ وإخباره بذلك فهو أمر يستوقف القارئ.</w:t>
      </w:r>
    </w:p>
    <w:p w:rsidR="00A87899" w:rsidRDefault="00A87899" w:rsidP="00541E11">
      <w:pPr>
        <w:pStyle w:val="libNormal"/>
        <w:rPr>
          <w:rtl/>
        </w:rPr>
      </w:pPr>
      <w:r>
        <w:rPr>
          <w:rtl/>
        </w:rPr>
        <w:t>فهل في ذلك دلالة خفيّة على موضوع فقدان الماء في قضيّة كربلاء ، و «العطش» الذي سيتصاعد مثل الدخان من أبْنِيَة الحسين (عليه السّلام) يوم عاشوراء؟!</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مختصر تاريخ دمشق ـ لابن منظور 7 / 134.</w:t>
      </w:r>
    </w:p>
    <w:p w:rsidR="00A87899" w:rsidRDefault="00A87899" w:rsidP="00541E11">
      <w:pPr>
        <w:pStyle w:val="libBold1"/>
        <w:rPr>
          <w:rtl/>
        </w:rPr>
      </w:pPr>
      <w:r w:rsidRPr="00E7395C">
        <w:rPr>
          <w:rtl/>
        </w:rPr>
        <w:br w:type="page"/>
      </w:r>
      <w:r>
        <w:rPr>
          <w:rtl/>
        </w:rPr>
        <w:lastRenderedPageBreak/>
        <w:t>ومن دلائل الإمامة</w:t>
      </w:r>
      <w:r>
        <w:rPr>
          <w:rFonts w:hint="cs"/>
          <w:rtl/>
        </w:rPr>
        <w:t xml:space="preserve"> :</w:t>
      </w:r>
    </w:p>
    <w:p w:rsidR="00A87899" w:rsidRDefault="00A87899" w:rsidP="00541E11">
      <w:pPr>
        <w:pStyle w:val="libNormal"/>
        <w:rPr>
          <w:rtl/>
        </w:rPr>
      </w:pPr>
      <w:r>
        <w:rPr>
          <w:rtl/>
        </w:rPr>
        <w:t>فعليٌّ (عليه السّلام) أمير المؤمنين ، الوصيُّ الذي تلقّى من النبيّ (صلّى الله عليه وآله) أدوات الخلافة</w:t>
      </w:r>
      <w:r>
        <w:rPr>
          <w:rFonts w:hint="cs"/>
          <w:rtl/>
        </w:rPr>
        <w:t xml:space="preserve"> :</w:t>
      </w:r>
      <w:r>
        <w:rPr>
          <w:rtl/>
        </w:rPr>
        <w:t xml:space="preserve"> عينيّها ومعنويّها ، خفيّها وعلنيّها ، علومها الشرعية وأسرارها المودعة الجفريّة ، ما أسرّ كثيراً منها وأعلن عن البعض ، فكان فيما أعلن عنه الإخبار عن مقتل الحسين (عليه السّلام).</w:t>
      </w:r>
    </w:p>
    <w:p w:rsidR="00A87899" w:rsidRDefault="00A87899" w:rsidP="00541E11">
      <w:pPr>
        <w:pStyle w:val="libNormal"/>
        <w:rPr>
          <w:rtl/>
        </w:rPr>
      </w:pPr>
      <w:r>
        <w:rPr>
          <w:rtl/>
        </w:rPr>
        <w:t>قال صاحب مطهرته</w:t>
      </w:r>
      <w:r>
        <w:rPr>
          <w:rFonts w:hint="cs"/>
          <w:rtl/>
        </w:rPr>
        <w:t xml:space="preserve"> :</w:t>
      </w:r>
    </w:p>
    <w:p w:rsidR="00A87899" w:rsidRPr="008B2AAA" w:rsidRDefault="00A87899" w:rsidP="00541E11">
      <w:pPr>
        <w:pStyle w:val="libBold2"/>
        <w:rPr>
          <w:rtl/>
        </w:rPr>
      </w:pPr>
      <w:r w:rsidRPr="008B2AAA">
        <w:rPr>
          <w:rtl/>
        </w:rPr>
        <w:t>[213]</w:t>
      </w:r>
      <w:r>
        <w:rPr>
          <w:rtl/>
        </w:rPr>
        <w:t xml:space="preserve"> : </w:t>
      </w:r>
      <w:r w:rsidRPr="008B2AAA">
        <w:rPr>
          <w:rtl/>
        </w:rPr>
        <w:t>لمّا حَاذى (عليه السّلام) نينوى وهو منطلق إلى صفّين نادى</w:t>
      </w:r>
      <w:r>
        <w:rPr>
          <w:rtl/>
        </w:rPr>
        <w:t xml:space="preserve"> : </w:t>
      </w:r>
      <w:r w:rsidRPr="008B2AAA">
        <w:rPr>
          <w:rtl/>
        </w:rPr>
        <w:t>«صبراً أبا عبد الله</w:t>
      </w:r>
      <w:r>
        <w:rPr>
          <w:rtl/>
        </w:rPr>
        <w:t xml:space="preserve"> ، </w:t>
      </w:r>
      <w:r w:rsidRPr="008B2AAA">
        <w:rPr>
          <w:rtl/>
        </w:rPr>
        <w:t>صبراً أبا عبد الله بشطّ الفُرات».</w:t>
      </w:r>
    </w:p>
    <w:p w:rsidR="00A87899" w:rsidRPr="008B2AAA" w:rsidRDefault="00A87899" w:rsidP="00541E11">
      <w:pPr>
        <w:pStyle w:val="libBold2"/>
        <w:rPr>
          <w:rtl/>
        </w:rPr>
      </w:pPr>
      <w:r w:rsidRPr="008B2AAA">
        <w:rPr>
          <w:rtl/>
        </w:rPr>
        <w:t>قلتُ</w:t>
      </w:r>
      <w:r>
        <w:rPr>
          <w:rtl/>
        </w:rPr>
        <w:t xml:space="preserve"> : </w:t>
      </w:r>
      <w:r w:rsidRPr="008B2AAA">
        <w:rPr>
          <w:rtl/>
        </w:rPr>
        <w:t>مَنْ ذا أبو عبد الله؟</w:t>
      </w:r>
    </w:p>
    <w:p w:rsidR="00A87899" w:rsidRDefault="00A87899" w:rsidP="00541E11">
      <w:pPr>
        <w:pStyle w:val="libBold2"/>
        <w:rPr>
          <w:rtl/>
        </w:rPr>
      </w:pPr>
      <w:r w:rsidRPr="008B2AAA">
        <w:rPr>
          <w:rtl/>
        </w:rPr>
        <w:t>قال عليّ (عليه السّلام)</w:t>
      </w:r>
      <w:r>
        <w:rPr>
          <w:rtl/>
        </w:rPr>
        <w:t xml:space="preserve"> : </w:t>
      </w:r>
      <w:r w:rsidRPr="008B2AAA">
        <w:rPr>
          <w:rtl/>
        </w:rPr>
        <w:t>«دخلت على رسول الله (صلّى الله عليه وآله) وعيناه تُفيضان</w:t>
      </w:r>
      <w:r>
        <w:rPr>
          <w:rtl/>
        </w:rPr>
        <w:t xml:space="preserve"> ..</w:t>
      </w:r>
      <w:r w:rsidRPr="008B2AAA">
        <w:rPr>
          <w:rtl/>
        </w:rPr>
        <w:t>. فقال</w:t>
      </w:r>
      <w:r>
        <w:rPr>
          <w:rtl/>
        </w:rPr>
        <w:t xml:space="preserve"> : </w:t>
      </w:r>
      <w:r w:rsidRPr="008B2AAA">
        <w:rPr>
          <w:rtl/>
        </w:rPr>
        <w:t>قام من عندي جبرئيل قبلُ</w:t>
      </w:r>
      <w:r>
        <w:rPr>
          <w:rtl/>
        </w:rPr>
        <w:t xml:space="preserve"> ، </w:t>
      </w:r>
      <w:r w:rsidRPr="008B2AAA">
        <w:rPr>
          <w:rtl/>
        </w:rPr>
        <w:t>فحدّثني أن الحسين يُقتل بشطّ فرات</w:t>
      </w:r>
      <w:r>
        <w:rPr>
          <w:rtl/>
        </w:rPr>
        <w:t xml:space="preserve"> ..</w:t>
      </w:r>
      <w:r w:rsidRPr="008B2AAA">
        <w:rPr>
          <w:rtl/>
        </w:rPr>
        <w:t xml:space="preserve">.» </w:t>
      </w:r>
      <w:r w:rsidRPr="00541E11">
        <w:rPr>
          <w:rStyle w:val="libFootnotenumChar"/>
          <w:rtl/>
        </w:rPr>
        <w:t>(1)</w:t>
      </w:r>
      <w:r>
        <w:rPr>
          <w:rtl/>
        </w:rPr>
        <w:t>.</w:t>
      </w:r>
    </w:p>
    <w:p w:rsidR="00A87899" w:rsidRDefault="00A87899" w:rsidP="00541E11">
      <w:pPr>
        <w:pStyle w:val="libNormal"/>
        <w:rPr>
          <w:rtl/>
        </w:rPr>
      </w:pPr>
      <w:r>
        <w:rPr>
          <w:rtl/>
        </w:rPr>
        <w:t>أمّا أين هي نينوى؟ وأيّ شاطئ من شواطئ الفرات هو موضع قتل الحسين (عليه السّلام)؟</w:t>
      </w:r>
    </w:p>
    <w:p w:rsidR="00A87899" w:rsidRDefault="00A87899" w:rsidP="00541E11">
      <w:pPr>
        <w:pStyle w:val="libNormal"/>
        <w:rPr>
          <w:rtl/>
        </w:rPr>
      </w:pPr>
      <w:r>
        <w:rPr>
          <w:rtl/>
        </w:rPr>
        <w:t>فإنّ رسول الله (صلّى الله عليه وآله) قد هدى عليّاً (عليه السّلام) إلى «علامة» ووضع عنده عيّنةً من تربة الموضع.</w:t>
      </w:r>
    </w:p>
    <w:p w:rsidR="00A87899" w:rsidRPr="00346F73" w:rsidRDefault="00A87899" w:rsidP="00541E11">
      <w:pPr>
        <w:pStyle w:val="libBold2"/>
        <w:rPr>
          <w:rtl/>
        </w:rPr>
      </w:pPr>
      <w:r w:rsidRPr="00346F73">
        <w:rPr>
          <w:rtl/>
        </w:rPr>
        <w:t>قال</w:t>
      </w:r>
      <w:r>
        <w:rPr>
          <w:rtl/>
        </w:rPr>
        <w:t xml:space="preserve"> : </w:t>
      </w:r>
      <w:r w:rsidRPr="00346F73">
        <w:rPr>
          <w:rtl/>
        </w:rPr>
        <w:t>«هل لك أنْ اُشِمَّك من تُربته؟</w:t>
      </w:r>
    </w:p>
    <w:p w:rsidR="00A87899" w:rsidRPr="00346F73" w:rsidRDefault="00A87899" w:rsidP="00541E11">
      <w:pPr>
        <w:pStyle w:val="libBold2"/>
        <w:rPr>
          <w:rtl/>
        </w:rPr>
      </w:pPr>
      <w:r w:rsidRPr="00346F73">
        <w:rPr>
          <w:rtl/>
        </w:rPr>
        <w:t>فمدّ يده</w:t>
      </w:r>
      <w:r>
        <w:rPr>
          <w:rtl/>
        </w:rPr>
        <w:t xml:space="preserve"> ، </w:t>
      </w:r>
      <w:r w:rsidRPr="00346F73">
        <w:rPr>
          <w:rtl/>
        </w:rPr>
        <w:t>فقبض قبضةً من تراب فأعطانيها».</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مختصر تاريخ دمشق ـ لابن منظور 7 / 133.</w:t>
      </w:r>
    </w:p>
    <w:p w:rsidR="00A87899" w:rsidRDefault="00A87899" w:rsidP="00541E11">
      <w:pPr>
        <w:pStyle w:val="libNormal"/>
        <w:rPr>
          <w:rtl/>
        </w:rPr>
      </w:pPr>
      <w:r w:rsidRPr="00E7395C">
        <w:rPr>
          <w:rtl/>
        </w:rPr>
        <w:br w:type="page"/>
      </w:r>
      <w:r>
        <w:rPr>
          <w:rtl/>
        </w:rPr>
        <w:lastRenderedPageBreak/>
        <w:t>وعلامةٌ اُخرى ، إنّ هذه التربةَ مفيضةُ الدمع ، وقد جرّبها عليّ (عليه السّلام)</w:t>
      </w:r>
      <w:r>
        <w:rPr>
          <w:rFonts w:hint="cs"/>
          <w:rtl/>
        </w:rPr>
        <w:t xml:space="preserve"> </w:t>
      </w:r>
      <w:r>
        <w:rPr>
          <w:rtl/>
        </w:rPr>
        <w:t>لأوّل مرّة وقعت بيده ، فقال :</w:t>
      </w:r>
    </w:p>
    <w:p w:rsidR="00A87899" w:rsidRPr="00346F73" w:rsidRDefault="00A87899" w:rsidP="00541E11">
      <w:pPr>
        <w:pStyle w:val="libBold2"/>
        <w:rPr>
          <w:rtl/>
        </w:rPr>
      </w:pPr>
      <w:r w:rsidRPr="00346F73">
        <w:rPr>
          <w:rtl/>
        </w:rPr>
        <w:t>«فلم أملك عينيَّ أن فاضتا».</w:t>
      </w:r>
    </w:p>
    <w:p w:rsidR="00A87899" w:rsidRDefault="00A87899" w:rsidP="00541E11">
      <w:pPr>
        <w:pStyle w:val="libNormal"/>
        <w:rPr>
          <w:rtl/>
        </w:rPr>
      </w:pPr>
      <w:r>
        <w:rPr>
          <w:rtl/>
        </w:rPr>
        <w:t>وبعد هذه الأعوام الطوال ، والحُسين يقرب من الثلاثين من عمره ، يقف عليٌّ (عليه السّلام) على هذه الأرض ، ليقف على تلكما العلامتين ، ويُعلن عن الغيب المستودع مرّتين ، مرّة حين سار إلى صفّين كما قرأنا في الحديث السابق ، ومرّة أُخرى حينما رجع من صفّين ، قال الراوي</w:t>
      </w:r>
      <w:r>
        <w:rPr>
          <w:rFonts w:hint="cs"/>
          <w:rtl/>
        </w:rPr>
        <w:t xml:space="preserve"> :</w:t>
      </w:r>
    </w:p>
    <w:p w:rsidR="00A87899" w:rsidRDefault="00A87899" w:rsidP="00541E11">
      <w:pPr>
        <w:pStyle w:val="libNormal"/>
        <w:rPr>
          <w:rtl/>
        </w:rPr>
      </w:pPr>
      <w:r w:rsidRPr="00541E11">
        <w:rPr>
          <w:rStyle w:val="libBold2Char"/>
          <w:rtl/>
        </w:rPr>
        <w:t>[238] : أقبلنا مرجعنا من صفّين فنزلنا كربلاء ، فصلّى بها عليّ صلاة الفجر بين شجرات ودوحات حَرْمَل ، ثم أَخَذَ كفّاً من بَعْر الغِزْلان فشمّه ، ثم قال : «اُوّهْ اُوّهْ! يُقتلُ بهذا الغائط قومٌ يدخلون الجنّةَ بغير حساب»</w:t>
      </w:r>
      <w:r>
        <w:rPr>
          <w:rtl/>
        </w:rPr>
        <w:t xml:space="preserve"> </w:t>
      </w:r>
      <w:r w:rsidRPr="00541E11">
        <w:rPr>
          <w:rStyle w:val="libFootnotenumChar"/>
          <w:rtl/>
        </w:rPr>
        <w:t>(1)</w:t>
      </w:r>
      <w:r>
        <w:rPr>
          <w:rtl/>
        </w:rPr>
        <w:t>.</w:t>
      </w:r>
    </w:p>
    <w:p w:rsidR="00A87899" w:rsidRDefault="00A87899" w:rsidP="00541E11">
      <w:pPr>
        <w:pStyle w:val="libNormal"/>
        <w:rPr>
          <w:rtl/>
        </w:rPr>
      </w:pPr>
      <w:r>
        <w:rPr>
          <w:rtl/>
        </w:rPr>
        <w:t xml:space="preserve">لقد شمّ عليٌّ تُربة هذه الأرض من يَد النبيّ </w:t>
      </w:r>
      <w:r>
        <w:rPr>
          <w:rFonts w:hint="cs"/>
          <w:rtl/>
        </w:rPr>
        <w:t>،</w:t>
      </w:r>
      <w:r>
        <w:rPr>
          <w:rtl/>
        </w:rPr>
        <w:t xml:space="preserve"> ويشمّها اليوم وهو على أرض كربلاء ، يقدّسها فيصلّي فيها.</w:t>
      </w:r>
    </w:p>
    <w:p w:rsidR="00A87899" w:rsidRDefault="00A87899" w:rsidP="00541E11">
      <w:pPr>
        <w:pStyle w:val="libNormal"/>
        <w:rPr>
          <w:rtl/>
        </w:rPr>
      </w:pPr>
      <w:r>
        <w:rPr>
          <w:rtl/>
        </w:rPr>
        <w:t xml:space="preserve">ولئن كانت أنباءُ الرسول (صلّى الله عليه وآله) من دلائل النبّوة ، فإنّ حضور عليّ (عليه السّلام) على هذه الأرض ، وإعلانه عن أنباء الغيب التي أوحاها إليه الرسول (صلّى الله عليه وآله) وحمّلها عليّاً </w:t>
      </w:r>
      <w:r>
        <w:rPr>
          <w:rFonts w:hint="cs"/>
          <w:rtl/>
        </w:rPr>
        <w:t>،</w:t>
      </w:r>
      <w:r>
        <w:rPr>
          <w:rtl/>
        </w:rPr>
        <w:t xml:space="preserve"> فهي من دلائل الإمامة.</w:t>
      </w:r>
    </w:p>
    <w:p w:rsidR="00A87899" w:rsidRDefault="00A87899" w:rsidP="00541E11">
      <w:pPr>
        <w:pStyle w:val="libNormal"/>
        <w:rPr>
          <w:rtl/>
        </w:rPr>
      </w:pPr>
      <w:r>
        <w:rPr>
          <w:rtl/>
        </w:rPr>
        <w:t>وزاد عليّ (عليه السّلام) أنْ حضر في كربلاء وقدّس أرضها ، وواسى ابنه الشهيد بنداء له : «صبراً أبا عبد الله</w:t>
      </w:r>
      <w:r>
        <w:rPr>
          <w:rFonts w:hint="cs"/>
          <w:rtl/>
        </w:rPr>
        <w:t>»</w:t>
      </w:r>
      <w:r>
        <w:rPr>
          <w:rtl/>
        </w:rPr>
        <w:t xml:space="preserve"> </w:t>
      </w:r>
      <w:r>
        <w:rPr>
          <w:rFonts w:hint="cs"/>
          <w:rtl/>
        </w:rPr>
        <w:t>«</w:t>
      </w:r>
      <w:r>
        <w:rPr>
          <w:rtl/>
        </w:rPr>
        <w:t>صبراً أبا عبد الله».</w:t>
      </w:r>
    </w:p>
    <w:p w:rsidR="00A87899" w:rsidRDefault="00A87899" w:rsidP="00541E11">
      <w:pPr>
        <w:pStyle w:val="libNormal"/>
        <w:rPr>
          <w:rtl/>
        </w:rPr>
      </w:pPr>
      <w:r>
        <w:rPr>
          <w:rtl/>
        </w:rPr>
        <w:t xml:space="preserve">وإذا كانت أنباء كربلاء من الغيب الذي يُوحيه الله إلى الرسول </w:t>
      </w:r>
      <w:r>
        <w:rPr>
          <w:rFonts w:hint="cs"/>
          <w:rtl/>
        </w:rPr>
        <w:t>،</w:t>
      </w:r>
      <w:r>
        <w:rPr>
          <w:rtl/>
        </w:rPr>
        <w:t xml:space="preserve"> فلا بدّ</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مختصر تاريخ دمشق ـ لابن منظور 7 / 135.</w:t>
      </w:r>
    </w:p>
    <w:p w:rsidR="00A87899" w:rsidRDefault="00A87899" w:rsidP="00541E11">
      <w:pPr>
        <w:pStyle w:val="libNormal0"/>
        <w:rPr>
          <w:rtl/>
        </w:rPr>
      </w:pPr>
      <w:r w:rsidRPr="00E7395C">
        <w:rPr>
          <w:rtl/>
        </w:rPr>
        <w:br w:type="page"/>
      </w:r>
      <w:r>
        <w:rPr>
          <w:rtl/>
        </w:rPr>
        <w:lastRenderedPageBreak/>
        <w:t>أنّ شيئاً من تلك الأنباء قد جاء في صحف الأنبياء ما دامت الشريعة الإلهية واحدة ، والحقائق الكونيّة بعينها متّحدة ، والوقائع المتجدّدة محفوظة في لوح الغيب ، والأهداف في الإعلان عنها بنفسها مُتكرّرة.</w:t>
      </w:r>
    </w:p>
    <w:p w:rsidR="00A87899" w:rsidRDefault="00A87899" w:rsidP="00541E11">
      <w:pPr>
        <w:pStyle w:val="libNormal"/>
        <w:rPr>
          <w:rtl/>
        </w:rPr>
      </w:pPr>
      <w:r>
        <w:rPr>
          <w:rtl/>
        </w:rPr>
        <w:t>فماذا عن كربلاء في الصحف الأُولى؟</w:t>
      </w:r>
    </w:p>
    <w:p w:rsidR="00A87899" w:rsidRDefault="00A87899" w:rsidP="00541E11">
      <w:pPr>
        <w:pStyle w:val="libNormal"/>
        <w:rPr>
          <w:rtl/>
        </w:rPr>
      </w:pPr>
      <w:r>
        <w:rPr>
          <w:rtl/>
        </w:rPr>
        <w:t xml:space="preserve">إنّ رجالاً من أهل الأديان قد تناقلوا بعض تلك الأنباء </w:t>
      </w:r>
      <w:r>
        <w:rPr>
          <w:rFonts w:hint="cs"/>
          <w:rtl/>
        </w:rPr>
        <w:t>:</w:t>
      </w:r>
    </w:p>
    <w:p w:rsidR="00A87899" w:rsidRDefault="00A87899" w:rsidP="00541E11">
      <w:pPr>
        <w:pStyle w:val="libNormal"/>
        <w:rPr>
          <w:rtl/>
        </w:rPr>
      </w:pPr>
      <w:r w:rsidRPr="00541E11">
        <w:rPr>
          <w:rStyle w:val="libBold2Char"/>
          <w:rtl/>
        </w:rPr>
        <w:t>[ص189] فهذا كعب الأحبار كان إذا مرَّ عليٌّ (عليه السّلام) يقول : يخرج من وُلد هذا رجلٌ يُقتل في عصابة لا يجفُّ عرق خيولهم حتّى يردوا على رسول الله (صلّى الله عليه وآله)</w:t>
      </w:r>
      <w:r>
        <w:rPr>
          <w:rtl/>
        </w:rPr>
        <w:t xml:space="preserve"> </w:t>
      </w:r>
      <w:r w:rsidRPr="00541E11">
        <w:rPr>
          <w:rStyle w:val="libFootnotenumChar"/>
          <w:rtl/>
        </w:rPr>
        <w:t>(1)</w:t>
      </w:r>
      <w:r>
        <w:rPr>
          <w:rtl/>
        </w:rPr>
        <w:t>.</w:t>
      </w:r>
    </w:p>
    <w:p w:rsidR="00A87899" w:rsidRDefault="00A87899" w:rsidP="00541E11">
      <w:pPr>
        <w:pStyle w:val="libNormal"/>
        <w:rPr>
          <w:rtl/>
        </w:rPr>
      </w:pPr>
      <w:r w:rsidRPr="00541E11">
        <w:rPr>
          <w:rStyle w:val="libBold2Char"/>
          <w:rtl/>
        </w:rPr>
        <w:t>[ص189] : وكان رأسُ الجالوت ـ وهو من أولاد الأنبياء السابقين ـ يقول : كُنّا نسمع أنّه يُقتل بكربلاء ابنُ نبيٍّ ، فكنتُ إذا دخلتُها ركضتُ فرسي حتّى أجوزَ عنها ، فلمّا قُتل حُسَينٌ جعلتُ أسير بعد ذلك على هيئَتي</w:t>
      </w:r>
      <w:r>
        <w:rPr>
          <w:rtl/>
        </w:rPr>
        <w:t xml:space="preserve"> </w:t>
      </w:r>
      <w:r w:rsidRPr="00541E11">
        <w:rPr>
          <w:rStyle w:val="libFootnotenumChar"/>
          <w:rtl/>
        </w:rPr>
        <w:t>(2)</w:t>
      </w:r>
      <w:r>
        <w:rPr>
          <w:rtl/>
        </w:rPr>
        <w:t>.</w:t>
      </w:r>
    </w:p>
    <w:p w:rsidR="00A87899" w:rsidRDefault="00A87899" w:rsidP="00541E11">
      <w:pPr>
        <w:pStyle w:val="libNormal"/>
        <w:rPr>
          <w:rtl/>
        </w:rPr>
      </w:pPr>
      <w:r>
        <w:rPr>
          <w:rtl/>
        </w:rPr>
        <w:t xml:space="preserve">وإذا كانت الأنباء قد ذاعتْ وانتشرتْ ، ورويتْ عن الصحف الأُولى ، وعن النبيّ </w:t>
      </w:r>
      <w:r>
        <w:rPr>
          <w:rFonts w:hint="cs"/>
          <w:rtl/>
        </w:rPr>
        <w:t>،</w:t>
      </w:r>
      <w:r>
        <w:rPr>
          <w:rtl/>
        </w:rPr>
        <w:t xml:space="preserve"> وعن عليّ </w:t>
      </w:r>
      <w:r>
        <w:rPr>
          <w:rFonts w:hint="cs"/>
          <w:rtl/>
        </w:rPr>
        <w:t>،</w:t>
      </w:r>
      <w:r>
        <w:rPr>
          <w:rtl/>
        </w:rPr>
        <w:t xml:space="preserve"> فأجدر بالحسين أبي عبد الله </w:t>
      </w:r>
      <w:r>
        <w:rPr>
          <w:rFonts w:hint="cs"/>
          <w:rtl/>
        </w:rPr>
        <w:t>،</w:t>
      </w:r>
      <w:r>
        <w:rPr>
          <w:rtl/>
        </w:rPr>
        <w:t xml:space="preserve"> صاحب الأنباء ومحورها ، وموضوع حديثها ، أن يكون على علم بها.</w:t>
      </w:r>
    </w:p>
    <w:p w:rsidR="00A87899" w:rsidRDefault="00A87899" w:rsidP="00541E11">
      <w:pPr>
        <w:pStyle w:val="libNormal"/>
        <w:rPr>
          <w:rtl/>
        </w:rPr>
      </w:pPr>
      <w:r>
        <w:rPr>
          <w:rtl/>
        </w:rPr>
        <w:t>ولقد أعلن عنها قبل كربلاء ، وكان يحلف بالله على النتيجة التي يلقاها ، ومن تلك الأنباء</w:t>
      </w:r>
      <w:r>
        <w:rPr>
          <w:rFonts w:hint="cs"/>
          <w:rtl/>
        </w:rPr>
        <w:t xml:space="preserve"> :</w:t>
      </w:r>
    </w:p>
    <w:p w:rsidR="00A87899" w:rsidRPr="00E1416A" w:rsidRDefault="00A87899" w:rsidP="00541E11">
      <w:pPr>
        <w:pStyle w:val="libBold2"/>
        <w:rPr>
          <w:rtl/>
        </w:rPr>
      </w:pPr>
      <w:r w:rsidRPr="00E1416A">
        <w:rPr>
          <w:rtl/>
        </w:rPr>
        <w:t>[267] قال الحسين (عليه السّلام) : «والله</w:t>
      </w:r>
      <w:r>
        <w:rPr>
          <w:rtl/>
        </w:rPr>
        <w:t xml:space="preserve"> ، </w:t>
      </w:r>
      <w:r w:rsidRPr="00E1416A">
        <w:rPr>
          <w:rtl/>
        </w:rPr>
        <w:t>ليَعْتَدُنَّ عليَّ كما</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w:t>
      </w:r>
      <w:r>
        <w:rPr>
          <w:rFonts w:hint="cs"/>
          <w:rtl/>
        </w:rPr>
        <w:t xml:space="preserve"> و (</w:t>
      </w:r>
      <w:r w:rsidRPr="00E7395C">
        <w:rPr>
          <w:rtl/>
        </w:rPr>
        <w:t>2) مختصر تاريخ دمشق ـ لابن منظور 7 / 135.</w:t>
      </w:r>
    </w:p>
    <w:p w:rsidR="00A87899" w:rsidRPr="00346F73" w:rsidRDefault="00A87899" w:rsidP="00541E11">
      <w:pPr>
        <w:pStyle w:val="libBold2"/>
        <w:rPr>
          <w:rtl/>
        </w:rPr>
      </w:pPr>
      <w:r w:rsidRPr="00E7395C">
        <w:rPr>
          <w:rtl/>
        </w:rPr>
        <w:br w:type="page"/>
      </w:r>
      <w:r w:rsidRPr="00346F73">
        <w:rPr>
          <w:rtl/>
        </w:rPr>
        <w:lastRenderedPageBreak/>
        <w:t>اعتدت بنو إسرائيل في السبت».</w:t>
      </w:r>
    </w:p>
    <w:p w:rsidR="00A87899" w:rsidRPr="00346F73" w:rsidRDefault="00A87899" w:rsidP="00541E11">
      <w:pPr>
        <w:pStyle w:val="libBold2"/>
        <w:rPr>
          <w:rtl/>
        </w:rPr>
      </w:pPr>
      <w:r w:rsidRPr="00346F73">
        <w:rPr>
          <w:rtl/>
        </w:rPr>
        <w:t>[268] وقال (عليه السّلام)</w:t>
      </w:r>
      <w:r>
        <w:rPr>
          <w:rtl/>
        </w:rPr>
        <w:t xml:space="preserve"> : </w:t>
      </w:r>
      <w:r w:rsidRPr="00346F73">
        <w:rPr>
          <w:rtl/>
        </w:rPr>
        <w:t>«والله</w:t>
      </w:r>
      <w:r>
        <w:rPr>
          <w:rtl/>
        </w:rPr>
        <w:t xml:space="preserve"> ، </w:t>
      </w:r>
      <w:r w:rsidRPr="00346F73">
        <w:rPr>
          <w:rtl/>
        </w:rPr>
        <w:t>لا يَدَعُوني حتّى يستخرجوا هذه العَلَقةَ من جوفي».</w:t>
      </w:r>
    </w:p>
    <w:p w:rsidR="00A87899" w:rsidRDefault="00A87899" w:rsidP="00541E11">
      <w:pPr>
        <w:pStyle w:val="libBold2"/>
        <w:rPr>
          <w:rtl/>
        </w:rPr>
      </w:pPr>
      <w:r w:rsidRPr="00346F73">
        <w:rPr>
          <w:rtl/>
        </w:rPr>
        <w:t>[266] وقال من شافَهَ الحسين (عليه السّلام)</w:t>
      </w:r>
      <w:r>
        <w:rPr>
          <w:rtl/>
        </w:rPr>
        <w:t xml:space="preserve"> : </w:t>
      </w:r>
      <w:r w:rsidRPr="00346F73">
        <w:rPr>
          <w:rtl/>
        </w:rPr>
        <w:t>رأيت أبْنِيةً مضروبةً بفلاة من الأرض</w:t>
      </w:r>
      <w:r>
        <w:rPr>
          <w:rtl/>
        </w:rPr>
        <w:t xml:space="preserve"> ، </w:t>
      </w:r>
      <w:r w:rsidRPr="00346F73">
        <w:rPr>
          <w:rtl/>
        </w:rPr>
        <w:t>فقلتُ</w:t>
      </w:r>
      <w:r>
        <w:rPr>
          <w:rtl/>
        </w:rPr>
        <w:t xml:space="preserve"> : </w:t>
      </w:r>
      <w:r w:rsidRPr="00346F73">
        <w:rPr>
          <w:rtl/>
        </w:rPr>
        <w:t>لمن هذه؟</w:t>
      </w:r>
    </w:p>
    <w:p w:rsidR="00A87899" w:rsidRDefault="00A87899" w:rsidP="00541E11">
      <w:pPr>
        <w:pStyle w:val="libBold2"/>
        <w:rPr>
          <w:rtl/>
        </w:rPr>
      </w:pPr>
      <w:r w:rsidRPr="00346F73">
        <w:rPr>
          <w:rtl/>
        </w:rPr>
        <w:t>قالوا</w:t>
      </w:r>
      <w:r>
        <w:rPr>
          <w:rtl/>
        </w:rPr>
        <w:t xml:space="preserve"> : </w:t>
      </w:r>
      <w:r w:rsidRPr="00346F73">
        <w:rPr>
          <w:rtl/>
        </w:rPr>
        <w:t>هذه لحسين.</w:t>
      </w:r>
    </w:p>
    <w:p w:rsidR="00A87899" w:rsidRPr="00346F73" w:rsidRDefault="00A87899" w:rsidP="00541E11">
      <w:pPr>
        <w:pStyle w:val="libBold2"/>
        <w:rPr>
          <w:rtl/>
        </w:rPr>
      </w:pPr>
      <w:r w:rsidRPr="00346F73">
        <w:rPr>
          <w:rtl/>
        </w:rPr>
        <w:t>فأتيتُه</w:t>
      </w:r>
      <w:r>
        <w:rPr>
          <w:rtl/>
        </w:rPr>
        <w:t xml:space="preserve"> ، </w:t>
      </w:r>
      <w:r w:rsidRPr="00346F73">
        <w:rPr>
          <w:rtl/>
        </w:rPr>
        <w:t>فإذا شيخ يقرأ القرآن</w:t>
      </w:r>
      <w:r>
        <w:rPr>
          <w:rFonts w:hint="cs"/>
          <w:rtl/>
        </w:rPr>
        <w:t xml:space="preserve"> ـ</w:t>
      </w:r>
      <w:r w:rsidRPr="00346F73">
        <w:rPr>
          <w:rtl/>
        </w:rPr>
        <w:t xml:space="preserve"> والدموع تسيلُ على خدّيه ولحيته</w:t>
      </w:r>
      <w:r>
        <w:rPr>
          <w:rFonts w:hint="cs"/>
          <w:rtl/>
        </w:rPr>
        <w:t>! ـ</w:t>
      </w:r>
      <w:r w:rsidRPr="00346F73">
        <w:rPr>
          <w:rtl/>
        </w:rPr>
        <w:t xml:space="preserve"> فقلت</w:t>
      </w:r>
      <w:r>
        <w:rPr>
          <w:rtl/>
        </w:rPr>
        <w:t xml:space="preserve"> : </w:t>
      </w:r>
      <w:r w:rsidRPr="00346F73">
        <w:rPr>
          <w:rtl/>
        </w:rPr>
        <w:t>بأبي أنت وأُمّي يابن رسول الله! ما أنزلك هذه البلاد والفلاة التي ليس بها أحدٌ؟!</w:t>
      </w:r>
    </w:p>
    <w:p w:rsidR="00A87899" w:rsidRPr="00346F73" w:rsidRDefault="00A87899" w:rsidP="00541E11">
      <w:pPr>
        <w:pStyle w:val="libBold2"/>
        <w:rPr>
          <w:rtl/>
        </w:rPr>
      </w:pPr>
      <w:r w:rsidRPr="00346F73">
        <w:rPr>
          <w:rtl/>
        </w:rPr>
        <w:t>فقال</w:t>
      </w:r>
      <w:r>
        <w:rPr>
          <w:rtl/>
        </w:rPr>
        <w:t xml:space="preserve"> : </w:t>
      </w:r>
      <w:r w:rsidRPr="00346F73">
        <w:rPr>
          <w:rtl/>
        </w:rPr>
        <w:t>«هذه كتب أهل الكوفة إليَّ</w:t>
      </w:r>
      <w:r>
        <w:rPr>
          <w:rtl/>
        </w:rPr>
        <w:t xml:space="preserve"> ، </w:t>
      </w:r>
      <w:r w:rsidRPr="00346F73">
        <w:rPr>
          <w:rtl/>
        </w:rPr>
        <w:t>ولا أراهم إلاّ قاتلي».</w:t>
      </w:r>
    </w:p>
    <w:p w:rsidR="00A87899" w:rsidRDefault="00A87899" w:rsidP="00541E11">
      <w:pPr>
        <w:pStyle w:val="libNormal"/>
        <w:rPr>
          <w:rtl/>
        </w:rPr>
      </w:pPr>
      <w:r>
        <w:rPr>
          <w:rtl/>
        </w:rPr>
        <w:t xml:space="preserve">وأوْلى بالحسين (عليه السّلام) أن يعلم ما يجري في الغيب من خلال إخبار جدّه المرسَل </w:t>
      </w:r>
      <w:r>
        <w:rPr>
          <w:rFonts w:hint="cs"/>
          <w:rtl/>
        </w:rPr>
        <w:t>،</w:t>
      </w:r>
      <w:r>
        <w:rPr>
          <w:rtl/>
        </w:rPr>
        <w:t xml:space="preserve"> لأنّه من أعلام الإمامة التي زانها.</w:t>
      </w:r>
    </w:p>
    <w:p w:rsidR="00A87899" w:rsidRDefault="00A87899" w:rsidP="00541E11">
      <w:pPr>
        <w:pStyle w:val="libBold1"/>
        <w:rPr>
          <w:rtl/>
        </w:rPr>
      </w:pPr>
      <w:r>
        <w:rPr>
          <w:rtl/>
        </w:rPr>
        <w:t>حديث كربلاء : أحزانُها وتربتُها</w:t>
      </w:r>
      <w:r>
        <w:rPr>
          <w:rFonts w:hint="cs"/>
          <w:rtl/>
        </w:rPr>
        <w:t xml:space="preserve"> :</w:t>
      </w:r>
    </w:p>
    <w:p w:rsidR="00A87899" w:rsidRDefault="00A87899" w:rsidP="00541E11">
      <w:pPr>
        <w:pStyle w:val="libNormal"/>
        <w:rPr>
          <w:rtl/>
        </w:rPr>
      </w:pPr>
      <w:r>
        <w:rPr>
          <w:rtl/>
        </w:rPr>
        <w:t>واسم «كربلاء» نفسه الذي لم يذكر في تراث العرب القديم ، وإنّما جاء على لسان الغيب ، وسمعه العرب لأوّل مرّة في حديث النبيّ (صلّى الله عليه وآله) ، فيما رواه سعيد بن جهمان قال</w:t>
      </w:r>
      <w:r>
        <w:rPr>
          <w:rFonts w:hint="cs"/>
          <w:rtl/>
        </w:rPr>
        <w:t xml:space="preserve"> :</w:t>
      </w:r>
    </w:p>
    <w:p w:rsidR="00A87899" w:rsidRDefault="00A87899" w:rsidP="00541E11">
      <w:pPr>
        <w:pStyle w:val="libBold2"/>
        <w:rPr>
          <w:rtl/>
        </w:rPr>
      </w:pPr>
      <w:r w:rsidRPr="00346F73">
        <w:rPr>
          <w:rtl/>
        </w:rPr>
        <w:t>[233]</w:t>
      </w:r>
      <w:r>
        <w:rPr>
          <w:rtl/>
        </w:rPr>
        <w:t xml:space="preserve"> : </w:t>
      </w:r>
      <w:r w:rsidRPr="00346F73">
        <w:rPr>
          <w:rtl/>
        </w:rPr>
        <w:t>إنّ جبرئيل أتى النبي (صلّى الله عليه وآله) بتراب من تربة القرية التي يُقتل فيها الحسين (عليه السّلام)</w:t>
      </w:r>
      <w:r>
        <w:rPr>
          <w:rtl/>
        </w:rPr>
        <w:t>.</w:t>
      </w:r>
    </w:p>
    <w:p w:rsidR="00A87899" w:rsidRDefault="00A87899" w:rsidP="00541E11">
      <w:pPr>
        <w:pStyle w:val="libBold2"/>
        <w:rPr>
          <w:rtl/>
        </w:rPr>
      </w:pPr>
      <w:r w:rsidRPr="00346F73">
        <w:rPr>
          <w:rtl/>
        </w:rPr>
        <w:t>وقيل</w:t>
      </w:r>
      <w:r>
        <w:rPr>
          <w:rtl/>
        </w:rPr>
        <w:t xml:space="preserve"> : </w:t>
      </w:r>
      <w:r w:rsidRPr="00346F73">
        <w:rPr>
          <w:rtl/>
        </w:rPr>
        <w:t>اسمها «كربلاء».</w:t>
      </w:r>
    </w:p>
    <w:p w:rsidR="00A87899" w:rsidRDefault="00A87899" w:rsidP="00541E11">
      <w:pPr>
        <w:pStyle w:val="libBold2"/>
        <w:rPr>
          <w:rtl/>
        </w:rPr>
      </w:pPr>
      <w:r>
        <w:rPr>
          <w:rtl/>
        </w:rPr>
        <w:br w:type="page"/>
      </w:r>
      <w:r w:rsidRPr="00346F73">
        <w:rPr>
          <w:rtl/>
        </w:rPr>
        <w:lastRenderedPageBreak/>
        <w:t>فقال رسول الله (صلّى الله عليه وآله)</w:t>
      </w:r>
      <w:r>
        <w:rPr>
          <w:rtl/>
        </w:rPr>
        <w:t xml:space="preserve"> : </w:t>
      </w:r>
      <w:r w:rsidRPr="00346F73">
        <w:rPr>
          <w:rtl/>
        </w:rPr>
        <w:t>«كربٌ وبلاءٌ»</w:t>
      </w:r>
      <w:r>
        <w:rPr>
          <w:rtl/>
        </w:rPr>
        <w:t xml:space="preserve"> </w:t>
      </w:r>
      <w:r w:rsidRPr="00541E11">
        <w:rPr>
          <w:rStyle w:val="libFootnotenumChar"/>
          <w:rtl/>
        </w:rPr>
        <w:t>(1)</w:t>
      </w:r>
      <w:r>
        <w:rPr>
          <w:rtl/>
        </w:rPr>
        <w:t>.</w:t>
      </w:r>
    </w:p>
    <w:p w:rsidR="00A87899" w:rsidRDefault="00A87899" w:rsidP="00541E11">
      <w:pPr>
        <w:pStyle w:val="libNormal"/>
        <w:rPr>
          <w:rtl/>
        </w:rPr>
      </w:pPr>
      <w:r>
        <w:rPr>
          <w:rtl/>
        </w:rPr>
        <w:t>فلا بدّ أن يكون هذا الاسم موضوعاً على تلك القرية ، لكن تداولها بدأ منذ هذا الحديث ، وأمّا استيحاء «الكرب» و «البلاء» منه فلم يؤثر إلاّ من هذا النصّ ، بالرغم من إيحاء حروف الكلمة ودلالتها التصوّرية التي لا يمكن إنكارها.</w:t>
      </w:r>
    </w:p>
    <w:p w:rsidR="00A87899" w:rsidRDefault="00A87899" w:rsidP="00541E11">
      <w:pPr>
        <w:pStyle w:val="libNormal"/>
        <w:rPr>
          <w:rtl/>
        </w:rPr>
      </w:pPr>
      <w:r>
        <w:rPr>
          <w:rtl/>
        </w:rPr>
        <w:t>وعليّ (عليه السّلام) أيضاً سأل عن هذا الاسم واستوحى منه نفس الوحي.</w:t>
      </w:r>
    </w:p>
    <w:p w:rsidR="00A87899" w:rsidRDefault="00A87899" w:rsidP="00541E11">
      <w:pPr>
        <w:pStyle w:val="libBold2"/>
        <w:rPr>
          <w:rtl/>
        </w:rPr>
      </w:pPr>
      <w:r w:rsidRPr="003105B2">
        <w:rPr>
          <w:rtl/>
        </w:rPr>
        <w:t>[278] قال الراوي</w:t>
      </w:r>
      <w:r>
        <w:rPr>
          <w:rtl/>
        </w:rPr>
        <w:t xml:space="preserve"> : </w:t>
      </w:r>
      <w:r w:rsidRPr="003105B2">
        <w:rPr>
          <w:rtl/>
        </w:rPr>
        <w:t>رجعنا مَعَ عليّ من صِفّين</w:t>
      </w:r>
      <w:r>
        <w:rPr>
          <w:rtl/>
        </w:rPr>
        <w:t xml:space="preserve"> ، </w:t>
      </w:r>
      <w:r w:rsidRPr="003105B2">
        <w:rPr>
          <w:rtl/>
        </w:rPr>
        <w:t>فانتهينا إلى موضع</w:t>
      </w:r>
      <w:r>
        <w:rPr>
          <w:rtl/>
        </w:rPr>
        <w:t xml:space="preserve"> ، </w:t>
      </w:r>
      <w:r w:rsidRPr="003105B2">
        <w:rPr>
          <w:rtl/>
        </w:rPr>
        <w:t>فقال</w:t>
      </w:r>
      <w:r>
        <w:rPr>
          <w:rtl/>
        </w:rPr>
        <w:t xml:space="preserve"> : </w:t>
      </w:r>
      <w:r w:rsidRPr="003105B2">
        <w:rPr>
          <w:rtl/>
        </w:rPr>
        <w:t>«ما يُسَمّى هذا الموضع؟».</w:t>
      </w:r>
    </w:p>
    <w:p w:rsidR="00A87899" w:rsidRDefault="00A87899" w:rsidP="00541E11">
      <w:pPr>
        <w:pStyle w:val="libBold2"/>
        <w:rPr>
          <w:rtl/>
        </w:rPr>
      </w:pPr>
      <w:r w:rsidRPr="003105B2">
        <w:rPr>
          <w:rtl/>
        </w:rPr>
        <w:t>قلنا</w:t>
      </w:r>
      <w:r>
        <w:rPr>
          <w:rtl/>
        </w:rPr>
        <w:t xml:space="preserve"> : </w:t>
      </w:r>
      <w:r w:rsidRPr="003105B2">
        <w:rPr>
          <w:rtl/>
        </w:rPr>
        <w:t>كربلاء.</w:t>
      </w:r>
    </w:p>
    <w:p w:rsidR="00A87899" w:rsidRPr="003105B2" w:rsidRDefault="00A87899" w:rsidP="00541E11">
      <w:pPr>
        <w:pStyle w:val="libBold2"/>
        <w:rPr>
          <w:rtl/>
        </w:rPr>
      </w:pPr>
      <w:r w:rsidRPr="003105B2">
        <w:rPr>
          <w:rtl/>
        </w:rPr>
        <w:t>قال</w:t>
      </w:r>
      <w:r>
        <w:rPr>
          <w:rtl/>
        </w:rPr>
        <w:t xml:space="preserve"> : </w:t>
      </w:r>
      <w:r w:rsidRPr="003105B2">
        <w:rPr>
          <w:rtl/>
        </w:rPr>
        <w:t>«كربٌ وبلاءٌ».</w:t>
      </w:r>
    </w:p>
    <w:p w:rsidR="00A87899" w:rsidRPr="003105B2" w:rsidRDefault="00A87899" w:rsidP="00541E11">
      <w:pPr>
        <w:pStyle w:val="libBold2"/>
        <w:rPr>
          <w:rtl/>
        </w:rPr>
      </w:pPr>
      <w:r w:rsidRPr="003105B2">
        <w:rPr>
          <w:rtl/>
        </w:rPr>
        <w:t>ثم قَعَدَ على رابِية وقال</w:t>
      </w:r>
      <w:r>
        <w:rPr>
          <w:rtl/>
        </w:rPr>
        <w:t xml:space="preserve"> : </w:t>
      </w:r>
      <w:r w:rsidRPr="003105B2">
        <w:rPr>
          <w:rtl/>
        </w:rPr>
        <w:t>«يُقتل ها هنا قومٌ أفضل شهداء على ظهر الأرض</w:t>
      </w:r>
      <w:r>
        <w:rPr>
          <w:rtl/>
        </w:rPr>
        <w:t xml:space="preserve"> ، </w:t>
      </w:r>
      <w:r w:rsidRPr="003105B2">
        <w:rPr>
          <w:rtl/>
        </w:rPr>
        <w:t>لا يكون شهداء رسول الله (صلّى الله عليه وآله</w:t>
      </w:r>
      <w:r w:rsidRPr="003105B2">
        <w:rPr>
          <w:rFonts w:hint="cs"/>
          <w:rtl/>
        </w:rPr>
        <w:t>)</w:t>
      </w:r>
      <w:r w:rsidRPr="003105B2">
        <w:rPr>
          <w:rtl/>
        </w:rPr>
        <w:t>».</w:t>
      </w:r>
    </w:p>
    <w:p w:rsidR="00A87899" w:rsidRDefault="00A87899" w:rsidP="00541E11">
      <w:pPr>
        <w:pStyle w:val="libNormal"/>
        <w:rPr>
          <w:rtl/>
        </w:rPr>
      </w:pPr>
      <w:r>
        <w:rPr>
          <w:rtl/>
        </w:rPr>
        <w:t>والحسينُ نفسُه حين نزلَ كربلاء تساءَلَ</w:t>
      </w:r>
      <w:r>
        <w:rPr>
          <w:rFonts w:hint="cs"/>
          <w:rtl/>
        </w:rPr>
        <w:t xml:space="preserve"> :</w:t>
      </w:r>
    </w:p>
    <w:p w:rsidR="00A87899" w:rsidRPr="003105B2" w:rsidRDefault="00A87899" w:rsidP="00541E11">
      <w:pPr>
        <w:pStyle w:val="libBold2"/>
        <w:rPr>
          <w:rtl/>
        </w:rPr>
      </w:pPr>
      <w:r w:rsidRPr="003105B2">
        <w:rPr>
          <w:rtl/>
        </w:rPr>
        <w:t>[275]</w:t>
      </w:r>
      <w:r>
        <w:rPr>
          <w:rtl/>
        </w:rPr>
        <w:t xml:space="preserve"> : </w:t>
      </w:r>
      <w:r w:rsidRPr="003105B2">
        <w:rPr>
          <w:rtl/>
        </w:rPr>
        <w:t>«ما اسمُ هذه الأرض؟».</w:t>
      </w:r>
    </w:p>
    <w:p w:rsidR="00A87899" w:rsidRPr="003105B2" w:rsidRDefault="00A87899" w:rsidP="00541E11">
      <w:pPr>
        <w:pStyle w:val="libBold2"/>
        <w:rPr>
          <w:rtl/>
        </w:rPr>
      </w:pPr>
      <w:r w:rsidRPr="003105B2">
        <w:rPr>
          <w:rtl/>
        </w:rPr>
        <w:t>قالوا</w:t>
      </w:r>
      <w:r>
        <w:rPr>
          <w:rtl/>
        </w:rPr>
        <w:t xml:space="preserve"> : </w:t>
      </w:r>
      <w:r w:rsidRPr="003105B2">
        <w:rPr>
          <w:rtl/>
        </w:rPr>
        <w:t>كربلاء.</w:t>
      </w:r>
    </w:p>
    <w:p w:rsidR="00A87899" w:rsidRDefault="00A87899" w:rsidP="00541E11">
      <w:pPr>
        <w:pStyle w:val="libBold2"/>
        <w:rPr>
          <w:rtl/>
        </w:rPr>
      </w:pPr>
      <w:r w:rsidRPr="003105B2">
        <w:rPr>
          <w:rtl/>
        </w:rPr>
        <w:t>قال (عليه السّلام)</w:t>
      </w:r>
      <w:r>
        <w:rPr>
          <w:rtl/>
        </w:rPr>
        <w:t xml:space="preserve"> : </w:t>
      </w:r>
      <w:r w:rsidRPr="003105B2">
        <w:rPr>
          <w:rtl/>
        </w:rPr>
        <w:t>«كربٌ وبلاءٌ».</w:t>
      </w:r>
    </w:p>
    <w:p w:rsidR="00A87899" w:rsidRDefault="00A87899" w:rsidP="00541E11">
      <w:pPr>
        <w:pStyle w:val="libNormal"/>
        <w:rPr>
          <w:rtl/>
        </w:rPr>
      </w:pPr>
      <w:r>
        <w:rPr>
          <w:rtl/>
        </w:rPr>
        <w:t>وبعد حديث الغيب كان إحضار عيّنة من «تُربة كربلاء» التي تكرّر الحديث عنها دعماً من الرسول (صلّى الله عليه وآله) لكلّ ذلك الحديث بمصداق</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مختصر تاريخ دمشق ـ لابن منظور 7 / 134.</w:t>
      </w:r>
    </w:p>
    <w:p w:rsidR="00A87899" w:rsidRDefault="00A87899" w:rsidP="00541E11">
      <w:pPr>
        <w:pStyle w:val="libNormal0"/>
        <w:rPr>
          <w:rtl/>
        </w:rPr>
      </w:pPr>
      <w:r>
        <w:rPr>
          <w:rtl/>
        </w:rPr>
        <w:br w:type="page"/>
      </w:r>
      <w:r>
        <w:rPr>
          <w:rtl/>
        </w:rPr>
        <w:lastRenderedPageBreak/>
        <w:t>ونموذج من تُربتها ، لتكون دليلاً عينياً من دلائل النبوّة ومعجزاتها.</w:t>
      </w:r>
    </w:p>
    <w:p w:rsidR="00A87899" w:rsidRDefault="00A87899" w:rsidP="00541E11">
      <w:pPr>
        <w:pStyle w:val="libBold2"/>
        <w:rPr>
          <w:rtl/>
        </w:rPr>
      </w:pPr>
      <w:r w:rsidRPr="003105B2">
        <w:rPr>
          <w:rtl/>
        </w:rPr>
        <w:t>[213] ففي حديث عليّ (عليه السّلام) أنّ جبرئيل قال للنّبي (صلّى الله عليه وآله)</w:t>
      </w:r>
      <w:r>
        <w:rPr>
          <w:rtl/>
        </w:rPr>
        <w:t xml:space="preserve"> : </w:t>
      </w:r>
      <w:r w:rsidRPr="003105B2">
        <w:rPr>
          <w:rtl/>
        </w:rPr>
        <w:t>هل أُشمّك من تُربته؟</w:t>
      </w:r>
    </w:p>
    <w:p w:rsidR="00A87899" w:rsidRPr="003105B2" w:rsidRDefault="00A87899" w:rsidP="00541E11">
      <w:pPr>
        <w:pStyle w:val="libBold2"/>
        <w:rPr>
          <w:rtl/>
        </w:rPr>
      </w:pPr>
      <w:r w:rsidRPr="003105B2">
        <w:rPr>
          <w:rtl/>
        </w:rPr>
        <w:t>«فمدّ يده فقبض قبضةً من تُراب فأعطانيها».</w:t>
      </w:r>
    </w:p>
    <w:p w:rsidR="00A87899" w:rsidRDefault="00A87899" w:rsidP="00541E11">
      <w:pPr>
        <w:pStyle w:val="libNormal"/>
        <w:rPr>
          <w:rtl/>
        </w:rPr>
      </w:pPr>
      <w:r>
        <w:rPr>
          <w:rtl/>
        </w:rPr>
        <w:t>وفي حديث أنس</w:t>
      </w:r>
      <w:r>
        <w:rPr>
          <w:rFonts w:hint="cs"/>
          <w:rtl/>
        </w:rPr>
        <w:t xml:space="preserve"> :</w:t>
      </w:r>
    </w:p>
    <w:p w:rsidR="00A87899" w:rsidRPr="003105B2" w:rsidRDefault="00A87899" w:rsidP="00541E11">
      <w:pPr>
        <w:pStyle w:val="libBold2"/>
        <w:rPr>
          <w:rtl/>
        </w:rPr>
      </w:pPr>
      <w:r w:rsidRPr="003105B2">
        <w:rPr>
          <w:rtl/>
        </w:rPr>
        <w:t>[217] فجاءه بسهلة أو تُراب أحمر</w:t>
      </w:r>
      <w:r>
        <w:rPr>
          <w:rtl/>
        </w:rPr>
        <w:t xml:space="preserve"> ، </w:t>
      </w:r>
      <w:r w:rsidRPr="003105B2">
        <w:rPr>
          <w:rtl/>
        </w:rPr>
        <w:t>فأخذته اُمّ سلمة فجعلتْه في ثوبها.</w:t>
      </w:r>
    </w:p>
    <w:p w:rsidR="00A87899" w:rsidRDefault="00A87899" w:rsidP="00541E11">
      <w:pPr>
        <w:pStyle w:val="libNormal"/>
        <w:rPr>
          <w:rtl/>
        </w:rPr>
      </w:pPr>
      <w:r>
        <w:rPr>
          <w:rtl/>
        </w:rPr>
        <w:t xml:space="preserve">وفي حديث أبي أُمامة </w:t>
      </w:r>
      <w:r>
        <w:rPr>
          <w:rFonts w:hint="cs"/>
          <w:rtl/>
        </w:rPr>
        <w:t>:</w:t>
      </w:r>
    </w:p>
    <w:p w:rsidR="00A87899" w:rsidRDefault="00A87899" w:rsidP="00541E11">
      <w:pPr>
        <w:pStyle w:val="libNormal"/>
        <w:rPr>
          <w:rtl/>
        </w:rPr>
      </w:pPr>
      <w:r w:rsidRPr="00541E11">
        <w:rPr>
          <w:rStyle w:val="libBold2Char"/>
          <w:rtl/>
        </w:rPr>
        <w:t xml:space="preserve">[219] فخرج على أصحابه وهم جلوس ... قال : «هذه تُربته» فأراهم إيّاها </w:t>
      </w:r>
      <w:r w:rsidRPr="00541E11">
        <w:rPr>
          <w:rStyle w:val="libFootnotenumChar"/>
          <w:rtl/>
        </w:rPr>
        <w:t>(1)</w:t>
      </w:r>
      <w:r>
        <w:rPr>
          <w:rtl/>
        </w:rPr>
        <w:t>.</w:t>
      </w:r>
    </w:p>
    <w:p w:rsidR="00A87899" w:rsidRDefault="00A87899" w:rsidP="00541E11">
      <w:pPr>
        <w:pStyle w:val="libNormal"/>
        <w:rPr>
          <w:rtl/>
        </w:rPr>
      </w:pPr>
      <w:r>
        <w:rPr>
          <w:rtl/>
        </w:rPr>
        <w:t>ولاُمّ المؤمنين اُمّ سلمة شأن أكبر مع هذه التربة ، فقد روت حديثه بشيء من التفصيل</w:t>
      </w:r>
      <w:r>
        <w:rPr>
          <w:rFonts w:hint="cs"/>
          <w:rtl/>
        </w:rPr>
        <w:t xml:space="preserve"> :</w:t>
      </w:r>
    </w:p>
    <w:p w:rsidR="00A87899" w:rsidRPr="003105B2" w:rsidRDefault="00A87899" w:rsidP="00541E11">
      <w:pPr>
        <w:pStyle w:val="libBold2"/>
        <w:rPr>
          <w:rtl/>
        </w:rPr>
      </w:pPr>
      <w:r w:rsidRPr="003105B2">
        <w:rPr>
          <w:rtl/>
        </w:rPr>
        <w:t xml:space="preserve">[221 </w:t>
      </w:r>
      <w:r>
        <w:rPr>
          <w:rtl/>
        </w:rPr>
        <w:t>و 2</w:t>
      </w:r>
      <w:r w:rsidRPr="003105B2">
        <w:rPr>
          <w:rtl/>
        </w:rPr>
        <w:t>22]</w:t>
      </w:r>
      <w:r>
        <w:rPr>
          <w:rtl/>
        </w:rPr>
        <w:t xml:space="preserve"> : ..</w:t>
      </w:r>
      <w:r w:rsidRPr="003105B2">
        <w:rPr>
          <w:rtl/>
        </w:rPr>
        <w:t>. فاستيقظ وفي يده تُربة حمراء وقال</w:t>
      </w:r>
      <w:r>
        <w:rPr>
          <w:rtl/>
        </w:rPr>
        <w:t xml:space="preserve"> : </w:t>
      </w:r>
      <w:r w:rsidRPr="003105B2">
        <w:rPr>
          <w:rtl/>
        </w:rPr>
        <w:t>«أخبرني جبرئيل أنّ ابني هذا ـ الحسين ـ يقتل بأرض العراق</w:t>
      </w:r>
      <w:r>
        <w:rPr>
          <w:rtl/>
        </w:rPr>
        <w:t xml:space="preserve"> ..</w:t>
      </w:r>
      <w:r w:rsidRPr="003105B2">
        <w:rPr>
          <w:rtl/>
        </w:rPr>
        <w:t>. فهذه تُربتها</w:t>
      </w:r>
      <w:r>
        <w:rPr>
          <w:rtl/>
        </w:rPr>
        <w:t>.</w:t>
      </w:r>
    </w:p>
    <w:p w:rsidR="00A87899" w:rsidRPr="003105B2" w:rsidRDefault="00A87899" w:rsidP="00541E11">
      <w:pPr>
        <w:pStyle w:val="libBold2"/>
        <w:rPr>
          <w:rtl/>
        </w:rPr>
      </w:pPr>
      <w:r>
        <w:rPr>
          <w:rFonts w:hint="cs"/>
          <w:rtl/>
        </w:rPr>
        <w:t xml:space="preserve">... </w:t>
      </w:r>
      <w:r w:rsidRPr="003105B2">
        <w:rPr>
          <w:rtl/>
        </w:rPr>
        <w:t>أهل هذه المدرة يقتلونه»</w:t>
      </w:r>
      <w:r>
        <w:rPr>
          <w:rFonts w:hint="cs"/>
          <w:rtl/>
        </w:rPr>
        <w:t>!</w:t>
      </w:r>
    </w:p>
    <w:p w:rsidR="00A87899" w:rsidRDefault="00A87899" w:rsidP="00541E11">
      <w:pPr>
        <w:pStyle w:val="libNormal"/>
        <w:rPr>
          <w:rtl/>
        </w:rPr>
      </w:pPr>
      <w:r>
        <w:rPr>
          <w:rtl/>
        </w:rPr>
        <w:t xml:space="preserve">بل زادها رسول الله (صلّى الله عليه وآله) شرفاً بأن استودعها تلك التربة ، وكانت تحتفظ بها فيما روته ، قالت </w:t>
      </w:r>
      <w:r>
        <w:rPr>
          <w:rFonts w:hint="cs"/>
          <w:rtl/>
        </w:rPr>
        <w:t>:</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مختصر تاريخ دمشق ـ لابن منظور 7 / 134.</w:t>
      </w:r>
    </w:p>
    <w:p w:rsidR="00A87899" w:rsidRPr="003105B2" w:rsidRDefault="00A87899" w:rsidP="00541E11">
      <w:pPr>
        <w:pStyle w:val="libBold2"/>
        <w:rPr>
          <w:rtl/>
        </w:rPr>
      </w:pPr>
      <w:r w:rsidRPr="00E7395C">
        <w:rPr>
          <w:rtl/>
        </w:rPr>
        <w:br w:type="page"/>
      </w:r>
      <w:r w:rsidRPr="003105B2">
        <w:rPr>
          <w:rtl/>
        </w:rPr>
        <w:lastRenderedPageBreak/>
        <w:t>[223]</w:t>
      </w:r>
      <w:r>
        <w:rPr>
          <w:rtl/>
        </w:rPr>
        <w:t xml:space="preserve"> : </w:t>
      </w:r>
      <w:r w:rsidRPr="003105B2">
        <w:rPr>
          <w:rtl/>
        </w:rPr>
        <w:t>كان الحسن والحسين يلعبان بين يدي النبي (صلّى الله عليه وآله) في بيتي</w:t>
      </w:r>
      <w:r>
        <w:rPr>
          <w:rtl/>
        </w:rPr>
        <w:t xml:space="preserve"> ، </w:t>
      </w:r>
      <w:r w:rsidRPr="003105B2">
        <w:rPr>
          <w:rtl/>
        </w:rPr>
        <w:t>فنزل جبرئيل (عليه السّلام) فقال</w:t>
      </w:r>
      <w:r>
        <w:rPr>
          <w:rtl/>
        </w:rPr>
        <w:t xml:space="preserve"> : </w:t>
      </w:r>
      <w:r w:rsidRPr="003105B2">
        <w:rPr>
          <w:rtl/>
        </w:rPr>
        <w:t>يا محمّد</w:t>
      </w:r>
      <w:r>
        <w:rPr>
          <w:rtl/>
        </w:rPr>
        <w:t xml:space="preserve"> ، </w:t>
      </w:r>
      <w:r w:rsidRPr="003105B2">
        <w:rPr>
          <w:rtl/>
        </w:rPr>
        <w:t>إنّ أُمّتك تقتل ابنك هذا من بعدك</w:t>
      </w:r>
      <w:r>
        <w:rPr>
          <w:rtl/>
        </w:rPr>
        <w:t xml:space="preserve"> ، </w:t>
      </w:r>
      <w:r w:rsidRPr="003105B2">
        <w:rPr>
          <w:rtl/>
        </w:rPr>
        <w:t>وأومأ بيده إلى الحسين (عليه السّلام).</w:t>
      </w:r>
    </w:p>
    <w:p w:rsidR="00A87899" w:rsidRDefault="00A87899" w:rsidP="00541E11">
      <w:pPr>
        <w:pStyle w:val="libBold2"/>
        <w:rPr>
          <w:rtl/>
        </w:rPr>
      </w:pPr>
      <w:r w:rsidRPr="003105B2">
        <w:rPr>
          <w:rtl/>
        </w:rPr>
        <w:t>فبكى رسول الله (صلّى الله عليه وآله)</w:t>
      </w:r>
      <w:r>
        <w:rPr>
          <w:rtl/>
        </w:rPr>
        <w:t xml:space="preserve"> ، </w:t>
      </w:r>
      <w:r w:rsidRPr="003105B2">
        <w:rPr>
          <w:rtl/>
        </w:rPr>
        <w:t>وضمّه إلى صدره ثمّ قال</w:t>
      </w:r>
      <w:r>
        <w:rPr>
          <w:rtl/>
        </w:rPr>
        <w:t xml:space="preserve"> :</w:t>
      </w:r>
    </w:p>
    <w:p w:rsidR="00A87899" w:rsidRPr="003105B2" w:rsidRDefault="00A87899" w:rsidP="00541E11">
      <w:pPr>
        <w:pStyle w:val="libBold2"/>
        <w:rPr>
          <w:rtl/>
        </w:rPr>
      </w:pPr>
      <w:r w:rsidRPr="003105B2">
        <w:rPr>
          <w:rtl/>
        </w:rPr>
        <w:t>«وديعةٌ عندكِ هذه التُربة» فشمّها رسول الله (صلّى الله عليه وآله) وقال</w:t>
      </w:r>
      <w:r>
        <w:rPr>
          <w:rtl/>
        </w:rPr>
        <w:t xml:space="preserve"> : </w:t>
      </w:r>
      <w:r w:rsidRPr="003105B2">
        <w:rPr>
          <w:rtl/>
        </w:rPr>
        <w:t>«وَيْحَ كربٍ وبلاء!</w:t>
      </w:r>
    </w:p>
    <w:p w:rsidR="00A87899" w:rsidRPr="003105B2" w:rsidRDefault="00A87899" w:rsidP="00541E11">
      <w:pPr>
        <w:pStyle w:val="libBold2"/>
        <w:rPr>
          <w:rtl/>
        </w:rPr>
      </w:pPr>
      <w:r w:rsidRPr="003105B2">
        <w:rPr>
          <w:rtl/>
        </w:rPr>
        <w:t>وقال</w:t>
      </w:r>
      <w:r>
        <w:rPr>
          <w:rtl/>
        </w:rPr>
        <w:t xml:space="preserve"> : </w:t>
      </w:r>
      <w:r w:rsidRPr="003105B2">
        <w:rPr>
          <w:rtl/>
        </w:rPr>
        <w:t>يا اُمّ سلمة إذا تحوّلت هذه التُربة دماً فاعلمي أنّ ابني قد قُتل».</w:t>
      </w:r>
    </w:p>
    <w:p w:rsidR="00A87899" w:rsidRDefault="00A87899" w:rsidP="00541E11">
      <w:pPr>
        <w:pStyle w:val="libBold2"/>
        <w:rPr>
          <w:rtl/>
        </w:rPr>
      </w:pPr>
      <w:r w:rsidRPr="003105B2">
        <w:rPr>
          <w:rtl/>
        </w:rPr>
        <w:t>فجعلتْها اُمّ سلمة في قارورة</w:t>
      </w:r>
      <w:r>
        <w:rPr>
          <w:rtl/>
        </w:rPr>
        <w:t xml:space="preserve"> ، </w:t>
      </w:r>
      <w:r w:rsidRPr="003105B2">
        <w:rPr>
          <w:rtl/>
        </w:rPr>
        <w:t>ثمّ جعلتْ تنظر إليها كلّ يوم وتقول</w:t>
      </w:r>
      <w:r>
        <w:rPr>
          <w:rtl/>
        </w:rPr>
        <w:t xml:space="preserve"> : </w:t>
      </w:r>
      <w:r w:rsidRPr="003105B2">
        <w:rPr>
          <w:rtl/>
        </w:rPr>
        <w:t xml:space="preserve">إنّ يوماً تحوّلين دماً ليوم عظيمٌ </w:t>
      </w:r>
      <w:r w:rsidRPr="00541E11">
        <w:rPr>
          <w:rStyle w:val="libFootnotenumChar"/>
          <w:rtl/>
        </w:rPr>
        <w:t>(1)</w:t>
      </w:r>
      <w:r>
        <w:rPr>
          <w:rtl/>
        </w:rPr>
        <w:t>!</w:t>
      </w:r>
    </w:p>
    <w:p w:rsidR="00A87899" w:rsidRDefault="00A87899" w:rsidP="00541E11">
      <w:pPr>
        <w:pStyle w:val="libNormal"/>
        <w:rPr>
          <w:rtl/>
        </w:rPr>
      </w:pPr>
      <w:r>
        <w:rPr>
          <w:rtl/>
        </w:rPr>
        <w:t>وهذه التفاصيل اختصّت بها اُمّ سلمة من بين زوجات النبيّ.</w:t>
      </w:r>
    </w:p>
    <w:p w:rsidR="00A87899" w:rsidRDefault="00A87899" w:rsidP="00541E11">
      <w:pPr>
        <w:pStyle w:val="libNormal"/>
        <w:rPr>
          <w:rtl/>
        </w:rPr>
      </w:pPr>
      <w:r>
        <w:rPr>
          <w:rtl/>
        </w:rPr>
        <w:t>أما حديث التُربة فقد رواه غيرها من النساء أيضاً</w:t>
      </w:r>
      <w:r>
        <w:rPr>
          <w:rFonts w:hint="cs"/>
          <w:rtl/>
        </w:rPr>
        <w:t xml:space="preserve"> :</w:t>
      </w:r>
    </w:p>
    <w:p w:rsidR="00A87899" w:rsidRDefault="00A87899" w:rsidP="00541E11">
      <w:pPr>
        <w:pStyle w:val="libNormal"/>
        <w:rPr>
          <w:rtl/>
        </w:rPr>
      </w:pPr>
      <w:r>
        <w:rPr>
          <w:rtl/>
        </w:rPr>
        <w:t>فعائشة قالت</w:t>
      </w:r>
      <w:r>
        <w:rPr>
          <w:rFonts w:hint="cs"/>
          <w:rtl/>
        </w:rPr>
        <w:t xml:space="preserve"> :</w:t>
      </w:r>
    </w:p>
    <w:p w:rsidR="00A87899" w:rsidRPr="003105B2" w:rsidRDefault="00A87899" w:rsidP="00541E11">
      <w:pPr>
        <w:pStyle w:val="libBold2"/>
        <w:rPr>
          <w:rtl/>
        </w:rPr>
      </w:pPr>
      <w:r w:rsidRPr="003105B2">
        <w:rPr>
          <w:rtl/>
        </w:rPr>
        <w:t>[228]</w:t>
      </w:r>
      <w:r>
        <w:rPr>
          <w:rtl/>
        </w:rPr>
        <w:t xml:space="preserve"> : </w:t>
      </w:r>
      <w:r w:rsidRPr="003105B2">
        <w:rPr>
          <w:rtl/>
        </w:rPr>
        <w:t>فأشار له جبرئيل إلى «الطفّ» بالعراق</w:t>
      </w:r>
      <w:r>
        <w:rPr>
          <w:rtl/>
        </w:rPr>
        <w:t xml:space="preserve"> ، </w:t>
      </w:r>
      <w:r w:rsidRPr="003105B2">
        <w:rPr>
          <w:rtl/>
        </w:rPr>
        <w:t>وأخذ تربة حمراء فأراه إيّاها فقال</w:t>
      </w:r>
      <w:r>
        <w:rPr>
          <w:rtl/>
        </w:rPr>
        <w:t xml:space="preserve"> : </w:t>
      </w:r>
      <w:r w:rsidRPr="003105B2">
        <w:rPr>
          <w:rtl/>
        </w:rPr>
        <w:t>هذه تربة مصرعه.</w:t>
      </w:r>
    </w:p>
    <w:p w:rsidR="00A87899" w:rsidRDefault="00A87899" w:rsidP="00541E11">
      <w:pPr>
        <w:pStyle w:val="libNormal"/>
        <w:rPr>
          <w:rtl/>
        </w:rPr>
      </w:pPr>
      <w:r>
        <w:rPr>
          <w:rtl/>
        </w:rPr>
        <w:t>وزينب بنت جحش روت</w:t>
      </w:r>
    </w:p>
    <w:p w:rsidR="00A87899" w:rsidRPr="003105B2" w:rsidRDefault="00A87899" w:rsidP="00541E11">
      <w:pPr>
        <w:pStyle w:val="libBold2"/>
        <w:rPr>
          <w:rtl/>
        </w:rPr>
      </w:pPr>
      <w:r w:rsidRPr="003105B2">
        <w:rPr>
          <w:rtl/>
        </w:rPr>
        <w:t>[230]</w:t>
      </w:r>
      <w:r>
        <w:rPr>
          <w:rtl/>
        </w:rPr>
        <w:t xml:space="preserve"> : </w:t>
      </w:r>
      <w:r w:rsidRPr="003105B2">
        <w:rPr>
          <w:rtl/>
        </w:rPr>
        <w:t>فأراني تربة حمراء.</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مختصر تاريخ دمشق ـ لابن منظور 7 / 134.</w:t>
      </w:r>
    </w:p>
    <w:p w:rsidR="00A87899" w:rsidRDefault="00A87899" w:rsidP="00541E11">
      <w:pPr>
        <w:pStyle w:val="libNormal"/>
        <w:rPr>
          <w:rtl/>
        </w:rPr>
      </w:pPr>
      <w:r w:rsidRPr="00E7395C">
        <w:rPr>
          <w:rtl/>
        </w:rPr>
        <w:br w:type="page"/>
      </w:r>
      <w:r>
        <w:rPr>
          <w:rtl/>
        </w:rPr>
        <w:lastRenderedPageBreak/>
        <w:t>واُمّ الفضل ـ مرضعة الحسين (عليه السّلام) ـ قالت</w:t>
      </w:r>
      <w:r>
        <w:rPr>
          <w:rFonts w:hint="cs"/>
          <w:rtl/>
        </w:rPr>
        <w:t xml:space="preserve"> :</w:t>
      </w:r>
    </w:p>
    <w:p w:rsidR="00A87899" w:rsidRPr="003105B2" w:rsidRDefault="00A87899" w:rsidP="00541E11">
      <w:pPr>
        <w:pStyle w:val="libBold2"/>
        <w:rPr>
          <w:rtl/>
        </w:rPr>
      </w:pPr>
      <w:r w:rsidRPr="003105B2">
        <w:rPr>
          <w:rtl/>
        </w:rPr>
        <w:t>[232]</w:t>
      </w:r>
      <w:r>
        <w:rPr>
          <w:rtl/>
        </w:rPr>
        <w:t xml:space="preserve"> : </w:t>
      </w:r>
      <w:r w:rsidRPr="003105B2">
        <w:rPr>
          <w:rtl/>
        </w:rPr>
        <w:t>وأتاني بتربة من تربته حمراء.</w:t>
      </w:r>
    </w:p>
    <w:p w:rsidR="00A87899" w:rsidRDefault="00A87899" w:rsidP="00541E11">
      <w:pPr>
        <w:pStyle w:val="libNormal"/>
        <w:rPr>
          <w:rtl/>
        </w:rPr>
      </w:pPr>
      <w:r>
        <w:rPr>
          <w:rtl/>
        </w:rPr>
        <w:t>والعجيب في أحاديثهنّ كلّهن ، وأحاديث مِن غيرهنّ أنها تحتوي على جامع مشترك هو «</w:t>
      </w:r>
      <w:r w:rsidRPr="00541E11">
        <w:rPr>
          <w:rStyle w:val="libBold2Char"/>
          <w:rtl/>
        </w:rPr>
        <w:t>الحُمرة</w:t>
      </w:r>
      <w:r>
        <w:rPr>
          <w:rtl/>
        </w:rPr>
        <w:t>» لون الدم ، إلاّ أنّ حديثها احتوى على تحوّل التربة إلى «</w:t>
      </w:r>
      <w:r w:rsidRPr="00541E11">
        <w:rPr>
          <w:rStyle w:val="libBold2Char"/>
          <w:rtl/>
        </w:rPr>
        <w:t>دَمٍ</w:t>
      </w:r>
      <w:r>
        <w:rPr>
          <w:rtl/>
        </w:rPr>
        <w:t>» في يوم عاشوراء.</w:t>
      </w:r>
    </w:p>
    <w:p w:rsidR="00A87899" w:rsidRDefault="00A87899" w:rsidP="00541E11">
      <w:pPr>
        <w:pStyle w:val="libNormal"/>
        <w:rPr>
          <w:rtl/>
        </w:rPr>
      </w:pPr>
      <w:r>
        <w:rPr>
          <w:rtl/>
        </w:rPr>
        <w:t>فما هذه الأسرار التي تحتويها هذه الأخبار؟</w:t>
      </w:r>
    </w:p>
    <w:p w:rsidR="00A87899" w:rsidRDefault="00A87899" w:rsidP="00541E11">
      <w:pPr>
        <w:pStyle w:val="libNormal"/>
        <w:rPr>
          <w:rtl/>
        </w:rPr>
      </w:pPr>
      <w:r>
        <w:rPr>
          <w:rtl/>
        </w:rPr>
        <w:t xml:space="preserve">وما سرّ هذه التُربة التي </w:t>
      </w:r>
      <w:r>
        <w:rPr>
          <w:rFonts w:hint="cs"/>
          <w:rtl/>
        </w:rPr>
        <w:t>:</w:t>
      </w:r>
    </w:p>
    <w:p w:rsidR="00A87899" w:rsidRDefault="00A87899" w:rsidP="00541E11">
      <w:pPr>
        <w:pStyle w:val="libNormal"/>
        <w:rPr>
          <w:rtl/>
        </w:rPr>
      </w:pPr>
      <w:r>
        <w:rPr>
          <w:rtl/>
        </w:rPr>
        <w:t>تُفيضُ دمعة الناظر إليها</w:t>
      </w:r>
      <w:r>
        <w:rPr>
          <w:rFonts w:hint="cs"/>
          <w:rtl/>
        </w:rPr>
        <w:t>!</w:t>
      </w:r>
    </w:p>
    <w:p w:rsidR="00A87899" w:rsidRDefault="00A87899" w:rsidP="00541E11">
      <w:pPr>
        <w:pStyle w:val="libNormal"/>
        <w:rPr>
          <w:rtl/>
        </w:rPr>
      </w:pPr>
      <w:r>
        <w:rPr>
          <w:rtl/>
        </w:rPr>
        <w:t>وتتحوّلُ إلى دم</w:t>
      </w:r>
      <w:r>
        <w:rPr>
          <w:rFonts w:hint="cs"/>
          <w:rtl/>
        </w:rPr>
        <w:t>!</w:t>
      </w:r>
    </w:p>
    <w:p w:rsidR="00A87899" w:rsidRDefault="00A87899" w:rsidP="00541E11">
      <w:pPr>
        <w:pStyle w:val="libNormal"/>
        <w:rPr>
          <w:rtl/>
        </w:rPr>
      </w:pPr>
      <w:r>
        <w:rPr>
          <w:rtl/>
        </w:rPr>
        <w:t>ولها رائحةٌ خاصّة</w:t>
      </w:r>
      <w:r>
        <w:rPr>
          <w:rFonts w:hint="cs"/>
          <w:rtl/>
        </w:rPr>
        <w:t>!</w:t>
      </w:r>
    </w:p>
    <w:p w:rsidR="00A87899" w:rsidRDefault="00A87899" w:rsidP="00541E11">
      <w:pPr>
        <w:pStyle w:val="libNormal"/>
        <w:rPr>
          <w:rtl/>
        </w:rPr>
      </w:pPr>
      <w:r>
        <w:rPr>
          <w:rtl/>
        </w:rPr>
        <w:t>وكان طيبها دليلاً عليها لمن يهواها</w:t>
      </w:r>
      <w:r>
        <w:rPr>
          <w:rFonts w:hint="cs"/>
          <w:rtl/>
        </w:rPr>
        <w:t xml:space="preserve"> :</w:t>
      </w:r>
    </w:p>
    <w:p w:rsidR="00A87899" w:rsidRPr="00EA2127" w:rsidRDefault="00A87899" w:rsidP="00541E11">
      <w:pPr>
        <w:pStyle w:val="libBold2"/>
        <w:rPr>
          <w:rtl/>
        </w:rPr>
      </w:pPr>
      <w:r w:rsidRPr="00EA2127">
        <w:rPr>
          <w:rtl/>
        </w:rPr>
        <w:t>[346] فلمّا أُجريَ الماءُ على قبر الحسين (عليه السّلام) في عصر المتوكّل العبّاسي</w:t>
      </w:r>
      <w:r>
        <w:rPr>
          <w:rFonts w:hint="cs"/>
          <w:rtl/>
        </w:rPr>
        <w:t xml:space="preserve"> ـ</w:t>
      </w:r>
      <w:r w:rsidRPr="00EA2127">
        <w:rPr>
          <w:rtl/>
        </w:rPr>
        <w:t xml:space="preserve"> نضب بعد أربعين يوماً</w:t>
      </w:r>
      <w:r>
        <w:rPr>
          <w:rFonts w:hint="cs"/>
          <w:rtl/>
        </w:rPr>
        <w:t xml:space="preserve"> ،</w:t>
      </w:r>
      <w:r w:rsidRPr="00EA2127">
        <w:rPr>
          <w:rtl/>
        </w:rPr>
        <w:t xml:space="preserve"> وامتحى أثر القبر</w:t>
      </w:r>
      <w:r>
        <w:rPr>
          <w:rtl/>
        </w:rPr>
        <w:t xml:space="preserve"> ، </w:t>
      </w:r>
      <w:r w:rsidRPr="00EA2127">
        <w:rPr>
          <w:rtl/>
        </w:rPr>
        <w:t>فجاء أعرابيٌ من بني أسد</w:t>
      </w:r>
      <w:r>
        <w:rPr>
          <w:rtl/>
        </w:rPr>
        <w:t xml:space="preserve"> ، </w:t>
      </w:r>
      <w:r w:rsidRPr="00EA2127">
        <w:rPr>
          <w:rtl/>
        </w:rPr>
        <w:t>فجعل يأخذ قبضةً ويشّمها حتّى وقع على قبر الحسين</w:t>
      </w:r>
      <w:r>
        <w:rPr>
          <w:rtl/>
        </w:rPr>
        <w:t xml:space="preserve"> </w:t>
      </w:r>
      <w:r w:rsidRPr="00EA2127">
        <w:rPr>
          <w:rtl/>
        </w:rPr>
        <w:t xml:space="preserve">وبكاه </w:t>
      </w:r>
      <w:r>
        <w:rPr>
          <w:rFonts w:hint="cs"/>
          <w:rtl/>
        </w:rPr>
        <w:t xml:space="preserve">، </w:t>
      </w:r>
      <w:r w:rsidRPr="00EA2127">
        <w:rPr>
          <w:rtl/>
        </w:rPr>
        <w:t>وقال</w:t>
      </w:r>
      <w:r>
        <w:rPr>
          <w:rtl/>
        </w:rPr>
        <w:t xml:space="preserve"> : </w:t>
      </w:r>
      <w:r w:rsidRPr="00EA2127">
        <w:rPr>
          <w:rtl/>
        </w:rPr>
        <w:t>بأبي وأُمّي</w:t>
      </w:r>
      <w:r>
        <w:rPr>
          <w:rFonts w:hint="cs"/>
          <w:rtl/>
        </w:rPr>
        <w:t xml:space="preserve"> </w:t>
      </w:r>
      <w:r w:rsidRPr="00EA2127">
        <w:rPr>
          <w:rtl/>
        </w:rPr>
        <w:t>ما كان أطيبَك</w:t>
      </w:r>
      <w:r>
        <w:rPr>
          <w:rtl/>
        </w:rPr>
        <w:t xml:space="preserve"> ، </w:t>
      </w:r>
      <w:r w:rsidRPr="00EA2127">
        <w:rPr>
          <w:rtl/>
        </w:rPr>
        <w:t>وأطيب تربتك ميتاً! ثمّ بكى وأنشأ يقول</w:t>
      </w:r>
      <w:r>
        <w:rPr>
          <w:rtl/>
        </w:rPr>
        <w:t xml:space="preserve"> : </w:t>
      </w:r>
    </w:p>
    <w:tbl>
      <w:tblPr>
        <w:bidiVisual/>
        <w:tblW w:w="5000" w:type="pct"/>
        <w:tblLook w:val="04A0"/>
      </w:tblPr>
      <w:tblGrid>
        <w:gridCol w:w="3670"/>
        <w:gridCol w:w="249"/>
        <w:gridCol w:w="3668"/>
      </w:tblGrid>
      <w:tr w:rsidR="00A87899" w:rsidTr="005C730B">
        <w:trPr>
          <w:trHeight w:val="350"/>
        </w:trPr>
        <w:tc>
          <w:tcPr>
            <w:tcW w:w="4135" w:type="dxa"/>
            <w:shd w:val="clear" w:color="auto" w:fill="auto"/>
          </w:tcPr>
          <w:p w:rsidR="00A87899" w:rsidRDefault="00A87899" w:rsidP="00541E11">
            <w:pPr>
              <w:pStyle w:val="libPoem"/>
              <w:rPr>
                <w:rtl/>
              </w:rPr>
            </w:pPr>
            <w:r>
              <w:rPr>
                <w:rtl/>
              </w:rPr>
              <w:t xml:space="preserve">أرادُوا ليُخفوا قبره عن وليّه </w:t>
            </w:r>
            <w:r w:rsidRPr="00541E11">
              <w:rPr>
                <w:rStyle w:val="libFootnotenumChar"/>
                <w:rtl/>
              </w:rPr>
              <w:t>(1)</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 xml:space="preserve">فطِيبُ ترابِ القبر دلَّ على القبرِ </w:t>
            </w:r>
            <w:r w:rsidRPr="00541E11">
              <w:rPr>
                <w:rStyle w:val="libFootnotenumChar"/>
                <w:rtl/>
              </w:rPr>
              <w:t>(2)</w:t>
            </w:r>
            <w:r w:rsidRPr="00541E11">
              <w:rPr>
                <w:rStyle w:val="libPoemTiniChar0"/>
                <w:rtl/>
              </w:rPr>
              <w:br/>
              <w:t> </w:t>
            </w:r>
          </w:p>
        </w:tc>
      </w:tr>
    </w:tbl>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(1) في المختصر</w:t>
      </w:r>
      <w:r>
        <w:rPr>
          <w:rtl/>
        </w:rPr>
        <w:t xml:space="preserve"> : </w:t>
      </w:r>
      <w:r w:rsidRPr="00E7395C">
        <w:rPr>
          <w:rtl/>
        </w:rPr>
        <w:t>عن عدوّه</w:t>
      </w:r>
      <w:r>
        <w:rPr>
          <w:rtl/>
        </w:rPr>
        <w:t xml:space="preserve"> ، </w:t>
      </w:r>
      <w:r w:rsidRPr="00E7395C">
        <w:rPr>
          <w:rtl/>
        </w:rPr>
        <w:t>فليلاحظ.</w:t>
      </w:r>
    </w:p>
    <w:p w:rsidR="00A87899" w:rsidRDefault="00A87899" w:rsidP="00541E11">
      <w:pPr>
        <w:pStyle w:val="libFootnote0"/>
        <w:rPr>
          <w:rtl/>
        </w:rPr>
      </w:pPr>
      <w:r w:rsidRPr="00E7395C">
        <w:rPr>
          <w:rtl/>
        </w:rPr>
        <w:t>(2) مختصر تاريخ دمشق ـ لابن منظور 7 / 155.</w:t>
      </w:r>
    </w:p>
    <w:p w:rsidR="00A87899" w:rsidRDefault="00A87899" w:rsidP="00541E11">
      <w:pPr>
        <w:pStyle w:val="libNormal0"/>
        <w:rPr>
          <w:rtl/>
        </w:rPr>
      </w:pPr>
      <w:r w:rsidRPr="00E7395C">
        <w:rPr>
          <w:rtl/>
        </w:rPr>
        <w:br w:type="page"/>
      </w:r>
      <w:r>
        <w:rPr>
          <w:rtl/>
        </w:rPr>
        <w:lastRenderedPageBreak/>
        <w:t>وتُوحي الكرب ، والدمّ ، والقتل ، والبلاء</w:t>
      </w:r>
      <w:r>
        <w:rPr>
          <w:rFonts w:hint="cs"/>
          <w:rtl/>
        </w:rPr>
        <w:t>!</w:t>
      </w:r>
    </w:p>
    <w:p w:rsidR="00A87899" w:rsidRDefault="00A87899" w:rsidP="00541E11">
      <w:pPr>
        <w:pStyle w:val="libNormal"/>
        <w:rPr>
          <w:rtl/>
        </w:rPr>
      </w:pPr>
      <w:r>
        <w:rPr>
          <w:rtl/>
        </w:rPr>
        <w:t>وهل يمكن الاطّلاع على تلك الأسرار إلاّ من خلال أنباء الغيب التي تُوحيها السماءُ على سيّد الانبياء؟</w:t>
      </w:r>
    </w:p>
    <w:p w:rsidR="00A87899" w:rsidRDefault="00A87899" w:rsidP="00541E11">
      <w:pPr>
        <w:pStyle w:val="libNormal"/>
        <w:rPr>
          <w:rtl/>
        </w:rPr>
      </w:pPr>
      <w:r>
        <w:rPr>
          <w:rtl/>
        </w:rPr>
        <w:t>وإنّ من أعظم دلائل النبوّة والإمامة تحقُّقُ تلك التنبُّؤات كلّها.</w:t>
      </w:r>
    </w:p>
    <w:p w:rsidR="00A87899" w:rsidRDefault="00A87899" w:rsidP="00541E11">
      <w:pPr>
        <w:pStyle w:val="libNormal"/>
        <w:rPr>
          <w:rtl/>
        </w:rPr>
      </w:pPr>
      <w:r>
        <w:rPr>
          <w:rtl/>
        </w:rPr>
        <w:t>ولا تزال «تُربةُ كربلاء» ذاتها تتحوّلُ يوم عاشوراء إلى دَم قان.</w:t>
      </w:r>
    </w:p>
    <w:p w:rsidR="00A87899" w:rsidRDefault="00A87899" w:rsidP="00541E11">
      <w:pPr>
        <w:pStyle w:val="libNormal"/>
        <w:rPr>
          <w:rtl/>
        </w:rPr>
      </w:pPr>
      <w:r>
        <w:rPr>
          <w:rtl/>
        </w:rPr>
        <w:t>ولا يزال الموالون للحسين (عليه السّلام) يعرفونها من رائحتها.</w:t>
      </w:r>
    </w:p>
    <w:p w:rsidR="00A87899" w:rsidRDefault="00A87899" w:rsidP="00541E11">
      <w:pPr>
        <w:pStyle w:val="libNormal"/>
        <w:rPr>
          <w:rtl/>
        </w:rPr>
      </w:pPr>
      <w:r>
        <w:rPr>
          <w:rtl/>
        </w:rPr>
        <w:t>ولا زال تراب كربلاء يُقدَّس ، ويُتقربُ إلى الله بالسجود عليه لطهارته وشرفه عند الله ، ويُتبرّك به ، ويُستشفى به ، لأن دم الحسين (عليه السّلام) اُريق عليه في سبيل الله.</w:t>
      </w:r>
    </w:p>
    <w:p w:rsidR="00A87899" w:rsidRDefault="00A87899" w:rsidP="00541E11">
      <w:pPr>
        <w:pStyle w:val="libNormal"/>
        <w:rPr>
          <w:rtl/>
        </w:rPr>
      </w:pPr>
      <w:r>
        <w:rPr>
          <w:rtl/>
        </w:rPr>
        <w:t>ولا زالتْ أرضُ كربلاء توحي المآسيَ والكربَ والبلاء ، وتجري عليها المصائبُ والآلامُ ، وتجري فيها أنهارُ الدماء</w:t>
      </w:r>
      <w:r>
        <w:rPr>
          <w:rFonts w:hint="cs"/>
          <w:rtl/>
        </w:rPr>
        <w:t>!</w:t>
      </w:r>
    </w:p>
    <w:p w:rsidR="00A87899" w:rsidRDefault="00A87899" w:rsidP="00541E11">
      <w:pPr>
        <w:pStyle w:val="libNormal"/>
        <w:rPr>
          <w:rtl/>
        </w:rPr>
      </w:pPr>
      <w:r>
        <w:rPr>
          <w:rtl/>
        </w:rPr>
        <w:t>لأنّها كربٌ وبلاءٌ</w:t>
      </w:r>
      <w:r>
        <w:rPr>
          <w:rFonts w:hint="cs"/>
          <w:rtl/>
        </w:rPr>
        <w:t>!</w:t>
      </w:r>
    </w:p>
    <w:p w:rsidR="00A87899" w:rsidRDefault="00A87899" w:rsidP="00A87899">
      <w:pPr>
        <w:pStyle w:val="Heading2Center"/>
        <w:rPr>
          <w:rtl/>
        </w:rPr>
      </w:pPr>
      <w:bookmarkStart w:id="82" w:name="_Toc416693861"/>
      <w:bookmarkStart w:id="83" w:name="_Toc416696105"/>
      <w:r>
        <w:rPr>
          <w:rtl/>
        </w:rPr>
        <w:t>29 ـ أصْحابٌ أوفياء</w:t>
      </w:r>
      <w:bookmarkEnd w:id="82"/>
      <w:bookmarkEnd w:id="83"/>
    </w:p>
    <w:p w:rsidR="00A87899" w:rsidRDefault="00A87899" w:rsidP="00541E11">
      <w:pPr>
        <w:pStyle w:val="libNormal"/>
        <w:rPr>
          <w:rtl/>
        </w:rPr>
      </w:pPr>
      <w:r>
        <w:rPr>
          <w:rtl/>
        </w:rPr>
        <w:t>صمّم الإمام الحُسينُ (عليه السّلام) على الخروج إلى العراق ، ولم تُثنِه العراقيلُ التي كانت على طول طريقه ، ولم تثبّطه الاحتمالاتُ ، بل ولا ما كان واضحاً في المنظور السياسي ذلك اليوم من شدّة بطش الحكومة الأُمويّة وعدم ارعوائها من فعل كلّ مخالفة حتّى إبادته</w:t>
      </w:r>
      <w:r>
        <w:rPr>
          <w:rFonts w:hint="cs"/>
          <w:rtl/>
        </w:rPr>
        <w:t>!</w:t>
      </w:r>
      <w:r>
        <w:rPr>
          <w:rtl/>
        </w:rPr>
        <w:t xml:space="preserve"> وغدر أهل الكوفة وتقاعسهم عن نصرته</w:t>
      </w:r>
      <w:r>
        <w:rPr>
          <w:rFonts w:hint="cs"/>
          <w:rtl/>
        </w:rPr>
        <w:t>!</w:t>
      </w:r>
    </w:p>
    <w:p w:rsidR="00A87899" w:rsidRDefault="00A87899" w:rsidP="00541E11">
      <w:pPr>
        <w:pStyle w:val="libNormal"/>
        <w:rPr>
          <w:rtl/>
        </w:rPr>
      </w:pPr>
      <w:r>
        <w:rPr>
          <w:rtl/>
        </w:rPr>
        <w:t>بل سار يَسوقه الواجب الإلهيّ المفروض عليه ، لكونه إماماً للأُمّة يجب عليه القيام تلبية لندائها لإتمام الحجّة الظاهرة.</w:t>
      </w:r>
    </w:p>
    <w:p w:rsidR="00A87899" w:rsidRDefault="00A87899" w:rsidP="00541E11">
      <w:pPr>
        <w:pStyle w:val="libNormal"/>
        <w:rPr>
          <w:rtl/>
        </w:rPr>
      </w:pPr>
      <w:r>
        <w:rPr>
          <w:rtl/>
        </w:rPr>
        <w:br w:type="page"/>
      </w:r>
      <w:r>
        <w:rPr>
          <w:rtl/>
        </w:rPr>
        <w:lastRenderedPageBreak/>
        <w:t>والمصير الغيبيّ الذي كان يعلمه هو يعلمه كلّ من سمع جدّه النبيّ (صلّى الله عليه وآله) يتحدّث عن كربلاء ، أو شاهده وشاهدَ أباه عليّاً (عليه السّلام) يشمّان تربتها ويتناولانها ، ويتعاطيانها ، ويستودعانها</w:t>
      </w:r>
      <w:r>
        <w:rPr>
          <w:rFonts w:hint="cs"/>
          <w:rtl/>
        </w:rPr>
        <w:t>!</w:t>
      </w:r>
      <w:r>
        <w:rPr>
          <w:rtl/>
        </w:rPr>
        <w:t xml:space="preserve"> كان هذا المصير يقود الإمام الحسين (عليه السّلام).</w:t>
      </w:r>
    </w:p>
    <w:p w:rsidR="00A87899" w:rsidRDefault="00A87899" w:rsidP="00541E11">
      <w:pPr>
        <w:pStyle w:val="libBold1"/>
        <w:rPr>
          <w:rtl/>
        </w:rPr>
      </w:pPr>
      <w:r>
        <w:rPr>
          <w:rtl/>
        </w:rPr>
        <w:t>وأمّا من كان مع الحسين (عليه السّلام) في مسيره</w:t>
      </w:r>
      <w:r>
        <w:rPr>
          <w:rFonts w:hint="cs"/>
          <w:rtl/>
        </w:rPr>
        <w:t xml:space="preserve"> :</w:t>
      </w:r>
    </w:p>
    <w:p w:rsidR="00A87899" w:rsidRDefault="00A87899" w:rsidP="00541E11">
      <w:pPr>
        <w:pStyle w:val="libNormal"/>
        <w:rPr>
          <w:rtl/>
        </w:rPr>
      </w:pPr>
      <w:r>
        <w:rPr>
          <w:rtl/>
        </w:rPr>
        <w:t>فقد كان (عليه السّلام) يصطحبُ معه «جَيْشاً» يُشيرُ إليه ، ويستعرضه كلّما سُئِلَ عنه</w:t>
      </w:r>
      <w:r>
        <w:rPr>
          <w:rFonts w:hint="cs"/>
          <w:rtl/>
        </w:rPr>
        <w:t>؟</w:t>
      </w:r>
      <w:r>
        <w:rPr>
          <w:rtl/>
        </w:rPr>
        <w:t xml:space="preserve"> ألا وهي أكداس الرسائل وكتب الدعوة الموجّهة إليه من الكوفة ، ممّن كان يعبّر عن رأي عامّة الناس من الرؤساء والأعيان.</w:t>
      </w:r>
    </w:p>
    <w:p w:rsidR="00A87899" w:rsidRDefault="00A87899" w:rsidP="00541E11">
      <w:pPr>
        <w:pStyle w:val="libNormal"/>
        <w:rPr>
          <w:rtl/>
        </w:rPr>
      </w:pPr>
      <w:r>
        <w:rPr>
          <w:rtl/>
        </w:rPr>
        <w:t>إنّه (عليه السّلام) كان يعدّ تلك الأعداد من الكتب والرسائل «جيشاً» يستحثّه المسير ، ويُصاحِبُه ، وكانَ كلّما عرضه على المتسائلين والمتشائمين ، بل الناصحين ، أُفْحِمُوا ولم يَحْرُوا جواباً</w:t>
      </w:r>
      <w:r>
        <w:rPr>
          <w:rFonts w:hint="cs"/>
          <w:rtl/>
        </w:rPr>
        <w:t>!</w:t>
      </w:r>
    </w:p>
    <w:p w:rsidR="00A87899" w:rsidRDefault="00A87899" w:rsidP="00541E11">
      <w:pPr>
        <w:pStyle w:val="libNormal"/>
        <w:rPr>
          <w:rtl/>
        </w:rPr>
      </w:pPr>
      <w:r>
        <w:rPr>
          <w:rtl/>
        </w:rPr>
        <w:t>وليس الاستنادُ إلى هذا الكمّ الهائل من عهود الناس ـ وفيهم أصحاب الزعامة ، والكلمة المسموعة ـ بأهونَ من الاعتماد على أمثالهم من الأشخاص المجنّدين الحاضرين معه لو كانوا.</w:t>
      </w:r>
    </w:p>
    <w:p w:rsidR="00A87899" w:rsidRDefault="00A87899" w:rsidP="00541E11">
      <w:pPr>
        <w:pStyle w:val="libNormal"/>
        <w:rPr>
          <w:rtl/>
        </w:rPr>
      </w:pPr>
      <w:r>
        <w:rPr>
          <w:rtl/>
        </w:rPr>
        <w:t>فإنّ احتمالات الخيانة والتخاذل في الأشخاص مثلها في أصحاب الرسائل</w:t>
      </w:r>
      <w:r>
        <w:rPr>
          <w:rFonts w:hint="cs"/>
          <w:rtl/>
        </w:rPr>
        <w:t xml:space="preserve"> </w:t>
      </w:r>
      <w:r>
        <w:rPr>
          <w:rtl/>
        </w:rPr>
        <w:t>والعهود إنْ لم تكن أقوى وأسرع</w:t>
      </w:r>
      <w:r>
        <w:rPr>
          <w:rFonts w:hint="cs"/>
          <w:rtl/>
        </w:rPr>
        <w:t>!</w:t>
      </w:r>
    </w:p>
    <w:p w:rsidR="00A87899" w:rsidRDefault="00A87899" w:rsidP="00541E11">
      <w:pPr>
        <w:pStyle w:val="libNormal"/>
        <w:rPr>
          <w:rtl/>
        </w:rPr>
      </w:pPr>
      <w:r>
        <w:rPr>
          <w:rtl/>
        </w:rPr>
        <w:t>وغريبٌ أمرُ اُولئك الّذين ينظرون إلى الموقف من زاوية المظاهر الحاضِرة ، ويحذفون من حساباتهم الأُمور غير المنظورة ، ويُريدون أن يُحاسِبوا حركة الإمام (عليه السّلام) وخروجه على أساس أنّه إمام عالم بالمصير ، بل لا بُدّ أن يعرف كلّ شيء من خلال الغيب</w:t>
      </w:r>
      <w:r>
        <w:rPr>
          <w:rFonts w:hint="cs"/>
          <w:rtl/>
        </w:rPr>
        <w:t>!</w:t>
      </w:r>
      <w:r>
        <w:rPr>
          <w:rtl/>
        </w:rPr>
        <w:t xml:space="preserve"> فكيف يُقدم على ما أقدم وهو عالم بكلّ ما يصير؟!</w:t>
      </w:r>
    </w:p>
    <w:p w:rsidR="00A87899" w:rsidRDefault="00A87899" w:rsidP="00541E11">
      <w:pPr>
        <w:pStyle w:val="libNormal"/>
        <w:rPr>
          <w:rtl/>
        </w:rPr>
      </w:pPr>
      <w:r>
        <w:rPr>
          <w:rtl/>
        </w:rPr>
        <w:t>والغرابةُ من أنّ الإمام الحسين (عليه السّلام) لو عَمِلَ طبقاً لما يعلمه من</w:t>
      </w:r>
    </w:p>
    <w:p w:rsidR="00A87899" w:rsidRDefault="00A87899" w:rsidP="00541E11">
      <w:pPr>
        <w:pStyle w:val="libNormal0"/>
        <w:rPr>
          <w:rtl/>
        </w:rPr>
      </w:pPr>
      <w:r>
        <w:rPr>
          <w:rtl/>
        </w:rPr>
        <w:br w:type="page"/>
      </w:r>
      <w:r>
        <w:rPr>
          <w:rtl/>
        </w:rPr>
        <w:lastRenderedPageBreak/>
        <w:t>الغيب ، لعابَ عليه كلّ مَنْ يسمع بالأخبار ويقرأ التاريخ أنّه ترك دعوة الأمّة</w:t>
      </w:r>
      <w:r>
        <w:rPr>
          <w:rFonts w:hint="cs"/>
          <w:rtl/>
        </w:rPr>
        <w:t xml:space="preserve"> ـ</w:t>
      </w:r>
      <w:r>
        <w:rPr>
          <w:rtl/>
        </w:rPr>
        <w:t xml:space="preserve"> المتظاهرة بالولاء له ، من خلال آلاف الكتب والعهود الواصلة إليه بواسطة أُمناء القوم ورؤسائهم</w:t>
      </w:r>
      <w:r>
        <w:rPr>
          <w:rFonts w:hint="cs"/>
          <w:rtl/>
        </w:rPr>
        <w:t xml:space="preserve"> ـ</w:t>
      </w:r>
      <w:r>
        <w:rPr>
          <w:rtl/>
        </w:rPr>
        <w:t xml:space="preserve"> استناداً إلى احتمالات الخيانة والتخاذل التي لم تظهر بوادرها إلاّ بالتخمين حسب ماضي هذه الجماعة وأخلاقهم. واعتماداً على الغيب الذي لم يؤمن به كثير من الناس في عصره ومن بعده ، ولم يسلّمه له غير مجموعة من شيعته.</w:t>
      </w:r>
    </w:p>
    <w:p w:rsidR="00A87899" w:rsidRDefault="00A87899" w:rsidP="00541E11">
      <w:pPr>
        <w:pStyle w:val="libNormal"/>
        <w:rPr>
          <w:rtl/>
        </w:rPr>
      </w:pPr>
      <w:r>
        <w:rPr>
          <w:rtl/>
        </w:rPr>
        <w:t>فلو أطاع الإمام الحسين (عليه السّلام) اُولئك الناصحين له بعدم الخروج ، لكان مطيعاً لمن لم تجب عليه طاعتهم ، وتاركاً لنجدة من تجب عليه نجدتهم.</w:t>
      </w:r>
    </w:p>
    <w:p w:rsidR="00A87899" w:rsidRDefault="00A87899" w:rsidP="00541E11">
      <w:pPr>
        <w:pStyle w:val="libNormal"/>
        <w:rPr>
          <w:rtl/>
        </w:rPr>
      </w:pPr>
      <w:r>
        <w:rPr>
          <w:rtl/>
        </w:rPr>
        <w:t>كما إنّ طاعة اُولئك القلّة من الناصحين لم تكن بأجدر من طاعة الآلاف من عامّة الشعب الّذين قدّموا له الدعوة ، وبإلحاح ، وقدّموا له الطاعة والولاء.</w:t>
      </w:r>
    </w:p>
    <w:p w:rsidR="00A87899" w:rsidRDefault="00A87899" w:rsidP="00541E11">
      <w:pPr>
        <w:pStyle w:val="libNormal"/>
        <w:rPr>
          <w:rtl/>
        </w:rPr>
      </w:pPr>
      <w:r>
        <w:rPr>
          <w:rtl/>
        </w:rPr>
        <w:t xml:space="preserve">وقبل هذا وبعده فإنّ الواجب الإلهيّ يحدوه ، ويرسم له الخطط للقيام بأمر الأُمّة ، فإذا تمّت الحجّة بوجود الناصر ، فهذا هو الدافع الأوّل والأساس للإمام (عليه السّلام) على الإقدام ، دون الإحجام على أساس الاحتمالات السياسية والتوقّعات الظاهرية ، وإنّما استند إليها في كلماته وتصريحاته لإبلاغ الحجّة ، وإفحام الخصوم ، وتوضيح المحّجة لكلّ جاهل ومظلوم </w:t>
      </w:r>
      <w:r w:rsidRPr="00541E11">
        <w:rPr>
          <w:rStyle w:val="libFootnotenumChar"/>
          <w:rtl/>
        </w:rPr>
        <w:t>(1)</w:t>
      </w:r>
      <w:r>
        <w:rPr>
          <w:rtl/>
        </w:rPr>
        <w:t>.</w:t>
      </w:r>
    </w:p>
    <w:p w:rsidR="00A87899" w:rsidRDefault="00A87899" w:rsidP="00541E11">
      <w:pPr>
        <w:pStyle w:val="libNormal"/>
        <w:rPr>
          <w:rtl/>
        </w:rPr>
      </w:pPr>
      <w:r>
        <w:rPr>
          <w:rtl/>
        </w:rPr>
        <w:t xml:space="preserve">وأمّا ظاهرياً </w:t>
      </w:r>
      <w:r>
        <w:rPr>
          <w:rFonts w:hint="cs"/>
          <w:rtl/>
        </w:rPr>
        <w:t>:</w:t>
      </w:r>
    </w:p>
    <w:p w:rsidR="00A87899" w:rsidRDefault="00A87899" w:rsidP="00541E11">
      <w:pPr>
        <w:pStyle w:val="libNormal"/>
        <w:rPr>
          <w:rtl/>
        </w:rPr>
      </w:pPr>
      <w:r>
        <w:rPr>
          <w:rtl/>
        </w:rPr>
        <w:t xml:space="preserve">فقد كان في «قلّة من الناس» وهذا يوجب القلق في الوجه الذي سار فيه الإمام </w:t>
      </w:r>
      <w:r>
        <w:rPr>
          <w:rFonts w:hint="cs"/>
          <w:rtl/>
        </w:rPr>
        <w:t>:</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وقد فصّلنا الحديث عن علم الأئمة (عليهم السّلام) بالغيب والاعتراض على إقدامهم بأنّه إلقاء إلى التهلكة</w:t>
      </w:r>
      <w:r>
        <w:rPr>
          <w:rtl/>
        </w:rPr>
        <w:t xml:space="preserve"> ، </w:t>
      </w:r>
      <w:r w:rsidRPr="00E7395C">
        <w:rPr>
          <w:rtl/>
        </w:rPr>
        <w:t>في مقال مفصّل طبع في «تراثنا» عدد 37.</w:t>
      </w:r>
    </w:p>
    <w:p w:rsidR="00A87899" w:rsidRPr="00EA2127" w:rsidRDefault="00A87899" w:rsidP="00541E11">
      <w:pPr>
        <w:pStyle w:val="libBold2"/>
        <w:rPr>
          <w:rtl/>
        </w:rPr>
      </w:pPr>
      <w:r>
        <w:rPr>
          <w:rtl/>
        </w:rPr>
        <w:br w:type="page"/>
      </w:r>
      <w:r w:rsidRPr="00EA2127">
        <w:rPr>
          <w:rtl/>
        </w:rPr>
        <w:lastRenderedPageBreak/>
        <w:t xml:space="preserve">[262 </w:t>
      </w:r>
      <w:r>
        <w:rPr>
          <w:rtl/>
        </w:rPr>
        <w:t>و 2</w:t>
      </w:r>
      <w:r w:rsidRPr="00EA2127">
        <w:rPr>
          <w:rtl/>
        </w:rPr>
        <w:t>65] قال زُهَيْر بن شدّاد الأسديّ</w:t>
      </w:r>
      <w:r>
        <w:rPr>
          <w:rFonts w:hint="cs"/>
          <w:rtl/>
        </w:rPr>
        <w:t xml:space="preserve"> ـ</w:t>
      </w:r>
      <w:r w:rsidRPr="00EA2127">
        <w:rPr>
          <w:rtl/>
        </w:rPr>
        <w:t xml:space="preserve"> من أهل الثعلبيّة التي مرّ بها الحسين (عليه السّلام) في طريقه إلى الشهادة</w:t>
      </w:r>
      <w:r>
        <w:rPr>
          <w:rtl/>
        </w:rPr>
        <w:t xml:space="preserve"> </w:t>
      </w:r>
      <w:r>
        <w:rPr>
          <w:rFonts w:hint="cs"/>
          <w:rtl/>
        </w:rPr>
        <w:t xml:space="preserve">ـ </w:t>
      </w:r>
      <w:r>
        <w:rPr>
          <w:rtl/>
        </w:rPr>
        <w:t xml:space="preserve">: </w:t>
      </w:r>
      <w:r w:rsidRPr="00EA2127">
        <w:rPr>
          <w:rtl/>
        </w:rPr>
        <w:t>أي ابن بنت رسول الله</w:t>
      </w:r>
      <w:r>
        <w:rPr>
          <w:rtl/>
        </w:rPr>
        <w:t xml:space="preserve"> ، </w:t>
      </w:r>
      <w:r w:rsidRPr="00EA2127">
        <w:rPr>
          <w:rtl/>
        </w:rPr>
        <w:t>إنّي أراك في قلّة من الناس</w:t>
      </w:r>
      <w:r>
        <w:rPr>
          <w:rtl/>
        </w:rPr>
        <w:t xml:space="preserve"> ، </w:t>
      </w:r>
      <w:r w:rsidRPr="00EA2127">
        <w:rPr>
          <w:rtl/>
        </w:rPr>
        <w:t>إنّي أخاف عليك!</w:t>
      </w:r>
    </w:p>
    <w:p w:rsidR="00A87899" w:rsidRPr="00EA2127" w:rsidRDefault="00A87899" w:rsidP="00541E11">
      <w:pPr>
        <w:pStyle w:val="libBold2"/>
        <w:rPr>
          <w:rtl/>
        </w:rPr>
      </w:pPr>
      <w:r w:rsidRPr="00EA2127">
        <w:rPr>
          <w:rtl/>
        </w:rPr>
        <w:t>فأشار بسوط في يده</w:t>
      </w:r>
      <w:r>
        <w:rPr>
          <w:rFonts w:hint="cs"/>
          <w:rtl/>
        </w:rPr>
        <w:t xml:space="preserve"> ـ</w:t>
      </w:r>
      <w:r w:rsidRPr="00EA2127">
        <w:rPr>
          <w:rtl/>
        </w:rPr>
        <w:t xml:space="preserve"> هكذا</w:t>
      </w:r>
      <w:r>
        <w:rPr>
          <w:rFonts w:hint="cs"/>
          <w:rtl/>
        </w:rPr>
        <w:t xml:space="preserve"> ـ</w:t>
      </w:r>
      <w:r w:rsidRPr="00EA2127">
        <w:rPr>
          <w:rtl/>
        </w:rPr>
        <w:t xml:space="preserve"> فضرب حقيبةً وراءَه</w:t>
      </w:r>
      <w:r>
        <w:rPr>
          <w:rtl/>
        </w:rPr>
        <w:t xml:space="preserve"> ، </w:t>
      </w:r>
      <w:r w:rsidRPr="00EA2127">
        <w:rPr>
          <w:rtl/>
        </w:rPr>
        <w:t>فقال</w:t>
      </w:r>
      <w:r>
        <w:rPr>
          <w:rtl/>
        </w:rPr>
        <w:t xml:space="preserve"> : </w:t>
      </w:r>
      <w:r w:rsidRPr="00EA2127">
        <w:rPr>
          <w:rtl/>
        </w:rPr>
        <w:t>«إنّ هذه مملوءةٌ كتباً</w:t>
      </w:r>
      <w:r>
        <w:rPr>
          <w:rtl/>
        </w:rPr>
        <w:t xml:space="preserve"> ، </w:t>
      </w:r>
      <w:r w:rsidRPr="00EA2127">
        <w:rPr>
          <w:rtl/>
        </w:rPr>
        <w:t>هذه كتب وجوه أهل المصر»</w:t>
      </w:r>
      <w:r>
        <w:rPr>
          <w:rFonts w:hint="cs"/>
          <w:rtl/>
        </w:rPr>
        <w:t>!</w:t>
      </w:r>
    </w:p>
    <w:p w:rsidR="00A87899" w:rsidRDefault="00A87899" w:rsidP="00541E11">
      <w:pPr>
        <w:pStyle w:val="libNormal"/>
        <w:rPr>
          <w:rtl/>
        </w:rPr>
      </w:pPr>
      <w:r>
        <w:rPr>
          <w:rtl/>
        </w:rPr>
        <w:t>وقد كان أصحاب الحسين (عليه السّلام) من القلّة بحيث قد عدّهم التاريخ كمّاً ، عدّاً بأسمائهم وقبائلهم وأعيانهم.</w:t>
      </w:r>
    </w:p>
    <w:p w:rsidR="00A87899" w:rsidRDefault="00A87899" w:rsidP="00541E11">
      <w:pPr>
        <w:pStyle w:val="libNormal"/>
        <w:rPr>
          <w:rtl/>
        </w:rPr>
      </w:pPr>
      <w:r>
        <w:rPr>
          <w:rtl/>
        </w:rPr>
        <w:t>فكان معه من بني هاشم عدّة معروفة كما في الحديث</w:t>
      </w:r>
      <w:r>
        <w:rPr>
          <w:rFonts w:hint="cs"/>
          <w:rtl/>
        </w:rPr>
        <w:t xml:space="preserve"> :</w:t>
      </w:r>
    </w:p>
    <w:p w:rsidR="00A87899" w:rsidRDefault="00A87899" w:rsidP="00541E11">
      <w:pPr>
        <w:pStyle w:val="libNormal"/>
        <w:rPr>
          <w:rtl/>
        </w:rPr>
      </w:pPr>
      <w:r w:rsidRPr="00541E11">
        <w:rPr>
          <w:rStyle w:val="libBold2Char"/>
          <w:rtl/>
        </w:rPr>
        <w:t>[ص204] : بعث الحسين (عليه السّلام) إلى المدينة ، فقدم عليه مَنْ خفّ معه من بني عبد المطلّب ، وهم تسعة عشر رجلاً ، ونساء وصبيان من إخوانه وبناته ونسائهم</w:t>
      </w:r>
      <w:r>
        <w:rPr>
          <w:rtl/>
        </w:rPr>
        <w:t xml:space="preserve"> </w:t>
      </w:r>
      <w:r w:rsidRPr="00541E11">
        <w:rPr>
          <w:rStyle w:val="libFootnotenumChar"/>
          <w:rtl/>
        </w:rPr>
        <w:t>(1)</w:t>
      </w:r>
      <w:r>
        <w:rPr>
          <w:rtl/>
        </w:rPr>
        <w:t>.</w:t>
      </w:r>
    </w:p>
    <w:p w:rsidR="00A87899" w:rsidRDefault="00A87899" w:rsidP="00541E11">
      <w:pPr>
        <w:pStyle w:val="libNormal"/>
        <w:rPr>
          <w:rtl/>
        </w:rPr>
      </w:pPr>
      <w:r>
        <w:rPr>
          <w:rtl/>
        </w:rPr>
        <w:t>ويقول الحديث الآخر عن الذين استشهدوا معه (عليه السّلام) من الهاشميّين</w:t>
      </w:r>
    </w:p>
    <w:p w:rsidR="00A87899" w:rsidRDefault="00A87899" w:rsidP="00541E11">
      <w:pPr>
        <w:pStyle w:val="libNormal"/>
        <w:rPr>
          <w:rtl/>
        </w:rPr>
      </w:pPr>
      <w:r w:rsidRPr="00541E11">
        <w:rPr>
          <w:rStyle w:val="libBold2Char"/>
          <w:rtl/>
        </w:rPr>
        <w:t>[284] : قُتل مع الحسين (عليه السّلام) ستّة عشر رجلاً من أهل بيته</w:t>
      </w:r>
      <w:r>
        <w:rPr>
          <w:rtl/>
        </w:rPr>
        <w:t xml:space="preserve"> </w:t>
      </w:r>
      <w:r w:rsidRPr="00541E11">
        <w:rPr>
          <w:rStyle w:val="libFootnotenumChar"/>
          <w:rtl/>
        </w:rPr>
        <w:t>(2)</w:t>
      </w:r>
      <w:r>
        <w:rPr>
          <w:rtl/>
        </w:rPr>
        <w:t>.</w:t>
      </w:r>
    </w:p>
    <w:p w:rsidR="00A87899" w:rsidRDefault="00A87899" w:rsidP="00541E11">
      <w:pPr>
        <w:pStyle w:val="libNormal"/>
        <w:rPr>
          <w:rtl/>
        </w:rPr>
      </w:pPr>
      <w:r>
        <w:rPr>
          <w:rtl/>
        </w:rPr>
        <w:t xml:space="preserve">والحسين (عليه السّلام) هو السابع عشر والّذين خرجوا من المعركة أحياء هم اثنان فقط ، أحدهما عليّ زين العابدين </w:t>
      </w:r>
      <w:r>
        <w:rPr>
          <w:rFonts w:hint="cs"/>
          <w:rtl/>
        </w:rPr>
        <w:t>،</w:t>
      </w:r>
      <w:r>
        <w:rPr>
          <w:rtl/>
        </w:rPr>
        <w:t xml:space="preserve"> والآخر</w:t>
      </w:r>
      <w:r>
        <w:rPr>
          <w:rFonts w:hint="cs"/>
          <w:rtl/>
        </w:rPr>
        <w:t xml:space="preserve"> :</w:t>
      </w:r>
      <w:r>
        <w:rPr>
          <w:rtl/>
        </w:rPr>
        <w:t xml:space="preserve"> الحسن المثنّى ، اللذان ارتُثّا </w:t>
      </w:r>
      <w:r w:rsidRPr="00541E11">
        <w:rPr>
          <w:rStyle w:val="libFootnotenumChar"/>
          <w:rtl/>
        </w:rPr>
        <w:t>(3)</w:t>
      </w:r>
      <w:r>
        <w:rPr>
          <w:rtl/>
        </w:rPr>
        <w:t xml:space="preserve"> في المعركة واُخذا مَع الأسْرى</w:t>
      </w:r>
      <w:r>
        <w:rPr>
          <w:rFonts w:hint="cs"/>
          <w:rtl/>
        </w:rPr>
        <w:t>!</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(1) مختصر تاريخ دمشق ـ لابن منظور 7 / 143.</w:t>
      </w:r>
    </w:p>
    <w:p w:rsidR="00A87899" w:rsidRPr="00E7395C" w:rsidRDefault="00A87899" w:rsidP="00541E11">
      <w:pPr>
        <w:pStyle w:val="libFootnote0"/>
        <w:rPr>
          <w:rtl/>
        </w:rPr>
      </w:pPr>
      <w:r w:rsidRPr="00E7395C">
        <w:rPr>
          <w:rtl/>
        </w:rPr>
        <w:t>(2) مختصر تاريخ دمشق ـ لابن منظور 7 / 148.</w:t>
      </w:r>
    </w:p>
    <w:p w:rsidR="00A87899" w:rsidRDefault="00A87899" w:rsidP="00541E11">
      <w:pPr>
        <w:pStyle w:val="libFootnote0"/>
        <w:rPr>
          <w:rtl/>
        </w:rPr>
      </w:pPr>
      <w:r w:rsidRPr="00E7395C">
        <w:rPr>
          <w:rtl/>
        </w:rPr>
        <w:t>(3) ارتثّ</w:t>
      </w:r>
      <w:r>
        <w:rPr>
          <w:rtl/>
        </w:rPr>
        <w:t xml:space="preserve"> : </w:t>
      </w:r>
      <w:r w:rsidRPr="00E7395C">
        <w:rPr>
          <w:rtl/>
        </w:rPr>
        <w:t>أي قاتل وجرح في المعركة</w:t>
      </w:r>
      <w:r>
        <w:rPr>
          <w:rtl/>
        </w:rPr>
        <w:t xml:space="preserve"> ، </w:t>
      </w:r>
      <w:r w:rsidRPr="00E7395C">
        <w:rPr>
          <w:rtl/>
        </w:rPr>
        <w:t>فاُخرج منها وبه رَمَقٌ.</w:t>
      </w:r>
    </w:p>
    <w:p w:rsidR="00A87899" w:rsidRDefault="00A87899" w:rsidP="00541E11">
      <w:pPr>
        <w:pStyle w:val="libNormal"/>
        <w:rPr>
          <w:rtl/>
        </w:rPr>
      </w:pPr>
      <w:r w:rsidRPr="00E7395C">
        <w:rPr>
          <w:rtl/>
        </w:rPr>
        <w:br w:type="page"/>
      </w:r>
      <w:r>
        <w:rPr>
          <w:rtl/>
        </w:rPr>
        <w:lastRenderedPageBreak/>
        <w:t>وأمّا العدد الإجماليّ لمجموع الّذين «حضروا» مع الإمام (عليه السّلام) في كربلاء فقد جاء في الحديث</w:t>
      </w:r>
      <w:r>
        <w:rPr>
          <w:rFonts w:hint="cs"/>
          <w:rtl/>
        </w:rPr>
        <w:t xml:space="preserve"> :</w:t>
      </w:r>
    </w:p>
    <w:p w:rsidR="00A87899" w:rsidRDefault="00A87899" w:rsidP="00541E11">
      <w:pPr>
        <w:pStyle w:val="libNormal"/>
        <w:rPr>
          <w:rtl/>
        </w:rPr>
      </w:pPr>
      <w:r w:rsidRPr="00541E11">
        <w:rPr>
          <w:rStyle w:val="libBold2Char"/>
          <w:rtl/>
        </w:rPr>
        <w:t xml:space="preserve">[ص205] : فخرج متوجّهاً إلى العراق في أهل بيته ، وستّين شيخاً من أهل الكوفة </w:t>
      </w:r>
      <w:r w:rsidRPr="00541E11">
        <w:rPr>
          <w:rStyle w:val="libFootnotenumChar"/>
          <w:rtl/>
        </w:rPr>
        <w:t>(1)</w:t>
      </w:r>
      <w:r>
        <w:rPr>
          <w:rtl/>
        </w:rPr>
        <w:t>.</w:t>
      </w:r>
    </w:p>
    <w:p w:rsidR="00A87899" w:rsidRDefault="00A87899" w:rsidP="00541E11">
      <w:pPr>
        <w:pStyle w:val="libNormal"/>
        <w:rPr>
          <w:rtl/>
        </w:rPr>
      </w:pPr>
      <w:r>
        <w:rPr>
          <w:rtl/>
        </w:rPr>
        <w:t>وجاء في بعض المصادر المتخصّصة ذكرُ مَن «حَضَر مع الحسين في كربلاء» وعددهم يتجاوز المئة بقليل.</w:t>
      </w:r>
    </w:p>
    <w:p w:rsidR="00A87899" w:rsidRDefault="00A87899" w:rsidP="00541E11">
      <w:pPr>
        <w:pStyle w:val="libNormal"/>
        <w:rPr>
          <w:rtl/>
        </w:rPr>
      </w:pPr>
      <w:r>
        <w:rPr>
          <w:rtl/>
        </w:rPr>
        <w:t xml:space="preserve">أمّا الّذين قتلوا معه فقد أُحصوا بدقّة ، وسُجّلتْ أسماؤهم في كتب النسب </w:t>
      </w:r>
      <w:r w:rsidRPr="00541E11">
        <w:rPr>
          <w:rStyle w:val="libFootnotenumChar"/>
          <w:rtl/>
        </w:rPr>
        <w:t>(2)</w:t>
      </w:r>
      <w:r>
        <w:rPr>
          <w:rtl/>
        </w:rPr>
        <w:t xml:space="preserve"> ، والمشهور أنّ مجموع من قُتل معه هم «72» شهيداً </w:t>
      </w:r>
      <w:r w:rsidRPr="00541E11">
        <w:rPr>
          <w:rStyle w:val="libFootnotenumChar"/>
          <w:rtl/>
        </w:rPr>
        <w:t>(3)</w:t>
      </w:r>
      <w:r>
        <w:rPr>
          <w:rtl/>
        </w:rPr>
        <w:t>.</w:t>
      </w:r>
    </w:p>
    <w:p w:rsidR="00A87899" w:rsidRDefault="00A87899" w:rsidP="00541E11">
      <w:pPr>
        <w:pStyle w:val="libBold2"/>
        <w:rPr>
          <w:rtl/>
        </w:rPr>
      </w:pPr>
      <w:r w:rsidRPr="00EA2127">
        <w:rPr>
          <w:rtl/>
        </w:rPr>
        <w:t>وأمّا نوعية أنصار الحسين (عليه السّلام) كيفاً</w:t>
      </w:r>
      <w:r>
        <w:rPr>
          <w:rtl/>
        </w:rPr>
        <w:t xml:space="preserve"> </w:t>
      </w:r>
      <w:r>
        <w:rPr>
          <w:rFonts w:hint="cs"/>
          <w:rtl/>
        </w:rPr>
        <w:t>:</w:t>
      </w:r>
    </w:p>
    <w:p w:rsidR="00A87899" w:rsidRDefault="00A87899" w:rsidP="00541E11">
      <w:pPr>
        <w:pStyle w:val="libNormal"/>
        <w:rPr>
          <w:rtl/>
        </w:rPr>
      </w:pPr>
      <w:r>
        <w:rPr>
          <w:rtl/>
        </w:rPr>
        <w:t>فقد مثّلوا كلّ شرائح المجتمع البارزة ذلك اليوم ، بالإضافة إلى عِيْنة الأُمّة أهل البيت.</w:t>
      </w:r>
    </w:p>
    <w:p w:rsidR="00A87899" w:rsidRDefault="00A87899" w:rsidP="00541E11">
      <w:pPr>
        <w:pStyle w:val="libNormal"/>
        <w:rPr>
          <w:rtl/>
        </w:rPr>
      </w:pPr>
      <w:r>
        <w:rPr>
          <w:rtl/>
        </w:rPr>
        <w:t>ففيهم من صحابة الرسول (صلّى الله عليه وآله</w:t>
      </w:r>
      <w:r w:rsidRPr="00541E11">
        <w:rPr>
          <w:rStyle w:val="libBold2Char"/>
          <w:rtl/>
        </w:rPr>
        <w:t>) أنس بن الحارث بن نبيه الأسدي الكوفي.</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(1) مختصر تاريخ دمشق ـ لابن منظور 7 / 143.</w:t>
      </w:r>
    </w:p>
    <w:p w:rsidR="00A87899" w:rsidRDefault="00A87899" w:rsidP="00541E11">
      <w:pPr>
        <w:pStyle w:val="libFootnote0"/>
        <w:rPr>
          <w:rtl/>
        </w:rPr>
      </w:pPr>
      <w:r w:rsidRPr="00E7395C">
        <w:rPr>
          <w:rtl/>
        </w:rPr>
        <w:t>(2) من ذلك كتاب «تسمية من قُتِل مع الحسين (عليه السّلام) من أهله وأولاده وشيعته» للراوي الفضيل بن الزبير بن درهم الأسدي الرسّان الكوفي</w:t>
      </w:r>
      <w:r>
        <w:rPr>
          <w:rtl/>
        </w:rPr>
        <w:t xml:space="preserve"> ، </w:t>
      </w:r>
      <w:r w:rsidRPr="00E7395C">
        <w:rPr>
          <w:rtl/>
        </w:rPr>
        <w:t>من أصحاب الباقر (عليه السّلام)</w:t>
      </w:r>
      <w:r>
        <w:rPr>
          <w:rtl/>
        </w:rPr>
        <w:t xml:space="preserve"> ، </w:t>
      </w:r>
      <w:r w:rsidRPr="00E7395C">
        <w:rPr>
          <w:rtl/>
        </w:rPr>
        <w:t xml:space="preserve">وقد حقّقتُه ونشرته في مجلّة «تراثنا» الفصليّة التي تصدر في قم </w:t>
      </w:r>
      <w:r>
        <w:rPr>
          <w:rFonts w:hint="cs"/>
          <w:rtl/>
        </w:rPr>
        <w:t>، (</w:t>
      </w:r>
      <w:r w:rsidRPr="00E7395C">
        <w:rPr>
          <w:rtl/>
        </w:rPr>
        <w:t>العدد الثاني</w:t>
      </w:r>
      <w:r>
        <w:rPr>
          <w:rFonts w:hint="cs"/>
          <w:rtl/>
        </w:rPr>
        <w:t>) (</w:t>
      </w:r>
      <w:r w:rsidRPr="00E7395C">
        <w:rPr>
          <w:rtl/>
        </w:rPr>
        <w:t>1406</w:t>
      </w:r>
      <w:r>
        <w:rPr>
          <w:rFonts w:hint="cs"/>
          <w:rtl/>
        </w:rPr>
        <w:t>)</w:t>
      </w:r>
      <w:r w:rsidRPr="00E7395C">
        <w:rPr>
          <w:rtl/>
        </w:rPr>
        <w:t>.</w:t>
      </w:r>
    </w:p>
    <w:p w:rsidR="00A87899" w:rsidRPr="009E1E91" w:rsidRDefault="00A87899" w:rsidP="00541E11">
      <w:pPr>
        <w:pStyle w:val="libFootnote"/>
        <w:rPr>
          <w:rtl/>
        </w:rPr>
      </w:pPr>
      <w:r w:rsidRPr="009E1E91">
        <w:rPr>
          <w:rtl/>
        </w:rPr>
        <w:t>وقد حاولتُ إعادة النظر فيه</w:t>
      </w:r>
      <w:r>
        <w:rPr>
          <w:rtl/>
        </w:rPr>
        <w:t xml:space="preserve"> ، </w:t>
      </w:r>
      <w:r w:rsidRPr="009E1E91">
        <w:rPr>
          <w:rtl/>
        </w:rPr>
        <w:t>والاستدراك عليه</w:t>
      </w:r>
      <w:r>
        <w:rPr>
          <w:rtl/>
        </w:rPr>
        <w:t xml:space="preserve"> ، </w:t>
      </w:r>
      <w:r w:rsidRPr="009E1E91">
        <w:rPr>
          <w:rtl/>
        </w:rPr>
        <w:t>والتقديم له بشكل موسّع وأسأل الله التوفيق لنشره ثانيةً.</w:t>
      </w:r>
    </w:p>
    <w:p w:rsidR="00A87899" w:rsidRPr="009E1E91" w:rsidRDefault="00A87899" w:rsidP="00541E11">
      <w:pPr>
        <w:pStyle w:val="libFootnote"/>
        <w:rPr>
          <w:rtl/>
        </w:rPr>
      </w:pPr>
      <w:r w:rsidRPr="009E1E91">
        <w:rPr>
          <w:rtl/>
        </w:rPr>
        <w:t>وهناك كتب متخصّصة لذكر أنصار الإمام الحسين (عليهم السّلام) الّذين كانوا معه في كربلاء</w:t>
      </w:r>
      <w:r>
        <w:rPr>
          <w:rtl/>
        </w:rPr>
        <w:t xml:space="preserve"> ، </w:t>
      </w:r>
      <w:r w:rsidRPr="009E1E91">
        <w:rPr>
          <w:rtl/>
        </w:rPr>
        <w:t>من أشهرها «إبصار العين في أنصار الحسين» للشيخ محمد السماوي.</w:t>
      </w:r>
    </w:p>
    <w:p w:rsidR="00A87899" w:rsidRDefault="00A87899" w:rsidP="00541E11">
      <w:pPr>
        <w:pStyle w:val="libFootnote0"/>
        <w:rPr>
          <w:rtl/>
        </w:rPr>
      </w:pPr>
      <w:r w:rsidRPr="00E7395C">
        <w:rPr>
          <w:rtl/>
        </w:rPr>
        <w:t xml:space="preserve">(3) اُسد الغابة </w:t>
      </w:r>
      <w:r>
        <w:rPr>
          <w:rFonts w:hint="cs"/>
          <w:rtl/>
        </w:rPr>
        <w:t>،</w:t>
      </w:r>
      <w:r w:rsidRPr="00E7395C">
        <w:rPr>
          <w:rtl/>
        </w:rPr>
        <w:t xml:space="preserve"> لابن الأثير 2 / 22.</w:t>
      </w:r>
    </w:p>
    <w:p w:rsidR="00A87899" w:rsidRDefault="00A87899" w:rsidP="00541E11">
      <w:pPr>
        <w:pStyle w:val="libNormal"/>
        <w:rPr>
          <w:rtl/>
        </w:rPr>
      </w:pPr>
      <w:r w:rsidRPr="00E7395C">
        <w:rPr>
          <w:rtl/>
        </w:rPr>
        <w:br w:type="page"/>
      </w:r>
      <w:r>
        <w:rPr>
          <w:rtl/>
        </w:rPr>
        <w:lastRenderedPageBreak/>
        <w:t>وهو الذي روى عن رسول الله (صلّى الله عليه وآله) قوله</w:t>
      </w:r>
    </w:p>
    <w:p w:rsidR="00A87899" w:rsidRPr="00EA2127" w:rsidRDefault="00A87899" w:rsidP="00541E11">
      <w:pPr>
        <w:pStyle w:val="libBold2"/>
        <w:rPr>
          <w:rtl/>
        </w:rPr>
      </w:pPr>
      <w:r w:rsidRPr="00EA2127">
        <w:rPr>
          <w:rtl/>
        </w:rPr>
        <w:t>[283]</w:t>
      </w:r>
      <w:r>
        <w:rPr>
          <w:rtl/>
        </w:rPr>
        <w:t xml:space="preserve"> : </w:t>
      </w:r>
      <w:r w:rsidRPr="00EA2127">
        <w:rPr>
          <w:rtl/>
        </w:rPr>
        <w:t>«إنّ ابني هذا ـ يعني الحسين ـ يُقتل بأرض يقالُ لها</w:t>
      </w:r>
      <w:r>
        <w:rPr>
          <w:rtl/>
        </w:rPr>
        <w:t xml:space="preserve"> : </w:t>
      </w:r>
      <w:r w:rsidRPr="00EA2127">
        <w:rPr>
          <w:rtl/>
        </w:rPr>
        <w:t>كربلاء فمن شهد ذلك منكم فلينصره».</w:t>
      </w:r>
    </w:p>
    <w:p w:rsidR="00A87899" w:rsidRPr="00EA2127" w:rsidRDefault="00A87899" w:rsidP="00541E11">
      <w:pPr>
        <w:pStyle w:val="libBold2"/>
        <w:rPr>
          <w:rtl/>
        </w:rPr>
      </w:pPr>
      <w:r w:rsidRPr="00EA2127">
        <w:rPr>
          <w:rtl/>
        </w:rPr>
        <w:t>قالوا</w:t>
      </w:r>
      <w:r>
        <w:rPr>
          <w:rtl/>
        </w:rPr>
        <w:t xml:space="preserve"> : </w:t>
      </w:r>
      <w:r w:rsidRPr="00EA2127">
        <w:rPr>
          <w:rtl/>
        </w:rPr>
        <w:t>فخرج أنَسُ بن الحارث إلى كربلاء وقُتل بها مع الحسين.</w:t>
      </w:r>
    </w:p>
    <w:p w:rsidR="00A87899" w:rsidRDefault="00A87899" w:rsidP="00541E11">
      <w:pPr>
        <w:pStyle w:val="libNormal"/>
        <w:rPr>
          <w:rtl/>
        </w:rPr>
      </w:pPr>
      <w:r>
        <w:rPr>
          <w:rtl/>
        </w:rPr>
        <w:t>لكنّ حديث النبي (صلّى الله عليه وآله) وإخباره عن مقتل ابنه في كربلاء لم ينحصر سماعه لهذا الصحابي العظيم.</w:t>
      </w:r>
    </w:p>
    <w:p w:rsidR="00A87899" w:rsidRDefault="00A87899" w:rsidP="00541E11">
      <w:pPr>
        <w:pStyle w:val="libNormal"/>
        <w:rPr>
          <w:rtl/>
        </w:rPr>
      </w:pPr>
      <w:r>
        <w:rPr>
          <w:rtl/>
        </w:rPr>
        <w:t>فأين كان سائر الصحابة الّذين عاصروا معركة كربلاء؟!</w:t>
      </w:r>
    </w:p>
    <w:p w:rsidR="00A87899" w:rsidRDefault="00A87899" w:rsidP="00541E11">
      <w:pPr>
        <w:pStyle w:val="libNormal"/>
        <w:rPr>
          <w:rtl/>
        </w:rPr>
      </w:pPr>
      <w:r>
        <w:rPr>
          <w:rtl/>
        </w:rPr>
        <w:t>ولماذا لم يحضروا ولم ينصروا؟!</w:t>
      </w:r>
    </w:p>
    <w:p w:rsidR="00A87899" w:rsidRDefault="00A87899" w:rsidP="00541E11">
      <w:pPr>
        <w:pStyle w:val="libNormal"/>
        <w:rPr>
          <w:rtl/>
        </w:rPr>
      </w:pPr>
      <w:r>
        <w:rPr>
          <w:rtl/>
        </w:rPr>
        <w:t>إنّ وجود العدّة القليلة من الصحابة الكرام في معركة كربلاء كافية لتمثيل جيل الصحابة الّذين كانت لهم عند الناس حرمة وكرامة بصحبة رسول الله (صلّى الله عليه وآله) ، وقد تمّت بوجودهم الحجّة ، إذ يمثّلون الاستمرار العينيّ لوجود سُنّة الرسول (صلّى الله عليه وآله) وحديثه وأمره في جانب الحسين (عليه السّلام).</w:t>
      </w:r>
    </w:p>
    <w:p w:rsidR="00A87899" w:rsidRDefault="00A87899" w:rsidP="00541E11">
      <w:pPr>
        <w:pStyle w:val="libNormal"/>
        <w:rPr>
          <w:rtl/>
        </w:rPr>
      </w:pPr>
      <w:r>
        <w:rPr>
          <w:rtl/>
        </w:rPr>
        <w:t xml:space="preserve">وكان مع الحسين (عليه السّلام) من أصحاب الإمام عليّ أمير المؤمنين (عليه السّلام) </w:t>
      </w:r>
      <w:r w:rsidRPr="00541E11">
        <w:rPr>
          <w:rStyle w:val="libBold2Char"/>
          <w:rtl/>
        </w:rPr>
        <w:t xml:space="preserve">عمّار بن أبي سلامة بن عبد الله الهمداني الدالاني ، </w:t>
      </w:r>
      <w:r>
        <w:rPr>
          <w:rtl/>
        </w:rPr>
        <w:t>وغيره ممّن شاهدوا عليّاً (عليه السّلام) وهو يُواسي الحسين (عليه السّلام) في هذه الأرض بنداءاته المدوّية في فضائها : «صبراً أبا عبد الله».</w:t>
      </w:r>
    </w:p>
    <w:p w:rsidR="00A87899" w:rsidRDefault="00A87899" w:rsidP="00541E11">
      <w:pPr>
        <w:pStyle w:val="libNormal"/>
        <w:rPr>
          <w:rtl/>
        </w:rPr>
      </w:pPr>
      <w:r>
        <w:rPr>
          <w:rtl/>
        </w:rPr>
        <w:t>وكانوا يمثّلون بحضورهم وجود عليّ (عليه السّلام) وصرخاته وتشجيعاته للحسين وأصحابه (عليهم السّلام).</w:t>
      </w:r>
    </w:p>
    <w:p w:rsidR="00A87899" w:rsidRDefault="00A87899" w:rsidP="00541E11">
      <w:pPr>
        <w:pStyle w:val="libNormal"/>
        <w:rPr>
          <w:rtl/>
        </w:rPr>
      </w:pPr>
      <w:r>
        <w:rPr>
          <w:rtl/>
        </w:rPr>
        <w:t>وقد اشترك في معركة كربلاء إلى جانب الحسين (عليه السّلام) أُناس كانوا قبل قليل من أعدائه ، كالحرّ بن يزيد الرياحي.</w:t>
      </w:r>
    </w:p>
    <w:p w:rsidR="00A87899" w:rsidRDefault="00A87899" w:rsidP="00541E11">
      <w:pPr>
        <w:pStyle w:val="libNormal"/>
        <w:rPr>
          <w:rtl/>
        </w:rPr>
      </w:pPr>
      <w:r>
        <w:rPr>
          <w:rtl/>
        </w:rPr>
        <w:br w:type="page"/>
      </w:r>
      <w:r>
        <w:rPr>
          <w:rtl/>
        </w:rPr>
        <w:lastRenderedPageBreak/>
        <w:t xml:space="preserve">وكان فيهم ممّن يكنّ أبلغ الحقد والعداء للإمام </w:t>
      </w:r>
      <w:r>
        <w:rPr>
          <w:rFonts w:hint="cs"/>
          <w:rtl/>
        </w:rPr>
        <w:t>،</w:t>
      </w:r>
      <w:r>
        <w:rPr>
          <w:rtl/>
        </w:rPr>
        <w:t xml:space="preserve"> ومن المحكّمة الخوارج ، فانحازوا إلى الإمام (عليه السّلام) لمّا سمعوا منه الحقّ ، وشاهدوا ما عليه من المظلومية ، وما كان عليه أعداؤه من الباطل والقساوة والتجاوز.</w:t>
      </w:r>
    </w:p>
    <w:p w:rsidR="00A87899" w:rsidRDefault="00A87899" w:rsidP="00541E11">
      <w:pPr>
        <w:pStyle w:val="libNormal"/>
        <w:rPr>
          <w:rtl/>
        </w:rPr>
      </w:pPr>
      <w:r>
        <w:rPr>
          <w:rtl/>
        </w:rPr>
        <w:t>وحتّى كان في جيش الحسين (عليه السّلام) ذي العدد الضئيل جنودٌ مجهولون ، لم تحرّكهم إلاّ أنْباء كربلاء التي بلغتْهم ، فبلغتْ إلى عقولهم ، وبلغتْ بهم قمم الشهادة فالخلود.</w:t>
      </w:r>
    </w:p>
    <w:p w:rsidR="00A87899" w:rsidRPr="001A4BF0" w:rsidRDefault="00A87899" w:rsidP="00541E11">
      <w:pPr>
        <w:pStyle w:val="libBold2"/>
        <w:rPr>
          <w:rtl/>
        </w:rPr>
      </w:pPr>
      <w:r w:rsidRPr="00541E11">
        <w:rPr>
          <w:rtl/>
        </w:rPr>
        <w:t>[269] قال العريان بن الهيثم : كان أبي يَتَبدى</w:t>
      </w:r>
      <w:r>
        <w:rPr>
          <w:rtl/>
        </w:rPr>
        <w:t xml:space="preserve"> </w:t>
      </w:r>
      <w:r w:rsidRPr="00541E11">
        <w:rPr>
          <w:rStyle w:val="libFootnotenumChar"/>
          <w:rtl/>
        </w:rPr>
        <w:t>(1)</w:t>
      </w:r>
      <w:r>
        <w:rPr>
          <w:rtl/>
        </w:rPr>
        <w:t xml:space="preserve"> </w:t>
      </w:r>
      <w:r w:rsidRPr="001A4BF0">
        <w:rPr>
          <w:rtl/>
        </w:rPr>
        <w:t>فينزل قريباً من</w:t>
      </w:r>
      <w:r w:rsidRPr="001A4BF0">
        <w:rPr>
          <w:rFonts w:hint="cs"/>
          <w:rtl/>
        </w:rPr>
        <w:t xml:space="preserve"> </w:t>
      </w:r>
      <w:r w:rsidRPr="001A4BF0">
        <w:rPr>
          <w:rtl/>
        </w:rPr>
        <w:t>الموضع الذي كان فيه معركة الحسين</w:t>
      </w:r>
      <w:r>
        <w:rPr>
          <w:rtl/>
        </w:rPr>
        <w:t xml:space="preserve"> ، </w:t>
      </w:r>
      <w:r w:rsidRPr="001A4BF0">
        <w:rPr>
          <w:rtl/>
        </w:rPr>
        <w:t>فكنّا لا نبدو إلاّ وجدنا رجلاً من بني أسَد هناك</w:t>
      </w:r>
      <w:r>
        <w:rPr>
          <w:rtl/>
        </w:rPr>
        <w:t xml:space="preserve"> ، </w:t>
      </w:r>
      <w:r w:rsidRPr="001A4BF0">
        <w:rPr>
          <w:rtl/>
        </w:rPr>
        <w:t>فقال له أبي</w:t>
      </w:r>
      <w:r>
        <w:rPr>
          <w:rtl/>
        </w:rPr>
        <w:t xml:space="preserve"> : </w:t>
      </w:r>
      <w:r w:rsidRPr="001A4BF0">
        <w:rPr>
          <w:rtl/>
        </w:rPr>
        <w:t>أراك ملازماً هذا المكان؟</w:t>
      </w:r>
    </w:p>
    <w:p w:rsidR="00A87899" w:rsidRPr="001A4BF0" w:rsidRDefault="00A87899" w:rsidP="00541E11">
      <w:pPr>
        <w:pStyle w:val="libBold2"/>
        <w:rPr>
          <w:rtl/>
        </w:rPr>
      </w:pPr>
      <w:r w:rsidRPr="001A4BF0">
        <w:rPr>
          <w:rtl/>
        </w:rPr>
        <w:t>قال</w:t>
      </w:r>
      <w:r>
        <w:rPr>
          <w:rtl/>
        </w:rPr>
        <w:t xml:space="preserve"> : </w:t>
      </w:r>
      <w:r w:rsidRPr="001A4BF0">
        <w:rPr>
          <w:rtl/>
        </w:rPr>
        <w:t>بلغني أن حُسَيْناً يُقتل ها هنا</w:t>
      </w:r>
      <w:r>
        <w:rPr>
          <w:rtl/>
        </w:rPr>
        <w:t xml:space="preserve"> ، </w:t>
      </w:r>
      <w:r w:rsidRPr="001A4BF0">
        <w:rPr>
          <w:rtl/>
        </w:rPr>
        <w:t>فأنا أخرج إلى هذا المكان لعلّي اُصادفه فأُقْتَلَ معه</w:t>
      </w:r>
      <w:r>
        <w:rPr>
          <w:rFonts w:hint="cs"/>
          <w:rtl/>
        </w:rPr>
        <w:t>!</w:t>
      </w:r>
    </w:p>
    <w:p w:rsidR="00A87899" w:rsidRPr="001A4BF0" w:rsidRDefault="00A87899" w:rsidP="00541E11">
      <w:pPr>
        <w:pStyle w:val="libBold2"/>
        <w:rPr>
          <w:rtl/>
        </w:rPr>
      </w:pPr>
      <w:r w:rsidRPr="001A4BF0">
        <w:rPr>
          <w:rtl/>
        </w:rPr>
        <w:t>قال الراوي</w:t>
      </w:r>
      <w:r>
        <w:rPr>
          <w:rtl/>
        </w:rPr>
        <w:t xml:space="preserve"> : </w:t>
      </w:r>
      <w:r w:rsidRPr="001A4BF0">
        <w:rPr>
          <w:rtl/>
        </w:rPr>
        <w:t>فلّما قُتِلَ الحسين (عليه السّلام) قال أبي</w:t>
      </w:r>
      <w:r>
        <w:rPr>
          <w:rtl/>
        </w:rPr>
        <w:t xml:space="preserve"> : </w:t>
      </w:r>
      <w:r w:rsidRPr="001A4BF0">
        <w:rPr>
          <w:rtl/>
        </w:rPr>
        <w:t>انطلقوا ننظر هل الأسدي فيمن قُتِل؟</w:t>
      </w:r>
    </w:p>
    <w:p w:rsidR="00A87899" w:rsidRPr="00E7395C" w:rsidRDefault="00A87899" w:rsidP="00541E11">
      <w:pPr>
        <w:pStyle w:val="libBold2"/>
        <w:rPr>
          <w:rtl/>
        </w:rPr>
      </w:pPr>
      <w:r w:rsidRPr="001A4BF0">
        <w:rPr>
          <w:rtl/>
        </w:rPr>
        <w:t>فأتينا المعركة</w:t>
      </w:r>
      <w:r>
        <w:rPr>
          <w:rtl/>
        </w:rPr>
        <w:t xml:space="preserve"> ، </w:t>
      </w:r>
      <w:r w:rsidRPr="001A4BF0">
        <w:rPr>
          <w:rtl/>
        </w:rPr>
        <w:t>وطوّفنا فإذا الأسدي مقتول</w:t>
      </w:r>
      <w:r w:rsidRPr="00E7395C">
        <w:rPr>
          <w:rtl/>
        </w:rPr>
        <w:t xml:space="preserve"> </w:t>
      </w:r>
      <w:r w:rsidRPr="00541E11">
        <w:rPr>
          <w:rStyle w:val="libFootnotenumChar"/>
          <w:rtl/>
        </w:rPr>
        <w:t>(</w:t>
      </w:r>
      <w:r w:rsidRPr="00541E11">
        <w:rPr>
          <w:rStyle w:val="libFootnotenumChar"/>
          <w:rFonts w:hint="cs"/>
          <w:rtl/>
        </w:rPr>
        <w:t>2</w:t>
      </w:r>
      <w:r w:rsidRPr="00541E11">
        <w:rPr>
          <w:rStyle w:val="libFootnotenumChar"/>
          <w:rtl/>
        </w:rPr>
        <w:t>)</w:t>
      </w:r>
      <w:r>
        <w:rPr>
          <w:rFonts w:hint="cs"/>
          <w:rtl/>
        </w:rPr>
        <w:t>!</w:t>
      </w:r>
    </w:p>
    <w:p w:rsidR="00A87899" w:rsidRDefault="00A87899" w:rsidP="00541E11">
      <w:pPr>
        <w:pStyle w:val="libNormal"/>
        <w:rPr>
          <w:rtl/>
        </w:rPr>
      </w:pPr>
      <w:r w:rsidRPr="00E7395C">
        <w:rPr>
          <w:rtl/>
        </w:rPr>
        <w:t>ولئن خان الجيشُ الكوفيّ بعهوده</w:t>
      </w:r>
      <w:r>
        <w:rPr>
          <w:rtl/>
        </w:rPr>
        <w:t xml:space="preserve"> ، </w:t>
      </w:r>
      <w:r w:rsidRPr="00E7395C">
        <w:rPr>
          <w:rtl/>
        </w:rPr>
        <w:t>واستهتر برسائله وكتبه ووعوده</w:t>
      </w:r>
      <w:r>
        <w:rPr>
          <w:rtl/>
        </w:rPr>
        <w:t xml:space="preserve"> ، </w:t>
      </w:r>
      <w:r w:rsidRPr="00E7395C">
        <w:rPr>
          <w:rtl/>
        </w:rPr>
        <w:t>لكنّ أصحاب الحسين (عليه السّلام) ـ على قلّة العدد ـ ضربوا أروع الأمثلة في الوفاء والفداء</w:t>
      </w:r>
      <w:r>
        <w:rPr>
          <w:rtl/>
        </w:rPr>
        <w:t xml:space="preserve"> ، </w:t>
      </w:r>
      <w:r w:rsidRPr="00E7395C">
        <w:rPr>
          <w:rtl/>
        </w:rPr>
        <w:t>وكانوا أكبر من جيش الكوفة في الشجاعة والبطولة والإقدام</w:t>
      </w:r>
      <w:r>
        <w:rPr>
          <w:rtl/>
        </w:rPr>
        <w:t xml:space="preserve"> ، </w:t>
      </w:r>
      <w:r w:rsidRPr="00E7395C">
        <w:rPr>
          <w:rtl/>
        </w:rPr>
        <w:t>وقد مجّد الإمام الحسين (عليه السّلام) بموقفهم العظيم في كلماته وخطبه في يوم</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(1) أي يخرج إلى البادية.</w:t>
      </w:r>
    </w:p>
    <w:p w:rsidR="00A87899" w:rsidRPr="00E7395C" w:rsidRDefault="00A87899" w:rsidP="00541E11">
      <w:pPr>
        <w:pStyle w:val="libFootnote0"/>
        <w:rPr>
          <w:rtl/>
        </w:rPr>
      </w:pPr>
      <w:r w:rsidRPr="00E7395C">
        <w:rPr>
          <w:rtl/>
        </w:rPr>
        <w:t>(</w:t>
      </w:r>
      <w:r>
        <w:rPr>
          <w:rFonts w:hint="cs"/>
          <w:rtl/>
        </w:rPr>
        <w:t>2</w:t>
      </w:r>
      <w:r w:rsidRPr="00E7395C">
        <w:rPr>
          <w:rtl/>
        </w:rPr>
        <w:t>) مختصر تاريخ دمشق ـ لابن منظور 7 / 145.</w:t>
      </w:r>
    </w:p>
    <w:p w:rsidR="00A87899" w:rsidRPr="00E7395C" w:rsidRDefault="00A87899" w:rsidP="00541E11">
      <w:pPr>
        <w:pStyle w:val="libNormal0"/>
        <w:rPr>
          <w:rtl/>
        </w:rPr>
      </w:pPr>
      <w:r>
        <w:rPr>
          <w:rtl/>
        </w:rPr>
        <w:br w:type="page"/>
      </w:r>
      <w:r w:rsidRPr="00E7395C">
        <w:rPr>
          <w:rtl/>
        </w:rPr>
        <w:lastRenderedPageBreak/>
        <w:t>عاشوراء.</w:t>
      </w:r>
    </w:p>
    <w:p w:rsidR="00A87899" w:rsidRPr="00E7395C" w:rsidRDefault="00A87899" w:rsidP="00541E11">
      <w:pPr>
        <w:pStyle w:val="libNormal"/>
        <w:rPr>
          <w:rtl/>
        </w:rPr>
      </w:pPr>
      <w:r w:rsidRPr="00E7395C">
        <w:rPr>
          <w:rtl/>
        </w:rPr>
        <w:t>أمّا هُمْ فكانوا يقفون ذلك الموقف عن بصائر نافذة</w:t>
      </w:r>
      <w:r>
        <w:rPr>
          <w:rtl/>
        </w:rPr>
        <w:t xml:space="preserve"> ، </w:t>
      </w:r>
      <w:r w:rsidRPr="00E7395C">
        <w:rPr>
          <w:rtl/>
        </w:rPr>
        <w:t>وعن خبرة وعلم اليقين بالمصير</w:t>
      </w:r>
      <w:r>
        <w:rPr>
          <w:rtl/>
        </w:rPr>
        <w:t xml:space="preserve"> ، </w:t>
      </w:r>
      <w:r w:rsidRPr="00E7395C">
        <w:rPr>
          <w:rtl/>
        </w:rPr>
        <w:t>ولقد أصبحَ إيثارهم بأرواحهم لسيّدهم الإمام الحسين (عليه السّلام) عينَ اليقين للتاريخ</w:t>
      </w:r>
      <w:r>
        <w:rPr>
          <w:rtl/>
        </w:rPr>
        <w:t xml:space="preserve"> ، </w:t>
      </w:r>
      <w:r w:rsidRPr="00E7395C">
        <w:rPr>
          <w:rtl/>
        </w:rPr>
        <w:t>ومضرب الأمثال للأجيال.</w:t>
      </w:r>
    </w:p>
    <w:p w:rsidR="00A87899" w:rsidRDefault="00A87899" w:rsidP="00541E11">
      <w:pPr>
        <w:pStyle w:val="libNormal"/>
        <w:rPr>
          <w:rtl/>
        </w:rPr>
      </w:pPr>
      <w:r w:rsidRPr="00E7395C">
        <w:rPr>
          <w:rtl/>
        </w:rPr>
        <w:t>ومثال واحد ذكره ابن عساكر عن محمّد بن بشير الحضرميّ الذي لزم الحسين</w:t>
      </w:r>
      <w:r>
        <w:rPr>
          <w:rFonts w:hint="cs"/>
          <w:rtl/>
        </w:rPr>
        <w:t xml:space="preserve"> </w:t>
      </w:r>
      <w:r w:rsidRPr="00E7395C">
        <w:rPr>
          <w:rtl/>
        </w:rPr>
        <w:t>وكان معه في كربلاء</w:t>
      </w:r>
      <w:r>
        <w:rPr>
          <w:rFonts w:hint="cs"/>
          <w:rtl/>
        </w:rPr>
        <w:t xml:space="preserve"> :</w:t>
      </w:r>
    </w:p>
    <w:p w:rsidR="00A87899" w:rsidRPr="001A4BF0" w:rsidRDefault="00A87899" w:rsidP="00541E11">
      <w:pPr>
        <w:pStyle w:val="libBold2"/>
        <w:rPr>
          <w:rtl/>
        </w:rPr>
      </w:pPr>
      <w:r w:rsidRPr="001A4BF0">
        <w:rPr>
          <w:rtl/>
        </w:rPr>
        <w:t>[200] إذ جاءه نبأُ ابنه أنّه اُسِرَ بثغر الريّ</w:t>
      </w:r>
      <w:r>
        <w:rPr>
          <w:rtl/>
        </w:rPr>
        <w:t xml:space="preserve"> ، </w:t>
      </w:r>
      <w:r w:rsidRPr="001A4BF0">
        <w:rPr>
          <w:rtl/>
        </w:rPr>
        <w:t>فقال</w:t>
      </w:r>
      <w:r>
        <w:rPr>
          <w:rtl/>
        </w:rPr>
        <w:t xml:space="preserve"> : </w:t>
      </w:r>
      <w:r w:rsidRPr="001A4BF0">
        <w:rPr>
          <w:rtl/>
        </w:rPr>
        <w:t>عند الله أحتسبُه ونفسي</w:t>
      </w:r>
      <w:r>
        <w:rPr>
          <w:rtl/>
        </w:rPr>
        <w:t xml:space="preserve"> ، </w:t>
      </w:r>
      <w:r w:rsidRPr="001A4BF0">
        <w:rPr>
          <w:rtl/>
        </w:rPr>
        <w:t>ما كنتُ أُحبُّ أن يُؤسَرَ</w:t>
      </w:r>
      <w:r>
        <w:rPr>
          <w:rtl/>
        </w:rPr>
        <w:t xml:space="preserve"> ، </w:t>
      </w:r>
      <w:r w:rsidRPr="001A4BF0">
        <w:rPr>
          <w:rtl/>
        </w:rPr>
        <w:t>ولا أنْ أبقى بعده.</w:t>
      </w:r>
      <w:r>
        <w:rPr>
          <w:rFonts w:hint="cs"/>
          <w:rtl/>
        </w:rPr>
        <w:t xml:space="preserve"> </w:t>
      </w:r>
      <w:r w:rsidRPr="001A4BF0">
        <w:rPr>
          <w:rtl/>
        </w:rPr>
        <w:t>فسمع الحسينُ كلامه</w:t>
      </w:r>
      <w:r>
        <w:rPr>
          <w:rtl/>
        </w:rPr>
        <w:t xml:space="preserve"> ، </w:t>
      </w:r>
      <w:r w:rsidRPr="001A4BF0">
        <w:rPr>
          <w:rtl/>
        </w:rPr>
        <w:t>فقال له</w:t>
      </w:r>
      <w:r>
        <w:rPr>
          <w:rtl/>
        </w:rPr>
        <w:t xml:space="preserve"> : </w:t>
      </w:r>
      <w:r w:rsidRPr="001A4BF0">
        <w:rPr>
          <w:rtl/>
        </w:rPr>
        <w:t>«رحمك الله</w:t>
      </w:r>
      <w:r>
        <w:rPr>
          <w:rtl/>
        </w:rPr>
        <w:t xml:space="preserve"> ، </w:t>
      </w:r>
      <w:r w:rsidRPr="001A4BF0">
        <w:rPr>
          <w:rtl/>
        </w:rPr>
        <w:t>وأنت في حلٍّ من بيعتي</w:t>
      </w:r>
      <w:r>
        <w:rPr>
          <w:rtl/>
        </w:rPr>
        <w:t xml:space="preserve"> ، </w:t>
      </w:r>
      <w:r w:rsidRPr="001A4BF0">
        <w:rPr>
          <w:rtl/>
        </w:rPr>
        <w:t>فاعمل في فكاك ابْنِك»</w:t>
      </w:r>
      <w:r>
        <w:rPr>
          <w:rFonts w:hint="cs"/>
          <w:rtl/>
        </w:rPr>
        <w:t>!</w:t>
      </w:r>
    </w:p>
    <w:p w:rsidR="00A87899" w:rsidRPr="001A4BF0" w:rsidRDefault="00A87899" w:rsidP="00541E11">
      <w:pPr>
        <w:pStyle w:val="libBold2"/>
        <w:rPr>
          <w:rtl/>
        </w:rPr>
      </w:pPr>
      <w:r w:rsidRPr="001A4BF0">
        <w:rPr>
          <w:rtl/>
        </w:rPr>
        <w:t>قال</w:t>
      </w:r>
      <w:r>
        <w:rPr>
          <w:rtl/>
        </w:rPr>
        <w:t xml:space="preserve"> : </w:t>
      </w:r>
      <w:r w:rsidRPr="001A4BF0">
        <w:rPr>
          <w:rtl/>
        </w:rPr>
        <w:t>أكَلَتْني السباعُ حَيّاً إنْ فارقتُكَ</w:t>
      </w:r>
      <w:r>
        <w:rPr>
          <w:rFonts w:hint="cs"/>
          <w:rtl/>
        </w:rPr>
        <w:t>!</w:t>
      </w:r>
    </w:p>
    <w:p w:rsidR="00A87899" w:rsidRDefault="00A87899" w:rsidP="00541E11">
      <w:pPr>
        <w:pStyle w:val="libBold2"/>
        <w:rPr>
          <w:rtl/>
        </w:rPr>
      </w:pPr>
      <w:r w:rsidRPr="001A4BF0">
        <w:rPr>
          <w:rtl/>
        </w:rPr>
        <w:t>فقال له الحسين (عليه السّلام)</w:t>
      </w:r>
      <w:r>
        <w:rPr>
          <w:rtl/>
        </w:rPr>
        <w:t xml:space="preserve"> : </w:t>
      </w:r>
      <w:r w:rsidRPr="001A4BF0">
        <w:rPr>
          <w:rtl/>
        </w:rPr>
        <w:t>«فأعْطِ ابنك هذه الأثواب البُرود يستعِنْ بها في</w:t>
      </w:r>
      <w:r w:rsidRPr="001A4BF0">
        <w:rPr>
          <w:rFonts w:hint="cs"/>
          <w:rtl/>
        </w:rPr>
        <w:t xml:space="preserve"> </w:t>
      </w:r>
      <w:r w:rsidRPr="001A4BF0">
        <w:rPr>
          <w:rtl/>
        </w:rPr>
        <w:t>فداء أخيه».</w:t>
      </w:r>
    </w:p>
    <w:p w:rsidR="00A87899" w:rsidRDefault="00A87899" w:rsidP="00541E11">
      <w:pPr>
        <w:pStyle w:val="libBold2"/>
        <w:rPr>
          <w:rtl/>
        </w:rPr>
      </w:pPr>
      <w:r w:rsidRPr="001A4BF0">
        <w:rPr>
          <w:rtl/>
        </w:rPr>
        <w:t xml:space="preserve">فأعطاه خمسة أثواب قيمتها ألف دينار </w:t>
      </w:r>
      <w:r w:rsidRPr="00541E11">
        <w:rPr>
          <w:rStyle w:val="libFootnotenumChar"/>
          <w:rtl/>
        </w:rPr>
        <w:t>(1)</w:t>
      </w:r>
      <w:r>
        <w:rPr>
          <w:rtl/>
        </w:rPr>
        <w:t>.</w:t>
      </w:r>
    </w:p>
    <w:p w:rsidR="00A87899" w:rsidRDefault="00A87899" w:rsidP="00541E11">
      <w:pPr>
        <w:pStyle w:val="libNormal"/>
        <w:rPr>
          <w:rtl/>
        </w:rPr>
      </w:pPr>
      <w:r>
        <w:rPr>
          <w:rtl/>
        </w:rPr>
        <w:t>إنّ الكلمة لتقصُر عن التعبير في وصف موقف هؤلاء ، كما إنّ الذهن ليعجز عن تصوير ما في قلوبهم من الودّ والإخلاص لإمامهم</w:t>
      </w:r>
      <w:r>
        <w:rPr>
          <w:rFonts w:hint="cs"/>
          <w:rtl/>
        </w:rPr>
        <w:t>.</w:t>
      </w:r>
    </w:p>
    <w:p w:rsidR="00A87899" w:rsidRDefault="00A87899" w:rsidP="00541E11">
      <w:pPr>
        <w:pStyle w:val="libNormal"/>
        <w:rPr>
          <w:rtl/>
        </w:rPr>
      </w:pPr>
      <w:r>
        <w:rPr>
          <w:rtl/>
        </w:rPr>
        <w:t>إلاّ بتكرار عباراتهم نفسها!</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مختصر تاريخ دمشق ـ لابن منظور 7 / 129 ـ 130. ولقد تحدّثنا عن المواقف الأُخرى للشهداء</w:t>
      </w:r>
      <w:r>
        <w:rPr>
          <w:rtl/>
        </w:rPr>
        <w:t xml:space="preserve"> ، </w:t>
      </w:r>
      <w:r w:rsidRPr="00E7395C">
        <w:rPr>
          <w:rtl/>
        </w:rPr>
        <w:t>تلك المليئة بالوفاء والإيثار في مقال بعنوان «شهداء حقّاً» نُشر في مجلة «ذكريات المعصومين» الكربلائية سنة 1385</w:t>
      </w:r>
      <w:r>
        <w:rPr>
          <w:rFonts w:hint="cs"/>
          <w:rtl/>
        </w:rPr>
        <w:t xml:space="preserve"> </w:t>
      </w:r>
      <w:r w:rsidRPr="00E7395C">
        <w:rPr>
          <w:rtl/>
        </w:rPr>
        <w:t>عدد محرم.</w:t>
      </w:r>
    </w:p>
    <w:p w:rsidR="00A87899" w:rsidRDefault="00A87899" w:rsidP="00541E11">
      <w:pPr>
        <w:pStyle w:val="libNormal"/>
        <w:rPr>
          <w:rtl/>
        </w:rPr>
      </w:pPr>
      <w:r>
        <w:rPr>
          <w:rtl/>
        </w:rPr>
        <w:br w:type="page"/>
      </w:r>
      <w:r>
        <w:rPr>
          <w:rtl/>
        </w:rPr>
        <w:lastRenderedPageBreak/>
        <w:t>وبهذه النفوس الكبيرة ، والعقول البالغة الرشيدة ، والقلوب المليئة بالولاء ، والمفعمة بالإخلاص ، وعلم اليقين بالموقف والمصير ، وبالشجاعة والجرأة والبطولة النادرة والثبات على الطريق دخل الحسين (عليه السّلام) معركته الفاصِلة في كربلاء.</w:t>
      </w:r>
    </w:p>
    <w:p w:rsidR="00A87899" w:rsidRDefault="00A87899" w:rsidP="00A87899">
      <w:pPr>
        <w:pStyle w:val="Heading2Center"/>
        <w:rPr>
          <w:rtl/>
        </w:rPr>
      </w:pPr>
      <w:bookmarkStart w:id="84" w:name="_Toc416693862"/>
      <w:bookmarkStart w:id="85" w:name="_Toc416696106"/>
      <w:r>
        <w:rPr>
          <w:rtl/>
        </w:rPr>
        <w:t>30 ـ يوم عاشوراء</w:t>
      </w:r>
      <w:bookmarkEnd w:id="84"/>
      <w:bookmarkEnd w:id="85"/>
    </w:p>
    <w:p w:rsidR="00A87899" w:rsidRPr="001A4BF0" w:rsidRDefault="00A87899" w:rsidP="00541E11">
      <w:pPr>
        <w:pStyle w:val="libBold2"/>
        <w:rPr>
          <w:rtl/>
        </w:rPr>
      </w:pPr>
      <w:r w:rsidRPr="001A4BF0">
        <w:rPr>
          <w:rtl/>
        </w:rPr>
        <w:t>[ص207] ولمّا خرج الحسين (عليه السّلام) وبلغ يزيد خروجه كتب إلى عبيد الله بن زياد عامله على العراق يأمره بمحاربته وحمله إليه إن ظفر به فوجّه اللعين عبيد الله الجيش إلى الحسين (عليه السّلام) مع عمر بن سعد.</w:t>
      </w:r>
    </w:p>
    <w:p w:rsidR="00A87899" w:rsidRDefault="00A87899" w:rsidP="00541E11">
      <w:pPr>
        <w:pStyle w:val="libBold2"/>
        <w:rPr>
          <w:rtl/>
        </w:rPr>
      </w:pPr>
      <w:r w:rsidRPr="001A4BF0">
        <w:rPr>
          <w:rtl/>
        </w:rPr>
        <w:t>وعدل الحسين إلى كربلاء</w:t>
      </w:r>
      <w:r>
        <w:rPr>
          <w:rtl/>
        </w:rPr>
        <w:t xml:space="preserve"> ، </w:t>
      </w:r>
      <w:r w:rsidRPr="001A4BF0">
        <w:rPr>
          <w:rtl/>
        </w:rPr>
        <w:t>فلقيه عمر هناك فاقتتلوا</w:t>
      </w:r>
      <w:r>
        <w:rPr>
          <w:rtl/>
        </w:rPr>
        <w:t xml:space="preserve"> ، </w:t>
      </w:r>
      <w:r w:rsidRPr="001A4BF0">
        <w:rPr>
          <w:rtl/>
        </w:rPr>
        <w:t>فقُتل الحسين (رضوان الله عليه ورحمته وبركاته)</w:t>
      </w:r>
      <w:r>
        <w:rPr>
          <w:rtl/>
        </w:rPr>
        <w:t xml:space="preserve"> ، </w:t>
      </w:r>
      <w:r w:rsidRPr="001A4BF0">
        <w:rPr>
          <w:rtl/>
        </w:rPr>
        <w:t>ولعنة الله على قاتليه</w:t>
      </w:r>
      <w:r>
        <w:rPr>
          <w:rtl/>
        </w:rPr>
        <w:t>.</w:t>
      </w:r>
    </w:p>
    <w:p w:rsidR="00A87899" w:rsidRDefault="00A87899" w:rsidP="00541E11">
      <w:pPr>
        <w:pStyle w:val="libNormal"/>
        <w:rPr>
          <w:rtl/>
        </w:rPr>
      </w:pPr>
      <w:r w:rsidRPr="00541E11">
        <w:rPr>
          <w:rStyle w:val="libBold2Char"/>
          <w:rtl/>
        </w:rPr>
        <w:t>وكان قتله في العاشر من المحرّم سنة إحدى وستّين ، يوم عاشوراء</w:t>
      </w:r>
      <w:r>
        <w:rPr>
          <w:rtl/>
        </w:rPr>
        <w:t xml:space="preserve"> </w:t>
      </w:r>
      <w:r w:rsidRPr="00541E11">
        <w:rPr>
          <w:rStyle w:val="libFootnotenumChar"/>
          <w:rtl/>
        </w:rPr>
        <w:t>(</w:t>
      </w:r>
      <w:r w:rsidRPr="00541E11">
        <w:rPr>
          <w:rStyle w:val="libFootnotenumChar"/>
          <w:rFonts w:hint="cs"/>
          <w:rtl/>
        </w:rPr>
        <w:t>1</w:t>
      </w:r>
      <w:r w:rsidRPr="00541E11">
        <w:rPr>
          <w:rStyle w:val="libFootnotenumChar"/>
          <w:rtl/>
        </w:rPr>
        <w:t>)</w:t>
      </w:r>
      <w:r>
        <w:rPr>
          <w:rtl/>
        </w:rPr>
        <w:t>.</w:t>
      </w:r>
    </w:p>
    <w:p w:rsidR="00A87899" w:rsidRDefault="00A87899" w:rsidP="00541E11">
      <w:pPr>
        <w:pStyle w:val="libNormal"/>
        <w:rPr>
          <w:rtl/>
        </w:rPr>
      </w:pPr>
      <w:r>
        <w:rPr>
          <w:rtl/>
        </w:rPr>
        <w:t>وهو يومٌ عظيم في تاريخ المسلمين ، وهو على آل الرسول (صلّى الله عليه وآله) أليم.</w:t>
      </w:r>
    </w:p>
    <w:p w:rsidR="00A87899" w:rsidRDefault="00A87899" w:rsidP="00541E11">
      <w:pPr>
        <w:pStyle w:val="libNormal"/>
        <w:rPr>
          <w:rtl/>
        </w:rPr>
      </w:pPr>
      <w:r w:rsidRPr="00541E11">
        <w:rPr>
          <w:rStyle w:val="libBold2Char"/>
          <w:rtl/>
        </w:rPr>
        <w:t>أمّا عظمتهُ</w:t>
      </w:r>
      <w:r>
        <w:rPr>
          <w:rtl/>
        </w:rPr>
        <w:t xml:space="preserve"> فهي من أجل اقترانه بالحسين (عليه السّلام) ، ذلك الإمام العظيم الذي مثّل الرسول (صلّى الله عليه وآله) في شخصه ، لكونه سبطه الوحيد ذلك اليوم ، ولكونه كبير أهل بيته ، وخامس أهل الكساء المطهَّرين من عترته ، والذي مثّل الرسالة في علمها</w:t>
      </w:r>
    </w:p>
    <w:p w:rsidR="00A87899"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w:t>
      </w:r>
      <w:r>
        <w:rPr>
          <w:rFonts w:hint="cs"/>
          <w:rtl/>
        </w:rPr>
        <w:t>1</w:t>
      </w:r>
      <w:r w:rsidRPr="00E7395C">
        <w:rPr>
          <w:rtl/>
        </w:rPr>
        <w:t>) مختصر تاريخ دمشق ـ لابن منظور 7 / 145.</w:t>
      </w:r>
    </w:p>
    <w:p w:rsidR="00A87899" w:rsidRDefault="00A87899" w:rsidP="00541E11">
      <w:pPr>
        <w:pStyle w:val="libNormal0"/>
        <w:rPr>
          <w:rtl/>
        </w:rPr>
      </w:pPr>
      <w:r>
        <w:rPr>
          <w:rtl/>
        </w:rPr>
        <w:br w:type="page"/>
      </w:r>
      <w:r>
        <w:rPr>
          <w:rtl/>
        </w:rPr>
        <w:lastRenderedPageBreak/>
        <w:t>وسموّها وخلودها.</w:t>
      </w:r>
    </w:p>
    <w:p w:rsidR="00A87899" w:rsidRDefault="00A87899" w:rsidP="00541E11">
      <w:pPr>
        <w:pStyle w:val="libNormal"/>
        <w:rPr>
          <w:rtl/>
        </w:rPr>
      </w:pPr>
      <w:r>
        <w:rPr>
          <w:rtl/>
        </w:rPr>
        <w:t>فكانتْ معركة عاشوراء معركة الإيمان الذي مثله الحسين (عليه السّلام) ، والكفر الذي حاربه ، ومعركة الحقّ الذي تجسّد في الحسين (عليه السّلام) ، والباطل الذي قاومه ، ويعني ذلك أنّه قد تكرّرت في هذا اليوم معارك الأنبياء (عليهم السّلام) ومشاهد الصالحين عَبْرَ التاريخ ، وبخاصّة مغازي النبيّ محمّد (صلّى الله عليه وآله) في بدر وأُحُد والأحزاب وغيرها ، ومشاهد عليّ (عليه السّلام) في الجمل وصفّين والنهروان.</w:t>
      </w:r>
    </w:p>
    <w:p w:rsidR="00A87899" w:rsidRDefault="00A87899" w:rsidP="00541E11">
      <w:pPr>
        <w:pStyle w:val="libNormal"/>
        <w:rPr>
          <w:rtl/>
        </w:rPr>
      </w:pPr>
      <w:r>
        <w:rPr>
          <w:rtl/>
        </w:rPr>
        <w:t>فكلّ الأنبياء والأئمّة والأولياء والصالحين ، والشهداء والمجاهدين يشتركون بأهدافهم وآمالهم وبدمائهم ، وتشخَص أعينُهم على نتائج المعركة في عاشوراء.</w:t>
      </w:r>
    </w:p>
    <w:p w:rsidR="00A87899" w:rsidRDefault="00A87899" w:rsidP="00541E11">
      <w:pPr>
        <w:pStyle w:val="libNormal"/>
        <w:rPr>
          <w:rtl/>
        </w:rPr>
      </w:pPr>
      <w:r>
        <w:rPr>
          <w:rtl/>
        </w:rPr>
        <w:t>وكلّ جهود الكفر والنفاق والفجور والفسق والرذيلة والخيانة ، والجهل والغرور والإلحاد تركّزت في جيش بني أُميّة ، تُحاول أن تنتقم لكلّ تاريخها الأسود من هذه الكوكبة التي تدور حول الحسين (عليه السّلام) يريدون ليُطفئوا نور الله بسيوفهم وأسنّة رماحهم</w:t>
      </w:r>
      <w:r>
        <w:rPr>
          <w:rFonts w:hint="cs"/>
          <w:rtl/>
        </w:rPr>
        <w:t>!</w:t>
      </w:r>
    </w:p>
    <w:p w:rsidR="00A87899" w:rsidRDefault="00A87899" w:rsidP="00541E11">
      <w:pPr>
        <w:pStyle w:val="libNormal"/>
        <w:rPr>
          <w:rtl/>
        </w:rPr>
      </w:pPr>
      <w:r w:rsidRPr="00541E11">
        <w:rPr>
          <w:rStyle w:val="libBold2Char"/>
          <w:rtl/>
        </w:rPr>
        <w:t>وأمّا ألَم عاشوراء</w:t>
      </w:r>
      <w:r>
        <w:rPr>
          <w:rtl/>
        </w:rPr>
        <w:t xml:space="preserve"> الذي أقرح جفونَ أهل البيت </w:t>
      </w:r>
      <w:r>
        <w:rPr>
          <w:rFonts w:hint="cs"/>
          <w:rtl/>
        </w:rPr>
        <w:t>،</w:t>
      </w:r>
      <w:r>
        <w:rPr>
          <w:rtl/>
        </w:rPr>
        <w:t xml:space="preserve"> وأسبل دموعَهم ، وأورثهم حُزْناً ، فهو من التوحُّش الذي أبداه الأعداء مع تلك الأبدان الطاهرة</w:t>
      </w:r>
      <w:r>
        <w:rPr>
          <w:rFonts w:hint="cs"/>
          <w:rtl/>
        </w:rPr>
        <w:t>!</w:t>
      </w:r>
      <w:r>
        <w:rPr>
          <w:rtl/>
        </w:rPr>
        <w:t xml:space="preserve"> ومن الظلم الذي جرى على ممثّل الرسول والرسالة في وَضَح النهار المضيئ ، وأمام أعين الأُمّة المدّعية للإسلام ، من دون نكير ، بل استهلّوا فرحاً بالتهليل والتكبير</w:t>
      </w:r>
      <w:r>
        <w:rPr>
          <w:rFonts w:hint="cs"/>
          <w:rtl/>
        </w:rPr>
        <w:t>!</w:t>
      </w:r>
    </w:p>
    <w:p w:rsidR="00A87899" w:rsidRDefault="00A87899" w:rsidP="00541E11">
      <w:pPr>
        <w:pStyle w:val="libNormal"/>
        <w:rPr>
          <w:rtl/>
        </w:rPr>
      </w:pPr>
      <w:r>
        <w:rPr>
          <w:rtl/>
        </w:rPr>
        <w:t>وما أفظع الظلم والقهر والألم بأنْ يُعتدى على ابن بنت رسول الله (صلّى الله عليه وآله) ، وعلى يد أُمّته ، من المسلمين كما يتظاهرون ، ومن العرب كما</w:t>
      </w:r>
    </w:p>
    <w:p w:rsidR="00A87899" w:rsidRDefault="00A87899" w:rsidP="00541E11">
      <w:pPr>
        <w:pStyle w:val="libNormal0"/>
        <w:rPr>
          <w:rtl/>
        </w:rPr>
      </w:pPr>
      <w:r>
        <w:rPr>
          <w:rtl/>
        </w:rPr>
        <w:br w:type="page"/>
      </w:r>
      <w:r>
        <w:rPr>
          <w:rtl/>
        </w:rPr>
        <w:lastRenderedPageBreak/>
        <w:t>يزعمون ، وبأمر من الخلفاء والولاة كما يدّعون!</w:t>
      </w:r>
    </w:p>
    <w:p w:rsidR="00A87899" w:rsidRDefault="00A87899" w:rsidP="00541E11">
      <w:pPr>
        <w:pStyle w:val="libNormal"/>
        <w:rPr>
          <w:rtl/>
        </w:rPr>
      </w:pPr>
      <w:r>
        <w:rPr>
          <w:rtl/>
        </w:rPr>
        <w:t>إنّها الردّةُ الحقيقيّةُ لا عن الإسلام فحسب ، بل عن كلّ دين مزعوم ، وعن كلّ معنىً والتزام إنساني ، أو قومي ، أو وطني ، أو انتماء طائفي ، أو تبعية ، أو أي معنىً آخر معقول.</w:t>
      </w:r>
    </w:p>
    <w:p w:rsidR="00A87899" w:rsidRDefault="00A87899" w:rsidP="00541E11">
      <w:pPr>
        <w:pStyle w:val="libNormal"/>
        <w:rPr>
          <w:rtl/>
        </w:rPr>
      </w:pPr>
      <w:r>
        <w:rPr>
          <w:rtl/>
        </w:rPr>
        <w:t>بل ليس ما جرى في يوم عاشوراء قابلاً للتفسير إلاّ على أساس الجاهليّة والعمى ، والغَباء والغرور ، والغطرسة والحماقة ، وحُبّ سفك الدم الطاهر ، وروح الاعتداء والانتقام ، والرذالة والخسّة ، والعناد للحقّ الظاهر ، وركوب الرأس ، والعنجهية ، وخُسران الدنيا والآخرة</w:t>
      </w:r>
      <w:r>
        <w:rPr>
          <w:rFonts w:hint="cs"/>
          <w:rtl/>
        </w:rPr>
        <w:t>.</w:t>
      </w:r>
    </w:p>
    <w:p w:rsidR="00A87899" w:rsidRDefault="00A87899" w:rsidP="00541E11">
      <w:pPr>
        <w:pStyle w:val="libNormal"/>
        <w:rPr>
          <w:rtl/>
        </w:rPr>
      </w:pPr>
      <w:r>
        <w:rPr>
          <w:rtl/>
        </w:rPr>
        <w:t>فحقّاً كانت معركةُ عاشوراء معركة الفضيلة كلّها ضدّ الرَذيلة كلّها.</w:t>
      </w:r>
    </w:p>
    <w:p w:rsidR="00A87899" w:rsidRDefault="00A87899" w:rsidP="00541E11">
      <w:pPr>
        <w:pStyle w:val="libNormal"/>
        <w:rPr>
          <w:rtl/>
        </w:rPr>
      </w:pPr>
      <w:r>
        <w:rPr>
          <w:rtl/>
        </w:rPr>
        <w:t>لكن لم ينته الظلم على آل محمّد (عليهم السّلام) بانتهاء عاشوراء ، بل امتدّ مدى التاريخ الظالم ، على يد حكّامه ، وعلى يد كُتّابه ، وعلى يد الأشرار الّذين ناصبوا آل محمّد (عليهم السّلام) العداءَ والبغضَ والكراهيةَ ، وورثوا كلّ ذلك من أسلافهم الّذين صنعوا مأساة عاشوراء.</w:t>
      </w:r>
    </w:p>
    <w:p w:rsidR="00A87899" w:rsidRDefault="00A87899" w:rsidP="00541E11">
      <w:pPr>
        <w:pStyle w:val="libNormal"/>
        <w:rPr>
          <w:rtl/>
        </w:rPr>
      </w:pPr>
      <w:r>
        <w:rPr>
          <w:rtl/>
        </w:rPr>
        <w:t>أليس من الظلم البيّن والخيانة المفضوحة أن يُفْصَل «يوم عاشوراء» ومجرياته التاريخية عن تاريخ الإمام الحسين (عليه السّلام)؟!</w:t>
      </w:r>
    </w:p>
    <w:p w:rsidR="00A87899" w:rsidRDefault="00A87899" w:rsidP="00541E11">
      <w:pPr>
        <w:pStyle w:val="libNormal"/>
        <w:rPr>
          <w:rtl/>
        </w:rPr>
      </w:pPr>
      <w:r>
        <w:rPr>
          <w:rtl/>
        </w:rPr>
        <w:t>هذا الذي وقع فعلاً في كتاب «تاريخ دمشق» لابن عساكر</w:t>
      </w:r>
      <w:r>
        <w:rPr>
          <w:rFonts w:hint="cs"/>
          <w:rtl/>
        </w:rPr>
        <w:t>!</w:t>
      </w:r>
    </w:p>
    <w:p w:rsidR="00A87899" w:rsidRDefault="00A87899" w:rsidP="00541E11">
      <w:pPr>
        <w:pStyle w:val="libNormal"/>
        <w:rPr>
          <w:rtl/>
        </w:rPr>
      </w:pPr>
      <w:r>
        <w:rPr>
          <w:rtl/>
        </w:rPr>
        <w:t>ونحنُ نربأ بابن عساكر نفسه ، ذلك المؤرّخ الشهير ، أن يكون قد أغفلَ ذكر أحداث كربلاء ويوم عاشوراء بالذات عن تاريخه الكبير ، إذ لا يخفى عليه أنّ تاريخ الحسين (عليه السّلام) إنّما يتركّز في عاشوراء ، ويعلم أنّ مثل ذلك العمل سيؤدّي إلى أنْ يُنتقد بلا ريب من قبل المؤرّخين ، والفضلاء والنبلاء.</w:t>
      </w:r>
    </w:p>
    <w:p w:rsidR="00A87899" w:rsidRDefault="00A87899" w:rsidP="00541E11">
      <w:pPr>
        <w:pStyle w:val="libNormal"/>
        <w:rPr>
          <w:rtl/>
        </w:rPr>
      </w:pPr>
      <w:r>
        <w:rPr>
          <w:rtl/>
        </w:rPr>
        <w:br w:type="page"/>
      </w:r>
      <w:r>
        <w:rPr>
          <w:rtl/>
        </w:rPr>
        <w:lastRenderedPageBreak/>
        <w:t>لكنّ يداً آثمة امتدّتْ إلى هذا الكتاب العظيم لتفرغه من ذكر أحداث «يوم عاشوراء» إذْ ليس في ذكر تلك الأحداث إلاّ ما يَكشف عن مدى الألم والظلم</w:t>
      </w:r>
      <w:r>
        <w:rPr>
          <w:rFonts w:hint="cs"/>
          <w:rtl/>
        </w:rPr>
        <w:t xml:space="preserve"> </w:t>
      </w:r>
      <w:r>
        <w:rPr>
          <w:rtl/>
        </w:rPr>
        <w:t xml:space="preserve">والاعتداء الذي جرى على أهل البيت </w:t>
      </w:r>
      <w:r>
        <w:rPr>
          <w:rFonts w:hint="cs"/>
          <w:rtl/>
        </w:rPr>
        <w:t>،</w:t>
      </w:r>
      <w:r>
        <w:rPr>
          <w:rtl/>
        </w:rPr>
        <w:t xml:space="preserve"> ممّا لا يمكن إنكارهُ ولا دفعُه ولا توجيهُه ولا تفسيرهُ إلاّ على أساس ما قُلنا</w:t>
      </w:r>
      <w:r>
        <w:rPr>
          <w:rFonts w:hint="cs"/>
          <w:rtl/>
        </w:rPr>
        <w:t>!</w:t>
      </w:r>
    </w:p>
    <w:p w:rsidR="00A87899" w:rsidRDefault="00A87899" w:rsidP="00541E11">
      <w:pPr>
        <w:pStyle w:val="libNormal"/>
        <w:rPr>
          <w:rtl/>
        </w:rPr>
      </w:pPr>
      <w:r>
        <w:rPr>
          <w:rtl/>
        </w:rPr>
        <w:t>وتلك اليد الآثمة الخائنة للعلم والتراث تريد أن تبرّئ ساحة بني أُميّة ـ أسلافها ـ من الجرائم المرتكبة يومذاك ، تلك الجرائم السوداء البشعة التي لم يغسل عارَها مرورُ الأيّام ولا ينمحي بحذف هذه الأحاديث من هذه النسخة أو تلك.</w:t>
      </w:r>
    </w:p>
    <w:p w:rsidR="00A87899" w:rsidRDefault="00A87899" w:rsidP="00541E11">
      <w:pPr>
        <w:pStyle w:val="libNormal"/>
        <w:rPr>
          <w:rtl/>
        </w:rPr>
      </w:pPr>
      <w:r>
        <w:rPr>
          <w:rtl/>
        </w:rPr>
        <w:t>ولئن امتدّت يدُ الخيانة إلى تاريخ ابن عساكر فحذفتْ منه حوادث يوم عاشوراء ، فإنّ مؤرّخي الإسلام ومؤلّفي المسلمين قد أفعموا كتب التاريخ بذكر تلك الحوادث ، وجاء ذكر ذلك في العديد من الكتب التاريخية واُلّف لذلك خاصةً ما يسمّى بكتب «المقاتل».</w:t>
      </w:r>
    </w:p>
    <w:p w:rsidR="00A87899" w:rsidRDefault="00A87899" w:rsidP="00541E11">
      <w:pPr>
        <w:pStyle w:val="libNormal"/>
        <w:rPr>
          <w:rtl/>
        </w:rPr>
      </w:pPr>
      <w:r>
        <w:rPr>
          <w:rtl/>
        </w:rPr>
        <w:t xml:space="preserve">ولعلّ نسخةً من أصل تاريخ ابن عساكر توجدُ هنا أو هناك فيعرفها مطّلعٌ ، أو يطّلع عليها منصِفٌ فيُخرجها إلى النور ، فيَبْهَتُ الخائنون الّذين ظلموا الإسلام ، وظلموا آل محمّد </w:t>
      </w:r>
      <w:r>
        <w:rPr>
          <w:rFonts w:hint="cs"/>
          <w:rtl/>
        </w:rPr>
        <w:t>،</w:t>
      </w:r>
      <w:r>
        <w:rPr>
          <w:rtl/>
        </w:rPr>
        <w:t xml:space="preserve"> وظلموا التاريخ ، وظلموا التراث ، وظلموا المسلمين بالتعتيم عليهم وكتمان ما جرى على أرض الواقع عنهم.</w:t>
      </w:r>
    </w:p>
    <w:p w:rsidR="00A87899" w:rsidRDefault="00A87899" w:rsidP="00541E11">
      <w:pPr>
        <w:pStyle w:val="libNormal"/>
        <w:rPr>
          <w:rtl/>
        </w:rPr>
      </w:pPr>
      <w:r>
        <w:rPr>
          <w:rtl/>
        </w:rPr>
        <w:t xml:space="preserve">كما فعلوا مثل هذا الحذف والتحريف في كثير من كتب التراث والحديث والدين ، فأبادوها بالدفن والإماثة بالماء ، والإحراق </w:t>
      </w:r>
      <w:r w:rsidRPr="00541E11">
        <w:rPr>
          <w:rStyle w:val="libFootnotenumChar"/>
          <w:rtl/>
        </w:rPr>
        <w:t>(1)</w:t>
      </w:r>
      <w:r>
        <w:rPr>
          <w:rtl/>
        </w:rPr>
        <w:t>.</w:t>
      </w:r>
    </w:p>
    <w:p w:rsidR="00A87899" w:rsidRDefault="00A87899" w:rsidP="00541E11">
      <w:pPr>
        <w:pStyle w:val="libNormal"/>
        <w:rPr>
          <w:rtl/>
        </w:rPr>
      </w:pPr>
      <w:r>
        <w:rPr>
          <w:rtl/>
        </w:rPr>
        <w:t xml:space="preserve">ولكنّ الحقائق وإنْ خالوها تخفى على الناس فإنّها لا بُدّ وأن تُعْلَم مهما طال الزمن </w:t>
      </w:r>
      <w:r w:rsidRPr="00541E11">
        <w:rPr>
          <w:rStyle w:val="libFootnotenumChar"/>
          <w:rtl/>
        </w:rPr>
        <w:t>(2)</w:t>
      </w:r>
      <w:r>
        <w:rPr>
          <w:rtl/>
        </w:rPr>
        <w:t>.</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(1) اقرأ عن ذلك</w:t>
      </w:r>
      <w:r>
        <w:rPr>
          <w:rtl/>
        </w:rPr>
        <w:t xml:space="preserve"> : </w:t>
      </w:r>
      <w:r w:rsidRPr="00E7395C">
        <w:rPr>
          <w:rtl/>
        </w:rPr>
        <w:t>«تدوين السنة الشريفة» للمؤلّف.</w:t>
      </w:r>
    </w:p>
    <w:p w:rsidR="00A87899" w:rsidRDefault="00A87899" w:rsidP="00541E11">
      <w:pPr>
        <w:pStyle w:val="libFootnote0"/>
        <w:rPr>
          <w:rtl/>
        </w:rPr>
      </w:pPr>
      <w:r w:rsidRPr="00E7395C">
        <w:rPr>
          <w:rtl/>
        </w:rPr>
        <w:t>(2) مثل الطبقات الكبرى لابن سعد كاتب الواقدي</w:t>
      </w:r>
      <w:r>
        <w:rPr>
          <w:rtl/>
        </w:rPr>
        <w:t xml:space="preserve"> ، </w:t>
      </w:r>
      <w:r w:rsidRPr="00E7395C">
        <w:rPr>
          <w:rtl/>
        </w:rPr>
        <w:t>فإنّه ذكر في ترجمة الإمام الحسين (عليه السّلام)</w:t>
      </w:r>
    </w:p>
    <w:p w:rsidR="00A87899" w:rsidRDefault="00A87899" w:rsidP="00541E11">
      <w:pPr>
        <w:pStyle w:val="libNormal"/>
        <w:rPr>
          <w:rtl/>
        </w:rPr>
      </w:pPr>
      <w:r w:rsidRPr="00E7395C">
        <w:rPr>
          <w:rtl/>
        </w:rPr>
        <w:br w:type="page"/>
      </w:r>
      <w:r>
        <w:rPr>
          <w:rtl/>
        </w:rPr>
        <w:lastRenderedPageBreak/>
        <w:t>ونحن</w:t>
      </w:r>
      <w:r>
        <w:rPr>
          <w:rFonts w:hint="cs"/>
          <w:rtl/>
        </w:rPr>
        <w:t xml:space="preserve"> ـ</w:t>
      </w:r>
      <w:r>
        <w:rPr>
          <w:rtl/>
        </w:rPr>
        <w:t xml:space="preserve"> لمّا التزمنا في كتابنا هذا بإيراد ما رواه ابن عساكر في تاريخ دمشق في ترجمة الإمام الحسين (عليه السّلام) فقط</w:t>
      </w:r>
      <w:r>
        <w:rPr>
          <w:rFonts w:hint="cs"/>
          <w:rtl/>
        </w:rPr>
        <w:t xml:space="preserve"> ـ</w:t>
      </w:r>
      <w:r>
        <w:rPr>
          <w:rtl/>
        </w:rPr>
        <w:t xml:space="preserve"> لا نحاول أنْ نخرجَ عن هذا الالتزام ، فلا نَستعرض حوادث السيرة ، اكتفاء بما جاء في المقاتل القديمة والحديثة من ذكرها ، وأملاً في أنْ نوفّق لعرضها في كتاب مستقلّ بعون الله.</w:t>
      </w:r>
    </w:p>
    <w:p w:rsidR="00A87899" w:rsidRDefault="00A87899" w:rsidP="00541E11">
      <w:pPr>
        <w:pStyle w:val="libNormal"/>
        <w:rPr>
          <w:rtl/>
        </w:rPr>
      </w:pPr>
      <w:r>
        <w:rPr>
          <w:rtl/>
        </w:rPr>
        <w:t>ولكنَّا نورد في ما يلي ما رواه ابن عساكر من خطب الإمام (عليه السّلام) في يوم عاشوراء ، وفيها من العِبَر ما هو كفاية للمعتبرين.</w:t>
      </w:r>
    </w:p>
    <w:p w:rsidR="00A87899" w:rsidRDefault="00A87899" w:rsidP="00541E11">
      <w:pPr>
        <w:pStyle w:val="libBold1"/>
        <w:rPr>
          <w:rtl/>
        </w:rPr>
      </w:pPr>
      <w:r>
        <w:rPr>
          <w:rtl/>
        </w:rPr>
        <w:t>إتمام الحُجّة</w:t>
      </w:r>
      <w:r>
        <w:rPr>
          <w:rFonts w:hint="cs"/>
          <w:rtl/>
        </w:rPr>
        <w:t xml:space="preserve"> :</w:t>
      </w:r>
    </w:p>
    <w:p w:rsidR="00A87899" w:rsidRDefault="00A87899" w:rsidP="00541E11">
      <w:pPr>
        <w:pStyle w:val="libNormal"/>
        <w:rPr>
          <w:rtl/>
        </w:rPr>
      </w:pPr>
      <w:r>
        <w:rPr>
          <w:rtl/>
        </w:rPr>
        <w:t>وإذا كان الحسين (عليه السّلام) يمثّل الرُسُل والرسالات الألهية ، فلا بدّ أن ينحو منحاهم في تبليغها ، فلقد كانوا يقضون أكثر أوقاتهم في إبلاغها ، وإتمام الحجّة على أقوامهم قبل أن ينزلوا معهم إلى المعارك الحاسمة.</w:t>
      </w:r>
    </w:p>
    <w:p w:rsidR="00A87899" w:rsidRDefault="00A87899" w:rsidP="00541E11">
      <w:pPr>
        <w:pStyle w:val="libNormal"/>
        <w:rPr>
          <w:rtl/>
        </w:rPr>
      </w:pPr>
      <w:r>
        <w:rPr>
          <w:rtl/>
        </w:rPr>
        <w:t>وهكذا فعل الحسين (عليه السّلام).</w:t>
      </w:r>
    </w:p>
    <w:p w:rsidR="00A87899" w:rsidRDefault="00A87899" w:rsidP="00541E11">
      <w:pPr>
        <w:pStyle w:val="libNormal"/>
        <w:rPr>
          <w:rtl/>
        </w:rPr>
      </w:pPr>
      <w:r>
        <w:rPr>
          <w:rtl/>
        </w:rPr>
        <w:t>فإذا كان في المحلّلين التاريخيِّين مَنْ يزعم «أنّ شعب الكوفة الذي حارب الحسين لم يكن يعرفه ، ولا يعرف عن أهدافه شيئاً»</w:t>
      </w:r>
      <w:r>
        <w:rPr>
          <w:rFonts w:hint="cs"/>
          <w:rtl/>
        </w:rPr>
        <w:t>!</w:t>
      </w:r>
    </w:p>
    <w:p w:rsidR="00A87899"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مقتله</w:t>
      </w:r>
      <w:r>
        <w:rPr>
          <w:rtl/>
        </w:rPr>
        <w:t xml:space="preserve"> ، </w:t>
      </w:r>
      <w:r w:rsidRPr="00E7395C">
        <w:rPr>
          <w:rtl/>
        </w:rPr>
        <w:t>وما جرى عليه يوم عاشوراء بتفصيل وافٍ</w:t>
      </w:r>
      <w:r>
        <w:rPr>
          <w:rtl/>
        </w:rPr>
        <w:t xml:space="preserve"> ، </w:t>
      </w:r>
      <w:r w:rsidRPr="00E7395C">
        <w:rPr>
          <w:rtl/>
        </w:rPr>
        <w:t>ولا بدّ أنّ ابن عساكر قد أورده في تاريخه</w:t>
      </w:r>
      <w:r>
        <w:rPr>
          <w:rtl/>
        </w:rPr>
        <w:t xml:space="preserve"> ، </w:t>
      </w:r>
      <w:r w:rsidRPr="00E7395C">
        <w:rPr>
          <w:rtl/>
        </w:rPr>
        <w:t>لأنه لا يغفل ما رواه ابن سعد في الطبقات</w:t>
      </w:r>
      <w:r>
        <w:rPr>
          <w:rtl/>
        </w:rPr>
        <w:t xml:space="preserve"> ، </w:t>
      </w:r>
      <w:r w:rsidRPr="00E7395C">
        <w:rPr>
          <w:rtl/>
        </w:rPr>
        <w:t>فكيف يتجاوز هذا المقتل؟</w:t>
      </w:r>
    </w:p>
    <w:p w:rsidR="00A87899" w:rsidRPr="004C7C52" w:rsidRDefault="00A87899" w:rsidP="00541E11">
      <w:pPr>
        <w:pStyle w:val="libFootnote"/>
        <w:rPr>
          <w:rtl/>
        </w:rPr>
      </w:pPr>
      <w:r w:rsidRPr="004C7C52">
        <w:rPr>
          <w:rtl/>
        </w:rPr>
        <w:t>إلاّ أنّ ترجمة الإمام الحسين (عليه السّلام) من كتاب «الطبقات» لابن سعد هي الاُخرى حاول إغفالها الطابعون للطبقات ،</w:t>
      </w:r>
      <w:r>
        <w:rPr>
          <w:rtl/>
        </w:rPr>
        <w:t xml:space="preserve"> </w:t>
      </w:r>
      <w:r w:rsidRPr="004C7C52">
        <w:rPr>
          <w:rtl/>
        </w:rPr>
        <w:t>فلم يوردوها في المطبوع</w:t>
      </w:r>
      <w:r w:rsidRPr="004C7C52">
        <w:rPr>
          <w:rFonts w:hint="cs"/>
          <w:rtl/>
        </w:rPr>
        <w:t xml:space="preserve"> ـ</w:t>
      </w:r>
      <w:r w:rsidRPr="004C7C52">
        <w:rPr>
          <w:rtl/>
        </w:rPr>
        <w:t xml:space="preserve"> لا الطبعة الاُورپية ولا البيروتية</w:t>
      </w:r>
      <w:r w:rsidRPr="004C7C52">
        <w:rPr>
          <w:rFonts w:hint="cs"/>
          <w:rtl/>
        </w:rPr>
        <w:t>؟</w:t>
      </w:r>
      <w:r w:rsidRPr="004C7C52">
        <w:rPr>
          <w:rtl/>
        </w:rPr>
        <w:t>!</w:t>
      </w:r>
    </w:p>
    <w:p w:rsidR="00A87899" w:rsidRPr="004C7C52" w:rsidRDefault="00A87899" w:rsidP="00541E11">
      <w:pPr>
        <w:pStyle w:val="libFootnote"/>
        <w:rPr>
          <w:rtl/>
        </w:rPr>
      </w:pPr>
      <w:r w:rsidRPr="004C7C52">
        <w:rPr>
          <w:rtl/>
        </w:rPr>
        <w:t>لكنّ الله ادّخر منها نسخةً في مكتبة أحمد الثالث في استانبول</w:t>
      </w:r>
      <w:r>
        <w:rPr>
          <w:rFonts w:hint="cs"/>
          <w:rtl/>
        </w:rPr>
        <w:t xml:space="preserve"> ـ</w:t>
      </w:r>
      <w:r w:rsidRPr="004C7C52">
        <w:rPr>
          <w:rtl/>
        </w:rPr>
        <w:t xml:space="preserve"> وهي النسخة الأصل التي اعتمدها طابع النسخة الاُورپية</w:t>
      </w:r>
      <w:r>
        <w:rPr>
          <w:rFonts w:hint="cs"/>
          <w:rtl/>
        </w:rPr>
        <w:t xml:space="preserve"> ـ</w:t>
      </w:r>
      <w:r w:rsidRPr="004C7C52">
        <w:rPr>
          <w:rtl/>
        </w:rPr>
        <w:t xml:space="preserve"> وحقّقها أخيراً سماحة السيد الطباطبائي في نشرة تراثنا الصادرة عن مؤسسة آل البيت (عليهم السّلام) في قم ـ العدد (10) ونُشر مستقلاً أيضاً.</w:t>
      </w:r>
    </w:p>
    <w:p w:rsidR="00A87899" w:rsidRPr="004C7C52" w:rsidRDefault="00A87899" w:rsidP="00541E11">
      <w:pPr>
        <w:pStyle w:val="libFootnote"/>
        <w:rPr>
          <w:rtl/>
        </w:rPr>
      </w:pPr>
      <w:r w:rsidRPr="004C7C52">
        <w:rPr>
          <w:rtl/>
        </w:rPr>
        <w:t>كما أورد محقق كتاب ابن عساكر سماحة الشيخ المحمودي كلّ ما يرتبط بالمقتل منه في هامش مطبوعته من تاريخ ابن عساكر</w:t>
      </w:r>
      <w:r>
        <w:rPr>
          <w:rtl/>
        </w:rPr>
        <w:t xml:space="preserve"> ، </w:t>
      </w:r>
      <w:r w:rsidRPr="004C7C52">
        <w:rPr>
          <w:rtl/>
        </w:rPr>
        <w:t>ليتلافى النقص في ترجمة الإمام (عليه السّلام) منه</w:t>
      </w:r>
      <w:r>
        <w:rPr>
          <w:rtl/>
        </w:rPr>
        <w:t xml:space="preserve"> ، </w:t>
      </w:r>
      <w:r w:rsidRPr="004C7C52">
        <w:rPr>
          <w:rtl/>
        </w:rPr>
        <w:t>فجزاه الله خيراً.</w:t>
      </w:r>
    </w:p>
    <w:p w:rsidR="00A87899" w:rsidRDefault="00A87899" w:rsidP="00541E11">
      <w:pPr>
        <w:pStyle w:val="libNormal"/>
        <w:rPr>
          <w:rtl/>
        </w:rPr>
      </w:pPr>
      <w:r>
        <w:rPr>
          <w:rtl/>
        </w:rPr>
        <w:br w:type="page"/>
      </w:r>
      <w:r>
        <w:rPr>
          <w:rtl/>
        </w:rPr>
        <w:lastRenderedPageBreak/>
        <w:t>فإنّ ذلك ليس إلاّ تحريفاً للحقائق من وجه آخر ، فكيف يُدّعى على أُمّة أنّها لم تعرف سبط نبيّها بعد «خمسين سنة» فقط من وفاته؟!</w:t>
      </w:r>
      <w:r>
        <w:rPr>
          <w:rFonts w:hint="cs"/>
          <w:rtl/>
        </w:rPr>
        <w:t xml:space="preserve"> </w:t>
      </w:r>
      <w:r>
        <w:rPr>
          <w:rtl/>
        </w:rPr>
        <w:t>فعليها العفاءُ من اُمَّة! وبالخصوص أهل الكوفة الّذين عاش الحسين (عليه السّلام) بينهم طوال خمس سنين ، مدّة وجود أمير المؤمنين علي (عليه السّلام) في الكوفة (36 ـ 40</w:t>
      </w:r>
      <w:r>
        <w:rPr>
          <w:rFonts w:hint="cs"/>
          <w:rtl/>
        </w:rPr>
        <w:t xml:space="preserve"> </w:t>
      </w:r>
      <w:r>
        <w:rPr>
          <w:rtl/>
        </w:rPr>
        <w:t>هـ)</w:t>
      </w:r>
      <w:r>
        <w:rPr>
          <w:rFonts w:hint="cs"/>
          <w:rtl/>
        </w:rPr>
        <w:t xml:space="preserve"> </w:t>
      </w:r>
      <w:r>
        <w:rPr>
          <w:rtl/>
        </w:rPr>
        <w:t>فما أغباهم من أُمّة لو نسوا ابن إمامهم بعد (عشرين) سنة فقط</w:t>
      </w:r>
      <w:r>
        <w:rPr>
          <w:rFonts w:hint="cs"/>
          <w:rtl/>
        </w:rPr>
        <w:t>؟</w:t>
      </w:r>
      <w:r>
        <w:rPr>
          <w:rtl/>
        </w:rPr>
        <w:t>!</w:t>
      </w:r>
    </w:p>
    <w:p w:rsidR="00A87899" w:rsidRDefault="00A87899" w:rsidP="00541E11">
      <w:pPr>
        <w:pStyle w:val="libNormal"/>
        <w:rPr>
          <w:rtl/>
        </w:rPr>
      </w:pPr>
      <w:r>
        <w:rPr>
          <w:rtl/>
        </w:rPr>
        <w:t>إنّه عذرٌ أقبح من الجرم بمّرات</w:t>
      </w:r>
      <w:r>
        <w:rPr>
          <w:rFonts w:hint="cs"/>
          <w:rtl/>
        </w:rPr>
        <w:t>!</w:t>
      </w:r>
    </w:p>
    <w:p w:rsidR="00A87899" w:rsidRDefault="00A87899" w:rsidP="00541E11">
      <w:pPr>
        <w:pStyle w:val="libNormal"/>
        <w:rPr>
          <w:rtl/>
        </w:rPr>
      </w:pPr>
      <w:r>
        <w:rPr>
          <w:rtl/>
        </w:rPr>
        <w:t xml:space="preserve">ومع هذا فإنّ الإمام الحسين (عليه السّلام) قطع أوتار هذا العُذْر ، فوقفَ كما وقفَ الأنبياء </w:t>
      </w:r>
      <w:r>
        <w:rPr>
          <w:rFonts w:hint="cs"/>
          <w:rtl/>
        </w:rPr>
        <w:t>،</w:t>
      </w:r>
      <w:r>
        <w:rPr>
          <w:rtl/>
        </w:rPr>
        <w:t xml:space="preserve"> والدعاة إلى الله ، ناصحاً ، ومعرّفاً بنفسه ، ومتمّاً للحّجة عليهم.</w:t>
      </w:r>
    </w:p>
    <w:p w:rsidR="00A87899" w:rsidRDefault="00A87899" w:rsidP="00541E11">
      <w:pPr>
        <w:pStyle w:val="libNormal"/>
        <w:rPr>
          <w:rtl/>
        </w:rPr>
      </w:pPr>
      <w:r>
        <w:rPr>
          <w:rtl/>
        </w:rPr>
        <w:t>قال الرواة : لمّا نزلَ عمر بن سعد بحسين ، وأيقنَ أنّهم قاتلوه ، قامَ الحسين (عليه السّلام) في أصحابه خطيباً ، فحمدَ الله وأثنى عليه ، ثمّ قال</w:t>
      </w:r>
      <w:r>
        <w:rPr>
          <w:rFonts w:hint="cs"/>
          <w:rtl/>
        </w:rPr>
        <w:t xml:space="preserve"> :</w:t>
      </w:r>
    </w:p>
    <w:p w:rsidR="00A87899" w:rsidRDefault="00A87899" w:rsidP="00541E11">
      <w:pPr>
        <w:pStyle w:val="libBold2"/>
        <w:rPr>
          <w:rtl/>
        </w:rPr>
      </w:pPr>
      <w:r w:rsidRPr="00541E11">
        <w:rPr>
          <w:rtl/>
        </w:rPr>
        <w:t xml:space="preserve">[271] : «قد نزل بنا ما ترونَ من الأمر ، وإنّ الدنيا قد تغيّرتْ وتنكّرتْ وأدبر معروفها ، واستمْرَتْ حتّى لم يبقَ منها إلاّ صبابة كصبابة الإناء ، إلاّ خسيس عيش </w:t>
      </w:r>
      <w:r w:rsidRPr="00541E11">
        <w:rPr>
          <w:rStyle w:val="libFootnotenumChar"/>
          <w:rtl/>
        </w:rPr>
        <w:t xml:space="preserve">(1) </w:t>
      </w:r>
      <w:r w:rsidRPr="00867C96">
        <w:rPr>
          <w:rtl/>
        </w:rPr>
        <w:t>كالمرعى الوبيل.</w:t>
      </w:r>
    </w:p>
    <w:p w:rsidR="00A87899" w:rsidRDefault="00A87899" w:rsidP="00541E11">
      <w:pPr>
        <w:pStyle w:val="libBold2"/>
        <w:rPr>
          <w:rtl/>
        </w:rPr>
      </w:pPr>
      <w:r w:rsidRPr="00867C96">
        <w:rPr>
          <w:rtl/>
        </w:rPr>
        <w:t>ألا ترونَ الحقَّ لا يُعمل به والباطلَ لا يُتناهى عنه؟!</w:t>
      </w:r>
    </w:p>
    <w:p w:rsidR="00A87899" w:rsidRDefault="00A87899" w:rsidP="00541E11">
      <w:pPr>
        <w:pStyle w:val="libBold2"/>
        <w:rPr>
          <w:rtl/>
        </w:rPr>
      </w:pPr>
      <w:r w:rsidRPr="00867C96">
        <w:rPr>
          <w:rtl/>
        </w:rPr>
        <w:t>ليرغبَ المؤمنُ في لقاء الله</w:t>
      </w:r>
      <w:r>
        <w:rPr>
          <w:rtl/>
        </w:rPr>
        <w:t>.</w:t>
      </w:r>
    </w:p>
    <w:p w:rsidR="00A87899" w:rsidRDefault="00A87899" w:rsidP="00541E11">
      <w:pPr>
        <w:pStyle w:val="libBold2"/>
        <w:rPr>
          <w:rtl/>
        </w:rPr>
      </w:pPr>
      <w:r w:rsidRPr="00867C96">
        <w:rPr>
          <w:rtl/>
        </w:rPr>
        <w:t>وإنّي لا أرى الموت إلاّ سعادةً</w:t>
      </w:r>
      <w:r>
        <w:rPr>
          <w:rtl/>
        </w:rPr>
        <w:t xml:space="preserve"> ، </w:t>
      </w:r>
      <w:r w:rsidRPr="00867C96">
        <w:rPr>
          <w:rtl/>
        </w:rPr>
        <w:t>والحياة مع الظالمين إلاّ بَرَماً»</w:t>
      </w:r>
      <w:r>
        <w:rPr>
          <w:rtl/>
        </w:rPr>
        <w:t xml:space="preserve"> </w:t>
      </w:r>
      <w:r w:rsidRPr="00541E11">
        <w:rPr>
          <w:rStyle w:val="libFootnotenumChar"/>
          <w:rtl/>
        </w:rPr>
        <w:t>(2)</w:t>
      </w:r>
      <w:r>
        <w:rPr>
          <w:rtl/>
        </w:rPr>
        <w:t>.</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(1) في مختصر تاريخ دمشق لابن منظور</w:t>
      </w:r>
      <w:r>
        <w:rPr>
          <w:rtl/>
        </w:rPr>
        <w:t xml:space="preserve"> : </w:t>
      </w:r>
      <w:r w:rsidRPr="00E7395C">
        <w:rPr>
          <w:rtl/>
        </w:rPr>
        <w:t>حشيش عَلَس.</w:t>
      </w:r>
    </w:p>
    <w:p w:rsidR="00A87899" w:rsidRPr="00E7395C" w:rsidRDefault="00A87899" w:rsidP="00541E11">
      <w:pPr>
        <w:pStyle w:val="libFootnote0"/>
        <w:rPr>
          <w:rtl/>
        </w:rPr>
      </w:pPr>
      <w:r w:rsidRPr="00E7395C">
        <w:rPr>
          <w:rtl/>
        </w:rPr>
        <w:t>(2) مختصر تاريخ دمشق ـ لابن منظور 7 / 146.</w:t>
      </w:r>
    </w:p>
    <w:p w:rsidR="00A87899" w:rsidRDefault="00A87899" w:rsidP="00541E11">
      <w:pPr>
        <w:pStyle w:val="libNormal"/>
        <w:rPr>
          <w:rtl/>
        </w:rPr>
      </w:pPr>
      <w:r>
        <w:rPr>
          <w:rtl/>
        </w:rPr>
        <w:br w:type="page"/>
      </w:r>
      <w:r>
        <w:rPr>
          <w:rtl/>
        </w:rPr>
        <w:lastRenderedPageBreak/>
        <w:t>ففي أقصر عبارة وأوفاها في الدلالة جمع الإمام (عليه السّلام) بين الإشارة إلى الماضي والتعريف بالحاضر.</w:t>
      </w:r>
    </w:p>
    <w:p w:rsidR="00A87899" w:rsidRDefault="00A87899" w:rsidP="00541E11">
      <w:pPr>
        <w:pStyle w:val="libNormal"/>
        <w:rPr>
          <w:rtl/>
        </w:rPr>
      </w:pPr>
      <w:r>
        <w:rPr>
          <w:rtl/>
        </w:rPr>
        <w:t>وذكر الحق وتركه ، والباطل والالتزام به.</w:t>
      </w:r>
    </w:p>
    <w:p w:rsidR="00A87899" w:rsidRDefault="00A87899" w:rsidP="00541E11">
      <w:pPr>
        <w:pStyle w:val="libNormal"/>
        <w:rPr>
          <w:rtl/>
        </w:rPr>
      </w:pPr>
      <w:r>
        <w:rPr>
          <w:rtl/>
        </w:rPr>
        <w:t>وذكّر بلقاء الله منتهى أمل المؤمنين ورغّبهم فيه.</w:t>
      </w:r>
    </w:p>
    <w:p w:rsidR="00A87899" w:rsidRDefault="00A87899" w:rsidP="00541E11">
      <w:pPr>
        <w:pStyle w:val="libNormal"/>
        <w:rPr>
          <w:rtl/>
        </w:rPr>
      </w:pPr>
      <w:r>
        <w:rPr>
          <w:rtl/>
        </w:rPr>
        <w:t>وذكر السعادة ، وجعل «الحياة مع الظالمين» ضدّها</w:t>
      </w:r>
      <w:r>
        <w:rPr>
          <w:rFonts w:hint="cs"/>
          <w:rtl/>
        </w:rPr>
        <w:t>!</w:t>
      </w:r>
    </w:p>
    <w:p w:rsidR="00A87899" w:rsidRDefault="00A87899" w:rsidP="00541E11">
      <w:pPr>
        <w:pStyle w:val="libNormal"/>
        <w:rPr>
          <w:rtl/>
        </w:rPr>
      </w:pPr>
      <w:r>
        <w:rPr>
          <w:rtl/>
        </w:rPr>
        <w:t>وأهمّ ما في الخطبة التذكير بالتغيّر الحاصل في الدنيا ، وإدبار المعروف</w:t>
      </w:r>
      <w:r>
        <w:rPr>
          <w:rFonts w:hint="cs"/>
          <w:rtl/>
        </w:rPr>
        <w:t>؟!</w:t>
      </w:r>
    </w:p>
    <w:p w:rsidR="00A87899" w:rsidRDefault="00A87899" w:rsidP="00541E11">
      <w:pPr>
        <w:pStyle w:val="libNormal"/>
        <w:rPr>
          <w:rtl/>
        </w:rPr>
      </w:pPr>
      <w:r>
        <w:rPr>
          <w:rtl/>
        </w:rPr>
        <w:t>ألا يكفي السامع أن يتنبهَ إلى الفرق بين «</w:t>
      </w:r>
      <w:r w:rsidRPr="00541E11">
        <w:rPr>
          <w:rStyle w:val="libBold2Char"/>
          <w:rtl/>
        </w:rPr>
        <w:t>دُنيا</w:t>
      </w:r>
      <w:r>
        <w:rPr>
          <w:rtl/>
        </w:rPr>
        <w:t>» يوم عاشوراء ، عن الدنيا قبلها ، وما هو «التغيّر» الحاصل فيها كي يعتبر؟!</w:t>
      </w:r>
    </w:p>
    <w:p w:rsidR="00A87899" w:rsidRDefault="00A87899" w:rsidP="00541E11">
      <w:pPr>
        <w:pStyle w:val="libNormal"/>
        <w:rPr>
          <w:rtl/>
        </w:rPr>
      </w:pPr>
      <w:r>
        <w:rPr>
          <w:rtl/>
        </w:rPr>
        <w:t>وأظنّ أنّ كلّ مفردة من المفردات التي أوردها الإمام (عليه السّلام) في خطبته تكفي لأن يعيَ السامعون ويبلغوا الرشد إن لم تكن على القلوب أقفالُها</w:t>
      </w:r>
      <w:r>
        <w:rPr>
          <w:rFonts w:hint="cs"/>
          <w:rtl/>
        </w:rPr>
        <w:t>!</w:t>
      </w:r>
    </w:p>
    <w:p w:rsidR="00A87899" w:rsidRDefault="00A87899" w:rsidP="00541E11">
      <w:pPr>
        <w:pStyle w:val="libNormal"/>
        <w:rPr>
          <w:rtl/>
        </w:rPr>
      </w:pPr>
      <w:r>
        <w:rPr>
          <w:rtl/>
        </w:rPr>
        <w:t>وفي غداة يوم عاشوراء خطب الإمامُ (عليه السّلام) أصحابه</w:t>
      </w:r>
    </w:p>
    <w:p w:rsidR="00A87899" w:rsidRDefault="00A87899" w:rsidP="00541E11">
      <w:pPr>
        <w:pStyle w:val="libBold2"/>
        <w:rPr>
          <w:rtl/>
        </w:rPr>
      </w:pPr>
      <w:r w:rsidRPr="004C7C52">
        <w:rPr>
          <w:rtl/>
        </w:rPr>
        <w:t>[272] فحمد الله وأثنى عليه</w:t>
      </w:r>
      <w:r>
        <w:rPr>
          <w:rtl/>
        </w:rPr>
        <w:t xml:space="preserve"> ، </w:t>
      </w:r>
      <w:r w:rsidRPr="004C7C52">
        <w:rPr>
          <w:rtl/>
        </w:rPr>
        <w:t>ثمّ قال : «عبادَ الله</w:t>
      </w:r>
      <w:r>
        <w:rPr>
          <w:rtl/>
        </w:rPr>
        <w:t xml:space="preserve"> ، </w:t>
      </w:r>
      <w:r w:rsidRPr="004C7C52">
        <w:rPr>
          <w:rtl/>
        </w:rPr>
        <w:t>اتّقوا الله وكونوا من الدنيا على حَذَر</w:t>
      </w:r>
      <w:r>
        <w:rPr>
          <w:rtl/>
        </w:rPr>
        <w:t xml:space="preserve"> ، </w:t>
      </w:r>
      <w:r w:rsidRPr="004C7C52">
        <w:rPr>
          <w:rtl/>
        </w:rPr>
        <w:t>فإنّ الدنيا لو بقيت لأحد أو بقي عليها أحدٌ كانت الأنبياءُ أحقَّ بالبقاء</w:t>
      </w:r>
      <w:r>
        <w:rPr>
          <w:rFonts w:hint="cs"/>
          <w:rtl/>
        </w:rPr>
        <w:t xml:space="preserve"> ، </w:t>
      </w:r>
      <w:r w:rsidRPr="004C7C52">
        <w:rPr>
          <w:rtl/>
        </w:rPr>
        <w:t>وأولى بالرضا</w:t>
      </w:r>
      <w:r>
        <w:rPr>
          <w:rtl/>
        </w:rPr>
        <w:t xml:space="preserve"> ، </w:t>
      </w:r>
      <w:r w:rsidRPr="004C7C52">
        <w:rPr>
          <w:rtl/>
        </w:rPr>
        <w:t>وأرضى بالقضاء.</w:t>
      </w:r>
    </w:p>
    <w:p w:rsidR="00A87899" w:rsidRPr="004C7C52" w:rsidRDefault="00A87899" w:rsidP="00541E11">
      <w:pPr>
        <w:pStyle w:val="libBold2"/>
        <w:rPr>
          <w:rtl/>
        </w:rPr>
      </w:pPr>
      <w:r w:rsidRPr="004C7C52">
        <w:rPr>
          <w:rtl/>
        </w:rPr>
        <w:t>غير أنّ الله تعالى خلق الدنيا للبلاء</w:t>
      </w:r>
      <w:r>
        <w:rPr>
          <w:rtl/>
        </w:rPr>
        <w:t xml:space="preserve"> ، </w:t>
      </w:r>
      <w:r w:rsidRPr="004C7C52">
        <w:rPr>
          <w:rtl/>
        </w:rPr>
        <w:t>وخلق أهلها للفناء</w:t>
      </w:r>
      <w:r>
        <w:rPr>
          <w:rtl/>
        </w:rPr>
        <w:t xml:space="preserve"> ، </w:t>
      </w:r>
      <w:r w:rsidRPr="004C7C52">
        <w:rPr>
          <w:rtl/>
        </w:rPr>
        <w:t>فجديدها بال</w:t>
      </w:r>
      <w:r>
        <w:rPr>
          <w:rtl/>
        </w:rPr>
        <w:t xml:space="preserve"> ، </w:t>
      </w:r>
      <w:r w:rsidRPr="004C7C52">
        <w:rPr>
          <w:rtl/>
        </w:rPr>
        <w:t>ونعيمها مضمحلّ وسرورها مكفهرٌّ.</w:t>
      </w:r>
    </w:p>
    <w:p w:rsidR="00A87899" w:rsidRPr="004C7C52" w:rsidRDefault="00A87899" w:rsidP="00541E11">
      <w:pPr>
        <w:pStyle w:val="libBold2"/>
        <w:rPr>
          <w:rtl/>
        </w:rPr>
      </w:pPr>
      <w:r w:rsidRPr="004C7C52">
        <w:rPr>
          <w:rtl/>
        </w:rPr>
        <w:t>والمنزلُ بُلْغةٌ</w:t>
      </w:r>
      <w:r>
        <w:rPr>
          <w:rtl/>
        </w:rPr>
        <w:t xml:space="preserve"> ، </w:t>
      </w:r>
      <w:r w:rsidRPr="004C7C52">
        <w:rPr>
          <w:rtl/>
        </w:rPr>
        <w:t>والدار قلعة.</w:t>
      </w:r>
    </w:p>
    <w:p w:rsidR="00A87899" w:rsidRPr="00541E11" w:rsidRDefault="00A87899" w:rsidP="00541E11">
      <w:pPr>
        <w:pStyle w:val="libNormal"/>
        <w:rPr>
          <w:rStyle w:val="libBold2Char"/>
          <w:rtl/>
        </w:rPr>
      </w:pPr>
      <w:r w:rsidRPr="00541E11">
        <w:rPr>
          <w:rStyle w:val="libAlaemChar"/>
          <w:rtl/>
        </w:rPr>
        <w:t>(</w:t>
      </w:r>
      <w:r w:rsidRPr="00541E11">
        <w:rPr>
          <w:rStyle w:val="libAieChar"/>
          <w:rtl/>
        </w:rPr>
        <w:t>وَتَزَوَّدُواْ فَإِنَّ خَيْرَ الزَّادِ التَّقْوَى وَاتَّقُونِ يَا أُوْلِي الأَلْبابِ</w:t>
      </w:r>
      <w:r w:rsidRPr="00541E11">
        <w:rPr>
          <w:rStyle w:val="libAlaemChar"/>
          <w:rFonts w:hint="cs"/>
          <w:rtl/>
        </w:rPr>
        <w:t>)</w:t>
      </w:r>
      <w:r w:rsidRPr="00541E11">
        <w:rPr>
          <w:rStyle w:val="libBold2Char"/>
          <w:rtl/>
        </w:rPr>
        <w:t>».</w:t>
      </w:r>
    </w:p>
    <w:p w:rsidR="00A87899" w:rsidRDefault="00A87899" w:rsidP="00541E11">
      <w:pPr>
        <w:pStyle w:val="libNormal"/>
        <w:rPr>
          <w:rtl/>
        </w:rPr>
      </w:pPr>
      <w:r>
        <w:rPr>
          <w:rtl/>
        </w:rPr>
        <w:t>فذكر الدنيا وحذّر منها ، وذكر الأنبياء (عليهم السّلام) ليدلّ على حضورهم في الأهداف معه.</w:t>
      </w:r>
    </w:p>
    <w:p w:rsidR="00A87899" w:rsidRDefault="00A87899" w:rsidP="00541E11">
      <w:pPr>
        <w:pStyle w:val="libNormal"/>
        <w:rPr>
          <w:rtl/>
        </w:rPr>
      </w:pPr>
      <w:r>
        <w:rPr>
          <w:rtl/>
        </w:rPr>
        <w:br w:type="page"/>
      </w:r>
      <w:r>
        <w:rPr>
          <w:rtl/>
        </w:rPr>
        <w:lastRenderedPageBreak/>
        <w:t>وذكر البلاء والفناء والبلى واضمحلال نعيمها واكفهرار سرورها لعلّ كلماته تبلغ مسامعَ أهل الكوفة فتندكّ بها ، فيرعوون عمّا هم عليه مقدمون</w:t>
      </w:r>
      <w:r>
        <w:rPr>
          <w:rFonts w:hint="cs"/>
          <w:rtl/>
        </w:rPr>
        <w:t>!</w:t>
      </w:r>
    </w:p>
    <w:p w:rsidR="00A87899" w:rsidRDefault="00A87899" w:rsidP="00541E11">
      <w:pPr>
        <w:pStyle w:val="libNormal"/>
        <w:rPr>
          <w:rtl/>
        </w:rPr>
      </w:pPr>
      <w:r>
        <w:rPr>
          <w:rtl/>
        </w:rPr>
        <w:t>ولّما لم يجدْ منهم اُذناً صاغية ، وكان صباح «عاشوراء» توجّه بهذا الدعاء</w:t>
      </w:r>
    </w:p>
    <w:p w:rsidR="00A87899" w:rsidRDefault="00A87899" w:rsidP="00541E11">
      <w:pPr>
        <w:pStyle w:val="libBold2"/>
        <w:rPr>
          <w:rtl/>
        </w:rPr>
      </w:pPr>
      <w:r w:rsidRPr="009263E4">
        <w:rPr>
          <w:rtl/>
        </w:rPr>
        <w:t>[270]</w:t>
      </w:r>
      <w:r>
        <w:rPr>
          <w:rtl/>
        </w:rPr>
        <w:t xml:space="preserve"> : </w:t>
      </w:r>
      <w:r w:rsidRPr="009263E4">
        <w:rPr>
          <w:rtl/>
        </w:rPr>
        <w:t>لمّا صبّحت الخيلُ الحسينَ بن عليّ (عليه السّلام) رفع يديه فقال</w:t>
      </w:r>
      <w:r>
        <w:rPr>
          <w:rtl/>
        </w:rPr>
        <w:t xml:space="preserve"> :</w:t>
      </w:r>
    </w:p>
    <w:p w:rsidR="00A87899" w:rsidRDefault="00A87899" w:rsidP="00541E11">
      <w:pPr>
        <w:pStyle w:val="libBold2"/>
        <w:rPr>
          <w:rtl/>
        </w:rPr>
      </w:pPr>
      <w:r w:rsidRPr="009263E4">
        <w:rPr>
          <w:rtl/>
        </w:rPr>
        <w:t>«اللّهُمَّ أنت ثقتي في كلّ كَرْب</w:t>
      </w:r>
      <w:r>
        <w:rPr>
          <w:rtl/>
        </w:rPr>
        <w:t xml:space="preserve"> ، </w:t>
      </w:r>
      <w:r w:rsidRPr="009263E4">
        <w:rPr>
          <w:rtl/>
        </w:rPr>
        <w:t>ورجائي في كلّ شدّة</w:t>
      </w:r>
      <w:r>
        <w:rPr>
          <w:rtl/>
        </w:rPr>
        <w:t xml:space="preserve"> ، </w:t>
      </w:r>
      <w:r w:rsidRPr="009263E4">
        <w:rPr>
          <w:rtl/>
        </w:rPr>
        <w:t>وأنتَ لي في كلّ أمر نَزَلَ بي ثقةٌ وعُدّةٌ</w:t>
      </w:r>
      <w:r>
        <w:rPr>
          <w:rtl/>
        </w:rPr>
        <w:t xml:space="preserve"> ، </w:t>
      </w:r>
      <w:r w:rsidRPr="009263E4">
        <w:rPr>
          <w:rtl/>
        </w:rPr>
        <w:t>فكمْ من هَمّ يضعفُ فيه الفؤادُ</w:t>
      </w:r>
      <w:r>
        <w:rPr>
          <w:rtl/>
        </w:rPr>
        <w:t xml:space="preserve"> ، </w:t>
      </w:r>
      <w:r w:rsidRPr="009263E4">
        <w:rPr>
          <w:rtl/>
        </w:rPr>
        <w:t>وتقلّ فيه الحيلةُ</w:t>
      </w:r>
      <w:r>
        <w:rPr>
          <w:rtl/>
        </w:rPr>
        <w:t xml:space="preserve"> ، </w:t>
      </w:r>
      <w:r w:rsidRPr="009263E4">
        <w:rPr>
          <w:rtl/>
        </w:rPr>
        <w:t>ويخذل فيه الصديقُ</w:t>
      </w:r>
      <w:r>
        <w:rPr>
          <w:rtl/>
        </w:rPr>
        <w:t xml:space="preserve"> ، </w:t>
      </w:r>
      <w:r w:rsidRPr="009263E4">
        <w:rPr>
          <w:rtl/>
        </w:rPr>
        <w:t>ويشمتُ فيه العدوُّ</w:t>
      </w:r>
      <w:r>
        <w:rPr>
          <w:rtl/>
        </w:rPr>
        <w:t xml:space="preserve"> ، </w:t>
      </w:r>
      <w:r w:rsidRPr="009263E4">
        <w:rPr>
          <w:rtl/>
        </w:rPr>
        <w:t>فأنزلتُه بك وشكوتُه إليك رغبةً فيه إليك عمّن سواك</w:t>
      </w:r>
      <w:r>
        <w:rPr>
          <w:rtl/>
        </w:rPr>
        <w:t xml:space="preserve"> ، </w:t>
      </w:r>
      <w:r w:rsidRPr="009263E4">
        <w:rPr>
          <w:rtl/>
        </w:rPr>
        <w:t>ففرّجْتَهُ وكشَفْتَهُ وكفيتَنيه</w:t>
      </w:r>
      <w:r>
        <w:rPr>
          <w:rtl/>
        </w:rPr>
        <w:t>.</w:t>
      </w:r>
      <w:r w:rsidRPr="009263E4">
        <w:rPr>
          <w:rtl/>
        </w:rPr>
        <w:t xml:space="preserve"> فأنت وليُّ كلّ نعمة</w:t>
      </w:r>
      <w:r>
        <w:rPr>
          <w:rtl/>
        </w:rPr>
        <w:t xml:space="preserve"> ، </w:t>
      </w:r>
      <w:r w:rsidRPr="009263E4">
        <w:rPr>
          <w:rtl/>
        </w:rPr>
        <w:t>وصاحبُ كلِّ حسنة</w:t>
      </w:r>
      <w:r>
        <w:rPr>
          <w:rtl/>
        </w:rPr>
        <w:t xml:space="preserve"> ، </w:t>
      </w:r>
      <w:r w:rsidRPr="009263E4">
        <w:rPr>
          <w:rtl/>
        </w:rPr>
        <w:t>ومنتهى كلِّ غاية»</w:t>
      </w:r>
      <w:r>
        <w:rPr>
          <w:rtl/>
        </w:rPr>
        <w:t xml:space="preserve"> </w:t>
      </w:r>
      <w:r w:rsidRPr="00541E11">
        <w:rPr>
          <w:rStyle w:val="libFootnotenumChar"/>
          <w:rtl/>
        </w:rPr>
        <w:t>(1)</w:t>
      </w:r>
      <w:r>
        <w:rPr>
          <w:rtl/>
        </w:rPr>
        <w:t>.</w:t>
      </w:r>
    </w:p>
    <w:p w:rsidR="00A87899" w:rsidRDefault="00A87899" w:rsidP="00541E11">
      <w:pPr>
        <w:pStyle w:val="libNormal"/>
        <w:rPr>
          <w:rtl/>
        </w:rPr>
      </w:pPr>
      <w:r>
        <w:rPr>
          <w:rtl/>
        </w:rPr>
        <w:t>وفي هذا الدعاء توجيه للسامعين إلى الله ، وإيحاء بالثقة والرجاء والأمل والفرج والكشف والكفاية.</w:t>
      </w:r>
    </w:p>
    <w:p w:rsidR="00A87899" w:rsidRDefault="00A87899" w:rsidP="00541E11">
      <w:pPr>
        <w:pStyle w:val="libNormal"/>
        <w:rPr>
          <w:rtl/>
        </w:rPr>
      </w:pPr>
      <w:r>
        <w:rPr>
          <w:rtl/>
        </w:rPr>
        <w:t>وتحديد للعدوّ والصديق ، وتذكير بالنعمة والحسنة والغاية</w:t>
      </w:r>
      <w:r>
        <w:rPr>
          <w:rFonts w:hint="cs"/>
          <w:rtl/>
        </w:rPr>
        <w:t xml:space="preserve"> ،</w:t>
      </w:r>
      <w:r>
        <w:rPr>
          <w:rtl/>
        </w:rPr>
        <w:t xml:space="preserve"> التي هي لقاء الله.</w:t>
      </w:r>
    </w:p>
    <w:p w:rsidR="00A87899" w:rsidRDefault="00A87899" w:rsidP="00541E11">
      <w:pPr>
        <w:pStyle w:val="libNormal"/>
        <w:rPr>
          <w:rtl/>
        </w:rPr>
      </w:pPr>
      <w:r>
        <w:rPr>
          <w:rtl/>
        </w:rPr>
        <w:t>أمّا إذا لم ينفع التذكيرُ ، ولم ينجع النصحُ لقوم غفلوا عن الله ، وهم عُميٌ صُمٌ بُكمٌ ، لا يفقهون حديثاً ، ولا يعون شيئاً.</w:t>
      </w:r>
    </w:p>
    <w:p w:rsidR="00A87899" w:rsidRDefault="00A87899" w:rsidP="00541E11">
      <w:pPr>
        <w:pStyle w:val="libNormal"/>
        <w:rPr>
          <w:rtl/>
        </w:rPr>
      </w:pPr>
      <w:r>
        <w:rPr>
          <w:rtl/>
        </w:rPr>
        <w:t>فإنّ الإمام (عليه السّلام) لمّا وَجَدَ نفسه مُحاطاً بالأعداء ، ووجدهم مصمّمين على تنفيذ الجريمة العُظمى لا يرعوون ، كاشفهم بكلّ الظواهر والبواطن</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مختصر تاريخ دمشق ـ لابن منظور 7 / 146.</w:t>
      </w:r>
    </w:p>
    <w:p w:rsidR="00A87899" w:rsidRDefault="00A87899" w:rsidP="00541E11">
      <w:pPr>
        <w:pStyle w:val="libNormal0"/>
        <w:rPr>
          <w:rtl/>
        </w:rPr>
      </w:pPr>
      <w:r>
        <w:rPr>
          <w:rtl/>
        </w:rPr>
        <w:br w:type="page"/>
      </w:r>
      <w:r>
        <w:rPr>
          <w:rtl/>
        </w:rPr>
        <w:lastRenderedPageBreak/>
        <w:t xml:space="preserve">وأوضح لهم الواضحات ، لئلاّ يبقى عذرٌ </w:t>
      </w:r>
      <w:r w:rsidRPr="009263E4">
        <w:rPr>
          <w:rtl/>
        </w:rPr>
        <w:t>لمعتذر</w:t>
      </w:r>
      <w:r>
        <w:rPr>
          <w:rtl/>
        </w:rPr>
        <w:t xml:space="preserve"> ، </w:t>
      </w:r>
      <w:r w:rsidRPr="009263E4">
        <w:rPr>
          <w:rtl/>
        </w:rPr>
        <w:t>قال الرواة</w:t>
      </w:r>
      <w:r>
        <w:rPr>
          <w:rFonts w:hint="cs"/>
          <w:rtl/>
        </w:rPr>
        <w:t xml:space="preserve"> :</w:t>
      </w:r>
    </w:p>
    <w:p w:rsidR="00A87899" w:rsidRDefault="00A87899" w:rsidP="00541E11">
      <w:pPr>
        <w:pStyle w:val="libBold2"/>
        <w:rPr>
          <w:rtl/>
        </w:rPr>
      </w:pPr>
      <w:r w:rsidRPr="009263E4">
        <w:rPr>
          <w:rtl/>
        </w:rPr>
        <w:t>[273]</w:t>
      </w:r>
      <w:r>
        <w:rPr>
          <w:rtl/>
        </w:rPr>
        <w:t xml:space="preserve"> </w:t>
      </w:r>
      <w:r w:rsidRPr="009263E4">
        <w:rPr>
          <w:rtl/>
        </w:rPr>
        <w:t>لما استكفَّ الناس بالحسين (عليه السّلام) ركب فرسه</w:t>
      </w:r>
      <w:r>
        <w:rPr>
          <w:rtl/>
        </w:rPr>
        <w:t xml:space="preserve"> ، </w:t>
      </w:r>
      <w:r w:rsidRPr="009263E4">
        <w:rPr>
          <w:rtl/>
        </w:rPr>
        <w:t>ثمّ استنصتَ الناسَ فأنصتوا له</w:t>
      </w:r>
      <w:r>
        <w:rPr>
          <w:rtl/>
        </w:rPr>
        <w:t xml:space="preserve"> ، </w:t>
      </w:r>
      <w:r w:rsidRPr="009263E4">
        <w:rPr>
          <w:rtl/>
        </w:rPr>
        <w:t>فحمد الله وأثنى عليه</w:t>
      </w:r>
      <w:r>
        <w:rPr>
          <w:rtl/>
        </w:rPr>
        <w:t xml:space="preserve"> ، </w:t>
      </w:r>
      <w:r w:rsidRPr="009263E4">
        <w:rPr>
          <w:rtl/>
        </w:rPr>
        <w:t>وصلّى على النبي (صلّى الله عليه وآله)</w:t>
      </w:r>
      <w:r>
        <w:rPr>
          <w:rtl/>
        </w:rPr>
        <w:t xml:space="preserve"> ، </w:t>
      </w:r>
      <w:r w:rsidRPr="009263E4">
        <w:rPr>
          <w:rtl/>
        </w:rPr>
        <w:t>فقال</w:t>
      </w:r>
      <w:r>
        <w:rPr>
          <w:rtl/>
        </w:rPr>
        <w:t xml:space="preserve"> : </w:t>
      </w:r>
      <w:r w:rsidRPr="009263E4">
        <w:rPr>
          <w:rtl/>
        </w:rPr>
        <w:t>«تبّاً لكم أيّتُها الجماعة وترحاً!</w:t>
      </w:r>
    </w:p>
    <w:p w:rsidR="00A87899" w:rsidRDefault="00A87899" w:rsidP="00541E11">
      <w:pPr>
        <w:pStyle w:val="libBold2"/>
        <w:rPr>
          <w:rtl/>
        </w:rPr>
      </w:pPr>
      <w:r w:rsidRPr="009263E4">
        <w:rPr>
          <w:rtl/>
        </w:rPr>
        <w:t>أحين استصرختمونا وَلِهينَ</w:t>
      </w:r>
      <w:r>
        <w:rPr>
          <w:rtl/>
        </w:rPr>
        <w:t xml:space="preserve"> ، </w:t>
      </w:r>
      <w:r w:rsidRPr="009263E4">
        <w:rPr>
          <w:rtl/>
        </w:rPr>
        <w:t>فأصرخناكم موجِفينَ</w:t>
      </w:r>
      <w:r>
        <w:rPr>
          <w:rtl/>
        </w:rPr>
        <w:t xml:space="preserve"> ، </w:t>
      </w:r>
      <w:r w:rsidRPr="009263E4">
        <w:rPr>
          <w:rtl/>
        </w:rPr>
        <w:t>شحذتُم علينا سيفاً كان في أيماننا</w:t>
      </w:r>
      <w:r>
        <w:rPr>
          <w:rtl/>
        </w:rPr>
        <w:t xml:space="preserve"> ، </w:t>
      </w:r>
      <w:r w:rsidRPr="009263E4">
        <w:rPr>
          <w:rtl/>
        </w:rPr>
        <w:t>وحششتُم علينا ناراً قدحناها على عدوّكم وعدوّنا</w:t>
      </w:r>
      <w:r>
        <w:rPr>
          <w:rtl/>
        </w:rPr>
        <w:t xml:space="preserve"> ، </w:t>
      </w:r>
      <w:r w:rsidRPr="009263E4">
        <w:rPr>
          <w:rtl/>
        </w:rPr>
        <w:t>فأصبحتُم إلْباً على أوليائكم</w:t>
      </w:r>
      <w:r>
        <w:rPr>
          <w:rtl/>
        </w:rPr>
        <w:t xml:space="preserve"> ، </w:t>
      </w:r>
      <w:r w:rsidRPr="009263E4">
        <w:rPr>
          <w:rtl/>
        </w:rPr>
        <w:t>ويَداً عليهم لأعدائكم</w:t>
      </w:r>
      <w:r>
        <w:rPr>
          <w:rtl/>
        </w:rPr>
        <w:t>.</w:t>
      </w:r>
    </w:p>
    <w:p w:rsidR="00A87899" w:rsidRDefault="00A87899" w:rsidP="00541E11">
      <w:pPr>
        <w:pStyle w:val="libBold2"/>
        <w:rPr>
          <w:rtl/>
        </w:rPr>
      </w:pPr>
      <w:r w:rsidRPr="009263E4">
        <w:rPr>
          <w:rtl/>
        </w:rPr>
        <w:t>بغير عدل رأيتموه بثُّوه فيكم</w:t>
      </w:r>
      <w:r>
        <w:rPr>
          <w:rtl/>
        </w:rPr>
        <w:t xml:space="preserve"> ، </w:t>
      </w:r>
      <w:r w:rsidRPr="009263E4">
        <w:rPr>
          <w:rtl/>
        </w:rPr>
        <w:t>ولا أمَل أصبح لكم فيهم</w:t>
      </w:r>
      <w:r>
        <w:rPr>
          <w:rtl/>
        </w:rPr>
        <w:t>.</w:t>
      </w:r>
    </w:p>
    <w:p w:rsidR="00A87899" w:rsidRPr="009263E4" w:rsidRDefault="00A87899" w:rsidP="00541E11">
      <w:pPr>
        <w:pStyle w:val="libBold2"/>
        <w:rPr>
          <w:rtl/>
        </w:rPr>
      </w:pPr>
      <w:r w:rsidRPr="009263E4">
        <w:rPr>
          <w:rtl/>
        </w:rPr>
        <w:t>ومن غير حَدَث كان منّا</w:t>
      </w:r>
      <w:r>
        <w:rPr>
          <w:rtl/>
        </w:rPr>
        <w:t xml:space="preserve"> ، </w:t>
      </w:r>
      <w:r w:rsidRPr="009263E4">
        <w:rPr>
          <w:rtl/>
        </w:rPr>
        <w:t>ولا رأي يُفَيّل فينا!</w:t>
      </w:r>
    </w:p>
    <w:p w:rsidR="00A87899" w:rsidRDefault="00A87899" w:rsidP="00541E11">
      <w:pPr>
        <w:pStyle w:val="libBold2"/>
        <w:rPr>
          <w:rtl/>
        </w:rPr>
      </w:pPr>
      <w:r w:rsidRPr="009263E4">
        <w:rPr>
          <w:rtl/>
        </w:rPr>
        <w:t>فهلاّ ـ لكم الويلاتُ! ـ إذ كرهتمونا تركتمونا</w:t>
      </w:r>
      <w:r>
        <w:rPr>
          <w:rtl/>
        </w:rPr>
        <w:t xml:space="preserve"> ، </w:t>
      </w:r>
      <w:r w:rsidRPr="009263E4">
        <w:rPr>
          <w:rtl/>
        </w:rPr>
        <w:t>والسيف مشيمٌ</w:t>
      </w:r>
      <w:r>
        <w:rPr>
          <w:rtl/>
        </w:rPr>
        <w:t xml:space="preserve"> ، </w:t>
      </w:r>
      <w:r w:rsidRPr="009263E4">
        <w:rPr>
          <w:rtl/>
        </w:rPr>
        <w:t>والجأش طامنٌ</w:t>
      </w:r>
      <w:r>
        <w:rPr>
          <w:rtl/>
        </w:rPr>
        <w:t xml:space="preserve"> ، </w:t>
      </w:r>
      <w:r w:rsidRPr="009263E4">
        <w:rPr>
          <w:rtl/>
        </w:rPr>
        <w:t>والرأي لم يستخفّ</w:t>
      </w:r>
      <w:r>
        <w:rPr>
          <w:rtl/>
        </w:rPr>
        <w:t>.</w:t>
      </w:r>
    </w:p>
    <w:p w:rsidR="00A87899" w:rsidRDefault="00A87899" w:rsidP="00541E11">
      <w:pPr>
        <w:pStyle w:val="libBold2"/>
        <w:rPr>
          <w:rtl/>
        </w:rPr>
      </w:pPr>
      <w:r w:rsidRPr="009263E4">
        <w:rPr>
          <w:rtl/>
        </w:rPr>
        <w:t xml:space="preserve">ولكن استصرعتم إلينا </w:t>
      </w:r>
      <w:r>
        <w:rPr>
          <w:rFonts w:hint="cs"/>
          <w:rtl/>
        </w:rPr>
        <w:t>طيرة الدنيا ،</w:t>
      </w:r>
      <w:r w:rsidRPr="009263E4">
        <w:rPr>
          <w:rtl/>
        </w:rPr>
        <w:t xml:space="preserve"> وتداعيتم إلينا كتداعي الفراش</w:t>
      </w:r>
      <w:r>
        <w:rPr>
          <w:rtl/>
        </w:rPr>
        <w:t>.</w:t>
      </w:r>
    </w:p>
    <w:p w:rsidR="00A87899" w:rsidRPr="009263E4" w:rsidRDefault="00A87899" w:rsidP="00541E11">
      <w:pPr>
        <w:pStyle w:val="libBold2"/>
        <w:rPr>
          <w:rtl/>
        </w:rPr>
      </w:pPr>
      <w:r w:rsidRPr="009263E4">
        <w:rPr>
          <w:rtl/>
        </w:rPr>
        <w:t>قيحاً وحكةً وهلوعاً وذلّةً لطواغيت الأُمّة</w:t>
      </w:r>
      <w:r>
        <w:rPr>
          <w:rtl/>
        </w:rPr>
        <w:t xml:space="preserve"> ، </w:t>
      </w:r>
      <w:r w:rsidRPr="009263E4">
        <w:rPr>
          <w:rtl/>
        </w:rPr>
        <w:t>وشذّاذ الأحزاب</w:t>
      </w:r>
      <w:r>
        <w:rPr>
          <w:rtl/>
        </w:rPr>
        <w:t xml:space="preserve"> ، </w:t>
      </w:r>
      <w:r w:rsidRPr="009263E4">
        <w:rPr>
          <w:rtl/>
        </w:rPr>
        <w:t>ونَبَذة الكتاب</w:t>
      </w:r>
      <w:r>
        <w:rPr>
          <w:rtl/>
        </w:rPr>
        <w:t xml:space="preserve"> ، </w:t>
      </w:r>
      <w:r w:rsidRPr="009263E4">
        <w:rPr>
          <w:rtl/>
        </w:rPr>
        <w:t>وعُصبَة الآثام</w:t>
      </w:r>
      <w:r>
        <w:rPr>
          <w:rtl/>
        </w:rPr>
        <w:t xml:space="preserve"> ، </w:t>
      </w:r>
      <w:r w:rsidRPr="009263E4">
        <w:rPr>
          <w:rtl/>
        </w:rPr>
        <w:t>وبقيّة الشيطان</w:t>
      </w:r>
      <w:r>
        <w:rPr>
          <w:rtl/>
        </w:rPr>
        <w:t xml:space="preserve"> ، </w:t>
      </w:r>
      <w:r w:rsidRPr="009263E4">
        <w:rPr>
          <w:rtl/>
        </w:rPr>
        <w:t>ومحرّفي الكلام</w:t>
      </w:r>
      <w:r>
        <w:rPr>
          <w:rtl/>
        </w:rPr>
        <w:t xml:space="preserve"> ، </w:t>
      </w:r>
      <w:r w:rsidRPr="009263E4">
        <w:rPr>
          <w:rtl/>
        </w:rPr>
        <w:t>ومطفي السنن</w:t>
      </w:r>
      <w:r>
        <w:rPr>
          <w:rtl/>
        </w:rPr>
        <w:t xml:space="preserve"> ، </w:t>
      </w:r>
      <w:r w:rsidRPr="009263E4">
        <w:rPr>
          <w:rtl/>
        </w:rPr>
        <w:t>وملحقي العهر بالنسب</w:t>
      </w:r>
      <w:r>
        <w:rPr>
          <w:rtl/>
        </w:rPr>
        <w:t xml:space="preserve"> ، </w:t>
      </w:r>
      <w:r w:rsidRPr="009263E4">
        <w:rPr>
          <w:rtl/>
        </w:rPr>
        <w:t>وأسف المؤمنين</w:t>
      </w:r>
      <w:r>
        <w:rPr>
          <w:rtl/>
        </w:rPr>
        <w:t xml:space="preserve"> ، </w:t>
      </w:r>
      <w:r w:rsidRPr="009263E4">
        <w:rPr>
          <w:rtl/>
        </w:rPr>
        <w:t xml:space="preserve">ومزاح المستهترين الّذين جعلوا القُرآن عضين </w:t>
      </w:r>
      <w:r w:rsidRPr="00541E11">
        <w:rPr>
          <w:rStyle w:val="libAlaemChar"/>
          <w:rtl/>
        </w:rPr>
        <w:t>(</w:t>
      </w:r>
      <w:r w:rsidRPr="00541E11">
        <w:rPr>
          <w:rStyle w:val="libAieChar"/>
          <w:rtl/>
        </w:rPr>
        <w:t>لَبِئْسَ مَا قَدَّمَتْ لَهُمْ أَنفُسُهُمْ أَن سَخِطَ اللهُ عَلَيْهِمْ وَفِي العَذَابِ هُمْ خَالِدُونَ</w:t>
      </w:r>
      <w:r w:rsidRPr="00541E11">
        <w:rPr>
          <w:rStyle w:val="libAlaemChar"/>
          <w:rtl/>
        </w:rPr>
        <w:t>)</w:t>
      </w:r>
      <w:r w:rsidRPr="009263E4">
        <w:rPr>
          <w:rtl/>
        </w:rPr>
        <w:t>!</w:t>
      </w:r>
    </w:p>
    <w:p w:rsidR="00A87899" w:rsidRDefault="00A87899" w:rsidP="00541E11">
      <w:pPr>
        <w:pStyle w:val="libBold2"/>
        <w:rPr>
          <w:rtl/>
        </w:rPr>
      </w:pPr>
      <w:r w:rsidRPr="009263E4">
        <w:rPr>
          <w:rtl/>
        </w:rPr>
        <w:t>فهؤلاء تعضدون وعنّا تتخاذلون؟!</w:t>
      </w:r>
    </w:p>
    <w:p w:rsidR="00A87899" w:rsidRPr="004E5E02" w:rsidRDefault="00A87899" w:rsidP="00541E11">
      <w:pPr>
        <w:pStyle w:val="libBold2"/>
        <w:rPr>
          <w:rtl/>
        </w:rPr>
      </w:pPr>
      <w:r>
        <w:rPr>
          <w:rtl/>
        </w:rPr>
        <w:br w:type="page"/>
      </w:r>
      <w:r w:rsidRPr="004E5E02">
        <w:rPr>
          <w:rtl/>
        </w:rPr>
        <w:lastRenderedPageBreak/>
        <w:t xml:space="preserve">أجَلْ </w:t>
      </w:r>
      <w:r>
        <w:rPr>
          <w:rFonts w:hint="cs"/>
          <w:rtl/>
        </w:rPr>
        <w:t xml:space="preserve">ـ </w:t>
      </w:r>
      <w:r w:rsidRPr="004E5E02">
        <w:rPr>
          <w:rtl/>
        </w:rPr>
        <w:t>والله</w:t>
      </w:r>
      <w:r>
        <w:rPr>
          <w:rFonts w:hint="cs"/>
          <w:rtl/>
        </w:rPr>
        <w:t xml:space="preserve"> ـ</w:t>
      </w:r>
      <w:r w:rsidRPr="004E5E02">
        <w:rPr>
          <w:rtl/>
        </w:rPr>
        <w:t xml:space="preserve"> الخذلُ فيكم معروف</w:t>
      </w:r>
      <w:r>
        <w:rPr>
          <w:rtl/>
        </w:rPr>
        <w:t xml:space="preserve"> ، </w:t>
      </w:r>
      <w:r w:rsidRPr="004E5E02">
        <w:rPr>
          <w:rtl/>
        </w:rPr>
        <w:t>وشجت عليه عروقكم</w:t>
      </w:r>
      <w:r>
        <w:rPr>
          <w:rFonts w:hint="cs"/>
          <w:rtl/>
        </w:rPr>
        <w:t xml:space="preserve"> ، </w:t>
      </w:r>
      <w:r w:rsidRPr="004E5E02">
        <w:rPr>
          <w:rtl/>
        </w:rPr>
        <w:t>واستأزرت عليه أُصولكم وفروعكم</w:t>
      </w:r>
      <w:r>
        <w:rPr>
          <w:rtl/>
        </w:rPr>
        <w:t>.</w:t>
      </w:r>
    </w:p>
    <w:p w:rsidR="00A87899" w:rsidRPr="004E5E02" w:rsidRDefault="00A87899" w:rsidP="00541E11">
      <w:pPr>
        <w:pStyle w:val="libBold2"/>
        <w:rPr>
          <w:rtl/>
        </w:rPr>
      </w:pPr>
      <w:r w:rsidRPr="004E5E02">
        <w:rPr>
          <w:rtl/>
        </w:rPr>
        <w:t>فكنتم أخبث ثمرة شجرة للناظر</w:t>
      </w:r>
      <w:r>
        <w:rPr>
          <w:rtl/>
        </w:rPr>
        <w:t xml:space="preserve"> ، </w:t>
      </w:r>
      <w:r w:rsidRPr="004E5E02">
        <w:rPr>
          <w:rtl/>
        </w:rPr>
        <w:t>وأكلة للغاصب</w:t>
      </w:r>
      <w:r>
        <w:rPr>
          <w:rFonts w:hint="cs"/>
          <w:rtl/>
        </w:rPr>
        <w:t>!</w:t>
      </w:r>
    </w:p>
    <w:p w:rsidR="00A87899" w:rsidRDefault="00A87899" w:rsidP="00541E11">
      <w:pPr>
        <w:pStyle w:val="libBold2"/>
        <w:rPr>
          <w:rtl/>
        </w:rPr>
      </w:pPr>
      <w:r w:rsidRPr="004E5E02">
        <w:rPr>
          <w:rtl/>
        </w:rPr>
        <w:t>ألا فلعنة الله على الناكثين</w:t>
      </w:r>
      <w:r>
        <w:rPr>
          <w:rtl/>
        </w:rPr>
        <w:t xml:space="preserve"> </w:t>
      </w:r>
      <w:r w:rsidRPr="00541E11">
        <w:rPr>
          <w:rStyle w:val="libAlaemChar"/>
          <w:rtl/>
        </w:rPr>
        <w:t>(</w:t>
      </w:r>
      <w:r w:rsidRPr="00541E11">
        <w:rPr>
          <w:rStyle w:val="libAieChar"/>
          <w:rtl/>
        </w:rPr>
        <w:t>وَلاَ تَنقُضُواْ الأَيْمَانَ بَعْدَ تَوْكِيدِها وَقَدْ جَعَلْتُمُ اللهَ عَلَيْكُمْ كَفِيلاً</w:t>
      </w:r>
      <w:r w:rsidRPr="00541E11">
        <w:rPr>
          <w:rStyle w:val="libAlaemChar"/>
          <w:rtl/>
        </w:rPr>
        <w:t>)</w:t>
      </w:r>
      <w:r>
        <w:rPr>
          <w:rtl/>
        </w:rPr>
        <w:t>.</w:t>
      </w:r>
    </w:p>
    <w:p w:rsidR="00A87899" w:rsidRPr="004E5E02" w:rsidRDefault="00A87899" w:rsidP="00541E11">
      <w:pPr>
        <w:pStyle w:val="libBold2"/>
        <w:rPr>
          <w:rtl/>
        </w:rPr>
      </w:pPr>
      <w:r w:rsidRPr="00541E11">
        <w:rPr>
          <w:rtl/>
        </w:rPr>
        <w:t>ألا وإنّ البَغيَّ قد ركز بين السِلّةِ والذلّة ، وهيهات منّا الذلّة</w:t>
      </w:r>
      <w:r w:rsidRPr="00541E11">
        <w:rPr>
          <w:rFonts w:hint="cs"/>
          <w:rtl/>
        </w:rPr>
        <w:t xml:space="preserve"> ،</w:t>
      </w:r>
      <w:r w:rsidRPr="00541E11">
        <w:rPr>
          <w:rtl/>
        </w:rPr>
        <w:t xml:space="preserve"> </w:t>
      </w:r>
      <w:r w:rsidRPr="00541E11">
        <w:rPr>
          <w:rStyle w:val="libFootnotenumChar"/>
          <w:rtl/>
        </w:rPr>
        <w:t>(1)</w:t>
      </w:r>
      <w:r w:rsidRPr="004E5E02">
        <w:rPr>
          <w:rtl/>
        </w:rPr>
        <w:t xml:space="preserve"> أبى الله ذلك ورسولهُ والمؤمنون</w:t>
      </w:r>
      <w:r>
        <w:rPr>
          <w:rtl/>
        </w:rPr>
        <w:t xml:space="preserve"> ، </w:t>
      </w:r>
      <w:r w:rsidRPr="004E5E02">
        <w:rPr>
          <w:rtl/>
        </w:rPr>
        <w:t>وحجورٌ طابتْ</w:t>
      </w:r>
      <w:r>
        <w:rPr>
          <w:rtl/>
        </w:rPr>
        <w:t xml:space="preserve"> ، </w:t>
      </w:r>
      <w:r w:rsidRPr="004E5E02">
        <w:rPr>
          <w:rtl/>
        </w:rPr>
        <w:t>وبطونٌ طهرتْ</w:t>
      </w:r>
      <w:r>
        <w:rPr>
          <w:rtl/>
        </w:rPr>
        <w:t xml:space="preserve"> ، </w:t>
      </w:r>
      <w:r w:rsidRPr="004E5E02">
        <w:rPr>
          <w:rtl/>
        </w:rPr>
        <w:t>وأُنوفٌ حميّةٌ</w:t>
      </w:r>
      <w:r>
        <w:rPr>
          <w:rtl/>
        </w:rPr>
        <w:t xml:space="preserve"> ، </w:t>
      </w:r>
      <w:r w:rsidRPr="004E5E02">
        <w:rPr>
          <w:rtl/>
        </w:rPr>
        <w:t>ونفوسٌ أبيّةٌ</w:t>
      </w:r>
      <w:r>
        <w:rPr>
          <w:rtl/>
        </w:rPr>
        <w:t xml:space="preserve"> ، </w:t>
      </w:r>
      <w:r w:rsidRPr="004E5E02">
        <w:rPr>
          <w:rtl/>
        </w:rPr>
        <w:t>تُؤْثِر مصارعَ الكرام على ظآر اللئام.</w:t>
      </w:r>
    </w:p>
    <w:p w:rsidR="00A87899" w:rsidRPr="004E5E02" w:rsidRDefault="00A87899" w:rsidP="00541E11">
      <w:pPr>
        <w:pStyle w:val="libBold2"/>
        <w:rPr>
          <w:rtl/>
        </w:rPr>
      </w:pPr>
      <w:r w:rsidRPr="004E5E02">
        <w:rPr>
          <w:rtl/>
        </w:rPr>
        <w:t>ألا وإنّي زاحِفٌ بهذه الأُسْرة على قِلّة العدد</w:t>
      </w:r>
      <w:r>
        <w:rPr>
          <w:rtl/>
        </w:rPr>
        <w:t xml:space="preserve"> ، </w:t>
      </w:r>
      <w:r w:rsidRPr="004E5E02">
        <w:rPr>
          <w:rtl/>
        </w:rPr>
        <w:t>وكثرة العدوّ</w:t>
      </w:r>
      <w:r>
        <w:rPr>
          <w:rtl/>
        </w:rPr>
        <w:t xml:space="preserve"> ، </w:t>
      </w:r>
      <w:r w:rsidRPr="004E5E02">
        <w:rPr>
          <w:rtl/>
        </w:rPr>
        <w:t>وخذلة الناصر</w:t>
      </w:r>
      <w:r>
        <w:rPr>
          <w:rFonts w:hint="cs"/>
          <w:rtl/>
        </w:rPr>
        <w:t>!</w:t>
      </w:r>
    </w:p>
    <w:tbl>
      <w:tblPr>
        <w:bidiVisual/>
        <w:tblW w:w="5000" w:type="pct"/>
        <w:tblLook w:val="04A0"/>
      </w:tblPr>
      <w:tblGrid>
        <w:gridCol w:w="3669"/>
        <w:gridCol w:w="249"/>
        <w:gridCol w:w="3669"/>
      </w:tblGrid>
      <w:tr w:rsidR="00A87899" w:rsidTr="005C730B">
        <w:trPr>
          <w:trHeight w:val="350"/>
        </w:trPr>
        <w:tc>
          <w:tcPr>
            <w:tcW w:w="4135" w:type="dxa"/>
            <w:shd w:val="clear" w:color="auto" w:fill="auto"/>
          </w:tcPr>
          <w:p w:rsidR="00A87899" w:rsidRDefault="00A87899" w:rsidP="00541E11">
            <w:pPr>
              <w:pStyle w:val="libPoem"/>
              <w:rPr>
                <w:rtl/>
              </w:rPr>
            </w:pPr>
            <w:r>
              <w:rPr>
                <w:rtl/>
              </w:rPr>
              <w:t>فإنْ نَهْزِمْ فهزّامون قِدْماً</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وإن نُهْزَم فغير مُهَزَّمينا</w:t>
            </w:r>
            <w:r w:rsidRPr="00541E11">
              <w:rPr>
                <w:rStyle w:val="libPoemTiniChar0"/>
                <w:rtl/>
              </w:rPr>
              <w:br/>
              <w:t> </w:t>
            </w:r>
          </w:p>
        </w:tc>
      </w:tr>
      <w:tr w:rsidR="00A87899" w:rsidTr="005C730B">
        <w:trPr>
          <w:trHeight w:val="350"/>
        </w:trPr>
        <w:tc>
          <w:tcPr>
            <w:tcW w:w="4135" w:type="dxa"/>
            <w:shd w:val="clear" w:color="auto" w:fill="auto"/>
          </w:tcPr>
          <w:p w:rsidR="00A87899" w:rsidRDefault="00A87899" w:rsidP="00541E11">
            <w:pPr>
              <w:pStyle w:val="libPoem"/>
              <w:rPr>
                <w:rtl/>
              </w:rPr>
            </w:pPr>
            <w:r>
              <w:rPr>
                <w:rtl/>
              </w:rPr>
              <w:t>وما إنْ طِبُّنا جُبْنٌ ولكنْ</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 xml:space="preserve">منايانا وطعمة </w:t>
            </w:r>
            <w:r>
              <w:t>ii</w:t>
            </w:r>
            <w:r>
              <w:rPr>
                <w:rtl/>
              </w:rPr>
              <w:t>آخرينا</w:t>
            </w:r>
            <w:r w:rsidRPr="00541E11">
              <w:rPr>
                <w:rStyle w:val="libPoemTiniChar0"/>
                <w:rtl/>
              </w:rPr>
              <w:br/>
              <w:t> </w:t>
            </w:r>
          </w:p>
        </w:tc>
      </w:tr>
    </w:tbl>
    <w:p w:rsidR="00A87899" w:rsidRPr="004E5E02" w:rsidRDefault="00A87899" w:rsidP="00541E11">
      <w:pPr>
        <w:pStyle w:val="libBold2"/>
        <w:rPr>
          <w:rtl/>
        </w:rPr>
      </w:pPr>
      <w:r w:rsidRPr="004E5E02">
        <w:rPr>
          <w:rtl/>
        </w:rPr>
        <w:t>ألا ثمّ لا تلبثون إلاّ ريثما يُركبُ فرسٌ حتّى تُدار بكم دورَ الرحا</w:t>
      </w:r>
      <w:r>
        <w:rPr>
          <w:rtl/>
        </w:rPr>
        <w:t xml:space="preserve"> ، </w:t>
      </w:r>
      <w:r w:rsidRPr="004E5E02">
        <w:rPr>
          <w:rtl/>
        </w:rPr>
        <w:t>ويُفلق بكم فلقَ المحور</w:t>
      </w:r>
      <w:r>
        <w:rPr>
          <w:rtl/>
        </w:rPr>
        <w:t xml:space="preserve"> ، </w:t>
      </w:r>
      <w:r w:rsidRPr="004E5E02">
        <w:rPr>
          <w:rtl/>
        </w:rPr>
        <w:t>عهداً عهده النبي إلى أبي</w:t>
      </w:r>
      <w:r>
        <w:rPr>
          <w:rtl/>
        </w:rPr>
        <w:t>.</w:t>
      </w:r>
    </w:p>
    <w:p w:rsidR="00A87899" w:rsidRDefault="00A87899" w:rsidP="00541E11">
      <w:pPr>
        <w:pStyle w:val="libNormal"/>
        <w:rPr>
          <w:rtl/>
        </w:rPr>
      </w:pPr>
      <w:r w:rsidRPr="00541E11">
        <w:rPr>
          <w:rStyle w:val="libAlaemChar"/>
          <w:rtl/>
        </w:rPr>
        <w:t>(</w:t>
      </w:r>
      <w:r w:rsidRPr="00541E11">
        <w:rPr>
          <w:rStyle w:val="libAieChar"/>
          <w:rtl/>
        </w:rPr>
        <w:t>فَأَجْمِعُواْ أَمْرَكُمْ وَشُرَكَاءَكُمْ ، ثُمَّ لاَ يَكُنْ أَمْرُكُمْ عَلَيْكُمْ غُمَّةً ثُمَّ اقْضُواْ إِلَيَّ وَلاَ تُنْظِرُونِ</w:t>
      </w:r>
      <w:r w:rsidRPr="00541E11">
        <w:rPr>
          <w:rStyle w:val="libAlaemChar"/>
          <w:rtl/>
        </w:rPr>
        <w:t xml:space="preserve">) </w:t>
      </w:r>
      <w:r>
        <w:rPr>
          <w:rtl/>
        </w:rPr>
        <w:t xml:space="preserve">[سورة يونس </w:t>
      </w:r>
      <w:r>
        <w:rPr>
          <w:rFonts w:hint="cs"/>
          <w:rtl/>
        </w:rPr>
        <w:t>:</w:t>
      </w:r>
      <w:r>
        <w:rPr>
          <w:rtl/>
        </w:rPr>
        <w:t xml:space="preserve"> 71].</w:t>
      </w:r>
    </w:p>
    <w:p w:rsidR="00A87899" w:rsidRDefault="00A87899" w:rsidP="00541E11">
      <w:pPr>
        <w:pStyle w:val="libNormal"/>
        <w:rPr>
          <w:rtl/>
        </w:rPr>
      </w:pPr>
      <w:r w:rsidRPr="00541E11">
        <w:rPr>
          <w:rStyle w:val="libAlaemChar"/>
          <w:rtl/>
        </w:rPr>
        <w:t>(</w:t>
      </w:r>
      <w:r w:rsidRPr="00541E11">
        <w:rPr>
          <w:rStyle w:val="libAieChar"/>
          <w:rtl/>
        </w:rPr>
        <w:t>إِنِّي تَوَكَّلْتُ عَلَى اللهِ رَبِّي وَرَبِّكُم مَا مِن دَابَّة إِلاَّ هُوَ آخِذٌ بِنَاصِيَتِهَا إِنَّ رَبِّي عَلَى صِراط مُسْتَقِيم</w:t>
      </w:r>
      <w:r w:rsidRPr="00541E11">
        <w:rPr>
          <w:rStyle w:val="libAlaemChar"/>
          <w:rFonts w:hint="cs"/>
          <w:rtl/>
        </w:rPr>
        <w:t>)</w:t>
      </w:r>
      <w:r>
        <w:rPr>
          <w:rtl/>
        </w:rPr>
        <w:t>».</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وفي نسخة</w:t>
      </w:r>
      <w:r>
        <w:rPr>
          <w:rtl/>
        </w:rPr>
        <w:t xml:space="preserve"> : </w:t>
      </w:r>
      <w:r w:rsidRPr="00E7395C">
        <w:rPr>
          <w:rtl/>
        </w:rPr>
        <w:t>«الدنيّة» بدل «الذلّة».</w:t>
      </w:r>
    </w:p>
    <w:p w:rsidR="00A87899" w:rsidRDefault="00A87899" w:rsidP="00541E11">
      <w:pPr>
        <w:pStyle w:val="libNormal"/>
        <w:rPr>
          <w:rtl/>
        </w:rPr>
      </w:pPr>
      <w:r w:rsidRPr="00E7395C">
        <w:rPr>
          <w:rtl/>
        </w:rPr>
        <w:br w:type="page"/>
      </w:r>
      <w:r>
        <w:rPr>
          <w:rtl/>
        </w:rPr>
        <w:lastRenderedPageBreak/>
        <w:t>فإنْ كان في سامعي هذه الخطبة مَنْ عنده مثقال ذرّة من خير اكتسَبه بعرف أو تعلّمه من درس أو دين ، أو كان له ضمير ووجدان ، أو من يرجع إلى عقل ونظر لنفسه ، لكانت له مُرشدةً</w:t>
      </w:r>
      <w:r>
        <w:rPr>
          <w:rFonts w:hint="cs"/>
          <w:rtl/>
        </w:rPr>
        <w:t>!</w:t>
      </w:r>
    </w:p>
    <w:p w:rsidR="00A87899" w:rsidRDefault="00A87899" w:rsidP="00541E11">
      <w:pPr>
        <w:pStyle w:val="libNormal"/>
        <w:rPr>
          <w:rtl/>
        </w:rPr>
      </w:pPr>
      <w:r>
        <w:rPr>
          <w:rtl/>
        </w:rPr>
        <w:t>إذ إنّ الإمام (عليه السّلام) قد استعمل كلّ ذلك.</w:t>
      </w:r>
    </w:p>
    <w:p w:rsidR="00A87899" w:rsidRDefault="00A87899" w:rsidP="00541E11">
      <w:pPr>
        <w:pStyle w:val="libNormal"/>
        <w:rPr>
          <w:rtl/>
        </w:rPr>
      </w:pPr>
      <w:r>
        <w:rPr>
          <w:rtl/>
        </w:rPr>
        <w:t>فحرّك الأعراف القائمة على الوفاء بالعهد ، والإحسان بالمثل.</w:t>
      </w:r>
    </w:p>
    <w:p w:rsidR="00A87899" w:rsidRDefault="00A87899" w:rsidP="00541E11">
      <w:pPr>
        <w:pStyle w:val="libNormal"/>
        <w:rPr>
          <w:rtl/>
        </w:rPr>
      </w:pPr>
      <w:r>
        <w:rPr>
          <w:rtl/>
        </w:rPr>
        <w:t>وبصّرهم بالبؤس الذي غمرهم فهم في غمرته ساهون ، فلا عدلَ ولا أملَ في الحكم الذي تحت نيره يرزحون وهم لا يشعرون</w:t>
      </w:r>
      <w:r>
        <w:rPr>
          <w:rFonts w:hint="cs"/>
          <w:rtl/>
        </w:rPr>
        <w:t>!</w:t>
      </w:r>
    </w:p>
    <w:p w:rsidR="00A87899" w:rsidRDefault="00A87899" w:rsidP="00541E11">
      <w:pPr>
        <w:pStyle w:val="libNormal"/>
        <w:rPr>
          <w:rtl/>
        </w:rPr>
      </w:pPr>
      <w:r>
        <w:rPr>
          <w:rtl/>
        </w:rPr>
        <w:t>وقرأ لهم الشعر الحماسي الذي تمثّل به أبطال العرب ، وسارت به الأمثال</w:t>
      </w:r>
      <w:r>
        <w:rPr>
          <w:rFonts w:hint="cs"/>
          <w:rtl/>
        </w:rPr>
        <w:t>!</w:t>
      </w:r>
    </w:p>
    <w:p w:rsidR="00A87899" w:rsidRDefault="00A87899" w:rsidP="00541E11">
      <w:pPr>
        <w:pStyle w:val="libNormal"/>
        <w:rPr>
          <w:rtl/>
        </w:rPr>
      </w:pPr>
      <w:r>
        <w:rPr>
          <w:rtl/>
        </w:rPr>
        <w:t>أوضح لهم مفاسد الموقف من خلال عروض البغيّ ابن البغيّة ، كي تتحرّك عندهم خيوط الوجدان ، ويتبصّروا مواقع أقدامهم وأهدافهم لَعلّهم يهتدون.</w:t>
      </w:r>
    </w:p>
    <w:p w:rsidR="00A87899" w:rsidRDefault="00A87899" w:rsidP="00541E11">
      <w:pPr>
        <w:pStyle w:val="libNormal"/>
        <w:rPr>
          <w:rtl/>
        </w:rPr>
      </w:pPr>
      <w:r>
        <w:rPr>
          <w:rtl/>
        </w:rPr>
        <w:t>كما عرّفهم ـ بأقوى نصٍّ ـ بنفسه وأصله وفصله ، والجماعة الّذين معه ، الّذين عبّر عنهم بـ «</w:t>
      </w:r>
      <w:r w:rsidRPr="00541E11">
        <w:rPr>
          <w:rStyle w:val="libBold2Char"/>
          <w:rtl/>
        </w:rPr>
        <w:t>هذه الأُسرة</w:t>
      </w:r>
      <w:r>
        <w:rPr>
          <w:rtl/>
        </w:rPr>
        <w:t>» تعبيراً عن اندماجهم وتكتّلهم ووحدتهم في المسير والمصير ، وأنّهم ليسوا مّمن يتوقّع نزولهم على رغبة الأعداء ، هيهات!</w:t>
      </w:r>
    </w:p>
    <w:p w:rsidR="00A87899" w:rsidRDefault="00A87899" w:rsidP="00541E11">
      <w:pPr>
        <w:pStyle w:val="libNormal"/>
        <w:rPr>
          <w:rtl/>
        </w:rPr>
      </w:pPr>
      <w:r>
        <w:rPr>
          <w:rtl/>
        </w:rPr>
        <w:t>وذكر في خُطبته الأنبيَاء</w:t>
      </w:r>
      <w:r>
        <w:rPr>
          <w:rFonts w:hint="cs"/>
          <w:rtl/>
        </w:rPr>
        <w:t xml:space="preserve"> ، </w:t>
      </w:r>
      <w:r>
        <w:rPr>
          <w:rtl/>
        </w:rPr>
        <w:t>والنبيّ</w:t>
      </w:r>
      <w:r>
        <w:rPr>
          <w:rFonts w:hint="cs"/>
          <w:rtl/>
        </w:rPr>
        <w:t xml:space="preserve"> ،</w:t>
      </w:r>
      <w:r>
        <w:rPr>
          <w:rtl/>
        </w:rPr>
        <w:t xml:space="preserve"> وأباه.</w:t>
      </w:r>
    </w:p>
    <w:p w:rsidR="00A87899" w:rsidRDefault="00A87899" w:rsidP="00541E11">
      <w:pPr>
        <w:pStyle w:val="libNormal"/>
        <w:rPr>
          <w:rtl/>
        </w:rPr>
      </w:pPr>
      <w:r>
        <w:rPr>
          <w:rtl/>
        </w:rPr>
        <w:t>وقرأ لهم الآيات مستشهداً بها.</w:t>
      </w:r>
    </w:p>
    <w:p w:rsidR="00A87899" w:rsidRDefault="00A87899" w:rsidP="00541E11">
      <w:pPr>
        <w:pStyle w:val="libNormal"/>
        <w:rPr>
          <w:rtl/>
        </w:rPr>
      </w:pPr>
      <w:r>
        <w:rPr>
          <w:rtl/>
        </w:rPr>
        <w:t>ألم يكن الجمع قد سمعوا آيات القرآن وهم الآن يسمعون الإمام (عليه السّلام) يتلوها عليهم؟!</w:t>
      </w:r>
    </w:p>
    <w:p w:rsidR="00A87899" w:rsidRDefault="00A87899" w:rsidP="00541E11">
      <w:pPr>
        <w:pStyle w:val="libNormal"/>
        <w:rPr>
          <w:rtl/>
        </w:rPr>
      </w:pPr>
      <w:r>
        <w:rPr>
          <w:rtl/>
        </w:rPr>
        <w:t>فإن لم يقرؤوا القرآن فكيف يدّعون الإسلام؟!</w:t>
      </w:r>
    </w:p>
    <w:p w:rsidR="00A87899" w:rsidRDefault="00A87899" w:rsidP="00541E11">
      <w:pPr>
        <w:pStyle w:val="libNormal"/>
        <w:rPr>
          <w:rtl/>
        </w:rPr>
      </w:pPr>
      <w:r>
        <w:rPr>
          <w:rtl/>
        </w:rPr>
        <w:t>وإن قرؤوه فهل حجّة أتمّ عليهم من آياته؟!</w:t>
      </w:r>
    </w:p>
    <w:p w:rsidR="00A87899" w:rsidRDefault="00A87899" w:rsidP="00541E11">
      <w:pPr>
        <w:pStyle w:val="libNormal"/>
        <w:rPr>
          <w:rtl/>
        </w:rPr>
      </w:pPr>
      <w:r>
        <w:rPr>
          <w:rtl/>
        </w:rPr>
        <w:br w:type="page"/>
      </w:r>
      <w:r>
        <w:rPr>
          <w:rtl/>
        </w:rPr>
        <w:lastRenderedPageBreak/>
        <w:t>ومن أعظم المواقف إثارة ، وأتمّ الخطب حجّة ، ما نقله الرواة ، قالوا</w:t>
      </w:r>
      <w:r>
        <w:rPr>
          <w:rFonts w:hint="cs"/>
          <w:rtl/>
        </w:rPr>
        <w:t xml:space="preserve"> :</w:t>
      </w:r>
    </w:p>
    <w:p w:rsidR="00A87899" w:rsidRPr="004E5E02" w:rsidRDefault="00A87899" w:rsidP="00541E11">
      <w:pPr>
        <w:pStyle w:val="libBold2"/>
        <w:rPr>
          <w:rtl/>
        </w:rPr>
      </w:pPr>
      <w:r w:rsidRPr="004E5E02">
        <w:rPr>
          <w:rtl/>
        </w:rPr>
        <w:t>[274 ـ 275]</w:t>
      </w:r>
      <w:r>
        <w:rPr>
          <w:rtl/>
        </w:rPr>
        <w:t xml:space="preserve"> : </w:t>
      </w:r>
      <w:r w:rsidRPr="004E5E02">
        <w:rPr>
          <w:rtl/>
        </w:rPr>
        <w:t>إنّ الحسين بن عليّ (عليه السّلام) لمّا أرهقه السلاحُ قال</w:t>
      </w:r>
      <w:r>
        <w:rPr>
          <w:rtl/>
        </w:rPr>
        <w:t xml:space="preserve"> : </w:t>
      </w:r>
      <w:r w:rsidRPr="004E5E02">
        <w:rPr>
          <w:rtl/>
        </w:rPr>
        <w:t>«ألا تقبلون منّي ما كان رسول الله (صلّى الله عليه وآله) يقبل من المشركين؟».</w:t>
      </w:r>
    </w:p>
    <w:p w:rsidR="00A87899" w:rsidRPr="004E5E02" w:rsidRDefault="00A87899" w:rsidP="00541E11">
      <w:pPr>
        <w:pStyle w:val="libBold2"/>
        <w:rPr>
          <w:rtl/>
        </w:rPr>
      </w:pPr>
      <w:r w:rsidRPr="004E5E02">
        <w:rPr>
          <w:rtl/>
        </w:rPr>
        <w:t>قالوا</w:t>
      </w:r>
      <w:r>
        <w:rPr>
          <w:rtl/>
        </w:rPr>
        <w:t xml:space="preserve"> : </w:t>
      </w:r>
      <w:r w:rsidRPr="004E5E02">
        <w:rPr>
          <w:rtl/>
        </w:rPr>
        <w:t>وما كان رسول الله يقبل من المشركين؟</w:t>
      </w:r>
    </w:p>
    <w:p w:rsidR="00A87899" w:rsidRPr="004E5E02" w:rsidRDefault="00A87899" w:rsidP="00541E11">
      <w:pPr>
        <w:pStyle w:val="libBold2"/>
        <w:rPr>
          <w:rtl/>
        </w:rPr>
      </w:pPr>
      <w:r w:rsidRPr="004E5E02">
        <w:rPr>
          <w:rtl/>
        </w:rPr>
        <w:t>قال</w:t>
      </w:r>
      <w:r>
        <w:rPr>
          <w:rtl/>
        </w:rPr>
        <w:t xml:space="preserve"> : </w:t>
      </w:r>
      <w:r w:rsidRPr="004E5E02">
        <w:rPr>
          <w:rtl/>
        </w:rPr>
        <w:t>«إذا جنحَ أحدُهم قبِلَ منه»</w:t>
      </w:r>
      <w:r>
        <w:rPr>
          <w:rFonts w:hint="cs"/>
          <w:rtl/>
        </w:rPr>
        <w:t>!</w:t>
      </w:r>
    </w:p>
    <w:p w:rsidR="00A87899" w:rsidRPr="004E5E02" w:rsidRDefault="00A87899" w:rsidP="00541E11">
      <w:pPr>
        <w:pStyle w:val="libBold2"/>
        <w:rPr>
          <w:rtl/>
        </w:rPr>
      </w:pPr>
      <w:r w:rsidRPr="004E5E02">
        <w:rPr>
          <w:rtl/>
        </w:rPr>
        <w:t>قالوا</w:t>
      </w:r>
      <w:r>
        <w:rPr>
          <w:rtl/>
        </w:rPr>
        <w:t xml:space="preserve"> : </w:t>
      </w:r>
      <w:r w:rsidRPr="004E5E02">
        <w:rPr>
          <w:rtl/>
        </w:rPr>
        <w:t>لا.</w:t>
      </w:r>
    </w:p>
    <w:p w:rsidR="00A87899" w:rsidRPr="004E5E02" w:rsidRDefault="00A87899" w:rsidP="00541E11">
      <w:pPr>
        <w:pStyle w:val="libBold2"/>
        <w:rPr>
          <w:rtl/>
        </w:rPr>
      </w:pPr>
      <w:r w:rsidRPr="004E5E02">
        <w:rPr>
          <w:rtl/>
        </w:rPr>
        <w:t>قال</w:t>
      </w:r>
      <w:r>
        <w:rPr>
          <w:rtl/>
        </w:rPr>
        <w:t xml:space="preserve"> : </w:t>
      </w:r>
      <w:r w:rsidRPr="004E5E02">
        <w:rPr>
          <w:rtl/>
        </w:rPr>
        <w:t>«فدعوني أرجع»</w:t>
      </w:r>
      <w:r>
        <w:rPr>
          <w:rFonts w:hint="cs"/>
          <w:rtl/>
        </w:rPr>
        <w:t>!</w:t>
      </w:r>
    </w:p>
    <w:p w:rsidR="00A87899" w:rsidRPr="004E5E02" w:rsidRDefault="00A87899" w:rsidP="00541E11">
      <w:pPr>
        <w:pStyle w:val="libBold2"/>
        <w:rPr>
          <w:rtl/>
        </w:rPr>
      </w:pPr>
      <w:r w:rsidRPr="004E5E02">
        <w:rPr>
          <w:rtl/>
        </w:rPr>
        <w:t>قالوا</w:t>
      </w:r>
      <w:r>
        <w:rPr>
          <w:rtl/>
        </w:rPr>
        <w:t xml:space="preserve"> : </w:t>
      </w:r>
      <w:r w:rsidRPr="004E5E02">
        <w:rPr>
          <w:rtl/>
        </w:rPr>
        <w:t>لا.</w:t>
      </w:r>
    </w:p>
    <w:p w:rsidR="00A87899" w:rsidRDefault="00A87899" w:rsidP="00541E11">
      <w:pPr>
        <w:pStyle w:val="libBold2"/>
        <w:rPr>
          <w:rtl/>
        </w:rPr>
      </w:pPr>
      <w:r w:rsidRPr="004E5E02">
        <w:rPr>
          <w:rtl/>
        </w:rPr>
        <w:t>قال</w:t>
      </w:r>
      <w:r>
        <w:rPr>
          <w:rtl/>
        </w:rPr>
        <w:t xml:space="preserve"> : </w:t>
      </w:r>
      <w:r w:rsidRPr="004E5E02">
        <w:rPr>
          <w:rtl/>
        </w:rPr>
        <w:t>«فدعوني آتي التُركَ فأُقاتلهم حتّى أموت»</w:t>
      </w:r>
      <w:r>
        <w:rPr>
          <w:rtl/>
        </w:rPr>
        <w:t xml:space="preserve"> </w:t>
      </w:r>
      <w:r w:rsidRPr="00541E11">
        <w:rPr>
          <w:rStyle w:val="libFootnotenumChar"/>
          <w:rtl/>
        </w:rPr>
        <w:t>(1)</w:t>
      </w:r>
      <w:r>
        <w:rPr>
          <w:rtl/>
        </w:rPr>
        <w:t>.</w:t>
      </w:r>
    </w:p>
    <w:p w:rsidR="00A87899" w:rsidRDefault="00A87899" w:rsidP="00541E11">
      <w:pPr>
        <w:pStyle w:val="libNormal"/>
        <w:rPr>
          <w:rtl/>
        </w:rPr>
      </w:pPr>
      <w:r>
        <w:rPr>
          <w:rtl/>
        </w:rPr>
        <w:t>وبدلاً أن يتعاطفوا مع هذا العرض تمادوا في الغيّ</w:t>
      </w:r>
      <w:r>
        <w:rPr>
          <w:rFonts w:hint="cs"/>
          <w:rtl/>
        </w:rPr>
        <w:t xml:space="preserve"> ..</w:t>
      </w:r>
    </w:p>
    <w:p w:rsidR="00A87899" w:rsidRPr="004E5E02" w:rsidRDefault="00A87899" w:rsidP="00541E11">
      <w:pPr>
        <w:pStyle w:val="libBold2"/>
        <w:rPr>
          <w:rtl/>
        </w:rPr>
      </w:pPr>
      <w:r w:rsidRPr="004E5E02">
        <w:rPr>
          <w:rtl/>
        </w:rPr>
        <w:t>فأخذ له رجلٌ السلاحَ وقال له</w:t>
      </w:r>
      <w:r>
        <w:rPr>
          <w:rtl/>
        </w:rPr>
        <w:t xml:space="preserve"> : </w:t>
      </w:r>
      <w:r w:rsidRPr="004E5E02">
        <w:rPr>
          <w:rtl/>
        </w:rPr>
        <w:t>أبشر بالنار</w:t>
      </w:r>
      <w:r>
        <w:rPr>
          <w:rFonts w:hint="cs"/>
          <w:rtl/>
        </w:rPr>
        <w:t>!</w:t>
      </w:r>
    </w:p>
    <w:p w:rsidR="00A87899" w:rsidRDefault="00A87899" w:rsidP="00541E11">
      <w:pPr>
        <w:pStyle w:val="libBold2"/>
        <w:rPr>
          <w:rtl/>
        </w:rPr>
      </w:pPr>
      <w:r w:rsidRPr="004E5E02">
        <w:rPr>
          <w:rtl/>
        </w:rPr>
        <w:t>فقال الحسين (عليه السّلام)</w:t>
      </w:r>
      <w:r>
        <w:rPr>
          <w:rtl/>
        </w:rPr>
        <w:t xml:space="preserve"> : </w:t>
      </w:r>
      <w:r w:rsidRPr="004E5E02">
        <w:rPr>
          <w:rtl/>
        </w:rPr>
        <w:t xml:space="preserve">«بل </w:t>
      </w:r>
      <w:r>
        <w:rPr>
          <w:rFonts w:hint="cs"/>
          <w:rtl/>
        </w:rPr>
        <w:t xml:space="preserve">ـ </w:t>
      </w:r>
      <w:r w:rsidRPr="004E5E02">
        <w:rPr>
          <w:rtl/>
        </w:rPr>
        <w:t xml:space="preserve">إن شاء الله </w:t>
      </w:r>
      <w:r>
        <w:rPr>
          <w:rFonts w:hint="cs"/>
          <w:rtl/>
        </w:rPr>
        <w:t xml:space="preserve">ـ </w:t>
      </w:r>
      <w:r w:rsidRPr="004E5E02">
        <w:rPr>
          <w:rtl/>
        </w:rPr>
        <w:t>برحمة ربّي عزّ وجلّ</w:t>
      </w:r>
      <w:r>
        <w:rPr>
          <w:rtl/>
        </w:rPr>
        <w:t xml:space="preserve"> ، </w:t>
      </w:r>
      <w:r w:rsidRPr="004E5E02">
        <w:rPr>
          <w:rtl/>
        </w:rPr>
        <w:t>وشفاعة نبيّي (صلّى الله عليه وآله</w:t>
      </w:r>
      <w:r w:rsidRPr="004E5E02">
        <w:rPr>
          <w:rFonts w:hint="cs"/>
          <w:rtl/>
        </w:rPr>
        <w:t>)</w:t>
      </w:r>
      <w:r w:rsidRPr="004E5E02">
        <w:rPr>
          <w:rtl/>
        </w:rPr>
        <w:t>».</w:t>
      </w:r>
    </w:p>
    <w:p w:rsidR="00A87899" w:rsidRDefault="00A87899" w:rsidP="00541E11">
      <w:pPr>
        <w:pStyle w:val="libNormal"/>
        <w:rPr>
          <w:rtl/>
        </w:rPr>
      </w:pPr>
      <w:r>
        <w:rPr>
          <w:rtl/>
        </w:rPr>
        <w:t>إنّها منتهى الضراوة والوحشية من جيش الكوفة ، ولكنّها منتهى الغاية في إتمام الحجّة عليهم من الإمام الحسين (عليه السّلام).</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مختصر تاريخ دمشق ـ لابن منظور 7 / 146</w:t>
      </w:r>
      <w:r>
        <w:rPr>
          <w:rtl/>
        </w:rPr>
        <w:t xml:space="preserve"> ، </w:t>
      </w:r>
      <w:r w:rsidRPr="00E7395C">
        <w:rPr>
          <w:rtl/>
        </w:rPr>
        <w:t>تحتوي الروايتان اللتان رواهما ابن عساكر على طلب الإمام (عليه السّلام) المسير إلى يزيد لكن الروايات الصحيحة خالية من ذلك</w:t>
      </w:r>
      <w:r>
        <w:rPr>
          <w:rtl/>
        </w:rPr>
        <w:t xml:space="preserve"> ، </w:t>
      </w:r>
      <w:r w:rsidRPr="00E7395C">
        <w:rPr>
          <w:rtl/>
        </w:rPr>
        <w:t>بل روى عن عقبة بن سمعان قوله</w:t>
      </w:r>
      <w:r>
        <w:rPr>
          <w:rtl/>
        </w:rPr>
        <w:t xml:space="preserve"> : </w:t>
      </w:r>
      <w:r w:rsidRPr="00E7395C">
        <w:rPr>
          <w:rtl/>
        </w:rPr>
        <w:t>صاحبت الحسين من المدينة إلى مكّة ومن مكّة إلى كربلاء</w:t>
      </w:r>
      <w:r>
        <w:rPr>
          <w:rtl/>
        </w:rPr>
        <w:t xml:space="preserve"> ، </w:t>
      </w:r>
      <w:r w:rsidRPr="00E7395C">
        <w:rPr>
          <w:rtl/>
        </w:rPr>
        <w:t>ولم أُفارقه في حال من الحالات</w:t>
      </w:r>
      <w:r>
        <w:rPr>
          <w:rtl/>
        </w:rPr>
        <w:t xml:space="preserve"> ، </w:t>
      </w:r>
      <w:r w:rsidRPr="00E7395C">
        <w:rPr>
          <w:rtl/>
        </w:rPr>
        <w:t>فما سمعت منه أن يقول</w:t>
      </w:r>
      <w:r>
        <w:rPr>
          <w:rtl/>
        </w:rPr>
        <w:t xml:space="preserve"> : </w:t>
      </w:r>
      <w:r w:rsidRPr="00E7395C">
        <w:rPr>
          <w:rtl/>
        </w:rPr>
        <w:t xml:space="preserve">«دعوني آتي يزيد» لاحظ تاريخ دمشق ـ ترجمة الإمام الحسين (عليه السّلام) </w:t>
      </w:r>
      <w:r>
        <w:rPr>
          <w:rtl/>
        </w:rPr>
        <w:t>ص</w:t>
      </w:r>
      <w:r w:rsidRPr="00E7395C">
        <w:rPr>
          <w:rtl/>
        </w:rPr>
        <w:t xml:space="preserve"> 220 هامش مع أنّه لو أُضيفت تلك إلى الخيارات لكانت أربعاً</w:t>
      </w:r>
      <w:r>
        <w:rPr>
          <w:rFonts w:hint="cs"/>
          <w:rtl/>
        </w:rPr>
        <w:t>!</w:t>
      </w:r>
      <w:r w:rsidRPr="00E7395C">
        <w:rPr>
          <w:rtl/>
        </w:rPr>
        <w:t xml:space="preserve"> بينما المتن ينصّ على أنّها ثلاث</w:t>
      </w:r>
      <w:r>
        <w:rPr>
          <w:rFonts w:hint="cs"/>
          <w:rtl/>
        </w:rPr>
        <w:t>!!</w:t>
      </w:r>
      <w:r w:rsidRPr="00E7395C">
        <w:rPr>
          <w:rtl/>
        </w:rPr>
        <w:t xml:space="preserve"> ولاحظ الهامش الآتي.</w:t>
      </w:r>
    </w:p>
    <w:p w:rsidR="00A87899" w:rsidRDefault="00A87899" w:rsidP="00541E11">
      <w:pPr>
        <w:pStyle w:val="libNormal"/>
        <w:rPr>
          <w:rtl/>
        </w:rPr>
      </w:pPr>
      <w:r w:rsidRPr="00E7395C">
        <w:rPr>
          <w:rtl/>
        </w:rPr>
        <w:br w:type="page"/>
      </w:r>
      <w:r>
        <w:rPr>
          <w:rtl/>
        </w:rPr>
        <w:lastRenderedPageBreak/>
        <w:t>لقد كشف الإمامُ (عليه السّلام) بعرض هذه الأُمور عن مدى قساوة هؤلاء ، كما كشف عن جهلهم بسُنّة الرسول (صلّى الله عليه وآله) التي يدّعون الانتماء إليها والدفاع عنها.</w:t>
      </w:r>
    </w:p>
    <w:p w:rsidR="00A87899" w:rsidRDefault="00A87899" w:rsidP="00541E11">
      <w:pPr>
        <w:pStyle w:val="libNormal"/>
        <w:rPr>
          <w:rtl/>
        </w:rPr>
      </w:pPr>
      <w:r>
        <w:rPr>
          <w:rtl/>
        </w:rPr>
        <w:t xml:space="preserve">وحين رفضوا الخيارات التي عرضها بكلمة النفي «لا» فإنّ الخيار الثالث مهما كانت صيغته فإنّه لم يقابَلْ إلاّ بالسلاح </w:t>
      </w:r>
      <w:r w:rsidRPr="00541E11">
        <w:rPr>
          <w:rStyle w:val="libFootnotenumChar"/>
          <w:rtl/>
        </w:rPr>
        <w:t>(</w:t>
      </w:r>
      <w:r w:rsidRPr="00541E11">
        <w:rPr>
          <w:rStyle w:val="libFootnotenumChar"/>
          <w:rFonts w:hint="cs"/>
          <w:rtl/>
        </w:rPr>
        <w:t>1</w:t>
      </w:r>
      <w:r w:rsidRPr="00541E11">
        <w:rPr>
          <w:rStyle w:val="libFootnotenumChar"/>
          <w:rtl/>
        </w:rPr>
        <w:t>)</w:t>
      </w:r>
      <w:r>
        <w:rPr>
          <w:rtl/>
        </w:rPr>
        <w:t>.</w:t>
      </w:r>
    </w:p>
    <w:p w:rsidR="00A87899" w:rsidRDefault="00A87899" w:rsidP="00541E11">
      <w:pPr>
        <w:pStyle w:val="libNormal"/>
        <w:rPr>
          <w:rtl/>
        </w:rPr>
      </w:pPr>
      <w:r>
        <w:rPr>
          <w:rtl/>
        </w:rPr>
        <w:t>وهذا لا يصدر ممّن له وجدان وضمير وإنسانية فضلاً عن الّذين يدّعون الانتساب إلى الإسلام دين الرحمة والسلام والحقّ والعدل!</w:t>
      </w:r>
    </w:p>
    <w:p w:rsidR="00A87899" w:rsidRDefault="00A87899" w:rsidP="00541E11">
      <w:pPr>
        <w:pStyle w:val="libNormal"/>
        <w:rPr>
          <w:rtl/>
        </w:rPr>
      </w:pPr>
      <w:r>
        <w:rPr>
          <w:rtl/>
        </w:rPr>
        <w:t>إنّ عروض الحسين (عليه السّلام) هذه تكشف بجلاء عن مدى بُعْدِ الأُمّة</w:t>
      </w:r>
      <w:r>
        <w:rPr>
          <w:rFonts w:hint="cs"/>
          <w:rtl/>
        </w:rPr>
        <w:t xml:space="preserve"> </w:t>
      </w:r>
      <w:r>
        <w:rPr>
          <w:rtl/>
        </w:rPr>
        <w:t>المسلمة عن دين الإسلام ولمّا يمضِ على وفاة النبيّ (صلّى الله عليه وآله) نصفُ قرن ، خمسون عاماً فقط!</w:t>
      </w:r>
    </w:p>
    <w:p w:rsidR="00A87899" w:rsidRDefault="00A87899" w:rsidP="00541E11">
      <w:pPr>
        <w:pStyle w:val="libNormal"/>
        <w:rPr>
          <w:rtl/>
        </w:rPr>
      </w:pPr>
      <w:r>
        <w:rPr>
          <w:rtl/>
        </w:rPr>
        <w:t>وإنّ المسلمين لم يتعمقوا في فهم التعاليم القيّمة التي جاء بها الإسلام ولم يتخلّوا تماماً من روح الجاهليّة الأُولى الكامنة في نفوسهم فلا زالوا يتحرّكون بها ، ولا زالت أعراف الجاهليّة وعاداتها في حبّها لسفك الدماء ، وهتك الأعراض ، وخيانة الوعود ، ونبذ العهود ، وخفر الجوار ، وهتك الذمار تملأ نفوسهم ، وتعشعش في عقولهم.</w:t>
      </w:r>
    </w:p>
    <w:p w:rsidR="00A87899" w:rsidRDefault="00A87899" w:rsidP="00541E11">
      <w:pPr>
        <w:pStyle w:val="libNormal"/>
        <w:rPr>
          <w:rtl/>
        </w:rPr>
      </w:pPr>
      <w:r>
        <w:rPr>
          <w:rtl/>
        </w:rPr>
        <w:t>وأبان الإمام الحسين (عليه السّلام) أنّ المسلمين يومذاك قد استولى عليهم الحكّام إلى حدّ الانقياد لهم في معصية الله ، وإلى حدّ الذُلّ والخضوع والطاعة لمن</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w:t>
      </w:r>
      <w:r>
        <w:rPr>
          <w:rFonts w:hint="cs"/>
          <w:rtl/>
        </w:rPr>
        <w:t>1</w:t>
      </w:r>
      <w:r w:rsidRPr="00E7395C">
        <w:rPr>
          <w:rtl/>
        </w:rPr>
        <w:t>) لقد اختلف الرواة في صيغة الخيار الثالث الذي عبّر عنه الإمام الحسين (عليه السّلام) فقال الأكثرون أنه عَرَضَ عليهم الرجوع إلى مدينة جدّه الرسول (صلّى الله عليه وآله) فقوبل بالسلاح</w:t>
      </w:r>
      <w:r>
        <w:rPr>
          <w:rtl/>
        </w:rPr>
        <w:t xml:space="preserve"> ، </w:t>
      </w:r>
      <w:r w:rsidRPr="00E7395C">
        <w:rPr>
          <w:rtl/>
        </w:rPr>
        <w:t>ولكنّ الاُمويِّين افتأتوا صيغة اُخرى حاصلها أنّه يذهب إلى يزيد فيضع يده في يده</w:t>
      </w:r>
      <w:r>
        <w:rPr>
          <w:rtl/>
        </w:rPr>
        <w:t xml:space="preserve"> ، </w:t>
      </w:r>
      <w:r w:rsidRPr="00E7395C">
        <w:rPr>
          <w:rtl/>
        </w:rPr>
        <w:t>أو يرى فيه رأيه! لكن مقابلتهم لهذا الخيار بالسلاح دليل على عدم صدق هذا الافتيات</w:t>
      </w:r>
      <w:r>
        <w:rPr>
          <w:rtl/>
        </w:rPr>
        <w:t xml:space="preserve"> ، </w:t>
      </w:r>
      <w:r w:rsidRPr="00E7395C">
        <w:rPr>
          <w:rtl/>
        </w:rPr>
        <w:t>إذ معنى ذلك التسليم والوقوع في أيديهم</w:t>
      </w:r>
      <w:r>
        <w:rPr>
          <w:rtl/>
        </w:rPr>
        <w:t xml:space="preserve"> ، </w:t>
      </w:r>
      <w:r w:rsidRPr="00E7395C">
        <w:rPr>
          <w:rtl/>
        </w:rPr>
        <w:t>فما لهم لا يقبلونه منه ولا يقابلونه إلاّ بالسلاح؟!</w:t>
      </w:r>
    </w:p>
    <w:p w:rsidR="00A87899" w:rsidRDefault="00A87899" w:rsidP="00541E11">
      <w:pPr>
        <w:pStyle w:val="libNormal0"/>
        <w:rPr>
          <w:rtl/>
        </w:rPr>
      </w:pPr>
      <w:r>
        <w:rPr>
          <w:rtl/>
        </w:rPr>
        <w:br w:type="page"/>
      </w:r>
      <w:r>
        <w:rPr>
          <w:rtl/>
        </w:rPr>
        <w:lastRenderedPageBreak/>
        <w:t>بيده القوّة ـ حبّاً للحياة الدنيا ـ مهما كان الحاكم في شخصه وفعله ، وتصرّفه وقوله وفكره</w:t>
      </w:r>
      <w:r>
        <w:rPr>
          <w:rFonts w:hint="cs"/>
          <w:rtl/>
        </w:rPr>
        <w:t xml:space="preserve"> :</w:t>
      </w:r>
      <w:r>
        <w:rPr>
          <w:rtl/>
        </w:rPr>
        <w:t xml:space="preserve"> شناعةً وقباحةً ، وفساداً وجوراً ، وخِسّةً ووحشيّةً.</w:t>
      </w:r>
    </w:p>
    <w:p w:rsidR="00A87899" w:rsidRDefault="00A87899" w:rsidP="00541E11">
      <w:pPr>
        <w:pStyle w:val="libNormal"/>
        <w:rPr>
          <w:rtl/>
        </w:rPr>
      </w:pPr>
      <w:r>
        <w:rPr>
          <w:rtl/>
        </w:rPr>
        <w:t>وفي كلّ هذا ردّ كاف على الرأي القائل بأنّ للأُمّة «عِصْمةً» في تعيين مصير السياسة المهمّة التي تتعلّق بدين الناس ودنياهم ، وتبنى عليها الأعراض والأموال والنفوس</w:t>
      </w:r>
      <w:r>
        <w:rPr>
          <w:rFonts w:hint="cs"/>
          <w:rtl/>
        </w:rPr>
        <w:t>!</w:t>
      </w:r>
    </w:p>
    <w:p w:rsidR="00A87899" w:rsidRDefault="00A87899" w:rsidP="00541E11">
      <w:pPr>
        <w:pStyle w:val="libNormal"/>
        <w:rPr>
          <w:rtl/>
        </w:rPr>
      </w:pPr>
      <w:r>
        <w:rPr>
          <w:rtl/>
        </w:rPr>
        <w:t>فقد كشف الإمامُ الحسين (عليه السّلام) بخطاباته ، ومواقفه ، وبشهادته أنّ الأُمّة المسلمة إذا كانت بعد مضيّ خمسين عاماً لم تعِ ولم تدرك ما عرض عليها من الحقائق الواضحة ، وقد أوغلوا في الجهل إلى حدّ الإقدام على قتل سبط نبيّهم</w:t>
      </w:r>
      <w:r>
        <w:rPr>
          <w:rFonts w:hint="cs"/>
          <w:rtl/>
        </w:rPr>
        <w:t>!</w:t>
      </w:r>
      <w:r>
        <w:rPr>
          <w:rtl/>
        </w:rPr>
        <w:t xml:space="preserve"> وأسر بناته وأهله</w:t>
      </w:r>
      <w:r>
        <w:rPr>
          <w:rFonts w:hint="cs"/>
          <w:rtl/>
        </w:rPr>
        <w:t>!</w:t>
      </w:r>
    </w:p>
    <w:p w:rsidR="00A87899" w:rsidRDefault="00A87899" w:rsidP="00541E11">
      <w:pPr>
        <w:pStyle w:val="libNormal"/>
        <w:rPr>
          <w:rtl/>
        </w:rPr>
      </w:pPr>
      <w:r>
        <w:rPr>
          <w:rtl/>
        </w:rPr>
        <w:t>إذا بلغَ وَعْيُ الأُمّة بعد خمسين سنة من حكم الخلفاء باسم الإسلام إلى هذا الحدّ المتردّي من الجهل والتدني والانحطاط والوحشيّة الذي هو عين «اللاوعي» بالرغم من تكاثف الأعوام وتكرّر المفاهيم التي جاء بها الإسلام بقرآنه وسُنّته ، وسيرة أصحابه ، أمام مرأى الأُمّة ومسامعها</w:t>
      </w:r>
      <w:r>
        <w:rPr>
          <w:rFonts w:hint="cs"/>
          <w:rtl/>
        </w:rPr>
        <w:t>!</w:t>
      </w:r>
    </w:p>
    <w:p w:rsidR="00A87899" w:rsidRDefault="00A87899" w:rsidP="00541E11">
      <w:pPr>
        <w:pStyle w:val="libNormal"/>
        <w:rPr>
          <w:rtl/>
        </w:rPr>
      </w:pPr>
      <w:r>
        <w:rPr>
          <w:rtl/>
        </w:rPr>
        <w:t>فكيف بهذه الأُمّة قبل خمسين عاماً ، وفي السنة التي توفّي فيها نبيّهم (صلّى الله عليه وآله)</w:t>
      </w:r>
      <w:r>
        <w:rPr>
          <w:rFonts w:hint="cs"/>
          <w:rtl/>
        </w:rPr>
        <w:t xml:space="preserve"> </w:t>
      </w:r>
      <w:r>
        <w:rPr>
          <w:rtl/>
        </w:rPr>
        <w:t>حين يُدّعى أنّها أجمعتْ ـ لو تمّ ثمّ الإجماعُ ـ على تنصيب خليفة لأنفسهم ، يقوم مقام الرسول (صلّى الله عليه وآله) ، ذلك المقام الجليل المقدّس والمهمّ؟!</w:t>
      </w:r>
    </w:p>
    <w:p w:rsidR="00A87899" w:rsidRDefault="00A87899" w:rsidP="00541E11">
      <w:pPr>
        <w:pStyle w:val="libNormal"/>
        <w:rPr>
          <w:rtl/>
        </w:rPr>
      </w:pPr>
      <w:r>
        <w:rPr>
          <w:rtl/>
        </w:rPr>
        <w:t>فإذا كانت الأُمّة في عصر الحسين (عليه السّلام) لم تبلغ الرشد في عامها الخمسين أن تعي من أمر الخليفة والولاة ، يزيد وابن زياد ، ما يبعثها على رفضهما ، والابتعاد عن خطّتهما ، أو الانعزال والتبرّؤ من أعمالهما ، بل بلغ بها الجهلُ والغيُّ أن أطاعتهما إلى حدّ الإقدام على قتل سيّد شباب أهل الجنّة ، سبط</w:t>
      </w:r>
    </w:p>
    <w:p w:rsidR="00A87899" w:rsidRDefault="00A87899" w:rsidP="00541E11">
      <w:pPr>
        <w:pStyle w:val="libNormal0"/>
        <w:rPr>
          <w:rtl/>
        </w:rPr>
      </w:pPr>
      <w:r>
        <w:rPr>
          <w:rtl/>
        </w:rPr>
        <w:br w:type="page"/>
      </w:r>
      <w:r>
        <w:rPr>
          <w:rtl/>
        </w:rPr>
        <w:lastRenderedPageBreak/>
        <w:t>النبي (صلّى الله عليه وآله)</w:t>
      </w:r>
      <w:r>
        <w:rPr>
          <w:rFonts w:hint="cs"/>
          <w:rtl/>
        </w:rPr>
        <w:t>؟!</w:t>
      </w:r>
    </w:p>
    <w:p w:rsidR="00A87899" w:rsidRDefault="00A87899" w:rsidP="00541E11">
      <w:pPr>
        <w:pStyle w:val="libNormal"/>
        <w:rPr>
          <w:rtl/>
        </w:rPr>
      </w:pPr>
      <w:r>
        <w:rPr>
          <w:rtl/>
        </w:rPr>
        <w:t>فكيف تكون راشدةً في اختيار خليفة للرسول (صلّى الله عليه وآله) فور وفاته قبل خمسين عاماً ، وهي في حال الصِغَر؟!</w:t>
      </w:r>
    </w:p>
    <w:p w:rsidR="00A87899" w:rsidRDefault="00A87899" w:rsidP="00541E11">
      <w:pPr>
        <w:pStyle w:val="libNormal"/>
        <w:rPr>
          <w:rtl/>
        </w:rPr>
      </w:pPr>
      <w:r>
        <w:rPr>
          <w:rtl/>
        </w:rPr>
        <w:t>إنّ إثبات هذه الحقيقة الدامغة كان واحدة من نتائج ما قام به الإمام الحسين (عليه السّلام) من إتمام الحجّة يوم عاشوراء</w:t>
      </w:r>
      <w:r>
        <w:rPr>
          <w:rFonts w:hint="cs"/>
          <w:rtl/>
        </w:rPr>
        <w:t>!</w:t>
      </w:r>
    </w:p>
    <w:p w:rsidR="00A87899" w:rsidRDefault="00A87899" w:rsidP="00541E11">
      <w:pPr>
        <w:pStyle w:val="libNormal"/>
        <w:rPr>
          <w:rtl/>
        </w:rPr>
      </w:pPr>
      <w:r>
        <w:rPr>
          <w:rtl/>
        </w:rPr>
        <w:t xml:space="preserve">ومهما تكن آثار جهود الإمام (عليه السّلام) في خُطبه إلاّ أنّ الأرض لا تخلو من حجّة ، </w:t>
      </w:r>
      <w:r>
        <w:rPr>
          <w:rFonts w:hint="cs"/>
          <w:rtl/>
        </w:rPr>
        <w:t>وقد</w:t>
      </w:r>
      <w:r>
        <w:rPr>
          <w:rtl/>
        </w:rPr>
        <w:t xml:space="preserve"> برز من بين تلك الجموع الكثيفة الغارقة في جهلها مَنْ وَعَى نداءات الحسين (عليه السّلام) ، وتحرّك وجدانه ، وأحسّ ضميره.</w:t>
      </w:r>
    </w:p>
    <w:p w:rsidR="00A87899" w:rsidRDefault="00A87899" w:rsidP="00541E11">
      <w:pPr>
        <w:pStyle w:val="libNormal"/>
        <w:rPr>
          <w:rtl/>
        </w:rPr>
      </w:pPr>
      <w:r>
        <w:rPr>
          <w:rtl/>
        </w:rPr>
        <w:t xml:space="preserve">فقد جاء في نهاية حديث عرض الإمام (عليه السّلام) للخيارات الثلاث ومواجهة جيش الكوفة لها بالرفض والسلاح ، أنّه </w:t>
      </w:r>
      <w:r>
        <w:rPr>
          <w:rFonts w:hint="cs"/>
          <w:rtl/>
        </w:rPr>
        <w:t>:</w:t>
      </w:r>
    </w:p>
    <w:p w:rsidR="00A87899" w:rsidRPr="00CE3B45" w:rsidRDefault="00A87899" w:rsidP="00541E11">
      <w:pPr>
        <w:pStyle w:val="libBold2"/>
        <w:rPr>
          <w:rtl/>
        </w:rPr>
      </w:pPr>
      <w:r w:rsidRPr="00CE3B45">
        <w:rPr>
          <w:rtl/>
        </w:rPr>
        <w:t>[ص220] كان مع عمر قريب من ثلاثين رجلاً من أهل الكوفة فقالوا</w:t>
      </w:r>
      <w:r>
        <w:rPr>
          <w:rtl/>
        </w:rPr>
        <w:t xml:space="preserve"> : </w:t>
      </w:r>
      <w:r w:rsidRPr="00CE3B45">
        <w:rPr>
          <w:rtl/>
        </w:rPr>
        <w:t>يعرض عليكم ابنُ بنت رسول الله (صلّى الله عليه وآله) ثلاث خصال فلا تقبلون شيئاً منها</w:t>
      </w:r>
      <w:r>
        <w:rPr>
          <w:rFonts w:hint="cs"/>
          <w:rtl/>
        </w:rPr>
        <w:t>؟</w:t>
      </w:r>
      <w:r w:rsidRPr="00CE3B45">
        <w:rPr>
          <w:rtl/>
        </w:rPr>
        <w:t>! فتحوّلوا مع الحسين (عليه السّلام) فقاتلوا.</w:t>
      </w:r>
    </w:p>
    <w:p w:rsidR="00A87899" w:rsidRDefault="00A87899" w:rsidP="00541E11">
      <w:pPr>
        <w:pStyle w:val="libNormal"/>
        <w:rPr>
          <w:rtl/>
        </w:rPr>
      </w:pPr>
      <w:r>
        <w:rPr>
          <w:rtl/>
        </w:rPr>
        <w:t>إنّ هؤلاء أبلغ حجّة على كلّ القوم ، حيث دلّ حديثهم على أنّ كلام الحسين (عليه السّلام) قد بلغ جيش الكوفة ، لكن رانَ على قلوبهم حبُّ الدنيا ، ونخوة الجاهليّة ، والعمى عن الحقّ فهم لا يهتدون.</w:t>
      </w:r>
    </w:p>
    <w:p w:rsidR="00A87899" w:rsidRDefault="00A87899" w:rsidP="00541E11">
      <w:pPr>
        <w:pStyle w:val="libNormal"/>
        <w:rPr>
          <w:rtl/>
        </w:rPr>
      </w:pPr>
      <w:r>
        <w:rPr>
          <w:rtl/>
        </w:rPr>
        <w:t>أيحقُّ بعد هذا كلّه لهذه الجماعة أنْ تدّعي أنّها أُمّة محمّد رسول الله (صلّى الله عليه وآله) ، وأنّها آمنت بدينه الإسلام وتريد أن تدخل الجنّة؟!</w:t>
      </w:r>
    </w:p>
    <w:p w:rsidR="00A87899" w:rsidRDefault="00A87899" w:rsidP="00541E11">
      <w:pPr>
        <w:pStyle w:val="libNormal"/>
        <w:rPr>
          <w:rtl/>
        </w:rPr>
      </w:pPr>
      <w:r>
        <w:rPr>
          <w:rtl/>
        </w:rPr>
        <w:t>وقد أشار إلى هذه المفارقة بعضهم لمّا قال</w:t>
      </w:r>
      <w:r>
        <w:rPr>
          <w:rFonts w:hint="cs"/>
          <w:rtl/>
        </w:rPr>
        <w:t xml:space="preserve"> :</w:t>
      </w:r>
    </w:p>
    <w:p w:rsidR="00A87899" w:rsidRPr="00CE3B45" w:rsidRDefault="00A87899" w:rsidP="00541E11">
      <w:pPr>
        <w:pStyle w:val="libBold2"/>
        <w:rPr>
          <w:rtl/>
        </w:rPr>
      </w:pPr>
      <w:r>
        <w:rPr>
          <w:rtl/>
        </w:rPr>
        <w:br w:type="page"/>
      </w:r>
      <w:r w:rsidRPr="00CE3B45">
        <w:rPr>
          <w:rtl/>
        </w:rPr>
        <w:lastRenderedPageBreak/>
        <w:t>[323]</w:t>
      </w:r>
      <w:r>
        <w:rPr>
          <w:rtl/>
        </w:rPr>
        <w:t xml:space="preserve"> : </w:t>
      </w:r>
      <w:r w:rsidRPr="00CE3B45">
        <w:rPr>
          <w:rtl/>
        </w:rPr>
        <w:t>لو كنتُ فيمن قَتَلَ الحسين ثمّ أُدخلتُ الجنّة لاستحييتُ أنْ أنظر إلى وَجْهِ النبي (صلّى الله عليه وآله).</w:t>
      </w:r>
    </w:p>
    <w:p w:rsidR="00A87899" w:rsidRDefault="00A87899" w:rsidP="00541E11">
      <w:pPr>
        <w:pStyle w:val="libNormal"/>
        <w:rPr>
          <w:rtl/>
        </w:rPr>
      </w:pPr>
      <w:r>
        <w:rPr>
          <w:rtl/>
        </w:rPr>
        <w:t>ولم يصرّح ، لأنّ مثل هذا الفرض قد قيل في بيئة لم يستبعد فيها لقاتل الحسين (عليه السّلام) أن يدخل الجنّة</w:t>
      </w:r>
      <w:r>
        <w:rPr>
          <w:rFonts w:hint="cs"/>
          <w:rtl/>
        </w:rPr>
        <w:t>!</w:t>
      </w:r>
    </w:p>
    <w:p w:rsidR="00A87899" w:rsidRDefault="00A87899" w:rsidP="00541E11">
      <w:pPr>
        <w:pStyle w:val="libNormal"/>
        <w:rPr>
          <w:rtl/>
        </w:rPr>
      </w:pPr>
      <w:r>
        <w:rPr>
          <w:rtl/>
        </w:rPr>
        <w:t>وهذا هو واحد من أوجه التردّي في الضلال ، والتقهقر في الوعي ، والتخلّف في الشعور ، والبعد عن الإسلام</w:t>
      </w:r>
      <w:r>
        <w:rPr>
          <w:rFonts w:hint="cs"/>
          <w:rtl/>
        </w:rPr>
        <w:t>!</w:t>
      </w:r>
    </w:p>
    <w:p w:rsidR="00A87899" w:rsidRDefault="00A87899" w:rsidP="00541E11">
      <w:pPr>
        <w:pStyle w:val="libNormal"/>
        <w:rPr>
          <w:rtl/>
        </w:rPr>
      </w:pPr>
      <w:r>
        <w:rPr>
          <w:rtl/>
        </w:rPr>
        <w:t xml:space="preserve">فكيف يحتمل أن يدخلَ الجنّة قاتل الحسين ـ سيّد شبابها ـ بينما </w:t>
      </w:r>
      <w:r w:rsidRPr="00541E11">
        <w:rPr>
          <w:rStyle w:val="libAlaemChar"/>
          <w:rtl/>
        </w:rPr>
        <w:t>(</w:t>
      </w:r>
      <w:r w:rsidRPr="00541E11">
        <w:rPr>
          <w:rStyle w:val="libAieChar"/>
          <w:rtl/>
        </w:rPr>
        <w:t>وَمَن يَقْتُلْ مُؤْمِناً مُتَعَمِّداً فَجَزَاؤُهُ جَهَنَّمُ خَالِداً فِيهَا</w:t>
      </w:r>
      <w:r w:rsidRPr="00541E11">
        <w:rPr>
          <w:rStyle w:val="libAlaemChar"/>
          <w:rtl/>
        </w:rPr>
        <w:t>)</w:t>
      </w:r>
      <w:r>
        <w:rPr>
          <w:rtl/>
        </w:rPr>
        <w:t xml:space="preserve"> كما يقول القرآن؟!</w:t>
      </w:r>
    </w:p>
    <w:p w:rsidR="00A87899" w:rsidRDefault="00A87899" w:rsidP="00541E11">
      <w:pPr>
        <w:pStyle w:val="libBold1"/>
        <w:rPr>
          <w:rtl/>
        </w:rPr>
      </w:pPr>
      <w:r>
        <w:rPr>
          <w:rtl/>
        </w:rPr>
        <w:t>العُريان</w:t>
      </w:r>
      <w:r>
        <w:rPr>
          <w:rFonts w:hint="cs"/>
          <w:rtl/>
        </w:rPr>
        <w:t xml:space="preserve"> :</w:t>
      </w:r>
    </w:p>
    <w:p w:rsidR="00A87899" w:rsidRDefault="00A87899" w:rsidP="00541E11">
      <w:pPr>
        <w:pStyle w:val="libNormal"/>
        <w:rPr>
          <w:rtl/>
        </w:rPr>
      </w:pPr>
      <w:r>
        <w:rPr>
          <w:rtl/>
        </w:rPr>
        <w:t>وقبل أن نغادر كربلاء ونودِّعَ «يوم عاشوراء» بآلامه وشجاه ، لا بُدّ أن نلقي نظرة وداع على تلك الجثث الطاهرة المضرّجة بدمائها في سبيل الإسلام ورسالته الكبرى.</w:t>
      </w:r>
    </w:p>
    <w:p w:rsidR="00A87899" w:rsidRDefault="00A87899" w:rsidP="00541E11">
      <w:pPr>
        <w:pStyle w:val="libNormal"/>
        <w:rPr>
          <w:rtl/>
        </w:rPr>
      </w:pPr>
      <w:r>
        <w:rPr>
          <w:rtl/>
        </w:rPr>
        <w:t>فإذا بِنا نشاهد مشهداً فظيعاً ، جسمَ الحسين (عليه السّلام) حبيبَ النبيّ (صلّى الله عليه وآله) ملقىً ، عارياً عن كلّ ما يورايه عن حرّ الشمس!</w:t>
      </w:r>
    </w:p>
    <w:p w:rsidR="00A87899" w:rsidRDefault="00A87899" w:rsidP="00541E11">
      <w:pPr>
        <w:pStyle w:val="libNormal"/>
        <w:rPr>
          <w:rtl/>
        </w:rPr>
      </w:pPr>
      <w:r>
        <w:rPr>
          <w:rtl/>
        </w:rPr>
        <w:t>ولقد جاء في الحديث أنّ الحسين (عليه السّلام) نفسه كان قد توقّع من لؤم القوم أن يجرّدوه من ثيابه</w:t>
      </w:r>
      <w:r>
        <w:rPr>
          <w:rFonts w:hint="cs"/>
          <w:rtl/>
        </w:rPr>
        <w:t xml:space="preserve"> :</w:t>
      </w:r>
    </w:p>
    <w:p w:rsidR="00A87899" w:rsidRPr="00CE3B45" w:rsidRDefault="00A87899" w:rsidP="00541E11">
      <w:pPr>
        <w:pStyle w:val="libBold2"/>
        <w:rPr>
          <w:rtl/>
        </w:rPr>
      </w:pPr>
      <w:r w:rsidRPr="00CE3B45">
        <w:rPr>
          <w:rtl/>
        </w:rPr>
        <w:t>[277] قال الحسين بن عليّ حين أحسَّ بالقتل</w:t>
      </w:r>
      <w:r>
        <w:rPr>
          <w:rtl/>
        </w:rPr>
        <w:t xml:space="preserve"> : </w:t>
      </w:r>
      <w:r w:rsidRPr="00CE3B45">
        <w:rPr>
          <w:rtl/>
        </w:rPr>
        <w:t>«ابغوني ثوباً لا يُرْغَبُ فيه أجعله تحتَ ثيابي</w:t>
      </w:r>
      <w:r>
        <w:rPr>
          <w:rFonts w:hint="cs"/>
          <w:rtl/>
        </w:rPr>
        <w:t>!</w:t>
      </w:r>
      <w:r w:rsidRPr="00CE3B45">
        <w:rPr>
          <w:rtl/>
        </w:rPr>
        <w:t xml:space="preserve"> لا أُجَرَّد»</w:t>
      </w:r>
      <w:r>
        <w:rPr>
          <w:rFonts w:hint="cs"/>
          <w:rtl/>
        </w:rPr>
        <w:t>!</w:t>
      </w:r>
    </w:p>
    <w:p w:rsidR="00A87899" w:rsidRDefault="00A87899" w:rsidP="00541E11">
      <w:pPr>
        <w:pStyle w:val="libBold2"/>
        <w:rPr>
          <w:rtl/>
        </w:rPr>
      </w:pPr>
      <w:r w:rsidRPr="00CE3B45">
        <w:rPr>
          <w:rtl/>
        </w:rPr>
        <w:t>فأخذ ثوباً</w:t>
      </w:r>
      <w:r>
        <w:rPr>
          <w:rtl/>
        </w:rPr>
        <w:t xml:space="preserve"> ، </w:t>
      </w:r>
      <w:r w:rsidRPr="00CE3B45">
        <w:rPr>
          <w:rtl/>
        </w:rPr>
        <w:t>فخرقه فجعله تحت ثيابه</w:t>
      </w:r>
      <w:r>
        <w:rPr>
          <w:rFonts w:hint="cs"/>
          <w:rtl/>
        </w:rPr>
        <w:t>!</w:t>
      </w:r>
    </w:p>
    <w:p w:rsidR="00A87899" w:rsidRDefault="00A87899" w:rsidP="00541E11">
      <w:pPr>
        <w:pStyle w:val="libNormal"/>
        <w:rPr>
          <w:rtl/>
        </w:rPr>
      </w:pPr>
      <w:r>
        <w:rPr>
          <w:rtl/>
        </w:rPr>
        <w:br w:type="page"/>
      </w:r>
      <w:r w:rsidRPr="00541E11">
        <w:rPr>
          <w:rStyle w:val="libBold2Char"/>
          <w:rtl/>
        </w:rPr>
        <w:lastRenderedPageBreak/>
        <w:t>فلمّا قُتِلَ جُرِّدَ صلوات الله عليه ورضوانه</w:t>
      </w:r>
      <w:r>
        <w:rPr>
          <w:rtl/>
        </w:rPr>
        <w:t xml:space="preserve"> </w:t>
      </w:r>
      <w:r w:rsidRPr="00541E11">
        <w:rPr>
          <w:rStyle w:val="libFootnotenumChar"/>
          <w:rtl/>
        </w:rPr>
        <w:t>(1)</w:t>
      </w:r>
      <w:r>
        <w:rPr>
          <w:rtl/>
        </w:rPr>
        <w:t>.</w:t>
      </w:r>
    </w:p>
    <w:p w:rsidR="00A87899" w:rsidRDefault="00A87899" w:rsidP="00541E11">
      <w:pPr>
        <w:pStyle w:val="libBold2"/>
        <w:rPr>
          <w:rtl/>
        </w:rPr>
      </w:pPr>
      <w:r w:rsidRPr="00CE3B45">
        <w:rPr>
          <w:rtl/>
        </w:rPr>
        <w:t>وا حسرتا على هذه الأُمّة!</w:t>
      </w:r>
    </w:p>
    <w:p w:rsidR="00A87899" w:rsidRDefault="00A87899" w:rsidP="00541E11">
      <w:pPr>
        <w:pStyle w:val="libNormal"/>
        <w:rPr>
          <w:rtl/>
        </w:rPr>
      </w:pPr>
      <w:r>
        <w:rPr>
          <w:rtl/>
        </w:rPr>
        <w:t>إلى أيّ حدّ وصلت إليه من اللؤم والرذالة ، والخبث والنذالة وهم يدّعون الانتماء إلى أفضل دين عرفته البشرية بتعاليمه الإنسانية القيّمة!</w:t>
      </w:r>
    </w:p>
    <w:p w:rsidR="00A87899" w:rsidRDefault="00A87899" w:rsidP="00541E11">
      <w:pPr>
        <w:pStyle w:val="libNormal"/>
        <w:rPr>
          <w:rtl/>
        </w:rPr>
      </w:pPr>
      <w:r>
        <w:rPr>
          <w:rtl/>
        </w:rPr>
        <w:t>أربعة آلاف في بداية القتال ، بلغوا اثنتي عشر ألفاً على بعض الأقوال ، وثلاثين ألفاً على أوسط الأقوال ، وأكثر على أقوال أُخر ، جنود الدولة الإسلاميّة ، ليس فيهم مَنْ يعرف من الإسلام أوّليات واجباته الأخلاقية! حقّاً إنّ من المستنكَر أن يدّعي أحدهم الإسلام!</w:t>
      </w:r>
    </w:p>
    <w:p w:rsidR="00A87899" w:rsidRDefault="00A87899" w:rsidP="00541E11">
      <w:pPr>
        <w:pStyle w:val="libNormal"/>
        <w:rPr>
          <w:rtl/>
        </w:rPr>
      </w:pPr>
      <w:r>
        <w:rPr>
          <w:rtl/>
        </w:rPr>
        <w:t xml:space="preserve">وقد ذُهلوا عن هذه الدعوى لمّا واجهتهم أُخت الحسين (عليه السّلام) بمثل هذا السؤال : </w:t>
      </w:r>
      <w:r w:rsidRPr="00541E11">
        <w:rPr>
          <w:rStyle w:val="libBold2Char"/>
          <w:rtl/>
        </w:rPr>
        <w:t>أما فيكم مسلم</w:t>
      </w:r>
      <w:r>
        <w:rPr>
          <w:rtl/>
        </w:rPr>
        <w:t>؟! فلم يُجبْها أحدٌ منهم</w:t>
      </w:r>
      <w:r>
        <w:rPr>
          <w:rFonts w:hint="cs"/>
          <w:rtl/>
        </w:rPr>
        <w:t>!</w:t>
      </w:r>
    </w:p>
    <w:p w:rsidR="00A87899" w:rsidRDefault="00A87899" w:rsidP="00541E11">
      <w:pPr>
        <w:pStyle w:val="libNormal"/>
        <w:rPr>
          <w:rtl/>
        </w:rPr>
      </w:pPr>
      <w:r>
        <w:rPr>
          <w:rtl/>
        </w:rPr>
        <w:t>وكيف يجرؤ على ادّعاء الإسلام مَنْ يُقدِمُ على هذا الإجرام الذي تأبى نفوس أحقر الناس وأفقرهم عن ارتكابه</w:t>
      </w:r>
      <w:r>
        <w:rPr>
          <w:rFonts w:hint="cs"/>
          <w:rtl/>
        </w:rPr>
        <w:t xml:space="preserve"> :</w:t>
      </w:r>
      <w:r>
        <w:rPr>
          <w:rtl/>
        </w:rPr>
        <w:t xml:space="preserve"> تجريد ابن بنت رسول الله (صلّى الله عليه وآله) من ثوب ممزّق ملطّخ بالدم!</w:t>
      </w:r>
    </w:p>
    <w:p w:rsidR="00A87899" w:rsidRDefault="00A87899" w:rsidP="00541E11">
      <w:pPr>
        <w:pStyle w:val="libNormal"/>
        <w:rPr>
          <w:rtl/>
        </w:rPr>
      </w:pPr>
      <w:r>
        <w:rPr>
          <w:rtl/>
        </w:rPr>
        <w:t>ولماذا؟!</w:t>
      </w:r>
    </w:p>
    <w:p w:rsidR="00A87899" w:rsidRDefault="00A87899" w:rsidP="00541E11">
      <w:pPr>
        <w:pStyle w:val="libNormal"/>
        <w:rPr>
          <w:rtl/>
        </w:rPr>
      </w:pPr>
      <w:r>
        <w:rPr>
          <w:rtl/>
        </w:rPr>
        <w:t>إنّه أمر يقزّز الشعور ، ويجرح العاطفة ، ويستدرّ العَبْرة.</w:t>
      </w:r>
    </w:p>
    <w:p w:rsidR="00A87899" w:rsidRDefault="00A87899" w:rsidP="00541E11">
      <w:pPr>
        <w:pStyle w:val="libNormal"/>
        <w:rPr>
          <w:rtl/>
        </w:rPr>
      </w:pPr>
      <w:r>
        <w:rPr>
          <w:rtl/>
        </w:rPr>
        <w:t>لكنّهم فعلوا كلّ ذلك وهم يزعمون أنّهم مسلمون عَرَب!</w:t>
      </w:r>
    </w:p>
    <w:p w:rsidR="00A87899" w:rsidRDefault="00A87899" w:rsidP="00541E11">
      <w:pPr>
        <w:pStyle w:val="libNormal"/>
        <w:rPr>
          <w:rtl/>
        </w:rPr>
      </w:pPr>
      <w:r>
        <w:rPr>
          <w:rtl/>
        </w:rPr>
        <w:t xml:space="preserve">أمّا الحسين (عليه السّلام) فقد فَنَّدَ بمواقفه وتضحياته مزاعمهم ، كما صرّح في خطاباته بانتفائهم عن كلّ ما ينتمون إليه حين صاح بهم </w:t>
      </w:r>
      <w:r>
        <w:rPr>
          <w:rFonts w:hint="cs"/>
          <w:rtl/>
        </w:rPr>
        <w:t>:</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مختصر تاريخ دمشق ـ لابن منظور 7 / 147.</w:t>
      </w:r>
    </w:p>
    <w:p w:rsidR="00A87899" w:rsidRDefault="00A87899" w:rsidP="00541E11">
      <w:pPr>
        <w:pStyle w:val="libBold2"/>
        <w:rPr>
          <w:rtl/>
        </w:rPr>
      </w:pPr>
      <w:r w:rsidRPr="00E7395C">
        <w:rPr>
          <w:rtl/>
        </w:rPr>
        <w:br w:type="page"/>
      </w:r>
      <w:r w:rsidRPr="00CE3B45">
        <w:rPr>
          <w:rtl/>
        </w:rPr>
        <w:lastRenderedPageBreak/>
        <w:t>«ويْحَكُم يا شيعة آل أبي سفيان!</w:t>
      </w:r>
    </w:p>
    <w:p w:rsidR="00A87899" w:rsidRDefault="00A87899" w:rsidP="00541E11">
      <w:pPr>
        <w:pStyle w:val="libBold2"/>
        <w:rPr>
          <w:rtl/>
        </w:rPr>
      </w:pPr>
      <w:r w:rsidRPr="00CE3B45">
        <w:rPr>
          <w:rtl/>
        </w:rPr>
        <w:t>إن لم يكن لكم دين</w:t>
      </w:r>
      <w:r>
        <w:rPr>
          <w:rtl/>
        </w:rPr>
        <w:t xml:space="preserve"> ، </w:t>
      </w:r>
      <w:r w:rsidRPr="00CE3B45">
        <w:rPr>
          <w:rtl/>
        </w:rPr>
        <w:t>وكنتم لا تخافون المعاد</w:t>
      </w:r>
      <w:r>
        <w:rPr>
          <w:rtl/>
        </w:rPr>
        <w:t xml:space="preserve"> ، </w:t>
      </w:r>
      <w:r w:rsidRPr="00CE3B45">
        <w:rPr>
          <w:rtl/>
        </w:rPr>
        <w:t>فكونوا أحراراً في دنياكم إن كنتم عرباً كما تزعمُون»</w:t>
      </w:r>
      <w:r>
        <w:rPr>
          <w:rtl/>
        </w:rPr>
        <w:t xml:space="preserve"> </w:t>
      </w:r>
      <w:r w:rsidRPr="00541E11">
        <w:rPr>
          <w:rStyle w:val="libFootnotenumChar"/>
          <w:rtl/>
        </w:rPr>
        <w:t>(</w:t>
      </w:r>
      <w:r w:rsidRPr="00541E11">
        <w:rPr>
          <w:rStyle w:val="libFootnotenumChar"/>
          <w:rFonts w:hint="cs"/>
          <w:rtl/>
        </w:rPr>
        <w:t>1</w:t>
      </w:r>
      <w:r w:rsidRPr="00541E11">
        <w:rPr>
          <w:rStyle w:val="libFootnotenumChar"/>
          <w:rtl/>
        </w:rPr>
        <w:t>)</w:t>
      </w:r>
      <w:r>
        <w:rPr>
          <w:rFonts w:hint="cs"/>
          <w:rtl/>
        </w:rPr>
        <w:t>!</w:t>
      </w:r>
    </w:p>
    <w:p w:rsidR="00A87899" w:rsidRDefault="00A87899" w:rsidP="00541E11">
      <w:pPr>
        <w:pStyle w:val="libNormal"/>
        <w:rPr>
          <w:rtl/>
        </w:rPr>
      </w:pPr>
      <w:r>
        <w:rPr>
          <w:rtl/>
        </w:rPr>
        <w:t>فقد نفى أن يكون لهم «دين» يعتقدون بأحكامه ، ولا مسلمين يخافون المعاد الذي يخافُه كلّ ملّيٍّ معتقد ، فيمتنع من ارتكاب الأصغر من تلك الجرائم النكراء البشعة!</w:t>
      </w:r>
    </w:p>
    <w:p w:rsidR="00A87899" w:rsidRDefault="00A87899" w:rsidP="00541E11">
      <w:pPr>
        <w:pStyle w:val="libNormal"/>
        <w:rPr>
          <w:rtl/>
        </w:rPr>
      </w:pPr>
      <w:r>
        <w:rPr>
          <w:rtl/>
        </w:rPr>
        <w:t>ونفى أن يكونوا «عرباً» لأن للعُروبة عند أهلها قوانين وسُنناً وآداباً وموازين ، أقلّها الشعور بالتحرّر والإباء والحميّة والمروءة والتأنُّف من ارتكاب المآثم الدنيئة والاعتداءات الحقيرة.</w:t>
      </w:r>
    </w:p>
    <w:p w:rsidR="00A87899" w:rsidRDefault="00A87899" w:rsidP="00541E11">
      <w:pPr>
        <w:pStyle w:val="libNormal"/>
        <w:rPr>
          <w:rtl/>
        </w:rPr>
      </w:pPr>
      <w:r>
        <w:rPr>
          <w:rtl/>
        </w:rPr>
        <w:t>أمّا هؤلاء «</w:t>
      </w:r>
      <w:r w:rsidRPr="00541E11">
        <w:rPr>
          <w:rStyle w:val="libBold2Char"/>
          <w:rtl/>
        </w:rPr>
        <w:t>المسلمونَ</w:t>
      </w:r>
      <w:r>
        <w:rPr>
          <w:rtl/>
        </w:rPr>
        <w:t>» و «</w:t>
      </w:r>
      <w:r w:rsidRPr="00541E11">
        <w:rPr>
          <w:rStyle w:val="libBold2Char"/>
          <w:rtl/>
        </w:rPr>
        <w:t>العَرَبُ</w:t>
      </w:r>
      <w:r>
        <w:rPr>
          <w:rtl/>
        </w:rPr>
        <w:t>» فهم الممسوخُون المغمُورون في الرذيلة إلى حدّ الغباء والعمى ، لبعدهم عن الحقّ وانضوائهم تحت لواء الباطل.</w:t>
      </w:r>
    </w:p>
    <w:p w:rsidR="00A87899" w:rsidRDefault="00A87899" w:rsidP="00541E11">
      <w:pPr>
        <w:pStyle w:val="libNormal"/>
        <w:rPr>
          <w:rtl/>
        </w:rPr>
      </w:pPr>
      <w:r>
        <w:rPr>
          <w:rtl/>
        </w:rPr>
        <w:t>وظلّت كربلاء ويوم عاشوراء وصمة عار على جَبينِ التاريخ الإسلاميّ وعلى جبين أهل القرن الأوّل ، لا يمحوها الدهر ، ولا يغسلها الزمن.</w:t>
      </w:r>
    </w:p>
    <w:p w:rsidR="00A87899" w:rsidRDefault="00A87899" w:rsidP="00541E11">
      <w:pPr>
        <w:pStyle w:val="libFootnote0"/>
        <w:rPr>
          <w:rtl/>
        </w:rPr>
      </w:pPr>
      <w:r w:rsidRPr="00E7395C">
        <w:rPr>
          <w:rtl/>
        </w:rPr>
        <w:t>____________________</w:t>
      </w:r>
    </w:p>
    <w:p w:rsidR="00A87899" w:rsidRPr="00E7395C" w:rsidRDefault="00A87899" w:rsidP="00541E11">
      <w:pPr>
        <w:pStyle w:val="libFootnote0"/>
        <w:rPr>
          <w:rtl/>
        </w:rPr>
      </w:pPr>
      <w:r w:rsidRPr="00E7395C">
        <w:rPr>
          <w:rtl/>
        </w:rPr>
        <w:t>(</w:t>
      </w:r>
      <w:r>
        <w:rPr>
          <w:rFonts w:hint="cs"/>
          <w:rtl/>
        </w:rPr>
        <w:t>1</w:t>
      </w:r>
      <w:r w:rsidRPr="00E7395C">
        <w:rPr>
          <w:rtl/>
        </w:rPr>
        <w:t>) رواه أصحاب المقاتل</w:t>
      </w:r>
      <w:r>
        <w:rPr>
          <w:rtl/>
        </w:rPr>
        <w:t xml:space="preserve"> ، </w:t>
      </w:r>
      <w:r w:rsidRPr="00E7395C">
        <w:rPr>
          <w:rtl/>
        </w:rPr>
        <w:t xml:space="preserve">انظر الإيقاد </w:t>
      </w:r>
      <w:r>
        <w:rPr>
          <w:rtl/>
        </w:rPr>
        <w:t>ص</w:t>
      </w:r>
      <w:r w:rsidRPr="00E7395C">
        <w:rPr>
          <w:rtl/>
        </w:rPr>
        <w:t xml:space="preserve"> 129 ومقتل الحسين (عليه السّلام) للمقرّم </w:t>
      </w:r>
      <w:r>
        <w:rPr>
          <w:rFonts w:hint="cs"/>
          <w:rtl/>
        </w:rPr>
        <w:t>: ص</w:t>
      </w:r>
      <w:r w:rsidRPr="00E7395C">
        <w:rPr>
          <w:rtl/>
        </w:rPr>
        <w:t xml:space="preserve"> 275.</w:t>
      </w:r>
    </w:p>
    <w:p w:rsidR="00A87899" w:rsidRDefault="00A87899" w:rsidP="00A87899">
      <w:pPr>
        <w:pStyle w:val="Heading1Center"/>
        <w:rPr>
          <w:rtl/>
        </w:rPr>
      </w:pPr>
      <w:r>
        <w:rPr>
          <w:rtl/>
        </w:rPr>
        <w:br w:type="page"/>
      </w:r>
      <w:r>
        <w:rPr>
          <w:rtl/>
        </w:rPr>
        <w:lastRenderedPageBreak/>
        <w:br w:type="page"/>
      </w:r>
      <w:bookmarkStart w:id="86" w:name="_Toc416693863"/>
      <w:bookmarkStart w:id="87" w:name="_Toc416696107"/>
      <w:r>
        <w:rPr>
          <w:rtl/>
        </w:rPr>
        <w:lastRenderedPageBreak/>
        <w:t>الباب الرابع</w:t>
      </w:r>
      <w:bookmarkEnd w:id="86"/>
      <w:bookmarkEnd w:id="87"/>
    </w:p>
    <w:p w:rsidR="00A87899" w:rsidRDefault="00A87899" w:rsidP="00A87899">
      <w:pPr>
        <w:pStyle w:val="Heading1Center"/>
        <w:rPr>
          <w:rtl/>
        </w:rPr>
      </w:pPr>
      <w:bookmarkStart w:id="88" w:name="_Toc416693864"/>
      <w:bookmarkStart w:id="89" w:name="_Toc416696108"/>
      <w:r>
        <w:rPr>
          <w:rtl/>
        </w:rPr>
        <w:t>أحداث بعد كربلاء</w:t>
      </w:r>
      <w:bookmarkEnd w:id="88"/>
      <w:bookmarkEnd w:id="89"/>
    </w:p>
    <w:p w:rsidR="00A87899" w:rsidRPr="002216AE" w:rsidRDefault="00A87899" w:rsidP="00541E11">
      <w:pPr>
        <w:pStyle w:val="libBold2"/>
        <w:rPr>
          <w:rtl/>
        </w:rPr>
      </w:pPr>
      <w:r w:rsidRPr="002216AE">
        <w:rPr>
          <w:rtl/>
        </w:rPr>
        <w:t>31 ـ مواقف متأخّرة</w:t>
      </w:r>
    </w:p>
    <w:p w:rsidR="00A87899" w:rsidRPr="002216AE" w:rsidRDefault="00A87899" w:rsidP="00541E11">
      <w:pPr>
        <w:pStyle w:val="libBold2"/>
        <w:rPr>
          <w:rtl/>
        </w:rPr>
      </w:pPr>
      <w:r w:rsidRPr="002216AE">
        <w:rPr>
          <w:rtl/>
        </w:rPr>
        <w:t>32 ـ أحزان الأحلام</w:t>
      </w:r>
    </w:p>
    <w:p w:rsidR="00A87899" w:rsidRPr="002216AE" w:rsidRDefault="00A87899" w:rsidP="00541E11">
      <w:pPr>
        <w:pStyle w:val="libBold2"/>
        <w:rPr>
          <w:rtl/>
        </w:rPr>
      </w:pPr>
      <w:r w:rsidRPr="002216AE">
        <w:rPr>
          <w:rtl/>
        </w:rPr>
        <w:t>33 ـ رثاء الطبيعة</w:t>
      </w:r>
    </w:p>
    <w:p w:rsidR="00A87899" w:rsidRPr="002216AE" w:rsidRDefault="00A87899" w:rsidP="00541E11">
      <w:pPr>
        <w:pStyle w:val="libBold2"/>
        <w:rPr>
          <w:rtl/>
        </w:rPr>
      </w:pPr>
      <w:r w:rsidRPr="002216AE">
        <w:rPr>
          <w:rtl/>
        </w:rPr>
        <w:t>34 ـ الأسى والرثاء</w:t>
      </w:r>
    </w:p>
    <w:p w:rsidR="00A87899" w:rsidRDefault="00A87899" w:rsidP="00541E11">
      <w:pPr>
        <w:pStyle w:val="libBold2"/>
        <w:rPr>
          <w:rtl/>
        </w:rPr>
      </w:pPr>
      <w:r w:rsidRPr="002216AE">
        <w:rPr>
          <w:rtl/>
        </w:rPr>
        <w:t>35 ـ الانتقام للدماء</w:t>
      </w:r>
    </w:p>
    <w:p w:rsidR="00A87899" w:rsidRDefault="00A87899" w:rsidP="00A87899">
      <w:pPr>
        <w:pStyle w:val="Heading2Center"/>
        <w:rPr>
          <w:rtl/>
        </w:rPr>
      </w:pPr>
      <w:r>
        <w:rPr>
          <w:rtl/>
        </w:rPr>
        <w:br w:type="page"/>
      </w:r>
      <w:r>
        <w:rPr>
          <w:rtl/>
        </w:rPr>
        <w:lastRenderedPageBreak/>
        <w:br w:type="page"/>
      </w:r>
      <w:bookmarkStart w:id="90" w:name="_Toc416693865"/>
      <w:bookmarkStart w:id="91" w:name="_Toc416696109"/>
      <w:r>
        <w:rPr>
          <w:rtl/>
        </w:rPr>
        <w:lastRenderedPageBreak/>
        <w:t>31 ـ مواقف متأخّرة</w:t>
      </w:r>
      <w:bookmarkEnd w:id="90"/>
      <w:bookmarkEnd w:id="91"/>
    </w:p>
    <w:p w:rsidR="00A87899" w:rsidRDefault="00A87899" w:rsidP="00541E11">
      <w:pPr>
        <w:pStyle w:val="libNormal"/>
        <w:rPr>
          <w:rtl/>
        </w:rPr>
      </w:pPr>
      <w:r>
        <w:rPr>
          <w:rtl/>
        </w:rPr>
        <w:t>ودائماً ، وفي كلّ حوادث التاريخ يبقى بعضُ الناس في المؤخّرة ، لأنّهم يحتاطون فيقفون بعيداً عن الأحداث لئلاّ يُصيبهم شررٌ أو أثارة من سوء.</w:t>
      </w:r>
    </w:p>
    <w:p w:rsidR="00A87899" w:rsidRDefault="00A87899" w:rsidP="00541E11">
      <w:pPr>
        <w:pStyle w:val="libNormal"/>
        <w:rPr>
          <w:rtl/>
        </w:rPr>
      </w:pPr>
      <w:r>
        <w:rPr>
          <w:rtl/>
        </w:rPr>
        <w:t>لكن ليس مصير المتأخّرين دائماً النجاة والسلامة وإنْ بقوا بعيدين عن الإصابات ، فهم ليسوا بمنجاة من الحسابات ، حسابات التأريخ والضمير والواقع.</w:t>
      </w:r>
    </w:p>
    <w:p w:rsidR="00A87899" w:rsidRDefault="00A87899" w:rsidP="00541E11">
      <w:pPr>
        <w:pStyle w:val="libNormal"/>
        <w:rPr>
          <w:rtl/>
        </w:rPr>
      </w:pPr>
      <w:r>
        <w:rPr>
          <w:rtl/>
        </w:rPr>
        <w:t>وهكذا كان شأن الّذين تخلّفوا عن اللحوق بالحسين (عليه السّلام) سواء في مسيره إلى أرض كربلاء ، أو في سيرته على أهداف كربلاء ، وخاصّةً اُولئك الّذين كانت تمدّ إليهم الأعناق ، باعتبارهم حاملين للنصوص الفاصلة لكلّ نزاع ، التي هي وصايا النبيّ وسُنّته (صلّى الله عليه وآله) ، وهم صحابته وحاملو آرائه.</w:t>
      </w:r>
    </w:p>
    <w:p w:rsidR="00A87899" w:rsidRDefault="00A87899" w:rsidP="00541E11">
      <w:pPr>
        <w:pStyle w:val="libNormal"/>
        <w:rPr>
          <w:rtl/>
        </w:rPr>
      </w:pPr>
      <w:r>
        <w:rPr>
          <w:rtl/>
        </w:rPr>
        <w:t>ولكن هؤلاء الّذين لم يلحقوا الفتح بتخلفّهم عن وجهة الحسين (عليه السّلام) في المسير والسيرة وجدوا أنفسهم بعد الحسين (عليه السّلام) بين مخالب القتلة وزهوهم بعد المذبحة التي ارتكبوها بحقّ الثائرين.</w:t>
      </w:r>
    </w:p>
    <w:p w:rsidR="00A87899" w:rsidRDefault="00A87899" w:rsidP="00541E11">
      <w:pPr>
        <w:pStyle w:val="libNormal"/>
        <w:rPr>
          <w:rtl/>
        </w:rPr>
      </w:pPr>
      <w:r>
        <w:rPr>
          <w:rtl/>
        </w:rPr>
        <w:t xml:space="preserve">ومهما فرضنا لهؤلاء المتخلّفين من البساطة ، وأنّهم لم يكونوا يتصوّرون أن الدولة الإسلاميّة تُقدِمَ على قتل جمع من خيرة رجال المسلمين ، وفي مجموعتهم كوكبة من آل محمّد </w:t>
      </w:r>
      <w:r>
        <w:rPr>
          <w:rFonts w:hint="cs"/>
          <w:rtl/>
        </w:rPr>
        <w:t>،</w:t>
      </w:r>
      <w:r>
        <w:rPr>
          <w:rtl/>
        </w:rPr>
        <w:t xml:space="preserve"> وعلى رأسهم الحسين ابن بنت رسول الله (صلّى</w:t>
      </w:r>
    </w:p>
    <w:p w:rsidR="00A87899" w:rsidRDefault="00A87899" w:rsidP="00541E11">
      <w:pPr>
        <w:pStyle w:val="libNormal0"/>
        <w:rPr>
          <w:rtl/>
        </w:rPr>
      </w:pPr>
      <w:r>
        <w:rPr>
          <w:rtl/>
        </w:rPr>
        <w:br w:type="page"/>
      </w:r>
      <w:r>
        <w:rPr>
          <w:rtl/>
        </w:rPr>
        <w:lastRenderedPageBreak/>
        <w:t>الله عليه وآله)</w:t>
      </w:r>
      <w:r>
        <w:rPr>
          <w:rFonts w:hint="cs"/>
          <w:rtl/>
        </w:rPr>
        <w:t>!</w:t>
      </w:r>
      <w:r>
        <w:rPr>
          <w:rtl/>
        </w:rPr>
        <w:t xml:space="preserve"> وأنّهم فوجئوا بذلك فأُسقط في أيديهم!</w:t>
      </w:r>
    </w:p>
    <w:p w:rsidR="00A87899" w:rsidRDefault="00A87899" w:rsidP="00541E11">
      <w:pPr>
        <w:pStyle w:val="libNormal"/>
        <w:rPr>
          <w:rtl/>
        </w:rPr>
      </w:pPr>
      <w:r>
        <w:rPr>
          <w:rtl/>
        </w:rPr>
        <w:t>لكنَّ بُعْدَهم عن مجريات الأحداث إلى الحدّ الذي يؤدّي بهم إلى هذه السذاجة ، وتخلّفهم عن ركب الدفاع عن حياض الإسلام ، والالتحاق بالوحيد المتبقّى من سلالة محمّد (صلّى الله عليه وآله) هو في نفسه يشكّل نقطة محاسبة عسيرة.</w:t>
      </w:r>
    </w:p>
    <w:p w:rsidR="00A87899" w:rsidRDefault="00A87899" w:rsidP="00541E11">
      <w:pPr>
        <w:pStyle w:val="libNormal"/>
        <w:rPr>
          <w:rtl/>
        </w:rPr>
      </w:pPr>
      <w:r>
        <w:rPr>
          <w:rtl/>
        </w:rPr>
        <w:t xml:space="preserve">وكفاهم ذُلاً ومهانة أنْ يحضروا مجلس الحكّام القتلة ليُشاهدوا بأعينهم ما يجري على رأس الحسين </w:t>
      </w:r>
      <w:r>
        <w:rPr>
          <w:rFonts w:hint="cs"/>
          <w:rtl/>
        </w:rPr>
        <w:t>ـ</w:t>
      </w:r>
      <w:r>
        <w:rPr>
          <w:rtl/>
        </w:rPr>
        <w:t xml:space="preserve"> ذلك الرأس الذي رأته أعينهم ذاتها على صدر</w:t>
      </w:r>
      <w:r>
        <w:rPr>
          <w:rFonts w:hint="cs"/>
          <w:rtl/>
        </w:rPr>
        <w:t xml:space="preserve"> </w:t>
      </w:r>
      <w:r>
        <w:rPr>
          <w:rtl/>
        </w:rPr>
        <w:t>الرسول (صلّى الله عليه وآله) ، وعلى عاتقه وفي حجره</w:t>
      </w:r>
      <w:r>
        <w:rPr>
          <w:rFonts w:hint="cs"/>
          <w:rtl/>
        </w:rPr>
        <w:t xml:space="preserve">! ـ </w:t>
      </w:r>
      <w:r>
        <w:rPr>
          <w:rtl/>
        </w:rPr>
        <w:t xml:space="preserve">لكن في حالة أُخرى ، وبالضبط كما يروونها هم </w:t>
      </w:r>
      <w:r>
        <w:rPr>
          <w:rFonts w:hint="cs"/>
          <w:rtl/>
        </w:rPr>
        <w:t>:</w:t>
      </w:r>
    </w:p>
    <w:p w:rsidR="00A87899" w:rsidRDefault="00A87899" w:rsidP="00541E11">
      <w:pPr>
        <w:pStyle w:val="libBold2"/>
        <w:rPr>
          <w:rtl/>
        </w:rPr>
      </w:pPr>
      <w:r w:rsidRPr="002216AE">
        <w:rPr>
          <w:rtl/>
        </w:rPr>
        <w:t>فهذا أنس بن مالك</w:t>
      </w:r>
      <w:r>
        <w:rPr>
          <w:rFonts w:hint="cs"/>
          <w:rtl/>
        </w:rPr>
        <w:t xml:space="preserve"> :</w:t>
      </w:r>
    </w:p>
    <w:p w:rsidR="00A87899" w:rsidRPr="002216AE" w:rsidRDefault="00A87899" w:rsidP="00541E11">
      <w:pPr>
        <w:pStyle w:val="libBold2"/>
        <w:rPr>
          <w:rtl/>
        </w:rPr>
      </w:pPr>
      <w:r w:rsidRPr="002216AE">
        <w:rPr>
          <w:rtl/>
        </w:rPr>
        <w:t>[319] قال</w:t>
      </w:r>
      <w:r>
        <w:rPr>
          <w:rtl/>
        </w:rPr>
        <w:t xml:space="preserve"> : </w:t>
      </w:r>
      <w:r w:rsidRPr="002216AE">
        <w:rPr>
          <w:rtl/>
        </w:rPr>
        <w:t>لمّا قُتل الحسين جيء برأسه إلى عبيد الله ابن زياد</w:t>
      </w:r>
      <w:r>
        <w:rPr>
          <w:rtl/>
        </w:rPr>
        <w:t xml:space="preserve"> ، </w:t>
      </w:r>
      <w:r w:rsidRPr="002216AE">
        <w:rPr>
          <w:rtl/>
        </w:rPr>
        <w:t>فجعل ينكث بقضيب على ثناياه</w:t>
      </w:r>
      <w:r>
        <w:rPr>
          <w:rtl/>
        </w:rPr>
        <w:t xml:space="preserve"> ، </w:t>
      </w:r>
      <w:r w:rsidRPr="002216AE">
        <w:rPr>
          <w:rtl/>
        </w:rPr>
        <w:t>وقال</w:t>
      </w:r>
      <w:r>
        <w:rPr>
          <w:rtl/>
        </w:rPr>
        <w:t xml:space="preserve"> : </w:t>
      </w:r>
      <w:r w:rsidRPr="002216AE">
        <w:rPr>
          <w:rtl/>
        </w:rPr>
        <w:t>إن كان لحسن الثغر!</w:t>
      </w:r>
    </w:p>
    <w:p w:rsidR="00A87899" w:rsidRDefault="00A87899" w:rsidP="00541E11">
      <w:pPr>
        <w:pStyle w:val="libBold2"/>
        <w:rPr>
          <w:rtl/>
        </w:rPr>
      </w:pPr>
      <w:r w:rsidRPr="002216AE">
        <w:rPr>
          <w:rtl/>
        </w:rPr>
        <w:t>فقلتُ</w:t>
      </w:r>
      <w:r>
        <w:rPr>
          <w:rtl/>
        </w:rPr>
        <w:t xml:space="preserve"> : </w:t>
      </w:r>
      <w:r w:rsidRPr="002216AE">
        <w:rPr>
          <w:rtl/>
        </w:rPr>
        <w:t>أما والله لأسوءنّك</w:t>
      </w:r>
      <w:r>
        <w:rPr>
          <w:rtl/>
        </w:rPr>
        <w:t xml:space="preserve"> ، </w:t>
      </w:r>
      <w:r w:rsidRPr="002216AE">
        <w:rPr>
          <w:rtl/>
        </w:rPr>
        <w:t>لقد رأيتُ رسول الله (صلّى الله عليه وآله) يقبّل موضع قضيبك من فيه</w:t>
      </w:r>
      <w:r>
        <w:rPr>
          <w:rtl/>
        </w:rPr>
        <w:t xml:space="preserve"> </w:t>
      </w:r>
      <w:r w:rsidRPr="00541E11">
        <w:rPr>
          <w:rStyle w:val="libFootnotenumChar"/>
          <w:rtl/>
        </w:rPr>
        <w:t>(1)</w:t>
      </w:r>
      <w:r>
        <w:rPr>
          <w:rtl/>
        </w:rPr>
        <w:t>.</w:t>
      </w:r>
    </w:p>
    <w:p w:rsidR="00A87899" w:rsidRDefault="00A87899" w:rsidP="00541E11">
      <w:pPr>
        <w:pStyle w:val="libNormal"/>
        <w:rPr>
          <w:rtl/>
        </w:rPr>
      </w:pPr>
      <w:r>
        <w:rPr>
          <w:rtl/>
        </w:rPr>
        <w:t>وهل كان أنس ـ وهو خادم النبيّ (صلّى الله عليه وآله) ـ جريئاً حتّى يتمكّن من مواجهة ابن زياد بهذا؟!</w:t>
      </w:r>
    </w:p>
    <w:p w:rsidR="00A87899" w:rsidRDefault="00A87899" w:rsidP="00541E11">
      <w:pPr>
        <w:pStyle w:val="libNormal"/>
        <w:rPr>
          <w:rtl/>
        </w:rPr>
      </w:pPr>
      <w:r>
        <w:rPr>
          <w:rtl/>
        </w:rPr>
        <w:t>ولماذا لم يُحاول أن يُسيئ إلى ابن زياد قبل أن يضرب ثنايا الحسين (عليه السّلام)؟! بل قبل أن يقتل الحسين (عليه السّلام)؟!</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(1) مختصر تاريخ دمشق ـ لابن منظور 7 / 151.</w:t>
      </w:r>
    </w:p>
    <w:p w:rsidR="00A87899" w:rsidRDefault="00A87899" w:rsidP="00541E11">
      <w:pPr>
        <w:pStyle w:val="libNormal"/>
        <w:rPr>
          <w:rtl/>
        </w:rPr>
      </w:pPr>
      <w:r>
        <w:rPr>
          <w:rtl/>
        </w:rPr>
        <w:br w:type="page"/>
      </w:r>
      <w:r>
        <w:rPr>
          <w:rtl/>
        </w:rPr>
        <w:lastRenderedPageBreak/>
        <w:t>ألم يكن عبيد الله مجرماً ومستحقّاً للإساءة قبل هذا؟!</w:t>
      </w:r>
    </w:p>
    <w:p w:rsidR="00A87899" w:rsidRDefault="00A87899" w:rsidP="00541E11">
      <w:pPr>
        <w:pStyle w:val="libNormal"/>
        <w:rPr>
          <w:rtl/>
        </w:rPr>
      </w:pPr>
      <w:r>
        <w:rPr>
          <w:rtl/>
        </w:rPr>
        <w:t>ثمّ ماذا يفعل أنس في مجلس عبيد الله في مثل هذا الوقت؟!</w:t>
      </w:r>
    </w:p>
    <w:p w:rsidR="00A87899" w:rsidRDefault="00A87899" w:rsidP="00541E11">
      <w:pPr>
        <w:pStyle w:val="libNormal"/>
        <w:rPr>
          <w:rtl/>
        </w:rPr>
      </w:pPr>
      <w:r>
        <w:rPr>
          <w:rtl/>
        </w:rPr>
        <w:t xml:space="preserve">وهل رأى أنس رسول الله (صلّى الله عليه وآله) يفعل ذلك فقط بسبطه الحسين (عليه السّلام) دون غيره من أفعال فعلها بالحسين </w:t>
      </w:r>
      <w:r>
        <w:rPr>
          <w:rFonts w:hint="cs"/>
          <w:rtl/>
        </w:rPr>
        <w:t>،</w:t>
      </w:r>
      <w:r>
        <w:rPr>
          <w:rtl/>
        </w:rPr>
        <w:t xml:space="preserve"> وأقوال قالها في الحسين (عليه السّلام) والتي عرفنا بعضاً منها في فصلي (10 و 11)؟!</w:t>
      </w:r>
    </w:p>
    <w:p w:rsidR="00A87899" w:rsidRDefault="00A87899" w:rsidP="00541E11">
      <w:pPr>
        <w:pStyle w:val="libNormal"/>
        <w:rPr>
          <w:rtl/>
        </w:rPr>
      </w:pPr>
      <w:r>
        <w:rPr>
          <w:rtl/>
        </w:rPr>
        <w:t>هذا وهو خادم رسول الله (صلّى الله عليه وآله) ، ملازم له على باب داره!</w:t>
      </w:r>
    </w:p>
    <w:p w:rsidR="00A87899" w:rsidRDefault="00A87899" w:rsidP="00541E11">
      <w:pPr>
        <w:pStyle w:val="libNormal"/>
        <w:rPr>
          <w:rtl/>
        </w:rPr>
      </w:pPr>
      <w:r>
        <w:rPr>
          <w:rtl/>
        </w:rPr>
        <w:t>ثم ـ أخيراً ـ لماذا لم يُحاول أن يُبرز هذا الذي رآه يفعله الرسول (صلّى الله عليه وآله) بسبطه الحسين (عليه السّلام) قبل هذا المجلس حتّى لا يصل الأمر إلى هذه الحال؟!</w:t>
      </w:r>
    </w:p>
    <w:p w:rsidR="00A87899" w:rsidRDefault="00A87899" w:rsidP="00541E11">
      <w:pPr>
        <w:pStyle w:val="libBold2"/>
        <w:rPr>
          <w:rtl/>
        </w:rPr>
      </w:pPr>
      <w:r w:rsidRPr="002216AE">
        <w:rPr>
          <w:rtl/>
        </w:rPr>
        <w:t>وهذا زيد بن أرقم</w:t>
      </w:r>
      <w:r>
        <w:rPr>
          <w:rFonts w:hint="cs"/>
          <w:rtl/>
        </w:rPr>
        <w:t xml:space="preserve"> :</w:t>
      </w:r>
    </w:p>
    <w:p w:rsidR="00A87899" w:rsidRDefault="00A87899" w:rsidP="00541E11">
      <w:pPr>
        <w:pStyle w:val="libBold2"/>
        <w:rPr>
          <w:rtl/>
        </w:rPr>
      </w:pPr>
      <w:r w:rsidRPr="002216AE">
        <w:rPr>
          <w:rtl/>
        </w:rPr>
        <w:t>[321] قال</w:t>
      </w:r>
      <w:r>
        <w:rPr>
          <w:rtl/>
        </w:rPr>
        <w:t xml:space="preserve"> : </w:t>
      </w:r>
      <w:r w:rsidRPr="002216AE">
        <w:rPr>
          <w:rtl/>
        </w:rPr>
        <w:t>كنت عند عبيد الله بن زياد لعنه الله</w:t>
      </w:r>
      <w:r>
        <w:rPr>
          <w:rtl/>
        </w:rPr>
        <w:t xml:space="preserve"> ، </w:t>
      </w:r>
      <w:r w:rsidRPr="002216AE">
        <w:rPr>
          <w:rtl/>
        </w:rPr>
        <w:t>إذ أُتي برأس</w:t>
      </w:r>
      <w:r w:rsidRPr="002216AE">
        <w:rPr>
          <w:rFonts w:hint="cs"/>
          <w:rtl/>
        </w:rPr>
        <w:t xml:space="preserve"> </w:t>
      </w:r>
      <w:r w:rsidRPr="002216AE">
        <w:rPr>
          <w:rtl/>
        </w:rPr>
        <w:t>الحسين بن عليّ</w:t>
      </w:r>
      <w:r>
        <w:rPr>
          <w:rtl/>
        </w:rPr>
        <w:t xml:space="preserve"> ، </w:t>
      </w:r>
      <w:r w:rsidRPr="002216AE">
        <w:rPr>
          <w:rtl/>
        </w:rPr>
        <w:t>فوضع في طست بين يديْه</w:t>
      </w:r>
      <w:r>
        <w:rPr>
          <w:rtl/>
        </w:rPr>
        <w:t xml:space="preserve"> ، </w:t>
      </w:r>
      <w:r w:rsidRPr="002216AE">
        <w:rPr>
          <w:rtl/>
        </w:rPr>
        <w:t>فأخذ قضيباً فجعل يفتر به عن شفتيه</w:t>
      </w:r>
      <w:r>
        <w:rPr>
          <w:rtl/>
        </w:rPr>
        <w:t xml:space="preserve"> ، </w:t>
      </w:r>
      <w:r w:rsidRPr="002216AE">
        <w:rPr>
          <w:rtl/>
        </w:rPr>
        <w:t>وعن أسنانه</w:t>
      </w:r>
      <w:r>
        <w:rPr>
          <w:rFonts w:hint="cs"/>
          <w:rtl/>
        </w:rPr>
        <w:t>!</w:t>
      </w:r>
    </w:p>
    <w:p w:rsidR="00A87899" w:rsidRDefault="00A87899" w:rsidP="00541E11">
      <w:pPr>
        <w:pStyle w:val="libBold2"/>
        <w:rPr>
          <w:rtl/>
        </w:rPr>
      </w:pPr>
      <w:r w:rsidRPr="002216AE">
        <w:rPr>
          <w:rtl/>
        </w:rPr>
        <w:t>فلم أرَ ثغراً قطّ كان أحسن منه! كأنّه الدرّ! فلم أتمالك أن رفعتُ صوتي بالبكاء</w:t>
      </w:r>
      <w:r>
        <w:rPr>
          <w:rtl/>
        </w:rPr>
        <w:t>.</w:t>
      </w:r>
    </w:p>
    <w:p w:rsidR="00A87899" w:rsidRPr="002216AE" w:rsidRDefault="00A87899" w:rsidP="00541E11">
      <w:pPr>
        <w:pStyle w:val="libBold2"/>
        <w:rPr>
          <w:rtl/>
        </w:rPr>
      </w:pPr>
      <w:r w:rsidRPr="002216AE">
        <w:rPr>
          <w:rtl/>
        </w:rPr>
        <w:t>فقال</w:t>
      </w:r>
      <w:r>
        <w:rPr>
          <w:rtl/>
        </w:rPr>
        <w:t xml:space="preserve"> : </w:t>
      </w:r>
      <w:r w:rsidRPr="002216AE">
        <w:rPr>
          <w:rtl/>
        </w:rPr>
        <w:t>ما يُبكيك أيّها الشيخ؟</w:t>
      </w:r>
    </w:p>
    <w:p w:rsidR="00A87899" w:rsidRDefault="00A87899" w:rsidP="00541E11">
      <w:pPr>
        <w:pStyle w:val="libBold2"/>
        <w:rPr>
          <w:rtl/>
        </w:rPr>
      </w:pPr>
      <w:r w:rsidRPr="002216AE">
        <w:rPr>
          <w:rtl/>
        </w:rPr>
        <w:t>قلت</w:t>
      </w:r>
      <w:r>
        <w:rPr>
          <w:rtl/>
        </w:rPr>
        <w:t xml:space="preserve"> : </w:t>
      </w:r>
      <w:r w:rsidRPr="002216AE">
        <w:rPr>
          <w:rtl/>
        </w:rPr>
        <w:t>يُبكيني ما رأيت رسول الله (صلّى الله عليه وآله) يمصّ موضع هذا القضيب ويلثمه</w:t>
      </w:r>
      <w:r>
        <w:rPr>
          <w:rtl/>
        </w:rPr>
        <w:t xml:space="preserve"> ، </w:t>
      </w:r>
      <w:r w:rsidRPr="002216AE">
        <w:rPr>
          <w:rtl/>
        </w:rPr>
        <w:t>ويقول</w:t>
      </w:r>
      <w:r>
        <w:rPr>
          <w:rtl/>
        </w:rPr>
        <w:t xml:space="preserve"> : </w:t>
      </w:r>
      <w:r w:rsidRPr="002216AE">
        <w:rPr>
          <w:rtl/>
        </w:rPr>
        <w:t>«الّلهمّ إنّي أُحبُّه فأحبَّه»</w:t>
      </w:r>
      <w:r>
        <w:rPr>
          <w:rtl/>
        </w:rPr>
        <w:t xml:space="preserve"> </w:t>
      </w:r>
      <w:r w:rsidRPr="00541E11">
        <w:rPr>
          <w:rStyle w:val="libFootnotenumChar"/>
          <w:rtl/>
        </w:rPr>
        <w:t>(1)</w:t>
      </w:r>
      <w:r>
        <w:rPr>
          <w:rtl/>
        </w:rPr>
        <w:t>.</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(1) مختصر تاريخ دمشق ـ لابن منظور 7 / 152.</w:t>
      </w:r>
    </w:p>
    <w:p w:rsidR="00A87899" w:rsidRDefault="00A87899" w:rsidP="00541E11">
      <w:pPr>
        <w:pStyle w:val="libNormal"/>
        <w:rPr>
          <w:rtl/>
        </w:rPr>
      </w:pPr>
      <w:r>
        <w:rPr>
          <w:rtl/>
        </w:rPr>
        <w:br w:type="page"/>
      </w:r>
      <w:r>
        <w:rPr>
          <w:rtl/>
        </w:rPr>
        <w:lastRenderedPageBreak/>
        <w:t xml:space="preserve">وفي نصٍّ آخر أنّ ابن زياد قال لزيد : </w:t>
      </w:r>
      <w:r w:rsidRPr="00541E11">
        <w:rPr>
          <w:rStyle w:val="libBold2Char"/>
          <w:rtl/>
        </w:rPr>
        <w:t>إنّك شيخ قد خرفتَ وذهب عقلك</w:t>
      </w:r>
      <w:r>
        <w:rPr>
          <w:rFonts w:hint="cs"/>
          <w:rtl/>
        </w:rPr>
        <w:t>!</w:t>
      </w:r>
    </w:p>
    <w:p w:rsidR="00A87899" w:rsidRDefault="00A87899" w:rsidP="00541E11">
      <w:pPr>
        <w:pStyle w:val="libNormal"/>
        <w:rPr>
          <w:rtl/>
        </w:rPr>
      </w:pPr>
      <w:r>
        <w:rPr>
          <w:rtl/>
        </w:rPr>
        <w:t>والذي يستوقف الناظر : ماذا كان يفعل هذا الصحابي الشيخ في مجلس عبيدالله داخل القصر في مثل هذه الأيّام؟!</w:t>
      </w:r>
    </w:p>
    <w:p w:rsidR="00A87899" w:rsidRDefault="00A87899" w:rsidP="00541E11">
      <w:pPr>
        <w:pStyle w:val="libNormal"/>
        <w:rPr>
          <w:rtl/>
        </w:rPr>
      </w:pPr>
      <w:r>
        <w:rPr>
          <w:rtl/>
        </w:rPr>
        <w:t>هل كان يجهل أنّ النّاسَ في الكوفة قد ذهبوا لقتال الحسين (عليه السّلام)؟! فهو إذاً قد خرف حقّاً!</w:t>
      </w:r>
    </w:p>
    <w:p w:rsidR="00A87899" w:rsidRDefault="00A87899" w:rsidP="00541E11">
      <w:pPr>
        <w:pStyle w:val="libNormal"/>
        <w:rPr>
          <w:rtl/>
        </w:rPr>
      </w:pPr>
      <w:r>
        <w:rPr>
          <w:rtl/>
        </w:rPr>
        <w:t>ثمّ أين كان حماسُهُ هذا قبل أن يُؤتى برأس الحسين (عليه السّلام)؟!</w:t>
      </w:r>
    </w:p>
    <w:p w:rsidR="00A87899" w:rsidRDefault="00A87899" w:rsidP="00541E11">
      <w:pPr>
        <w:pStyle w:val="libNormal"/>
        <w:rPr>
          <w:rtl/>
        </w:rPr>
      </w:pPr>
      <w:r>
        <w:rPr>
          <w:rtl/>
        </w:rPr>
        <w:t>ولماذا لم يرو قبل هذا ما رواه بعد هذا المجلس لمّا</w:t>
      </w:r>
      <w:r>
        <w:rPr>
          <w:rFonts w:hint="cs"/>
          <w:rtl/>
        </w:rPr>
        <w:t xml:space="preserve"> :</w:t>
      </w:r>
    </w:p>
    <w:p w:rsidR="00A87899" w:rsidRDefault="00A87899" w:rsidP="00541E11">
      <w:pPr>
        <w:pStyle w:val="libNormal"/>
        <w:rPr>
          <w:rtl/>
        </w:rPr>
      </w:pPr>
      <w:r w:rsidRPr="00541E11">
        <w:rPr>
          <w:rStyle w:val="libBold2Char"/>
          <w:rtl/>
        </w:rPr>
        <w:t>[322] خرج زيد بن أرقم من عنده ـ يعني ابن زياد ـ يوْمئذ وهو يقول : أما والله ، لقد سمعت رسول الله (صلّى الله عليه وآله) يقول : «الّلهمّ إنّي استودعكه وصالح المؤمنين»؟!</w:t>
      </w:r>
      <w:r w:rsidRPr="00541E11">
        <w:rPr>
          <w:rStyle w:val="libBold2Char"/>
          <w:rFonts w:hint="cs"/>
          <w:rtl/>
        </w:rPr>
        <w:t xml:space="preserve"> </w:t>
      </w:r>
      <w:r w:rsidRPr="00541E11">
        <w:rPr>
          <w:rStyle w:val="libBold2Char"/>
          <w:rtl/>
        </w:rPr>
        <w:t>فكيف حفظكم لوديعة رسول الله (صلّى الله عليه وآله)</w:t>
      </w:r>
      <w:r>
        <w:rPr>
          <w:rtl/>
        </w:rPr>
        <w:t xml:space="preserve"> </w:t>
      </w:r>
      <w:r w:rsidRPr="00541E11">
        <w:rPr>
          <w:rStyle w:val="libFootnotenumChar"/>
          <w:rtl/>
        </w:rPr>
        <w:t>(</w:t>
      </w:r>
      <w:r w:rsidRPr="00541E11">
        <w:rPr>
          <w:rStyle w:val="libFootnotenumChar"/>
          <w:rFonts w:hint="cs"/>
          <w:rtl/>
        </w:rPr>
        <w:t>1</w:t>
      </w:r>
      <w:r w:rsidRPr="00541E11">
        <w:rPr>
          <w:rStyle w:val="libFootnotenumChar"/>
          <w:rtl/>
        </w:rPr>
        <w:t>)</w:t>
      </w:r>
      <w:r>
        <w:rPr>
          <w:rtl/>
        </w:rPr>
        <w:t>؟!</w:t>
      </w:r>
    </w:p>
    <w:p w:rsidR="00A87899" w:rsidRDefault="00A87899" w:rsidP="00541E11">
      <w:pPr>
        <w:pStyle w:val="libNormal"/>
        <w:rPr>
          <w:rtl/>
        </w:rPr>
      </w:pPr>
      <w:r>
        <w:rPr>
          <w:rtl/>
        </w:rPr>
        <w:t>لكن كيف كان حفظُك أنت يا صحابي لوديعة رسول الله (صلّى الله عليه وآله) وقد أسلمتَه وحدَه في كربلاء ، يُذْبَح هو وأهل بيته وشيعته وأنت تنادم ابن زياد؟!</w:t>
      </w:r>
    </w:p>
    <w:p w:rsidR="00A87899" w:rsidRDefault="00A87899" w:rsidP="00541E11">
      <w:pPr>
        <w:pStyle w:val="libNormal"/>
        <w:rPr>
          <w:rtl/>
        </w:rPr>
      </w:pPr>
      <w:r>
        <w:rPr>
          <w:rtl/>
        </w:rPr>
        <w:t>ولكن هذه المواقف المتأخّرة هل تَسُدُّ شيئاً ممّا أُصيب به الإسلام من</w:t>
      </w:r>
      <w:r>
        <w:rPr>
          <w:rFonts w:hint="cs"/>
          <w:rtl/>
        </w:rPr>
        <w:t xml:space="preserve"> </w:t>
      </w:r>
      <w:r>
        <w:rPr>
          <w:rtl/>
        </w:rPr>
        <w:t>الثلمات</w:t>
      </w:r>
      <w:r>
        <w:rPr>
          <w:rFonts w:hint="cs"/>
          <w:rtl/>
        </w:rPr>
        <w:t>؟!</w:t>
      </w:r>
      <w:r>
        <w:rPr>
          <w:rtl/>
        </w:rPr>
        <w:t xml:space="preserve"> أو تردّ على الأُمّة ما فقدوه من الرجالات؟!</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(1) مختصر تاريخ دمشق ـ لابن منظور 7 / 152.</w:t>
      </w:r>
    </w:p>
    <w:p w:rsidR="00A87899" w:rsidRDefault="00A87899" w:rsidP="00541E11">
      <w:pPr>
        <w:pStyle w:val="libNormal"/>
        <w:rPr>
          <w:rtl/>
        </w:rPr>
      </w:pPr>
      <w:r>
        <w:rPr>
          <w:rtl/>
        </w:rPr>
        <w:br w:type="page"/>
      </w:r>
      <w:r>
        <w:rPr>
          <w:rtl/>
        </w:rPr>
        <w:lastRenderedPageBreak/>
        <w:t>ولو وقفوا هذه المواقف قبل قتل الحسين (عليه السّلام) لكانت أشرفَ لهم ، وأنفع للأُمّة.</w:t>
      </w:r>
    </w:p>
    <w:p w:rsidR="00A87899" w:rsidRDefault="00A87899" w:rsidP="00541E11">
      <w:pPr>
        <w:pStyle w:val="libNormal"/>
        <w:rPr>
          <w:rtl/>
        </w:rPr>
      </w:pPr>
      <w:r>
        <w:rPr>
          <w:rtl/>
        </w:rPr>
        <w:t>ولو ساروا بعد ذلك بسيرة الحسين (عليه السّلام) لكان أعذرَ لهم ، وأخلد لذكرهم.</w:t>
      </w:r>
    </w:p>
    <w:p w:rsidR="00A87899" w:rsidRDefault="00A87899" w:rsidP="00541E11">
      <w:pPr>
        <w:pStyle w:val="libNormal"/>
        <w:rPr>
          <w:rtl/>
        </w:rPr>
      </w:pPr>
      <w:r>
        <w:rPr>
          <w:rtl/>
        </w:rPr>
        <w:t>أمّا لو ضيّع الصحابة وديعة الرسول (صلّى الله عليه وآله) ، وهم «السلف» المخاطبون بحفظها مباشرة</w:t>
      </w:r>
      <w:r>
        <w:rPr>
          <w:rFonts w:hint="cs"/>
          <w:rtl/>
        </w:rPr>
        <w:t>!</w:t>
      </w:r>
      <w:r>
        <w:rPr>
          <w:rtl/>
        </w:rPr>
        <w:t xml:space="preserve"> فما هو عتابه على البُعداء التابعين لهم في دينهم وعقيدتهم وهم «الخلف» الّذين يستنّنون بسُنّتهم؟!</w:t>
      </w:r>
    </w:p>
    <w:p w:rsidR="00A87899" w:rsidRDefault="00A87899" w:rsidP="00A87899">
      <w:pPr>
        <w:pStyle w:val="Heading2Center"/>
        <w:rPr>
          <w:rtl/>
        </w:rPr>
      </w:pPr>
      <w:bookmarkStart w:id="92" w:name="_Toc416693866"/>
      <w:bookmarkStart w:id="93" w:name="_Toc416696110"/>
      <w:r>
        <w:rPr>
          <w:rtl/>
        </w:rPr>
        <w:t>32 ـ أحزان الأحلام</w:t>
      </w:r>
      <w:bookmarkEnd w:id="92"/>
      <w:bookmarkEnd w:id="93"/>
    </w:p>
    <w:p w:rsidR="00A87899" w:rsidRDefault="00A87899" w:rsidP="00541E11">
      <w:pPr>
        <w:pStyle w:val="libNormal"/>
        <w:rPr>
          <w:rtl/>
        </w:rPr>
      </w:pPr>
      <w:r>
        <w:rPr>
          <w:rtl/>
        </w:rPr>
        <w:t>ومهما كانت الأحلام وواقعها فإنّ الحُزْن بألم عاشوراء لم يقف على عالم اليقظة ، بل لقد تحدّثت الأخبار عن أحزان عالم الرؤيا :</w:t>
      </w:r>
    </w:p>
    <w:p w:rsidR="00A87899" w:rsidRDefault="00A87899" w:rsidP="00541E11">
      <w:pPr>
        <w:pStyle w:val="libBold2"/>
        <w:rPr>
          <w:rtl/>
        </w:rPr>
      </w:pPr>
      <w:r w:rsidRPr="005624A9">
        <w:rPr>
          <w:rtl/>
        </w:rPr>
        <w:t>[324 ـ 325] قال ابن عبّاس</w:t>
      </w:r>
      <w:r>
        <w:rPr>
          <w:rtl/>
        </w:rPr>
        <w:t xml:space="preserve"> : </w:t>
      </w:r>
      <w:r w:rsidRPr="005624A9">
        <w:rPr>
          <w:rtl/>
        </w:rPr>
        <w:t>رأيت رسول الله (صلّى الله عليه وآله) فيما يرى النائم بنصف النهار أغبر</w:t>
      </w:r>
      <w:r>
        <w:rPr>
          <w:rtl/>
        </w:rPr>
        <w:t xml:space="preserve"> ، </w:t>
      </w:r>
      <w:r w:rsidRPr="005624A9">
        <w:rPr>
          <w:rtl/>
        </w:rPr>
        <w:t>أشعث</w:t>
      </w:r>
      <w:r>
        <w:rPr>
          <w:rtl/>
        </w:rPr>
        <w:t xml:space="preserve"> ، </w:t>
      </w:r>
      <w:r w:rsidRPr="005624A9">
        <w:rPr>
          <w:rtl/>
        </w:rPr>
        <w:t>وبيده قارورة فيها دم</w:t>
      </w:r>
      <w:r>
        <w:rPr>
          <w:rtl/>
        </w:rPr>
        <w:t>.</w:t>
      </w:r>
    </w:p>
    <w:p w:rsidR="00A87899" w:rsidRPr="005624A9" w:rsidRDefault="00A87899" w:rsidP="00541E11">
      <w:pPr>
        <w:pStyle w:val="libBold2"/>
        <w:rPr>
          <w:rtl/>
        </w:rPr>
      </w:pPr>
      <w:r w:rsidRPr="005624A9">
        <w:rPr>
          <w:rtl/>
        </w:rPr>
        <w:t>فقلت</w:t>
      </w:r>
      <w:r>
        <w:rPr>
          <w:rtl/>
        </w:rPr>
        <w:t xml:space="preserve"> : </w:t>
      </w:r>
      <w:r w:rsidRPr="005624A9">
        <w:rPr>
          <w:rtl/>
        </w:rPr>
        <w:t>بأبي أنت وأُمّي يا رسول الله! ما هذا؟</w:t>
      </w:r>
    </w:p>
    <w:p w:rsidR="00A87899" w:rsidRPr="005624A9" w:rsidRDefault="00A87899" w:rsidP="00541E11">
      <w:pPr>
        <w:pStyle w:val="libBold2"/>
        <w:rPr>
          <w:rtl/>
        </w:rPr>
      </w:pPr>
      <w:r w:rsidRPr="005624A9">
        <w:rPr>
          <w:rtl/>
        </w:rPr>
        <w:t>قال</w:t>
      </w:r>
      <w:r>
        <w:rPr>
          <w:rtl/>
        </w:rPr>
        <w:t xml:space="preserve"> : </w:t>
      </w:r>
      <w:r w:rsidRPr="005624A9">
        <w:rPr>
          <w:rtl/>
        </w:rPr>
        <w:t>«هذا دم الحسين وأصحابه</w:t>
      </w:r>
      <w:r>
        <w:rPr>
          <w:rtl/>
        </w:rPr>
        <w:t xml:space="preserve"> ، </w:t>
      </w:r>
      <w:r w:rsidRPr="005624A9">
        <w:rPr>
          <w:rtl/>
        </w:rPr>
        <w:t>لم أزل منذ اليوم ألتقطه».</w:t>
      </w:r>
    </w:p>
    <w:p w:rsidR="00A87899" w:rsidRPr="005624A9" w:rsidRDefault="00A87899" w:rsidP="00541E11">
      <w:pPr>
        <w:pStyle w:val="libBold2"/>
        <w:rPr>
          <w:rtl/>
        </w:rPr>
      </w:pPr>
      <w:r w:rsidRPr="005624A9">
        <w:rPr>
          <w:rtl/>
        </w:rPr>
        <w:t>فأُحصي ذلك اليوم فوجدوه قُتل يومئذ.</w:t>
      </w:r>
    </w:p>
    <w:p w:rsidR="00A87899" w:rsidRDefault="00A87899" w:rsidP="00541E11">
      <w:pPr>
        <w:pStyle w:val="libNormal"/>
        <w:rPr>
          <w:rtl/>
        </w:rPr>
      </w:pPr>
      <w:r>
        <w:rPr>
          <w:rtl/>
        </w:rPr>
        <w:t xml:space="preserve">واُمّ سلمة زوجة الرسول </w:t>
      </w:r>
      <w:r>
        <w:rPr>
          <w:rFonts w:hint="cs"/>
          <w:rtl/>
        </w:rPr>
        <w:t>،</w:t>
      </w:r>
      <w:r>
        <w:rPr>
          <w:rtl/>
        </w:rPr>
        <w:t xml:space="preserve"> المتّقية ، المحبّة لأهل بيته </w:t>
      </w:r>
      <w:r>
        <w:rPr>
          <w:rFonts w:hint="cs"/>
          <w:rtl/>
        </w:rPr>
        <w:t>،</w:t>
      </w:r>
      <w:r>
        <w:rPr>
          <w:rtl/>
        </w:rPr>
        <w:t xml:space="preserve"> الحنون على الحسين </w:t>
      </w:r>
      <w:r>
        <w:rPr>
          <w:rFonts w:hint="cs"/>
          <w:rtl/>
        </w:rPr>
        <w:t>،</w:t>
      </w:r>
      <w:r>
        <w:rPr>
          <w:rtl/>
        </w:rPr>
        <w:t xml:space="preserve"> والتي لها ذكر مكرّر في سيرة الحسين (عليه السّلام) ، قد أفزعها المنام كذلك هي الأُخرى :</w:t>
      </w:r>
    </w:p>
    <w:p w:rsidR="00A87899" w:rsidRPr="005624A9" w:rsidRDefault="00A87899" w:rsidP="00541E11">
      <w:pPr>
        <w:pStyle w:val="libBold2"/>
        <w:rPr>
          <w:rtl/>
        </w:rPr>
      </w:pPr>
      <w:r>
        <w:rPr>
          <w:rtl/>
        </w:rPr>
        <w:br w:type="page"/>
      </w:r>
      <w:r w:rsidRPr="005624A9">
        <w:rPr>
          <w:rtl/>
        </w:rPr>
        <w:lastRenderedPageBreak/>
        <w:t>[327] عن سلمى قالت</w:t>
      </w:r>
      <w:r>
        <w:rPr>
          <w:rtl/>
        </w:rPr>
        <w:t xml:space="preserve"> : </w:t>
      </w:r>
      <w:r w:rsidRPr="005624A9">
        <w:rPr>
          <w:rtl/>
        </w:rPr>
        <w:t>دخلت على اُمّ سلمة وهي تبكي</w:t>
      </w:r>
      <w:r>
        <w:rPr>
          <w:rtl/>
        </w:rPr>
        <w:t xml:space="preserve"> ، </w:t>
      </w:r>
      <w:r w:rsidRPr="005624A9">
        <w:rPr>
          <w:rtl/>
        </w:rPr>
        <w:t>فقلت</w:t>
      </w:r>
      <w:r>
        <w:rPr>
          <w:rtl/>
        </w:rPr>
        <w:t xml:space="preserve"> : </w:t>
      </w:r>
      <w:r w:rsidRPr="005624A9">
        <w:rPr>
          <w:rtl/>
        </w:rPr>
        <w:t>ما يبكيك؟</w:t>
      </w:r>
    </w:p>
    <w:p w:rsidR="00A87899" w:rsidRPr="005624A9" w:rsidRDefault="00A87899" w:rsidP="00541E11">
      <w:pPr>
        <w:pStyle w:val="libBold2"/>
        <w:rPr>
          <w:rtl/>
        </w:rPr>
      </w:pPr>
      <w:r w:rsidRPr="005624A9">
        <w:rPr>
          <w:rtl/>
        </w:rPr>
        <w:t>قالت</w:t>
      </w:r>
      <w:r>
        <w:rPr>
          <w:rtl/>
        </w:rPr>
        <w:t xml:space="preserve"> : </w:t>
      </w:r>
      <w:r w:rsidRPr="005624A9">
        <w:rPr>
          <w:rtl/>
        </w:rPr>
        <w:t>رأيت رسول الله (صلّى الله عليه وآله) في المنام وعلى رأسه ولحيته التراب</w:t>
      </w:r>
      <w:r>
        <w:rPr>
          <w:rtl/>
        </w:rPr>
        <w:t xml:space="preserve"> ، </w:t>
      </w:r>
      <w:r w:rsidRPr="005624A9">
        <w:rPr>
          <w:rtl/>
        </w:rPr>
        <w:t>فقلت</w:t>
      </w:r>
      <w:r>
        <w:rPr>
          <w:rtl/>
        </w:rPr>
        <w:t xml:space="preserve"> : </w:t>
      </w:r>
      <w:r w:rsidRPr="005624A9">
        <w:rPr>
          <w:rtl/>
        </w:rPr>
        <w:t>ما لك يا رسول الله</w:t>
      </w:r>
      <w:r>
        <w:rPr>
          <w:rtl/>
        </w:rPr>
        <w:t xml:space="preserve"> ، </w:t>
      </w:r>
      <w:r w:rsidRPr="005624A9">
        <w:rPr>
          <w:rtl/>
        </w:rPr>
        <w:t>ما لك؟!</w:t>
      </w:r>
    </w:p>
    <w:p w:rsidR="00A87899" w:rsidRDefault="00A87899" w:rsidP="00541E11">
      <w:pPr>
        <w:pStyle w:val="libBold2"/>
        <w:rPr>
          <w:rtl/>
        </w:rPr>
      </w:pPr>
      <w:r w:rsidRPr="005624A9">
        <w:rPr>
          <w:rtl/>
        </w:rPr>
        <w:t>قال</w:t>
      </w:r>
      <w:r>
        <w:rPr>
          <w:rtl/>
        </w:rPr>
        <w:t xml:space="preserve"> : </w:t>
      </w:r>
      <w:r w:rsidRPr="005624A9">
        <w:rPr>
          <w:rtl/>
        </w:rPr>
        <w:t>«شهدتُ قتل الحسين آنفاً»</w:t>
      </w:r>
      <w:r>
        <w:rPr>
          <w:rtl/>
        </w:rPr>
        <w:t xml:space="preserve"> </w:t>
      </w:r>
      <w:r w:rsidRPr="00541E11">
        <w:rPr>
          <w:rStyle w:val="libFootnotenumChar"/>
          <w:rtl/>
        </w:rPr>
        <w:t>(1)</w:t>
      </w:r>
      <w:r>
        <w:rPr>
          <w:rtl/>
        </w:rPr>
        <w:t>.</w:t>
      </w:r>
    </w:p>
    <w:p w:rsidR="00A87899" w:rsidRDefault="00A87899" w:rsidP="00A87899">
      <w:pPr>
        <w:pStyle w:val="Heading2Center"/>
        <w:rPr>
          <w:rtl/>
        </w:rPr>
      </w:pPr>
      <w:bookmarkStart w:id="94" w:name="_Toc416693867"/>
      <w:bookmarkStart w:id="95" w:name="_Toc416696111"/>
      <w:r>
        <w:rPr>
          <w:rtl/>
        </w:rPr>
        <w:t>33 ـ رثاء الطبيعة</w:t>
      </w:r>
      <w:bookmarkEnd w:id="94"/>
      <w:bookmarkEnd w:id="95"/>
    </w:p>
    <w:p w:rsidR="00A87899" w:rsidRDefault="00A87899" w:rsidP="00541E11">
      <w:pPr>
        <w:pStyle w:val="libNormal"/>
        <w:rPr>
          <w:rtl/>
        </w:rPr>
      </w:pPr>
      <w:r>
        <w:rPr>
          <w:rtl/>
        </w:rPr>
        <w:t>ومن الأحداث بعد مذبحة كربلاء أنّ الطبيعة شاركت في إعلان الحزن بأساليب غريبة لم تؤثر عند عامة الحوادث.</w:t>
      </w:r>
    </w:p>
    <w:p w:rsidR="00A87899" w:rsidRDefault="00A87899" w:rsidP="00541E11">
      <w:pPr>
        <w:pStyle w:val="libNormal"/>
        <w:rPr>
          <w:rtl/>
        </w:rPr>
      </w:pPr>
      <w:r>
        <w:rPr>
          <w:rtl/>
        </w:rPr>
        <w:t>فمنها : بكاء السماء دماً</w:t>
      </w:r>
      <w:r>
        <w:rPr>
          <w:rFonts w:hint="cs"/>
          <w:rtl/>
        </w:rPr>
        <w:t xml:space="preserve"> :</w:t>
      </w:r>
    </w:p>
    <w:p w:rsidR="00A87899" w:rsidRDefault="00A87899" w:rsidP="00541E11">
      <w:pPr>
        <w:pStyle w:val="libNormal"/>
        <w:rPr>
          <w:rtl/>
        </w:rPr>
      </w:pPr>
      <w:r w:rsidRPr="00541E11">
        <w:rPr>
          <w:rStyle w:val="libBold2Char"/>
          <w:rtl/>
        </w:rPr>
        <w:t>[287] قال ابن سيرين : لم تبك السماء على أحد بعد يحيى بن زكريّا إلاّ على الحسين بن عليّ (عليه السّلام)</w:t>
      </w:r>
      <w:r>
        <w:rPr>
          <w:rtl/>
        </w:rPr>
        <w:t xml:space="preserve"> </w:t>
      </w:r>
      <w:r w:rsidRPr="00541E11">
        <w:rPr>
          <w:rStyle w:val="libFootnotenumChar"/>
          <w:rtl/>
        </w:rPr>
        <w:t>(2)</w:t>
      </w:r>
      <w:r>
        <w:rPr>
          <w:rtl/>
        </w:rPr>
        <w:t>.</w:t>
      </w:r>
    </w:p>
    <w:p w:rsidR="00A87899" w:rsidRPr="005624A9" w:rsidRDefault="00A87899" w:rsidP="00541E11">
      <w:pPr>
        <w:pStyle w:val="libBold2"/>
        <w:rPr>
          <w:rtl/>
        </w:rPr>
      </w:pPr>
      <w:r w:rsidRPr="005624A9">
        <w:rPr>
          <w:rtl/>
        </w:rPr>
        <w:t>[295] قالت نصرة الأزدية</w:t>
      </w:r>
      <w:r>
        <w:rPr>
          <w:rtl/>
        </w:rPr>
        <w:t xml:space="preserve"> : </w:t>
      </w:r>
      <w:r w:rsidRPr="005624A9">
        <w:rPr>
          <w:rtl/>
        </w:rPr>
        <w:t>لمّا أن قُتل الحسين بن عليّ مطرت السماء دماً فأصبحت وكلّ شيء لنا ملآن دماً.</w:t>
      </w:r>
    </w:p>
    <w:p w:rsidR="00A87899" w:rsidRDefault="00A87899" w:rsidP="00541E11">
      <w:pPr>
        <w:pStyle w:val="libBold2"/>
        <w:rPr>
          <w:rtl/>
        </w:rPr>
      </w:pPr>
      <w:r w:rsidRPr="005624A9">
        <w:rPr>
          <w:rtl/>
        </w:rPr>
        <w:t>[291] وقالت امرأة</w:t>
      </w:r>
      <w:r>
        <w:rPr>
          <w:rtl/>
        </w:rPr>
        <w:t xml:space="preserve"> : </w:t>
      </w:r>
      <w:r w:rsidRPr="005624A9">
        <w:rPr>
          <w:rtl/>
        </w:rPr>
        <w:t>كُنّا زماناً بعد مقتل الحسين</w:t>
      </w:r>
      <w:r>
        <w:rPr>
          <w:rtl/>
        </w:rPr>
        <w:t xml:space="preserve"> ، </w:t>
      </w:r>
      <w:r w:rsidRPr="005624A9">
        <w:rPr>
          <w:rtl/>
        </w:rPr>
        <w:t>وإنّ الشمس تطلع محمرّة على الحيطان والجدران بالغداة</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(1) مختصر ابن منظور 7 / 152.</w:t>
      </w:r>
    </w:p>
    <w:p w:rsidR="00A87899" w:rsidRPr="00E7395C" w:rsidRDefault="00A87899" w:rsidP="00541E11">
      <w:pPr>
        <w:pStyle w:val="libFootnote0"/>
        <w:rPr>
          <w:rtl/>
        </w:rPr>
      </w:pPr>
      <w:r w:rsidRPr="00E7395C">
        <w:rPr>
          <w:rtl/>
        </w:rPr>
        <w:t>(2) مختصر تاريخ دمشق ـ لابن منظور 7 / 149.</w:t>
      </w:r>
    </w:p>
    <w:p w:rsidR="00A87899" w:rsidRPr="005624A9" w:rsidRDefault="00A87899" w:rsidP="00541E11">
      <w:pPr>
        <w:pStyle w:val="libBold2"/>
        <w:rPr>
          <w:rtl/>
        </w:rPr>
      </w:pPr>
      <w:r>
        <w:rPr>
          <w:rtl/>
        </w:rPr>
        <w:br w:type="page"/>
      </w:r>
      <w:r w:rsidRPr="005624A9">
        <w:rPr>
          <w:rtl/>
        </w:rPr>
        <w:lastRenderedPageBreak/>
        <w:t>والعشيّ.</w:t>
      </w:r>
    </w:p>
    <w:p w:rsidR="00A87899" w:rsidRPr="00541E11" w:rsidRDefault="00A87899" w:rsidP="00541E11">
      <w:pPr>
        <w:pStyle w:val="libBold2"/>
        <w:rPr>
          <w:rStyle w:val="libBold2Char"/>
          <w:rtl/>
        </w:rPr>
      </w:pPr>
      <w:r w:rsidRPr="005624A9">
        <w:rPr>
          <w:rtl/>
        </w:rPr>
        <w:t>قالت</w:t>
      </w:r>
      <w:r>
        <w:rPr>
          <w:rtl/>
        </w:rPr>
        <w:t xml:space="preserve"> : </w:t>
      </w:r>
      <w:r w:rsidRPr="005624A9">
        <w:rPr>
          <w:rtl/>
        </w:rPr>
        <w:t xml:space="preserve">كانوا لا يرفعون حجراً إلاّ وجدوا تحته دماً </w:t>
      </w:r>
      <w:r w:rsidRPr="00541E11">
        <w:rPr>
          <w:rStyle w:val="libFootnotenumChar"/>
          <w:rtl/>
        </w:rPr>
        <w:t>(</w:t>
      </w:r>
      <w:r w:rsidRPr="00541E11">
        <w:rPr>
          <w:rStyle w:val="libFootnotenumChar"/>
          <w:rFonts w:hint="cs"/>
          <w:rtl/>
        </w:rPr>
        <w:t>1</w:t>
      </w:r>
      <w:r w:rsidRPr="00541E11">
        <w:rPr>
          <w:rStyle w:val="libFootnotenumChar"/>
          <w:rtl/>
        </w:rPr>
        <w:t>)</w:t>
      </w:r>
      <w:r w:rsidRPr="00541E11">
        <w:rPr>
          <w:rStyle w:val="libBold2Char"/>
          <w:rtl/>
        </w:rPr>
        <w:t>.</w:t>
      </w:r>
    </w:p>
    <w:p w:rsidR="00A87899" w:rsidRDefault="00A87899" w:rsidP="00541E11">
      <w:pPr>
        <w:pStyle w:val="libNormal"/>
        <w:rPr>
          <w:rtl/>
        </w:rPr>
      </w:pPr>
      <w:r w:rsidRPr="005624A9">
        <w:rPr>
          <w:rtl/>
        </w:rPr>
        <w:t>ومنها ظلمة السماء</w:t>
      </w:r>
      <w:r>
        <w:rPr>
          <w:rFonts w:hint="cs"/>
          <w:rtl/>
        </w:rPr>
        <w:t xml:space="preserve"> :</w:t>
      </w:r>
    </w:p>
    <w:p w:rsidR="00A87899" w:rsidRPr="005624A9" w:rsidRDefault="00A87899" w:rsidP="00541E11">
      <w:pPr>
        <w:pStyle w:val="libBold2"/>
        <w:rPr>
          <w:rtl/>
        </w:rPr>
      </w:pPr>
      <w:r w:rsidRPr="00541E11">
        <w:rPr>
          <w:rtl/>
        </w:rPr>
        <w:t xml:space="preserve">[288] قال خليفة : لمّا قُتل الحسين (عليه السّلام) اسودّت السماء وظهرت الكواكب نهاراً حتّى رأيت الجوزاء عند العصر ، وسقط التراب الأحمر </w:t>
      </w:r>
      <w:r w:rsidRPr="00541E11">
        <w:rPr>
          <w:rStyle w:val="libFootnotenumChar"/>
          <w:rtl/>
        </w:rPr>
        <w:t>(</w:t>
      </w:r>
      <w:r w:rsidRPr="00541E11">
        <w:rPr>
          <w:rStyle w:val="libFootnotenumChar"/>
          <w:rFonts w:hint="cs"/>
          <w:rtl/>
        </w:rPr>
        <w:t>2</w:t>
      </w:r>
      <w:r w:rsidRPr="00541E11">
        <w:rPr>
          <w:rStyle w:val="libFootnotenumChar"/>
          <w:rtl/>
        </w:rPr>
        <w:t>)</w:t>
      </w:r>
      <w:r w:rsidRPr="005624A9">
        <w:rPr>
          <w:rtl/>
        </w:rPr>
        <w:t>.</w:t>
      </w:r>
    </w:p>
    <w:p w:rsidR="00A87899" w:rsidRDefault="00A87899" w:rsidP="00541E11">
      <w:pPr>
        <w:pStyle w:val="libBold2"/>
        <w:rPr>
          <w:rtl/>
        </w:rPr>
      </w:pPr>
      <w:r w:rsidRPr="005624A9">
        <w:rPr>
          <w:rtl/>
        </w:rPr>
        <w:t>[293] قال عيسى بن الحارث الكندي</w:t>
      </w:r>
      <w:r>
        <w:rPr>
          <w:rtl/>
        </w:rPr>
        <w:t xml:space="preserve"> : </w:t>
      </w:r>
      <w:r w:rsidRPr="005624A9">
        <w:rPr>
          <w:rtl/>
        </w:rPr>
        <w:t>لمّا قُتل الحسين (عليه السّلام) مكثنا سبعة أيّام إذا صلّينا العصر نظرنا إلى الشمس على أطراف الحيطان</w:t>
      </w:r>
      <w:r w:rsidRPr="005624A9">
        <w:rPr>
          <w:rFonts w:hint="cs"/>
          <w:rtl/>
        </w:rPr>
        <w:t xml:space="preserve"> </w:t>
      </w:r>
      <w:r w:rsidRPr="005624A9">
        <w:rPr>
          <w:rtl/>
        </w:rPr>
        <w:t>كأنّها الملاحف المعصفرة</w:t>
      </w:r>
      <w:r>
        <w:rPr>
          <w:rtl/>
        </w:rPr>
        <w:t xml:space="preserve"> ، </w:t>
      </w:r>
      <w:r w:rsidRPr="005624A9">
        <w:rPr>
          <w:rtl/>
        </w:rPr>
        <w:t>ونظرنا إلى الكواكب يضرب بعضها بعضاً</w:t>
      </w:r>
      <w:r>
        <w:rPr>
          <w:rtl/>
        </w:rPr>
        <w:t xml:space="preserve"> </w:t>
      </w:r>
      <w:r w:rsidRPr="00541E11">
        <w:rPr>
          <w:rStyle w:val="libFootnotenumChar"/>
          <w:rtl/>
        </w:rPr>
        <w:t>(</w:t>
      </w:r>
      <w:r w:rsidRPr="00541E11">
        <w:rPr>
          <w:rStyle w:val="libFootnotenumChar"/>
          <w:rFonts w:hint="cs"/>
          <w:rtl/>
        </w:rPr>
        <w:t>3</w:t>
      </w:r>
      <w:r w:rsidRPr="00541E11">
        <w:rPr>
          <w:rStyle w:val="libFootnotenumChar"/>
          <w:rtl/>
        </w:rPr>
        <w:t>)</w:t>
      </w:r>
      <w:r>
        <w:rPr>
          <w:rtl/>
        </w:rPr>
        <w:t>.</w:t>
      </w:r>
    </w:p>
    <w:p w:rsidR="00A87899" w:rsidRDefault="00A87899" w:rsidP="00541E11">
      <w:pPr>
        <w:pStyle w:val="libNormal"/>
        <w:rPr>
          <w:rtl/>
        </w:rPr>
      </w:pPr>
      <w:r w:rsidRPr="00541E11">
        <w:rPr>
          <w:rStyle w:val="libBold2Char"/>
          <w:rtl/>
        </w:rPr>
        <w:t>[296] قال أبو قبيل : لمّا قُتل الحسين بن عليّ (عليه السّلام) كسفت الشمس كسفة بدت الكواكب نصف النهار حتّى ظننّا أنّها هي</w:t>
      </w:r>
      <w:r>
        <w:rPr>
          <w:rtl/>
        </w:rPr>
        <w:t xml:space="preserve"> </w:t>
      </w:r>
      <w:r w:rsidRPr="00541E11">
        <w:rPr>
          <w:rStyle w:val="libFootnotenumChar"/>
          <w:rtl/>
        </w:rPr>
        <w:t>(</w:t>
      </w:r>
      <w:r w:rsidRPr="00541E11">
        <w:rPr>
          <w:rStyle w:val="libFootnotenumChar"/>
          <w:rFonts w:hint="cs"/>
          <w:rtl/>
        </w:rPr>
        <w:t>4</w:t>
      </w:r>
      <w:r w:rsidRPr="00541E11">
        <w:rPr>
          <w:rStyle w:val="libFootnotenumChar"/>
          <w:rtl/>
        </w:rPr>
        <w:t>)</w:t>
      </w:r>
      <w:r>
        <w:rPr>
          <w:rtl/>
        </w:rPr>
        <w:t>.</w:t>
      </w:r>
    </w:p>
    <w:p w:rsidR="00A87899" w:rsidRDefault="00A87899" w:rsidP="00541E11">
      <w:pPr>
        <w:pStyle w:val="libNormal"/>
        <w:rPr>
          <w:rtl/>
        </w:rPr>
      </w:pPr>
      <w:r w:rsidRPr="00541E11">
        <w:rPr>
          <w:rStyle w:val="libBold2Char"/>
          <w:rtl/>
        </w:rPr>
        <w:t>[301] قالت أُمّ حبّان : يوم قتل الحسين (عليه السّلام) اظلمّت علينا ثلاثاً ، ولم يمسّ أحدٌ من زعفرانهم شيئاً فجعله على وجهه إلاّ احترق ، ولم يقلب حجرٌ ببيت المقدس إلاّ أصبح تحته دمٌ عبيط</w:t>
      </w:r>
      <w:r>
        <w:rPr>
          <w:rtl/>
        </w:rPr>
        <w:t xml:space="preserve"> </w:t>
      </w:r>
      <w:r w:rsidRPr="00541E11">
        <w:rPr>
          <w:rStyle w:val="libFootnotenumChar"/>
          <w:rtl/>
        </w:rPr>
        <w:t>(</w:t>
      </w:r>
      <w:r w:rsidRPr="00541E11">
        <w:rPr>
          <w:rStyle w:val="libFootnotenumChar"/>
          <w:rFonts w:hint="cs"/>
          <w:rtl/>
        </w:rPr>
        <w:t>5</w:t>
      </w:r>
      <w:r w:rsidRPr="00541E11">
        <w:rPr>
          <w:rStyle w:val="libFootnotenumChar"/>
          <w:rtl/>
        </w:rPr>
        <w:t>)</w:t>
      </w:r>
      <w:r>
        <w:rPr>
          <w:rtl/>
        </w:rPr>
        <w:t>.</w:t>
      </w:r>
    </w:p>
    <w:p w:rsidR="00A87899" w:rsidRDefault="00A87899" w:rsidP="00541E11">
      <w:pPr>
        <w:pStyle w:val="libNormal"/>
        <w:rPr>
          <w:rtl/>
        </w:rPr>
      </w:pPr>
      <w:r>
        <w:rPr>
          <w:rtl/>
        </w:rPr>
        <w:t>وقد اعترف ببعض هذه الأحداث حكّام بني أُمّية</w:t>
      </w:r>
      <w:r>
        <w:rPr>
          <w:rFonts w:hint="cs"/>
          <w:rtl/>
        </w:rPr>
        <w:t xml:space="preserve"> :</w:t>
      </w:r>
    </w:p>
    <w:p w:rsidR="00A87899" w:rsidRDefault="00A87899" w:rsidP="00541E11">
      <w:pPr>
        <w:pStyle w:val="libBold2"/>
        <w:rPr>
          <w:rtl/>
        </w:rPr>
      </w:pPr>
      <w:r w:rsidRPr="005624A9">
        <w:rPr>
          <w:rtl/>
        </w:rPr>
        <w:t>[302] قال معمر</w:t>
      </w:r>
      <w:r>
        <w:rPr>
          <w:rtl/>
        </w:rPr>
        <w:t xml:space="preserve"> : </w:t>
      </w:r>
      <w:r w:rsidRPr="005624A9">
        <w:rPr>
          <w:rtl/>
        </w:rPr>
        <w:t>أوّل ما عُرف الزهريّ تكلّم في مجلس</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Pr>
          <w:rFonts w:hint="cs"/>
          <w:rtl/>
        </w:rPr>
        <w:t>(1) و (</w:t>
      </w:r>
      <w:r w:rsidRPr="00E7395C">
        <w:rPr>
          <w:rtl/>
        </w:rPr>
        <w:t xml:space="preserve">2) </w:t>
      </w:r>
      <w:r>
        <w:rPr>
          <w:rFonts w:hint="cs"/>
          <w:rtl/>
        </w:rPr>
        <w:t xml:space="preserve">و (3) و (4) و (5) </w:t>
      </w:r>
      <w:r w:rsidRPr="00E7395C">
        <w:rPr>
          <w:rtl/>
        </w:rPr>
        <w:t>مختصر تاريخ دمشق ـ لابن منظور 7 / 149.</w:t>
      </w:r>
    </w:p>
    <w:p w:rsidR="00A87899" w:rsidRPr="005624A9" w:rsidRDefault="00A87899" w:rsidP="00541E11">
      <w:pPr>
        <w:pStyle w:val="libBold2"/>
        <w:rPr>
          <w:rtl/>
        </w:rPr>
      </w:pPr>
      <w:r>
        <w:rPr>
          <w:rtl/>
        </w:rPr>
        <w:br w:type="page"/>
      </w:r>
      <w:r w:rsidRPr="005624A9">
        <w:rPr>
          <w:rtl/>
        </w:rPr>
        <w:lastRenderedPageBreak/>
        <w:t>الوليد بن عبد الملك</w:t>
      </w:r>
      <w:r>
        <w:rPr>
          <w:rtl/>
        </w:rPr>
        <w:t xml:space="preserve"> ، </w:t>
      </w:r>
      <w:r w:rsidRPr="005624A9">
        <w:rPr>
          <w:rtl/>
        </w:rPr>
        <w:t>فقال الوليد</w:t>
      </w:r>
      <w:r>
        <w:rPr>
          <w:rtl/>
        </w:rPr>
        <w:t xml:space="preserve"> : </w:t>
      </w:r>
      <w:r w:rsidRPr="005624A9">
        <w:rPr>
          <w:rtl/>
        </w:rPr>
        <w:t>أيّكم يعلم ما فعلت أحجار بيت المقدس يوم قُتلَ الحسين بن عليّ؟</w:t>
      </w:r>
    </w:p>
    <w:p w:rsidR="00A87899" w:rsidRPr="005624A9" w:rsidRDefault="00A87899" w:rsidP="00541E11">
      <w:pPr>
        <w:pStyle w:val="libBold2"/>
        <w:rPr>
          <w:rtl/>
        </w:rPr>
      </w:pPr>
      <w:r w:rsidRPr="005624A9">
        <w:rPr>
          <w:rtl/>
        </w:rPr>
        <w:t>فقال الزهري</w:t>
      </w:r>
      <w:r>
        <w:rPr>
          <w:rtl/>
        </w:rPr>
        <w:t xml:space="preserve"> : </w:t>
      </w:r>
      <w:r w:rsidRPr="005624A9">
        <w:rPr>
          <w:rtl/>
        </w:rPr>
        <w:t>بلغني أنّه لم يقلب حجر إلاّ وجد تحته دم عبيط.</w:t>
      </w:r>
    </w:p>
    <w:p w:rsidR="00A87899" w:rsidRDefault="00A87899" w:rsidP="00A87899">
      <w:pPr>
        <w:pStyle w:val="Heading2Center"/>
        <w:rPr>
          <w:rtl/>
        </w:rPr>
      </w:pPr>
      <w:bookmarkStart w:id="96" w:name="_Toc416693868"/>
      <w:bookmarkStart w:id="97" w:name="_Toc416696112"/>
      <w:r>
        <w:rPr>
          <w:rtl/>
        </w:rPr>
        <w:t>34 ـ الأسى والرثاء</w:t>
      </w:r>
      <w:bookmarkEnd w:id="96"/>
      <w:bookmarkEnd w:id="97"/>
    </w:p>
    <w:p w:rsidR="00A87899" w:rsidRDefault="00A87899" w:rsidP="00541E11">
      <w:pPr>
        <w:pStyle w:val="libNormal"/>
        <w:rPr>
          <w:rtl/>
        </w:rPr>
      </w:pPr>
      <w:r>
        <w:rPr>
          <w:rtl/>
        </w:rPr>
        <w:t>لم يبق أحدٌ لم يدخل عليه الحزنُ والألمُ بقتل الحسين (عليه السّلام) ، فالإمام لم يكن شخصاً ، بل كان شاخِصاً إليه تشخص أعين الأُمّة كي يُنجدها من المأزق الذي حاصرها وحاصر دينها ودنياها.</w:t>
      </w:r>
    </w:p>
    <w:p w:rsidR="00A87899" w:rsidRDefault="00A87899" w:rsidP="00541E11">
      <w:pPr>
        <w:pStyle w:val="libNormal"/>
        <w:rPr>
          <w:rtl/>
        </w:rPr>
      </w:pPr>
      <w:r>
        <w:rPr>
          <w:rtl/>
        </w:rPr>
        <w:t>ولئن تقاعس الناسُ عن إدراك ما يجب عليهم أن يفعلوه في تلك الظروف العصيبة ، ولم يتمكّنوا من الإقدام على الفداء والتضحية ، إلاّ أنّ الإمام الحسين (عليه السّلام) بتضحيته وإقدامه فجّر في نفوسهم كوامنها ، فلم يحبسوا عن الإمام (عليه السّلام) نصرهم بالعواطف بعد أن فاتهم نصره بالنفوس وإن كان بعد أن خسروا وجوده الشريف ، وما يحمله من معارف ومعاني ومكارم</w:t>
      </w:r>
      <w:r>
        <w:rPr>
          <w:rFonts w:hint="cs"/>
          <w:rtl/>
        </w:rPr>
        <w:t>!</w:t>
      </w:r>
    </w:p>
    <w:p w:rsidR="00A87899" w:rsidRDefault="00A87899" w:rsidP="00541E11">
      <w:pPr>
        <w:pStyle w:val="libNormal"/>
        <w:rPr>
          <w:rtl/>
        </w:rPr>
      </w:pPr>
      <w:r>
        <w:rPr>
          <w:rtl/>
        </w:rPr>
        <w:t xml:space="preserve">فكانت المراثي التي تعتبر في مثل ذلك الظرف الرهيب استمراراً لثورة الحسين </w:t>
      </w:r>
      <w:r>
        <w:rPr>
          <w:rFonts w:hint="cs"/>
          <w:rtl/>
        </w:rPr>
        <w:t>،</w:t>
      </w:r>
      <w:r>
        <w:rPr>
          <w:rtl/>
        </w:rPr>
        <w:t xml:space="preserve"> واحداً من نتائجها لمّا انطلقت الألسنُ عن صمتها.</w:t>
      </w:r>
    </w:p>
    <w:p w:rsidR="00A87899" w:rsidRDefault="00A87899" w:rsidP="00541E11">
      <w:pPr>
        <w:pStyle w:val="libNormal"/>
        <w:rPr>
          <w:rtl/>
        </w:rPr>
      </w:pPr>
      <w:r>
        <w:rPr>
          <w:rtl/>
        </w:rPr>
        <w:t xml:space="preserve">وأوّل من أعلن الرثاء اُمّ سلمة زوجة الرسول (صلّى الله عليه وآله) ، التي ساهمتْ في نشر أخبار سيرة الحسين (عليه السّلام) بكثرة ، فقد كانتْ تستطلعُ أخبار الحسين </w:t>
      </w:r>
      <w:r>
        <w:rPr>
          <w:rFonts w:hint="cs"/>
          <w:rtl/>
        </w:rPr>
        <w:t>،</w:t>
      </w:r>
      <w:r>
        <w:rPr>
          <w:rtl/>
        </w:rPr>
        <w:t xml:space="preserve"> فقالتْ لجارية لها </w:t>
      </w:r>
      <w:r>
        <w:rPr>
          <w:rFonts w:hint="cs"/>
          <w:rtl/>
        </w:rPr>
        <w:t>:</w:t>
      </w:r>
    </w:p>
    <w:p w:rsidR="00A87899" w:rsidRDefault="00A87899" w:rsidP="00541E11">
      <w:pPr>
        <w:pStyle w:val="libBold2"/>
        <w:rPr>
          <w:rtl/>
        </w:rPr>
      </w:pPr>
      <w:r w:rsidRPr="005624A9">
        <w:rPr>
          <w:rtl/>
        </w:rPr>
        <w:t>[89]</w:t>
      </w:r>
      <w:r>
        <w:rPr>
          <w:rtl/>
        </w:rPr>
        <w:t xml:space="preserve"> : </w:t>
      </w:r>
      <w:r w:rsidRPr="005624A9">
        <w:rPr>
          <w:rtl/>
        </w:rPr>
        <w:t>اخرجي فخبّريني</w:t>
      </w:r>
      <w:r w:rsidRPr="005624A9">
        <w:rPr>
          <w:rFonts w:hint="cs"/>
          <w:rtl/>
        </w:rPr>
        <w:t xml:space="preserve"> </w:t>
      </w:r>
      <w:r w:rsidRPr="005624A9">
        <w:rPr>
          <w:rtl/>
        </w:rPr>
        <w:t>فرجعت الجارية</w:t>
      </w:r>
      <w:r>
        <w:rPr>
          <w:rtl/>
        </w:rPr>
        <w:t xml:space="preserve"> ، </w:t>
      </w:r>
      <w:r w:rsidRPr="005624A9">
        <w:rPr>
          <w:rtl/>
        </w:rPr>
        <w:t>فقالت</w:t>
      </w:r>
      <w:r>
        <w:rPr>
          <w:rtl/>
        </w:rPr>
        <w:t xml:space="preserve"> : </w:t>
      </w:r>
      <w:r w:rsidRPr="005624A9">
        <w:rPr>
          <w:rtl/>
        </w:rPr>
        <w:t>قُتل</w:t>
      </w:r>
    </w:p>
    <w:p w:rsidR="00A87899" w:rsidRPr="005624A9" w:rsidRDefault="00A87899" w:rsidP="00541E11">
      <w:pPr>
        <w:pStyle w:val="libBold2"/>
        <w:rPr>
          <w:rtl/>
        </w:rPr>
      </w:pPr>
      <w:r w:rsidRPr="00E7395C">
        <w:rPr>
          <w:rtl/>
        </w:rPr>
        <w:br w:type="page"/>
      </w:r>
      <w:r w:rsidRPr="005624A9">
        <w:rPr>
          <w:rtl/>
        </w:rPr>
        <w:lastRenderedPageBreak/>
        <w:t>الحسين</w:t>
      </w:r>
      <w:r>
        <w:rPr>
          <w:rFonts w:hint="cs"/>
          <w:rtl/>
        </w:rPr>
        <w:t>!</w:t>
      </w:r>
    </w:p>
    <w:p w:rsidR="00A87899" w:rsidRPr="009E5282" w:rsidRDefault="00A87899" w:rsidP="00541E11">
      <w:pPr>
        <w:pStyle w:val="libBold2"/>
        <w:rPr>
          <w:rtl/>
        </w:rPr>
      </w:pPr>
      <w:r w:rsidRPr="009E5282">
        <w:rPr>
          <w:rtl/>
        </w:rPr>
        <w:t>فشهقتْ شهقةً غشي عليها</w:t>
      </w:r>
      <w:r>
        <w:rPr>
          <w:rtl/>
        </w:rPr>
        <w:t xml:space="preserve"> ، </w:t>
      </w:r>
      <w:r w:rsidRPr="009E5282">
        <w:rPr>
          <w:rtl/>
        </w:rPr>
        <w:t>ثمّ أفاقت فاسترجعتْ</w:t>
      </w:r>
      <w:r>
        <w:rPr>
          <w:rtl/>
        </w:rPr>
        <w:t xml:space="preserve"> ، </w:t>
      </w:r>
      <w:r w:rsidRPr="009E5282">
        <w:rPr>
          <w:rtl/>
        </w:rPr>
        <w:t>قالت</w:t>
      </w:r>
      <w:r>
        <w:rPr>
          <w:rtl/>
        </w:rPr>
        <w:t xml:space="preserve"> : </w:t>
      </w:r>
      <w:r w:rsidRPr="009E5282">
        <w:rPr>
          <w:rtl/>
        </w:rPr>
        <w:t>قتلوه! قتلهم الله</w:t>
      </w:r>
      <w:r>
        <w:rPr>
          <w:rtl/>
        </w:rPr>
        <w:t xml:space="preserve"> ، </w:t>
      </w:r>
      <w:r w:rsidRPr="009E5282">
        <w:rPr>
          <w:rtl/>
        </w:rPr>
        <w:t>قتلوه! أذلّهم الله</w:t>
      </w:r>
      <w:r>
        <w:rPr>
          <w:rtl/>
        </w:rPr>
        <w:t xml:space="preserve"> ، </w:t>
      </w:r>
      <w:r w:rsidRPr="009E5282">
        <w:rPr>
          <w:rtl/>
        </w:rPr>
        <w:t>قتلوه! أخزاهم الله.</w:t>
      </w:r>
    </w:p>
    <w:p w:rsidR="00A87899" w:rsidRDefault="00A87899" w:rsidP="00541E11">
      <w:pPr>
        <w:pStyle w:val="libBold2"/>
        <w:rPr>
          <w:rtl/>
        </w:rPr>
      </w:pPr>
      <w:r w:rsidRPr="009E5282">
        <w:rPr>
          <w:rtl/>
        </w:rPr>
        <w:t>[329] قالت</w:t>
      </w:r>
      <w:r>
        <w:rPr>
          <w:rtl/>
        </w:rPr>
        <w:t xml:space="preserve"> : </w:t>
      </w:r>
      <w:r w:rsidRPr="009E5282">
        <w:rPr>
          <w:rtl/>
        </w:rPr>
        <w:t>قد فعلوها!</w:t>
      </w:r>
    </w:p>
    <w:p w:rsidR="00A87899" w:rsidRDefault="00A87899" w:rsidP="00541E11">
      <w:pPr>
        <w:pStyle w:val="libBold2"/>
        <w:rPr>
          <w:rtl/>
        </w:rPr>
      </w:pPr>
      <w:r w:rsidRPr="009E5282">
        <w:rPr>
          <w:rtl/>
        </w:rPr>
        <w:t>ملأ الله بيوتهم ـ أو قبورهم ـ ناراً.</w:t>
      </w:r>
    </w:p>
    <w:p w:rsidR="00A87899" w:rsidRPr="00541E11" w:rsidRDefault="00A87899" w:rsidP="00541E11">
      <w:pPr>
        <w:pStyle w:val="libBold2"/>
        <w:rPr>
          <w:rStyle w:val="libBold2Char"/>
          <w:rtl/>
        </w:rPr>
      </w:pPr>
      <w:r w:rsidRPr="009E5282">
        <w:rPr>
          <w:rtl/>
        </w:rPr>
        <w:t xml:space="preserve">ووقعت مغشيّاً عليها </w:t>
      </w:r>
      <w:r w:rsidRPr="00541E11">
        <w:rPr>
          <w:rStyle w:val="libFootnotenumChar"/>
          <w:rtl/>
        </w:rPr>
        <w:t>(1)</w:t>
      </w:r>
      <w:r w:rsidRPr="00541E11">
        <w:rPr>
          <w:rStyle w:val="libBold2Char"/>
          <w:rFonts w:hint="cs"/>
          <w:rtl/>
        </w:rPr>
        <w:t>!</w:t>
      </w:r>
    </w:p>
    <w:p w:rsidR="00A87899" w:rsidRDefault="00A87899" w:rsidP="00541E11">
      <w:pPr>
        <w:pStyle w:val="libNormal"/>
        <w:rPr>
          <w:rtl/>
        </w:rPr>
      </w:pPr>
      <w:r>
        <w:rPr>
          <w:rtl/>
        </w:rPr>
        <w:t>وكان ابن عبّاس يتوقّع خبر الحسين بن عليّ (عليه السّلام) إلى أن أتاه آت ، فسارّه بشيء ، فأظهر الاسترجاع ، قال الراوي</w:t>
      </w:r>
      <w:r>
        <w:rPr>
          <w:rFonts w:hint="cs"/>
          <w:rtl/>
        </w:rPr>
        <w:t xml:space="preserve"> :</w:t>
      </w:r>
    </w:p>
    <w:p w:rsidR="00A87899" w:rsidRPr="009E5282" w:rsidRDefault="00A87899" w:rsidP="00541E11">
      <w:pPr>
        <w:pStyle w:val="libBold2"/>
        <w:rPr>
          <w:rtl/>
        </w:rPr>
      </w:pPr>
      <w:r w:rsidRPr="009E5282">
        <w:rPr>
          <w:rtl/>
        </w:rPr>
        <w:t>[330]</w:t>
      </w:r>
      <w:r>
        <w:rPr>
          <w:rtl/>
        </w:rPr>
        <w:t xml:space="preserve"> : </w:t>
      </w:r>
      <w:r w:rsidRPr="009E5282">
        <w:rPr>
          <w:rtl/>
        </w:rPr>
        <w:t>فقلنا</w:t>
      </w:r>
      <w:r>
        <w:rPr>
          <w:rtl/>
        </w:rPr>
        <w:t xml:space="preserve"> : </w:t>
      </w:r>
      <w:r w:rsidRPr="009E5282">
        <w:rPr>
          <w:rtl/>
        </w:rPr>
        <w:t>ما حدث يا أبا العبّاس؟</w:t>
      </w:r>
    </w:p>
    <w:p w:rsidR="00A87899" w:rsidRDefault="00A87899" w:rsidP="00541E11">
      <w:pPr>
        <w:pStyle w:val="libBold2"/>
        <w:rPr>
          <w:rtl/>
        </w:rPr>
      </w:pPr>
      <w:r w:rsidRPr="009E5282">
        <w:rPr>
          <w:rtl/>
        </w:rPr>
        <w:t>قال</w:t>
      </w:r>
      <w:r>
        <w:rPr>
          <w:rtl/>
        </w:rPr>
        <w:t xml:space="preserve"> : </w:t>
      </w:r>
      <w:r w:rsidRPr="009E5282">
        <w:rPr>
          <w:rtl/>
        </w:rPr>
        <w:t>مصيبةٌ عظيمةٌ عند الله نحتسبها</w:t>
      </w:r>
      <w:r>
        <w:rPr>
          <w:rtl/>
        </w:rPr>
        <w:t xml:space="preserve"> </w:t>
      </w:r>
      <w:r w:rsidRPr="00541E11">
        <w:rPr>
          <w:rStyle w:val="libFootnotenumChar"/>
          <w:rtl/>
        </w:rPr>
        <w:t>(2)</w:t>
      </w:r>
      <w:r>
        <w:rPr>
          <w:rtl/>
        </w:rPr>
        <w:t>.</w:t>
      </w:r>
    </w:p>
    <w:p w:rsidR="00A87899" w:rsidRDefault="00A87899" w:rsidP="00541E11">
      <w:pPr>
        <w:pStyle w:val="libNormal"/>
        <w:rPr>
          <w:rtl/>
        </w:rPr>
      </w:pPr>
      <w:r>
        <w:rPr>
          <w:rtl/>
        </w:rPr>
        <w:t>وحتّى الجنّ قد أسهموا في هذا الحُزن العظيم مع المؤمنين ، ومع الطبيعة ، فقد جاءت الأخبار بما يلي :</w:t>
      </w:r>
    </w:p>
    <w:p w:rsidR="00A87899" w:rsidRPr="009E5282" w:rsidRDefault="00A87899" w:rsidP="00541E11">
      <w:pPr>
        <w:pStyle w:val="libBold2"/>
        <w:rPr>
          <w:rtl/>
        </w:rPr>
      </w:pPr>
      <w:r w:rsidRPr="009E5282">
        <w:rPr>
          <w:rtl/>
        </w:rPr>
        <w:t>[335] قالت اُمّ سلمة</w:t>
      </w:r>
      <w:r>
        <w:rPr>
          <w:rtl/>
        </w:rPr>
        <w:t xml:space="preserve"> : </w:t>
      </w:r>
      <w:r w:rsidRPr="009E5282">
        <w:rPr>
          <w:rtl/>
        </w:rPr>
        <w:t>سمعت الجنّ تنوح على الحسين يوم قتل</w:t>
      </w:r>
      <w:r>
        <w:rPr>
          <w:rtl/>
        </w:rPr>
        <w:t xml:space="preserve"> ، </w:t>
      </w:r>
      <w:r w:rsidRPr="009E5282">
        <w:rPr>
          <w:rtl/>
        </w:rPr>
        <w:t>وهنّ يقلن</w:t>
      </w:r>
      <w:r>
        <w:rPr>
          <w:rtl/>
        </w:rPr>
        <w:t xml:space="preserve"> : </w:t>
      </w:r>
    </w:p>
    <w:tbl>
      <w:tblPr>
        <w:bidiVisual/>
        <w:tblW w:w="5000" w:type="pct"/>
        <w:tblLook w:val="04A0"/>
      </w:tblPr>
      <w:tblGrid>
        <w:gridCol w:w="3666"/>
        <w:gridCol w:w="249"/>
        <w:gridCol w:w="3672"/>
      </w:tblGrid>
      <w:tr w:rsidR="00A87899" w:rsidTr="005C730B">
        <w:trPr>
          <w:trHeight w:val="350"/>
        </w:trPr>
        <w:tc>
          <w:tcPr>
            <w:tcW w:w="4135" w:type="dxa"/>
            <w:shd w:val="clear" w:color="auto" w:fill="auto"/>
          </w:tcPr>
          <w:p w:rsidR="00A87899" w:rsidRDefault="00A87899" w:rsidP="00541E11">
            <w:pPr>
              <w:pStyle w:val="libPoem"/>
              <w:rPr>
                <w:rtl/>
              </w:rPr>
            </w:pPr>
            <w:r>
              <w:rPr>
                <w:rtl/>
              </w:rPr>
              <w:t>أيّها القاتلون ظلماً</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حسيناً أبشروا بالعذاب والتنكيلِ</w:t>
            </w:r>
            <w:r w:rsidRPr="00541E11">
              <w:rPr>
                <w:rStyle w:val="libPoemTiniChar0"/>
                <w:rtl/>
              </w:rPr>
              <w:br/>
              <w:t> </w:t>
            </w:r>
          </w:p>
        </w:tc>
      </w:tr>
      <w:tr w:rsidR="00A87899" w:rsidTr="005C730B">
        <w:trPr>
          <w:trHeight w:val="350"/>
        </w:trPr>
        <w:tc>
          <w:tcPr>
            <w:tcW w:w="4135" w:type="dxa"/>
            <w:shd w:val="clear" w:color="auto" w:fill="auto"/>
          </w:tcPr>
          <w:p w:rsidR="00A87899" w:rsidRDefault="00A87899" w:rsidP="00541E11">
            <w:pPr>
              <w:pStyle w:val="libPoem"/>
              <w:rPr>
                <w:rtl/>
              </w:rPr>
            </w:pPr>
            <w:r>
              <w:rPr>
                <w:rtl/>
              </w:rPr>
              <w:t>كلُّ أهل السماء يدعو عليكم</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من نبيٍّ ومرسَلٍ وقتيلِ</w:t>
            </w:r>
            <w:r w:rsidRPr="00541E11">
              <w:rPr>
                <w:rStyle w:val="libPoemTiniChar0"/>
                <w:rtl/>
              </w:rPr>
              <w:br/>
              <w:t> </w:t>
            </w:r>
          </w:p>
        </w:tc>
      </w:tr>
    </w:tbl>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 xml:space="preserve">(1) </w:t>
      </w:r>
      <w:r>
        <w:rPr>
          <w:rtl/>
        </w:rPr>
        <w:t>و (</w:t>
      </w:r>
      <w:r w:rsidRPr="00E7395C">
        <w:rPr>
          <w:rtl/>
        </w:rPr>
        <w:t>2) مختصر تاريخ دمشق ـ لابن منظور 7 / 153.</w:t>
      </w:r>
    </w:p>
    <w:p w:rsidR="00A87899" w:rsidRDefault="00A87899" w:rsidP="00541E11">
      <w:pPr>
        <w:pStyle w:val="libNormal"/>
        <w:rPr>
          <w:rtl/>
        </w:rPr>
      </w:pPr>
      <w:r w:rsidRPr="00E7395C">
        <w:rPr>
          <w:rtl/>
        </w:rPr>
        <w:br w:type="page"/>
      </w:r>
    </w:p>
    <w:tbl>
      <w:tblPr>
        <w:bidiVisual/>
        <w:tblW w:w="5000" w:type="pct"/>
        <w:tblLook w:val="04A0"/>
      </w:tblPr>
      <w:tblGrid>
        <w:gridCol w:w="3648"/>
        <w:gridCol w:w="249"/>
        <w:gridCol w:w="3690"/>
      </w:tblGrid>
      <w:tr w:rsidR="00A87899" w:rsidTr="005C730B">
        <w:trPr>
          <w:trHeight w:val="350"/>
        </w:trPr>
        <w:tc>
          <w:tcPr>
            <w:tcW w:w="4135" w:type="dxa"/>
            <w:shd w:val="clear" w:color="auto" w:fill="auto"/>
          </w:tcPr>
          <w:p w:rsidR="00A87899" w:rsidRDefault="00A87899" w:rsidP="00541E11">
            <w:pPr>
              <w:pStyle w:val="libPoem"/>
              <w:rPr>
                <w:rtl/>
              </w:rPr>
            </w:pPr>
            <w:r>
              <w:rPr>
                <w:rtl/>
              </w:rPr>
              <w:lastRenderedPageBreak/>
              <w:t>قد لُعنتم على لسان ابن</w:t>
            </w:r>
            <w:r>
              <w:rPr>
                <w:rFonts w:hint="cs"/>
                <w:rtl/>
              </w:rPr>
              <w:t xml:space="preserve"> </w:t>
            </w:r>
            <w:r>
              <w:rPr>
                <w:rtl/>
              </w:rPr>
              <w:t>داود</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 xml:space="preserve">وموسى وصاحب الإنجيلِ </w:t>
            </w:r>
            <w:r w:rsidRPr="00541E11">
              <w:rPr>
                <w:rStyle w:val="libFootnotenumChar"/>
                <w:rtl/>
              </w:rPr>
              <w:t>(</w:t>
            </w:r>
            <w:r w:rsidRPr="00541E11">
              <w:rPr>
                <w:rStyle w:val="libFootnotenumChar"/>
                <w:rFonts w:hint="cs"/>
                <w:rtl/>
              </w:rPr>
              <w:t>1</w:t>
            </w:r>
            <w:r w:rsidRPr="00541E11">
              <w:rPr>
                <w:rStyle w:val="libFootnotenumChar"/>
                <w:rtl/>
              </w:rPr>
              <w:t>)</w:t>
            </w:r>
            <w:r w:rsidRPr="00541E11">
              <w:rPr>
                <w:rStyle w:val="libPoemTiniChar0"/>
                <w:rtl/>
              </w:rPr>
              <w:br/>
              <w:t> </w:t>
            </w:r>
          </w:p>
        </w:tc>
      </w:tr>
    </w:tbl>
    <w:p w:rsidR="00A87899" w:rsidRPr="009E5282" w:rsidRDefault="00A87899" w:rsidP="00541E11">
      <w:pPr>
        <w:pStyle w:val="libBold2"/>
        <w:rPr>
          <w:rtl/>
        </w:rPr>
      </w:pPr>
      <w:r w:rsidRPr="009E5282">
        <w:rPr>
          <w:rtl/>
        </w:rPr>
        <w:t xml:space="preserve"> [336] وجنيّة تنوح</w:t>
      </w:r>
      <w:r>
        <w:rPr>
          <w:rtl/>
        </w:rPr>
        <w:t xml:space="preserve"> : </w:t>
      </w:r>
    </w:p>
    <w:tbl>
      <w:tblPr>
        <w:bidiVisual/>
        <w:tblW w:w="5000" w:type="pct"/>
        <w:tblLook w:val="04A0"/>
      </w:tblPr>
      <w:tblGrid>
        <w:gridCol w:w="3671"/>
        <w:gridCol w:w="249"/>
        <w:gridCol w:w="3667"/>
      </w:tblGrid>
      <w:tr w:rsidR="00A87899" w:rsidTr="005C730B">
        <w:trPr>
          <w:trHeight w:val="350"/>
        </w:trPr>
        <w:tc>
          <w:tcPr>
            <w:tcW w:w="4135" w:type="dxa"/>
            <w:shd w:val="clear" w:color="auto" w:fill="auto"/>
          </w:tcPr>
          <w:p w:rsidR="00A87899" w:rsidRDefault="00A87899" w:rsidP="00541E11">
            <w:pPr>
              <w:pStyle w:val="libPoem"/>
              <w:rPr>
                <w:rtl/>
              </w:rPr>
            </w:pPr>
            <w:r>
              <w:rPr>
                <w:rtl/>
              </w:rPr>
              <w:t>ألا يا عين فاحتفلي بجهدِ</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ومن يبكي على الشهداء بعدي</w:t>
            </w:r>
            <w:r w:rsidRPr="00541E11">
              <w:rPr>
                <w:rStyle w:val="libPoemTiniChar0"/>
                <w:rtl/>
              </w:rPr>
              <w:br/>
              <w:t> </w:t>
            </w:r>
          </w:p>
        </w:tc>
      </w:tr>
      <w:tr w:rsidR="00A87899" w:rsidTr="005C730B">
        <w:trPr>
          <w:trHeight w:val="350"/>
        </w:trPr>
        <w:tc>
          <w:tcPr>
            <w:tcW w:w="4135" w:type="dxa"/>
            <w:shd w:val="clear" w:color="auto" w:fill="auto"/>
          </w:tcPr>
          <w:p w:rsidR="00A87899" w:rsidRDefault="00A87899" w:rsidP="00541E11">
            <w:pPr>
              <w:pStyle w:val="libPoem"/>
              <w:rPr>
                <w:rtl/>
              </w:rPr>
            </w:pPr>
            <w:r>
              <w:rPr>
                <w:rtl/>
              </w:rPr>
              <w:t>على رهط تقودهم المنايا</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 xml:space="preserve">إلى متجبّرٍ في ملك عبدِ </w:t>
            </w:r>
            <w:r w:rsidRPr="00541E11">
              <w:rPr>
                <w:rStyle w:val="libFootnotenumChar"/>
                <w:rtl/>
              </w:rPr>
              <w:t>(</w:t>
            </w:r>
            <w:r w:rsidRPr="00541E11">
              <w:rPr>
                <w:rStyle w:val="libFootnotenumChar"/>
                <w:rFonts w:hint="cs"/>
                <w:rtl/>
              </w:rPr>
              <w:t>2</w:t>
            </w:r>
            <w:r w:rsidRPr="00541E11">
              <w:rPr>
                <w:rStyle w:val="libFootnotenumChar"/>
                <w:rtl/>
              </w:rPr>
              <w:t>)</w:t>
            </w:r>
            <w:r w:rsidRPr="00541E11">
              <w:rPr>
                <w:rStyle w:val="libPoemTiniChar0"/>
                <w:rtl/>
              </w:rPr>
              <w:br/>
              <w:t> </w:t>
            </w:r>
          </w:p>
        </w:tc>
      </w:tr>
    </w:tbl>
    <w:p w:rsidR="00A87899" w:rsidRPr="009E5282" w:rsidRDefault="00A87899" w:rsidP="00541E11">
      <w:pPr>
        <w:pStyle w:val="libBold2"/>
        <w:rPr>
          <w:rtl/>
        </w:rPr>
      </w:pPr>
      <w:r w:rsidRPr="009E5282">
        <w:rPr>
          <w:rtl/>
        </w:rPr>
        <w:t xml:space="preserve"> [337] قال أبو جناب الكلبيّ</w:t>
      </w:r>
      <w:r>
        <w:rPr>
          <w:rtl/>
        </w:rPr>
        <w:t xml:space="preserve"> : </w:t>
      </w:r>
      <w:r w:rsidRPr="009E5282">
        <w:rPr>
          <w:rtl/>
        </w:rPr>
        <w:t>أتيتُ كربلاء</w:t>
      </w:r>
      <w:r>
        <w:rPr>
          <w:rtl/>
        </w:rPr>
        <w:t xml:space="preserve"> ، </w:t>
      </w:r>
      <w:r w:rsidRPr="009E5282">
        <w:rPr>
          <w:rtl/>
        </w:rPr>
        <w:t>فقلت لرجل من أشراف العرب بها</w:t>
      </w:r>
      <w:r>
        <w:rPr>
          <w:rtl/>
        </w:rPr>
        <w:t xml:space="preserve"> : </w:t>
      </w:r>
      <w:r w:rsidRPr="009E5282">
        <w:rPr>
          <w:rtl/>
        </w:rPr>
        <w:t>بلغني أنّكم تسمعون نوح الجنّ</w:t>
      </w:r>
      <w:r>
        <w:rPr>
          <w:rFonts w:hint="cs"/>
          <w:rtl/>
        </w:rPr>
        <w:t>؟</w:t>
      </w:r>
    </w:p>
    <w:p w:rsidR="00A87899" w:rsidRPr="009E5282" w:rsidRDefault="00A87899" w:rsidP="00541E11">
      <w:pPr>
        <w:pStyle w:val="libBold2"/>
        <w:rPr>
          <w:rtl/>
        </w:rPr>
      </w:pPr>
      <w:r w:rsidRPr="009E5282">
        <w:rPr>
          <w:rtl/>
        </w:rPr>
        <w:t>قال</w:t>
      </w:r>
      <w:r>
        <w:rPr>
          <w:rtl/>
        </w:rPr>
        <w:t xml:space="preserve"> : </w:t>
      </w:r>
      <w:r w:rsidRPr="009E5282">
        <w:rPr>
          <w:rtl/>
        </w:rPr>
        <w:t>ما تلقى حرّاً ولا عبداً إلاّ أخبرك أنّه سمع ذاك.</w:t>
      </w:r>
    </w:p>
    <w:p w:rsidR="00A87899" w:rsidRPr="009E5282" w:rsidRDefault="00A87899" w:rsidP="00541E11">
      <w:pPr>
        <w:pStyle w:val="libBold2"/>
        <w:rPr>
          <w:rtl/>
        </w:rPr>
      </w:pPr>
      <w:r w:rsidRPr="009E5282">
        <w:rPr>
          <w:rtl/>
        </w:rPr>
        <w:t>قلت</w:t>
      </w:r>
      <w:r>
        <w:rPr>
          <w:rtl/>
        </w:rPr>
        <w:t xml:space="preserve"> : </w:t>
      </w:r>
      <w:r w:rsidRPr="009E5282">
        <w:rPr>
          <w:rtl/>
        </w:rPr>
        <w:t>أخبرني ما سمعتَ أنتَ؟</w:t>
      </w:r>
    </w:p>
    <w:p w:rsidR="00A87899" w:rsidRPr="009E5282" w:rsidRDefault="00A87899" w:rsidP="00541E11">
      <w:pPr>
        <w:pStyle w:val="libBold2"/>
        <w:rPr>
          <w:rtl/>
        </w:rPr>
      </w:pPr>
      <w:r w:rsidRPr="009E5282">
        <w:rPr>
          <w:rtl/>
        </w:rPr>
        <w:t>قال</w:t>
      </w:r>
      <w:r>
        <w:rPr>
          <w:rtl/>
        </w:rPr>
        <w:t xml:space="preserve"> : </w:t>
      </w:r>
      <w:r w:rsidRPr="009E5282">
        <w:rPr>
          <w:rtl/>
        </w:rPr>
        <w:t>سمعتهم يقولون</w:t>
      </w:r>
      <w:r>
        <w:rPr>
          <w:rtl/>
        </w:rPr>
        <w:t xml:space="preserve"> : </w:t>
      </w:r>
    </w:p>
    <w:tbl>
      <w:tblPr>
        <w:bidiVisual/>
        <w:tblW w:w="5000" w:type="pct"/>
        <w:tblLook w:val="04A0"/>
      </w:tblPr>
      <w:tblGrid>
        <w:gridCol w:w="3671"/>
        <w:gridCol w:w="249"/>
        <w:gridCol w:w="3667"/>
      </w:tblGrid>
      <w:tr w:rsidR="00A87899" w:rsidTr="005C730B">
        <w:trPr>
          <w:trHeight w:val="350"/>
        </w:trPr>
        <w:tc>
          <w:tcPr>
            <w:tcW w:w="4135" w:type="dxa"/>
            <w:shd w:val="clear" w:color="auto" w:fill="auto"/>
          </w:tcPr>
          <w:p w:rsidR="00A87899" w:rsidRDefault="00A87899" w:rsidP="00541E11">
            <w:pPr>
              <w:pStyle w:val="libPoem"/>
              <w:rPr>
                <w:rtl/>
              </w:rPr>
            </w:pPr>
            <w:r>
              <w:rPr>
                <w:rtl/>
              </w:rPr>
              <w:t>مسحَ الرسول جبينه</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فله بريقٌ في الخدودِ</w:t>
            </w:r>
            <w:r w:rsidRPr="00541E11">
              <w:rPr>
                <w:rStyle w:val="libPoemTiniChar0"/>
                <w:rtl/>
              </w:rPr>
              <w:br/>
              <w:t> </w:t>
            </w:r>
          </w:p>
        </w:tc>
      </w:tr>
      <w:tr w:rsidR="00A87899" w:rsidTr="005C730B">
        <w:trPr>
          <w:trHeight w:val="350"/>
        </w:trPr>
        <w:tc>
          <w:tcPr>
            <w:tcW w:w="4135" w:type="dxa"/>
            <w:shd w:val="clear" w:color="auto" w:fill="auto"/>
          </w:tcPr>
          <w:p w:rsidR="00A87899" w:rsidRDefault="00A87899" w:rsidP="00541E11">
            <w:pPr>
              <w:pStyle w:val="libPoem"/>
              <w:rPr>
                <w:rtl/>
              </w:rPr>
            </w:pPr>
            <w:r>
              <w:rPr>
                <w:rtl/>
              </w:rPr>
              <w:t>أبواه من عَلْيا قري</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 xml:space="preserve">شٍ جدّه خير الجدودِ </w:t>
            </w:r>
            <w:r w:rsidRPr="00541E11">
              <w:rPr>
                <w:rStyle w:val="libFootnotenumChar"/>
                <w:rtl/>
              </w:rPr>
              <w:t>(</w:t>
            </w:r>
            <w:r w:rsidRPr="00541E11">
              <w:rPr>
                <w:rStyle w:val="libFootnotenumChar"/>
                <w:rFonts w:hint="cs"/>
                <w:rtl/>
              </w:rPr>
              <w:t>3</w:t>
            </w:r>
            <w:r w:rsidRPr="00541E11">
              <w:rPr>
                <w:rStyle w:val="libFootnotenumChar"/>
                <w:rtl/>
              </w:rPr>
              <w:t>)</w:t>
            </w:r>
            <w:r w:rsidRPr="00541E11">
              <w:rPr>
                <w:rStyle w:val="libPoemTiniChar0"/>
                <w:rtl/>
              </w:rPr>
              <w:br/>
              <w:t> </w:t>
            </w:r>
          </w:p>
        </w:tc>
      </w:tr>
    </w:tbl>
    <w:p w:rsidR="00A87899" w:rsidRPr="009E5282" w:rsidRDefault="00A87899" w:rsidP="00541E11">
      <w:pPr>
        <w:pStyle w:val="libBold2"/>
        <w:rPr>
          <w:rtl/>
        </w:rPr>
      </w:pPr>
      <w:r w:rsidRPr="009E5282">
        <w:rPr>
          <w:rtl/>
        </w:rPr>
        <w:t xml:space="preserve"> [338] كان الجصّاصون إذا خرجوا في السحر سمعوا نوح الجنّ على الحسين (عليه السّلام) ينشدون ذلك الشعر.</w:t>
      </w:r>
    </w:p>
    <w:p w:rsidR="00A87899" w:rsidRDefault="00A87899" w:rsidP="00541E11">
      <w:pPr>
        <w:pStyle w:val="libBold2"/>
        <w:rPr>
          <w:rtl/>
        </w:rPr>
      </w:pPr>
      <w:r w:rsidRPr="009E5282">
        <w:rPr>
          <w:rtl/>
        </w:rPr>
        <w:t>[339] ولمّا قُتل الحسين بن عليّ (عليه السّلام) سُمع مناد ينادي ليلاً</w:t>
      </w:r>
      <w:r>
        <w:rPr>
          <w:rtl/>
        </w:rPr>
        <w:t xml:space="preserve"> ، </w:t>
      </w:r>
      <w:r w:rsidRPr="009E5282">
        <w:rPr>
          <w:rtl/>
        </w:rPr>
        <w:t>يُسمع صوتُه ولم يُر شخصُه</w:t>
      </w:r>
      <w:r>
        <w:rPr>
          <w:rtl/>
        </w:rPr>
        <w:t xml:space="preserve"> :</w:t>
      </w:r>
    </w:p>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 xml:space="preserve">(1) </w:t>
      </w:r>
      <w:r>
        <w:rPr>
          <w:rtl/>
        </w:rPr>
        <w:t>و (</w:t>
      </w:r>
      <w:r w:rsidRPr="00E7395C">
        <w:rPr>
          <w:rtl/>
        </w:rPr>
        <w:t>2)</w:t>
      </w:r>
      <w:r>
        <w:rPr>
          <w:rtl/>
        </w:rPr>
        <w:t xml:space="preserve"> و (</w:t>
      </w:r>
      <w:r>
        <w:rPr>
          <w:rFonts w:hint="cs"/>
          <w:rtl/>
        </w:rPr>
        <w:t xml:space="preserve">3) </w:t>
      </w:r>
      <w:r w:rsidRPr="00E7395C">
        <w:rPr>
          <w:rtl/>
        </w:rPr>
        <w:t>مختصر تاريخ دمشق ـ لابن منظور 7 / 154.</w:t>
      </w:r>
    </w:p>
    <w:p w:rsidR="00A87899" w:rsidRPr="00E7395C" w:rsidRDefault="00A87899" w:rsidP="00541E11">
      <w:pPr>
        <w:pStyle w:val="libFootnote0"/>
        <w:rPr>
          <w:rtl/>
        </w:rPr>
      </w:pPr>
      <w:r w:rsidRPr="00E7395C">
        <w:rPr>
          <w:rtl/>
        </w:rPr>
        <w:br w:type="page"/>
      </w:r>
    </w:p>
    <w:tbl>
      <w:tblPr>
        <w:bidiVisual/>
        <w:tblW w:w="5000" w:type="pct"/>
        <w:tblLook w:val="04A0"/>
      </w:tblPr>
      <w:tblGrid>
        <w:gridCol w:w="3681"/>
        <w:gridCol w:w="248"/>
        <w:gridCol w:w="3658"/>
      </w:tblGrid>
      <w:tr w:rsidR="00A87899" w:rsidTr="005C730B">
        <w:trPr>
          <w:trHeight w:val="350"/>
        </w:trPr>
        <w:tc>
          <w:tcPr>
            <w:tcW w:w="4135" w:type="dxa"/>
            <w:shd w:val="clear" w:color="auto" w:fill="auto"/>
          </w:tcPr>
          <w:p w:rsidR="00A87899" w:rsidRDefault="00A87899" w:rsidP="00541E11">
            <w:pPr>
              <w:pStyle w:val="libPoem"/>
              <w:rPr>
                <w:rtl/>
              </w:rPr>
            </w:pPr>
            <w:r>
              <w:rPr>
                <w:rtl/>
              </w:rPr>
              <w:lastRenderedPageBreak/>
              <w:t>عقرتْ ثمودٌ ناقةً فاستؤصلوا</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وجرت سوانِحُهم بغير الأسعدِ</w:t>
            </w:r>
            <w:r w:rsidRPr="00541E11">
              <w:rPr>
                <w:rStyle w:val="libPoemTiniChar0"/>
                <w:rtl/>
              </w:rPr>
              <w:br/>
              <w:t> </w:t>
            </w:r>
          </w:p>
        </w:tc>
      </w:tr>
      <w:tr w:rsidR="00A87899" w:rsidTr="005C730B">
        <w:trPr>
          <w:trHeight w:val="350"/>
        </w:trPr>
        <w:tc>
          <w:tcPr>
            <w:tcW w:w="4135" w:type="dxa"/>
            <w:shd w:val="clear" w:color="auto" w:fill="auto"/>
          </w:tcPr>
          <w:p w:rsidR="00A87899" w:rsidRDefault="00A87899" w:rsidP="00541E11">
            <w:pPr>
              <w:pStyle w:val="libPoem"/>
              <w:rPr>
                <w:rtl/>
              </w:rPr>
            </w:pPr>
            <w:r>
              <w:rPr>
                <w:rtl/>
              </w:rPr>
              <w:t>فبنو رسول الله أعظم حرمةً</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وأجلّ من أُمّ الفصيل المقصدِ</w:t>
            </w:r>
            <w:r w:rsidRPr="00541E11">
              <w:rPr>
                <w:rStyle w:val="libPoemTiniChar0"/>
                <w:rtl/>
              </w:rPr>
              <w:br/>
              <w:t> </w:t>
            </w:r>
          </w:p>
        </w:tc>
      </w:tr>
      <w:tr w:rsidR="00A87899" w:rsidTr="005C730B">
        <w:trPr>
          <w:trHeight w:val="350"/>
        </w:trPr>
        <w:tc>
          <w:tcPr>
            <w:tcW w:w="4135" w:type="dxa"/>
            <w:shd w:val="clear" w:color="auto" w:fill="auto"/>
          </w:tcPr>
          <w:p w:rsidR="00A87899" w:rsidRDefault="00A87899" w:rsidP="00541E11">
            <w:pPr>
              <w:pStyle w:val="libPoem"/>
              <w:rPr>
                <w:rtl/>
              </w:rPr>
            </w:pPr>
            <w:r>
              <w:rPr>
                <w:rtl/>
              </w:rPr>
              <w:t>عجباً لهم ولما أتوا لم يُمسخوا</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 xml:space="preserve">والله يملي للطغاة الجُحَّدِ </w:t>
            </w:r>
            <w:r w:rsidRPr="00541E11">
              <w:rPr>
                <w:rStyle w:val="libFootnotenumChar"/>
                <w:rtl/>
              </w:rPr>
              <w:t>(</w:t>
            </w:r>
            <w:r w:rsidRPr="00541E11">
              <w:rPr>
                <w:rStyle w:val="libFootnotenumChar"/>
                <w:rFonts w:hint="cs"/>
                <w:rtl/>
              </w:rPr>
              <w:t>1</w:t>
            </w:r>
            <w:r w:rsidRPr="00541E11">
              <w:rPr>
                <w:rStyle w:val="libFootnotenumChar"/>
                <w:rtl/>
              </w:rPr>
              <w:t>)</w:t>
            </w:r>
            <w:r w:rsidRPr="00541E11">
              <w:rPr>
                <w:rStyle w:val="libPoemTiniChar0"/>
                <w:rtl/>
              </w:rPr>
              <w:br/>
              <w:t> </w:t>
            </w:r>
          </w:p>
        </w:tc>
      </w:tr>
    </w:tbl>
    <w:p w:rsidR="00A87899" w:rsidRDefault="00A87899" w:rsidP="00541E11">
      <w:pPr>
        <w:pStyle w:val="libNormal"/>
        <w:rPr>
          <w:rtl/>
        </w:rPr>
      </w:pPr>
      <w:r>
        <w:rPr>
          <w:rtl/>
        </w:rPr>
        <w:t>وأمّا الإنس</w:t>
      </w:r>
      <w:r>
        <w:rPr>
          <w:rFonts w:hint="cs"/>
          <w:rtl/>
        </w:rPr>
        <w:t xml:space="preserve"> :</w:t>
      </w:r>
      <w:r>
        <w:rPr>
          <w:rtl/>
        </w:rPr>
        <w:t xml:space="preserve"> فقد فجّرت واقعة كربلاء قرائح الشعراء ، أصحاب الولاء لأهل البيت </w:t>
      </w:r>
      <w:r>
        <w:rPr>
          <w:rFonts w:hint="cs"/>
          <w:rtl/>
        </w:rPr>
        <w:t>،</w:t>
      </w:r>
      <w:r>
        <w:rPr>
          <w:rtl/>
        </w:rPr>
        <w:t xml:space="preserve"> وقد ملأت مراثيهم دواوين الأشعار وكتب الأخبار ، وعرف كثير من شعراء العربية برثائهم للحسين (عليه السّلام) فقط.</w:t>
      </w:r>
    </w:p>
    <w:p w:rsidR="00A87899" w:rsidRPr="00C91DBF" w:rsidRDefault="00A87899" w:rsidP="00541E11">
      <w:pPr>
        <w:pStyle w:val="libBold2"/>
        <w:rPr>
          <w:rtl/>
        </w:rPr>
      </w:pPr>
      <w:r>
        <w:rPr>
          <w:rtl/>
        </w:rPr>
        <w:t xml:space="preserve">وفي طليعة أهل الرثاء </w:t>
      </w:r>
      <w:r>
        <w:rPr>
          <w:rFonts w:hint="cs"/>
          <w:rtl/>
        </w:rPr>
        <w:t xml:space="preserve">: </w:t>
      </w:r>
      <w:r>
        <w:rPr>
          <w:rtl/>
        </w:rPr>
        <w:t>خالد بن عَفران</w:t>
      </w:r>
      <w:r>
        <w:rPr>
          <w:rFonts w:hint="cs"/>
          <w:rtl/>
        </w:rPr>
        <w:t xml:space="preserve"> :</w:t>
      </w:r>
      <w:r>
        <w:rPr>
          <w:rtl/>
        </w:rPr>
        <w:t xml:space="preserve"> من أفاضل التابعين كان بدمشق ، وحدّثوا </w:t>
      </w:r>
      <w:r w:rsidRPr="00C91DBF">
        <w:rPr>
          <w:rtl/>
        </w:rPr>
        <w:t>أنّ رأس الحسين بن عليّ (عليه السّلام) لمّا صلب بالشام</w:t>
      </w:r>
      <w:r>
        <w:rPr>
          <w:rtl/>
        </w:rPr>
        <w:t xml:space="preserve"> ، </w:t>
      </w:r>
      <w:r w:rsidRPr="00C91DBF">
        <w:rPr>
          <w:rtl/>
        </w:rPr>
        <w:t>أخفى خالد بن عَفران شخصه عن أصحابه</w:t>
      </w:r>
      <w:r>
        <w:rPr>
          <w:rtl/>
        </w:rPr>
        <w:t xml:space="preserve"> ، </w:t>
      </w:r>
      <w:r w:rsidRPr="00C91DBF">
        <w:rPr>
          <w:rtl/>
        </w:rPr>
        <w:t>وطلبوه شهراً حتّى وجدوه</w:t>
      </w:r>
      <w:r>
        <w:rPr>
          <w:rtl/>
        </w:rPr>
        <w:t xml:space="preserve"> ، </w:t>
      </w:r>
      <w:r w:rsidRPr="00C91DBF">
        <w:rPr>
          <w:rtl/>
        </w:rPr>
        <w:t>فسألوه عن عزلته</w:t>
      </w:r>
      <w:r>
        <w:rPr>
          <w:rFonts w:hint="cs"/>
          <w:rtl/>
        </w:rPr>
        <w:t>؟</w:t>
      </w:r>
    </w:p>
    <w:p w:rsidR="00A87899" w:rsidRPr="00C91DBF" w:rsidRDefault="00A87899" w:rsidP="00541E11">
      <w:pPr>
        <w:pStyle w:val="libBold2"/>
        <w:rPr>
          <w:rtl/>
        </w:rPr>
      </w:pPr>
      <w:r w:rsidRPr="00C91DBF">
        <w:rPr>
          <w:rtl/>
        </w:rPr>
        <w:t>فقال</w:t>
      </w:r>
      <w:r>
        <w:rPr>
          <w:rtl/>
        </w:rPr>
        <w:t xml:space="preserve"> : </w:t>
      </w:r>
      <w:r w:rsidRPr="00C91DBF">
        <w:rPr>
          <w:rtl/>
        </w:rPr>
        <w:t>أما ترون ما نزل بنا؟!</w:t>
      </w:r>
    </w:p>
    <w:p w:rsidR="00A87899" w:rsidRPr="00C91DBF" w:rsidRDefault="00A87899" w:rsidP="00541E11">
      <w:pPr>
        <w:pStyle w:val="libBold2"/>
        <w:rPr>
          <w:rtl/>
        </w:rPr>
      </w:pPr>
      <w:r w:rsidRPr="00C91DBF">
        <w:rPr>
          <w:rtl/>
        </w:rPr>
        <w:t>ثمّ أنشد يقول</w:t>
      </w:r>
      <w:r>
        <w:rPr>
          <w:rtl/>
        </w:rPr>
        <w:t xml:space="preserve"> : </w:t>
      </w:r>
    </w:p>
    <w:tbl>
      <w:tblPr>
        <w:bidiVisual/>
        <w:tblW w:w="5000" w:type="pct"/>
        <w:tblLook w:val="04A0"/>
      </w:tblPr>
      <w:tblGrid>
        <w:gridCol w:w="3659"/>
        <w:gridCol w:w="13"/>
        <w:gridCol w:w="236"/>
        <w:gridCol w:w="13"/>
        <w:gridCol w:w="3666"/>
      </w:tblGrid>
      <w:tr w:rsidR="00A87899" w:rsidTr="005C730B">
        <w:trPr>
          <w:trHeight w:val="350"/>
        </w:trPr>
        <w:tc>
          <w:tcPr>
            <w:tcW w:w="3659" w:type="dxa"/>
            <w:shd w:val="clear" w:color="auto" w:fill="auto"/>
          </w:tcPr>
          <w:p w:rsidR="00A87899" w:rsidRDefault="00A87899" w:rsidP="00541E11">
            <w:pPr>
              <w:pStyle w:val="libPoem"/>
              <w:rPr>
                <w:rtl/>
              </w:rPr>
            </w:pPr>
            <w:r>
              <w:rPr>
                <w:rtl/>
              </w:rPr>
              <w:t>جاؤوا برأسك يابن بنت محمّدٍ</w:t>
            </w:r>
            <w:r w:rsidRPr="00541E11">
              <w:rPr>
                <w:rStyle w:val="libPoemTiniChar0"/>
                <w:rtl/>
              </w:rPr>
              <w:br/>
              <w:t> </w:t>
            </w:r>
          </w:p>
        </w:tc>
        <w:tc>
          <w:tcPr>
            <w:tcW w:w="249" w:type="dxa"/>
            <w:gridSpan w:val="2"/>
            <w:shd w:val="clear" w:color="auto" w:fill="auto"/>
          </w:tcPr>
          <w:p w:rsidR="00A87899" w:rsidRDefault="00A87899" w:rsidP="005C730B">
            <w:pPr>
              <w:rPr>
                <w:rtl/>
              </w:rPr>
            </w:pPr>
          </w:p>
        </w:tc>
        <w:tc>
          <w:tcPr>
            <w:tcW w:w="3679" w:type="dxa"/>
            <w:gridSpan w:val="2"/>
            <w:shd w:val="clear" w:color="auto" w:fill="auto"/>
          </w:tcPr>
          <w:p w:rsidR="00A87899" w:rsidRDefault="00A87899" w:rsidP="00541E11">
            <w:pPr>
              <w:pStyle w:val="libPoem"/>
              <w:rPr>
                <w:rtl/>
              </w:rPr>
            </w:pPr>
            <w:r>
              <w:rPr>
                <w:rtl/>
              </w:rPr>
              <w:t>متزمّلاً بدمائه تزميلا</w:t>
            </w:r>
            <w:r w:rsidRPr="00541E11">
              <w:rPr>
                <w:rStyle w:val="libPoemTiniChar0"/>
                <w:rtl/>
              </w:rPr>
              <w:br/>
              <w:t> </w:t>
            </w:r>
          </w:p>
        </w:tc>
      </w:tr>
      <w:tr w:rsidR="00A87899" w:rsidTr="005C730B">
        <w:trPr>
          <w:trHeight w:val="350"/>
        </w:trPr>
        <w:tc>
          <w:tcPr>
            <w:tcW w:w="3659" w:type="dxa"/>
            <w:shd w:val="clear" w:color="auto" w:fill="auto"/>
          </w:tcPr>
          <w:p w:rsidR="00A87899" w:rsidRDefault="00A87899" w:rsidP="00541E11">
            <w:pPr>
              <w:pStyle w:val="libPoem"/>
              <w:rPr>
                <w:rtl/>
              </w:rPr>
            </w:pPr>
            <w:r>
              <w:rPr>
                <w:rtl/>
              </w:rPr>
              <w:t>وكأنّما بك يابن بنت محمّدٍ</w:t>
            </w:r>
            <w:r w:rsidRPr="00541E11">
              <w:rPr>
                <w:rStyle w:val="libPoemTiniChar0"/>
                <w:rtl/>
              </w:rPr>
              <w:br/>
              <w:t> </w:t>
            </w:r>
          </w:p>
        </w:tc>
        <w:tc>
          <w:tcPr>
            <w:tcW w:w="249" w:type="dxa"/>
            <w:gridSpan w:val="2"/>
            <w:shd w:val="clear" w:color="auto" w:fill="auto"/>
          </w:tcPr>
          <w:p w:rsidR="00A87899" w:rsidRDefault="00A87899" w:rsidP="005C730B">
            <w:pPr>
              <w:rPr>
                <w:rtl/>
              </w:rPr>
            </w:pPr>
          </w:p>
        </w:tc>
        <w:tc>
          <w:tcPr>
            <w:tcW w:w="3679" w:type="dxa"/>
            <w:gridSpan w:val="2"/>
            <w:shd w:val="clear" w:color="auto" w:fill="auto"/>
          </w:tcPr>
          <w:p w:rsidR="00A87899" w:rsidRDefault="00A87899" w:rsidP="00541E11">
            <w:pPr>
              <w:pStyle w:val="libPoem"/>
              <w:rPr>
                <w:rtl/>
              </w:rPr>
            </w:pPr>
            <w:r>
              <w:rPr>
                <w:rtl/>
              </w:rPr>
              <w:t>قتلوا جهاراً عامدين رسولا</w:t>
            </w:r>
            <w:r w:rsidRPr="00541E11">
              <w:rPr>
                <w:rStyle w:val="libPoemTiniChar0"/>
                <w:rtl/>
              </w:rPr>
              <w:br/>
              <w:t> </w:t>
            </w:r>
          </w:p>
        </w:tc>
      </w:tr>
      <w:tr w:rsidR="00A87899" w:rsidTr="005C730B">
        <w:trPr>
          <w:trHeight w:val="350"/>
        </w:trPr>
        <w:tc>
          <w:tcPr>
            <w:tcW w:w="3659" w:type="dxa"/>
            <w:shd w:val="clear" w:color="auto" w:fill="auto"/>
          </w:tcPr>
          <w:p w:rsidR="00A87899" w:rsidRDefault="00A87899" w:rsidP="00541E11">
            <w:pPr>
              <w:pStyle w:val="libPoem"/>
              <w:rPr>
                <w:rtl/>
              </w:rPr>
            </w:pPr>
            <w:r>
              <w:rPr>
                <w:rtl/>
              </w:rPr>
              <w:t>قتلوك عطشاناً ولم يترقّبوا</w:t>
            </w:r>
            <w:r w:rsidRPr="00541E11">
              <w:rPr>
                <w:rStyle w:val="libPoemTiniChar0"/>
                <w:rtl/>
              </w:rPr>
              <w:br/>
              <w:t> </w:t>
            </w:r>
          </w:p>
        </w:tc>
        <w:tc>
          <w:tcPr>
            <w:tcW w:w="249" w:type="dxa"/>
            <w:gridSpan w:val="2"/>
            <w:shd w:val="clear" w:color="auto" w:fill="auto"/>
          </w:tcPr>
          <w:p w:rsidR="00A87899" w:rsidRDefault="00A87899" w:rsidP="005C730B">
            <w:pPr>
              <w:rPr>
                <w:rtl/>
              </w:rPr>
            </w:pPr>
          </w:p>
        </w:tc>
        <w:tc>
          <w:tcPr>
            <w:tcW w:w="3679" w:type="dxa"/>
            <w:gridSpan w:val="2"/>
            <w:shd w:val="clear" w:color="auto" w:fill="auto"/>
          </w:tcPr>
          <w:p w:rsidR="00A87899" w:rsidRDefault="00A87899" w:rsidP="00541E11">
            <w:pPr>
              <w:pStyle w:val="libPoem"/>
              <w:rPr>
                <w:rtl/>
              </w:rPr>
            </w:pPr>
            <w:r>
              <w:rPr>
                <w:rtl/>
              </w:rPr>
              <w:t>في قتلك التنزيل والتأويلا</w:t>
            </w:r>
            <w:r w:rsidRPr="00541E11">
              <w:rPr>
                <w:rStyle w:val="libPoemTiniChar0"/>
                <w:rtl/>
              </w:rPr>
              <w:br/>
              <w:t> </w:t>
            </w:r>
          </w:p>
        </w:tc>
      </w:tr>
      <w:tr w:rsidR="00A87899" w:rsidTr="005C730B">
        <w:trPr>
          <w:trHeight w:val="350"/>
        </w:trPr>
        <w:tc>
          <w:tcPr>
            <w:tcW w:w="3672" w:type="dxa"/>
            <w:gridSpan w:val="2"/>
            <w:shd w:val="clear" w:color="auto" w:fill="auto"/>
          </w:tcPr>
          <w:p w:rsidR="00A87899" w:rsidRDefault="00A87899" w:rsidP="00541E11">
            <w:pPr>
              <w:pStyle w:val="libPoem"/>
              <w:rPr>
                <w:rtl/>
              </w:rPr>
            </w:pPr>
            <w:r>
              <w:rPr>
                <w:rtl/>
              </w:rPr>
              <w:t>ويكبّرون بأن قُتلتَ وإنّما</w:t>
            </w:r>
            <w:r w:rsidRPr="00541E11">
              <w:rPr>
                <w:rStyle w:val="libPoemTiniChar0"/>
                <w:rtl/>
              </w:rPr>
              <w:br/>
              <w:t> </w:t>
            </w:r>
          </w:p>
        </w:tc>
        <w:tc>
          <w:tcPr>
            <w:tcW w:w="249" w:type="dxa"/>
            <w:gridSpan w:val="2"/>
            <w:shd w:val="clear" w:color="auto" w:fill="auto"/>
          </w:tcPr>
          <w:p w:rsidR="00A87899" w:rsidRDefault="00A87899" w:rsidP="005C730B">
            <w:pPr>
              <w:rPr>
                <w:rtl/>
              </w:rPr>
            </w:pPr>
          </w:p>
        </w:tc>
        <w:tc>
          <w:tcPr>
            <w:tcW w:w="3666" w:type="dxa"/>
            <w:shd w:val="clear" w:color="auto" w:fill="auto"/>
          </w:tcPr>
          <w:p w:rsidR="00A87899" w:rsidRDefault="00A87899" w:rsidP="00541E11">
            <w:pPr>
              <w:pStyle w:val="libPoem"/>
              <w:rPr>
                <w:rtl/>
              </w:rPr>
            </w:pPr>
            <w:r>
              <w:rPr>
                <w:rtl/>
              </w:rPr>
              <w:t xml:space="preserve">قتلوا بك التكبير والتهليلا </w:t>
            </w:r>
            <w:r w:rsidRPr="00541E11">
              <w:rPr>
                <w:rStyle w:val="libFootnotenumChar"/>
                <w:rtl/>
              </w:rPr>
              <w:t>(</w:t>
            </w:r>
            <w:r w:rsidRPr="00541E11">
              <w:rPr>
                <w:rStyle w:val="libFootnotenumChar"/>
                <w:rFonts w:hint="cs"/>
                <w:rtl/>
              </w:rPr>
              <w:t>2</w:t>
            </w:r>
            <w:r w:rsidRPr="00541E11">
              <w:rPr>
                <w:rStyle w:val="libFootnotenumChar"/>
                <w:rtl/>
              </w:rPr>
              <w:t>)</w:t>
            </w:r>
            <w:r w:rsidRPr="00541E11">
              <w:rPr>
                <w:rStyle w:val="libPoemTiniChar0"/>
                <w:rtl/>
              </w:rPr>
              <w:br/>
              <w:t> </w:t>
            </w:r>
          </w:p>
        </w:tc>
      </w:tr>
    </w:tbl>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w:t>
      </w:r>
      <w:r>
        <w:rPr>
          <w:rFonts w:hint="cs"/>
          <w:rtl/>
        </w:rPr>
        <w:t>1</w:t>
      </w:r>
      <w:r w:rsidRPr="00E7395C">
        <w:rPr>
          <w:rtl/>
        </w:rPr>
        <w:t>) مختصر تاريخ دمشق ـ لابن منظور 7 / 155.</w:t>
      </w:r>
    </w:p>
    <w:p w:rsidR="00A87899" w:rsidRPr="00E7395C" w:rsidRDefault="00A87899" w:rsidP="00541E11">
      <w:pPr>
        <w:pStyle w:val="libFootnote0"/>
        <w:rPr>
          <w:rtl/>
        </w:rPr>
      </w:pPr>
      <w:r w:rsidRPr="00E7395C">
        <w:rPr>
          <w:rtl/>
        </w:rPr>
        <w:t>(</w:t>
      </w:r>
      <w:r>
        <w:rPr>
          <w:rFonts w:hint="cs"/>
          <w:rtl/>
        </w:rPr>
        <w:t>2</w:t>
      </w:r>
      <w:r w:rsidRPr="00E7395C">
        <w:rPr>
          <w:rtl/>
        </w:rPr>
        <w:t>) مختصر تاريخ دمشق ـ لابن منظور 7 / 392</w:t>
      </w:r>
      <w:r>
        <w:rPr>
          <w:rtl/>
        </w:rPr>
        <w:t>.</w:t>
      </w:r>
      <w:r w:rsidRPr="00E7395C">
        <w:rPr>
          <w:rtl/>
        </w:rPr>
        <w:t xml:space="preserve"> في ترجمة خالد بن عَفران.</w:t>
      </w:r>
    </w:p>
    <w:p w:rsidR="00A87899" w:rsidRPr="00D11720" w:rsidRDefault="00A87899" w:rsidP="00541E11">
      <w:pPr>
        <w:pStyle w:val="libBold2"/>
        <w:rPr>
          <w:rtl/>
        </w:rPr>
      </w:pPr>
      <w:r>
        <w:rPr>
          <w:rtl/>
        </w:rPr>
        <w:br w:type="page"/>
      </w:r>
      <w:r w:rsidRPr="00D11720">
        <w:rPr>
          <w:rtl/>
        </w:rPr>
        <w:lastRenderedPageBreak/>
        <w:t>[400] ومنهم ـ وقيل</w:t>
      </w:r>
      <w:r>
        <w:rPr>
          <w:rtl/>
        </w:rPr>
        <w:t xml:space="preserve"> : </w:t>
      </w:r>
      <w:r w:rsidRPr="00D11720">
        <w:rPr>
          <w:rtl/>
        </w:rPr>
        <w:t>إنّه أوّل من رثى الإمام</w:t>
      </w:r>
      <w:r>
        <w:rPr>
          <w:rFonts w:hint="cs"/>
          <w:rtl/>
        </w:rPr>
        <w:t xml:space="preserve"> </w:t>
      </w:r>
      <w:r w:rsidRPr="00D11720">
        <w:rPr>
          <w:rtl/>
        </w:rPr>
        <w:t xml:space="preserve">(عليه السّلام) </w:t>
      </w:r>
      <w:r>
        <w:rPr>
          <w:rtl/>
        </w:rPr>
        <w:t>ـ</w:t>
      </w:r>
      <w:r>
        <w:rPr>
          <w:rFonts w:hint="cs"/>
          <w:rtl/>
        </w:rPr>
        <w:t xml:space="preserve"> </w:t>
      </w:r>
      <w:r w:rsidRPr="00D11720">
        <w:rPr>
          <w:rtl/>
        </w:rPr>
        <w:t>سليمان بن قَتّة</w:t>
      </w:r>
      <w:r>
        <w:rPr>
          <w:rtl/>
        </w:rPr>
        <w:t xml:space="preserve"> ، </w:t>
      </w:r>
      <w:r w:rsidRPr="00D11720">
        <w:rPr>
          <w:rtl/>
        </w:rPr>
        <w:t>قال</w:t>
      </w:r>
      <w:r>
        <w:rPr>
          <w:rtl/>
        </w:rPr>
        <w:t xml:space="preserve"> : </w:t>
      </w:r>
    </w:p>
    <w:tbl>
      <w:tblPr>
        <w:bidiVisual/>
        <w:tblW w:w="5000" w:type="pct"/>
        <w:tblLook w:val="04A0"/>
      </w:tblPr>
      <w:tblGrid>
        <w:gridCol w:w="3662"/>
        <w:gridCol w:w="249"/>
        <w:gridCol w:w="3676"/>
      </w:tblGrid>
      <w:tr w:rsidR="00A87899" w:rsidTr="005C730B">
        <w:trPr>
          <w:trHeight w:val="350"/>
        </w:trPr>
        <w:tc>
          <w:tcPr>
            <w:tcW w:w="4135" w:type="dxa"/>
            <w:shd w:val="clear" w:color="auto" w:fill="auto"/>
          </w:tcPr>
          <w:p w:rsidR="00A87899" w:rsidRDefault="00A87899" w:rsidP="00541E11">
            <w:pPr>
              <w:pStyle w:val="libPoem"/>
              <w:rPr>
                <w:rtl/>
              </w:rPr>
            </w:pPr>
            <w:r>
              <w:rPr>
                <w:rtl/>
              </w:rPr>
              <w:t>وإنّ قتيل الطفّ من آل هاشمٍ</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أذلّ رقاباً من قريش فذلَّتِ</w:t>
            </w:r>
            <w:r w:rsidRPr="00541E11">
              <w:rPr>
                <w:rStyle w:val="libPoemTiniChar0"/>
                <w:rtl/>
              </w:rPr>
              <w:br/>
              <w:t> </w:t>
            </w:r>
          </w:p>
        </w:tc>
      </w:tr>
      <w:tr w:rsidR="00A87899" w:rsidTr="005C730B">
        <w:trPr>
          <w:trHeight w:val="350"/>
        </w:trPr>
        <w:tc>
          <w:tcPr>
            <w:tcW w:w="4135" w:type="dxa"/>
            <w:shd w:val="clear" w:color="auto" w:fill="auto"/>
          </w:tcPr>
          <w:p w:rsidR="00A87899" w:rsidRDefault="00A87899" w:rsidP="00541E11">
            <w:pPr>
              <w:pStyle w:val="libPoem"/>
              <w:rPr>
                <w:rtl/>
              </w:rPr>
            </w:pPr>
            <w:r>
              <w:rPr>
                <w:rtl/>
              </w:rPr>
              <w:t xml:space="preserve">فإنْ تبتغوه عائذ البيت تفضحوا </w:t>
            </w:r>
            <w:r w:rsidRPr="00541E11">
              <w:rPr>
                <w:rStyle w:val="libFootnotenumChar"/>
                <w:rtl/>
              </w:rPr>
              <w:t>(</w:t>
            </w:r>
            <w:r w:rsidRPr="00541E11">
              <w:rPr>
                <w:rStyle w:val="libFootnotenumChar"/>
                <w:rFonts w:hint="cs"/>
                <w:rtl/>
              </w:rPr>
              <w:t>1</w:t>
            </w:r>
            <w:r w:rsidRPr="00541E11">
              <w:rPr>
                <w:rStyle w:val="libFootnotenumChar"/>
                <w:rtl/>
              </w:rPr>
              <w:t>)</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كعاد تعمّتْ عن هداها فضلّتِ</w:t>
            </w:r>
            <w:r w:rsidRPr="00541E11">
              <w:rPr>
                <w:rStyle w:val="libPoemTiniChar0"/>
                <w:rtl/>
              </w:rPr>
              <w:br/>
              <w:t> </w:t>
            </w:r>
          </w:p>
        </w:tc>
      </w:tr>
      <w:tr w:rsidR="00A87899" w:rsidTr="005C730B">
        <w:trPr>
          <w:trHeight w:val="350"/>
        </w:trPr>
        <w:tc>
          <w:tcPr>
            <w:tcW w:w="4135" w:type="dxa"/>
            <w:shd w:val="clear" w:color="auto" w:fill="auto"/>
          </w:tcPr>
          <w:p w:rsidR="00A87899" w:rsidRDefault="00A87899" w:rsidP="00541E11">
            <w:pPr>
              <w:pStyle w:val="libPoem"/>
              <w:rPr>
                <w:rtl/>
              </w:rPr>
            </w:pPr>
            <w:r>
              <w:rPr>
                <w:rtl/>
              </w:rPr>
              <w:t>مررتُ على أبيات آل محمّد</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فلم أرها أمثالها حيث حلّتِ</w:t>
            </w:r>
            <w:r w:rsidRPr="00541E11">
              <w:rPr>
                <w:rStyle w:val="libPoemTiniChar0"/>
                <w:rtl/>
              </w:rPr>
              <w:br/>
              <w:t> </w:t>
            </w:r>
          </w:p>
        </w:tc>
      </w:tr>
      <w:tr w:rsidR="00A87899" w:rsidTr="005C730B">
        <w:trPr>
          <w:trHeight w:val="350"/>
        </w:trPr>
        <w:tc>
          <w:tcPr>
            <w:tcW w:w="4135" w:type="dxa"/>
            <w:shd w:val="clear" w:color="auto" w:fill="auto"/>
          </w:tcPr>
          <w:p w:rsidR="00A87899" w:rsidRDefault="00A87899" w:rsidP="00541E11">
            <w:pPr>
              <w:pStyle w:val="libPoem"/>
              <w:rPr>
                <w:rtl/>
              </w:rPr>
            </w:pPr>
            <w:r>
              <w:rPr>
                <w:rtl/>
              </w:rPr>
              <w:t>وكانوا لنا غُنماً فعادوا رزيّةً</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لقد عظمت تلك الرزايا وجلّتِ</w:t>
            </w:r>
            <w:r w:rsidRPr="00541E11">
              <w:rPr>
                <w:rStyle w:val="libPoemTiniChar0"/>
                <w:rtl/>
              </w:rPr>
              <w:br/>
              <w:t> </w:t>
            </w:r>
          </w:p>
        </w:tc>
      </w:tr>
      <w:tr w:rsidR="00A87899" w:rsidTr="005C730B">
        <w:trPr>
          <w:trHeight w:val="350"/>
        </w:trPr>
        <w:tc>
          <w:tcPr>
            <w:tcW w:w="4135" w:type="dxa"/>
            <w:shd w:val="clear" w:color="auto" w:fill="auto"/>
          </w:tcPr>
          <w:p w:rsidR="00A87899" w:rsidRDefault="00A87899" w:rsidP="00541E11">
            <w:pPr>
              <w:pStyle w:val="libPoem"/>
              <w:rPr>
                <w:rtl/>
              </w:rPr>
            </w:pPr>
            <w:r>
              <w:rPr>
                <w:rtl/>
              </w:rPr>
              <w:t xml:space="preserve">فلا يُبعد الله الديارَ وأهلَها </w:t>
            </w:r>
            <w:r w:rsidRPr="00541E11">
              <w:rPr>
                <w:rStyle w:val="libFootnotenumChar"/>
                <w:rtl/>
              </w:rPr>
              <w:t>(</w:t>
            </w:r>
            <w:r w:rsidRPr="00541E11">
              <w:rPr>
                <w:rStyle w:val="libFootnotenumChar"/>
                <w:rFonts w:hint="cs"/>
                <w:rtl/>
              </w:rPr>
              <w:t>2</w:t>
            </w:r>
            <w:r w:rsidRPr="00541E11">
              <w:rPr>
                <w:rStyle w:val="libFootnotenumChar"/>
                <w:rtl/>
              </w:rPr>
              <w:t>)</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لقد عظمتْ منهم برغمي تخلّتِ</w:t>
            </w:r>
            <w:r w:rsidRPr="00541E11">
              <w:rPr>
                <w:rStyle w:val="libPoemTiniChar0"/>
                <w:rtl/>
              </w:rPr>
              <w:br/>
              <w:t> </w:t>
            </w:r>
          </w:p>
        </w:tc>
      </w:tr>
      <w:tr w:rsidR="00A87899" w:rsidTr="005C730B">
        <w:trPr>
          <w:trHeight w:val="350"/>
        </w:trPr>
        <w:tc>
          <w:tcPr>
            <w:tcW w:w="4135" w:type="dxa"/>
            <w:shd w:val="clear" w:color="auto" w:fill="auto"/>
          </w:tcPr>
          <w:p w:rsidR="00A87899" w:rsidRDefault="00A87899" w:rsidP="00541E11">
            <w:pPr>
              <w:pStyle w:val="libPoem"/>
              <w:rPr>
                <w:rtl/>
              </w:rPr>
            </w:pPr>
            <w:r>
              <w:rPr>
                <w:rtl/>
              </w:rPr>
              <w:t>إذا افتقرتْ قيسٌ جبرنا فقيرَها</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وتقتُلنا قيسٌ إذا النعلُ زلّتِ</w:t>
            </w:r>
            <w:r w:rsidRPr="00541E11">
              <w:rPr>
                <w:rStyle w:val="libPoemTiniChar0"/>
                <w:rtl/>
              </w:rPr>
              <w:br/>
              <w:t> </w:t>
            </w:r>
          </w:p>
        </w:tc>
      </w:tr>
      <w:tr w:rsidR="00A87899" w:rsidTr="005C730B">
        <w:trPr>
          <w:trHeight w:val="350"/>
        </w:trPr>
        <w:tc>
          <w:tcPr>
            <w:tcW w:w="4135" w:type="dxa"/>
            <w:shd w:val="clear" w:color="auto" w:fill="auto"/>
          </w:tcPr>
          <w:p w:rsidR="00A87899" w:rsidRDefault="00A87899" w:rsidP="00541E11">
            <w:pPr>
              <w:pStyle w:val="libPoem"/>
              <w:rPr>
                <w:rtl/>
              </w:rPr>
            </w:pPr>
            <w:r>
              <w:rPr>
                <w:rtl/>
              </w:rPr>
              <w:t>وعند غنيٍّ قطرةٌ من دمائنا</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سنجزيهمُ يوماً بها حيث حلّتِ</w:t>
            </w:r>
            <w:r w:rsidRPr="00541E11">
              <w:rPr>
                <w:rStyle w:val="libPoemTiniChar0"/>
                <w:rtl/>
              </w:rPr>
              <w:br/>
              <w:t> </w:t>
            </w:r>
          </w:p>
        </w:tc>
      </w:tr>
      <w:tr w:rsidR="00A87899" w:rsidTr="005C730B">
        <w:trPr>
          <w:trHeight w:val="350"/>
        </w:trPr>
        <w:tc>
          <w:tcPr>
            <w:tcW w:w="4135" w:type="dxa"/>
            <w:shd w:val="clear" w:color="auto" w:fill="auto"/>
          </w:tcPr>
          <w:p w:rsidR="00A87899" w:rsidRDefault="00A87899" w:rsidP="00541E11">
            <w:pPr>
              <w:pStyle w:val="libPoem"/>
              <w:rPr>
                <w:rtl/>
              </w:rPr>
            </w:pPr>
            <w:r>
              <w:rPr>
                <w:rtl/>
              </w:rPr>
              <w:t>ألم تر أنّ الأرض أضحتْ مريضةً</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 xml:space="preserve">لفقد حسين والبلاد اقشعرّتِ </w:t>
            </w:r>
            <w:r w:rsidRPr="00541E11">
              <w:rPr>
                <w:rStyle w:val="libFootnotenumChar"/>
                <w:rtl/>
              </w:rPr>
              <w:t>(</w:t>
            </w:r>
            <w:r w:rsidRPr="00541E11">
              <w:rPr>
                <w:rStyle w:val="libFootnotenumChar"/>
                <w:rFonts w:hint="cs"/>
                <w:rtl/>
              </w:rPr>
              <w:t>3</w:t>
            </w:r>
            <w:r w:rsidRPr="00541E11">
              <w:rPr>
                <w:rStyle w:val="libFootnotenumChar"/>
                <w:rtl/>
              </w:rPr>
              <w:t>)</w:t>
            </w:r>
            <w:r w:rsidRPr="00541E11">
              <w:rPr>
                <w:rStyle w:val="libPoemTiniChar0"/>
                <w:rtl/>
              </w:rPr>
              <w:br/>
              <w:t> </w:t>
            </w:r>
          </w:p>
        </w:tc>
      </w:tr>
    </w:tbl>
    <w:p w:rsidR="00A87899" w:rsidRPr="00D24C8F" w:rsidRDefault="00A87899" w:rsidP="00541E11">
      <w:pPr>
        <w:pStyle w:val="libBold2"/>
        <w:rPr>
          <w:rtl/>
        </w:rPr>
      </w:pPr>
      <w:r>
        <w:rPr>
          <w:rtl/>
        </w:rPr>
        <w:t xml:space="preserve"> </w:t>
      </w:r>
      <w:r w:rsidRPr="00D24C8F">
        <w:rPr>
          <w:rtl/>
        </w:rPr>
        <w:t>[401] وأنشدوا لبعض الشعراء في مرثية الحسين بن عليّ (عليه السّلام)</w:t>
      </w:r>
      <w:r>
        <w:rPr>
          <w:rtl/>
        </w:rPr>
        <w:t xml:space="preserve"> : </w:t>
      </w:r>
    </w:p>
    <w:tbl>
      <w:tblPr>
        <w:bidiVisual/>
        <w:tblW w:w="5000" w:type="pct"/>
        <w:tblLook w:val="04A0"/>
      </w:tblPr>
      <w:tblGrid>
        <w:gridCol w:w="3662"/>
        <w:gridCol w:w="249"/>
        <w:gridCol w:w="3676"/>
      </w:tblGrid>
      <w:tr w:rsidR="00A87899" w:rsidTr="005C730B">
        <w:trPr>
          <w:trHeight w:val="350"/>
        </w:trPr>
        <w:tc>
          <w:tcPr>
            <w:tcW w:w="4135" w:type="dxa"/>
            <w:shd w:val="clear" w:color="auto" w:fill="auto"/>
          </w:tcPr>
          <w:p w:rsidR="00A87899" w:rsidRDefault="00A87899" w:rsidP="00541E11">
            <w:pPr>
              <w:pStyle w:val="libPoem"/>
              <w:rPr>
                <w:rtl/>
              </w:rPr>
            </w:pPr>
            <w:r>
              <w:rPr>
                <w:rtl/>
              </w:rPr>
              <w:t>لقد هدَّ جسمي رزءُ آل محمدٍ</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وتلك الرزايا والخطوب عظامُ</w:t>
            </w:r>
            <w:r w:rsidRPr="00541E11">
              <w:rPr>
                <w:rStyle w:val="libPoemTiniChar0"/>
                <w:rtl/>
              </w:rPr>
              <w:br/>
              <w:t> </w:t>
            </w:r>
          </w:p>
        </w:tc>
      </w:tr>
      <w:tr w:rsidR="00A87899" w:rsidTr="005C730B">
        <w:trPr>
          <w:trHeight w:val="350"/>
        </w:trPr>
        <w:tc>
          <w:tcPr>
            <w:tcW w:w="4135" w:type="dxa"/>
            <w:shd w:val="clear" w:color="auto" w:fill="auto"/>
          </w:tcPr>
          <w:p w:rsidR="00A87899" w:rsidRDefault="00A87899" w:rsidP="00541E11">
            <w:pPr>
              <w:pStyle w:val="libPoem"/>
              <w:rPr>
                <w:rtl/>
              </w:rPr>
            </w:pPr>
            <w:r>
              <w:rPr>
                <w:rtl/>
              </w:rPr>
              <w:t>وأبكتْ جفوني بالفرات مصارعٌ</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لآل النبيِّ المصطفى وعظامُ</w:t>
            </w:r>
            <w:r w:rsidRPr="00541E11">
              <w:rPr>
                <w:rStyle w:val="libPoemTiniChar0"/>
                <w:rtl/>
              </w:rPr>
              <w:br/>
              <w:t> </w:t>
            </w:r>
          </w:p>
        </w:tc>
      </w:tr>
      <w:tr w:rsidR="00A87899" w:rsidTr="005C730B">
        <w:trPr>
          <w:trHeight w:val="350"/>
        </w:trPr>
        <w:tc>
          <w:tcPr>
            <w:tcW w:w="4135" w:type="dxa"/>
            <w:shd w:val="clear" w:color="auto" w:fill="auto"/>
          </w:tcPr>
          <w:p w:rsidR="00A87899" w:rsidRDefault="00A87899" w:rsidP="00541E11">
            <w:pPr>
              <w:pStyle w:val="libPoem"/>
              <w:rPr>
                <w:rtl/>
              </w:rPr>
            </w:pPr>
            <w:r>
              <w:rPr>
                <w:rtl/>
              </w:rPr>
              <w:t>عظامٌ بأكناف الفرات زكيةٌ</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لهنَّ علينا حرمةٌ وذمامُ</w:t>
            </w:r>
            <w:r w:rsidRPr="00541E11">
              <w:rPr>
                <w:rStyle w:val="libPoemTiniChar0"/>
                <w:rtl/>
              </w:rPr>
              <w:br/>
              <w:t> </w:t>
            </w:r>
          </w:p>
        </w:tc>
      </w:tr>
      <w:tr w:rsidR="00A87899" w:rsidTr="005C730B">
        <w:trPr>
          <w:trHeight w:val="350"/>
        </w:trPr>
        <w:tc>
          <w:tcPr>
            <w:tcW w:w="4135" w:type="dxa"/>
            <w:shd w:val="clear" w:color="auto" w:fill="auto"/>
          </w:tcPr>
          <w:p w:rsidR="00A87899" w:rsidRDefault="00A87899" w:rsidP="00541E11">
            <w:pPr>
              <w:pStyle w:val="libPoem"/>
              <w:rPr>
                <w:rtl/>
              </w:rPr>
            </w:pPr>
            <w:r>
              <w:rPr>
                <w:rtl/>
              </w:rPr>
              <w:t>فكم حُرّةٌ مسبيّةٌ فاطميَّةٌ</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وكم من كريمٍ قد علاه حسامُ</w:t>
            </w:r>
            <w:r w:rsidRPr="00541E11">
              <w:rPr>
                <w:rStyle w:val="libPoemTiniChar0"/>
                <w:rtl/>
              </w:rPr>
              <w:br/>
              <w:t> </w:t>
            </w:r>
          </w:p>
        </w:tc>
      </w:tr>
      <w:tr w:rsidR="00A87899" w:rsidTr="005C730B">
        <w:trPr>
          <w:trHeight w:val="350"/>
        </w:trPr>
        <w:tc>
          <w:tcPr>
            <w:tcW w:w="4135" w:type="dxa"/>
            <w:shd w:val="clear" w:color="auto" w:fill="auto"/>
          </w:tcPr>
          <w:p w:rsidR="00A87899" w:rsidRDefault="00A87899" w:rsidP="00541E11">
            <w:pPr>
              <w:pStyle w:val="libPoem"/>
              <w:rPr>
                <w:rtl/>
              </w:rPr>
            </w:pPr>
            <w:r>
              <w:rPr>
                <w:rtl/>
              </w:rPr>
              <w:t>لآلِ رسول الله صلّتْ عليهمُ</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ملائكةٌ بيضُ الوجوه كرامُ</w:t>
            </w:r>
            <w:r w:rsidRPr="00541E11">
              <w:rPr>
                <w:rStyle w:val="libPoemTiniChar0"/>
                <w:rtl/>
              </w:rPr>
              <w:br/>
              <w:t> </w:t>
            </w:r>
          </w:p>
        </w:tc>
      </w:tr>
    </w:tbl>
    <w:p w:rsidR="00A87899" w:rsidRPr="00E7395C" w:rsidRDefault="00A87899" w:rsidP="00541E11">
      <w:pPr>
        <w:pStyle w:val="libLine"/>
        <w:rPr>
          <w:rtl/>
        </w:rPr>
      </w:pPr>
      <w:r w:rsidRPr="00E7395C">
        <w:rPr>
          <w:rtl/>
        </w:rPr>
        <w:t>____________________</w:t>
      </w:r>
    </w:p>
    <w:p w:rsidR="00A87899" w:rsidRPr="00E7395C" w:rsidRDefault="00A87899" w:rsidP="00541E11">
      <w:pPr>
        <w:pStyle w:val="libFootnote0"/>
        <w:rPr>
          <w:rtl/>
        </w:rPr>
      </w:pPr>
      <w:r w:rsidRPr="00E7395C">
        <w:rPr>
          <w:rtl/>
        </w:rPr>
        <w:t>(</w:t>
      </w:r>
      <w:r>
        <w:rPr>
          <w:rFonts w:hint="cs"/>
          <w:rtl/>
        </w:rPr>
        <w:t>1</w:t>
      </w:r>
      <w:r w:rsidRPr="00E7395C">
        <w:rPr>
          <w:rtl/>
        </w:rPr>
        <w:t>) البيت في مختصر تاريخ دمشق لابن منظور</w:t>
      </w:r>
      <w:r>
        <w:rPr>
          <w:rtl/>
        </w:rPr>
        <w:t xml:space="preserve"> : </w:t>
      </w:r>
      <w:r w:rsidRPr="00E7395C">
        <w:rPr>
          <w:rtl/>
        </w:rPr>
        <w:t>فإن تبتغوه عائذ البيت تصبحوا</w:t>
      </w:r>
      <w:r>
        <w:rPr>
          <w:rFonts w:hint="cs"/>
          <w:rtl/>
        </w:rPr>
        <w:t>.</w:t>
      </w:r>
    </w:p>
    <w:p w:rsidR="00A87899" w:rsidRPr="00E7395C" w:rsidRDefault="00A87899" w:rsidP="00541E11">
      <w:pPr>
        <w:pStyle w:val="libFootnote0"/>
        <w:rPr>
          <w:rtl/>
        </w:rPr>
      </w:pPr>
      <w:r w:rsidRPr="00E7395C">
        <w:rPr>
          <w:rtl/>
        </w:rPr>
        <w:t>(</w:t>
      </w:r>
      <w:r>
        <w:rPr>
          <w:rFonts w:hint="cs"/>
          <w:rtl/>
        </w:rPr>
        <w:t>2</w:t>
      </w:r>
      <w:r w:rsidRPr="00E7395C">
        <w:rPr>
          <w:rtl/>
        </w:rPr>
        <w:t>) الشطر الثاني من البيت السابق وهذا الشطر كلاهما من مختصر تاريخ دمشق لابن منظور.</w:t>
      </w:r>
    </w:p>
    <w:p w:rsidR="00A87899" w:rsidRDefault="00A87899" w:rsidP="00541E11">
      <w:pPr>
        <w:pStyle w:val="libFootnote0"/>
        <w:rPr>
          <w:rtl/>
        </w:rPr>
      </w:pPr>
      <w:r w:rsidRPr="00E7395C">
        <w:rPr>
          <w:rtl/>
        </w:rPr>
        <w:t>(</w:t>
      </w:r>
      <w:r>
        <w:rPr>
          <w:rFonts w:hint="cs"/>
          <w:rtl/>
        </w:rPr>
        <w:t>3</w:t>
      </w:r>
      <w:r w:rsidRPr="00E7395C">
        <w:rPr>
          <w:rtl/>
        </w:rPr>
        <w:t>) مختصر تاريخ دمشق ـ لابن منظور 7 / 158.</w:t>
      </w:r>
    </w:p>
    <w:p w:rsidR="00A87899" w:rsidRDefault="00A87899" w:rsidP="00541E11">
      <w:pPr>
        <w:pStyle w:val="libNormal"/>
        <w:rPr>
          <w:rtl/>
        </w:rPr>
      </w:pPr>
      <w:r w:rsidRPr="00E7395C">
        <w:rPr>
          <w:rtl/>
        </w:rPr>
        <w:br w:type="page"/>
      </w:r>
    </w:p>
    <w:tbl>
      <w:tblPr>
        <w:bidiVisual/>
        <w:tblW w:w="5000" w:type="pct"/>
        <w:tblLook w:val="04A0"/>
      </w:tblPr>
      <w:tblGrid>
        <w:gridCol w:w="3679"/>
        <w:gridCol w:w="249"/>
        <w:gridCol w:w="3659"/>
      </w:tblGrid>
      <w:tr w:rsidR="00A87899" w:rsidTr="005C730B">
        <w:trPr>
          <w:trHeight w:val="350"/>
        </w:trPr>
        <w:tc>
          <w:tcPr>
            <w:tcW w:w="4135" w:type="dxa"/>
            <w:shd w:val="clear" w:color="auto" w:fill="auto"/>
          </w:tcPr>
          <w:p w:rsidR="00A87899" w:rsidRDefault="00A87899" w:rsidP="00541E11">
            <w:pPr>
              <w:pStyle w:val="libPoem"/>
              <w:rPr>
                <w:rtl/>
              </w:rPr>
            </w:pPr>
            <w:r>
              <w:rPr>
                <w:rtl/>
              </w:rPr>
              <w:lastRenderedPageBreak/>
              <w:t>أفاطمُ أشجاني بَنُوكِ ذَوُو العُلا</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وشِبتُ وإنّي صادقٌ لَغُلامُ</w:t>
            </w:r>
            <w:r w:rsidRPr="00541E11">
              <w:rPr>
                <w:rStyle w:val="libPoemTiniChar0"/>
                <w:rtl/>
              </w:rPr>
              <w:br/>
              <w:t> </w:t>
            </w:r>
          </w:p>
        </w:tc>
      </w:tr>
      <w:tr w:rsidR="00A87899" w:rsidTr="005C730B">
        <w:trPr>
          <w:trHeight w:val="350"/>
        </w:trPr>
        <w:tc>
          <w:tcPr>
            <w:tcW w:w="4135" w:type="dxa"/>
            <w:shd w:val="clear" w:color="auto" w:fill="auto"/>
          </w:tcPr>
          <w:p w:rsidR="00A87899" w:rsidRDefault="00A87899" w:rsidP="00541E11">
            <w:pPr>
              <w:pStyle w:val="libPoem"/>
              <w:rPr>
                <w:rtl/>
              </w:rPr>
            </w:pPr>
            <w:r>
              <w:rPr>
                <w:rtl/>
              </w:rPr>
              <w:t>وأصبحتُ لا ألتذُّ طيبَ معيشةٍ</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كأَنَّ عَلَيَّ الطّيباتِ حرامُ</w:t>
            </w:r>
            <w:r w:rsidRPr="00541E11">
              <w:rPr>
                <w:rStyle w:val="libPoemTiniChar0"/>
                <w:rtl/>
              </w:rPr>
              <w:br/>
              <w:t> </w:t>
            </w:r>
          </w:p>
        </w:tc>
      </w:tr>
      <w:tr w:rsidR="00A87899" w:rsidTr="005C730B">
        <w:trPr>
          <w:trHeight w:val="350"/>
        </w:trPr>
        <w:tc>
          <w:tcPr>
            <w:tcW w:w="4135" w:type="dxa"/>
            <w:shd w:val="clear" w:color="auto" w:fill="auto"/>
          </w:tcPr>
          <w:p w:rsidR="00A87899" w:rsidRDefault="00A87899" w:rsidP="00541E11">
            <w:pPr>
              <w:pStyle w:val="libPoem"/>
              <w:rPr>
                <w:rtl/>
              </w:rPr>
            </w:pPr>
            <w:r>
              <w:rPr>
                <w:rtl/>
              </w:rPr>
              <w:t>ولا الباردُ العذبُ الفراتُ أُسيغهُ</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ولا ظلَّ يهنيني الغَداةَ طعامُ</w:t>
            </w:r>
            <w:r w:rsidRPr="00541E11">
              <w:rPr>
                <w:rStyle w:val="libPoemTiniChar0"/>
                <w:rtl/>
              </w:rPr>
              <w:br/>
              <w:t> </w:t>
            </w:r>
          </w:p>
        </w:tc>
      </w:tr>
      <w:tr w:rsidR="00A87899" w:rsidTr="005C730B">
        <w:trPr>
          <w:trHeight w:val="350"/>
        </w:trPr>
        <w:tc>
          <w:tcPr>
            <w:tcW w:w="4135" w:type="dxa"/>
            <w:shd w:val="clear" w:color="auto" w:fill="auto"/>
          </w:tcPr>
          <w:p w:rsidR="00A87899" w:rsidRDefault="00A87899" w:rsidP="00541E11">
            <w:pPr>
              <w:pStyle w:val="libPoem"/>
              <w:rPr>
                <w:rtl/>
              </w:rPr>
            </w:pPr>
            <w:r>
              <w:rPr>
                <w:rtl/>
              </w:rPr>
              <w:t>يقولون لي صبراً جميلاً وسلوةً</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ومالي إلى الصبر الجميل مرامُ</w:t>
            </w:r>
            <w:r w:rsidRPr="00541E11">
              <w:rPr>
                <w:rStyle w:val="libPoemTiniChar0"/>
                <w:rtl/>
              </w:rPr>
              <w:br/>
              <w:t> </w:t>
            </w:r>
          </w:p>
        </w:tc>
      </w:tr>
      <w:tr w:rsidR="00A87899" w:rsidTr="005C730B">
        <w:trPr>
          <w:trHeight w:val="350"/>
        </w:trPr>
        <w:tc>
          <w:tcPr>
            <w:tcW w:w="4135" w:type="dxa"/>
            <w:shd w:val="clear" w:color="auto" w:fill="auto"/>
          </w:tcPr>
          <w:p w:rsidR="00A87899" w:rsidRDefault="00A87899" w:rsidP="00541E11">
            <w:pPr>
              <w:pStyle w:val="libPoem"/>
              <w:rPr>
                <w:rtl/>
              </w:rPr>
            </w:pPr>
            <w:r>
              <w:rPr>
                <w:rtl/>
              </w:rPr>
              <w:t>فكيف اصطباري بعد آل محمّدٍ</w:t>
            </w:r>
            <w:r w:rsidRPr="00541E11">
              <w:rPr>
                <w:rStyle w:val="libPoemTiniChar0"/>
                <w:rtl/>
              </w:rPr>
              <w:br/>
              <w:t> </w:t>
            </w:r>
          </w:p>
        </w:tc>
        <w:tc>
          <w:tcPr>
            <w:tcW w:w="253" w:type="dxa"/>
            <w:shd w:val="clear" w:color="auto" w:fill="auto"/>
          </w:tcPr>
          <w:p w:rsidR="00A87899" w:rsidRDefault="00A87899" w:rsidP="005C730B">
            <w:pPr>
              <w:rPr>
                <w:rtl/>
              </w:rPr>
            </w:pPr>
          </w:p>
        </w:tc>
        <w:tc>
          <w:tcPr>
            <w:tcW w:w="4134" w:type="dxa"/>
            <w:shd w:val="clear" w:color="auto" w:fill="auto"/>
          </w:tcPr>
          <w:p w:rsidR="00A87899" w:rsidRDefault="00A87899" w:rsidP="00541E11">
            <w:pPr>
              <w:pStyle w:val="libPoem"/>
              <w:rPr>
                <w:rtl/>
              </w:rPr>
            </w:pPr>
            <w:r>
              <w:rPr>
                <w:rtl/>
              </w:rPr>
              <w:t>وفي القلب منهم لوعةٌ وسقامُ</w:t>
            </w:r>
            <w:r w:rsidRPr="00541E11">
              <w:rPr>
                <w:rStyle w:val="libPoemTiniChar0"/>
                <w:rtl/>
              </w:rPr>
              <w:br/>
              <w:t> </w:t>
            </w:r>
          </w:p>
        </w:tc>
      </w:tr>
    </w:tbl>
    <w:p w:rsidR="00A87899" w:rsidRDefault="00A87899" w:rsidP="00A87899">
      <w:pPr>
        <w:pStyle w:val="Heading2Center"/>
        <w:rPr>
          <w:rtl/>
        </w:rPr>
      </w:pPr>
      <w:bookmarkStart w:id="98" w:name="_Toc416693869"/>
      <w:bookmarkStart w:id="99" w:name="_Toc416696113"/>
      <w:r>
        <w:rPr>
          <w:rtl/>
        </w:rPr>
        <w:t>35 ـ الانتقام للدماء</w:t>
      </w:r>
      <w:bookmarkEnd w:id="98"/>
      <w:bookmarkEnd w:id="99"/>
    </w:p>
    <w:p w:rsidR="00A87899" w:rsidRDefault="00A87899" w:rsidP="00541E11">
      <w:pPr>
        <w:pStyle w:val="libNormal"/>
        <w:rPr>
          <w:rtl/>
        </w:rPr>
      </w:pPr>
      <w:r>
        <w:rPr>
          <w:rtl/>
        </w:rPr>
        <w:t>ولئن كانت فتنةُ الله لعباده الصالحين</w:t>
      </w:r>
      <w:r>
        <w:rPr>
          <w:rFonts w:hint="cs"/>
          <w:rtl/>
        </w:rPr>
        <w:t xml:space="preserve"> ـ</w:t>
      </w:r>
      <w:r>
        <w:rPr>
          <w:rtl/>
        </w:rPr>
        <w:t xml:space="preserve"> من الأنبياء والأئمّة والأولياء</w:t>
      </w:r>
      <w:r>
        <w:rPr>
          <w:rFonts w:hint="cs"/>
          <w:rtl/>
        </w:rPr>
        <w:t xml:space="preserve"> ـ</w:t>
      </w:r>
      <w:r>
        <w:rPr>
          <w:rtl/>
        </w:rPr>
        <w:t xml:space="preserve"> شديدة الوطأة عليهم ، ولكنّها كانتْ وَعْداً وعهداً ربّانياً اتّخذوه وصَدَقُوهُ ، فصبروا على الأذى في جنب الله ، وصابروا ورابطوا على مواقع الحقّ ، ولم يتراجعوا ، ولم يهنوا ، ولم يحزنوا على ما فاتهم من الدنيا ، وجاهَدُوا بكلّ قُوّة وصلابة وإصرار حتّى فازوا برضا الله عنهم كما رضوا عنه ، وحازوا خلود الذكر في الدنيا ، وجنّات عدن في الآخرة.</w:t>
      </w:r>
    </w:p>
    <w:p w:rsidR="00A87899" w:rsidRDefault="00A87899" w:rsidP="00541E11">
      <w:pPr>
        <w:pStyle w:val="libNormal"/>
        <w:rPr>
          <w:rtl/>
        </w:rPr>
      </w:pPr>
      <w:r>
        <w:rPr>
          <w:rtl/>
        </w:rPr>
        <w:t>وصَدَقهم الله وعدَهُ بالانتقام من المُجْرِمين ، وليعلموا أنّ وعد الله حقّ ، وأنّ الله منجز وَعْدِهِ رُسُلَهُ إلى أن يرثَ ويرثوا الأرض ، ويستخلفهم عليها ، وعْداً عليه حقّاً في كلّ الكتب السماوية</w:t>
      </w:r>
      <w:r>
        <w:rPr>
          <w:rFonts w:hint="cs"/>
          <w:rtl/>
        </w:rPr>
        <w:t xml:space="preserve"> :</w:t>
      </w:r>
      <w:r>
        <w:rPr>
          <w:rtl/>
        </w:rPr>
        <w:t xml:space="preserve"> التوراة والإنجيل والزبور والقرآن.</w:t>
      </w:r>
    </w:p>
    <w:p w:rsidR="00A87899" w:rsidRDefault="00A87899" w:rsidP="00541E11">
      <w:pPr>
        <w:pStyle w:val="libNormal"/>
        <w:rPr>
          <w:rtl/>
        </w:rPr>
      </w:pPr>
      <w:r>
        <w:rPr>
          <w:rtl/>
        </w:rPr>
        <w:t>وقبل هذا الأمر المعلن في النصوص المقدّسة ، والذي لا يستيقنه الّذين لا يؤمنون ، فهم لا يؤمنون بالغيب ، وإن كان أمر الانتقام من قتلة الصالحين والمصلحين هو مكشوف للعيان واضح لكلّ ذي عينين إذا أتعب جفنيه ففتحهما على ما حوله</w:t>
      </w:r>
      <w:r>
        <w:rPr>
          <w:rFonts w:hint="cs"/>
          <w:rtl/>
        </w:rPr>
        <w:t xml:space="preserve"> :</w:t>
      </w:r>
    </w:p>
    <w:p w:rsidR="00A87899" w:rsidRDefault="00A87899" w:rsidP="00541E11">
      <w:pPr>
        <w:pStyle w:val="libNormal"/>
        <w:rPr>
          <w:rtl/>
        </w:rPr>
      </w:pPr>
      <w:r>
        <w:rPr>
          <w:rtl/>
        </w:rPr>
        <w:br w:type="page"/>
      </w:r>
      <w:r>
        <w:rPr>
          <w:rtl/>
        </w:rPr>
        <w:lastRenderedPageBreak/>
        <w:t>ألَيْس خلوّ المجتمع من الصلحاء المخلصين للأُمّة والوطن يعني فراغ الساحة للعابثين والانتهازيّين والنفعيّين؟!</w:t>
      </w:r>
    </w:p>
    <w:p w:rsidR="00A87899" w:rsidRDefault="00A87899" w:rsidP="00541E11">
      <w:pPr>
        <w:pStyle w:val="libNormal"/>
        <w:rPr>
          <w:rtl/>
        </w:rPr>
      </w:pPr>
      <w:r>
        <w:rPr>
          <w:rtl/>
        </w:rPr>
        <w:t>أليس قتل الجماعة المؤمنة ذات المستويات الرفيعة في الشرف والكرامة بين الأُمّة ، يؤدّي إلى تجرّؤ القتلة والظلمة على ارتكاب الجرائم الأكثر ، لأنّه يهوّن عليهم قتل الآخرين بعد قتل الأشراف؟!</w:t>
      </w:r>
    </w:p>
    <w:p w:rsidR="00A87899" w:rsidRDefault="00A87899" w:rsidP="00541E11">
      <w:pPr>
        <w:pStyle w:val="libNormal"/>
        <w:rPr>
          <w:rtl/>
        </w:rPr>
      </w:pPr>
      <w:r>
        <w:rPr>
          <w:rtl/>
        </w:rPr>
        <w:t>أليس سكوت الأُمّة على فظائع مروّعة ، ومجازر رهيبة مثل مذبحة كربلاء ، بجرائمها وبشاعتها ، يكشف عن عجز الأُمّة عن التصّدي للظالم وخضوعها بما يؤدّي إلى إقدامه على الإجرام الأوسع كما فعل بنو أُميّة في وقعة الحرّة.</w:t>
      </w:r>
    </w:p>
    <w:p w:rsidR="00A87899" w:rsidRDefault="00A87899" w:rsidP="00541E11">
      <w:pPr>
        <w:pStyle w:val="libNormal"/>
        <w:rPr>
          <w:rtl/>
        </w:rPr>
      </w:pPr>
      <w:r>
        <w:rPr>
          <w:rtl/>
        </w:rPr>
        <w:t>بل على الهتك الأعظم لحرمات الله كما فعلوه في إحراق الكعبة وهدمها؟!</w:t>
      </w:r>
    </w:p>
    <w:p w:rsidR="00A87899" w:rsidRDefault="00A87899" w:rsidP="00541E11">
      <w:pPr>
        <w:pStyle w:val="libNormal"/>
        <w:rPr>
          <w:rtl/>
        </w:rPr>
      </w:pPr>
      <w:r>
        <w:rPr>
          <w:rtl/>
        </w:rPr>
        <w:t>إنّ هذه النتائج الواقعة كانت هي النتائج المنظورة والمرئيّة لكلّ أحد ممّن يحمل قبساً من نور الوعيْ والعقل والفكر ، أو يجد عليها هدىً ، ولم يكن بحاجة إلاّ إلى التفاتة صغيرة</w:t>
      </w:r>
      <w:r>
        <w:rPr>
          <w:rFonts w:hint="cs"/>
          <w:rtl/>
        </w:rPr>
        <w:t>!</w:t>
      </w:r>
    </w:p>
    <w:p w:rsidR="00A87899" w:rsidRDefault="00A87899" w:rsidP="00541E11">
      <w:pPr>
        <w:pStyle w:val="libNormal"/>
        <w:rPr>
          <w:rtl/>
        </w:rPr>
      </w:pPr>
      <w:r>
        <w:rPr>
          <w:rtl/>
        </w:rPr>
        <w:t>وقد أخبر الإمامُ الحسين (عليه السّلام) عن بعض هذه النتائج قبل أن يرد كربلاء ، وبعد أن وردها</w:t>
      </w:r>
      <w:r>
        <w:rPr>
          <w:rFonts w:hint="cs"/>
          <w:rtl/>
        </w:rPr>
        <w:t xml:space="preserve"> :</w:t>
      </w:r>
    </w:p>
    <w:p w:rsidR="00A87899" w:rsidRPr="00D24C8F" w:rsidRDefault="00A87899" w:rsidP="00541E11">
      <w:pPr>
        <w:pStyle w:val="libBold2"/>
        <w:rPr>
          <w:rtl/>
        </w:rPr>
      </w:pPr>
      <w:r w:rsidRPr="00D24C8F">
        <w:rPr>
          <w:rtl/>
        </w:rPr>
        <w:t>[268] قال</w:t>
      </w:r>
      <w:r>
        <w:rPr>
          <w:rtl/>
        </w:rPr>
        <w:t xml:space="preserve"> : </w:t>
      </w:r>
      <w:r w:rsidRPr="00D24C8F">
        <w:rPr>
          <w:rtl/>
        </w:rPr>
        <w:t>«والله</w:t>
      </w:r>
      <w:r>
        <w:rPr>
          <w:rtl/>
        </w:rPr>
        <w:t xml:space="preserve"> ، </w:t>
      </w:r>
      <w:r w:rsidRPr="00D24C8F">
        <w:rPr>
          <w:rtl/>
        </w:rPr>
        <w:t>لا يدعوني حتّى يستخرجوا هذه العلقة من جوفي</w:t>
      </w:r>
      <w:r>
        <w:rPr>
          <w:rFonts w:hint="cs"/>
          <w:rtl/>
        </w:rPr>
        <w:t>!</w:t>
      </w:r>
      <w:r w:rsidRPr="00D24C8F">
        <w:rPr>
          <w:rtl/>
        </w:rPr>
        <w:t xml:space="preserve"> فإذا فعلوا سلّط الله عليهم من يذلّهم حتّى يكونوا أذلّ من فرم الأَمَة»</w:t>
      </w:r>
      <w:r>
        <w:rPr>
          <w:rFonts w:hint="cs"/>
          <w:rtl/>
        </w:rPr>
        <w:t>!</w:t>
      </w:r>
    </w:p>
    <w:p w:rsidR="00A87899" w:rsidRDefault="00A87899" w:rsidP="00541E11">
      <w:pPr>
        <w:pStyle w:val="libBold2"/>
        <w:rPr>
          <w:rtl/>
        </w:rPr>
      </w:pPr>
      <w:r w:rsidRPr="00D24C8F">
        <w:rPr>
          <w:rtl/>
        </w:rPr>
        <w:t>[266] وقال</w:t>
      </w:r>
      <w:r>
        <w:rPr>
          <w:rtl/>
        </w:rPr>
        <w:t xml:space="preserve"> : </w:t>
      </w:r>
      <w:r w:rsidRPr="00D24C8F">
        <w:rPr>
          <w:rtl/>
        </w:rPr>
        <w:t>«لا أراهم إلاّ قاتليّ</w:t>
      </w:r>
      <w:r>
        <w:rPr>
          <w:rtl/>
        </w:rPr>
        <w:t xml:space="preserve"> ، </w:t>
      </w:r>
      <w:r w:rsidRPr="00D24C8F">
        <w:rPr>
          <w:rtl/>
        </w:rPr>
        <w:t>فإذا فعلوا ذلك لم يَدَعُوْا لله حرمة إلاّ انتهكوها</w:t>
      </w:r>
      <w:r>
        <w:rPr>
          <w:rtl/>
        </w:rPr>
        <w:t xml:space="preserve"> ، </w:t>
      </w:r>
      <w:r w:rsidRPr="00D24C8F">
        <w:rPr>
          <w:rtl/>
        </w:rPr>
        <w:t>فيسلّط الله عليهم مَن يذلّهم حتّى يكونوا أذلّ من فرم الأَمَة»</w:t>
      </w:r>
      <w:r>
        <w:rPr>
          <w:rFonts w:hint="cs"/>
          <w:rtl/>
        </w:rPr>
        <w:t>!</w:t>
      </w:r>
    </w:p>
    <w:p w:rsidR="00A87899" w:rsidRDefault="00A87899" w:rsidP="00541E11">
      <w:pPr>
        <w:pStyle w:val="libBold2"/>
        <w:rPr>
          <w:rtl/>
        </w:rPr>
      </w:pPr>
      <w:r>
        <w:rPr>
          <w:rtl/>
        </w:rPr>
        <w:br w:type="page"/>
      </w:r>
      <w:r>
        <w:rPr>
          <w:rtl/>
        </w:rPr>
        <w:lastRenderedPageBreak/>
        <w:t>ولقد كان القتلُ للأنبياء والأئمّة (عليهم السّلام) عادةً ، وكرامتهم من الله الشهادة ، وإنّما بَرز الّذين كُتب عليهم القتلُ إلى مضاجعهم ، ليثبتوا أنّهم أوفياء لوعد ربّهم ، ولدينهم وأهدافهم. فكذلك كان الانتقام للدماء الزاكية سُنّةً إلهيةً جاريةً.</w:t>
      </w:r>
    </w:p>
    <w:p w:rsidR="00A87899" w:rsidRDefault="00A87899" w:rsidP="00541E11">
      <w:pPr>
        <w:pStyle w:val="libNormal"/>
        <w:rPr>
          <w:rtl/>
        </w:rPr>
      </w:pPr>
      <w:r>
        <w:rPr>
          <w:rtl/>
        </w:rPr>
        <w:t>وقد ذكّر الله تعالى نبيَّه بذلك كما في الحديث</w:t>
      </w:r>
    </w:p>
    <w:p w:rsidR="00A87899" w:rsidRDefault="00A87899" w:rsidP="00541E11">
      <w:pPr>
        <w:pStyle w:val="libNormal"/>
        <w:rPr>
          <w:rtl/>
        </w:rPr>
      </w:pPr>
      <w:r w:rsidRPr="00541E11">
        <w:rPr>
          <w:rStyle w:val="libBold2Char"/>
          <w:rtl/>
        </w:rPr>
        <w:t>[286] : أوحى الله تعالى إلى محمّد (صلّى الله عليه وآله) (أنّي قد قتلت بيحيى بن زكريّا سبعين ألفاً ، وأنا قاتل بابن ابنتك سبعين ألفاً وسبعين ألفاً)</w:t>
      </w:r>
      <w:r>
        <w:rPr>
          <w:rtl/>
        </w:rPr>
        <w:t xml:space="preserve"> </w:t>
      </w:r>
      <w:r w:rsidRPr="00541E11">
        <w:rPr>
          <w:rStyle w:val="libFootnotenumChar"/>
          <w:rtl/>
        </w:rPr>
        <w:t>(1)</w:t>
      </w:r>
      <w:r>
        <w:rPr>
          <w:rtl/>
        </w:rPr>
        <w:t>.</w:t>
      </w:r>
    </w:p>
    <w:p w:rsidR="00A87899" w:rsidRDefault="00A87899" w:rsidP="00541E11">
      <w:pPr>
        <w:pStyle w:val="libNormal"/>
        <w:rPr>
          <w:rtl/>
        </w:rPr>
      </w:pPr>
      <w:r>
        <w:rPr>
          <w:rtl/>
        </w:rPr>
        <w:t xml:space="preserve">وأمّا آحاد الحُثالات التي تكدّست في كربلاء ، وارتكبتْ جريمة عاشوراء ، فهم أحقر من أن يُذكروا ويُذكر ما جرى عليهم ، فكفاهم ذلاً وخزياً ، وعاراً وشناراً ما أقدموا عليه من قتل ابن بنت رسول الله والكوكبة الأخيار من آله </w:t>
      </w:r>
      <w:r>
        <w:rPr>
          <w:rFonts w:hint="cs"/>
          <w:rtl/>
        </w:rPr>
        <w:t>،</w:t>
      </w:r>
      <w:r>
        <w:rPr>
          <w:rtl/>
        </w:rPr>
        <w:t xml:space="preserve"> والهالة المشعّة من الصالحين حوله.</w:t>
      </w:r>
    </w:p>
    <w:p w:rsidR="00A87899" w:rsidRDefault="00A87899" w:rsidP="00541E11">
      <w:pPr>
        <w:pStyle w:val="libNormal"/>
        <w:rPr>
          <w:rtl/>
        </w:rPr>
      </w:pPr>
      <w:r>
        <w:rPr>
          <w:rtl/>
        </w:rPr>
        <w:t>مع أنّ التاريخ لم يغفل ما جرى على كلّ واحد منهم من الانتقام الإلهيّ في هذه الدنيا على يَدِ الأخيار من أنصار الحقّ الّذين «اختارهم» الله لهذه المهمة العظيمة لتكون عبرة لمن اعتبر ، ولمن يعتبر على طول التاريخ من الظَلمة ، ليعلموا أنّ الله لهم بالمرصاد ، وليأتينّهم موعدهم ولو بعد حين.</w:t>
      </w:r>
    </w:p>
    <w:p w:rsidR="00A87899" w:rsidRPr="00E7395C" w:rsidRDefault="00A87899" w:rsidP="00541E11">
      <w:pPr>
        <w:pStyle w:val="libLine"/>
        <w:rPr>
          <w:rtl/>
        </w:rPr>
      </w:pPr>
      <w:r w:rsidRPr="00E7395C">
        <w:rPr>
          <w:rtl/>
        </w:rPr>
        <w:t>____________________</w:t>
      </w:r>
    </w:p>
    <w:p w:rsidR="00A87899" w:rsidRDefault="00A87899" w:rsidP="00541E11">
      <w:pPr>
        <w:pStyle w:val="libFootnote0"/>
        <w:rPr>
          <w:rtl/>
        </w:rPr>
      </w:pPr>
      <w:r w:rsidRPr="00E7395C">
        <w:rPr>
          <w:rtl/>
        </w:rPr>
        <w:t>(1) مختصر تاريخ دمشق ـ لابن منظور 7 / 149.</w:t>
      </w:r>
    </w:p>
    <w:p w:rsidR="00A87899" w:rsidRDefault="00A87899" w:rsidP="00A87899">
      <w:pPr>
        <w:pStyle w:val="Heading1Center"/>
        <w:rPr>
          <w:rtl/>
        </w:rPr>
      </w:pPr>
      <w:r>
        <w:rPr>
          <w:rtl/>
        </w:rPr>
        <w:br w:type="page"/>
      </w:r>
      <w:r>
        <w:rPr>
          <w:rtl/>
        </w:rPr>
        <w:lastRenderedPageBreak/>
        <w:br w:type="page"/>
      </w:r>
      <w:bookmarkStart w:id="100" w:name="_Toc416693870"/>
      <w:bookmarkStart w:id="101" w:name="_Toc416696114"/>
      <w:r>
        <w:rPr>
          <w:rtl/>
        </w:rPr>
        <w:lastRenderedPageBreak/>
        <w:t>الخاتمة</w:t>
      </w:r>
      <w:bookmarkEnd w:id="100"/>
      <w:bookmarkEnd w:id="101"/>
    </w:p>
    <w:p w:rsidR="00A87899" w:rsidRDefault="00A87899" w:rsidP="00541E11">
      <w:pPr>
        <w:pStyle w:val="libNormal"/>
        <w:rPr>
          <w:rtl/>
        </w:rPr>
      </w:pPr>
      <w:r>
        <w:rPr>
          <w:rtl/>
        </w:rPr>
        <w:t>هذا هو الإمام الحسين أبو عبد الله (عليه السّلام)</w:t>
      </w:r>
      <w:r>
        <w:rPr>
          <w:rFonts w:hint="cs"/>
          <w:rtl/>
        </w:rPr>
        <w:t xml:space="preserve"> :</w:t>
      </w:r>
    </w:p>
    <w:p w:rsidR="00A87899" w:rsidRDefault="00A87899" w:rsidP="00541E11">
      <w:pPr>
        <w:pStyle w:val="libNormal"/>
        <w:rPr>
          <w:rtl/>
        </w:rPr>
      </w:pPr>
      <w:r>
        <w:rPr>
          <w:rtl/>
        </w:rPr>
        <w:t>في سماته</w:t>
      </w:r>
      <w:r>
        <w:rPr>
          <w:rFonts w:hint="cs"/>
          <w:rtl/>
        </w:rPr>
        <w:t>.</w:t>
      </w:r>
    </w:p>
    <w:p w:rsidR="00A87899" w:rsidRDefault="00A87899" w:rsidP="00541E11">
      <w:pPr>
        <w:pStyle w:val="libNormal"/>
        <w:rPr>
          <w:rtl/>
        </w:rPr>
      </w:pPr>
      <w:r>
        <w:rPr>
          <w:rtl/>
        </w:rPr>
        <w:t>وفي سيرته قبل كربلاء.</w:t>
      </w:r>
    </w:p>
    <w:p w:rsidR="00A87899" w:rsidRDefault="00A87899" w:rsidP="00541E11">
      <w:pPr>
        <w:pStyle w:val="libNormal"/>
        <w:rPr>
          <w:rtl/>
        </w:rPr>
      </w:pPr>
      <w:r>
        <w:rPr>
          <w:rtl/>
        </w:rPr>
        <w:t>وعلى أرضها يوم عاشوراء.</w:t>
      </w:r>
    </w:p>
    <w:p w:rsidR="00A87899" w:rsidRDefault="00A87899" w:rsidP="00541E11">
      <w:pPr>
        <w:pStyle w:val="libNormal"/>
        <w:rPr>
          <w:rtl/>
        </w:rPr>
      </w:pPr>
      <w:r>
        <w:rPr>
          <w:rtl/>
        </w:rPr>
        <w:t>وأمّا بعد كربلاء فهو الزمن القصير الطويل على طول أربعة عشر قرناً ، فالإمام الحسين (عليه السّلام) بقي يُذكر وتدوّي صرخاتهُ ولم تنقطع نداءاته ولا أحزانه. ولا ظروف حركته.</w:t>
      </w:r>
    </w:p>
    <w:p w:rsidR="00A87899" w:rsidRDefault="00A87899" w:rsidP="00541E11">
      <w:pPr>
        <w:pStyle w:val="libNormal"/>
        <w:rPr>
          <w:rtl/>
        </w:rPr>
      </w:pPr>
      <w:r>
        <w:rPr>
          <w:rtl/>
        </w:rPr>
        <w:t>وهو التأريخ يجدّد وجوده ، ويُعيد نفسه ، ويكرّر أنفاسه</w:t>
      </w:r>
      <w:r>
        <w:rPr>
          <w:rFonts w:hint="cs"/>
          <w:rtl/>
        </w:rPr>
        <w:t>!</w:t>
      </w:r>
      <w:r>
        <w:rPr>
          <w:rtl/>
        </w:rPr>
        <w:t xml:space="preserve"> وتصدُق مقولة «</w:t>
      </w:r>
      <w:r w:rsidRPr="00541E11">
        <w:rPr>
          <w:rStyle w:val="libBold2Char"/>
          <w:rtl/>
        </w:rPr>
        <w:t>كلّ يوم عاشوراء وكلّ أرض كربلاء</w:t>
      </w:r>
      <w:r>
        <w:rPr>
          <w:rtl/>
        </w:rPr>
        <w:t>».</w:t>
      </w:r>
    </w:p>
    <w:p w:rsidR="00A87899" w:rsidRDefault="00A87899" w:rsidP="00541E11">
      <w:pPr>
        <w:pStyle w:val="libNormal"/>
        <w:rPr>
          <w:rtl/>
        </w:rPr>
      </w:pPr>
      <w:r>
        <w:rPr>
          <w:rtl/>
        </w:rPr>
        <w:t>ولئن خَلَت العصور من عَيْن الحسين (عليه السّلام) فإنّ روحه وأهدافه تتبلور في أبنائه وشيعته ، والسائرين على دربه وسيرته وطريقته ، يملؤون الأرض بنماذج من شعاره ، ويحملون لواءَ الحقّ يذبّون عنه ، وينشرونه على</w:t>
      </w:r>
    </w:p>
    <w:p w:rsidR="00A87899" w:rsidRDefault="00A87899" w:rsidP="00541E11">
      <w:pPr>
        <w:pStyle w:val="libNormal0"/>
        <w:rPr>
          <w:rtl/>
        </w:rPr>
      </w:pPr>
      <w:r>
        <w:rPr>
          <w:rtl/>
        </w:rPr>
        <w:br w:type="page"/>
      </w:r>
      <w:r>
        <w:rPr>
          <w:rtl/>
        </w:rPr>
        <w:lastRenderedPageBreak/>
        <w:t>خطوط الطول والعرض ، لتفيئ الكرة الأرضيّة إلى حكم الله ، وينعم البشر بآلاء الله ، ويتحقق وعدُ الله في كتابه الكريم حيث يقول :</w:t>
      </w:r>
    </w:p>
    <w:p w:rsidR="00A87899" w:rsidRDefault="00A87899" w:rsidP="00541E11">
      <w:pPr>
        <w:pStyle w:val="libNormal"/>
        <w:rPr>
          <w:rtl/>
        </w:rPr>
      </w:pPr>
      <w:r w:rsidRPr="00541E11">
        <w:rPr>
          <w:rStyle w:val="libAlaemChar"/>
          <w:rtl/>
        </w:rPr>
        <w:t>(</w:t>
      </w:r>
      <w:r w:rsidRPr="00541E11">
        <w:rPr>
          <w:rStyle w:val="libAieChar"/>
          <w:rtl/>
        </w:rPr>
        <w:t>وَعَدَ اللهُ الَّذِينَ ءَامَنُواْ مِنْكُمْ وَعَمِلُواْ الصَّالِحَاتِ لَيَسْتَخْلِفَنَّهُمْ فِي الأَرْضِ كَمَا اسْتَخْلَفَ الَّذِينَ مِنْ قَبْلِهِمْ وَلَيُمَكِّنَنَّ لَهُمْ دِينَهُمُ الَّذِي ارْتَضَى لَهُمْ وَلَيُبَدِّلَنَّهُم مِنْ بَعْدِ خَوْفِهِمْ أَمْنَا يَعْبُدُونَنِي لاَ يُشْرِكُونَ بِي شَيْئاً وَمَن كَفَرَ بَعْدَ ذَلِكَ فَاُولئك هُمُ الْفَاسِقُونَ</w:t>
      </w:r>
      <w:r w:rsidRPr="00541E11">
        <w:rPr>
          <w:rStyle w:val="libAlaemChar"/>
          <w:rtl/>
        </w:rPr>
        <w:t>)</w:t>
      </w:r>
      <w:r>
        <w:rPr>
          <w:rtl/>
        </w:rPr>
        <w:t>.</w:t>
      </w:r>
    </w:p>
    <w:p w:rsidR="00A87899" w:rsidRDefault="00A87899" w:rsidP="00541E11">
      <w:pPr>
        <w:pStyle w:val="libCenterBold2"/>
        <w:rPr>
          <w:rtl/>
        </w:rPr>
      </w:pPr>
      <w:r>
        <w:rPr>
          <w:rtl/>
        </w:rPr>
        <w:t>وآخر دعواهم أن الحَمْدُ للهِ رَبِّ العَالَمِينَ.</w:t>
      </w:r>
    </w:p>
    <w:p w:rsidR="00A87899" w:rsidRDefault="00A87899" w:rsidP="00A87899">
      <w:pPr>
        <w:pStyle w:val="Heading1Center"/>
        <w:rPr>
          <w:rtl/>
          <w:lang w:bidi="ar-IQ"/>
        </w:rPr>
      </w:pPr>
      <w:r>
        <w:rPr>
          <w:rtl/>
        </w:rPr>
        <w:br w:type="page"/>
      </w:r>
      <w:bookmarkStart w:id="102" w:name="_Toc416693871"/>
      <w:bookmarkStart w:id="103" w:name="_Toc416696115"/>
      <w:r>
        <w:rPr>
          <w:rFonts w:hint="cs"/>
          <w:rtl/>
          <w:lang w:bidi="ar-IQ"/>
        </w:rPr>
        <w:lastRenderedPageBreak/>
        <w:t>الفهارس</w:t>
      </w:r>
      <w:bookmarkEnd w:id="102"/>
      <w:bookmarkEnd w:id="103"/>
    </w:p>
    <w:p w:rsidR="00A87899" w:rsidRDefault="00A87899" w:rsidP="00A87899">
      <w:pPr>
        <w:pStyle w:val="Heading2Center"/>
        <w:rPr>
          <w:rtl/>
          <w:lang w:bidi="ar-IQ"/>
        </w:rPr>
      </w:pPr>
      <w:bookmarkStart w:id="104" w:name="_Toc416693872"/>
      <w:bookmarkStart w:id="105" w:name="_Toc416696116"/>
      <w:r>
        <w:rPr>
          <w:rFonts w:hint="cs"/>
          <w:rtl/>
          <w:lang w:bidi="ar-IQ"/>
        </w:rPr>
        <w:t>(الأرقام للفقرات)</w:t>
      </w:r>
      <w:bookmarkEnd w:id="104"/>
      <w:bookmarkEnd w:id="105"/>
    </w:p>
    <w:p w:rsidR="00A87899" w:rsidRPr="00F46E88" w:rsidRDefault="00A87899" w:rsidP="00541E11">
      <w:pPr>
        <w:pStyle w:val="libBold2"/>
        <w:rPr>
          <w:rtl/>
        </w:rPr>
      </w:pPr>
      <w:r w:rsidRPr="00F46E88">
        <w:rPr>
          <w:rFonts w:hint="cs"/>
          <w:rtl/>
        </w:rPr>
        <w:t>1</w:t>
      </w:r>
      <w:r>
        <w:rPr>
          <w:rFonts w:hint="cs"/>
          <w:rtl/>
        </w:rPr>
        <w:t xml:space="preserve"> ـ </w:t>
      </w:r>
      <w:r w:rsidRPr="00F46E88">
        <w:rPr>
          <w:rFonts w:hint="cs"/>
          <w:rtl/>
        </w:rPr>
        <w:t>فهرس الأيات القرآنية.</w:t>
      </w:r>
    </w:p>
    <w:p w:rsidR="00A87899" w:rsidRPr="00F46E88" w:rsidRDefault="00A87899" w:rsidP="00541E11">
      <w:pPr>
        <w:pStyle w:val="libBold2"/>
        <w:rPr>
          <w:rtl/>
        </w:rPr>
      </w:pPr>
      <w:r w:rsidRPr="00F46E88">
        <w:rPr>
          <w:rFonts w:hint="cs"/>
          <w:rtl/>
        </w:rPr>
        <w:t>2</w:t>
      </w:r>
      <w:r>
        <w:rPr>
          <w:rFonts w:hint="cs"/>
          <w:rtl/>
        </w:rPr>
        <w:t xml:space="preserve"> ـ </w:t>
      </w:r>
      <w:r w:rsidRPr="00F46E88">
        <w:rPr>
          <w:rFonts w:hint="cs"/>
          <w:rtl/>
        </w:rPr>
        <w:t>فهرس الأحاديث والأثار.</w:t>
      </w:r>
    </w:p>
    <w:p w:rsidR="00A87899" w:rsidRDefault="00A87899" w:rsidP="00541E11">
      <w:pPr>
        <w:pStyle w:val="libBold2"/>
        <w:rPr>
          <w:rtl/>
        </w:rPr>
      </w:pPr>
      <w:r w:rsidRPr="00F46E88">
        <w:rPr>
          <w:rFonts w:hint="cs"/>
          <w:rtl/>
        </w:rPr>
        <w:t>3</w:t>
      </w:r>
      <w:r>
        <w:rPr>
          <w:rFonts w:hint="cs"/>
          <w:rtl/>
        </w:rPr>
        <w:t xml:space="preserve"> ـ </w:t>
      </w:r>
      <w:r w:rsidRPr="00F46E88">
        <w:rPr>
          <w:rFonts w:hint="cs"/>
          <w:rtl/>
        </w:rPr>
        <w:t>فهرس الألفاظ الخاصة</w:t>
      </w:r>
      <w:r>
        <w:rPr>
          <w:rFonts w:hint="cs"/>
          <w:rtl/>
        </w:rPr>
        <w:t xml:space="preserve"> :</w:t>
      </w:r>
    </w:p>
    <w:p w:rsidR="00A87899" w:rsidRPr="00F46E88" w:rsidRDefault="00A87899" w:rsidP="00541E11">
      <w:pPr>
        <w:pStyle w:val="libBold2"/>
        <w:rPr>
          <w:rtl/>
        </w:rPr>
      </w:pPr>
      <w:r w:rsidRPr="00F46E88">
        <w:rPr>
          <w:rFonts w:hint="cs"/>
          <w:rtl/>
        </w:rPr>
        <w:t>الأعلام</w:t>
      </w:r>
      <w:r>
        <w:rPr>
          <w:rFonts w:hint="cs"/>
          <w:rtl/>
        </w:rPr>
        <w:t xml:space="preserve"> ، </w:t>
      </w:r>
      <w:r w:rsidRPr="00F46E88">
        <w:rPr>
          <w:rFonts w:hint="cs"/>
          <w:rtl/>
        </w:rPr>
        <w:t>المدن</w:t>
      </w:r>
      <w:r>
        <w:rPr>
          <w:rFonts w:hint="cs"/>
          <w:rtl/>
        </w:rPr>
        <w:t xml:space="preserve"> ، </w:t>
      </w:r>
      <w:r w:rsidRPr="00F46E88">
        <w:rPr>
          <w:rFonts w:hint="cs"/>
          <w:rtl/>
        </w:rPr>
        <w:t>الأيام والوقائع</w:t>
      </w:r>
      <w:r>
        <w:rPr>
          <w:rFonts w:hint="cs"/>
          <w:rtl/>
        </w:rPr>
        <w:t xml:space="preserve"> ، </w:t>
      </w:r>
      <w:r w:rsidRPr="00F46E88">
        <w:rPr>
          <w:rFonts w:hint="cs"/>
          <w:rtl/>
        </w:rPr>
        <w:t>المصطلاحات</w:t>
      </w:r>
      <w:r>
        <w:rPr>
          <w:rFonts w:hint="cs"/>
          <w:rtl/>
        </w:rPr>
        <w:t xml:space="preserve"> ، </w:t>
      </w:r>
      <w:r w:rsidRPr="00F46E88">
        <w:rPr>
          <w:rFonts w:hint="cs"/>
          <w:rtl/>
        </w:rPr>
        <w:t>عناوين مهمة.</w:t>
      </w:r>
    </w:p>
    <w:p w:rsidR="00A87899" w:rsidRPr="00F46E88" w:rsidRDefault="00A87899" w:rsidP="00541E11">
      <w:pPr>
        <w:pStyle w:val="libBold2"/>
        <w:rPr>
          <w:rtl/>
        </w:rPr>
      </w:pPr>
      <w:r w:rsidRPr="00F46E88">
        <w:rPr>
          <w:rFonts w:hint="cs"/>
          <w:rtl/>
        </w:rPr>
        <w:t>4</w:t>
      </w:r>
      <w:r>
        <w:rPr>
          <w:rFonts w:hint="cs"/>
          <w:rtl/>
        </w:rPr>
        <w:t xml:space="preserve"> ـ </w:t>
      </w:r>
      <w:r w:rsidRPr="00F46E88">
        <w:rPr>
          <w:rFonts w:hint="cs"/>
          <w:rtl/>
        </w:rPr>
        <w:t>المصادر</w:t>
      </w:r>
    </w:p>
    <w:p w:rsidR="00A87899" w:rsidRPr="00F46E88" w:rsidRDefault="00A87899" w:rsidP="00541E11">
      <w:pPr>
        <w:pStyle w:val="libBold2"/>
        <w:rPr>
          <w:rtl/>
        </w:rPr>
      </w:pPr>
      <w:r>
        <w:rPr>
          <w:rFonts w:hint="cs"/>
          <w:rtl/>
        </w:rPr>
        <w:t>5 ـ المحتوى.</w:t>
      </w:r>
    </w:p>
    <w:p w:rsidR="00A87899" w:rsidRDefault="00A87899" w:rsidP="00A87899">
      <w:pPr>
        <w:pStyle w:val="Heading2Center"/>
        <w:rPr>
          <w:rtl/>
        </w:rPr>
      </w:pPr>
      <w:r>
        <w:rPr>
          <w:rtl/>
        </w:rPr>
        <w:br w:type="page"/>
      </w:r>
      <w:r>
        <w:rPr>
          <w:rtl/>
        </w:rPr>
        <w:lastRenderedPageBreak/>
        <w:br w:type="page"/>
      </w:r>
      <w:bookmarkStart w:id="106" w:name="_Toc416693873"/>
      <w:bookmarkStart w:id="107" w:name="_Toc416696117"/>
      <w:r>
        <w:rPr>
          <w:rFonts w:hint="cs"/>
          <w:rtl/>
        </w:rPr>
        <w:lastRenderedPageBreak/>
        <w:t>1 ـ الأيات القرآنية</w:t>
      </w:r>
      <w:bookmarkEnd w:id="106"/>
      <w:bookmarkEnd w:id="107"/>
    </w:p>
    <w:p w:rsidR="00A87899" w:rsidRDefault="00A87899" w:rsidP="00541E11">
      <w:pPr>
        <w:pStyle w:val="libCenter"/>
        <w:rPr>
          <w:rtl/>
        </w:rPr>
      </w:pPr>
      <w:r w:rsidRPr="00F46E88">
        <w:rPr>
          <w:rFonts w:hint="cs"/>
          <w:rtl/>
        </w:rPr>
        <w:t>(حسب بدايات المستشهد بها منها)</w:t>
      </w:r>
    </w:p>
    <w:p w:rsidR="00A87899" w:rsidRDefault="00A87899" w:rsidP="00A87899">
      <w:pPr>
        <w:pStyle w:val="TOC1"/>
        <w:rPr>
          <w:rtl/>
        </w:rPr>
      </w:pPr>
      <w:r w:rsidRPr="00541E11">
        <w:rPr>
          <w:rStyle w:val="libAlaemChar"/>
          <w:rFonts w:hint="cs"/>
          <w:rtl/>
        </w:rPr>
        <w:t>(</w:t>
      </w:r>
      <w:r w:rsidRPr="00541E11">
        <w:rPr>
          <w:rStyle w:val="libAieChar"/>
          <w:rtl/>
        </w:rPr>
        <w:t>إِنَّا لِلَّهِ وَإِنَّا إِلَيْهِ رَاجِعُونَ</w:t>
      </w:r>
      <w:r w:rsidRPr="00541E11">
        <w:rPr>
          <w:rStyle w:val="libAlaemChar"/>
          <w:rFonts w:hint="cs"/>
          <w:rtl/>
        </w:rPr>
        <w:t>)</w:t>
      </w:r>
      <w:r w:rsidRPr="00541E11">
        <w:rPr>
          <w:rStyle w:val="libAlaemChar"/>
          <w:rFonts w:hint="cs"/>
          <w:rtl/>
        </w:rPr>
        <w:tab/>
      </w:r>
      <w:r>
        <w:rPr>
          <w:rFonts w:hint="cs"/>
          <w:rtl/>
        </w:rPr>
        <w:t>24</w:t>
      </w:r>
    </w:p>
    <w:p w:rsidR="00A87899" w:rsidRDefault="00A87899" w:rsidP="00A87899">
      <w:pPr>
        <w:pStyle w:val="TOC1"/>
        <w:rPr>
          <w:rtl/>
        </w:rPr>
      </w:pPr>
      <w:r w:rsidRPr="00541E11">
        <w:rPr>
          <w:rStyle w:val="libAlaemChar"/>
          <w:rFonts w:hint="cs"/>
          <w:rtl/>
        </w:rPr>
        <w:t>(</w:t>
      </w:r>
      <w:r w:rsidRPr="00541E11">
        <w:rPr>
          <w:rStyle w:val="libAieChar"/>
          <w:rtl/>
        </w:rPr>
        <w:t>إِنَّمَا يُرِيدُ اللَّهُ لِيُذْهِبَ عَنكُمُ الرِّجْسَ أَهْلَ الْبَيْتِ وَيُطَهِّرَكُمْ تَطْهِيرًا</w:t>
      </w:r>
      <w:r w:rsidRPr="00541E11">
        <w:rPr>
          <w:rStyle w:val="libAlaemChar"/>
          <w:rFonts w:hint="cs"/>
          <w:rtl/>
        </w:rPr>
        <w:t>)</w:t>
      </w:r>
      <w:r w:rsidRPr="00007134">
        <w:rPr>
          <w:rFonts w:hint="cs"/>
          <w:rtl/>
        </w:rPr>
        <w:tab/>
        <w:t>5</w:t>
      </w:r>
    </w:p>
    <w:p w:rsidR="00A87899" w:rsidRDefault="00A87899" w:rsidP="00A87899">
      <w:pPr>
        <w:pStyle w:val="TOC1"/>
        <w:rPr>
          <w:rtl/>
        </w:rPr>
      </w:pPr>
      <w:r w:rsidRPr="00541E11">
        <w:rPr>
          <w:rStyle w:val="libAlaemChar"/>
          <w:rFonts w:hint="cs"/>
          <w:rtl/>
        </w:rPr>
        <w:t>(</w:t>
      </w:r>
      <w:r w:rsidRPr="00541E11">
        <w:rPr>
          <w:rStyle w:val="libAieChar"/>
          <w:rtl/>
        </w:rPr>
        <w:t>إِنِّي تَوَكَّلْتُ عَلَى اللَّهِ رَبِّي وَرَبِّكُم مَّا مِن دَابَّةٍ إِلَّا هُوَ آخِذٌ بِنَاصِيَتِهَا إِنَّ رَبِّي عَلَىٰ صِرَاطٍ مُّسْتَقِيمٍ</w:t>
      </w:r>
      <w:r w:rsidRPr="00541E11">
        <w:rPr>
          <w:rStyle w:val="libAlaemChar"/>
          <w:rFonts w:hint="cs"/>
          <w:rtl/>
        </w:rPr>
        <w:t>)</w:t>
      </w:r>
      <w:r w:rsidRPr="00007134">
        <w:rPr>
          <w:rFonts w:hint="cs"/>
          <w:rtl/>
        </w:rPr>
        <w:tab/>
        <w:t>30</w:t>
      </w:r>
    </w:p>
    <w:p w:rsidR="00A87899" w:rsidRDefault="00A87899" w:rsidP="00A87899">
      <w:pPr>
        <w:pStyle w:val="TOC1"/>
        <w:rPr>
          <w:rtl/>
        </w:rPr>
      </w:pPr>
      <w:r w:rsidRPr="00541E11">
        <w:rPr>
          <w:rStyle w:val="libAlaemChar"/>
          <w:rFonts w:hint="cs"/>
          <w:rtl/>
        </w:rPr>
        <w:t>(</w:t>
      </w:r>
      <w:r w:rsidRPr="00541E11">
        <w:rPr>
          <w:rStyle w:val="libAieChar"/>
          <w:rtl/>
        </w:rPr>
        <w:t>رَحْمَتُ اللَّهِ وَبَرَكَاتُهُ عَلَيْكُمْ أَهْلَ الْبَيْتِ إِنَّهُ حَمِيدٌ مَّجِيدٌ</w:t>
      </w:r>
      <w:r w:rsidRPr="00541E11">
        <w:rPr>
          <w:rStyle w:val="libAlaemChar"/>
          <w:rFonts w:hint="cs"/>
          <w:rtl/>
        </w:rPr>
        <w:t>)</w:t>
      </w:r>
      <w:r w:rsidRPr="00007134">
        <w:rPr>
          <w:rFonts w:hint="cs"/>
          <w:rtl/>
        </w:rPr>
        <w:tab/>
        <w:t>5</w:t>
      </w:r>
    </w:p>
    <w:p w:rsidR="00A87899" w:rsidRDefault="00A87899" w:rsidP="00A87899">
      <w:pPr>
        <w:pStyle w:val="TOC1"/>
        <w:rPr>
          <w:rtl/>
        </w:rPr>
      </w:pPr>
      <w:r w:rsidRPr="00541E11">
        <w:rPr>
          <w:rStyle w:val="libAlaemChar"/>
          <w:rFonts w:hint="cs"/>
          <w:rtl/>
        </w:rPr>
        <w:t>(</w:t>
      </w:r>
      <w:r w:rsidRPr="00541E11">
        <w:rPr>
          <w:rStyle w:val="libAieChar"/>
          <w:rtl/>
        </w:rPr>
        <w:t>فَأَجْمِعُوا أَمْرَكُمْ وَشُرَكَاءَكُمْ ثُمَّ لَا يَكُنْ أَمْرُكُمْ عَلَيْكُمْ غُمَّةً ثُمَّ اقْضُوا إِلَيَّ وَلَا تُنظِرُونِ</w:t>
      </w:r>
      <w:r w:rsidRPr="00541E11">
        <w:rPr>
          <w:rStyle w:val="libAlaemChar"/>
          <w:rFonts w:hint="cs"/>
          <w:rtl/>
        </w:rPr>
        <w:t>)</w:t>
      </w:r>
      <w:r w:rsidRPr="00007134">
        <w:rPr>
          <w:rFonts w:hint="cs"/>
          <w:rtl/>
        </w:rPr>
        <w:tab/>
        <w:t>30</w:t>
      </w:r>
    </w:p>
    <w:p w:rsidR="00A87899" w:rsidRDefault="00A87899" w:rsidP="00A87899">
      <w:pPr>
        <w:pStyle w:val="TOC1"/>
        <w:rPr>
          <w:rtl/>
        </w:rPr>
      </w:pPr>
      <w:r w:rsidRPr="00541E11">
        <w:rPr>
          <w:rStyle w:val="libAlaemChar"/>
          <w:rFonts w:hint="cs"/>
          <w:rtl/>
        </w:rPr>
        <w:t>(</w:t>
      </w:r>
      <w:r w:rsidRPr="00541E11">
        <w:rPr>
          <w:rStyle w:val="libAieChar"/>
          <w:rtl/>
        </w:rPr>
        <w:t>فَقُلْ تَعَالَوْا نَدْعُ أَبْنَاءَنَا وَأَبْنَاءَكُمْ وَنِسَاءَنَا وَنِسَاءَكُمْ وَأَنفُسَنَا وَأَنفُسَكُمْ ثُمَّ نَبْتَهِلْ فَنَجْعَل لَّعْنَتَ اللَّهِ عَلَى الْكَاذِبِينَ</w:t>
      </w:r>
      <w:r w:rsidRPr="00541E11">
        <w:rPr>
          <w:rStyle w:val="libAlaemChar"/>
          <w:rFonts w:hint="cs"/>
          <w:rtl/>
        </w:rPr>
        <w:t>)</w:t>
      </w:r>
      <w:r w:rsidRPr="00007134">
        <w:rPr>
          <w:rFonts w:hint="cs"/>
          <w:rtl/>
        </w:rPr>
        <w:tab/>
        <w:t>5</w:t>
      </w:r>
    </w:p>
    <w:p w:rsidR="00A87899" w:rsidRDefault="00A87899" w:rsidP="00A87899">
      <w:pPr>
        <w:pStyle w:val="TOC1"/>
        <w:rPr>
          <w:rtl/>
        </w:rPr>
      </w:pPr>
      <w:r w:rsidRPr="00541E11">
        <w:rPr>
          <w:rStyle w:val="libAlaemChar"/>
          <w:rFonts w:hint="cs"/>
          <w:rtl/>
        </w:rPr>
        <w:t>(</w:t>
      </w:r>
      <w:r w:rsidRPr="00541E11">
        <w:rPr>
          <w:rStyle w:val="libAieChar"/>
          <w:rtl/>
        </w:rPr>
        <w:t>فَلَا تَخْشَوُا النَّاسَ وَاخْشَوْنِ</w:t>
      </w:r>
      <w:r w:rsidRPr="00541E11">
        <w:rPr>
          <w:rStyle w:val="libAlaemChar"/>
          <w:rFonts w:hint="cs"/>
          <w:rtl/>
        </w:rPr>
        <w:t>)</w:t>
      </w:r>
      <w:r w:rsidRPr="00007134">
        <w:rPr>
          <w:rFonts w:hint="cs"/>
          <w:rtl/>
        </w:rPr>
        <w:tab/>
        <w:t>25</w:t>
      </w:r>
    </w:p>
    <w:p w:rsidR="00A87899" w:rsidRDefault="00A87899" w:rsidP="00A87899">
      <w:pPr>
        <w:pStyle w:val="TOC1"/>
        <w:rPr>
          <w:rtl/>
        </w:rPr>
      </w:pPr>
      <w:r w:rsidRPr="00541E11">
        <w:rPr>
          <w:rStyle w:val="libAlaemChar"/>
          <w:rFonts w:hint="cs"/>
          <w:rtl/>
        </w:rPr>
        <w:t>(</w:t>
      </w:r>
      <w:r w:rsidRPr="00541E11">
        <w:rPr>
          <w:rStyle w:val="libAieChar"/>
          <w:rtl/>
        </w:rPr>
        <w:t>لَبِئْسَ مَا قَدَّمَتْ لَهُمْ أَنفُسُهُمْ أَن سَخِطَ اللَّهُ عَلَيْهِمْ وَفِي الْعَذَابِ هُمْ خَالِدُونَ</w:t>
      </w:r>
      <w:r w:rsidRPr="00541E11">
        <w:rPr>
          <w:rStyle w:val="libAlaemChar"/>
          <w:rFonts w:hint="cs"/>
          <w:rtl/>
        </w:rPr>
        <w:t>)</w:t>
      </w:r>
      <w:r w:rsidRPr="00007134">
        <w:rPr>
          <w:rFonts w:hint="cs"/>
          <w:rtl/>
        </w:rPr>
        <w:tab/>
        <w:t>30</w:t>
      </w:r>
    </w:p>
    <w:p w:rsidR="00A87899" w:rsidRDefault="00A87899" w:rsidP="00A87899">
      <w:pPr>
        <w:pStyle w:val="TOC1"/>
        <w:rPr>
          <w:rtl/>
        </w:rPr>
      </w:pPr>
      <w:r w:rsidRPr="00541E11">
        <w:rPr>
          <w:rStyle w:val="libAlaemChar"/>
          <w:rFonts w:hint="cs"/>
          <w:rtl/>
        </w:rPr>
        <w:t>(</w:t>
      </w:r>
      <w:r w:rsidRPr="00541E11">
        <w:rPr>
          <w:rStyle w:val="libAieChar"/>
          <w:rtl/>
        </w:rPr>
        <w:t>لَوْلَا يَنْهَاهُمُ الرَّبَّانِيُّونَ وَالْأَحْبَارُ عَن قَوْلِهِمُ الْإِثْمَ</w:t>
      </w:r>
      <w:r w:rsidRPr="00541E11">
        <w:rPr>
          <w:rStyle w:val="libAlaemChar"/>
          <w:rFonts w:hint="cs"/>
          <w:rtl/>
        </w:rPr>
        <w:t>)</w:t>
      </w:r>
      <w:r w:rsidRPr="00007134">
        <w:rPr>
          <w:rFonts w:hint="cs"/>
          <w:rtl/>
        </w:rPr>
        <w:tab/>
        <w:t>25</w:t>
      </w:r>
    </w:p>
    <w:p w:rsidR="00A87899" w:rsidRDefault="00A87899" w:rsidP="00A87899">
      <w:pPr>
        <w:pStyle w:val="TOC1"/>
        <w:rPr>
          <w:rtl/>
        </w:rPr>
      </w:pPr>
      <w:r w:rsidRPr="00541E11">
        <w:rPr>
          <w:rStyle w:val="libAlaemChar"/>
          <w:rFonts w:hint="cs"/>
          <w:rtl/>
        </w:rPr>
        <w:t>(</w:t>
      </w:r>
      <w:r w:rsidRPr="00541E11">
        <w:rPr>
          <w:rStyle w:val="libAieChar"/>
          <w:rtl/>
        </w:rPr>
        <w:t>لُعِنَ الَّذِينَ كَفَرُوا مِن بَنِي إِسْرَائِيلَ ..</w:t>
      </w:r>
      <w:r w:rsidRPr="00541E11">
        <w:rPr>
          <w:rStyle w:val="libAieChar"/>
          <w:rFonts w:hint="cs"/>
          <w:rtl/>
        </w:rPr>
        <w:t>.</w:t>
      </w:r>
      <w:r w:rsidRPr="00541E11">
        <w:rPr>
          <w:rStyle w:val="libAieChar"/>
          <w:rtl/>
        </w:rPr>
        <w:t xml:space="preserve"> لَبِئْسَ مَا كَانُوا يَفْعَلُونَ</w:t>
      </w:r>
      <w:r w:rsidRPr="00541E11">
        <w:rPr>
          <w:rStyle w:val="libAlaemChar"/>
          <w:rFonts w:hint="cs"/>
          <w:rtl/>
        </w:rPr>
        <w:t>)</w:t>
      </w:r>
      <w:r w:rsidRPr="00007134">
        <w:rPr>
          <w:rFonts w:hint="cs"/>
          <w:rtl/>
        </w:rPr>
        <w:tab/>
        <w:t>25</w:t>
      </w:r>
    </w:p>
    <w:p w:rsidR="00A87899" w:rsidRDefault="00A87899" w:rsidP="00A87899">
      <w:pPr>
        <w:pStyle w:val="TOC1"/>
        <w:rPr>
          <w:rtl/>
        </w:rPr>
      </w:pPr>
      <w:r>
        <w:rPr>
          <w:rtl/>
        </w:rPr>
        <w:br w:type="page"/>
      </w:r>
      <w:r w:rsidRPr="00541E11">
        <w:rPr>
          <w:rStyle w:val="libAlaemChar"/>
          <w:rFonts w:hint="cs"/>
          <w:rtl/>
        </w:rPr>
        <w:lastRenderedPageBreak/>
        <w:t>(</w:t>
      </w:r>
      <w:r w:rsidRPr="00541E11">
        <w:rPr>
          <w:rStyle w:val="libAieChar"/>
          <w:rtl/>
        </w:rPr>
        <w:t>وَلَا تَنقُضُوا الْأَيْمَانَ بَعْدَ تَوْكِيدِهَا وَقَدْ جَعَلْتُمُ اللَّهَ عَلَيْكُمْ</w:t>
      </w:r>
      <w:r w:rsidRPr="00541E11">
        <w:rPr>
          <w:rStyle w:val="libAlaemChar"/>
          <w:rFonts w:hint="cs"/>
          <w:rtl/>
        </w:rPr>
        <w:t>)</w:t>
      </w:r>
      <w:r>
        <w:rPr>
          <w:rFonts w:hint="cs"/>
          <w:rtl/>
        </w:rPr>
        <w:tab/>
        <w:t>30</w:t>
      </w:r>
    </w:p>
    <w:p w:rsidR="00A87899" w:rsidRDefault="00A87899" w:rsidP="00A87899">
      <w:pPr>
        <w:pStyle w:val="TOC1"/>
        <w:rPr>
          <w:rtl/>
        </w:rPr>
      </w:pPr>
      <w:r w:rsidRPr="00541E11">
        <w:rPr>
          <w:rStyle w:val="libAlaemChar"/>
          <w:rFonts w:hint="cs"/>
          <w:rtl/>
        </w:rPr>
        <w:t>(</w:t>
      </w:r>
      <w:r w:rsidRPr="00541E11">
        <w:rPr>
          <w:rStyle w:val="libAieChar"/>
          <w:rtl/>
        </w:rPr>
        <w:t>وَاللَّهُ مُتِمُّ نُورِهِ وَلَوْ كَرِهَ الْكَافِرُونَ</w:t>
      </w:r>
      <w:r w:rsidRPr="00541E11">
        <w:rPr>
          <w:rStyle w:val="libAlaemChar"/>
          <w:rFonts w:hint="cs"/>
          <w:rtl/>
        </w:rPr>
        <w:t>)</w:t>
      </w:r>
      <w:r>
        <w:rPr>
          <w:rFonts w:hint="cs"/>
          <w:rtl/>
        </w:rPr>
        <w:tab/>
        <w:t>25</w:t>
      </w:r>
    </w:p>
    <w:p w:rsidR="00A87899" w:rsidRDefault="00A87899" w:rsidP="00A87899">
      <w:pPr>
        <w:pStyle w:val="TOC1"/>
        <w:rPr>
          <w:rtl/>
        </w:rPr>
      </w:pPr>
      <w:r w:rsidRPr="00541E11">
        <w:rPr>
          <w:rStyle w:val="libAlaemChar"/>
          <w:rFonts w:hint="cs"/>
          <w:rtl/>
        </w:rPr>
        <w:t>(</w:t>
      </w:r>
      <w:r w:rsidRPr="00541E11">
        <w:rPr>
          <w:rStyle w:val="libAieChar"/>
          <w:rtl/>
        </w:rPr>
        <w:t>وَالَّذِينَ هُمْ لِأَمَانَاتِهِمْ وَعَهْدِهِمْ رَاعُونَ</w:t>
      </w:r>
      <w:r w:rsidRPr="00541E11">
        <w:rPr>
          <w:rStyle w:val="libAlaemChar"/>
          <w:rFonts w:hint="cs"/>
          <w:rtl/>
        </w:rPr>
        <w:t>)</w:t>
      </w:r>
      <w:r>
        <w:rPr>
          <w:rFonts w:hint="cs"/>
          <w:rtl/>
        </w:rPr>
        <w:tab/>
        <w:t>15</w:t>
      </w:r>
    </w:p>
    <w:p w:rsidR="00A87899" w:rsidRDefault="00A87899" w:rsidP="00A87899">
      <w:pPr>
        <w:pStyle w:val="TOC1"/>
        <w:rPr>
          <w:rtl/>
        </w:rPr>
      </w:pPr>
      <w:r w:rsidRPr="00541E11">
        <w:rPr>
          <w:rStyle w:val="libAlaemChar"/>
          <w:rFonts w:hint="cs"/>
          <w:rtl/>
        </w:rPr>
        <w:t>(</w:t>
      </w:r>
      <w:r w:rsidRPr="00541E11">
        <w:rPr>
          <w:rStyle w:val="libAieChar"/>
          <w:rtl/>
        </w:rPr>
        <w:t>وَأَمَّا الْجِدَارُ فَكَانَ لِغُلَامَيْنِ يَتِيمَيْنِ فِي الْمَدِينَةِ</w:t>
      </w:r>
      <w:r w:rsidRPr="00541E11">
        <w:rPr>
          <w:rStyle w:val="libAlaemChar"/>
          <w:rFonts w:hint="cs"/>
          <w:rtl/>
        </w:rPr>
        <w:t>)</w:t>
      </w:r>
      <w:r>
        <w:rPr>
          <w:rFonts w:hint="cs"/>
          <w:rtl/>
        </w:rPr>
        <w:tab/>
        <w:t>16</w:t>
      </w:r>
    </w:p>
    <w:p w:rsidR="00A87899" w:rsidRDefault="00A87899" w:rsidP="00A87899">
      <w:pPr>
        <w:pStyle w:val="TOC1"/>
        <w:rPr>
          <w:rtl/>
        </w:rPr>
      </w:pPr>
      <w:r w:rsidRPr="00541E11">
        <w:rPr>
          <w:rStyle w:val="libAlaemChar"/>
          <w:rFonts w:hint="cs"/>
          <w:rtl/>
        </w:rPr>
        <w:t>(</w:t>
      </w:r>
      <w:r w:rsidRPr="00541E11">
        <w:rPr>
          <w:rStyle w:val="libAieChar"/>
          <w:rtl/>
        </w:rPr>
        <w:t>وَتَزَوَّدُوا فَإِنَّ خَيْرَ الزَّادِ التَّقْوَىٰ</w:t>
      </w:r>
      <w:r w:rsidRPr="00541E11">
        <w:rPr>
          <w:rStyle w:val="libAieChar"/>
          <w:rFonts w:hint="cs"/>
          <w:rtl/>
        </w:rPr>
        <w:t xml:space="preserve"> </w:t>
      </w:r>
      <w:r w:rsidRPr="00541E11">
        <w:rPr>
          <w:rStyle w:val="libAieChar"/>
          <w:rtl/>
        </w:rPr>
        <w:t>وَاتَّقُوا اللَّهَ لَعَلَّكُمْ تُفْلِحُونَ</w:t>
      </w:r>
      <w:r w:rsidRPr="00541E11">
        <w:rPr>
          <w:rStyle w:val="libAlaemChar"/>
          <w:rFonts w:hint="cs"/>
          <w:rtl/>
        </w:rPr>
        <w:t>)</w:t>
      </w:r>
      <w:r>
        <w:rPr>
          <w:rFonts w:hint="cs"/>
          <w:rtl/>
        </w:rPr>
        <w:tab/>
        <w:t>30</w:t>
      </w:r>
    </w:p>
    <w:p w:rsidR="00A87899" w:rsidRDefault="00A87899" w:rsidP="00A87899">
      <w:pPr>
        <w:pStyle w:val="TOC1"/>
        <w:rPr>
          <w:rtl/>
        </w:rPr>
      </w:pPr>
      <w:r w:rsidRPr="00541E11">
        <w:rPr>
          <w:rStyle w:val="libAlaemChar"/>
          <w:rFonts w:hint="cs"/>
          <w:rtl/>
        </w:rPr>
        <w:t>(</w:t>
      </w:r>
      <w:r w:rsidRPr="00541E11">
        <w:rPr>
          <w:rStyle w:val="libAieChar"/>
          <w:rtl/>
        </w:rPr>
        <w:t>وَعَدَ اللَّهُ الَّذِينَ آمَنُوا مِنكُمْ</w:t>
      </w:r>
      <w:r w:rsidRPr="00541E11">
        <w:rPr>
          <w:rStyle w:val="libAlaemChar"/>
          <w:rFonts w:hint="cs"/>
          <w:rtl/>
        </w:rPr>
        <w:t>)</w:t>
      </w:r>
      <w:r>
        <w:rPr>
          <w:rFonts w:hint="cs"/>
          <w:rtl/>
        </w:rPr>
        <w:tab/>
        <w:t>الخاتمة</w:t>
      </w:r>
    </w:p>
    <w:p w:rsidR="00A87899" w:rsidRDefault="00A87899" w:rsidP="00A87899">
      <w:pPr>
        <w:pStyle w:val="TOC1"/>
        <w:rPr>
          <w:rtl/>
        </w:rPr>
      </w:pPr>
      <w:r w:rsidRPr="00541E11">
        <w:rPr>
          <w:rStyle w:val="libAlaemChar"/>
          <w:rFonts w:hint="cs"/>
          <w:rtl/>
        </w:rPr>
        <w:t>(</w:t>
      </w:r>
      <w:r w:rsidRPr="00541E11">
        <w:rPr>
          <w:rStyle w:val="libAieChar"/>
          <w:rtl/>
        </w:rPr>
        <w:t>وَكَانَ أَبُوهُمَا صَالِحًا</w:t>
      </w:r>
      <w:r w:rsidRPr="00541E11">
        <w:rPr>
          <w:rStyle w:val="libAlaemChar"/>
          <w:rFonts w:hint="cs"/>
          <w:rtl/>
        </w:rPr>
        <w:t>)</w:t>
      </w:r>
      <w:r>
        <w:rPr>
          <w:rFonts w:hint="cs"/>
          <w:rtl/>
        </w:rPr>
        <w:tab/>
        <w:t>16</w:t>
      </w:r>
    </w:p>
    <w:p w:rsidR="00A87899" w:rsidRDefault="00A87899" w:rsidP="00A87899">
      <w:pPr>
        <w:pStyle w:val="TOC1"/>
        <w:rPr>
          <w:rtl/>
        </w:rPr>
      </w:pPr>
      <w:r w:rsidRPr="00541E11">
        <w:rPr>
          <w:rStyle w:val="libAlaemChar"/>
          <w:rFonts w:hint="cs"/>
          <w:rtl/>
        </w:rPr>
        <w:t>(</w:t>
      </w:r>
      <w:r w:rsidRPr="00541E11">
        <w:rPr>
          <w:rStyle w:val="libAieChar"/>
          <w:rtl/>
        </w:rPr>
        <w:t>وَلَا يَسْتَخِفَّنَّكَ الَّذِينَ لَا يُوقِنُونَ</w:t>
      </w:r>
      <w:r w:rsidRPr="00541E11">
        <w:rPr>
          <w:rStyle w:val="libAlaemChar"/>
          <w:rFonts w:hint="cs"/>
          <w:rtl/>
        </w:rPr>
        <w:t>)</w:t>
      </w:r>
      <w:r>
        <w:rPr>
          <w:rFonts w:hint="cs"/>
          <w:rtl/>
        </w:rPr>
        <w:tab/>
        <w:t>25</w:t>
      </w:r>
    </w:p>
    <w:p w:rsidR="00A87899" w:rsidRDefault="00A87899" w:rsidP="00A87899">
      <w:pPr>
        <w:pStyle w:val="TOC1"/>
        <w:rPr>
          <w:rtl/>
        </w:rPr>
      </w:pPr>
      <w:r w:rsidRPr="00541E11">
        <w:rPr>
          <w:rStyle w:val="libAlaemChar"/>
          <w:rFonts w:hint="cs"/>
          <w:rtl/>
        </w:rPr>
        <w:t>(</w:t>
      </w:r>
      <w:r w:rsidRPr="00541E11">
        <w:rPr>
          <w:rStyle w:val="libAieChar"/>
          <w:rtl/>
        </w:rPr>
        <w:t>وَالْمُؤْمِنُونَ وَالْمُؤْمِنَاتُ بَعْضُهُمْ أَوْلِيَاءُ بَعْضٍ يَأْمُرُونَ بِالْمَعْرُوفِ وَيَنْهَوْنَ عَنِ الْمُنكَرِ</w:t>
      </w:r>
      <w:r w:rsidRPr="00541E11">
        <w:rPr>
          <w:rStyle w:val="libAlaemChar"/>
          <w:rFonts w:hint="cs"/>
          <w:rtl/>
        </w:rPr>
        <w:t>)</w:t>
      </w:r>
      <w:r>
        <w:rPr>
          <w:rFonts w:hint="cs"/>
          <w:rtl/>
        </w:rPr>
        <w:tab/>
        <w:t>25</w:t>
      </w:r>
    </w:p>
    <w:p w:rsidR="00A87899" w:rsidRDefault="00A87899" w:rsidP="00A87899">
      <w:pPr>
        <w:pStyle w:val="TOC1"/>
        <w:rPr>
          <w:rtl/>
        </w:rPr>
      </w:pPr>
      <w:r w:rsidRPr="00541E11">
        <w:rPr>
          <w:rStyle w:val="libAlaemChar"/>
          <w:rFonts w:hint="cs"/>
          <w:rtl/>
        </w:rPr>
        <w:t>(</w:t>
      </w:r>
      <w:r w:rsidRPr="00541E11">
        <w:rPr>
          <w:rStyle w:val="libAieChar"/>
          <w:rtl/>
        </w:rPr>
        <w:t>وَمَا يَنطِقُ عَنِ الْهَوَىٰ</w:t>
      </w:r>
      <w:r w:rsidRPr="00541E11">
        <w:rPr>
          <w:rStyle w:val="libAieChar"/>
          <w:rFonts w:hint="cs"/>
          <w:rtl/>
        </w:rPr>
        <w:t xml:space="preserve"> </w:t>
      </w:r>
      <w:r w:rsidRPr="00541E11">
        <w:rPr>
          <w:rStyle w:val="libAieChar"/>
          <w:rtl/>
        </w:rPr>
        <w:t>إِنْ هُوَ إِلَّا وَحْيٌ يُوحَىٰ</w:t>
      </w:r>
      <w:r w:rsidRPr="00541E11">
        <w:rPr>
          <w:rStyle w:val="libAieChar"/>
          <w:rFonts w:hint="cs"/>
          <w:rtl/>
        </w:rPr>
        <w:t xml:space="preserve"> </w:t>
      </w:r>
      <w:r w:rsidRPr="00541E11">
        <w:rPr>
          <w:rStyle w:val="libAieChar"/>
          <w:rtl/>
        </w:rPr>
        <w:t>عَلَّمَهُ شَدِيدُ الْقُوَىٰ</w:t>
      </w:r>
      <w:r w:rsidRPr="00541E11">
        <w:rPr>
          <w:rStyle w:val="libAlaemChar"/>
          <w:rFonts w:hint="cs"/>
          <w:rtl/>
        </w:rPr>
        <w:t>)</w:t>
      </w:r>
      <w:r>
        <w:rPr>
          <w:rFonts w:hint="cs"/>
          <w:rtl/>
        </w:rPr>
        <w:tab/>
        <w:t>28</w:t>
      </w:r>
    </w:p>
    <w:p w:rsidR="00A87899" w:rsidRDefault="00A87899" w:rsidP="00A87899">
      <w:pPr>
        <w:pStyle w:val="TOC1"/>
        <w:rPr>
          <w:rtl/>
        </w:rPr>
      </w:pPr>
      <w:r w:rsidRPr="00541E11">
        <w:rPr>
          <w:rStyle w:val="libAlaemChar"/>
          <w:rFonts w:hint="cs"/>
          <w:rtl/>
        </w:rPr>
        <w:t>(</w:t>
      </w:r>
      <w:r w:rsidRPr="00541E11">
        <w:rPr>
          <w:rStyle w:val="libAieChar"/>
          <w:rtl/>
        </w:rPr>
        <w:t>وَمَن يَقْتُلْ مُؤْمِنًا مُّتَعَمِّدًا فَجَزَاؤُهُ جَهَنَّمُ خَالِدًا فِيهَا</w:t>
      </w:r>
      <w:r w:rsidRPr="00541E11">
        <w:rPr>
          <w:rStyle w:val="libAlaemChar"/>
          <w:rFonts w:hint="cs"/>
          <w:rtl/>
        </w:rPr>
        <w:t>)</w:t>
      </w:r>
      <w:r>
        <w:rPr>
          <w:rFonts w:hint="cs"/>
          <w:rtl/>
        </w:rPr>
        <w:tab/>
        <w:t>30</w:t>
      </w:r>
    </w:p>
    <w:p w:rsidR="00A87899" w:rsidRDefault="00A87899" w:rsidP="00A87899">
      <w:pPr>
        <w:pStyle w:val="TOC1"/>
        <w:rPr>
          <w:rtl/>
        </w:rPr>
      </w:pPr>
      <w:r w:rsidRPr="00541E11">
        <w:rPr>
          <w:rStyle w:val="libAlaemChar"/>
          <w:rFonts w:hint="cs"/>
          <w:rtl/>
        </w:rPr>
        <w:t>(</w:t>
      </w:r>
      <w:r w:rsidRPr="00541E11">
        <w:rPr>
          <w:rStyle w:val="libAieChar"/>
          <w:rtl/>
        </w:rPr>
        <w:t>يُؤْمِنُونَ بِالْغَيْبِ</w:t>
      </w:r>
      <w:r w:rsidRPr="00541E11">
        <w:rPr>
          <w:rStyle w:val="libAlaemChar"/>
          <w:rFonts w:hint="cs"/>
          <w:rtl/>
        </w:rPr>
        <w:t>)</w:t>
      </w:r>
      <w:r>
        <w:rPr>
          <w:rFonts w:hint="cs"/>
          <w:rtl/>
        </w:rPr>
        <w:tab/>
        <w:t>28</w:t>
      </w:r>
    </w:p>
    <w:p w:rsidR="00A87899" w:rsidRDefault="00A87899" w:rsidP="00A87899">
      <w:pPr>
        <w:pStyle w:val="TOC1"/>
        <w:rPr>
          <w:rtl/>
        </w:rPr>
      </w:pPr>
      <w:r w:rsidRPr="00541E11">
        <w:rPr>
          <w:rStyle w:val="libAlaemChar"/>
          <w:rFonts w:hint="cs"/>
          <w:rtl/>
        </w:rPr>
        <w:t>(</w:t>
      </w:r>
      <w:r w:rsidRPr="00541E11">
        <w:rPr>
          <w:rStyle w:val="libAieChar"/>
          <w:rtl/>
        </w:rPr>
        <w:t>وَيَفْعَلُونَ مَا يُؤْمَرُونَ</w:t>
      </w:r>
      <w:r w:rsidRPr="00541E11">
        <w:rPr>
          <w:rStyle w:val="libAlaemChar"/>
          <w:rFonts w:hint="cs"/>
          <w:rtl/>
        </w:rPr>
        <w:t>)</w:t>
      </w:r>
      <w:r>
        <w:rPr>
          <w:rFonts w:hint="cs"/>
          <w:rtl/>
        </w:rPr>
        <w:tab/>
        <w:t>6</w:t>
      </w:r>
    </w:p>
    <w:p w:rsidR="00A87899" w:rsidRDefault="00A87899" w:rsidP="00A87899">
      <w:pPr>
        <w:pStyle w:val="Heading2Center"/>
        <w:rPr>
          <w:rtl/>
        </w:rPr>
      </w:pPr>
      <w:r>
        <w:rPr>
          <w:rtl/>
        </w:rPr>
        <w:br w:type="page"/>
      </w:r>
      <w:bookmarkStart w:id="108" w:name="_Toc416693874"/>
      <w:bookmarkStart w:id="109" w:name="_Toc416696118"/>
      <w:r>
        <w:rPr>
          <w:rFonts w:hint="cs"/>
          <w:rtl/>
        </w:rPr>
        <w:lastRenderedPageBreak/>
        <w:t>2 ـ فهرس الأحاديث والآثار</w:t>
      </w:r>
      <w:bookmarkEnd w:id="108"/>
      <w:bookmarkEnd w:id="109"/>
    </w:p>
    <w:tbl>
      <w:tblPr>
        <w:bidiVisual/>
        <w:tblW w:w="0" w:type="auto"/>
        <w:tblLook w:val="04A0"/>
      </w:tblPr>
      <w:tblGrid>
        <w:gridCol w:w="3249"/>
        <w:gridCol w:w="544"/>
        <w:gridCol w:w="3236"/>
        <w:gridCol w:w="558"/>
      </w:tblGrid>
      <w:tr w:rsidR="00A87899" w:rsidTr="005C730B">
        <w:tc>
          <w:tcPr>
            <w:tcW w:w="3249" w:type="dxa"/>
            <w:shd w:val="clear" w:color="auto" w:fill="auto"/>
          </w:tcPr>
          <w:p w:rsidR="00A87899" w:rsidRPr="00ED5BD2" w:rsidRDefault="00A87899" w:rsidP="005C730B">
            <w:pPr>
              <w:pStyle w:val="TOC3"/>
              <w:rPr>
                <w:rtl/>
              </w:rPr>
            </w:pPr>
            <w:r w:rsidRPr="00ED5BD2">
              <w:rPr>
                <w:rFonts w:hint="cs"/>
                <w:rtl/>
              </w:rPr>
              <w:t>ابغوا لي ثوباً لايرغب فيه لا أجرد الحسين</w:t>
            </w:r>
          </w:p>
        </w:tc>
        <w:tc>
          <w:tcPr>
            <w:tcW w:w="544" w:type="dxa"/>
            <w:shd w:val="clear" w:color="auto" w:fill="auto"/>
          </w:tcPr>
          <w:p w:rsidR="00A87899" w:rsidRDefault="00A87899" w:rsidP="00541E11">
            <w:pPr>
              <w:pStyle w:val="libVarCenter"/>
              <w:rPr>
                <w:rtl/>
              </w:rPr>
            </w:pPr>
            <w:r>
              <w:rPr>
                <w:rFonts w:hint="cs"/>
                <w:rtl/>
              </w:rPr>
              <w:t>30</w:t>
            </w:r>
          </w:p>
        </w:tc>
        <w:tc>
          <w:tcPr>
            <w:tcW w:w="3236" w:type="dxa"/>
            <w:shd w:val="clear" w:color="auto" w:fill="auto"/>
          </w:tcPr>
          <w:p w:rsidR="00A87899" w:rsidRPr="000C57BF" w:rsidRDefault="00A87899" w:rsidP="005C730B">
            <w:pPr>
              <w:pStyle w:val="TOC3"/>
              <w:rPr>
                <w:rtl/>
              </w:rPr>
            </w:pPr>
            <w:r w:rsidRPr="000C57BF">
              <w:rPr>
                <w:rFonts w:hint="cs"/>
                <w:rtl/>
              </w:rPr>
              <w:t xml:space="preserve"> (الرسول)</w:t>
            </w:r>
          </w:p>
        </w:tc>
        <w:tc>
          <w:tcPr>
            <w:tcW w:w="558" w:type="dxa"/>
            <w:shd w:val="clear" w:color="auto" w:fill="auto"/>
          </w:tcPr>
          <w:p w:rsidR="00A87899" w:rsidRDefault="00A87899" w:rsidP="00541E11">
            <w:pPr>
              <w:pStyle w:val="libVarCenter"/>
              <w:rPr>
                <w:rtl/>
              </w:rPr>
            </w:pPr>
            <w:r>
              <w:rPr>
                <w:rFonts w:hint="cs"/>
                <w:rtl/>
              </w:rPr>
              <w:t>11</w:t>
            </w:r>
          </w:p>
        </w:tc>
      </w:tr>
      <w:tr w:rsidR="00A87899" w:rsidTr="005C730B">
        <w:tc>
          <w:tcPr>
            <w:tcW w:w="3249" w:type="dxa"/>
            <w:shd w:val="clear" w:color="auto" w:fill="auto"/>
          </w:tcPr>
          <w:p w:rsidR="00A87899" w:rsidRPr="00ED5BD2" w:rsidRDefault="00A87899" w:rsidP="005C730B">
            <w:pPr>
              <w:pStyle w:val="TOC3"/>
              <w:rPr>
                <w:rtl/>
              </w:rPr>
            </w:pPr>
            <w:r w:rsidRPr="00ED5BD2">
              <w:rPr>
                <w:rFonts w:hint="cs"/>
                <w:rtl/>
              </w:rPr>
              <w:t>ابنا رسول الله انهما كانا يغران العلم غرّا (ابن عمر)</w:t>
            </w:r>
          </w:p>
        </w:tc>
        <w:tc>
          <w:tcPr>
            <w:tcW w:w="544" w:type="dxa"/>
            <w:shd w:val="clear" w:color="auto" w:fill="auto"/>
          </w:tcPr>
          <w:p w:rsidR="00A87899" w:rsidRDefault="00A87899" w:rsidP="00541E11">
            <w:pPr>
              <w:pStyle w:val="libVarCenter"/>
              <w:rPr>
                <w:rtl/>
              </w:rPr>
            </w:pPr>
            <w:r>
              <w:rPr>
                <w:rFonts w:hint="cs"/>
                <w:rtl/>
              </w:rPr>
              <w:t>20</w:t>
            </w:r>
          </w:p>
        </w:tc>
        <w:tc>
          <w:tcPr>
            <w:tcW w:w="3236" w:type="dxa"/>
            <w:shd w:val="clear" w:color="auto" w:fill="auto"/>
          </w:tcPr>
          <w:p w:rsidR="00A87899" w:rsidRPr="000C57BF" w:rsidRDefault="00A87899" w:rsidP="005C730B">
            <w:pPr>
              <w:pStyle w:val="TOC3"/>
              <w:rPr>
                <w:rtl/>
              </w:rPr>
            </w:pPr>
            <w:r w:rsidRPr="000C57BF">
              <w:rPr>
                <w:rFonts w:hint="cs"/>
                <w:rtl/>
              </w:rPr>
              <w:t>إذا دخلت مسجد الرسول فرأيت حلقة(معاوية)</w:t>
            </w:r>
          </w:p>
        </w:tc>
        <w:tc>
          <w:tcPr>
            <w:tcW w:w="558" w:type="dxa"/>
            <w:shd w:val="clear" w:color="auto" w:fill="auto"/>
          </w:tcPr>
          <w:p w:rsidR="00A87899" w:rsidRDefault="00A87899" w:rsidP="00541E11">
            <w:pPr>
              <w:pStyle w:val="libVarCenter"/>
              <w:rPr>
                <w:rtl/>
              </w:rPr>
            </w:pPr>
            <w:r>
              <w:rPr>
                <w:rFonts w:hint="cs"/>
                <w:rtl/>
              </w:rPr>
              <w:t>20</w:t>
            </w:r>
          </w:p>
        </w:tc>
      </w:tr>
      <w:tr w:rsidR="00A87899" w:rsidTr="005C730B">
        <w:tc>
          <w:tcPr>
            <w:tcW w:w="3249" w:type="dxa"/>
            <w:shd w:val="clear" w:color="auto" w:fill="auto"/>
          </w:tcPr>
          <w:p w:rsidR="00A87899" w:rsidRPr="00ED5BD2" w:rsidRDefault="00A87899" w:rsidP="005C730B">
            <w:pPr>
              <w:pStyle w:val="TOC3"/>
              <w:rPr>
                <w:rtl/>
              </w:rPr>
            </w:pPr>
            <w:r w:rsidRPr="00ED5BD2">
              <w:rPr>
                <w:rFonts w:hint="cs"/>
                <w:rtl/>
              </w:rPr>
              <w:t xml:space="preserve">ابناي هذان امامان قاما أو قعدا </w:t>
            </w:r>
            <w:r>
              <w:rPr>
                <w:rFonts w:hint="cs"/>
                <w:rtl/>
              </w:rPr>
              <w:t>(</w:t>
            </w:r>
            <w:r w:rsidRPr="00ED5BD2">
              <w:rPr>
                <w:rFonts w:hint="cs"/>
                <w:rtl/>
              </w:rPr>
              <w:t>الرسول)</w:t>
            </w:r>
          </w:p>
        </w:tc>
        <w:tc>
          <w:tcPr>
            <w:tcW w:w="544" w:type="dxa"/>
            <w:shd w:val="clear" w:color="auto" w:fill="auto"/>
          </w:tcPr>
          <w:p w:rsidR="00A87899" w:rsidRDefault="00A87899" w:rsidP="00541E11">
            <w:pPr>
              <w:pStyle w:val="libVarCenter"/>
              <w:rPr>
                <w:rtl/>
              </w:rPr>
            </w:pPr>
            <w:r>
              <w:rPr>
                <w:rFonts w:hint="cs"/>
                <w:rtl/>
              </w:rPr>
              <w:t>20</w:t>
            </w:r>
          </w:p>
        </w:tc>
        <w:tc>
          <w:tcPr>
            <w:tcW w:w="3236" w:type="dxa"/>
            <w:shd w:val="clear" w:color="auto" w:fill="auto"/>
          </w:tcPr>
          <w:p w:rsidR="00A87899" w:rsidRPr="000C57BF" w:rsidRDefault="00A87899" w:rsidP="005C730B">
            <w:pPr>
              <w:pStyle w:val="TOC3"/>
              <w:rPr>
                <w:rtl/>
              </w:rPr>
            </w:pPr>
            <w:r w:rsidRPr="000C57BF">
              <w:rPr>
                <w:rFonts w:hint="cs"/>
                <w:rtl/>
              </w:rPr>
              <w:t>استودعك الله من قتيل (ابن عمر)</w:t>
            </w:r>
          </w:p>
        </w:tc>
        <w:tc>
          <w:tcPr>
            <w:tcW w:w="558" w:type="dxa"/>
            <w:shd w:val="clear" w:color="auto" w:fill="auto"/>
          </w:tcPr>
          <w:p w:rsidR="00A87899" w:rsidRDefault="00A87899" w:rsidP="00541E11">
            <w:pPr>
              <w:pStyle w:val="libVarCenter"/>
              <w:rPr>
                <w:rtl/>
              </w:rPr>
            </w:pPr>
            <w:r>
              <w:rPr>
                <w:rFonts w:hint="cs"/>
                <w:rtl/>
              </w:rPr>
              <w:t>27</w:t>
            </w:r>
          </w:p>
        </w:tc>
      </w:tr>
      <w:tr w:rsidR="00A87899" w:rsidTr="005C730B">
        <w:tc>
          <w:tcPr>
            <w:tcW w:w="3249" w:type="dxa"/>
            <w:shd w:val="clear" w:color="auto" w:fill="auto"/>
          </w:tcPr>
          <w:p w:rsidR="00A87899" w:rsidRPr="00ED5BD2" w:rsidRDefault="00A87899" w:rsidP="005C730B">
            <w:pPr>
              <w:pStyle w:val="TOC3"/>
              <w:rPr>
                <w:rtl/>
              </w:rPr>
            </w:pPr>
            <w:r w:rsidRPr="00ED5BD2">
              <w:rPr>
                <w:rFonts w:hint="cs"/>
                <w:rtl/>
              </w:rPr>
              <w:t>أتاني كتابك وأني بغير الذي بلغك عني جدير(الحسين)</w:t>
            </w:r>
          </w:p>
        </w:tc>
        <w:tc>
          <w:tcPr>
            <w:tcW w:w="544" w:type="dxa"/>
            <w:shd w:val="clear" w:color="auto" w:fill="auto"/>
          </w:tcPr>
          <w:p w:rsidR="00A87899" w:rsidRDefault="00A87899" w:rsidP="00541E11">
            <w:pPr>
              <w:pStyle w:val="libVarCenter"/>
              <w:rPr>
                <w:rtl/>
              </w:rPr>
            </w:pPr>
            <w:r>
              <w:rPr>
                <w:rFonts w:hint="cs"/>
                <w:rtl/>
              </w:rPr>
              <w:t>25</w:t>
            </w:r>
          </w:p>
        </w:tc>
        <w:tc>
          <w:tcPr>
            <w:tcW w:w="3236" w:type="dxa"/>
            <w:shd w:val="clear" w:color="auto" w:fill="auto"/>
          </w:tcPr>
          <w:p w:rsidR="00A87899" w:rsidRPr="000C57BF" w:rsidRDefault="00A87899" w:rsidP="005C730B">
            <w:pPr>
              <w:pStyle w:val="TOC3"/>
              <w:rPr>
                <w:rtl/>
              </w:rPr>
            </w:pPr>
            <w:r w:rsidRPr="000C57BF">
              <w:rPr>
                <w:rFonts w:hint="cs"/>
                <w:rtl/>
              </w:rPr>
              <w:t xml:space="preserve">أشهد لحدثتني عائشة </w:t>
            </w:r>
            <w:r>
              <w:rPr>
                <w:rFonts w:hint="cs"/>
                <w:rtl/>
              </w:rPr>
              <w:t>(</w:t>
            </w:r>
            <w:r w:rsidRPr="000C57BF">
              <w:rPr>
                <w:rFonts w:hint="cs"/>
                <w:rtl/>
              </w:rPr>
              <w:t>عمرة بنت عبد الرحمان)</w:t>
            </w:r>
          </w:p>
        </w:tc>
        <w:tc>
          <w:tcPr>
            <w:tcW w:w="558" w:type="dxa"/>
            <w:shd w:val="clear" w:color="auto" w:fill="auto"/>
          </w:tcPr>
          <w:p w:rsidR="00A87899" w:rsidRDefault="00A87899" w:rsidP="00541E11">
            <w:pPr>
              <w:pStyle w:val="libVarCenter"/>
              <w:rPr>
                <w:rtl/>
              </w:rPr>
            </w:pPr>
            <w:r>
              <w:rPr>
                <w:rFonts w:hint="cs"/>
                <w:rtl/>
              </w:rPr>
              <w:t>27</w:t>
            </w:r>
          </w:p>
        </w:tc>
      </w:tr>
      <w:tr w:rsidR="00A87899" w:rsidTr="005C730B">
        <w:tc>
          <w:tcPr>
            <w:tcW w:w="3249" w:type="dxa"/>
            <w:shd w:val="clear" w:color="auto" w:fill="auto"/>
          </w:tcPr>
          <w:p w:rsidR="00A87899" w:rsidRPr="00ED5BD2" w:rsidRDefault="00A87899" w:rsidP="005C730B">
            <w:pPr>
              <w:pStyle w:val="TOC3"/>
              <w:rPr>
                <w:rtl/>
              </w:rPr>
            </w:pPr>
            <w:r w:rsidRPr="00ED5BD2">
              <w:rPr>
                <w:rFonts w:hint="cs"/>
                <w:rtl/>
              </w:rPr>
              <w:t>اتت فاطمة بابنيها الى رسول الله</w:t>
            </w:r>
          </w:p>
        </w:tc>
        <w:tc>
          <w:tcPr>
            <w:tcW w:w="544" w:type="dxa"/>
            <w:shd w:val="clear" w:color="auto" w:fill="auto"/>
          </w:tcPr>
          <w:p w:rsidR="00A87899" w:rsidRDefault="00A87899" w:rsidP="00541E11">
            <w:pPr>
              <w:pStyle w:val="libVarCenter"/>
              <w:rPr>
                <w:rtl/>
              </w:rPr>
            </w:pPr>
            <w:r>
              <w:rPr>
                <w:rFonts w:hint="cs"/>
                <w:rtl/>
              </w:rPr>
              <w:t>4</w:t>
            </w:r>
          </w:p>
        </w:tc>
        <w:tc>
          <w:tcPr>
            <w:tcW w:w="3236" w:type="dxa"/>
            <w:shd w:val="clear" w:color="auto" w:fill="auto"/>
          </w:tcPr>
          <w:p w:rsidR="00A87899" w:rsidRPr="000C57BF" w:rsidRDefault="00A87899" w:rsidP="005C730B">
            <w:pPr>
              <w:pStyle w:val="TOC3"/>
              <w:rPr>
                <w:rtl/>
              </w:rPr>
            </w:pPr>
            <w:r w:rsidRPr="000C57BF">
              <w:rPr>
                <w:rFonts w:hint="cs"/>
                <w:rtl/>
              </w:rPr>
              <w:t xml:space="preserve">أعيى الحسين فقعد في الطريق </w:t>
            </w:r>
          </w:p>
        </w:tc>
        <w:tc>
          <w:tcPr>
            <w:tcW w:w="558" w:type="dxa"/>
            <w:shd w:val="clear" w:color="auto" w:fill="auto"/>
          </w:tcPr>
          <w:p w:rsidR="00A87899" w:rsidRDefault="00A87899" w:rsidP="00541E11">
            <w:pPr>
              <w:pStyle w:val="libVarCenter"/>
              <w:rPr>
                <w:rtl/>
              </w:rPr>
            </w:pPr>
            <w:r>
              <w:rPr>
                <w:rFonts w:hint="cs"/>
                <w:rtl/>
              </w:rPr>
              <w:t>20</w:t>
            </w:r>
          </w:p>
        </w:tc>
      </w:tr>
      <w:tr w:rsidR="00A87899" w:rsidTr="005C730B">
        <w:tc>
          <w:tcPr>
            <w:tcW w:w="3249" w:type="dxa"/>
            <w:shd w:val="clear" w:color="auto" w:fill="auto"/>
          </w:tcPr>
          <w:p w:rsidR="00A87899" w:rsidRPr="00ED5BD2" w:rsidRDefault="00A87899" w:rsidP="005C730B">
            <w:pPr>
              <w:pStyle w:val="TOC3"/>
              <w:rPr>
                <w:rtl/>
              </w:rPr>
            </w:pPr>
            <w:r w:rsidRPr="00ED5BD2">
              <w:rPr>
                <w:rFonts w:hint="cs"/>
                <w:rtl/>
              </w:rPr>
              <w:t>اتيت على عمر بن الخطاب وهو على المنبر (الحسين)</w:t>
            </w:r>
          </w:p>
        </w:tc>
        <w:tc>
          <w:tcPr>
            <w:tcW w:w="544" w:type="dxa"/>
            <w:shd w:val="clear" w:color="auto" w:fill="auto"/>
          </w:tcPr>
          <w:p w:rsidR="00A87899" w:rsidRDefault="00A87899" w:rsidP="00541E11">
            <w:pPr>
              <w:pStyle w:val="libVarCenter"/>
              <w:rPr>
                <w:rtl/>
              </w:rPr>
            </w:pPr>
            <w:r>
              <w:rPr>
                <w:rFonts w:hint="cs"/>
                <w:rtl/>
              </w:rPr>
              <w:t>27</w:t>
            </w:r>
          </w:p>
        </w:tc>
        <w:tc>
          <w:tcPr>
            <w:tcW w:w="3236" w:type="dxa"/>
            <w:shd w:val="clear" w:color="auto" w:fill="auto"/>
          </w:tcPr>
          <w:p w:rsidR="00A87899" w:rsidRPr="000C57BF" w:rsidRDefault="00A87899" w:rsidP="005C730B">
            <w:pPr>
              <w:pStyle w:val="TOC3"/>
              <w:rPr>
                <w:rtl/>
              </w:rPr>
            </w:pPr>
            <w:r w:rsidRPr="000C57BF">
              <w:rPr>
                <w:rFonts w:hint="cs"/>
                <w:rtl/>
              </w:rPr>
              <w:t>أقبلنا مرجعنا من صفين فنزلنا كربلاء</w:t>
            </w:r>
          </w:p>
        </w:tc>
        <w:tc>
          <w:tcPr>
            <w:tcW w:w="558" w:type="dxa"/>
            <w:shd w:val="clear" w:color="auto" w:fill="auto"/>
          </w:tcPr>
          <w:p w:rsidR="00A87899" w:rsidRDefault="00A87899" w:rsidP="00541E11">
            <w:pPr>
              <w:pStyle w:val="libVarCenter"/>
              <w:rPr>
                <w:rtl/>
              </w:rPr>
            </w:pPr>
            <w:r>
              <w:rPr>
                <w:rFonts w:hint="cs"/>
                <w:rtl/>
              </w:rPr>
              <w:t>28</w:t>
            </w:r>
          </w:p>
        </w:tc>
      </w:tr>
      <w:tr w:rsidR="00A87899" w:rsidTr="005C730B">
        <w:tc>
          <w:tcPr>
            <w:tcW w:w="3249" w:type="dxa"/>
            <w:shd w:val="clear" w:color="auto" w:fill="auto"/>
          </w:tcPr>
          <w:p w:rsidR="00A87899" w:rsidRPr="00ED5BD2" w:rsidRDefault="00A87899" w:rsidP="005C730B">
            <w:pPr>
              <w:pStyle w:val="TOC3"/>
              <w:rPr>
                <w:rtl/>
              </w:rPr>
            </w:pPr>
            <w:r w:rsidRPr="00ED5BD2">
              <w:rPr>
                <w:rFonts w:hint="cs"/>
                <w:rtl/>
              </w:rPr>
              <w:t>أخبرني عن شباب العرب</w:t>
            </w:r>
            <w:r>
              <w:rPr>
                <w:rFonts w:hint="cs"/>
                <w:rtl/>
              </w:rPr>
              <w:t xml:space="preserve"> ..</w:t>
            </w:r>
            <w:r w:rsidRPr="00ED5BD2">
              <w:rPr>
                <w:rFonts w:hint="cs"/>
                <w:rtl/>
              </w:rPr>
              <w:t>. وعن الموالي (الحسين)</w:t>
            </w:r>
          </w:p>
        </w:tc>
        <w:tc>
          <w:tcPr>
            <w:tcW w:w="544" w:type="dxa"/>
            <w:shd w:val="clear" w:color="auto" w:fill="auto"/>
          </w:tcPr>
          <w:p w:rsidR="00A87899" w:rsidRDefault="00A87899" w:rsidP="00541E11">
            <w:pPr>
              <w:pStyle w:val="libVarCenter"/>
              <w:rPr>
                <w:rtl/>
              </w:rPr>
            </w:pPr>
            <w:r>
              <w:rPr>
                <w:rFonts w:hint="cs"/>
                <w:rtl/>
              </w:rPr>
              <w:t>24</w:t>
            </w:r>
          </w:p>
        </w:tc>
        <w:tc>
          <w:tcPr>
            <w:tcW w:w="3236" w:type="dxa"/>
            <w:shd w:val="clear" w:color="auto" w:fill="auto"/>
          </w:tcPr>
          <w:p w:rsidR="00A87899" w:rsidRPr="000C57BF" w:rsidRDefault="00A87899" w:rsidP="005C730B">
            <w:pPr>
              <w:pStyle w:val="TOC3"/>
              <w:rPr>
                <w:rtl/>
              </w:rPr>
            </w:pPr>
            <w:r w:rsidRPr="000C57BF">
              <w:rPr>
                <w:rFonts w:hint="cs"/>
                <w:rtl/>
              </w:rPr>
              <w:t>اقتسما شبهه (علي)</w:t>
            </w:r>
          </w:p>
        </w:tc>
        <w:tc>
          <w:tcPr>
            <w:tcW w:w="558" w:type="dxa"/>
            <w:shd w:val="clear" w:color="auto" w:fill="auto"/>
          </w:tcPr>
          <w:p w:rsidR="00A87899" w:rsidRDefault="00A87899" w:rsidP="00541E11">
            <w:pPr>
              <w:pStyle w:val="libVarCenter"/>
              <w:rPr>
                <w:rtl/>
              </w:rPr>
            </w:pPr>
            <w:r>
              <w:rPr>
                <w:rFonts w:hint="cs"/>
                <w:rtl/>
              </w:rPr>
              <w:t>3</w:t>
            </w:r>
          </w:p>
        </w:tc>
      </w:tr>
      <w:tr w:rsidR="00A87899" w:rsidTr="005C730B">
        <w:tc>
          <w:tcPr>
            <w:tcW w:w="3249" w:type="dxa"/>
            <w:shd w:val="clear" w:color="auto" w:fill="auto"/>
          </w:tcPr>
          <w:p w:rsidR="00A87899" w:rsidRDefault="00A87899" w:rsidP="005C730B">
            <w:pPr>
              <w:pStyle w:val="TOC3"/>
            </w:pPr>
            <w:r w:rsidRPr="00ED5BD2">
              <w:rPr>
                <w:rFonts w:hint="cs"/>
                <w:rtl/>
              </w:rPr>
              <w:t>ادعي لي بابني</w:t>
            </w:r>
            <w:r>
              <w:rPr>
                <w:rFonts w:hint="cs"/>
                <w:rtl/>
              </w:rPr>
              <w:t xml:space="preserve"> ..</w:t>
            </w:r>
            <w:r w:rsidRPr="00ED5BD2">
              <w:rPr>
                <w:rFonts w:hint="cs"/>
                <w:rtl/>
              </w:rPr>
              <w:t>. فيشمهما</w:t>
            </w:r>
            <w:r>
              <w:rPr>
                <w:rFonts w:hint="cs"/>
                <w:rtl/>
              </w:rPr>
              <w:t xml:space="preserve"> و</w:t>
            </w:r>
            <w:r w:rsidRPr="00ED5BD2">
              <w:rPr>
                <w:rFonts w:hint="cs"/>
                <w:rtl/>
              </w:rPr>
              <w:t xml:space="preserve">يضمهما </w:t>
            </w:r>
          </w:p>
        </w:tc>
        <w:tc>
          <w:tcPr>
            <w:tcW w:w="544" w:type="dxa"/>
            <w:shd w:val="clear" w:color="auto" w:fill="auto"/>
          </w:tcPr>
          <w:p w:rsidR="00A87899" w:rsidRDefault="00A87899" w:rsidP="005C730B">
            <w:pPr>
              <w:rPr>
                <w:rtl/>
              </w:rPr>
            </w:pPr>
          </w:p>
        </w:tc>
        <w:tc>
          <w:tcPr>
            <w:tcW w:w="3236" w:type="dxa"/>
            <w:shd w:val="clear" w:color="auto" w:fill="auto"/>
          </w:tcPr>
          <w:p w:rsidR="00A87899" w:rsidRPr="000C57BF" w:rsidRDefault="00A87899" w:rsidP="005C730B">
            <w:pPr>
              <w:pStyle w:val="TOC3"/>
              <w:rPr>
                <w:rtl/>
              </w:rPr>
            </w:pPr>
            <w:r w:rsidRPr="000C57BF">
              <w:rPr>
                <w:rFonts w:hint="cs"/>
                <w:rtl/>
              </w:rPr>
              <w:t>أكلتني السباع حيا إن فارقتك</w:t>
            </w:r>
          </w:p>
        </w:tc>
        <w:tc>
          <w:tcPr>
            <w:tcW w:w="558" w:type="dxa"/>
            <w:shd w:val="clear" w:color="auto" w:fill="auto"/>
          </w:tcPr>
          <w:p w:rsidR="00A87899" w:rsidRDefault="00A87899" w:rsidP="00541E11">
            <w:pPr>
              <w:pStyle w:val="libVarCenter"/>
              <w:rPr>
                <w:rtl/>
              </w:rPr>
            </w:pPr>
            <w:r>
              <w:rPr>
                <w:rFonts w:hint="cs"/>
                <w:rtl/>
              </w:rPr>
              <w:t>29</w:t>
            </w:r>
          </w:p>
        </w:tc>
      </w:tr>
      <w:tr w:rsidR="00A87899" w:rsidTr="005C730B">
        <w:tc>
          <w:tcPr>
            <w:tcW w:w="3249" w:type="dxa"/>
            <w:shd w:val="clear" w:color="auto" w:fill="auto"/>
          </w:tcPr>
          <w:p w:rsidR="00A87899" w:rsidRPr="00ED5BD2" w:rsidRDefault="00A87899" w:rsidP="005C730B">
            <w:pPr>
              <w:pStyle w:val="TOC3"/>
              <w:rPr>
                <w:rtl/>
              </w:rPr>
            </w:pPr>
          </w:p>
        </w:tc>
        <w:tc>
          <w:tcPr>
            <w:tcW w:w="544" w:type="dxa"/>
            <w:shd w:val="clear" w:color="auto" w:fill="auto"/>
          </w:tcPr>
          <w:p w:rsidR="00A87899" w:rsidRDefault="00A87899" w:rsidP="005C730B">
            <w:pPr>
              <w:rPr>
                <w:rtl/>
              </w:rPr>
            </w:pPr>
          </w:p>
        </w:tc>
        <w:tc>
          <w:tcPr>
            <w:tcW w:w="3236" w:type="dxa"/>
            <w:shd w:val="clear" w:color="auto" w:fill="auto"/>
          </w:tcPr>
          <w:p w:rsidR="00A87899" w:rsidRPr="000C57BF" w:rsidRDefault="00A87899" w:rsidP="005C730B">
            <w:pPr>
              <w:pStyle w:val="TOC3"/>
              <w:rPr>
                <w:rtl/>
              </w:rPr>
            </w:pPr>
            <w:r w:rsidRPr="000C57BF">
              <w:rPr>
                <w:rFonts w:hint="cs"/>
                <w:rtl/>
              </w:rPr>
              <w:t>الا تقبلون مني ماكان رسول الله صلى الله عليه واله وسلم يقبل من المشركين (الحسين)</w:t>
            </w:r>
          </w:p>
        </w:tc>
        <w:tc>
          <w:tcPr>
            <w:tcW w:w="558" w:type="dxa"/>
            <w:shd w:val="clear" w:color="auto" w:fill="auto"/>
          </w:tcPr>
          <w:p w:rsidR="00A87899" w:rsidRDefault="00A87899" w:rsidP="00541E11">
            <w:pPr>
              <w:pStyle w:val="libVarCenter"/>
              <w:rPr>
                <w:rtl/>
              </w:rPr>
            </w:pPr>
            <w:r>
              <w:rPr>
                <w:rFonts w:hint="cs"/>
                <w:rtl/>
              </w:rPr>
              <w:t>30</w:t>
            </w:r>
          </w:p>
        </w:tc>
      </w:tr>
      <w:tr w:rsidR="00A87899" w:rsidTr="005C730B">
        <w:tc>
          <w:tcPr>
            <w:tcW w:w="3249" w:type="dxa"/>
            <w:shd w:val="clear" w:color="auto" w:fill="auto"/>
          </w:tcPr>
          <w:p w:rsidR="00A87899" w:rsidRPr="00ED5BD2" w:rsidRDefault="00A87899" w:rsidP="005C730B">
            <w:pPr>
              <w:pStyle w:val="TOC3"/>
              <w:rPr>
                <w:rtl/>
              </w:rPr>
            </w:pPr>
          </w:p>
        </w:tc>
        <w:tc>
          <w:tcPr>
            <w:tcW w:w="544" w:type="dxa"/>
            <w:shd w:val="clear" w:color="auto" w:fill="auto"/>
          </w:tcPr>
          <w:p w:rsidR="00A87899" w:rsidRDefault="00A87899" w:rsidP="005C730B">
            <w:pPr>
              <w:rPr>
                <w:rtl/>
              </w:rPr>
            </w:pPr>
          </w:p>
        </w:tc>
        <w:tc>
          <w:tcPr>
            <w:tcW w:w="3236" w:type="dxa"/>
            <w:shd w:val="clear" w:color="auto" w:fill="auto"/>
          </w:tcPr>
          <w:p w:rsidR="00A87899" w:rsidRPr="000C57BF" w:rsidRDefault="00A87899" w:rsidP="005C730B">
            <w:pPr>
              <w:pStyle w:val="TOC3"/>
              <w:rPr>
                <w:rtl/>
              </w:rPr>
            </w:pPr>
            <w:r w:rsidRPr="000C57BF">
              <w:rPr>
                <w:rFonts w:hint="cs"/>
                <w:rtl/>
              </w:rPr>
              <w:t xml:space="preserve">ألا وقد بينت لكم الأسماء أن تضلوا (النبي) </w:t>
            </w:r>
          </w:p>
        </w:tc>
        <w:tc>
          <w:tcPr>
            <w:tcW w:w="558" w:type="dxa"/>
            <w:shd w:val="clear" w:color="auto" w:fill="auto"/>
          </w:tcPr>
          <w:p w:rsidR="00A87899" w:rsidRDefault="00A87899" w:rsidP="005C730B">
            <w:pPr>
              <w:rPr>
                <w:rtl/>
              </w:rPr>
            </w:pPr>
          </w:p>
        </w:tc>
      </w:tr>
    </w:tbl>
    <w:p w:rsidR="00A87899" w:rsidRDefault="00A87899" w:rsidP="00541E11">
      <w:pPr>
        <w:pStyle w:val="libNormal"/>
      </w:pPr>
      <w:r>
        <w:br w:type="page"/>
      </w:r>
    </w:p>
    <w:tbl>
      <w:tblPr>
        <w:bidiVisual/>
        <w:tblW w:w="0" w:type="auto"/>
        <w:tblLook w:val="04A0"/>
      </w:tblPr>
      <w:tblGrid>
        <w:gridCol w:w="3249"/>
        <w:gridCol w:w="544"/>
        <w:gridCol w:w="3236"/>
        <w:gridCol w:w="558"/>
      </w:tblGrid>
      <w:tr w:rsidR="00A87899" w:rsidTr="005C730B">
        <w:tc>
          <w:tcPr>
            <w:tcW w:w="3249" w:type="dxa"/>
            <w:shd w:val="clear" w:color="auto" w:fill="auto"/>
          </w:tcPr>
          <w:p w:rsidR="00A87899" w:rsidRPr="00ED5BD2" w:rsidRDefault="00A87899" w:rsidP="005C730B">
            <w:pPr>
              <w:pStyle w:val="TOC3"/>
              <w:rPr>
                <w:rtl/>
              </w:rPr>
            </w:pPr>
          </w:p>
        </w:tc>
        <w:tc>
          <w:tcPr>
            <w:tcW w:w="544" w:type="dxa"/>
            <w:shd w:val="clear" w:color="auto" w:fill="auto"/>
          </w:tcPr>
          <w:p w:rsidR="00A87899" w:rsidRDefault="00A87899" w:rsidP="00541E11">
            <w:pPr>
              <w:pStyle w:val="libVarCenter"/>
              <w:rPr>
                <w:rtl/>
              </w:rPr>
            </w:pPr>
            <w:r>
              <w:rPr>
                <w:rFonts w:hint="cs"/>
                <w:rtl/>
              </w:rPr>
              <w:t>14</w:t>
            </w:r>
          </w:p>
        </w:tc>
        <w:tc>
          <w:tcPr>
            <w:tcW w:w="3236" w:type="dxa"/>
            <w:shd w:val="clear" w:color="auto" w:fill="auto"/>
          </w:tcPr>
          <w:p w:rsidR="00A87899" w:rsidRPr="005D4EA0" w:rsidRDefault="00A87899" w:rsidP="005C730B">
            <w:pPr>
              <w:pStyle w:val="TOC3"/>
              <w:rPr>
                <w:rtl/>
              </w:rPr>
            </w:pPr>
            <w:r w:rsidRPr="005D4EA0">
              <w:rPr>
                <w:rFonts w:hint="cs"/>
                <w:rtl/>
              </w:rPr>
              <w:t>(النبي)</w:t>
            </w:r>
          </w:p>
        </w:tc>
        <w:tc>
          <w:tcPr>
            <w:tcW w:w="558" w:type="dxa"/>
            <w:shd w:val="clear" w:color="auto" w:fill="auto"/>
          </w:tcPr>
          <w:p w:rsidR="00A87899" w:rsidRDefault="00A87899" w:rsidP="005C730B">
            <w:pPr>
              <w:rPr>
                <w:rtl/>
              </w:rPr>
            </w:pPr>
          </w:p>
        </w:tc>
      </w:tr>
      <w:tr w:rsidR="00A87899" w:rsidTr="005C730B">
        <w:tc>
          <w:tcPr>
            <w:tcW w:w="3249" w:type="dxa"/>
            <w:shd w:val="clear" w:color="auto" w:fill="auto"/>
          </w:tcPr>
          <w:p w:rsidR="00A87899" w:rsidRPr="004C5EEF" w:rsidRDefault="00A87899" w:rsidP="005C730B">
            <w:pPr>
              <w:pStyle w:val="TOC3"/>
              <w:rPr>
                <w:rtl/>
              </w:rPr>
            </w:pPr>
            <w:r w:rsidRPr="004C5EEF">
              <w:rPr>
                <w:rFonts w:hint="cs"/>
                <w:rtl/>
              </w:rPr>
              <w:t>ألا ياعين فاحتفلا بجهد(شعر للجن في نوح الحسين)</w:t>
            </w:r>
          </w:p>
        </w:tc>
        <w:tc>
          <w:tcPr>
            <w:tcW w:w="544" w:type="dxa"/>
            <w:shd w:val="clear" w:color="auto" w:fill="auto"/>
          </w:tcPr>
          <w:p w:rsidR="00A87899" w:rsidRDefault="00A87899" w:rsidP="00541E11">
            <w:pPr>
              <w:pStyle w:val="libVarCenter"/>
              <w:rPr>
                <w:rtl/>
              </w:rPr>
            </w:pPr>
            <w:r>
              <w:rPr>
                <w:rFonts w:hint="cs"/>
                <w:rtl/>
              </w:rPr>
              <w:t>34</w:t>
            </w:r>
          </w:p>
        </w:tc>
        <w:tc>
          <w:tcPr>
            <w:tcW w:w="3236" w:type="dxa"/>
            <w:shd w:val="clear" w:color="auto" w:fill="auto"/>
          </w:tcPr>
          <w:p w:rsidR="00A87899" w:rsidRPr="005D4EA0" w:rsidRDefault="00A87899" w:rsidP="005C730B">
            <w:pPr>
              <w:pStyle w:val="TOC3"/>
              <w:rPr>
                <w:rtl/>
              </w:rPr>
            </w:pPr>
            <w:r w:rsidRPr="005D4EA0">
              <w:rPr>
                <w:rFonts w:hint="cs"/>
                <w:rtl/>
              </w:rPr>
              <w:t>أن النبي هذا الحسين يقتل بأرض (النبي)</w:t>
            </w:r>
          </w:p>
        </w:tc>
        <w:tc>
          <w:tcPr>
            <w:tcW w:w="558" w:type="dxa"/>
            <w:shd w:val="clear" w:color="auto" w:fill="auto"/>
          </w:tcPr>
          <w:p w:rsidR="00A87899" w:rsidRDefault="00A87899" w:rsidP="005C730B">
            <w:pPr>
              <w:rPr>
                <w:rtl/>
              </w:rPr>
            </w:pPr>
          </w:p>
        </w:tc>
      </w:tr>
      <w:tr w:rsidR="00A87899" w:rsidTr="005C730B">
        <w:tc>
          <w:tcPr>
            <w:tcW w:w="3249" w:type="dxa"/>
            <w:shd w:val="clear" w:color="auto" w:fill="auto"/>
          </w:tcPr>
          <w:p w:rsidR="00A87899" w:rsidRPr="004C5EEF" w:rsidRDefault="00A87899" w:rsidP="005C730B">
            <w:pPr>
              <w:pStyle w:val="TOC3"/>
              <w:rPr>
                <w:rtl/>
              </w:rPr>
            </w:pPr>
            <w:r w:rsidRPr="004C5EEF">
              <w:rPr>
                <w:rFonts w:hint="cs"/>
                <w:rtl/>
              </w:rPr>
              <w:t>ألم تعلموا ان بكاؤه يؤذيني (النبي)</w:t>
            </w:r>
          </w:p>
        </w:tc>
        <w:tc>
          <w:tcPr>
            <w:tcW w:w="544" w:type="dxa"/>
            <w:shd w:val="clear" w:color="auto" w:fill="auto"/>
          </w:tcPr>
          <w:p w:rsidR="00A87899" w:rsidRDefault="00A87899" w:rsidP="00541E11">
            <w:pPr>
              <w:pStyle w:val="libVarCenter"/>
              <w:rPr>
                <w:rtl/>
              </w:rPr>
            </w:pPr>
            <w:r>
              <w:rPr>
                <w:rFonts w:hint="cs"/>
                <w:rtl/>
              </w:rPr>
              <w:t>12</w:t>
            </w:r>
          </w:p>
        </w:tc>
        <w:tc>
          <w:tcPr>
            <w:tcW w:w="3236" w:type="dxa"/>
            <w:shd w:val="clear" w:color="auto" w:fill="auto"/>
          </w:tcPr>
          <w:p w:rsidR="00A87899" w:rsidRPr="005D4EA0" w:rsidRDefault="00A87899" w:rsidP="005C730B">
            <w:pPr>
              <w:pStyle w:val="TOC3"/>
              <w:rPr>
                <w:rtl/>
              </w:rPr>
            </w:pPr>
            <w:r w:rsidRPr="005D4EA0">
              <w:rPr>
                <w:rFonts w:hint="cs"/>
                <w:rtl/>
              </w:rPr>
              <w:t>إن أثرنا بأبي عبدالله إلا أسداً (معاوية)</w:t>
            </w:r>
          </w:p>
        </w:tc>
        <w:tc>
          <w:tcPr>
            <w:tcW w:w="558" w:type="dxa"/>
            <w:shd w:val="clear" w:color="auto" w:fill="auto"/>
          </w:tcPr>
          <w:p w:rsidR="00A87899" w:rsidRDefault="00A87899" w:rsidP="005C730B">
            <w:pPr>
              <w:rPr>
                <w:rtl/>
              </w:rPr>
            </w:pPr>
          </w:p>
        </w:tc>
      </w:tr>
      <w:tr w:rsidR="00A87899" w:rsidTr="005C730B">
        <w:tc>
          <w:tcPr>
            <w:tcW w:w="3249" w:type="dxa"/>
            <w:shd w:val="clear" w:color="auto" w:fill="auto"/>
          </w:tcPr>
          <w:p w:rsidR="00A87899" w:rsidRPr="004C5EEF" w:rsidRDefault="00A87899" w:rsidP="005C730B">
            <w:pPr>
              <w:pStyle w:val="TOC3"/>
              <w:rPr>
                <w:rtl/>
              </w:rPr>
            </w:pPr>
            <w:r w:rsidRPr="004C5EEF">
              <w:rPr>
                <w:rFonts w:hint="cs"/>
                <w:rtl/>
              </w:rPr>
              <w:t>اللهم أنت ثقتي في كل كرب (الحسين)</w:t>
            </w:r>
          </w:p>
        </w:tc>
        <w:tc>
          <w:tcPr>
            <w:tcW w:w="544" w:type="dxa"/>
            <w:shd w:val="clear" w:color="auto" w:fill="auto"/>
          </w:tcPr>
          <w:p w:rsidR="00A87899" w:rsidRDefault="00A87899" w:rsidP="00541E11">
            <w:pPr>
              <w:pStyle w:val="libVarCenter"/>
              <w:rPr>
                <w:rtl/>
              </w:rPr>
            </w:pPr>
            <w:r>
              <w:rPr>
                <w:rFonts w:hint="cs"/>
                <w:rtl/>
              </w:rPr>
              <w:t>30</w:t>
            </w:r>
          </w:p>
        </w:tc>
        <w:tc>
          <w:tcPr>
            <w:tcW w:w="3236" w:type="dxa"/>
            <w:shd w:val="clear" w:color="auto" w:fill="auto"/>
          </w:tcPr>
          <w:p w:rsidR="00A87899" w:rsidRPr="005D4EA0" w:rsidRDefault="00A87899" w:rsidP="005C730B">
            <w:pPr>
              <w:pStyle w:val="TOC3"/>
              <w:rPr>
                <w:rtl/>
              </w:rPr>
            </w:pPr>
            <w:r w:rsidRPr="005D4EA0">
              <w:rPr>
                <w:rFonts w:hint="cs"/>
                <w:rtl/>
              </w:rPr>
              <w:t>إن ابني هذا يقتل بأرض يقال لها كربلاء</w:t>
            </w:r>
          </w:p>
        </w:tc>
        <w:tc>
          <w:tcPr>
            <w:tcW w:w="558" w:type="dxa"/>
            <w:shd w:val="clear" w:color="auto" w:fill="auto"/>
          </w:tcPr>
          <w:p w:rsidR="00A87899" w:rsidRDefault="00A87899" w:rsidP="005C730B">
            <w:pPr>
              <w:rPr>
                <w:rtl/>
              </w:rPr>
            </w:pPr>
          </w:p>
        </w:tc>
      </w:tr>
      <w:tr w:rsidR="00A87899" w:rsidTr="005C730B">
        <w:tc>
          <w:tcPr>
            <w:tcW w:w="3249" w:type="dxa"/>
            <w:shd w:val="clear" w:color="auto" w:fill="auto"/>
          </w:tcPr>
          <w:p w:rsidR="00A87899" w:rsidRPr="004C5EEF" w:rsidRDefault="00A87899" w:rsidP="005C730B">
            <w:pPr>
              <w:pStyle w:val="TOC3"/>
              <w:rPr>
                <w:rtl/>
              </w:rPr>
            </w:pPr>
            <w:r w:rsidRPr="004C5EEF">
              <w:rPr>
                <w:rFonts w:hint="cs"/>
                <w:rtl/>
              </w:rPr>
              <w:t>اللهم اني احبه فأحبه (النبي)</w:t>
            </w:r>
          </w:p>
        </w:tc>
        <w:tc>
          <w:tcPr>
            <w:tcW w:w="544" w:type="dxa"/>
            <w:shd w:val="clear" w:color="auto" w:fill="auto"/>
          </w:tcPr>
          <w:p w:rsidR="00A87899" w:rsidRDefault="00A87899" w:rsidP="00541E11">
            <w:pPr>
              <w:pStyle w:val="libVarCenter"/>
              <w:rPr>
                <w:rtl/>
              </w:rPr>
            </w:pPr>
            <w:r>
              <w:rPr>
                <w:rFonts w:hint="cs"/>
                <w:rtl/>
              </w:rPr>
              <w:t>31</w:t>
            </w:r>
          </w:p>
        </w:tc>
        <w:tc>
          <w:tcPr>
            <w:tcW w:w="3236" w:type="dxa"/>
            <w:shd w:val="clear" w:color="auto" w:fill="auto"/>
          </w:tcPr>
          <w:p w:rsidR="00A87899" w:rsidRPr="005D4EA0" w:rsidRDefault="00A87899" w:rsidP="005C730B">
            <w:pPr>
              <w:pStyle w:val="TOC3"/>
              <w:rPr>
                <w:rtl/>
              </w:rPr>
            </w:pPr>
            <w:r w:rsidRPr="005D4EA0">
              <w:rPr>
                <w:rFonts w:hint="cs"/>
                <w:rtl/>
              </w:rPr>
              <w:t>إن اهل العراق قوم مناكير (ابن عمر)</w:t>
            </w:r>
          </w:p>
        </w:tc>
        <w:tc>
          <w:tcPr>
            <w:tcW w:w="558" w:type="dxa"/>
            <w:shd w:val="clear" w:color="auto" w:fill="auto"/>
          </w:tcPr>
          <w:p w:rsidR="00A87899" w:rsidRDefault="00A87899" w:rsidP="005C730B">
            <w:pPr>
              <w:rPr>
                <w:rtl/>
              </w:rPr>
            </w:pPr>
          </w:p>
        </w:tc>
      </w:tr>
      <w:tr w:rsidR="00A87899" w:rsidTr="005C730B">
        <w:tc>
          <w:tcPr>
            <w:tcW w:w="3249" w:type="dxa"/>
            <w:shd w:val="clear" w:color="auto" w:fill="auto"/>
          </w:tcPr>
          <w:p w:rsidR="00A87899" w:rsidRPr="004C5EEF" w:rsidRDefault="00A87899" w:rsidP="005C730B">
            <w:pPr>
              <w:pStyle w:val="TOC3"/>
              <w:rPr>
                <w:rtl/>
              </w:rPr>
            </w:pPr>
            <w:r w:rsidRPr="004C5EEF">
              <w:rPr>
                <w:rFonts w:hint="cs"/>
                <w:rtl/>
              </w:rPr>
              <w:t>اللهم اشهد فانهما اغضباني (فاطمة)</w:t>
            </w:r>
          </w:p>
        </w:tc>
        <w:tc>
          <w:tcPr>
            <w:tcW w:w="544" w:type="dxa"/>
            <w:shd w:val="clear" w:color="auto" w:fill="auto"/>
          </w:tcPr>
          <w:p w:rsidR="00A87899" w:rsidRDefault="00A87899" w:rsidP="00541E11">
            <w:pPr>
              <w:pStyle w:val="libVarCenter"/>
              <w:rPr>
                <w:rtl/>
              </w:rPr>
            </w:pPr>
            <w:r>
              <w:rPr>
                <w:rFonts w:hint="cs"/>
                <w:rtl/>
              </w:rPr>
              <w:t>14</w:t>
            </w:r>
          </w:p>
        </w:tc>
        <w:tc>
          <w:tcPr>
            <w:tcW w:w="3236" w:type="dxa"/>
            <w:shd w:val="clear" w:color="auto" w:fill="auto"/>
          </w:tcPr>
          <w:p w:rsidR="00A87899" w:rsidRPr="005D4EA0" w:rsidRDefault="00A87899" w:rsidP="005C730B">
            <w:pPr>
              <w:pStyle w:val="TOC3"/>
              <w:rPr>
                <w:rtl/>
              </w:rPr>
            </w:pPr>
            <w:r w:rsidRPr="005D4EA0">
              <w:rPr>
                <w:rFonts w:hint="cs"/>
                <w:rtl/>
              </w:rPr>
              <w:t>ان بئري هذه قد رشحتها (ابن مطيع)</w:t>
            </w:r>
          </w:p>
        </w:tc>
        <w:tc>
          <w:tcPr>
            <w:tcW w:w="558" w:type="dxa"/>
            <w:shd w:val="clear" w:color="auto" w:fill="auto"/>
          </w:tcPr>
          <w:p w:rsidR="00A87899" w:rsidRDefault="00A87899" w:rsidP="005C730B">
            <w:pPr>
              <w:rPr>
                <w:rtl/>
              </w:rPr>
            </w:pPr>
          </w:p>
        </w:tc>
      </w:tr>
      <w:tr w:rsidR="00A87899" w:rsidTr="005C730B">
        <w:tc>
          <w:tcPr>
            <w:tcW w:w="3249" w:type="dxa"/>
            <w:shd w:val="clear" w:color="auto" w:fill="auto"/>
          </w:tcPr>
          <w:p w:rsidR="00A87899" w:rsidRPr="004C5EEF" w:rsidRDefault="00A87899" w:rsidP="005C730B">
            <w:pPr>
              <w:pStyle w:val="TOC3"/>
              <w:rPr>
                <w:rtl/>
              </w:rPr>
            </w:pPr>
            <w:r w:rsidRPr="004C5EEF">
              <w:rPr>
                <w:rFonts w:hint="cs"/>
                <w:rtl/>
              </w:rPr>
              <w:t>اللهم اني استودعكه</w:t>
            </w:r>
            <w:r>
              <w:rPr>
                <w:rFonts w:hint="cs"/>
                <w:rtl/>
              </w:rPr>
              <w:t xml:space="preserve"> و</w:t>
            </w:r>
            <w:r w:rsidRPr="004C5EEF">
              <w:rPr>
                <w:rFonts w:hint="cs"/>
                <w:rtl/>
              </w:rPr>
              <w:t>صالح المؤمنين (النبي)</w:t>
            </w:r>
          </w:p>
        </w:tc>
        <w:tc>
          <w:tcPr>
            <w:tcW w:w="544" w:type="dxa"/>
            <w:shd w:val="clear" w:color="auto" w:fill="auto"/>
          </w:tcPr>
          <w:p w:rsidR="00A87899" w:rsidRDefault="00A87899" w:rsidP="00541E11">
            <w:pPr>
              <w:pStyle w:val="libVarCenter"/>
              <w:rPr>
                <w:rtl/>
              </w:rPr>
            </w:pPr>
            <w:r>
              <w:rPr>
                <w:rFonts w:hint="cs"/>
                <w:rtl/>
              </w:rPr>
              <w:t>15</w:t>
            </w:r>
          </w:p>
          <w:p w:rsidR="00A87899" w:rsidRDefault="00A87899" w:rsidP="00541E11">
            <w:pPr>
              <w:pStyle w:val="libVarCenter"/>
              <w:rPr>
                <w:rtl/>
              </w:rPr>
            </w:pPr>
            <w:r>
              <w:rPr>
                <w:rFonts w:hint="cs"/>
                <w:rtl/>
              </w:rPr>
              <w:t>31</w:t>
            </w:r>
          </w:p>
        </w:tc>
        <w:tc>
          <w:tcPr>
            <w:tcW w:w="3236" w:type="dxa"/>
            <w:shd w:val="clear" w:color="auto" w:fill="auto"/>
          </w:tcPr>
          <w:p w:rsidR="00A87899" w:rsidRPr="005D4EA0" w:rsidRDefault="00A87899" w:rsidP="005C730B">
            <w:pPr>
              <w:pStyle w:val="TOC3"/>
              <w:rPr>
                <w:rtl/>
              </w:rPr>
            </w:pPr>
            <w:r w:rsidRPr="005D4EA0">
              <w:rPr>
                <w:rFonts w:hint="cs"/>
                <w:rtl/>
              </w:rPr>
              <w:t>أنت أحق بالإذن من ابن عمر (عمر)</w:t>
            </w:r>
          </w:p>
        </w:tc>
        <w:tc>
          <w:tcPr>
            <w:tcW w:w="558" w:type="dxa"/>
            <w:shd w:val="clear" w:color="auto" w:fill="auto"/>
          </w:tcPr>
          <w:p w:rsidR="00A87899" w:rsidRDefault="00A87899" w:rsidP="005C730B">
            <w:pPr>
              <w:rPr>
                <w:rtl/>
              </w:rPr>
            </w:pPr>
          </w:p>
        </w:tc>
      </w:tr>
      <w:tr w:rsidR="00A87899" w:rsidTr="005C730B">
        <w:tc>
          <w:tcPr>
            <w:tcW w:w="3249" w:type="dxa"/>
            <w:shd w:val="clear" w:color="auto" w:fill="auto"/>
          </w:tcPr>
          <w:p w:rsidR="00A87899" w:rsidRPr="004C5EEF" w:rsidRDefault="00A87899" w:rsidP="005C730B">
            <w:pPr>
              <w:pStyle w:val="TOC3"/>
              <w:rPr>
                <w:rtl/>
              </w:rPr>
            </w:pPr>
            <w:r w:rsidRPr="004C5EEF">
              <w:rPr>
                <w:rFonts w:hint="cs"/>
                <w:rtl/>
              </w:rPr>
              <w:t xml:space="preserve">اللهم أهل بيتي وأنا مستودعهم كل مؤمن </w:t>
            </w:r>
          </w:p>
        </w:tc>
        <w:tc>
          <w:tcPr>
            <w:tcW w:w="544" w:type="dxa"/>
            <w:shd w:val="clear" w:color="auto" w:fill="auto"/>
          </w:tcPr>
          <w:p w:rsidR="00A87899" w:rsidRDefault="00A87899" w:rsidP="00541E11">
            <w:pPr>
              <w:pStyle w:val="libVarCenter"/>
              <w:rPr>
                <w:rtl/>
              </w:rPr>
            </w:pPr>
            <w:r>
              <w:rPr>
                <w:rFonts w:hint="cs"/>
                <w:rtl/>
              </w:rPr>
              <w:t>15</w:t>
            </w:r>
          </w:p>
        </w:tc>
        <w:tc>
          <w:tcPr>
            <w:tcW w:w="3236" w:type="dxa"/>
            <w:shd w:val="clear" w:color="auto" w:fill="auto"/>
          </w:tcPr>
          <w:p w:rsidR="00A87899" w:rsidRPr="005D4EA0" w:rsidRDefault="00A87899" w:rsidP="005C730B">
            <w:pPr>
              <w:pStyle w:val="TOC3"/>
              <w:rPr>
                <w:rtl/>
              </w:rPr>
            </w:pPr>
            <w:r w:rsidRPr="005D4EA0">
              <w:rPr>
                <w:rFonts w:hint="cs"/>
                <w:rtl/>
              </w:rPr>
              <w:t>إن جبرئيل أتى النبي بتراب من تربته إن جبرئيل قال للنبي صلى الله عليه واله وسلم هل اشمك من تربته؟</w:t>
            </w:r>
          </w:p>
        </w:tc>
        <w:tc>
          <w:tcPr>
            <w:tcW w:w="558" w:type="dxa"/>
            <w:shd w:val="clear" w:color="auto" w:fill="auto"/>
          </w:tcPr>
          <w:p w:rsidR="00A87899" w:rsidRDefault="00A87899" w:rsidP="005C730B">
            <w:pPr>
              <w:rPr>
                <w:rtl/>
              </w:rPr>
            </w:pPr>
          </w:p>
        </w:tc>
      </w:tr>
      <w:tr w:rsidR="00A87899" w:rsidTr="005C730B">
        <w:tc>
          <w:tcPr>
            <w:tcW w:w="3249" w:type="dxa"/>
            <w:shd w:val="clear" w:color="auto" w:fill="auto"/>
          </w:tcPr>
          <w:p w:rsidR="00A87899" w:rsidRPr="004C5EEF" w:rsidRDefault="00A87899" w:rsidP="005C730B">
            <w:pPr>
              <w:pStyle w:val="TOC3"/>
              <w:rPr>
                <w:rtl/>
              </w:rPr>
            </w:pPr>
            <w:r w:rsidRPr="004C5EEF">
              <w:rPr>
                <w:rFonts w:hint="cs"/>
                <w:rtl/>
              </w:rPr>
              <w:t>أما إن امتك ستقتله (جبرئيل)</w:t>
            </w:r>
          </w:p>
        </w:tc>
        <w:tc>
          <w:tcPr>
            <w:tcW w:w="544" w:type="dxa"/>
            <w:shd w:val="clear" w:color="auto" w:fill="auto"/>
          </w:tcPr>
          <w:p w:rsidR="00A87899" w:rsidRDefault="00A87899" w:rsidP="00541E11">
            <w:pPr>
              <w:pStyle w:val="libVarCenter"/>
              <w:rPr>
                <w:rtl/>
              </w:rPr>
            </w:pPr>
            <w:r>
              <w:rPr>
                <w:rFonts w:hint="cs"/>
                <w:rtl/>
              </w:rPr>
              <w:t>28</w:t>
            </w:r>
          </w:p>
        </w:tc>
        <w:tc>
          <w:tcPr>
            <w:tcW w:w="3236" w:type="dxa"/>
            <w:shd w:val="clear" w:color="auto" w:fill="auto"/>
          </w:tcPr>
          <w:p w:rsidR="00A87899" w:rsidRPr="005D4EA0" w:rsidRDefault="00A87899" w:rsidP="005C730B">
            <w:pPr>
              <w:pStyle w:val="TOC3"/>
              <w:rPr>
                <w:rtl/>
              </w:rPr>
            </w:pPr>
            <w:r w:rsidRPr="005D4EA0">
              <w:rPr>
                <w:rFonts w:hint="cs"/>
                <w:rtl/>
              </w:rPr>
              <w:t>إن الحسن والحسين كانا يصطرعان</w:t>
            </w:r>
          </w:p>
        </w:tc>
        <w:tc>
          <w:tcPr>
            <w:tcW w:w="558" w:type="dxa"/>
            <w:shd w:val="clear" w:color="auto" w:fill="auto"/>
          </w:tcPr>
          <w:p w:rsidR="00A87899" w:rsidRDefault="00A87899" w:rsidP="005C730B">
            <w:pPr>
              <w:rPr>
                <w:rtl/>
              </w:rPr>
            </w:pPr>
          </w:p>
        </w:tc>
      </w:tr>
      <w:tr w:rsidR="00A87899" w:rsidTr="005C730B">
        <w:tc>
          <w:tcPr>
            <w:tcW w:w="3249" w:type="dxa"/>
            <w:shd w:val="clear" w:color="auto" w:fill="auto"/>
          </w:tcPr>
          <w:p w:rsidR="00A87899" w:rsidRPr="004C5EEF" w:rsidRDefault="00A87899" w:rsidP="005C730B">
            <w:pPr>
              <w:pStyle w:val="TOC3"/>
              <w:rPr>
                <w:rtl/>
              </w:rPr>
            </w:pPr>
            <w:r w:rsidRPr="004C5EEF">
              <w:rPr>
                <w:rFonts w:hint="cs"/>
                <w:rtl/>
              </w:rPr>
              <w:t>أما أنه كان أشبههما برسول الله</w:t>
            </w:r>
          </w:p>
        </w:tc>
        <w:tc>
          <w:tcPr>
            <w:tcW w:w="544" w:type="dxa"/>
            <w:shd w:val="clear" w:color="auto" w:fill="auto"/>
          </w:tcPr>
          <w:p w:rsidR="00A87899" w:rsidRDefault="00A87899" w:rsidP="00541E11">
            <w:pPr>
              <w:pStyle w:val="libVarCenter"/>
              <w:rPr>
                <w:rtl/>
              </w:rPr>
            </w:pPr>
            <w:r>
              <w:rPr>
                <w:rFonts w:hint="cs"/>
                <w:rtl/>
              </w:rPr>
              <w:t>3</w:t>
            </w:r>
          </w:p>
        </w:tc>
        <w:tc>
          <w:tcPr>
            <w:tcW w:w="3236" w:type="dxa"/>
            <w:shd w:val="clear" w:color="auto" w:fill="auto"/>
          </w:tcPr>
          <w:p w:rsidR="00A87899" w:rsidRPr="005D4EA0" w:rsidRDefault="00A87899" w:rsidP="005C730B">
            <w:pPr>
              <w:pStyle w:val="TOC3"/>
              <w:rPr>
                <w:rtl/>
              </w:rPr>
            </w:pPr>
            <w:r w:rsidRPr="005D4EA0">
              <w:rPr>
                <w:rFonts w:hint="cs"/>
                <w:rtl/>
              </w:rPr>
              <w:t>إن حسينا يقتل هاهنا (رجل أسدي)</w:t>
            </w:r>
          </w:p>
        </w:tc>
        <w:tc>
          <w:tcPr>
            <w:tcW w:w="558" w:type="dxa"/>
            <w:shd w:val="clear" w:color="auto" w:fill="auto"/>
          </w:tcPr>
          <w:p w:rsidR="00A87899" w:rsidRDefault="00A87899" w:rsidP="005C730B">
            <w:pPr>
              <w:rPr>
                <w:rtl/>
              </w:rPr>
            </w:pPr>
          </w:p>
        </w:tc>
      </w:tr>
      <w:tr w:rsidR="00A87899" w:rsidTr="005C730B">
        <w:tc>
          <w:tcPr>
            <w:tcW w:w="3249" w:type="dxa"/>
            <w:shd w:val="clear" w:color="auto" w:fill="auto"/>
          </w:tcPr>
          <w:p w:rsidR="00A87899" w:rsidRPr="004C5EEF" w:rsidRDefault="00A87899" w:rsidP="005C730B">
            <w:pPr>
              <w:pStyle w:val="TOC3"/>
              <w:rPr>
                <w:rtl/>
              </w:rPr>
            </w:pPr>
            <w:r w:rsidRPr="004C5EEF">
              <w:rPr>
                <w:rFonts w:hint="cs"/>
                <w:rtl/>
              </w:rPr>
              <w:t>أما انه لا يحيك فيه السلاح (ابن عمرو)</w:t>
            </w:r>
          </w:p>
        </w:tc>
        <w:tc>
          <w:tcPr>
            <w:tcW w:w="544" w:type="dxa"/>
            <w:shd w:val="clear" w:color="auto" w:fill="auto"/>
          </w:tcPr>
          <w:p w:rsidR="00A87899" w:rsidRDefault="00A87899" w:rsidP="00541E11">
            <w:pPr>
              <w:pStyle w:val="libVarCenter"/>
              <w:rPr>
                <w:rtl/>
              </w:rPr>
            </w:pPr>
            <w:r>
              <w:rPr>
                <w:rFonts w:hint="cs"/>
                <w:rtl/>
              </w:rPr>
              <w:t>27</w:t>
            </w:r>
          </w:p>
        </w:tc>
        <w:tc>
          <w:tcPr>
            <w:tcW w:w="3236" w:type="dxa"/>
            <w:shd w:val="clear" w:color="auto" w:fill="auto"/>
          </w:tcPr>
          <w:p w:rsidR="00A87899" w:rsidRPr="005D4EA0" w:rsidRDefault="00A87899" w:rsidP="005C730B">
            <w:pPr>
              <w:pStyle w:val="TOC3"/>
              <w:rPr>
                <w:rtl/>
              </w:rPr>
            </w:pPr>
            <w:r w:rsidRPr="005D4EA0">
              <w:rPr>
                <w:rFonts w:hint="cs"/>
                <w:rtl/>
              </w:rPr>
              <w:t>إن خير المال ما وقى العرض (الحسين)</w:t>
            </w:r>
          </w:p>
        </w:tc>
        <w:tc>
          <w:tcPr>
            <w:tcW w:w="558" w:type="dxa"/>
            <w:shd w:val="clear" w:color="auto" w:fill="auto"/>
          </w:tcPr>
          <w:p w:rsidR="00A87899" w:rsidRDefault="00A87899" w:rsidP="005C730B">
            <w:pPr>
              <w:rPr>
                <w:rtl/>
              </w:rPr>
            </w:pPr>
          </w:p>
        </w:tc>
      </w:tr>
      <w:tr w:rsidR="00A87899" w:rsidTr="005C730B">
        <w:tc>
          <w:tcPr>
            <w:tcW w:w="3249" w:type="dxa"/>
            <w:shd w:val="clear" w:color="auto" w:fill="auto"/>
          </w:tcPr>
          <w:p w:rsidR="00A87899" w:rsidRPr="004C5EEF" w:rsidRDefault="00A87899" w:rsidP="005C730B">
            <w:pPr>
              <w:pStyle w:val="TOC3"/>
              <w:rPr>
                <w:rtl/>
              </w:rPr>
            </w:pPr>
            <w:r w:rsidRPr="004C5EEF">
              <w:rPr>
                <w:rFonts w:hint="cs"/>
                <w:rtl/>
              </w:rPr>
              <w:t>أما بعد فقد انتهت الى امور(معاوية)</w:t>
            </w:r>
          </w:p>
        </w:tc>
        <w:tc>
          <w:tcPr>
            <w:tcW w:w="544" w:type="dxa"/>
            <w:shd w:val="clear" w:color="auto" w:fill="auto"/>
          </w:tcPr>
          <w:p w:rsidR="00A87899" w:rsidRDefault="00A87899" w:rsidP="00541E11">
            <w:pPr>
              <w:pStyle w:val="libVarCenter"/>
              <w:rPr>
                <w:rtl/>
              </w:rPr>
            </w:pPr>
            <w:r>
              <w:rPr>
                <w:rFonts w:hint="cs"/>
                <w:rtl/>
              </w:rPr>
              <w:t>25</w:t>
            </w:r>
          </w:p>
        </w:tc>
        <w:tc>
          <w:tcPr>
            <w:tcW w:w="3236" w:type="dxa"/>
            <w:shd w:val="clear" w:color="auto" w:fill="auto"/>
          </w:tcPr>
          <w:p w:rsidR="00A87899" w:rsidRPr="005D4EA0" w:rsidRDefault="00A87899" w:rsidP="005C730B">
            <w:pPr>
              <w:pStyle w:val="TOC3"/>
              <w:rPr>
                <w:rtl/>
              </w:rPr>
            </w:pPr>
            <w:r w:rsidRPr="005D4EA0">
              <w:rPr>
                <w:rFonts w:hint="cs"/>
                <w:rtl/>
              </w:rPr>
              <w:t>إن الرحم تصارني عليك (أبوبكرالرحمان)</w:t>
            </w:r>
          </w:p>
        </w:tc>
        <w:tc>
          <w:tcPr>
            <w:tcW w:w="558" w:type="dxa"/>
            <w:shd w:val="clear" w:color="auto" w:fill="auto"/>
          </w:tcPr>
          <w:p w:rsidR="00A87899" w:rsidRDefault="00A87899" w:rsidP="005C730B">
            <w:pPr>
              <w:rPr>
                <w:rtl/>
              </w:rPr>
            </w:pPr>
          </w:p>
        </w:tc>
      </w:tr>
      <w:tr w:rsidR="00A87899" w:rsidTr="005C730B">
        <w:tc>
          <w:tcPr>
            <w:tcW w:w="3249" w:type="dxa"/>
            <w:shd w:val="clear" w:color="auto" w:fill="auto"/>
          </w:tcPr>
          <w:p w:rsidR="00A87899" w:rsidRPr="004C5EEF" w:rsidRDefault="00A87899" w:rsidP="005C730B">
            <w:pPr>
              <w:pStyle w:val="TOC3"/>
              <w:rPr>
                <w:rtl/>
              </w:rPr>
            </w:pPr>
            <w:r w:rsidRPr="004C5EEF">
              <w:rPr>
                <w:rFonts w:hint="cs"/>
                <w:rtl/>
              </w:rPr>
              <w:t>أما بعد فقد بلغني كتابك تذكر انه (الحسين)</w:t>
            </w:r>
          </w:p>
        </w:tc>
        <w:tc>
          <w:tcPr>
            <w:tcW w:w="544" w:type="dxa"/>
            <w:shd w:val="clear" w:color="auto" w:fill="auto"/>
          </w:tcPr>
          <w:p w:rsidR="00A87899" w:rsidRDefault="00A87899" w:rsidP="00541E11">
            <w:pPr>
              <w:pStyle w:val="libVarCenter"/>
              <w:rPr>
                <w:rtl/>
              </w:rPr>
            </w:pPr>
            <w:r>
              <w:rPr>
                <w:rFonts w:hint="cs"/>
                <w:rtl/>
              </w:rPr>
              <w:t>25</w:t>
            </w:r>
          </w:p>
        </w:tc>
        <w:tc>
          <w:tcPr>
            <w:tcW w:w="3236" w:type="dxa"/>
            <w:shd w:val="clear" w:color="auto" w:fill="auto"/>
          </w:tcPr>
          <w:p w:rsidR="00A87899" w:rsidRPr="005D4EA0" w:rsidRDefault="00A87899" w:rsidP="005C730B">
            <w:pPr>
              <w:pStyle w:val="TOC3"/>
              <w:rPr>
                <w:rtl/>
              </w:rPr>
            </w:pPr>
            <w:r w:rsidRPr="005D4EA0">
              <w:rPr>
                <w:rFonts w:hint="cs"/>
                <w:rtl/>
              </w:rPr>
              <w:t xml:space="preserve">انزل من منبر أبي </w:t>
            </w:r>
            <w:r>
              <w:rPr>
                <w:rFonts w:hint="cs"/>
                <w:rtl/>
              </w:rPr>
              <w:t>(</w:t>
            </w:r>
            <w:r w:rsidRPr="005D4EA0">
              <w:rPr>
                <w:rFonts w:hint="cs"/>
                <w:rtl/>
              </w:rPr>
              <w:t>الحسين مخاطباً عمر)</w:t>
            </w:r>
          </w:p>
        </w:tc>
        <w:tc>
          <w:tcPr>
            <w:tcW w:w="558" w:type="dxa"/>
            <w:shd w:val="clear" w:color="auto" w:fill="auto"/>
          </w:tcPr>
          <w:p w:rsidR="00A87899" w:rsidRDefault="00A87899" w:rsidP="005C730B">
            <w:pPr>
              <w:rPr>
                <w:rtl/>
              </w:rPr>
            </w:pPr>
          </w:p>
        </w:tc>
      </w:tr>
      <w:tr w:rsidR="00A87899" w:rsidTr="005C730B">
        <w:tc>
          <w:tcPr>
            <w:tcW w:w="3249" w:type="dxa"/>
            <w:shd w:val="clear" w:color="auto" w:fill="auto"/>
          </w:tcPr>
          <w:p w:rsidR="00A87899" w:rsidRPr="004C5EEF" w:rsidRDefault="00A87899" w:rsidP="005C730B">
            <w:pPr>
              <w:pStyle w:val="TOC3"/>
              <w:rPr>
                <w:rtl/>
              </w:rPr>
            </w:pPr>
            <w:r w:rsidRPr="004C5EEF">
              <w:rPr>
                <w:rFonts w:hint="cs"/>
                <w:rtl/>
              </w:rPr>
              <w:lastRenderedPageBreak/>
              <w:t>أما فيكم مسلم (زينب اخت الحسين)</w:t>
            </w:r>
          </w:p>
        </w:tc>
        <w:tc>
          <w:tcPr>
            <w:tcW w:w="544" w:type="dxa"/>
            <w:shd w:val="clear" w:color="auto" w:fill="auto"/>
          </w:tcPr>
          <w:p w:rsidR="00A87899" w:rsidRDefault="00A87899" w:rsidP="00541E11">
            <w:pPr>
              <w:pStyle w:val="libVarCenter"/>
              <w:rPr>
                <w:rtl/>
              </w:rPr>
            </w:pPr>
            <w:r>
              <w:rPr>
                <w:rFonts w:hint="cs"/>
                <w:rtl/>
              </w:rPr>
              <w:t>30</w:t>
            </w:r>
          </w:p>
        </w:tc>
        <w:tc>
          <w:tcPr>
            <w:tcW w:w="3236" w:type="dxa"/>
            <w:shd w:val="clear" w:color="auto" w:fill="auto"/>
          </w:tcPr>
          <w:p w:rsidR="00A87899" w:rsidRPr="005D4EA0" w:rsidRDefault="00A87899" w:rsidP="005C730B">
            <w:pPr>
              <w:pStyle w:val="TOC3"/>
              <w:rPr>
                <w:rtl/>
              </w:rPr>
            </w:pPr>
            <w:r w:rsidRPr="005D4EA0">
              <w:rPr>
                <w:rFonts w:hint="cs"/>
                <w:rtl/>
              </w:rPr>
              <w:t>انشدك الله ان تهلك غداً بأرض مضيعة (عباس)</w:t>
            </w:r>
          </w:p>
        </w:tc>
        <w:tc>
          <w:tcPr>
            <w:tcW w:w="558" w:type="dxa"/>
            <w:shd w:val="clear" w:color="auto" w:fill="auto"/>
          </w:tcPr>
          <w:p w:rsidR="00A87899" w:rsidRDefault="00A87899" w:rsidP="005C730B">
            <w:pPr>
              <w:rPr>
                <w:rtl/>
              </w:rPr>
            </w:pPr>
          </w:p>
        </w:tc>
      </w:tr>
      <w:tr w:rsidR="00A87899" w:rsidTr="005C730B">
        <w:tc>
          <w:tcPr>
            <w:tcW w:w="3249" w:type="dxa"/>
            <w:shd w:val="clear" w:color="auto" w:fill="auto"/>
          </w:tcPr>
          <w:p w:rsidR="00A87899" w:rsidRPr="004C5EEF" w:rsidRDefault="00A87899" w:rsidP="005C730B">
            <w:pPr>
              <w:pStyle w:val="TOC3"/>
              <w:rPr>
                <w:rtl/>
              </w:rPr>
            </w:pPr>
            <w:r w:rsidRPr="004C5EEF">
              <w:rPr>
                <w:rFonts w:hint="cs"/>
                <w:rtl/>
              </w:rPr>
              <w:t>أما والله لقد سمعت رسول الله صلى</w:t>
            </w:r>
            <w:r>
              <w:rPr>
                <w:rFonts w:hint="cs"/>
                <w:rtl/>
              </w:rPr>
              <w:t xml:space="preserve"> </w:t>
            </w:r>
            <w:r w:rsidRPr="004C5EEF">
              <w:rPr>
                <w:rFonts w:hint="cs"/>
                <w:rtl/>
              </w:rPr>
              <w:t>الله عليه واله وسلم يقول اللهم إني أستودعكه (زيد بن أرقم)</w:t>
            </w:r>
          </w:p>
        </w:tc>
        <w:tc>
          <w:tcPr>
            <w:tcW w:w="544" w:type="dxa"/>
            <w:shd w:val="clear" w:color="auto" w:fill="auto"/>
          </w:tcPr>
          <w:p w:rsidR="00A87899" w:rsidRDefault="00A87899" w:rsidP="00541E11">
            <w:pPr>
              <w:pStyle w:val="libVarCenter"/>
              <w:rPr>
                <w:rtl/>
              </w:rPr>
            </w:pPr>
            <w:r>
              <w:rPr>
                <w:rFonts w:hint="cs"/>
                <w:rtl/>
              </w:rPr>
              <w:t>15</w:t>
            </w:r>
          </w:p>
        </w:tc>
        <w:tc>
          <w:tcPr>
            <w:tcW w:w="3236" w:type="dxa"/>
            <w:shd w:val="clear" w:color="auto" w:fill="auto"/>
          </w:tcPr>
          <w:p w:rsidR="00A87899" w:rsidRPr="005D4EA0" w:rsidRDefault="00A87899" w:rsidP="005C730B">
            <w:pPr>
              <w:pStyle w:val="TOC3"/>
              <w:rPr>
                <w:rtl/>
              </w:rPr>
            </w:pPr>
            <w:r w:rsidRPr="005D4EA0">
              <w:rPr>
                <w:rFonts w:hint="cs"/>
                <w:rtl/>
              </w:rPr>
              <w:t>ان كنت اردت بكتابك برّي (الحسين)</w:t>
            </w:r>
          </w:p>
        </w:tc>
        <w:tc>
          <w:tcPr>
            <w:tcW w:w="558" w:type="dxa"/>
            <w:shd w:val="clear" w:color="auto" w:fill="auto"/>
          </w:tcPr>
          <w:p w:rsidR="00A87899" w:rsidRDefault="00A87899" w:rsidP="005C730B">
            <w:pPr>
              <w:rPr>
                <w:rtl/>
              </w:rPr>
            </w:pPr>
          </w:p>
        </w:tc>
      </w:tr>
      <w:tr w:rsidR="00A87899" w:rsidTr="005C730B">
        <w:tc>
          <w:tcPr>
            <w:tcW w:w="3249" w:type="dxa"/>
            <w:shd w:val="clear" w:color="auto" w:fill="auto"/>
          </w:tcPr>
          <w:p w:rsidR="00A87899" w:rsidRPr="004C5EEF" w:rsidRDefault="00A87899" w:rsidP="005C730B">
            <w:pPr>
              <w:pStyle w:val="TOC3"/>
              <w:rPr>
                <w:rtl/>
              </w:rPr>
            </w:pPr>
            <w:r w:rsidRPr="004C5EEF">
              <w:rPr>
                <w:rFonts w:hint="cs"/>
                <w:rtl/>
              </w:rPr>
              <w:t>إن أبي حدثني (الحسين)</w:t>
            </w:r>
          </w:p>
        </w:tc>
        <w:tc>
          <w:tcPr>
            <w:tcW w:w="544" w:type="dxa"/>
            <w:shd w:val="clear" w:color="auto" w:fill="auto"/>
          </w:tcPr>
          <w:p w:rsidR="00A87899" w:rsidRDefault="00A87899" w:rsidP="00541E11">
            <w:pPr>
              <w:pStyle w:val="libVarCenter"/>
              <w:rPr>
                <w:rtl/>
              </w:rPr>
            </w:pPr>
            <w:r>
              <w:rPr>
                <w:rFonts w:hint="cs"/>
                <w:rtl/>
              </w:rPr>
              <w:t>8</w:t>
            </w:r>
          </w:p>
        </w:tc>
        <w:tc>
          <w:tcPr>
            <w:tcW w:w="3236" w:type="dxa"/>
            <w:shd w:val="clear" w:color="auto" w:fill="auto"/>
          </w:tcPr>
          <w:p w:rsidR="00A87899" w:rsidRPr="005D4EA0" w:rsidRDefault="00A87899" w:rsidP="005C730B">
            <w:pPr>
              <w:pStyle w:val="TOC3"/>
              <w:rPr>
                <w:rtl/>
              </w:rPr>
            </w:pPr>
            <w:r w:rsidRPr="005D4EA0">
              <w:rPr>
                <w:rFonts w:hint="cs"/>
                <w:rtl/>
              </w:rPr>
              <w:t>إن لم يكن لكم دين</w:t>
            </w:r>
            <w:r>
              <w:rPr>
                <w:rFonts w:hint="cs"/>
                <w:rtl/>
              </w:rPr>
              <w:t xml:space="preserve"> و</w:t>
            </w:r>
            <w:r w:rsidRPr="005D4EA0">
              <w:rPr>
                <w:rFonts w:hint="cs"/>
                <w:rtl/>
              </w:rPr>
              <w:t>كنتم لا تخافون (الحسين)</w:t>
            </w:r>
          </w:p>
        </w:tc>
        <w:tc>
          <w:tcPr>
            <w:tcW w:w="558" w:type="dxa"/>
            <w:shd w:val="clear" w:color="auto" w:fill="auto"/>
          </w:tcPr>
          <w:p w:rsidR="00A87899" w:rsidRDefault="00A87899" w:rsidP="005C730B">
            <w:pPr>
              <w:rPr>
                <w:rtl/>
              </w:rPr>
            </w:pPr>
          </w:p>
        </w:tc>
      </w:tr>
      <w:tr w:rsidR="00A87899" w:rsidTr="005C730B">
        <w:tc>
          <w:tcPr>
            <w:tcW w:w="3249" w:type="dxa"/>
            <w:shd w:val="clear" w:color="auto" w:fill="auto"/>
          </w:tcPr>
          <w:p w:rsidR="00A87899" w:rsidRPr="004C5EEF" w:rsidRDefault="00A87899" w:rsidP="005C730B">
            <w:pPr>
              <w:pStyle w:val="TOC3"/>
              <w:rPr>
                <w:rtl/>
              </w:rPr>
            </w:pPr>
            <w:r w:rsidRPr="004C5EEF">
              <w:rPr>
                <w:rFonts w:hint="cs"/>
                <w:rtl/>
              </w:rPr>
              <w:t>أنا حرب لم حاربكم وسلم لمن سالمكم (النبي)</w:t>
            </w:r>
          </w:p>
        </w:tc>
        <w:tc>
          <w:tcPr>
            <w:tcW w:w="544" w:type="dxa"/>
            <w:shd w:val="clear" w:color="auto" w:fill="auto"/>
          </w:tcPr>
          <w:p w:rsidR="00A87899" w:rsidRDefault="00A87899" w:rsidP="00541E11">
            <w:pPr>
              <w:pStyle w:val="libVarCenter"/>
              <w:rPr>
                <w:rtl/>
              </w:rPr>
            </w:pPr>
            <w:r>
              <w:rPr>
                <w:rFonts w:hint="cs"/>
                <w:rtl/>
              </w:rPr>
              <w:t>14</w:t>
            </w:r>
          </w:p>
        </w:tc>
        <w:tc>
          <w:tcPr>
            <w:tcW w:w="3236" w:type="dxa"/>
            <w:shd w:val="clear" w:color="auto" w:fill="auto"/>
          </w:tcPr>
          <w:p w:rsidR="00A87899" w:rsidRPr="005D4EA0" w:rsidRDefault="00A87899" w:rsidP="005C730B">
            <w:pPr>
              <w:pStyle w:val="TOC3"/>
              <w:rPr>
                <w:rtl/>
              </w:rPr>
            </w:pPr>
            <w:r w:rsidRPr="005D4EA0">
              <w:rPr>
                <w:rFonts w:hint="cs"/>
                <w:rtl/>
              </w:rPr>
              <w:t>إن النبي بايع الحسن والحسين</w:t>
            </w:r>
          </w:p>
        </w:tc>
        <w:tc>
          <w:tcPr>
            <w:tcW w:w="558" w:type="dxa"/>
            <w:shd w:val="clear" w:color="auto" w:fill="auto"/>
          </w:tcPr>
          <w:p w:rsidR="00A87899" w:rsidRDefault="00A87899" w:rsidP="005C730B">
            <w:pPr>
              <w:rPr>
                <w:rtl/>
              </w:rPr>
            </w:pPr>
          </w:p>
        </w:tc>
      </w:tr>
      <w:tr w:rsidR="00A87899" w:rsidTr="005C730B">
        <w:tc>
          <w:tcPr>
            <w:tcW w:w="3249" w:type="dxa"/>
            <w:shd w:val="clear" w:color="auto" w:fill="auto"/>
          </w:tcPr>
          <w:p w:rsidR="00A87899" w:rsidRPr="004C5EEF" w:rsidRDefault="00A87899" w:rsidP="005C730B">
            <w:pPr>
              <w:pStyle w:val="TOC3"/>
              <w:rPr>
                <w:rtl/>
              </w:rPr>
            </w:pPr>
            <w:r w:rsidRPr="004C5EEF">
              <w:rPr>
                <w:rFonts w:hint="cs"/>
                <w:rtl/>
              </w:rPr>
              <w:t>ان رسول الله صلى الله عليه واله وسلم كان عند أم سلمة</w:t>
            </w:r>
          </w:p>
        </w:tc>
        <w:tc>
          <w:tcPr>
            <w:tcW w:w="544" w:type="dxa"/>
            <w:shd w:val="clear" w:color="auto" w:fill="auto"/>
          </w:tcPr>
          <w:p w:rsidR="00A87899" w:rsidRDefault="00A87899" w:rsidP="00541E11">
            <w:pPr>
              <w:pStyle w:val="libVarCenter"/>
              <w:rPr>
                <w:rtl/>
              </w:rPr>
            </w:pPr>
            <w:r>
              <w:rPr>
                <w:rFonts w:hint="cs"/>
                <w:rtl/>
              </w:rPr>
              <w:t>15</w:t>
            </w:r>
          </w:p>
        </w:tc>
        <w:tc>
          <w:tcPr>
            <w:tcW w:w="3236" w:type="dxa"/>
            <w:shd w:val="clear" w:color="auto" w:fill="auto"/>
          </w:tcPr>
          <w:p w:rsidR="00A87899" w:rsidRPr="005D4EA0" w:rsidRDefault="00A87899" w:rsidP="005C730B">
            <w:pPr>
              <w:pStyle w:val="TOC3"/>
              <w:rPr>
                <w:rtl/>
              </w:rPr>
            </w:pPr>
            <w:r w:rsidRPr="005D4EA0">
              <w:rPr>
                <w:rFonts w:hint="cs"/>
                <w:rtl/>
              </w:rPr>
              <w:t>إنها رأت أن عضوا من أعضا النبي (الفضل)</w:t>
            </w:r>
          </w:p>
        </w:tc>
        <w:tc>
          <w:tcPr>
            <w:tcW w:w="558" w:type="dxa"/>
            <w:shd w:val="clear" w:color="auto" w:fill="auto"/>
          </w:tcPr>
          <w:p w:rsidR="00A87899" w:rsidRDefault="00A87899" w:rsidP="005C730B">
            <w:pPr>
              <w:rPr>
                <w:rtl/>
              </w:rPr>
            </w:pPr>
          </w:p>
        </w:tc>
      </w:tr>
      <w:tr w:rsidR="00A87899" w:rsidTr="005C730B">
        <w:tc>
          <w:tcPr>
            <w:tcW w:w="3249" w:type="dxa"/>
            <w:shd w:val="clear" w:color="auto" w:fill="auto"/>
          </w:tcPr>
          <w:p w:rsidR="00A87899" w:rsidRPr="004C5EEF" w:rsidRDefault="00A87899" w:rsidP="005C730B">
            <w:pPr>
              <w:pStyle w:val="TOC3"/>
              <w:rPr>
                <w:rtl/>
              </w:rPr>
            </w:pPr>
            <w:r w:rsidRPr="004C5EEF">
              <w:rPr>
                <w:rFonts w:hint="cs"/>
                <w:rtl/>
              </w:rPr>
              <w:t>انا سلم لمن سالمتم</w:t>
            </w:r>
            <w:r>
              <w:rPr>
                <w:rFonts w:hint="cs"/>
                <w:rtl/>
              </w:rPr>
              <w:t xml:space="preserve"> و</w:t>
            </w:r>
            <w:r w:rsidRPr="004C5EEF">
              <w:rPr>
                <w:rFonts w:hint="cs"/>
                <w:rtl/>
              </w:rPr>
              <w:t>حرب لمن حاربتم(النبي)</w:t>
            </w:r>
          </w:p>
        </w:tc>
        <w:tc>
          <w:tcPr>
            <w:tcW w:w="544" w:type="dxa"/>
            <w:shd w:val="clear" w:color="auto" w:fill="auto"/>
          </w:tcPr>
          <w:p w:rsidR="00A87899" w:rsidRDefault="00A87899" w:rsidP="00541E11">
            <w:pPr>
              <w:pStyle w:val="libVarCenter"/>
              <w:rPr>
                <w:rtl/>
              </w:rPr>
            </w:pPr>
            <w:r>
              <w:rPr>
                <w:rFonts w:hint="cs"/>
                <w:rtl/>
              </w:rPr>
              <w:t>14</w:t>
            </w:r>
          </w:p>
        </w:tc>
        <w:tc>
          <w:tcPr>
            <w:tcW w:w="3236" w:type="dxa"/>
            <w:shd w:val="clear" w:color="auto" w:fill="auto"/>
          </w:tcPr>
          <w:p w:rsidR="00A87899" w:rsidRPr="005D4EA0" w:rsidRDefault="00A87899" w:rsidP="005C730B">
            <w:pPr>
              <w:pStyle w:val="TOC3"/>
              <w:rPr>
                <w:rtl/>
              </w:rPr>
            </w:pPr>
            <w:r w:rsidRPr="005D4EA0">
              <w:rPr>
                <w:rFonts w:hint="cs"/>
                <w:rtl/>
              </w:rPr>
              <w:t>ان هجنا بأبي عبدالله إلا أسداً (الوليد)</w:t>
            </w:r>
          </w:p>
        </w:tc>
        <w:tc>
          <w:tcPr>
            <w:tcW w:w="558" w:type="dxa"/>
            <w:shd w:val="clear" w:color="auto" w:fill="auto"/>
          </w:tcPr>
          <w:p w:rsidR="00A87899" w:rsidRDefault="00A87899" w:rsidP="005C730B">
            <w:pPr>
              <w:rPr>
                <w:rtl/>
              </w:rPr>
            </w:pPr>
          </w:p>
        </w:tc>
      </w:tr>
      <w:tr w:rsidR="00A87899" w:rsidTr="005C730B">
        <w:tc>
          <w:tcPr>
            <w:tcW w:w="3249" w:type="dxa"/>
            <w:shd w:val="clear" w:color="auto" w:fill="auto"/>
          </w:tcPr>
          <w:p w:rsidR="00A87899" w:rsidRDefault="00A87899" w:rsidP="005C730B">
            <w:pPr>
              <w:pStyle w:val="TOC3"/>
            </w:pPr>
            <w:r w:rsidRPr="004C5EEF">
              <w:rPr>
                <w:rFonts w:hint="cs"/>
                <w:rtl/>
              </w:rPr>
              <w:t>أنا الشجرة وفاطمة أصلها وعلي لقاحها</w:t>
            </w:r>
          </w:p>
        </w:tc>
        <w:tc>
          <w:tcPr>
            <w:tcW w:w="544" w:type="dxa"/>
            <w:shd w:val="clear" w:color="auto" w:fill="auto"/>
          </w:tcPr>
          <w:p w:rsidR="00A87899" w:rsidRDefault="00A87899" w:rsidP="005C730B">
            <w:pPr>
              <w:rPr>
                <w:rtl/>
              </w:rPr>
            </w:pPr>
          </w:p>
        </w:tc>
        <w:tc>
          <w:tcPr>
            <w:tcW w:w="3236" w:type="dxa"/>
            <w:shd w:val="clear" w:color="auto" w:fill="auto"/>
          </w:tcPr>
          <w:p w:rsidR="00A87899" w:rsidRPr="005D4EA0" w:rsidRDefault="00A87899" w:rsidP="005C730B">
            <w:pPr>
              <w:pStyle w:val="TOC3"/>
              <w:rPr>
                <w:rtl/>
              </w:rPr>
            </w:pPr>
            <w:r w:rsidRPr="005D4EA0">
              <w:rPr>
                <w:rFonts w:hint="cs"/>
                <w:rtl/>
              </w:rPr>
              <w:t>إن هذه مملوءة كتباً (الحسين)</w:t>
            </w:r>
          </w:p>
        </w:tc>
        <w:tc>
          <w:tcPr>
            <w:tcW w:w="558" w:type="dxa"/>
            <w:shd w:val="clear" w:color="auto" w:fill="auto"/>
          </w:tcPr>
          <w:p w:rsidR="00A87899" w:rsidRDefault="00A87899" w:rsidP="005C730B">
            <w:pPr>
              <w:rPr>
                <w:rtl/>
              </w:rPr>
            </w:pPr>
          </w:p>
        </w:tc>
      </w:tr>
    </w:tbl>
    <w:p w:rsidR="00A87899" w:rsidRDefault="00A87899" w:rsidP="00541E11">
      <w:pPr>
        <w:pStyle w:val="libNormal"/>
      </w:pPr>
      <w:r>
        <w:br w:type="page"/>
      </w:r>
    </w:p>
    <w:tbl>
      <w:tblPr>
        <w:bidiVisual/>
        <w:tblW w:w="0" w:type="auto"/>
        <w:tblLook w:val="04A0"/>
      </w:tblPr>
      <w:tblGrid>
        <w:gridCol w:w="3249"/>
        <w:gridCol w:w="544"/>
        <w:gridCol w:w="3236"/>
        <w:gridCol w:w="558"/>
      </w:tblGrid>
      <w:tr w:rsidR="00A87899" w:rsidTr="005C730B">
        <w:tc>
          <w:tcPr>
            <w:tcW w:w="3249" w:type="dxa"/>
            <w:shd w:val="clear" w:color="auto" w:fill="auto"/>
          </w:tcPr>
          <w:p w:rsidR="00A87899" w:rsidRPr="00781B22" w:rsidRDefault="00A87899" w:rsidP="005C730B">
            <w:pPr>
              <w:pStyle w:val="TOC3"/>
              <w:rPr>
                <w:rtl/>
              </w:rPr>
            </w:pPr>
            <w:r w:rsidRPr="00781B22">
              <w:rPr>
                <w:rFonts w:hint="cs"/>
                <w:rtl/>
              </w:rPr>
              <w:lastRenderedPageBreak/>
              <w:t xml:space="preserve">ان هذا ابن رسول الله صلى الله عليه واله وسلم </w:t>
            </w:r>
          </w:p>
        </w:tc>
        <w:tc>
          <w:tcPr>
            <w:tcW w:w="544" w:type="dxa"/>
            <w:shd w:val="clear" w:color="auto" w:fill="auto"/>
          </w:tcPr>
          <w:p w:rsidR="00A87899" w:rsidRDefault="00A87899" w:rsidP="00541E11">
            <w:pPr>
              <w:pStyle w:val="libVarCenter"/>
              <w:rPr>
                <w:rtl/>
              </w:rPr>
            </w:pPr>
            <w:r>
              <w:rPr>
                <w:rFonts w:hint="cs"/>
                <w:rtl/>
              </w:rPr>
              <w:t>20</w:t>
            </w:r>
          </w:p>
        </w:tc>
        <w:tc>
          <w:tcPr>
            <w:tcW w:w="3236" w:type="dxa"/>
            <w:shd w:val="clear" w:color="auto" w:fill="auto"/>
          </w:tcPr>
          <w:p w:rsidR="00A87899" w:rsidRPr="00BB35B1" w:rsidRDefault="00A87899" w:rsidP="005C730B">
            <w:pPr>
              <w:pStyle w:val="TOC3"/>
              <w:rPr>
                <w:rtl/>
                <w:lang w:bidi="ar-IQ"/>
              </w:rPr>
            </w:pPr>
            <w:r w:rsidRPr="00BB35B1">
              <w:rPr>
                <w:rFonts w:hint="cs"/>
                <w:rtl/>
                <w:lang w:bidi="ar-IQ"/>
              </w:rPr>
              <w:t>بيت فاطمة في جوف المسجد (الصادق)</w:t>
            </w:r>
          </w:p>
        </w:tc>
        <w:tc>
          <w:tcPr>
            <w:tcW w:w="558" w:type="dxa"/>
            <w:shd w:val="clear" w:color="auto" w:fill="auto"/>
          </w:tcPr>
          <w:p w:rsidR="00A87899" w:rsidRDefault="00A87899" w:rsidP="00541E11">
            <w:pPr>
              <w:pStyle w:val="libVarCenter"/>
              <w:rPr>
                <w:rtl/>
              </w:rPr>
            </w:pPr>
            <w:r>
              <w:rPr>
                <w:rFonts w:hint="cs"/>
                <w:rtl/>
              </w:rPr>
              <w:t>17</w:t>
            </w:r>
          </w:p>
        </w:tc>
      </w:tr>
      <w:tr w:rsidR="00A87899" w:rsidTr="005C730B">
        <w:tc>
          <w:tcPr>
            <w:tcW w:w="3249" w:type="dxa"/>
            <w:shd w:val="clear" w:color="auto" w:fill="auto"/>
          </w:tcPr>
          <w:p w:rsidR="00A87899" w:rsidRPr="00781B22" w:rsidRDefault="00A87899" w:rsidP="005C730B">
            <w:pPr>
              <w:pStyle w:val="TOC3"/>
              <w:rPr>
                <w:rtl/>
              </w:rPr>
            </w:pPr>
            <w:r w:rsidRPr="00781B22">
              <w:rPr>
                <w:rFonts w:hint="cs"/>
                <w:rtl/>
              </w:rPr>
              <w:t>أنه حج ماشياً خمساً وعشرين</w:t>
            </w:r>
          </w:p>
        </w:tc>
        <w:tc>
          <w:tcPr>
            <w:tcW w:w="544" w:type="dxa"/>
            <w:shd w:val="clear" w:color="auto" w:fill="auto"/>
          </w:tcPr>
          <w:p w:rsidR="00A87899" w:rsidRDefault="00A87899" w:rsidP="00541E11">
            <w:pPr>
              <w:pStyle w:val="libVarCenter"/>
              <w:rPr>
                <w:rtl/>
              </w:rPr>
            </w:pPr>
            <w:r>
              <w:rPr>
                <w:rFonts w:hint="cs"/>
                <w:rtl/>
              </w:rPr>
              <w:t>22</w:t>
            </w:r>
          </w:p>
        </w:tc>
        <w:tc>
          <w:tcPr>
            <w:tcW w:w="3236" w:type="dxa"/>
            <w:shd w:val="clear" w:color="auto" w:fill="auto"/>
          </w:tcPr>
          <w:p w:rsidR="00A87899" w:rsidRPr="00BB35B1" w:rsidRDefault="00A87899" w:rsidP="005C730B">
            <w:pPr>
              <w:pStyle w:val="TOC3"/>
              <w:rPr>
                <w:rtl/>
                <w:lang w:bidi="ar-IQ"/>
              </w:rPr>
            </w:pPr>
            <w:r w:rsidRPr="00BB35B1">
              <w:rPr>
                <w:rFonts w:hint="cs"/>
                <w:rtl/>
                <w:lang w:bidi="ar-IQ"/>
              </w:rPr>
              <w:t>تبا لكم أيتها الجماعة وترحاً (الحسين)</w:t>
            </w:r>
          </w:p>
        </w:tc>
        <w:tc>
          <w:tcPr>
            <w:tcW w:w="558" w:type="dxa"/>
            <w:shd w:val="clear" w:color="auto" w:fill="auto"/>
          </w:tcPr>
          <w:p w:rsidR="00A87899" w:rsidRDefault="00A87899" w:rsidP="00541E11">
            <w:pPr>
              <w:pStyle w:val="libVarCenter"/>
              <w:rPr>
                <w:rtl/>
              </w:rPr>
            </w:pPr>
            <w:r>
              <w:rPr>
                <w:rFonts w:hint="cs"/>
                <w:rtl/>
              </w:rPr>
              <w:t>30</w:t>
            </w:r>
          </w:p>
        </w:tc>
      </w:tr>
      <w:tr w:rsidR="00A87899" w:rsidTr="005C730B">
        <w:tc>
          <w:tcPr>
            <w:tcW w:w="3249" w:type="dxa"/>
            <w:shd w:val="clear" w:color="auto" w:fill="auto"/>
          </w:tcPr>
          <w:p w:rsidR="00A87899" w:rsidRPr="00781B22" w:rsidRDefault="00A87899" w:rsidP="005C730B">
            <w:pPr>
              <w:pStyle w:val="TOC3"/>
              <w:rPr>
                <w:rtl/>
              </w:rPr>
            </w:pPr>
            <w:r w:rsidRPr="00781B22">
              <w:rPr>
                <w:rFonts w:hint="cs"/>
                <w:rtl/>
              </w:rPr>
              <w:t>إني أرجو ان يعطى أخي (الحسين)</w:t>
            </w:r>
          </w:p>
        </w:tc>
        <w:tc>
          <w:tcPr>
            <w:tcW w:w="544" w:type="dxa"/>
            <w:shd w:val="clear" w:color="auto" w:fill="auto"/>
          </w:tcPr>
          <w:p w:rsidR="00A87899" w:rsidRDefault="00A87899" w:rsidP="00541E11">
            <w:pPr>
              <w:pStyle w:val="libVarCenter"/>
              <w:rPr>
                <w:rtl/>
              </w:rPr>
            </w:pPr>
            <w:r>
              <w:rPr>
                <w:rFonts w:hint="cs"/>
                <w:rtl/>
              </w:rPr>
              <w:t>25</w:t>
            </w:r>
          </w:p>
        </w:tc>
        <w:tc>
          <w:tcPr>
            <w:tcW w:w="3236" w:type="dxa"/>
            <w:shd w:val="clear" w:color="auto" w:fill="auto"/>
          </w:tcPr>
          <w:p w:rsidR="00A87899" w:rsidRPr="00BB35B1" w:rsidRDefault="00A87899" w:rsidP="005C730B">
            <w:pPr>
              <w:pStyle w:val="TOC3"/>
              <w:rPr>
                <w:rtl/>
                <w:lang w:bidi="ar-IQ"/>
              </w:rPr>
            </w:pPr>
            <w:r w:rsidRPr="00BB35B1">
              <w:rPr>
                <w:rFonts w:hint="cs"/>
                <w:rtl/>
                <w:lang w:bidi="ar-IQ"/>
              </w:rPr>
              <w:t>نصبح وننظر ما يصنع الناس (الحسين)</w:t>
            </w:r>
          </w:p>
        </w:tc>
        <w:tc>
          <w:tcPr>
            <w:tcW w:w="558" w:type="dxa"/>
            <w:shd w:val="clear" w:color="auto" w:fill="auto"/>
          </w:tcPr>
          <w:p w:rsidR="00A87899" w:rsidRDefault="00A87899" w:rsidP="00541E11">
            <w:pPr>
              <w:pStyle w:val="libVarCenter"/>
              <w:rPr>
                <w:rtl/>
              </w:rPr>
            </w:pPr>
            <w:r>
              <w:rPr>
                <w:rFonts w:hint="cs"/>
                <w:rtl/>
              </w:rPr>
              <w:t>26</w:t>
            </w:r>
          </w:p>
        </w:tc>
      </w:tr>
      <w:tr w:rsidR="00A87899" w:rsidTr="005C730B">
        <w:tc>
          <w:tcPr>
            <w:tcW w:w="3249" w:type="dxa"/>
            <w:shd w:val="clear" w:color="auto" w:fill="auto"/>
          </w:tcPr>
          <w:p w:rsidR="00A87899" w:rsidRPr="00781B22" w:rsidRDefault="00A87899" w:rsidP="005C730B">
            <w:pPr>
              <w:pStyle w:val="TOC3"/>
              <w:rPr>
                <w:rtl/>
              </w:rPr>
            </w:pPr>
            <w:r w:rsidRPr="00781B22">
              <w:rPr>
                <w:rFonts w:hint="cs"/>
                <w:rtl/>
              </w:rPr>
              <w:t>إني أسال الله ان يلهمك رشدك (عمرو بن سعيد)</w:t>
            </w:r>
          </w:p>
        </w:tc>
        <w:tc>
          <w:tcPr>
            <w:tcW w:w="544" w:type="dxa"/>
            <w:shd w:val="clear" w:color="auto" w:fill="auto"/>
          </w:tcPr>
          <w:p w:rsidR="00A87899" w:rsidRDefault="00A87899" w:rsidP="00541E11">
            <w:pPr>
              <w:pStyle w:val="libVarCenter"/>
              <w:rPr>
                <w:rtl/>
              </w:rPr>
            </w:pPr>
            <w:r>
              <w:rPr>
                <w:rFonts w:hint="cs"/>
                <w:rtl/>
              </w:rPr>
              <w:t>27</w:t>
            </w:r>
          </w:p>
        </w:tc>
        <w:tc>
          <w:tcPr>
            <w:tcW w:w="3236" w:type="dxa"/>
            <w:shd w:val="clear" w:color="auto" w:fill="auto"/>
          </w:tcPr>
          <w:p w:rsidR="00A87899" w:rsidRPr="00BB35B1" w:rsidRDefault="00A87899" w:rsidP="005C730B">
            <w:pPr>
              <w:pStyle w:val="TOC3"/>
              <w:rPr>
                <w:rtl/>
                <w:lang w:bidi="ar-IQ"/>
              </w:rPr>
            </w:pPr>
            <w:r w:rsidRPr="00BB35B1">
              <w:rPr>
                <w:rFonts w:hint="cs"/>
                <w:rtl/>
                <w:lang w:bidi="ar-IQ"/>
              </w:rPr>
              <w:t>توفى معاوية ليلة النصف من رجب سنة ستين</w:t>
            </w:r>
          </w:p>
        </w:tc>
        <w:tc>
          <w:tcPr>
            <w:tcW w:w="558" w:type="dxa"/>
            <w:shd w:val="clear" w:color="auto" w:fill="auto"/>
          </w:tcPr>
          <w:p w:rsidR="00A87899" w:rsidRDefault="00A87899" w:rsidP="00541E11">
            <w:pPr>
              <w:pStyle w:val="libVarCenter"/>
              <w:rPr>
                <w:rtl/>
              </w:rPr>
            </w:pPr>
            <w:r>
              <w:rPr>
                <w:rFonts w:hint="cs"/>
                <w:rtl/>
              </w:rPr>
              <w:t>26</w:t>
            </w:r>
          </w:p>
        </w:tc>
      </w:tr>
      <w:tr w:rsidR="00A87899" w:rsidTr="005C730B">
        <w:tc>
          <w:tcPr>
            <w:tcW w:w="3249" w:type="dxa"/>
            <w:shd w:val="clear" w:color="auto" w:fill="auto"/>
          </w:tcPr>
          <w:p w:rsidR="00A87899" w:rsidRPr="00781B22" w:rsidRDefault="00A87899" w:rsidP="005C730B">
            <w:pPr>
              <w:pStyle w:val="TOC3"/>
              <w:rPr>
                <w:rtl/>
              </w:rPr>
            </w:pPr>
            <w:r w:rsidRPr="00781B22">
              <w:rPr>
                <w:rFonts w:hint="cs"/>
                <w:rtl/>
              </w:rPr>
              <w:t>إني رأيت رؤيا</w:t>
            </w:r>
            <w:r>
              <w:rPr>
                <w:rFonts w:hint="cs"/>
                <w:rtl/>
              </w:rPr>
              <w:t xml:space="preserve"> و</w:t>
            </w:r>
            <w:r w:rsidRPr="00781B22">
              <w:rPr>
                <w:rFonts w:hint="cs"/>
                <w:rtl/>
              </w:rPr>
              <w:t>رأيت فيها (الحسين)</w:t>
            </w:r>
          </w:p>
        </w:tc>
        <w:tc>
          <w:tcPr>
            <w:tcW w:w="544" w:type="dxa"/>
            <w:shd w:val="clear" w:color="auto" w:fill="auto"/>
          </w:tcPr>
          <w:p w:rsidR="00A87899" w:rsidRDefault="00A87899" w:rsidP="00541E11">
            <w:pPr>
              <w:pStyle w:val="libVarCenter"/>
              <w:rPr>
                <w:rtl/>
              </w:rPr>
            </w:pPr>
            <w:r>
              <w:rPr>
                <w:rFonts w:hint="cs"/>
                <w:rtl/>
              </w:rPr>
              <w:t>27</w:t>
            </w:r>
          </w:p>
        </w:tc>
        <w:tc>
          <w:tcPr>
            <w:tcW w:w="3236" w:type="dxa"/>
            <w:shd w:val="clear" w:color="auto" w:fill="auto"/>
          </w:tcPr>
          <w:p w:rsidR="00A87899" w:rsidRPr="00BB35B1" w:rsidRDefault="00A87899" w:rsidP="005C730B">
            <w:pPr>
              <w:pStyle w:val="TOC3"/>
              <w:rPr>
                <w:rtl/>
                <w:lang w:bidi="ar-IQ"/>
              </w:rPr>
            </w:pPr>
            <w:r w:rsidRPr="00BB35B1">
              <w:rPr>
                <w:rFonts w:hint="cs"/>
                <w:rtl/>
                <w:lang w:bidi="ar-IQ"/>
              </w:rPr>
              <w:t>جاءت فاطمة ومعها الحسن والحسين الى النبي</w:t>
            </w:r>
          </w:p>
        </w:tc>
        <w:tc>
          <w:tcPr>
            <w:tcW w:w="558" w:type="dxa"/>
            <w:shd w:val="clear" w:color="auto" w:fill="auto"/>
          </w:tcPr>
          <w:p w:rsidR="00A87899" w:rsidRDefault="00A87899" w:rsidP="00541E11">
            <w:pPr>
              <w:pStyle w:val="libVarCenter"/>
              <w:rPr>
                <w:rtl/>
              </w:rPr>
            </w:pPr>
            <w:r>
              <w:rPr>
                <w:rFonts w:hint="cs"/>
                <w:rtl/>
              </w:rPr>
              <w:t>15</w:t>
            </w:r>
          </w:p>
        </w:tc>
      </w:tr>
      <w:tr w:rsidR="00A87899" w:rsidTr="005C730B">
        <w:tc>
          <w:tcPr>
            <w:tcW w:w="3249" w:type="dxa"/>
            <w:shd w:val="clear" w:color="auto" w:fill="auto"/>
          </w:tcPr>
          <w:p w:rsidR="00A87899" w:rsidRPr="00781B22" w:rsidRDefault="00A87899" w:rsidP="005C730B">
            <w:pPr>
              <w:pStyle w:val="TOC3"/>
              <w:rPr>
                <w:rtl/>
              </w:rPr>
            </w:pPr>
            <w:r w:rsidRPr="00781B22">
              <w:rPr>
                <w:rFonts w:hint="cs"/>
                <w:rtl/>
              </w:rPr>
              <w:t>إني أمرت أن اغير اسم ابني (النبي)</w:t>
            </w:r>
          </w:p>
        </w:tc>
        <w:tc>
          <w:tcPr>
            <w:tcW w:w="544" w:type="dxa"/>
            <w:shd w:val="clear" w:color="auto" w:fill="auto"/>
          </w:tcPr>
          <w:p w:rsidR="00A87899" w:rsidRDefault="00A87899" w:rsidP="00541E11">
            <w:pPr>
              <w:pStyle w:val="libVarCenter"/>
              <w:rPr>
                <w:rtl/>
              </w:rPr>
            </w:pPr>
            <w:r>
              <w:rPr>
                <w:rFonts w:hint="cs"/>
                <w:rtl/>
              </w:rPr>
              <w:t>1</w:t>
            </w:r>
          </w:p>
        </w:tc>
        <w:tc>
          <w:tcPr>
            <w:tcW w:w="3236" w:type="dxa"/>
            <w:shd w:val="clear" w:color="auto" w:fill="auto"/>
          </w:tcPr>
          <w:p w:rsidR="00A87899" w:rsidRPr="00BB35B1" w:rsidRDefault="00A87899" w:rsidP="005C730B">
            <w:pPr>
              <w:pStyle w:val="TOC3"/>
              <w:rPr>
                <w:rtl/>
                <w:lang w:bidi="ar-IQ"/>
              </w:rPr>
            </w:pPr>
            <w:r w:rsidRPr="00BB35B1">
              <w:rPr>
                <w:rFonts w:hint="cs"/>
                <w:rtl/>
                <w:lang w:bidi="ar-IQ"/>
              </w:rPr>
              <w:t>جزاك الله يابن عم خيراً (الحسين)</w:t>
            </w:r>
          </w:p>
        </w:tc>
        <w:tc>
          <w:tcPr>
            <w:tcW w:w="558" w:type="dxa"/>
            <w:shd w:val="clear" w:color="auto" w:fill="auto"/>
          </w:tcPr>
          <w:p w:rsidR="00A87899" w:rsidRDefault="00A87899" w:rsidP="00541E11">
            <w:pPr>
              <w:pStyle w:val="libVarCenter"/>
              <w:rPr>
                <w:rtl/>
              </w:rPr>
            </w:pPr>
            <w:r>
              <w:rPr>
                <w:rFonts w:hint="cs"/>
                <w:rtl/>
              </w:rPr>
              <w:t>27</w:t>
            </w:r>
          </w:p>
        </w:tc>
      </w:tr>
      <w:tr w:rsidR="00A87899" w:rsidTr="005C730B">
        <w:tc>
          <w:tcPr>
            <w:tcW w:w="3249" w:type="dxa"/>
            <w:shd w:val="clear" w:color="auto" w:fill="auto"/>
          </w:tcPr>
          <w:p w:rsidR="00A87899" w:rsidRPr="00781B22" w:rsidRDefault="00A87899" w:rsidP="005C730B">
            <w:pPr>
              <w:pStyle w:val="TOC3"/>
              <w:rPr>
                <w:rtl/>
              </w:rPr>
            </w:pPr>
            <w:r w:rsidRPr="00781B22">
              <w:rPr>
                <w:rFonts w:hint="cs"/>
                <w:rtl/>
              </w:rPr>
              <w:t>إني سائلك عن مسألة (الحسين)</w:t>
            </w:r>
          </w:p>
        </w:tc>
        <w:tc>
          <w:tcPr>
            <w:tcW w:w="544" w:type="dxa"/>
            <w:shd w:val="clear" w:color="auto" w:fill="auto"/>
          </w:tcPr>
          <w:p w:rsidR="00A87899" w:rsidRDefault="00A87899" w:rsidP="00541E11">
            <w:pPr>
              <w:pStyle w:val="libVarCenter"/>
              <w:rPr>
                <w:rtl/>
              </w:rPr>
            </w:pPr>
            <w:r>
              <w:rPr>
                <w:rFonts w:hint="cs"/>
                <w:rtl/>
              </w:rPr>
              <w:t>16</w:t>
            </w:r>
          </w:p>
        </w:tc>
        <w:tc>
          <w:tcPr>
            <w:tcW w:w="3236" w:type="dxa"/>
            <w:shd w:val="clear" w:color="auto" w:fill="auto"/>
          </w:tcPr>
          <w:p w:rsidR="00A87899" w:rsidRPr="00BB35B1" w:rsidRDefault="00A87899" w:rsidP="005C730B">
            <w:pPr>
              <w:pStyle w:val="TOC3"/>
              <w:rPr>
                <w:rtl/>
                <w:lang w:bidi="ar-IQ"/>
              </w:rPr>
            </w:pPr>
            <w:r w:rsidRPr="00BB35B1">
              <w:rPr>
                <w:rFonts w:hint="cs"/>
                <w:rtl/>
                <w:lang w:bidi="ar-IQ"/>
              </w:rPr>
              <w:t>الحسن والحسين سيدا شباب اهل الجنة (النبي)</w:t>
            </w:r>
          </w:p>
        </w:tc>
        <w:tc>
          <w:tcPr>
            <w:tcW w:w="558" w:type="dxa"/>
            <w:shd w:val="clear" w:color="auto" w:fill="auto"/>
          </w:tcPr>
          <w:p w:rsidR="00A87899" w:rsidRDefault="00A87899" w:rsidP="00541E11">
            <w:pPr>
              <w:pStyle w:val="libVarCenter"/>
              <w:rPr>
                <w:rtl/>
              </w:rPr>
            </w:pPr>
            <w:r>
              <w:rPr>
                <w:rFonts w:hint="cs"/>
                <w:rtl/>
              </w:rPr>
              <w:t>11</w:t>
            </w:r>
          </w:p>
        </w:tc>
      </w:tr>
      <w:tr w:rsidR="00A87899" w:rsidTr="005C730B">
        <w:tc>
          <w:tcPr>
            <w:tcW w:w="3249" w:type="dxa"/>
            <w:shd w:val="clear" w:color="auto" w:fill="auto"/>
          </w:tcPr>
          <w:p w:rsidR="00A87899" w:rsidRPr="00781B22" w:rsidRDefault="00A87899" w:rsidP="005C730B">
            <w:pPr>
              <w:pStyle w:val="TOC3"/>
              <w:rPr>
                <w:rtl/>
              </w:rPr>
            </w:pPr>
            <w:r w:rsidRPr="00781B22">
              <w:rPr>
                <w:rFonts w:hint="cs"/>
                <w:rtl/>
              </w:rPr>
              <w:t>إني لأظن أن في رأسك نزوة (معاوية)</w:t>
            </w:r>
          </w:p>
        </w:tc>
        <w:tc>
          <w:tcPr>
            <w:tcW w:w="544" w:type="dxa"/>
            <w:shd w:val="clear" w:color="auto" w:fill="auto"/>
          </w:tcPr>
          <w:p w:rsidR="00A87899" w:rsidRDefault="00A87899" w:rsidP="00541E11">
            <w:pPr>
              <w:pStyle w:val="libVarCenter"/>
              <w:rPr>
                <w:rtl/>
              </w:rPr>
            </w:pPr>
            <w:r>
              <w:rPr>
                <w:rFonts w:hint="cs"/>
                <w:rtl/>
              </w:rPr>
              <w:t>25</w:t>
            </w:r>
          </w:p>
        </w:tc>
        <w:tc>
          <w:tcPr>
            <w:tcW w:w="3236" w:type="dxa"/>
            <w:shd w:val="clear" w:color="auto" w:fill="auto"/>
          </w:tcPr>
          <w:p w:rsidR="00A87899" w:rsidRPr="00BB35B1" w:rsidRDefault="00A87899" w:rsidP="005C730B">
            <w:pPr>
              <w:pStyle w:val="TOC3"/>
              <w:rPr>
                <w:rtl/>
                <w:lang w:bidi="ar-IQ"/>
              </w:rPr>
            </w:pPr>
            <w:r w:rsidRPr="00BB35B1">
              <w:rPr>
                <w:rFonts w:hint="cs"/>
                <w:rtl/>
                <w:lang w:bidi="ar-IQ"/>
              </w:rPr>
              <w:t>الحسن والحسين هما ريحانتاي من الدنيا (النبي)</w:t>
            </w:r>
          </w:p>
        </w:tc>
        <w:tc>
          <w:tcPr>
            <w:tcW w:w="558" w:type="dxa"/>
            <w:shd w:val="clear" w:color="auto" w:fill="auto"/>
          </w:tcPr>
          <w:p w:rsidR="00A87899" w:rsidRDefault="00A87899" w:rsidP="00541E11">
            <w:pPr>
              <w:pStyle w:val="libVarCenter"/>
              <w:rPr>
                <w:rtl/>
              </w:rPr>
            </w:pPr>
            <w:r>
              <w:rPr>
                <w:rFonts w:hint="cs"/>
                <w:rtl/>
              </w:rPr>
              <w:t>11</w:t>
            </w:r>
          </w:p>
        </w:tc>
      </w:tr>
      <w:tr w:rsidR="00A87899" w:rsidTr="005C730B">
        <w:tc>
          <w:tcPr>
            <w:tcW w:w="3249" w:type="dxa"/>
            <w:shd w:val="clear" w:color="auto" w:fill="auto"/>
          </w:tcPr>
          <w:p w:rsidR="00A87899" w:rsidRPr="00781B22" w:rsidRDefault="00A87899" w:rsidP="005C730B">
            <w:pPr>
              <w:pStyle w:val="TOC3"/>
              <w:rPr>
                <w:rtl/>
              </w:rPr>
            </w:pPr>
            <w:r w:rsidRPr="00781B22">
              <w:rPr>
                <w:rFonts w:hint="cs"/>
                <w:rtl/>
              </w:rPr>
              <w:t>إني لست آمن أن يكون حسين مرصداً (مروان)</w:t>
            </w:r>
          </w:p>
        </w:tc>
        <w:tc>
          <w:tcPr>
            <w:tcW w:w="544" w:type="dxa"/>
            <w:shd w:val="clear" w:color="auto" w:fill="auto"/>
          </w:tcPr>
          <w:p w:rsidR="00A87899" w:rsidRDefault="00A87899" w:rsidP="00541E11">
            <w:pPr>
              <w:pStyle w:val="libVarCenter"/>
              <w:rPr>
                <w:rtl/>
              </w:rPr>
            </w:pPr>
            <w:r>
              <w:rPr>
                <w:rFonts w:hint="cs"/>
                <w:rtl/>
              </w:rPr>
              <w:t>25</w:t>
            </w:r>
          </w:p>
        </w:tc>
        <w:tc>
          <w:tcPr>
            <w:tcW w:w="3236" w:type="dxa"/>
            <w:shd w:val="clear" w:color="auto" w:fill="auto"/>
          </w:tcPr>
          <w:p w:rsidR="00A87899" w:rsidRPr="00BB35B1" w:rsidRDefault="00A87899" w:rsidP="005C730B">
            <w:pPr>
              <w:pStyle w:val="TOC3"/>
              <w:rPr>
                <w:rtl/>
                <w:lang w:bidi="ar-IQ"/>
              </w:rPr>
            </w:pPr>
            <w:r w:rsidRPr="00BB35B1">
              <w:rPr>
                <w:rFonts w:hint="cs"/>
                <w:rtl/>
                <w:lang w:bidi="ar-IQ"/>
              </w:rPr>
              <w:t xml:space="preserve">حسين مني وانا من الحسين </w:t>
            </w:r>
            <w:r>
              <w:rPr>
                <w:rFonts w:hint="cs"/>
                <w:rtl/>
                <w:lang w:bidi="ar-IQ"/>
              </w:rPr>
              <w:t>النبي</w:t>
            </w:r>
          </w:p>
        </w:tc>
        <w:tc>
          <w:tcPr>
            <w:tcW w:w="558" w:type="dxa"/>
            <w:shd w:val="clear" w:color="auto" w:fill="auto"/>
          </w:tcPr>
          <w:p w:rsidR="00A87899" w:rsidRDefault="00A87899" w:rsidP="00541E11">
            <w:pPr>
              <w:pStyle w:val="libVarCenter"/>
              <w:rPr>
                <w:rtl/>
                <w:lang w:bidi="ar-IQ"/>
              </w:rPr>
            </w:pPr>
            <w:r>
              <w:rPr>
                <w:rFonts w:hint="cs"/>
                <w:rtl/>
                <w:lang w:bidi="ar-IQ"/>
              </w:rPr>
              <w:t>10</w:t>
            </w:r>
          </w:p>
          <w:p w:rsidR="00A87899" w:rsidRDefault="00A87899" w:rsidP="00541E11">
            <w:pPr>
              <w:pStyle w:val="libVarCenter"/>
              <w:rPr>
                <w:rtl/>
                <w:lang w:bidi="ar-IQ"/>
              </w:rPr>
            </w:pPr>
            <w:r>
              <w:rPr>
                <w:rFonts w:hint="cs"/>
                <w:rtl/>
                <w:lang w:bidi="ar-IQ"/>
              </w:rPr>
              <w:t>11</w:t>
            </w:r>
          </w:p>
          <w:p w:rsidR="00A87899" w:rsidRDefault="00A87899" w:rsidP="00541E11">
            <w:pPr>
              <w:pStyle w:val="libVarCenter"/>
              <w:rPr>
                <w:rtl/>
                <w:lang w:bidi="ar-IQ"/>
              </w:rPr>
            </w:pPr>
            <w:r>
              <w:rPr>
                <w:rFonts w:hint="cs"/>
                <w:rtl/>
                <w:lang w:bidi="ar-IQ"/>
              </w:rPr>
              <w:t>20</w:t>
            </w:r>
          </w:p>
        </w:tc>
      </w:tr>
      <w:tr w:rsidR="00A87899" w:rsidTr="005C730B">
        <w:tc>
          <w:tcPr>
            <w:tcW w:w="3249" w:type="dxa"/>
            <w:shd w:val="clear" w:color="auto" w:fill="auto"/>
          </w:tcPr>
          <w:p w:rsidR="00A87899" w:rsidRPr="00781B22" w:rsidRDefault="00A87899" w:rsidP="005C730B">
            <w:pPr>
              <w:pStyle w:val="TOC3"/>
              <w:rPr>
                <w:rtl/>
              </w:rPr>
            </w:pPr>
            <w:r w:rsidRPr="00781B22">
              <w:rPr>
                <w:rFonts w:hint="cs"/>
                <w:rtl/>
              </w:rPr>
              <w:t>أهل هذه المدرة يقتلونه (النبي)</w:t>
            </w:r>
          </w:p>
        </w:tc>
        <w:tc>
          <w:tcPr>
            <w:tcW w:w="544" w:type="dxa"/>
            <w:shd w:val="clear" w:color="auto" w:fill="auto"/>
          </w:tcPr>
          <w:p w:rsidR="00A87899" w:rsidRDefault="00A87899" w:rsidP="00541E11">
            <w:pPr>
              <w:pStyle w:val="libVarCenter"/>
              <w:rPr>
                <w:rtl/>
              </w:rPr>
            </w:pPr>
            <w:r>
              <w:rPr>
                <w:rFonts w:hint="cs"/>
                <w:rtl/>
              </w:rPr>
              <w:t>28</w:t>
            </w:r>
          </w:p>
        </w:tc>
        <w:tc>
          <w:tcPr>
            <w:tcW w:w="3236" w:type="dxa"/>
            <w:shd w:val="clear" w:color="auto" w:fill="auto"/>
          </w:tcPr>
          <w:p w:rsidR="00A87899" w:rsidRPr="00BB35B1" w:rsidRDefault="00A87899" w:rsidP="005C730B">
            <w:pPr>
              <w:pStyle w:val="TOC3"/>
              <w:rPr>
                <w:rtl/>
                <w:lang w:bidi="ar-IQ"/>
              </w:rPr>
            </w:pPr>
            <w:r>
              <w:rPr>
                <w:rFonts w:hint="cs"/>
                <w:rtl/>
                <w:lang w:bidi="ar-IQ"/>
              </w:rPr>
              <w:t>الحق عمر الحسن والحسين بفريضة أبيهما</w:t>
            </w:r>
          </w:p>
        </w:tc>
        <w:tc>
          <w:tcPr>
            <w:tcW w:w="558" w:type="dxa"/>
            <w:shd w:val="clear" w:color="auto" w:fill="auto"/>
          </w:tcPr>
          <w:p w:rsidR="00A87899" w:rsidRDefault="00A87899" w:rsidP="00541E11">
            <w:pPr>
              <w:pStyle w:val="libVarCenter"/>
              <w:rPr>
                <w:rtl/>
              </w:rPr>
            </w:pPr>
            <w:r>
              <w:rPr>
                <w:rFonts w:hint="cs"/>
                <w:rtl/>
              </w:rPr>
              <w:t>17</w:t>
            </w:r>
          </w:p>
        </w:tc>
      </w:tr>
      <w:tr w:rsidR="00A87899" w:rsidTr="005C730B">
        <w:tc>
          <w:tcPr>
            <w:tcW w:w="3249" w:type="dxa"/>
            <w:shd w:val="clear" w:color="auto" w:fill="auto"/>
          </w:tcPr>
          <w:p w:rsidR="00A87899" w:rsidRPr="00781B22" w:rsidRDefault="00A87899" w:rsidP="005C730B">
            <w:pPr>
              <w:pStyle w:val="TOC3"/>
              <w:rPr>
                <w:rtl/>
              </w:rPr>
            </w:pPr>
            <w:r w:rsidRPr="00781B22">
              <w:rPr>
                <w:rFonts w:hint="cs"/>
                <w:rtl/>
              </w:rPr>
              <w:t>أوحى الله تعالى إلى محمد إني قد قتلت بيحيى سبعين ألفاً</w:t>
            </w:r>
          </w:p>
        </w:tc>
        <w:tc>
          <w:tcPr>
            <w:tcW w:w="544" w:type="dxa"/>
            <w:shd w:val="clear" w:color="auto" w:fill="auto"/>
          </w:tcPr>
          <w:p w:rsidR="00A87899" w:rsidRDefault="00A87899" w:rsidP="00541E11">
            <w:pPr>
              <w:pStyle w:val="libVarCenter"/>
              <w:rPr>
                <w:rtl/>
              </w:rPr>
            </w:pPr>
            <w:r>
              <w:rPr>
                <w:rFonts w:hint="cs"/>
                <w:rtl/>
              </w:rPr>
              <w:t>35</w:t>
            </w:r>
          </w:p>
        </w:tc>
        <w:tc>
          <w:tcPr>
            <w:tcW w:w="3236" w:type="dxa"/>
            <w:shd w:val="clear" w:color="auto" w:fill="auto"/>
          </w:tcPr>
          <w:p w:rsidR="00A87899" w:rsidRPr="00BB35B1" w:rsidRDefault="00A87899" w:rsidP="005C730B">
            <w:pPr>
              <w:pStyle w:val="TOC3"/>
              <w:rPr>
                <w:rtl/>
                <w:lang w:bidi="ar-IQ"/>
              </w:rPr>
            </w:pPr>
            <w:r w:rsidRPr="00BB35B1">
              <w:rPr>
                <w:rFonts w:hint="cs"/>
                <w:rtl/>
                <w:lang w:bidi="ar-IQ"/>
              </w:rPr>
              <w:t>حنا عليهم وقال أنا حرب لمن حاربكم وسلم لمن سالمكم (النبي)</w:t>
            </w:r>
          </w:p>
        </w:tc>
        <w:tc>
          <w:tcPr>
            <w:tcW w:w="558" w:type="dxa"/>
            <w:shd w:val="clear" w:color="auto" w:fill="auto"/>
          </w:tcPr>
          <w:p w:rsidR="00A87899" w:rsidRDefault="00A87899" w:rsidP="00541E11">
            <w:pPr>
              <w:pStyle w:val="libVarCenter"/>
              <w:rPr>
                <w:rtl/>
              </w:rPr>
            </w:pPr>
            <w:r>
              <w:rPr>
                <w:rFonts w:hint="cs"/>
                <w:rtl/>
              </w:rPr>
              <w:t>14</w:t>
            </w:r>
          </w:p>
        </w:tc>
      </w:tr>
      <w:tr w:rsidR="00A87899" w:rsidTr="005C730B">
        <w:tc>
          <w:tcPr>
            <w:tcW w:w="3249" w:type="dxa"/>
            <w:shd w:val="clear" w:color="auto" w:fill="auto"/>
          </w:tcPr>
          <w:p w:rsidR="00A87899" w:rsidRPr="00781B22" w:rsidRDefault="00A87899" w:rsidP="005C730B">
            <w:pPr>
              <w:pStyle w:val="TOC3"/>
              <w:rPr>
                <w:rtl/>
              </w:rPr>
            </w:pPr>
            <w:r w:rsidRPr="00781B22">
              <w:rPr>
                <w:rFonts w:hint="cs"/>
                <w:rtl/>
              </w:rPr>
              <w:t>أوه أوه يقتل بهذا الغائظ (علي)</w:t>
            </w:r>
          </w:p>
        </w:tc>
        <w:tc>
          <w:tcPr>
            <w:tcW w:w="544" w:type="dxa"/>
            <w:shd w:val="clear" w:color="auto" w:fill="auto"/>
          </w:tcPr>
          <w:p w:rsidR="00A87899" w:rsidRDefault="00A87899" w:rsidP="00541E11">
            <w:pPr>
              <w:pStyle w:val="libVarCenter"/>
              <w:rPr>
                <w:rtl/>
              </w:rPr>
            </w:pPr>
            <w:r>
              <w:rPr>
                <w:rFonts w:hint="cs"/>
                <w:rtl/>
              </w:rPr>
              <w:t>28</w:t>
            </w:r>
          </w:p>
        </w:tc>
        <w:tc>
          <w:tcPr>
            <w:tcW w:w="3236" w:type="dxa"/>
            <w:shd w:val="clear" w:color="auto" w:fill="auto"/>
          </w:tcPr>
          <w:p w:rsidR="00A87899" w:rsidRPr="00BB35B1" w:rsidRDefault="00A87899" w:rsidP="005C730B">
            <w:pPr>
              <w:pStyle w:val="TOC3"/>
              <w:rPr>
                <w:rtl/>
                <w:lang w:bidi="ar-IQ"/>
              </w:rPr>
            </w:pPr>
            <w:r w:rsidRPr="00BB35B1">
              <w:rPr>
                <w:rFonts w:hint="cs"/>
                <w:rtl/>
                <w:lang w:bidi="ar-IQ"/>
              </w:rPr>
              <w:t>خرج رسول الله صلى الله عليه واله وسلم لمباهلة النصارى (علي)</w:t>
            </w:r>
          </w:p>
        </w:tc>
        <w:tc>
          <w:tcPr>
            <w:tcW w:w="558" w:type="dxa"/>
            <w:shd w:val="clear" w:color="auto" w:fill="auto"/>
          </w:tcPr>
          <w:p w:rsidR="00A87899" w:rsidRDefault="00A87899" w:rsidP="00541E11">
            <w:pPr>
              <w:pStyle w:val="libVarCenter"/>
              <w:rPr>
                <w:rtl/>
              </w:rPr>
            </w:pPr>
            <w:r>
              <w:rPr>
                <w:rFonts w:hint="cs"/>
                <w:rtl/>
              </w:rPr>
              <w:t>5</w:t>
            </w:r>
          </w:p>
        </w:tc>
      </w:tr>
      <w:tr w:rsidR="00A87899" w:rsidTr="005C730B">
        <w:tc>
          <w:tcPr>
            <w:tcW w:w="3249" w:type="dxa"/>
            <w:shd w:val="clear" w:color="auto" w:fill="auto"/>
          </w:tcPr>
          <w:p w:rsidR="00A87899" w:rsidRPr="00781B22" w:rsidRDefault="00A87899" w:rsidP="005C730B">
            <w:pPr>
              <w:pStyle w:val="TOC3"/>
              <w:rPr>
                <w:rtl/>
              </w:rPr>
            </w:pPr>
            <w:r w:rsidRPr="00781B22">
              <w:rPr>
                <w:rFonts w:hint="cs"/>
                <w:rtl/>
              </w:rPr>
              <w:t xml:space="preserve">أي أخ والله لوددت أني </w:t>
            </w:r>
            <w:r w:rsidRPr="00781B22">
              <w:rPr>
                <w:rFonts w:hint="cs"/>
                <w:rtl/>
              </w:rPr>
              <w:lastRenderedPageBreak/>
              <w:t>(الحسين)</w:t>
            </w:r>
          </w:p>
        </w:tc>
        <w:tc>
          <w:tcPr>
            <w:tcW w:w="544" w:type="dxa"/>
            <w:shd w:val="clear" w:color="auto" w:fill="auto"/>
          </w:tcPr>
          <w:p w:rsidR="00A87899" w:rsidRDefault="00A87899" w:rsidP="00541E11">
            <w:pPr>
              <w:pStyle w:val="libVarCenter"/>
              <w:rPr>
                <w:rtl/>
              </w:rPr>
            </w:pPr>
            <w:r>
              <w:rPr>
                <w:rFonts w:hint="cs"/>
                <w:rtl/>
              </w:rPr>
              <w:lastRenderedPageBreak/>
              <w:t>6</w:t>
            </w:r>
          </w:p>
        </w:tc>
        <w:tc>
          <w:tcPr>
            <w:tcW w:w="3236" w:type="dxa"/>
            <w:shd w:val="clear" w:color="auto" w:fill="auto"/>
          </w:tcPr>
          <w:p w:rsidR="00A87899" w:rsidRPr="00BB35B1" w:rsidRDefault="00A87899" w:rsidP="005C730B">
            <w:pPr>
              <w:pStyle w:val="TOC3"/>
              <w:rPr>
                <w:rtl/>
                <w:lang w:bidi="ar-IQ"/>
              </w:rPr>
            </w:pPr>
            <w:r w:rsidRPr="00BB35B1">
              <w:rPr>
                <w:rFonts w:hint="cs"/>
                <w:rtl/>
                <w:lang w:bidi="ar-IQ"/>
              </w:rPr>
              <w:t>خرج النبي من بيت فاطمة</w:t>
            </w:r>
          </w:p>
        </w:tc>
        <w:tc>
          <w:tcPr>
            <w:tcW w:w="558" w:type="dxa"/>
            <w:shd w:val="clear" w:color="auto" w:fill="auto"/>
          </w:tcPr>
          <w:p w:rsidR="00A87899" w:rsidRDefault="00A87899" w:rsidP="00541E11">
            <w:pPr>
              <w:pStyle w:val="libVarCenter"/>
              <w:rPr>
                <w:rtl/>
              </w:rPr>
            </w:pPr>
            <w:r>
              <w:rPr>
                <w:rFonts w:hint="cs"/>
                <w:rtl/>
              </w:rPr>
              <w:t>12</w:t>
            </w:r>
          </w:p>
        </w:tc>
      </w:tr>
      <w:tr w:rsidR="00A87899" w:rsidTr="005C730B">
        <w:tc>
          <w:tcPr>
            <w:tcW w:w="3249" w:type="dxa"/>
            <w:shd w:val="clear" w:color="auto" w:fill="auto"/>
          </w:tcPr>
          <w:p w:rsidR="00A87899" w:rsidRPr="00781B22" w:rsidRDefault="00A87899" w:rsidP="005C730B">
            <w:pPr>
              <w:pStyle w:val="TOC3"/>
              <w:rPr>
                <w:rtl/>
              </w:rPr>
            </w:pPr>
            <w:r w:rsidRPr="00781B22">
              <w:rPr>
                <w:rFonts w:hint="cs"/>
                <w:rtl/>
              </w:rPr>
              <w:lastRenderedPageBreak/>
              <w:t>إياك أن تغتر بكتب أهل العراق</w:t>
            </w:r>
          </w:p>
        </w:tc>
        <w:tc>
          <w:tcPr>
            <w:tcW w:w="544" w:type="dxa"/>
            <w:shd w:val="clear" w:color="auto" w:fill="auto"/>
          </w:tcPr>
          <w:p w:rsidR="00A87899" w:rsidRDefault="00A87899" w:rsidP="00541E11">
            <w:pPr>
              <w:pStyle w:val="libVarCenter"/>
              <w:rPr>
                <w:rtl/>
              </w:rPr>
            </w:pPr>
            <w:r>
              <w:rPr>
                <w:rFonts w:hint="cs"/>
                <w:rtl/>
              </w:rPr>
              <w:t>27</w:t>
            </w:r>
          </w:p>
        </w:tc>
        <w:tc>
          <w:tcPr>
            <w:tcW w:w="3236" w:type="dxa"/>
            <w:shd w:val="clear" w:color="auto" w:fill="auto"/>
          </w:tcPr>
          <w:p w:rsidR="00A87899" w:rsidRPr="00BB35B1" w:rsidRDefault="00A87899" w:rsidP="005C730B">
            <w:pPr>
              <w:pStyle w:val="TOC3"/>
              <w:rPr>
                <w:rtl/>
                <w:lang w:bidi="ar-IQ"/>
              </w:rPr>
            </w:pPr>
            <w:r w:rsidRPr="00BB35B1">
              <w:rPr>
                <w:rFonts w:hint="cs"/>
                <w:rtl/>
                <w:lang w:bidi="ar-IQ"/>
              </w:rPr>
              <w:t>دخلت على رسول الله صلى الله عليه واله وسلم وعيناه تفيضان</w:t>
            </w:r>
            <w:r>
              <w:rPr>
                <w:rFonts w:hint="cs"/>
                <w:rtl/>
                <w:lang w:bidi="ar-IQ"/>
              </w:rPr>
              <w:t xml:space="preserve"> </w:t>
            </w:r>
            <w:r w:rsidRPr="00BB35B1">
              <w:rPr>
                <w:rFonts w:hint="cs"/>
                <w:rtl/>
                <w:lang w:bidi="ar-IQ"/>
              </w:rPr>
              <w:t>(علي)</w:t>
            </w:r>
          </w:p>
        </w:tc>
        <w:tc>
          <w:tcPr>
            <w:tcW w:w="558" w:type="dxa"/>
            <w:shd w:val="clear" w:color="auto" w:fill="auto"/>
          </w:tcPr>
          <w:p w:rsidR="00A87899" w:rsidRDefault="00A87899" w:rsidP="00541E11">
            <w:pPr>
              <w:pStyle w:val="libVarCenter"/>
              <w:rPr>
                <w:rtl/>
              </w:rPr>
            </w:pPr>
            <w:r>
              <w:rPr>
                <w:rFonts w:hint="cs"/>
                <w:rtl/>
              </w:rPr>
              <w:t>28</w:t>
            </w:r>
          </w:p>
        </w:tc>
      </w:tr>
      <w:tr w:rsidR="00A87899" w:rsidTr="005C730B">
        <w:tc>
          <w:tcPr>
            <w:tcW w:w="3249" w:type="dxa"/>
            <w:shd w:val="clear" w:color="auto" w:fill="auto"/>
          </w:tcPr>
          <w:p w:rsidR="00A87899" w:rsidRPr="00781B22" w:rsidRDefault="00A87899" w:rsidP="005C730B">
            <w:pPr>
              <w:pStyle w:val="TOC3"/>
              <w:rPr>
                <w:rtl/>
              </w:rPr>
            </w:pPr>
            <w:r w:rsidRPr="00781B22">
              <w:rPr>
                <w:rFonts w:hint="cs"/>
                <w:rtl/>
              </w:rPr>
              <w:t>أين تريد يابن فاطمة؟</w:t>
            </w:r>
            <w:r>
              <w:rPr>
                <w:rFonts w:hint="cs"/>
                <w:rtl/>
              </w:rPr>
              <w:t xml:space="preserve"> </w:t>
            </w:r>
            <w:r w:rsidRPr="00781B22">
              <w:rPr>
                <w:rFonts w:hint="cs"/>
                <w:rtl/>
              </w:rPr>
              <w:t>(عبدالله بن عياش)</w:t>
            </w:r>
          </w:p>
        </w:tc>
        <w:tc>
          <w:tcPr>
            <w:tcW w:w="544" w:type="dxa"/>
            <w:shd w:val="clear" w:color="auto" w:fill="auto"/>
          </w:tcPr>
          <w:p w:rsidR="00A87899" w:rsidRDefault="00A87899" w:rsidP="00541E11">
            <w:pPr>
              <w:pStyle w:val="libVarCenter"/>
              <w:rPr>
                <w:rtl/>
              </w:rPr>
            </w:pPr>
            <w:r>
              <w:rPr>
                <w:rFonts w:hint="cs"/>
                <w:rtl/>
              </w:rPr>
              <w:t>27</w:t>
            </w:r>
          </w:p>
        </w:tc>
        <w:tc>
          <w:tcPr>
            <w:tcW w:w="3236" w:type="dxa"/>
            <w:shd w:val="clear" w:color="auto" w:fill="auto"/>
          </w:tcPr>
          <w:p w:rsidR="00A87899" w:rsidRPr="00BB35B1" w:rsidRDefault="00A87899" w:rsidP="005C730B">
            <w:pPr>
              <w:pStyle w:val="TOC3"/>
              <w:rPr>
                <w:rtl/>
                <w:lang w:bidi="ar-IQ"/>
              </w:rPr>
            </w:pPr>
            <w:r w:rsidRPr="00BB35B1">
              <w:rPr>
                <w:rFonts w:hint="cs"/>
                <w:rtl/>
                <w:lang w:bidi="ar-IQ"/>
              </w:rPr>
              <w:t>رأيت ابن عباس آخذاً بركاب الحسنين</w:t>
            </w:r>
          </w:p>
        </w:tc>
        <w:tc>
          <w:tcPr>
            <w:tcW w:w="558" w:type="dxa"/>
            <w:shd w:val="clear" w:color="auto" w:fill="auto"/>
          </w:tcPr>
          <w:p w:rsidR="00A87899" w:rsidRDefault="00A87899" w:rsidP="00541E11">
            <w:pPr>
              <w:pStyle w:val="libVarCenter"/>
              <w:rPr>
                <w:rtl/>
              </w:rPr>
            </w:pPr>
            <w:r>
              <w:rPr>
                <w:rFonts w:hint="cs"/>
                <w:rtl/>
              </w:rPr>
              <w:t>20</w:t>
            </w:r>
          </w:p>
        </w:tc>
      </w:tr>
      <w:tr w:rsidR="00A87899" w:rsidTr="005C730B">
        <w:tc>
          <w:tcPr>
            <w:tcW w:w="3249" w:type="dxa"/>
            <w:shd w:val="clear" w:color="auto" w:fill="auto"/>
          </w:tcPr>
          <w:p w:rsidR="00A87899" w:rsidRPr="00781B22" w:rsidRDefault="00A87899" w:rsidP="005C730B">
            <w:pPr>
              <w:pStyle w:val="TOC3"/>
              <w:rPr>
                <w:rtl/>
              </w:rPr>
            </w:pPr>
            <w:r w:rsidRPr="00781B22">
              <w:rPr>
                <w:rFonts w:hint="cs"/>
                <w:rtl/>
              </w:rPr>
              <w:t>أيها القاتلون ظلماً حسيناً (شعر للجن في نوح الحسين)</w:t>
            </w:r>
          </w:p>
        </w:tc>
        <w:tc>
          <w:tcPr>
            <w:tcW w:w="544" w:type="dxa"/>
            <w:shd w:val="clear" w:color="auto" w:fill="auto"/>
          </w:tcPr>
          <w:p w:rsidR="00A87899" w:rsidRDefault="00A87899" w:rsidP="00541E11">
            <w:pPr>
              <w:pStyle w:val="libVarCenter"/>
              <w:rPr>
                <w:rtl/>
              </w:rPr>
            </w:pPr>
            <w:r>
              <w:rPr>
                <w:rFonts w:hint="cs"/>
                <w:rtl/>
              </w:rPr>
              <w:t>34</w:t>
            </w:r>
          </w:p>
        </w:tc>
        <w:tc>
          <w:tcPr>
            <w:tcW w:w="3236" w:type="dxa"/>
            <w:shd w:val="clear" w:color="auto" w:fill="auto"/>
          </w:tcPr>
          <w:p w:rsidR="00A87899" w:rsidRPr="00BB35B1" w:rsidRDefault="00A87899" w:rsidP="005C730B">
            <w:pPr>
              <w:pStyle w:val="TOC3"/>
              <w:rPr>
                <w:rtl/>
                <w:lang w:bidi="ar-IQ"/>
              </w:rPr>
            </w:pPr>
            <w:r w:rsidRPr="00BB35B1">
              <w:rPr>
                <w:rFonts w:hint="cs"/>
                <w:rtl/>
                <w:lang w:bidi="ar-IQ"/>
              </w:rPr>
              <w:t>رأيت أبنية مضروبة بفلاة من الارض</w:t>
            </w:r>
          </w:p>
        </w:tc>
        <w:tc>
          <w:tcPr>
            <w:tcW w:w="558" w:type="dxa"/>
            <w:shd w:val="clear" w:color="auto" w:fill="auto"/>
          </w:tcPr>
          <w:p w:rsidR="00A87899" w:rsidRDefault="00A87899" w:rsidP="00541E11">
            <w:pPr>
              <w:pStyle w:val="libVarCenter"/>
              <w:rPr>
                <w:rtl/>
              </w:rPr>
            </w:pPr>
            <w:r>
              <w:rPr>
                <w:rFonts w:hint="cs"/>
                <w:rtl/>
              </w:rPr>
              <w:t>28</w:t>
            </w:r>
          </w:p>
        </w:tc>
      </w:tr>
      <w:tr w:rsidR="00A87899" w:rsidTr="005C730B">
        <w:tc>
          <w:tcPr>
            <w:tcW w:w="3249" w:type="dxa"/>
            <w:shd w:val="clear" w:color="auto" w:fill="auto"/>
          </w:tcPr>
          <w:p w:rsidR="00A87899" w:rsidRPr="00781B22" w:rsidRDefault="00A87899" w:rsidP="005C730B">
            <w:pPr>
              <w:pStyle w:val="TOC3"/>
              <w:rPr>
                <w:rtl/>
              </w:rPr>
            </w:pPr>
            <w:r w:rsidRPr="00781B22">
              <w:rPr>
                <w:rFonts w:hint="cs"/>
                <w:rtl/>
              </w:rPr>
              <w:t>بعث الحسين إلى مدينة فقدم عليه من خف معه من أهله</w:t>
            </w:r>
          </w:p>
        </w:tc>
        <w:tc>
          <w:tcPr>
            <w:tcW w:w="544" w:type="dxa"/>
            <w:shd w:val="clear" w:color="auto" w:fill="auto"/>
          </w:tcPr>
          <w:p w:rsidR="00A87899" w:rsidRDefault="00A87899" w:rsidP="00541E11">
            <w:pPr>
              <w:pStyle w:val="libVarCenter"/>
              <w:rPr>
                <w:rtl/>
              </w:rPr>
            </w:pPr>
            <w:r>
              <w:rPr>
                <w:rFonts w:hint="cs"/>
                <w:rtl/>
              </w:rPr>
              <w:t>29</w:t>
            </w:r>
          </w:p>
        </w:tc>
        <w:tc>
          <w:tcPr>
            <w:tcW w:w="3236" w:type="dxa"/>
            <w:shd w:val="clear" w:color="auto" w:fill="auto"/>
          </w:tcPr>
          <w:p w:rsidR="00A87899" w:rsidRPr="00BB35B1" w:rsidRDefault="00A87899" w:rsidP="005C730B">
            <w:pPr>
              <w:pStyle w:val="TOC3"/>
              <w:rPr>
                <w:rtl/>
                <w:lang w:bidi="ar-IQ"/>
              </w:rPr>
            </w:pPr>
            <w:r w:rsidRPr="00BB35B1">
              <w:rPr>
                <w:rFonts w:hint="cs"/>
                <w:rtl/>
                <w:lang w:bidi="ar-IQ"/>
              </w:rPr>
              <w:t>رأيت الحسن والحسين على عاتقي النبي</w:t>
            </w:r>
          </w:p>
        </w:tc>
        <w:tc>
          <w:tcPr>
            <w:tcW w:w="558" w:type="dxa"/>
            <w:shd w:val="clear" w:color="auto" w:fill="auto"/>
          </w:tcPr>
          <w:p w:rsidR="00A87899" w:rsidRDefault="00A87899" w:rsidP="00541E11">
            <w:pPr>
              <w:pStyle w:val="libVarCenter"/>
              <w:rPr>
                <w:rtl/>
              </w:rPr>
            </w:pPr>
            <w:r>
              <w:rPr>
                <w:rFonts w:hint="cs"/>
                <w:rtl/>
              </w:rPr>
              <w:t>1</w:t>
            </w:r>
          </w:p>
        </w:tc>
      </w:tr>
      <w:tr w:rsidR="00A87899" w:rsidTr="005C730B">
        <w:tc>
          <w:tcPr>
            <w:tcW w:w="3249" w:type="dxa"/>
            <w:shd w:val="clear" w:color="auto" w:fill="auto"/>
          </w:tcPr>
          <w:p w:rsidR="00A87899" w:rsidRPr="00781B22" w:rsidRDefault="00A87899" w:rsidP="005C730B">
            <w:pPr>
              <w:pStyle w:val="TOC3"/>
              <w:rPr>
                <w:rtl/>
              </w:rPr>
            </w:pPr>
            <w:r w:rsidRPr="00781B22">
              <w:rPr>
                <w:rFonts w:hint="cs"/>
                <w:rtl/>
              </w:rPr>
              <w:t>بل قام من عندي جبرئيل (النبي)</w:t>
            </w:r>
          </w:p>
        </w:tc>
        <w:tc>
          <w:tcPr>
            <w:tcW w:w="544" w:type="dxa"/>
            <w:shd w:val="clear" w:color="auto" w:fill="auto"/>
          </w:tcPr>
          <w:p w:rsidR="00A87899" w:rsidRDefault="00A87899" w:rsidP="00541E11">
            <w:pPr>
              <w:pStyle w:val="libVarCenter"/>
              <w:rPr>
                <w:rtl/>
              </w:rPr>
            </w:pPr>
            <w:r>
              <w:rPr>
                <w:rFonts w:hint="cs"/>
                <w:rtl/>
              </w:rPr>
              <w:t>28</w:t>
            </w:r>
          </w:p>
        </w:tc>
        <w:tc>
          <w:tcPr>
            <w:tcW w:w="3236" w:type="dxa"/>
            <w:shd w:val="clear" w:color="auto" w:fill="auto"/>
          </w:tcPr>
          <w:p w:rsidR="00A87899" w:rsidRPr="00BB35B1" w:rsidRDefault="00A87899" w:rsidP="005C730B">
            <w:pPr>
              <w:pStyle w:val="TOC3"/>
              <w:rPr>
                <w:rtl/>
                <w:lang w:bidi="ar-IQ"/>
              </w:rPr>
            </w:pPr>
            <w:r w:rsidRPr="00BB35B1">
              <w:rPr>
                <w:rFonts w:hint="cs"/>
                <w:rtl/>
                <w:lang w:bidi="ar-IQ"/>
              </w:rPr>
              <w:t>رأيت الحسين بن علي يصبغ بالوسمة</w:t>
            </w:r>
          </w:p>
        </w:tc>
        <w:tc>
          <w:tcPr>
            <w:tcW w:w="558" w:type="dxa"/>
            <w:shd w:val="clear" w:color="auto" w:fill="auto"/>
          </w:tcPr>
          <w:p w:rsidR="00A87899" w:rsidRDefault="00A87899" w:rsidP="00541E11">
            <w:pPr>
              <w:pStyle w:val="libVarCenter"/>
              <w:rPr>
                <w:rtl/>
              </w:rPr>
            </w:pPr>
            <w:r>
              <w:rPr>
                <w:rFonts w:hint="cs"/>
                <w:rtl/>
              </w:rPr>
              <w:t>7</w:t>
            </w:r>
          </w:p>
        </w:tc>
      </w:tr>
      <w:tr w:rsidR="00A87899" w:rsidTr="005C730B">
        <w:tc>
          <w:tcPr>
            <w:tcW w:w="3249" w:type="dxa"/>
            <w:shd w:val="clear" w:color="auto" w:fill="auto"/>
          </w:tcPr>
          <w:p w:rsidR="00A87899" w:rsidRPr="00781B22" w:rsidRDefault="00A87899" w:rsidP="005C730B">
            <w:pPr>
              <w:pStyle w:val="TOC3"/>
              <w:rPr>
                <w:rtl/>
              </w:rPr>
            </w:pPr>
            <w:r w:rsidRPr="00781B22">
              <w:rPr>
                <w:rFonts w:hint="cs"/>
                <w:rtl/>
              </w:rPr>
              <w:t>بلغني أنه لم يقلب حجر الا وجد تحته دم عبيط (الزهري)</w:t>
            </w:r>
          </w:p>
        </w:tc>
        <w:tc>
          <w:tcPr>
            <w:tcW w:w="544" w:type="dxa"/>
            <w:shd w:val="clear" w:color="auto" w:fill="auto"/>
          </w:tcPr>
          <w:p w:rsidR="00A87899" w:rsidRDefault="00A87899" w:rsidP="00541E11">
            <w:pPr>
              <w:pStyle w:val="libVarCenter"/>
              <w:rPr>
                <w:rtl/>
              </w:rPr>
            </w:pPr>
            <w:r>
              <w:rPr>
                <w:rFonts w:hint="cs"/>
                <w:rtl/>
              </w:rPr>
              <w:t>33</w:t>
            </w:r>
          </w:p>
        </w:tc>
        <w:tc>
          <w:tcPr>
            <w:tcW w:w="3236" w:type="dxa"/>
            <w:shd w:val="clear" w:color="auto" w:fill="auto"/>
          </w:tcPr>
          <w:p w:rsidR="00A87899" w:rsidRPr="00BB35B1" w:rsidRDefault="00A87899" w:rsidP="005C730B">
            <w:pPr>
              <w:pStyle w:val="TOC3"/>
              <w:rPr>
                <w:rtl/>
                <w:lang w:bidi="ar-IQ"/>
              </w:rPr>
            </w:pPr>
            <w:r w:rsidRPr="00BB35B1">
              <w:rPr>
                <w:rFonts w:hint="cs"/>
                <w:rtl/>
                <w:lang w:bidi="ar-IQ"/>
              </w:rPr>
              <w:t>رأيت رسول الله فيما يرى النائم (ابن عباس)</w:t>
            </w:r>
          </w:p>
        </w:tc>
        <w:tc>
          <w:tcPr>
            <w:tcW w:w="558" w:type="dxa"/>
            <w:shd w:val="clear" w:color="auto" w:fill="auto"/>
          </w:tcPr>
          <w:p w:rsidR="00A87899" w:rsidRDefault="00A87899" w:rsidP="005C730B">
            <w:pPr>
              <w:rPr>
                <w:rtl/>
              </w:rPr>
            </w:pPr>
          </w:p>
        </w:tc>
      </w:tr>
      <w:tr w:rsidR="00A87899" w:rsidTr="005C730B">
        <w:tc>
          <w:tcPr>
            <w:tcW w:w="3249" w:type="dxa"/>
            <w:shd w:val="clear" w:color="auto" w:fill="auto"/>
          </w:tcPr>
          <w:p w:rsidR="00A87899" w:rsidRDefault="00A87899" w:rsidP="005C730B">
            <w:pPr>
              <w:pStyle w:val="TOC3"/>
            </w:pPr>
            <w:r w:rsidRPr="00781B22">
              <w:rPr>
                <w:rFonts w:hint="cs"/>
                <w:rtl/>
              </w:rPr>
              <w:t>بلغني خروج الحسين فأدركته (أبو واقد الليثي)</w:t>
            </w:r>
          </w:p>
        </w:tc>
        <w:tc>
          <w:tcPr>
            <w:tcW w:w="544" w:type="dxa"/>
            <w:shd w:val="clear" w:color="auto" w:fill="auto"/>
          </w:tcPr>
          <w:p w:rsidR="00A87899" w:rsidRDefault="00A87899" w:rsidP="00541E11">
            <w:pPr>
              <w:pStyle w:val="libVarCenter"/>
              <w:rPr>
                <w:rtl/>
              </w:rPr>
            </w:pPr>
            <w:r>
              <w:rPr>
                <w:rFonts w:hint="cs"/>
                <w:rtl/>
              </w:rPr>
              <w:t>27</w:t>
            </w:r>
          </w:p>
        </w:tc>
        <w:tc>
          <w:tcPr>
            <w:tcW w:w="3236" w:type="dxa"/>
            <w:shd w:val="clear" w:color="auto" w:fill="auto"/>
          </w:tcPr>
          <w:p w:rsidR="00A87899" w:rsidRPr="00BB35B1" w:rsidRDefault="00A87899" w:rsidP="005C730B">
            <w:pPr>
              <w:pStyle w:val="TOC3"/>
              <w:rPr>
                <w:rtl/>
                <w:lang w:bidi="ar-IQ"/>
              </w:rPr>
            </w:pPr>
          </w:p>
        </w:tc>
        <w:tc>
          <w:tcPr>
            <w:tcW w:w="558" w:type="dxa"/>
            <w:shd w:val="clear" w:color="auto" w:fill="auto"/>
          </w:tcPr>
          <w:p w:rsidR="00A87899" w:rsidRDefault="00A87899" w:rsidP="005C730B">
            <w:pPr>
              <w:rPr>
                <w:rtl/>
              </w:rPr>
            </w:pPr>
          </w:p>
        </w:tc>
      </w:tr>
    </w:tbl>
    <w:p w:rsidR="00A87899" w:rsidRDefault="00A87899" w:rsidP="00541E11">
      <w:pPr>
        <w:pStyle w:val="libNormal"/>
      </w:pPr>
      <w:r>
        <w:br w:type="page"/>
      </w:r>
    </w:p>
    <w:tbl>
      <w:tblPr>
        <w:bidiVisual/>
        <w:tblW w:w="0" w:type="auto"/>
        <w:tblLook w:val="04A0"/>
      </w:tblPr>
      <w:tblGrid>
        <w:gridCol w:w="3249"/>
        <w:gridCol w:w="544"/>
        <w:gridCol w:w="3236"/>
        <w:gridCol w:w="558"/>
      </w:tblGrid>
      <w:tr w:rsidR="00A87899" w:rsidTr="005C730B">
        <w:tc>
          <w:tcPr>
            <w:tcW w:w="3249" w:type="dxa"/>
            <w:shd w:val="clear" w:color="auto" w:fill="auto"/>
          </w:tcPr>
          <w:p w:rsidR="00A87899" w:rsidRPr="00F04F62" w:rsidRDefault="00A87899" w:rsidP="005C730B">
            <w:pPr>
              <w:pStyle w:val="TOC3"/>
              <w:rPr>
                <w:rtl/>
                <w:lang w:bidi="ar-IQ"/>
              </w:rPr>
            </w:pPr>
          </w:p>
        </w:tc>
        <w:tc>
          <w:tcPr>
            <w:tcW w:w="544" w:type="dxa"/>
            <w:shd w:val="clear" w:color="auto" w:fill="auto"/>
          </w:tcPr>
          <w:p w:rsidR="00A87899" w:rsidRDefault="00A87899" w:rsidP="00541E11">
            <w:pPr>
              <w:pStyle w:val="libVarCenter"/>
              <w:rPr>
                <w:rtl/>
                <w:lang w:bidi="ar-IQ"/>
              </w:rPr>
            </w:pPr>
            <w:r>
              <w:t>32</w:t>
            </w:r>
          </w:p>
        </w:tc>
        <w:tc>
          <w:tcPr>
            <w:tcW w:w="3236" w:type="dxa"/>
            <w:shd w:val="clear" w:color="auto" w:fill="auto"/>
          </w:tcPr>
          <w:p w:rsidR="00A87899" w:rsidRPr="007E27A3" w:rsidRDefault="00A87899" w:rsidP="005C730B">
            <w:pPr>
              <w:pStyle w:val="TOC3"/>
              <w:rPr>
                <w:rtl/>
                <w:lang w:bidi="ar-IQ"/>
              </w:rPr>
            </w:pPr>
            <w:r w:rsidRPr="007E27A3">
              <w:rPr>
                <w:rFonts w:hint="cs"/>
                <w:rtl/>
                <w:lang w:bidi="ar-IQ"/>
              </w:rPr>
              <w:t>فخرج على أصحابه وهم جلوس فقال هذه تربته</w:t>
            </w:r>
          </w:p>
        </w:tc>
        <w:tc>
          <w:tcPr>
            <w:tcW w:w="558" w:type="dxa"/>
            <w:shd w:val="clear" w:color="auto" w:fill="auto"/>
          </w:tcPr>
          <w:p w:rsidR="00A87899" w:rsidRDefault="00A87899" w:rsidP="00541E11">
            <w:pPr>
              <w:pStyle w:val="libVarCenter"/>
              <w:rPr>
                <w:rtl/>
              </w:rPr>
            </w:pPr>
            <w:r>
              <w:rPr>
                <w:rFonts w:hint="cs"/>
                <w:rtl/>
              </w:rPr>
              <w:t>28</w:t>
            </w:r>
          </w:p>
        </w:tc>
      </w:tr>
      <w:tr w:rsidR="00A87899" w:rsidTr="005C730B">
        <w:tc>
          <w:tcPr>
            <w:tcW w:w="3249" w:type="dxa"/>
            <w:shd w:val="clear" w:color="auto" w:fill="auto"/>
          </w:tcPr>
          <w:p w:rsidR="00A87899" w:rsidRPr="00F04F62" w:rsidRDefault="00A87899" w:rsidP="005C730B">
            <w:pPr>
              <w:pStyle w:val="TOC3"/>
              <w:rPr>
                <w:rtl/>
                <w:lang w:bidi="ar-IQ"/>
              </w:rPr>
            </w:pPr>
            <w:r w:rsidRPr="00F04F62">
              <w:rPr>
                <w:rFonts w:hint="cs"/>
                <w:rtl/>
                <w:lang w:bidi="ar-IQ"/>
              </w:rPr>
              <w:t>رأيت رسول الله في المنام (ام سلمة)</w:t>
            </w:r>
          </w:p>
        </w:tc>
        <w:tc>
          <w:tcPr>
            <w:tcW w:w="544" w:type="dxa"/>
            <w:shd w:val="clear" w:color="auto" w:fill="auto"/>
          </w:tcPr>
          <w:p w:rsidR="00A87899" w:rsidRDefault="00A87899" w:rsidP="00541E11">
            <w:pPr>
              <w:pStyle w:val="libVarCenter"/>
              <w:rPr>
                <w:rtl/>
              </w:rPr>
            </w:pPr>
            <w:r>
              <w:rPr>
                <w:rFonts w:hint="cs"/>
                <w:rtl/>
              </w:rPr>
              <w:t>32</w:t>
            </w:r>
          </w:p>
        </w:tc>
        <w:tc>
          <w:tcPr>
            <w:tcW w:w="3236" w:type="dxa"/>
            <w:shd w:val="clear" w:color="auto" w:fill="auto"/>
          </w:tcPr>
          <w:p w:rsidR="00A87899" w:rsidRPr="007E27A3" w:rsidRDefault="00A87899" w:rsidP="005C730B">
            <w:pPr>
              <w:pStyle w:val="TOC3"/>
              <w:rPr>
                <w:rtl/>
                <w:lang w:bidi="ar-IQ"/>
              </w:rPr>
            </w:pPr>
            <w:r w:rsidRPr="007E27A3">
              <w:rPr>
                <w:rFonts w:hint="cs"/>
                <w:rtl/>
                <w:lang w:bidi="ar-IQ"/>
              </w:rPr>
              <w:t>فخرج متوجهاً إلى العراق فى أهل بيته وستين شيخاً</w:t>
            </w:r>
          </w:p>
        </w:tc>
        <w:tc>
          <w:tcPr>
            <w:tcW w:w="558" w:type="dxa"/>
            <w:shd w:val="clear" w:color="auto" w:fill="auto"/>
          </w:tcPr>
          <w:p w:rsidR="00A87899" w:rsidRDefault="00A87899" w:rsidP="00541E11">
            <w:pPr>
              <w:pStyle w:val="libVarCenter"/>
              <w:rPr>
                <w:rtl/>
              </w:rPr>
            </w:pPr>
            <w:r>
              <w:rPr>
                <w:rFonts w:hint="cs"/>
                <w:rtl/>
              </w:rPr>
              <w:t>29 ،</w:t>
            </w:r>
          </w:p>
          <w:p w:rsidR="00A87899" w:rsidRDefault="00A87899" w:rsidP="00541E11">
            <w:pPr>
              <w:pStyle w:val="libVarCenter"/>
              <w:rPr>
                <w:rtl/>
              </w:rPr>
            </w:pPr>
            <w:r>
              <w:rPr>
                <w:rFonts w:hint="cs"/>
                <w:rtl/>
              </w:rPr>
              <w:t>26</w:t>
            </w:r>
          </w:p>
        </w:tc>
      </w:tr>
      <w:tr w:rsidR="00A87899" w:rsidTr="005C730B">
        <w:tc>
          <w:tcPr>
            <w:tcW w:w="3249" w:type="dxa"/>
            <w:shd w:val="clear" w:color="auto" w:fill="auto"/>
          </w:tcPr>
          <w:p w:rsidR="00A87899" w:rsidRPr="00F04F62" w:rsidRDefault="00A87899" w:rsidP="005C730B">
            <w:pPr>
              <w:pStyle w:val="TOC3"/>
              <w:rPr>
                <w:rtl/>
                <w:lang w:bidi="ar-IQ"/>
              </w:rPr>
            </w:pPr>
            <w:r w:rsidRPr="00F04F62">
              <w:rPr>
                <w:rFonts w:hint="cs"/>
                <w:rtl/>
                <w:lang w:bidi="ar-IQ"/>
              </w:rPr>
              <w:t>رايت رسول الله يمص موضع هذا القضيب ويلثمه (زيد بن أرقم)</w:t>
            </w:r>
          </w:p>
        </w:tc>
        <w:tc>
          <w:tcPr>
            <w:tcW w:w="544" w:type="dxa"/>
            <w:shd w:val="clear" w:color="auto" w:fill="auto"/>
          </w:tcPr>
          <w:p w:rsidR="00A87899" w:rsidRDefault="00A87899" w:rsidP="00541E11">
            <w:pPr>
              <w:pStyle w:val="libVarCenter"/>
              <w:rPr>
                <w:rtl/>
              </w:rPr>
            </w:pPr>
            <w:r>
              <w:rPr>
                <w:rFonts w:hint="cs"/>
                <w:rtl/>
              </w:rPr>
              <w:t>31</w:t>
            </w:r>
          </w:p>
        </w:tc>
        <w:tc>
          <w:tcPr>
            <w:tcW w:w="3236" w:type="dxa"/>
            <w:shd w:val="clear" w:color="auto" w:fill="auto"/>
          </w:tcPr>
          <w:p w:rsidR="00A87899" w:rsidRPr="007E27A3" w:rsidRDefault="00A87899" w:rsidP="005C730B">
            <w:pPr>
              <w:pStyle w:val="TOC3"/>
              <w:rPr>
                <w:rtl/>
                <w:lang w:bidi="ar-IQ"/>
              </w:rPr>
            </w:pPr>
            <w:r w:rsidRPr="007E27A3">
              <w:rPr>
                <w:rFonts w:hint="cs"/>
                <w:rtl/>
                <w:lang w:bidi="ar-IQ"/>
              </w:rPr>
              <w:t>فكيف حفظكم لوديعة رسول الله</w:t>
            </w:r>
            <w:r>
              <w:rPr>
                <w:rFonts w:hint="cs"/>
                <w:rtl/>
                <w:lang w:bidi="ar-IQ"/>
              </w:rPr>
              <w:t xml:space="preserve">؟ </w:t>
            </w:r>
            <w:r w:rsidRPr="007E27A3">
              <w:rPr>
                <w:rFonts w:hint="cs"/>
                <w:rtl/>
                <w:lang w:bidi="ar-IQ"/>
              </w:rPr>
              <w:t>(زيد بن أرقم)</w:t>
            </w:r>
          </w:p>
        </w:tc>
        <w:tc>
          <w:tcPr>
            <w:tcW w:w="558" w:type="dxa"/>
            <w:shd w:val="clear" w:color="auto" w:fill="auto"/>
          </w:tcPr>
          <w:p w:rsidR="00A87899" w:rsidRDefault="00A87899" w:rsidP="00541E11">
            <w:pPr>
              <w:pStyle w:val="libVarCenter"/>
              <w:rPr>
                <w:rtl/>
              </w:rPr>
            </w:pPr>
            <w:r>
              <w:rPr>
                <w:rFonts w:hint="cs"/>
                <w:rtl/>
              </w:rPr>
              <w:t>15</w:t>
            </w:r>
          </w:p>
        </w:tc>
      </w:tr>
      <w:tr w:rsidR="00A87899" w:rsidTr="005C730B">
        <w:tc>
          <w:tcPr>
            <w:tcW w:w="3249" w:type="dxa"/>
            <w:shd w:val="clear" w:color="auto" w:fill="auto"/>
          </w:tcPr>
          <w:p w:rsidR="00A87899" w:rsidRPr="00F04F62" w:rsidRDefault="00A87899" w:rsidP="005C730B">
            <w:pPr>
              <w:pStyle w:val="TOC3"/>
              <w:rPr>
                <w:rtl/>
                <w:lang w:bidi="ar-IQ"/>
              </w:rPr>
            </w:pPr>
            <w:r w:rsidRPr="00F04F62">
              <w:rPr>
                <w:rFonts w:hint="cs"/>
                <w:rtl/>
                <w:lang w:bidi="ar-IQ"/>
              </w:rPr>
              <w:t>رجعنا مع علي من صفين فانتهينا إلى موضع</w:t>
            </w:r>
          </w:p>
        </w:tc>
        <w:tc>
          <w:tcPr>
            <w:tcW w:w="544" w:type="dxa"/>
            <w:shd w:val="clear" w:color="auto" w:fill="auto"/>
          </w:tcPr>
          <w:p w:rsidR="00A87899" w:rsidRDefault="00A87899" w:rsidP="00541E11">
            <w:pPr>
              <w:pStyle w:val="libVarCenter"/>
              <w:rPr>
                <w:rtl/>
              </w:rPr>
            </w:pPr>
            <w:r>
              <w:rPr>
                <w:rFonts w:hint="cs"/>
                <w:rtl/>
              </w:rPr>
              <w:t>28</w:t>
            </w:r>
          </w:p>
        </w:tc>
        <w:tc>
          <w:tcPr>
            <w:tcW w:w="3236" w:type="dxa"/>
            <w:shd w:val="clear" w:color="auto" w:fill="auto"/>
          </w:tcPr>
          <w:p w:rsidR="00A87899" w:rsidRPr="007E27A3" w:rsidRDefault="00A87899" w:rsidP="005C730B">
            <w:pPr>
              <w:pStyle w:val="TOC3"/>
              <w:rPr>
                <w:rtl/>
                <w:lang w:bidi="ar-IQ"/>
              </w:rPr>
            </w:pPr>
            <w:r w:rsidRPr="007E27A3">
              <w:rPr>
                <w:rFonts w:hint="cs"/>
                <w:rtl/>
                <w:lang w:bidi="ar-IQ"/>
              </w:rPr>
              <w:t>فلابد لي إذن من مصرعي (الحسين)</w:t>
            </w:r>
          </w:p>
        </w:tc>
        <w:tc>
          <w:tcPr>
            <w:tcW w:w="558" w:type="dxa"/>
            <w:shd w:val="clear" w:color="auto" w:fill="auto"/>
          </w:tcPr>
          <w:p w:rsidR="00A87899" w:rsidRDefault="00A87899" w:rsidP="00541E11">
            <w:pPr>
              <w:pStyle w:val="libVarCenter"/>
              <w:rPr>
                <w:rtl/>
              </w:rPr>
            </w:pPr>
            <w:r>
              <w:rPr>
                <w:rFonts w:hint="cs"/>
                <w:rtl/>
              </w:rPr>
              <w:t>27</w:t>
            </w:r>
          </w:p>
        </w:tc>
      </w:tr>
      <w:tr w:rsidR="00A87899" w:rsidTr="005C730B">
        <w:tc>
          <w:tcPr>
            <w:tcW w:w="3249" w:type="dxa"/>
            <w:shd w:val="clear" w:color="auto" w:fill="auto"/>
          </w:tcPr>
          <w:p w:rsidR="00A87899" w:rsidRPr="00F04F62" w:rsidRDefault="00A87899" w:rsidP="005C730B">
            <w:pPr>
              <w:pStyle w:val="TOC3"/>
              <w:rPr>
                <w:rtl/>
                <w:lang w:bidi="ar-IQ"/>
              </w:rPr>
            </w:pPr>
            <w:r w:rsidRPr="00F04F62">
              <w:rPr>
                <w:rFonts w:hint="cs"/>
                <w:rtl/>
                <w:lang w:bidi="ar-IQ"/>
              </w:rPr>
              <w:t>رحمك الله أبا محمد (الحسين)</w:t>
            </w:r>
          </w:p>
        </w:tc>
        <w:tc>
          <w:tcPr>
            <w:tcW w:w="544" w:type="dxa"/>
            <w:shd w:val="clear" w:color="auto" w:fill="auto"/>
          </w:tcPr>
          <w:p w:rsidR="00A87899" w:rsidRDefault="00A87899" w:rsidP="00541E11">
            <w:pPr>
              <w:pStyle w:val="libVarCenter"/>
              <w:rPr>
                <w:rtl/>
              </w:rPr>
            </w:pPr>
            <w:r>
              <w:rPr>
                <w:rFonts w:hint="cs"/>
                <w:rtl/>
              </w:rPr>
              <w:t>18</w:t>
            </w:r>
          </w:p>
        </w:tc>
        <w:tc>
          <w:tcPr>
            <w:tcW w:w="3236" w:type="dxa"/>
            <w:shd w:val="clear" w:color="auto" w:fill="auto"/>
          </w:tcPr>
          <w:p w:rsidR="00A87899" w:rsidRPr="007E27A3" w:rsidRDefault="00A87899" w:rsidP="005C730B">
            <w:pPr>
              <w:pStyle w:val="TOC3"/>
              <w:rPr>
                <w:rtl/>
                <w:lang w:bidi="ar-IQ"/>
              </w:rPr>
            </w:pPr>
            <w:r w:rsidRPr="007E27A3">
              <w:rPr>
                <w:rFonts w:hint="cs"/>
                <w:rtl/>
                <w:lang w:bidi="ar-IQ"/>
              </w:rPr>
              <w:t>فلما أن قضى الرسول الصلاة وضعها في حجره</w:t>
            </w:r>
          </w:p>
        </w:tc>
        <w:tc>
          <w:tcPr>
            <w:tcW w:w="558" w:type="dxa"/>
            <w:shd w:val="clear" w:color="auto" w:fill="auto"/>
          </w:tcPr>
          <w:p w:rsidR="00A87899" w:rsidRDefault="00A87899" w:rsidP="00541E11">
            <w:pPr>
              <w:pStyle w:val="libVarCenter"/>
              <w:rPr>
                <w:rtl/>
              </w:rPr>
            </w:pPr>
            <w:r>
              <w:rPr>
                <w:rFonts w:hint="cs"/>
                <w:rtl/>
              </w:rPr>
              <w:t>10</w:t>
            </w:r>
          </w:p>
        </w:tc>
      </w:tr>
      <w:tr w:rsidR="00A87899" w:rsidTr="005C730B">
        <w:tc>
          <w:tcPr>
            <w:tcW w:w="3249" w:type="dxa"/>
            <w:shd w:val="clear" w:color="auto" w:fill="auto"/>
          </w:tcPr>
          <w:p w:rsidR="00A87899" w:rsidRPr="00F04F62" w:rsidRDefault="00A87899" w:rsidP="005C730B">
            <w:pPr>
              <w:pStyle w:val="TOC3"/>
              <w:rPr>
                <w:rtl/>
                <w:lang w:bidi="ar-IQ"/>
              </w:rPr>
            </w:pPr>
            <w:r w:rsidRPr="00F04F62">
              <w:rPr>
                <w:rFonts w:hint="cs"/>
                <w:rtl/>
                <w:lang w:bidi="ar-IQ"/>
              </w:rPr>
              <w:t>رحمك الله وأنت حل من بيعتي فاعمل (الحسين)</w:t>
            </w:r>
          </w:p>
        </w:tc>
        <w:tc>
          <w:tcPr>
            <w:tcW w:w="544" w:type="dxa"/>
            <w:shd w:val="clear" w:color="auto" w:fill="auto"/>
          </w:tcPr>
          <w:p w:rsidR="00A87899" w:rsidRDefault="00A87899" w:rsidP="00541E11">
            <w:pPr>
              <w:pStyle w:val="libVarCenter"/>
              <w:rPr>
                <w:rtl/>
              </w:rPr>
            </w:pPr>
            <w:r>
              <w:rPr>
                <w:rFonts w:hint="cs"/>
                <w:rtl/>
              </w:rPr>
              <w:t>29</w:t>
            </w:r>
          </w:p>
        </w:tc>
        <w:tc>
          <w:tcPr>
            <w:tcW w:w="3236" w:type="dxa"/>
            <w:shd w:val="clear" w:color="auto" w:fill="auto"/>
          </w:tcPr>
          <w:p w:rsidR="00A87899" w:rsidRPr="007E27A3" w:rsidRDefault="00A87899" w:rsidP="005C730B">
            <w:pPr>
              <w:pStyle w:val="TOC3"/>
              <w:rPr>
                <w:rtl/>
                <w:lang w:bidi="ar-IQ"/>
              </w:rPr>
            </w:pPr>
            <w:r w:rsidRPr="007E27A3">
              <w:rPr>
                <w:rFonts w:hint="cs"/>
                <w:rtl/>
                <w:lang w:bidi="ar-IQ"/>
              </w:rPr>
              <w:t>فلم أملك عيني أن فاضتا (علي)</w:t>
            </w:r>
          </w:p>
        </w:tc>
        <w:tc>
          <w:tcPr>
            <w:tcW w:w="558" w:type="dxa"/>
            <w:shd w:val="clear" w:color="auto" w:fill="auto"/>
          </w:tcPr>
          <w:p w:rsidR="00A87899" w:rsidRDefault="00A87899" w:rsidP="00541E11">
            <w:pPr>
              <w:pStyle w:val="libVarCenter"/>
              <w:rPr>
                <w:rtl/>
              </w:rPr>
            </w:pPr>
            <w:r>
              <w:rPr>
                <w:rFonts w:hint="cs"/>
                <w:rtl/>
              </w:rPr>
              <w:t>28</w:t>
            </w:r>
          </w:p>
        </w:tc>
      </w:tr>
      <w:tr w:rsidR="00A87899" w:rsidTr="005C730B">
        <w:tc>
          <w:tcPr>
            <w:tcW w:w="3249" w:type="dxa"/>
            <w:shd w:val="clear" w:color="auto" w:fill="auto"/>
          </w:tcPr>
          <w:p w:rsidR="00A87899" w:rsidRPr="00F04F62" w:rsidRDefault="00A87899" w:rsidP="005C730B">
            <w:pPr>
              <w:pStyle w:val="TOC3"/>
              <w:rPr>
                <w:rtl/>
                <w:lang w:bidi="ar-IQ"/>
              </w:rPr>
            </w:pPr>
            <w:r w:rsidRPr="00F04F62">
              <w:rPr>
                <w:rFonts w:hint="cs"/>
                <w:rtl/>
                <w:lang w:bidi="ar-IQ"/>
              </w:rPr>
              <w:t>سلام عليك أبا الريحانتين</w:t>
            </w:r>
          </w:p>
        </w:tc>
        <w:tc>
          <w:tcPr>
            <w:tcW w:w="544" w:type="dxa"/>
            <w:shd w:val="clear" w:color="auto" w:fill="auto"/>
          </w:tcPr>
          <w:p w:rsidR="00A87899" w:rsidRDefault="00A87899" w:rsidP="00541E11">
            <w:pPr>
              <w:pStyle w:val="libVarCenter"/>
              <w:rPr>
                <w:rtl/>
              </w:rPr>
            </w:pPr>
            <w:r>
              <w:rPr>
                <w:rFonts w:hint="cs"/>
                <w:rtl/>
              </w:rPr>
              <w:t>11</w:t>
            </w:r>
          </w:p>
        </w:tc>
        <w:tc>
          <w:tcPr>
            <w:tcW w:w="3236" w:type="dxa"/>
            <w:shd w:val="clear" w:color="auto" w:fill="auto"/>
          </w:tcPr>
          <w:p w:rsidR="00A87899" w:rsidRPr="007E27A3" w:rsidRDefault="00A87899" w:rsidP="005C730B">
            <w:pPr>
              <w:pStyle w:val="TOC3"/>
              <w:rPr>
                <w:rtl/>
                <w:lang w:bidi="ar-IQ"/>
              </w:rPr>
            </w:pPr>
            <w:r w:rsidRPr="007E27A3">
              <w:rPr>
                <w:rFonts w:hint="cs"/>
                <w:rtl/>
                <w:lang w:bidi="ar-IQ"/>
              </w:rPr>
              <w:t>فوضع الرسول إحدى يديه تحت قفاه</w:t>
            </w:r>
          </w:p>
        </w:tc>
        <w:tc>
          <w:tcPr>
            <w:tcW w:w="558" w:type="dxa"/>
            <w:shd w:val="clear" w:color="auto" w:fill="auto"/>
          </w:tcPr>
          <w:p w:rsidR="00A87899" w:rsidRDefault="00A87899" w:rsidP="00541E11">
            <w:pPr>
              <w:pStyle w:val="libVarCenter"/>
              <w:rPr>
                <w:rtl/>
              </w:rPr>
            </w:pPr>
            <w:r>
              <w:rPr>
                <w:rFonts w:hint="cs"/>
                <w:rtl/>
              </w:rPr>
              <w:t>10</w:t>
            </w:r>
          </w:p>
        </w:tc>
      </w:tr>
      <w:tr w:rsidR="00A87899" w:rsidTr="005C730B">
        <w:tc>
          <w:tcPr>
            <w:tcW w:w="3249" w:type="dxa"/>
            <w:shd w:val="clear" w:color="auto" w:fill="auto"/>
          </w:tcPr>
          <w:p w:rsidR="00A87899" w:rsidRPr="00F04F62" w:rsidRDefault="00A87899" w:rsidP="005C730B">
            <w:pPr>
              <w:pStyle w:val="TOC3"/>
              <w:rPr>
                <w:rtl/>
                <w:lang w:bidi="ar-IQ"/>
              </w:rPr>
            </w:pPr>
            <w:r w:rsidRPr="00F04F62">
              <w:rPr>
                <w:rFonts w:hint="cs"/>
                <w:rtl/>
                <w:lang w:bidi="ar-IQ"/>
              </w:rPr>
              <w:t>سمى هارون ابنيه شبراً وشبيراً</w:t>
            </w:r>
          </w:p>
        </w:tc>
        <w:tc>
          <w:tcPr>
            <w:tcW w:w="544" w:type="dxa"/>
            <w:shd w:val="clear" w:color="auto" w:fill="auto"/>
          </w:tcPr>
          <w:p w:rsidR="00A87899" w:rsidRDefault="00A87899" w:rsidP="00541E11">
            <w:pPr>
              <w:pStyle w:val="libVarCenter"/>
              <w:rPr>
                <w:rtl/>
              </w:rPr>
            </w:pPr>
            <w:r>
              <w:rPr>
                <w:rFonts w:hint="cs"/>
                <w:rtl/>
              </w:rPr>
              <w:t>1</w:t>
            </w:r>
          </w:p>
        </w:tc>
        <w:tc>
          <w:tcPr>
            <w:tcW w:w="3236" w:type="dxa"/>
            <w:shd w:val="clear" w:color="auto" w:fill="auto"/>
          </w:tcPr>
          <w:p w:rsidR="00A87899" w:rsidRPr="007E27A3" w:rsidRDefault="00A87899" w:rsidP="005C730B">
            <w:pPr>
              <w:pStyle w:val="TOC3"/>
              <w:rPr>
                <w:rtl/>
                <w:lang w:bidi="ar-IQ"/>
              </w:rPr>
            </w:pPr>
            <w:r w:rsidRPr="007E27A3">
              <w:rPr>
                <w:rFonts w:hint="cs"/>
                <w:rtl/>
                <w:lang w:bidi="ar-IQ"/>
              </w:rPr>
              <w:t>قتل مع الحسين ستة عشر رجلاً من أهل بيته</w:t>
            </w:r>
          </w:p>
        </w:tc>
        <w:tc>
          <w:tcPr>
            <w:tcW w:w="558" w:type="dxa"/>
            <w:shd w:val="clear" w:color="auto" w:fill="auto"/>
          </w:tcPr>
          <w:p w:rsidR="00A87899" w:rsidRDefault="00A87899" w:rsidP="00541E11">
            <w:pPr>
              <w:pStyle w:val="libVarCenter"/>
              <w:rPr>
                <w:rtl/>
              </w:rPr>
            </w:pPr>
            <w:r>
              <w:rPr>
                <w:rFonts w:hint="cs"/>
                <w:rtl/>
              </w:rPr>
              <w:t>29</w:t>
            </w:r>
          </w:p>
        </w:tc>
      </w:tr>
      <w:tr w:rsidR="00A87899" w:rsidTr="005C730B">
        <w:tc>
          <w:tcPr>
            <w:tcW w:w="3249" w:type="dxa"/>
            <w:shd w:val="clear" w:color="auto" w:fill="auto"/>
          </w:tcPr>
          <w:p w:rsidR="00A87899" w:rsidRPr="00F04F62" w:rsidRDefault="00A87899" w:rsidP="005C730B">
            <w:pPr>
              <w:pStyle w:val="TOC3"/>
              <w:rPr>
                <w:rtl/>
                <w:lang w:bidi="ar-IQ"/>
              </w:rPr>
            </w:pPr>
            <w:r w:rsidRPr="00F04F62">
              <w:rPr>
                <w:rFonts w:hint="cs"/>
                <w:rtl/>
                <w:lang w:bidi="ar-IQ"/>
              </w:rPr>
              <w:t>سمعت الجن تنوح على الحسين (ام سلمة)</w:t>
            </w:r>
          </w:p>
        </w:tc>
        <w:tc>
          <w:tcPr>
            <w:tcW w:w="544" w:type="dxa"/>
            <w:shd w:val="clear" w:color="auto" w:fill="auto"/>
          </w:tcPr>
          <w:p w:rsidR="00A87899" w:rsidRDefault="00A87899" w:rsidP="00541E11">
            <w:pPr>
              <w:pStyle w:val="libVarCenter"/>
              <w:rPr>
                <w:rtl/>
              </w:rPr>
            </w:pPr>
            <w:r>
              <w:rPr>
                <w:rFonts w:hint="cs"/>
                <w:rtl/>
              </w:rPr>
              <w:t>34</w:t>
            </w:r>
          </w:p>
        </w:tc>
        <w:tc>
          <w:tcPr>
            <w:tcW w:w="3236" w:type="dxa"/>
            <w:shd w:val="clear" w:color="auto" w:fill="auto"/>
          </w:tcPr>
          <w:p w:rsidR="00A87899" w:rsidRPr="007E27A3" w:rsidRDefault="00A87899" w:rsidP="005C730B">
            <w:pPr>
              <w:pStyle w:val="TOC3"/>
              <w:rPr>
                <w:rtl/>
                <w:lang w:bidi="ar-IQ"/>
              </w:rPr>
            </w:pPr>
            <w:r w:rsidRPr="007E27A3">
              <w:rPr>
                <w:rFonts w:hint="cs"/>
                <w:rtl/>
                <w:lang w:bidi="ar-IQ"/>
              </w:rPr>
              <w:t>قتلوه قتلهم الله قتلو أذلهم الله (ام سلمة)</w:t>
            </w:r>
          </w:p>
        </w:tc>
        <w:tc>
          <w:tcPr>
            <w:tcW w:w="558" w:type="dxa"/>
            <w:shd w:val="clear" w:color="auto" w:fill="auto"/>
          </w:tcPr>
          <w:p w:rsidR="00A87899" w:rsidRDefault="00A87899" w:rsidP="00541E11">
            <w:pPr>
              <w:pStyle w:val="libVarCenter"/>
              <w:rPr>
                <w:rtl/>
              </w:rPr>
            </w:pPr>
            <w:r>
              <w:rPr>
                <w:rFonts w:hint="cs"/>
                <w:rtl/>
              </w:rPr>
              <w:t>34</w:t>
            </w:r>
          </w:p>
        </w:tc>
      </w:tr>
      <w:tr w:rsidR="00A87899" w:rsidTr="005C730B">
        <w:tc>
          <w:tcPr>
            <w:tcW w:w="3249" w:type="dxa"/>
            <w:shd w:val="clear" w:color="auto" w:fill="auto"/>
          </w:tcPr>
          <w:p w:rsidR="00A87899" w:rsidRPr="00F04F62" w:rsidRDefault="00A87899" w:rsidP="005C730B">
            <w:pPr>
              <w:pStyle w:val="TOC3"/>
              <w:rPr>
                <w:rtl/>
                <w:lang w:bidi="ar-IQ"/>
              </w:rPr>
            </w:pPr>
            <w:r w:rsidRPr="00F04F62">
              <w:rPr>
                <w:rFonts w:hint="cs"/>
                <w:rtl/>
                <w:lang w:bidi="ar-IQ"/>
              </w:rPr>
              <w:t>عبادالله اتقوا الله وكونوا من الدنيا على حذر (الحسين)</w:t>
            </w:r>
          </w:p>
        </w:tc>
        <w:tc>
          <w:tcPr>
            <w:tcW w:w="544" w:type="dxa"/>
            <w:shd w:val="clear" w:color="auto" w:fill="auto"/>
          </w:tcPr>
          <w:p w:rsidR="00A87899" w:rsidRDefault="00A87899" w:rsidP="00541E11">
            <w:pPr>
              <w:pStyle w:val="libVarCenter"/>
              <w:rPr>
                <w:rtl/>
              </w:rPr>
            </w:pPr>
            <w:r>
              <w:rPr>
                <w:rFonts w:hint="cs"/>
                <w:rtl/>
              </w:rPr>
              <w:t>30</w:t>
            </w:r>
          </w:p>
        </w:tc>
        <w:tc>
          <w:tcPr>
            <w:tcW w:w="3236" w:type="dxa"/>
            <w:shd w:val="clear" w:color="auto" w:fill="auto"/>
          </w:tcPr>
          <w:p w:rsidR="00A87899" w:rsidRPr="007E27A3" w:rsidRDefault="00A87899" w:rsidP="005C730B">
            <w:pPr>
              <w:pStyle w:val="TOC3"/>
              <w:rPr>
                <w:rtl/>
                <w:lang w:bidi="ar-IQ"/>
              </w:rPr>
            </w:pPr>
            <w:r w:rsidRPr="007E27A3">
              <w:rPr>
                <w:rFonts w:hint="cs"/>
                <w:rtl/>
                <w:lang w:bidi="ar-IQ"/>
              </w:rPr>
              <w:t>قد نزل بنا ما ترون من الأمر (الحسين)</w:t>
            </w:r>
          </w:p>
        </w:tc>
        <w:tc>
          <w:tcPr>
            <w:tcW w:w="558" w:type="dxa"/>
            <w:shd w:val="clear" w:color="auto" w:fill="auto"/>
          </w:tcPr>
          <w:p w:rsidR="00A87899" w:rsidRDefault="00A87899" w:rsidP="00541E11">
            <w:pPr>
              <w:pStyle w:val="libVarCenter"/>
              <w:rPr>
                <w:rtl/>
              </w:rPr>
            </w:pPr>
            <w:r>
              <w:rPr>
                <w:rFonts w:hint="cs"/>
                <w:rtl/>
              </w:rPr>
              <w:t>30</w:t>
            </w:r>
          </w:p>
        </w:tc>
      </w:tr>
    </w:tbl>
    <w:p w:rsidR="009C2788" w:rsidRDefault="009C2788">
      <w:r>
        <w:br w:type="page"/>
      </w:r>
    </w:p>
    <w:tbl>
      <w:tblPr>
        <w:bidiVisual/>
        <w:tblW w:w="0" w:type="auto"/>
        <w:tblLook w:val="04A0"/>
      </w:tblPr>
      <w:tblGrid>
        <w:gridCol w:w="3249"/>
        <w:gridCol w:w="544"/>
        <w:gridCol w:w="3236"/>
        <w:gridCol w:w="558"/>
      </w:tblGrid>
      <w:tr w:rsidR="00A87899" w:rsidTr="005C730B">
        <w:tc>
          <w:tcPr>
            <w:tcW w:w="3249" w:type="dxa"/>
            <w:shd w:val="clear" w:color="auto" w:fill="auto"/>
          </w:tcPr>
          <w:p w:rsidR="00A87899" w:rsidRPr="00F04F62" w:rsidRDefault="00A87899" w:rsidP="005C730B">
            <w:pPr>
              <w:pStyle w:val="TOC3"/>
              <w:rPr>
                <w:rtl/>
                <w:lang w:bidi="ar-IQ"/>
              </w:rPr>
            </w:pPr>
            <w:r w:rsidRPr="00F04F62">
              <w:rPr>
                <w:rFonts w:hint="cs"/>
                <w:rtl/>
                <w:lang w:bidi="ar-IQ"/>
              </w:rPr>
              <w:lastRenderedPageBreak/>
              <w:t>عقرت ثمود ناقة فاستؤ صلوا (من نوح شخص لايرى)</w:t>
            </w:r>
          </w:p>
        </w:tc>
        <w:tc>
          <w:tcPr>
            <w:tcW w:w="544" w:type="dxa"/>
            <w:shd w:val="clear" w:color="auto" w:fill="auto"/>
          </w:tcPr>
          <w:p w:rsidR="00A87899" w:rsidRDefault="00A87899" w:rsidP="00541E11">
            <w:pPr>
              <w:pStyle w:val="libVarCenter"/>
              <w:rPr>
                <w:rtl/>
              </w:rPr>
            </w:pPr>
            <w:r>
              <w:rPr>
                <w:rFonts w:hint="cs"/>
                <w:rtl/>
              </w:rPr>
              <w:t>34</w:t>
            </w:r>
          </w:p>
        </w:tc>
        <w:tc>
          <w:tcPr>
            <w:tcW w:w="3236" w:type="dxa"/>
            <w:shd w:val="clear" w:color="auto" w:fill="auto"/>
          </w:tcPr>
          <w:p w:rsidR="00A87899" w:rsidRPr="007E27A3" w:rsidRDefault="00A87899" w:rsidP="005C730B">
            <w:pPr>
              <w:pStyle w:val="TOC3"/>
              <w:rPr>
                <w:rtl/>
                <w:lang w:bidi="ar-IQ"/>
              </w:rPr>
            </w:pPr>
            <w:r w:rsidRPr="007E27A3">
              <w:rPr>
                <w:rFonts w:hint="cs"/>
                <w:rtl/>
                <w:lang w:bidi="ar-IQ"/>
              </w:rPr>
              <w:t>كان أبي يتبدي فينزل قريباً من الموضع الذي كان فيه معركة الحسين</w:t>
            </w:r>
          </w:p>
        </w:tc>
        <w:tc>
          <w:tcPr>
            <w:tcW w:w="558" w:type="dxa"/>
            <w:shd w:val="clear" w:color="auto" w:fill="auto"/>
          </w:tcPr>
          <w:p w:rsidR="00A87899" w:rsidRDefault="00A87899" w:rsidP="00541E11">
            <w:pPr>
              <w:pStyle w:val="libVarCenter"/>
              <w:rPr>
                <w:rtl/>
              </w:rPr>
            </w:pPr>
            <w:r>
              <w:rPr>
                <w:rFonts w:hint="cs"/>
                <w:rtl/>
              </w:rPr>
              <w:t>29</w:t>
            </w:r>
          </w:p>
        </w:tc>
      </w:tr>
      <w:tr w:rsidR="00A87899" w:rsidTr="005C730B">
        <w:tc>
          <w:tcPr>
            <w:tcW w:w="3249" w:type="dxa"/>
            <w:shd w:val="clear" w:color="auto" w:fill="auto"/>
          </w:tcPr>
          <w:p w:rsidR="00A87899" w:rsidRPr="00F04F62" w:rsidRDefault="00A87899" w:rsidP="005C730B">
            <w:pPr>
              <w:pStyle w:val="TOC3"/>
              <w:rPr>
                <w:rtl/>
                <w:lang w:bidi="ar-IQ"/>
              </w:rPr>
            </w:pPr>
            <w:r w:rsidRPr="00F04F62">
              <w:rPr>
                <w:rFonts w:hint="cs"/>
                <w:rtl/>
                <w:lang w:bidi="ar-IQ"/>
              </w:rPr>
              <w:t>علي مع الحق والحق مع علي يدور معه حيثما دار (النبي)</w:t>
            </w:r>
          </w:p>
        </w:tc>
        <w:tc>
          <w:tcPr>
            <w:tcW w:w="544" w:type="dxa"/>
            <w:shd w:val="clear" w:color="auto" w:fill="auto"/>
          </w:tcPr>
          <w:p w:rsidR="00A87899" w:rsidRDefault="00A87899" w:rsidP="00541E11">
            <w:pPr>
              <w:pStyle w:val="libVarCenter"/>
              <w:rPr>
                <w:rtl/>
              </w:rPr>
            </w:pPr>
            <w:r>
              <w:rPr>
                <w:rFonts w:hint="cs"/>
                <w:rtl/>
              </w:rPr>
              <w:t>18</w:t>
            </w:r>
          </w:p>
        </w:tc>
        <w:tc>
          <w:tcPr>
            <w:tcW w:w="3236" w:type="dxa"/>
            <w:shd w:val="clear" w:color="auto" w:fill="auto"/>
          </w:tcPr>
          <w:p w:rsidR="00A87899" w:rsidRPr="007E27A3" w:rsidRDefault="00A87899" w:rsidP="005C730B">
            <w:pPr>
              <w:pStyle w:val="TOC3"/>
              <w:rPr>
                <w:rtl/>
                <w:lang w:bidi="ar-IQ"/>
              </w:rPr>
            </w:pPr>
            <w:r w:rsidRPr="007E27A3">
              <w:rPr>
                <w:rFonts w:hint="cs"/>
                <w:rtl/>
                <w:lang w:bidi="ar-IQ"/>
              </w:rPr>
              <w:t>كان بين الحسن والحسين طهر وحمل</w:t>
            </w:r>
          </w:p>
        </w:tc>
        <w:tc>
          <w:tcPr>
            <w:tcW w:w="558" w:type="dxa"/>
            <w:shd w:val="clear" w:color="auto" w:fill="auto"/>
          </w:tcPr>
          <w:p w:rsidR="00A87899" w:rsidRDefault="00A87899" w:rsidP="00541E11">
            <w:pPr>
              <w:pStyle w:val="libVarCenter"/>
              <w:rPr>
                <w:rtl/>
              </w:rPr>
            </w:pPr>
            <w:r>
              <w:rPr>
                <w:rFonts w:hint="cs"/>
                <w:rtl/>
              </w:rPr>
              <w:t>7</w:t>
            </w:r>
          </w:p>
        </w:tc>
      </w:tr>
      <w:tr w:rsidR="00A87899" w:rsidTr="005C730B">
        <w:tc>
          <w:tcPr>
            <w:tcW w:w="3249" w:type="dxa"/>
            <w:shd w:val="clear" w:color="auto" w:fill="auto"/>
          </w:tcPr>
          <w:p w:rsidR="00A87899" w:rsidRPr="00F04F62" w:rsidRDefault="00A87899" w:rsidP="005C730B">
            <w:pPr>
              <w:pStyle w:val="TOC3"/>
              <w:rPr>
                <w:rtl/>
                <w:lang w:bidi="ar-IQ"/>
              </w:rPr>
            </w:pPr>
            <w:r w:rsidRPr="00F04F62">
              <w:rPr>
                <w:rFonts w:hint="cs"/>
                <w:rtl/>
                <w:lang w:bidi="ar-IQ"/>
              </w:rPr>
              <w:t>علي مني بمنزلة هارون من موسى إلا انه لانبي بعدي (النبي)</w:t>
            </w:r>
          </w:p>
        </w:tc>
        <w:tc>
          <w:tcPr>
            <w:tcW w:w="544" w:type="dxa"/>
            <w:shd w:val="clear" w:color="auto" w:fill="auto"/>
          </w:tcPr>
          <w:p w:rsidR="00A87899" w:rsidRDefault="00A87899" w:rsidP="00541E11">
            <w:pPr>
              <w:pStyle w:val="libVarCenter"/>
              <w:rPr>
                <w:rtl/>
              </w:rPr>
            </w:pPr>
            <w:r>
              <w:rPr>
                <w:rFonts w:hint="cs"/>
                <w:rtl/>
              </w:rPr>
              <w:t>1</w:t>
            </w:r>
          </w:p>
        </w:tc>
        <w:tc>
          <w:tcPr>
            <w:tcW w:w="3236" w:type="dxa"/>
            <w:shd w:val="clear" w:color="auto" w:fill="auto"/>
          </w:tcPr>
          <w:p w:rsidR="00A87899" w:rsidRPr="007E27A3" w:rsidRDefault="00A87899" w:rsidP="005C730B">
            <w:pPr>
              <w:pStyle w:val="TOC3"/>
              <w:rPr>
                <w:rtl/>
                <w:lang w:bidi="ar-IQ"/>
              </w:rPr>
            </w:pPr>
            <w:r w:rsidRPr="007E27A3">
              <w:rPr>
                <w:rFonts w:hint="cs"/>
                <w:rtl/>
                <w:lang w:bidi="ar-IQ"/>
              </w:rPr>
              <w:t>كان الحسن والحسين يلعبان بين يدي النبي</w:t>
            </w:r>
          </w:p>
        </w:tc>
        <w:tc>
          <w:tcPr>
            <w:tcW w:w="558" w:type="dxa"/>
            <w:shd w:val="clear" w:color="auto" w:fill="auto"/>
          </w:tcPr>
          <w:p w:rsidR="00A87899" w:rsidRDefault="00A87899" w:rsidP="00541E11">
            <w:pPr>
              <w:pStyle w:val="libVarCenter"/>
              <w:rPr>
                <w:rtl/>
              </w:rPr>
            </w:pPr>
            <w:r>
              <w:rPr>
                <w:rFonts w:hint="cs"/>
                <w:rtl/>
              </w:rPr>
              <w:t>28</w:t>
            </w:r>
          </w:p>
        </w:tc>
      </w:tr>
      <w:tr w:rsidR="00A87899" w:rsidTr="005C730B">
        <w:tc>
          <w:tcPr>
            <w:tcW w:w="3249" w:type="dxa"/>
            <w:shd w:val="clear" w:color="auto" w:fill="auto"/>
          </w:tcPr>
          <w:p w:rsidR="00A87899" w:rsidRPr="00F04F62" w:rsidRDefault="00A87899" w:rsidP="005C730B">
            <w:pPr>
              <w:pStyle w:val="TOC3"/>
              <w:rPr>
                <w:rtl/>
                <w:lang w:bidi="ar-IQ"/>
              </w:rPr>
            </w:pPr>
            <w:r w:rsidRPr="00F04F62">
              <w:rPr>
                <w:rFonts w:hint="cs"/>
                <w:rtl/>
                <w:lang w:bidi="ar-IQ"/>
              </w:rPr>
              <w:t>عندالله أحتسبه ونفسي</w:t>
            </w:r>
          </w:p>
        </w:tc>
        <w:tc>
          <w:tcPr>
            <w:tcW w:w="544" w:type="dxa"/>
            <w:shd w:val="clear" w:color="auto" w:fill="auto"/>
          </w:tcPr>
          <w:p w:rsidR="00A87899" w:rsidRDefault="00A87899" w:rsidP="00541E11">
            <w:pPr>
              <w:pStyle w:val="libVarCenter"/>
              <w:rPr>
                <w:rtl/>
              </w:rPr>
            </w:pPr>
            <w:r>
              <w:rPr>
                <w:rFonts w:hint="cs"/>
                <w:rtl/>
              </w:rPr>
              <w:t>29</w:t>
            </w:r>
          </w:p>
        </w:tc>
        <w:tc>
          <w:tcPr>
            <w:tcW w:w="3236" w:type="dxa"/>
            <w:shd w:val="clear" w:color="auto" w:fill="auto"/>
          </w:tcPr>
          <w:p w:rsidR="00A87899" w:rsidRPr="007E27A3" w:rsidRDefault="00A87899" w:rsidP="005C730B">
            <w:pPr>
              <w:pStyle w:val="TOC3"/>
              <w:rPr>
                <w:rtl/>
                <w:lang w:bidi="ar-IQ"/>
              </w:rPr>
            </w:pPr>
            <w:r w:rsidRPr="007E27A3">
              <w:rPr>
                <w:rFonts w:hint="cs"/>
                <w:rtl/>
                <w:lang w:bidi="ar-IQ"/>
              </w:rPr>
              <w:t>كان الجصاصون يسمعون نوح الجن على الحسين</w:t>
            </w:r>
          </w:p>
        </w:tc>
        <w:tc>
          <w:tcPr>
            <w:tcW w:w="558" w:type="dxa"/>
            <w:shd w:val="clear" w:color="auto" w:fill="auto"/>
          </w:tcPr>
          <w:p w:rsidR="00A87899" w:rsidRPr="00F51CD9" w:rsidRDefault="00A87899" w:rsidP="00541E11">
            <w:pPr>
              <w:pStyle w:val="libVarCenter"/>
              <w:rPr>
                <w:rtl/>
              </w:rPr>
            </w:pPr>
            <w:r w:rsidRPr="00F51CD9">
              <w:rPr>
                <w:rFonts w:hint="cs"/>
                <w:rtl/>
              </w:rPr>
              <w:t>34</w:t>
            </w:r>
          </w:p>
        </w:tc>
      </w:tr>
      <w:tr w:rsidR="00A87899" w:rsidTr="005C730B">
        <w:tc>
          <w:tcPr>
            <w:tcW w:w="3249" w:type="dxa"/>
            <w:shd w:val="clear" w:color="auto" w:fill="auto"/>
          </w:tcPr>
          <w:p w:rsidR="00A87899" w:rsidRPr="00F04F62" w:rsidRDefault="00A87899" w:rsidP="005C730B">
            <w:pPr>
              <w:pStyle w:val="TOC3"/>
              <w:rPr>
                <w:rtl/>
                <w:lang w:bidi="ar-IQ"/>
              </w:rPr>
            </w:pPr>
            <w:r w:rsidRPr="00F04F62">
              <w:rPr>
                <w:rFonts w:hint="cs"/>
                <w:rtl/>
                <w:lang w:bidi="ar-IQ"/>
              </w:rPr>
              <w:t>فأراني تربة حمراء</w:t>
            </w:r>
          </w:p>
        </w:tc>
        <w:tc>
          <w:tcPr>
            <w:tcW w:w="544" w:type="dxa"/>
            <w:shd w:val="clear" w:color="auto" w:fill="auto"/>
          </w:tcPr>
          <w:p w:rsidR="00A87899" w:rsidRDefault="00A87899" w:rsidP="00541E11">
            <w:pPr>
              <w:pStyle w:val="libVarCenter"/>
              <w:rPr>
                <w:rtl/>
              </w:rPr>
            </w:pPr>
            <w:r>
              <w:rPr>
                <w:rFonts w:hint="cs"/>
                <w:rtl/>
              </w:rPr>
              <w:t>28</w:t>
            </w:r>
          </w:p>
        </w:tc>
        <w:tc>
          <w:tcPr>
            <w:tcW w:w="3236" w:type="dxa"/>
            <w:shd w:val="clear" w:color="auto" w:fill="auto"/>
          </w:tcPr>
          <w:p w:rsidR="00A87899" w:rsidRPr="007E27A3" w:rsidRDefault="00A87899" w:rsidP="005C730B">
            <w:pPr>
              <w:pStyle w:val="TOC3"/>
              <w:rPr>
                <w:rtl/>
                <w:lang w:bidi="ar-IQ"/>
              </w:rPr>
            </w:pPr>
            <w:r w:rsidRPr="007E27A3">
              <w:rPr>
                <w:rFonts w:hint="cs"/>
                <w:rtl/>
                <w:lang w:bidi="ar-IQ"/>
              </w:rPr>
              <w:t>كان الحسين آخذاً بذراعي في أيام الموسم</w:t>
            </w:r>
          </w:p>
        </w:tc>
        <w:tc>
          <w:tcPr>
            <w:tcW w:w="558" w:type="dxa"/>
            <w:shd w:val="clear" w:color="auto" w:fill="auto"/>
          </w:tcPr>
          <w:p w:rsidR="00A87899" w:rsidRDefault="00A87899" w:rsidP="00541E11">
            <w:pPr>
              <w:pStyle w:val="libVarCenter"/>
              <w:rPr>
                <w:rtl/>
              </w:rPr>
            </w:pPr>
            <w:r>
              <w:rPr>
                <w:rFonts w:hint="cs"/>
                <w:rtl/>
              </w:rPr>
              <w:t>11</w:t>
            </w:r>
          </w:p>
        </w:tc>
      </w:tr>
      <w:tr w:rsidR="00A87899" w:rsidTr="005C730B">
        <w:tc>
          <w:tcPr>
            <w:tcW w:w="3249" w:type="dxa"/>
            <w:shd w:val="clear" w:color="auto" w:fill="auto"/>
          </w:tcPr>
          <w:p w:rsidR="00A87899" w:rsidRPr="00F04F62" w:rsidRDefault="00A87899" w:rsidP="005C730B">
            <w:pPr>
              <w:pStyle w:val="TOC3"/>
              <w:rPr>
                <w:rtl/>
                <w:lang w:bidi="ar-IQ"/>
              </w:rPr>
            </w:pPr>
            <w:r w:rsidRPr="00F04F62">
              <w:rPr>
                <w:rFonts w:hint="cs"/>
                <w:rtl/>
                <w:lang w:bidi="ar-IQ"/>
              </w:rPr>
              <w:t>فاستيقظ وفي يده تربة حمراء</w:t>
            </w:r>
          </w:p>
        </w:tc>
        <w:tc>
          <w:tcPr>
            <w:tcW w:w="544" w:type="dxa"/>
            <w:shd w:val="clear" w:color="auto" w:fill="auto"/>
          </w:tcPr>
          <w:p w:rsidR="00A87899" w:rsidRDefault="00A87899" w:rsidP="00541E11">
            <w:pPr>
              <w:pStyle w:val="libVarCenter"/>
              <w:rPr>
                <w:rtl/>
              </w:rPr>
            </w:pPr>
            <w:r>
              <w:rPr>
                <w:rFonts w:hint="cs"/>
                <w:rtl/>
              </w:rPr>
              <w:t>28</w:t>
            </w:r>
          </w:p>
        </w:tc>
        <w:tc>
          <w:tcPr>
            <w:tcW w:w="3236" w:type="dxa"/>
            <w:shd w:val="clear" w:color="auto" w:fill="auto"/>
          </w:tcPr>
          <w:p w:rsidR="00A87899" w:rsidRPr="007E27A3" w:rsidRDefault="00A87899" w:rsidP="005C730B">
            <w:pPr>
              <w:pStyle w:val="TOC3"/>
              <w:rPr>
                <w:rtl/>
                <w:lang w:bidi="ar-IQ"/>
              </w:rPr>
            </w:pPr>
            <w:r w:rsidRPr="007E27A3">
              <w:rPr>
                <w:rFonts w:hint="cs"/>
                <w:rtl/>
                <w:lang w:bidi="ar-IQ"/>
              </w:rPr>
              <w:t>كان على الحسن والحسين تعويذان</w:t>
            </w:r>
          </w:p>
        </w:tc>
        <w:tc>
          <w:tcPr>
            <w:tcW w:w="558" w:type="dxa"/>
            <w:shd w:val="clear" w:color="auto" w:fill="auto"/>
          </w:tcPr>
          <w:p w:rsidR="00A87899" w:rsidRDefault="00A87899" w:rsidP="00541E11">
            <w:pPr>
              <w:pStyle w:val="libVarCenter"/>
              <w:rPr>
                <w:rtl/>
              </w:rPr>
            </w:pPr>
            <w:r>
              <w:rPr>
                <w:rFonts w:hint="cs"/>
                <w:rtl/>
              </w:rPr>
              <w:t>6</w:t>
            </w:r>
          </w:p>
        </w:tc>
      </w:tr>
      <w:tr w:rsidR="00A87899" w:rsidTr="005C730B">
        <w:tc>
          <w:tcPr>
            <w:tcW w:w="3249" w:type="dxa"/>
            <w:shd w:val="clear" w:color="auto" w:fill="auto"/>
          </w:tcPr>
          <w:p w:rsidR="00A87899" w:rsidRPr="00F04F62" w:rsidRDefault="00A87899" w:rsidP="005C730B">
            <w:pPr>
              <w:pStyle w:val="TOC3"/>
              <w:rPr>
                <w:rtl/>
                <w:lang w:bidi="ar-IQ"/>
              </w:rPr>
            </w:pPr>
            <w:r w:rsidRPr="00F04F62">
              <w:rPr>
                <w:rFonts w:hint="cs"/>
                <w:rtl/>
                <w:lang w:bidi="ar-IQ"/>
              </w:rPr>
              <w:t>فأشار جبرئيل إلى الطف بالعراق</w:t>
            </w:r>
          </w:p>
        </w:tc>
        <w:tc>
          <w:tcPr>
            <w:tcW w:w="544" w:type="dxa"/>
            <w:shd w:val="clear" w:color="auto" w:fill="auto"/>
          </w:tcPr>
          <w:p w:rsidR="00A87899" w:rsidRDefault="00A87899" w:rsidP="00541E11">
            <w:pPr>
              <w:pStyle w:val="libVarCenter"/>
              <w:rPr>
                <w:rtl/>
              </w:rPr>
            </w:pPr>
            <w:r>
              <w:rPr>
                <w:rFonts w:hint="cs"/>
                <w:rtl/>
              </w:rPr>
              <w:t>28</w:t>
            </w:r>
          </w:p>
        </w:tc>
        <w:tc>
          <w:tcPr>
            <w:tcW w:w="3236" w:type="dxa"/>
            <w:shd w:val="clear" w:color="auto" w:fill="auto"/>
          </w:tcPr>
          <w:p w:rsidR="00A87899" w:rsidRDefault="00A87899" w:rsidP="005C730B">
            <w:pPr>
              <w:pStyle w:val="TOC3"/>
            </w:pPr>
            <w:r w:rsidRPr="007E27A3">
              <w:rPr>
                <w:rFonts w:hint="cs"/>
                <w:rtl/>
                <w:lang w:bidi="ar-IQ"/>
              </w:rPr>
              <w:t>كان مع عمر بن سعد قريب من ثلاثين رجلاً</w:t>
            </w:r>
          </w:p>
        </w:tc>
        <w:tc>
          <w:tcPr>
            <w:tcW w:w="558" w:type="dxa"/>
            <w:shd w:val="clear" w:color="auto" w:fill="auto"/>
          </w:tcPr>
          <w:p w:rsidR="00A87899" w:rsidRDefault="00A87899" w:rsidP="00541E11">
            <w:pPr>
              <w:pStyle w:val="libVarCenter"/>
              <w:rPr>
                <w:rtl/>
              </w:rPr>
            </w:pPr>
            <w:r>
              <w:rPr>
                <w:rFonts w:hint="cs"/>
                <w:rtl/>
              </w:rPr>
              <w:t>30</w:t>
            </w:r>
          </w:p>
        </w:tc>
      </w:tr>
      <w:tr w:rsidR="00A87899" w:rsidTr="005C730B">
        <w:tc>
          <w:tcPr>
            <w:tcW w:w="3249" w:type="dxa"/>
            <w:shd w:val="clear" w:color="auto" w:fill="auto"/>
          </w:tcPr>
          <w:p w:rsidR="00A87899" w:rsidRPr="00F04F62" w:rsidRDefault="00A87899" w:rsidP="005C730B">
            <w:pPr>
              <w:pStyle w:val="TOC3"/>
              <w:rPr>
                <w:rtl/>
                <w:lang w:bidi="ar-IQ"/>
              </w:rPr>
            </w:pPr>
            <w:r w:rsidRPr="00F04F62">
              <w:rPr>
                <w:rFonts w:hint="cs"/>
                <w:rtl/>
                <w:lang w:bidi="ar-IQ"/>
              </w:rPr>
              <w:t>فاطمة بضعة مني فمن أغضبها</w:t>
            </w:r>
            <w:r>
              <w:rPr>
                <w:rFonts w:hint="cs"/>
                <w:rtl/>
                <w:lang w:bidi="ar-IQ"/>
              </w:rPr>
              <w:t xml:space="preserve"> </w:t>
            </w:r>
            <w:r w:rsidRPr="00F04F62">
              <w:rPr>
                <w:rFonts w:hint="cs"/>
                <w:rtl/>
                <w:lang w:bidi="ar-IQ"/>
              </w:rPr>
              <w:t>أغضبني (النبي)</w:t>
            </w:r>
          </w:p>
        </w:tc>
        <w:tc>
          <w:tcPr>
            <w:tcW w:w="544" w:type="dxa"/>
            <w:shd w:val="clear" w:color="auto" w:fill="auto"/>
          </w:tcPr>
          <w:p w:rsidR="00A87899" w:rsidRDefault="00A87899" w:rsidP="00541E11">
            <w:pPr>
              <w:pStyle w:val="libVarCenter"/>
              <w:rPr>
                <w:rtl/>
              </w:rPr>
            </w:pPr>
            <w:r>
              <w:rPr>
                <w:rFonts w:hint="cs"/>
                <w:rtl/>
              </w:rPr>
              <w:t>14</w:t>
            </w:r>
          </w:p>
        </w:tc>
        <w:tc>
          <w:tcPr>
            <w:tcW w:w="3236" w:type="dxa"/>
            <w:shd w:val="clear" w:color="auto" w:fill="auto"/>
          </w:tcPr>
          <w:p w:rsidR="00A87899" w:rsidRPr="007E27A3" w:rsidRDefault="00A87899" w:rsidP="005C730B">
            <w:pPr>
              <w:pStyle w:val="TOC3"/>
              <w:rPr>
                <w:rtl/>
                <w:lang w:bidi="ar-IQ"/>
              </w:rPr>
            </w:pPr>
          </w:p>
        </w:tc>
        <w:tc>
          <w:tcPr>
            <w:tcW w:w="558" w:type="dxa"/>
            <w:shd w:val="clear" w:color="auto" w:fill="auto"/>
          </w:tcPr>
          <w:p w:rsidR="00A87899" w:rsidRDefault="00A87899" w:rsidP="005C730B">
            <w:pPr>
              <w:rPr>
                <w:rtl/>
              </w:rPr>
            </w:pPr>
          </w:p>
        </w:tc>
      </w:tr>
      <w:tr w:rsidR="00A87899" w:rsidTr="005C730B">
        <w:tc>
          <w:tcPr>
            <w:tcW w:w="3249" w:type="dxa"/>
            <w:shd w:val="clear" w:color="auto" w:fill="auto"/>
          </w:tcPr>
          <w:p w:rsidR="00A87899" w:rsidRDefault="00A87899" w:rsidP="005C730B">
            <w:pPr>
              <w:pStyle w:val="TOC3"/>
            </w:pPr>
            <w:r w:rsidRPr="00F04F62">
              <w:rPr>
                <w:rFonts w:hint="cs"/>
                <w:rtl/>
                <w:lang w:bidi="ar-IQ"/>
              </w:rPr>
              <w:t>فجاءة بسهلة أو تراب أحمر</w:t>
            </w:r>
          </w:p>
        </w:tc>
        <w:tc>
          <w:tcPr>
            <w:tcW w:w="544" w:type="dxa"/>
            <w:shd w:val="clear" w:color="auto" w:fill="auto"/>
          </w:tcPr>
          <w:p w:rsidR="00A87899" w:rsidRDefault="00A87899" w:rsidP="00541E11">
            <w:pPr>
              <w:pStyle w:val="libVarCenter"/>
              <w:rPr>
                <w:rtl/>
              </w:rPr>
            </w:pPr>
            <w:r>
              <w:rPr>
                <w:rFonts w:hint="cs"/>
                <w:rtl/>
              </w:rPr>
              <w:t>28</w:t>
            </w:r>
          </w:p>
        </w:tc>
        <w:tc>
          <w:tcPr>
            <w:tcW w:w="3236" w:type="dxa"/>
            <w:shd w:val="clear" w:color="auto" w:fill="auto"/>
          </w:tcPr>
          <w:p w:rsidR="00A87899" w:rsidRPr="007E27A3" w:rsidRDefault="00A87899" w:rsidP="005C730B">
            <w:pPr>
              <w:pStyle w:val="TOC3"/>
              <w:rPr>
                <w:rtl/>
                <w:lang w:bidi="ar-IQ"/>
              </w:rPr>
            </w:pPr>
          </w:p>
        </w:tc>
        <w:tc>
          <w:tcPr>
            <w:tcW w:w="558" w:type="dxa"/>
            <w:shd w:val="clear" w:color="auto" w:fill="auto"/>
          </w:tcPr>
          <w:p w:rsidR="00A87899" w:rsidRDefault="00A87899" w:rsidP="005C730B">
            <w:pPr>
              <w:rPr>
                <w:rtl/>
              </w:rPr>
            </w:pPr>
          </w:p>
        </w:tc>
      </w:tr>
    </w:tbl>
    <w:p w:rsidR="00A87899" w:rsidRDefault="00A87899" w:rsidP="00541E11">
      <w:pPr>
        <w:pStyle w:val="libNormal"/>
      </w:pPr>
      <w:r>
        <w:br w:type="page"/>
      </w:r>
    </w:p>
    <w:tbl>
      <w:tblPr>
        <w:bidiVisual/>
        <w:tblW w:w="0" w:type="auto"/>
        <w:tblLook w:val="04A0"/>
      </w:tblPr>
      <w:tblGrid>
        <w:gridCol w:w="3249"/>
        <w:gridCol w:w="544"/>
        <w:gridCol w:w="3236"/>
        <w:gridCol w:w="558"/>
      </w:tblGrid>
      <w:tr w:rsidR="00A87899" w:rsidTr="005C730B">
        <w:tc>
          <w:tcPr>
            <w:tcW w:w="3249" w:type="dxa"/>
            <w:shd w:val="clear" w:color="auto" w:fill="auto"/>
          </w:tcPr>
          <w:p w:rsidR="00A87899" w:rsidRPr="00B85B04" w:rsidRDefault="00A87899" w:rsidP="005C730B">
            <w:pPr>
              <w:pStyle w:val="TOC3"/>
              <w:rPr>
                <w:rtl/>
                <w:lang w:bidi="ar-IQ"/>
              </w:rPr>
            </w:pPr>
            <w:r w:rsidRPr="00B85B04">
              <w:rPr>
                <w:rFonts w:hint="cs"/>
                <w:rtl/>
                <w:lang w:bidi="ar-IQ"/>
              </w:rPr>
              <w:lastRenderedPageBreak/>
              <w:t>كانوا الا يرفعون حجراً إلاّ وجدوا تحته دماً</w:t>
            </w:r>
          </w:p>
        </w:tc>
        <w:tc>
          <w:tcPr>
            <w:tcW w:w="544" w:type="dxa"/>
            <w:shd w:val="clear" w:color="auto" w:fill="auto"/>
          </w:tcPr>
          <w:p w:rsidR="00A87899" w:rsidRDefault="00A87899" w:rsidP="00541E11">
            <w:pPr>
              <w:pStyle w:val="libVarCenter"/>
              <w:rPr>
                <w:rtl/>
              </w:rPr>
            </w:pPr>
            <w:r>
              <w:rPr>
                <w:rFonts w:hint="cs"/>
                <w:rtl/>
              </w:rPr>
              <w:t>33</w:t>
            </w:r>
          </w:p>
        </w:tc>
        <w:tc>
          <w:tcPr>
            <w:tcW w:w="3236" w:type="dxa"/>
            <w:shd w:val="clear" w:color="auto" w:fill="auto"/>
          </w:tcPr>
          <w:p w:rsidR="00A87899" w:rsidRPr="003521FA" w:rsidRDefault="00A87899" w:rsidP="005C730B">
            <w:pPr>
              <w:pStyle w:val="TOC3"/>
              <w:rPr>
                <w:rtl/>
                <w:lang w:bidi="ar-IQ"/>
              </w:rPr>
            </w:pPr>
            <w:r w:rsidRPr="003521FA">
              <w:rPr>
                <w:rFonts w:hint="cs"/>
                <w:rtl/>
                <w:lang w:bidi="ar-IQ"/>
              </w:rPr>
              <w:t>لم تبك السماء على أحد بعد يحيى إلا على الحسين (ابن سيرين)</w:t>
            </w:r>
          </w:p>
        </w:tc>
        <w:tc>
          <w:tcPr>
            <w:tcW w:w="558" w:type="dxa"/>
            <w:shd w:val="clear" w:color="auto" w:fill="auto"/>
          </w:tcPr>
          <w:p w:rsidR="00A87899" w:rsidRDefault="00A87899" w:rsidP="00541E11">
            <w:pPr>
              <w:pStyle w:val="libVarCenter"/>
              <w:rPr>
                <w:rtl/>
              </w:rPr>
            </w:pPr>
            <w:r>
              <w:rPr>
                <w:rFonts w:hint="cs"/>
                <w:rtl/>
              </w:rPr>
              <w:t>33</w:t>
            </w:r>
          </w:p>
        </w:tc>
      </w:tr>
      <w:tr w:rsidR="00A87899" w:rsidTr="005C730B">
        <w:tc>
          <w:tcPr>
            <w:tcW w:w="3249" w:type="dxa"/>
            <w:shd w:val="clear" w:color="auto" w:fill="auto"/>
          </w:tcPr>
          <w:p w:rsidR="00A87899" w:rsidRPr="00B85B04" w:rsidRDefault="00A87899" w:rsidP="005C730B">
            <w:pPr>
              <w:pStyle w:val="TOC3"/>
              <w:rPr>
                <w:rtl/>
                <w:lang w:bidi="ar-IQ"/>
              </w:rPr>
            </w:pPr>
            <w:r w:rsidRPr="00B85B04">
              <w:rPr>
                <w:rFonts w:hint="cs"/>
                <w:rtl/>
                <w:lang w:bidi="ar-IQ"/>
              </w:rPr>
              <w:t>كرب</w:t>
            </w:r>
            <w:r>
              <w:rPr>
                <w:rFonts w:hint="cs"/>
                <w:rtl/>
                <w:lang w:bidi="ar-IQ"/>
              </w:rPr>
              <w:t xml:space="preserve"> و</w:t>
            </w:r>
            <w:r w:rsidRPr="00B85B04">
              <w:rPr>
                <w:rFonts w:hint="cs"/>
                <w:rtl/>
                <w:lang w:bidi="ar-IQ"/>
              </w:rPr>
              <w:t>بلاء</w:t>
            </w:r>
          </w:p>
        </w:tc>
        <w:tc>
          <w:tcPr>
            <w:tcW w:w="544" w:type="dxa"/>
            <w:shd w:val="clear" w:color="auto" w:fill="auto"/>
          </w:tcPr>
          <w:p w:rsidR="00A87899" w:rsidRDefault="00A87899" w:rsidP="00541E11">
            <w:pPr>
              <w:pStyle w:val="libVarCenter"/>
              <w:rPr>
                <w:rtl/>
              </w:rPr>
            </w:pPr>
            <w:r>
              <w:rPr>
                <w:rFonts w:hint="cs"/>
                <w:rtl/>
              </w:rPr>
              <w:t>28</w:t>
            </w:r>
          </w:p>
        </w:tc>
        <w:tc>
          <w:tcPr>
            <w:tcW w:w="3236" w:type="dxa"/>
            <w:shd w:val="clear" w:color="auto" w:fill="auto"/>
          </w:tcPr>
          <w:p w:rsidR="00A87899" w:rsidRPr="003521FA" w:rsidRDefault="00A87899" w:rsidP="005C730B">
            <w:pPr>
              <w:pStyle w:val="TOC3"/>
              <w:rPr>
                <w:rtl/>
                <w:lang w:bidi="ar-IQ"/>
              </w:rPr>
            </w:pPr>
            <w:r w:rsidRPr="003521FA">
              <w:rPr>
                <w:rFonts w:hint="cs"/>
                <w:rtl/>
                <w:lang w:bidi="ar-IQ"/>
              </w:rPr>
              <w:t>لما قتل الحسين وجيء برأسة إلى عبيد الله (أنس)</w:t>
            </w:r>
          </w:p>
        </w:tc>
        <w:tc>
          <w:tcPr>
            <w:tcW w:w="558" w:type="dxa"/>
            <w:shd w:val="clear" w:color="auto" w:fill="auto"/>
          </w:tcPr>
          <w:p w:rsidR="00A87899" w:rsidRDefault="00A87899" w:rsidP="00541E11">
            <w:pPr>
              <w:pStyle w:val="libVarCenter"/>
              <w:rPr>
                <w:rtl/>
              </w:rPr>
            </w:pPr>
            <w:r>
              <w:rPr>
                <w:rFonts w:hint="cs"/>
                <w:rtl/>
              </w:rPr>
              <w:t>31</w:t>
            </w:r>
          </w:p>
        </w:tc>
      </w:tr>
      <w:tr w:rsidR="00A87899" w:rsidTr="005C730B">
        <w:tc>
          <w:tcPr>
            <w:tcW w:w="3249" w:type="dxa"/>
            <w:shd w:val="clear" w:color="auto" w:fill="auto"/>
          </w:tcPr>
          <w:p w:rsidR="00A87899" w:rsidRPr="00B85B04" w:rsidRDefault="00A87899" w:rsidP="005C730B">
            <w:pPr>
              <w:pStyle w:val="TOC3"/>
              <w:rPr>
                <w:rtl/>
                <w:lang w:bidi="ar-IQ"/>
              </w:rPr>
            </w:pPr>
            <w:r w:rsidRPr="00B85B04">
              <w:rPr>
                <w:rFonts w:hint="cs"/>
                <w:rtl/>
                <w:lang w:bidi="ar-IQ"/>
              </w:rPr>
              <w:t>كانا زماناً بعد قتل الحسين وان الشمس تطلع محمرة</w:t>
            </w:r>
          </w:p>
        </w:tc>
        <w:tc>
          <w:tcPr>
            <w:tcW w:w="544" w:type="dxa"/>
            <w:shd w:val="clear" w:color="auto" w:fill="auto"/>
          </w:tcPr>
          <w:p w:rsidR="00A87899" w:rsidRDefault="00A87899" w:rsidP="00541E11">
            <w:pPr>
              <w:pStyle w:val="libVarCenter"/>
              <w:rPr>
                <w:rtl/>
              </w:rPr>
            </w:pPr>
            <w:r>
              <w:rPr>
                <w:rFonts w:hint="cs"/>
                <w:rtl/>
              </w:rPr>
              <w:t>33</w:t>
            </w:r>
          </w:p>
        </w:tc>
        <w:tc>
          <w:tcPr>
            <w:tcW w:w="3236" w:type="dxa"/>
            <w:shd w:val="clear" w:color="auto" w:fill="auto"/>
          </w:tcPr>
          <w:p w:rsidR="00A87899" w:rsidRPr="003521FA" w:rsidRDefault="00A87899" w:rsidP="005C730B">
            <w:pPr>
              <w:pStyle w:val="TOC3"/>
              <w:rPr>
                <w:rtl/>
                <w:lang w:bidi="ar-IQ"/>
              </w:rPr>
            </w:pPr>
            <w:r w:rsidRPr="003521FA">
              <w:rPr>
                <w:rFonts w:hint="cs"/>
                <w:rtl/>
                <w:lang w:bidi="ar-IQ"/>
              </w:rPr>
              <w:t>لوكنت فيمن قتل الحسين ثم ادخلت الجنة لاستحييت</w:t>
            </w:r>
          </w:p>
        </w:tc>
        <w:tc>
          <w:tcPr>
            <w:tcW w:w="558" w:type="dxa"/>
            <w:shd w:val="clear" w:color="auto" w:fill="auto"/>
          </w:tcPr>
          <w:p w:rsidR="00A87899" w:rsidRDefault="00A87899" w:rsidP="00541E11">
            <w:pPr>
              <w:pStyle w:val="libVarCenter"/>
              <w:rPr>
                <w:rtl/>
              </w:rPr>
            </w:pPr>
            <w:r>
              <w:rPr>
                <w:rFonts w:hint="cs"/>
                <w:rtl/>
              </w:rPr>
              <w:t>30</w:t>
            </w:r>
          </w:p>
        </w:tc>
      </w:tr>
      <w:tr w:rsidR="00A87899" w:rsidTr="005C730B">
        <w:tc>
          <w:tcPr>
            <w:tcW w:w="3249" w:type="dxa"/>
            <w:shd w:val="clear" w:color="auto" w:fill="auto"/>
          </w:tcPr>
          <w:p w:rsidR="00A87899" w:rsidRPr="00B85B04" w:rsidRDefault="00A87899" w:rsidP="005C730B">
            <w:pPr>
              <w:pStyle w:val="TOC3"/>
              <w:rPr>
                <w:rtl/>
                <w:lang w:bidi="ar-IQ"/>
              </w:rPr>
            </w:pPr>
            <w:r w:rsidRPr="00B85B04">
              <w:rPr>
                <w:rFonts w:hint="cs"/>
                <w:rtl/>
                <w:lang w:bidi="ar-IQ"/>
              </w:rPr>
              <w:t>كنا نسمع انه يقتل بكربلاء ابن نبي (رأس الجالوت)</w:t>
            </w:r>
          </w:p>
        </w:tc>
        <w:tc>
          <w:tcPr>
            <w:tcW w:w="544" w:type="dxa"/>
            <w:shd w:val="clear" w:color="auto" w:fill="auto"/>
          </w:tcPr>
          <w:p w:rsidR="00A87899" w:rsidRDefault="00A87899" w:rsidP="00541E11">
            <w:pPr>
              <w:pStyle w:val="libVarCenter"/>
              <w:rPr>
                <w:rtl/>
              </w:rPr>
            </w:pPr>
            <w:r>
              <w:rPr>
                <w:rFonts w:hint="cs"/>
                <w:rtl/>
              </w:rPr>
              <w:t>28</w:t>
            </w:r>
          </w:p>
        </w:tc>
        <w:tc>
          <w:tcPr>
            <w:tcW w:w="3236" w:type="dxa"/>
            <w:shd w:val="clear" w:color="auto" w:fill="auto"/>
          </w:tcPr>
          <w:p w:rsidR="00A87899" w:rsidRPr="003521FA" w:rsidRDefault="00A87899" w:rsidP="005C730B">
            <w:pPr>
              <w:pStyle w:val="TOC3"/>
              <w:rPr>
                <w:rtl/>
                <w:lang w:bidi="ar-IQ"/>
              </w:rPr>
            </w:pPr>
            <w:r w:rsidRPr="003521FA">
              <w:rPr>
                <w:rFonts w:hint="cs"/>
                <w:rtl/>
                <w:lang w:bidi="ar-IQ"/>
              </w:rPr>
              <w:t>ما من مسلم ولا مسلمة يصاب فيحدث استرجاعاً (الرسول)</w:t>
            </w:r>
          </w:p>
        </w:tc>
        <w:tc>
          <w:tcPr>
            <w:tcW w:w="558" w:type="dxa"/>
            <w:shd w:val="clear" w:color="auto" w:fill="auto"/>
          </w:tcPr>
          <w:p w:rsidR="00A87899" w:rsidRDefault="00A87899" w:rsidP="00541E11">
            <w:pPr>
              <w:pStyle w:val="libVarCenter"/>
              <w:rPr>
                <w:rtl/>
              </w:rPr>
            </w:pPr>
            <w:r>
              <w:rPr>
                <w:rFonts w:hint="cs"/>
                <w:rtl/>
              </w:rPr>
              <w:t>8</w:t>
            </w:r>
          </w:p>
        </w:tc>
      </w:tr>
      <w:tr w:rsidR="00A87899" w:rsidTr="005C730B">
        <w:tc>
          <w:tcPr>
            <w:tcW w:w="3249" w:type="dxa"/>
            <w:shd w:val="clear" w:color="auto" w:fill="auto"/>
          </w:tcPr>
          <w:p w:rsidR="00A87899" w:rsidRPr="00B85B04" w:rsidRDefault="00A87899" w:rsidP="005C730B">
            <w:pPr>
              <w:pStyle w:val="TOC3"/>
              <w:rPr>
                <w:rtl/>
                <w:lang w:bidi="ar-IQ"/>
              </w:rPr>
            </w:pPr>
            <w:r w:rsidRPr="00B85B04">
              <w:rPr>
                <w:rFonts w:hint="cs"/>
                <w:rtl/>
                <w:lang w:bidi="ar-IQ"/>
              </w:rPr>
              <w:t>كنت عند عبيدالله لعنة الله إذ اتي برأس الحسين (زيد)</w:t>
            </w:r>
          </w:p>
        </w:tc>
        <w:tc>
          <w:tcPr>
            <w:tcW w:w="544" w:type="dxa"/>
            <w:shd w:val="clear" w:color="auto" w:fill="auto"/>
          </w:tcPr>
          <w:p w:rsidR="00A87899" w:rsidRDefault="00A87899" w:rsidP="00541E11">
            <w:pPr>
              <w:pStyle w:val="libVarCenter"/>
              <w:rPr>
                <w:rtl/>
              </w:rPr>
            </w:pPr>
            <w:r>
              <w:rPr>
                <w:rFonts w:hint="cs"/>
                <w:rtl/>
              </w:rPr>
              <w:t>31</w:t>
            </w:r>
          </w:p>
        </w:tc>
        <w:tc>
          <w:tcPr>
            <w:tcW w:w="3236" w:type="dxa"/>
            <w:shd w:val="clear" w:color="auto" w:fill="auto"/>
          </w:tcPr>
          <w:p w:rsidR="00A87899" w:rsidRPr="003521FA" w:rsidRDefault="00A87899" w:rsidP="005C730B">
            <w:pPr>
              <w:pStyle w:val="TOC3"/>
              <w:rPr>
                <w:rtl/>
                <w:lang w:bidi="ar-IQ"/>
              </w:rPr>
            </w:pPr>
            <w:r w:rsidRPr="003521FA">
              <w:rPr>
                <w:rFonts w:hint="cs"/>
                <w:rtl/>
                <w:lang w:bidi="ar-IQ"/>
              </w:rPr>
              <w:t>مر الحسين بمساكين</w:t>
            </w:r>
          </w:p>
        </w:tc>
        <w:tc>
          <w:tcPr>
            <w:tcW w:w="558" w:type="dxa"/>
            <w:shd w:val="clear" w:color="auto" w:fill="auto"/>
          </w:tcPr>
          <w:p w:rsidR="00A87899" w:rsidRDefault="00A87899" w:rsidP="00541E11">
            <w:pPr>
              <w:pStyle w:val="libVarCenter"/>
              <w:rPr>
                <w:rtl/>
              </w:rPr>
            </w:pPr>
            <w:r>
              <w:rPr>
                <w:rFonts w:hint="cs"/>
                <w:rtl/>
              </w:rPr>
              <w:t>7</w:t>
            </w:r>
          </w:p>
        </w:tc>
      </w:tr>
      <w:tr w:rsidR="00A87899" w:rsidTr="005C730B">
        <w:tc>
          <w:tcPr>
            <w:tcW w:w="3249" w:type="dxa"/>
            <w:shd w:val="clear" w:color="auto" w:fill="auto"/>
          </w:tcPr>
          <w:p w:rsidR="00A87899" w:rsidRPr="00B85B04" w:rsidRDefault="00A87899" w:rsidP="005C730B">
            <w:pPr>
              <w:pStyle w:val="TOC3"/>
              <w:rPr>
                <w:rtl/>
                <w:lang w:bidi="ar-IQ"/>
              </w:rPr>
            </w:pPr>
            <w:r w:rsidRPr="00B85B04">
              <w:rPr>
                <w:rFonts w:hint="cs"/>
                <w:rtl/>
                <w:lang w:bidi="ar-IQ"/>
              </w:rPr>
              <w:t>كنت في الجيش الذي بعثهم عبيدالله</w:t>
            </w:r>
          </w:p>
        </w:tc>
        <w:tc>
          <w:tcPr>
            <w:tcW w:w="544" w:type="dxa"/>
            <w:shd w:val="clear" w:color="auto" w:fill="auto"/>
          </w:tcPr>
          <w:p w:rsidR="00A87899" w:rsidRDefault="00A87899" w:rsidP="00541E11">
            <w:pPr>
              <w:pStyle w:val="libVarCenter"/>
              <w:rPr>
                <w:rtl/>
              </w:rPr>
            </w:pPr>
            <w:r>
              <w:rPr>
                <w:rFonts w:hint="cs"/>
                <w:rtl/>
              </w:rPr>
              <w:t>7</w:t>
            </w:r>
          </w:p>
        </w:tc>
        <w:tc>
          <w:tcPr>
            <w:tcW w:w="3236" w:type="dxa"/>
            <w:shd w:val="clear" w:color="auto" w:fill="auto"/>
          </w:tcPr>
          <w:p w:rsidR="00A87899" w:rsidRPr="003521FA" w:rsidRDefault="00A87899" w:rsidP="005C730B">
            <w:pPr>
              <w:pStyle w:val="TOC3"/>
              <w:rPr>
                <w:rtl/>
                <w:lang w:bidi="ar-IQ"/>
              </w:rPr>
            </w:pPr>
            <w:r w:rsidRPr="003521FA">
              <w:rPr>
                <w:rFonts w:hint="cs"/>
                <w:rtl/>
                <w:lang w:bidi="ar-IQ"/>
              </w:rPr>
              <w:t>مسح الرسول جبينه (من نوح الجن على الحسين)</w:t>
            </w:r>
          </w:p>
        </w:tc>
        <w:tc>
          <w:tcPr>
            <w:tcW w:w="558" w:type="dxa"/>
            <w:shd w:val="clear" w:color="auto" w:fill="auto"/>
          </w:tcPr>
          <w:p w:rsidR="00A87899" w:rsidRDefault="00A87899" w:rsidP="00541E11">
            <w:pPr>
              <w:pStyle w:val="libVarCenter"/>
              <w:rPr>
                <w:rtl/>
              </w:rPr>
            </w:pPr>
            <w:r>
              <w:rPr>
                <w:rFonts w:hint="cs"/>
                <w:rtl/>
              </w:rPr>
              <w:t>34</w:t>
            </w:r>
          </w:p>
        </w:tc>
      </w:tr>
      <w:tr w:rsidR="00A87899" w:rsidTr="005C730B">
        <w:tc>
          <w:tcPr>
            <w:tcW w:w="3249" w:type="dxa"/>
            <w:shd w:val="clear" w:color="auto" w:fill="auto"/>
          </w:tcPr>
          <w:p w:rsidR="00A87899" w:rsidRPr="00B85B04" w:rsidRDefault="00A87899" w:rsidP="005C730B">
            <w:pPr>
              <w:pStyle w:val="TOC3"/>
              <w:rPr>
                <w:rtl/>
                <w:lang w:bidi="ar-IQ"/>
              </w:rPr>
            </w:pPr>
            <w:r w:rsidRPr="00B85B04">
              <w:rPr>
                <w:rFonts w:hint="cs"/>
                <w:rtl/>
                <w:lang w:bidi="ar-IQ"/>
              </w:rPr>
              <w:t>كنت مع ابي هريرة فرأى الحسين</w:t>
            </w:r>
          </w:p>
        </w:tc>
        <w:tc>
          <w:tcPr>
            <w:tcW w:w="544" w:type="dxa"/>
            <w:shd w:val="clear" w:color="auto" w:fill="auto"/>
          </w:tcPr>
          <w:p w:rsidR="00A87899" w:rsidRDefault="00A87899" w:rsidP="00541E11">
            <w:pPr>
              <w:pStyle w:val="libVarCenter"/>
              <w:rPr>
                <w:rtl/>
              </w:rPr>
            </w:pPr>
            <w:r>
              <w:rPr>
                <w:rFonts w:hint="cs"/>
                <w:rtl/>
              </w:rPr>
              <w:t>7</w:t>
            </w:r>
          </w:p>
        </w:tc>
        <w:tc>
          <w:tcPr>
            <w:tcW w:w="3236" w:type="dxa"/>
            <w:shd w:val="clear" w:color="auto" w:fill="auto"/>
          </w:tcPr>
          <w:p w:rsidR="00A87899" w:rsidRPr="003521FA" w:rsidRDefault="00A87899" w:rsidP="005C730B">
            <w:pPr>
              <w:pStyle w:val="TOC3"/>
              <w:rPr>
                <w:rtl/>
                <w:lang w:bidi="ar-IQ"/>
              </w:rPr>
            </w:pPr>
            <w:r w:rsidRPr="003521FA">
              <w:rPr>
                <w:rFonts w:hint="cs"/>
                <w:rtl/>
                <w:lang w:bidi="ar-IQ"/>
              </w:rPr>
              <w:t>مصيبة عظيمة عند الله نحتسبها (ابن عباس)</w:t>
            </w:r>
          </w:p>
        </w:tc>
        <w:tc>
          <w:tcPr>
            <w:tcW w:w="558" w:type="dxa"/>
            <w:shd w:val="clear" w:color="auto" w:fill="auto"/>
          </w:tcPr>
          <w:p w:rsidR="00A87899" w:rsidRDefault="00A87899" w:rsidP="00541E11">
            <w:pPr>
              <w:pStyle w:val="libVarCenter"/>
              <w:rPr>
                <w:rtl/>
              </w:rPr>
            </w:pPr>
            <w:r>
              <w:rPr>
                <w:rFonts w:hint="cs"/>
                <w:rtl/>
              </w:rPr>
              <w:t>34</w:t>
            </w:r>
          </w:p>
        </w:tc>
      </w:tr>
      <w:tr w:rsidR="00A87899" w:rsidTr="005C730B">
        <w:tc>
          <w:tcPr>
            <w:tcW w:w="3249" w:type="dxa"/>
            <w:shd w:val="clear" w:color="auto" w:fill="auto"/>
          </w:tcPr>
          <w:p w:rsidR="00A87899" w:rsidRPr="00B85B04" w:rsidRDefault="00A87899" w:rsidP="005C730B">
            <w:pPr>
              <w:pStyle w:val="TOC3"/>
              <w:rPr>
                <w:rtl/>
                <w:lang w:bidi="ar-IQ"/>
              </w:rPr>
            </w:pPr>
            <w:r w:rsidRPr="00B85B04">
              <w:rPr>
                <w:rFonts w:hint="cs"/>
                <w:rtl/>
                <w:lang w:bidi="ar-IQ"/>
              </w:rPr>
              <w:t>لاأراهم إلا قاتلي (الحسين)</w:t>
            </w:r>
          </w:p>
        </w:tc>
        <w:tc>
          <w:tcPr>
            <w:tcW w:w="544" w:type="dxa"/>
            <w:shd w:val="clear" w:color="auto" w:fill="auto"/>
          </w:tcPr>
          <w:p w:rsidR="00A87899" w:rsidRDefault="00A87899" w:rsidP="00541E11">
            <w:pPr>
              <w:pStyle w:val="libVarCenter"/>
              <w:rPr>
                <w:rtl/>
              </w:rPr>
            </w:pPr>
            <w:r>
              <w:rPr>
                <w:rFonts w:hint="cs"/>
                <w:rtl/>
              </w:rPr>
              <w:t>35</w:t>
            </w:r>
          </w:p>
        </w:tc>
        <w:tc>
          <w:tcPr>
            <w:tcW w:w="3236" w:type="dxa"/>
            <w:shd w:val="clear" w:color="auto" w:fill="auto"/>
          </w:tcPr>
          <w:p w:rsidR="00A87899" w:rsidRPr="003521FA" w:rsidRDefault="00A87899" w:rsidP="005C730B">
            <w:pPr>
              <w:pStyle w:val="TOC3"/>
              <w:rPr>
                <w:rtl/>
                <w:lang w:bidi="ar-IQ"/>
              </w:rPr>
            </w:pPr>
            <w:r w:rsidRPr="003521FA">
              <w:rPr>
                <w:rFonts w:hint="cs"/>
                <w:rtl/>
                <w:lang w:bidi="ar-IQ"/>
              </w:rPr>
              <w:t>المغبون لامحمود ولا مأجور (النبي)</w:t>
            </w:r>
          </w:p>
        </w:tc>
        <w:tc>
          <w:tcPr>
            <w:tcW w:w="558" w:type="dxa"/>
            <w:shd w:val="clear" w:color="auto" w:fill="auto"/>
          </w:tcPr>
          <w:p w:rsidR="00A87899" w:rsidRDefault="00A87899" w:rsidP="00541E11">
            <w:pPr>
              <w:pStyle w:val="libVarCenter"/>
              <w:rPr>
                <w:rtl/>
              </w:rPr>
            </w:pPr>
            <w:r>
              <w:rPr>
                <w:rFonts w:hint="cs"/>
                <w:rtl/>
              </w:rPr>
              <w:t>8</w:t>
            </w:r>
          </w:p>
        </w:tc>
      </w:tr>
      <w:tr w:rsidR="00A87899" w:rsidTr="005C730B">
        <w:tc>
          <w:tcPr>
            <w:tcW w:w="3249" w:type="dxa"/>
            <w:shd w:val="clear" w:color="auto" w:fill="auto"/>
          </w:tcPr>
          <w:p w:rsidR="00A87899" w:rsidRPr="00B85B04" w:rsidRDefault="00A87899" w:rsidP="005C730B">
            <w:pPr>
              <w:pStyle w:val="TOC3"/>
              <w:rPr>
                <w:rtl/>
                <w:lang w:bidi="ar-IQ"/>
              </w:rPr>
            </w:pPr>
            <w:r w:rsidRPr="00B85B04">
              <w:rPr>
                <w:rFonts w:hint="cs"/>
                <w:rtl/>
                <w:lang w:bidi="ar-IQ"/>
              </w:rPr>
              <w:t>لاتبكوا هذا الصبي (الرسول)</w:t>
            </w:r>
          </w:p>
        </w:tc>
        <w:tc>
          <w:tcPr>
            <w:tcW w:w="544" w:type="dxa"/>
            <w:shd w:val="clear" w:color="auto" w:fill="auto"/>
          </w:tcPr>
          <w:p w:rsidR="00A87899" w:rsidRDefault="00A87899" w:rsidP="00541E11">
            <w:pPr>
              <w:pStyle w:val="libVarCenter"/>
              <w:rPr>
                <w:rtl/>
              </w:rPr>
            </w:pPr>
            <w:r>
              <w:rPr>
                <w:rFonts w:hint="cs"/>
                <w:rtl/>
              </w:rPr>
              <w:t>12</w:t>
            </w:r>
          </w:p>
          <w:p w:rsidR="00A87899" w:rsidRDefault="00A87899" w:rsidP="00541E11">
            <w:pPr>
              <w:pStyle w:val="libVarCenter"/>
              <w:rPr>
                <w:rtl/>
              </w:rPr>
            </w:pPr>
            <w:r>
              <w:rPr>
                <w:rFonts w:hint="cs"/>
                <w:rtl/>
              </w:rPr>
              <w:t>28</w:t>
            </w:r>
          </w:p>
        </w:tc>
        <w:tc>
          <w:tcPr>
            <w:tcW w:w="3236" w:type="dxa"/>
            <w:shd w:val="clear" w:color="auto" w:fill="auto"/>
          </w:tcPr>
          <w:p w:rsidR="00A87899" w:rsidRPr="003521FA" w:rsidRDefault="00A87899" w:rsidP="005C730B">
            <w:pPr>
              <w:pStyle w:val="TOC3"/>
              <w:rPr>
                <w:rtl/>
                <w:lang w:bidi="ar-IQ"/>
              </w:rPr>
            </w:pPr>
            <w:r w:rsidRPr="003521FA">
              <w:rPr>
                <w:rFonts w:hint="cs"/>
                <w:rtl/>
                <w:lang w:bidi="ar-IQ"/>
              </w:rPr>
              <w:t>من أحبني فليحب هذين (الرسول)</w:t>
            </w:r>
          </w:p>
        </w:tc>
        <w:tc>
          <w:tcPr>
            <w:tcW w:w="558" w:type="dxa"/>
            <w:shd w:val="clear" w:color="auto" w:fill="auto"/>
          </w:tcPr>
          <w:p w:rsidR="00A87899" w:rsidRDefault="00A87899" w:rsidP="00541E11">
            <w:pPr>
              <w:pStyle w:val="libVarCenter"/>
              <w:rPr>
                <w:rtl/>
              </w:rPr>
            </w:pPr>
            <w:r>
              <w:rPr>
                <w:rFonts w:hint="cs"/>
                <w:rtl/>
              </w:rPr>
              <w:t>10</w:t>
            </w:r>
          </w:p>
          <w:p w:rsidR="00A87899" w:rsidRDefault="00A87899" w:rsidP="00541E11">
            <w:pPr>
              <w:pStyle w:val="libVarCenter"/>
              <w:rPr>
                <w:rtl/>
              </w:rPr>
            </w:pPr>
            <w:r>
              <w:rPr>
                <w:rFonts w:hint="cs"/>
                <w:rtl/>
              </w:rPr>
              <w:t>13</w:t>
            </w:r>
          </w:p>
        </w:tc>
      </w:tr>
      <w:tr w:rsidR="00A87899" w:rsidTr="005C730B">
        <w:tc>
          <w:tcPr>
            <w:tcW w:w="3249" w:type="dxa"/>
            <w:shd w:val="clear" w:color="auto" w:fill="auto"/>
          </w:tcPr>
          <w:p w:rsidR="00A87899" w:rsidRPr="00B85B04" w:rsidRDefault="00A87899" w:rsidP="005C730B">
            <w:pPr>
              <w:pStyle w:val="TOC3"/>
              <w:rPr>
                <w:rtl/>
                <w:lang w:bidi="ar-IQ"/>
              </w:rPr>
            </w:pPr>
            <w:r w:rsidRPr="00B85B04">
              <w:rPr>
                <w:rFonts w:hint="cs"/>
                <w:rtl/>
                <w:lang w:bidi="ar-IQ"/>
              </w:rPr>
              <w:t>لئن أقتل بمكان كذا وكذا أحب إلى</w:t>
            </w:r>
          </w:p>
        </w:tc>
        <w:tc>
          <w:tcPr>
            <w:tcW w:w="544" w:type="dxa"/>
            <w:shd w:val="clear" w:color="auto" w:fill="auto"/>
          </w:tcPr>
          <w:p w:rsidR="00A87899" w:rsidRDefault="00A87899" w:rsidP="00541E11">
            <w:pPr>
              <w:pStyle w:val="libVarCenter"/>
              <w:rPr>
                <w:rtl/>
              </w:rPr>
            </w:pPr>
            <w:r>
              <w:rPr>
                <w:rFonts w:hint="cs"/>
                <w:rtl/>
              </w:rPr>
              <w:t>22</w:t>
            </w:r>
          </w:p>
          <w:p w:rsidR="00A87899" w:rsidRDefault="00A87899" w:rsidP="00541E11">
            <w:pPr>
              <w:pStyle w:val="libVarCenter"/>
              <w:rPr>
                <w:rtl/>
              </w:rPr>
            </w:pPr>
            <w:r>
              <w:rPr>
                <w:rFonts w:hint="cs"/>
                <w:rtl/>
              </w:rPr>
              <w:t>27</w:t>
            </w:r>
          </w:p>
        </w:tc>
        <w:tc>
          <w:tcPr>
            <w:tcW w:w="3236" w:type="dxa"/>
            <w:shd w:val="clear" w:color="auto" w:fill="auto"/>
          </w:tcPr>
          <w:p w:rsidR="00A87899" w:rsidRPr="003521FA" w:rsidRDefault="00A87899" w:rsidP="005C730B">
            <w:pPr>
              <w:pStyle w:val="TOC3"/>
              <w:rPr>
                <w:rtl/>
                <w:lang w:bidi="ar-IQ"/>
              </w:rPr>
            </w:pPr>
            <w:r w:rsidRPr="003521FA">
              <w:rPr>
                <w:rFonts w:hint="cs"/>
                <w:rtl/>
                <w:lang w:bidi="ar-IQ"/>
              </w:rPr>
              <w:t>من أحبهما احببته</w:t>
            </w:r>
          </w:p>
        </w:tc>
        <w:tc>
          <w:tcPr>
            <w:tcW w:w="558" w:type="dxa"/>
            <w:shd w:val="clear" w:color="auto" w:fill="auto"/>
          </w:tcPr>
          <w:p w:rsidR="00A87899" w:rsidRDefault="00A87899" w:rsidP="00541E11">
            <w:pPr>
              <w:pStyle w:val="libVarCenter"/>
              <w:rPr>
                <w:rtl/>
              </w:rPr>
            </w:pPr>
            <w:r>
              <w:rPr>
                <w:rFonts w:hint="cs"/>
                <w:rtl/>
              </w:rPr>
              <w:t>13</w:t>
            </w:r>
          </w:p>
        </w:tc>
      </w:tr>
    </w:tbl>
    <w:p w:rsidR="009C2788" w:rsidRDefault="009C2788">
      <w:r>
        <w:br w:type="page"/>
      </w:r>
    </w:p>
    <w:tbl>
      <w:tblPr>
        <w:bidiVisual/>
        <w:tblW w:w="0" w:type="auto"/>
        <w:tblLook w:val="04A0"/>
      </w:tblPr>
      <w:tblGrid>
        <w:gridCol w:w="3249"/>
        <w:gridCol w:w="544"/>
        <w:gridCol w:w="3236"/>
        <w:gridCol w:w="558"/>
      </w:tblGrid>
      <w:tr w:rsidR="00A87899" w:rsidTr="005C730B">
        <w:tc>
          <w:tcPr>
            <w:tcW w:w="3249" w:type="dxa"/>
            <w:shd w:val="clear" w:color="auto" w:fill="auto"/>
          </w:tcPr>
          <w:p w:rsidR="00A87899" w:rsidRPr="00B85B04" w:rsidRDefault="00A87899" w:rsidP="005C730B">
            <w:pPr>
              <w:pStyle w:val="TOC3"/>
              <w:rPr>
                <w:rtl/>
                <w:lang w:bidi="ar-IQ"/>
              </w:rPr>
            </w:pPr>
            <w:r w:rsidRPr="00B85B04">
              <w:rPr>
                <w:rFonts w:hint="cs"/>
                <w:rtl/>
                <w:lang w:bidi="ar-IQ"/>
              </w:rPr>
              <w:lastRenderedPageBreak/>
              <w:t>لقد رأيت رسول الله صلى الله عليه واله وسلم يقبل موضع قضيبك من فيه (أنس)</w:t>
            </w:r>
          </w:p>
        </w:tc>
        <w:tc>
          <w:tcPr>
            <w:tcW w:w="544" w:type="dxa"/>
            <w:shd w:val="clear" w:color="auto" w:fill="auto"/>
          </w:tcPr>
          <w:p w:rsidR="00A87899" w:rsidRDefault="00A87899" w:rsidP="00541E11">
            <w:pPr>
              <w:pStyle w:val="libVarCenter"/>
              <w:rPr>
                <w:rtl/>
              </w:rPr>
            </w:pPr>
            <w:r>
              <w:rPr>
                <w:rFonts w:hint="cs"/>
                <w:rtl/>
              </w:rPr>
              <w:t>31</w:t>
            </w:r>
          </w:p>
        </w:tc>
        <w:tc>
          <w:tcPr>
            <w:tcW w:w="3236" w:type="dxa"/>
            <w:shd w:val="clear" w:color="auto" w:fill="auto"/>
          </w:tcPr>
          <w:p w:rsidR="00A87899" w:rsidRPr="003521FA" w:rsidRDefault="00A87899" w:rsidP="005C730B">
            <w:pPr>
              <w:pStyle w:val="TOC3"/>
              <w:rPr>
                <w:rtl/>
                <w:lang w:bidi="ar-IQ"/>
              </w:rPr>
            </w:pPr>
            <w:r w:rsidRPr="003521FA">
              <w:rPr>
                <w:rFonts w:hint="cs"/>
                <w:rtl/>
                <w:lang w:bidi="ar-IQ"/>
              </w:rPr>
              <w:t>من أحبهما فقد أحبني</w:t>
            </w:r>
          </w:p>
        </w:tc>
        <w:tc>
          <w:tcPr>
            <w:tcW w:w="558" w:type="dxa"/>
            <w:shd w:val="clear" w:color="auto" w:fill="auto"/>
          </w:tcPr>
          <w:p w:rsidR="00A87899" w:rsidRDefault="00A87899" w:rsidP="00541E11">
            <w:pPr>
              <w:pStyle w:val="libVarCenter"/>
              <w:rPr>
                <w:rtl/>
              </w:rPr>
            </w:pPr>
            <w:r>
              <w:rPr>
                <w:rFonts w:hint="cs"/>
                <w:rtl/>
              </w:rPr>
              <w:t>13</w:t>
            </w:r>
          </w:p>
        </w:tc>
      </w:tr>
      <w:tr w:rsidR="00A87899" w:rsidTr="005C730B">
        <w:tc>
          <w:tcPr>
            <w:tcW w:w="3249" w:type="dxa"/>
            <w:shd w:val="clear" w:color="auto" w:fill="auto"/>
          </w:tcPr>
          <w:p w:rsidR="00A87899" w:rsidRPr="00B85B04" w:rsidRDefault="00A87899" w:rsidP="005C730B">
            <w:pPr>
              <w:pStyle w:val="TOC3"/>
              <w:rPr>
                <w:rtl/>
                <w:lang w:bidi="ar-IQ"/>
              </w:rPr>
            </w:pPr>
            <w:r w:rsidRPr="00B85B04">
              <w:rPr>
                <w:rFonts w:hint="cs"/>
                <w:rtl/>
                <w:lang w:bidi="ar-IQ"/>
              </w:rPr>
              <w:t>لقد هد جسمي رزء آل محمد (رثاء الحسين)</w:t>
            </w:r>
          </w:p>
        </w:tc>
        <w:tc>
          <w:tcPr>
            <w:tcW w:w="544" w:type="dxa"/>
            <w:shd w:val="clear" w:color="auto" w:fill="auto"/>
          </w:tcPr>
          <w:p w:rsidR="00A87899" w:rsidRDefault="00A87899" w:rsidP="00541E11">
            <w:pPr>
              <w:pStyle w:val="libVarCenter"/>
              <w:rPr>
                <w:rtl/>
              </w:rPr>
            </w:pPr>
            <w:r>
              <w:rPr>
                <w:rFonts w:hint="cs"/>
                <w:rtl/>
              </w:rPr>
              <w:t>34</w:t>
            </w:r>
          </w:p>
        </w:tc>
        <w:tc>
          <w:tcPr>
            <w:tcW w:w="3236" w:type="dxa"/>
            <w:shd w:val="clear" w:color="auto" w:fill="auto"/>
          </w:tcPr>
          <w:p w:rsidR="00A87899" w:rsidRPr="003521FA" w:rsidRDefault="00A87899" w:rsidP="005C730B">
            <w:pPr>
              <w:pStyle w:val="TOC3"/>
              <w:rPr>
                <w:rtl/>
                <w:lang w:bidi="ar-IQ"/>
              </w:rPr>
            </w:pPr>
            <w:r w:rsidRPr="003521FA">
              <w:rPr>
                <w:rFonts w:hint="cs"/>
                <w:rtl/>
                <w:lang w:bidi="ar-IQ"/>
              </w:rPr>
              <w:t>من سره أن ينظر إلى أشبه الناس برسول الله صلى الله عليه واله وسلم</w:t>
            </w:r>
          </w:p>
        </w:tc>
        <w:tc>
          <w:tcPr>
            <w:tcW w:w="558" w:type="dxa"/>
            <w:shd w:val="clear" w:color="auto" w:fill="auto"/>
          </w:tcPr>
          <w:p w:rsidR="00A87899" w:rsidRDefault="00A87899" w:rsidP="00541E11">
            <w:pPr>
              <w:pStyle w:val="libVarCenter"/>
              <w:rPr>
                <w:rtl/>
              </w:rPr>
            </w:pPr>
            <w:r>
              <w:rPr>
                <w:rFonts w:hint="cs"/>
                <w:rtl/>
              </w:rPr>
              <w:t>3</w:t>
            </w:r>
          </w:p>
        </w:tc>
      </w:tr>
      <w:tr w:rsidR="00A87899" w:rsidTr="005C730B">
        <w:tc>
          <w:tcPr>
            <w:tcW w:w="3249" w:type="dxa"/>
            <w:shd w:val="clear" w:color="auto" w:fill="auto"/>
          </w:tcPr>
          <w:p w:rsidR="00A87899" w:rsidRPr="00B85B04" w:rsidRDefault="00A87899" w:rsidP="005C730B">
            <w:pPr>
              <w:pStyle w:val="TOC3"/>
              <w:rPr>
                <w:rtl/>
                <w:lang w:bidi="ar-IQ"/>
              </w:rPr>
            </w:pPr>
            <w:r w:rsidRPr="00B85B04">
              <w:rPr>
                <w:rFonts w:hint="cs"/>
                <w:rtl/>
                <w:lang w:bidi="ar-IQ"/>
              </w:rPr>
              <w:t>لقد كنتم منار الاسلام ونجوم الأحكام (نافع بن الأرزق)</w:t>
            </w:r>
          </w:p>
        </w:tc>
        <w:tc>
          <w:tcPr>
            <w:tcW w:w="544" w:type="dxa"/>
            <w:shd w:val="clear" w:color="auto" w:fill="auto"/>
          </w:tcPr>
          <w:p w:rsidR="00A87899" w:rsidRDefault="00A87899" w:rsidP="00541E11">
            <w:pPr>
              <w:pStyle w:val="libVarCenter"/>
              <w:rPr>
                <w:rtl/>
              </w:rPr>
            </w:pPr>
            <w:r>
              <w:rPr>
                <w:rFonts w:hint="cs"/>
                <w:rtl/>
              </w:rPr>
              <w:t>20</w:t>
            </w:r>
          </w:p>
        </w:tc>
        <w:tc>
          <w:tcPr>
            <w:tcW w:w="3236" w:type="dxa"/>
            <w:shd w:val="clear" w:color="auto" w:fill="auto"/>
          </w:tcPr>
          <w:p w:rsidR="00A87899" w:rsidRPr="003521FA" w:rsidRDefault="00A87899" w:rsidP="005C730B">
            <w:pPr>
              <w:pStyle w:val="TOC3"/>
              <w:rPr>
                <w:rtl/>
                <w:lang w:bidi="ar-IQ"/>
              </w:rPr>
            </w:pPr>
            <w:r w:rsidRPr="003521FA">
              <w:rPr>
                <w:rFonts w:hint="cs"/>
                <w:rtl/>
                <w:lang w:bidi="ar-IQ"/>
              </w:rPr>
              <w:t>نزلت هذه الآية في بيتي (أم سلمة في آية التطهير)</w:t>
            </w:r>
          </w:p>
        </w:tc>
        <w:tc>
          <w:tcPr>
            <w:tcW w:w="558" w:type="dxa"/>
            <w:shd w:val="clear" w:color="auto" w:fill="auto"/>
          </w:tcPr>
          <w:p w:rsidR="00A87899" w:rsidRDefault="00A87899" w:rsidP="00541E11">
            <w:pPr>
              <w:pStyle w:val="libVarCenter"/>
              <w:rPr>
                <w:rtl/>
              </w:rPr>
            </w:pPr>
            <w:r>
              <w:rPr>
                <w:rFonts w:hint="cs"/>
                <w:rtl/>
              </w:rPr>
              <w:t>5</w:t>
            </w:r>
          </w:p>
        </w:tc>
      </w:tr>
      <w:tr w:rsidR="00A87899" w:rsidTr="005C730B">
        <w:tc>
          <w:tcPr>
            <w:tcW w:w="3249" w:type="dxa"/>
            <w:shd w:val="clear" w:color="auto" w:fill="auto"/>
          </w:tcPr>
          <w:p w:rsidR="00A87899" w:rsidRPr="00B85B04" w:rsidRDefault="00A87899" w:rsidP="005C730B">
            <w:pPr>
              <w:pStyle w:val="TOC3"/>
              <w:rPr>
                <w:rtl/>
                <w:lang w:bidi="ar-IQ"/>
              </w:rPr>
            </w:pPr>
            <w:r w:rsidRPr="00B85B04">
              <w:rPr>
                <w:rFonts w:hint="cs"/>
                <w:rtl/>
                <w:lang w:bidi="ar-IQ"/>
              </w:rPr>
              <w:t>لماحاذى نينوى وهو منطلق إلى صفين</w:t>
            </w:r>
          </w:p>
        </w:tc>
        <w:tc>
          <w:tcPr>
            <w:tcW w:w="544" w:type="dxa"/>
            <w:shd w:val="clear" w:color="auto" w:fill="auto"/>
          </w:tcPr>
          <w:p w:rsidR="00A87899" w:rsidRDefault="00A87899" w:rsidP="00541E11">
            <w:pPr>
              <w:pStyle w:val="libVarCenter"/>
              <w:rPr>
                <w:rtl/>
              </w:rPr>
            </w:pPr>
            <w:r>
              <w:rPr>
                <w:rFonts w:hint="cs"/>
                <w:rtl/>
              </w:rPr>
              <w:t>28</w:t>
            </w:r>
          </w:p>
        </w:tc>
        <w:tc>
          <w:tcPr>
            <w:tcW w:w="3236" w:type="dxa"/>
            <w:shd w:val="clear" w:color="auto" w:fill="auto"/>
          </w:tcPr>
          <w:p w:rsidR="00A87899" w:rsidRPr="003521FA" w:rsidRDefault="00A87899" w:rsidP="005C730B">
            <w:pPr>
              <w:pStyle w:val="TOC3"/>
              <w:rPr>
                <w:rtl/>
                <w:lang w:bidi="ar-IQ"/>
              </w:rPr>
            </w:pPr>
            <w:r w:rsidRPr="003521FA">
              <w:rPr>
                <w:rFonts w:hint="cs"/>
                <w:rtl/>
                <w:lang w:bidi="ar-IQ"/>
              </w:rPr>
              <w:t>هؤلاء أبناؤنا (الرسول)</w:t>
            </w:r>
          </w:p>
        </w:tc>
        <w:tc>
          <w:tcPr>
            <w:tcW w:w="558" w:type="dxa"/>
            <w:shd w:val="clear" w:color="auto" w:fill="auto"/>
          </w:tcPr>
          <w:p w:rsidR="00A87899" w:rsidRDefault="00A87899" w:rsidP="00541E11">
            <w:pPr>
              <w:pStyle w:val="libVarCenter"/>
              <w:rPr>
                <w:rtl/>
              </w:rPr>
            </w:pPr>
            <w:r>
              <w:rPr>
                <w:rFonts w:hint="cs"/>
                <w:rtl/>
              </w:rPr>
              <w:t>5</w:t>
            </w:r>
          </w:p>
        </w:tc>
      </w:tr>
      <w:tr w:rsidR="00A87899" w:rsidTr="005C730B">
        <w:tc>
          <w:tcPr>
            <w:tcW w:w="3249" w:type="dxa"/>
            <w:shd w:val="clear" w:color="auto" w:fill="auto"/>
          </w:tcPr>
          <w:p w:rsidR="00A87899" w:rsidRPr="00B85B04" w:rsidRDefault="00A87899" w:rsidP="005C730B">
            <w:pPr>
              <w:pStyle w:val="TOC3"/>
              <w:rPr>
                <w:rtl/>
                <w:lang w:bidi="ar-IQ"/>
              </w:rPr>
            </w:pPr>
            <w:r w:rsidRPr="00B85B04">
              <w:rPr>
                <w:rFonts w:hint="cs"/>
                <w:rtl/>
                <w:lang w:bidi="ar-IQ"/>
              </w:rPr>
              <w:t>لما أن قتل الحسين مطرت السماء دماً (نصرة)</w:t>
            </w:r>
          </w:p>
        </w:tc>
        <w:tc>
          <w:tcPr>
            <w:tcW w:w="544" w:type="dxa"/>
            <w:shd w:val="clear" w:color="auto" w:fill="auto"/>
          </w:tcPr>
          <w:p w:rsidR="00A87899" w:rsidRDefault="00A87899" w:rsidP="00541E11">
            <w:pPr>
              <w:pStyle w:val="libVarCenter"/>
              <w:rPr>
                <w:rtl/>
              </w:rPr>
            </w:pPr>
            <w:r>
              <w:rPr>
                <w:rFonts w:hint="cs"/>
                <w:rtl/>
              </w:rPr>
              <w:t>33</w:t>
            </w:r>
          </w:p>
        </w:tc>
        <w:tc>
          <w:tcPr>
            <w:tcW w:w="3236" w:type="dxa"/>
            <w:shd w:val="clear" w:color="auto" w:fill="auto"/>
          </w:tcPr>
          <w:p w:rsidR="00A87899" w:rsidRPr="003521FA" w:rsidRDefault="00A87899" w:rsidP="005C730B">
            <w:pPr>
              <w:pStyle w:val="TOC3"/>
              <w:rPr>
                <w:rtl/>
                <w:lang w:bidi="ar-IQ"/>
              </w:rPr>
            </w:pPr>
            <w:r w:rsidRPr="003521FA">
              <w:rPr>
                <w:rFonts w:hint="cs"/>
                <w:rtl/>
                <w:lang w:bidi="ar-IQ"/>
              </w:rPr>
              <w:t>هذا أحب أهل الأرض لأهل السماء (عمرو بن العاص)</w:t>
            </w:r>
          </w:p>
        </w:tc>
        <w:tc>
          <w:tcPr>
            <w:tcW w:w="558" w:type="dxa"/>
            <w:shd w:val="clear" w:color="auto" w:fill="auto"/>
          </w:tcPr>
          <w:p w:rsidR="00A87899" w:rsidRDefault="00A87899" w:rsidP="00541E11">
            <w:pPr>
              <w:pStyle w:val="libVarCenter"/>
              <w:rPr>
                <w:rtl/>
              </w:rPr>
            </w:pPr>
            <w:r>
              <w:rPr>
                <w:rFonts w:hint="cs"/>
                <w:rtl/>
              </w:rPr>
              <w:t>20</w:t>
            </w:r>
          </w:p>
        </w:tc>
      </w:tr>
      <w:tr w:rsidR="00A87899" w:rsidTr="005C730B">
        <w:tc>
          <w:tcPr>
            <w:tcW w:w="3249" w:type="dxa"/>
            <w:shd w:val="clear" w:color="auto" w:fill="auto"/>
          </w:tcPr>
          <w:p w:rsidR="00A87899" w:rsidRPr="00B85B04" w:rsidRDefault="00A87899" w:rsidP="005C730B">
            <w:pPr>
              <w:pStyle w:val="TOC3"/>
              <w:rPr>
                <w:rtl/>
                <w:lang w:bidi="ar-IQ"/>
              </w:rPr>
            </w:pPr>
            <w:r w:rsidRPr="00B85B04">
              <w:rPr>
                <w:rFonts w:hint="cs"/>
                <w:rtl/>
                <w:lang w:bidi="ar-IQ"/>
              </w:rPr>
              <w:t>لما بايع معاوية الناس ليزيد</w:t>
            </w:r>
          </w:p>
        </w:tc>
        <w:tc>
          <w:tcPr>
            <w:tcW w:w="544" w:type="dxa"/>
            <w:shd w:val="clear" w:color="auto" w:fill="auto"/>
          </w:tcPr>
          <w:p w:rsidR="00A87899" w:rsidRDefault="00A87899" w:rsidP="00541E11">
            <w:pPr>
              <w:pStyle w:val="libVarCenter"/>
              <w:rPr>
                <w:rtl/>
              </w:rPr>
            </w:pPr>
            <w:r>
              <w:rPr>
                <w:rFonts w:hint="cs"/>
                <w:rtl/>
              </w:rPr>
              <w:t>26</w:t>
            </w:r>
          </w:p>
        </w:tc>
        <w:tc>
          <w:tcPr>
            <w:tcW w:w="3236" w:type="dxa"/>
            <w:shd w:val="clear" w:color="auto" w:fill="auto"/>
          </w:tcPr>
          <w:p w:rsidR="00A87899" w:rsidRPr="003521FA" w:rsidRDefault="00A87899" w:rsidP="005C730B">
            <w:pPr>
              <w:pStyle w:val="TOC3"/>
              <w:rPr>
                <w:rtl/>
                <w:lang w:bidi="ar-IQ"/>
              </w:rPr>
            </w:pPr>
            <w:r w:rsidRPr="003521FA">
              <w:rPr>
                <w:rFonts w:hint="cs"/>
                <w:rtl/>
                <w:lang w:bidi="ar-IQ"/>
              </w:rPr>
              <w:t>هذه كتب أهل الكوفة إلى ولا أراهم إلا قاتلي (الحسين)</w:t>
            </w:r>
          </w:p>
        </w:tc>
        <w:tc>
          <w:tcPr>
            <w:tcW w:w="558" w:type="dxa"/>
            <w:shd w:val="clear" w:color="auto" w:fill="auto"/>
          </w:tcPr>
          <w:p w:rsidR="00A87899" w:rsidRDefault="00A87899" w:rsidP="00541E11">
            <w:pPr>
              <w:pStyle w:val="libVarCenter"/>
              <w:rPr>
                <w:rtl/>
              </w:rPr>
            </w:pPr>
            <w:r>
              <w:rPr>
                <w:rFonts w:hint="cs"/>
                <w:rtl/>
              </w:rPr>
              <w:t>28</w:t>
            </w:r>
          </w:p>
        </w:tc>
      </w:tr>
      <w:tr w:rsidR="00A87899" w:rsidTr="005C730B">
        <w:tc>
          <w:tcPr>
            <w:tcW w:w="3249" w:type="dxa"/>
            <w:shd w:val="clear" w:color="auto" w:fill="auto"/>
          </w:tcPr>
          <w:p w:rsidR="00A87899" w:rsidRPr="00B85B04" w:rsidRDefault="00A87899" w:rsidP="005C730B">
            <w:pPr>
              <w:pStyle w:val="TOC3"/>
              <w:rPr>
                <w:rtl/>
                <w:lang w:bidi="ar-IQ"/>
              </w:rPr>
            </w:pPr>
            <w:r w:rsidRPr="00B85B04">
              <w:rPr>
                <w:rFonts w:hint="cs"/>
                <w:rtl/>
                <w:lang w:bidi="ar-IQ"/>
              </w:rPr>
              <w:t xml:space="preserve">لماقتل الحسين اسودت السماء وظهرت الكواكب نهاراً </w:t>
            </w:r>
          </w:p>
        </w:tc>
        <w:tc>
          <w:tcPr>
            <w:tcW w:w="544" w:type="dxa"/>
            <w:shd w:val="clear" w:color="auto" w:fill="auto"/>
          </w:tcPr>
          <w:p w:rsidR="00A87899" w:rsidRDefault="00A87899" w:rsidP="00541E11">
            <w:pPr>
              <w:pStyle w:val="libVarCenter"/>
              <w:rPr>
                <w:rtl/>
              </w:rPr>
            </w:pPr>
            <w:r>
              <w:rPr>
                <w:rFonts w:hint="cs"/>
                <w:rtl/>
              </w:rPr>
              <w:t>33</w:t>
            </w:r>
          </w:p>
        </w:tc>
        <w:tc>
          <w:tcPr>
            <w:tcW w:w="3236" w:type="dxa"/>
            <w:shd w:val="clear" w:color="auto" w:fill="auto"/>
          </w:tcPr>
          <w:p w:rsidR="00A87899" w:rsidRPr="003521FA" w:rsidRDefault="00A87899" w:rsidP="005C730B">
            <w:pPr>
              <w:pStyle w:val="TOC3"/>
              <w:rPr>
                <w:rtl/>
                <w:lang w:bidi="ar-IQ"/>
              </w:rPr>
            </w:pPr>
            <w:r w:rsidRPr="003521FA">
              <w:rPr>
                <w:rFonts w:hint="cs"/>
                <w:rtl/>
                <w:lang w:bidi="ar-IQ"/>
              </w:rPr>
              <w:t>هذه كتبهم</w:t>
            </w:r>
            <w:r>
              <w:rPr>
                <w:rFonts w:hint="cs"/>
                <w:rtl/>
                <w:lang w:bidi="ar-IQ"/>
              </w:rPr>
              <w:t xml:space="preserve"> و</w:t>
            </w:r>
            <w:r w:rsidRPr="003521FA">
              <w:rPr>
                <w:rFonts w:hint="cs"/>
                <w:rtl/>
                <w:lang w:bidi="ar-IQ"/>
              </w:rPr>
              <w:t>بيعتهم (الحسين)</w:t>
            </w:r>
          </w:p>
        </w:tc>
        <w:tc>
          <w:tcPr>
            <w:tcW w:w="558" w:type="dxa"/>
            <w:shd w:val="clear" w:color="auto" w:fill="auto"/>
          </w:tcPr>
          <w:p w:rsidR="00A87899" w:rsidRDefault="00A87899" w:rsidP="00541E11">
            <w:pPr>
              <w:pStyle w:val="libVarCenter"/>
              <w:rPr>
                <w:rtl/>
              </w:rPr>
            </w:pPr>
            <w:r>
              <w:rPr>
                <w:rFonts w:hint="cs"/>
                <w:rtl/>
              </w:rPr>
              <w:t>27</w:t>
            </w:r>
          </w:p>
        </w:tc>
      </w:tr>
      <w:tr w:rsidR="00A87899" w:rsidTr="005C730B">
        <w:tc>
          <w:tcPr>
            <w:tcW w:w="3249" w:type="dxa"/>
            <w:shd w:val="clear" w:color="auto" w:fill="auto"/>
          </w:tcPr>
          <w:p w:rsidR="00A87899" w:rsidRPr="00B85B04" w:rsidRDefault="00A87899" w:rsidP="005C730B">
            <w:pPr>
              <w:pStyle w:val="TOC3"/>
              <w:rPr>
                <w:rtl/>
                <w:lang w:bidi="ar-IQ"/>
              </w:rPr>
            </w:pPr>
            <w:r w:rsidRPr="00B85B04">
              <w:rPr>
                <w:rFonts w:hint="cs"/>
                <w:rtl/>
                <w:lang w:bidi="ar-IQ"/>
              </w:rPr>
              <w:t>لما قتل الحسين بن علي كسفت الشمس</w:t>
            </w:r>
          </w:p>
        </w:tc>
        <w:tc>
          <w:tcPr>
            <w:tcW w:w="544" w:type="dxa"/>
            <w:shd w:val="clear" w:color="auto" w:fill="auto"/>
          </w:tcPr>
          <w:p w:rsidR="00A87899" w:rsidRDefault="00A87899" w:rsidP="00541E11">
            <w:pPr>
              <w:pStyle w:val="libVarCenter"/>
              <w:rPr>
                <w:rtl/>
              </w:rPr>
            </w:pPr>
            <w:r>
              <w:rPr>
                <w:rFonts w:hint="cs"/>
                <w:rtl/>
              </w:rPr>
              <w:t>33</w:t>
            </w:r>
          </w:p>
        </w:tc>
        <w:tc>
          <w:tcPr>
            <w:tcW w:w="3236" w:type="dxa"/>
            <w:shd w:val="clear" w:color="auto" w:fill="auto"/>
          </w:tcPr>
          <w:p w:rsidR="00A87899" w:rsidRPr="003521FA" w:rsidRDefault="00A87899" w:rsidP="005C730B">
            <w:pPr>
              <w:pStyle w:val="TOC3"/>
              <w:rPr>
                <w:rtl/>
                <w:lang w:bidi="ar-IQ"/>
              </w:rPr>
            </w:pPr>
            <w:r>
              <w:rPr>
                <w:rFonts w:hint="cs"/>
                <w:rtl/>
                <w:lang w:bidi="ar-IQ"/>
              </w:rPr>
              <w:t>هذه كتب وجوه أهل المصر (</w:t>
            </w:r>
            <w:r w:rsidRPr="003521FA">
              <w:rPr>
                <w:rFonts w:hint="cs"/>
                <w:rtl/>
                <w:lang w:bidi="ar-IQ"/>
              </w:rPr>
              <w:t>الحسين)</w:t>
            </w:r>
          </w:p>
        </w:tc>
        <w:tc>
          <w:tcPr>
            <w:tcW w:w="558" w:type="dxa"/>
            <w:shd w:val="clear" w:color="auto" w:fill="auto"/>
          </w:tcPr>
          <w:p w:rsidR="00A87899" w:rsidRDefault="00A87899" w:rsidP="00541E11">
            <w:pPr>
              <w:pStyle w:val="libVarCenter"/>
              <w:rPr>
                <w:rtl/>
              </w:rPr>
            </w:pPr>
            <w:r>
              <w:rPr>
                <w:rFonts w:hint="cs"/>
                <w:rtl/>
              </w:rPr>
              <w:t>29</w:t>
            </w:r>
          </w:p>
        </w:tc>
      </w:tr>
      <w:tr w:rsidR="00A87899" w:rsidTr="005C730B">
        <w:tc>
          <w:tcPr>
            <w:tcW w:w="3249" w:type="dxa"/>
            <w:shd w:val="clear" w:color="auto" w:fill="auto"/>
          </w:tcPr>
          <w:p w:rsidR="00A87899" w:rsidRDefault="00A87899" w:rsidP="005C730B">
            <w:pPr>
              <w:pStyle w:val="TOC3"/>
            </w:pPr>
            <w:r w:rsidRPr="00B85B04">
              <w:rPr>
                <w:rFonts w:hint="cs"/>
                <w:rtl/>
                <w:lang w:bidi="ar-IQ"/>
              </w:rPr>
              <w:t>لما قتل الحسين مكثنا سبعة أيام (عيسى بن الحارث)</w:t>
            </w:r>
          </w:p>
        </w:tc>
        <w:tc>
          <w:tcPr>
            <w:tcW w:w="544" w:type="dxa"/>
            <w:shd w:val="clear" w:color="auto" w:fill="auto"/>
          </w:tcPr>
          <w:p w:rsidR="00A87899" w:rsidRDefault="00A87899" w:rsidP="00541E11">
            <w:pPr>
              <w:pStyle w:val="libVarCenter"/>
              <w:rPr>
                <w:rtl/>
              </w:rPr>
            </w:pPr>
            <w:r>
              <w:rPr>
                <w:rFonts w:hint="cs"/>
                <w:rtl/>
              </w:rPr>
              <w:t>33</w:t>
            </w:r>
          </w:p>
        </w:tc>
        <w:tc>
          <w:tcPr>
            <w:tcW w:w="3236" w:type="dxa"/>
            <w:shd w:val="clear" w:color="auto" w:fill="auto"/>
          </w:tcPr>
          <w:p w:rsidR="00A87899" w:rsidRPr="003521FA" w:rsidRDefault="00A87899" w:rsidP="005C730B">
            <w:pPr>
              <w:pStyle w:val="TOC3"/>
              <w:rPr>
                <w:rtl/>
                <w:lang w:bidi="ar-IQ"/>
              </w:rPr>
            </w:pPr>
          </w:p>
        </w:tc>
        <w:tc>
          <w:tcPr>
            <w:tcW w:w="558" w:type="dxa"/>
            <w:shd w:val="clear" w:color="auto" w:fill="auto"/>
          </w:tcPr>
          <w:p w:rsidR="00A87899" w:rsidRDefault="00A87899" w:rsidP="005C730B">
            <w:pPr>
              <w:rPr>
                <w:rtl/>
              </w:rPr>
            </w:pPr>
          </w:p>
        </w:tc>
      </w:tr>
    </w:tbl>
    <w:p w:rsidR="00A87899" w:rsidRDefault="00A87899" w:rsidP="00541E11">
      <w:pPr>
        <w:pStyle w:val="libNormal"/>
      </w:pPr>
      <w:r>
        <w:br w:type="page"/>
      </w:r>
    </w:p>
    <w:tbl>
      <w:tblPr>
        <w:bidiVisual/>
        <w:tblW w:w="0" w:type="auto"/>
        <w:tblLook w:val="04A0"/>
      </w:tblPr>
      <w:tblGrid>
        <w:gridCol w:w="3249"/>
        <w:gridCol w:w="544"/>
        <w:gridCol w:w="3236"/>
        <w:gridCol w:w="558"/>
      </w:tblGrid>
      <w:tr w:rsidR="00A87899" w:rsidTr="005C730B">
        <w:tc>
          <w:tcPr>
            <w:tcW w:w="3249" w:type="dxa"/>
            <w:shd w:val="clear" w:color="auto" w:fill="auto"/>
          </w:tcPr>
          <w:p w:rsidR="00A87899" w:rsidRPr="00997A73" w:rsidRDefault="00A87899" w:rsidP="005C730B">
            <w:pPr>
              <w:pStyle w:val="TOC3"/>
              <w:rPr>
                <w:rtl/>
                <w:lang w:bidi="ar-IQ"/>
              </w:rPr>
            </w:pPr>
            <w:r w:rsidRPr="00997A73">
              <w:rPr>
                <w:rFonts w:hint="cs"/>
                <w:rtl/>
                <w:lang w:bidi="ar-IQ"/>
              </w:rPr>
              <w:lastRenderedPageBreak/>
              <w:t>هل</w:t>
            </w:r>
            <w:r>
              <w:rPr>
                <w:rFonts w:hint="cs"/>
                <w:rtl/>
                <w:lang w:bidi="ar-IQ"/>
              </w:rPr>
              <w:t xml:space="preserve"> </w:t>
            </w:r>
            <w:r w:rsidRPr="00997A73">
              <w:rPr>
                <w:rFonts w:hint="cs"/>
                <w:rtl/>
                <w:lang w:bidi="ar-IQ"/>
              </w:rPr>
              <w:t>لك أن اشمك من تربته؟ (الرسول)</w:t>
            </w:r>
          </w:p>
        </w:tc>
        <w:tc>
          <w:tcPr>
            <w:tcW w:w="544" w:type="dxa"/>
            <w:shd w:val="clear" w:color="auto" w:fill="auto"/>
          </w:tcPr>
          <w:p w:rsidR="00A87899" w:rsidRDefault="00A87899" w:rsidP="00541E11">
            <w:pPr>
              <w:pStyle w:val="libVarCenter"/>
              <w:rPr>
                <w:rtl/>
              </w:rPr>
            </w:pPr>
            <w:r>
              <w:rPr>
                <w:rFonts w:hint="cs"/>
                <w:rtl/>
              </w:rPr>
              <w:t>28</w:t>
            </w:r>
          </w:p>
        </w:tc>
        <w:tc>
          <w:tcPr>
            <w:tcW w:w="3236" w:type="dxa"/>
            <w:shd w:val="clear" w:color="auto" w:fill="auto"/>
          </w:tcPr>
          <w:p w:rsidR="00A87899" w:rsidRPr="000C57BF" w:rsidRDefault="00A87899" w:rsidP="005C730B">
            <w:pPr>
              <w:pStyle w:val="TOC3"/>
              <w:rPr>
                <w:rtl/>
              </w:rPr>
            </w:pPr>
            <w:r w:rsidRPr="00997A73">
              <w:rPr>
                <w:rFonts w:hint="cs"/>
                <w:rtl/>
                <w:lang w:bidi="ar-IQ"/>
              </w:rPr>
              <w:t>(الحسين)</w:t>
            </w:r>
          </w:p>
        </w:tc>
        <w:tc>
          <w:tcPr>
            <w:tcW w:w="558" w:type="dxa"/>
            <w:shd w:val="clear" w:color="auto" w:fill="auto"/>
          </w:tcPr>
          <w:p w:rsidR="00A87899" w:rsidRDefault="00A87899" w:rsidP="00541E11">
            <w:pPr>
              <w:pStyle w:val="libVarCenter"/>
              <w:rPr>
                <w:rtl/>
              </w:rPr>
            </w:pPr>
            <w:r>
              <w:rPr>
                <w:rFonts w:hint="cs"/>
                <w:rtl/>
              </w:rPr>
              <w:t>21</w:t>
            </w:r>
          </w:p>
        </w:tc>
      </w:tr>
      <w:tr w:rsidR="00A87899" w:rsidTr="005C730B">
        <w:tc>
          <w:tcPr>
            <w:tcW w:w="3249" w:type="dxa"/>
            <w:shd w:val="clear" w:color="auto" w:fill="auto"/>
          </w:tcPr>
          <w:p w:rsidR="00A87899" w:rsidRPr="00997A73" w:rsidRDefault="00A87899" w:rsidP="005C730B">
            <w:pPr>
              <w:pStyle w:val="TOC3"/>
              <w:rPr>
                <w:rtl/>
                <w:lang w:bidi="ar-IQ"/>
              </w:rPr>
            </w:pPr>
            <w:r w:rsidRPr="00997A73">
              <w:rPr>
                <w:rFonts w:hint="cs"/>
                <w:rtl/>
                <w:lang w:bidi="ar-IQ"/>
              </w:rPr>
              <w:t xml:space="preserve">هما ريحانتاي من الدنيا </w:t>
            </w:r>
            <w:r>
              <w:rPr>
                <w:rFonts w:hint="cs"/>
                <w:rtl/>
                <w:lang w:bidi="ar-IQ"/>
              </w:rPr>
              <w:t>(</w:t>
            </w:r>
            <w:r w:rsidRPr="00997A73">
              <w:rPr>
                <w:rFonts w:hint="cs"/>
                <w:rtl/>
                <w:lang w:bidi="ar-IQ"/>
              </w:rPr>
              <w:t>الرسول)</w:t>
            </w:r>
          </w:p>
        </w:tc>
        <w:tc>
          <w:tcPr>
            <w:tcW w:w="544" w:type="dxa"/>
            <w:shd w:val="clear" w:color="auto" w:fill="auto"/>
          </w:tcPr>
          <w:p w:rsidR="00A87899" w:rsidRDefault="00A87899" w:rsidP="00541E11">
            <w:pPr>
              <w:pStyle w:val="libVarCenter"/>
              <w:rPr>
                <w:rtl/>
              </w:rPr>
            </w:pPr>
            <w:r>
              <w:rPr>
                <w:rFonts w:hint="cs"/>
                <w:rtl/>
              </w:rPr>
              <w:t>1</w:t>
            </w:r>
          </w:p>
        </w:tc>
        <w:tc>
          <w:tcPr>
            <w:tcW w:w="3236" w:type="dxa"/>
            <w:shd w:val="clear" w:color="auto" w:fill="auto"/>
          </w:tcPr>
          <w:p w:rsidR="00A87899" w:rsidRPr="000A0D51" w:rsidRDefault="00A87899" w:rsidP="005C730B">
            <w:pPr>
              <w:pStyle w:val="TOC3"/>
              <w:rPr>
                <w:rtl/>
                <w:lang w:bidi="ar-IQ"/>
              </w:rPr>
            </w:pPr>
            <w:r w:rsidRPr="000A0D51">
              <w:rPr>
                <w:rFonts w:hint="cs"/>
                <w:rtl/>
                <w:lang w:bidi="ar-IQ"/>
              </w:rPr>
              <w:t>ومن أبغضهما فقد أبغضني (النبي)</w:t>
            </w:r>
          </w:p>
        </w:tc>
        <w:tc>
          <w:tcPr>
            <w:tcW w:w="558" w:type="dxa"/>
            <w:shd w:val="clear" w:color="auto" w:fill="auto"/>
          </w:tcPr>
          <w:p w:rsidR="00A87899" w:rsidRDefault="00A87899" w:rsidP="00541E11">
            <w:pPr>
              <w:pStyle w:val="libVarCenter"/>
              <w:rPr>
                <w:rtl/>
              </w:rPr>
            </w:pPr>
            <w:r>
              <w:rPr>
                <w:rFonts w:hint="cs"/>
                <w:rtl/>
              </w:rPr>
              <w:t>13</w:t>
            </w:r>
          </w:p>
        </w:tc>
      </w:tr>
      <w:tr w:rsidR="00A87899" w:rsidTr="005C730B">
        <w:tc>
          <w:tcPr>
            <w:tcW w:w="3249" w:type="dxa"/>
            <w:shd w:val="clear" w:color="auto" w:fill="auto"/>
          </w:tcPr>
          <w:p w:rsidR="00A87899" w:rsidRPr="00997A73" w:rsidRDefault="00A87899" w:rsidP="005C730B">
            <w:pPr>
              <w:pStyle w:val="TOC3"/>
              <w:rPr>
                <w:rtl/>
                <w:lang w:bidi="ar-IQ"/>
              </w:rPr>
            </w:pPr>
            <w:r w:rsidRPr="00997A73">
              <w:rPr>
                <w:rFonts w:hint="cs"/>
                <w:rtl/>
                <w:lang w:bidi="ar-IQ"/>
              </w:rPr>
              <w:t xml:space="preserve">وأبوهما خير منهما </w:t>
            </w:r>
            <w:r>
              <w:rPr>
                <w:rFonts w:hint="cs"/>
                <w:rtl/>
                <w:lang w:bidi="ar-IQ"/>
              </w:rPr>
              <w:t>(</w:t>
            </w:r>
            <w:r w:rsidRPr="00997A73">
              <w:rPr>
                <w:rFonts w:hint="cs"/>
                <w:rtl/>
                <w:lang w:bidi="ar-IQ"/>
              </w:rPr>
              <w:t>الرسول)</w:t>
            </w:r>
          </w:p>
        </w:tc>
        <w:tc>
          <w:tcPr>
            <w:tcW w:w="544" w:type="dxa"/>
            <w:shd w:val="clear" w:color="auto" w:fill="auto"/>
          </w:tcPr>
          <w:p w:rsidR="00A87899" w:rsidRDefault="00A87899" w:rsidP="00541E11">
            <w:pPr>
              <w:pStyle w:val="libVarCenter"/>
              <w:rPr>
                <w:rtl/>
              </w:rPr>
            </w:pPr>
            <w:r>
              <w:rPr>
                <w:rFonts w:hint="cs"/>
                <w:rtl/>
              </w:rPr>
              <w:t>11</w:t>
            </w:r>
          </w:p>
        </w:tc>
        <w:tc>
          <w:tcPr>
            <w:tcW w:w="3236" w:type="dxa"/>
            <w:shd w:val="clear" w:color="auto" w:fill="auto"/>
          </w:tcPr>
          <w:p w:rsidR="00A87899" w:rsidRPr="000A0D51" w:rsidRDefault="00A87899" w:rsidP="005C730B">
            <w:pPr>
              <w:pStyle w:val="TOC3"/>
              <w:rPr>
                <w:rtl/>
                <w:lang w:bidi="ar-IQ"/>
              </w:rPr>
            </w:pPr>
            <w:r w:rsidRPr="000A0D51">
              <w:rPr>
                <w:rFonts w:hint="cs"/>
                <w:rtl/>
                <w:lang w:bidi="ar-IQ"/>
              </w:rPr>
              <w:t>يا أبابكر ما أنت ممن يستغش (الحسين)</w:t>
            </w:r>
          </w:p>
        </w:tc>
        <w:tc>
          <w:tcPr>
            <w:tcW w:w="558" w:type="dxa"/>
            <w:shd w:val="clear" w:color="auto" w:fill="auto"/>
          </w:tcPr>
          <w:p w:rsidR="00A87899" w:rsidRDefault="00A87899" w:rsidP="00541E11">
            <w:pPr>
              <w:pStyle w:val="libVarCenter"/>
              <w:rPr>
                <w:rtl/>
              </w:rPr>
            </w:pPr>
            <w:r>
              <w:rPr>
                <w:rFonts w:hint="cs"/>
                <w:rtl/>
              </w:rPr>
              <w:t>27</w:t>
            </w:r>
          </w:p>
        </w:tc>
      </w:tr>
      <w:tr w:rsidR="00A87899" w:rsidTr="005C730B">
        <w:tc>
          <w:tcPr>
            <w:tcW w:w="3249" w:type="dxa"/>
            <w:shd w:val="clear" w:color="auto" w:fill="auto"/>
          </w:tcPr>
          <w:p w:rsidR="00A87899" w:rsidRPr="00997A73" w:rsidRDefault="00A87899" w:rsidP="005C730B">
            <w:pPr>
              <w:pStyle w:val="TOC3"/>
              <w:rPr>
                <w:rtl/>
                <w:lang w:bidi="ar-IQ"/>
              </w:rPr>
            </w:pPr>
            <w:r w:rsidRPr="00997A73">
              <w:rPr>
                <w:rFonts w:hint="cs"/>
                <w:rtl/>
                <w:lang w:bidi="ar-IQ"/>
              </w:rPr>
              <w:t>وأتاني بتربة حمراء (ام الفضل)</w:t>
            </w:r>
          </w:p>
        </w:tc>
        <w:tc>
          <w:tcPr>
            <w:tcW w:w="544" w:type="dxa"/>
            <w:shd w:val="clear" w:color="auto" w:fill="auto"/>
          </w:tcPr>
          <w:p w:rsidR="00A87899" w:rsidRDefault="00A87899" w:rsidP="00541E11">
            <w:pPr>
              <w:pStyle w:val="libVarCenter"/>
              <w:rPr>
                <w:rtl/>
              </w:rPr>
            </w:pPr>
            <w:r>
              <w:rPr>
                <w:rFonts w:hint="cs"/>
                <w:rtl/>
              </w:rPr>
              <w:t>28</w:t>
            </w:r>
          </w:p>
        </w:tc>
        <w:tc>
          <w:tcPr>
            <w:tcW w:w="3236" w:type="dxa"/>
            <w:shd w:val="clear" w:color="auto" w:fill="auto"/>
          </w:tcPr>
          <w:p w:rsidR="00A87899" w:rsidRPr="000A0D51" w:rsidRDefault="00A87899" w:rsidP="005C730B">
            <w:pPr>
              <w:pStyle w:val="TOC3"/>
              <w:rPr>
                <w:rtl/>
                <w:lang w:bidi="ar-IQ"/>
              </w:rPr>
            </w:pPr>
            <w:r w:rsidRPr="000A0D51">
              <w:rPr>
                <w:rFonts w:hint="cs"/>
                <w:rtl/>
                <w:lang w:bidi="ar-IQ"/>
              </w:rPr>
              <w:t>يا ابا عبدالله إني لكم ناصح (أبو سعيد الخدري)</w:t>
            </w:r>
          </w:p>
        </w:tc>
        <w:tc>
          <w:tcPr>
            <w:tcW w:w="558" w:type="dxa"/>
            <w:shd w:val="clear" w:color="auto" w:fill="auto"/>
          </w:tcPr>
          <w:p w:rsidR="00A87899" w:rsidRDefault="00A87899" w:rsidP="00541E11">
            <w:pPr>
              <w:pStyle w:val="libVarCenter"/>
              <w:rPr>
                <w:rtl/>
              </w:rPr>
            </w:pPr>
            <w:r>
              <w:rPr>
                <w:rFonts w:hint="cs"/>
                <w:rtl/>
              </w:rPr>
              <w:t>27</w:t>
            </w:r>
          </w:p>
        </w:tc>
      </w:tr>
      <w:tr w:rsidR="00A87899" w:rsidTr="005C730B">
        <w:tc>
          <w:tcPr>
            <w:tcW w:w="3249" w:type="dxa"/>
            <w:shd w:val="clear" w:color="auto" w:fill="auto"/>
          </w:tcPr>
          <w:p w:rsidR="00A87899" w:rsidRPr="00997A73" w:rsidRDefault="00A87899" w:rsidP="005C730B">
            <w:pPr>
              <w:pStyle w:val="TOC3"/>
              <w:rPr>
                <w:rtl/>
                <w:lang w:bidi="ar-IQ"/>
              </w:rPr>
            </w:pPr>
            <w:r w:rsidRPr="00997A73">
              <w:rPr>
                <w:rFonts w:hint="cs"/>
                <w:rtl/>
                <w:lang w:bidi="ar-IQ"/>
              </w:rPr>
              <w:t>وأشبه أهلي بي الحسين (علي)</w:t>
            </w:r>
          </w:p>
        </w:tc>
        <w:tc>
          <w:tcPr>
            <w:tcW w:w="544" w:type="dxa"/>
            <w:shd w:val="clear" w:color="auto" w:fill="auto"/>
          </w:tcPr>
          <w:p w:rsidR="00A87899" w:rsidRDefault="00A87899" w:rsidP="00541E11">
            <w:pPr>
              <w:pStyle w:val="libVarCenter"/>
              <w:rPr>
                <w:rtl/>
              </w:rPr>
            </w:pPr>
            <w:r>
              <w:rPr>
                <w:rFonts w:hint="cs"/>
                <w:rtl/>
              </w:rPr>
              <w:t>6</w:t>
            </w:r>
          </w:p>
        </w:tc>
        <w:tc>
          <w:tcPr>
            <w:tcW w:w="3236" w:type="dxa"/>
            <w:shd w:val="clear" w:color="auto" w:fill="auto"/>
          </w:tcPr>
          <w:p w:rsidR="00A87899" w:rsidRPr="000A0D51" w:rsidRDefault="00A87899" w:rsidP="005C730B">
            <w:pPr>
              <w:pStyle w:val="TOC3"/>
              <w:rPr>
                <w:rtl/>
                <w:lang w:bidi="ar-IQ"/>
              </w:rPr>
            </w:pPr>
            <w:r w:rsidRPr="000A0D51">
              <w:rPr>
                <w:rFonts w:hint="cs"/>
                <w:rtl/>
                <w:lang w:bidi="ar-IQ"/>
              </w:rPr>
              <w:t>يا أيها الناس لا عرفن ما اختلفتم في الخيار بعدي (النبي)</w:t>
            </w:r>
          </w:p>
        </w:tc>
        <w:tc>
          <w:tcPr>
            <w:tcW w:w="558" w:type="dxa"/>
            <w:shd w:val="clear" w:color="auto" w:fill="auto"/>
          </w:tcPr>
          <w:p w:rsidR="00A87899" w:rsidRDefault="00A87899" w:rsidP="00541E11">
            <w:pPr>
              <w:pStyle w:val="libVarCenter"/>
              <w:rPr>
                <w:rtl/>
              </w:rPr>
            </w:pPr>
            <w:r>
              <w:rPr>
                <w:rFonts w:hint="cs"/>
                <w:rtl/>
              </w:rPr>
              <w:t>1</w:t>
            </w:r>
          </w:p>
        </w:tc>
      </w:tr>
      <w:tr w:rsidR="00A87899" w:rsidTr="005C730B">
        <w:tc>
          <w:tcPr>
            <w:tcW w:w="3249" w:type="dxa"/>
            <w:shd w:val="clear" w:color="auto" w:fill="auto"/>
          </w:tcPr>
          <w:p w:rsidR="00A87899" w:rsidRPr="00997A73" w:rsidRDefault="00A87899" w:rsidP="005C730B">
            <w:pPr>
              <w:pStyle w:val="TOC3"/>
              <w:rPr>
                <w:rtl/>
                <w:lang w:bidi="ar-IQ"/>
              </w:rPr>
            </w:pPr>
            <w:r w:rsidRPr="00997A73">
              <w:rPr>
                <w:rFonts w:hint="cs"/>
                <w:rtl/>
                <w:lang w:bidi="ar-IQ"/>
              </w:rPr>
              <w:t>وأما أنا وحسين فنحن منكم وأنتم منا (علي)</w:t>
            </w:r>
          </w:p>
        </w:tc>
        <w:tc>
          <w:tcPr>
            <w:tcW w:w="544" w:type="dxa"/>
            <w:shd w:val="clear" w:color="auto" w:fill="auto"/>
          </w:tcPr>
          <w:p w:rsidR="00A87899" w:rsidRDefault="00A87899" w:rsidP="00541E11">
            <w:pPr>
              <w:pStyle w:val="libVarCenter"/>
              <w:rPr>
                <w:rtl/>
              </w:rPr>
            </w:pPr>
            <w:r>
              <w:rPr>
                <w:rFonts w:hint="cs"/>
                <w:rtl/>
              </w:rPr>
              <w:t>6</w:t>
            </w:r>
          </w:p>
        </w:tc>
        <w:tc>
          <w:tcPr>
            <w:tcW w:w="3236" w:type="dxa"/>
            <w:shd w:val="clear" w:color="auto" w:fill="auto"/>
          </w:tcPr>
          <w:p w:rsidR="00A87899" w:rsidRPr="000A0D51" w:rsidRDefault="00A87899" w:rsidP="005C730B">
            <w:pPr>
              <w:pStyle w:val="TOC3"/>
              <w:rPr>
                <w:rtl/>
                <w:lang w:bidi="ar-IQ"/>
              </w:rPr>
            </w:pPr>
            <w:r w:rsidRPr="000A0D51">
              <w:rPr>
                <w:rFonts w:hint="cs"/>
                <w:rtl/>
                <w:lang w:bidi="ar-IQ"/>
              </w:rPr>
              <w:t>يا ابن الزبير قد أتى ما احببت (ابن عباس)</w:t>
            </w:r>
          </w:p>
        </w:tc>
        <w:tc>
          <w:tcPr>
            <w:tcW w:w="558" w:type="dxa"/>
            <w:shd w:val="clear" w:color="auto" w:fill="auto"/>
          </w:tcPr>
          <w:p w:rsidR="00A87899" w:rsidRDefault="00A87899" w:rsidP="00541E11">
            <w:pPr>
              <w:pStyle w:val="libVarCenter"/>
              <w:rPr>
                <w:rtl/>
              </w:rPr>
            </w:pPr>
            <w:r>
              <w:rPr>
                <w:rFonts w:hint="cs"/>
                <w:rtl/>
              </w:rPr>
              <w:t>27</w:t>
            </w:r>
          </w:p>
        </w:tc>
      </w:tr>
      <w:tr w:rsidR="00A87899" w:rsidTr="005C730B">
        <w:tc>
          <w:tcPr>
            <w:tcW w:w="3249" w:type="dxa"/>
            <w:shd w:val="clear" w:color="auto" w:fill="auto"/>
          </w:tcPr>
          <w:p w:rsidR="00A87899" w:rsidRPr="00997A73" w:rsidRDefault="00A87899" w:rsidP="005C730B">
            <w:pPr>
              <w:pStyle w:val="TOC3"/>
              <w:rPr>
                <w:rtl/>
                <w:lang w:bidi="ar-IQ"/>
              </w:rPr>
            </w:pPr>
            <w:r w:rsidRPr="00997A73">
              <w:rPr>
                <w:rFonts w:hint="cs"/>
                <w:rtl/>
                <w:lang w:bidi="ar-IQ"/>
              </w:rPr>
              <w:t>وأنت كبير أهل بيتك والمنظور إليه (يزيد لابن عباس)</w:t>
            </w:r>
          </w:p>
        </w:tc>
        <w:tc>
          <w:tcPr>
            <w:tcW w:w="544" w:type="dxa"/>
            <w:shd w:val="clear" w:color="auto" w:fill="auto"/>
          </w:tcPr>
          <w:p w:rsidR="00A87899" w:rsidRDefault="00A87899" w:rsidP="00541E11">
            <w:pPr>
              <w:pStyle w:val="libVarCenter"/>
              <w:rPr>
                <w:rtl/>
              </w:rPr>
            </w:pPr>
            <w:r>
              <w:rPr>
                <w:rFonts w:hint="cs"/>
                <w:rtl/>
              </w:rPr>
              <w:t>27</w:t>
            </w:r>
          </w:p>
        </w:tc>
        <w:tc>
          <w:tcPr>
            <w:tcW w:w="3236" w:type="dxa"/>
            <w:shd w:val="clear" w:color="auto" w:fill="auto"/>
          </w:tcPr>
          <w:p w:rsidR="00A87899" w:rsidRPr="000A0D51" w:rsidRDefault="00A87899" w:rsidP="005C730B">
            <w:pPr>
              <w:pStyle w:val="TOC3"/>
              <w:rPr>
                <w:rtl/>
                <w:lang w:bidi="ar-IQ"/>
              </w:rPr>
            </w:pPr>
            <w:r w:rsidRPr="000A0D51">
              <w:rPr>
                <w:rFonts w:hint="cs"/>
                <w:rtl/>
                <w:lang w:bidi="ar-IQ"/>
              </w:rPr>
              <w:t>يا ابن عباس إنك شيخ قد كبرت (الحسين)</w:t>
            </w:r>
          </w:p>
        </w:tc>
        <w:tc>
          <w:tcPr>
            <w:tcW w:w="558" w:type="dxa"/>
            <w:shd w:val="clear" w:color="auto" w:fill="auto"/>
          </w:tcPr>
          <w:p w:rsidR="00A87899" w:rsidRDefault="00A87899" w:rsidP="00541E11">
            <w:pPr>
              <w:pStyle w:val="libVarCenter"/>
              <w:rPr>
                <w:rtl/>
              </w:rPr>
            </w:pPr>
            <w:r>
              <w:rPr>
                <w:rFonts w:hint="cs"/>
                <w:rtl/>
              </w:rPr>
              <w:t>27</w:t>
            </w:r>
          </w:p>
        </w:tc>
      </w:tr>
      <w:tr w:rsidR="00A87899" w:rsidTr="005C730B">
        <w:tc>
          <w:tcPr>
            <w:tcW w:w="3249" w:type="dxa"/>
            <w:shd w:val="clear" w:color="auto" w:fill="auto"/>
          </w:tcPr>
          <w:p w:rsidR="00A87899" w:rsidRPr="00997A73" w:rsidRDefault="00A87899" w:rsidP="005C730B">
            <w:pPr>
              <w:pStyle w:val="TOC3"/>
              <w:rPr>
                <w:rtl/>
                <w:lang w:bidi="ar-IQ"/>
              </w:rPr>
            </w:pPr>
            <w:r w:rsidRPr="00997A73">
              <w:rPr>
                <w:rFonts w:hint="cs"/>
                <w:rtl/>
                <w:lang w:bidi="ar-IQ"/>
              </w:rPr>
              <w:t>وإن قتيل الطف من آل هاشم (رثا الحسين لسليمان بن قتة)</w:t>
            </w:r>
          </w:p>
        </w:tc>
        <w:tc>
          <w:tcPr>
            <w:tcW w:w="544" w:type="dxa"/>
            <w:shd w:val="clear" w:color="auto" w:fill="auto"/>
          </w:tcPr>
          <w:p w:rsidR="00A87899" w:rsidRDefault="00A87899" w:rsidP="00541E11">
            <w:pPr>
              <w:pStyle w:val="libVarCenter"/>
              <w:rPr>
                <w:rtl/>
              </w:rPr>
            </w:pPr>
            <w:r>
              <w:rPr>
                <w:rFonts w:hint="cs"/>
                <w:rtl/>
              </w:rPr>
              <w:t>34</w:t>
            </w:r>
          </w:p>
        </w:tc>
        <w:tc>
          <w:tcPr>
            <w:tcW w:w="3236" w:type="dxa"/>
            <w:shd w:val="clear" w:color="auto" w:fill="auto"/>
          </w:tcPr>
          <w:p w:rsidR="00A87899" w:rsidRPr="000A0D51" w:rsidRDefault="00A87899" w:rsidP="005C730B">
            <w:pPr>
              <w:pStyle w:val="TOC3"/>
              <w:rPr>
                <w:rtl/>
                <w:lang w:bidi="ar-IQ"/>
              </w:rPr>
            </w:pPr>
            <w:r w:rsidRPr="000A0D51">
              <w:rPr>
                <w:rFonts w:hint="cs"/>
                <w:rtl/>
                <w:lang w:bidi="ar-IQ"/>
              </w:rPr>
              <w:t>يا أم سلمة إذا تحولت هذه التربة دماً (النبي)</w:t>
            </w:r>
          </w:p>
        </w:tc>
        <w:tc>
          <w:tcPr>
            <w:tcW w:w="558" w:type="dxa"/>
            <w:shd w:val="clear" w:color="auto" w:fill="auto"/>
          </w:tcPr>
          <w:p w:rsidR="00A87899" w:rsidRDefault="00A87899" w:rsidP="00541E11">
            <w:pPr>
              <w:pStyle w:val="libVarCenter"/>
              <w:rPr>
                <w:rtl/>
              </w:rPr>
            </w:pPr>
            <w:r>
              <w:rPr>
                <w:rFonts w:hint="cs"/>
                <w:rtl/>
              </w:rPr>
              <w:t>28</w:t>
            </w:r>
          </w:p>
        </w:tc>
      </w:tr>
      <w:tr w:rsidR="00A87899" w:rsidTr="005C730B">
        <w:tc>
          <w:tcPr>
            <w:tcW w:w="3249" w:type="dxa"/>
            <w:shd w:val="clear" w:color="auto" w:fill="auto"/>
          </w:tcPr>
          <w:p w:rsidR="00A87899" w:rsidRPr="00997A73" w:rsidRDefault="00A87899" w:rsidP="005C730B">
            <w:pPr>
              <w:pStyle w:val="TOC3"/>
              <w:rPr>
                <w:rtl/>
                <w:lang w:bidi="ar-IQ"/>
              </w:rPr>
            </w:pPr>
            <w:r w:rsidRPr="00997A73">
              <w:rPr>
                <w:rFonts w:hint="cs"/>
                <w:rtl/>
                <w:lang w:bidi="ar-IQ"/>
              </w:rPr>
              <w:t>وإنما أثبت ما ترى في رؤسنا الله ثم أنتم (عمر)</w:t>
            </w:r>
          </w:p>
        </w:tc>
        <w:tc>
          <w:tcPr>
            <w:tcW w:w="544" w:type="dxa"/>
            <w:shd w:val="clear" w:color="auto" w:fill="auto"/>
          </w:tcPr>
          <w:p w:rsidR="00A87899" w:rsidRDefault="00A87899" w:rsidP="00541E11">
            <w:pPr>
              <w:pStyle w:val="libVarCenter"/>
              <w:rPr>
                <w:rtl/>
              </w:rPr>
            </w:pPr>
            <w:r>
              <w:rPr>
                <w:rFonts w:hint="cs"/>
                <w:rtl/>
              </w:rPr>
              <w:t>17</w:t>
            </w:r>
          </w:p>
        </w:tc>
        <w:tc>
          <w:tcPr>
            <w:tcW w:w="3236" w:type="dxa"/>
            <w:shd w:val="clear" w:color="auto" w:fill="auto"/>
          </w:tcPr>
          <w:p w:rsidR="00A87899" w:rsidRPr="000A0D51" w:rsidRDefault="00A87899" w:rsidP="005C730B">
            <w:pPr>
              <w:pStyle w:val="TOC3"/>
              <w:rPr>
                <w:rtl/>
                <w:lang w:bidi="ar-IQ"/>
              </w:rPr>
            </w:pPr>
            <w:r w:rsidRPr="000A0D51">
              <w:rPr>
                <w:rFonts w:hint="cs"/>
                <w:rtl/>
                <w:lang w:bidi="ar-IQ"/>
              </w:rPr>
              <w:t>يا نافع ان من وضع دينه على القياس لم يزل الدهر في التباس (الحسين)</w:t>
            </w:r>
          </w:p>
        </w:tc>
        <w:tc>
          <w:tcPr>
            <w:tcW w:w="558" w:type="dxa"/>
            <w:shd w:val="clear" w:color="auto" w:fill="auto"/>
          </w:tcPr>
          <w:p w:rsidR="00A87899" w:rsidRDefault="00A87899" w:rsidP="00541E11">
            <w:pPr>
              <w:pStyle w:val="libVarCenter"/>
              <w:rPr>
                <w:rtl/>
              </w:rPr>
            </w:pPr>
            <w:r>
              <w:rPr>
                <w:rFonts w:hint="cs"/>
                <w:rtl/>
              </w:rPr>
              <w:t>20</w:t>
            </w:r>
          </w:p>
        </w:tc>
      </w:tr>
      <w:tr w:rsidR="00A87899" w:rsidTr="005C730B">
        <w:tc>
          <w:tcPr>
            <w:tcW w:w="3249" w:type="dxa"/>
            <w:shd w:val="clear" w:color="auto" w:fill="auto"/>
          </w:tcPr>
          <w:p w:rsidR="00A87899" w:rsidRPr="00997A73" w:rsidRDefault="00A87899" w:rsidP="005C730B">
            <w:pPr>
              <w:pStyle w:val="TOC3"/>
              <w:rPr>
                <w:rtl/>
                <w:lang w:bidi="ar-IQ"/>
              </w:rPr>
            </w:pPr>
            <w:r w:rsidRPr="00997A73">
              <w:rPr>
                <w:rFonts w:hint="cs"/>
                <w:rtl/>
                <w:lang w:bidi="ar-IQ"/>
              </w:rPr>
              <w:t>وخرج الحسين من ليلة إلى مكة</w:t>
            </w:r>
          </w:p>
        </w:tc>
        <w:tc>
          <w:tcPr>
            <w:tcW w:w="544" w:type="dxa"/>
            <w:shd w:val="clear" w:color="auto" w:fill="auto"/>
          </w:tcPr>
          <w:p w:rsidR="00A87899" w:rsidRDefault="00A87899" w:rsidP="00541E11">
            <w:pPr>
              <w:pStyle w:val="libVarCenter"/>
              <w:rPr>
                <w:rtl/>
              </w:rPr>
            </w:pPr>
            <w:r>
              <w:rPr>
                <w:rFonts w:hint="cs"/>
                <w:rtl/>
              </w:rPr>
              <w:t>26</w:t>
            </w:r>
          </w:p>
        </w:tc>
        <w:tc>
          <w:tcPr>
            <w:tcW w:w="3236" w:type="dxa"/>
            <w:shd w:val="clear" w:color="auto" w:fill="auto"/>
          </w:tcPr>
          <w:p w:rsidR="00A87899" w:rsidRPr="000A0D51" w:rsidRDefault="00A87899" w:rsidP="005C730B">
            <w:pPr>
              <w:pStyle w:val="TOC3"/>
              <w:rPr>
                <w:rtl/>
                <w:lang w:bidi="ar-IQ"/>
              </w:rPr>
            </w:pPr>
            <w:r w:rsidRPr="000A0D51">
              <w:rPr>
                <w:rFonts w:hint="cs"/>
                <w:rtl/>
                <w:lang w:bidi="ar-IQ"/>
              </w:rPr>
              <w:t>يخرج من ولد هذا رجل يقتل (كعب الاحبار)</w:t>
            </w:r>
          </w:p>
        </w:tc>
        <w:tc>
          <w:tcPr>
            <w:tcW w:w="558" w:type="dxa"/>
            <w:shd w:val="clear" w:color="auto" w:fill="auto"/>
          </w:tcPr>
          <w:p w:rsidR="00A87899" w:rsidRDefault="00A87899" w:rsidP="00541E11">
            <w:pPr>
              <w:pStyle w:val="libVarCenter"/>
              <w:rPr>
                <w:rtl/>
              </w:rPr>
            </w:pPr>
            <w:r>
              <w:rPr>
                <w:rFonts w:hint="cs"/>
                <w:rtl/>
              </w:rPr>
              <w:t>28</w:t>
            </w:r>
          </w:p>
        </w:tc>
      </w:tr>
      <w:tr w:rsidR="00A87899" w:rsidTr="005C730B">
        <w:tc>
          <w:tcPr>
            <w:tcW w:w="3249" w:type="dxa"/>
            <w:shd w:val="clear" w:color="auto" w:fill="auto"/>
          </w:tcPr>
          <w:p w:rsidR="00A87899" w:rsidRPr="00997A73" w:rsidRDefault="00A87899" w:rsidP="005C730B">
            <w:pPr>
              <w:pStyle w:val="TOC3"/>
              <w:rPr>
                <w:rtl/>
                <w:lang w:bidi="ar-IQ"/>
              </w:rPr>
            </w:pPr>
            <w:r w:rsidRPr="00997A73">
              <w:rPr>
                <w:rFonts w:hint="cs"/>
                <w:rtl/>
                <w:lang w:bidi="ar-IQ"/>
              </w:rPr>
              <w:t>وديعة عندك هذه التربة (النبي)</w:t>
            </w:r>
          </w:p>
        </w:tc>
        <w:tc>
          <w:tcPr>
            <w:tcW w:w="544" w:type="dxa"/>
            <w:shd w:val="clear" w:color="auto" w:fill="auto"/>
          </w:tcPr>
          <w:p w:rsidR="00A87899" w:rsidRDefault="00A87899" w:rsidP="00541E11">
            <w:pPr>
              <w:pStyle w:val="libVarCenter"/>
              <w:rPr>
                <w:rtl/>
              </w:rPr>
            </w:pPr>
            <w:r>
              <w:rPr>
                <w:rFonts w:hint="cs"/>
                <w:rtl/>
              </w:rPr>
              <w:t>28</w:t>
            </w:r>
          </w:p>
        </w:tc>
        <w:tc>
          <w:tcPr>
            <w:tcW w:w="3236" w:type="dxa"/>
            <w:shd w:val="clear" w:color="auto" w:fill="auto"/>
          </w:tcPr>
          <w:p w:rsidR="00A87899" w:rsidRPr="000A0D51" w:rsidRDefault="00A87899" w:rsidP="005C730B">
            <w:pPr>
              <w:pStyle w:val="TOC3"/>
              <w:rPr>
                <w:rtl/>
                <w:lang w:bidi="ar-IQ"/>
              </w:rPr>
            </w:pPr>
            <w:r w:rsidRPr="000A0D51">
              <w:rPr>
                <w:rFonts w:hint="cs"/>
                <w:rtl/>
                <w:lang w:bidi="ar-IQ"/>
              </w:rPr>
              <w:t>يقتل حسين بأرض بابل (الرسول)</w:t>
            </w:r>
          </w:p>
        </w:tc>
        <w:tc>
          <w:tcPr>
            <w:tcW w:w="558" w:type="dxa"/>
            <w:shd w:val="clear" w:color="auto" w:fill="auto"/>
          </w:tcPr>
          <w:p w:rsidR="00A87899" w:rsidRDefault="00A87899" w:rsidP="00541E11">
            <w:pPr>
              <w:pStyle w:val="libVarCenter"/>
              <w:rPr>
                <w:rtl/>
              </w:rPr>
            </w:pPr>
            <w:r>
              <w:rPr>
                <w:rFonts w:hint="cs"/>
                <w:rtl/>
              </w:rPr>
              <w:t>27</w:t>
            </w:r>
          </w:p>
        </w:tc>
      </w:tr>
    </w:tbl>
    <w:p w:rsidR="009C2788" w:rsidRDefault="009C2788">
      <w:r>
        <w:br w:type="page"/>
      </w:r>
    </w:p>
    <w:tbl>
      <w:tblPr>
        <w:bidiVisual/>
        <w:tblW w:w="0" w:type="auto"/>
        <w:tblLook w:val="04A0"/>
      </w:tblPr>
      <w:tblGrid>
        <w:gridCol w:w="3249"/>
        <w:gridCol w:w="544"/>
        <w:gridCol w:w="3236"/>
        <w:gridCol w:w="558"/>
      </w:tblGrid>
      <w:tr w:rsidR="00A87899" w:rsidTr="005C730B">
        <w:tc>
          <w:tcPr>
            <w:tcW w:w="3249" w:type="dxa"/>
            <w:shd w:val="clear" w:color="auto" w:fill="auto"/>
          </w:tcPr>
          <w:p w:rsidR="00A87899" w:rsidRPr="00997A73" w:rsidRDefault="00A87899" w:rsidP="005C730B">
            <w:pPr>
              <w:pStyle w:val="TOC3"/>
              <w:rPr>
                <w:rtl/>
                <w:lang w:bidi="ar-IQ"/>
              </w:rPr>
            </w:pPr>
            <w:r w:rsidRPr="00997A73">
              <w:rPr>
                <w:rFonts w:hint="cs"/>
                <w:rtl/>
                <w:lang w:bidi="ar-IQ"/>
              </w:rPr>
              <w:lastRenderedPageBreak/>
              <w:t>وعلى الميسرة الحسين بن علي (يوم الجمل)</w:t>
            </w:r>
          </w:p>
        </w:tc>
        <w:tc>
          <w:tcPr>
            <w:tcW w:w="544" w:type="dxa"/>
            <w:shd w:val="clear" w:color="auto" w:fill="auto"/>
          </w:tcPr>
          <w:p w:rsidR="00A87899" w:rsidRDefault="00A87899" w:rsidP="00541E11">
            <w:pPr>
              <w:pStyle w:val="libVarCenter"/>
              <w:rPr>
                <w:rtl/>
              </w:rPr>
            </w:pPr>
            <w:r>
              <w:rPr>
                <w:rFonts w:hint="cs"/>
                <w:rtl/>
              </w:rPr>
              <w:t>18</w:t>
            </w:r>
          </w:p>
        </w:tc>
        <w:tc>
          <w:tcPr>
            <w:tcW w:w="3236" w:type="dxa"/>
            <w:shd w:val="clear" w:color="auto" w:fill="auto"/>
          </w:tcPr>
          <w:p w:rsidR="00A87899" w:rsidRDefault="00A87899" w:rsidP="005C730B">
            <w:pPr>
              <w:pStyle w:val="TOC3"/>
            </w:pPr>
            <w:r w:rsidRPr="000A0D51">
              <w:rPr>
                <w:rFonts w:hint="cs"/>
                <w:rtl/>
                <w:lang w:bidi="ar-IQ"/>
              </w:rPr>
              <w:t>يوم قتل الحسين أظلمت علينا ثلاثاً (ام حبان)</w:t>
            </w:r>
          </w:p>
        </w:tc>
        <w:tc>
          <w:tcPr>
            <w:tcW w:w="558" w:type="dxa"/>
            <w:shd w:val="clear" w:color="auto" w:fill="auto"/>
          </w:tcPr>
          <w:p w:rsidR="00A87899" w:rsidRDefault="00A87899" w:rsidP="00541E11">
            <w:pPr>
              <w:pStyle w:val="libVarCenter"/>
              <w:rPr>
                <w:rtl/>
              </w:rPr>
            </w:pPr>
            <w:r>
              <w:rPr>
                <w:rFonts w:hint="cs"/>
                <w:rtl/>
              </w:rPr>
              <w:t>33</w:t>
            </w:r>
          </w:p>
        </w:tc>
      </w:tr>
      <w:tr w:rsidR="00A87899" w:rsidTr="005C730B">
        <w:tc>
          <w:tcPr>
            <w:tcW w:w="3249" w:type="dxa"/>
            <w:shd w:val="clear" w:color="auto" w:fill="auto"/>
          </w:tcPr>
          <w:p w:rsidR="00A87899" w:rsidRPr="00997A73" w:rsidRDefault="00A87899" w:rsidP="005C730B">
            <w:pPr>
              <w:pStyle w:val="TOC3"/>
              <w:rPr>
                <w:rtl/>
                <w:lang w:bidi="ar-IQ"/>
              </w:rPr>
            </w:pPr>
            <w:r w:rsidRPr="00997A73">
              <w:rPr>
                <w:rFonts w:hint="cs"/>
                <w:rtl/>
                <w:lang w:bidi="ar-IQ"/>
              </w:rPr>
              <w:t>والله لايدعوني حتى يستخرجوا هذه العلقة (الحسين)</w:t>
            </w:r>
          </w:p>
        </w:tc>
        <w:tc>
          <w:tcPr>
            <w:tcW w:w="544" w:type="dxa"/>
            <w:shd w:val="clear" w:color="auto" w:fill="auto"/>
          </w:tcPr>
          <w:p w:rsidR="00A87899" w:rsidRDefault="00A87899" w:rsidP="00541E11">
            <w:pPr>
              <w:pStyle w:val="libVarCenter"/>
              <w:rPr>
                <w:rtl/>
              </w:rPr>
            </w:pPr>
            <w:r>
              <w:rPr>
                <w:rFonts w:hint="cs"/>
                <w:rtl/>
              </w:rPr>
              <w:t>28</w:t>
            </w:r>
          </w:p>
          <w:p w:rsidR="00A87899" w:rsidRDefault="00A87899" w:rsidP="00541E11">
            <w:pPr>
              <w:pStyle w:val="libVarCenter"/>
              <w:rPr>
                <w:rtl/>
              </w:rPr>
            </w:pPr>
            <w:r>
              <w:rPr>
                <w:rFonts w:hint="cs"/>
                <w:rtl/>
              </w:rPr>
              <w:t>35</w:t>
            </w:r>
          </w:p>
        </w:tc>
        <w:tc>
          <w:tcPr>
            <w:tcW w:w="3236" w:type="dxa"/>
            <w:shd w:val="clear" w:color="auto" w:fill="auto"/>
          </w:tcPr>
          <w:p w:rsidR="00A87899" w:rsidRPr="000A0D51" w:rsidRDefault="00A87899" w:rsidP="005C730B">
            <w:pPr>
              <w:pStyle w:val="TOC3"/>
              <w:rPr>
                <w:rtl/>
                <w:lang w:bidi="ar-IQ"/>
              </w:rPr>
            </w:pPr>
          </w:p>
        </w:tc>
        <w:tc>
          <w:tcPr>
            <w:tcW w:w="558" w:type="dxa"/>
            <w:shd w:val="clear" w:color="auto" w:fill="auto"/>
          </w:tcPr>
          <w:p w:rsidR="00A87899" w:rsidRDefault="00A87899" w:rsidP="005C730B">
            <w:pPr>
              <w:rPr>
                <w:rtl/>
              </w:rPr>
            </w:pPr>
          </w:p>
        </w:tc>
      </w:tr>
      <w:tr w:rsidR="00A87899" w:rsidTr="005C730B">
        <w:tc>
          <w:tcPr>
            <w:tcW w:w="3249" w:type="dxa"/>
            <w:shd w:val="clear" w:color="auto" w:fill="auto"/>
          </w:tcPr>
          <w:p w:rsidR="00A87899" w:rsidRPr="00997A73" w:rsidRDefault="00A87899" w:rsidP="005C730B">
            <w:pPr>
              <w:pStyle w:val="TOC3"/>
              <w:rPr>
                <w:rtl/>
                <w:lang w:bidi="ar-IQ"/>
              </w:rPr>
            </w:pPr>
            <w:r w:rsidRPr="00997A73">
              <w:rPr>
                <w:rFonts w:hint="cs"/>
                <w:rtl/>
                <w:lang w:bidi="ar-IQ"/>
              </w:rPr>
              <w:t>والله ليعتدون علي كما اعتدت بنو إسرائيل (الحسين)</w:t>
            </w:r>
          </w:p>
        </w:tc>
        <w:tc>
          <w:tcPr>
            <w:tcW w:w="544" w:type="dxa"/>
            <w:shd w:val="clear" w:color="auto" w:fill="auto"/>
          </w:tcPr>
          <w:p w:rsidR="00A87899" w:rsidRDefault="00A87899" w:rsidP="00541E11">
            <w:pPr>
              <w:pStyle w:val="libVarCenter"/>
              <w:rPr>
                <w:rtl/>
              </w:rPr>
            </w:pPr>
            <w:r>
              <w:rPr>
                <w:rFonts w:hint="cs"/>
                <w:rtl/>
              </w:rPr>
              <w:t>28</w:t>
            </w:r>
          </w:p>
        </w:tc>
        <w:tc>
          <w:tcPr>
            <w:tcW w:w="3236" w:type="dxa"/>
            <w:shd w:val="clear" w:color="auto" w:fill="auto"/>
          </w:tcPr>
          <w:p w:rsidR="00A87899" w:rsidRPr="000A0D51" w:rsidRDefault="00A87899" w:rsidP="005C730B">
            <w:pPr>
              <w:pStyle w:val="TOC3"/>
              <w:rPr>
                <w:rtl/>
                <w:lang w:bidi="ar-IQ"/>
              </w:rPr>
            </w:pPr>
          </w:p>
        </w:tc>
        <w:tc>
          <w:tcPr>
            <w:tcW w:w="558" w:type="dxa"/>
            <w:shd w:val="clear" w:color="auto" w:fill="auto"/>
          </w:tcPr>
          <w:p w:rsidR="00A87899" w:rsidRDefault="00A87899" w:rsidP="005C730B">
            <w:pPr>
              <w:rPr>
                <w:rtl/>
              </w:rPr>
            </w:pPr>
          </w:p>
        </w:tc>
      </w:tr>
      <w:tr w:rsidR="00A87899" w:rsidTr="005C730B">
        <w:tc>
          <w:tcPr>
            <w:tcW w:w="3249" w:type="dxa"/>
            <w:shd w:val="clear" w:color="auto" w:fill="auto"/>
          </w:tcPr>
          <w:p w:rsidR="00A87899" w:rsidRDefault="00A87899" w:rsidP="005C730B">
            <w:pPr>
              <w:pStyle w:val="TOC3"/>
            </w:pPr>
            <w:r w:rsidRPr="00997A73">
              <w:rPr>
                <w:rFonts w:hint="cs"/>
                <w:rtl/>
                <w:lang w:bidi="ar-IQ"/>
              </w:rPr>
              <w:t xml:space="preserve">والله ما اعطى أحد قبلك ولا أحد بعدك </w:t>
            </w:r>
          </w:p>
        </w:tc>
        <w:tc>
          <w:tcPr>
            <w:tcW w:w="544" w:type="dxa"/>
            <w:shd w:val="clear" w:color="auto" w:fill="auto"/>
          </w:tcPr>
          <w:p w:rsidR="00A87899" w:rsidRDefault="00A87899" w:rsidP="005C730B">
            <w:pPr>
              <w:rPr>
                <w:rtl/>
              </w:rPr>
            </w:pPr>
          </w:p>
        </w:tc>
        <w:tc>
          <w:tcPr>
            <w:tcW w:w="3236" w:type="dxa"/>
            <w:shd w:val="clear" w:color="auto" w:fill="auto"/>
          </w:tcPr>
          <w:p w:rsidR="00A87899" w:rsidRPr="000A0D51" w:rsidRDefault="00A87899" w:rsidP="005C730B">
            <w:pPr>
              <w:pStyle w:val="TOC3"/>
              <w:rPr>
                <w:rtl/>
                <w:lang w:bidi="ar-IQ"/>
              </w:rPr>
            </w:pPr>
          </w:p>
        </w:tc>
        <w:tc>
          <w:tcPr>
            <w:tcW w:w="558" w:type="dxa"/>
            <w:shd w:val="clear" w:color="auto" w:fill="auto"/>
          </w:tcPr>
          <w:p w:rsidR="00A87899" w:rsidRDefault="00A87899" w:rsidP="005C730B">
            <w:pPr>
              <w:rPr>
                <w:rtl/>
              </w:rPr>
            </w:pPr>
          </w:p>
        </w:tc>
      </w:tr>
    </w:tbl>
    <w:p w:rsidR="00A87899" w:rsidRDefault="00A87899" w:rsidP="00A87899">
      <w:pPr>
        <w:pStyle w:val="Heading2Center"/>
        <w:rPr>
          <w:rtl/>
          <w:lang w:bidi="ar-IQ"/>
        </w:rPr>
      </w:pPr>
      <w:r>
        <w:rPr>
          <w:rtl/>
          <w:lang w:bidi="ar-IQ"/>
        </w:rPr>
        <w:br w:type="page"/>
      </w:r>
      <w:bookmarkStart w:id="110" w:name="_Toc416693875"/>
      <w:bookmarkStart w:id="111" w:name="_Toc416696119"/>
      <w:r>
        <w:rPr>
          <w:rFonts w:hint="cs"/>
          <w:rtl/>
          <w:lang w:bidi="ar-IQ"/>
        </w:rPr>
        <w:lastRenderedPageBreak/>
        <w:t>3 ـ فهرس الألفاظ الخاصة</w:t>
      </w:r>
      <w:bookmarkEnd w:id="110"/>
      <w:bookmarkEnd w:id="111"/>
    </w:p>
    <w:p w:rsidR="00A87899" w:rsidRDefault="00A87899" w:rsidP="00541E11">
      <w:pPr>
        <w:pStyle w:val="libVarCenter"/>
        <w:rPr>
          <w:rtl/>
          <w:lang w:bidi="ar-IQ"/>
        </w:rPr>
      </w:pPr>
      <w:r>
        <w:rPr>
          <w:rFonts w:hint="cs"/>
          <w:rtl/>
          <w:lang w:bidi="ar-IQ"/>
        </w:rPr>
        <w:t>(الأعلام ، المدن ، الوقائع ، المصطلحات)</w:t>
      </w:r>
    </w:p>
    <w:tbl>
      <w:tblPr>
        <w:bidiVisual/>
        <w:tblW w:w="0" w:type="auto"/>
        <w:tblLook w:val="04A0"/>
      </w:tblPr>
      <w:tblGrid>
        <w:gridCol w:w="3513"/>
        <w:gridCol w:w="236"/>
        <w:gridCol w:w="3838"/>
      </w:tblGrid>
      <w:tr w:rsidR="00A87899" w:rsidTr="005C730B">
        <w:tc>
          <w:tcPr>
            <w:tcW w:w="3513" w:type="dxa"/>
            <w:shd w:val="clear" w:color="auto" w:fill="auto"/>
          </w:tcPr>
          <w:p w:rsidR="00A87899" w:rsidRPr="00321D35" w:rsidRDefault="00A87899" w:rsidP="00541E11">
            <w:pPr>
              <w:pStyle w:val="libVar0"/>
              <w:rPr>
                <w:rtl/>
                <w:lang w:bidi="ar-IQ"/>
              </w:rPr>
            </w:pPr>
            <w:r w:rsidRPr="00321D35">
              <w:rPr>
                <w:rFonts w:hint="cs"/>
                <w:rtl/>
                <w:lang w:bidi="ar-IQ"/>
              </w:rPr>
              <w:t>آية التطهير</w:t>
            </w:r>
            <w:r>
              <w:rPr>
                <w:rFonts w:hint="cs"/>
                <w:rtl/>
                <w:lang w:bidi="ar-IQ"/>
              </w:rPr>
              <w:t xml:space="preserve"> : </w:t>
            </w:r>
            <w:r w:rsidRPr="00321D35">
              <w:rPr>
                <w:rFonts w:hint="cs"/>
                <w:rtl/>
                <w:lang w:bidi="ar-IQ"/>
              </w:rPr>
              <w:t>5</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BB4D2F" w:rsidRDefault="00A87899" w:rsidP="00541E11">
            <w:pPr>
              <w:pStyle w:val="libVar0"/>
              <w:rPr>
                <w:rtl/>
                <w:lang w:bidi="ar-IQ"/>
              </w:rPr>
            </w:pPr>
            <w:r w:rsidRPr="00BB4D2F">
              <w:rPr>
                <w:rFonts w:hint="cs"/>
                <w:rtl/>
                <w:lang w:bidi="ar-IQ"/>
              </w:rPr>
              <w:t>الارث من النبي</w:t>
            </w:r>
            <w:r>
              <w:rPr>
                <w:rFonts w:hint="cs"/>
                <w:rtl/>
                <w:lang w:bidi="ar-IQ"/>
              </w:rPr>
              <w:t xml:space="preserve"> : </w:t>
            </w:r>
            <w:r w:rsidRPr="00BB4D2F">
              <w:rPr>
                <w:rFonts w:hint="cs"/>
                <w:rtl/>
                <w:lang w:bidi="ar-IQ"/>
              </w:rPr>
              <w:t>5</w:t>
            </w:r>
          </w:p>
        </w:tc>
      </w:tr>
      <w:tr w:rsidR="00A87899" w:rsidTr="005C730B">
        <w:tc>
          <w:tcPr>
            <w:tcW w:w="3513" w:type="dxa"/>
            <w:shd w:val="clear" w:color="auto" w:fill="auto"/>
          </w:tcPr>
          <w:p w:rsidR="00A87899" w:rsidRPr="00321D35" w:rsidRDefault="00A87899" w:rsidP="00541E11">
            <w:pPr>
              <w:pStyle w:val="libVar0"/>
              <w:rPr>
                <w:rtl/>
                <w:lang w:bidi="ar-IQ"/>
              </w:rPr>
            </w:pPr>
            <w:r w:rsidRPr="00321D35">
              <w:rPr>
                <w:rFonts w:hint="cs"/>
                <w:rtl/>
                <w:lang w:bidi="ar-IQ"/>
              </w:rPr>
              <w:t>ابن سيرين</w:t>
            </w:r>
            <w:r>
              <w:rPr>
                <w:rFonts w:hint="cs"/>
                <w:rtl/>
                <w:lang w:bidi="ar-IQ"/>
              </w:rPr>
              <w:t xml:space="preserve"> : </w:t>
            </w:r>
            <w:r w:rsidRPr="00321D35">
              <w:rPr>
                <w:rFonts w:hint="cs"/>
                <w:rtl/>
                <w:lang w:bidi="ar-IQ"/>
              </w:rPr>
              <w:t>33</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BB4D2F" w:rsidRDefault="00A87899" w:rsidP="00541E11">
            <w:pPr>
              <w:pStyle w:val="libVar0"/>
              <w:rPr>
                <w:rtl/>
                <w:lang w:bidi="ar-IQ"/>
              </w:rPr>
            </w:pPr>
            <w:r w:rsidRPr="00BB4D2F">
              <w:rPr>
                <w:rFonts w:hint="cs"/>
                <w:rtl/>
                <w:lang w:bidi="ar-IQ"/>
              </w:rPr>
              <w:t>أسماء أهل الجنة</w:t>
            </w:r>
            <w:r>
              <w:rPr>
                <w:rFonts w:hint="cs"/>
                <w:rtl/>
                <w:lang w:bidi="ar-IQ"/>
              </w:rPr>
              <w:t xml:space="preserve"> : </w:t>
            </w:r>
            <w:r w:rsidRPr="00BB4D2F">
              <w:rPr>
                <w:rFonts w:hint="cs"/>
                <w:rtl/>
                <w:lang w:bidi="ar-IQ"/>
              </w:rPr>
              <w:t>1</w:t>
            </w:r>
          </w:p>
        </w:tc>
      </w:tr>
      <w:tr w:rsidR="00A87899" w:rsidTr="005C730B">
        <w:tc>
          <w:tcPr>
            <w:tcW w:w="3513" w:type="dxa"/>
            <w:shd w:val="clear" w:color="auto" w:fill="auto"/>
          </w:tcPr>
          <w:p w:rsidR="00A87899" w:rsidRPr="00321D35" w:rsidRDefault="00A87899" w:rsidP="00541E11">
            <w:pPr>
              <w:pStyle w:val="libVar0"/>
              <w:rPr>
                <w:rtl/>
                <w:lang w:bidi="ar-IQ"/>
              </w:rPr>
            </w:pPr>
            <w:r w:rsidRPr="00321D35">
              <w:rPr>
                <w:rFonts w:hint="cs"/>
                <w:rtl/>
                <w:lang w:bidi="ar-IQ"/>
              </w:rPr>
              <w:t>ابن عباس</w:t>
            </w:r>
            <w:r>
              <w:rPr>
                <w:rFonts w:hint="cs"/>
                <w:rtl/>
                <w:lang w:bidi="ar-IQ"/>
              </w:rPr>
              <w:t xml:space="preserve"> : </w:t>
            </w:r>
            <w:r w:rsidRPr="00321D35">
              <w:rPr>
                <w:rFonts w:hint="cs"/>
                <w:rtl/>
                <w:lang w:bidi="ar-IQ"/>
              </w:rPr>
              <w:t>20</w:t>
            </w:r>
            <w:r>
              <w:rPr>
                <w:rFonts w:hint="cs"/>
                <w:rtl/>
                <w:lang w:bidi="ar-IQ"/>
              </w:rPr>
              <w:t xml:space="preserve"> ، </w:t>
            </w:r>
            <w:r w:rsidRPr="00321D35">
              <w:rPr>
                <w:rFonts w:hint="cs"/>
                <w:rtl/>
                <w:lang w:bidi="ar-IQ"/>
              </w:rPr>
              <w:t>32</w:t>
            </w:r>
            <w:r>
              <w:rPr>
                <w:rFonts w:hint="cs"/>
                <w:rtl/>
                <w:lang w:bidi="ar-IQ"/>
              </w:rPr>
              <w:t xml:space="preserve"> ، </w:t>
            </w:r>
            <w:r w:rsidRPr="00321D35">
              <w:rPr>
                <w:rFonts w:hint="cs"/>
                <w:rtl/>
                <w:lang w:bidi="ar-IQ"/>
              </w:rPr>
              <w:t>34</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BB4D2F" w:rsidRDefault="00A87899" w:rsidP="00541E11">
            <w:pPr>
              <w:pStyle w:val="libVar0"/>
              <w:rPr>
                <w:rtl/>
                <w:lang w:bidi="ar-IQ"/>
              </w:rPr>
            </w:pPr>
            <w:r w:rsidRPr="00BB4D2F">
              <w:rPr>
                <w:rFonts w:hint="cs"/>
                <w:rtl/>
                <w:lang w:bidi="ar-IQ"/>
              </w:rPr>
              <w:t xml:space="preserve">اسم الامام </w:t>
            </w:r>
            <w:r>
              <w:rPr>
                <w:rFonts w:hint="cs"/>
                <w:rtl/>
                <w:lang w:bidi="ar-IQ"/>
              </w:rPr>
              <w:t>(</w:t>
            </w:r>
            <w:r w:rsidRPr="00BB4D2F">
              <w:rPr>
                <w:rFonts w:hint="cs"/>
                <w:rtl/>
                <w:lang w:bidi="ar-IQ"/>
              </w:rPr>
              <w:t>الحسين عليه السلام)</w:t>
            </w:r>
            <w:r>
              <w:rPr>
                <w:rFonts w:hint="cs"/>
                <w:rtl/>
                <w:lang w:bidi="ar-IQ"/>
              </w:rPr>
              <w:t xml:space="preserve"> : </w:t>
            </w:r>
            <w:r w:rsidRPr="00BB4D2F">
              <w:rPr>
                <w:rFonts w:hint="cs"/>
                <w:rtl/>
                <w:lang w:bidi="ar-IQ"/>
              </w:rPr>
              <w:t>1</w:t>
            </w:r>
          </w:p>
        </w:tc>
      </w:tr>
      <w:tr w:rsidR="00A87899" w:rsidTr="005C730B">
        <w:tc>
          <w:tcPr>
            <w:tcW w:w="3513" w:type="dxa"/>
            <w:shd w:val="clear" w:color="auto" w:fill="auto"/>
          </w:tcPr>
          <w:p w:rsidR="00A87899" w:rsidRPr="00321D35" w:rsidRDefault="00A87899" w:rsidP="00541E11">
            <w:pPr>
              <w:pStyle w:val="libVar0"/>
              <w:rPr>
                <w:rtl/>
                <w:lang w:bidi="ar-IQ"/>
              </w:rPr>
            </w:pPr>
            <w:r w:rsidRPr="00321D35">
              <w:rPr>
                <w:rFonts w:hint="cs"/>
                <w:rtl/>
                <w:lang w:bidi="ar-IQ"/>
              </w:rPr>
              <w:t>أبو امامة</w:t>
            </w:r>
            <w:r>
              <w:rPr>
                <w:rFonts w:hint="cs"/>
                <w:rtl/>
                <w:lang w:bidi="ar-IQ"/>
              </w:rPr>
              <w:t xml:space="preserve"> : </w:t>
            </w:r>
            <w:r w:rsidRPr="00321D35">
              <w:rPr>
                <w:rFonts w:hint="cs"/>
                <w:rtl/>
                <w:lang w:bidi="ar-IQ"/>
              </w:rPr>
              <w:t>28</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BB4D2F" w:rsidRDefault="00A87899" w:rsidP="00541E11">
            <w:pPr>
              <w:pStyle w:val="libVar0"/>
              <w:rPr>
                <w:rtl/>
                <w:lang w:bidi="ar-IQ"/>
              </w:rPr>
            </w:pPr>
            <w:r w:rsidRPr="00BB4D2F">
              <w:rPr>
                <w:rFonts w:hint="cs"/>
                <w:rtl/>
                <w:lang w:bidi="ar-IQ"/>
              </w:rPr>
              <w:t>الأشتر</w:t>
            </w:r>
            <w:r>
              <w:rPr>
                <w:rFonts w:hint="cs"/>
                <w:rtl/>
                <w:lang w:bidi="ar-IQ"/>
              </w:rPr>
              <w:t xml:space="preserve"> : </w:t>
            </w:r>
            <w:r w:rsidRPr="00BB4D2F">
              <w:rPr>
                <w:rFonts w:hint="cs"/>
                <w:rtl/>
                <w:lang w:bidi="ar-IQ"/>
              </w:rPr>
              <w:t>18</w:t>
            </w:r>
          </w:p>
        </w:tc>
      </w:tr>
      <w:tr w:rsidR="00A87899" w:rsidTr="005C730B">
        <w:tc>
          <w:tcPr>
            <w:tcW w:w="3513" w:type="dxa"/>
            <w:shd w:val="clear" w:color="auto" w:fill="auto"/>
          </w:tcPr>
          <w:p w:rsidR="00A87899" w:rsidRPr="00321D35" w:rsidRDefault="00A87899" w:rsidP="00541E11">
            <w:pPr>
              <w:pStyle w:val="libVar0"/>
              <w:rPr>
                <w:rtl/>
                <w:lang w:bidi="ar-IQ"/>
              </w:rPr>
            </w:pPr>
            <w:r w:rsidRPr="00321D35">
              <w:rPr>
                <w:rFonts w:hint="cs"/>
                <w:rtl/>
                <w:lang w:bidi="ar-IQ"/>
              </w:rPr>
              <w:t>أبوبكر بن عبد الرحمان</w:t>
            </w:r>
            <w:r>
              <w:rPr>
                <w:rFonts w:hint="cs"/>
                <w:rtl/>
                <w:lang w:bidi="ar-IQ"/>
              </w:rPr>
              <w:t xml:space="preserve"> : </w:t>
            </w:r>
            <w:r w:rsidRPr="00321D35">
              <w:rPr>
                <w:rFonts w:hint="cs"/>
                <w:rtl/>
                <w:lang w:bidi="ar-IQ"/>
              </w:rPr>
              <w:t>27</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BB4D2F" w:rsidRDefault="00A87899" w:rsidP="00541E11">
            <w:pPr>
              <w:pStyle w:val="libVar0"/>
              <w:rPr>
                <w:rtl/>
                <w:lang w:bidi="ar-IQ"/>
              </w:rPr>
            </w:pPr>
            <w:r w:rsidRPr="00BB4D2F">
              <w:rPr>
                <w:rFonts w:hint="cs"/>
                <w:rtl/>
                <w:lang w:bidi="ar-IQ"/>
              </w:rPr>
              <w:t>الأشعث</w:t>
            </w:r>
            <w:r>
              <w:rPr>
                <w:rFonts w:hint="cs"/>
                <w:rtl/>
                <w:lang w:bidi="ar-IQ"/>
              </w:rPr>
              <w:t xml:space="preserve"> : </w:t>
            </w:r>
            <w:r w:rsidRPr="00BB4D2F">
              <w:rPr>
                <w:rFonts w:hint="cs"/>
                <w:rtl/>
                <w:lang w:bidi="ar-IQ"/>
              </w:rPr>
              <w:t>18</w:t>
            </w:r>
          </w:p>
        </w:tc>
      </w:tr>
      <w:tr w:rsidR="00A87899" w:rsidTr="005C730B">
        <w:tc>
          <w:tcPr>
            <w:tcW w:w="3513" w:type="dxa"/>
            <w:shd w:val="clear" w:color="auto" w:fill="auto"/>
          </w:tcPr>
          <w:p w:rsidR="00A87899" w:rsidRPr="00321D35" w:rsidRDefault="00A87899" w:rsidP="00541E11">
            <w:pPr>
              <w:pStyle w:val="libVar0"/>
              <w:rPr>
                <w:rtl/>
                <w:lang w:bidi="ar-IQ"/>
              </w:rPr>
            </w:pPr>
            <w:r w:rsidRPr="00321D35">
              <w:rPr>
                <w:rFonts w:hint="cs"/>
                <w:rtl/>
                <w:lang w:bidi="ar-IQ"/>
              </w:rPr>
              <w:t>أبو سعيد الخدري</w:t>
            </w:r>
            <w:r>
              <w:rPr>
                <w:rFonts w:hint="cs"/>
                <w:rtl/>
                <w:lang w:bidi="ar-IQ"/>
              </w:rPr>
              <w:t xml:space="preserve"> : </w:t>
            </w:r>
            <w:r w:rsidRPr="00321D35">
              <w:rPr>
                <w:rFonts w:hint="cs"/>
                <w:rtl/>
                <w:lang w:bidi="ar-IQ"/>
              </w:rPr>
              <w:t>27</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BB4D2F" w:rsidRDefault="00A87899" w:rsidP="00541E11">
            <w:pPr>
              <w:pStyle w:val="libVar0"/>
              <w:rPr>
                <w:rtl/>
                <w:lang w:bidi="ar-IQ"/>
              </w:rPr>
            </w:pPr>
            <w:r w:rsidRPr="00BB4D2F">
              <w:rPr>
                <w:rFonts w:hint="cs"/>
                <w:rtl/>
                <w:lang w:bidi="ar-IQ"/>
              </w:rPr>
              <w:t>اصحاب أوفياء</w:t>
            </w:r>
            <w:r>
              <w:rPr>
                <w:rFonts w:hint="cs"/>
                <w:rtl/>
                <w:lang w:bidi="ar-IQ"/>
              </w:rPr>
              <w:t xml:space="preserve"> : </w:t>
            </w:r>
            <w:r w:rsidRPr="00BB4D2F">
              <w:rPr>
                <w:rFonts w:hint="cs"/>
                <w:rtl/>
                <w:lang w:bidi="ar-IQ"/>
              </w:rPr>
              <w:t>29</w:t>
            </w:r>
          </w:p>
        </w:tc>
      </w:tr>
      <w:tr w:rsidR="00A87899" w:rsidTr="005C730B">
        <w:tc>
          <w:tcPr>
            <w:tcW w:w="3513" w:type="dxa"/>
            <w:shd w:val="clear" w:color="auto" w:fill="auto"/>
          </w:tcPr>
          <w:p w:rsidR="00A87899" w:rsidRPr="00321D35" w:rsidRDefault="00A87899" w:rsidP="00541E11">
            <w:pPr>
              <w:pStyle w:val="libVar0"/>
              <w:rPr>
                <w:rtl/>
                <w:lang w:bidi="ar-IQ"/>
              </w:rPr>
            </w:pPr>
            <w:r w:rsidRPr="00321D35">
              <w:rPr>
                <w:rFonts w:hint="cs"/>
                <w:rtl/>
                <w:lang w:bidi="ar-IQ"/>
              </w:rPr>
              <w:t>أبو جناب الكلبي</w:t>
            </w:r>
            <w:r>
              <w:rPr>
                <w:rFonts w:hint="cs"/>
                <w:rtl/>
                <w:lang w:bidi="ar-IQ"/>
              </w:rPr>
              <w:t xml:space="preserve"> : </w:t>
            </w:r>
            <w:r w:rsidRPr="00321D35">
              <w:rPr>
                <w:rFonts w:hint="cs"/>
                <w:rtl/>
                <w:lang w:bidi="ar-IQ"/>
              </w:rPr>
              <w:t>34</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BB4D2F" w:rsidRDefault="00A87899" w:rsidP="00541E11">
            <w:pPr>
              <w:pStyle w:val="libVar0"/>
              <w:rPr>
                <w:rtl/>
                <w:lang w:bidi="ar-IQ"/>
              </w:rPr>
            </w:pPr>
            <w:r w:rsidRPr="00BB4D2F">
              <w:rPr>
                <w:rFonts w:hint="cs"/>
                <w:rtl/>
                <w:lang w:bidi="ar-IQ"/>
              </w:rPr>
              <w:t>الامامة</w:t>
            </w:r>
            <w:r>
              <w:rPr>
                <w:rFonts w:hint="cs"/>
                <w:rtl/>
                <w:lang w:bidi="ar-IQ"/>
              </w:rPr>
              <w:t xml:space="preserve"> : </w:t>
            </w:r>
            <w:r w:rsidRPr="00BB4D2F">
              <w:rPr>
                <w:rFonts w:hint="cs"/>
                <w:rtl/>
                <w:lang w:bidi="ar-IQ"/>
              </w:rPr>
              <w:t>20</w:t>
            </w:r>
          </w:p>
        </w:tc>
      </w:tr>
      <w:tr w:rsidR="00A87899" w:rsidTr="005C730B">
        <w:tc>
          <w:tcPr>
            <w:tcW w:w="3513" w:type="dxa"/>
            <w:shd w:val="clear" w:color="auto" w:fill="auto"/>
          </w:tcPr>
          <w:p w:rsidR="00A87899" w:rsidRPr="00321D35" w:rsidRDefault="00A87899" w:rsidP="00541E11">
            <w:pPr>
              <w:pStyle w:val="libVar0"/>
              <w:rPr>
                <w:rtl/>
                <w:lang w:bidi="ar-IQ"/>
              </w:rPr>
            </w:pPr>
            <w:r w:rsidRPr="00321D35">
              <w:rPr>
                <w:rFonts w:hint="cs"/>
                <w:rtl/>
                <w:lang w:bidi="ar-IQ"/>
              </w:rPr>
              <w:t>أبو عبدالله (كنية الحسين عليه السلام)</w:t>
            </w:r>
            <w:r>
              <w:rPr>
                <w:rFonts w:hint="cs"/>
                <w:rtl/>
                <w:lang w:bidi="ar-IQ"/>
              </w:rPr>
              <w:t xml:space="preserve"> : </w:t>
            </w:r>
            <w:r w:rsidRPr="00321D35">
              <w:rPr>
                <w:rFonts w:hint="cs"/>
                <w:rtl/>
                <w:lang w:bidi="ar-IQ"/>
              </w:rPr>
              <w:t>1</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BB4D2F" w:rsidRDefault="00A87899" w:rsidP="00541E11">
            <w:pPr>
              <w:pStyle w:val="libVar0"/>
              <w:rPr>
                <w:rtl/>
                <w:lang w:bidi="ar-IQ"/>
              </w:rPr>
            </w:pPr>
            <w:r w:rsidRPr="00BB4D2F">
              <w:rPr>
                <w:rFonts w:hint="cs"/>
                <w:rtl/>
                <w:lang w:bidi="ar-IQ"/>
              </w:rPr>
              <w:t>ام حبان</w:t>
            </w:r>
            <w:r>
              <w:rPr>
                <w:rFonts w:hint="cs"/>
                <w:rtl/>
                <w:lang w:bidi="ar-IQ"/>
              </w:rPr>
              <w:t xml:space="preserve"> : </w:t>
            </w:r>
            <w:r w:rsidRPr="00BB4D2F">
              <w:rPr>
                <w:rFonts w:hint="cs"/>
                <w:rtl/>
                <w:lang w:bidi="ar-IQ"/>
              </w:rPr>
              <w:t>33</w:t>
            </w:r>
          </w:p>
        </w:tc>
      </w:tr>
      <w:tr w:rsidR="00A87899" w:rsidTr="005C730B">
        <w:tc>
          <w:tcPr>
            <w:tcW w:w="3513" w:type="dxa"/>
            <w:shd w:val="clear" w:color="auto" w:fill="auto"/>
          </w:tcPr>
          <w:p w:rsidR="00A87899" w:rsidRPr="00321D35" w:rsidRDefault="00A87899" w:rsidP="00541E11">
            <w:pPr>
              <w:pStyle w:val="libVar0"/>
              <w:rPr>
                <w:rtl/>
                <w:lang w:bidi="ar-IQ"/>
              </w:rPr>
            </w:pPr>
            <w:r w:rsidRPr="00321D35">
              <w:rPr>
                <w:rFonts w:hint="cs"/>
                <w:rtl/>
                <w:lang w:bidi="ar-IQ"/>
              </w:rPr>
              <w:t>أبو قبيل</w:t>
            </w:r>
            <w:r>
              <w:rPr>
                <w:rFonts w:hint="cs"/>
                <w:rtl/>
                <w:lang w:bidi="ar-IQ"/>
              </w:rPr>
              <w:t xml:space="preserve"> : </w:t>
            </w:r>
            <w:r w:rsidRPr="00321D35">
              <w:rPr>
                <w:rFonts w:hint="cs"/>
                <w:rtl/>
                <w:lang w:bidi="ar-IQ"/>
              </w:rPr>
              <w:t>33</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BB4D2F" w:rsidRDefault="00A87899" w:rsidP="00541E11">
            <w:pPr>
              <w:pStyle w:val="libVar0"/>
              <w:rPr>
                <w:rtl/>
                <w:lang w:bidi="ar-IQ"/>
              </w:rPr>
            </w:pPr>
            <w:r w:rsidRPr="00BB4D2F">
              <w:rPr>
                <w:rFonts w:hint="cs"/>
                <w:rtl/>
                <w:lang w:bidi="ar-IQ"/>
              </w:rPr>
              <w:t>أم سلمة (زوجة النبي أم المؤمنين)</w:t>
            </w:r>
            <w:r>
              <w:rPr>
                <w:rFonts w:hint="cs"/>
                <w:rtl/>
                <w:lang w:bidi="ar-IQ"/>
              </w:rPr>
              <w:t xml:space="preserve"> : </w:t>
            </w:r>
            <w:r w:rsidRPr="00BB4D2F">
              <w:rPr>
                <w:rFonts w:hint="cs"/>
                <w:rtl/>
                <w:lang w:bidi="ar-IQ"/>
              </w:rPr>
              <w:t>5</w:t>
            </w:r>
            <w:r>
              <w:rPr>
                <w:rFonts w:hint="cs"/>
                <w:rtl/>
                <w:lang w:bidi="ar-IQ"/>
              </w:rPr>
              <w:t xml:space="preserve"> ، </w:t>
            </w:r>
            <w:r w:rsidRPr="00BB4D2F">
              <w:rPr>
                <w:rFonts w:hint="cs"/>
                <w:rtl/>
                <w:lang w:bidi="ar-IQ"/>
              </w:rPr>
              <w:t>28</w:t>
            </w:r>
            <w:r>
              <w:rPr>
                <w:rFonts w:hint="cs"/>
                <w:rtl/>
                <w:lang w:bidi="ar-IQ"/>
              </w:rPr>
              <w:t xml:space="preserve"> ، </w:t>
            </w:r>
            <w:r w:rsidRPr="00BB4D2F">
              <w:rPr>
                <w:rFonts w:hint="cs"/>
                <w:rtl/>
                <w:lang w:bidi="ar-IQ"/>
              </w:rPr>
              <w:t>32 34</w:t>
            </w:r>
          </w:p>
        </w:tc>
      </w:tr>
      <w:tr w:rsidR="00A87899" w:rsidTr="005C730B">
        <w:tc>
          <w:tcPr>
            <w:tcW w:w="3513" w:type="dxa"/>
            <w:shd w:val="clear" w:color="auto" w:fill="auto"/>
          </w:tcPr>
          <w:p w:rsidR="00A87899" w:rsidRPr="00321D35" w:rsidRDefault="00A87899" w:rsidP="00541E11">
            <w:pPr>
              <w:pStyle w:val="libVar0"/>
              <w:rPr>
                <w:rtl/>
                <w:lang w:bidi="ar-IQ"/>
              </w:rPr>
            </w:pPr>
            <w:r w:rsidRPr="00321D35">
              <w:rPr>
                <w:rFonts w:hint="cs"/>
                <w:rtl/>
                <w:lang w:bidi="ar-IQ"/>
              </w:rPr>
              <w:t>أبو هريرة</w:t>
            </w:r>
            <w:r>
              <w:rPr>
                <w:rFonts w:hint="cs"/>
                <w:rtl/>
                <w:lang w:bidi="ar-IQ"/>
              </w:rPr>
              <w:t xml:space="preserve"> : </w:t>
            </w:r>
            <w:r w:rsidRPr="00321D35">
              <w:rPr>
                <w:rFonts w:hint="cs"/>
                <w:rtl/>
                <w:lang w:bidi="ar-IQ"/>
              </w:rPr>
              <w:t>20</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BB4D2F" w:rsidRDefault="00A87899" w:rsidP="00541E11">
            <w:pPr>
              <w:pStyle w:val="libVar0"/>
              <w:rPr>
                <w:rtl/>
                <w:lang w:bidi="ar-IQ"/>
              </w:rPr>
            </w:pPr>
            <w:r w:rsidRPr="00BB4D2F">
              <w:rPr>
                <w:rFonts w:hint="cs"/>
                <w:rtl/>
                <w:lang w:bidi="ar-IQ"/>
              </w:rPr>
              <w:t>ام الفضل بنت الحارث</w:t>
            </w:r>
            <w:r>
              <w:rPr>
                <w:rFonts w:hint="cs"/>
                <w:rtl/>
                <w:lang w:bidi="ar-IQ"/>
              </w:rPr>
              <w:t xml:space="preserve"> : </w:t>
            </w:r>
            <w:r w:rsidRPr="00BB4D2F">
              <w:rPr>
                <w:rFonts w:hint="cs"/>
                <w:rtl/>
                <w:lang w:bidi="ar-IQ"/>
              </w:rPr>
              <w:t>(مرضعة</w:t>
            </w:r>
            <w:r>
              <w:rPr>
                <w:rFonts w:hint="cs"/>
                <w:rtl/>
                <w:lang w:bidi="ar-IQ"/>
              </w:rPr>
              <w:t xml:space="preserve"> </w:t>
            </w:r>
            <w:r w:rsidRPr="00BB4D2F">
              <w:rPr>
                <w:rFonts w:hint="cs"/>
                <w:rtl/>
                <w:lang w:bidi="ar-IQ"/>
              </w:rPr>
              <w:t>الحسين عليه السلام)</w:t>
            </w:r>
            <w:r>
              <w:rPr>
                <w:rFonts w:hint="cs"/>
                <w:rtl/>
                <w:lang w:bidi="ar-IQ"/>
              </w:rPr>
              <w:t xml:space="preserve"> : </w:t>
            </w:r>
            <w:r w:rsidRPr="00BB4D2F">
              <w:rPr>
                <w:rFonts w:hint="cs"/>
                <w:rtl/>
                <w:lang w:bidi="ar-IQ"/>
              </w:rPr>
              <w:t>7</w:t>
            </w:r>
            <w:r>
              <w:rPr>
                <w:rFonts w:hint="cs"/>
                <w:rtl/>
                <w:lang w:bidi="ar-IQ"/>
              </w:rPr>
              <w:t xml:space="preserve"> ، </w:t>
            </w:r>
            <w:r w:rsidRPr="00BB4D2F">
              <w:rPr>
                <w:rFonts w:hint="cs"/>
                <w:rtl/>
                <w:lang w:bidi="ar-IQ"/>
              </w:rPr>
              <w:t>28</w:t>
            </w:r>
          </w:p>
        </w:tc>
      </w:tr>
      <w:tr w:rsidR="00A87899" w:rsidTr="005C730B">
        <w:tc>
          <w:tcPr>
            <w:tcW w:w="3513" w:type="dxa"/>
            <w:shd w:val="clear" w:color="auto" w:fill="auto"/>
          </w:tcPr>
          <w:p w:rsidR="00A87899" w:rsidRPr="00321D35" w:rsidRDefault="00A87899" w:rsidP="00541E11">
            <w:pPr>
              <w:pStyle w:val="libVar0"/>
              <w:rPr>
                <w:rtl/>
                <w:lang w:bidi="ar-IQ"/>
              </w:rPr>
            </w:pPr>
            <w:r w:rsidRPr="00321D35">
              <w:rPr>
                <w:rFonts w:hint="cs"/>
                <w:rtl/>
                <w:lang w:bidi="ar-IQ"/>
              </w:rPr>
              <w:t>اجماع مني العظيم</w:t>
            </w:r>
            <w:r>
              <w:rPr>
                <w:rFonts w:hint="cs"/>
                <w:rtl/>
                <w:lang w:bidi="ar-IQ"/>
              </w:rPr>
              <w:t xml:space="preserve"> : </w:t>
            </w:r>
            <w:r w:rsidRPr="00321D35">
              <w:rPr>
                <w:rFonts w:hint="cs"/>
                <w:rtl/>
                <w:lang w:bidi="ar-IQ"/>
              </w:rPr>
              <w:t>25</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BB4D2F" w:rsidRDefault="00A87899" w:rsidP="005C730B">
            <w:pPr>
              <w:rPr>
                <w:rtl/>
                <w:lang w:bidi="ar-IQ"/>
              </w:rPr>
            </w:pPr>
          </w:p>
        </w:tc>
      </w:tr>
      <w:tr w:rsidR="00A87899" w:rsidTr="005C730B">
        <w:tc>
          <w:tcPr>
            <w:tcW w:w="3513" w:type="dxa"/>
            <w:shd w:val="clear" w:color="auto" w:fill="auto"/>
          </w:tcPr>
          <w:p w:rsidR="00A87899" w:rsidRPr="00321D35" w:rsidRDefault="00A87899" w:rsidP="00541E11">
            <w:pPr>
              <w:pStyle w:val="libVar0"/>
              <w:rPr>
                <w:rtl/>
                <w:lang w:bidi="ar-IQ"/>
              </w:rPr>
            </w:pPr>
            <w:r w:rsidRPr="00321D35">
              <w:rPr>
                <w:rFonts w:hint="cs"/>
                <w:rtl/>
                <w:lang w:bidi="ar-IQ"/>
              </w:rPr>
              <w:t>أحجار بيت المقدس</w:t>
            </w:r>
            <w:r>
              <w:rPr>
                <w:rFonts w:hint="cs"/>
                <w:rtl/>
                <w:lang w:bidi="ar-IQ"/>
              </w:rPr>
              <w:t xml:space="preserve"> : </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BB4D2F" w:rsidRDefault="00A87899" w:rsidP="005C730B">
            <w:pPr>
              <w:rPr>
                <w:rtl/>
                <w:lang w:bidi="ar-IQ"/>
              </w:rPr>
            </w:pPr>
          </w:p>
        </w:tc>
      </w:tr>
    </w:tbl>
    <w:p w:rsidR="00A87899" w:rsidRDefault="00A87899" w:rsidP="00541E11">
      <w:pPr>
        <w:pStyle w:val="libNormal"/>
      </w:pPr>
      <w:r>
        <w:br w:type="page"/>
      </w:r>
    </w:p>
    <w:tbl>
      <w:tblPr>
        <w:bidiVisual/>
        <w:tblW w:w="0" w:type="auto"/>
        <w:tblLook w:val="04A0"/>
      </w:tblPr>
      <w:tblGrid>
        <w:gridCol w:w="3513"/>
        <w:gridCol w:w="236"/>
        <w:gridCol w:w="3838"/>
      </w:tblGrid>
      <w:tr w:rsidR="00A87899" w:rsidTr="005C730B">
        <w:tc>
          <w:tcPr>
            <w:tcW w:w="3513" w:type="dxa"/>
            <w:shd w:val="clear" w:color="auto" w:fill="auto"/>
          </w:tcPr>
          <w:p w:rsidR="00A87899" w:rsidRPr="00406C1B" w:rsidRDefault="00A87899" w:rsidP="00541E11">
            <w:pPr>
              <w:pStyle w:val="libVar0"/>
              <w:rPr>
                <w:rtl/>
                <w:lang w:bidi="ar-IQ"/>
              </w:rPr>
            </w:pPr>
            <w:r w:rsidRPr="00406C1B">
              <w:rPr>
                <w:rFonts w:hint="cs"/>
                <w:rtl/>
                <w:lang w:bidi="ar-IQ"/>
              </w:rPr>
              <w:lastRenderedPageBreak/>
              <w:t>أنس بن الحارث بن نبيه الاسدي الكوفي (الصحابي الشهيد بكربلاء)</w:t>
            </w:r>
            <w:r>
              <w:rPr>
                <w:rFonts w:hint="cs"/>
                <w:rtl/>
                <w:lang w:bidi="ar-IQ"/>
              </w:rPr>
              <w:t xml:space="preserve"> : </w:t>
            </w:r>
            <w:r w:rsidRPr="00406C1B">
              <w:rPr>
                <w:rFonts w:hint="cs"/>
                <w:rtl/>
                <w:lang w:bidi="ar-IQ"/>
              </w:rPr>
              <w:t>29</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0A78FA" w:rsidRDefault="00A87899" w:rsidP="00541E11">
            <w:pPr>
              <w:pStyle w:val="libVar0"/>
              <w:rPr>
                <w:rtl/>
                <w:lang w:bidi="ar-IQ"/>
              </w:rPr>
            </w:pPr>
            <w:r w:rsidRPr="000A78FA">
              <w:rPr>
                <w:rFonts w:hint="cs"/>
                <w:rtl/>
                <w:lang w:bidi="ar-IQ"/>
              </w:rPr>
              <w:t>29</w:t>
            </w:r>
          </w:p>
        </w:tc>
      </w:tr>
      <w:tr w:rsidR="00A87899" w:rsidTr="005C730B">
        <w:tc>
          <w:tcPr>
            <w:tcW w:w="3513" w:type="dxa"/>
            <w:shd w:val="clear" w:color="auto" w:fill="auto"/>
          </w:tcPr>
          <w:p w:rsidR="00A87899" w:rsidRPr="00406C1B" w:rsidRDefault="00A87899" w:rsidP="00541E11">
            <w:pPr>
              <w:pStyle w:val="libVar0"/>
              <w:rPr>
                <w:rtl/>
                <w:lang w:bidi="ar-IQ"/>
              </w:rPr>
            </w:pPr>
            <w:r w:rsidRPr="00406C1B">
              <w:rPr>
                <w:rFonts w:hint="cs"/>
                <w:rtl/>
                <w:lang w:bidi="ar-IQ"/>
              </w:rPr>
              <w:t>أنس بن مالك</w:t>
            </w:r>
            <w:r>
              <w:rPr>
                <w:rFonts w:hint="cs"/>
                <w:rtl/>
                <w:lang w:bidi="ar-IQ"/>
              </w:rPr>
              <w:t xml:space="preserve"> : </w:t>
            </w:r>
            <w:r w:rsidRPr="00406C1B">
              <w:rPr>
                <w:rFonts w:hint="cs"/>
                <w:rtl/>
                <w:lang w:bidi="ar-IQ"/>
              </w:rPr>
              <w:t>28</w:t>
            </w:r>
            <w:r>
              <w:rPr>
                <w:rFonts w:hint="cs"/>
                <w:rtl/>
                <w:lang w:bidi="ar-IQ"/>
              </w:rPr>
              <w:t xml:space="preserve"> ، </w:t>
            </w:r>
            <w:r w:rsidRPr="00406C1B">
              <w:rPr>
                <w:rFonts w:hint="cs"/>
                <w:rtl/>
                <w:lang w:bidi="ar-IQ"/>
              </w:rPr>
              <w:t>31</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0A78FA" w:rsidRDefault="00A87899" w:rsidP="00541E11">
            <w:pPr>
              <w:pStyle w:val="libVar0"/>
              <w:rPr>
                <w:rtl/>
                <w:lang w:bidi="ar-IQ"/>
              </w:rPr>
            </w:pPr>
            <w:r w:rsidRPr="000A78FA">
              <w:rPr>
                <w:rFonts w:hint="cs"/>
                <w:rtl/>
                <w:lang w:bidi="ar-IQ"/>
              </w:rPr>
              <w:t>الحسين والبكاء</w:t>
            </w:r>
            <w:r>
              <w:rPr>
                <w:rFonts w:hint="cs"/>
                <w:rtl/>
                <w:lang w:bidi="ar-IQ"/>
              </w:rPr>
              <w:t xml:space="preserve"> : </w:t>
            </w:r>
            <w:r w:rsidRPr="000A78FA">
              <w:rPr>
                <w:rFonts w:hint="cs"/>
                <w:rtl/>
                <w:lang w:bidi="ar-IQ"/>
              </w:rPr>
              <w:t>12</w:t>
            </w:r>
          </w:p>
        </w:tc>
      </w:tr>
      <w:tr w:rsidR="00A87899" w:rsidTr="005C730B">
        <w:tc>
          <w:tcPr>
            <w:tcW w:w="3513" w:type="dxa"/>
            <w:shd w:val="clear" w:color="auto" w:fill="auto"/>
          </w:tcPr>
          <w:p w:rsidR="00A87899" w:rsidRPr="00406C1B" w:rsidRDefault="00A87899" w:rsidP="00541E11">
            <w:pPr>
              <w:pStyle w:val="libVar0"/>
              <w:rPr>
                <w:rtl/>
                <w:lang w:bidi="ar-IQ"/>
              </w:rPr>
            </w:pPr>
            <w:r w:rsidRPr="00406C1B">
              <w:rPr>
                <w:rFonts w:hint="cs"/>
                <w:rtl/>
                <w:lang w:bidi="ar-IQ"/>
              </w:rPr>
              <w:t>أهل البيت</w:t>
            </w:r>
            <w:r>
              <w:rPr>
                <w:rFonts w:hint="cs"/>
                <w:rtl/>
                <w:lang w:bidi="ar-IQ"/>
              </w:rPr>
              <w:t xml:space="preserve"> : </w:t>
            </w:r>
            <w:r w:rsidRPr="00406C1B">
              <w:rPr>
                <w:rFonts w:hint="cs"/>
                <w:rtl/>
                <w:lang w:bidi="ar-IQ"/>
              </w:rPr>
              <w:t>5</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0A78FA" w:rsidRDefault="00A87899" w:rsidP="00541E11">
            <w:pPr>
              <w:pStyle w:val="libVar0"/>
              <w:rPr>
                <w:rtl/>
                <w:lang w:bidi="ar-IQ"/>
              </w:rPr>
            </w:pPr>
            <w:r w:rsidRPr="000A78FA">
              <w:rPr>
                <w:rFonts w:hint="cs"/>
                <w:rtl/>
                <w:lang w:bidi="ar-IQ"/>
              </w:rPr>
              <w:t>حمزة (عم الحسين)</w:t>
            </w:r>
            <w:r>
              <w:rPr>
                <w:rFonts w:hint="cs"/>
                <w:rtl/>
                <w:lang w:bidi="ar-IQ"/>
              </w:rPr>
              <w:t xml:space="preserve"> : </w:t>
            </w:r>
            <w:r w:rsidRPr="000A78FA">
              <w:rPr>
                <w:rFonts w:hint="cs"/>
                <w:rtl/>
                <w:lang w:bidi="ar-IQ"/>
              </w:rPr>
              <w:t>1</w:t>
            </w:r>
          </w:p>
        </w:tc>
      </w:tr>
      <w:tr w:rsidR="00A87899" w:rsidTr="005C730B">
        <w:tc>
          <w:tcPr>
            <w:tcW w:w="3513" w:type="dxa"/>
            <w:shd w:val="clear" w:color="auto" w:fill="auto"/>
          </w:tcPr>
          <w:p w:rsidR="00A87899" w:rsidRPr="00406C1B" w:rsidRDefault="00A87899" w:rsidP="00541E11">
            <w:pPr>
              <w:pStyle w:val="libVar0"/>
              <w:rPr>
                <w:rtl/>
                <w:lang w:bidi="ar-IQ"/>
              </w:rPr>
            </w:pPr>
            <w:r w:rsidRPr="00406C1B">
              <w:rPr>
                <w:rFonts w:hint="cs"/>
                <w:rtl/>
                <w:lang w:bidi="ar-IQ"/>
              </w:rPr>
              <w:t>بابل (أرض)</w:t>
            </w:r>
            <w:r>
              <w:rPr>
                <w:rFonts w:hint="cs"/>
                <w:rtl/>
                <w:lang w:bidi="ar-IQ"/>
              </w:rPr>
              <w:t xml:space="preserve"> : </w:t>
            </w:r>
            <w:r w:rsidRPr="00406C1B">
              <w:rPr>
                <w:rFonts w:hint="cs"/>
                <w:rtl/>
                <w:lang w:bidi="ar-IQ"/>
              </w:rPr>
              <w:t>27</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0A78FA" w:rsidRDefault="00A87899" w:rsidP="00541E11">
            <w:pPr>
              <w:pStyle w:val="libVar0"/>
              <w:rPr>
                <w:rtl/>
                <w:lang w:bidi="ar-IQ"/>
              </w:rPr>
            </w:pPr>
            <w:r w:rsidRPr="000A78FA">
              <w:rPr>
                <w:rFonts w:hint="cs"/>
                <w:rtl/>
                <w:lang w:bidi="ar-IQ"/>
              </w:rPr>
              <w:t>خديجة بنت خويلد(جدة الحسين)</w:t>
            </w:r>
            <w:r>
              <w:rPr>
                <w:rFonts w:hint="cs"/>
                <w:rtl/>
                <w:lang w:bidi="ar-IQ"/>
              </w:rPr>
              <w:t xml:space="preserve"> : </w:t>
            </w:r>
            <w:r w:rsidRPr="000A78FA">
              <w:rPr>
                <w:rFonts w:hint="cs"/>
                <w:rtl/>
                <w:lang w:bidi="ar-IQ"/>
              </w:rPr>
              <w:t>1</w:t>
            </w:r>
          </w:p>
        </w:tc>
      </w:tr>
      <w:tr w:rsidR="00A87899" w:rsidTr="005C730B">
        <w:tc>
          <w:tcPr>
            <w:tcW w:w="3513" w:type="dxa"/>
            <w:shd w:val="clear" w:color="auto" w:fill="auto"/>
          </w:tcPr>
          <w:p w:rsidR="00A87899" w:rsidRPr="00406C1B" w:rsidRDefault="00A87899" w:rsidP="00541E11">
            <w:pPr>
              <w:pStyle w:val="libVar0"/>
              <w:rPr>
                <w:rtl/>
                <w:lang w:bidi="ar-IQ"/>
              </w:rPr>
            </w:pPr>
            <w:r w:rsidRPr="00406C1B">
              <w:rPr>
                <w:rFonts w:hint="cs"/>
                <w:rtl/>
                <w:lang w:bidi="ar-IQ"/>
              </w:rPr>
              <w:t>بئر ابن مطيع</w:t>
            </w:r>
            <w:r>
              <w:rPr>
                <w:rFonts w:hint="cs"/>
                <w:rtl/>
                <w:lang w:bidi="ar-IQ"/>
              </w:rPr>
              <w:t xml:space="preserve"> : </w:t>
            </w:r>
            <w:r w:rsidRPr="00406C1B">
              <w:rPr>
                <w:rFonts w:hint="cs"/>
                <w:rtl/>
                <w:lang w:bidi="ar-IQ"/>
              </w:rPr>
              <w:t>21</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0A78FA" w:rsidRDefault="00A87899" w:rsidP="00541E11">
            <w:pPr>
              <w:pStyle w:val="libVar0"/>
              <w:rPr>
                <w:rtl/>
                <w:lang w:bidi="ar-IQ"/>
              </w:rPr>
            </w:pPr>
            <w:r w:rsidRPr="000A78FA">
              <w:rPr>
                <w:rFonts w:hint="cs"/>
                <w:rtl/>
                <w:lang w:bidi="ar-IQ"/>
              </w:rPr>
              <w:t>خطبة الحسين في مني</w:t>
            </w:r>
            <w:r>
              <w:rPr>
                <w:rFonts w:hint="cs"/>
                <w:rtl/>
                <w:lang w:bidi="ar-IQ"/>
              </w:rPr>
              <w:t xml:space="preserve"> : </w:t>
            </w:r>
            <w:r w:rsidRPr="000A78FA">
              <w:rPr>
                <w:rFonts w:hint="cs"/>
                <w:rtl/>
                <w:lang w:bidi="ar-IQ"/>
              </w:rPr>
              <w:t>25</w:t>
            </w:r>
          </w:p>
        </w:tc>
      </w:tr>
      <w:tr w:rsidR="00A87899" w:rsidTr="005C730B">
        <w:tc>
          <w:tcPr>
            <w:tcW w:w="3513" w:type="dxa"/>
            <w:shd w:val="clear" w:color="auto" w:fill="auto"/>
          </w:tcPr>
          <w:p w:rsidR="00A87899" w:rsidRPr="00406C1B" w:rsidRDefault="00A87899" w:rsidP="00541E11">
            <w:pPr>
              <w:pStyle w:val="libVar0"/>
              <w:rPr>
                <w:rtl/>
                <w:lang w:bidi="ar-IQ"/>
              </w:rPr>
            </w:pPr>
            <w:r w:rsidRPr="00406C1B">
              <w:rPr>
                <w:rFonts w:hint="cs"/>
                <w:rtl/>
                <w:lang w:bidi="ar-IQ"/>
              </w:rPr>
              <w:t>البركة والاعجاز</w:t>
            </w:r>
            <w:r>
              <w:rPr>
                <w:rFonts w:hint="cs"/>
                <w:rtl/>
                <w:lang w:bidi="ar-IQ"/>
              </w:rPr>
              <w:t xml:space="preserve"> : </w:t>
            </w:r>
            <w:r w:rsidRPr="00406C1B">
              <w:rPr>
                <w:rFonts w:hint="cs"/>
                <w:rtl/>
                <w:lang w:bidi="ar-IQ"/>
              </w:rPr>
              <w:t>21</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0A78FA" w:rsidRDefault="00A87899" w:rsidP="00541E11">
            <w:pPr>
              <w:pStyle w:val="libVar0"/>
              <w:rPr>
                <w:rtl/>
                <w:lang w:bidi="ar-IQ"/>
              </w:rPr>
            </w:pPr>
            <w:r w:rsidRPr="000A78FA">
              <w:rPr>
                <w:rFonts w:hint="cs"/>
                <w:rtl/>
                <w:lang w:bidi="ar-IQ"/>
              </w:rPr>
              <w:t>الخلق العظيم</w:t>
            </w:r>
            <w:r>
              <w:rPr>
                <w:rFonts w:hint="cs"/>
                <w:rtl/>
                <w:lang w:bidi="ar-IQ"/>
              </w:rPr>
              <w:t xml:space="preserve"> : </w:t>
            </w:r>
            <w:r w:rsidRPr="000A78FA">
              <w:rPr>
                <w:rFonts w:hint="cs"/>
                <w:rtl/>
                <w:lang w:bidi="ar-IQ"/>
              </w:rPr>
              <w:t>4</w:t>
            </w:r>
          </w:p>
        </w:tc>
      </w:tr>
      <w:tr w:rsidR="00A87899" w:rsidTr="005C730B">
        <w:tc>
          <w:tcPr>
            <w:tcW w:w="3513" w:type="dxa"/>
            <w:shd w:val="clear" w:color="auto" w:fill="auto"/>
          </w:tcPr>
          <w:p w:rsidR="00A87899" w:rsidRPr="00406C1B" w:rsidRDefault="00A87899" w:rsidP="00541E11">
            <w:pPr>
              <w:pStyle w:val="libVar0"/>
              <w:rPr>
                <w:rtl/>
                <w:lang w:bidi="ar-IQ"/>
              </w:rPr>
            </w:pPr>
            <w:r w:rsidRPr="00406C1B">
              <w:rPr>
                <w:rFonts w:hint="cs"/>
                <w:rtl/>
                <w:lang w:bidi="ar-IQ"/>
              </w:rPr>
              <w:t>البغض (لأهل البيت)</w:t>
            </w:r>
            <w:r>
              <w:rPr>
                <w:rFonts w:hint="cs"/>
                <w:rtl/>
                <w:lang w:bidi="ar-IQ"/>
              </w:rPr>
              <w:t xml:space="preserve"> : </w:t>
            </w:r>
            <w:r w:rsidRPr="00406C1B">
              <w:rPr>
                <w:rFonts w:hint="cs"/>
                <w:rtl/>
                <w:lang w:bidi="ar-IQ"/>
              </w:rPr>
              <w:t>13</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0A78FA" w:rsidRDefault="00A87899" w:rsidP="00541E11">
            <w:pPr>
              <w:pStyle w:val="libVar0"/>
              <w:rPr>
                <w:rtl/>
                <w:lang w:bidi="ar-IQ"/>
              </w:rPr>
            </w:pPr>
            <w:r w:rsidRPr="000A78FA">
              <w:rPr>
                <w:rFonts w:hint="cs"/>
                <w:rtl/>
                <w:lang w:bidi="ar-IQ"/>
              </w:rPr>
              <w:t>خليفة (من الرواة)</w:t>
            </w:r>
            <w:r>
              <w:rPr>
                <w:rFonts w:hint="cs"/>
                <w:rtl/>
                <w:lang w:bidi="ar-IQ"/>
              </w:rPr>
              <w:t xml:space="preserve"> : </w:t>
            </w:r>
            <w:r w:rsidRPr="000A78FA">
              <w:rPr>
                <w:rFonts w:hint="cs"/>
                <w:rtl/>
                <w:lang w:bidi="ar-IQ"/>
              </w:rPr>
              <w:t>33</w:t>
            </w:r>
          </w:p>
        </w:tc>
      </w:tr>
      <w:tr w:rsidR="00A87899" w:rsidTr="005C730B">
        <w:tc>
          <w:tcPr>
            <w:tcW w:w="3513" w:type="dxa"/>
            <w:shd w:val="clear" w:color="auto" w:fill="auto"/>
          </w:tcPr>
          <w:p w:rsidR="00A87899" w:rsidRPr="00406C1B" w:rsidRDefault="00A87899" w:rsidP="00541E11">
            <w:pPr>
              <w:pStyle w:val="libVar0"/>
              <w:rPr>
                <w:rtl/>
                <w:lang w:bidi="ar-IQ"/>
              </w:rPr>
            </w:pPr>
            <w:r w:rsidRPr="00406C1B">
              <w:rPr>
                <w:rFonts w:hint="cs"/>
                <w:rtl/>
                <w:lang w:bidi="ar-IQ"/>
              </w:rPr>
              <w:t>البكاء (بكاء الحسين عليه السلام)</w:t>
            </w:r>
            <w:r>
              <w:rPr>
                <w:rFonts w:hint="cs"/>
                <w:rtl/>
                <w:lang w:bidi="ar-IQ"/>
              </w:rPr>
              <w:t xml:space="preserve"> : </w:t>
            </w:r>
            <w:r w:rsidRPr="00406C1B">
              <w:rPr>
                <w:rFonts w:hint="cs"/>
                <w:rtl/>
                <w:lang w:bidi="ar-IQ"/>
              </w:rPr>
              <w:t>12</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0A78FA" w:rsidRDefault="00A87899" w:rsidP="00541E11">
            <w:pPr>
              <w:pStyle w:val="libVar0"/>
              <w:rPr>
                <w:rtl/>
                <w:lang w:bidi="ar-IQ"/>
              </w:rPr>
            </w:pPr>
            <w:r w:rsidRPr="000A78FA">
              <w:rPr>
                <w:rFonts w:hint="cs"/>
                <w:rtl/>
                <w:lang w:bidi="ar-IQ"/>
              </w:rPr>
              <w:t>الخوارج</w:t>
            </w:r>
            <w:r>
              <w:rPr>
                <w:rFonts w:hint="cs"/>
                <w:rtl/>
                <w:lang w:bidi="ar-IQ"/>
              </w:rPr>
              <w:t xml:space="preserve"> : </w:t>
            </w:r>
            <w:r w:rsidRPr="000A78FA">
              <w:rPr>
                <w:rFonts w:hint="cs"/>
                <w:rtl/>
                <w:lang w:bidi="ar-IQ"/>
              </w:rPr>
              <w:t>29</w:t>
            </w:r>
          </w:p>
        </w:tc>
      </w:tr>
      <w:tr w:rsidR="00A87899" w:rsidTr="005C730B">
        <w:tc>
          <w:tcPr>
            <w:tcW w:w="3513" w:type="dxa"/>
            <w:shd w:val="clear" w:color="auto" w:fill="auto"/>
          </w:tcPr>
          <w:p w:rsidR="00A87899" w:rsidRPr="00406C1B" w:rsidRDefault="00A87899" w:rsidP="00541E11">
            <w:pPr>
              <w:pStyle w:val="libVar0"/>
              <w:rPr>
                <w:rtl/>
                <w:lang w:bidi="ar-IQ"/>
              </w:rPr>
            </w:pPr>
            <w:r w:rsidRPr="00406C1B">
              <w:rPr>
                <w:rFonts w:hint="cs"/>
                <w:rtl/>
                <w:lang w:bidi="ar-IQ"/>
              </w:rPr>
              <w:t>بيت المقدس</w:t>
            </w:r>
            <w:r>
              <w:rPr>
                <w:rFonts w:hint="cs"/>
                <w:rtl/>
                <w:lang w:bidi="ar-IQ"/>
              </w:rPr>
              <w:t xml:space="preserve"> : </w:t>
            </w:r>
            <w:r w:rsidRPr="00406C1B">
              <w:rPr>
                <w:rFonts w:hint="cs"/>
                <w:rtl/>
                <w:lang w:bidi="ar-IQ"/>
              </w:rPr>
              <w:t>33</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0A78FA" w:rsidRDefault="00A87899" w:rsidP="00541E11">
            <w:pPr>
              <w:pStyle w:val="libVar0"/>
              <w:rPr>
                <w:rtl/>
                <w:lang w:bidi="ar-IQ"/>
              </w:rPr>
            </w:pPr>
            <w:r w:rsidRPr="000A78FA">
              <w:rPr>
                <w:rFonts w:hint="cs"/>
                <w:rtl/>
                <w:lang w:bidi="ar-IQ"/>
              </w:rPr>
              <w:t>دلائل الامامة</w:t>
            </w:r>
            <w:r>
              <w:rPr>
                <w:rFonts w:hint="cs"/>
                <w:rtl/>
                <w:lang w:bidi="ar-IQ"/>
              </w:rPr>
              <w:t xml:space="preserve"> : </w:t>
            </w:r>
            <w:r w:rsidRPr="000A78FA">
              <w:rPr>
                <w:rFonts w:hint="cs"/>
                <w:rtl/>
                <w:lang w:bidi="ar-IQ"/>
              </w:rPr>
              <w:t>28</w:t>
            </w:r>
          </w:p>
        </w:tc>
      </w:tr>
      <w:tr w:rsidR="00A87899" w:rsidTr="005C730B">
        <w:tc>
          <w:tcPr>
            <w:tcW w:w="3513" w:type="dxa"/>
            <w:shd w:val="clear" w:color="auto" w:fill="auto"/>
          </w:tcPr>
          <w:p w:rsidR="00A87899" w:rsidRPr="00406C1B" w:rsidRDefault="00A87899" w:rsidP="00541E11">
            <w:pPr>
              <w:pStyle w:val="libVar0"/>
              <w:rPr>
                <w:rtl/>
                <w:lang w:bidi="ar-IQ"/>
              </w:rPr>
            </w:pPr>
            <w:r w:rsidRPr="00406C1B">
              <w:rPr>
                <w:rFonts w:hint="cs"/>
                <w:rtl/>
                <w:lang w:bidi="ar-IQ"/>
              </w:rPr>
              <w:t>بيعة الرسول</w:t>
            </w:r>
            <w:r>
              <w:rPr>
                <w:rFonts w:hint="cs"/>
                <w:rtl/>
                <w:lang w:bidi="ar-IQ"/>
              </w:rPr>
              <w:t xml:space="preserve"> : </w:t>
            </w:r>
            <w:r w:rsidRPr="00406C1B">
              <w:rPr>
                <w:rFonts w:hint="cs"/>
                <w:rtl/>
                <w:lang w:bidi="ar-IQ"/>
              </w:rPr>
              <w:t>9</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0A78FA" w:rsidRDefault="00A87899" w:rsidP="00541E11">
            <w:pPr>
              <w:pStyle w:val="libVar0"/>
              <w:rPr>
                <w:rtl/>
                <w:lang w:bidi="ar-IQ"/>
              </w:rPr>
            </w:pPr>
            <w:r w:rsidRPr="000A78FA">
              <w:rPr>
                <w:rFonts w:hint="cs"/>
                <w:rtl/>
                <w:lang w:bidi="ar-IQ"/>
              </w:rPr>
              <w:t xml:space="preserve"> دلائل النبوة</w:t>
            </w:r>
            <w:r>
              <w:rPr>
                <w:rFonts w:hint="cs"/>
                <w:rtl/>
                <w:lang w:bidi="ar-IQ"/>
              </w:rPr>
              <w:t xml:space="preserve"> : </w:t>
            </w:r>
            <w:r w:rsidRPr="000A78FA">
              <w:rPr>
                <w:rFonts w:hint="cs"/>
                <w:rtl/>
                <w:lang w:bidi="ar-IQ"/>
              </w:rPr>
              <w:t>28</w:t>
            </w:r>
          </w:p>
        </w:tc>
      </w:tr>
      <w:tr w:rsidR="00A87899" w:rsidTr="005C730B">
        <w:tc>
          <w:tcPr>
            <w:tcW w:w="3513" w:type="dxa"/>
            <w:shd w:val="clear" w:color="auto" w:fill="auto"/>
          </w:tcPr>
          <w:p w:rsidR="00A87899" w:rsidRPr="00406C1B" w:rsidRDefault="00A87899" w:rsidP="00541E11">
            <w:pPr>
              <w:pStyle w:val="libVar0"/>
              <w:rPr>
                <w:rtl/>
                <w:lang w:bidi="ar-IQ"/>
              </w:rPr>
            </w:pPr>
            <w:r w:rsidRPr="00406C1B">
              <w:rPr>
                <w:rFonts w:hint="cs"/>
                <w:rtl/>
                <w:lang w:bidi="ar-IQ"/>
              </w:rPr>
              <w:t>تربة حمراء (تربة كربلاء)</w:t>
            </w:r>
            <w:r>
              <w:rPr>
                <w:rFonts w:hint="cs"/>
                <w:rtl/>
                <w:lang w:bidi="ar-IQ"/>
              </w:rPr>
              <w:t xml:space="preserve"> : </w:t>
            </w:r>
            <w:r w:rsidRPr="00406C1B">
              <w:rPr>
                <w:rFonts w:hint="cs"/>
                <w:rtl/>
                <w:lang w:bidi="ar-IQ"/>
              </w:rPr>
              <w:t>28</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0A78FA" w:rsidRDefault="00A87899" w:rsidP="00541E11">
            <w:pPr>
              <w:pStyle w:val="libVar0"/>
              <w:rPr>
                <w:rtl/>
                <w:lang w:bidi="ar-IQ"/>
              </w:rPr>
            </w:pPr>
            <w:r w:rsidRPr="000A78FA">
              <w:rPr>
                <w:rFonts w:hint="cs"/>
                <w:rtl/>
                <w:lang w:bidi="ar-IQ"/>
              </w:rPr>
              <w:t>دم الحسين عليه السلام</w:t>
            </w:r>
            <w:r>
              <w:rPr>
                <w:rFonts w:hint="cs"/>
                <w:rtl/>
                <w:lang w:bidi="ar-IQ"/>
              </w:rPr>
              <w:t xml:space="preserve"> : </w:t>
            </w:r>
            <w:r w:rsidRPr="000A78FA">
              <w:rPr>
                <w:rFonts w:hint="cs"/>
                <w:rtl/>
                <w:lang w:bidi="ar-IQ"/>
              </w:rPr>
              <w:t>32</w:t>
            </w:r>
          </w:p>
        </w:tc>
      </w:tr>
      <w:tr w:rsidR="00A87899" w:rsidTr="005C730B">
        <w:tc>
          <w:tcPr>
            <w:tcW w:w="3513" w:type="dxa"/>
            <w:shd w:val="clear" w:color="auto" w:fill="auto"/>
          </w:tcPr>
          <w:p w:rsidR="00A87899" w:rsidRPr="00406C1B" w:rsidRDefault="00A87899" w:rsidP="00541E11">
            <w:pPr>
              <w:pStyle w:val="libVar0"/>
              <w:rPr>
                <w:rtl/>
                <w:lang w:bidi="ar-IQ"/>
              </w:rPr>
            </w:pPr>
            <w:r w:rsidRPr="00406C1B">
              <w:rPr>
                <w:rFonts w:hint="cs"/>
                <w:rtl/>
                <w:lang w:bidi="ar-IQ"/>
              </w:rPr>
              <w:t>التفضيل</w:t>
            </w:r>
            <w:r>
              <w:rPr>
                <w:rFonts w:hint="cs"/>
                <w:rtl/>
                <w:lang w:bidi="ar-IQ"/>
              </w:rPr>
              <w:t xml:space="preserve"> : </w:t>
            </w:r>
            <w:r w:rsidRPr="00406C1B">
              <w:rPr>
                <w:rFonts w:hint="cs"/>
                <w:rtl/>
                <w:lang w:bidi="ar-IQ"/>
              </w:rPr>
              <w:t>1</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0A78FA" w:rsidRDefault="00A87899" w:rsidP="00541E11">
            <w:pPr>
              <w:pStyle w:val="libVar0"/>
              <w:rPr>
                <w:rtl/>
                <w:lang w:bidi="ar-IQ"/>
              </w:rPr>
            </w:pPr>
            <w:r w:rsidRPr="000A78FA">
              <w:rPr>
                <w:rFonts w:hint="cs"/>
                <w:rtl/>
                <w:lang w:bidi="ar-IQ"/>
              </w:rPr>
              <w:t>رأس الجالوت</w:t>
            </w:r>
            <w:r>
              <w:rPr>
                <w:rFonts w:hint="cs"/>
                <w:rtl/>
                <w:lang w:bidi="ar-IQ"/>
              </w:rPr>
              <w:t xml:space="preserve"> : </w:t>
            </w:r>
            <w:r w:rsidRPr="000A78FA">
              <w:rPr>
                <w:rFonts w:hint="cs"/>
                <w:rtl/>
                <w:lang w:bidi="ar-IQ"/>
              </w:rPr>
              <w:t>28</w:t>
            </w:r>
          </w:p>
        </w:tc>
      </w:tr>
      <w:tr w:rsidR="00A87899" w:rsidTr="005C730B">
        <w:tc>
          <w:tcPr>
            <w:tcW w:w="3513" w:type="dxa"/>
            <w:shd w:val="clear" w:color="auto" w:fill="auto"/>
          </w:tcPr>
          <w:p w:rsidR="00A87899" w:rsidRPr="00406C1B" w:rsidRDefault="00A87899" w:rsidP="00541E11">
            <w:pPr>
              <w:pStyle w:val="libVar0"/>
              <w:rPr>
                <w:rtl/>
                <w:lang w:bidi="ar-IQ"/>
              </w:rPr>
            </w:pPr>
            <w:r w:rsidRPr="00406C1B">
              <w:rPr>
                <w:rFonts w:hint="cs"/>
                <w:rtl/>
                <w:lang w:bidi="ar-IQ"/>
              </w:rPr>
              <w:t>التقية</w:t>
            </w:r>
            <w:r>
              <w:rPr>
                <w:rFonts w:hint="cs"/>
                <w:rtl/>
                <w:lang w:bidi="ar-IQ"/>
              </w:rPr>
              <w:t xml:space="preserve"> : </w:t>
            </w:r>
            <w:r w:rsidRPr="00406C1B">
              <w:rPr>
                <w:rFonts w:hint="cs"/>
                <w:rtl/>
                <w:lang w:bidi="ar-IQ"/>
              </w:rPr>
              <w:t>15</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0A78FA" w:rsidRDefault="00A87899" w:rsidP="00541E11">
            <w:pPr>
              <w:pStyle w:val="libVar0"/>
              <w:rPr>
                <w:rtl/>
                <w:lang w:bidi="ar-IQ"/>
              </w:rPr>
            </w:pPr>
            <w:r w:rsidRPr="000A78FA">
              <w:rPr>
                <w:rFonts w:hint="cs"/>
                <w:rtl/>
                <w:lang w:bidi="ar-IQ"/>
              </w:rPr>
              <w:t>الرباب (زوجة الحسين)</w:t>
            </w:r>
            <w:r>
              <w:rPr>
                <w:rFonts w:hint="cs"/>
                <w:rtl/>
                <w:lang w:bidi="ar-IQ"/>
              </w:rPr>
              <w:t xml:space="preserve"> : </w:t>
            </w:r>
            <w:r w:rsidRPr="000A78FA">
              <w:rPr>
                <w:rFonts w:hint="cs"/>
                <w:rtl/>
                <w:lang w:bidi="ar-IQ"/>
              </w:rPr>
              <w:t>7</w:t>
            </w:r>
          </w:p>
        </w:tc>
      </w:tr>
      <w:tr w:rsidR="00A87899" w:rsidTr="005C730B">
        <w:tc>
          <w:tcPr>
            <w:tcW w:w="3513" w:type="dxa"/>
            <w:shd w:val="clear" w:color="auto" w:fill="auto"/>
          </w:tcPr>
          <w:p w:rsidR="00A87899" w:rsidRPr="00406C1B" w:rsidRDefault="00A87899" w:rsidP="00541E11">
            <w:pPr>
              <w:pStyle w:val="libVar0"/>
              <w:rPr>
                <w:rtl/>
                <w:lang w:bidi="ar-IQ"/>
              </w:rPr>
            </w:pPr>
            <w:r w:rsidRPr="00406C1B">
              <w:rPr>
                <w:rFonts w:hint="cs"/>
                <w:rtl/>
                <w:lang w:bidi="ar-IQ"/>
              </w:rPr>
              <w:t>الثعلبية (موضع)</w:t>
            </w:r>
            <w:r>
              <w:rPr>
                <w:rFonts w:hint="cs"/>
                <w:rtl/>
                <w:lang w:bidi="ar-IQ"/>
              </w:rPr>
              <w:t xml:space="preserve"> : </w:t>
            </w:r>
            <w:r w:rsidRPr="00406C1B">
              <w:rPr>
                <w:rFonts w:hint="cs"/>
                <w:rtl/>
                <w:lang w:bidi="ar-IQ"/>
              </w:rPr>
              <w:t>29</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0A78FA" w:rsidRDefault="00A87899" w:rsidP="00541E11">
            <w:pPr>
              <w:pStyle w:val="libVar0"/>
              <w:rPr>
                <w:rtl/>
                <w:lang w:bidi="ar-IQ"/>
              </w:rPr>
            </w:pPr>
            <w:r w:rsidRPr="000A78FA">
              <w:rPr>
                <w:rFonts w:hint="cs"/>
                <w:rtl/>
                <w:lang w:bidi="ar-IQ"/>
              </w:rPr>
              <w:t>ربيعة السعدي</w:t>
            </w:r>
            <w:r>
              <w:rPr>
                <w:rFonts w:hint="cs"/>
                <w:rtl/>
                <w:lang w:bidi="ar-IQ"/>
              </w:rPr>
              <w:t xml:space="preserve"> : </w:t>
            </w:r>
            <w:r w:rsidRPr="000A78FA">
              <w:rPr>
                <w:rFonts w:hint="cs"/>
                <w:rtl/>
                <w:lang w:bidi="ar-IQ"/>
              </w:rPr>
              <w:t>1</w:t>
            </w:r>
          </w:p>
        </w:tc>
      </w:tr>
      <w:tr w:rsidR="00A87899" w:rsidTr="005C730B">
        <w:tc>
          <w:tcPr>
            <w:tcW w:w="3513" w:type="dxa"/>
            <w:shd w:val="clear" w:color="auto" w:fill="auto"/>
          </w:tcPr>
          <w:p w:rsidR="00A87899" w:rsidRPr="00406C1B" w:rsidRDefault="00A87899" w:rsidP="00541E11">
            <w:pPr>
              <w:pStyle w:val="libVar0"/>
              <w:rPr>
                <w:rtl/>
                <w:lang w:bidi="ar-IQ"/>
              </w:rPr>
            </w:pPr>
            <w:r w:rsidRPr="00406C1B">
              <w:rPr>
                <w:rFonts w:hint="cs"/>
                <w:rtl/>
                <w:lang w:bidi="ar-IQ"/>
              </w:rPr>
              <w:t>الجاهلية</w:t>
            </w:r>
            <w:r>
              <w:rPr>
                <w:rFonts w:hint="cs"/>
                <w:rtl/>
                <w:lang w:bidi="ar-IQ"/>
              </w:rPr>
              <w:t xml:space="preserve"> : </w:t>
            </w:r>
            <w:r w:rsidRPr="00406C1B">
              <w:rPr>
                <w:rFonts w:hint="cs"/>
                <w:rtl/>
                <w:lang w:bidi="ar-IQ"/>
              </w:rPr>
              <w:t>1</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0A78FA" w:rsidRDefault="00A87899" w:rsidP="00541E11">
            <w:pPr>
              <w:pStyle w:val="libVar0"/>
              <w:rPr>
                <w:rtl/>
                <w:lang w:bidi="ar-IQ"/>
              </w:rPr>
            </w:pPr>
            <w:r w:rsidRPr="000A78FA">
              <w:rPr>
                <w:rFonts w:hint="cs"/>
                <w:rtl/>
                <w:lang w:bidi="ar-IQ"/>
              </w:rPr>
              <w:t>رضاع الحسين</w:t>
            </w:r>
            <w:r>
              <w:rPr>
                <w:rFonts w:hint="cs"/>
                <w:rtl/>
                <w:lang w:bidi="ar-IQ"/>
              </w:rPr>
              <w:t xml:space="preserve"> </w:t>
            </w:r>
            <w:r w:rsidRPr="000A78FA">
              <w:rPr>
                <w:rFonts w:hint="cs"/>
                <w:rtl/>
                <w:lang w:bidi="ar-IQ"/>
              </w:rPr>
              <w:t>عليه السلام</w:t>
            </w:r>
            <w:r>
              <w:rPr>
                <w:rFonts w:hint="cs"/>
                <w:rtl/>
                <w:lang w:bidi="ar-IQ"/>
              </w:rPr>
              <w:t xml:space="preserve"> : </w:t>
            </w:r>
            <w:r w:rsidRPr="000A78FA">
              <w:rPr>
                <w:rFonts w:hint="cs"/>
                <w:rtl/>
                <w:lang w:bidi="ar-IQ"/>
              </w:rPr>
              <w:t>7</w:t>
            </w:r>
          </w:p>
        </w:tc>
      </w:tr>
      <w:tr w:rsidR="00A87899" w:rsidTr="005C730B">
        <w:tc>
          <w:tcPr>
            <w:tcW w:w="3513" w:type="dxa"/>
            <w:shd w:val="clear" w:color="auto" w:fill="auto"/>
          </w:tcPr>
          <w:p w:rsidR="00A87899" w:rsidRPr="00406C1B" w:rsidRDefault="00A87899" w:rsidP="00541E11">
            <w:pPr>
              <w:pStyle w:val="libVar0"/>
              <w:rPr>
                <w:rtl/>
                <w:lang w:bidi="ar-IQ"/>
              </w:rPr>
            </w:pPr>
            <w:r w:rsidRPr="00406C1B">
              <w:rPr>
                <w:rFonts w:hint="cs"/>
                <w:rtl/>
                <w:lang w:bidi="ar-IQ"/>
              </w:rPr>
              <w:t>جبرئيل (الملك)</w:t>
            </w:r>
            <w:r>
              <w:rPr>
                <w:rFonts w:hint="cs"/>
                <w:rtl/>
                <w:lang w:bidi="ar-IQ"/>
              </w:rPr>
              <w:t xml:space="preserve"> : </w:t>
            </w:r>
            <w:r w:rsidRPr="00406C1B">
              <w:rPr>
                <w:rFonts w:hint="cs"/>
                <w:rtl/>
                <w:lang w:bidi="ar-IQ"/>
              </w:rPr>
              <w:t>5</w:t>
            </w:r>
            <w:r>
              <w:rPr>
                <w:rFonts w:hint="cs"/>
                <w:rtl/>
                <w:lang w:bidi="ar-IQ"/>
              </w:rPr>
              <w:t xml:space="preserve"> ، </w:t>
            </w:r>
            <w:r w:rsidRPr="00406C1B">
              <w:rPr>
                <w:rFonts w:hint="cs"/>
                <w:rtl/>
                <w:lang w:bidi="ar-IQ"/>
              </w:rPr>
              <w:t>6</w:t>
            </w:r>
            <w:r>
              <w:rPr>
                <w:rFonts w:hint="cs"/>
                <w:rtl/>
                <w:lang w:bidi="ar-IQ"/>
              </w:rPr>
              <w:t xml:space="preserve"> ، </w:t>
            </w:r>
            <w:r w:rsidRPr="00406C1B">
              <w:rPr>
                <w:rFonts w:hint="cs"/>
                <w:rtl/>
                <w:lang w:bidi="ar-IQ"/>
              </w:rPr>
              <w:t>28</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0A78FA" w:rsidRDefault="00A87899" w:rsidP="00541E11">
            <w:pPr>
              <w:pStyle w:val="libVar0"/>
              <w:rPr>
                <w:rtl/>
                <w:lang w:bidi="ar-IQ"/>
              </w:rPr>
            </w:pPr>
            <w:r w:rsidRPr="000A78FA">
              <w:rPr>
                <w:rFonts w:hint="cs"/>
                <w:rtl/>
                <w:lang w:bidi="ar-IQ"/>
              </w:rPr>
              <w:t>ركاب الحسن والحسين عليهما السلام</w:t>
            </w:r>
            <w:r>
              <w:rPr>
                <w:rFonts w:hint="cs"/>
                <w:rtl/>
                <w:lang w:bidi="ar-IQ"/>
              </w:rPr>
              <w:t xml:space="preserve"> : </w:t>
            </w:r>
            <w:r w:rsidRPr="000A78FA">
              <w:rPr>
                <w:rFonts w:hint="cs"/>
                <w:rtl/>
                <w:lang w:bidi="ar-IQ"/>
              </w:rPr>
              <w:t>20</w:t>
            </w:r>
          </w:p>
        </w:tc>
      </w:tr>
      <w:tr w:rsidR="00A87899" w:rsidTr="005C730B">
        <w:tc>
          <w:tcPr>
            <w:tcW w:w="3513" w:type="dxa"/>
            <w:shd w:val="clear" w:color="auto" w:fill="auto"/>
          </w:tcPr>
          <w:p w:rsidR="00A87899" w:rsidRPr="00406C1B" w:rsidRDefault="00A87899" w:rsidP="00541E11">
            <w:pPr>
              <w:pStyle w:val="libVar0"/>
              <w:rPr>
                <w:rtl/>
                <w:lang w:bidi="ar-IQ"/>
              </w:rPr>
            </w:pPr>
            <w:r w:rsidRPr="00406C1B">
              <w:rPr>
                <w:rFonts w:hint="cs"/>
                <w:rtl/>
                <w:lang w:bidi="ar-IQ"/>
              </w:rPr>
              <w:t>جعفر (عم الحسين)</w:t>
            </w:r>
            <w:r>
              <w:rPr>
                <w:rFonts w:hint="cs"/>
                <w:rtl/>
                <w:lang w:bidi="ar-IQ"/>
              </w:rPr>
              <w:t xml:space="preserve"> : </w:t>
            </w:r>
            <w:r w:rsidRPr="00406C1B">
              <w:rPr>
                <w:rFonts w:hint="cs"/>
                <w:rtl/>
                <w:lang w:bidi="ar-IQ"/>
              </w:rPr>
              <w:t>1</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0A78FA" w:rsidRDefault="00A87899" w:rsidP="00541E11">
            <w:pPr>
              <w:pStyle w:val="libVar0"/>
              <w:rPr>
                <w:rtl/>
                <w:lang w:bidi="ar-IQ"/>
              </w:rPr>
            </w:pPr>
            <w:r w:rsidRPr="000A78FA">
              <w:rPr>
                <w:rFonts w:hint="cs"/>
                <w:rtl/>
                <w:lang w:bidi="ar-IQ"/>
              </w:rPr>
              <w:t>رواية الحديث</w:t>
            </w:r>
            <w:r>
              <w:rPr>
                <w:rFonts w:hint="cs"/>
                <w:rtl/>
                <w:lang w:bidi="ar-IQ"/>
              </w:rPr>
              <w:t xml:space="preserve"> : </w:t>
            </w:r>
            <w:r w:rsidRPr="000A78FA">
              <w:rPr>
                <w:rFonts w:hint="cs"/>
                <w:rtl/>
                <w:lang w:bidi="ar-IQ"/>
              </w:rPr>
              <w:t>8</w:t>
            </w:r>
          </w:p>
        </w:tc>
      </w:tr>
      <w:tr w:rsidR="00A87899" w:rsidTr="005C730B">
        <w:tc>
          <w:tcPr>
            <w:tcW w:w="3513" w:type="dxa"/>
            <w:shd w:val="clear" w:color="auto" w:fill="auto"/>
          </w:tcPr>
          <w:p w:rsidR="00A87899" w:rsidRPr="00406C1B" w:rsidRDefault="00A87899" w:rsidP="00541E11">
            <w:pPr>
              <w:pStyle w:val="libVar0"/>
              <w:rPr>
                <w:rtl/>
                <w:lang w:bidi="ar-IQ"/>
              </w:rPr>
            </w:pPr>
            <w:r w:rsidRPr="00406C1B">
              <w:rPr>
                <w:rFonts w:hint="cs"/>
                <w:rtl/>
                <w:lang w:bidi="ar-IQ"/>
              </w:rPr>
              <w:t>جعيد همدان (من شهداء كربلاء)</w:t>
            </w:r>
            <w:r>
              <w:rPr>
                <w:rFonts w:hint="cs"/>
                <w:rtl/>
                <w:lang w:bidi="ar-IQ"/>
              </w:rPr>
              <w:t xml:space="preserve"> : </w:t>
            </w:r>
            <w:r w:rsidRPr="00406C1B">
              <w:rPr>
                <w:rFonts w:hint="cs"/>
                <w:rtl/>
                <w:lang w:bidi="ar-IQ"/>
              </w:rPr>
              <w:t>24</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0A78FA" w:rsidRDefault="00A87899" w:rsidP="00541E11">
            <w:pPr>
              <w:pStyle w:val="libVar0"/>
              <w:rPr>
                <w:rtl/>
                <w:lang w:bidi="ar-IQ"/>
              </w:rPr>
            </w:pPr>
            <w:r w:rsidRPr="000A78FA">
              <w:rPr>
                <w:rFonts w:hint="cs"/>
                <w:rtl/>
                <w:lang w:bidi="ar-IQ"/>
              </w:rPr>
              <w:t xml:space="preserve">ريحانة رسول الله </w:t>
            </w:r>
            <w:r>
              <w:rPr>
                <w:rFonts w:hint="cs"/>
                <w:rtl/>
                <w:lang w:bidi="ar-IQ"/>
              </w:rPr>
              <w:t>(</w:t>
            </w:r>
            <w:r w:rsidRPr="000A78FA">
              <w:rPr>
                <w:rFonts w:hint="cs"/>
                <w:rtl/>
                <w:lang w:bidi="ar-IQ"/>
              </w:rPr>
              <w:t>لقب الحسين عليه السلام)</w:t>
            </w:r>
            <w:r>
              <w:rPr>
                <w:rFonts w:hint="cs"/>
                <w:rtl/>
                <w:lang w:bidi="ar-IQ"/>
              </w:rPr>
              <w:t xml:space="preserve"> : </w:t>
            </w:r>
            <w:r w:rsidRPr="000A78FA">
              <w:rPr>
                <w:rFonts w:hint="cs"/>
                <w:rtl/>
                <w:lang w:bidi="ar-IQ"/>
              </w:rPr>
              <w:t>1</w:t>
            </w:r>
          </w:p>
        </w:tc>
      </w:tr>
      <w:tr w:rsidR="00A87899" w:rsidTr="005C730B">
        <w:tc>
          <w:tcPr>
            <w:tcW w:w="3513" w:type="dxa"/>
            <w:shd w:val="clear" w:color="auto" w:fill="auto"/>
          </w:tcPr>
          <w:p w:rsidR="00A87899" w:rsidRPr="00406C1B" w:rsidRDefault="00A87899" w:rsidP="00541E11">
            <w:pPr>
              <w:pStyle w:val="libVar0"/>
              <w:rPr>
                <w:rtl/>
                <w:lang w:bidi="ar-IQ"/>
              </w:rPr>
            </w:pPr>
            <w:r w:rsidRPr="00406C1B">
              <w:rPr>
                <w:rFonts w:hint="cs"/>
                <w:rtl/>
                <w:lang w:bidi="ar-IQ"/>
              </w:rPr>
              <w:t>الجمل (وقعة)</w:t>
            </w:r>
            <w:r>
              <w:rPr>
                <w:rFonts w:hint="cs"/>
                <w:rtl/>
                <w:lang w:bidi="ar-IQ"/>
              </w:rPr>
              <w:t xml:space="preserve"> : </w:t>
            </w:r>
            <w:r w:rsidRPr="00406C1B">
              <w:rPr>
                <w:rFonts w:hint="cs"/>
                <w:rtl/>
                <w:lang w:bidi="ar-IQ"/>
              </w:rPr>
              <w:t>18</w:t>
            </w:r>
            <w:r>
              <w:rPr>
                <w:rFonts w:hint="cs"/>
                <w:rtl/>
                <w:lang w:bidi="ar-IQ"/>
              </w:rPr>
              <w:t xml:space="preserve"> ، </w:t>
            </w:r>
            <w:r w:rsidRPr="00406C1B">
              <w:rPr>
                <w:rFonts w:hint="cs"/>
                <w:rtl/>
                <w:lang w:bidi="ar-IQ"/>
              </w:rPr>
              <w:t>14</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0A78FA" w:rsidRDefault="00A87899" w:rsidP="00541E11">
            <w:pPr>
              <w:pStyle w:val="libVar0"/>
              <w:rPr>
                <w:rtl/>
                <w:lang w:bidi="ar-IQ"/>
              </w:rPr>
            </w:pPr>
            <w:r w:rsidRPr="000A78FA">
              <w:rPr>
                <w:rFonts w:hint="cs"/>
                <w:rtl/>
                <w:lang w:bidi="ar-IQ"/>
              </w:rPr>
              <w:t>الزهري</w:t>
            </w:r>
            <w:r>
              <w:rPr>
                <w:rFonts w:hint="cs"/>
                <w:rtl/>
                <w:lang w:bidi="ar-IQ"/>
              </w:rPr>
              <w:t xml:space="preserve"> : </w:t>
            </w:r>
            <w:r w:rsidRPr="000A78FA">
              <w:rPr>
                <w:rFonts w:hint="cs"/>
                <w:rtl/>
                <w:lang w:bidi="ar-IQ"/>
              </w:rPr>
              <w:t>33</w:t>
            </w:r>
          </w:p>
        </w:tc>
      </w:tr>
      <w:tr w:rsidR="00A87899" w:rsidTr="005C730B">
        <w:tc>
          <w:tcPr>
            <w:tcW w:w="3513" w:type="dxa"/>
            <w:shd w:val="clear" w:color="auto" w:fill="auto"/>
          </w:tcPr>
          <w:p w:rsidR="00A87899" w:rsidRPr="00406C1B" w:rsidRDefault="00A87899" w:rsidP="00541E11">
            <w:pPr>
              <w:pStyle w:val="libVar0"/>
              <w:rPr>
                <w:rtl/>
                <w:lang w:bidi="ar-IQ"/>
              </w:rPr>
            </w:pPr>
            <w:r w:rsidRPr="00406C1B">
              <w:rPr>
                <w:rFonts w:hint="cs"/>
                <w:rtl/>
                <w:lang w:bidi="ar-IQ"/>
              </w:rPr>
              <w:t>جندي مجهول في كربلاء</w:t>
            </w:r>
            <w:r>
              <w:rPr>
                <w:rFonts w:hint="cs"/>
                <w:rtl/>
                <w:lang w:bidi="ar-IQ"/>
              </w:rPr>
              <w:t xml:space="preserve"> : </w:t>
            </w:r>
            <w:r w:rsidRPr="00406C1B">
              <w:rPr>
                <w:rFonts w:hint="cs"/>
                <w:rtl/>
                <w:lang w:bidi="ar-IQ"/>
              </w:rPr>
              <w:t>29</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0A78FA" w:rsidRDefault="00A87899" w:rsidP="00541E11">
            <w:pPr>
              <w:pStyle w:val="libVar0"/>
              <w:rPr>
                <w:rtl/>
                <w:lang w:bidi="ar-IQ"/>
              </w:rPr>
            </w:pPr>
            <w:r w:rsidRPr="000A78FA">
              <w:rPr>
                <w:rFonts w:hint="cs"/>
                <w:rtl/>
                <w:lang w:bidi="ar-IQ"/>
              </w:rPr>
              <w:t>زهير بن شداد الاسدي (راوي)</w:t>
            </w:r>
            <w:r>
              <w:rPr>
                <w:rFonts w:hint="cs"/>
                <w:rtl/>
                <w:lang w:bidi="ar-IQ"/>
              </w:rPr>
              <w:t xml:space="preserve"> : </w:t>
            </w:r>
            <w:r w:rsidRPr="000A78FA">
              <w:rPr>
                <w:rFonts w:hint="cs"/>
                <w:rtl/>
                <w:lang w:bidi="ar-IQ"/>
              </w:rPr>
              <w:t>29</w:t>
            </w:r>
          </w:p>
        </w:tc>
      </w:tr>
    </w:tbl>
    <w:p w:rsidR="009C2788" w:rsidRDefault="009C2788">
      <w:r>
        <w:br w:type="page"/>
      </w:r>
    </w:p>
    <w:tbl>
      <w:tblPr>
        <w:bidiVisual/>
        <w:tblW w:w="0" w:type="auto"/>
        <w:tblLook w:val="04A0"/>
      </w:tblPr>
      <w:tblGrid>
        <w:gridCol w:w="3513"/>
        <w:gridCol w:w="236"/>
        <w:gridCol w:w="3838"/>
      </w:tblGrid>
      <w:tr w:rsidR="00A87899" w:rsidTr="005C730B">
        <w:tc>
          <w:tcPr>
            <w:tcW w:w="3513" w:type="dxa"/>
            <w:shd w:val="clear" w:color="auto" w:fill="auto"/>
          </w:tcPr>
          <w:p w:rsidR="00A87899" w:rsidRPr="00406C1B" w:rsidRDefault="00A87899" w:rsidP="00541E11">
            <w:pPr>
              <w:pStyle w:val="libVar0"/>
              <w:rPr>
                <w:rtl/>
                <w:lang w:bidi="ar-IQ"/>
              </w:rPr>
            </w:pPr>
            <w:r w:rsidRPr="00406C1B">
              <w:rPr>
                <w:rFonts w:hint="cs"/>
                <w:rtl/>
                <w:lang w:bidi="ar-IQ"/>
              </w:rPr>
              <w:lastRenderedPageBreak/>
              <w:t>جهاد الظالمين</w:t>
            </w:r>
            <w:r>
              <w:rPr>
                <w:rFonts w:hint="cs"/>
                <w:rtl/>
                <w:lang w:bidi="ar-IQ"/>
              </w:rPr>
              <w:t xml:space="preserve"> : </w:t>
            </w:r>
            <w:r w:rsidRPr="00406C1B">
              <w:rPr>
                <w:rFonts w:hint="cs"/>
                <w:rtl/>
                <w:lang w:bidi="ar-IQ"/>
              </w:rPr>
              <w:t>25</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0A78FA" w:rsidRDefault="00A87899" w:rsidP="00541E11">
            <w:pPr>
              <w:pStyle w:val="libVar0"/>
              <w:rPr>
                <w:rtl/>
                <w:lang w:bidi="ar-IQ"/>
              </w:rPr>
            </w:pPr>
            <w:r w:rsidRPr="000A78FA">
              <w:rPr>
                <w:rFonts w:hint="cs"/>
                <w:rtl/>
                <w:lang w:bidi="ar-IQ"/>
              </w:rPr>
              <w:t>زيد بن أرقم</w:t>
            </w:r>
            <w:r>
              <w:rPr>
                <w:rFonts w:hint="cs"/>
                <w:rtl/>
                <w:lang w:bidi="ar-IQ"/>
              </w:rPr>
              <w:t xml:space="preserve"> : </w:t>
            </w:r>
            <w:r w:rsidRPr="000A78FA">
              <w:rPr>
                <w:rFonts w:hint="cs"/>
                <w:rtl/>
                <w:lang w:bidi="ar-IQ"/>
              </w:rPr>
              <w:t>31</w:t>
            </w:r>
          </w:p>
        </w:tc>
      </w:tr>
      <w:tr w:rsidR="00A87899" w:rsidTr="005C730B">
        <w:tc>
          <w:tcPr>
            <w:tcW w:w="3513" w:type="dxa"/>
            <w:shd w:val="clear" w:color="auto" w:fill="auto"/>
          </w:tcPr>
          <w:p w:rsidR="00A87899" w:rsidRPr="00406C1B" w:rsidRDefault="00A87899" w:rsidP="00541E11">
            <w:pPr>
              <w:pStyle w:val="libVar0"/>
              <w:rPr>
                <w:rtl/>
                <w:lang w:bidi="ar-IQ"/>
              </w:rPr>
            </w:pPr>
            <w:r w:rsidRPr="00406C1B">
              <w:rPr>
                <w:rFonts w:hint="cs"/>
                <w:rtl/>
                <w:lang w:bidi="ar-IQ"/>
              </w:rPr>
              <w:t>الحب والبغض (لأهل البيت)</w:t>
            </w:r>
            <w:r>
              <w:rPr>
                <w:rFonts w:hint="cs"/>
                <w:rtl/>
                <w:lang w:bidi="ar-IQ"/>
              </w:rPr>
              <w:t xml:space="preserve"> : </w:t>
            </w:r>
            <w:r w:rsidRPr="00406C1B">
              <w:rPr>
                <w:rFonts w:hint="cs"/>
                <w:rtl/>
                <w:lang w:bidi="ar-IQ"/>
              </w:rPr>
              <w:t>13</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0A78FA" w:rsidRDefault="00A87899" w:rsidP="00541E11">
            <w:pPr>
              <w:pStyle w:val="libVar0"/>
              <w:rPr>
                <w:rtl/>
                <w:lang w:bidi="ar-IQ"/>
              </w:rPr>
            </w:pPr>
            <w:r w:rsidRPr="000A78FA">
              <w:rPr>
                <w:rFonts w:hint="cs"/>
                <w:rtl/>
                <w:lang w:bidi="ar-IQ"/>
              </w:rPr>
              <w:t>زيد بن علي الشهيد عليه السلام</w:t>
            </w:r>
            <w:r>
              <w:rPr>
                <w:rFonts w:hint="cs"/>
                <w:rtl/>
                <w:lang w:bidi="ar-IQ"/>
              </w:rPr>
              <w:t xml:space="preserve"> : </w:t>
            </w:r>
            <w:r w:rsidRPr="000A78FA">
              <w:rPr>
                <w:rFonts w:hint="cs"/>
                <w:rtl/>
                <w:lang w:bidi="ar-IQ"/>
              </w:rPr>
              <w:t>7</w:t>
            </w:r>
          </w:p>
        </w:tc>
      </w:tr>
      <w:tr w:rsidR="00A87899" w:rsidTr="005C730B">
        <w:tc>
          <w:tcPr>
            <w:tcW w:w="3513" w:type="dxa"/>
            <w:shd w:val="clear" w:color="auto" w:fill="auto"/>
          </w:tcPr>
          <w:p w:rsidR="00A87899" w:rsidRPr="00406C1B" w:rsidRDefault="00A87899" w:rsidP="00541E11">
            <w:pPr>
              <w:pStyle w:val="libVar0"/>
              <w:rPr>
                <w:rtl/>
                <w:lang w:bidi="ar-IQ"/>
              </w:rPr>
            </w:pPr>
            <w:r w:rsidRPr="00406C1B">
              <w:rPr>
                <w:rFonts w:hint="cs"/>
                <w:rtl/>
                <w:lang w:bidi="ar-IQ"/>
              </w:rPr>
              <w:t>الحجاج (الثقفي الملحد)</w:t>
            </w:r>
            <w:r>
              <w:rPr>
                <w:rFonts w:hint="cs"/>
                <w:rtl/>
                <w:lang w:bidi="ar-IQ"/>
              </w:rPr>
              <w:t xml:space="preserve"> : </w:t>
            </w:r>
            <w:r w:rsidRPr="00406C1B">
              <w:rPr>
                <w:rFonts w:hint="cs"/>
                <w:rtl/>
                <w:lang w:bidi="ar-IQ"/>
              </w:rPr>
              <w:t>27</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0A78FA" w:rsidRDefault="00A87899" w:rsidP="00541E11">
            <w:pPr>
              <w:pStyle w:val="libVar0"/>
              <w:rPr>
                <w:rtl/>
                <w:lang w:bidi="ar-IQ"/>
              </w:rPr>
            </w:pPr>
            <w:r w:rsidRPr="000A78FA">
              <w:rPr>
                <w:rFonts w:hint="cs"/>
                <w:rtl/>
                <w:lang w:bidi="ar-IQ"/>
              </w:rPr>
              <w:t>زينب بنت جحش (أم المؤمنين)</w:t>
            </w:r>
            <w:r>
              <w:rPr>
                <w:rFonts w:hint="cs"/>
                <w:rtl/>
                <w:lang w:bidi="ar-IQ"/>
              </w:rPr>
              <w:t xml:space="preserve"> : </w:t>
            </w:r>
            <w:r w:rsidRPr="000A78FA">
              <w:rPr>
                <w:rFonts w:hint="cs"/>
                <w:rtl/>
                <w:lang w:bidi="ar-IQ"/>
              </w:rPr>
              <w:t>28</w:t>
            </w:r>
          </w:p>
        </w:tc>
      </w:tr>
      <w:tr w:rsidR="00A87899" w:rsidTr="005C730B">
        <w:tc>
          <w:tcPr>
            <w:tcW w:w="3513" w:type="dxa"/>
            <w:shd w:val="clear" w:color="auto" w:fill="auto"/>
          </w:tcPr>
          <w:p w:rsidR="00A87899" w:rsidRPr="00406C1B" w:rsidRDefault="00A87899" w:rsidP="00541E11">
            <w:pPr>
              <w:pStyle w:val="libVar0"/>
              <w:rPr>
                <w:rtl/>
                <w:lang w:bidi="ar-IQ"/>
              </w:rPr>
            </w:pPr>
            <w:r w:rsidRPr="00406C1B">
              <w:rPr>
                <w:rFonts w:hint="cs"/>
                <w:rtl/>
                <w:lang w:bidi="ar-IQ"/>
              </w:rPr>
              <w:t>الحج (عند أهل البيت)</w:t>
            </w:r>
            <w:r>
              <w:rPr>
                <w:rFonts w:hint="cs"/>
                <w:rtl/>
                <w:lang w:bidi="ar-IQ"/>
              </w:rPr>
              <w:t xml:space="preserve"> : </w:t>
            </w:r>
            <w:r w:rsidRPr="00406C1B">
              <w:rPr>
                <w:rFonts w:hint="cs"/>
                <w:rtl/>
                <w:lang w:bidi="ar-IQ"/>
              </w:rPr>
              <w:t>22</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0A78FA" w:rsidRDefault="00A87899" w:rsidP="00541E11">
            <w:pPr>
              <w:pStyle w:val="libVar0"/>
              <w:rPr>
                <w:rtl/>
                <w:lang w:bidi="ar-IQ"/>
              </w:rPr>
            </w:pPr>
            <w:r w:rsidRPr="000A78FA">
              <w:rPr>
                <w:rFonts w:hint="cs"/>
                <w:rtl/>
                <w:lang w:bidi="ar-IQ"/>
              </w:rPr>
              <w:t>سبط رسول الله (لقب الحسين عليه السلام)</w:t>
            </w:r>
            <w:r>
              <w:rPr>
                <w:rFonts w:hint="cs"/>
                <w:rtl/>
                <w:lang w:bidi="ar-IQ"/>
              </w:rPr>
              <w:t xml:space="preserve"> : </w:t>
            </w:r>
            <w:r w:rsidRPr="000A78FA">
              <w:rPr>
                <w:rFonts w:hint="cs"/>
                <w:rtl/>
                <w:lang w:bidi="ar-IQ"/>
              </w:rPr>
              <w:t>1</w:t>
            </w:r>
          </w:p>
        </w:tc>
      </w:tr>
      <w:tr w:rsidR="00A87899" w:rsidTr="005C730B">
        <w:tc>
          <w:tcPr>
            <w:tcW w:w="3513" w:type="dxa"/>
            <w:shd w:val="clear" w:color="auto" w:fill="auto"/>
          </w:tcPr>
          <w:p w:rsidR="00A87899" w:rsidRPr="00406C1B" w:rsidRDefault="00A87899" w:rsidP="00541E11">
            <w:pPr>
              <w:pStyle w:val="libVar0"/>
              <w:rPr>
                <w:rtl/>
                <w:lang w:bidi="ar-IQ"/>
              </w:rPr>
            </w:pPr>
            <w:r w:rsidRPr="00406C1B">
              <w:rPr>
                <w:rFonts w:hint="cs"/>
                <w:rtl/>
                <w:lang w:bidi="ar-IQ"/>
              </w:rPr>
              <w:t>حذيفة بن اليمان</w:t>
            </w:r>
            <w:r>
              <w:rPr>
                <w:rFonts w:hint="cs"/>
                <w:rtl/>
                <w:lang w:bidi="ar-IQ"/>
              </w:rPr>
              <w:t xml:space="preserve"> : </w:t>
            </w:r>
            <w:r w:rsidRPr="00406C1B">
              <w:rPr>
                <w:rFonts w:hint="cs"/>
                <w:rtl/>
                <w:lang w:bidi="ar-IQ"/>
              </w:rPr>
              <w:t>1</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0A78FA" w:rsidRDefault="00A87899" w:rsidP="00541E11">
            <w:pPr>
              <w:pStyle w:val="libVar0"/>
              <w:rPr>
                <w:rtl/>
                <w:lang w:bidi="ar-IQ"/>
              </w:rPr>
            </w:pPr>
            <w:r w:rsidRPr="000A78FA">
              <w:rPr>
                <w:rFonts w:hint="cs"/>
                <w:rtl/>
                <w:lang w:bidi="ar-IQ"/>
              </w:rPr>
              <w:t>سكينة (بنت الحسين عليه السلام)</w:t>
            </w:r>
            <w:r>
              <w:rPr>
                <w:rFonts w:hint="cs"/>
                <w:rtl/>
                <w:lang w:bidi="ar-IQ"/>
              </w:rPr>
              <w:t xml:space="preserve"> : </w:t>
            </w:r>
            <w:r w:rsidRPr="000A78FA">
              <w:rPr>
                <w:rFonts w:hint="cs"/>
                <w:rtl/>
                <w:lang w:bidi="ar-IQ"/>
              </w:rPr>
              <w:t>24</w:t>
            </w:r>
          </w:p>
        </w:tc>
      </w:tr>
      <w:tr w:rsidR="00A87899" w:rsidTr="005C730B">
        <w:tc>
          <w:tcPr>
            <w:tcW w:w="3513" w:type="dxa"/>
            <w:shd w:val="clear" w:color="auto" w:fill="auto"/>
          </w:tcPr>
          <w:p w:rsidR="00A87899" w:rsidRPr="00406C1B" w:rsidRDefault="00A87899" w:rsidP="00541E11">
            <w:pPr>
              <w:pStyle w:val="libVar0"/>
              <w:rPr>
                <w:rtl/>
                <w:lang w:bidi="ar-IQ"/>
              </w:rPr>
            </w:pPr>
            <w:r w:rsidRPr="00406C1B">
              <w:rPr>
                <w:rFonts w:hint="cs"/>
                <w:rtl/>
                <w:lang w:bidi="ar-IQ"/>
              </w:rPr>
              <w:t>الحرب (لأهل البيت)</w:t>
            </w:r>
            <w:r>
              <w:rPr>
                <w:rFonts w:hint="cs"/>
                <w:rtl/>
                <w:lang w:bidi="ar-IQ"/>
              </w:rPr>
              <w:t xml:space="preserve"> : </w:t>
            </w:r>
            <w:r w:rsidRPr="00406C1B">
              <w:rPr>
                <w:rFonts w:hint="cs"/>
                <w:rtl/>
                <w:lang w:bidi="ar-IQ"/>
              </w:rPr>
              <w:t>14</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0A78FA" w:rsidRDefault="00A87899" w:rsidP="00541E11">
            <w:pPr>
              <w:pStyle w:val="libVar0"/>
              <w:rPr>
                <w:rtl/>
                <w:lang w:bidi="ar-IQ"/>
              </w:rPr>
            </w:pPr>
            <w:r w:rsidRPr="000A78FA">
              <w:rPr>
                <w:rFonts w:hint="cs"/>
                <w:rtl/>
                <w:lang w:bidi="ar-IQ"/>
              </w:rPr>
              <w:t>السلف</w:t>
            </w:r>
            <w:r>
              <w:rPr>
                <w:rFonts w:hint="cs"/>
                <w:rtl/>
                <w:lang w:bidi="ar-IQ"/>
              </w:rPr>
              <w:t xml:space="preserve"> : </w:t>
            </w:r>
            <w:r w:rsidRPr="000A78FA">
              <w:rPr>
                <w:rFonts w:hint="cs"/>
                <w:rtl/>
                <w:lang w:bidi="ar-IQ"/>
              </w:rPr>
              <w:t>13</w:t>
            </w:r>
          </w:p>
        </w:tc>
      </w:tr>
      <w:tr w:rsidR="00A87899" w:rsidTr="005C730B">
        <w:tc>
          <w:tcPr>
            <w:tcW w:w="3513" w:type="dxa"/>
            <w:shd w:val="clear" w:color="auto" w:fill="auto"/>
          </w:tcPr>
          <w:p w:rsidR="00A87899" w:rsidRDefault="00A87899" w:rsidP="00541E11">
            <w:pPr>
              <w:pStyle w:val="libVar0"/>
            </w:pPr>
            <w:r w:rsidRPr="00406C1B">
              <w:rPr>
                <w:rFonts w:hint="cs"/>
                <w:rtl/>
                <w:lang w:bidi="ar-IQ"/>
              </w:rPr>
              <w:t>الحر بن يزيد الرياحي (الشهيد في كربلاء)</w:t>
            </w:r>
            <w:r>
              <w:rPr>
                <w:rFonts w:hint="cs"/>
                <w:rtl/>
                <w:lang w:bidi="ar-IQ"/>
              </w:rPr>
              <w:t xml:space="preserve"> : </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0A78FA" w:rsidRDefault="00A87899" w:rsidP="005C730B">
            <w:pPr>
              <w:rPr>
                <w:rtl/>
                <w:lang w:bidi="ar-IQ"/>
              </w:rPr>
            </w:pPr>
          </w:p>
        </w:tc>
      </w:tr>
    </w:tbl>
    <w:p w:rsidR="00A87899" w:rsidRDefault="00A87899" w:rsidP="00541E11">
      <w:pPr>
        <w:pStyle w:val="libNormal"/>
      </w:pPr>
      <w:r>
        <w:br w:type="page"/>
      </w:r>
    </w:p>
    <w:tbl>
      <w:tblPr>
        <w:bidiVisual/>
        <w:tblW w:w="0" w:type="auto"/>
        <w:tblLook w:val="04A0"/>
      </w:tblPr>
      <w:tblGrid>
        <w:gridCol w:w="3513"/>
        <w:gridCol w:w="236"/>
        <w:gridCol w:w="3838"/>
      </w:tblGrid>
      <w:tr w:rsidR="00A87899" w:rsidTr="005C730B">
        <w:tc>
          <w:tcPr>
            <w:tcW w:w="3513" w:type="dxa"/>
            <w:shd w:val="clear" w:color="auto" w:fill="auto"/>
          </w:tcPr>
          <w:p w:rsidR="00A87899" w:rsidRPr="00E34681" w:rsidRDefault="00A87899" w:rsidP="00541E11">
            <w:pPr>
              <w:pStyle w:val="libVar0"/>
              <w:rPr>
                <w:rtl/>
                <w:lang w:bidi="ar-IQ"/>
              </w:rPr>
            </w:pPr>
            <w:r w:rsidRPr="00E34681">
              <w:rPr>
                <w:rFonts w:hint="cs"/>
                <w:rtl/>
                <w:lang w:bidi="ar-IQ"/>
              </w:rPr>
              <w:lastRenderedPageBreak/>
              <w:t>سلمان الفارسي</w:t>
            </w:r>
            <w:r>
              <w:rPr>
                <w:rFonts w:hint="cs"/>
                <w:rtl/>
                <w:lang w:bidi="ar-IQ"/>
              </w:rPr>
              <w:t xml:space="preserve"> : </w:t>
            </w:r>
            <w:r w:rsidRPr="00E34681">
              <w:rPr>
                <w:rFonts w:hint="cs"/>
                <w:rtl/>
                <w:lang w:bidi="ar-IQ"/>
              </w:rPr>
              <w:t>1</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E87AE8" w:rsidRDefault="00A87899" w:rsidP="00541E11">
            <w:pPr>
              <w:pStyle w:val="libVar0"/>
              <w:rPr>
                <w:rtl/>
              </w:rPr>
            </w:pPr>
            <w:r w:rsidRPr="00E87AE8">
              <w:rPr>
                <w:rFonts w:hint="cs"/>
                <w:rtl/>
              </w:rPr>
              <w:t>العطش والماء</w:t>
            </w:r>
            <w:r>
              <w:rPr>
                <w:rFonts w:hint="cs"/>
                <w:rtl/>
              </w:rPr>
              <w:t xml:space="preserve"> : </w:t>
            </w:r>
            <w:r w:rsidRPr="00E87AE8">
              <w:rPr>
                <w:rFonts w:hint="cs"/>
                <w:rtl/>
              </w:rPr>
              <w:t>28</w:t>
            </w:r>
          </w:p>
        </w:tc>
      </w:tr>
      <w:tr w:rsidR="00A87899" w:rsidTr="005C730B">
        <w:tc>
          <w:tcPr>
            <w:tcW w:w="3513" w:type="dxa"/>
            <w:shd w:val="clear" w:color="auto" w:fill="auto"/>
          </w:tcPr>
          <w:p w:rsidR="00A87899" w:rsidRPr="00E34681" w:rsidRDefault="00A87899" w:rsidP="00541E11">
            <w:pPr>
              <w:pStyle w:val="libVar0"/>
              <w:rPr>
                <w:rtl/>
                <w:lang w:bidi="ar-IQ"/>
              </w:rPr>
            </w:pPr>
            <w:r w:rsidRPr="00E34681">
              <w:rPr>
                <w:rFonts w:hint="cs"/>
                <w:rtl/>
                <w:lang w:bidi="ar-IQ"/>
              </w:rPr>
              <w:t>السلم والحرب</w:t>
            </w:r>
            <w:r>
              <w:rPr>
                <w:rFonts w:hint="cs"/>
                <w:rtl/>
                <w:lang w:bidi="ar-IQ"/>
              </w:rPr>
              <w:t xml:space="preserve"> : </w:t>
            </w:r>
            <w:r w:rsidRPr="00E34681">
              <w:rPr>
                <w:rFonts w:hint="cs"/>
                <w:rtl/>
                <w:lang w:bidi="ar-IQ"/>
              </w:rPr>
              <w:t>14</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E87AE8" w:rsidRDefault="00A87899" w:rsidP="00541E11">
            <w:pPr>
              <w:pStyle w:val="libVar0"/>
              <w:rPr>
                <w:rtl/>
              </w:rPr>
            </w:pPr>
            <w:r w:rsidRPr="00E87AE8">
              <w:rPr>
                <w:rFonts w:hint="cs"/>
                <w:rtl/>
              </w:rPr>
              <w:t>علي بن أبي طالب عليه السلام والد الحسين</w:t>
            </w:r>
            <w:r>
              <w:rPr>
                <w:rFonts w:hint="cs"/>
                <w:rtl/>
              </w:rPr>
              <w:t xml:space="preserve"> : </w:t>
            </w:r>
            <w:r w:rsidRPr="00E87AE8">
              <w:rPr>
                <w:rFonts w:hint="cs"/>
                <w:rtl/>
              </w:rPr>
              <w:t>1</w:t>
            </w:r>
          </w:p>
        </w:tc>
      </w:tr>
      <w:tr w:rsidR="00A87899" w:rsidTr="005C730B">
        <w:tc>
          <w:tcPr>
            <w:tcW w:w="3513" w:type="dxa"/>
            <w:shd w:val="clear" w:color="auto" w:fill="auto"/>
          </w:tcPr>
          <w:p w:rsidR="00A87899" w:rsidRPr="00E34681" w:rsidRDefault="00A87899" w:rsidP="00541E11">
            <w:pPr>
              <w:pStyle w:val="libVar0"/>
              <w:rPr>
                <w:rtl/>
                <w:lang w:bidi="ar-IQ"/>
              </w:rPr>
            </w:pPr>
            <w:r w:rsidRPr="00E34681">
              <w:rPr>
                <w:rFonts w:hint="cs"/>
                <w:rtl/>
                <w:lang w:bidi="ar-IQ"/>
              </w:rPr>
              <w:t>سلمى(رواية)</w:t>
            </w:r>
            <w:r>
              <w:rPr>
                <w:rFonts w:hint="cs"/>
                <w:rtl/>
                <w:lang w:bidi="ar-IQ"/>
              </w:rPr>
              <w:t xml:space="preserve"> : </w:t>
            </w:r>
            <w:r w:rsidRPr="00E34681">
              <w:rPr>
                <w:rFonts w:hint="cs"/>
                <w:rtl/>
                <w:lang w:bidi="ar-IQ"/>
              </w:rPr>
              <w:t>32</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E87AE8" w:rsidRDefault="00A87899" w:rsidP="00541E11">
            <w:pPr>
              <w:pStyle w:val="libVar0"/>
              <w:rPr>
                <w:rtl/>
              </w:rPr>
            </w:pPr>
            <w:r w:rsidRPr="00E87AE8">
              <w:rPr>
                <w:rFonts w:hint="cs"/>
                <w:rtl/>
              </w:rPr>
              <w:t>عمار بن ياسر (الصحابي الشهيد بصفين)</w:t>
            </w:r>
            <w:r>
              <w:rPr>
                <w:rFonts w:hint="cs"/>
                <w:rtl/>
              </w:rPr>
              <w:t xml:space="preserve"> : </w:t>
            </w:r>
            <w:r w:rsidRPr="00E87AE8">
              <w:rPr>
                <w:rFonts w:hint="cs"/>
                <w:rtl/>
              </w:rPr>
              <w:t>18</w:t>
            </w:r>
          </w:p>
        </w:tc>
      </w:tr>
      <w:tr w:rsidR="00A87899" w:rsidTr="005C730B">
        <w:tc>
          <w:tcPr>
            <w:tcW w:w="3513" w:type="dxa"/>
            <w:shd w:val="clear" w:color="auto" w:fill="auto"/>
          </w:tcPr>
          <w:p w:rsidR="00A87899" w:rsidRPr="00E34681" w:rsidRDefault="00A87899" w:rsidP="00541E11">
            <w:pPr>
              <w:pStyle w:val="libVar0"/>
              <w:rPr>
                <w:rtl/>
                <w:lang w:bidi="ar-IQ"/>
              </w:rPr>
            </w:pPr>
            <w:r w:rsidRPr="00E34681">
              <w:rPr>
                <w:rFonts w:hint="cs"/>
                <w:rtl/>
                <w:lang w:bidi="ar-IQ"/>
              </w:rPr>
              <w:t>سليم بن قيس</w:t>
            </w:r>
            <w:r>
              <w:rPr>
                <w:rFonts w:hint="cs"/>
                <w:rtl/>
                <w:lang w:bidi="ar-IQ"/>
              </w:rPr>
              <w:t xml:space="preserve"> : </w:t>
            </w:r>
            <w:r w:rsidRPr="00E34681">
              <w:rPr>
                <w:rFonts w:hint="cs"/>
                <w:rtl/>
                <w:lang w:bidi="ar-IQ"/>
              </w:rPr>
              <w:t>25</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E87AE8" w:rsidRDefault="00A87899" w:rsidP="00541E11">
            <w:pPr>
              <w:pStyle w:val="libVar0"/>
              <w:rPr>
                <w:rtl/>
              </w:rPr>
            </w:pPr>
            <w:r w:rsidRPr="00E87AE8">
              <w:rPr>
                <w:rFonts w:hint="cs"/>
                <w:rtl/>
              </w:rPr>
              <w:t>عمار بن أبي</w:t>
            </w:r>
            <w:r>
              <w:rPr>
                <w:rFonts w:hint="cs"/>
                <w:rtl/>
              </w:rPr>
              <w:t xml:space="preserve"> سلامة الدالاني (الشهيد بكربلاء</w:t>
            </w:r>
            <w:r w:rsidRPr="00E87AE8">
              <w:rPr>
                <w:rFonts w:hint="cs"/>
                <w:rtl/>
              </w:rPr>
              <w:t>)</w:t>
            </w:r>
            <w:r>
              <w:rPr>
                <w:rFonts w:hint="cs"/>
                <w:rtl/>
              </w:rPr>
              <w:t xml:space="preserve"> : </w:t>
            </w:r>
            <w:r w:rsidRPr="00E87AE8">
              <w:rPr>
                <w:rFonts w:hint="cs"/>
                <w:rtl/>
              </w:rPr>
              <w:t>29</w:t>
            </w:r>
          </w:p>
        </w:tc>
      </w:tr>
      <w:tr w:rsidR="00A87899" w:rsidTr="005C730B">
        <w:tc>
          <w:tcPr>
            <w:tcW w:w="3513" w:type="dxa"/>
            <w:shd w:val="clear" w:color="auto" w:fill="auto"/>
          </w:tcPr>
          <w:p w:rsidR="00A87899" w:rsidRPr="00E34681" w:rsidRDefault="00A87899" w:rsidP="00541E11">
            <w:pPr>
              <w:pStyle w:val="libVar0"/>
              <w:rPr>
                <w:rtl/>
                <w:lang w:bidi="ar-IQ"/>
              </w:rPr>
            </w:pPr>
            <w:r w:rsidRPr="00E34681">
              <w:rPr>
                <w:rFonts w:hint="cs"/>
                <w:rtl/>
                <w:lang w:bidi="ar-IQ"/>
              </w:rPr>
              <w:t>سليمان بن قتة (الشاعر)</w:t>
            </w:r>
            <w:r>
              <w:rPr>
                <w:rFonts w:hint="cs"/>
                <w:rtl/>
                <w:lang w:bidi="ar-IQ"/>
              </w:rPr>
              <w:t xml:space="preserve"> : </w:t>
            </w:r>
            <w:r w:rsidRPr="00E34681">
              <w:rPr>
                <w:rFonts w:hint="cs"/>
                <w:rtl/>
                <w:lang w:bidi="ar-IQ"/>
              </w:rPr>
              <w:t>34</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E87AE8" w:rsidRDefault="00A87899" w:rsidP="00541E11">
            <w:pPr>
              <w:pStyle w:val="libVar0"/>
              <w:rPr>
                <w:rtl/>
              </w:rPr>
            </w:pPr>
            <w:r w:rsidRPr="00E87AE8">
              <w:rPr>
                <w:rFonts w:hint="cs"/>
                <w:rtl/>
              </w:rPr>
              <w:t>عمر بن الخطاب</w:t>
            </w:r>
            <w:r>
              <w:rPr>
                <w:rFonts w:hint="cs"/>
                <w:rtl/>
              </w:rPr>
              <w:t xml:space="preserve"> : </w:t>
            </w:r>
            <w:r w:rsidRPr="00E87AE8">
              <w:rPr>
                <w:rFonts w:hint="cs"/>
                <w:rtl/>
              </w:rPr>
              <w:t>17</w:t>
            </w:r>
          </w:p>
        </w:tc>
      </w:tr>
      <w:tr w:rsidR="00A87899" w:rsidTr="005C730B">
        <w:tc>
          <w:tcPr>
            <w:tcW w:w="3513" w:type="dxa"/>
            <w:shd w:val="clear" w:color="auto" w:fill="auto"/>
          </w:tcPr>
          <w:p w:rsidR="00A87899" w:rsidRPr="00E34681" w:rsidRDefault="00A87899" w:rsidP="00541E11">
            <w:pPr>
              <w:pStyle w:val="libVar0"/>
              <w:rPr>
                <w:rtl/>
                <w:lang w:bidi="ar-IQ"/>
              </w:rPr>
            </w:pPr>
            <w:r w:rsidRPr="00E34681">
              <w:rPr>
                <w:rFonts w:hint="cs"/>
                <w:rtl/>
                <w:lang w:bidi="ar-IQ"/>
              </w:rPr>
              <w:t>سنة الرسول صلى</w:t>
            </w:r>
            <w:r>
              <w:rPr>
                <w:rFonts w:hint="cs"/>
                <w:rtl/>
                <w:lang w:bidi="ar-IQ"/>
              </w:rPr>
              <w:t xml:space="preserve"> </w:t>
            </w:r>
            <w:r w:rsidRPr="00E34681">
              <w:rPr>
                <w:rFonts w:hint="cs"/>
                <w:rtl/>
                <w:lang w:bidi="ar-IQ"/>
              </w:rPr>
              <w:t>الله عليه واله وسلم</w:t>
            </w:r>
            <w:r>
              <w:rPr>
                <w:rFonts w:hint="cs"/>
                <w:rtl/>
                <w:lang w:bidi="ar-IQ"/>
              </w:rPr>
              <w:t xml:space="preserve"> : </w:t>
            </w:r>
            <w:r w:rsidRPr="00E34681">
              <w:rPr>
                <w:rFonts w:hint="cs"/>
                <w:rtl/>
                <w:lang w:bidi="ar-IQ"/>
              </w:rPr>
              <w:t>8</w:t>
            </w:r>
            <w:r>
              <w:rPr>
                <w:rFonts w:hint="cs"/>
                <w:rtl/>
                <w:lang w:bidi="ar-IQ"/>
              </w:rPr>
              <w:t xml:space="preserve"> ، </w:t>
            </w:r>
            <w:r w:rsidRPr="00E34681">
              <w:rPr>
                <w:rFonts w:hint="cs"/>
                <w:rtl/>
                <w:lang w:bidi="ar-IQ"/>
              </w:rPr>
              <w:t>13</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E87AE8" w:rsidRDefault="00A87899" w:rsidP="00541E11">
            <w:pPr>
              <w:pStyle w:val="libVar0"/>
              <w:rPr>
                <w:rtl/>
              </w:rPr>
            </w:pPr>
            <w:r w:rsidRPr="00E87AE8">
              <w:rPr>
                <w:rFonts w:hint="cs"/>
                <w:rtl/>
              </w:rPr>
              <w:t>عمرة بن عبد الرحمان</w:t>
            </w:r>
            <w:r>
              <w:rPr>
                <w:rFonts w:hint="cs"/>
                <w:rtl/>
              </w:rPr>
              <w:t xml:space="preserve"> : </w:t>
            </w:r>
            <w:r w:rsidRPr="00E87AE8">
              <w:rPr>
                <w:rFonts w:hint="cs"/>
                <w:rtl/>
              </w:rPr>
              <w:t>27</w:t>
            </w:r>
          </w:p>
        </w:tc>
      </w:tr>
      <w:tr w:rsidR="00A87899" w:rsidTr="005C730B">
        <w:tc>
          <w:tcPr>
            <w:tcW w:w="3513" w:type="dxa"/>
            <w:shd w:val="clear" w:color="auto" w:fill="auto"/>
          </w:tcPr>
          <w:p w:rsidR="00A87899" w:rsidRPr="00E34681" w:rsidRDefault="00A87899" w:rsidP="00541E11">
            <w:pPr>
              <w:pStyle w:val="libVar0"/>
              <w:rPr>
                <w:rtl/>
                <w:lang w:bidi="ar-IQ"/>
              </w:rPr>
            </w:pPr>
            <w:r w:rsidRPr="00E34681">
              <w:rPr>
                <w:rFonts w:hint="cs"/>
                <w:rtl/>
                <w:lang w:bidi="ar-IQ"/>
              </w:rPr>
              <w:t>سيد شباب أهل الجنة (لقب الامام)</w:t>
            </w:r>
            <w:r>
              <w:rPr>
                <w:rFonts w:hint="cs"/>
                <w:rtl/>
                <w:lang w:bidi="ar-IQ"/>
              </w:rPr>
              <w:t xml:space="preserve"> : </w:t>
            </w:r>
            <w:r w:rsidRPr="00E34681">
              <w:rPr>
                <w:rFonts w:hint="cs"/>
                <w:rtl/>
                <w:lang w:bidi="ar-IQ"/>
              </w:rPr>
              <w:t>1</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E87AE8" w:rsidRDefault="00A87899" w:rsidP="00541E11">
            <w:pPr>
              <w:pStyle w:val="libVar0"/>
              <w:rPr>
                <w:rtl/>
              </w:rPr>
            </w:pPr>
            <w:r w:rsidRPr="00E87AE8">
              <w:rPr>
                <w:rFonts w:hint="cs"/>
                <w:rtl/>
              </w:rPr>
              <w:t>عيسى بن الحارث الكندي</w:t>
            </w:r>
            <w:r>
              <w:rPr>
                <w:rFonts w:hint="cs"/>
                <w:rtl/>
              </w:rPr>
              <w:t xml:space="preserve"> : </w:t>
            </w:r>
            <w:r w:rsidRPr="00E87AE8">
              <w:rPr>
                <w:rFonts w:hint="cs"/>
                <w:rtl/>
              </w:rPr>
              <w:t>33</w:t>
            </w:r>
          </w:p>
        </w:tc>
      </w:tr>
      <w:tr w:rsidR="00A87899" w:rsidTr="005C730B">
        <w:tc>
          <w:tcPr>
            <w:tcW w:w="3513" w:type="dxa"/>
            <w:shd w:val="clear" w:color="auto" w:fill="auto"/>
          </w:tcPr>
          <w:p w:rsidR="00A87899" w:rsidRPr="00E34681" w:rsidRDefault="00A87899" w:rsidP="00541E11">
            <w:pPr>
              <w:pStyle w:val="libVar0"/>
              <w:rPr>
                <w:rtl/>
                <w:lang w:bidi="ar-IQ"/>
              </w:rPr>
            </w:pPr>
            <w:r w:rsidRPr="00E34681">
              <w:rPr>
                <w:rFonts w:hint="cs"/>
                <w:rtl/>
                <w:lang w:bidi="ar-IQ"/>
              </w:rPr>
              <w:t>شباب العرب</w:t>
            </w:r>
            <w:r>
              <w:rPr>
                <w:rFonts w:hint="cs"/>
                <w:rtl/>
                <w:lang w:bidi="ar-IQ"/>
              </w:rPr>
              <w:t xml:space="preserve"> : </w:t>
            </w:r>
            <w:r w:rsidRPr="00E34681">
              <w:rPr>
                <w:rFonts w:hint="cs"/>
                <w:rtl/>
                <w:lang w:bidi="ar-IQ"/>
              </w:rPr>
              <w:t>24</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E87AE8" w:rsidRDefault="00A87899" w:rsidP="00541E11">
            <w:pPr>
              <w:pStyle w:val="libVar0"/>
              <w:rPr>
                <w:rtl/>
              </w:rPr>
            </w:pPr>
            <w:r w:rsidRPr="00E87AE8">
              <w:rPr>
                <w:rFonts w:hint="cs"/>
                <w:rtl/>
              </w:rPr>
              <w:t>عيسى بن مريم عليه السلام</w:t>
            </w:r>
            <w:r>
              <w:rPr>
                <w:rFonts w:hint="cs"/>
                <w:rtl/>
              </w:rPr>
              <w:t xml:space="preserve"> : </w:t>
            </w:r>
            <w:r w:rsidRPr="00E87AE8">
              <w:rPr>
                <w:rFonts w:hint="cs"/>
                <w:rtl/>
              </w:rPr>
              <w:t>70</w:t>
            </w:r>
          </w:p>
        </w:tc>
      </w:tr>
      <w:tr w:rsidR="00A87899" w:rsidTr="005C730B">
        <w:tc>
          <w:tcPr>
            <w:tcW w:w="3513" w:type="dxa"/>
            <w:shd w:val="clear" w:color="auto" w:fill="auto"/>
          </w:tcPr>
          <w:p w:rsidR="00A87899" w:rsidRPr="00E34681" w:rsidRDefault="00A87899" w:rsidP="00541E11">
            <w:pPr>
              <w:pStyle w:val="libVar0"/>
              <w:rPr>
                <w:rtl/>
                <w:lang w:bidi="ar-IQ"/>
              </w:rPr>
            </w:pPr>
            <w:r w:rsidRPr="00E34681">
              <w:rPr>
                <w:rFonts w:hint="cs"/>
                <w:rtl/>
                <w:lang w:bidi="ar-IQ"/>
              </w:rPr>
              <w:t>شبر</w:t>
            </w:r>
            <w:r>
              <w:rPr>
                <w:rFonts w:hint="cs"/>
                <w:rtl/>
                <w:lang w:bidi="ar-IQ"/>
              </w:rPr>
              <w:t xml:space="preserve"> و</w:t>
            </w:r>
            <w:r w:rsidRPr="00E34681">
              <w:rPr>
                <w:rFonts w:hint="cs"/>
                <w:rtl/>
                <w:lang w:bidi="ar-IQ"/>
              </w:rPr>
              <w:t>شبير</w:t>
            </w:r>
            <w:r>
              <w:rPr>
                <w:rFonts w:hint="cs"/>
                <w:rtl/>
                <w:lang w:bidi="ar-IQ"/>
              </w:rPr>
              <w:t xml:space="preserve"> : </w:t>
            </w:r>
            <w:r w:rsidRPr="00E34681">
              <w:rPr>
                <w:rFonts w:hint="cs"/>
                <w:rtl/>
                <w:lang w:bidi="ar-IQ"/>
              </w:rPr>
              <w:t>1</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E87AE8" w:rsidRDefault="00A87899" w:rsidP="00541E11">
            <w:pPr>
              <w:pStyle w:val="libVar0"/>
              <w:rPr>
                <w:rtl/>
              </w:rPr>
            </w:pPr>
            <w:r w:rsidRPr="00E87AE8">
              <w:rPr>
                <w:rFonts w:hint="cs"/>
                <w:rtl/>
              </w:rPr>
              <w:t>الغيب وأنباؤه بكربلا</w:t>
            </w:r>
            <w:r>
              <w:rPr>
                <w:rFonts w:hint="cs"/>
                <w:rtl/>
              </w:rPr>
              <w:t xml:space="preserve"> : </w:t>
            </w:r>
            <w:r w:rsidRPr="00E87AE8">
              <w:rPr>
                <w:rFonts w:hint="cs"/>
                <w:rtl/>
              </w:rPr>
              <w:t>28</w:t>
            </w:r>
          </w:p>
        </w:tc>
      </w:tr>
      <w:tr w:rsidR="00A87899" w:rsidTr="005C730B">
        <w:tc>
          <w:tcPr>
            <w:tcW w:w="3513" w:type="dxa"/>
            <w:shd w:val="clear" w:color="auto" w:fill="auto"/>
          </w:tcPr>
          <w:p w:rsidR="00A87899" w:rsidRPr="00E34681" w:rsidRDefault="00A87899" w:rsidP="00541E11">
            <w:pPr>
              <w:pStyle w:val="libVar0"/>
              <w:rPr>
                <w:rtl/>
                <w:lang w:bidi="ar-IQ"/>
              </w:rPr>
            </w:pPr>
            <w:r w:rsidRPr="00E34681">
              <w:rPr>
                <w:rFonts w:hint="cs"/>
                <w:rtl/>
                <w:lang w:bidi="ar-IQ"/>
              </w:rPr>
              <w:t>الشبه بالرسول</w:t>
            </w:r>
            <w:r>
              <w:rPr>
                <w:rFonts w:hint="cs"/>
                <w:rtl/>
                <w:lang w:bidi="ar-IQ"/>
              </w:rPr>
              <w:t xml:space="preserve"> : </w:t>
            </w:r>
            <w:r w:rsidRPr="00E34681">
              <w:rPr>
                <w:rFonts w:hint="cs"/>
                <w:rtl/>
                <w:lang w:bidi="ar-IQ"/>
              </w:rPr>
              <w:t>3</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E87AE8" w:rsidRDefault="00A87899" w:rsidP="00541E11">
            <w:pPr>
              <w:pStyle w:val="libVar0"/>
              <w:rPr>
                <w:rtl/>
              </w:rPr>
            </w:pPr>
            <w:r w:rsidRPr="00E87AE8">
              <w:rPr>
                <w:rFonts w:hint="cs"/>
                <w:rtl/>
              </w:rPr>
              <w:t>الغنة الحسينية</w:t>
            </w:r>
            <w:r>
              <w:rPr>
                <w:rFonts w:hint="cs"/>
                <w:rtl/>
              </w:rPr>
              <w:t xml:space="preserve"> : </w:t>
            </w:r>
            <w:r w:rsidRPr="00E87AE8">
              <w:rPr>
                <w:rFonts w:hint="cs"/>
                <w:rtl/>
              </w:rPr>
              <w:t>7</w:t>
            </w:r>
          </w:p>
        </w:tc>
      </w:tr>
      <w:tr w:rsidR="00A87899" w:rsidTr="005C730B">
        <w:tc>
          <w:tcPr>
            <w:tcW w:w="3513" w:type="dxa"/>
            <w:shd w:val="clear" w:color="auto" w:fill="auto"/>
          </w:tcPr>
          <w:p w:rsidR="00A87899" w:rsidRPr="00E34681" w:rsidRDefault="00A87899" w:rsidP="00541E11">
            <w:pPr>
              <w:pStyle w:val="libVar0"/>
              <w:rPr>
                <w:rtl/>
                <w:lang w:bidi="ar-IQ"/>
              </w:rPr>
            </w:pPr>
            <w:r w:rsidRPr="00E34681">
              <w:rPr>
                <w:rFonts w:hint="cs"/>
                <w:rtl/>
                <w:lang w:bidi="ar-IQ"/>
              </w:rPr>
              <w:t>الشعر</w:t>
            </w:r>
            <w:r>
              <w:rPr>
                <w:rFonts w:hint="cs"/>
                <w:rtl/>
                <w:lang w:bidi="ar-IQ"/>
              </w:rPr>
              <w:t xml:space="preserve"> و</w:t>
            </w:r>
            <w:r w:rsidRPr="00E34681">
              <w:rPr>
                <w:rFonts w:hint="cs"/>
                <w:rtl/>
                <w:lang w:bidi="ar-IQ"/>
              </w:rPr>
              <w:t>الشعراء في حياة الحسين</w:t>
            </w:r>
            <w:r>
              <w:rPr>
                <w:rFonts w:hint="cs"/>
                <w:rtl/>
                <w:lang w:bidi="ar-IQ"/>
              </w:rPr>
              <w:t xml:space="preserve"> : </w:t>
            </w:r>
            <w:r w:rsidRPr="00E34681">
              <w:rPr>
                <w:rFonts w:hint="cs"/>
                <w:rtl/>
                <w:lang w:bidi="ar-IQ"/>
              </w:rPr>
              <w:t>23</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E87AE8" w:rsidRDefault="00A87899" w:rsidP="00541E11">
            <w:pPr>
              <w:pStyle w:val="libVar0"/>
              <w:rPr>
                <w:rtl/>
              </w:rPr>
            </w:pPr>
            <w:r w:rsidRPr="00E87AE8">
              <w:rPr>
                <w:rFonts w:hint="cs"/>
                <w:rtl/>
              </w:rPr>
              <w:t>فاطمة الزهراء عليها السلام (أم الحسين)</w:t>
            </w:r>
            <w:r>
              <w:rPr>
                <w:rFonts w:hint="cs"/>
                <w:rtl/>
              </w:rPr>
              <w:t xml:space="preserve"> : </w:t>
            </w:r>
            <w:r w:rsidRPr="00E87AE8">
              <w:rPr>
                <w:rFonts w:hint="cs"/>
                <w:rtl/>
              </w:rPr>
              <w:t>1</w:t>
            </w:r>
          </w:p>
        </w:tc>
      </w:tr>
      <w:tr w:rsidR="00A87899" w:rsidTr="005C730B">
        <w:tc>
          <w:tcPr>
            <w:tcW w:w="3513" w:type="dxa"/>
            <w:shd w:val="clear" w:color="auto" w:fill="auto"/>
          </w:tcPr>
          <w:p w:rsidR="00A87899" w:rsidRPr="00E34681" w:rsidRDefault="00A87899" w:rsidP="00541E11">
            <w:pPr>
              <w:pStyle w:val="libVar0"/>
              <w:rPr>
                <w:rtl/>
                <w:lang w:bidi="ar-IQ"/>
              </w:rPr>
            </w:pPr>
            <w:r w:rsidRPr="00E34681">
              <w:rPr>
                <w:rFonts w:hint="cs"/>
                <w:rtl/>
                <w:lang w:bidi="ar-IQ"/>
              </w:rPr>
              <w:t>شهادة الحسين</w:t>
            </w:r>
            <w:r>
              <w:rPr>
                <w:rFonts w:hint="cs"/>
                <w:rtl/>
                <w:lang w:bidi="ar-IQ"/>
              </w:rPr>
              <w:t xml:space="preserve"> : </w:t>
            </w:r>
            <w:r w:rsidRPr="00E34681">
              <w:rPr>
                <w:rFonts w:hint="cs"/>
                <w:rtl/>
                <w:lang w:bidi="ar-IQ"/>
              </w:rPr>
              <w:t>2</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E87AE8" w:rsidRDefault="00A87899" w:rsidP="00541E11">
            <w:pPr>
              <w:pStyle w:val="libVar0"/>
              <w:rPr>
                <w:rtl/>
              </w:rPr>
            </w:pPr>
            <w:r w:rsidRPr="00E87AE8">
              <w:rPr>
                <w:rFonts w:hint="cs"/>
                <w:rtl/>
              </w:rPr>
              <w:t>فدك</w:t>
            </w:r>
            <w:r>
              <w:rPr>
                <w:rFonts w:hint="cs"/>
                <w:rtl/>
              </w:rPr>
              <w:t xml:space="preserve"> : </w:t>
            </w:r>
            <w:r w:rsidRPr="00E87AE8">
              <w:rPr>
                <w:rFonts w:hint="cs"/>
                <w:rtl/>
              </w:rPr>
              <w:t>14</w:t>
            </w:r>
          </w:p>
        </w:tc>
      </w:tr>
      <w:tr w:rsidR="00A87899" w:rsidTr="005C730B">
        <w:tc>
          <w:tcPr>
            <w:tcW w:w="3513" w:type="dxa"/>
            <w:shd w:val="clear" w:color="auto" w:fill="auto"/>
          </w:tcPr>
          <w:p w:rsidR="00A87899" w:rsidRPr="00E34681" w:rsidRDefault="00A87899" w:rsidP="00541E11">
            <w:pPr>
              <w:pStyle w:val="libVar0"/>
              <w:rPr>
                <w:rtl/>
                <w:lang w:bidi="ar-IQ"/>
              </w:rPr>
            </w:pPr>
            <w:r w:rsidRPr="00E34681">
              <w:rPr>
                <w:rFonts w:hint="cs"/>
                <w:rtl/>
                <w:lang w:bidi="ar-IQ"/>
              </w:rPr>
              <w:t>صفين (وقعة)</w:t>
            </w:r>
            <w:r>
              <w:rPr>
                <w:rFonts w:hint="cs"/>
                <w:rtl/>
                <w:lang w:bidi="ar-IQ"/>
              </w:rPr>
              <w:t xml:space="preserve"> : </w:t>
            </w:r>
            <w:r w:rsidRPr="00E34681">
              <w:rPr>
                <w:rFonts w:hint="cs"/>
                <w:rtl/>
                <w:lang w:bidi="ar-IQ"/>
              </w:rPr>
              <w:t>14</w:t>
            </w:r>
            <w:r>
              <w:rPr>
                <w:rFonts w:hint="cs"/>
                <w:rtl/>
                <w:lang w:bidi="ar-IQ"/>
              </w:rPr>
              <w:t xml:space="preserve"> ، </w:t>
            </w:r>
            <w:r w:rsidRPr="00E34681">
              <w:rPr>
                <w:rFonts w:hint="cs"/>
                <w:rtl/>
                <w:lang w:bidi="ar-IQ"/>
              </w:rPr>
              <w:t>18</w:t>
            </w:r>
            <w:r>
              <w:rPr>
                <w:rFonts w:hint="cs"/>
                <w:rtl/>
                <w:lang w:bidi="ar-IQ"/>
              </w:rPr>
              <w:t xml:space="preserve"> ، </w:t>
            </w:r>
            <w:r w:rsidRPr="00E34681">
              <w:rPr>
                <w:rFonts w:hint="cs"/>
                <w:rtl/>
                <w:lang w:bidi="ar-IQ"/>
              </w:rPr>
              <w:t>28</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E87AE8" w:rsidRDefault="00A87899" w:rsidP="00541E11">
            <w:pPr>
              <w:pStyle w:val="libVar0"/>
              <w:rPr>
                <w:rtl/>
              </w:rPr>
            </w:pPr>
            <w:r w:rsidRPr="00E87AE8">
              <w:rPr>
                <w:rFonts w:hint="cs"/>
                <w:rtl/>
              </w:rPr>
              <w:t>قثم بن العباس (رضيع الحسين)</w:t>
            </w:r>
            <w:r>
              <w:rPr>
                <w:rFonts w:hint="cs"/>
                <w:rtl/>
              </w:rPr>
              <w:t xml:space="preserve"> : </w:t>
            </w:r>
            <w:r w:rsidRPr="00E87AE8">
              <w:rPr>
                <w:rFonts w:hint="cs"/>
                <w:rtl/>
              </w:rPr>
              <w:t>7</w:t>
            </w:r>
          </w:p>
        </w:tc>
      </w:tr>
      <w:tr w:rsidR="00A87899" w:rsidTr="005C730B">
        <w:tc>
          <w:tcPr>
            <w:tcW w:w="3513" w:type="dxa"/>
            <w:shd w:val="clear" w:color="auto" w:fill="auto"/>
          </w:tcPr>
          <w:p w:rsidR="00A87899" w:rsidRPr="00E34681" w:rsidRDefault="00A87899" w:rsidP="00541E11">
            <w:pPr>
              <w:pStyle w:val="libVar0"/>
              <w:rPr>
                <w:rtl/>
                <w:lang w:bidi="ar-IQ"/>
              </w:rPr>
            </w:pPr>
            <w:r w:rsidRPr="00E34681">
              <w:rPr>
                <w:rFonts w:hint="cs"/>
                <w:rtl/>
                <w:lang w:bidi="ar-IQ"/>
              </w:rPr>
              <w:t>ضياع بعد النبي</w:t>
            </w:r>
            <w:r>
              <w:rPr>
                <w:rFonts w:hint="cs"/>
                <w:rtl/>
                <w:lang w:bidi="ar-IQ"/>
              </w:rPr>
              <w:t xml:space="preserve"> : </w:t>
            </w:r>
            <w:r w:rsidRPr="00E34681">
              <w:rPr>
                <w:rFonts w:hint="cs"/>
                <w:rtl/>
                <w:lang w:bidi="ar-IQ"/>
              </w:rPr>
              <w:t>16</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E87AE8" w:rsidRDefault="00A87899" w:rsidP="00541E11">
            <w:pPr>
              <w:pStyle w:val="libVar0"/>
              <w:rPr>
                <w:rtl/>
              </w:rPr>
            </w:pPr>
            <w:r w:rsidRPr="00E87AE8">
              <w:rPr>
                <w:rFonts w:hint="cs"/>
                <w:rtl/>
              </w:rPr>
              <w:t>القوة الغيبية (للحسين عليه السلام)</w:t>
            </w:r>
            <w:r>
              <w:rPr>
                <w:rFonts w:hint="cs"/>
                <w:rtl/>
              </w:rPr>
              <w:t xml:space="preserve"> : </w:t>
            </w:r>
            <w:r w:rsidRPr="00E87AE8">
              <w:rPr>
                <w:rFonts w:hint="cs"/>
                <w:rtl/>
              </w:rPr>
              <w:t>6</w:t>
            </w:r>
          </w:p>
        </w:tc>
      </w:tr>
      <w:tr w:rsidR="00A87899" w:rsidTr="005C730B">
        <w:tc>
          <w:tcPr>
            <w:tcW w:w="3513" w:type="dxa"/>
            <w:shd w:val="clear" w:color="auto" w:fill="auto"/>
          </w:tcPr>
          <w:p w:rsidR="00A87899" w:rsidRPr="00E34681" w:rsidRDefault="00A87899" w:rsidP="00541E11">
            <w:pPr>
              <w:pStyle w:val="libVar0"/>
              <w:rPr>
                <w:rtl/>
                <w:lang w:bidi="ar-IQ"/>
              </w:rPr>
            </w:pPr>
            <w:r w:rsidRPr="00E34681">
              <w:rPr>
                <w:rFonts w:hint="cs"/>
                <w:rtl/>
                <w:lang w:bidi="ar-IQ"/>
              </w:rPr>
              <w:t>الطف (بالعراق)</w:t>
            </w:r>
            <w:r>
              <w:rPr>
                <w:rFonts w:hint="cs"/>
                <w:rtl/>
                <w:lang w:bidi="ar-IQ"/>
              </w:rPr>
              <w:t xml:space="preserve"> : </w:t>
            </w:r>
            <w:r w:rsidRPr="00E34681">
              <w:rPr>
                <w:rFonts w:hint="cs"/>
                <w:rtl/>
                <w:lang w:bidi="ar-IQ"/>
              </w:rPr>
              <w:t>28</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E87AE8" w:rsidRDefault="00A87899" w:rsidP="00541E11">
            <w:pPr>
              <w:pStyle w:val="libVar0"/>
              <w:rPr>
                <w:rtl/>
              </w:rPr>
            </w:pPr>
            <w:r w:rsidRPr="00E87AE8">
              <w:rPr>
                <w:rFonts w:hint="cs"/>
                <w:rtl/>
              </w:rPr>
              <w:t>كعب الاحبا اليهودي</w:t>
            </w:r>
            <w:r>
              <w:rPr>
                <w:rFonts w:hint="cs"/>
                <w:rtl/>
              </w:rPr>
              <w:t xml:space="preserve"> : </w:t>
            </w:r>
            <w:r w:rsidRPr="00E87AE8">
              <w:rPr>
                <w:rFonts w:hint="cs"/>
                <w:rtl/>
              </w:rPr>
              <w:t>28</w:t>
            </w:r>
          </w:p>
        </w:tc>
      </w:tr>
      <w:tr w:rsidR="00A87899" w:rsidTr="005C730B">
        <w:tc>
          <w:tcPr>
            <w:tcW w:w="3513" w:type="dxa"/>
            <w:shd w:val="clear" w:color="auto" w:fill="auto"/>
          </w:tcPr>
          <w:p w:rsidR="00A87899" w:rsidRPr="00E34681" w:rsidRDefault="00A87899" w:rsidP="00541E11">
            <w:pPr>
              <w:pStyle w:val="libVar0"/>
              <w:rPr>
                <w:rtl/>
                <w:lang w:bidi="ar-IQ"/>
              </w:rPr>
            </w:pPr>
            <w:r w:rsidRPr="00E34681">
              <w:rPr>
                <w:rFonts w:hint="cs"/>
                <w:rtl/>
                <w:lang w:bidi="ar-IQ"/>
              </w:rPr>
              <w:t>الطهارة الالهية</w:t>
            </w:r>
            <w:r>
              <w:rPr>
                <w:rFonts w:hint="cs"/>
                <w:rtl/>
                <w:lang w:bidi="ar-IQ"/>
              </w:rPr>
              <w:t xml:space="preserve"> : </w:t>
            </w:r>
            <w:r w:rsidRPr="00E34681">
              <w:rPr>
                <w:rFonts w:hint="cs"/>
                <w:rtl/>
                <w:lang w:bidi="ar-IQ"/>
              </w:rPr>
              <w:t>5</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E87AE8" w:rsidRDefault="00A87899" w:rsidP="00541E11">
            <w:pPr>
              <w:pStyle w:val="libVar0"/>
              <w:rPr>
                <w:rtl/>
              </w:rPr>
            </w:pPr>
            <w:r w:rsidRPr="00E87AE8">
              <w:rPr>
                <w:rFonts w:hint="cs"/>
                <w:rtl/>
              </w:rPr>
              <w:t>كربلا</w:t>
            </w:r>
            <w:r>
              <w:rPr>
                <w:rFonts w:hint="cs"/>
                <w:rtl/>
              </w:rPr>
              <w:t xml:space="preserve"> </w:t>
            </w:r>
            <w:r w:rsidRPr="00E87AE8">
              <w:rPr>
                <w:rFonts w:hint="cs"/>
                <w:rtl/>
              </w:rPr>
              <w:t>(مشهد الحسين عليه السلام)</w:t>
            </w:r>
            <w:r>
              <w:rPr>
                <w:rFonts w:hint="cs"/>
                <w:rtl/>
              </w:rPr>
              <w:t xml:space="preserve"> : </w:t>
            </w:r>
            <w:r w:rsidRPr="00E87AE8">
              <w:rPr>
                <w:rFonts w:hint="cs"/>
                <w:rtl/>
              </w:rPr>
              <w:t>25</w:t>
            </w:r>
            <w:r>
              <w:rPr>
                <w:rFonts w:hint="cs"/>
                <w:rtl/>
              </w:rPr>
              <w:t xml:space="preserve"> ، </w:t>
            </w:r>
            <w:r w:rsidRPr="00E87AE8">
              <w:rPr>
                <w:rFonts w:hint="cs"/>
                <w:rtl/>
              </w:rPr>
              <w:t>28</w:t>
            </w:r>
            <w:r>
              <w:rPr>
                <w:rFonts w:hint="cs"/>
                <w:rtl/>
              </w:rPr>
              <w:t xml:space="preserve"> ، </w:t>
            </w:r>
            <w:r w:rsidRPr="00E87AE8">
              <w:rPr>
                <w:rFonts w:hint="cs"/>
                <w:rtl/>
              </w:rPr>
              <w:t>29</w:t>
            </w:r>
          </w:p>
        </w:tc>
      </w:tr>
      <w:tr w:rsidR="00A87899" w:rsidTr="005C730B">
        <w:tc>
          <w:tcPr>
            <w:tcW w:w="3513" w:type="dxa"/>
            <w:shd w:val="clear" w:color="auto" w:fill="auto"/>
          </w:tcPr>
          <w:p w:rsidR="00A87899" w:rsidRPr="00E34681" w:rsidRDefault="00A87899" w:rsidP="00541E11">
            <w:pPr>
              <w:pStyle w:val="libVar0"/>
              <w:rPr>
                <w:rtl/>
                <w:lang w:bidi="ar-IQ"/>
              </w:rPr>
            </w:pPr>
            <w:r w:rsidRPr="00E34681">
              <w:rPr>
                <w:rFonts w:hint="cs"/>
                <w:rtl/>
                <w:lang w:bidi="ar-IQ"/>
              </w:rPr>
              <w:t>عايشة</w:t>
            </w:r>
            <w:r>
              <w:rPr>
                <w:rFonts w:hint="cs"/>
                <w:rtl/>
                <w:lang w:bidi="ar-IQ"/>
              </w:rPr>
              <w:t xml:space="preserve"> : </w:t>
            </w:r>
            <w:r w:rsidRPr="00E34681">
              <w:rPr>
                <w:rFonts w:hint="cs"/>
                <w:rtl/>
                <w:lang w:bidi="ar-IQ"/>
              </w:rPr>
              <w:t>28</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E87AE8" w:rsidRDefault="00A87899" w:rsidP="00541E11">
            <w:pPr>
              <w:pStyle w:val="libVar0"/>
              <w:rPr>
                <w:rtl/>
              </w:rPr>
            </w:pPr>
            <w:r w:rsidRPr="00E87AE8">
              <w:rPr>
                <w:rFonts w:hint="cs"/>
                <w:rtl/>
              </w:rPr>
              <w:t>الماء والعطش في كربلاء 12</w:t>
            </w:r>
            <w:r>
              <w:rPr>
                <w:rFonts w:hint="cs"/>
                <w:rtl/>
              </w:rPr>
              <w:t xml:space="preserve"> ، </w:t>
            </w:r>
            <w:r w:rsidRPr="00E87AE8">
              <w:rPr>
                <w:rFonts w:hint="cs"/>
                <w:rtl/>
              </w:rPr>
              <w:t>21</w:t>
            </w:r>
            <w:r>
              <w:rPr>
                <w:rFonts w:hint="cs"/>
                <w:rtl/>
              </w:rPr>
              <w:t xml:space="preserve"> ، </w:t>
            </w:r>
            <w:r w:rsidRPr="00E87AE8">
              <w:rPr>
                <w:rFonts w:hint="cs"/>
                <w:rtl/>
              </w:rPr>
              <w:t>28</w:t>
            </w:r>
          </w:p>
        </w:tc>
      </w:tr>
      <w:tr w:rsidR="00A87899" w:rsidTr="005C730B">
        <w:tc>
          <w:tcPr>
            <w:tcW w:w="3513" w:type="dxa"/>
            <w:shd w:val="clear" w:color="auto" w:fill="auto"/>
          </w:tcPr>
          <w:p w:rsidR="00A87899" w:rsidRPr="00E34681" w:rsidRDefault="00A87899" w:rsidP="00541E11">
            <w:pPr>
              <w:pStyle w:val="libVar0"/>
              <w:rPr>
                <w:rtl/>
                <w:lang w:bidi="ar-IQ"/>
              </w:rPr>
            </w:pPr>
            <w:r w:rsidRPr="00E34681">
              <w:rPr>
                <w:rFonts w:hint="cs"/>
                <w:rtl/>
                <w:lang w:bidi="ar-IQ"/>
              </w:rPr>
              <w:t>عبدالله بن جعفر</w:t>
            </w:r>
            <w:r>
              <w:rPr>
                <w:rFonts w:hint="cs"/>
                <w:rtl/>
                <w:lang w:bidi="ar-IQ"/>
              </w:rPr>
              <w:t xml:space="preserve"> : </w:t>
            </w:r>
            <w:r w:rsidRPr="00E34681">
              <w:rPr>
                <w:rFonts w:hint="cs"/>
                <w:rtl/>
                <w:lang w:bidi="ar-IQ"/>
              </w:rPr>
              <w:t>18</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E87AE8" w:rsidRDefault="00A87899" w:rsidP="00541E11">
            <w:pPr>
              <w:pStyle w:val="libVar0"/>
              <w:rPr>
                <w:rtl/>
              </w:rPr>
            </w:pPr>
            <w:r w:rsidRPr="00E87AE8">
              <w:rPr>
                <w:rFonts w:hint="cs"/>
                <w:rtl/>
              </w:rPr>
              <w:t>المباهلة أيتها وحديثها</w:t>
            </w:r>
            <w:r>
              <w:rPr>
                <w:rFonts w:hint="cs"/>
                <w:rtl/>
              </w:rPr>
              <w:t xml:space="preserve"> : </w:t>
            </w:r>
            <w:r w:rsidRPr="00E87AE8">
              <w:rPr>
                <w:rFonts w:hint="cs"/>
                <w:rtl/>
              </w:rPr>
              <w:t>5</w:t>
            </w:r>
            <w:r>
              <w:rPr>
                <w:rFonts w:hint="cs"/>
                <w:rtl/>
              </w:rPr>
              <w:t xml:space="preserve"> ، </w:t>
            </w:r>
            <w:r w:rsidRPr="00E87AE8">
              <w:rPr>
                <w:rFonts w:hint="cs"/>
                <w:rtl/>
              </w:rPr>
              <w:t>11</w:t>
            </w:r>
          </w:p>
        </w:tc>
      </w:tr>
      <w:tr w:rsidR="00A87899" w:rsidTr="005C730B">
        <w:tc>
          <w:tcPr>
            <w:tcW w:w="3513" w:type="dxa"/>
            <w:shd w:val="clear" w:color="auto" w:fill="auto"/>
          </w:tcPr>
          <w:p w:rsidR="00A87899" w:rsidRPr="00E34681" w:rsidRDefault="00A87899" w:rsidP="00541E11">
            <w:pPr>
              <w:pStyle w:val="libVar0"/>
              <w:rPr>
                <w:rtl/>
                <w:lang w:bidi="ar-IQ"/>
              </w:rPr>
            </w:pPr>
            <w:r w:rsidRPr="00E34681">
              <w:rPr>
                <w:rFonts w:hint="cs"/>
                <w:rtl/>
                <w:lang w:bidi="ar-IQ"/>
              </w:rPr>
              <w:t>عبدالله بن الزبير</w:t>
            </w:r>
            <w:r>
              <w:rPr>
                <w:rFonts w:hint="cs"/>
                <w:rtl/>
                <w:lang w:bidi="ar-IQ"/>
              </w:rPr>
              <w:t xml:space="preserve"> : </w:t>
            </w:r>
            <w:r w:rsidRPr="00E34681">
              <w:rPr>
                <w:rFonts w:hint="cs"/>
                <w:rtl/>
                <w:lang w:bidi="ar-IQ"/>
              </w:rPr>
              <w:t>27</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E87AE8" w:rsidRDefault="00A87899" w:rsidP="00541E11">
            <w:pPr>
              <w:pStyle w:val="libVar0"/>
              <w:rPr>
                <w:rtl/>
              </w:rPr>
            </w:pPr>
            <w:r w:rsidRPr="00E87AE8">
              <w:rPr>
                <w:rFonts w:hint="cs"/>
                <w:rtl/>
              </w:rPr>
              <w:t>المجتمع الاسلامي</w:t>
            </w:r>
            <w:r>
              <w:rPr>
                <w:rFonts w:hint="cs"/>
                <w:rtl/>
              </w:rPr>
              <w:t xml:space="preserve"> : </w:t>
            </w:r>
            <w:r w:rsidRPr="00E87AE8">
              <w:rPr>
                <w:rFonts w:hint="cs"/>
                <w:rtl/>
              </w:rPr>
              <w:t>24</w:t>
            </w:r>
          </w:p>
        </w:tc>
      </w:tr>
      <w:tr w:rsidR="00A87899" w:rsidTr="005C730B">
        <w:tc>
          <w:tcPr>
            <w:tcW w:w="3513" w:type="dxa"/>
            <w:shd w:val="clear" w:color="auto" w:fill="auto"/>
          </w:tcPr>
          <w:p w:rsidR="00A87899" w:rsidRPr="00E34681" w:rsidRDefault="00A87899" w:rsidP="00541E11">
            <w:pPr>
              <w:pStyle w:val="libVar0"/>
              <w:rPr>
                <w:rtl/>
                <w:lang w:bidi="ar-IQ"/>
              </w:rPr>
            </w:pPr>
            <w:r w:rsidRPr="00E34681">
              <w:rPr>
                <w:rFonts w:hint="cs"/>
                <w:rtl/>
                <w:lang w:bidi="ar-IQ"/>
              </w:rPr>
              <w:t>عبدالله بن العباس (ابن عباس)</w:t>
            </w:r>
            <w:r>
              <w:rPr>
                <w:rFonts w:hint="cs"/>
                <w:rtl/>
                <w:lang w:bidi="ar-IQ"/>
              </w:rPr>
              <w:t xml:space="preserve"> : </w:t>
            </w:r>
            <w:r w:rsidRPr="00E34681">
              <w:rPr>
                <w:rFonts w:hint="cs"/>
                <w:rtl/>
                <w:lang w:bidi="ar-IQ"/>
              </w:rPr>
              <w:t>18</w:t>
            </w:r>
            <w:r>
              <w:rPr>
                <w:rFonts w:hint="cs"/>
                <w:rtl/>
                <w:lang w:bidi="ar-IQ"/>
              </w:rPr>
              <w:t xml:space="preserve"> ، </w:t>
            </w:r>
            <w:r w:rsidRPr="00E34681">
              <w:rPr>
                <w:rFonts w:hint="cs"/>
                <w:rtl/>
                <w:lang w:bidi="ar-IQ"/>
              </w:rPr>
              <w:t>27</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E87AE8" w:rsidRDefault="00A87899" w:rsidP="00541E11">
            <w:pPr>
              <w:pStyle w:val="libVar0"/>
              <w:rPr>
                <w:rtl/>
              </w:rPr>
            </w:pPr>
            <w:r w:rsidRPr="00E87AE8">
              <w:rPr>
                <w:rFonts w:hint="cs"/>
                <w:rtl/>
              </w:rPr>
              <w:t>محمد بن أبي بكر</w:t>
            </w:r>
            <w:r>
              <w:rPr>
                <w:rFonts w:hint="cs"/>
                <w:rtl/>
              </w:rPr>
              <w:t xml:space="preserve"> : </w:t>
            </w:r>
            <w:r w:rsidRPr="00E87AE8">
              <w:rPr>
                <w:rFonts w:hint="cs"/>
                <w:rtl/>
              </w:rPr>
              <w:t>18</w:t>
            </w:r>
          </w:p>
        </w:tc>
      </w:tr>
      <w:tr w:rsidR="00A87899" w:rsidTr="005C730B">
        <w:tc>
          <w:tcPr>
            <w:tcW w:w="3513" w:type="dxa"/>
            <w:shd w:val="clear" w:color="auto" w:fill="auto"/>
          </w:tcPr>
          <w:p w:rsidR="00A87899" w:rsidRPr="00E34681" w:rsidRDefault="00A87899" w:rsidP="00541E11">
            <w:pPr>
              <w:pStyle w:val="libVar0"/>
              <w:rPr>
                <w:rtl/>
                <w:lang w:bidi="ar-IQ"/>
              </w:rPr>
            </w:pPr>
            <w:r w:rsidRPr="00E34681">
              <w:rPr>
                <w:rFonts w:hint="cs"/>
                <w:rtl/>
                <w:lang w:bidi="ar-IQ"/>
              </w:rPr>
              <w:t>عبدالله بن عمر</w:t>
            </w:r>
            <w:r>
              <w:rPr>
                <w:rFonts w:hint="cs"/>
                <w:rtl/>
                <w:lang w:bidi="ar-IQ"/>
              </w:rPr>
              <w:t xml:space="preserve"> : </w:t>
            </w:r>
            <w:r w:rsidRPr="00E34681">
              <w:rPr>
                <w:rFonts w:hint="cs"/>
                <w:rtl/>
                <w:lang w:bidi="ar-IQ"/>
              </w:rPr>
              <w:t>27</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E87AE8" w:rsidRDefault="00A87899" w:rsidP="00541E11">
            <w:pPr>
              <w:pStyle w:val="libVar0"/>
              <w:rPr>
                <w:rtl/>
              </w:rPr>
            </w:pPr>
            <w:r w:rsidRPr="00E87AE8">
              <w:rPr>
                <w:rFonts w:hint="cs"/>
                <w:rtl/>
              </w:rPr>
              <w:t>محمد بن الحنفية</w:t>
            </w:r>
            <w:r>
              <w:rPr>
                <w:rFonts w:hint="cs"/>
                <w:rtl/>
              </w:rPr>
              <w:t xml:space="preserve"> : </w:t>
            </w:r>
            <w:r w:rsidRPr="00E87AE8">
              <w:rPr>
                <w:rFonts w:hint="cs"/>
                <w:rtl/>
              </w:rPr>
              <w:t>18</w:t>
            </w:r>
          </w:p>
        </w:tc>
      </w:tr>
    </w:tbl>
    <w:p w:rsidR="009C2788" w:rsidRDefault="009C2788">
      <w:r>
        <w:br w:type="page"/>
      </w:r>
    </w:p>
    <w:tbl>
      <w:tblPr>
        <w:bidiVisual/>
        <w:tblW w:w="0" w:type="auto"/>
        <w:tblLook w:val="04A0"/>
      </w:tblPr>
      <w:tblGrid>
        <w:gridCol w:w="3513"/>
        <w:gridCol w:w="236"/>
        <w:gridCol w:w="3838"/>
      </w:tblGrid>
      <w:tr w:rsidR="00A87899" w:rsidTr="005C730B">
        <w:tc>
          <w:tcPr>
            <w:tcW w:w="3513" w:type="dxa"/>
            <w:shd w:val="clear" w:color="auto" w:fill="auto"/>
          </w:tcPr>
          <w:p w:rsidR="00A87899" w:rsidRPr="00E34681" w:rsidRDefault="00A87899" w:rsidP="00541E11">
            <w:pPr>
              <w:pStyle w:val="libVar0"/>
              <w:rPr>
                <w:rtl/>
                <w:lang w:bidi="ar-IQ"/>
              </w:rPr>
            </w:pPr>
            <w:r w:rsidRPr="00E34681">
              <w:rPr>
                <w:rFonts w:hint="cs"/>
                <w:rtl/>
                <w:lang w:bidi="ar-IQ"/>
              </w:rPr>
              <w:lastRenderedPageBreak/>
              <w:t>عبدالله بن عمرو بن العاص</w:t>
            </w:r>
            <w:r>
              <w:rPr>
                <w:rFonts w:hint="cs"/>
                <w:rtl/>
                <w:lang w:bidi="ar-IQ"/>
              </w:rPr>
              <w:t xml:space="preserve"> : </w:t>
            </w:r>
            <w:r w:rsidRPr="00E34681">
              <w:rPr>
                <w:rFonts w:hint="cs"/>
                <w:rtl/>
                <w:lang w:bidi="ar-IQ"/>
              </w:rPr>
              <w:t>27</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Default="00A87899" w:rsidP="00541E11">
            <w:pPr>
              <w:pStyle w:val="libVar0"/>
            </w:pPr>
            <w:r w:rsidRPr="00E87AE8">
              <w:rPr>
                <w:rFonts w:hint="cs"/>
                <w:rtl/>
              </w:rPr>
              <w:t>المدينة المنورة (مولد الحسين عليه السلام)</w:t>
            </w:r>
          </w:p>
        </w:tc>
      </w:tr>
      <w:tr w:rsidR="00A87899" w:rsidTr="005C730B">
        <w:tc>
          <w:tcPr>
            <w:tcW w:w="3513" w:type="dxa"/>
            <w:shd w:val="clear" w:color="auto" w:fill="auto"/>
          </w:tcPr>
          <w:p w:rsidR="00A87899" w:rsidRPr="00E34681" w:rsidRDefault="00A87899" w:rsidP="00541E11">
            <w:pPr>
              <w:pStyle w:val="libVar0"/>
              <w:rPr>
                <w:rtl/>
                <w:lang w:bidi="ar-IQ"/>
              </w:rPr>
            </w:pPr>
            <w:r w:rsidRPr="00E34681">
              <w:rPr>
                <w:rFonts w:hint="cs"/>
                <w:rtl/>
                <w:lang w:bidi="ar-IQ"/>
              </w:rPr>
              <w:t>عبدالله بن يقطر (رضيع الحسين)</w:t>
            </w:r>
            <w:r>
              <w:rPr>
                <w:rFonts w:hint="cs"/>
                <w:rtl/>
                <w:lang w:bidi="ar-IQ"/>
              </w:rPr>
              <w:t xml:space="preserve"> : </w:t>
            </w:r>
            <w:r w:rsidRPr="00E34681">
              <w:rPr>
                <w:rFonts w:hint="cs"/>
                <w:rtl/>
                <w:lang w:bidi="ar-IQ"/>
              </w:rPr>
              <w:t>27</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E87AE8" w:rsidRDefault="00A87899" w:rsidP="005C730B">
            <w:pPr>
              <w:rPr>
                <w:rtl/>
              </w:rPr>
            </w:pPr>
          </w:p>
        </w:tc>
      </w:tr>
      <w:tr w:rsidR="00A87899" w:rsidTr="005C730B">
        <w:tc>
          <w:tcPr>
            <w:tcW w:w="3513" w:type="dxa"/>
            <w:shd w:val="clear" w:color="auto" w:fill="auto"/>
          </w:tcPr>
          <w:p w:rsidR="00A87899" w:rsidRPr="00E34681" w:rsidRDefault="00A87899" w:rsidP="00541E11">
            <w:pPr>
              <w:pStyle w:val="libVar0"/>
              <w:rPr>
                <w:rtl/>
                <w:lang w:bidi="ar-IQ"/>
              </w:rPr>
            </w:pPr>
            <w:r w:rsidRPr="00E34681">
              <w:rPr>
                <w:rFonts w:hint="cs"/>
                <w:rtl/>
                <w:lang w:bidi="ar-IQ"/>
              </w:rPr>
              <w:t>العرب</w:t>
            </w:r>
            <w:r>
              <w:rPr>
                <w:rFonts w:hint="cs"/>
                <w:rtl/>
                <w:lang w:bidi="ar-IQ"/>
              </w:rPr>
              <w:t xml:space="preserve"> : </w:t>
            </w:r>
            <w:r w:rsidRPr="00E34681">
              <w:rPr>
                <w:rFonts w:hint="cs"/>
                <w:rtl/>
                <w:lang w:bidi="ar-IQ"/>
              </w:rPr>
              <w:t>30</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E87AE8" w:rsidRDefault="00A87899" w:rsidP="005C730B">
            <w:pPr>
              <w:rPr>
                <w:rtl/>
              </w:rPr>
            </w:pPr>
          </w:p>
        </w:tc>
      </w:tr>
      <w:tr w:rsidR="00A87899" w:rsidTr="005C730B">
        <w:tc>
          <w:tcPr>
            <w:tcW w:w="3513" w:type="dxa"/>
            <w:shd w:val="clear" w:color="auto" w:fill="auto"/>
          </w:tcPr>
          <w:p w:rsidR="00A87899" w:rsidRPr="00E34681" w:rsidRDefault="00A87899" w:rsidP="00541E11">
            <w:pPr>
              <w:pStyle w:val="libVar0"/>
              <w:rPr>
                <w:rtl/>
                <w:lang w:bidi="ar-IQ"/>
              </w:rPr>
            </w:pPr>
            <w:r w:rsidRPr="00E34681">
              <w:rPr>
                <w:rFonts w:hint="cs"/>
                <w:rtl/>
                <w:lang w:bidi="ar-IQ"/>
              </w:rPr>
              <w:t>العريان (الحسين)</w:t>
            </w:r>
            <w:r>
              <w:rPr>
                <w:rFonts w:hint="cs"/>
                <w:rtl/>
                <w:lang w:bidi="ar-IQ"/>
              </w:rPr>
              <w:t xml:space="preserve"> : </w:t>
            </w:r>
            <w:r w:rsidRPr="00E34681">
              <w:rPr>
                <w:rFonts w:hint="cs"/>
                <w:rtl/>
                <w:lang w:bidi="ar-IQ"/>
              </w:rPr>
              <w:t>30</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E87AE8" w:rsidRDefault="00A87899" w:rsidP="005C730B">
            <w:pPr>
              <w:rPr>
                <w:rtl/>
              </w:rPr>
            </w:pPr>
          </w:p>
        </w:tc>
      </w:tr>
      <w:tr w:rsidR="00A87899" w:rsidTr="005C730B">
        <w:tc>
          <w:tcPr>
            <w:tcW w:w="3513" w:type="dxa"/>
            <w:shd w:val="clear" w:color="auto" w:fill="auto"/>
          </w:tcPr>
          <w:p w:rsidR="00A87899" w:rsidRDefault="00A87899" w:rsidP="00541E11">
            <w:pPr>
              <w:pStyle w:val="libVar0"/>
            </w:pPr>
            <w:r w:rsidRPr="00E34681">
              <w:rPr>
                <w:rFonts w:hint="cs"/>
                <w:rtl/>
                <w:lang w:bidi="ar-IQ"/>
              </w:rPr>
              <w:t>عصمة الامة</w:t>
            </w:r>
            <w:r>
              <w:rPr>
                <w:rFonts w:hint="cs"/>
                <w:rtl/>
                <w:lang w:bidi="ar-IQ"/>
              </w:rPr>
              <w:t xml:space="preserve"> : </w:t>
            </w:r>
            <w:r w:rsidRPr="00E34681">
              <w:rPr>
                <w:rFonts w:hint="cs"/>
                <w:rtl/>
                <w:lang w:bidi="ar-IQ"/>
              </w:rPr>
              <w:t>30</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E87AE8" w:rsidRDefault="00A87899" w:rsidP="005C730B">
            <w:pPr>
              <w:rPr>
                <w:rtl/>
              </w:rPr>
            </w:pPr>
          </w:p>
        </w:tc>
      </w:tr>
    </w:tbl>
    <w:p w:rsidR="00A87899" w:rsidRDefault="00A87899" w:rsidP="00541E11">
      <w:pPr>
        <w:pStyle w:val="libNormal"/>
      </w:pPr>
      <w:r>
        <w:br w:type="page"/>
      </w:r>
    </w:p>
    <w:tbl>
      <w:tblPr>
        <w:bidiVisual/>
        <w:tblW w:w="0" w:type="auto"/>
        <w:tblLook w:val="04A0"/>
      </w:tblPr>
      <w:tblGrid>
        <w:gridCol w:w="3513"/>
        <w:gridCol w:w="236"/>
        <w:gridCol w:w="3838"/>
      </w:tblGrid>
      <w:tr w:rsidR="00A87899" w:rsidTr="005C730B">
        <w:tc>
          <w:tcPr>
            <w:tcW w:w="3513" w:type="dxa"/>
            <w:shd w:val="clear" w:color="auto" w:fill="auto"/>
          </w:tcPr>
          <w:p w:rsidR="00A87899" w:rsidRPr="00990494" w:rsidRDefault="00A87899" w:rsidP="00541E11">
            <w:pPr>
              <w:pStyle w:val="libVar0"/>
              <w:rPr>
                <w:szCs w:val="24"/>
                <w:rtl/>
              </w:rPr>
            </w:pPr>
            <w:r>
              <w:rPr>
                <w:rFonts w:hint="cs"/>
                <w:rtl/>
              </w:rPr>
              <w:lastRenderedPageBreak/>
              <w:t>2</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D16432" w:rsidRDefault="00A87899" w:rsidP="00541E11">
            <w:pPr>
              <w:pStyle w:val="libVar0"/>
              <w:rPr>
                <w:rtl/>
                <w:lang w:bidi="ar-IQ"/>
              </w:rPr>
            </w:pPr>
            <w:r w:rsidRPr="00D16432">
              <w:rPr>
                <w:rFonts w:hint="cs"/>
                <w:rtl/>
                <w:lang w:bidi="ar-IQ"/>
              </w:rPr>
              <w:t>الناصحون (للحسين بعدم الخروج)</w:t>
            </w:r>
            <w:r>
              <w:rPr>
                <w:rFonts w:hint="cs"/>
                <w:rtl/>
                <w:lang w:bidi="ar-IQ"/>
              </w:rPr>
              <w:t xml:space="preserve"> : </w:t>
            </w:r>
            <w:r w:rsidRPr="00D16432">
              <w:rPr>
                <w:rFonts w:hint="cs"/>
                <w:rtl/>
                <w:lang w:bidi="ar-IQ"/>
              </w:rPr>
              <w:t>27</w:t>
            </w:r>
          </w:p>
        </w:tc>
      </w:tr>
      <w:tr w:rsidR="00A87899" w:rsidTr="005C730B">
        <w:tc>
          <w:tcPr>
            <w:tcW w:w="3513" w:type="dxa"/>
            <w:shd w:val="clear" w:color="auto" w:fill="auto"/>
          </w:tcPr>
          <w:p w:rsidR="00A87899" w:rsidRPr="00906BD0" w:rsidRDefault="00A87899" w:rsidP="00541E11">
            <w:pPr>
              <w:pStyle w:val="libVar0"/>
              <w:rPr>
                <w:rtl/>
                <w:lang w:bidi="ar-IQ"/>
              </w:rPr>
            </w:pPr>
            <w:r w:rsidRPr="00906BD0">
              <w:rPr>
                <w:rFonts w:hint="cs"/>
                <w:rtl/>
                <w:lang w:bidi="ar-IQ"/>
              </w:rPr>
              <w:t>مسلم بن عقيل</w:t>
            </w:r>
            <w:r>
              <w:rPr>
                <w:rFonts w:hint="cs"/>
                <w:rtl/>
                <w:lang w:bidi="ar-IQ"/>
              </w:rPr>
              <w:t xml:space="preserve"> : </w:t>
            </w:r>
            <w:r w:rsidRPr="00906BD0">
              <w:rPr>
                <w:rFonts w:hint="cs"/>
                <w:rtl/>
                <w:lang w:bidi="ar-IQ"/>
              </w:rPr>
              <w:t>18</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D16432" w:rsidRDefault="00A87899" w:rsidP="00541E11">
            <w:pPr>
              <w:pStyle w:val="libVar0"/>
              <w:rPr>
                <w:rtl/>
                <w:lang w:bidi="ar-IQ"/>
              </w:rPr>
            </w:pPr>
            <w:r w:rsidRPr="00D16432">
              <w:rPr>
                <w:rFonts w:hint="cs"/>
                <w:rtl/>
                <w:lang w:bidi="ar-IQ"/>
              </w:rPr>
              <w:t>نضرة الأزدية (رواية)</w:t>
            </w:r>
            <w:r>
              <w:rPr>
                <w:rFonts w:hint="cs"/>
                <w:rtl/>
                <w:lang w:bidi="ar-IQ"/>
              </w:rPr>
              <w:t xml:space="preserve"> : </w:t>
            </w:r>
            <w:r w:rsidRPr="00D16432">
              <w:rPr>
                <w:rFonts w:hint="cs"/>
                <w:rtl/>
                <w:lang w:bidi="ar-IQ"/>
              </w:rPr>
              <w:t>23</w:t>
            </w:r>
          </w:p>
        </w:tc>
      </w:tr>
      <w:tr w:rsidR="00A87899" w:rsidTr="005C730B">
        <w:tc>
          <w:tcPr>
            <w:tcW w:w="3513" w:type="dxa"/>
            <w:shd w:val="clear" w:color="auto" w:fill="auto"/>
          </w:tcPr>
          <w:p w:rsidR="00A87899" w:rsidRPr="00906BD0" w:rsidRDefault="00A87899" w:rsidP="00541E11">
            <w:pPr>
              <w:pStyle w:val="libVar0"/>
              <w:rPr>
                <w:rtl/>
                <w:lang w:bidi="ar-IQ"/>
              </w:rPr>
            </w:pPr>
            <w:r w:rsidRPr="00906BD0">
              <w:rPr>
                <w:rFonts w:hint="cs"/>
                <w:rtl/>
                <w:lang w:bidi="ar-IQ"/>
              </w:rPr>
              <w:t>المسور بن مخرمة</w:t>
            </w:r>
            <w:r>
              <w:rPr>
                <w:rFonts w:hint="cs"/>
                <w:rtl/>
                <w:lang w:bidi="ar-IQ"/>
              </w:rPr>
              <w:t xml:space="preserve"> : </w:t>
            </w:r>
            <w:r w:rsidRPr="00906BD0">
              <w:rPr>
                <w:rFonts w:hint="cs"/>
                <w:rtl/>
                <w:lang w:bidi="ar-IQ"/>
              </w:rPr>
              <w:t>27</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D16432" w:rsidRDefault="00A87899" w:rsidP="00541E11">
            <w:pPr>
              <w:pStyle w:val="libVar0"/>
              <w:rPr>
                <w:rtl/>
                <w:lang w:bidi="ar-IQ"/>
              </w:rPr>
            </w:pPr>
            <w:r w:rsidRPr="00D16432">
              <w:rPr>
                <w:rFonts w:hint="cs"/>
                <w:rtl/>
                <w:lang w:bidi="ar-IQ"/>
              </w:rPr>
              <w:t>نهر كربلاء</w:t>
            </w:r>
            <w:r>
              <w:rPr>
                <w:rFonts w:hint="cs"/>
                <w:rtl/>
                <w:lang w:bidi="ar-IQ"/>
              </w:rPr>
              <w:t xml:space="preserve"> : </w:t>
            </w:r>
            <w:r w:rsidRPr="00D16432">
              <w:rPr>
                <w:rFonts w:hint="cs"/>
                <w:rtl/>
                <w:lang w:bidi="ar-IQ"/>
              </w:rPr>
              <w:t>2</w:t>
            </w:r>
          </w:p>
        </w:tc>
      </w:tr>
      <w:tr w:rsidR="00A87899" w:rsidTr="005C730B">
        <w:tc>
          <w:tcPr>
            <w:tcW w:w="3513" w:type="dxa"/>
            <w:shd w:val="clear" w:color="auto" w:fill="auto"/>
          </w:tcPr>
          <w:p w:rsidR="00A87899" w:rsidRPr="00906BD0" w:rsidRDefault="00A87899" w:rsidP="00541E11">
            <w:pPr>
              <w:pStyle w:val="libVar0"/>
              <w:rPr>
                <w:rtl/>
                <w:lang w:bidi="ar-IQ"/>
              </w:rPr>
            </w:pPr>
            <w:r w:rsidRPr="00906BD0">
              <w:rPr>
                <w:rFonts w:hint="cs"/>
                <w:rtl/>
                <w:lang w:bidi="ar-IQ"/>
              </w:rPr>
              <w:t>مشاهد علي عليه السلام</w:t>
            </w:r>
            <w:r>
              <w:rPr>
                <w:rFonts w:hint="cs"/>
                <w:rtl/>
                <w:lang w:bidi="ar-IQ"/>
              </w:rPr>
              <w:t xml:space="preserve"> : </w:t>
            </w:r>
            <w:r w:rsidRPr="00906BD0">
              <w:rPr>
                <w:rFonts w:hint="cs"/>
                <w:rtl/>
                <w:lang w:bidi="ar-IQ"/>
              </w:rPr>
              <w:t>18</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D16432" w:rsidRDefault="00A87899" w:rsidP="00541E11">
            <w:pPr>
              <w:pStyle w:val="libVar0"/>
              <w:rPr>
                <w:rtl/>
                <w:lang w:bidi="ar-IQ"/>
              </w:rPr>
            </w:pPr>
            <w:r w:rsidRPr="00D16432">
              <w:rPr>
                <w:rFonts w:hint="cs"/>
                <w:rtl/>
                <w:lang w:bidi="ar-IQ"/>
              </w:rPr>
              <w:t>النهروان (وقعة)</w:t>
            </w:r>
            <w:r>
              <w:rPr>
                <w:rFonts w:hint="cs"/>
                <w:rtl/>
                <w:lang w:bidi="ar-IQ"/>
              </w:rPr>
              <w:t xml:space="preserve"> : </w:t>
            </w:r>
            <w:r w:rsidRPr="00D16432">
              <w:rPr>
                <w:rFonts w:hint="cs"/>
                <w:rtl/>
                <w:lang w:bidi="ar-IQ"/>
              </w:rPr>
              <w:t>14</w:t>
            </w:r>
            <w:r>
              <w:rPr>
                <w:rFonts w:hint="cs"/>
                <w:rtl/>
                <w:lang w:bidi="ar-IQ"/>
              </w:rPr>
              <w:t xml:space="preserve"> ، </w:t>
            </w:r>
            <w:r w:rsidRPr="00D16432">
              <w:rPr>
                <w:rFonts w:hint="cs"/>
                <w:rtl/>
                <w:lang w:bidi="ar-IQ"/>
              </w:rPr>
              <w:t>18</w:t>
            </w:r>
          </w:p>
        </w:tc>
      </w:tr>
      <w:tr w:rsidR="00A87899" w:rsidTr="005C730B">
        <w:tc>
          <w:tcPr>
            <w:tcW w:w="3513" w:type="dxa"/>
            <w:shd w:val="clear" w:color="auto" w:fill="auto"/>
          </w:tcPr>
          <w:p w:rsidR="00A87899" w:rsidRPr="00906BD0" w:rsidRDefault="00A87899" w:rsidP="00541E11">
            <w:pPr>
              <w:pStyle w:val="libVar0"/>
              <w:rPr>
                <w:rtl/>
                <w:lang w:bidi="ar-IQ"/>
              </w:rPr>
            </w:pPr>
            <w:r w:rsidRPr="00906BD0">
              <w:rPr>
                <w:rFonts w:hint="cs"/>
                <w:rtl/>
                <w:lang w:bidi="ar-IQ"/>
              </w:rPr>
              <w:t>معاوية (أبو يزيد)</w:t>
            </w:r>
            <w:r>
              <w:rPr>
                <w:rFonts w:hint="cs"/>
                <w:rtl/>
                <w:lang w:bidi="ar-IQ"/>
              </w:rPr>
              <w:t xml:space="preserve"> : </w:t>
            </w:r>
            <w:r w:rsidRPr="00906BD0">
              <w:rPr>
                <w:rFonts w:hint="cs"/>
                <w:rtl/>
                <w:lang w:bidi="ar-IQ"/>
              </w:rPr>
              <w:t>2</w:t>
            </w:r>
            <w:r>
              <w:rPr>
                <w:rFonts w:hint="cs"/>
                <w:rtl/>
                <w:lang w:bidi="ar-IQ"/>
              </w:rPr>
              <w:t xml:space="preserve"> ، </w:t>
            </w:r>
            <w:r w:rsidRPr="00906BD0">
              <w:rPr>
                <w:rFonts w:hint="cs"/>
                <w:rtl/>
                <w:lang w:bidi="ar-IQ"/>
              </w:rPr>
              <w:t>20</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D16432" w:rsidRDefault="00A87899" w:rsidP="00541E11">
            <w:pPr>
              <w:pStyle w:val="libVar0"/>
              <w:rPr>
                <w:rtl/>
                <w:lang w:bidi="ar-IQ"/>
              </w:rPr>
            </w:pPr>
            <w:r w:rsidRPr="00D16432">
              <w:rPr>
                <w:rFonts w:hint="cs"/>
                <w:rtl/>
                <w:lang w:bidi="ar-IQ"/>
              </w:rPr>
              <w:t>نينوى (كربلاء)</w:t>
            </w:r>
            <w:r>
              <w:rPr>
                <w:rFonts w:hint="cs"/>
                <w:rtl/>
                <w:lang w:bidi="ar-IQ"/>
              </w:rPr>
              <w:t xml:space="preserve"> : </w:t>
            </w:r>
            <w:r w:rsidRPr="00D16432">
              <w:rPr>
                <w:rFonts w:hint="cs"/>
                <w:rtl/>
                <w:lang w:bidi="ar-IQ"/>
              </w:rPr>
              <w:t>28</w:t>
            </w:r>
          </w:p>
        </w:tc>
      </w:tr>
      <w:tr w:rsidR="00A87899" w:rsidTr="005C730B">
        <w:tc>
          <w:tcPr>
            <w:tcW w:w="3513" w:type="dxa"/>
            <w:shd w:val="clear" w:color="auto" w:fill="auto"/>
          </w:tcPr>
          <w:p w:rsidR="00A87899" w:rsidRPr="00906BD0" w:rsidRDefault="00A87899" w:rsidP="00541E11">
            <w:pPr>
              <w:pStyle w:val="libVar0"/>
              <w:rPr>
                <w:rtl/>
                <w:lang w:bidi="ar-IQ"/>
              </w:rPr>
            </w:pPr>
            <w:r w:rsidRPr="00906BD0">
              <w:rPr>
                <w:rFonts w:hint="cs"/>
                <w:rtl/>
                <w:lang w:bidi="ar-IQ"/>
              </w:rPr>
              <w:t>ملك القطر</w:t>
            </w:r>
            <w:r>
              <w:rPr>
                <w:rFonts w:hint="cs"/>
                <w:rtl/>
                <w:lang w:bidi="ar-IQ"/>
              </w:rPr>
              <w:t xml:space="preserve"> : </w:t>
            </w:r>
            <w:r w:rsidRPr="00906BD0">
              <w:rPr>
                <w:rFonts w:hint="cs"/>
                <w:rtl/>
                <w:lang w:bidi="ar-IQ"/>
              </w:rPr>
              <w:t>28</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D16432" w:rsidRDefault="00A87899" w:rsidP="00541E11">
            <w:pPr>
              <w:pStyle w:val="libVar0"/>
              <w:rPr>
                <w:rtl/>
                <w:lang w:bidi="ar-IQ"/>
              </w:rPr>
            </w:pPr>
            <w:r w:rsidRPr="00D16432">
              <w:rPr>
                <w:rFonts w:hint="cs"/>
                <w:rtl/>
                <w:lang w:bidi="ar-IQ"/>
              </w:rPr>
              <w:t>الهزيلى</w:t>
            </w:r>
            <w:r>
              <w:rPr>
                <w:rFonts w:hint="cs"/>
                <w:rtl/>
                <w:lang w:bidi="ar-IQ"/>
              </w:rPr>
              <w:t xml:space="preserve"> : </w:t>
            </w:r>
            <w:r w:rsidRPr="00D16432">
              <w:rPr>
                <w:rFonts w:hint="cs"/>
                <w:rtl/>
                <w:lang w:bidi="ar-IQ"/>
              </w:rPr>
              <w:t>20</w:t>
            </w:r>
          </w:p>
        </w:tc>
      </w:tr>
      <w:tr w:rsidR="00A87899" w:rsidTr="005C730B">
        <w:tc>
          <w:tcPr>
            <w:tcW w:w="3513" w:type="dxa"/>
            <w:shd w:val="clear" w:color="auto" w:fill="auto"/>
          </w:tcPr>
          <w:p w:rsidR="00A87899" w:rsidRPr="00906BD0" w:rsidRDefault="00A87899" w:rsidP="00541E11">
            <w:pPr>
              <w:pStyle w:val="libVar0"/>
              <w:rPr>
                <w:rtl/>
                <w:lang w:bidi="ar-IQ"/>
              </w:rPr>
            </w:pPr>
            <w:r w:rsidRPr="00906BD0">
              <w:rPr>
                <w:rFonts w:hint="cs"/>
                <w:rtl/>
                <w:lang w:bidi="ar-IQ"/>
              </w:rPr>
              <w:t>ملل(موضع)</w:t>
            </w:r>
            <w:r>
              <w:rPr>
                <w:rFonts w:hint="cs"/>
                <w:rtl/>
                <w:lang w:bidi="ar-IQ"/>
              </w:rPr>
              <w:t xml:space="preserve"> : </w:t>
            </w:r>
            <w:r w:rsidRPr="00906BD0">
              <w:rPr>
                <w:rFonts w:hint="cs"/>
                <w:rtl/>
                <w:lang w:bidi="ar-IQ"/>
              </w:rPr>
              <w:t>27</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D16432" w:rsidRDefault="00A87899" w:rsidP="00541E11">
            <w:pPr>
              <w:pStyle w:val="libVar0"/>
              <w:rPr>
                <w:rtl/>
                <w:lang w:bidi="ar-IQ"/>
              </w:rPr>
            </w:pPr>
            <w:r w:rsidRPr="00D16432">
              <w:rPr>
                <w:rFonts w:hint="cs"/>
                <w:rtl/>
                <w:lang w:bidi="ar-IQ"/>
              </w:rPr>
              <w:t>الهوية الشخصية (للحسين عليه السلام)</w:t>
            </w:r>
            <w:r>
              <w:rPr>
                <w:rFonts w:hint="cs"/>
                <w:rtl/>
                <w:lang w:bidi="ar-IQ"/>
              </w:rPr>
              <w:t xml:space="preserve"> : </w:t>
            </w:r>
            <w:r w:rsidRPr="00D16432">
              <w:rPr>
                <w:rFonts w:hint="cs"/>
                <w:rtl/>
                <w:lang w:bidi="ar-IQ"/>
              </w:rPr>
              <w:t>1</w:t>
            </w:r>
          </w:p>
        </w:tc>
      </w:tr>
      <w:tr w:rsidR="00A87899" w:rsidTr="005C730B">
        <w:tc>
          <w:tcPr>
            <w:tcW w:w="3513" w:type="dxa"/>
            <w:shd w:val="clear" w:color="auto" w:fill="auto"/>
          </w:tcPr>
          <w:p w:rsidR="00A87899" w:rsidRPr="00906BD0" w:rsidRDefault="00A87899" w:rsidP="00541E11">
            <w:pPr>
              <w:pStyle w:val="libVar0"/>
              <w:rPr>
                <w:rtl/>
                <w:lang w:bidi="ar-IQ"/>
              </w:rPr>
            </w:pPr>
            <w:r w:rsidRPr="00906BD0">
              <w:rPr>
                <w:rFonts w:hint="cs"/>
                <w:rtl/>
                <w:lang w:bidi="ar-IQ"/>
              </w:rPr>
              <w:t>منى</w:t>
            </w:r>
            <w:r>
              <w:rPr>
                <w:rFonts w:hint="cs"/>
                <w:rtl/>
                <w:lang w:bidi="ar-IQ"/>
              </w:rPr>
              <w:t xml:space="preserve"> : </w:t>
            </w:r>
            <w:r w:rsidRPr="00906BD0">
              <w:rPr>
                <w:rFonts w:hint="cs"/>
                <w:rtl/>
                <w:lang w:bidi="ar-IQ"/>
              </w:rPr>
              <w:t>25</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D16432" w:rsidRDefault="00A87899" w:rsidP="00541E11">
            <w:pPr>
              <w:pStyle w:val="libVar0"/>
              <w:rPr>
                <w:rtl/>
                <w:lang w:bidi="ar-IQ"/>
              </w:rPr>
            </w:pPr>
            <w:r w:rsidRPr="00D16432">
              <w:rPr>
                <w:rFonts w:hint="cs"/>
                <w:rtl/>
                <w:lang w:bidi="ar-IQ"/>
              </w:rPr>
              <w:t>وديعة الرسول</w:t>
            </w:r>
            <w:r>
              <w:rPr>
                <w:rFonts w:hint="cs"/>
                <w:rtl/>
                <w:lang w:bidi="ar-IQ"/>
              </w:rPr>
              <w:t xml:space="preserve"> : </w:t>
            </w:r>
            <w:r w:rsidRPr="00D16432">
              <w:rPr>
                <w:rFonts w:hint="cs"/>
                <w:rtl/>
                <w:lang w:bidi="ar-IQ"/>
              </w:rPr>
              <w:t>5</w:t>
            </w:r>
          </w:p>
        </w:tc>
      </w:tr>
      <w:tr w:rsidR="00A87899" w:rsidTr="005C730B">
        <w:tc>
          <w:tcPr>
            <w:tcW w:w="3513" w:type="dxa"/>
            <w:shd w:val="clear" w:color="auto" w:fill="auto"/>
          </w:tcPr>
          <w:p w:rsidR="00A87899" w:rsidRPr="00906BD0" w:rsidRDefault="00A87899" w:rsidP="00541E11">
            <w:pPr>
              <w:pStyle w:val="libVar0"/>
              <w:rPr>
                <w:rtl/>
                <w:lang w:bidi="ar-IQ"/>
              </w:rPr>
            </w:pPr>
            <w:r w:rsidRPr="00906BD0">
              <w:rPr>
                <w:rFonts w:hint="cs"/>
                <w:rtl/>
                <w:lang w:bidi="ar-IQ"/>
              </w:rPr>
              <w:t>منا الاسلام ونجوم الأحكام</w:t>
            </w:r>
            <w:r>
              <w:rPr>
                <w:rFonts w:hint="cs"/>
                <w:rtl/>
                <w:lang w:bidi="ar-IQ"/>
              </w:rPr>
              <w:t xml:space="preserve"> : </w:t>
            </w:r>
            <w:r w:rsidRPr="00906BD0">
              <w:rPr>
                <w:rFonts w:hint="cs"/>
                <w:rtl/>
                <w:lang w:bidi="ar-IQ"/>
              </w:rPr>
              <w:t>20</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D16432" w:rsidRDefault="00A87899" w:rsidP="00541E11">
            <w:pPr>
              <w:pStyle w:val="libVar0"/>
              <w:rPr>
                <w:rtl/>
                <w:lang w:bidi="ar-IQ"/>
              </w:rPr>
            </w:pPr>
            <w:r w:rsidRPr="00D16432">
              <w:rPr>
                <w:rFonts w:hint="cs"/>
                <w:rtl/>
                <w:lang w:bidi="ar-IQ"/>
              </w:rPr>
              <w:t>الوليد بن عبد الملكك</w:t>
            </w:r>
            <w:r>
              <w:rPr>
                <w:rFonts w:hint="cs"/>
                <w:rtl/>
                <w:lang w:bidi="ar-IQ"/>
              </w:rPr>
              <w:t xml:space="preserve"> : </w:t>
            </w:r>
            <w:r w:rsidRPr="00D16432">
              <w:rPr>
                <w:rFonts w:hint="cs"/>
                <w:rtl/>
                <w:lang w:bidi="ar-IQ"/>
              </w:rPr>
              <w:t>33</w:t>
            </w:r>
          </w:p>
        </w:tc>
      </w:tr>
      <w:tr w:rsidR="00A87899" w:rsidTr="005C730B">
        <w:tc>
          <w:tcPr>
            <w:tcW w:w="3513" w:type="dxa"/>
            <w:shd w:val="clear" w:color="auto" w:fill="auto"/>
          </w:tcPr>
          <w:p w:rsidR="00A87899" w:rsidRPr="00906BD0" w:rsidRDefault="00A87899" w:rsidP="00541E11">
            <w:pPr>
              <w:pStyle w:val="libVar0"/>
              <w:rPr>
                <w:rtl/>
                <w:lang w:bidi="ar-IQ"/>
              </w:rPr>
            </w:pPr>
            <w:r w:rsidRPr="00906BD0">
              <w:rPr>
                <w:rFonts w:hint="cs"/>
                <w:rtl/>
                <w:lang w:bidi="ar-IQ"/>
              </w:rPr>
              <w:t>منبر أبي</w:t>
            </w:r>
            <w:r>
              <w:rPr>
                <w:rFonts w:hint="cs"/>
                <w:rtl/>
                <w:lang w:bidi="ar-IQ"/>
              </w:rPr>
              <w:t xml:space="preserve"> : </w:t>
            </w:r>
            <w:r w:rsidRPr="00906BD0">
              <w:rPr>
                <w:rFonts w:hint="cs"/>
                <w:rtl/>
                <w:lang w:bidi="ar-IQ"/>
              </w:rPr>
              <w:t>17</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D16432" w:rsidRDefault="00A87899" w:rsidP="00541E11">
            <w:pPr>
              <w:pStyle w:val="libVar0"/>
              <w:rPr>
                <w:rtl/>
                <w:lang w:bidi="ar-IQ"/>
              </w:rPr>
            </w:pPr>
            <w:r w:rsidRPr="00D16432">
              <w:rPr>
                <w:rFonts w:hint="cs"/>
                <w:rtl/>
                <w:lang w:bidi="ar-IQ"/>
              </w:rPr>
              <w:t>الوسمة (خضاب الحسين عليه السلام)</w:t>
            </w:r>
            <w:r>
              <w:rPr>
                <w:rFonts w:hint="cs"/>
                <w:rtl/>
                <w:lang w:bidi="ar-IQ"/>
              </w:rPr>
              <w:t xml:space="preserve"> : </w:t>
            </w:r>
            <w:r w:rsidRPr="00D16432">
              <w:rPr>
                <w:rFonts w:hint="cs"/>
                <w:rtl/>
                <w:lang w:bidi="ar-IQ"/>
              </w:rPr>
              <w:t>7</w:t>
            </w:r>
          </w:p>
        </w:tc>
      </w:tr>
      <w:tr w:rsidR="00A87899" w:rsidTr="005C730B">
        <w:tc>
          <w:tcPr>
            <w:tcW w:w="3513" w:type="dxa"/>
            <w:shd w:val="clear" w:color="auto" w:fill="auto"/>
          </w:tcPr>
          <w:p w:rsidR="00A87899" w:rsidRPr="00906BD0" w:rsidRDefault="00A87899" w:rsidP="00541E11">
            <w:pPr>
              <w:pStyle w:val="libVar0"/>
              <w:rPr>
                <w:rtl/>
                <w:lang w:bidi="ar-IQ"/>
              </w:rPr>
            </w:pPr>
            <w:r w:rsidRPr="00906BD0">
              <w:rPr>
                <w:rFonts w:hint="cs"/>
                <w:rtl/>
                <w:lang w:bidi="ar-IQ"/>
              </w:rPr>
              <w:t>المنزلة (حديث نبوي)</w:t>
            </w:r>
            <w:r>
              <w:rPr>
                <w:rFonts w:hint="cs"/>
                <w:rtl/>
                <w:lang w:bidi="ar-IQ"/>
              </w:rPr>
              <w:t xml:space="preserve"> : </w:t>
            </w:r>
            <w:r w:rsidRPr="00906BD0">
              <w:rPr>
                <w:rFonts w:hint="cs"/>
                <w:rtl/>
                <w:lang w:bidi="ar-IQ"/>
              </w:rPr>
              <w:t>1</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D16432" w:rsidRDefault="00A87899" w:rsidP="00541E11">
            <w:pPr>
              <w:pStyle w:val="libVar0"/>
              <w:rPr>
                <w:rtl/>
                <w:lang w:bidi="ar-IQ"/>
              </w:rPr>
            </w:pPr>
            <w:r w:rsidRPr="00D16432">
              <w:rPr>
                <w:rFonts w:hint="cs"/>
                <w:rtl/>
                <w:lang w:bidi="ar-IQ"/>
              </w:rPr>
              <w:t>ولادة الإمام الحسين عليه السلام</w:t>
            </w:r>
            <w:r>
              <w:rPr>
                <w:rFonts w:hint="cs"/>
                <w:rtl/>
                <w:lang w:bidi="ar-IQ"/>
              </w:rPr>
              <w:t xml:space="preserve"> : </w:t>
            </w:r>
            <w:r w:rsidRPr="00D16432">
              <w:rPr>
                <w:rFonts w:hint="cs"/>
                <w:rtl/>
                <w:lang w:bidi="ar-IQ"/>
              </w:rPr>
              <w:t>2</w:t>
            </w:r>
          </w:p>
        </w:tc>
      </w:tr>
      <w:tr w:rsidR="00A87899" w:rsidTr="005C730B">
        <w:tc>
          <w:tcPr>
            <w:tcW w:w="3513" w:type="dxa"/>
            <w:shd w:val="clear" w:color="auto" w:fill="auto"/>
          </w:tcPr>
          <w:p w:rsidR="00A87899" w:rsidRPr="00906BD0" w:rsidRDefault="00A87899" w:rsidP="00541E11">
            <w:pPr>
              <w:pStyle w:val="libVar0"/>
              <w:rPr>
                <w:rtl/>
                <w:lang w:bidi="ar-IQ"/>
              </w:rPr>
            </w:pPr>
            <w:r w:rsidRPr="00906BD0">
              <w:rPr>
                <w:rFonts w:hint="cs"/>
                <w:rtl/>
                <w:lang w:bidi="ar-IQ"/>
              </w:rPr>
              <w:t>مواقف متأخرة عن كربلاء</w:t>
            </w:r>
            <w:r>
              <w:rPr>
                <w:rFonts w:hint="cs"/>
                <w:rtl/>
                <w:lang w:bidi="ar-IQ"/>
              </w:rPr>
              <w:t xml:space="preserve"> : </w:t>
            </w:r>
            <w:r w:rsidRPr="00906BD0">
              <w:rPr>
                <w:rFonts w:hint="cs"/>
                <w:rtl/>
                <w:lang w:bidi="ar-IQ"/>
              </w:rPr>
              <w:t>31</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D16432" w:rsidRDefault="00A87899" w:rsidP="00541E11">
            <w:pPr>
              <w:pStyle w:val="libVar0"/>
              <w:rPr>
                <w:rtl/>
                <w:lang w:bidi="ar-IQ"/>
              </w:rPr>
            </w:pPr>
            <w:r w:rsidRPr="00D16432">
              <w:rPr>
                <w:rFonts w:hint="cs"/>
                <w:rtl/>
                <w:lang w:bidi="ar-IQ"/>
              </w:rPr>
              <w:t>يحيى بن زكريا عليه السلام</w:t>
            </w:r>
            <w:r>
              <w:rPr>
                <w:rFonts w:hint="cs"/>
                <w:rtl/>
                <w:lang w:bidi="ar-IQ"/>
              </w:rPr>
              <w:t xml:space="preserve"> : </w:t>
            </w:r>
            <w:r w:rsidRPr="00D16432">
              <w:rPr>
                <w:rFonts w:hint="cs"/>
                <w:rtl/>
                <w:lang w:bidi="ar-IQ"/>
              </w:rPr>
              <w:t>33</w:t>
            </w:r>
          </w:p>
        </w:tc>
      </w:tr>
      <w:tr w:rsidR="00A87899" w:rsidTr="005C730B">
        <w:tc>
          <w:tcPr>
            <w:tcW w:w="3513" w:type="dxa"/>
            <w:shd w:val="clear" w:color="auto" w:fill="auto"/>
          </w:tcPr>
          <w:p w:rsidR="00A87899" w:rsidRPr="00906BD0" w:rsidRDefault="00A87899" w:rsidP="00541E11">
            <w:pPr>
              <w:pStyle w:val="libVar0"/>
              <w:rPr>
                <w:rtl/>
                <w:lang w:bidi="ar-IQ"/>
              </w:rPr>
            </w:pPr>
            <w:r w:rsidRPr="00906BD0">
              <w:rPr>
                <w:rFonts w:hint="cs"/>
                <w:rtl/>
                <w:lang w:bidi="ar-IQ"/>
              </w:rPr>
              <w:t>الموالي</w:t>
            </w:r>
            <w:r>
              <w:rPr>
                <w:rFonts w:hint="cs"/>
                <w:rtl/>
                <w:lang w:bidi="ar-IQ"/>
              </w:rPr>
              <w:t xml:space="preserve"> : </w:t>
            </w:r>
            <w:r w:rsidRPr="00906BD0">
              <w:rPr>
                <w:rFonts w:hint="cs"/>
                <w:rtl/>
                <w:lang w:bidi="ar-IQ"/>
              </w:rPr>
              <w:t>24</w:t>
            </w:r>
          </w:p>
        </w:tc>
        <w:tc>
          <w:tcPr>
            <w:tcW w:w="236" w:type="dxa"/>
            <w:shd w:val="clear" w:color="auto" w:fill="auto"/>
          </w:tcPr>
          <w:p w:rsidR="00A87899" w:rsidRPr="00321D35" w:rsidRDefault="00A87899" w:rsidP="005C730B">
            <w:pPr>
              <w:rPr>
                <w:rtl/>
                <w:lang w:bidi="ar-IQ"/>
              </w:rPr>
            </w:pPr>
          </w:p>
        </w:tc>
        <w:tc>
          <w:tcPr>
            <w:tcW w:w="3838" w:type="dxa"/>
            <w:shd w:val="clear" w:color="auto" w:fill="auto"/>
          </w:tcPr>
          <w:p w:rsidR="00A87899" w:rsidRPr="00D16432" w:rsidRDefault="00A87899" w:rsidP="00541E11">
            <w:pPr>
              <w:pStyle w:val="libVar0"/>
              <w:rPr>
                <w:rtl/>
                <w:lang w:bidi="ar-IQ"/>
              </w:rPr>
            </w:pPr>
            <w:r w:rsidRPr="00D16432">
              <w:rPr>
                <w:rFonts w:hint="cs"/>
                <w:rtl/>
                <w:lang w:bidi="ar-IQ"/>
              </w:rPr>
              <w:t>يوم عاشوراء</w:t>
            </w:r>
            <w:r>
              <w:rPr>
                <w:rFonts w:hint="cs"/>
                <w:rtl/>
                <w:lang w:bidi="ar-IQ"/>
              </w:rPr>
              <w:t xml:space="preserve"> : </w:t>
            </w:r>
            <w:r w:rsidRPr="00D16432">
              <w:rPr>
                <w:rFonts w:hint="cs"/>
                <w:rtl/>
                <w:lang w:bidi="ar-IQ"/>
              </w:rPr>
              <w:t>30</w:t>
            </w:r>
          </w:p>
        </w:tc>
      </w:tr>
    </w:tbl>
    <w:p w:rsidR="00A87899" w:rsidRDefault="00A87899" w:rsidP="00A87899">
      <w:pPr>
        <w:pStyle w:val="Heading2Center"/>
        <w:rPr>
          <w:rtl/>
          <w:lang w:bidi="ar-IQ"/>
        </w:rPr>
      </w:pPr>
      <w:r>
        <w:rPr>
          <w:rtl/>
          <w:lang w:bidi="ar-IQ"/>
        </w:rPr>
        <w:br w:type="page"/>
      </w:r>
      <w:bookmarkStart w:id="112" w:name="_Toc416693876"/>
      <w:bookmarkStart w:id="113" w:name="_Toc416696120"/>
      <w:r>
        <w:rPr>
          <w:rFonts w:hint="cs"/>
          <w:rtl/>
          <w:lang w:bidi="ar-IQ"/>
        </w:rPr>
        <w:lastRenderedPageBreak/>
        <w:t>4 ـ المصادر والمراجع</w:t>
      </w:r>
      <w:bookmarkEnd w:id="112"/>
      <w:bookmarkEnd w:id="113"/>
    </w:p>
    <w:p w:rsidR="00A87899" w:rsidRDefault="00A87899" w:rsidP="00541E11">
      <w:pPr>
        <w:pStyle w:val="libVar"/>
        <w:rPr>
          <w:rtl/>
          <w:lang w:bidi="ar-IQ"/>
        </w:rPr>
      </w:pPr>
      <w:r w:rsidRPr="00541E11">
        <w:rPr>
          <w:rStyle w:val="libBold2Char"/>
          <w:rFonts w:hint="cs"/>
          <w:rtl/>
        </w:rPr>
        <w:t>ـ الاحتجاج على أهل اللجاج</w:t>
      </w:r>
      <w:r>
        <w:rPr>
          <w:rFonts w:hint="cs"/>
          <w:rtl/>
          <w:lang w:bidi="ar-IQ"/>
        </w:rPr>
        <w:t xml:space="preserve"> للطبرسي.</w:t>
      </w:r>
    </w:p>
    <w:p w:rsidR="00A87899" w:rsidRDefault="00A87899" w:rsidP="00541E11">
      <w:pPr>
        <w:pStyle w:val="libVar"/>
        <w:rPr>
          <w:rtl/>
          <w:lang w:bidi="ar-IQ"/>
        </w:rPr>
      </w:pPr>
      <w:r>
        <w:rPr>
          <w:rFonts w:hint="cs"/>
          <w:rtl/>
          <w:lang w:bidi="ar-IQ"/>
        </w:rPr>
        <w:t>تحقيق مؤسسة الاعلمي للمطبوعات بيروت.</w:t>
      </w:r>
    </w:p>
    <w:p w:rsidR="00A87899" w:rsidRDefault="00A87899" w:rsidP="00541E11">
      <w:pPr>
        <w:pStyle w:val="libVar"/>
        <w:rPr>
          <w:rtl/>
          <w:lang w:bidi="ar-IQ"/>
        </w:rPr>
      </w:pPr>
      <w:r w:rsidRPr="00541E11">
        <w:rPr>
          <w:rStyle w:val="libBold2Char"/>
          <w:rFonts w:hint="cs"/>
          <w:rtl/>
        </w:rPr>
        <w:t>ـ الاستيعاب في معرفة الاصحاب</w:t>
      </w:r>
      <w:r>
        <w:rPr>
          <w:rFonts w:hint="cs"/>
          <w:rtl/>
          <w:lang w:bidi="ar-IQ"/>
        </w:rPr>
        <w:t xml:space="preserve"> لابن عبد البر يوسف القرطبي طبع بهامش الإصابة لابن حجر.</w:t>
      </w:r>
    </w:p>
    <w:p w:rsidR="00A87899" w:rsidRDefault="00A87899" w:rsidP="00541E11">
      <w:pPr>
        <w:pStyle w:val="libVar"/>
        <w:rPr>
          <w:rtl/>
          <w:lang w:bidi="ar-IQ"/>
        </w:rPr>
      </w:pPr>
      <w:r w:rsidRPr="00541E11">
        <w:rPr>
          <w:rStyle w:val="libBold2Char"/>
          <w:rFonts w:hint="cs"/>
          <w:rtl/>
        </w:rPr>
        <w:t xml:space="preserve">ـ أسد الغابة في معرفة الصحابة ، </w:t>
      </w:r>
      <w:r>
        <w:rPr>
          <w:rFonts w:hint="cs"/>
          <w:rtl/>
          <w:lang w:bidi="ar-IQ"/>
        </w:rPr>
        <w:t>لابن الأثير الجزري.</w:t>
      </w:r>
    </w:p>
    <w:p w:rsidR="00A87899" w:rsidRDefault="00A87899" w:rsidP="00541E11">
      <w:pPr>
        <w:pStyle w:val="libVar"/>
        <w:rPr>
          <w:rtl/>
          <w:lang w:bidi="ar-IQ"/>
        </w:rPr>
      </w:pPr>
      <w:r w:rsidRPr="00541E11">
        <w:rPr>
          <w:rStyle w:val="libBold2Char"/>
          <w:rFonts w:hint="cs"/>
          <w:rtl/>
        </w:rPr>
        <w:t>ـ أنساب الأشراف</w:t>
      </w:r>
      <w:r>
        <w:rPr>
          <w:rFonts w:hint="cs"/>
          <w:rtl/>
          <w:lang w:bidi="ar-IQ"/>
        </w:rPr>
        <w:t xml:space="preserve"> للبلاذري أحمد علي بن جابر (ق 3) تحقيق الشيخ محمد باقر المحمودي دار التعارف بيروت 1397 هـ.</w:t>
      </w:r>
    </w:p>
    <w:p w:rsidR="00A87899" w:rsidRDefault="00A87899" w:rsidP="00541E11">
      <w:pPr>
        <w:pStyle w:val="libVar"/>
        <w:rPr>
          <w:rtl/>
          <w:lang w:bidi="ar-IQ"/>
        </w:rPr>
      </w:pPr>
      <w:r w:rsidRPr="00541E11">
        <w:rPr>
          <w:rStyle w:val="libBold2Char"/>
          <w:rFonts w:hint="cs"/>
          <w:rtl/>
        </w:rPr>
        <w:t>ـ الإيقاد في وفيات النبي والزهراء والأئمة عليهم السلام</w:t>
      </w:r>
      <w:r>
        <w:rPr>
          <w:rFonts w:hint="cs"/>
          <w:rtl/>
          <w:lang w:bidi="ar-IQ"/>
        </w:rPr>
        <w:t xml:space="preserve"> للسيد محمد علي الشاه عبد العظيمي (ت 1334) تحقيق السيد محمد جواد الرضوي الكشميري منشورات الفيروز آبادي </w:t>
      </w:r>
      <w:r>
        <w:rPr>
          <w:rtl/>
          <w:lang w:bidi="ar-IQ"/>
        </w:rPr>
        <w:t>–</w:t>
      </w:r>
      <w:r>
        <w:rPr>
          <w:rFonts w:hint="cs"/>
          <w:rtl/>
          <w:lang w:bidi="ar-IQ"/>
        </w:rPr>
        <w:t xml:space="preserve"> قم.</w:t>
      </w:r>
    </w:p>
    <w:p w:rsidR="00A87899" w:rsidRDefault="00A87899" w:rsidP="00541E11">
      <w:pPr>
        <w:pStyle w:val="libVar"/>
        <w:rPr>
          <w:rtl/>
          <w:lang w:bidi="ar-IQ"/>
        </w:rPr>
      </w:pPr>
      <w:r w:rsidRPr="00541E11">
        <w:rPr>
          <w:rStyle w:val="libBold2Char"/>
          <w:rFonts w:hint="cs"/>
          <w:rtl/>
        </w:rPr>
        <w:t>ـ تاريخ أهل البيت عليهم السلام</w:t>
      </w:r>
      <w:r>
        <w:rPr>
          <w:rFonts w:hint="cs"/>
          <w:rtl/>
          <w:lang w:bidi="ar-IQ"/>
        </w:rPr>
        <w:t xml:space="preserve"> لعدة من المؤرخين تحقيق المؤلف نشر مؤسسة آل البيت التراث قم بيروت.</w:t>
      </w:r>
    </w:p>
    <w:p w:rsidR="00A87899" w:rsidRDefault="00A87899" w:rsidP="00541E11">
      <w:pPr>
        <w:pStyle w:val="libVar"/>
        <w:rPr>
          <w:rtl/>
          <w:lang w:bidi="ar-IQ"/>
        </w:rPr>
      </w:pPr>
      <w:r w:rsidRPr="00541E11">
        <w:rPr>
          <w:rStyle w:val="libBold2Char"/>
          <w:rFonts w:hint="cs"/>
          <w:rtl/>
        </w:rPr>
        <w:t>ـ تاريخ دمشق</w:t>
      </w:r>
      <w:r>
        <w:rPr>
          <w:rFonts w:hint="cs"/>
          <w:rtl/>
          <w:lang w:bidi="ar-IQ"/>
        </w:rPr>
        <w:t xml:space="preserve"> لابن عساكر الحسن بن علي بن هبة الله الشافعي (ت 571 هـ)</w:t>
      </w:r>
    </w:p>
    <w:p w:rsidR="00A87899" w:rsidRDefault="00A87899" w:rsidP="00541E11">
      <w:pPr>
        <w:pStyle w:val="libVar"/>
        <w:rPr>
          <w:rtl/>
          <w:lang w:bidi="ar-IQ"/>
        </w:rPr>
      </w:pPr>
      <w:r>
        <w:rPr>
          <w:rtl/>
          <w:lang w:bidi="ar-IQ"/>
        </w:rPr>
        <w:br w:type="page"/>
      </w:r>
      <w:r>
        <w:rPr>
          <w:rFonts w:hint="cs"/>
          <w:rtl/>
          <w:lang w:bidi="ar-IQ"/>
        </w:rPr>
        <w:lastRenderedPageBreak/>
        <w:t>ترجمة الامام الحسين عليه السلام.</w:t>
      </w:r>
    </w:p>
    <w:p w:rsidR="00A87899" w:rsidRDefault="00A87899" w:rsidP="00541E11">
      <w:pPr>
        <w:pStyle w:val="libVar"/>
        <w:rPr>
          <w:rtl/>
          <w:lang w:bidi="ar-IQ"/>
        </w:rPr>
      </w:pPr>
      <w:r>
        <w:rPr>
          <w:rFonts w:hint="cs"/>
          <w:rtl/>
          <w:lang w:bidi="ar-IQ"/>
        </w:rPr>
        <w:t>ترجمة الامام الحسين عليه السلام.</w:t>
      </w:r>
    </w:p>
    <w:p w:rsidR="00A87899" w:rsidRDefault="00A87899" w:rsidP="00541E11">
      <w:pPr>
        <w:pStyle w:val="libVar"/>
        <w:rPr>
          <w:rtl/>
          <w:lang w:bidi="ar-IQ"/>
        </w:rPr>
      </w:pPr>
      <w:r>
        <w:rPr>
          <w:rFonts w:hint="cs"/>
          <w:rtl/>
          <w:lang w:bidi="ar-IQ"/>
        </w:rPr>
        <w:t>ترجمة الامام أمير المؤمنين عليه السلام طبع سنة 1398 هـ.</w:t>
      </w:r>
    </w:p>
    <w:p w:rsidR="00A87899" w:rsidRDefault="00A87899" w:rsidP="00541E11">
      <w:pPr>
        <w:pStyle w:val="libVar"/>
        <w:rPr>
          <w:rtl/>
          <w:lang w:bidi="ar-IQ"/>
        </w:rPr>
      </w:pPr>
      <w:r>
        <w:rPr>
          <w:rFonts w:hint="cs"/>
          <w:rtl/>
          <w:lang w:bidi="ar-IQ"/>
        </w:rPr>
        <w:t>كلها تحقيق الشيخ محمد باقر المحمودي بيروت.</w:t>
      </w:r>
    </w:p>
    <w:p w:rsidR="00A87899" w:rsidRDefault="00A87899" w:rsidP="00541E11">
      <w:pPr>
        <w:pStyle w:val="libVar"/>
        <w:rPr>
          <w:rtl/>
          <w:lang w:bidi="ar-IQ"/>
        </w:rPr>
      </w:pPr>
      <w:r w:rsidRPr="00541E11">
        <w:rPr>
          <w:rStyle w:val="libBold2Char"/>
          <w:rFonts w:hint="cs"/>
          <w:rtl/>
        </w:rPr>
        <w:t>ـ تسمية من قتل الحسين عليه السلام</w:t>
      </w:r>
      <w:r>
        <w:rPr>
          <w:rFonts w:hint="cs"/>
          <w:rtl/>
          <w:lang w:bidi="ar-IQ"/>
        </w:rPr>
        <w:t xml:space="preserve"> للفضيل بن الزبير الأسدي الكوفي الرسان (ق 2)</w:t>
      </w:r>
    </w:p>
    <w:p w:rsidR="00A87899" w:rsidRDefault="00A87899" w:rsidP="00541E11">
      <w:pPr>
        <w:pStyle w:val="libVar"/>
        <w:rPr>
          <w:rtl/>
          <w:lang w:bidi="ar-IQ"/>
        </w:rPr>
      </w:pPr>
      <w:r>
        <w:rPr>
          <w:rFonts w:hint="cs"/>
          <w:rtl/>
          <w:lang w:bidi="ar-IQ"/>
        </w:rPr>
        <w:t>تحقيق المؤلف مجلة تراثنا العدد (2) مؤسسة آل البيت رقم 1405 هـ.</w:t>
      </w:r>
    </w:p>
    <w:p w:rsidR="00A87899" w:rsidRDefault="00A87899" w:rsidP="00541E11">
      <w:pPr>
        <w:pStyle w:val="libBold2"/>
        <w:rPr>
          <w:rtl/>
        </w:rPr>
      </w:pPr>
      <w:r>
        <w:rPr>
          <w:rFonts w:hint="cs"/>
          <w:rtl/>
        </w:rPr>
        <w:t xml:space="preserve">ـ </w:t>
      </w:r>
      <w:r w:rsidRPr="00F51CD9">
        <w:rPr>
          <w:rFonts w:hint="cs"/>
          <w:rtl/>
        </w:rPr>
        <w:t>جهاد الأيام السجاد عليه السلام تأليف المؤلف نشر في قم 1413</w:t>
      </w:r>
      <w:r>
        <w:rPr>
          <w:rFonts w:hint="cs"/>
          <w:rtl/>
        </w:rPr>
        <w:t xml:space="preserve"> هـ.</w:t>
      </w:r>
    </w:p>
    <w:p w:rsidR="00A87899" w:rsidRDefault="00A87899" w:rsidP="00541E11">
      <w:pPr>
        <w:pStyle w:val="libBold2"/>
        <w:rPr>
          <w:rtl/>
          <w:lang w:bidi="ar-IQ"/>
        </w:rPr>
      </w:pPr>
      <w:r>
        <w:rPr>
          <w:rFonts w:hint="cs"/>
          <w:rtl/>
        </w:rPr>
        <w:t xml:space="preserve">ـ </w:t>
      </w:r>
      <w:r w:rsidRPr="00F51CD9">
        <w:rPr>
          <w:rFonts w:hint="cs"/>
          <w:rtl/>
        </w:rPr>
        <w:t>سير اعلام النبلاء</w:t>
      </w:r>
      <w:r>
        <w:rPr>
          <w:rFonts w:hint="cs"/>
          <w:rtl/>
          <w:lang w:bidi="ar-IQ"/>
        </w:rPr>
        <w:t xml:space="preserve"> للذهبي التركماني الجزء العشرون تحقيق شعيب الارناؤوط ومحمد نعيم العرقسوسي مؤسسة الرسالة ط أولى 1405.</w:t>
      </w:r>
    </w:p>
    <w:p w:rsidR="00A87899" w:rsidRDefault="00A87899" w:rsidP="00541E11">
      <w:pPr>
        <w:pStyle w:val="libVar"/>
        <w:rPr>
          <w:rtl/>
          <w:lang w:bidi="ar-IQ"/>
        </w:rPr>
      </w:pPr>
      <w:r w:rsidRPr="00541E11">
        <w:rPr>
          <w:rStyle w:val="libBold2Char"/>
          <w:rFonts w:hint="cs"/>
          <w:rtl/>
        </w:rPr>
        <w:t>ـ علم الأئمة عليهم السلام بالغيب</w:t>
      </w:r>
      <w:r>
        <w:rPr>
          <w:rFonts w:hint="cs"/>
          <w:rtl/>
          <w:lang w:bidi="ar-IQ"/>
        </w:rPr>
        <w:t xml:space="preserve"> مقال للمؤلف نشر في مجلة (تراثنا)عدد37.</w:t>
      </w:r>
    </w:p>
    <w:p w:rsidR="00A87899" w:rsidRDefault="00A87899" w:rsidP="00541E11">
      <w:pPr>
        <w:pStyle w:val="libVar"/>
        <w:rPr>
          <w:rtl/>
          <w:lang w:bidi="ar-IQ"/>
        </w:rPr>
      </w:pPr>
      <w:r w:rsidRPr="00541E11">
        <w:rPr>
          <w:rStyle w:val="libBold2Char"/>
          <w:rFonts w:hint="cs"/>
          <w:rtl/>
        </w:rPr>
        <w:t>ـ مقتل الحسين عليه السلام</w:t>
      </w:r>
      <w:r>
        <w:rPr>
          <w:rFonts w:hint="cs"/>
          <w:rtl/>
          <w:lang w:bidi="ar-IQ"/>
        </w:rPr>
        <w:t xml:space="preserve"> للسيد عبد الرزاق الموسوي المقرم منشورات البعثة </w:t>
      </w:r>
      <w:r>
        <w:rPr>
          <w:rtl/>
          <w:lang w:bidi="ar-IQ"/>
        </w:rPr>
        <w:t>–</w:t>
      </w:r>
      <w:r>
        <w:rPr>
          <w:rFonts w:hint="cs"/>
          <w:rtl/>
          <w:lang w:bidi="ar-IQ"/>
        </w:rPr>
        <w:t xml:space="preserve"> طهران.</w:t>
      </w:r>
    </w:p>
    <w:p w:rsidR="00A87899" w:rsidRDefault="00A87899" w:rsidP="00541E11">
      <w:pPr>
        <w:pStyle w:val="libVar"/>
        <w:rPr>
          <w:rtl/>
          <w:lang w:bidi="ar-IQ"/>
        </w:rPr>
      </w:pPr>
      <w:r w:rsidRPr="00541E11">
        <w:rPr>
          <w:rStyle w:val="libBold2Char"/>
          <w:rFonts w:hint="cs"/>
          <w:rtl/>
        </w:rPr>
        <w:t xml:space="preserve">ـ الحدائق الوردية </w:t>
      </w:r>
      <w:r>
        <w:rPr>
          <w:rFonts w:hint="cs"/>
          <w:rtl/>
          <w:lang w:bidi="ar-IQ"/>
        </w:rPr>
        <w:t xml:space="preserve">للشهيد المحلي دار السامة </w:t>
      </w:r>
      <w:r>
        <w:rPr>
          <w:rtl/>
          <w:lang w:bidi="ar-IQ"/>
        </w:rPr>
        <w:t>–</w:t>
      </w:r>
      <w:r>
        <w:rPr>
          <w:rFonts w:hint="cs"/>
          <w:rtl/>
          <w:lang w:bidi="ar-IQ"/>
        </w:rPr>
        <w:t xml:space="preserve"> دمشق.</w:t>
      </w:r>
    </w:p>
    <w:p w:rsidR="00A87899" w:rsidRDefault="00A87899" w:rsidP="00541E11">
      <w:pPr>
        <w:pStyle w:val="libVar"/>
        <w:rPr>
          <w:rtl/>
          <w:lang w:bidi="ar-IQ"/>
        </w:rPr>
      </w:pPr>
      <w:r w:rsidRPr="00541E11">
        <w:rPr>
          <w:rStyle w:val="libBold2Char"/>
          <w:rFonts w:hint="cs"/>
          <w:rtl/>
        </w:rPr>
        <w:t>ـ خطبة حسين بن علي درمنى</w:t>
      </w:r>
      <w:r>
        <w:rPr>
          <w:rFonts w:hint="cs"/>
          <w:rtl/>
          <w:lang w:bidi="ar-IQ"/>
        </w:rPr>
        <w:t xml:space="preserve"> للشيخ محمد صادق نجمي مشهد.</w:t>
      </w:r>
    </w:p>
    <w:p w:rsidR="00A87899" w:rsidRDefault="00A87899" w:rsidP="00541E11">
      <w:pPr>
        <w:pStyle w:val="libVar"/>
        <w:rPr>
          <w:rtl/>
          <w:lang w:bidi="ar-IQ"/>
        </w:rPr>
      </w:pPr>
      <w:r w:rsidRPr="00541E11">
        <w:rPr>
          <w:rStyle w:val="libBold2Char"/>
          <w:rFonts w:hint="cs"/>
          <w:rtl/>
        </w:rPr>
        <w:t>ـ ذكرى عاشوراء وتأملاتها التراثية فقهياً وأدبياً</w:t>
      </w:r>
      <w:r>
        <w:rPr>
          <w:rFonts w:hint="cs"/>
          <w:rtl/>
          <w:lang w:bidi="ar-IQ"/>
        </w:rPr>
        <w:t xml:space="preserve"> للمؤلف مخطوط.</w:t>
      </w:r>
    </w:p>
    <w:p w:rsidR="00A87899" w:rsidRDefault="00A87899" w:rsidP="00541E11">
      <w:pPr>
        <w:pStyle w:val="libVar"/>
        <w:rPr>
          <w:rtl/>
          <w:lang w:bidi="ar-IQ"/>
        </w:rPr>
      </w:pPr>
      <w:r w:rsidRPr="00541E11">
        <w:rPr>
          <w:rStyle w:val="libBold2Char"/>
          <w:rFonts w:hint="cs"/>
          <w:rtl/>
        </w:rPr>
        <w:t>ـ شهداء حقا</w:t>
      </w:r>
      <w:r>
        <w:rPr>
          <w:rFonts w:hint="cs"/>
          <w:rtl/>
          <w:lang w:bidi="ar-IQ"/>
        </w:rPr>
        <w:t xml:space="preserve"> مقال للمولف نشر في مجلة ذكريات المعصومين الكربلائية ـ السنة الثانية العدد الاول محرم 1385.</w:t>
      </w:r>
    </w:p>
    <w:p w:rsidR="00A87899" w:rsidRDefault="00A87899" w:rsidP="00541E11">
      <w:pPr>
        <w:pStyle w:val="libVar"/>
        <w:rPr>
          <w:rtl/>
          <w:lang w:bidi="ar-IQ"/>
        </w:rPr>
      </w:pPr>
      <w:r w:rsidRPr="00541E11">
        <w:rPr>
          <w:rStyle w:val="libBold2Char"/>
          <w:rFonts w:hint="cs"/>
          <w:rtl/>
        </w:rPr>
        <w:t>ـ صحيح البخاري</w:t>
      </w:r>
      <w:r>
        <w:rPr>
          <w:rFonts w:hint="cs"/>
          <w:rtl/>
          <w:lang w:bidi="ar-IQ"/>
        </w:rPr>
        <w:t xml:space="preserve"> طبع مصر افست دار احياء التراث العربي ـ بيروت (9 أجزاء).</w:t>
      </w:r>
    </w:p>
    <w:p w:rsidR="00A87899" w:rsidRDefault="00A87899" w:rsidP="00541E11">
      <w:pPr>
        <w:pStyle w:val="libVar"/>
        <w:rPr>
          <w:rtl/>
          <w:lang w:bidi="ar-IQ"/>
        </w:rPr>
      </w:pPr>
      <w:r w:rsidRPr="00541E11">
        <w:rPr>
          <w:rStyle w:val="libBold2Char"/>
          <w:rFonts w:hint="cs"/>
          <w:rtl/>
        </w:rPr>
        <w:t>ـ كتاب سليم بن قيس الهلالي</w:t>
      </w:r>
      <w:r>
        <w:rPr>
          <w:rFonts w:hint="cs"/>
          <w:rtl/>
          <w:lang w:bidi="ar-IQ"/>
        </w:rPr>
        <w:t xml:space="preserve"> تحقيق علاء الدين الموسوي مؤسسة البعثة طهران 1407 هـ.</w:t>
      </w:r>
    </w:p>
    <w:p w:rsidR="00A87899" w:rsidRDefault="00A87899" w:rsidP="00541E11">
      <w:pPr>
        <w:pStyle w:val="libVar"/>
        <w:rPr>
          <w:rtl/>
          <w:lang w:bidi="ar-IQ"/>
        </w:rPr>
      </w:pPr>
      <w:r w:rsidRPr="00541E11">
        <w:rPr>
          <w:rStyle w:val="libBold2Char"/>
          <w:rFonts w:hint="cs"/>
          <w:rtl/>
        </w:rPr>
        <w:t>ـ مختصر تاريخ دمشق لابن عساكر</w:t>
      </w:r>
      <w:r>
        <w:rPr>
          <w:rFonts w:hint="cs"/>
          <w:rtl/>
          <w:lang w:bidi="ar-IQ"/>
        </w:rPr>
        <w:t xml:space="preserve"> اختصار ابن منظور الافريقي محمد بن مكرم الأنصاري (ت 711) الجزء السابع تحقيق أحمد بن راتب حمورش ومحمد ناجي العمر مراجعة رياض عبد المجيد مراد نشر دار الفكر دمشق ط أولى 1405.</w:t>
      </w:r>
    </w:p>
    <w:p w:rsidR="00A87899" w:rsidRDefault="00A87899" w:rsidP="00541E11">
      <w:pPr>
        <w:pStyle w:val="libVar"/>
        <w:rPr>
          <w:rtl/>
          <w:lang w:bidi="ar-IQ"/>
        </w:rPr>
      </w:pPr>
      <w:r w:rsidRPr="00541E11">
        <w:rPr>
          <w:rStyle w:val="libBold2Char"/>
          <w:rFonts w:hint="cs"/>
          <w:rtl/>
        </w:rPr>
        <w:t>ـ المستدرك على الصحيحين</w:t>
      </w:r>
      <w:r>
        <w:rPr>
          <w:rFonts w:hint="cs"/>
          <w:rtl/>
          <w:lang w:bidi="ar-IQ"/>
        </w:rPr>
        <w:t xml:space="preserve"> للحاكم أبي عبدالله النيسابوري محمد بن البيع (405) طبع حيدر آباد الهند.</w:t>
      </w:r>
    </w:p>
    <w:p w:rsidR="00A87899" w:rsidRDefault="00A87899" w:rsidP="00541E11">
      <w:pPr>
        <w:pStyle w:val="libVar"/>
        <w:rPr>
          <w:rtl/>
          <w:lang w:bidi="ar-IQ"/>
        </w:rPr>
      </w:pPr>
      <w:r w:rsidRPr="00541E11">
        <w:rPr>
          <w:rStyle w:val="libBold2Char"/>
          <w:rFonts w:hint="cs"/>
          <w:rtl/>
        </w:rPr>
        <w:t>ـ النكت في مقدمات الاصول</w:t>
      </w:r>
      <w:r>
        <w:rPr>
          <w:rFonts w:hint="cs"/>
          <w:rtl/>
          <w:lang w:bidi="ar-IQ"/>
        </w:rPr>
        <w:t xml:space="preserve"> للشيخ المفيد محمد بن محمد بن النعمان (ت 413). تحقيق المؤلف نشر المؤتمر العالمي لألفية الشيخ المفيد قم 1413.</w:t>
      </w:r>
    </w:p>
    <w:p w:rsidR="002A4524" w:rsidRDefault="00A87899" w:rsidP="002A4524">
      <w:pPr>
        <w:pStyle w:val="Heading2Center"/>
      </w:pPr>
      <w:r>
        <w:rPr>
          <w:rtl/>
          <w:lang w:bidi="ar-IQ"/>
        </w:rPr>
        <w:br w:type="page"/>
      </w:r>
    </w:p>
    <w:p w:rsidR="002A4524" w:rsidRDefault="002A4524" w:rsidP="002A4524">
      <w:pPr>
        <w:pStyle w:val="Heading1Center"/>
        <w:rPr>
          <w:rtl/>
          <w:lang w:bidi="fa-IR"/>
        </w:rPr>
      </w:pPr>
      <w:bookmarkStart w:id="114" w:name="_Toc416696121"/>
      <w:r>
        <w:rPr>
          <w:rFonts w:hint="cs"/>
          <w:rtl/>
          <w:lang w:bidi="fa-IR"/>
        </w:rPr>
        <w:lastRenderedPageBreak/>
        <w:t>الفهرس</w:t>
      </w:r>
      <w:bookmarkEnd w:id="114"/>
    </w:p>
    <w:p w:rsidR="002A4524" w:rsidRDefault="002A4524" w:rsidP="002A4524">
      <w:pPr>
        <w:pStyle w:val="libNormal"/>
        <w:rPr>
          <w:rtl/>
          <w:lang w:bidi="fa-IR"/>
        </w:rPr>
      </w:pPr>
    </w:p>
    <w:sdt>
      <w:sdtPr>
        <w:id w:val="12652212"/>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5A482D" w:rsidRDefault="005A482D" w:rsidP="005A482D">
          <w:pPr>
            <w:pStyle w:val="TOCHeading"/>
          </w:pPr>
        </w:p>
        <w:p w:rsidR="005A482D" w:rsidRDefault="005A482D">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416696064" w:history="1">
            <w:r w:rsidRPr="005968F5">
              <w:rPr>
                <w:rStyle w:val="Hyperlink"/>
                <w:rFonts w:hint="eastAsia"/>
                <w:noProof/>
                <w:rtl/>
              </w:rPr>
              <w:t>الحسين</w:t>
            </w:r>
            <w:r w:rsidRPr="005968F5">
              <w:rPr>
                <w:rStyle w:val="Hyperlink"/>
                <w:noProof/>
                <w:rtl/>
              </w:rPr>
              <w:t xml:space="preserve"> (</w:t>
            </w:r>
            <w:r w:rsidRPr="005968F5">
              <w:rPr>
                <w:rStyle w:val="Hyperlink"/>
                <w:rFonts w:hint="eastAsia"/>
                <w:noProof/>
                <w:rtl/>
              </w:rPr>
              <w:t>عليه</w:t>
            </w:r>
            <w:r w:rsidRPr="005968F5">
              <w:rPr>
                <w:rStyle w:val="Hyperlink"/>
                <w:noProof/>
                <w:rtl/>
              </w:rPr>
              <w:t xml:space="preserve"> </w:t>
            </w:r>
            <w:r w:rsidRPr="005968F5">
              <w:rPr>
                <w:rStyle w:val="Hyperlink"/>
                <w:rFonts w:hint="eastAsia"/>
                <w:noProof/>
                <w:rtl/>
              </w:rPr>
              <w:t>السلام</w:t>
            </w:r>
            <w:r w:rsidRPr="005968F5">
              <w:rPr>
                <w:rStyle w:val="Hyperlink"/>
                <w:noProof/>
                <w:rtl/>
              </w:rPr>
              <w:t xml:space="preserve">) </w:t>
            </w:r>
            <w:r w:rsidRPr="005968F5">
              <w:rPr>
                <w:rStyle w:val="Hyperlink"/>
                <w:rFonts w:hint="eastAsia"/>
                <w:noProof/>
                <w:rtl/>
              </w:rPr>
              <w:t>سماته</w:t>
            </w:r>
            <w:r w:rsidRPr="005968F5">
              <w:rPr>
                <w:rStyle w:val="Hyperlink"/>
                <w:noProof/>
                <w:rtl/>
              </w:rPr>
              <w:t xml:space="preserve"> </w:t>
            </w:r>
            <w:r w:rsidRPr="005968F5">
              <w:rPr>
                <w:rStyle w:val="Hyperlink"/>
                <w:rFonts w:hint="eastAsia"/>
                <w:noProof/>
                <w:rtl/>
              </w:rPr>
              <w:t>وسيرته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Toc416696064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5A482D" w:rsidRDefault="005A482D">
          <w:pPr>
            <w:pStyle w:val="TOC1"/>
            <w:rPr>
              <w:rFonts w:asciiTheme="minorHAnsi" w:eastAsiaTheme="minorEastAsia" w:hAnsiTheme="minorHAnsi" w:cstheme="minorBidi"/>
              <w:bCs w:val="0"/>
              <w:noProof/>
              <w:color w:val="auto"/>
              <w:sz w:val="22"/>
              <w:szCs w:val="22"/>
              <w:rtl/>
            </w:rPr>
          </w:pPr>
          <w:hyperlink w:anchor="_Toc416696065" w:history="1">
            <w:r w:rsidRPr="005968F5">
              <w:rPr>
                <w:rStyle w:val="Hyperlink"/>
                <w:rFonts w:hint="eastAsia"/>
                <w:noProof/>
                <w:rtl/>
              </w:rPr>
              <w:t>الباب</w:t>
            </w:r>
            <w:r w:rsidRPr="005968F5">
              <w:rPr>
                <w:rStyle w:val="Hyperlink"/>
                <w:noProof/>
                <w:rtl/>
              </w:rPr>
              <w:t xml:space="preserve"> </w:t>
            </w:r>
            <w:r w:rsidRPr="005968F5">
              <w:rPr>
                <w:rStyle w:val="Hyperlink"/>
                <w:rFonts w:hint="eastAsia"/>
                <w:noProof/>
                <w:rtl/>
              </w:rPr>
              <w:t>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Toc416696065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5A482D" w:rsidRDefault="005A482D">
          <w:pPr>
            <w:pStyle w:val="TOC1"/>
            <w:rPr>
              <w:rFonts w:asciiTheme="minorHAnsi" w:eastAsiaTheme="minorEastAsia" w:hAnsiTheme="minorHAnsi" w:cstheme="minorBidi"/>
              <w:bCs w:val="0"/>
              <w:noProof/>
              <w:color w:val="auto"/>
              <w:sz w:val="22"/>
              <w:szCs w:val="22"/>
              <w:rtl/>
            </w:rPr>
          </w:pPr>
          <w:hyperlink w:anchor="_Toc416696066" w:history="1">
            <w:r w:rsidRPr="005968F5">
              <w:rPr>
                <w:rStyle w:val="Hyperlink"/>
                <w:rFonts w:hint="eastAsia"/>
                <w:noProof/>
                <w:rtl/>
              </w:rPr>
              <w:t>سمات</w:t>
            </w:r>
            <w:r w:rsidRPr="005968F5">
              <w:rPr>
                <w:rStyle w:val="Hyperlink"/>
                <w:noProof/>
                <w:rtl/>
              </w:rPr>
              <w:t xml:space="preserve"> </w:t>
            </w:r>
            <w:r w:rsidRPr="005968F5">
              <w:rPr>
                <w:rStyle w:val="Hyperlink"/>
                <w:rFonts w:hint="eastAsia"/>
                <w:noProof/>
                <w:rtl/>
              </w:rPr>
              <w:t>الحسين</w:t>
            </w:r>
            <w:r w:rsidRPr="005968F5">
              <w:rPr>
                <w:rStyle w:val="Hyperlink"/>
                <w:noProof/>
                <w:rtl/>
              </w:rPr>
              <w:t xml:space="preserve"> </w:t>
            </w:r>
            <w:r w:rsidRPr="005968F5">
              <w:rPr>
                <w:rStyle w:val="Hyperlink"/>
                <w:rFonts w:hint="eastAsia"/>
                <w:noProof/>
                <w:rtl/>
              </w:rPr>
              <w:t>عليه</w:t>
            </w:r>
            <w:r w:rsidRPr="005968F5">
              <w:rPr>
                <w:rStyle w:val="Hyperlink"/>
                <w:noProof/>
                <w:rtl/>
              </w:rPr>
              <w:t xml:space="preserve"> </w:t>
            </w:r>
            <w:r w:rsidRPr="005968F5">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Toc416696066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067" w:history="1">
            <w:r w:rsidRPr="005968F5">
              <w:rPr>
                <w:rStyle w:val="Hyperlink"/>
                <w:noProof/>
                <w:rtl/>
              </w:rPr>
              <w:t xml:space="preserve">1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الهويّة</w:t>
            </w:r>
            <w:r w:rsidRPr="005968F5">
              <w:rPr>
                <w:rStyle w:val="Hyperlink"/>
                <w:noProof/>
                <w:rtl/>
              </w:rPr>
              <w:t xml:space="preserve"> </w:t>
            </w:r>
            <w:r w:rsidRPr="005968F5">
              <w:rPr>
                <w:rStyle w:val="Hyperlink"/>
                <w:rFonts w:hint="eastAsia"/>
                <w:noProof/>
                <w:rtl/>
              </w:rPr>
              <w:t>الشخصيّة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Toc416696067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068" w:history="1">
            <w:r w:rsidRPr="005968F5">
              <w:rPr>
                <w:rStyle w:val="Hyperlink"/>
                <w:noProof/>
                <w:rtl/>
              </w:rPr>
              <w:t xml:space="preserve">2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تواريخ</w:t>
            </w:r>
            <w:r w:rsidRPr="005968F5">
              <w:rPr>
                <w:rStyle w:val="Hyperlink"/>
                <w:noProof/>
                <w:rtl/>
              </w:rPr>
              <w:t xml:space="preserve"> </w:t>
            </w:r>
            <w:r w:rsidRPr="005968F5">
              <w:rPr>
                <w:rStyle w:val="Hyperlink"/>
                <w:rFonts w:hint="eastAsia"/>
                <w:noProof/>
                <w:rtl/>
              </w:rPr>
              <w:t>وأرقام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Toc416696068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069" w:history="1">
            <w:r w:rsidRPr="005968F5">
              <w:rPr>
                <w:rStyle w:val="Hyperlink"/>
                <w:noProof/>
                <w:rtl/>
              </w:rPr>
              <w:t xml:space="preserve">3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المظاهر</w:t>
            </w:r>
            <w:r w:rsidRPr="005968F5">
              <w:rPr>
                <w:rStyle w:val="Hyperlink"/>
                <w:noProof/>
                <w:rtl/>
              </w:rPr>
              <w:t xml:space="preserve"> </w:t>
            </w:r>
            <w:r w:rsidRPr="005968F5">
              <w:rPr>
                <w:rStyle w:val="Hyperlink"/>
                <w:rFonts w:hint="eastAsia"/>
                <w:noProof/>
                <w:rtl/>
              </w:rPr>
              <w:t>الخُلقيّة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Toc416696069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070" w:history="1">
            <w:r w:rsidRPr="005968F5">
              <w:rPr>
                <w:rStyle w:val="Hyperlink"/>
                <w:noProof/>
                <w:rtl/>
              </w:rPr>
              <w:t xml:space="preserve">4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الخُلق</w:t>
            </w:r>
            <w:r w:rsidRPr="005968F5">
              <w:rPr>
                <w:rStyle w:val="Hyperlink"/>
                <w:noProof/>
                <w:rtl/>
              </w:rPr>
              <w:t xml:space="preserve"> </w:t>
            </w:r>
            <w:r w:rsidRPr="005968F5">
              <w:rPr>
                <w:rStyle w:val="Hyperlink"/>
                <w:rFonts w:hint="eastAsia"/>
                <w:noProof/>
                <w:rtl/>
              </w:rPr>
              <w:t>العظيم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Toc416696070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071" w:history="1">
            <w:r w:rsidRPr="005968F5">
              <w:rPr>
                <w:rStyle w:val="Hyperlink"/>
                <w:noProof/>
                <w:rtl/>
              </w:rPr>
              <w:t xml:space="preserve">5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الطهارة</w:t>
            </w:r>
            <w:r w:rsidRPr="005968F5">
              <w:rPr>
                <w:rStyle w:val="Hyperlink"/>
                <w:noProof/>
                <w:rtl/>
              </w:rPr>
              <w:t xml:space="preserve"> </w:t>
            </w:r>
            <w:r w:rsidRPr="005968F5">
              <w:rPr>
                <w:rStyle w:val="Hyperlink"/>
                <w:rFonts w:hint="eastAsia"/>
                <w:noProof/>
                <w:rtl/>
              </w:rPr>
              <w:t>الإلهيّة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Toc416696071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072" w:history="1">
            <w:r w:rsidRPr="005968F5">
              <w:rPr>
                <w:rStyle w:val="Hyperlink"/>
                <w:noProof/>
                <w:rtl/>
              </w:rPr>
              <w:t xml:space="preserve">6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القوة</w:t>
            </w:r>
            <w:r w:rsidRPr="005968F5">
              <w:rPr>
                <w:rStyle w:val="Hyperlink"/>
                <w:noProof/>
                <w:rtl/>
              </w:rPr>
              <w:t xml:space="preserve"> </w:t>
            </w:r>
            <w:r w:rsidRPr="005968F5">
              <w:rPr>
                <w:rStyle w:val="Hyperlink"/>
                <w:rFonts w:hint="eastAsia"/>
                <w:noProof/>
                <w:rtl/>
              </w:rPr>
              <w:t>الغيبيّة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Toc416696072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073" w:history="1">
            <w:r w:rsidRPr="005968F5">
              <w:rPr>
                <w:rStyle w:val="Hyperlink"/>
                <w:noProof/>
                <w:rtl/>
              </w:rPr>
              <w:t xml:space="preserve">7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شؤون</w:t>
            </w:r>
            <w:r w:rsidRPr="005968F5">
              <w:rPr>
                <w:rStyle w:val="Hyperlink"/>
                <w:noProof/>
                <w:rtl/>
              </w:rPr>
              <w:t xml:space="preserve"> </w:t>
            </w:r>
            <w:r w:rsidRPr="005968F5">
              <w:rPr>
                <w:rStyle w:val="Hyperlink"/>
                <w:rFonts w:hint="eastAsia"/>
                <w:noProof/>
                <w:rtl/>
              </w:rPr>
              <w:t>اُخرى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Toc416696073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5A482D" w:rsidRDefault="005A482D">
          <w:pPr>
            <w:pStyle w:val="TOC1"/>
            <w:rPr>
              <w:rFonts w:asciiTheme="minorHAnsi" w:eastAsiaTheme="minorEastAsia" w:hAnsiTheme="minorHAnsi" w:cstheme="minorBidi"/>
              <w:bCs w:val="0"/>
              <w:noProof/>
              <w:color w:val="auto"/>
              <w:sz w:val="22"/>
              <w:szCs w:val="22"/>
              <w:rtl/>
            </w:rPr>
          </w:pPr>
          <w:hyperlink w:anchor="_Toc416696074" w:history="1">
            <w:r w:rsidRPr="005968F5">
              <w:rPr>
                <w:rStyle w:val="Hyperlink"/>
                <w:rFonts w:hint="eastAsia"/>
                <w:noProof/>
                <w:rtl/>
              </w:rPr>
              <w:t>الباب</w:t>
            </w:r>
            <w:r w:rsidRPr="005968F5">
              <w:rPr>
                <w:rStyle w:val="Hyperlink"/>
                <w:noProof/>
                <w:rtl/>
              </w:rPr>
              <w:t xml:space="preserve"> </w:t>
            </w:r>
            <w:r w:rsidRPr="005968F5">
              <w:rPr>
                <w:rStyle w:val="Hyperlink"/>
                <w:rFonts w:hint="eastAsia"/>
                <w:noProof/>
                <w:rtl/>
              </w:rPr>
              <w:t>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Toc416696074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5A482D" w:rsidRDefault="005A482D">
          <w:pPr>
            <w:pStyle w:val="TOC1"/>
            <w:rPr>
              <w:rFonts w:asciiTheme="minorHAnsi" w:eastAsiaTheme="minorEastAsia" w:hAnsiTheme="minorHAnsi" w:cstheme="minorBidi"/>
              <w:bCs w:val="0"/>
              <w:noProof/>
              <w:color w:val="auto"/>
              <w:sz w:val="22"/>
              <w:szCs w:val="22"/>
              <w:rtl/>
            </w:rPr>
          </w:pPr>
          <w:hyperlink w:anchor="_Toc416696075" w:history="1">
            <w:r w:rsidRPr="005968F5">
              <w:rPr>
                <w:rStyle w:val="Hyperlink"/>
                <w:rFonts w:hint="eastAsia"/>
                <w:noProof/>
                <w:rtl/>
              </w:rPr>
              <w:t>سيرة</w:t>
            </w:r>
            <w:r w:rsidRPr="005968F5">
              <w:rPr>
                <w:rStyle w:val="Hyperlink"/>
                <w:noProof/>
                <w:rtl/>
              </w:rPr>
              <w:t xml:space="preserve"> </w:t>
            </w:r>
            <w:r w:rsidRPr="005968F5">
              <w:rPr>
                <w:rStyle w:val="Hyperlink"/>
                <w:rFonts w:hint="eastAsia"/>
                <w:noProof/>
                <w:rtl/>
              </w:rPr>
              <w:t>الحسين</w:t>
            </w:r>
            <w:r w:rsidRPr="005968F5">
              <w:rPr>
                <w:rStyle w:val="Hyperlink"/>
                <w:noProof/>
                <w:rtl/>
              </w:rPr>
              <w:t xml:space="preserve"> (</w:t>
            </w:r>
            <w:r w:rsidRPr="005968F5">
              <w:rPr>
                <w:rStyle w:val="Hyperlink"/>
                <w:rFonts w:hint="eastAsia"/>
                <w:noProof/>
                <w:rtl/>
              </w:rPr>
              <w:t>عليه</w:t>
            </w:r>
            <w:r w:rsidRPr="005968F5">
              <w:rPr>
                <w:rStyle w:val="Hyperlink"/>
                <w:noProof/>
                <w:rtl/>
              </w:rPr>
              <w:t xml:space="preserve"> </w:t>
            </w:r>
            <w:r w:rsidRPr="005968F5">
              <w:rPr>
                <w:rStyle w:val="Hyperlink"/>
                <w:rFonts w:hint="eastAsia"/>
                <w:noProof/>
                <w:rtl/>
              </w:rPr>
              <w:t>السّلام</w:t>
            </w:r>
            <w:r w:rsidRPr="005968F5">
              <w:rPr>
                <w:rStyle w:val="Hyperlink"/>
                <w:noProof/>
                <w:rtl/>
              </w:rPr>
              <w:t xml:space="preserve">) </w:t>
            </w:r>
            <w:r w:rsidRPr="005968F5">
              <w:rPr>
                <w:rStyle w:val="Hyperlink"/>
                <w:rFonts w:hint="eastAsia"/>
                <w:noProof/>
                <w:rtl/>
              </w:rPr>
              <w:t>قبل</w:t>
            </w:r>
            <w:r w:rsidRPr="005968F5">
              <w:rPr>
                <w:rStyle w:val="Hyperlink"/>
                <w:noProof/>
                <w:rtl/>
              </w:rPr>
              <w:t xml:space="preserve"> </w:t>
            </w:r>
            <w:r w:rsidRPr="005968F5">
              <w:rPr>
                <w:rStyle w:val="Hyperlink"/>
                <w:rFonts w:hint="eastAsia"/>
                <w:noProof/>
                <w:rtl/>
              </w:rPr>
              <w:t>كربلاء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Toc416696075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076" w:history="1">
            <w:r w:rsidRPr="005968F5">
              <w:rPr>
                <w:rStyle w:val="Hyperlink"/>
                <w:rFonts w:hint="eastAsia"/>
                <w:noProof/>
                <w:rtl/>
              </w:rPr>
              <w:t>اولاً</w:t>
            </w:r>
            <w:r w:rsidRPr="005968F5">
              <w:rPr>
                <w:rStyle w:val="Hyperlink"/>
                <w:noProof/>
                <w:rtl/>
              </w:rPr>
              <w:t xml:space="preserve"> : </w:t>
            </w:r>
            <w:r w:rsidRPr="005968F5">
              <w:rPr>
                <w:rStyle w:val="Hyperlink"/>
                <w:rFonts w:hint="eastAsia"/>
                <w:noProof/>
                <w:rtl/>
              </w:rPr>
              <w:t>في</w:t>
            </w:r>
            <w:r w:rsidRPr="005968F5">
              <w:rPr>
                <w:rStyle w:val="Hyperlink"/>
                <w:noProof/>
                <w:rtl/>
              </w:rPr>
              <w:t xml:space="preserve"> </w:t>
            </w:r>
            <w:r w:rsidRPr="005968F5">
              <w:rPr>
                <w:rStyle w:val="Hyperlink"/>
                <w:rFonts w:hint="eastAsia"/>
                <w:noProof/>
                <w:rtl/>
              </w:rPr>
              <w:t>حماية</w:t>
            </w:r>
            <w:r w:rsidRPr="005968F5">
              <w:rPr>
                <w:rStyle w:val="Hyperlink"/>
                <w:noProof/>
                <w:rtl/>
              </w:rPr>
              <w:t xml:space="preserve"> </w:t>
            </w:r>
            <w:r w:rsidRPr="005968F5">
              <w:rPr>
                <w:rStyle w:val="Hyperlink"/>
                <w:rFonts w:hint="eastAsia"/>
                <w:noProof/>
                <w:rtl/>
              </w:rPr>
              <w:t>الرسول</w:t>
            </w:r>
            <w:r w:rsidRPr="005968F5">
              <w:rPr>
                <w:rStyle w:val="Hyperlink"/>
                <w:noProof/>
                <w:rtl/>
              </w:rPr>
              <w:t xml:space="preserve"> </w:t>
            </w:r>
            <w:r w:rsidRPr="005968F5">
              <w:rPr>
                <w:rStyle w:val="Hyperlink"/>
                <w:rFonts w:hint="eastAsia"/>
                <w:noProof/>
                <w:rtl/>
              </w:rPr>
              <w:t>صلى</w:t>
            </w:r>
            <w:r w:rsidRPr="005968F5">
              <w:rPr>
                <w:rStyle w:val="Hyperlink"/>
                <w:noProof/>
                <w:rtl/>
              </w:rPr>
              <w:t xml:space="preserve"> </w:t>
            </w:r>
            <w:r w:rsidRPr="005968F5">
              <w:rPr>
                <w:rStyle w:val="Hyperlink"/>
                <w:rFonts w:hint="eastAsia"/>
                <w:noProof/>
                <w:rtl/>
              </w:rPr>
              <w:t>الله</w:t>
            </w:r>
            <w:r w:rsidRPr="005968F5">
              <w:rPr>
                <w:rStyle w:val="Hyperlink"/>
                <w:noProof/>
                <w:rtl/>
              </w:rPr>
              <w:t xml:space="preserve"> </w:t>
            </w:r>
            <w:r w:rsidRPr="005968F5">
              <w:rPr>
                <w:rStyle w:val="Hyperlink"/>
                <w:rFonts w:hint="eastAsia"/>
                <w:noProof/>
                <w:rtl/>
              </w:rPr>
              <w:t>عليه</w:t>
            </w:r>
            <w:r w:rsidRPr="005968F5">
              <w:rPr>
                <w:rStyle w:val="Hyperlink"/>
                <w:noProof/>
                <w:rtl/>
              </w:rPr>
              <w:t xml:space="preserve"> </w:t>
            </w:r>
            <w:r w:rsidRPr="005968F5">
              <w:rPr>
                <w:rStyle w:val="Hyperlink"/>
                <w:rFonts w:hint="eastAsia"/>
                <w:noProof/>
                <w:rtl/>
              </w:rPr>
              <w:t>واله</w:t>
            </w:r>
            <w:r w:rsidRPr="005968F5">
              <w:rPr>
                <w:rStyle w:val="Hyperlink"/>
                <w:noProof/>
                <w:rtl/>
              </w:rPr>
              <w:t xml:space="preserve"> </w:t>
            </w:r>
            <w:r w:rsidRPr="005968F5">
              <w:rPr>
                <w:rStyle w:val="Hyperlink"/>
                <w:rFonts w:hint="eastAsia"/>
                <w:noProof/>
                <w:rtl/>
              </w:rPr>
              <w:t>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Toc416696076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077" w:history="1">
            <w:r w:rsidRPr="005968F5">
              <w:rPr>
                <w:rStyle w:val="Hyperlink"/>
                <w:noProof/>
                <w:rtl/>
              </w:rPr>
              <w:t xml:space="preserve">8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رواية</w:t>
            </w:r>
            <w:r w:rsidRPr="005968F5">
              <w:rPr>
                <w:rStyle w:val="Hyperlink"/>
                <w:noProof/>
                <w:rtl/>
              </w:rPr>
              <w:t xml:space="preserve"> </w:t>
            </w:r>
            <w:r w:rsidRPr="005968F5">
              <w:rPr>
                <w:rStyle w:val="Hyperlink"/>
                <w:rFonts w:hint="eastAsia"/>
                <w:noProof/>
                <w:rtl/>
              </w:rPr>
              <w:t>الحديث</w:t>
            </w:r>
            <w:r w:rsidRPr="005968F5">
              <w:rPr>
                <w:rStyle w:val="Hyperlink"/>
                <w:noProof/>
                <w:rtl/>
              </w:rPr>
              <w:t xml:space="preserve"> </w:t>
            </w:r>
            <w:r w:rsidRPr="005968F5">
              <w:rPr>
                <w:rStyle w:val="Hyperlink"/>
                <w:rFonts w:hint="eastAsia"/>
                <w:noProof/>
                <w:rtl/>
              </w:rPr>
              <w:t>الشريف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Toc416696077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078" w:history="1">
            <w:r w:rsidRPr="005968F5">
              <w:rPr>
                <w:rStyle w:val="Hyperlink"/>
                <w:noProof/>
                <w:rtl/>
              </w:rPr>
              <w:t xml:space="preserve">9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بيعة</w:t>
            </w:r>
            <w:r w:rsidRPr="005968F5">
              <w:rPr>
                <w:rStyle w:val="Hyperlink"/>
                <w:noProof/>
                <w:rtl/>
              </w:rPr>
              <w:t xml:space="preserve"> </w:t>
            </w:r>
            <w:r w:rsidRPr="005968F5">
              <w:rPr>
                <w:rStyle w:val="Hyperlink"/>
                <w:rFonts w:hint="eastAsia"/>
                <w:noProof/>
                <w:rtl/>
              </w:rPr>
              <w:t>الرسول</w:t>
            </w:r>
            <w:r w:rsidRPr="005968F5">
              <w:rPr>
                <w:rStyle w:val="Hyperlink"/>
                <w:noProof/>
                <w:rtl/>
              </w:rPr>
              <w:t xml:space="preserve"> (</w:t>
            </w:r>
            <w:r w:rsidRPr="005968F5">
              <w:rPr>
                <w:rStyle w:val="Hyperlink"/>
                <w:rFonts w:hint="eastAsia"/>
                <w:noProof/>
                <w:rtl/>
              </w:rPr>
              <w:t>صلّى</w:t>
            </w:r>
            <w:r w:rsidRPr="005968F5">
              <w:rPr>
                <w:rStyle w:val="Hyperlink"/>
                <w:noProof/>
                <w:rtl/>
              </w:rPr>
              <w:t xml:space="preserve"> </w:t>
            </w:r>
            <w:r w:rsidRPr="005968F5">
              <w:rPr>
                <w:rStyle w:val="Hyperlink"/>
                <w:rFonts w:hint="eastAsia"/>
                <w:noProof/>
                <w:rtl/>
              </w:rPr>
              <w:t>الله</w:t>
            </w:r>
            <w:r w:rsidRPr="005968F5">
              <w:rPr>
                <w:rStyle w:val="Hyperlink"/>
                <w:noProof/>
                <w:rtl/>
              </w:rPr>
              <w:t xml:space="preserve"> </w:t>
            </w:r>
            <w:r w:rsidRPr="005968F5">
              <w:rPr>
                <w:rStyle w:val="Hyperlink"/>
                <w:rFonts w:hint="eastAsia"/>
                <w:noProof/>
                <w:rtl/>
              </w:rPr>
              <w:t>عليه</w:t>
            </w:r>
            <w:r w:rsidRPr="005968F5">
              <w:rPr>
                <w:rStyle w:val="Hyperlink"/>
                <w:noProof/>
                <w:rtl/>
              </w:rPr>
              <w:t xml:space="preserve"> </w:t>
            </w:r>
            <w:r w:rsidRPr="005968F5">
              <w:rPr>
                <w:rStyle w:val="Hyperlink"/>
                <w:rFonts w:hint="eastAsia"/>
                <w:noProof/>
                <w:rtl/>
              </w:rPr>
              <w:t>وآله</w:t>
            </w:r>
            <w:r w:rsidRPr="005968F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Toc416696078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079" w:history="1">
            <w:r w:rsidRPr="005968F5">
              <w:rPr>
                <w:rStyle w:val="Hyperlink"/>
                <w:noProof/>
                <w:rtl/>
              </w:rPr>
              <w:t xml:space="preserve">10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الرسولُ</w:t>
            </w:r>
            <w:r w:rsidRPr="005968F5">
              <w:rPr>
                <w:rStyle w:val="Hyperlink"/>
                <w:noProof/>
                <w:rtl/>
              </w:rPr>
              <w:t xml:space="preserve"> (</w:t>
            </w:r>
            <w:r w:rsidRPr="005968F5">
              <w:rPr>
                <w:rStyle w:val="Hyperlink"/>
                <w:rFonts w:hint="eastAsia"/>
                <w:noProof/>
                <w:rtl/>
              </w:rPr>
              <w:t>صلّى</w:t>
            </w:r>
            <w:r w:rsidRPr="005968F5">
              <w:rPr>
                <w:rStyle w:val="Hyperlink"/>
                <w:noProof/>
                <w:rtl/>
              </w:rPr>
              <w:t xml:space="preserve"> </w:t>
            </w:r>
            <w:r w:rsidRPr="005968F5">
              <w:rPr>
                <w:rStyle w:val="Hyperlink"/>
                <w:rFonts w:hint="eastAsia"/>
                <w:noProof/>
                <w:rtl/>
              </w:rPr>
              <w:t>الله</w:t>
            </w:r>
            <w:r w:rsidRPr="005968F5">
              <w:rPr>
                <w:rStyle w:val="Hyperlink"/>
                <w:noProof/>
                <w:rtl/>
              </w:rPr>
              <w:t xml:space="preserve"> </w:t>
            </w:r>
            <w:r w:rsidRPr="005968F5">
              <w:rPr>
                <w:rStyle w:val="Hyperlink"/>
                <w:rFonts w:hint="eastAsia"/>
                <w:noProof/>
                <w:rtl/>
              </w:rPr>
              <w:t>عليه</w:t>
            </w:r>
            <w:r w:rsidRPr="005968F5">
              <w:rPr>
                <w:rStyle w:val="Hyperlink"/>
                <w:noProof/>
                <w:rtl/>
              </w:rPr>
              <w:t xml:space="preserve"> </w:t>
            </w:r>
            <w:r w:rsidRPr="005968F5">
              <w:rPr>
                <w:rStyle w:val="Hyperlink"/>
                <w:rFonts w:hint="eastAsia"/>
                <w:noProof/>
                <w:rtl/>
              </w:rPr>
              <w:t>وآله</w:t>
            </w:r>
            <w:r w:rsidRPr="005968F5">
              <w:rPr>
                <w:rStyle w:val="Hyperlink"/>
                <w:noProof/>
                <w:rtl/>
              </w:rPr>
              <w:t xml:space="preserve">) </w:t>
            </w:r>
            <w:r w:rsidRPr="005968F5">
              <w:rPr>
                <w:rStyle w:val="Hyperlink"/>
                <w:rFonts w:hint="eastAsia"/>
                <w:noProof/>
                <w:rtl/>
              </w:rPr>
              <w:t>يفعلُ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Toc416696079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080" w:history="1">
            <w:r w:rsidRPr="005968F5">
              <w:rPr>
                <w:rStyle w:val="Hyperlink"/>
                <w:noProof/>
                <w:rtl/>
              </w:rPr>
              <w:t xml:space="preserve">11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الرسول</w:t>
            </w:r>
            <w:r w:rsidRPr="005968F5">
              <w:rPr>
                <w:rStyle w:val="Hyperlink"/>
                <w:noProof/>
                <w:rtl/>
              </w:rPr>
              <w:t xml:space="preserve"> (</w:t>
            </w:r>
            <w:r w:rsidRPr="005968F5">
              <w:rPr>
                <w:rStyle w:val="Hyperlink"/>
                <w:rFonts w:hint="eastAsia"/>
                <w:noProof/>
                <w:rtl/>
              </w:rPr>
              <w:t>صلّى</w:t>
            </w:r>
            <w:r w:rsidRPr="005968F5">
              <w:rPr>
                <w:rStyle w:val="Hyperlink"/>
                <w:noProof/>
                <w:rtl/>
              </w:rPr>
              <w:t xml:space="preserve"> </w:t>
            </w:r>
            <w:r w:rsidRPr="005968F5">
              <w:rPr>
                <w:rStyle w:val="Hyperlink"/>
                <w:rFonts w:hint="eastAsia"/>
                <w:noProof/>
                <w:rtl/>
              </w:rPr>
              <w:t>الله</w:t>
            </w:r>
            <w:r w:rsidRPr="005968F5">
              <w:rPr>
                <w:rStyle w:val="Hyperlink"/>
                <w:noProof/>
                <w:rtl/>
              </w:rPr>
              <w:t xml:space="preserve"> </w:t>
            </w:r>
            <w:r w:rsidRPr="005968F5">
              <w:rPr>
                <w:rStyle w:val="Hyperlink"/>
                <w:rFonts w:hint="eastAsia"/>
                <w:noProof/>
                <w:rtl/>
              </w:rPr>
              <w:t>عليه</w:t>
            </w:r>
            <w:r w:rsidRPr="005968F5">
              <w:rPr>
                <w:rStyle w:val="Hyperlink"/>
                <w:noProof/>
                <w:rtl/>
              </w:rPr>
              <w:t xml:space="preserve"> </w:t>
            </w:r>
            <w:r w:rsidRPr="005968F5">
              <w:rPr>
                <w:rStyle w:val="Hyperlink"/>
                <w:rFonts w:hint="eastAsia"/>
                <w:noProof/>
                <w:rtl/>
              </w:rPr>
              <w:t>وآله</w:t>
            </w:r>
            <w:r w:rsidRPr="005968F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Toc416696080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081" w:history="1">
            <w:r w:rsidRPr="005968F5">
              <w:rPr>
                <w:rStyle w:val="Hyperlink"/>
                <w:noProof/>
                <w:rtl/>
              </w:rPr>
              <w:t xml:space="preserve">12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الحسين</w:t>
            </w:r>
            <w:r w:rsidRPr="005968F5">
              <w:rPr>
                <w:rStyle w:val="Hyperlink"/>
                <w:noProof/>
                <w:rtl/>
              </w:rPr>
              <w:t xml:space="preserve"> </w:t>
            </w:r>
            <w:r w:rsidRPr="005968F5">
              <w:rPr>
                <w:rStyle w:val="Hyperlink"/>
                <w:rFonts w:hint="eastAsia"/>
                <w:noProof/>
                <w:rtl/>
              </w:rPr>
              <w:t>والبكاء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Toc416696081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082" w:history="1">
            <w:r w:rsidRPr="005968F5">
              <w:rPr>
                <w:rStyle w:val="Hyperlink"/>
                <w:noProof/>
                <w:rtl/>
              </w:rPr>
              <w:t xml:space="preserve">13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الحُبُّ</w:t>
            </w:r>
            <w:r w:rsidRPr="005968F5">
              <w:rPr>
                <w:rStyle w:val="Hyperlink"/>
                <w:noProof/>
                <w:rtl/>
              </w:rPr>
              <w:t xml:space="preserve"> </w:t>
            </w:r>
            <w:r w:rsidRPr="005968F5">
              <w:rPr>
                <w:rStyle w:val="Hyperlink"/>
                <w:rFonts w:hint="eastAsia"/>
                <w:noProof/>
                <w:rtl/>
              </w:rPr>
              <w:t>والبُغْض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Toc416696082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083" w:history="1">
            <w:r w:rsidRPr="005968F5">
              <w:rPr>
                <w:rStyle w:val="Hyperlink"/>
                <w:noProof/>
                <w:rtl/>
              </w:rPr>
              <w:t xml:space="preserve">14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السلم</w:t>
            </w:r>
            <w:r w:rsidRPr="005968F5">
              <w:rPr>
                <w:rStyle w:val="Hyperlink"/>
                <w:noProof/>
                <w:rtl/>
              </w:rPr>
              <w:t xml:space="preserve"> </w:t>
            </w:r>
            <w:r w:rsidRPr="005968F5">
              <w:rPr>
                <w:rStyle w:val="Hyperlink"/>
                <w:rFonts w:hint="eastAsia"/>
                <w:noProof/>
                <w:rtl/>
              </w:rPr>
              <w:t>والحرب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Toc416696083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084" w:history="1">
            <w:r w:rsidRPr="005968F5">
              <w:rPr>
                <w:rStyle w:val="Hyperlink"/>
                <w:noProof/>
                <w:rtl/>
              </w:rPr>
              <w:t xml:space="preserve">15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وديعةُ</w:t>
            </w:r>
            <w:r w:rsidRPr="005968F5">
              <w:rPr>
                <w:rStyle w:val="Hyperlink"/>
                <w:noProof/>
                <w:rtl/>
              </w:rPr>
              <w:t xml:space="preserve"> </w:t>
            </w:r>
            <w:r w:rsidRPr="005968F5">
              <w:rPr>
                <w:rStyle w:val="Hyperlink"/>
                <w:rFonts w:hint="eastAsia"/>
                <w:noProof/>
                <w:rtl/>
              </w:rPr>
              <w:t>الرسول</w:t>
            </w:r>
            <w:r w:rsidRPr="005968F5">
              <w:rPr>
                <w:rStyle w:val="Hyperlink"/>
                <w:noProof/>
                <w:rtl/>
              </w:rPr>
              <w:t xml:space="preserve"> (</w:t>
            </w:r>
            <w:r w:rsidRPr="005968F5">
              <w:rPr>
                <w:rStyle w:val="Hyperlink"/>
                <w:rFonts w:hint="eastAsia"/>
                <w:noProof/>
                <w:rtl/>
              </w:rPr>
              <w:t>صلّى</w:t>
            </w:r>
            <w:r w:rsidRPr="005968F5">
              <w:rPr>
                <w:rStyle w:val="Hyperlink"/>
                <w:noProof/>
                <w:rtl/>
              </w:rPr>
              <w:t xml:space="preserve"> </w:t>
            </w:r>
            <w:r w:rsidRPr="005968F5">
              <w:rPr>
                <w:rStyle w:val="Hyperlink"/>
                <w:rFonts w:hint="eastAsia"/>
                <w:noProof/>
                <w:rtl/>
              </w:rPr>
              <w:t>الله</w:t>
            </w:r>
            <w:r w:rsidRPr="005968F5">
              <w:rPr>
                <w:rStyle w:val="Hyperlink"/>
                <w:noProof/>
                <w:rtl/>
              </w:rPr>
              <w:t xml:space="preserve"> </w:t>
            </w:r>
            <w:r w:rsidRPr="005968F5">
              <w:rPr>
                <w:rStyle w:val="Hyperlink"/>
                <w:rFonts w:hint="eastAsia"/>
                <w:noProof/>
                <w:rtl/>
              </w:rPr>
              <w:t>عليه</w:t>
            </w:r>
            <w:r w:rsidRPr="005968F5">
              <w:rPr>
                <w:rStyle w:val="Hyperlink"/>
                <w:noProof/>
                <w:rtl/>
              </w:rPr>
              <w:t xml:space="preserve"> </w:t>
            </w:r>
            <w:r w:rsidRPr="005968F5">
              <w:rPr>
                <w:rStyle w:val="Hyperlink"/>
                <w:rFonts w:hint="eastAsia"/>
                <w:noProof/>
                <w:rtl/>
              </w:rPr>
              <w:t>وآله</w:t>
            </w:r>
            <w:r w:rsidRPr="005968F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Toc416696084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5A482D" w:rsidRDefault="005A482D">
          <w:pPr>
            <w:bidi w:val="0"/>
            <w:spacing w:before="480" w:line="276" w:lineRule="auto"/>
            <w:ind w:firstLine="0"/>
            <w:jc w:val="center"/>
            <w:rPr>
              <w:rStyle w:val="Hyperlink"/>
              <w:bCs/>
              <w:noProof/>
            </w:rPr>
          </w:pPr>
          <w:r>
            <w:rPr>
              <w:rStyle w:val="Hyperlink"/>
              <w:noProof/>
            </w:rPr>
            <w:br w:type="page"/>
          </w:r>
        </w:p>
        <w:p w:rsidR="005A482D" w:rsidRDefault="005A482D">
          <w:pPr>
            <w:pStyle w:val="TOC1"/>
            <w:rPr>
              <w:rFonts w:asciiTheme="minorHAnsi" w:eastAsiaTheme="minorEastAsia" w:hAnsiTheme="minorHAnsi" w:cstheme="minorBidi"/>
              <w:bCs w:val="0"/>
              <w:noProof/>
              <w:color w:val="auto"/>
              <w:sz w:val="22"/>
              <w:szCs w:val="22"/>
              <w:rtl/>
            </w:rPr>
          </w:pPr>
          <w:hyperlink w:anchor="_Toc416696085" w:history="1">
            <w:r w:rsidRPr="005968F5">
              <w:rPr>
                <w:rStyle w:val="Hyperlink"/>
                <w:rFonts w:hint="eastAsia"/>
                <w:noProof/>
                <w:rtl/>
              </w:rPr>
              <w:t>الباب</w:t>
            </w:r>
            <w:r w:rsidRPr="005968F5">
              <w:rPr>
                <w:rStyle w:val="Hyperlink"/>
                <w:noProof/>
                <w:rtl/>
              </w:rPr>
              <w:t xml:space="preserve"> </w:t>
            </w:r>
            <w:r w:rsidRPr="005968F5">
              <w:rPr>
                <w:rStyle w:val="Hyperlink"/>
                <w:rFonts w:hint="eastAsia"/>
                <w:noProof/>
                <w:rtl/>
              </w:rPr>
              <w:t>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Toc416696085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5A482D" w:rsidRDefault="005A482D">
          <w:pPr>
            <w:pStyle w:val="TOC1"/>
            <w:rPr>
              <w:rFonts w:asciiTheme="minorHAnsi" w:eastAsiaTheme="minorEastAsia" w:hAnsiTheme="minorHAnsi" w:cstheme="minorBidi"/>
              <w:bCs w:val="0"/>
              <w:noProof/>
              <w:color w:val="auto"/>
              <w:sz w:val="22"/>
              <w:szCs w:val="22"/>
              <w:rtl/>
            </w:rPr>
          </w:pPr>
          <w:hyperlink w:anchor="_Toc416696086" w:history="1">
            <w:r w:rsidRPr="005968F5">
              <w:rPr>
                <w:rStyle w:val="Hyperlink"/>
                <w:rFonts w:hint="eastAsia"/>
                <w:noProof/>
                <w:rtl/>
              </w:rPr>
              <w:t>سيرة</w:t>
            </w:r>
            <w:r w:rsidRPr="005968F5">
              <w:rPr>
                <w:rStyle w:val="Hyperlink"/>
                <w:noProof/>
                <w:rtl/>
              </w:rPr>
              <w:t xml:space="preserve"> </w:t>
            </w:r>
            <w:r w:rsidRPr="005968F5">
              <w:rPr>
                <w:rStyle w:val="Hyperlink"/>
                <w:rFonts w:hint="eastAsia"/>
                <w:noProof/>
                <w:rtl/>
              </w:rPr>
              <w:t>الحسين</w:t>
            </w:r>
            <w:r w:rsidRPr="005968F5">
              <w:rPr>
                <w:rStyle w:val="Hyperlink"/>
                <w:noProof/>
                <w:rtl/>
              </w:rPr>
              <w:t xml:space="preserve"> (</w:t>
            </w:r>
            <w:r w:rsidRPr="005968F5">
              <w:rPr>
                <w:rStyle w:val="Hyperlink"/>
                <w:rFonts w:hint="eastAsia"/>
                <w:noProof/>
                <w:rtl/>
              </w:rPr>
              <w:t>عليه</w:t>
            </w:r>
            <w:r w:rsidRPr="005968F5">
              <w:rPr>
                <w:rStyle w:val="Hyperlink"/>
                <w:noProof/>
                <w:rtl/>
              </w:rPr>
              <w:t xml:space="preserve"> </w:t>
            </w:r>
            <w:r w:rsidRPr="005968F5">
              <w:rPr>
                <w:rStyle w:val="Hyperlink"/>
                <w:rFonts w:hint="eastAsia"/>
                <w:noProof/>
                <w:rtl/>
              </w:rPr>
              <w:t>السّلام</w:t>
            </w:r>
            <w:r w:rsidRPr="005968F5">
              <w:rPr>
                <w:rStyle w:val="Hyperlink"/>
                <w:noProof/>
                <w:rtl/>
              </w:rPr>
              <w:t xml:space="preserve">) </w:t>
            </w:r>
            <w:r w:rsidRPr="005968F5">
              <w:rPr>
                <w:rStyle w:val="Hyperlink"/>
                <w:rFonts w:hint="eastAsia"/>
                <w:noProof/>
                <w:rtl/>
              </w:rPr>
              <w:t>قبل</w:t>
            </w:r>
            <w:r w:rsidRPr="005968F5">
              <w:rPr>
                <w:rStyle w:val="Hyperlink"/>
                <w:noProof/>
                <w:rtl/>
              </w:rPr>
              <w:t xml:space="preserve"> </w:t>
            </w:r>
            <w:r w:rsidRPr="005968F5">
              <w:rPr>
                <w:rStyle w:val="Hyperlink"/>
                <w:rFonts w:hint="eastAsia"/>
                <w:noProof/>
                <w:rtl/>
              </w:rPr>
              <w:t>كربلاء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Toc416696086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087" w:history="1">
            <w:r w:rsidRPr="005968F5">
              <w:rPr>
                <w:rStyle w:val="Hyperlink"/>
                <w:rFonts w:hint="eastAsia"/>
                <w:noProof/>
                <w:rtl/>
              </w:rPr>
              <w:t>ثانياً</w:t>
            </w:r>
            <w:r w:rsidRPr="005968F5">
              <w:rPr>
                <w:rStyle w:val="Hyperlink"/>
                <w:noProof/>
                <w:rtl/>
              </w:rPr>
              <w:t xml:space="preserve"> : </w:t>
            </w:r>
            <w:r w:rsidRPr="005968F5">
              <w:rPr>
                <w:rStyle w:val="Hyperlink"/>
                <w:rFonts w:hint="eastAsia"/>
                <w:noProof/>
                <w:rtl/>
              </w:rPr>
              <w:t>بعد</w:t>
            </w:r>
            <w:r w:rsidRPr="005968F5">
              <w:rPr>
                <w:rStyle w:val="Hyperlink"/>
                <w:noProof/>
                <w:rtl/>
              </w:rPr>
              <w:t xml:space="preserve"> </w:t>
            </w:r>
            <w:r w:rsidRPr="005968F5">
              <w:rPr>
                <w:rStyle w:val="Hyperlink"/>
                <w:rFonts w:hint="eastAsia"/>
                <w:noProof/>
                <w:rtl/>
              </w:rPr>
              <w:t>غياب</w:t>
            </w:r>
            <w:r w:rsidRPr="005968F5">
              <w:rPr>
                <w:rStyle w:val="Hyperlink"/>
                <w:noProof/>
                <w:rtl/>
              </w:rPr>
              <w:t xml:space="preserve"> </w:t>
            </w:r>
            <w:r w:rsidRPr="005968F5">
              <w:rPr>
                <w:rStyle w:val="Hyperlink"/>
                <w:rFonts w:hint="eastAsia"/>
                <w:noProof/>
                <w:rtl/>
              </w:rPr>
              <w:t>الرسول</w:t>
            </w:r>
            <w:r w:rsidRPr="005968F5">
              <w:rPr>
                <w:rStyle w:val="Hyperlink"/>
                <w:noProof/>
                <w:rtl/>
              </w:rPr>
              <w:t xml:space="preserve"> (</w:t>
            </w:r>
            <w:r w:rsidRPr="005968F5">
              <w:rPr>
                <w:rStyle w:val="Hyperlink"/>
                <w:rFonts w:hint="eastAsia"/>
                <w:noProof/>
                <w:rtl/>
              </w:rPr>
              <w:t>صلّى</w:t>
            </w:r>
            <w:r w:rsidRPr="005968F5">
              <w:rPr>
                <w:rStyle w:val="Hyperlink"/>
                <w:noProof/>
                <w:rtl/>
              </w:rPr>
              <w:t xml:space="preserve"> </w:t>
            </w:r>
            <w:r w:rsidRPr="005968F5">
              <w:rPr>
                <w:rStyle w:val="Hyperlink"/>
                <w:rFonts w:hint="eastAsia"/>
                <w:noProof/>
                <w:rtl/>
              </w:rPr>
              <w:t>الله</w:t>
            </w:r>
            <w:r w:rsidRPr="005968F5">
              <w:rPr>
                <w:rStyle w:val="Hyperlink"/>
                <w:noProof/>
                <w:rtl/>
              </w:rPr>
              <w:t xml:space="preserve"> </w:t>
            </w:r>
            <w:r w:rsidRPr="005968F5">
              <w:rPr>
                <w:rStyle w:val="Hyperlink"/>
                <w:rFonts w:hint="eastAsia"/>
                <w:noProof/>
                <w:rtl/>
              </w:rPr>
              <w:t>عليه</w:t>
            </w:r>
            <w:r w:rsidRPr="005968F5">
              <w:rPr>
                <w:rStyle w:val="Hyperlink"/>
                <w:noProof/>
                <w:rtl/>
              </w:rPr>
              <w:t xml:space="preserve"> </w:t>
            </w:r>
            <w:r w:rsidRPr="005968F5">
              <w:rPr>
                <w:rStyle w:val="Hyperlink"/>
                <w:rFonts w:hint="eastAsia"/>
                <w:noProof/>
                <w:rtl/>
              </w:rPr>
              <w:t>وآله</w:t>
            </w:r>
            <w:r w:rsidRPr="005968F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Toc416696087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088" w:history="1">
            <w:r w:rsidRPr="005968F5">
              <w:rPr>
                <w:rStyle w:val="Hyperlink"/>
                <w:noProof/>
                <w:rtl/>
              </w:rPr>
              <w:t xml:space="preserve">16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ضياع</w:t>
            </w:r>
            <w:r w:rsidRPr="005968F5">
              <w:rPr>
                <w:rStyle w:val="Hyperlink"/>
                <w:noProof/>
                <w:rtl/>
              </w:rPr>
              <w:t xml:space="preserve"> </w:t>
            </w:r>
            <w:r w:rsidRPr="005968F5">
              <w:rPr>
                <w:rStyle w:val="Hyperlink"/>
                <w:rFonts w:hint="eastAsia"/>
                <w:noProof/>
                <w:rtl/>
              </w:rPr>
              <w:t>بعد</w:t>
            </w:r>
            <w:r w:rsidRPr="005968F5">
              <w:rPr>
                <w:rStyle w:val="Hyperlink"/>
                <w:noProof/>
                <w:rtl/>
              </w:rPr>
              <w:t xml:space="preserve"> </w:t>
            </w:r>
            <w:r w:rsidRPr="005968F5">
              <w:rPr>
                <w:rStyle w:val="Hyperlink"/>
                <w:rFonts w:hint="eastAsia"/>
                <w:noProof/>
                <w:rtl/>
              </w:rPr>
              <w:t>الرسول</w:t>
            </w:r>
            <w:r w:rsidRPr="005968F5">
              <w:rPr>
                <w:rStyle w:val="Hyperlink"/>
                <w:noProof/>
                <w:rtl/>
              </w:rPr>
              <w:t xml:space="preserve"> (</w:t>
            </w:r>
            <w:r w:rsidRPr="005968F5">
              <w:rPr>
                <w:rStyle w:val="Hyperlink"/>
                <w:rFonts w:hint="eastAsia"/>
                <w:noProof/>
                <w:rtl/>
              </w:rPr>
              <w:t>صلّى</w:t>
            </w:r>
            <w:r w:rsidRPr="005968F5">
              <w:rPr>
                <w:rStyle w:val="Hyperlink"/>
                <w:noProof/>
                <w:rtl/>
              </w:rPr>
              <w:t xml:space="preserve"> </w:t>
            </w:r>
            <w:r w:rsidRPr="005968F5">
              <w:rPr>
                <w:rStyle w:val="Hyperlink"/>
                <w:rFonts w:hint="eastAsia"/>
                <w:noProof/>
                <w:rtl/>
              </w:rPr>
              <w:t>الله</w:t>
            </w:r>
            <w:r w:rsidRPr="005968F5">
              <w:rPr>
                <w:rStyle w:val="Hyperlink"/>
                <w:noProof/>
                <w:rtl/>
              </w:rPr>
              <w:t xml:space="preserve"> </w:t>
            </w:r>
            <w:r w:rsidRPr="005968F5">
              <w:rPr>
                <w:rStyle w:val="Hyperlink"/>
                <w:rFonts w:hint="eastAsia"/>
                <w:noProof/>
                <w:rtl/>
              </w:rPr>
              <w:t>عليه</w:t>
            </w:r>
            <w:r w:rsidRPr="005968F5">
              <w:rPr>
                <w:rStyle w:val="Hyperlink"/>
                <w:noProof/>
                <w:rtl/>
              </w:rPr>
              <w:t xml:space="preserve"> </w:t>
            </w:r>
            <w:r w:rsidRPr="005968F5">
              <w:rPr>
                <w:rStyle w:val="Hyperlink"/>
                <w:rFonts w:hint="eastAsia"/>
                <w:noProof/>
                <w:rtl/>
              </w:rPr>
              <w:t>وآله</w:t>
            </w:r>
            <w:r w:rsidRPr="005968F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Toc416696088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089" w:history="1">
            <w:r w:rsidRPr="005968F5">
              <w:rPr>
                <w:rStyle w:val="Hyperlink"/>
                <w:noProof/>
                <w:rtl/>
              </w:rPr>
              <w:t xml:space="preserve">17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موقف</w:t>
            </w:r>
            <w:r w:rsidRPr="005968F5">
              <w:rPr>
                <w:rStyle w:val="Hyperlink"/>
                <w:noProof/>
                <w:rtl/>
              </w:rPr>
              <w:t xml:space="preserve"> </w:t>
            </w:r>
            <w:r w:rsidRPr="005968F5">
              <w:rPr>
                <w:rStyle w:val="Hyperlink"/>
                <w:rFonts w:hint="eastAsia"/>
                <w:noProof/>
                <w:rtl/>
              </w:rPr>
              <w:t>من</w:t>
            </w:r>
            <w:r w:rsidRPr="005968F5">
              <w:rPr>
                <w:rStyle w:val="Hyperlink"/>
                <w:noProof/>
                <w:rtl/>
              </w:rPr>
              <w:t xml:space="preserve"> </w:t>
            </w:r>
            <w:r w:rsidRPr="005968F5">
              <w:rPr>
                <w:rStyle w:val="Hyperlink"/>
                <w:rFonts w:hint="eastAsia"/>
                <w:noProof/>
                <w:rtl/>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Toc416696089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090" w:history="1">
            <w:r w:rsidRPr="005968F5">
              <w:rPr>
                <w:rStyle w:val="Hyperlink"/>
                <w:noProof/>
                <w:rtl/>
              </w:rPr>
              <w:t xml:space="preserve">18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مع</w:t>
            </w:r>
            <w:r w:rsidRPr="005968F5">
              <w:rPr>
                <w:rStyle w:val="Hyperlink"/>
                <w:noProof/>
                <w:rtl/>
              </w:rPr>
              <w:t xml:space="preserve"> </w:t>
            </w:r>
            <w:r w:rsidRPr="005968F5">
              <w:rPr>
                <w:rStyle w:val="Hyperlink"/>
                <w:rFonts w:hint="eastAsia"/>
                <w:noProof/>
                <w:rtl/>
              </w:rPr>
              <w:t>أبيه</w:t>
            </w:r>
            <w:r w:rsidRPr="005968F5">
              <w:rPr>
                <w:rStyle w:val="Hyperlink"/>
                <w:noProof/>
                <w:rtl/>
              </w:rPr>
              <w:t xml:space="preserve"> (</w:t>
            </w:r>
            <w:r w:rsidRPr="005968F5">
              <w:rPr>
                <w:rStyle w:val="Hyperlink"/>
                <w:rFonts w:hint="eastAsia"/>
                <w:noProof/>
                <w:rtl/>
              </w:rPr>
              <w:t>عليه</w:t>
            </w:r>
            <w:r w:rsidRPr="005968F5">
              <w:rPr>
                <w:rStyle w:val="Hyperlink"/>
                <w:noProof/>
                <w:rtl/>
              </w:rPr>
              <w:t xml:space="preserve"> </w:t>
            </w:r>
            <w:r w:rsidRPr="005968F5">
              <w:rPr>
                <w:rStyle w:val="Hyperlink"/>
                <w:rFonts w:hint="eastAsia"/>
                <w:noProof/>
                <w:rtl/>
              </w:rPr>
              <w:t>السّلام</w:t>
            </w:r>
            <w:r w:rsidRPr="005968F5">
              <w:rPr>
                <w:rStyle w:val="Hyperlink"/>
                <w:noProof/>
                <w:rtl/>
              </w:rPr>
              <w:t xml:space="preserve">) </w:t>
            </w:r>
            <w:r w:rsidRPr="005968F5">
              <w:rPr>
                <w:rStyle w:val="Hyperlink"/>
                <w:rFonts w:hint="eastAsia"/>
                <w:noProof/>
                <w:rtl/>
              </w:rPr>
              <w:t>في</w:t>
            </w:r>
            <w:r w:rsidRPr="005968F5">
              <w:rPr>
                <w:rStyle w:val="Hyperlink"/>
                <w:noProof/>
                <w:rtl/>
              </w:rPr>
              <w:t xml:space="preserve"> </w:t>
            </w:r>
            <w:r w:rsidRPr="005968F5">
              <w:rPr>
                <w:rStyle w:val="Hyperlink"/>
                <w:rFonts w:hint="eastAsia"/>
                <w:noProof/>
                <w:rtl/>
              </w:rPr>
              <w:t>المشاهد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Toc416696090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091" w:history="1">
            <w:r w:rsidRPr="005968F5">
              <w:rPr>
                <w:rStyle w:val="Hyperlink"/>
                <w:noProof/>
                <w:rtl/>
              </w:rPr>
              <w:t xml:space="preserve">19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في</w:t>
            </w:r>
            <w:r w:rsidRPr="005968F5">
              <w:rPr>
                <w:rStyle w:val="Hyperlink"/>
                <w:noProof/>
                <w:rtl/>
              </w:rPr>
              <w:t xml:space="preserve"> </w:t>
            </w:r>
            <w:r w:rsidRPr="005968F5">
              <w:rPr>
                <w:rStyle w:val="Hyperlink"/>
                <w:rFonts w:hint="eastAsia"/>
                <w:noProof/>
                <w:rtl/>
              </w:rPr>
              <w:t>وداع</w:t>
            </w:r>
            <w:r w:rsidRPr="005968F5">
              <w:rPr>
                <w:rStyle w:val="Hyperlink"/>
                <w:noProof/>
                <w:rtl/>
              </w:rPr>
              <w:t xml:space="preserve"> </w:t>
            </w:r>
            <w:r w:rsidRPr="005968F5">
              <w:rPr>
                <w:rStyle w:val="Hyperlink"/>
                <w:rFonts w:hint="eastAsia"/>
                <w:noProof/>
                <w:rtl/>
              </w:rPr>
              <w:t>أخيه</w:t>
            </w:r>
            <w:r w:rsidRPr="005968F5">
              <w:rPr>
                <w:rStyle w:val="Hyperlink"/>
                <w:noProof/>
                <w:rtl/>
              </w:rPr>
              <w:t xml:space="preserve"> </w:t>
            </w:r>
            <w:r w:rsidRPr="005968F5">
              <w:rPr>
                <w:rStyle w:val="Hyperlink"/>
                <w:rFonts w:hint="eastAsia"/>
                <w:noProof/>
                <w:rtl/>
              </w:rPr>
              <w:t>الحسن</w:t>
            </w:r>
            <w:r w:rsidRPr="005968F5">
              <w:rPr>
                <w:rStyle w:val="Hyperlink"/>
                <w:noProof/>
                <w:rtl/>
              </w:rPr>
              <w:t xml:space="preserve"> (</w:t>
            </w:r>
            <w:r w:rsidRPr="005968F5">
              <w:rPr>
                <w:rStyle w:val="Hyperlink"/>
                <w:rFonts w:hint="eastAsia"/>
                <w:noProof/>
                <w:rtl/>
              </w:rPr>
              <w:t>عليه</w:t>
            </w:r>
            <w:r w:rsidRPr="005968F5">
              <w:rPr>
                <w:rStyle w:val="Hyperlink"/>
                <w:noProof/>
                <w:rtl/>
              </w:rPr>
              <w:t xml:space="preserve"> </w:t>
            </w:r>
            <w:r w:rsidRPr="005968F5">
              <w:rPr>
                <w:rStyle w:val="Hyperlink"/>
                <w:rFonts w:hint="eastAsia"/>
                <w:noProof/>
                <w:rtl/>
              </w:rPr>
              <w:t>السّلام</w:t>
            </w:r>
            <w:r w:rsidRPr="005968F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Toc416696091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5A482D" w:rsidRDefault="005A482D">
          <w:pPr>
            <w:pStyle w:val="TOC1"/>
            <w:rPr>
              <w:rFonts w:asciiTheme="minorHAnsi" w:eastAsiaTheme="minorEastAsia" w:hAnsiTheme="minorHAnsi" w:cstheme="minorBidi"/>
              <w:bCs w:val="0"/>
              <w:noProof/>
              <w:color w:val="auto"/>
              <w:sz w:val="22"/>
              <w:szCs w:val="22"/>
              <w:rtl/>
            </w:rPr>
          </w:pPr>
          <w:hyperlink w:anchor="_Toc416696092" w:history="1">
            <w:r w:rsidRPr="005968F5">
              <w:rPr>
                <w:rStyle w:val="Hyperlink"/>
                <w:rFonts w:hint="eastAsia"/>
                <w:noProof/>
                <w:rtl/>
              </w:rPr>
              <w:t>الباب</w:t>
            </w:r>
            <w:r w:rsidRPr="005968F5">
              <w:rPr>
                <w:rStyle w:val="Hyperlink"/>
                <w:noProof/>
                <w:rtl/>
              </w:rPr>
              <w:t xml:space="preserve"> </w:t>
            </w:r>
            <w:r w:rsidRPr="005968F5">
              <w:rPr>
                <w:rStyle w:val="Hyperlink"/>
                <w:rFonts w:hint="eastAsia"/>
                <w:noProof/>
                <w:rtl/>
              </w:rPr>
              <w:t>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Toc416696092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5A482D" w:rsidRDefault="005A482D">
          <w:pPr>
            <w:pStyle w:val="TOC1"/>
            <w:rPr>
              <w:rFonts w:asciiTheme="minorHAnsi" w:eastAsiaTheme="minorEastAsia" w:hAnsiTheme="minorHAnsi" w:cstheme="minorBidi"/>
              <w:bCs w:val="0"/>
              <w:noProof/>
              <w:color w:val="auto"/>
              <w:sz w:val="22"/>
              <w:szCs w:val="22"/>
              <w:rtl/>
            </w:rPr>
          </w:pPr>
          <w:hyperlink w:anchor="_Toc416696093" w:history="1">
            <w:r w:rsidRPr="005968F5">
              <w:rPr>
                <w:rStyle w:val="Hyperlink"/>
                <w:rFonts w:hint="eastAsia"/>
                <w:noProof/>
                <w:rtl/>
              </w:rPr>
              <w:t>سيرة</w:t>
            </w:r>
            <w:r w:rsidRPr="005968F5">
              <w:rPr>
                <w:rStyle w:val="Hyperlink"/>
                <w:noProof/>
                <w:rtl/>
              </w:rPr>
              <w:t xml:space="preserve"> </w:t>
            </w:r>
            <w:r w:rsidRPr="005968F5">
              <w:rPr>
                <w:rStyle w:val="Hyperlink"/>
                <w:rFonts w:hint="eastAsia"/>
                <w:noProof/>
                <w:rtl/>
              </w:rPr>
              <w:t>الحسين</w:t>
            </w:r>
            <w:r w:rsidRPr="005968F5">
              <w:rPr>
                <w:rStyle w:val="Hyperlink"/>
                <w:noProof/>
                <w:rtl/>
              </w:rPr>
              <w:t xml:space="preserve"> (</w:t>
            </w:r>
            <w:r w:rsidRPr="005968F5">
              <w:rPr>
                <w:rStyle w:val="Hyperlink"/>
                <w:rFonts w:hint="eastAsia"/>
                <w:noProof/>
                <w:rtl/>
              </w:rPr>
              <w:t>عليه</w:t>
            </w:r>
            <w:r w:rsidRPr="005968F5">
              <w:rPr>
                <w:rStyle w:val="Hyperlink"/>
                <w:noProof/>
                <w:rtl/>
              </w:rPr>
              <w:t xml:space="preserve"> </w:t>
            </w:r>
            <w:r w:rsidRPr="005968F5">
              <w:rPr>
                <w:rStyle w:val="Hyperlink"/>
                <w:rFonts w:hint="eastAsia"/>
                <w:noProof/>
                <w:rtl/>
              </w:rPr>
              <w:t>السّلام</w:t>
            </w:r>
            <w:r w:rsidRPr="005968F5">
              <w:rPr>
                <w:rStyle w:val="Hyperlink"/>
                <w:noProof/>
                <w:rtl/>
              </w:rPr>
              <w:t xml:space="preserve">) </w:t>
            </w:r>
            <w:r w:rsidRPr="005968F5">
              <w:rPr>
                <w:rStyle w:val="Hyperlink"/>
                <w:rFonts w:hint="eastAsia"/>
                <w:noProof/>
                <w:rtl/>
              </w:rPr>
              <w:t>قبل</w:t>
            </w:r>
            <w:r w:rsidRPr="005968F5">
              <w:rPr>
                <w:rStyle w:val="Hyperlink"/>
                <w:noProof/>
                <w:rtl/>
              </w:rPr>
              <w:t xml:space="preserve"> </w:t>
            </w:r>
            <w:r w:rsidRPr="005968F5">
              <w:rPr>
                <w:rStyle w:val="Hyperlink"/>
                <w:rFonts w:hint="eastAsia"/>
                <w:noProof/>
                <w:rtl/>
              </w:rPr>
              <w:t>كربلاء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Toc416696093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094" w:history="1">
            <w:r w:rsidRPr="005968F5">
              <w:rPr>
                <w:rStyle w:val="Hyperlink"/>
                <w:rFonts w:hint="eastAsia"/>
                <w:noProof/>
                <w:rtl/>
              </w:rPr>
              <w:t>ثالثاً</w:t>
            </w:r>
            <w:r w:rsidRPr="005968F5">
              <w:rPr>
                <w:rStyle w:val="Hyperlink"/>
                <w:noProof/>
                <w:rtl/>
              </w:rPr>
              <w:t xml:space="preserve"> : </w:t>
            </w:r>
            <w:r w:rsidRPr="005968F5">
              <w:rPr>
                <w:rStyle w:val="Hyperlink"/>
                <w:rFonts w:hint="eastAsia"/>
                <w:noProof/>
                <w:rtl/>
              </w:rPr>
              <w:t>في</w:t>
            </w:r>
            <w:r w:rsidRPr="005968F5">
              <w:rPr>
                <w:rStyle w:val="Hyperlink"/>
                <w:noProof/>
                <w:rtl/>
              </w:rPr>
              <w:t xml:space="preserve"> </w:t>
            </w:r>
            <w:r w:rsidRPr="005968F5">
              <w:rPr>
                <w:rStyle w:val="Hyperlink"/>
                <w:rFonts w:hint="eastAsia"/>
                <w:noProof/>
                <w:rtl/>
              </w:rPr>
              <w:t>مقام</w:t>
            </w:r>
            <w:r w:rsidRPr="005968F5">
              <w:rPr>
                <w:rStyle w:val="Hyperlink"/>
                <w:noProof/>
                <w:rtl/>
              </w:rPr>
              <w:t xml:space="preserve"> </w:t>
            </w:r>
            <w:r w:rsidRPr="005968F5">
              <w:rPr>
                <w:rStyle w:val="Hyperlink"/>
                <w:rFonts w:hint="eastAsia"/>
                <w:noProof/>
                <w:rtl/>
              </w:rPr>
              <w:t>الإمام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Toc416696094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095" w:history="1">
            <w:r w:rsidRPr="005968F5">
              <w:rPr>
                <w:rStyle w:val="Hyperlink"/>
                <w:noProof/>
                <w:rtl/>
              </w:rPr>
              <w:t xml:space="preserve">20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مقوِّمات</w:t>
            </w:r>
            <w:r w:rsidRPr="005968F5">
              <w:rPr>
                <w:rStyle w:val="Hyperlink"/>
                <w:noProof/>
                <w:rtl/>
              </w:rPr>
              <w:t xml:space="preserve"> </w:t>
            </w:r>
            <w:r w:rsidRPr="005968F5">
              <w:rPr>
                <w:rStyle w:val="Hyperlink"/>
                <w:rFonts w:hint="eastAsia"/>
                <w:noProof/>
                <w:rtl/>
              </w:rPr>
              <w:t>الإمامة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Toc416696095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096" w:history="1">
            <w:r w:rsidRPr="005968F5">
              <w:rPr>
                <w:rStyle w:val="Hyperlink"/>
                <w:noProof/>
                <w:rtl/>
              </w:rPr>
              <w:t xml:space="preserve">21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البركة</w:t>
            </w:r>
            <w:r w:rsidRPr="005968F5">
              <w:rPr>
                <w:rStyle w:val="Hyperlink"/>
                <w:noProof/>
                <w:rtl/>
              </w:rPr>
              <w:t xml:space="preserve"> </w:t>
            </w:r>
            <w:r w:rsidRPr="005968F5">
              <w:rPr>
                <w:rStyle w:val="Hyperlink"/>
                <w:rFonts w:hint="eastAsia"/>
                <w:noProof/>
                <w:rtl/>
              </w:rPr>
              <w:t>والإعجاز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Toc416696096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097" w:history="1">
            <w:r w:rsidRPr="005968F5">
              <w:rPr>
                <w:rStyle w:val="Hyperlink"/>
                <w:noProof/>
                <w:rtl/>
              </w:rPr>
              <w:t xml:space="preserve">22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الحجّ</w:t>
            </w:r>
            <w:r w:rsidRPr="005968F5">
              <w:rPr>
                <w:rStyle w:val="Hyperlink"/>
                <w:noProof/>
                <w:rtl/>
              </w:rPr>
              <w:t xml:space="preserve"> </w:t>
            </w:r>
            <w:r w:rsidRPr="005968F5">
              <w:rPr>
                <w:rStyle w:val="Hyperlink"/>
                <w:rFonts w:hint="eastAsia"/>
                <w:noProof/>
                <w:rtl/>
              </w:rPr>
              <w:t>في</w:t>
            </w:r>
            <w:r w:rsidRPr="005968F5">
              <w:rPr>
                <w:rStyle w:val="Hyperlink"/>
                <w:noProof/>
                <w:rtl/>
              </w:rPr>
              <w:t xml:space="preserve"> </w:t>
            </w:r>
            <w:r w:rsidRPr="005968F5">
              <w:rPr>
                <w:rStyle w:val="Hyperlink"/>
                <w:rFonts w:hint="eastAsia"/>
                <w:noProof/>
                <w:rtl/>
              </w:rPr>
              <w:t>سيرة</w:t>
            </w:r>
            <w:r w:rsidRPr="005968F5">
              <w:rPr>
                <w:rStyle w:val="Hyperlink"/>
                <w:noProof/>
                <w:rtl/>
              </w:rPr>
              <w:t xml:space="preserve"> </w:t>
            </w:r>
            <w:r w:rsidRPr="005968F5">
              <w:rPr>
                <w:rStyle w:val="Hyperlink"/>
                <w:rFonts w:hint="eastAsia"/>
                <w:noProof/>
                <w:rtl/>
              </w:rPr>
              <w:t>الحسين</w:t>
            </w:r>
            <w:r w:rsidRPr="005968F5">
              <w:rPr>
                <w:rStyle w:val="Hyperlink"/>
                <w:noProof/>
                <w:rtl/>
              </w:rPr>
              <w:t xml:space="preserve"> (</w:t>
            </w:r>
            <w:r w:rsidRPr="005968F5">
              <w:rPr>
                <w:rStyle w:val="Hyperlink"/>
                <w:rFonts w:hint="eastAsia"/>
                <w:noProof/>
                <w:rtl/>
              </w:rPr>
              <w:t>عليه</w:t>
            </w:r>
            <w:r w:rsidRPr="005968F5">
              <w:rPr>
                <w:rStyle w:val="Hyperlink"/>
                <w:noProof/>
                <w:rtl/>
              </w:rPr>
              <w:t xml:space="preserve"> </w:t>
            </w:r>
            <w:r w:rsidRPr="005968F5">
              <w:rPr>
                <w:rStyle w:val="Hyperlink"/>
                <w:rFonts w:hint="eastAsia"/>
                <w:noProof/>
                <w:rtl/>
              </w:rPr>
              <w:t>السّلام</w:t>
            </w:r>
            <w:r w:rsidRPr="005968F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Toc416696097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098" w:history="1">
            <w:r w:rsidRPr="005968F5">
              <w:rPr>
                <w:rStyle w:val="Hyperlink"/>
                <w:noProof/>
                <w:rtl/>
              </w:rPr>
              <w:t xml:space="preserve">23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مع</w:t>
            </w:r>
            <w:r w:rsidRPr="005968F5">
              <w:rPr>
                <w:rStyle w:val="Hyperlink"/>
                <w:noProof/>
                <w:rtl/>
              </w:rPr>
              <w:t xml:space="preserve"> </w:t>
            </w:r>
            <w:r w:rsidRPr="005968F5">
              <w:rPr>
                <w:rStyle w:val="Hyperlink"/>
                <w:rFonts w:hint="eastAsia"/>
                <w:noProof/>
                <w:rtl/>
              </w:rPr>
              <w:t>الشعر</w:t>
            </w:r>
            <w:r w:rsidRPr="005968F5">
              <w:rPr>
                <w:rStyle w:val="Hyperlink"/>
                <w:noProof/>
                <w:rtl/>
              </w:rPr>
              <w:t xml:space="preserve"> </w:t>
            </w:r>
            <w:r w:rsidRPr="005968F5">
              <w:rPr>
                <w:rStyle w:val="Hyperlink"/>
                <w:rFonts w:hint="eastAsia"/>
                <w:noProof/>
                <w:rtl/>
              </w:rPr>
              <w:t>والشعراء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Toc416696098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099" w:history="1">
            <w:r w:rsidRPr="005968F5">
              <w:rPr>
                <w:rStyle w:val="Hyperlink"/>
                <w:noProof/>
                <w:rtl/>
              </w:rPr>
              <w:t xml:space="preserve">24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رعاية</w:t>
            </w:r>
            <w:r w:rsidRPr="005968F5">
              <w:rPr>
                <w:rStyle w:val="Hyperlink"/>
                <w:noProof/>
                <w:rtl/>
              </w:rPr>
              <w:t xml:space="preserve"> </w:t>
            </w:r>
            <w:r w:rsidRPr="005968F5">
              <w:rPr>
                <w:rStyle w:val="Hyperlink"/>
                <w:rFonts w:hint="eastAsia"/>
                <w:noProof/>
                <w:rtl/>
              </w:rPr>
              <w:t>المجتمع</w:t>
            </w:r>
            <w:r w:rsidRPr="005968F5">
              <w:rPr>
                <w:rStyle w:val="Hyperlink"/>
                <w:noProof/>
                <w:rtl/>
              </w:rPr>
              <w:t xml:space="preserve"> </w:t>
            </w:r>
            <w:r w:rsidRPr="005968F5">
              <w:rPr>
                <w:rStyle w:val="Hyperlink"/>
                <w:rFonts w:hint="eastAsia"/>
                <w:noProof/>
                <w:rtl/>
              </w:rPr>
              <w:t>الإسلامي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Toc416696099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100" w:history="1">
            <w:r w:rsidRPr="005968F5">
              <w:rPr>
                <w:rStyle w:val="Hyperlink"/>
                <w:noProof/>
                <w:rtl/>
              </w:rPr>
              <w:t xml:space="preserve">25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مواقف</w:t>
            </w:r>
            <w:r w:rsidRPr="005968F5">
              <w:rPr>
                <w:rStyle w:val="Hyperlink"/>
                <w:noProof/>
                <w:rtl/>
              </w:rPr>
              <w:t xml:space="preserve"> </w:t>
            </w:r>
            <w:r w:rsidRPr="005968F5">
              <w:rPr>
                <w:rStyle w:val="Hyperlink"/>
                <w:rFonts w:hint="eastAsia"/>
                <w:noProof/>
                <w:rtl/>
              </w:rPr>
              <w:t>قبل</w:t>
            </w:r>
            <w:r w:rsidRPr="005968F5">
              <w:rPr>
                <w:rStyle w:val="Hyperlink"/>
                <w:noProof/>
                <w:rtl/>
              </w:rPr>
              <w:t xml:space="preserve"> </w:t>
            </w:r>
            <w:r w:rsidRPr="005968F5">
              <w:rPr>
                <w:rStyle w:val="Hyperlink"/>
                <w:rFonts w:hint="eastAsia"/>
                <w:noProof/>
                <w:rtl/>
              </w:rPr>
              <w:t>كربلاء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Toc416696100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5A482D" w:rsidRDefault="005A482D">
          <w:pPr>
            <w:pStyle w:val="TOC1"/>
            <w:rPr>
              <w:rFonts w:asciiTheme="minorHAnsi" w:eastAsiaTheme="minorEastAsia" w:hAnsiTheme="minorHAnsi" w:cstheme="minorBidi"/>
              <w:bCs w:val="0"/>
              <w:noProof/>
              <w:color w:val="auto"/>
              <w:sz w:val="22"/>
              <w:szCs w:val="22"/>
              <w:rtl/>
            </w:rPr>
          </w:pPr>
          <w:hyperlink w:anchor="_Toc416696101" w:history="1">
            <w:r w:rsidRPr="005968F5">
              <w:rPr>
                <w:rStyle w:val="Hyperlink"/>
                <w:rFonts w:hint="eastAsia"/>
                <w:noProof/>
                <w:rtl/>
              </w:rPr>
              <w:t>الباب</w:t>
            </w:r>
            <w:r w:rsidRPr="005968F5">
              <w:rPr>
                <w:rStyle w:val="Hyperlink"/>
                <w:noProof/>
                <w:rtl/>
              </w:rPr>
              <w:t xml:space="preserve"> </w:t>
            </w:r>
            <w:r w:rsidRPr="005968F5">
              <w:rPr>
                <w:rStyle w:val="Hyperlink"/>
                <w:rFonts w:hint="eastAsia"/>
                <w:noProof/>
                <w:rtl/>
              </w:rPr>
              <w:t>الثالث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Toc416696101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5A482D" w:rsidRDefault="005A482D">
          <w:pPr>
            <w:pStyle w:val="TOC1"/>
            <w:rPr>
              <w:rFonts w:asciiTheme="minorHAnsi" w:eastAsiaTheme="minorEastAsia" w:hAnsiTheme="minorHAnsi" w:cstheme="minorBidi"/>
              <w:bCs w:val="0"/>
              <w:noProof/>
              <w:color w:val="auto"/>
              <w:sz w:val="22"/>
              <w:szCs w:val="22"/>
              <w:rtl/>
            </w:rPr>
          </w:pPr>
          <w:hyperlink w:anchor="_Toc416696102" w:history="1">
            <w:r w:rsidRPr="005968F5">
              <w:rPr>
                <w:rStyle w:val="Hyperlink"/>
                <w:rFonts w:hint="eastAsia"/>
                <w:noProof/>
                <w:rtl/>
              </w:rPr>
              <w:t>سيرة</w:t>
            </w:r>
            <w:r w:rsidRPr="005968F5">
              <w:rPr>
                <w:rStyle w:val="Hyperlink"/>
                <w:noProof/>
                <w:rtl/>
              </w:rPr>
              <w:t xml:space="preserve"> </w:t>
            </w:r>
            <w:r w:rsidRPr="005968F5">
              <w:rPr>
                <w:rStyle w:val="Hyperlink"/>
                <w:rFonts w:hint="eastAsia"/>
                <w:noProof/>
                <w:rtl/>
              </w:rPr>
              <w:t>الحسين</w:t>
            </w:r>
            <w:r w:rsidRPr="005968F5">
              <w:rPr>
                <w:rStyle w:val="Hyperlink"/>
                <w:noProof/>
                <w:rtl/>
              </w:rPr>
              <w:t xml:space="preserve"> (</w:t>
            </w:r>
            <w:r w:rsidRPr="005968F5">
              <w:rPr>
                <w:rStyle w:val="Hyperlink"/>
                <w:rFonts w:hint="eastAsia"/>
                <w:noProof/>
                <w:rtl/>
              </w:rPr>
              <w:t>عليه</w:t>
            </w:r>
            <w:r w:rsidRPr="005968F5">
              <w:rPr>
                <w:rStyle w:val="Hyperlink"/>
                <w:noProof/>
                <w:rtl/>
              </w:rPr>
              <w:t xml:space="preserve"> </w:t>
            </w:r>
            <w:r w:rsidRPr="005968F5">
              <w:rPr>
                <w:rStyle w:val="Hyperlink"/>
                <w:rFonts w:hint="eastAsia"/>
                <w:noProof/>
                <w:rtl/>
              </w:rPr>
              <w:t>السّلام</w:t>
            </w:r>
            <w:r w:rsidRPr="005968F5">
              <w:rPr>
                <w:rStyle w:val="Hyperlink"/>
                <w:noProof/>
                <w:rtl/>
              </w:rPr>
              <w:t xml:space="preserve">) </w:t>
            </w:r>
            <w:r w:rsidRPr="005968F5">
              <w:rPr>
                <w:rStyle w:val="Hyperlink"/>
                <w:rFonts w:hint="eastAsia"/>
                <w:noProof/>
                <w:rtl/>
              </w:rPr>
              <w:t>في</w:t>
            </w:r>
            <w:r w:rsidRPr="005968F5">
              <w:rPr>
                <w:rStyle w:val="Hyperlink"/>
                <w:noProof/>
                <w:rtl/>
              </w:rPr>
              <w:t xml:space="preserve"> </w:t>
            </w:r>
            <w:r w:rsidRPr="005968F5">
              <w:rPr>
                <w:rStyle w:val="Hyperlink"/>
                <w:rFonts w:hint="eastAsia"/>
                <w:noProof/>
                <w:rtl/>
              </w:rPr>
              <w:t>كربلاء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Toc416696102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103" w:history="1">
            <w:r w:rsidRPr="005968F5">
              <w:rPr>
                <w:rStyle w:val="Hyperlink"/>
                <w:noProof/>
                <w:rtl/>
              </w:rPr>
              <w:t xml:space="preserve">26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تباشير</w:t>
            </w:r>
            <w:r w:rsidRPr="005968F5">
              <w:rPr>
                <w:rStyle w:val="Hyperlink"/>
                <w:noProof/>
                <w:rtl/>
              </w:rPr>
              <w:t xml:space="preserve"> </w:t>
            </w:r>
            <w:r w:rsidRPr="005968F5">
              <w:rPr>
                <w:rStyle w:val="Hyperlink"/>
                <w:rFonts w:hint="eastAsia"/>
                <w:noProof/>
                <w:rtl/>
              </w:rPr>
              <w:t>الحركة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Toc416696103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104" w:history="1">
            <w:r w:rsidRPr="005968F5">
              <w:rPr>
                <w:rStyle w:val="Hyperlink"/>
                <w:noProof/>
                <w:rtl/>
              </w:rPr>
              <w:t xml:space="preserve">27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عراقيل</w:t>
            </w:r>
            <w:r w:rsidRPr="005968F5">
              <w:rPr>
                <w:rStyle w:val="Hyperlink"/>
                <w:noProof/>
                <w:rtl/>
              </w:rPr>
              <w:t xml:space="preserve"> </w:t>
            </w:r>
            <w:r w:rsidRPr="005968F5">
              <w:rPr>
                <w:rStyle w:val="Hyperlink"/>
                <w:rFonts w:hint="eastAsia"/>
                <w:noProof/>
                <w:rtl/>
              </w:rPr>
              <w:t>على</w:t>
            </w:r>
            <w:r w:rsidRPr="005968F5">
              <w:rPr>
                <w:rStyle w:val="Hyperlink"/>
                <w:noProof/>
                <w:rtl/>
              </w:rPr>
              <w:t xml:space="preserve"> </w:t>
            </w:r>
            <w:r w:rsidRPr="005968F5">
              <w:rPr>
                <w:rStyle w:val="Hyperlink"/>
                <w:rFonts w:hint="eastAsia"/>
                <w:noProof/>
                <w:rtl/>
              </w:rPr>
              <w:t>المسير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Toc416696104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105" w:history="1">
            <w:r w:rsidRPr="005968F5">
              <w:rPr>
                <w:rStyle w:val="Hyperlink"/>
                <w:noProof/>
                <w:rtl/>
              </w:rPr>
              <w:t xml:space="preserve">29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أصْحابٌ</w:t>
            </w:r>
            <w:r w:rsidRPr="005968F5">
              <w:rPr>
                <w:rStyle w:val="Hyperlink"/>
                <w:noProof/>
                <w:rtl/>
              </w:rPr>
              <w:t xml:space="preserve"> </w:t>
            </w:r>
            <w:r w:rsidRPr="005968F5">
              <w:rPr>
                <w:rStyle w:val="Hyperlink"/>
                <w:rFonts w:hint="eastAsia"/>
                <w:noProof/>
                <w:rtl/>
              </w:rPr>
              <w:t>أوفياء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Toc416696105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106" w:history="1">
            <w:r w:rsidRPr="005968F5">
              <w:rPr>
                <w:rStyle w:val="Hyperlink"/>
                <w:noProof/>
                <w:rtl/>
              </w:rPr>
              <w:t xml:space="preserve">30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يوم</w:t>
            </w:r>
            <w:r w:rsidRPr="005968F5">
              <w:rPr>
                <w:rStyle w:val="Hyperlink"/>
                <w:noProof/>
                <w:rtl/>
              </w:rPr>
              <w:t xml:space="preserve"> </w:t>
            </w:r>
            <w:r w:rsidRPr="005968F5">
              <w:rPr>
                <w:rStyle w:val="Hyperlink"/>
                <w:rFonts w:hint="eastAsia"/>
                <w:noProof/>
                <w:rtl/>
              </w:rPr>
              <w:t>عاشوراء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Toc416696106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1D17EA" w:rsidRDefault="001D17EA">
          <w:pPr>
            <w:bidi w:val="0"/>
            <w:spacing w:before="480" w:line="276" w:lineRule="auto"/>
            <w:ind w:firstLine="0"/>
            <w:jc w:val="center"/>
            <w:rPr>
              <w:rStyle w:val="Hyperlink"/>
              <w:bCs/>
              <w:noProof/>
            </w:rPr>
          </w:pPr>
          <w:r>
            <w:rPr>
              <w:rStyle w:val="Hyperlink"/>
              <w:noProof/>
            </w:rPr>
            <w:br w:type="page"/>
          </w:r>
        </w:p>
        <w:p w:rsidR="005A482D" w:rsidRDefault="005A482D">
          <w:pPr>
            <w:pStyle w:val="TOC1"/>
            <w:rPr>
              <w:rFonts w:asciiTheme="minorHAnsi" w:eastAsiaTheme="minorEastAsia" w:hAnsiTheme="minorHAnsi" w:cstheme="minorBidi"/>
              <w:bCs w:val="0"/>
              <w:noProof/>
              <w:color w:val="auto"/>
              <w:sz w:val="22"/>
              <w:szCs w:val="22"/>
              <w:rtl/>
            </w:rPr>
          </w:pPr>
          <w:hyperlink w:anchor="_Toc416696107" w:history="1">
            <w:r w:rsidRPr="005968F5">
              <w:rPr>
                <w:rStyle w:val="Hyperlink"/>
                <w:rFonts w:hint="eastAsia"/>
                <w:noProof/>
                <w:rtl/>
              </w:rPr>
              <w:t>الباب</w:t>
            </w:r>
            <w:r w:rsidRPr="005968F5">
              <w:rPr>
                <w:rStyle w:val="Hyperlink"/>
                <w:noProof/>
                <w:rtl/>
              </w:rPr>
              <w:t xml:space="preserve"> </w:t>
            </w:r>
            <w:r w:rsidRPr="005968F5">
              <w:rPr>
                <w:rStyle w:val="Hyperlink"/>
                <w:rFonts w:hint="eastAsia"/>
                <w:noProof/>
                <w:rtl/>
              </w:rPr>
              <w:t>الرابع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Toc416696107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5A482D" w:rsidRDefault="005A482D">
          <w:pPr>
            <w:pStyle w:val="TOC1"/>
            <w:rPr>
              <w:rFonts w:asciiTheme="minorHAnsi" w:eastAsiaTheme="minorEastAsia" w:hAnsiTheme="minorHAnsi" w:cstheme="minorBidi"/>
              <w:bCs w:val="0"/>
              <w:noProof/>
              <w:color w:val="auto"/>
              <w:sz w:val="22"/>
              <w:szCs w:val="22"/>
              <w:rtl/>
            </w:rPr>
          </w:pPr>
          <w:hyperlink w:anchor="_Toc416696108" w:history="1">
            <w:r w:rsidRPr="005968F5">
              <w:rPr>
                <w:rStyle w:val="Hyperlink"/>
                <w:rFonts w:hint="eastAsia"/>
                <w:noProof/>
                <w:rtl/>
              </w:rPr>
              <w:t>أحداث</w:t>
            </w:r>
            <w:r w:rsidRPr="005968F5">
              <w:rPr>
                <w:rStyle w:val="Hyperlink"/>
                <w:noProof/>
                <w:rtl/>
              </w:rPr>
              <w:t xml:space="preserve"> </w:t>
            </w:r>
            <w:r w:rsidRPr="005968F5">
              <w:rPr>
                <w:rStyle w:val="Hyperlink"/>
                <w:rFonts w:hint="eastAsia"/>
                <w:noProof/>
                <w:rtl/>
              </w:rPr>
              <w:t>بعد</w:t>
            </w:r>
            <w:r w:rsidRPr="005968F5">
              <w:rPr>
                <w:rStyle w:val="Hyperlink"/>
                <w:noProof/>
                <w:rtl/>
              </w:rPr>
              <w:t xml:space="preserve"> </w:t>
            </w:r>
            <w:r w:rsidRPr="005968F5">
              <w:rPr>
                <w:rStyle w:val="Hyperlink"/>
                <w:rFonts w:hint="eastAsia"/>
                <w:noProof/>
                <w:rtl/>
              </w:rPr>
              <w:t>كربلاء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Toc416696108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109" w:history="1">
            <w:r w:rsidRPr="005968F5">
              <w:rPr>
                <w:rStyle w:val="Hyperlink"/>
                <w:noProof/>
                <w:rtl/>
              </w:rPr>
              <w:t xml:space="preserve">31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مواقف</w:t>
            </w:r>
            <w:r w:rsidRPr="005968F5">
              <w:rPr>
                <w:rStyle w:val="Hyperlink"/>
                <w:noProof/>
                <w:rtl/>
              </w:rPr>
              <w:t xml:space="preserve"> </w:t>
            </w:r>
            <w:r w:rsidRPr="005968F5">
              <w:rPr>
                <w:rStyle w:val="Hyperlink"/>
                <w:rFonts w:hint="eastAsia"/>
                <w:noProof/>
                <w:rtl/>
              </w:rPr>
              <w:t>متأخّرة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Toc416696109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110" w:history="1">
            <w:r w:rsidRPr="005968F5">
              <w:rPr>
                <w:rStyle w:val="Hyperlink"/>
                <w:noProof/>
                <w:rtl/>
              </w:rPr>
              <w:t xml:space="preserve">32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أحزان</w:t>
            </w:r>
            <w:r w:rsidRPr="005968F5">
              <w:rPr>
                <w:rStyle w:val="Hyperlink"/>
                <w:noProof/>
                <w:rtl/>
              </w:rPr>
              <w:t xml:space="preserve"> </w:t>
            </w:r>
            <w:r w:rsidRPr="005968F5">
              <w:rPr>
                <w:rStyle w:val="Hyperlink"/>
                <w:rFonts w:hint="eastAsia"/>
                <w:noProof/>
                <w:rtl/>
              </w:rPr>
              <w:t>الأحلام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Toc416696110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111" w:history="1">
            <w:r w:rsidRPr="005968F5">
              <w:rPr>
                <w:rStyle w:val="Hyperlink"/>
                <w:noProof/>
                <w:rtl/>
              </w:rPr>
              <w:t xml:space="preserve">33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رثاء</w:t>
            </w:r>
            <w:r w:rsidRPr="005968F5">
              <w:rPr>
                <w:rStyle w:val="Hyperlink"/>
                <w:noProof/>
                <w:rtl/>
              </w:rPr>
              <w:t xml:space="preserve"> </w:t>
            </w:r>
            <w:r w:rsidRPr="005968F5">
              <w:rPr>
                <w:rStyle w:val="Hyperlink"/>
                <w:rFonts w:hint="eastAsia"/>
                <w:noProof/>
                <w:rtl/>
              </w:rPr>
              <w:t>الطبيعة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Toc416696111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112" w:history="1">
            <w:r w:rsidRPr="005968F5">
              <w:rPr>
                <w:rStyle w:val="Hyperlink"/>
                <w:noProof/>
                <w:rtl/>
              </w:rPr>
              <w:t xml:space="preserve">34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الأسى</w:t>
            </w:r>
            <w:r w:rsidRPr="005968F5">
              <w:rPr>
                <w:rStyle w:val="Hyperlink"/>
                <w:noProof/>
                <w:rtl/>
              </w:rPr>
              <w:t xml:space="preserve"> </w:t>
            </w:r>
            <w:r w:rsidRPr="005968F5">
              <w:rPr>
                <w:rStyle w:val="Hyperlink"/>
                <w:rFonts w:hint="eastAsia"/>
                <w:noProof/>
                <w:rtl/>
              </w:rPr>
              <w:t>والرثاء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Toc416696112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113" w:history="1">
            <w:r w:rsidRPr="005968F5">
              <w:rPr>
                <w:rStyle w:val="Hyperlink"/>
                <w:noProof/>
                <w:rtl/>
              </w:rPr>
              <w:t xml:space="preserve">35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الانتقام</w:t>
            </w:r>
            <w:r w:rsidRPr="005968F5">
              <w:rPr>
                <w:rStyle w:val="Hyperlink"/>
                <w:noProof/>
                <w:rtl/>
              </w:rPr>
              <w:t xml:space="preserve"> </w:t>
            </w:r>
            <w:r w:rsidRPr="005968F5">
              <w:rPr>
                <w:rStyle w:val="Hyperlink"/>
                <w:rFonts w:hint="eastAsia"/>
                <w:noProof/>
                <w:rtl/>
              </w:rPr>
              <w:t>للدماء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Toc416696113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5A482D" w:rsidRDefault="005A482D">
          <w:pPr>
            <w:pStyle w:val="TOC1"/>
            <w:rPr>
              <w:rFonts w:asciiTheme="minorHAnsi" w:eastAsiaTheme="minorEastAsia" w:hAnsiTheme="minorHAnsi" w:cstheme="minorBidi"/>
              <w:bCs w:val="0"/>
              <w:noProof/>
              <w:color w:val="auto"/>
              <w:sz w:val="22"/>
              <w:szCs w:val="22"/>
              <w:rtl/>
            </w:rPr>
          </w:pPr>
          <w:hyperlink w:anchor="_Toc416696114" w:history="1">
            <w:r w:rsidRPr="005968F5">
              <w:rPr>
                <w:rStyle w:val="Hyperlink"/>
                <w:rFonts w:hint="eastAsia"/>
                <w:noProof/>
                <w:rtl/>
              </w:rPr>
              <w:t>الخاتمة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Toc416696114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5A482D" w:rsidRDefault="005A482D">
          <w:pPr>
            <w:pStyle w:val="TOC1"/>
            <w:rPr>
              <w:rFonts w:asciiTheme="minorHAnsi" w:eastAsiaTheme="minorEastAsia" w:hAnsiTheme="minorHAnsi" w:cstheme="minorBidi"/>
              <w:bCs w:val="0"/>
              <w:noProof/>
              <w:color w:val="auto"/>
              <w:sz w:val="22"/>
              <w:szCs w:val="22"/>
              <w:rtl/>
            </w:rPr>
          </w:pPr>
          <w:hyperlink w:anchor="_Toc416696115" w:history="1">
            <w:r w:rsidRPr="005968F5">
              <w:rPr>
                <w:rStyle w:val="Hyperlink"/>
                <w:rFonts w:hint="eastAsia"/>
                <w:noProof/>
                <w:rtl/>
                <w:lang w:bidi="ar-IQ"/>
              </w:rPr>
              <w:t>الفهارس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Toc416696115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116" w:history="1">
            <w:r w:rsidRPr="005968F5">
              <w:rPr>
                <w:rStyle w:val="Hyperlink"/>
                <w:noProof/>
                <w:rtl/>
                <w:lang w:bidi="ar-IQ"/>
              </w:rPr>
              <w:t>(</w:t>
            </w:r>
            <w:r w:rsidRPr="005968F5">
              <w:rPr>
                <w:rStyle w:val="Hyperlink"/>
                <w:rFonts w:hint="eastAsia"/>
                <w:noProof/>
                <w:rtl/>
                <w:lang w:bidi="ar-IQ"/>
              </w:rPr>
              <w:t>الأرقام</w:t>
            </w:r>
            <w:r w:rsidRPr="005968F5">
              <w:rPr>
                <w:rStyle w:val="Hyperlink"/>
                <w:noProof/>
                <w:rtl/>
                <w:lang w:bidi="ar-IQ"/>
              </w:rPr>
              <w:t xml:space="preserve"> </w:t>
            </w:r>
            <w:r w:rsidRPr="005968F5">
              <w:rPr>
                <w:rStyle w:val="Hyperlink"/>
                <w:rFonts w:hint="eastAsia"/>
                <w:noProof/>
                <w:rtl/>
                <w:lang w:bidi="ar-IQ"/>
              </w:rPr>
              <w:t>للفقرات</w:t>
            </w:r>
            <w:r w:rsidRPr="005968F5">
              <w:rPr>
                <w:rStyle w:val="Hyperlink"/>
                <w:noProof/>
                <w:rtl/>
                <w:lang w:bidi="ar-IQ"/>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Toc416696116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117" w:history="1">
            <w:r w:rsidRPr="005968F5">
              <w:rPr>
                <w:rStyle w:val="Hyperlink"/>
                <w:noProof/>
                <w:rtl/>
              </w:rPr>
              <w:t xml:space="preserve">1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الأيات</w:t>
            </w:r>
            <w:r w:rsidRPr="005968F5">
              <w:rPr>
                <w:rStyle w:val="Hyperlink"/>
                <w:noProof/>
                <w:rtl/>
              </w:rPr>
              <w:t xml:space="preserve"> </w:t>
            </w:r>
            <w:r w:rsidRPr="005968F5">
              <w:rPr>
                <w:rStyle w:val="Hyperlink"/>
                <w:rFonts w:hint="eastAsia"/>
                <w:noProof/>
                <w:rtl/>
              </w:rPr>
              <w:t>القرآنية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Toc416696117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118" w:history="1">
            <w:r w:rsidRPr="005968F5">
              <w:rPr>
                <w:rStyle w:val="Hyperlink"/>
                <w:noProof/>
                <w:rtl/>
              </w:rPr>
              <w:t xml:space="preserve">2 </w:t>
            </w:r>
            <w:r w:rsidRPr="005968F5">
              <w:rPr>
                <w:rStyle w:val="Hyperlink"/>
                <w:rFonts w:hint="eastAsia"/>
                <w:noProof/>
                <w:rtl/>
              </w:rPr>
              <w:t>ـ</w:t>
            </w:r>
            <w:r w:rsidRPr="005968F5">
              <w:rPr>
                <w:rStyle w:val="Hyperlink"/>
                <w:noProof/>
                <w:rtl/>
              </w:rPr>
              <w:t xml:space="preserve"> </w:t>
            </w:r>
            <w:r w:rsidRPr="005968F5">
              <w:rPr>
                <w:rStyle w:val="Hyperlink"/>
                <w:rFonts w:hint="eastAsia"/>
                <w:noProof/>
                <w:rtl/>
              </w:rPr>
              <w:t>فهرس</w:t>
            </w:r>
            <w:r w:rsidRPr="005968F5">
              <w:rPr>
                <w:rStyle w:val="Hyperlink"/>
                <w:noProof/>
                <w:rtl/>
              </w:rPr>
              <w:t xml:space="preserve"> </w:t>
            </w:r>
            <w:r w:rsidRPr="005968F5">
              <w:rPr>
                <w:rStyle w:val="Hyperlink"/>
                <w:rFonts w:hint="eastAsia"/>
                <w:noProof/>
                <w:rtl/>
              </w:rPr>
              <w:t>الأحاديث</w:t>
            </w:r>
            <w:r w:rsidRPr="005968F5">
              <w:rPr>
                <w:rStyle w:val="Hyperlink"/>
                <w:noProof/>
                <w:rtl/>
              </w:rPr>
              <w:t xml:space="preserve"> </w:t>
            </w:r>
            <w:r w:rsidRPr="005968F5">
              <w:rPr>
                <w:rStyle w:val="Hyperlink"/>
                <w:rFonts w:hint="eastAsia"/>
                <w:noProof/>
                <w:rtl/>
              </w:rPr>
              <w:t>والآثار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Toc416696118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119" w:history="1">
            <w:r w:rsidRPr="005968F5">
              <w:rPr>
                <w:rStyle w:val="Hyperlink"/>
                <w:noProof/>
                <w:rtl/>
                <w:lang w:bidi="ar-IQ"/>
              </w:rPr>
              <w:t xml:space="preserve">3 </w:t>
            </w:r>
            <w:r w:rsidRPr="005968F5">
              <w:rPr>
                <w:rStyle w:val="Hyperlink"/>
                <w:rFonts w:hint="eastAsia"/>
                <w:noProof/>
                <w:rtl/>
                <w:lang w:bidi="ar-IQ"/>
              </w:rPr>
              <w:t>ـ</w:t>
            </w:r>
            <w:r w:rsidRPr="005968F5">
              <w:rPr>
                <w:rStyle w:val="Hyperlink"/>
                <w:noProof/>
                <w:rtl/>
                <w:lang w:bidi="ar-IQ"/>
              </w:rPr>
              <w:t xml:space="preserve"> </w:t>
            </w:r>
            <w:r w:rsidRPr="005968F5">
              <w:rPr>
                <w:rStyle w:val="Hyperlink"/>
                <w:rFonts w:hint="eastAsia"/>
                <w:noProof/>
                <w:rtl/>
                <w:lang w:bidi="ar-IQ"/>
              </w:rPr>
              <w:t>فهرس</w:t>
            </w:r>
            <w:r w:rsidRPr="005968F5">
              <w:rPr>
                <w:rStyle w:val="Hyperlink"/>
                <w:noProof/>
                <w:rtl/>
                <w:lang w:bidi="ar-IQ"/>
              </w:rPr>
              <w:t xml:space="preserve"> </w:t>
            </w:r>
            <w:r w:rsidRPr="005968F5">
              <w:rPr>
                <w:rStyle w:val="Hyperlink"/>
                <w:rFonts w:hint="eastAsia"/>
                <w:noProof/>
                <w:rtl/>
                <w:lang w:bidi="ar-IQ"/>
              </w:rPr>
              <w:t>الألفاظ</w:t>
            </w:r>
            <w:r w:rsidRPr="005968F5">
              <w:rPr>
                <w:rStyle w:val="Hyperlink"/>
                <w:noProof/>
                <w:rtl/>
                <w:lang w:bidi="ar-IQ"/>
              </w:rPr>
              <w:t xml:space="preserve"> </w:t>
            </w:r>
            <w:r w:rsidRPr="005968F5">
              <w:rPr>
                <w:rStyle w:val="Hyperlink"/>
                <w:rFonts w:hint="eastAsia"/>
                <w:noProof/>
                <w:rtl/>
                <w:lang w:bidi="ar-IQ"/>
              </w:rPr>
              <w:t>الخاصة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Toc416696119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5A482D" w:rsidRDefault="005A482D">
          <w:pPr>
            <w:pStyle w:val="TOC2"/>
            <w:tabs>
              <w:tab w:val="right" w:leader="dot" w:pos="7361"/>
            </w:tabs>
            <w:rPr>
              <w:rFonts w:asciiTheme="minorHAnsi" w:eastAsiaTheme="minorEastAsia" w:hAnsiTheme="minorHAnsi" w:cstheme="minorBidi"/>
              <w:noProof/>
              <w:color w:val="auto"/>
              <w:sz w:val="22"/>
              <w:szCs w:val="22"/>
              <w:rtl/>
            </w:rPr>
          </w:pPr>
          <w:hyperlink w:anchor="_Toc416696120" w:history="1">
            <w:r w:rsidRPr="005968F5">
              <w:rPr>
                <w:rStyle w:val="Hyperlink"/>
                <w:noProof/>
                <w:rtl/>
                <w:lang w:bidi="ar-IQ"/>
              </w:rPr>
              <w:t xml:space="preserve">4 </w:t>
            </w:r>
            <w:r w:rsidRPr="005968F5">
              <w:rPr>
                <w:rStyle w:val="Hyperlink"/>
                <w:rFonts w:hint="eastAsia"/>
                <w:noProof/>
                <w:rtl/>
                <w:lang w:bidi="ar-IQ"/>
              </w:rPr>
              <w:t>ـ</w:t>
            </w:r>
            <w:r w:rsidRPr="005968F5">
              <w:rPr>
                <w:rStyle w:val="Hyperlink"/>
                <w:noProof/>
                <w:rtl/>
                <w:lang w:bidi="ar-IQ"/>
              </w:rPr>
              <w:t xml:space="preserve"> </w:t>
            </w:r>
            <w:r w:rsidRPr="005968F5">
              <w:rPr>
                <w:rStyle w:val="Hyperlink"/>
                <w:rFonts w:hint="eastAsia"/>
                <w:noProof/>
                <w:rtl/>
                <w:lang w:bidi="ar-IQ"/>
              </w:rPr>
              <w:t>المصادر</w:t>
            </w:r>
            <w:r w:rsidRPr="005968F5">
              <w:rPr>
                <w:rStyle w:val="Hyperlink"/>
                <w:noProof/>
                <w:rtl/>
                <w:lang w:bidi="ar-IQ"/>
              </w:rPr>
              <w:t xml:space="preserve"> </w:t>
            </w:r>
            <w:r w:rsidRPr="005968F5">
              <w:rPr>
                <w:rStyle w:val="Hyperlink"/>
                <w:rFonts w:hint="eastAsia"/>
                <w:noProof/>
                <w:rtl/>
                <w:lang w:bidi="ar-IQ"/>
              </w:rPr>
              <w:t>والمراجع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Toc416696120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5A482D" w:rsidRDefault="005A482D">
          <w:pPr>
            <w:pStyle w:val="TOC1"/>
            <w:rPr>
              <w:rFonts w:asciiTheme="minorHAnsi" w:eastAsiaTheme="minorEastAsia" w:hAnsiTheme="minorHAnsi" w:cstheme="minorBidi"/>
              <w:bCs w:val="0"/>
              <w:noProof/>
              <w:color w:val="auto"/>
              <w:sz w:val="22"/>
              <w:szCs w:val="22"/>
              <w:rtl/>
            </w:rPr>
          </w:pPr>
          <w:hyperlink w:anchor="_Toc416696121" w:history="1">
            <w:r w:rsidRPr="005968F5">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Toc416696121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5A482D" w:rsidRDefault="005A482D">
          <w:r>
            <w:fldChar w:fldCharType="end"/>
          </w:r>
        </w:p>
      </w:sdtContent>
    </w:sdt>
    <w:p w:rsidR="00A87899" w:rsidRDefault="00A87899" w:rsidP="002A4DD7">
      <w:pPr>
        <w:pStyle w:val="libNormal"/>
        <w:ind w:firstLine="0"/>
        <w:rPr>
          <w:rtl/>
        </w:rPr>
      </w:pPr>
    </w:p>
    <w:sectPr w:rsidR="00A87899"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49FA" w:rsidRDefault="006C49FA">
      <w:r>
        <w:separator/>
      </w:r>
    </w:p>
  </w:endnote>
  <w:endnote w:type="continuationSeparator" w:id="1">
    <w:p w:rsidR="006C49FA" w:rsidRDefault="006C49FA">
      <w:r>
        <w:continuationSeparator/>
      </w:r>
    </w:p>
  </w:endnote>
</w:endnotes>
</file>

<file path=word/fontTable.xml><?xml version="1.0" encoding="utf-8"?>
<w:fonts xmlns:r="http://schemas.openxmlformats.org/officeDocument/2006/relationships" xmlns:w="http://schemas.openxmlformats.org/wordprocessingml/2006/main">
  <w:font w:name="Traditional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2E420B"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1D17EA">
      <w:rPr>
        <w:rFonts w:cs="Times New Roman"/>
        <w:noProof/>
        <w:sz w:val="26"/>
        <w:szCs w:val="26"/>
        <w:rtl/>
      </w:rPr>
      <w:t>226</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900D4D" w:rsidRDefault="002E420B" w:rsidP="000F7119">
    <w:pPr>
      <w:jc w:val="center"/>
      <w:rPr>
        <w:rFonts w:cs="Times New Roman"/>
      </w:rPr>
    </w:pPr>
    <w:r w:rsidRPr="00900D4D">
      <w:rPr>
        <w:rFonts w:cs="Times New Roman"/>
      </w:rPr>
      <w:fldChar w:fldCharType="begin"/>
    </w:r>
    <w:r w:rsidR="00CA539C" w:rsidRPr="00900D4D">
      <w:rPr>
        <w:rFonts w:cs="Times New Roman"/>
      </w:rPr>
      <w:instrText xml:space="preserve"> PAGE   \* MERGEFORMAT </w:instrText>
    </w:r>
    <w:r w:rsidRPr="00900D4D">
      <w:rPr>
        <w:rFonts w:cs="Times New Roman"/>
      </w:rPr>
      <w:fldChar w:fldCharType="separate"/>
    </w:r>
    <w:r w:rsidR="001D17EA">
      <w:rPr>
        <w:rFonts w:cs="Times New Roman"/>
        <w:noProof/>
        <w:rtl/>
      </w:rPr>
      <w:t>225</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2E420B"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5A482D">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49FA" w:rsidRDefault="006C49FA">
      <w:r>
        <w:separator/>
      </w:r>
    </w:p>
  </w:footnote>
  <w:footnote w:type="continuationSeparator" w:id="1">
    <w:p w:rsidR="006C49FA" w:rsidRDefault="006C49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20104B74"/>
    <w:multiLevelType w:val="hybridMultilevel"/>
    <w:tmpl w:val="4F108C8C"/>
    <w:lvl w:ilvl="0" w:tplc="5836971A">
      <w:numFmt w:val="bullet"/>
      <w:lvlText w:val="-"/>
      <w:lvlJc w:val="left"/>
      <w:pPr>
        <w:ind w:left="927" w:hanging="360"/>
      </w:pPr>
      <w:rPr>
        <w:rFonts w:ascii="Traditional Arabic" w:eastAsia="Times New Roman" w:hAnsi="Traditional Arabic" w:cs="Traditional Arabic" w:hint="default"/>
        <w:sz w:val="30"/>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541E11"/>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0F7119"/>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17EA"/>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4524"/>
    <w:rsid w:val="002A4DD7"/>
    <w:rsid w:val="002A5096"/>
    <w:rsid w:val="002A69AC"/>
    <w:rsid w:val="002A717D"/>
    <w:rsid w:val="002A73D7"/>
    <w:rsid w:val="002B2B15"/>
    <w:rsid w:val="002B38FA"/>
    <w:rsid w:val="002B5911"/>
    <w:rsid w:val="002B71A8"/>
    <w:rsid w:val="002B7794"/>
    <w:rsid w:val="002B7989"/>
    <w:rsid w:val="002C3E3A"/>
    <w:rsid w:val="002C5C66"/>
    <w:rsid w:val="002C6427"/>
    <w:rsid w:val="002D19A9"/>
    <w:rsid w:val="002D2485"/>
    <w:rsid w:val="002D580E"/>
    <w:rsid w:val="002E19EE"/>
    <w:rsid w:val="002E420B"/>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3F5DFF"/>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1E11"/>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82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64C9"/>
    <w:rsid w:val="006574EA"/>
    <w:rsid w:val="00660A64"/>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9F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04A"/>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666C7"/>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A12"/>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788"/>
    <w:rsid w:val="009C2E28"/>
    <w:rsid w:val="009C5077"/>
    <w:rsid w:val="009C5F67"/>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49B8"/>
    <w:rsid w:val="00A657DB"/>
    <w:rsid w:val="00A668D6"/>
    <w:rsid w:val="00A70000"/>
    <w:rsid w:val="00A7111B"/>
    <w:rsid w:val="00A72F8E"/>
    <w:rsid w:val="00A745EB"/>
    <w:rsid w:val="00A749A9"/>
    <w:rsid w:val="00A751DD"/>
    <w:rsid w:val="00A80A89"/>
    <w:rsid w:val="00A86979"/>
    <w:rsid w:val="00A871E2"/>
    <w:rsid w:val="00A8789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1DA9"/>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5BD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D12E5"/>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7899"/>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A87899"/>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A87899"/>
    <w:rPr>
      <w:rFonts w:cs="Traditional Arabic"/>
      <w:color w:val="000000"/>
      <w:sz w:val="26"/>
      <w:szCs w:val="26"/>
      <w:lang w:bidi="ar-SA"/>
    </w:rPr>
  </w:style>
  <w:style w:type="character" w:styleId="PageNumber">
    <w:name w:val="page number"/>
    <w:basedOn w:val="DefaultParagraphFont"/>
    <w:rsid w:val="00A87899"/>
  </w:style>
  <w:style w:type="character" w:styleId="Hyperlink">
    <w:name w:val="Hyperlink"/>
    <w:basedOn w:val="DefaultParagraphFont"/>
    <w:uiPriority w:val="99"/>
    <w:unhideWhenUsed/>
    <w:rsid w:val="005A482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0CB91-9067-4ADD-90BD-B4CD0AC95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34</TotalTime>
  <Pages>226</Pages>
  <Words>32303</Words>
  <Characters>184131</Characters>
  <Application>Microsoft Office Word</Application>
  <DocSecurity>0</DocSecurity>
  <Lines>1534</Lines>
  <Paragraphs>432</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216002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17</cp:revision>
  <cp:lastPrinted>2015-04-13T08:58:00Z</cp:lastPrinted>
  <dcterms:created xsi:type="dcterms:W3CDTF">2015-04-13T08:11:00Z</dcterms:created>
  <dcterms:modified xsi:type="dcterms:W3CDTF">2015-04-13T09:15:00Z</dcterms:modified>
</cp:coreProperties>
</file>